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721" w:rsidRPr="00C827A4" w:rsidRDefault="00FB5721">
      <w:pPr>
        <w:pStyle w:val="Heading2"/>
      </w:pPr>
      <w:r w:rsidRPr="00C827A4">
        <w:t>5.5</w:t>
      </w:r>
      <w:r w:rsidRPr="00C827A4">
        <w:tab/>
        <w:t>CAT Runtime Environment</w:t>
      </w:r>
    </w:p>
    <w:p w:rsidR="00FB5721" w:rsidRPr="00C827A4" w:rsidRDefault="00FB5721">
      <w:pPr>
        <w:pStyle w:val="Heading3"/>
      </w:pPr>
      <w:r w:rsidRPr="00C827A4">
        <w:t>5.5.1</w:t>
      </w:r>
      <w:r w:rsidRPr="00C827A4">
        <w:tab/>
        <w:t>Minimum Handler Availability</w:t>
      </w:r>
    </w:p>
    <w:p w:rsidR="00FB5721" w:rsidRPr="00C827A4" w:rsidRDefault="00FB5721">
      <w:r w:rsidRPr="00C827A4">
        <w:t>This test area  tests the rules that define the minimum requirements for the availability of the system handlers.</w:t>
      </w:r>
    </w:p>
    <w:p w:rsidR="00FB5721" w:rsidRPr="00C827A4" w:rsidRDefault="00FB5721">
      <w:pPr>
        <w:pStyle w:val="Heading4"/>
      </w:pPr>
      <w:r w:rsidRPr="00C827A4">
        <w:t>5.5.1.1</w:t>
      </w:r>
      <w:r w:rsidRPr="00C827A4">
        <w:tab/>
        <w:t>ProactiveHandler</w:t>
      </w:r>
    </w:p>
    <w:p w:rsidR="00FB5721" w:rsidRPr="00C827A4" w:rsidRDefault="00FB5721">
      <w:r w:rsidRPr="00C827A4">
        <w:t>Test Area Reference: Cre_Mha_Pahd</w:t>
      </w:r>
      <w:r w:rsidR="00DB294B" w:rsidRPr="00C827A4">
        <w:t>.</w:t>
      </w:r>
    </w:p>
    <w:p w:rsidR="00FB5721" w:rsidRPr="00C827A4" w:rsidRDefault="00FB5721" w:rsidP="00D65C82">
      <w:pPr>
        <w:pStyle w:val="Heading5"/>
      </w:pPr>
      <w:r w:rsidRPr="00C827A4">
        <w:t>5.5.1.1.1</w:t>
      </w:r>
      <w:r w:rsidRPr="00C827A4">
        <w:tab/>
        <w:t>Conformance requirement</w:t>
      </w:r>
    </w:p>
    <w:p w:rsidR="00FB5721" w:rsidRPr="00C827A4" w:rsidRDefault="00FB5721">
      <w:pPr>
        <w:pStyle w:val="H6"/>
      </w:pPr>
      <w:r w:rsidRPr="00C827A4">
        <w:t>5.5.1.1.1.1</w:t>
      </w:r>
      <w:r w:rsidRPr="00C827A4">
        <w:tab/>
        <w:t>Normal execution</w:t>
      </w:r>
    </w:p>
    <w:p w:rsidR="00FB5721" w:rsidRPr="00C827A4" w:rsidRDefault="00FB5721">
      <w:pPr>
        <w:pStyle w:val="B1"/>
      </w:pPr>
      <w:r w:rsidRPr="00C827A4">
        <w:t>CRRN1: If a proactive session is not ongoing the ProactiveHandler is available from the invocation to the termination of the processToolkit method for the following events:</w:t>
      </w:r>
    </w:p>
    <w:p w:rsidR="00FB5721" w:rsidRPr="00C827A4" w:rsidRDefault="00FB5721">
      <w:pPr>
        <w:pStyle w:val="B30"/>
      </w:pPr>
      <w:r w:rsidRPr="00C827A4">
        <w:t>EVENT_MENU_SELECTION</w:t>
      </w:r>
    </w:p>
    <w:p w:rsidR="00FB5721" w:rsidRPr="00C827A4" w:rsidRDefault="00FB5721">
      <w:pPr>
        <w:pStyle w:val="B30"/>
      </w:pPr>
      <w:r w:rsidRPr="00C827A4">
        <w:t>EVENT_MENU_SELECTION_HELP_REQUEST</w:t>
      </w:r>
    </w:p>
    <w:p w:rsidR="00FB5721" w:rsidRPr="00C827A4" w:rsidRDefault="00FB5721">
      <w:pPr>
        <w:pStyle w:val="B30"/>
      </w:pPr>
      <w:r w:rsidRPr="00C827A4">
        <w:t>EVENT_TIMER_EXPIRATION</w:t>
      </w:r>
    </w:p>
    <w:p w:rsidR="00FB5721" w:rsidRPr="00C827A4" w:rsidRDefault="00FB5721">
      <w:pPr>
        <w:pStyle w:val="B30"/>
      </w:pPr>
      <w:r w:rsidRPr="00C827A4">
        <w:t>EVENT_EVENT_DOWNLOAD_MT_CALL</w:t>
      </w:r>
    </w:p>
    <w:p w:rsidR="00FB5721" w:rsidRPr="00C827A4" w:rsidRDefault="00FB5721">
      <w:pPr>
        <w:pStyle w:val="B30"/>
      </w:pPr>
      <w:r w:rsidRPr="00C827A4">
        <w:t>EVENT_EVENT_DOWNLOAD_CALL_CONNECTED</w:t>
      </w:r>
    </w:p>
    <w:p w:rsidR="00FB5721" w:rsidRPr="00C827A4" w:rsidRDefault="00FB5721">
      <w:pPr>
        <w:pStyle w:val="B30"/>
      </w:pPr>
      <w:r w:rsidRPr="00C827A4">
        <w:t>EVENT_EVENT_DOWNLOAD_CALL_DISCONNECTED</w:t>
      </w:r>
    </w:p>
    <w:p w:rsidR="00FB5721" w:rsidRPr="00C827A4" w:rsidRDefault="00FB5721">
      <w:pPr>
        <w:pStyle w:val="B30"/>
      </w:pPr>
      <w:r w:rsidRPr="00C827A4">
        <w:t>EVENT_EVENT_DOWNLOAD_LOCATION_STATUS</w:t>
      </w:r>
    </w:p>
    <w:p w:rsidR="00FB5721" w:rsidRPr="00C827A4" w:rsidRDefault="00FB5721">
      <w:pPr>
        <w:pStyle w:val="B30"/>
      </w:pPr>
      <w:r w:rsidRPr="00C827A4">
        <w:t>EVENT_EVENT_DOWNLOAD_USER_ACTIVITY</w:t>
      </w:r>
    </w:p>
    <w:p w:rsidR="00FB5721" w:rsidRPr="00C827A4" w:rsidRDefault="00FB5721">
      <w:pPr>
        <w:pStyle w:val="B30"/>
      </w:pPr>
      <w:r w:rsidRPr="00C827A4">
        <w:t>EVENT_EVENT_DOWNLOAD_IDLE_SCREEN_AVAILABLE</w:t>
      </w:r>
    </w:p>
    <w:p w:rsidR="00FB5721" w:rsidRPr="00C827A4" w:rsidRDefault="00FB5721">
      <w:pPr>
        <w:pStyle w:val="B30"/>
      </w:pPr>
      <w:r w:rsidRPr="00C827A4">
        <w:t>EVENT_EVENT_DOWNLOAD_CARD_READER_STATUS</w:t>
      </w:r>
    </w:p>
    <w:p w:rsidR="00FB5721" w:rsidRPr="00C827A4" w:rsidRDefault="00FB5721">
      <w:pPr>
        <w:pStyle w:val="B30"/>
      </w:pPr>
      <w:r w:rsidRPr="00C827A4">
        <w:t>EVENT_EVENT_DOWNLOAD_LANGUAGE_SELECTION</w:t>
      </w:r>
    </w:p>
    <w:p w:rsidR="00FB5721" w:rsidRPr="00C827A4" w:rsidRDefault="00FB5721">
      <w:pPr>
        <w:pStyle w:val="B30"/>
      </w:pPr>
      <w:r w:rsidRPr="00C827A4">
        <w:t>EVENT_EVENT_DOWNLOAD_BROWSER_TERMINATION</w:t>
      </w:r>
    </w:p>
    <w:p w:rsidR="00FB5721" w:rsidRPr="00C827A4" w:rsidRDefault="00FB5721">
      <w:pPr>
        <w:pStyle w:val="B30"/>
      </w:pPr>
      <w:r w:rsidRPr="00C827A4">
        <w:t>EVENT_UNRECOGNIZED_ENVELOPE</w:t>
      </w:r>
    </w:p>
    <w:p w:rsidR="00FB5721" w:rsidRPr="00C827A4" w:rsidRDefault="00FB5721">
      <w:pPr>
        <w:pStyle w:val="B30"/>
      </w:pPr>
      <w:r w:rsidRPr="00C827A4">
        <w:t>EVENT_STATUS_COMMAND</w:t>
      </w:r>
    </w:p>
    <w:p w:rsidR="00FB5721" w:rsidRPr="00C827A4" w:rsidRDefault="00FB5721">
      <w:pPr>
        <w:pStyle w:val="B30"/>
      </w:pPr>
      <w:r w:rsidRPr="00C827A4">
        <w:t>EVENT_CALL_CONTROL_BY_NAA</w:t>
      </w:r>
    </w:p>
    <w:p w:rsidR="00FB5721" w:rsidRPr="00C827A4" w:rsidRDefault="00FB5721">
      <w:pPr>
        <w:pStyle w:val="B30"/>
      </w:pPr>
      <w:r w:rsidRPr="00C827A4">
        <w:t>EVENT_PROFILE_DOWNLOAD</w:t>
      </w:r>
    </w:p>
    <w:p w:rsidR="00FB5721" w:rsidRPr="00C827A4" w:rsidRDefault="00FB5721">
      <w:pPr>
        <w:pStyle w:val="B30"/>
      </w:pPr>
      <w:r w:rsidRPr="00C827A4">
        <w:t>EVENT_EVENT_DOWNLOAD_DATA_AVAILABLE</w:t>
      </w:r>
    </w:p>
    <w:p w:rsidR="00FB5721" w:rsidRPr="00C827A4" w:rsidRDefault="00FB5721">
      <w:pPr>
        <w:pStyle w:val="B30"/>
      </w:pPr>
      <w:r w:rsidRPr="00C827A4">
        <w:t>EVENT_EVENT_DOWNLOAD_CHANNEL_STATUS</w:t>
      </w:r>
    </w:p>
    <w:p w:rsidR="00FB5721" w:rsidRPr="00C827A4" w:rsidRDefault="00FB5721">
      <w:pPr>
        <w:pStyle w:val="B30"/>
      </w:pPr>
      <w:r w:rsidRPr="00C827A4">
        <w:t>EVENT_EVENT_DOWNLOAD_ACCESS_TECHNOLOGY_CHANGE</w:t>
      </w:r>
    </w:p>
    <w:p w:rsidR="00FB5721" w:rsidRPr="00C827A4" w:rsidRDefault="00FB5721">
      <w:pPr>
        <w:pStyle w:val="B30"/>
      </w:pPr>
      <w:r w:rsidRPr="00C827A4">
        <w:t>EVENT_EVENT_DOWNLOAD_DISPLAY_PARAMETERS_CHANGED</w:t>
      </w:r>
    </w:p>
    <w:p w:rsidR="00FB5721" w:rsidRPr="00C827A4" w:rsidRDefault="00FB5721">
      <w:pPr>
        <w:pStyle w:val="B30"/>
      </w:pPr>
      <w:r w:rsidRPr="00C827A4">
        <w:t>EVENT_EVENT_DOWNLOAD_LOCAL_CONNECTION</w:t>
      </w:r>
    </w:p>
    <w:p w:rsidR="00FB5721" w:rsidRPr="00C827A4" w:rsidRDefault="00FB5721">
      <w:pPr>
        <w:pStyle w:val="B30"/>
      </w:pPr>
      <w:r w:rsidRPr="00C827A4">
        <w:t>EVENT_PROACTIVE_HANDLER_AVAILABLE</w:t>
      </w:r>
    </w:p>
    <w:p w:rsidR="00FB5721" w:rsidRPr="00C827A4" w:rsidRDefault="00FB5721">
      <w:pPr>
        <w:pStyle w:val="B30"/>
      </w:pPr>
      <w:r w:rsidRPr="00C827A4">
        <w:t>EVENT_EVENT_DOWNLOAD_NETWORK_SEARCH_MODE_CHANGE</w:t>
      </w:r>
    </w:p>
    <w:p w:rsidR="00FB5721" w:rsidRPr="00C827A4" w:rsidRDefault="00FB5721">
      <w:pPr>
        <w:pStyle w:val="B30"/>
      </w:pPr>
      <w:r w:rsidRPr="00C827A4">
        <w:t>EVENT_EVENT_BROWSING_STATUS</w:t>
      </w:r>
    </w:p>
    <w:p w:rsidR="00FB5721" w:rsidRPr="00C827A4" w:rsidRDefault="00FB5721">
      <w:pPr>
        <w:pStyle w:val="B30"/>
      </w:pPr>
      <w:r w:rsidRPr="00C827A4">
        <w:lastRenderedPageBreak/>
        <w:t>EVENT_EXTERNAL_FILE_UPDATE</w:t>
      </w:r>
    </w:p>
    <w:p w:rsidR="00FB5721" w:rsidRPr="00C827A4" w:rsidRDefault="00FB5721">
      <w:pPr>
        <w:pStyle w:val="B1"/>
      </w:pPr>
      <w:r w:rsidRPr="00C827A4">
        <w:t xml:space="preserve">CRRN2: A ProactiveHandler is considered available when no HANDLER_NOT_AVAILABLE </w:t>
      </w:r>
      <w:r w:rsidRPr="00C827A4">
        <w:rPr>
          <w:i/>
        </w:rPr>
        <w:t>ToolkitException</w:t>
      </w:r>
      <w:r w:rsidRPr="00C827A4">
        <w:t xml:space="preserve"> is thrown when the corresponding </w:t>
      </w:r>
      <w:r w:rsidRPr="00C827A4">
        <w:rPr>
          <w:i/>
        </w:rPr>
        <w:t>getTheHandler()</w:t>
      </w:r>
      <w:r w:rsidRPr="00C827A4">
        <w:t xml:space="preserve"> method is called or a method of the handler is called</w:t>
      </w:r>
      <w:r w:rsidR="00DB294B" w:rsidRPr="00C827A4">
        <w:t>.</w:t>
      </w:r>
    </w:p>
    <w:p w:rsidR="00FB5721" w:rsidRPr="00C827A4" w:rsidRDefault="00FB5721">
      <w:pPr>
        <w:pStyle w:val="B1"/>
      </w:pPr>
      <w:r w:rsidRPr="00C827A4">
        <w:t xml:space="preserve">CRRN3: When available the </w:t>
      </w:r>
      <w:r w:rsidRPr="00C827A4">
        <w:rPr>
          <w:i/>
        </w:rPr>
        <w:t>ProactiveHandler</w:t>
      </w:r>
      <w:r w:rsidRPr="00C827A4">
        <w:t xml:space="preserve"> shall remain available until the termination of the </w:t>
      </w:r>
      <w:r w:rsidRPr="00C827A4">
        <w:rPr>
          <w:i/>
        </w:rPr>
        <w:t>processToolkit()</w:t>
      </w:r>
      <w:r w:rsidRPr="00C827A4">
        <w:t xml:space="preserve"> method</w:t>
      </w:r>
      <w:r w:rsidR="00DB294B" w:rsidRPr="00C827A4">
        <w:t>.</w:t>
      </w:r>
    </w:p>
    <w:p w:rsidR="00FB5721" w:rsidRPr="00C827A4" w:rsidRDefault="00FB5721">
      <w:pPr>
        <w:pStyle w:val="B1"/>
      </w:pPr>
      <w:r w:rsidRPr="00C827A4">
        <w:t xml:space="preserve">CRRN4: If a proactive command is pending the </w:t>
      </w:r>
      <w:r w:rsidRPr="00C827A4">
        <w:rPr>
          <w:i/>
        </w:rPr>
        <w:t>ProactiveHandler</w:t>
      </w:r>
      <w:r w:rsidRPr="00C827A4">
        <w:t xml:space="preserve"> may not be available</w:t>
      </w:r>
      <w:r w:rsidR="00DB294B" w:rsidRPr="00C827A4">
        <w:t>.</w:t>
      </w:r>
    </w:p>
    <w:p w:rsidR="00FB5721" w:rsidRPr="00C827A4" w:rsidRDefault="00FB5721">
      <w:pPr>
        <w:pStyle w:val="H6"/>
      </w:pPr>
      <w:r w:rsidRPr="00C827A4">
        <w:t>5.5.1.1.1.2</w:t>
      </w:r>
      <w:r w:rsidRPr="00C827A4">
        <w:tab/>
        <w:t>Parameter errors</w:t>
      </w:r>
    </w:p>
    <w:p w:rsidR="00FB5721" w:rsidRPr="00C827A4" w:rsidRDefault="00FB5721">
      <w:r w:rsidRPr="00C827A4">
        <w:t>No requirements.</w:t>
      </w:r>
    </w:p>
    <w:p w:rsidR="00FB5721" w:rsidRPr="00C827A4" w:rsidRDefault="00FB5721">
      <w:pPr>
        <w:pStyle w:val="H6"/>
      </w:pPr>
      <w:r w:rsidRPr="00C827A4">
        <w:t>5.5.1.1.1.3</w:t>
      </w:r>
      <w:r w:rsidRPr="00C827A4">
        <w:tab/>
        <w:t>Context errors</w:t>
      </w:r>
    </w:p>
    <w:p w:rsidR="00FB5721" w:rsidRPr="00C827A4" w:rsidRDefault="00FB5721">
      <w:pPr>
        <w:pStyle w:val="B1"/>
      </w:pPr>
      <w:r w:rsidRPr="00C827A4">
        <w:t>CRRC1: The ProactiveHandler and its content are not available for any toolkit applet triggered from the invocation to the termination of their processToolkit method for the following events:</w:t>
      </w:r>
    </w:p>
    <w:p w:rsidR="00FB5721" w:rsidRPr="00C827A4" w:rsidRDefault="00FB5721">
      <w:pPr>
        <w:pStyle w:val="B30"/>
      </w:pPr>
      <w:r w:rsidRPr="00C827A4">
        <w:t>EVENT_FIRST_COMMAND_AFTER_ATR</w:t>
      </w:r>
    </w:p>
    <w:p w:rsidR="00FB5721" w:rsidRPr="00C827A4" w:rsidRDefault="00FB5721">
      <w:pPr>
        <w:pStyle w:val="B30"/>
      </w:pPr>
      <w:r w:rsidRPr="00C827A4">
        <w:t>EVENT_APPLICATION_DESELECT</w:t>
      </w:r>
    </w:p>
    <w:p w:rsidR="00FB5721" w:rsidRPr="00C827A4" w:rsidRDefault="00FB5721">
      <w:pPr>
        <w:pStyle w:val="B1"/>
      </w:pPr>
      <w:r w:rsidRPr="00C827A4">
        <w:t xml:space="preserve">CRRC2: The </w:t>
      </w:r>
      <w:r w:rsidRPr="00C827A4">
        <w:rPr>
          <w:iCs/>
        </w:rPr>
        <w:t>ProactiveHandler</w:t>
      </w:r>
      <w:r w:rsidRPr="00C827A4">
        <w:t xml:space="preserve"> shall not be available if the Terminal Profile command has not yet been processed by the CAT Runtime Environment</w:t>
      </w:r>
    </w:p>
    <w:p w:rsidR="00FB5721" w:rsidRPr="00C827A4" w:rsidRDefault="00FB5721">
      <w:pPr>
        <w:pStyle w:val="B1"/>
      </w:pPr>
      <w:r w:rsidRPr="00C827A4">
        <w:t xml:space="preserve">CRRC3: The ProactiveHandler shall not be available if the </w:t>
      </w:r>
      <w:r w:rsidRPr="00C827A4">
        <w:rPr>
          <w:i/>
        </w:rPr>
        <w:t>getTheHandler()</w:t>
      </w:r>
      <w:r w:rsidRPr="00C827A4">
        <w:t xml:space="preserve"> method is not called, directly or indirectly, from the applet's </w:t>
      </w:r>
      <w:r w:rsidRPr="00C827A4">
        <w:rPr>
          <w:i/>
        </w:rPr>
        <w:t>processToolkit</w:t>
      </w:r>
      <w:r w:rsidRPr="00C827A4">
        <w:t>() method</w:t>
      </w:r>
      <w:r w:rsidR="005F7D19" w:rsidRPr="00C827A4">
        <w:t>.</w:t>
      </w:r>
    </w:p>
    <w:p w:rsidR="00FB5721" w:rsidRPr="00C827A4" w:rsidRDefault="00FB5721" w:rsidP="00D65C82">
      <w:pPr>
        <w:pStyle w:val="Heading5"/>
      </w:pPr>
      <w:r w:rsidRPr="00C827A4">
        <w:t>5.5.1.1.2</w:t>
      </w:r>
      <w:r w:rsidRPr="00C827A4">
        <w:tab/>
        <w:t>Test area files</w:t>
      </w:r>
    </w:p>
    <w:p w:rsidR="00FB5721" w:rsidRPr="00C827A4" w:rsidRDefault="00FB5721" w:rsidP="005F7D19">
      <w:pPr>
        <w:pStyle w:val="EX"/>
      </w:pPr>
      <w:r w:rsidRPr="00C827A4">
        <w:t>Test Source:</w:t>
      </w:r>
      <w:r w:rsidRPr="00C827A4">
        <w:tab/>
        <w:t>Test_Cre_Mha_Pahd.java</w:t>
      </w:r>
      <w:r w:rsidR="005F7D19" w:rsidRPr="00C827A4">
        <w:t>.</w:t>
      </w:r>
    </w:p>
    <w:p w:rsidR="00FB5721" w:rsidRPr="00927A43" w:rsidRDefault="00FB5721" w:rsidP="005F7D19">
      <w:pPr>
        <w:pStyle w:val="EX"/>
      </w:pPr>
      <w:r w:rsidRPr="00927A43">
        <w:t xml:space="preserve">Test Applet: </w:t>
      </w:r>
      <w:r w:rsidRPr="00927A43">
        <w:tab/>
        <w:t>Cre_Mha_Pahd_1.java</w:t>
      </w:r>
      <w:r w:rsidR="005F7D19" w:rsidRPr="00927A43">
        <w:t>.</w:t>
      </w:r>
    </w:p>
    <w:p w:rsidR="00FB5721" w:rsidRPr="00927A43" w:rsidRDefault="00FB5721" w:rsidP="005F7D19">
      <w:pPr>
        <w:pStyle w:val="EX"/>
      </w:pPr>
      <w:r w:rsidRPr="00927A43">
        <w:tab/>
        <w:t>Cre_Mha_Pahd_2.java</w:t>
      </w:r>
      <w:r w:rsidR="005F7D19" w:rsidRPr="00927A43">
        <w:t>.</w:t>
      </w:r>
    </w:p>
    <w:p w:rsidR="00FB5721" w:rsidRPr="00927A43" w:rsidRDefault="00FB5721" w:rsidP="005F7D19">
      <w:pPr>
        <w:pStyle w:val="EX"/>
      </w:pPr>
      <w:r w:rsidRPr="00927A43">
        <w:tab/>
        <w:t>Cre_Mha_Pahd_3.java</w:t>
      </w:r>
      <w:r w:rsidR="005F7D19" w:rsidRPr="00927A43">
        <w:t>.</w:t>
      </w:r>
    </w:p>
    <w:p w:rsidR="00FB5721" w:rsidRPr="00927A43" w:rsidRDefault="00FB5721" w:rsidP="005F7D19">
      <w:pPr>
        <w:pStyle w:val="EX"/>
      </w:pPr>
      <w:r w:rsidRPr="00927A43">
        <w:t>Cap File:</w:t>
      </w:r>
      <w:r w:rsidRPr="00927A43">
        <w:tab/>
        <w:t>Cre_Mha_Pahd.cap</w:t>
      </w:r>
      <w:r w:rsidR="005F7D19" w:rsidRPr="00927A43">
        <w:t>.</w:t>
      </w:r>
    </w:p>
    <w:p w:rsidR="00FB5721" w:rsidRPr="00C827A4" w:rsidRDefault="00FB5721" w:rsidP="00D65C82">
      <w:pPr>
        <w:pStyle w:val="Heading5"/>
      </w:pPr>
      <w:r w:rsidRPr="00C827A4">
        <w:t>5.5.1.1.3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319"/>
        <w:gridCol w:w="5503"/>
      </w:tblGrid>
      <w:tr w:rsidR="00FB5721" w:rsidRPr="00C827A4">
        <w:trPr>
          <w:tblHeader/>
          <w:jc w:val="center"/>
        </w:trPr>
        <w:tc>
          <w:tcPr>
            <w:tcW w:w="1319" w:type="dxa"/>
          </w:tcPr>
          <w:p w:rsidR="00FB5721" w:rsidRPr="00C827A4" w:rsidRDefault="00FB5721">
            <w:pPr>
              <w:pStyle w:val="textcell"/>
              <w:rPr>
                <w:rFonts w:ascii="Arial" w:hAnsi="Arial"/>
                <w:b/>
                <w:sz w:val="18"/>
                <w:lang w:val="en-GB"/>
              </w:rPr>
            </w:pPr>
            <w:r w:rsidRPr="00C827A4">
              <w:rPr>
                <w:rFonts w:ascii="Arial" w:hAnsi="Arial"/>
                <w:b/>
                <w:sz w:val="18"/>
                <w:lang w:val="en-GB"/>
              </w:rPr>
              <w:t>CRR Number</w:t>
            </w:r>
          </w:p>
        </w:tc>
        <w:tc>
          <w:tcPr>
            <w:tcW w:w="5503" w:type="dxa"/>
          </w:tcPr>
          <w:p w:rsidR="00FB5721" w:rsidRPr="00C827A4" w:rsidRDefault="00FB5721">
            <w:pPr>
              <w:pStyle w:val="textcell"/>
              <w:rPr>
                <w:rFonts w:ascii="Arial" w:hAnsi="Arial"/>
                <w:b/>
                <w:sz w:val="18"/>
                <w:lang w:val="en-GB"/>
              </w:rPr>
            </w:pPr>
            <w:r w:rsidRPr="00C827A4">
              <w:rPr>
                <w:rFonts w:ascii="Arial" w:hAnsi="Arial"/>
                <w:b/>
                <w:sz w:val="18"/>
                <w:lang w:val="en-GB"/>
              </w:rPr>
              <w:t>Test Case Number</w:t>
            </w:r>
          </w:p>
        </w:tc>
      </w:tr>
      <w:tr w:rsidR="00FB5721" w:rsidRPr="00C827A4">
        <w:trPr>
          <w:jc w:val="center"/>
        </w:trPr>
        <w:tc>
          <w:tcPr>
            <w:tcW w:w="1319" w:type="dxa"/>
          </w:tcPr>
          <w:p w:rsidR="00FB5721" w:rsidRPr="00C827A4" w:rsidRDefault="00FB5721">
            <w:pPr>
              <w:pStyle w:val="TAC"/>
            </w:pPr>
            <w:r w:rsidRPr="00C827A4">
              <w:t>CRRN1</w:t>
            </w:r>
          </w:p>
        </w:tc>
        <w:tc>
          <w:tcPr>
            <w:tcW w:w="5503" w:type="dxa"/>
          </w:tcPr>
          <w:p w:rsidR="00FB5721" w:rsidRPr="00C827A4" w:rsidRDefault="00FB5721">
            <w:pPr>
              <w:pStyle w:val="TAC"/>
              <w:keepNext w:val="0"/>
              <w:keepLines w:val="0"/>
            </w:pPr>
            <w:r w:rsidRPr="00C827A4">
              <w:t>2 to 23, 45, 46</w:t>
            </w:r>
          </w:p>
        </w:tc>
      </w:tr>
      <w:tr w:rsidR="00FB5721" w:rsidRPr="00C827A4">
        <w:trPr>
          <w:jc w:val="center"/>
        </w:trPr>
        <w:tc>
          <w:tcPr>
            <w:tcW w:w="1319" w:type="dxa"/>
          </w:tcPr>
          <w:p w:rsidR="00FB5721" w:rsidRPr="00C827A4" w:rsidRDefault="00FB5721">
            <w:pPr>
              <w:pStyle w:val="TAC"/>
            </w:pPr>
            <w:r w:rsidRPr="00C827A4">
              <w:t>CRRN2</w:t>
            </w:r>
          </w:p>
        </w:tc>
        <w:tc>
          <w:tcPr>
            <w:tcW w:w="5503" w:type="dxa"/>
          </w:tcPr>
          <w:p w:rsidR="00FB5721" w:rsidRPr="00C827A4" w:rsidRDefault="00FB5721">
            <w:pPr>
              <w:pStyle w:val="TAC"/>
              <w:keepNext w:val="0"/>
              <w:keepLines w:val="0"/>
            </w:pPr>
            <w:r w:rsidRPr="00C827A4">
              <w:t>1 to 22,45,46</w:t>
            </w:r>
          </w:p>
        </w:tc>
      </w:tr>
      <w:tr w:rsidR="00FB5721" w:rsidRPr="00C827A4">
        <w:trPr>
          <w:jc w:val="center"/>
        </w:trPr>
        <w:tc>
          <w:tcPr>
            <w:tcW w:w="1319" w:type="dxa"/>
          </w:tcPr>
          <w:p w:rsidR="00FB5721" w:rsidRPr="00C827A4" w:rsidRDefault="00FB5721">
            <w:pPr>
              <w:pStyle w:val="TAC"/>
            </w:pPr>
            <w:r w:rsidRPr="00C827A4">
              <w:t>CRRN3</w:t>
            </w:r>
          </w:p>
        </w:tc>
        <w:tc>
          <w:tcPr>
            <w:tcW w:w="5503" w:type="dxa"/>
          </w:tcPr>
          <w:p w:rsidR="00FB5721" w:rsidRPr="00C827A4" w:rsidRDefault="00FB5721">
            <w:pPr>
              <w:pStyle w:val="TAC"/>
              <w:keepNext w:val="0"/>
              <w:keepLines w:val="0"/>
            </w:pPr>
            <w:r w:rsidRPr="00C827A4">
              <w:t>2 to 22, 45, 46</w:t>
            </w:r>
          </w:p>
        </w:tc>
      </w:tr>
      <w:tr w:rsidR="00FB5721" w:rsidRPr="00C827A4">
        <w:trPr>
          <w:jc w:val="center"/>
        </w:trPr>
        <w:tc>
          <w:tcPr>
            <w:tcW w:w="1319" w:type="dxa"/>
          </w:tcPr>
          <w:p w:rsidR="00FB5721" w:rsidRPr="00C827A4" w:rsidRDefault="00FB5721">
            <w:pPr>
              <w:pStyle w:val="TAC"/>
            </w:pPr>
            <w:r w:rsidRPr="00C827A4">
              <w:t>CRRN4</w:t>
            </w:r>
          </w:p>
        </w:tc>
        <w:tc>
          <w:tcPr>
            <w:tcW w:w="5503" w:type="dxa"/>
          </w:tcPr>
          <w:p w:rsidR="00FB5721" w:rsidRPr="00C827A4" w:rsidRDefault="00FB5721">
            <w:pPr>
              <w:pStyle w:val="TAC"/>
              <w:keepNext w:val="0"/>
              <w:keepLines w:val="0"/>
            </w:pPr>
            <w:r w:rsidRPr="00C827A4">
              <w:t>Not testable</w:t>
            </w:r>
          </w:p>
        </w:tc>
      </w:tr>
      <w:tr w:rsidR="00FB5721" w:rsidRPr="00C827A4">
        <w:trPr>
          <w:jc w:val="center"/>
        </w:trPr>
        <w:tc>
          <w:tcPr>
            <w:tcW w:w="1319" w:type="dxa"/>
          </w:tcPr>
          <w:p w:rsidR="00FB5721" w:rsidRPr="00C827A4" w:rsidRDefault="00FB5721">
            <w:pPr>
              <w:pStyle w:val="TAC"/>
            </w:pPr>
            <w:r w:rsidRPr="00C827A4">
              <w:t>CRRC1</w:t>
            </w:r>
          </w:p>
        </w:tc>
        <w:tc>
          <w:tcPr>
            <w:tcW w:w="5503" w:type="dxa"/>
          </w:tcPr>
          <w:p w:rsidR="00FB5721" w:rsidRPr="00C827A4" w:rsidRDefault="00FB5721">
            <w:pPr>
              <w:pStyle w:val="TAC"/>
              <w:keepNext w:val="0"/>
              <w:keepLines w:val="0"/>
            </w:pPr>
            <w:r w:rsidRPr="00C827A4">
              <w:t>1, 24</w:t>
            </w:r>
          </w:p>
        </w:tc>
      </w:tr>
      <w:tr w:rsidR="00FB5721" w:rsidRPr="00C827A4">
        <w:trPr>
          <w:jc w:val="center"/>
        </w:trPr>
        <w:tc>
          <w:tcPr>
            <w:tcW w:w="1319" w:type="dxa"/>
          </w:tcPr>
          <w:p w:rsidR="00FB5721" w:rsidRPr="00C827A4" w:rsidRDefault="00FB5721">
            <w:pPr>
              <w:pStyle w:val="TAC"/>
            </w:pPr>
            <w:r w:rsidRPr="00C827A4">
              <w:t>CRRC2</w:t>
            </w:r>
          </w:p>
        </w:tc>
        <w:tc>
          <w:tcPr>
            <w:tcW w:w="5503" w:type="dxa"/>
          </w:tcPr>
          <w:p w:rsidR="00FB5721" w:rsidRPr="00C827A4" w:rsidRDefault="00FB5721">
            <w:pPr>
              <w:pStyle w:val="TAC"/>
              <w:keepNext w:val="0"/>
              <w:keepLines w:val="0"/>
            </w:pPr>
            <w:r w:rsidRPr="00C827A4">
              <w:t>25 to 44 or also tested in TestCases 25 to 44 in Cre_Mha_Prhd</w:t>
            </w:r>
          </w:p>
        </w:tc>
      </w:tr>
      <w:tr w:rsidR="00FB5721" w:rsidRPr="00C827A4">
        <w:trPr>
          <w:jc w:val="center"/>
        </w:trPr>
        <w:tc>
          <w:tcPr>
            <w:tcW w:w="1319" w:type="dxa"/>
          </w:tcPr>
          <w:p w:rsidR="00FB5721" w:rsidRPr="00C827A4" w:rsidRDefault="00FB5721">
            <w:pPr>
              <w:pStyle w:val="TAC"/>
            </w:pPr>
            <w:r w:rsidRPr="00C827A4">
              <w:t>CRRC3</w:t>
            </w:r>
          </w:p>
        </w:tc>
        <w:tc>
          <w:tcPr>
            <w:tcW w:w="5503" w:type="dxa"/>
          </w:tcPr>
          <w:p w:rsidR="00FB5721" w:rsidRPr="00C827A4" w:rsidRDefault="00FB5721">
            <w:pPr>
              <w:pStyle w:val="TAC"/>
              <w:keepNext w:val="0"/>
              <w:keepLines w:val="0"/>
            </w:pPr>
            <w:r w:rsidRPr="00C827A4">
              <w:t>47</w:t>
            </w:r>
          </w:p>
        </w:tc>
      </w:tr>
    </w:tbl>
    <w:p w:rsidR="00FB5721" w:rsidRPr="00C827A4" w:rsidRDefault="00FB5721"/>
    <w:p w:rsidR="00FB5721" w:rsidRPr="00C827A4" w:rsidRDefault="00FB5721" w:rsidP="005B0935">
      <w:pPr>
        <w:pStyle w:val="Heading5"/>
      </w:pPr>
      <w:r w:rsidRPr="00C827A4">
        <w:lastRenderedPageBreak/>
        <w:t>5.5.1.1.4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5B0935">
            <w:pPr>
              <w:pStyle w:val="TAH"/>
            </w:pPr>
            <w:r w:rsidRPr="00C827A4">
              <w:t>Id</w:t>
            </w:r>
          </w:p>
        </w:tc>
        <w:tc>
          <w:tcPr>
            <w:tcW w:w="4111" w:type="dxa"/>
          </w:tcPr>
          <w:p w:rsidR="00FB5721" w:rsidRPr="00C827A4" w:rsidRDefault="00FB5721" w:rsidP="005B0935">
            <w:pPr>
              <w:pStyle w:val="TAH"/>
            </w:pPr>
            <w:r w:rsidRPr="00C827A4">
              <w:t>Description</w:t>
            </w:r>
          </w:p>
        </w:tc>
        <w:tc>
          <w:tcPr>
            <w:tcW w:w="2911" w:type="dxa"/>
          </w:tcPr>
          <w:p w:rsidR="00FB5721" w:rsidRPr="00C827A4" w:rsidRDefault="00FB5721" w:rsidP="005B0935">
            <w:pPr>
              <w:pStyle w:val="TAH"/>
            </w:pPr>
            <w:r w:rsidRPr="00C827A4">
              <w:t>API /Framework  Expectation</w:t>
            </w:r>
          </w:p>
        </w:tc>
        <w:tc>
          <w:tcPr>
            <w:tcW w:w="2334" w:type="dxa"/>
          </w:tcPr>
          <w:p w:rsidR="00FB5721" w:rsidRPr="00C827A4" w:rsidRDefault="00FB5721" w:rsidP="005B0935">
            <w:pPr>
              <w:pStyle w:val="TAH"/>
            </w:pPr>
            <w:r w:rsidRPr="00C827A4">
              <w:t>APDU Expectation</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5B0935">
            <w:pPr>
              <w:pStyle w:val="TAC"/>
            </w:pPr>
            <w:r w:rsidRPr="00C827A4">
              <w:t>1</w:t>
            </w:r>
          </w:p>
        </w:tc>
        <w:tc>
          <w:tcPr>
            <w:tcW w:w="4111" w:type="dxa"/>
            <w:tcBorders>
              <w:top w:val="nil"/>
            </w:tcBorders>
          </w:tcPr>
          <w:p w:rsidR="00FB5721" w:rsidRPr="00C827A4" w:rsidRDefault="00FB5721" w:rsidP="005B0935">
            <w:pPr>
              <w:pStyle w:val="TAH"/>
            </w:pPr>
            <w:r w:rsidRPr="00C827A4">
              <w:t>Applets registration to all events and Proactive Handler availability with EVENT_FIRST_COMMAND_AFTER_ATR</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 xml:space="preserve">Applet1 is registered to all events defined in </w:t>
            </w:r>
            <w:r w:rsidR="0047072E" w:rsidRPr="00C827A4">
              <w:rPr>
                <w:noProof w:val="0"/>
              </w:rPr>
              <w:t>TS 102 241 [9]</w:t>
            </w:r>
            <w:r w:rsidRPr="00C827A4">
              <w:rPr>
                <w:noProof w:val="0"/>
              </w:rPr>
              <w:t xml:space="preserve"> except to EVENT_PROACTIVE_HANDLER_AVAILABLE.</w:t>
            </w:r>
          </w:p>
          <w:p w:rsidR="00FB5721" w:rsidRPr="00C827A4" w:rsidRDefault="00FB5721" w:rsidP="005B0935">
            <w:pPr>
              <w:pStyle w:val="PL"/>
              <w:keepNext/>
              <w:keepLines/>
              <w:rPr>
                <w:noProof w:val="0"/>
              </w:rPr>
            </w:pPr>
            <w:r w:rsidRPr="00C827A4">
              <w:rPr>
                <w:noProof w:val="0"/>
              </w:rPr>
              <w:t>Using the methods initMenuEntry() for EVENT_MENU_SELECTION, requestPollInterval() for EVENT_STATUS_COMMAND, allocateTimer() for EVENT_TIMER_EXPIRATION, allocateServiceIdentifier() for EVENT_EVENT_DOWNLOAD_LOCAL_CONNECTION and setEventList() for the rest of the events.</w:t>
            </w:r>
          </w:p>
          <w:p w:rsidR="00FB5721" w:rsidRPr="00C827A4" w:rsidRDefault="00FB5721" w:rsidP="005B0935">
            <w:pPr>
              <w:pStyle w:val="PL"/>
              <w:keepNext/>
              <w:keepLines/>
              <w:rPr>
                <w:noProof w:val="0"/>
              </w:rPr>
            </w:pPr>
            <w:r w:rsidRPr="00C827A4">
              <w:rPr>
                <w:noProof w:val="0"/>
              </w:rPr>
              <w:t>Applet1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 xml:space="preserve">Applet2 is registered to all events defined in </w:t>
            </w:r>
            <w:r w:rsidR="0047072E" w:rsidRPr="00C827A4">
              <w:rPr>
                <w:noProof w:val="0"/>
              </w:rPr>
              <w:t>TS 102 241 [9]</w:t>
            </w:r>
            <w:r w:rsidRPr="00C827A4">
              <w:rPr>
                <w:noProof w:val="0"/>
              </w:rPr>
              <w:t>, except to EVENT_PROACTIVE_HANDLER_AVAILABLE and EVENT_CALL_CONTROL_BY_NAA.</w:t>
            </w:r>
          </w:p>
          <w:p w:rsidR="00FB5721" w:rsidRPr="00C827A4" w:rsidRDefault="00FB5721" w:rsidP="005B0935">
            <w:pPr>
              <w:pStyle w:val="PL"/>
              <w:keepNext/>
              <w:keepLines/>
              <w:rPr>
                <w:noProof w:val="0"/>
              </w:rPr>
            </w:pPr>
            <w:r w:rsidRPr="00C827A4">
              <w:rPr>
                <w:noProof w:val="0"/>
              </w:rPr>
              <w:t>Using the methods initMenuEntry() for EVENT_MENU_SELECTION, requestPollInterval() for EVENT_STATUS_COMMAND, allocateTimer() for EVENT_TIMER_EXPIRATION and setEventList() for the rest of the events.</w:t>
            </w:r>
          </w:p>
          <w:p w:rsidR="00FB5721" w:rsidRPr="00C827A4" w:rsidRDefault="00FB5721" w:rsidP="005B0935">
            <w:pPr>
              <w:pStyle w:val="PL"/>
              <w:keepNext/>
              <w:keepLines/>
              <w:rPr>
                <w:noProof w:val="0"/>
              </w:rPr>
            </w:pPr>
            <w:r w:rsidRPr="00C827A4">
              <w:rPr>
                <w:noProof w:val="0"/>
              </w:rPr>
              <w:t>Applet2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The priority of Applet1 is higher than priority of Applet2</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 xml:space="preserve">1- Select MF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2- Applet1 gets the Proactive Handler.</w:t>
            </w:r>
          </w:p>
          <w:p w:rsidR="00FB5721" w:rsidRPr="00C827A4" w:rsidRDefault="00FB5721" w:rsidP="005B0935">
            <w:pPr>
              <w:pStyle w:val="PL"/>
              <w:keepNext/>
              <w:keepLines/>
              <w:rPr>
                <w:noProof w:val="0"/>
              </w:rPr>
            </w:pPr>
            <w:r w:rsidRPr="00C827A4">
              <w:rPr>
                <w:noProof w:val="0"/>
              </w:rPr>
              <w:t xml:space="preserve">Applet1 is deregistered from EVENT_FIRST_COMMAND_AFTER_ATR.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3- Applet2 gets the Proactive Handler</w:t>
            </w:r>
          </w:p>
          <w:p w:rsidR="00FB5721" w:rsidRPr="00C827A4" w:rsidRDefault="00FB5721" w:rsidP="005B0935">
            <w:pPr>
              <w:pStyle w:val="PL"/>
              <w:keepNext/>
              <w:keepLines/>
              <w:rPr>
                <w:noProof w:val="0"/>
              </w:rPr>
            </w:pPr>
            <w:r w:rsidRPr="00C827A4">
              <w:rPr>
                <w:noProof w:val="0"/>
              </w:rPr>
              <w:t>Applet2 is deregistered to EVENT_FIRST_COMMAND_AFTER_ATR.</w:t>
            </w:r>
          </w:p>
        </w:tc>
        <w:tc>
          <w:tcPr>
            <w:tcW w:w="2911" w:type="dxa"/>
            <w:tcBorders>
              <w:top w:val="nil"/>
            </w:tcBorders>
          </w:tcPr>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r w:rsidRPr="00C827A4">
              <w:t>1- Applet1 is triggered by EVENT_FIRST_COMMAND_AFTER_ATR</w:t>
            </w:r>
          </w:p>
          <w:p w:rsidR="00FB5721" w:rsidRPr="00C827A4" w:rsidRDefault="00FB5721" w:rsidP="005B0935">
            <w:pPr>
              <w:pStyle w:val="TAL"/>
            </w:pPr>
          </w:p>
          <w:p w:rsidR="00FB5721" w:rsidRPr="00C827A4" w:rsidRDefault="00FB5721" w:rsidP="005B0935">
            <w:pPr>
              <w:pStyle w:val="TAL"/>
            </w:pPr>
            <w:r w:rsidRPr="00C827A4">
              <w:t>2- A ToolkitException HANDLER_NOT_AVAILABLE is thrown.</w:t>
            </w:r>
          </w:p>
          <w:p w:rsidR="00FB5721" w:rsidRPr="00C827A4" w:rsidRDefault="00FB5721" w:rsidP="005B0935">
            <w:pPr>
              <w:pStyle w:val="TAL"/>
            </w:pPr>
          </w:p>
          <w:p w:rsidR="00FB5721" w:rsidRPr="00C827A4" w:rsidRDefault="00FB5721" w:rsidP="005B0935">
            <w:pPr>
              <w:pStyle w:val="TAL"/>
            </w:pPr>
            <w:r w:rsidRPr="00C827A4">
              <w:t>Applet1 finalizes</w:t>
            </w:r>
          </w:p>
          <w:p w:rsidR="00FB5721" w:rsidRPr="00C827A4" w:rsidRDefault="00FB5721" w:rsidP="005B0935">
            <w:pPr>
              <w:pStyle w:val="TAL"/>
            </w:pPr>
          </w:p>
          <w:p w:rsidR="00FB5721" w:rsidRPr="00C827A4" w:rsidRDefault="00FB5721" w:rsidP="005B0935">
            <w:pPr>
              <w:pStyle w:val="TAL"/>
            </w:pPr>
            <w:r w:rsidRPr="00C827A4">
              <w:t>Applet2 is triggered by EVENT_FIRST_COMMAND_AFTER_ATR</w:t>
            </w:r>
          </w:p>
          <w:p w:rsidR="00FB5721" w:rsidRPr="00C827A4" w:rsidRDefault="00FB5721" w:rsidP="005B0935">
            <w:pPr>
              <w:pStyle w:val="TAL"/>
            </w:pPr>
          </w:p>
          <w:p w:rsidR="00FB5721" w:rsidRPr="00C827A4" w:rsidRDefault="00FB5721" w:rsidP="005B0935">
            <w:pPr>
              <w:pStyle w:val="TAL"/>
            </w:pPr>
            <w:r w:rsidRPr="00C827A4">
              <w:t>3- A ToolkitException HANDLER_NOT_AVAILABLE is thrown.</w:t>
            </w:r>
          </w:p>
          <w:p w:rsidR="00FB5721" w:rsidRPr="00C827A4" w:rsidRDefault="00FB5721" w:rsidP="005B0935">
            <w:pPr>
              <w:pStyle w:val="TAL"/>
            </w:pPr>
            <w:r w:rsidRPr="00C827A4">
              <w:t>Applet2 finalizes</w:t>
            </w:r>
          </w:p>
        </w:tc>
        <w:tc>
          <w:tcPr>
            <w:tcW w:w="2334" w:type="dxa"/>
            <w:tcBorders>
              <w:top w:val="nil"/>
            </w:tcBorders>
          </w:tcPr>
          <w:p w:rsidR="00FB5721" w:rsidRPr="00C827A4" w:rsidRDefault="00FB5721" w:rsidP="005B0935">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2</w:t>
            </w:r>
          </w:p>
        </w:tc>
        <w:tc>
          <w:tcPr>
            <w:tcW w:w="4111" w:type="dxa"/>
            <w:tcBorders>
              <w:top w:val="nil"/>
            </w:tcBorders>
          </w:tcPr>
          <w:p w:rsidR="00FB5721" w:rsidRPr="00C827A4" w:rsidRDefault="00FB5721">
            <w:pPr>
              <w:pStyle w:val="TAH"/>
            </w:pPr>
            <w:r w:rsidRPr="00C827A4">
              <w:t>Proactive Handler availability with EVENT_PROFILE_DOWNLOAD</w:t>
            </w:r>
          </w:p>
          <w:p w:rsidR="00FB5721" w:rsidRPr="00C827A4" w:rsidRDefault="00FB5721">
            <w:pPr>
              <w:pStyle w:val="PL"/>
              <w:rPr>
                <w:noProof w:val="0"/>
              </w:rPr>
            </w:pPr>
          </w:p>
          <w:p w:rsidR="00FB5721" w:rsidRPr="00C827A4" w:rsidRDefault="00FB5721">
            <w:pPr>
              <w:pStyle w:val="PL"/>
              <w:rPr>
                <w:noProof w:val="0"/>
              </w:rPr>
            </w:pPr>
            <w:r w:rsidRPr="00C827A4">
              <w:rPr>
                <w:noProof w:val="0"/>
              </w:rPr>
              <w:t>1- Terminal Profile command is sent to the UICC without the facility of SET UP EVENT LIST, POLL INTERVAL,SET UP IDLE MODE TEXT and SET UP MENU.</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r w:rsidRPr="00C827A4">
              <w:rPr>
                <w:noProof w:val="0"/>
              </w:rPr>
              <w:t>Applet1 is deregistered to EVENT_PROFILE_DOWNLOAD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p w:rsidR="00FB5721" w:rsidRPr="00C827A4" w:rsidRDefault="00FB5721">
            <w:pPr>
              <w:pStyle w:val="PL"/>
              <w:rPr>
                <w:noProof w:val="0"/>
              </w:rPr>
            </w:pPr>
            <w:r w:rsidRPr="00C827A4">
              <w:rPr>
                <w:noProof w:val="0"/>
              </w:rPr>
              <w:t>Applet2 is deregistered to EVENT_PROFILE_DOWNLOAD</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by EVENT_PROFILE_DOWNLOAD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p>
          <w:p w:rsidR="00FB5721" w:rsidRPr="00C827A4" w:rsidRDefault="00FB5721">
            <w:pPr>
              <w:pStyle w:val="TAL"/>
            </w:pPr>
            <w:r w:rsidRPr="00C827A4">
              <w:t>Applet2 is triggered by EVENT_PROFILE_DOWNLOAD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r w:rsidRPr="00C827A4">
              <w:t>Applet2 finalizes</w:t>
            </w:r>
          </w:p>
        </w:tc>
        <w:tc>
          <w:tcPr>
            <w:tcW w:w="2334" w:type="dxa"/>
            <w:tcBorders>
              <w:top w:val="nil"/>
            </w:tcBorders>
          </w:tcPr>
          <w:p w:rsidR="00FB5721" w:rsidRPr="00C827A4" w:rsidRDefault="00FB5721">
            <w:pPr>
              <w:pStyle w:val="TAC"/>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lastRenderedPageBreak/>
              <w:t>3</w:t>
            </w:r>
          </w:p>
        </w:tc>
        <w:tc>
          <w:tcPr>
            <w:tcW w:w="4111" w:type="dxa"/>
            <w:tcBorders>
              <w:top w:val="nil"/>
            </w:tcBorders>
          </w:tcPr>
          <w:p w:rsidR="00FB5721" w:rsidRPr="00C827A4" w:rsidRDefault="00FB5721">
            <w:pPr>
              <w:pStyle w:val="TAH"/>
            </w:pPr>
            <w:r w:rsidRPr="00C827A4">
              <w:t>Proactive Handler availability with EVENT_MENU_SELECTION_HELP_REQUEST</w:t>
            </w:r>
          </w:p>
          <w:p w:rsidR="00FB5721" w:rsidRPr="00C827A4" w:rsidRDefault="00FB5721">
            <w:pPr>
              <w:pStyle w:val="PL"/>
              <w:rPr>
                <w:noProof w:val="0"/>
              </w:rPr>
            </w:pPr>
          </w:p>
          <w:p w:rsidR="00FB5721" w:rsidRPr="00C827A4" w:rsidRDefault="00FB5721">
            <w:pPr>
              <w:pStyle w:val="PL"/>
              <w:rPr>
                <w:noProof w:val="0"/>
              </w:rPr>
            </w:pPr>
            <w:r w:rsidRPr="00C827A4">
              <w:rPr>
                <w:noProof w:val="0"/>
              </w:rPr>
              <w:t>Perform UICC initialization with all the facilities supported, without facility SET_UP_EVENT_LIST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menu selection with help request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2- Applet1 gets the Proactive Handler </w:t>
            </w:r>
          </w:p>
        </w:tc>
        <w:tc>
          <w:tcPr>
            <w:tcW w:w="2911" w:type="dxa"/>
            <w:tcBorders>
              <w:top w:val="nil"/>
            </w:tcBorders>
          </w:tcPr>
          <w:p w:rsidR="00FB5721" w:rsidRPr="00C827A4" w:rsidRDefault="00FB5721">
            <w:pPr>
              <w:rPr>
                <w:rFonts w:ascii="Arial" w:hAnsi="Arial"/>
                <w:sz w:val="18"/>
              </w:rPr>
            </w:pPr>
          </w:p>
          <w:p w:rsidR="00FB5721" w:rsidRPr="00C827A4" w:rsidRDefault="00FB5721">
            <w:pPr>
              <w:rPr>
                <w:rFonts w:ascii="Arial" w:hAnsi="Arial"/>
                <w:sz w:val="18"/>
              </w:rPr>
            </w:pPr>
          </w:p>
          <w:p w:rsidR="00FB5721" w:rsidRPr="00C827A4" w:rsidRDefault="00FB5721">
            <w:pPr>
              <w:rPr>
                <w:rFonts w:ascii="Arial" w:hAnsi="Arial"/>
                <w:sz w:val="18"/>
              </w:rPr>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keepNext w:val="0"/>
              <w:keepLines w:val="0"/>
            </w:pPr>
            <w:r w:rsidRPr="00C827A4">
              <w:t>Applet1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4</w:t>
            </w:r>
          </w:p>
        </w:tc>
        <w:tc>
          <w:tcPr>
            <w:tcW w:w="4111" w:type="dxa"/>
            <w:tcBorders>
              <w:top w:val="nil"/>
            </w:tcBorders>
          </w:tcPr>
          <w:p w:rsidR="00FB5721" w:rsidRPr="00C827A4" w:rsidRDefault="00FB5721">
            <w:pPr>
              <w:pStyle w:val="TAH"/>
            </w:pPr>
            <w:r w:rsidRPr="00C827A4">
              <w:t>Proactive Handler availability with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menu selection is sent to the UICC</w:t>
            </w:r>
          </w:p>
          <w:p w:rsidR="00FB5721" w:rsidRPr="00C827A4" w:rsidRDefault="00FB5721">
            <w:pPr>
              <w:pStyle w:val="PL"/>
              <w:rPr>
                <w:noProof w:val="0"/>
              </w:rPr>
            </w:pPr>
          </w:p>
          <w:p w:rsidR="00FB5721" w:rsidRPr="00C827A4" w:rsidRDefault="00FB5721">
            <w:pPr>
              <w:pStyle w:val="PL"/>
              <w:rPr>
                <w:noProof w:val="0"/>
                <w:sz w:val="18"/>
              </w:rPr>
            </w:pPr>
            <w:r w:rsidRPr="00C827A4">
              <w:rPr>
                <w:noProof w:val="0"/>
              </w:rPr>
              <w:t>2- Applet1 gets the Proactive Handler</w:t>
            </w:r>
          </w:p>
        </w:tc>
        <w:tc>
          <w:tcPr>
            <w:tcW w:w="2911" w:type="dxa"/>
            <w:tcBorders>
              <w:top w:val="nil"/>
            </w:tcBorders>
          </w:tcPr>
          <w:p w:rsidR="00FB5721" w:rsidRPr="00C827A4" w:rsidRDefault="00FB5721">
            <w:pPr>
              <w:rPr>
                <w:rFonts w:ascii="Arial" w:hAnsi="Arial"/>
                <w:sz w:val="18"/>
              </w:rPr>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5</w:t>
            </w:r>
          </w:p>
        </w:tc>
        <w:tc>
          <w:tcPr>
            <w:tcW w:w="4111" w:type="dxa"/>
            <w:tcBorders>
              <w:top w:val="nil"/>
            </w:tcBorders>
          </w:tcPr>
          <w:p w:rsidR="00FB5721" w:rsidRPr="00C827A4" w:rsidRDefault="00FB5721">
            <w:pPr>
              <w:pStyle w:val="TAH"/>
            </w:pPr>
            <w:r w:rsidRPr="00C827A4">
              <w:t xml:space="preserve">Proactive Handler availability with EVENT_TIMER_EXPIRATION </w:t>
            </w:r>
          </w:p>
          <w:p w:rsidR="00FB5721" w:rsidRPr="00C827A4" w:rsidRDefault="00FB5721">
            <w:pPr>
              <w:pStyle w:val="PL"/>
              <w:rPr>
                <w:noProof w:val="0"/>
              </w:rPr>
            </w:pPr>
          </w:p>
          <w:p w:rsidR="00FB5721" w:rsidRPr="00C827A4" w:rsidRDefault="00FB5721">
            <w:pPr>
              <w:pStyle w:val="PL"/>
              <w:rPr>
                <w:noProof w:val="0"/>
              </w:rPr>
            </w:pPr>
            <w:r w:rsidRPr="00C827A4">
              <w:rPr>
                <w:noProof w:val="0"/>
              </w:rPr>
              <w:t>1- Timer Id =1</w:t>
            </w:r>
          </w:p>
          <w:p w:rsidR="00FB5721" w:rsidRPr="00C827A4" w:rsidRDefault="00FB5721">
            <w:pPr>
              <w:pStyle w:val="PL"/>
              <w:rPr>
                <w:noProof w:val="0"/>
              </w:rPr>
            </w:pPr>
            <w:r w:rsidRPr="00C827A4">
              <w:rPr>
                <w:noProof w:val="0"/>
              </w:rPr>
              <w:t>Envelope Timer Expiration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tc>
        <w:tc>
          <w:tcPr>
            <w:tcW w:w="2911" w:type="dxa"/>
            <w:tcBorders>
              <w:top w:val="nil"/>
            </w:tcBorders>
          </w:tcPr>
          <w:p w:rsidR="00FB5721" w:rsidRPr="00C827A4" w:rsidRDefault="00FB5721">
            <w:pPr>
              <w:rPr>
                <w:rFonts w:ascii="Arial" w:hAnsi="Arial"/>
                <w:sz w:val="18"/>
              </w:rPr>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6</w:t>
            </w:r>
          </w:p>
        </w:tc>
        <w:tc>
          <w:tcPr>
            <w:tcW w:w="4111" w:type="dxa"/>
            <w:tcBorders>
              <w:top w:val="nil"/>
            </w:tcBorders>
          </w:tcPr>
          <w:p w:rsidR="00FB5721" w:rsidRPr="00C827A4" w:rsidRDefault="00FB5721">
            <w:pPr>
              <w:pStyle w:val="TAH"/>
            </w:pPr>
            <w:r w:rsidRPr="00C827A4">
              <w:t xml:space="preserve">Proactive Handler availability with EVENT_CALL_CONTROL_BY_NAA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call control by NAA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tc>
        <w:tc>
          <w:tcPr>
            <w:tcW w:w="2911" w:type="dxa"/>
            <w:tcBorders>
              <w:top w:val="nil"/>
            </w:tcBorders>
          </w:tcPr>
          <w:p w:rsidR="00FB5721" w:rsidRPr="00C827A4" w:rsidRDefault="00FB5721">
            <w:pPr>
              <w:rPr>
                <w:rFonts w:ascii="Arial" w:hAnsi="Arial"/>
                <w:sz w:val="18"/>
              </w:rPr>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t>2- No exception is thrown</w:t>
            </w:r>
          </w:p>
          <w:p w:rsidR="00FB5721" w:rsidRPr="00C827A4" w:rsidRDefault="00FB5721">
            <w:pPr>
              <w:pStyle w:val="TAL"/>
              <w:keepNext w:val="0"/>
              <w:keepLines w:val="0"/>
            </w:pPr>
          </w:p>
          <w:p w:rsidR="00FB5721" w:rsidRPr="00C827A4" w:rsidRDefault="00FB5721">
            <w:pPr>
              <w:pStyle w:val="TAL"/>
            </w:pPr>
            <w:r w:rsidRPr="00C827A4">
              <w:t>Applet1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7</w:t>
            </w:r>
          </w:p>
        </w:tc>
        <w:tc>
          <w:tcPr>
            <w:tcW w:w="4111" w:type="dxa"/>
            <w:tcBorders>
              <w:top w:val="nil"/>
            </w:tcBorders>
          </w:tcPr>
          <w:p w:rsidR="00FB5721" w:rsidRPr="00C827A4" w:rsidRDefault="00FB5721">
            <w:pPr>
              <w:pStyle w:val="TAH"/>
            </w:pPr>
            <w:r w:rsidRPr="00C827A4">
              <w:t xml:space="preserve">Proactive Handler availability with EVENT_EVENT_DOWNLOAD_MT_CALL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mt call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nil"/>
            </w:tcBorders>
          </w:tcPr>
          <w:p w:rsidR="00FB5721" w:rsidRPr="00C827A4" w:rsidRDefault="00FB5721">
            <w:pPr>
              <w:rPr>
                <w:rFonts w:ascii="Arial" w:hAnsi="Arial"/>
                <w:sz w:val="18"/>
              </w:rPr>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3-No exception is thrown</w:t>
            </w:r>
          </w:p>
          <w:p w:rsidR="00FB5721" w:rsidRPr="00C827A4" w:rsidRDefault="00FB5721">
            <w:pPr>
              <w:pStyle w:val="TAL"/>
              <w:keepNext w:val="0"/>
              <w:keepLines w:val="0"/>
            </w:pPr>
          </w:p>
          <w:p w:rsidR="00FB5721" w:rsidRPr="00C827A4" w:rsidRDefault="00FB5721">
            <w:pPr>
              <w:pStyle w:val="TAL"/>
            </w:pPr>
            <w:r w:rsidRPr="00C827A4">
              <w:t>Applet2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5B0935">
            <w:pPr>
              <w:pStyle w:val="TAC"/>
            </w:pPr>
            <w:r w:rsidRPr="00C827A4">
              <w:lastRenderedPageBreak/>
              <w:t>8</w:t>
            </w:r>
          </w:p>
        </w:tc>
        <w:tc>
          <w:tcPr>
            <w:tcW w:w="4111" w:type="dxa"/>
            <w:tcBorders>
              <w:top w:val="nil"/>
            </w:tcBorders>
          </w:tcPr>
          <w:p w:rsidR="00FB5721" w:rsidRPr="00C827A4" w:rsidRDefault="00FB5721" w:rsidP="005B0935">
            <w:pPr>
              <w:pStyle w:val="TAH"/>
            </w:pPr>
            <w:r w:rsidRPr="00C827A4">
              <w:t xml:space="preserve">Proactive Handler availability with EVENT_EVENT_DOWNLOAD_CALL_CONNECTED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1- Envelope event download call connected is sent to the UICC</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2- Applet1 gets the Proactive Handler</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sz w:val="18"/>
              </w:rPr>
            </w:pPr>
            <w:r w:rsidRPr="00C827A4">
              <w:rPr>
                <w:noProof w:val="0"/>
              </w:rPr>
              <w:t>3- Applet2 gets the Proactive Handler</w:t>
            </w:r>
          </w:p>
        </w:tc>
        <w:tc>
          <w:tcPr>
            <w:tcW w:w="2911" w:type="dxa"/>
            <w:tcBorders>
              <w:top w:val="nil"/>
            </w:tcBorders>
          </w:tcPr>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r w:rsidRPr="00C827A4">
              <w:t>1- Applet1 is triggered</w:t>
            </w:r>
          </w:p>
          <w:p w:rsidR="00FB5721" w:rsidRPr="00C827A4" w:rsidRDefault="00FB5721" w:rsidP="005B0935">
            <w:pPr>
              <w:pStyle w:val="TAL"/>
            </w:pPr>
          </w:p>
          <w:p w:rsidR="00FB5721" w:rsidRPr="00C827A4" w:rsidRDefault="00FB5721" w:rsidP="005B0935">
            <w:pPr>
              <w:pStyle w:val="TAL"/>
            </w:pPr>
            <w:r w:rsidRPr="00C827A4">
              <w:t>2- No exception is thrown</w:t>
            </w:r>
          </w:p>
          <w:p w:rsidR="00FB5721" w:rsidRPr="00C827A4" w:rsidRDefault="00FB5721" w:rsidP="005B0935">
            <w:pPr>
              <w:pStyle w:val="TAL"/>
            </w:pPr>
          </w:p>
          <w:p w:rsidR="00FB5721" w:rsidRPr="00C827A4" w:rsidRDefault="00FB5721" w:rsidP="005B0935">
            <w:pPr>
              <w:pStyle w:val="TAL"/>
            </w:pPr>
            <w:r w:rsidRPr="00C827A4">
              <w:t>Applet1 finalizes</w:t>
            </w:r>
          </w:p>
          <w:p w:rsidR="00FB5721" w:rsidRPr="00C827A4" w:rsidRDefault="00FB5721" w:rsidP="005B0935">
            <w:pPr>
              <w:pStyle w:val="TAL"/>
            </w:pPr>
            <w:r w:rsidRPr="00C827A4">
              <w:t>Applet2 is triggered</w:t>
            </w:r>
          </w:p>
          <w:p w:rsidR="00FB5721" w:rsidRPr="00C827A4" w:rsidRDefault="00FB5721" w:rsidP="005B0935">
            <w:pPr>
              <w:pStyle w:val="TAL"/>
            </w:pPr>
          </w:p>
          <w:p w:rsidR="00FB5721" w:rsidRPr="00C827A4" w:rsidRDefault="00FB5721" w:rsidP="005B0935">
            <w:pPr>
              <w:pStyle w:val="TAL"/>
            </w:pPr>
            <w:r w:rsidRPr="00C827A4">
              <w:t>3- No exception is thrown</w:t>
            </w:r>
          </w:p>
          <w:p w:rsidR="00FB5721" w:rsidRPr="00C827A4" w:rsidRDefault="00FB5721" w:rsidP="005B0935">
            <w:pPr>
              <w:pStyle w:val="TAL"/>
            </w:pPr>
          </w:p>
          <w:p w:rsidR="00FB5721" w:rsidRPr="00C827A4" w:rsidRDefault="00FB5721" w:rsidP="005B0935">
            <w:pPr>
              <w:pStyle w:val="TAL"/>
            </w:pPr>
            <w:r w:rsidRPr="00C827A4">
              <w:t>Applet2 finalizes</w:t>
            </w:r>
          </w:p>
          <w:p w:rsidR="00FB5721" w:rsidRPr="00C827A4" w:rsidRDefault="00FB5721" w:rsidP="005B0935">
            <w:pPr>
              <w:pStyle w:val="TAL"/>
            </w:pPr>
          </w:p>
        </w:tc>
        <w:tc>
          <w:tcPr>
            <w:tcW w:w="2334" w:type="dxa"/>
            <w:tcBorders>
              <w:top w:val="nil"/>
            </w:tcBorders>
          </w:tcPr>
          <w:p w:rsidR="00FB5721" w:rsidRPr="00C827A4" w:rsidRDefault="00FB5721" w:rsidP="005B0935">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9</w:t>
            </w:r>
          </w:p>
        </w:tc>
        <w:tc>
          <w:tcPr>
            <w:tcW w:w="4111" w:type="dxa"/>
            <w:tcBorders>
              <w:top w:val="nil"/>
            </w:tcBorders>
          </w:tcPr>
          <w:p w:rsidR="00FB5721" w:rsidRPr="00C827A4" w:rsidRDefault="00FB5721">
            <w:pPr>
              <w:pStyle w:val="TAH"/>
            </w:pPr>
            <w:r w:rsidRPr="00C827A4">
              <w:t xml:space="preserve">Proactive Handler availability with EVENT_EVENT_DOWNLOAD_CALL_DISCONNECTED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call disconnected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sz w:val="18"/>
              </w:rPr>
            </w:pPr>
            <w:r w:rsidRPr="00C827A4">
              <w:rPr>
                <w:noProof w:val="0"/>
              </w:rPr>
              <w:t>3- Applet2 gets the Proactive Handler</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t>10</w:t>
            </w:r>
          </w:p>
        </w:tc>
        <w:tc>
          <w:tcPr>
            <w:tcW w:w="4111" w:type="dxa"/>
            <w:tcBorders>
              <w:top w:val="nil"/>
            </w:tcBorders>
          </w:tcPr>
          <w:p w:rsidR="00FB5721" w:rsidRPr="00C827A4" w:rsidRDefault="00FB5721">
            <w:pPr>
              <w:pStyle w:val="TAH"/>
            </w:pPr>
            <w:r w:rsidRPr="00C827A4">
              <w:t xml:space="preserve">Applets triggering with EVENT_EVENT_DOWNLOAD_LOCATION_STATUS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location 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r w:rsidRPr="00C827A4">
              <w:t>Applet2 finalizes</w:t>
            </w:r>
          </w:p>
          <w:p w:rsidR="00FB5721" w:rsidRPr="00C827A4" w:rsidRDefault="00FB5721">
            <w:pPr>
              <w:pStyle w:val="TAL"/>
            </w:pPr>
          </w:p>
        </w:tc>
        <w:tc>
          <w:tcPr>
            <w:tcW w:w="2334" w:type="dxa"/>
            <w:tcBorders>
              <w:top w:val="nil"/>
            </w:tcBorders>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11</w:t>
            </w:r>
          </w:p>
        </w:tc>
        <w:tc>
          <w:tcPr>
            <w:tcW w:w="4111" w:type="dxa"/>
            <w:tcBorders>
              <w:top w:val="nil"/>
            </w:tcBorders>
          </w:tcPr>
          <w:p w:rsidR="00FB5721" w:rsidRPr="00C827A4" w:rsidRDefault="00FB5721">
            <w:pPr>
              <w:pStyle w:val="TAH"/>
            </w:pPr>
            <w:r w:rsidRPr="00C827A4">
              <w:t xml:space="preserve">Proactive Handler availability with EVENT_EVENT_DOWNLOAD_USER_ACTIVITY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user activity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5B0935">
            <w:pPr>
              <w:pStyle w:val="TAC"/>
            </w:pPr>
            <w:r w:rsidRPr="00C827A4">
              <w:lastRenderedPageBreak/>
              <w:t>12</w:t>
            </w:r>
          </w:p>
        </w:tc>
        <w:tc>
          <w:tcPr>
            <w:tcW w:w="4111" w:type="dxa"/>
            <w:tcBorders>
              <w:top w:val="nil"/>
            </w:tcBorders>
          </w:tcPr>
          <w:p w:rsidR="00FB5721" w:rsidRPr="00C827A4" w:rsidRDefault="00FB5721" w:rsidP="005B0935">
            <w:pPr>
              <w:pStyle w:val="TAH"/>
            </w:pPr>
            <w:r w:rsidRPr="00C827A4">
              <w:t xml:space="preserve">Proactive Handler availability with EVENT_EVENT_DOWNLOAD_IDLE_SCREEN_AVAILABLE </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1- Envelope event download idle screen available is sent to the UICC</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2- Applet1 gets the Proactive Handler</w:t>
            </w: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p>
          <w:p w:rsidR="00FB5721" w:rsidRPr="00C827A4" w:rsidRDefault="00FB5721" w:rsidP="005B0935">
            <w:pPr>
              <w:pStyle w:val="PL"/>
              <w:keepNext/>
              <w:keepLines/>
              <w:rPr>
                <w:noProof w:val="0"/>
              </w:rPr>
            </w:pPr>
            <w:r w:rsidRPr="00C827A4">
              <w:rPr>
                <w:noProof w:val="0"/>
              </w:rPr>
              <w:t>3- Applet2 gets the Proactive Handler</w:t>
            </w:r>
          </w:p>
        </w:tc>
        <w:tc>
          <w:tcPr>
            <w:tcW w:w="2911" w:type="dxa"/>
            <w:tcBorders>
              <w:top w:val="nil"/>
            </w:tcBorders>
          </w:tcPr>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r w:rsidRPr="00C827A4">
              <w:t>1- Applet1 is triggered</w:t>
            </w:r>
          </w:p>
          <w:p w:rsidR="00FB5721" w:rsidRPr="00C827A4" w:rsidRDefault="00FB5721" w:rsidP="005B0935">
            <w:pPr>
              <w:pStyle w:val="TAL"/>
            </w:pPr>
          </w:p>
          <w:p w:rsidR="00FB5721" w:rsidRPr="00C827A4" w:rsidRDefault="00FB5721" w:rsidP="005B0935">
            <w:pPr>
              <w:pStyle w:val="TAL"/>
            </w:pPr>
          </w:p>
          <w:p w:rsidR="00FB5721" w:rsidRPr="00C827A4" w:rsidRDefault="00FB5721" w:rsidP="005B0935">
            <w:pPr>
              <w:pStyle w:val="TAL"/>
            </w:pPr>
            <w:r w:rsidRPr="00C827A4">
              <w:t>2- No exception is thrown</w:t>
            </w:r>
          </w:p>
          <w:p w:rsidR="00FB5721" w:rsidRPr="00C827A4" w:rsidRDefault="00FB5721" w:rsidP="005B0935">
            <w:pPr>
              <w:pStyle w:val="TAL"/>
            </w:pPr>
          </w:p>
          <w:p w:rsidR="00FB5721" w:rsidRPr="00C827A4" w:rsidRDefault="00FB5721" w:rsidP="005B0935">
            <w:pPr>
              <w:pStyle w:val="TAL"/>
            </w:pPr>
            <w:r w:rsidRPr="00C827A4">
              <w:t>Applet1 finalizes</w:t>
            </w:r>
          </w:p>
          <w:p w:rsidR="00FB5721" w:rsidRPr="00C827A4" w:rsidRDefault="00FB5721" w:rsidP="005B0935">
            <w:pPr>
              <w:pStyle w:val="TAL"/>
            </w:pPr>
            <w:r w:rsidRPr="00C827A4">
              <w:t>Applet2 is triggered</w:t>
            </w:r>
          </w:p>
          <w:p w:rsidR="00FB5721" w:rsidRPr="00C827A4" w:rsidRDefault="00FB5721" w:rsidP="005B0935">
            <w:pPr>
              <w:pStyle w:val="TAL"/>
            </w:pPr>
          </w:p>
          <w:p w:rsidR="00FB5721" w:rsidRPr="00C827A4" w:rsidRDefault="00FB5721" w:rsidP="005B0935">
            <w:pPr>
              <w:pStyle w:val="TAL"/>
            </w:pPr>
            <w:r w:rsidRPr="00C827A4">
              <w:t>3- No exception is thrown</w:t>
            </w:r>
          </w:p>
          <w:p w:rsidR="00FB5721" w:rsidRPr="00C827A4" w:rsidRDefault="00FB5721" w:rsidP="005B0935">
            <w:pPr>
              <w:pStyle w:val="TAL"/>
            </w:pPr>
          </w:p>
          <w:p w:rsidR="00FB5721" w:rsidRPr="00C827A4" w:rsidRDefault="00FB5721" w:rsidP="005B0935">
            <w:pPr>
              <w:pStyle w:val="TAL"/>
            </w:pPr>
            <w:r w:rsidRPr="00C827A4">
              <w:t>Applet2 finalizes</w:t>
            </w:r>
          </w:p>
          <w:p w:rsidR="00FB5721" w:rsidRPr="00C827A4" w:rsidRDefault="00FB5721" w:rsidP="005B0935">
            <w:pPr>
              <w:pStyle w:val="TAL"/>
            </w:pPr>
          </w:p>
        </w:tc>
        <w:tc>
          <w:tcPr>
            <w:tcW w:w="2334" w:type="dxa"/>
            <w:tcBorders>
              <w:top w:val="nil"/>
            </w:tcBorders>
          </w:tcPr>
          <w:p w:rsidR="00FB5721" w:rsidRPr="00C827A4" w:rsidRDefault="00FB5721" w:rsidP="005B0935">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13</w:t>
            </w:r>
          </w:p>
        </w:tc>
        <w:tc>
          <w:tcPr>
            <w:tcW w:w="4111" w:type="dxa"/>
            <w:tcBorders>
              <w:top w:val="nil"/>
            </w:tcBorders>
          </w:tcPr>
          <w:p w:rsidR="00FB5721" w:rsidRPr="00C827A4" w:rsidRDefault="00FB5721">
            <w:pPr>
              <w:pStyle w:val="TAH"/>
            </w:pPr>
            <w:r w:rsidRPr="00C827A4">
              <w:t xml:space="preserve">Proactive Handler availability with EVENT_EVENT_DOWNLOAD_CARD_READER_STATUS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card reader 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rsidTr="00F744FF">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14</w:t>
            </w:r>
          </w:p>
        </w:tc>
        <w:tc>
          <w:tcPr>
            <w:tcW w:w="4111" w:type="dxa"/>
            <w:tcBorders>
              <w:top w:val="nil"/>
              <w:bottom w:val="single" w:sz="4" w:space="0" w:color="auto"/>
            </w:tcBorders>
          </w:tcPr>
          <w:p w:rsidR="00FB5721" w:rsidRPr="00C827A4" w:rsidRDefault="00FB5721">
            <w:pPr>
              <w:pStyle w:val="TAH"/>
            </w:pPr>
            <w:r w:rsidRPr="00C827A4">
              <w:t xml:space="preserve">Proactive Handler availability with EVENT_EVENT_DOWNLOAD_LANGUAGE_SELECTION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language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r w:rsidRPr="00C827A4">
              <w:t>Applet2 finalizes</w:t>
            </w:r>
          </w:p>
          <w:p w:rsidR="00FB5721" w:rsidRPr="00C827A4" w:rsidRDefault="00FB5721">
            <w:pPr>
              <w:pStyle w:val="TAL"/>
            </w:pPr>
          </w:p>
        </w:tc>
        <w:tc>
          <w:tcPr>
            <w:tcW w:w="2334" w:type="dxa"/>
            <w:tcBorders>
              <w:top w:val="nil"/>
              <w:bottom w:val="single" w:sz="4" w:space="0" w:color="auto"/>
            </w:tcBorders>
          </w:tcPr>
          <w:p w:rsidR="00FB5721" w:rsidRPr="00C827A4" w:rsidRDefault="00FB5721">
            <w:pPr>
              <w:pStyle w:val="textcell"/>
              <w:keepNext/>
              <w:keepLines/>
              <w:rPr>
                <w:rFonts w:ascii="Arial" w:hAnsi="Arial"/>
                <w:sz w:val="18"/>
                <w:lang w:val="en-GB"/>
              </w:rPr>
            </w:pPr>
          </w:p>
        </w:tc>
      </w:tr>
      <w:tr w:rsidR="00FB5721" w:rsidRPr="00C827A4" w:rsidTr="00F744FF">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15</w:t>
            </w:r>
          </w:p>
        </w:tc>
        <w:tc>
          <w:tcPr>
            <w:tcW w:w="4111" w:type="dxa"/>
            <w:tcBorders>
              <w:top w:val="single" w:sz="4" w:space="0" w:color="auto"/>
              <w:bottom w:val="single" w:sz="4" w:space="0" w:color="auto"/>
            </w:tcBorders>
          </w:tcPr>
          <w:p w:rsidR="00FB5721" w:rsidRPr="00C827A4" w:rsidRDefault="00FB5721">
            <w:pPr>
              <w:pStyle w:val="TAH"/>
            </w:pPr>
            <w:r w:rsidRPr="00C827A4">
              <w:t xml:space="preserve">Proactive Handler availability with EVENT_EVENT_DOWNLOAD_BROWSER_TERMINATION </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browser termination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gets the Proactive Handler</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rsidTr="00F744FF">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16</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 xml:space="preserve">Proactive Handler availability with EVENT_STATUS_COMMAND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Status command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2-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F744FF">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17</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Proactive Handler availability with EVENT_EVENT_DOWNLOAD_DATA_AVAILABLE</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Applet1 builds a proactive command OPEN CHANNEL proactiveHandler.send() method is called.</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An Envelope Event Download Data Available is sent to the UICC, with channelId=01.</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No exception is thrown</w:t>
            </w:r>
          </w:p>
          <w:p w:rsidR="00FB5721" w:rsidRPr="00C827A4" w:rsidRDefault="00FB5721" w:rsidP="00F744FF">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F744FF">
            <w:pPr>
              <w:pStyle w:val="textcell"/>
              <w:jc w:val="left"/>
              <w:rPr>
                <w:rFonts w:ascii="Arial" w:hAnsi="Arial"/>
                <w:sz w:val="18"/>
                <w:lang w:val="en-GB"/>
              </w:rPr>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OPEN CHANNEL proactive Command is fetched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TERMINAL RESPONSE is issued with Channel Id = 01</w:t>
            </w:r>
          </w:p>
          <w:p w:rsidR="00FB5721" w:rsidRPr="00C827A4" w:rsidRDefault="00FB5721" w:rsidP="00F744FF">
            <w:pPr>
              <w:pStyle w:val="TAL"/>
              <w:keepNext w:val="0"/>
              <w:keepLines w:val="0"/>
            </w:pPr>
          </w:p>
          <w:p w:rsidR="00FB5721" w:rsidRPr="00C827A4" w:rsidRDefault="00FB5721" w:rsidP="00F744FF">
            <w:pPr>
              <w:pStyle w:val="BodyTextIndent3"/>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18</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Proactive Handler availability with EVENT_EVENT_DOWNLOAD_CHANNEL_STATUS</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An Envelope Event Download Channel Status is sent to the UICC, with ChannelId=01</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No exception is thrown</w:t>
            </w:r>
          </w:p>
          <w:p w:rsidR="00FB5721" w:rsidRPr="00C827A4" w:rsidRDefault="00FB5721" w:rsidP="00F744FF">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19</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Proactive Handler availability with UNRECOGNIZED_ENVELOPE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 xml:space="preserve">1- An unrecognized Envelope (BER TLV Tag unrecognized) is sent to the UICC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 xml:space="preserve"> </w:t>
            </w:r>
          </w:p>
          <w:p w:rsidR="00FB5721" w:rsidRPr="00C827A4" w:rsidRDefault="00FB5721" w:rsidP="00F744FF">
            <w:pPr>
              <w:pStyle w:val="TAL"/>
              <w:keepNext w:val="0"/>
              <w:keepLines w:val="0"/>
            </w:pPr>
            <w:r w:rsidRPr="00C827A4">
              <w:t>2-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20</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Proactive Handler availability with EVENT_EVENT_DOWNLOAD_ACCESS_TECHNOLOGY_CHANGE</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 xml:space="preserve">1- An envelope event download access technology change is sent to the UICC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21</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Proactive Handler availability with EVENT_EVENT_DOWNLOAD_DISPLAY_PARAMETERS_CHANGED</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 xml:space="preserve">1- An envelope event download display parameter changed is sent to the UICC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4-Applet2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2-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 xml:space="preserve">3- Applet1 sends a DECLARE SERVICE (add) proactive command with its service identifier </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4-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3- DECLARE SERVICE (add) proactive command is fetched</w:t>
            </w:r>
          </w:p>
          <w:p w:rsidR="00FB5721" w:rsidRPr="00C827A4" w:rsidRDefault="00FB5721" w:rsidP="00F744FF">
            <w:pPr>
              <w:pStyle w:val="BodyTextIndent3"/>
              <w:keepNext/>
              <w:ind w:left="0"/>
              <w:rPr>
                <w:rFonts w:ascii="Arial" w:hAnsi="Arial"/>
                <w:sz w:val="18"/>
              </w:rPr>
            </w:pPr>
          </w:p>
          <w:p w:rsidR="00FB5721" w:rsidRPr="00C827A4" w:rsidRDefault="00FB5721" w:rsidP="00F744FF">
            <w:pPr>
              <w:pStyle w:val="BodyTextIndent3"/>
              <w:keepNext/>
              <w:ind w:left="0"/>
              <w:rPr>
                <w:rFonts w:ascii="Arial" w:hAnsi="Arial"/>
                <w:sz w:val="18"/>
              </w:rPr>
            </w:pPr>
            <w:r w:rsidRPr="00C827A4">
              <w:rPr>
                <w:rFonts w:ascii="Arial" w:hAnsi="Arial"/>
                <w:sz w:val="18"/>
              </w:rPr>
              <w:t xml:space="preserve">              Successful TERMINAL RESPONSE is issued </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22</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Proactive Handler availability with EVENT_EVENT_DOWNLOAD_LOCAL_CONNECTION</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An envelope event download local connection is sent to the UICC, with the</w:t>
            </w:r>
          </w:p>
          <w:p w:rsidR="00FB5721" w:rsidRPr="00C827A4" w:rsidRDefault="00FB5721" w:rsidP="00F744FF">
            <w:pPr>
              <w:pStyle w:val="PL"/>
              <w:rPr>
                <w:noProof w:val="0"/>
              </w:rPr>
            </w:pPr>
            <w:r w:rsidRPr="00C827A4">
              <w:rPr>
                <w:noProof w:val="0"/>
              </w:rPr>
              <w:t>allocated service identifier</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23</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Proactive Handler availability with EVENT_PROACTIVE_HANDLER_AVAILABLE</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call connected is sent to the UICC</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2-The display Text proactive command is fetch and the terminal response is sent</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4-Applet2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 and registers to EVENT_PROACTIVE_HANDLER_AVAILABLE</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 xml:space="preserve">Applet2 is triggered, registers to </w:t>
            </w:r>
          </w:p>
          <w:p w:rsidR="00FB5721" w:rsidRPr="00C827A4" w:rsidRDefault="00FB5721" w:rsidP="00F744FF">
            <w:pPr>
              <w:pStyle w:val="TAL"/>
              <w:keepNext w:val="0"/>
              <w:keepLines w:val="0"/>
            </w:pPr>
            <w:r w:rsidRPr="00C827A4">
              <w:t>EVENT_PROACTIVE_HANDLER_AVAILABLE and sends a Display Test proactive command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Applet1 is triggered by EVENT_PROACTIVE_HANDLER_AVAILABLE</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 by EVENT_PROACTIVE_HANDLER_AVAILABLE</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4-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24</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Proactive Handler availability with EVENT_APPLICATION_DESELECT</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 xml:space="preserve">1- Select for activation ADF1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 xml:space="preserve">2- Select for termination ADF1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Applet1 gets the Proactive Handler</w:t>
            </w:r>
          </w:p>
          <w:p w:rsidR="00FB5721" w:rsidRPr="00C827A4" w:rsidRDefault="00FB5721" w:rsidP="00F744FF">
            <w:pPr>
              <w:pStyle w:val="PL"/>
              <w:keepNext/>
              <w:rPr>
                <w:noProof w:val="0"/>
              </w:rPr>
            </w:pPr>
            <w:r w:rsidRPr="00C827A4">
              <w:rPr>
                <w:noProof w:val="0"/>
              </w:rPr>
              <w:t>Applet1 deregisters to EVENT_APPLICATION_DESELECT.</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4-Applet2 gets the Proactive Handler</w:t>
            </w:r>
          </w:p>
          <w:p w:rsidR="00FB5721" w:rsidRPr="00C827A4" w:rsidRDefault="00FB5721" w:rsidP="00F744FF">
            <w:pPr>
              <w:pStyle w:val="PL"/>
              <w:keepNext/>
              <w:rPr>
                <w:noProof w:val="0"/>
              </w:rPr>
            </w:pPr>
            <w:r w:rsidRPr="00C827A4">
              <w:rPr>
                <w:noProof w:val="0"/>
              </w:rPr>
              <w:t>Applet2 deregisters to EVENT_APPLICATION_DESELECT</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2-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4-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25</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EVENT_MENU SELECTION_HELP_REQUEST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Reset the card without sending the Terminal Profile</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Envelope menu selection with help request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26</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The ProactiveHandler is not available before the Terminal Profile with EVENT_MENU SELECTION</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menu selection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TAH"/>
              <w:keepNext w:val="0"/>
              <w:keepLines w:val="0"/>
            </w:pP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 xml:space="preserve">1- Applet1 is triggered </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27</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EVENT_TIMER_EXPIRATION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Timer Id =1</w:t>
            </w:r>
          </w:p>
          <w:p w:rsidR="00FB5721" w:rsidRPr="00C827A4" w:rsidRDefault="00FB5721" w:rsidP="00F744FF">
            <w:pPr>
              <w:pStyle w:val="PL"/>
              <w:rPr>
                <w:noProof w:val="0"/>
              </w:rPr>
            </w:pPr>
            <w:r w:rsidRPr="00C827A4">
              <w:rPr>
                <w:noProof w:val="0"/>
              </w:rPr>
              <w:t>Envelope Timer Expiration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28</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 xml:space="preserve">The ProactiveHandler is not available before the Terminal Profile with EVENT_CALL_CONTROL_BY_NAA </w:t>
            </w:r>
          </w:p>
          <w:p w:rsidR="00FB5721" w:rsidRPr="00C827A4" w:rsidRDefault="00FB5721" w:rsidP="00F744FF">
            <w:pPr>
              <w:pStyle w:val="TAH"/>
              <w:keepLines w:val="0"/>
            </w:pPr>
          </w:p>
          <w:p w:rsidR="00FB5721" w:rsidRPr="00C827A4" w:rsidRDefault="00FB5721" w:rsidP="00F744FF">
            <w:pPr>
              <w:pStyle w:val="PL"/>
              <w:keepNext/>
              <w:rPr>
                <w:noProof w:val="0"/>
              </w:rPr>
            </w:pPr>
            <w:r w:rsidRPr="00C827A4">
              <w:rPr>
                <w:noProof w:val="0"/>
              </w:rPr>
              <w:t>1- Envelope call control by NAA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29</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EVENT_EVENT_DOWNLOAD_MT_CALL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mt call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30</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EVENT_EVENT_DOWNLOAD_CALL_CONNECTED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call connected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31</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 xml:space="preserve">The ProactiveHandler is not available before the Terminal Profile with EVENT_EVENT_DOWNLOAD_CALL_DISCONNECTED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Envelope event download call disconnected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32</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EVENT_EVENT_DOWNLOAD_LOCATION_STATUS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location status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33</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EVENT_EVENT_DOWNLOAD_USER_ACTIVITY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user activity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34</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 xml:space="preserve">The ProactiveHandler is not available before the Terminal Profile with EVENT_EVENT_DOWNLOAD_IDLE_SCREEN_AVAILABLE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Envelope event download idle screen available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35</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EVENT_EVENT_DOWNLOAD_CARD_READER_STATUS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card reader status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36</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EVENT_EVENT_DOWNLOAD_LANGUAGE_SELECTION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language selection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37</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 xml:space="preserve">The ProactiveHandler is not available before the Terminal Profile with EVENT_EVENT_DOWNLOAD_BROWSER_TERMINATION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Envelope event download browser termination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38</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EVENT_STATUS_COMMAND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Status command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39</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The ProactiveHandler is not available before the Terminal Profile with UNRECOGNIZED_ENVELOPE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 xml:space="preserve">1- An unrecognized Envelope (BER TLV Tag unrecognized) is sent to the UICC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 xml:space="preserve"> </w:t>
            </w: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40</w:t>
            </w:r>
          </w:p>
        </w:tc>
        <w:tc>
          <w:tcPr>
            <w:tcW w:w="4111" w:type="dxa"/>
            <w:tcBorders>
              <w:top w:val="single" w:sz="4" w:space="0" w:color="auto"/>
              <w:bottom w:val="single" w:sz="4" w:space="0" w:color="auto"/>
            </w:tcBorders>
          </w:tcPr>
          <w:p w:rsidR="00FB5721" w:rsidRPr="00C827A4" w:rsidRDefault="00FB5721" w:rsidP="00F744FF">
            <w:pPr>
              <w:pStyle w:val="TAH"/>
              <w:keepLines w:val="0"/>
            </w:pPr>
            <w:r w:rsidRPr="00C827A4">
              <w:t>The ProactiveHandler is not available before the Terminal Profile with EVENT_EVENT_DOWNLOAD_ACCESS_TECHNOLOGY_CHANGE</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 xml:space="preserve">1- An envelope event download access technology change is sent to the UICC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BodyTextIndent3"/>
              <w:keepNext/>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41</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The ProactiveHandler is not available before the Terminal Profile with EVENT_EVENT_DOWNLOAD_DISPLAY_PARAMETERS_CHANGED</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 xml:space="preserve">1- An envelope event download display parameter changed is sent to the UICC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registers to EVENT_PROACTIVE_HANDLER_AVAILABLE then finalizes</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registers to EVENT_PROACTIVE_HANDLER_AVAILABLE then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42</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The ProactiveHandler is not available before the Terminal Profile with EVENT_PROACTIVE_HANDLER_AVAILABLE</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TAL"/>
              <w:keepNext w:val="0"/>
              <w:keepLines w:val="0"/>
            </w:pP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and Applet2 are not triggered by EVENT_PROACTIVE_HANDLER_AVAILABLE</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BodyTextIndent3"/>
              <w:ind w:left="0"/>
              <w:rPr>
                <w:rFonts w:ascii="Arial" w:hAnsi="Arial"/>
                <w:sz w:val="18"/>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43</w:t>
            </w:r>
          </w:p>
        </w:tc>
        <w:tc>
          <w:tcPr>
            <w:tcW w:w="4111" w:type="dxa"/>
            <w:tcBorders>
              <w:top w:val="single" w:sz="4" w:space="0" w:color="auto"/>
              <w:bottom w:val="single" w:sz="4" w:space="0" w:color="auto"/>
            </w:tcBorders>
          </w:tcPr>
          <w:p w:rsidR="00FB5721" w:rsidRPr="00C827A4" w:rsidRDefault="00FB5721" w:rsidP="00F744FF">
            <w:pPr>
              <w:pStyle w:val="TAH"/>
              <w:keepLines w:val="0"/>
              <w:ind w:right="184"/>
            </w:pPr>
            <w:r w:rsidRPr="00C827A4">
              <w:t>The ProactiveHandler is not available before the Terminal Profile with EVENT_EVENT_DOWNLOAD_NETWORK_SEARCH_MODE_CHANGE</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Envelope event download network search mode change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2- A ToolkitException HANDLER_NOT_AVAILABLE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deregisters from</w:t>
            </w:r>
          </w:p>
          <w:p w:rsidR="00FB5721" w:rsidRPr="00C827A4" w:rsidRDefault="00FB5721" w:rsidP="00F744FF">
            <w:pPr>
              <w:pStyle w:val="TAL"/>
              <w:keepLines w:val="0"/>
            </w:pPr>
            <w:r w:rsidRPr="00C827A4">
              <w:t>EVENT_PROACTIVE_HANDLER_AVAILABLE</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A ToolkitException HANDLER_NOT_AVAILABLE is thrown</w:t>
            </w:r>
          </w:p>
          <w:p w:rsidR="00FB5721" w:rsidRPr="00C827A4" w:rsidRDefault="00FB5721" w:rsidP="00F744FF">
            <w:pPr>
              <w:pStyle w:val="TAL"/>
              <w:keepLines w:val="0"/>
            </w:pPr>
            <w:r w:rsidRPr="00C827A4">
              <w:t>Applet2 deregisters from</w:t>
            </w:r>
          </w:p>
          <w:p w:rsidR="00FB5721" w:rsidRPr="00C827A4" w:rsidRDefault="00FB5721" w:rsidP="00F744FF">
            <w:pPr>
              <w:pStyle w:val="TAL"/>
              <w:keepLines w:val="0"/>
            </w:pPr>
            <w:r w:rsidRPr="00C827A4">
              <w:t>EVENT_PROACTIVE_HANDLER_AVAILABLE</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p w:rsidR="00FB5721" w:rsidRPr="00C827A4" w:rsidRDefault="00FB5721" w:rsidP="00F744FF">
            <w:pPr>
              <w:pStyle w:val="TAL"/>
              <w:keepLines w:val="0"/>
            </w:pPr>
          </w:p>
          <w:p w:rsidR="00FB5721" w:rsidRPr="00C827A4" w:rsidRDefault="00FB5721" w:rsidP="00F744FF">
            <w:pPr>
              <w:pStyle w:val="TAL"/>
              <w:keepLines w:val="0"/>
            </w:pPr>
          </w:p>
        </w:tc>
        <w:tc>
          <w:tcPr>
            <w:tcW w:w="2334" w:type="dxa"/>
            <w:tcBorders>
              <w:top w:val="single" w:sz="4" w:space="0" w:color="auto"/>
              <w:bottom w:val="single" w:sz="4" w:space="0" w:color="auto"/>
            </w:tcBorders>
          </w:tcPr>
          <w:p w:rsidR="00FB5721" w:rsidRPr="00C827A4" w:rsidRDefault="00FB5721" w:rsidP="00F744FF">
            <w:pPr>
              <w:pStyle w:val="TAL"/>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44</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The ProactiveHandler is not available before the Terminal Profile with EVENT_EVENT_DOWNLOAD_BROWSING STATUS</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browsing status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bCs/>
                <w:noProof w:val="0"/>
              </w:rPr>
            </w:pPr>
            <w:r w:rsidRPr="00C827A4">
              <w:rPr>
                <w:bCs/>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Lines w:val="0"/>
            </w:pPr>
            <w:r w:rsidRPr="00C827A4">
              <w:lastRenderedPageBreak/>
              <w:t>45</w:t>
            </w:r>
          </w:p>
        </w:tc>
        <w:tc>
          <w:tcPr>
            <w:tcW w:w="4111" w:type="dxa"/>
            <w:tcBorders>
              <w:top w:val="single" w:sz="4" w:space="0" w:color="auto"/>
              <w:bottom w:val="single" w:sz="4" w:space="0" w:color="auto"/>
            </w:tcBorders>
          </w:tcPr>
          <w:p w:rsidR="00FB5721" w:rsidRPr="00C827A4" w:rsidRDefault="00FB5721" w:rsidP="00F744FF">
            <w:pPr>
              <w:pStyle w:val="TAH"/>
              <w:keepLines w:val="0"/>
              <w:ind w:right="184"/>
            </w:pPr>
            <w:r w:rsidRPr="00C827A4">
              <w:t xml:space="preserve">Proactive Handler availability with EVENT_EVENT_DOWNLOAD_NETWORK_SEARCH_MODE_CHANGE </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0- Reset card and sendTerminal Profile without facility SETUP_EVENT_LIST</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1- Envelope event download network search mode change is sent to the UICC</w:t>
            </w: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2- Applet1 gets the Proactive Handler</w:t>
            </w: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p>
          <w:p w:rsidR="00FB5721" w:rsidRPr="00C827A4" w:rsidRDefault="00FB5721" w:rsidP="00F744FF">
            <w:pPr>
              <w:pStyle w:val="PL"/>
              <w:keepNext/>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1- Applet1 is triggered</w:t>
            </w:r>
          </w:p>
          <w:p w:rsidR="00FB5721" w:rsidRPr="00C827A4" w:rsidRDefault="00FB5721" w:rsidP="00F744FF">
            <w:pPr>
              <w:pStyle w:val="TAL"/>
              <w:keepLines w:val="0"/>
            </w:pPr>
          </w:p>
          <w:p w:rsidR="00FB5721" w:rsidRPr="00C827A4" w:rsidRDefault="00FB5721" w:rsidP="00F744FF">
            <w:pPr>
              <w:pStyle w:val="TAL"/>
              <w:keepLines w:val="0"/>
            </w:pPr>
          </w:p>
          <w:p w:rsidR="00FB5721" w:rsidRPr="00C827A4" w:rsidRDefault="00FB5721" w:rsidP="00F744FF">
            <w:pPr>
              <w:pStyle w:val="TAL"/>
              <w:keepLines w:val="0"/>
            </w:pPr>
            <w:r w:rsidRPr="00C827A4">
              <w:t>2-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Applet1 finalizes</w:t>
            </w:r>
          </w:p>
          <w:p w:rsidR="00FB5721" w:rsidRPr="00C827A4" w:rsidRDefault="00FB5721" w:rsidP="00F744FF">
            <w:pPr>
              <w:pStyle w:val="TAL"/>
              <w:keepLines w:val="0"/>
            </w:pPr>
            <w:r w:rsidRPr="00C827A4">
              <w:t>Applet2 is triggered</w:t>
            </w:r>
          </w:p>
          <w:p w:rsidR="00FB5721" w:rsidRPr="00C827A4" w:rsidRDefault="00FB5721" w:rsidP="00F744FF">
            <w:pPr>
              <w:pStyle w:val="TAL"/>
              <w:keepLines w:val="0"/>
            </w:pPr>
          </w:p>
          <w:p w:rsidR="00FB5721" w:rsidRPr="00C827A4" w:rsidRDefault="00FB5721" w:rsidP="00F744FF">
            <w:pPr>
              <w:pStyle w:val="TAL"/>
              <w:keepLines w:val="0"/>
            </w:pPr>
            <w:r w:rsidRPr="00C827A4">
              <w:t>3- No exception is thrown</w:t>
            </w:r>
          </w:p>
          <w:p w:rsidR="00FB5721" w:rsidRPr="00C827A4" w:rsidRDefault="00FB5721" w:rsidP="00F744FF">
            <w:pPr>
              <w:pStyle w:val="TAL"/>
              <w:keepLines w:val="0"/>
            </w:pPr>
          </w:p>
          <w:p w:rsidR="00FB5721" w:rsidRPr="00C827A4" w:rsidRDefault="00FB5721" w:rsidP="00F744FF">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F744FF">
            <w:pPr>
              <w:pStyle w:val="TAL"/>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46</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 xml:space="preserve">Proactive Handler availability with EVENT_EVENT_DOWNLOAD_BROWSING STATUS </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Envelope event download browsing status is sent to the UICC</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Applet1 gets the Proactive Handler</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Applet2 gets the Proactive 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1- Applet1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Applet1 finalizes</w:t>
            </w:r>
          </w:p>
          <w:p w:rsidR="00FB5721" w:rsidRPr="00C827A4" w:rsidRDefault="00FB5721" w:rsidP="00F744FF">
            <w:pPr>
              <w:pStyle w:val="TAL"/>
              <w:keepNext w:val="0"/>
              <w:keepLines w:val="0"/>
            </w:pPr>
            <w:r w:rsidRPr="00C827A4">
              <w:t>Applet2 is triggered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No exception is thrown</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Applet2 finalizes</w:t>
            </w:r>
          </w:p>
          <w:p w:rsidR="00FB5721" w:rsidRPr="00C827A4" w:rsidRDefault="00FB5721" w:rsidP="00F744FF">
            <w:pPr>
              <w:pStyle w:val="TAL"/>
              <w:keepNext w:val="0"/>
              <w:keepLines w:val="0"/>
            </w:pPr>
          </w:p>
        </w:tc>
        <w:tc>
          <w:tcPr>
            <w:tcW w:w="2334" w:type="dxa"/>
            <w:tcBorders>
              <w:top w:val="single" w:sz="4" w:space="0" w:color="auto"/>
              <w:bottom w:val="single" w:sz="4" w:space="0" w:color="auto"/>
            </w:tcBorders>
          </w:tcPr>
          <w:p w:rsidR="00FB5721" w:rsidRPr="00C827A4" w:rsidRDefault="00FB5721" w:rsidP="00F744FF">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F744FF">
            <w:pPr>
              <w:pStyle w:val="TAC"/>
              <w:keepNext w:val="0"/>
              <w:keepLines w:val="0"/>
            </w:pPr>
            <w:r w:rsidRPr="00C827A4">
              <w:t>47</w:t>
            </w:r>
          </w:p>
        </w:tc>
        <w:tc>
          <w:tcPr>
            <w:tcW w:w="4111" w:type="dxa"/>
            <w:tcBorders>
              <w:top w:val="single" w:sz="4" w:space="0" w:color="auto"/>
              <w:bottom w:val="single" w:sz="4" w:space="0" w:color="auto"/>
            </w:tcBorders>
          </w:tcPr>
          <w:p w:rsidR="00FB5721" w:rsidRPr="00C827A4" w:rsidRDefault="00FB5721" w:rsidP="00F744FF">
            <w:pPr>
              <w:pStyle w:val="TAH"/>
              <w:keepNext w:val="0"/>
              <w:keepLines w:val="0"/>
            </w:pPr>
            <w:r w:rsidRPr="00C827A4">
              <w:t>The ProactiveHandler is not available outside the processToolkit() method</w:t>
            </w: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1- Install Applet3. In its install method, Applet3 gets the ProactiveHandler in a Try/Catch session</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2- Select Applet3</w:t>
            </w:r>
          </w:p>
          <w:p w:rsidR="00FB5721" w:rsidRPr="00C827A4" w:rsidRDefault="00FB5721" w:rsidP="00F744FF">
            <w:pPr>
              <w:pStyle w:val="PL"/>
              <w:rPr>
                <w:noProof w:val="0"/>
              </w:rPr>
            </w:pPr>
          </w:p>
          <w:p w:rsidR="00FB5721" w:rsidRPr="00C827A4" w:rsidRDefault="00FB5721" w:rsidP="00F744FF">
            <w:pPr>
              <w:pStyle w:val="PL"/>
              <w:rPr>
                <w:noProof w:val="0"/>
              </w:rPr>
            </w:pPr>
          </w:p>
          <w:p w:rsidR="00FB5721" w:rsidRPr="00C827A4" w:rsidRDefault="00FB5721" w:rsidP="00F744FF">
            <w:pPr>
              <w:pStyle w:val="PL"/>
              <w:rPr>
                <w:noProof w:val="0"/>
              </w:rPr>
            </w:pPr>
            <w:r w:rsidRPr="00C827A4">
              <w:rPr>
                <w:noProof w:val="0"/>
              </w:rPr>
              <w:t>3- Applet3 gets the ProactiveHandler</w:t>
            </w:r>
          </w:p>
        </w:tc>
        <w:tc>
          <w:tcPr>
            <w:tcW w:w="2911" w:type="dxa"/>
            <w:tcBorders>
              <w:top w:val="single" w:sz="4" w:space="0" w:color="auto"/>
              <w:bottom w:val="single" w:sz="4" w:space="0" w:color="auto"/>
            </w:tcBorders>
          </w:tcPr>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 xml:space="preserve">1- A ToolkitException HANDLER_NOT_AVAILABLE is thrown </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2- Applet3 is triggered by its process() method</w:t>
            </w:r>
          </w:p>
          <w:p w:rsidR="00FB5721" w:rsidRPr="00C827A4" w:rsidRDefault="00FB5721" w:rsidP="00F744FF">
            <w:pPr>
              <w:pStyle w:val="TAL"/>
              <w:keepNext w:val="0"/>
              <w:keepLines w:val="0"/>
            </w:pPr>
          </w:p>
          <w:p w:rsidR="00FB5721" w:rsidRPr="00C827A4" w:rsidRDefault="00FB5721" w:rsidP="00F744FF">
            <w:pPr>
              <w:pStyle w:val="TAL"/>
              <w:keepNext w:val="0"/>
              <w:keepLines w:val="0"/>
            </w:pPr>
            <w:r w:rsidRPr="00C827A4">
              <w:t>3- A ToolkitException HANDLER_NOT_AVAILABLE is thrown</w:t>
            </w:r>
          </w:p>
        </w:tc>
        <w:tc>
          <w:tcPr>
            <w:tcW w:w="2334" w:type="dxa"/>
            <w:tcBorders>
              <w:top w:val="single" w:sz="4" w:space="0" w:color="auto"/>
              <w:bottom w:val="single" w:sz="4" w:space="0" w:color="auto"/>
            </w:tcBorders>
          </w:tcPr>
          <w:p w:rsidR="00FB5721" w:rsidRPr="00C827A4" w:rsidRDefault="00FB5721" w:rsidP="00F744FF">
            <w:pPr>
              <w:pStyle w:val="TAL"/>
              <w:keepNext w:val="0"/>
              <w:keepLines w:val="0"/>
            </w:pPr>
          </w:p>
        </w:tc>
      </w:tr>
    </w:tbl>
    <w:p w:rsidR="00FB5721" w:rsidRPr="00C827A4" w:rsidRDefault="00FB5721" w:rsidP="00F744FF"/>
    <w:p w:rsidR="00FB5721" w:rsidRPr="00C827A4" w:rsidRDefault="00FB5721">
      <w:pPr>
        <w:pStyle w:val="Heading4"/>
      </w:pPr>
      <w:r w:rsidRPr="00C827A4">
        <w:t>5.5.1.2</w:t>
      </w:r>
      <w:r w:rsidRPr="00C827A4">
        <w:tab/>
        <w:t>ProactiveResponseHandler</w:t>
      </w:r>
    </w:p>
    <w:p w:rsidR="00FB5721" w:rsidRPr="00C827A4" w:rsidRDefault="00FB5721">
      <w:r w:rsidRPr="00C827A4">
        <w:t>Test Area Reference: Cre_Mha_Prhd</w:t>
      </w:r>
      <w:r w:rsidR="005B0935" w:rsidRPr="00C827A4">
        <w:t>.</w:t>
      </w:r>
    </w:p>
    <w:p w:rsidR="00FB5721" w:rsidRPr="00C827A4" w:rsidRDefault="00FB5721" w:rsidP="00D65C82">
      <w:pPr>
        <w:pStyle w:val="Heading5"/>
      </w:pPr>
      <w:r w:rsidRPr="00C827A4">
        <w:t>5.5.1.2.1</w:t>
      </w:r>
      <w:r w:rsidRPr="00C827A4">
        <w:tab/>
        <w:t>Conformance requirement</w:t>
      </w:r>
    </w:p>
    <w:p w:rsidR="00FB5721" w:rsidRPr="00C827A4" w:rsidRDefault="00FB5721">
      <w:pPr>
        <w:pStyle w:val="H6"/>
      </w:pPr>
      <w:r w:rsidRPr="00C827A4">
        <w:t>5.5.1.2.1.1</w:t>
      </w:r>
      <w:r w:rsidRPr="00C827A4">
        <w:tab/>
        <w:t>Normal execution</w:t>
      </w:r>
    </w:p>
    <w:p w:rsidR="00FB5721" w:rsidRPr="00C827A4" w:rsidRDefault="00FB5721">
      <w:pPr>
        <w:pStyle w:val="B1"/>
      </w:pPr>
      <w:r w:rsidRPr="00C827A4">
        <w:t xml:space="preserve">CRRN1: The ProactiveResponseHandler is available as soon as the </w:t>
      </w:r>
      <w:r w:rsidRPr="00C827A4">
        <w:rPr>
          <w:iCs/>
        </w:rPr>
        <w:t>ProactiveHandler</w:t>
      </w:r>
      <w:r w:rsidRPr="00C827A4">
        <w:t xml:space="preserve"> is available and remains available untill the termination of the processToolkit method for the following events:</w:t>
      </w:r>
    </w:p>
    <w:p w:rsidR="00FB5721" w:rsidRPr="00C827A4" w:rsidRDefault="00FB5721">
      <w:pPr>
        <w:pStyle w:val="B30"/>
      </w:pPr>
      <w:r w:rsidRPr="00C827A4">
        <w:t>EVENT_MENU_SELECTION</w:t>
      </w:r>
    </w:p>
    <w:p w:rsidR="00FB5721" w:rsidRPr="00C827A4" w:rsidRDefault="00FB5721">
      <w:pPr>
        <w:pStyle w:val="B30"/>
      </w:pPr>
      <w:r w:rsidRPr="00C827A4">
        <w:t>EVENT_MENU_SELECTION_HELP_REQUEST</w:t>
      </w:r>
    </w:p>
    <w:p w:rsidR="00FB5721" w:rsidRPr="00C827A4" w:rsidRDefault="00FB5721">
      <w:pPr>
        <w:pStyle w:val="B30"/>
      </w:pPr>
      <w:r w:rsidRPr="00C827A4">
        <w:t>EVENT_TIMER_EXPIRATION</w:t>
      </w:r>
    </w:p>
    <w:p w:rsidR="00FB5721" w:rsidRPr="00C827A4" w:rsidRDefault="00FB5721">
      <w:pPr>
        <w:pStyle w:val="B30"/>
      </w:pPr>
      <w:r w:rsidRPr="00C827A4">
        <w:lastRenderedPageBreak/>
        <w:t>EVENT_EVENT_DOWNLOAD_MT_CALL</w:t>
      </w:r>
    </w:p>
    <w:p w:rsidR="00FB5721" w:rsidRPr="00C827A4" w:rsidRDefault="00FB5721">
      <w:pPr>
        <w:pStyle w:val="B30"/>
      </w:pPr>
      <w:r w:rsidRPr="00C827A4">
        <w:t>EVENT_EVENT_DOWNLOAD_CALL_CONNECTED</w:t>
      </w:r>
    </w:p>
    <w:p w:rsidR="00FB5721" w:rsidRPr="00C827A4" w:rsidRDefault="00FB5721">
      <w:pPr>
        <w:pStyle w:val="B30"/>
      </w:pPr>
      <w:r w:rsidRPr="00C827A4">
        <w:t>EVENT_EVENT_DOWNLOAD_CALL_DISCONNECTED</w:t>
      </w:r>
    </w:p>
    <w:p w:rsidR="00FB5721" w:rsidRPr="00C827A4" w:rsidRDefault="00FB5721">
      <w:pPr>
        <w:pStyle w:val="B30"/>
      </w:pPr>
      <w:r w:rsidRPr="00C827A4">
        <w:t>EVENT_EVENT_DOWNLOAD_LOCATION_STATUS</w:t>
      </w:r>
    </w:p>
    <w:p w:rsidR="00FB5721" w:rsidRPr="00C827A4" w:rsidRDefault="00FB5721">
      <w:pPr>
        <w:pStyle w:val="B30"/>
      </w:pPr>
      <w:r w:rsidRPr="00C827A4">
        <w:t>EVENT_EVENT_DOWNLOAD_USER_ACTIVITY</w:t>
      </w:r>
    </w:p>
    <w:p w:rsidR="00FB5721" w:rsidRPr="00C827A4" w:rsidRDefault="00FB5721">
      <w:pPr>
        <w:pStyle w:val="B30"/>
      </w:pPr>
      <w:r w:rsidRPr="00C827A4">
        <w:t>EVENT_EVENT_DOWNLOAD_IDLE_SCREEN_AVAILABLE</w:t>
      </w:r>
    </w:p>
    <w:p w:rsidR="00FB5721" w:rsidRPr="00C827A4" w:rsidRDefault="00FB5721">
      <w:pPr>
        <w:pStyle w:val="B30"/>
      </w:pPr>
      <w:r w:rsidRPr="00C827A4">
        <w:t>EVENT_EVENT_DOWNLOAD_CARD_READER_STATUS</w:t>
      </w:r>
    </w:p>
    <w:p w:rsidR="00FB5721" w:rsidRPr="00C827A4" w:rsidRDefault="00FB5721">
      <w:pPr>
        <w:pStyle w:val="B30"/>
      </w:pPr>
      <w:r w:rsidRPr="00C827A4">
        <w:t>EVENT_EVENT_DOWNLOAD_LANGUAGE_SELECTION</w:t>
      </w:r>
    </w:p>
    <w:p w:rsidR="00FB5721" w:rsidRPr="00C827A4" w:rsidRDefault="00FB5721">
      <w:pPr>
        <w:pStyle w:val="B30"/>
      </w:pPr>
      <w:r w:rsidRPr="00C827A4">
        <w:t>EVENT_EVENT_DOWNLOAD_BROWSER_TERMINATION</w:t>
      </w:r>
    </w:p>
    <w:p w:rsidR="00FB5721" w:rsidRPr="00C827A4" w:rsidRDefault="00FB5721">
      <w:pPr>
        <w:pStyle w:val="B30"/>
      </w:pPr>
      <w:r w:rsidRPr="00C827A4">
        <w:t>EVENT_UNRECOGNIZED_ENVELOPE</w:t>
      </w:r>
    </w:p>
    <w:p w:rsidR="00FB5721" w:rsidRPr="00C827A4" w:rsidRDefault="00FB5721">
      <w:pPr>
        <w:pStyle w:val="B30"/>
      </w:pPr>
      <w:r w:rsidRPr="00C827A4">
        <w:t>EVENT_STATUS_COMMAND</w:t>
      </w:r>
    </w:p>
    <w:p w:rsidR="00FB5721" w:rsidRPr="00C827A4" w:rsidRDefault="00FB5721">
      <w:pPr>
        <w:pStyle w:val="B30"/>
      </w:pPr>
      <w:r w:rsidRPr="00C827A4">
        <w:t>EVENT_CALL_CONTROL_BY_NAA</w:t>
      </w:r>
    </w:p>
    <w:p w:rsidR="00FB5721" w:rsidRPr="00C827A4" w:rsidRDefault="00FB5721">
      <w:pPr>
        <w:pStyle w:val="B30"/>
      </w:pPr>
      <w:r w:rsidRPr="00C827A4">
        <w:t>EVENT_PROFILE_DOWNLOAD</w:t>
      </w:r>
    </w:p>
    <w:p w:rsidR="00FB5721" w:rsidRPr="00C827A4" w:rsidRDefault="00FB5721">
      <w:pPr>
        <w:pStyle w:val="B30"/>
      </w:pPr>
      <w:r w:rsidRPr="00C827A4">
        <w:t>EVENT_EVENT_DOWNLOAD_DATA_AVAILABLE</w:t>
      </w:r>
    </w:p>
    <w:p w:rsidR="00FB5721" w:rsidRPr="00C827A4" w:rsidRDefault="00FB5721">
      <w:pPr>
        <w:pStyle w:val="B30"/>
      </w:pPr>
      <w:r w:rsidRPr="00C827A4">
        <w:t>EVENT_EVENT_DOWNLOAD_CHANNEL_STATUS</w:t>
      </w:r>
    </w:p>
    <w:p w:rsidR="00FB5721" w:rsidRPr="00C827A4" w:rsidRDefault="00FB5721">
      <w:pPr>
        <w:pStyle w:val="B30"/>
      </w:pPr>
      <w:r w:rsidRPr="00C827A4">
        <w:t>EVENT_EVENT_DOWNLOAD_ACCESS_TECHNOLOGY_CHANGE</w:t>
      </w:r>
    </w:p>
    <w:p w:rsidR="00FB5721" w:rsidRPr="00C827A4" w:rsidRDefault="00FB5721">
      <w:pPr>
        <w:pStyle w:val="B30"/>
      </w:pPr>
      <w:r w:rsidRPr="00C827A4">
        <w:t>EVENT_EVENT_DOWNLOAD_DISPLAY_PARAMETERS_CHANGED</w:t>
      </w:r>
    </w:p>
    <w:p w:rsidR="00FB5721" w:rsidRPr="00C827A4" w:rsidRDefault="00FB5721">
      <w:pPr>
        <w:pStyle w:val="B30"/>
      </w:pPr>
      <w:r w:rsidRPr="00C827A4">
        <w:t>EVENT_EVENT_DOWNLOAD_LOCAL_CONNECTION</w:t>
      </w:r>
    </w:p>
    <w:p w:rsidR="00FB5721" w:rsidRPr="00C827A4" w:rsidRDefault="00FB5721">
      <w:pPr>
        <w:pStyle w:val="B30"/>
      </w:pPr>
      <w:r w:rsidRPr="00C827A4">
        <w:t>EVENT_PROACTIVE_HANDLER_AVAILABLE</w:t>
      </w:r>
    </w:p>
    <w:p w:rsidR="00FB5721" w:rsidRPr="00C827A4" w:rsidRDefault="00FB5721">
      <w:pPr>
        <w:pStyle w:val="B30"/>
      </w:pPr>
      <w:r w:rsidRPr="00C827A4">
        <w:t>EVENT_EVENT_DOWNLOAD_NETWORK_SEARCH_MODE_CHANGE</w:t>
      </w:r>
    </w:p>
    <w:p w:rsidR="00FB5721" w:rsidRPr="00C827A4" w:rsidRDefault="00FB5721">
      <w:pPr>
        <w:pStyle w:val="B30"/>
      </w:pPr>
      <w:r w:rsidRPr="00C827A4">
        <w:t xml:space="preserve">EVENT_EVENT_BROWSING_STATUS </w:t>
      </w:r>
    </w:p>
    <w:p w:rsidR="00FB5721" w:rsidRPr="00C827A4" w:rsidRDefault="00FB5721">
      <w:pPr>
        <w:pStyle w:val="B1"/>
        <w:numPr>
          <w:ilvl w:val="0"/>
          <w:numId w:val="0"/>
        </w:numPr>
        <w:ind w:left="1191"/>
      </w:pPr>
      <w:r w:rsidRPr="00C827A4">
        <w:t>EVENT_EXTERNAL_FILE_UPDATE</w:t>
      </w:r>
    </w:p>
    <w:p w:rsidR="00FB5721" w:rsidRPr="00C827A4" w:rsidRDefault="00FB5721">
      <w:pPr>
        <w:pStyle w:val="B1"/>
      </w:pPr>
      <w:r w:rsidRPr="00C827A4">
        <w:t>CRRN2: A ProactiveResponseHandler is considered available when no HANDLER_NOT_AVAILABLE ToolkitException is thrown when the corresponding getTheHandler() method is called or a method of the handler is called.</w:t>
      </w:r>
    </w:p>
    <w:p w:rsidR="00FB5721" w:rsidRPr="00C827A4" w:rsidRDefault="00FB5721">
      <w:pPr>
        <w:pStyle w:val="H6"/>
      </w:pPr>
      <w:r w:rsidRPr="00C827A4">
        <w:t>5.5.1.2.1.2</w:t>
      </w:r>
      <w:r w:rsidRPr="00C827A4">
        <w:tab/>
        <w:t>Parameter errors</w:t>
      </w:r>
    </w:p>
    <w:p w:rsidR="00FB5721" w:rsidRPr="00C827A4" w:rsidRDefault="00FB5721">
      <w:r w:rsidRPr="00C827A4">
        <w:t>No requirements.</w:t>
      </w:r>
    </w:p>
    <w:p w:rsidR="00FB5721" w:rsidRPr="00C827A4" w:rsidRDefault="00FB5721">
      <w:pPr>
        <w:pStyle w:val="H6"/>
      </w:pPr>
      <w:r w:rsidRPr="00C827A4">
        <w:t>5.5.1.2.1.3</w:t>
      </w:r>
      <w:r w:rsidRPr="00C827A4">
        <w:tab/>
        <w:t>Context errors</w:t>
      </w:r>
    </w:p>
    <w:p w:rsidR="00FB5721" w:rsidRPr="00C827A4" w:rsidRDefault="00FB5721">
      <w:pPr>
        <w:pStyle w:val="B1"/>
      </w:pPr>
      <w:r w:rsidRPr="00C827A4">
        <w:t>CRRC1: The ProactiveResponseHandler and its content are not available for any toolkit applet triggered from the invocation to the termination of their processToolkit method for the following events:</w:t>
      </w:r>
    </w:p>
    <w:p w:rsidR="00FB5721" w:rsidRPr="00C827A4" w:rsidRDefault="00FB5721">
      <w:pPr>
        <w:pStyle w:val="B30"/>
      </w:pPr>
      <w:r w:rsidRPr="00C827A4">
        <w:t>EVENT_FIRST_COMMAND_AFTER_ATR</w:t>
      </w:r>
    </w:p>
    <w:p w:rsidR="00FB5721" w:rsidRPr="00C827A4" w:rsidRDefault="00FB5721">
      <w:pPr>
        <w:pStyle w:val="B30"/>
      </w:pPr>
      <w:r w:rsidRPr="00C827A4">
        <w:t>EVENT_APPLICATION_DESELECT</w:t>
      </w:r>
    </w:p>
    <w:p w:rsidR="00FB5721" w:rsidRPr="00C827A4" w:rsidRDefault="00FB5721">
      <w:pPr>
        <w:pStyle w:val="B1"/>
      </w:pPr>
      <w:r w:rsidRPr="00C827A4">
        <w:t xml:space="preserve">CRRC2: The ProactiveResponseHandler shall not be available if the </w:t>
      </w:r>
      <w:r w:rsidRPr="00C827A4">
        <w:rPr>
          <w:iCs/>
        </w:rPr>
        <w:t>ProactiveHandler</w:t>
      </w:r>
      <w:r w:rsidRPr="00C827A4">
        <w:t xml:space="preserve"> is not available.</w:t>
      </w:r>
    </w:p>
    <w:p w:rsidR="00FB5721" w:rsidRPr="00C827A4" w:rsidRDefault="00FB5721">
      <w:pPr>
        <w:pStyle w:val="B1"/>
      </w:pPr>
      <w:r w:rsidRPr="00C827A4">
        <w:t xml:space="preserve">CRRC3: The ProactiveResponseHandler shall not be available if the </w:t>
      </w:r>
      <w:r w:rsidRPr="00C827A4">
        <w:rPr>
          <w:i/>
        </w:rPr>
        <w:t>getTheHandler()</w:t>
      </w:r>
      <w:r w:rsidRPr="00C827A4">
        <w:t xml:space="preserve"> method is not called, directly or indirectly, from the applet's </w:t>
      </w:r>
      <w:r w:rsidRPr="00C827A4">
        <w:rPr>
          <w:i/>
        </w:rPr>
        <w:t>processToolkit</w:t>
      </w:r>
      <w:r w:rsidRPr="00C827A4">
        <w:t>() method</w:t>
      </w:r>
      <w:r w:rsidR="005B0935" w:rsidRPr="00C827A4">
        <w:t>.</w:t>
      </w:r>
    </w:p>
    <w:p w:rsidR="00FB5721" w:rsidRPr="00C827A4" w:rsidRDefault="00FB5721" w:rsidP="00D65C82">
      <w:pPr>
        <w:pStyle w:val="Heading5"/>
      </w:pPr>
      <w:r w:rsidRPr="00C827A4">
        <w:lastRenderedPageBreak/>
        <w:t>5.5.1.2.2</w:t>
      </w:r>
      <w:r w:rsidRPr="00C827A4">
        <w:tab/>
        <w:t>Test area files</w:t>
      </w:r>
    </w:p>
    <w:p w:rsidR="00FB5721" w:rsidRPr="00C827A4" w:rsidRDefault="00FB5721" w:rsidP="005B0935">
      <w:pPr>
        <w:pStyle w:val="EX"/>
      </w:pPr>
      <w:r w:rsidRPr="00C827A4">
        <w:t>Test</w:t>
      </w:r>
      <w:r w:rsidR="005B0935" w:rsidRPr="00C827A4">
        <w:t xml:space="preserve"> Source:</w:t>
      </w:r>
      <w:r w:rsidR="005B0935" w:rsidRPr="00C827A4">
        <w:tab/>
        <w:t>Test_Cre_Mha_Prhd.java.</w:t>
      </w:r>
    </w:p>
    <w:p w:rsidR="00FB5721" w:rsidRPr="00927A43" w:rsidRDefault="00FB5721" w:rsidP="005B0935">
      <w:pPr>
        <w:pStyle w:val="EX"/>
      </w:pPr>
      <w:r w:rsidRPr="00927A43">
        <w:t xml:space="preserve">Test Applet: </w:t>
      </w:r>
      <w:r w:rsidRPr="00927A43">
        <w:tab/>
        <w:t>Cre_Mha_Prhd_1.java</w:t>
      </w:r>
      <w:r w:rsidR="005B0935" w:rsidRPr="00927A43">
        <w:t>.</w:t>
      </w:r>
    </w:p>
    <w:p w:rsidR="00FB5721" w:rsidRPr="00927A43" w:rsidRDefault="00FB5721" w:rsidP="005B0935">
      <w:pPr>
        <w:pStyle w:val="EX"/>
      </w:pPr>
      <w:r w:rsidRPr="00927A43">
        <w:tab/>
        <w:t>Cre_Mha_Prhd_2.java</w:t>
      </w:r>
      <w:r w:rsidR="005B0935" w:rsidRPr="00927A43">
        <w:t>.</w:t>
      </w:r>
    </w:p>
    <w:p w:rsidR="00FB5721" w:rsidRPr="00927A43" w:rsidRDefault="00FB5721" w:rsidP="005B0935">
      <w:pPr>
        <w:pStyle w:val="EX"/>
      </w:pPr>
      <w:r w:rsidRPr="00927A43">
        <w:tab/>
        <w:t>Cre_Mha_Prhd_3.java</w:t>
      </w:r>
      <w:r w:rsidR="005B0935" w:rsidRPr="00927A43">
        <w:t>.</w:t>
      </w:r>
    </w:p>
    <w:p w:rsidR="00FB5721" w:rsidRPr="00927A43" w:rsidRDefault="00FB5721" w:rsidP="005B0935">
      <w:pPr>
        <w:pStyle w:val="EX"/>
      </w:pPr>
      <w:r w:rsidRPr="00927A43">
        <w:t>Cap File:</w:t>
      </w:r>
      <w:r w:rsidRPr="00927A43">
        <w:tab/>
        <w:t>Cre_Mha_Prhd.cap</w:t>
      </w:r>
      <w:r w:rsidR="005B0935" w:rsidRPr="00927A43">
        <w:t>.</w:t>
      </w:r>
    </w:p>
    <w:p w:rsidR="00FB5721" w:rsidRPr="00C827A4" w:rsidRDefault="00FB5721" w:rsidP="00D65C82">
      <w:pPr>
        <w:pStyle w:val="Heading5"/>
      </w:pPr>
      <w:r w:rsidRPr="00C827A4">
        <w:t>5.5.1.2.3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319"/>
        <w:gridCol w:w="5202"/>
      </w:tblGrid>
      <w:tr w:rsidR="00FB5721" w:rsidRPr="00C827A4">
        <w:trPr>
          <w:tblHeader/>
          <w:jc w:val="center"/>
        </w:trPr>
        <w:tc>
          <w:tcPr>
            <w:tcW w:w="1319" w:type="dxa"/>
          </w:tcPr>
          <w:p w:rsidR="00FB5721" w:rsidRPr="00C827A4" w:rsidRDefault="00FB5721">
            <w:pPr>
              <w:pStyle w:val="TAH"/>
              <w:keepNext w:val="0"/>
              <w:keepLines w:val="0"/>
            </w:pPr>
            <w:r w:rsidRPr="00C827A4">
              <w:t>CRR Number</w:t>
            </w:r>
          </w:p>
        </w:tc>
        <w:tc>
          <w:tcPr>
            <w:tcW w:w="5202" w:type="dxa"/>
          </w:tcPr>
          <w:p w:rsidR="00FB5721" w:rsidRPr="00C827A4" w:rsidRDefault="00FB5721">
            <w:pPr>
              <w:pStyle w:val="TAH"/>
              <w:keepNext w:val="0"/>
              <w:keepLines w:val="0"/>
            </w:pPr>
            <w:r w:rsidRPr="00C827A4">
              <w:t>Test Case Number</w:t>
            </w:r>
          </w:p>
        </w:tc>
      </w:tr>
      <w:tr w:rsidR="00FB5721" w:rsidRPr="00C827A4">
        <w:trPr>
          <w:jc w:val="center"/>
        </w:trPr>
        <w:tc>
          <w:tcPr>
            <w:tcW w:w="1319" w:type="dxa"/>
          </w:tcPr>
          <w:p w:rsidR="00FB5721" w:rsidRPr="00C827A4" w:rsidRDefault="00FB5721">
            <w:pPr>
              <w:pStyle w:val="TAC"/>
            </w:pPr>
            <w:r w:rsidRPr="00C827A4">
              <w:t>CRRN1</w:t>
            </w:r>
          </w:p>
        </w:tc>
        <w:tc>
          <w:tcPr>
            <w:tcW w:w="5202" w:type="dxa"/>
          </w:tcPr>
          <w:p w:rsidR="00FB5721" w:rsidRPr="00C827A4" w:rsidRDefault="00FB5721">
            <w:pPr>
              <w:pStyle w:val="TAC"/>
            </w:pPr>
            <w:r w:rsidRPr="00C827A4">
              <w:t>2 to 23, 45, 46</w:t>
            </w:r>
          </w:p>
        </w:tc>
      </w:tr>
      <w:tr w:rsidR="00FB5721" w:rsidRPr="00C827A4">
        <w:trPr>
          <w:jc w:val="center"/>
        </w:trPr>
        <w:tc>
          <w:tcPr>
            <w:tcW w:w="1319" w:type="dxa"/>
          </w:tcPr>
          <w:p w:rsidR="00FB5721" w:rsidRPr="00C827A4" w:rsidRDefault="00FB5721">
            <w:pPr>
              <w:pStyle w:val="TAC"/>
            </w:pPr>
            <w:r w:rsidRPr="00C827A4">
              <w:t>CRRN2</w:t>
            </w:r>
          </w:p>
        </w:tc>
        <w:tc>
          <w:tcPr>
            <w:tcW w:w="5202" w:type="dxa"/>
          </w:tcPr>
          <w:p w:rsidR="00FB5721" w:rsidRPr="00C827A4" w:rsidRDefault="00FB5721">
            <w:pPr>
              <w:pStyle w:val="TAC"/>
            </w:pPr>
            <w:r w:rsidRPr="00C827A4">
              <w:t>1 to 22,45,46</w:t>
            </w:r>
          </w:p>
        </w:tc>
      </w:tr>
      <w:tr w:rsidR="00FB5721" w:rsidRPr="00C827A4">
        <w:trPr>
          <w:jc w:val="center"/>
        </w:trPr>
        <w:tc>
          <w:tcPr>
            <w:tcW w:w="1319" w:type="dxa"/>
          </w:tcPr>
          <w:p w:rsidR="00FB5721" w:rsidRPr="00C827A4" w:rsidRDefault="00FB5721">
            <w:pPr>
              <w:pStyle w:val="TAC"/>
            </w:pPr>
            <w:r w:rsidRPr="00C827A4">
              <w:t>CRRC1</w:t>
            </w:r>
          </w:p>
        </w:tc>
        <w:tc>
          <w:tcPr>
            <w:tcW w:w="5202" w:type="dxa"/>
          </w:tcPr>
          <w:p w:rsidR="00FB5721" w:rsidRPr="00C827A4" w:rsidRDefault="00FB5721">
            <w:pPr>
              <w:pStyle w:val="TAC"/>
            </w:pPr>
            <w:r w:rsidRPr="00C827A4">
              <w:t>1, 24</w:t>
            </w:r>
          </w:p>
        </w:tc>
      </w:tr>
      <w:tr w:rsidR="00FB5721" w:rsidRPr="00C827A4">
        <w:trPr>
          <w:jc w:val="center"/>
        </w:trPr>
        <w:tc>
          <w:tcPr>
            <w:tcW w:w="1319" w:type="dxa"/>
          </w:tcPr>
          <w:p w:rsidR="00FB5721" w:rsidRPr="00C827A4" w:rsidRDefault="00FB5721">
            <w:pPr>
              <w:pStyle w:val="TAC"/>
            </w:pPr>
            <w:r w:rsidRPr="00C827A4">
              <w:t>CRRC2</w:t>
            </w:r>
          </w:p>
        </w:tc>
        <w:tc>
          <w:tcPr>
            <w:tcW w:w="5202" w:type="dxa"/>
          </w:tcPr>
          <w:p w:rsidR="00FB5721" w:rsidRPr="00C827A4" w:rsidRDefault="00FB5721">
            <w:pPr>
              <w:pStyle w:val="TAC"/>
            </w:pPr>
            <w:r w:rsidRPr="00C827A4">
              <w:t>25 to 44</w:t>
            </w:r>
          </w:p>
        </w:tc>
      </w:tr>
      <w:tr w:rsidR="00FB5721" w:rsidRPr="00C827A4">
        <w:trPr>
          <w:jc w:val="center"/>
        </w:trPr>
        <w:tc>
          <w:tcPr>
            <w:tcW w:w="1319" w:type="dxa"/>
          </w:tcPr>
          <w:p w:rsidR="00FB5721" w:rsidRPr="00C827A4" w:rsidRDefault="00FB5721">
            <w:pPr>
              <w:pStyle w:val="TAC"/>
            </w:pPr>
            <w:r w:rsidRPr="00C827A4">
              <w:t>CRRC3</w:t>
            </w:r>
          </w:p>
        </w:tc>
        <w:tc>
          <w:tcPr>
            <w:tcW w:w="5202" w:type="dxa"/>
          </w:tcPr>
          <w:p w:rsidR="00FB5721" w:rsidRPr="00C827A4" w:rsidRDefault="00FB5721">
            <w:pPr>
              <w:pStyle w:val="TAC"/>
            </w:pPr>
            <w:r w:rsidRPr="00C827A4">
              <w:t>47</w:t>
            </w:r>
          </w:p>
        </w:tc>
      </w:tr>
    </w:tbl>
    <w:p w:rsidR="00FB5721" w:rsidRPr="00C827A4" w:rsidRDefault="00FB5721"/>
    <w:p w:rsidR="00FB5721" w:rsidRPr="00C827A4" w:rsidRDefault="005B0935" w:rsidP="004C6EC9">
      <w:pPr>
        <w:pStyle w:val="Heading5"/>
        <w:keepNext w:val="0"/>
        <w:keepLines w:val="0"/>
      </w:pPr>
      <w:r w:rsidRPr="00C827A4">
        <w:t>5.5.1.2.4</w:t>
      </w:r>
      <w:r w:rsidRPr="00C827A4">
        <w:tab/>
        <w:t>Test procedure</w:t>
      </w:r>
    </w:p>
    <w:tbl>
      <w:tblPr>
        <w:tblW w:w="985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82"/>
        <w:gridCol w:w="2911"/>
        <w:gridCol w:w="2334"/>
      </w:tblGrid>
      <w:tr w:rsidR="00FB5721" w:rsidRPr="00C827A4">
        <w:trPr>
          <w:tblHeader/>
          <w:jc w:val="center"/>
        </w:trPr>
        <w:tc>
          <w:tcPr>
            <w:tcW w:w="425" w:type="dxa"/>
          </w:tcPr>
          <w:p w:rsidR="00FB5721" w:rsidRPr="00C827A4" w:rsidRDefault="00FB5721" w:rsidP="004C6EC9">
            <w:pPr>
              <w:pStyle w:val="TAH"/>
              <w:keepNext w:val="0"/>
              <w:keepLines w:val="0"/>
            </w:pPr>
            <w:r w:rsidRPr="00C827A4">
              <w:t>Id</w:t>
            </w:r>
          </w:p>
        </w:tc>
        <w:tc>
          <w:tcPr>
            <w:tcW w:w="4182" w:type="dxa"/>
          </w:tcPr>
          <w:p w:rsidR="00FB5721" w:rsidRPr="00C827A4" w:rsidRDefault="00FB5721" w:rsidP="004C6EC9">
            <w:pPr>
              <w:pStyle w:val="TAH"/>
              <w:keepNext w:val="0"/>
              <w:keepLines w:val="0"/>
            </w:pPr>
            <w:r w:rsidRPr="00C827A4">
              <w:t>Description</w:t>
            </w:r>
          </w:p>
        </w:tc>
        <w:tc>
          <w:tcPr>
            <w:tcW w:w="2911" w:type="dxa"/>
          </w:tcPr>
          <w:p w:rsidR="00FB5721" w:rsidRPr="00C827A4" w:rsidRDefault="00FB5721" w:rsidP="004C6EC9">
            <w:pPr>
              <w:pStyle w:val="TAH"/>
              <w:keepNext w:val="0"/>
              <w:keepLines w:val="0"/>
            </w:pPr>
            <w:r w:rsidRPr="00C827A4">
              <w:t>API/CAT RE Expectation</w:t>
            </w:r>
          </w:p>
        </w:tc>
        <w:tc>
          <w:tcPr>
            <w:tcW w:w="2334" w:type="dxa"/>
          </w:tcPr>
          <w:p w:rsidR="00FB5721" w:rsidRPr="00C827A4" w:rsidRDefault="00FB5721" w:rsidP="004C6EC9">
            <w:pPr>
              <w:pStyle w:val="TAH"/>
              <w:keepNext w:val="0"/>
              <w:keepLines w:val="0"/>
            </w:pPr>
            <w:r w:rsidRPr="00C827A4">
              <w:t>APDU Expectation</w:t>
            </w:r>
          </w:p>
        </w:tc>
      </w:tr>
      <w:tr w:rsidR="00FB5721" w:rsidRPr="00C827A4">
        <w:trPr>
          <w:jc w:val="center"/>
        </w:trPr>
        <w:tc>
          <w:tcPr>
            <w:tcW w:w="425" w:type="dxa"/>
          </w:tcPr>
          <w:p w:rsidR="00FB5721" w:rsidRPr="00C827A4" w:rsidRDefault="00FB5721" w:rsidP="004C6EC9">
            <w:pPr>
              <w:pStyle w:val="TAC"/>
              <w:keepNext w:val="0"/>
              <w:keepLines w:val="0"/>
            </w:pPr>
            <w:r w:rsidRPr="00C827A4">
              <w:t>1</w:t>
            </w:r>
          </w:p>
        </w:tc>
        <w:tc>
          <w:tcPr>
            <w:tcW w:w="4182" w:type="dxa"/>
          </w:tcPr>
          <w:p w:rsidR="00FB5721" w:rsidRPr="00C827A4" w:rsidRDefault="00FB5721" w:rsidP="004C6EC9">
            <w:pPr>
              <w:pStyle w:val="TAH"/>
              <w:keepNext w:val="0"/>
              <w:keepLines w:val="0"/>
            </w:pPr>
            <w:r w:rsidRPr="00C827A4">
              <w:t>Applets registration to all events and Proactive Handler availability with EVENT_FIRST_COMMAND_AFTER_ATR</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Applet1 is registered to all events defined in </w:t>
            </w:r>
            <w:r w:rsidR="0047072E" w:rsidRPr="00C827A4">
              <w:rPr>
                <w:noProof w:val="0"/>
              </w:rPr>
              <w:t>TS 102 241 [9]</w:t>
            </w:r>
            <w:r w:rsidRPr="00C827A4">
              <w:rPr>
                <w:noProof w:val="0"/>
              </w:rPr>
              <w:t xml:space="preserve"> except to EVENT_PROACTIVE_HANDLER_AVAILABLE.</w:t>
            </w:r>
          </w:p>
          <w:p w:rsidR="00FB5721" w:rsidRPr="00C827A4" w:rsidRDefault="00FB5721" w:rsidP="004C6EC9">
            <w:pPr>
              <w:pStyle w:val="PL"/>
              <w:rPr>
                <w:noProof w:val="0"/>
              </w:rPr>
            </w:pPr>
            <w:r w:rsidRPr="00C827A4">
              <w:rPr>
                <w:noProof w:val="0"/>
              </w:rPr>
              <w:t>Using the methods initMenuEntry() for EVENT_MENU_SELECTION, requestPollInterval() for EVENT_STATUS_COMMAND, allocateTimer() for EVENT_TIMER_EXPIRATION, allocateServiceIdentifier() for EVENT_EVENT_DOWNLOAD_LOCAL_CONNECTION and setEventList() for the rest of the events.</w:t>
            </w:r>
          </w:p>
          <w:p w:rsidR="00FB5721" w:rsidRPr="00C827A4" w:rsidRDefault="00FB5721" w:rsidP="004C6EC9">
            <w:pPr>
              <w:pStyle w:val="PL"/>
              <w:rPr>
                <w:noProof w:val="0"/>
              </w:rPr>
            </w:pPr>
            <w:r w:rsidRPr="00C827A4">
              <w:rPr>
                <w:noProof w:val="0"/>
              </w:rPr>
              <w:t xml:space="preserve">Applet1 is registered on EVENT_EXTERNAL_FILE_UPDATE on update of EFTARU of the UICC file system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Applet2 is registered to all events defined in </w:t>
            </w:r>
            <w:r w:rsidR="0047072E" w:rsidRPr="00C827A4">
              <w:rPr>
                <w:noProof w:val="0"/>
              </w:rPr>
              <w:t>TS 102 241 [9]</w:t>
            </w:r>
            <w:r w:rsidRPr="00C827A4">
              <w:rPr>
                <w:noProof w:val="0"/>
              </w:rPr>
              <w:t>, except to EVENT_PROACTIVE_HANDLER_AVAILABLE and EVENT_CALL_CONTROL_BY_NAA.</w:t>
            </w:r>
          </w:p>
          <w:p w:rsidR="00FB5721" w:rsidRPr="00C827A4" w:rsidRDefault="00FB5721" w:rsidP="004C6EC9">
            <w:pPr>
              <w:pStyle w:val="PL"/>
              <w:rPr>
                <w:noProof w:val="0"/>
              </w:rPr>
            </w:pPr>
            <w:r w:rsidRPr="00C827A4">
              <w:rPr>
                <w:noProof w:val="0"/>
              </w:rPr>
              <w:t>Using the methods initMenuEntry() for EVENT_MENU_SELECTION, requestPollInterval() for EVENT_STATUS_COMMAND, allocateTimer() for EVENT_TIMER_EXPIRATION and setEventList() for the rest of the events.</w:t>
            </w:r>
          </w:p>
          <w:p w:rsidR="00FB5721" w:rsidRPr="00C827A4" w:rsidRDefault="00FB5721" w:rsidP="004C6EC9">
            <w:pPr>
              <w:pStyle w:val="PL"/>
              <w:rPr>
                <w:noProof w:val="0"/>
              </w:rPr>
            </w:pPr>
            <w:r w:rsidRPr="00C827A4">
              <w:rPr>
                <w:noProof w:val="0"/>
              </w:rPr>
              <w:t xml:space="preserve">Applet2 is registered on EVENT_EXTERNAL_FILE_UPDATE on update of EFTARU of the UICC file system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The priority of Applet1 is higher than priority of Applet2</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1- Select MF </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Applet2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Applet1 is deregistered from EVENT_FIRST_COMMAND_AFTER_ATR. </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4- Applet2 get the Proactive Handler </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Response Handler</w:t>
            </w:r>
          </w:p>
          <w:p w:rsidR="00FB5721" w:rsidRPr="00C827A4" w:rsidRDefault="00FB5721" w:rsidP="004C6EC9">
            <w:pPr>
              <w:pStyle w:val="PL"/>
              <w:rPr>
                <w:noProof w:val="0"/>
              </w:rPr>
            </w:pPr>
            <w:r w:rsidRPr="00C827A4">
              <w:rPr>
                <w:noProof w:val="0"/>
              </w:rPr>
              <w:t>Applet2 is deregistered to EVENT_FIRST_COMMAND_AFTER_ATR.</w:t>
            </w:r>
          </w:p>
          <w:p w:rsidR="00FB5721" w:rsidRPr="00C827A4" w:rsidRDefault="00FB5721" w:rsidP="004C6EC9">
            <w:pPr>
              <w:pStyle w:val="PL"/>
              <w:rPr>
                <w:noProof w:val="0"/>
              </w:rPr>
            </w:pP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 by EVENT_FIRST_COMMAND_AFTER_ATR</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3- A ToolkitException HANDLER_NOT_AVAILABLE is </w:t>
            </w:r>
            <w:r w:rsidRPr="00C827A4">
              <w:lastRenderedPageBreak/>
              <w:t>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is triggered by EVENT_FIRST_COMMAND_AFTER_ATR</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Pr>
          <w:p w:rsidR="00FB5721" w:rsidRPr="00C827A4" w:rsidRDefault="00FB5721" w:rsidP="004C6EC9">
            <w:pPr>
              <w:pStyle w:val="TAL"/>
              <w:keepNext w:val="0"/>
              <w:keepLines w:val="0"/>
            </w:pPr>
          </w:p>
        </w:tc>
      </w:tr>
      <w:tr w:rsidR="00FB5721" w:rsidRPr="00C827A4">
        <w:trPr>
          <w:jc w:val="center"/>
        </w:trPr>
        <w:tc>
          <w:tcPr>
            <w:tcW w:w="425" w:type="dxa"/>
          </w:tcPr>
          <w:p w:rsidR="00FB5721" w:rsidRPr="00C827A4" w:rsidRDefault="00FB5721" w:rsidP="004C6EC9">
            <w:pPr>
              <w:pStyle w:val="TAC"/>
              <w:keepNext w:val="0"/>
              <w:keepLines w:val="0"/>
            </w:pPr>
            <w:r w:rsidRPr="00C827A4">
              <w:lastRenderedPageBreak/>
              <w:t>2</w:t>
            </w:r>
          </w:p>
        </w:tc>
        <w:tc>
          <w:tcPr>
            <w:tcW w:w="4182" w:type="dxa"/>
          </w:tcPr>
          <w:p w:rsidR="00FB5721" w:rsidRPr="00C827A4" w:rsidRDefault="00FB5721" w:rsidP="004C6EC9">
            <w:pPr>
              <w:pStyle w:val="TAH"/>
              <w:keepNext w:val="0"/>
              <w:keepLines w:val="0"/>
            </w:pPr>
            <w:r w:rsidRPr="00C827A4">
              <w:t>Proactive Handler availability with EVENT_PROFILE_DOWNLOAD</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Terminal Profile command is sent to the UICC without the facility of SET UP EVENT LIST, POLL INTERVAL,SET UP IDLE MODE TEXT and SET UP MENU.</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r w:rsidRPr="00C827A4">
              <w:rPr>
                <w:noProof w:val="0"/>
              </w:rPr>
              <w:t>Applet1 is deregistered to EVENT_PROFILE_DOWNLOAD</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5-Applet2 gets the Proactive Respones Handler</w:t>
            </w:r>
          </w:p>
          <w:p w:rsidR="00FB5721" w:rsidRPr="00C827A4" w:rsidRDefault="00FB5721" w:rsidP="004C6EC9">
            <w:pPr>
              <w:pStyle w:val="PL"/>
              <w:rPr>
                <w:noProof w:val="0"/>
              </w:rPr>
            </w:pPr>
            <w:r w:rsidRPr="00C827A4">
              <w:rPr>
                <w:noProof w:val="0"/>
              </w:rPr>
              <w:t>Applet2 is deregistered to EVENT_PROFILE_DOWNLOAD</w:t>
            </w:r>
          </w:p>
          <w:p w:rsidR="00FB5721" w:rsidRPr="00C827A4" w:rsidRDefault="00FB5721" w:rsidP="004C6EC9">
            <w:pPr>
              <w:pStyle w:val="PL"/>
              <w:rPr>
                <w:noProof w:val="0"/>
              </w:rPr>
            </w:pP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 by EVENT_PROFILE_DOWNLOAD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is triggered by EVENT_PROFILE_DOWNLOAD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Pr>
          <w:p w:rsidR="00FB5721" w:rsidRPr="00C827A4" w:rsidRDefault="00FB5721" w:rsidP="004C6EC9">
            <w:pPr>
              <w:pStyle w:val="TAL"/>
              <w:keepNext w:val="0"/>
              <w:keepLines w:val="0"/>
            </w:pPr>
          </w:p>
        </w:tc>
      </w:tr>
      <w:tr w:rsidR="00FB5721" w:rsidRPr="00C827A4">
        <w:trPr>
          <w:jc w:val="center"/>
        </w:trPr>
        <w:tc>
          <w:tcPr>
            <w:tcW w:w="425" w:type="dxa"/>
          </w:tcPr>
          <w:p w:rsidR="00FB5721" w:rsidRPr="00C827A4" w:rsidRDefault="00FB5721" w:rsidP="004C6EC9">
            <w:pPr>
              <w:pStyle w:val="TAC"/>
              <w:keepNext w:val="0"/>
              <w:keepLines w:val="0"/>
            </w:pPr>
            <w:r w:rsidRPr="00C827A4">
              <w:t>3</w:t>
            </w:r>
          </w:p>
        </w:tc>
        <w:tc>
          <w:tcPr>
            <w:tcW w:w="4182" w:type="dxa"/>
          </w:tcPr>
          <w:p w:rsidR="00FB5721" w:rsidRPr="00C827A4" w:rsidRDefault="00FB5721" w:rsidP="004C6EC9">
            <w:pPr>
              <w:pStyle w:val="TAH"/>
              <w:keepNext w:val="0"/>
              <w:keepLines w:val="0"/>
            </w:pPr>
            <w:r w:rsidRPr="00C827A4">
              <w:t>Proactive Handler availability with EVENT_MENU_SELECTION_HELP_REQUEST</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Perform UICC initialization with all the facilities supported, without facility SET_UP_EVENT_LIST</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menu selection with help request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2- Applet1 gets the Proactive Handler </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tc>
        <w:tc>
          <w:tcPr>
            <w:tcW w:w="2334" w:type="dxa"/>
          </w:tcPr>
          <w:p w:rsidR="00FB5721" w:rsidRPr="00C827A4" w:rsidRDefault="00FB5721" w:rsidP="004C6EC9">
            <w:pPr>
              <w:pStyle w:val="TAL"/>
              <w:keepNext w:val="0"/>
              <w:keepLines w:val="0"/>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4</w:t>
            </w:r>
          </w:p>
        </w:tc>
        <w:tc>
          <w:tcPr>
            <w:tcW w:w="4182" w:type="dxa"/>
            <w:tcBorders>
              <w:bottom w:val="single" w:sz="4" w:space="0" w:color="auto"/>
            </w:tcBorders>
          </w:tcPr>
          <w:p w:rsidR="00FB5721" w:rsidRPr="00C827A4" w:rsidRDefault="00FB5721" w:rsidP="004C6EC9">
            <w:pPr>
              <w:pStyle w:val="TAH"/>
              <w:keepNext w:val="0"/>
              <w:keepLines w:val="0"/>
            </w:pPr>
            <w:r w:rsidRPr="00C827A4">
              <w:t>Proactive Handler availability with EVENT_MENU_SELECTION</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menu selection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5</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Proactive Handler availability with EVENT_TIMER_EXPIRATION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Timer Id =1</w:t>
            </w:r>
          </w:p>
          <w:p w:rsidR="00FB5721" w:rsidRPr="00C827A4" w:rsidRDefault="00FB5721" w:rsidP="004C6EC9">
            <w:pPr>
              <w:pStyle w:val="PL"/>
              <w:keepNext/>
              <w:rPr>
                <w:noProof w:val="0"/>
              </w:rPr>
            </w:pPr>
            <w:r w:rsidRPr="00C827A4">
              <w:rPr>
                <w:noProof w:val="0"/>
              </w:rPr>
              <w:t>Envelope Timer Expiration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TAL"/>
              <w:keepLines w:val="0"/>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6</w:t>
            </w:r>
          </w:p>
        </w:tc>
        <w:tc>
          <w:tcPr>
            <w:tcW w:w="4182" w:type="dxa"/>
            <w:tcBorders>
              <w:top w:val="single" w:sz="4" w:space="0" w:color="auto"/>
            </w:tcBorders>
          </w:tcPr>
          <w:p w:rsidR="00FB5721" w:rsidRPr="00C827A4" w:rsidRDefault="00FB5721" w:rsidP="004C6EC9">
            <w:pPr>
              <w:pStyle w:val="TAH"/>
              <w:keepNext w:val="0"/>
              <w:keepLines w:val="0"/>
            </w:pPr>
            <w:r w:rsidRPr="00C827A4">
              <w:t xml:space="preserve">Proactive Handler availability with EVENT_CALL_CONTROL_BY_NAA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call control by NAA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 xml:space="preserve">3- Applet1 gets the Proactive Response Handler </w:t>
            </w: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tc>
        <w:tc>
          <w:tcPr>
            <w:tcW w:w="2334" w:type="dxa"/>
            <w:tcBorders>
              <w:top w:val="single" w:sz="4" w:space="0" w:color="auto"/>
            </w:tcBorders>
          </w:tcPr>
          <w:p w:rsidR="00FB5721" w:rsidRPr="00C827A4" w:rsidRDefault="00FB5721" w:rsidP="004C6EC9">
            <w:pPr>
              <w:pStyle w:val="TAL"/>
              <w:keepNext w:val="0"/>
              <w:keepLines w:val="0"/>
            </w:pPr>
          </w:p>
        </w:tc>
      </w:tr>
      <w:tr w:rsidR="00FB5721" w:rsidRPr="00C827A4">
        <w:trPr>
          <w:jc w:val="center"/>
        </w:trPr>
        <w:tc>
          <w:tcPr>
            <w:tcW w:w="425" w:type="dxa"/>
          </w:tcPr>
          <w:p w:rsidR="00FB5721" w:rsidRPr="00C827A4" w:rsidRDefault="00FB5721" w:rsidP="004C6EC9">
            <w:pPr>
              <w:pStyle w:val="TAC"/>
              <w:keepNext w:val="0"/>
              <w:keepLines w:val="0"/>
            </w:pPr>
            <w:r w:rsidRPr="00C827A4">
              <w:t>7</w:t>
            </w:r>
          </w:p>
        </w:tc>
        <w:tc>
          <w:tcPr>
            <w:tcW w:w="4182" w:type="dxa"/>
          </w:tcPr>
          <w:p w:rsidR="00FB5721" w:rsidRPr="00C827A4" w:rsidRDefault="00FB5721" w:rsidP="004C6EC9">
            <w:pPr>
              <w:pStyle w:val="TAH"/>
              <w:keepNext w:val="0"/>
              <w:keepLines w:val="0"/>
            </w:pPr>
            <w:r w:rsidRPr="00C827A4">
              <w:t xml:space="preserve">Proactive Handler availability with EVENT_EVENT_DOWNLOAD_MT_CALL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mt call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 xml:space="preserve">3- Applet1 gets the Proactive Response Handler </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4-No exception is thrown</w:t>
            </w:r>
          </w:p>
          <w:p w:rsidR="00FB5721" w:rsidRPr="00C827A4" w:rsidRDefault="00FB5721" w:rsidP="004C6EC9">
            <w:pPr>
              <w:pStyle w:val="TAL"/>
              <w:keepNext w:val="0"/>
              <w:keepLines w:val="0"/>
            </w:pPr>
            <w:r w:rsidRPr="00C827A4">
              <w:t>5-No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Pr>
          <w:p w:rsidR="00FB5721" w:rsidRPr="00C827A4" w:rsidRDefault="00FB5721" w:rsidP="004C6EC9">
            <w:pPr>
              <w:pStyle w:val="TAL"/>
              <w:keepNext w:val="0"/>
              <w:keepLines w:val="0"/>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8</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Proactive Handler availability with EVENT_EVENT_DOWNLOAD_CALL_CONNECTED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call connected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9</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Proactive Handler availability with EVENT_EVENT_DOWNLOAD_CALL_DISCONNECTED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call disconnected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r w:rsidRPr="00C827A4">
              <w:rPr>
                <w:noProof w:val="0"/>
              </w:rPr>
              <w:t>5- Applet2 gets the Proactive Response Handler</w:t>
            </w:r>
          </w:p>
          <w:p w:rsidR="00FB5721" w:rsidRPr="00C827A4" w:rsidRDefault="00FB5721" w:rsidP="004C6EC9">
            <w:pPr>
              <w:pStyle w:val="PL"/>
              <w:keepNext/>
              <w:rPr>
                <w:noProof w:val="0"/>
              </w:rPr>
            </w:pP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No exception is thrown</w:t>
            </w:r>
          </w:p>
          <w:p w:rsidR="00FB5721" w:rsidRPr="00C827A4" w:rsidRDefault="00FB5721" w:rsidP="004C6EC9">
            <w:pPr>
              <w:pStyle w:val="TAL"/>
              <w:keepLines w:val="0"/>
            </w:pPr>
            <w:r w:rsidRPr="00C827A4">
              <w:t>5-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TAL"/>
              <w:keepLines w:val="0"/>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10</w:t>
            </w:r>
          </w:p>
        </w:tc>
        <w:tc>
          <w:tcPr>
            <w:tcW w:w="4182" w:type="dxa"/>
            <w:tcBorders>
              <w:top w:val="single" w:sz="4" w:space="0" w:color="auto"/>
            </w:tcBorders>
          </w:tcPr>
          <w:p w:rsidR="00FB5721" w:rsidRPr="00C827A4" w:rsidRDefault="00FB5721" w:rsidP="004C6EC9">
            <w:pPr>
              <w:pStyle w:val="TAH"/>
              <w:keepNext w:val="0"/>
              <w:keepLines w:val="0"/>
            </w:pPr>
            <w:r w:rsidRPr="00C827A4">
              <w:t xml:space="preserve">Applets triggering with EVENT_EVENT_DOWNLOAD_LOCATION_STATUS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location status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5- Applet2 gets the Proactive Response Handler</w:t>
            </w:r>
          </w:p>
          <w:p w:rsidR="00FB5721" w:rsidRPr="00C827A4" w:rsidRDefault="00FB5721" w:rsidP="004C6EC9">
            <w:pPr>
              <w:pStyle w:val="EndnoteText"/>
            </w:pP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top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11</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Proactive Handler availability with EVENT_EVENT_DOWNLOAD_USER_ACTIVITY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user activity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12</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Proactive Response Handler availability with EVENT_EVENT_DOWNLOAD_CARD_READER_STATUS</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1-Envelope event download card reader status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5-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TAL"/>
              <w:keepLines w:val="0"/>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13</w:t>
            </w:r>
          </w:p>
        </w:tc>
        <w:tc>
          <w:tcPr>
            <w:tcW w:w="4182" w:type="dxa"/>
            <w:tcBorders>
              <w:top w:val="single" w:sz="4" w:space="0" w:color="auto"/>
            </w:tcBorders>
          </w:tcPr>
          <w:p w:rsidR="00FB5721" w:rsidRPr="00C827A4" w:rsidRDefault="00FB5721" w:rsidP="004C6EC9">
            <w:pPr>
              <w:pStyle w:val="TAH"/>
              <w:keepNext w:val="0"/>
              <w:keepLines w:val="0"/>
            </w:pPr>
            <w:r w:rsidRPr="00C827A4">
              <w:t xml:space="preserve">Proactive Handler availability with EVENT_EVENT_DOWNLOAD_CARD_READER_STATUS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card reader status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OC2"/>
              <w:keepLines w:val="0"/>
              <w:widowControl/>
              <w:rPr>
                <w:noProof w:val="0"/>
              </w:rPr>
            </w:pPr>
          </w:p>
        </w:tc>
        <w:tc>
          <w:tcPr>
            <w:tcW w:w="2334" w:type="dxa"/>
            <w:tcBorders>
              <w:top w:val="single" w:sz="4" w:space="0" w:color="auto"/>
            </w:tcBorders>
          </w:tcPr>
          <w:p w:rsidR="00FB5721" w:rsidRPr="00C827A4" w:rsidRDefault="00FB5721" w:rsidP="004C6EC9">
            <w:pPr>
              <w:pStyle w:val="TOC2"/>
              <w:keepLines w:val="0"/>
              <w:widowControl/>
              <w:rPr>
                <w:noProof w:val="0"/>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14</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Proactive Handler availability with EVENT_EVENT_DOWNLOAD_LANGUAGE_SELECTION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language selection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15</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Proactive Handler availability with EVENT_EVENT_DOWNLOAD_BROWSER_TERMINATION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browser termination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No exception is thrown</w:t>
            </w:r>
          </w:p>
          <w:p w:rsidR="00FB5721" w:rsidRPr="00C827A4" w:rsidRDefault="00FB5721" w:rsidP="004C6EC9">
            <w:pPr>
              <w:pStyle w:val="TAL"/>
              <w:keepLines w:val="0"/>
            </w:pPr>
            <w:r w:rsidRPr="00C827A4">
              <w:t>5-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TAL"/>
              <w:keepLines w:val="0"/>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16</w:t>
            </w:r>
          </w:p>
        </w:tc>
        <w:tc>
          <w:tcPr>
            <w:tcW w:w="4182" w:type="dxa"/>
            <w:tcBorders>
              <w:top w:val="single" w:sz="4" w:space="0" w:color="auto"/>
            </w:tcBorders>
          </w:tcPr>
          <w:p w:rsidR="00FB5721" w:rsidRPr="00C827A4" w:rsidRDefault="00FB5721" w:rsidP="004C6EC9">
            <w:pPr>
              <w:pStyle w:val="TAH"/>
              <w:keepNext w:val="0"/>
              <w:keepLines w:val="0"/>
            </w:pPr>
            <w:r w:rsidRPr="00C827A4">
              <w:t xml:space="preserve">Proactive Handler availability with EVENT_STATUS_COMMAND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Status command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5- Applet2 gets the Proactive Response Handler</w:t>
            </w:r>
          </w:p>
          <w:p w:rsidR="00FB5721" w:rsidRPr="00C827A4" w:rsidRDefault="00FB5721" w:rsidP="004C6EC9">
            <w:pPr>
              <w:pStyle w:val="EndnoteText"/>
            </w:pP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Borders>
              <w:top w:val="single" w:sz="4" w:space="0" w:color="auto"/>
            </w:tcBorders>
          </w:tcPr>
          <w:p w:rsidR="00FB5721" w:rsidRPr="00C827A4" w:rsidRDefault="00FB5721" w:rsidP="004C6EC9">
            <w:pPr>
              <w:pStyle w:val="TAL"/>
              <w:keepNext w:val="0"/>
              <w:keepLines w:val="0"/>
            </w:pPr>
          </w:p>
        </w:tc>
      </w:tr>
      <w:tr w:rsidR="00FB5721" w:rsidRPr="00C827A4">
        <w:trPr>
          <w:jc w:val="center"/>
        </w:trPr>
        <w:tc>
          <w:tcPr>
            <w:tcW w:w="425" w:type="dxa"/>
          </w:tcPr>
          <w:p w:rsidR="00FB5721" w:rsidRPr="00C827A4" w:rsidRDefault="00FB5721" w:rsidP="004C6EC9">
            <w:pPr>
              <w:pStyle w:val="TAC"/>
              <w:keepNext w:val="0"/>
              <w:keepLines w:val="0"/>
            </w:pPr>
            <w:r w:rsidRPr="00C827A4">
              <w:t>17</w:t>
            </w:r>
          </w:p>
        </w:tc>
        <w:tc>
          <w:tcPr>
            <w:tcW w:w="4182" w:type="dxa"/>
          </w:tcPr>
          <w:p w:rsidR="00FB5721" w:rsidRPr="00C827A4" w:rsidRDefault="00FB5721" w:rsidP="004C6EC9">
            <w:pPr>
              <w:pStyle w:val="TAH"/>
              <w:keepNext w:val="0"/>
              <w:keepLines w:val="0"/>
            </w:pPr>
            <w:r w:rsidRPr="00C827A4">
              <w:t>Proactive Handler availability with EVENT_EVENT_DOWNLOAD_DATA_AVAILABLE</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Applet1 builds a proactive command OPEN CHANNEL proactiveHandler.send() method is called.</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An Envelope Event Download Data Available is sent to the UICC, with channelId=01.</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Handler</w:t>
            </w:r>
          </w:p>
          <w:p w:rsidR="00FB5721" w:rsidRPr="00C827A4" w:rsidRDefault="00FB5721" w:rsidP="004C6EC9">
            <w:pPr>
              <w:pStyle w:val="PL"/>
              <w:rPr>
                <w:noProof w:val="0"/>
              </w:rPr>
            </w:pPr>
            <w:r w:rsidRPr="00C827A4">
              <w:rPr>
                <w:noProof w:val="0"/>
              </w:rPr>
              <w:t>4- Applet1 gets the Proactive Response Handler</w:t>
            </w:r>
          </w:p>
          <w:p w:rsidR="00FB5721" w:rsidRPr="00C827A4" w:rsidRDefault="00FB5721" w:rsidP="004C6EC9">
            <w:pPr>
              <w:pStyle w:val="EndnoteText"/>
            </w:pP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tc>
        <w:tc>
          <w:tcPr>
            <w:tcW w:w="2334"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OPEN CHANNEL proactive command is fetched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TERMINAL RESPONSE is issued with Channel Id = 01</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OC2"/>
              <w:keepLines w:val="0"/>
              <w:widowControl/>
              <w:rPr>
                <w:noProof w:val="0"/>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18</w:t>
            </w:r>
          </w:p>
        </w:tc>
        <w:tc>
          <w:tcPr>
            <w:tcW w:w="4182" w:type="dxa"/>
            <w:tcBorders>
              <w:bottom w:val="single" w:sz="4" w:space="0" w:color="auto"/>
            </w:tcBorders>
          </w:tcPr>
          <w:p w:rsidR="00FB5721" w:rsidRPr="00C827A4" w:rsidRDefault="00FB5721" w:rsidP="004C6EC9">
            <w:pPr>
              <w:pStyle w:val="TAH"/>
              <w:keepNext w:val="0"/>
              <w:keepLines w:val="0"/>
            </w:pPr>
            <w:r w:rsidRPr="00C827A4">
              <w:t>Proactive Handler availability with EVENT_EVENT_DOWNLOAD_CHANNEL_STATUS</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An Envelope Event Download Channel Status is sent to the UICC, with ChannelId=01</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tc>
        <w:tc>
          <w:tcPr>
            <w:tcW w:w="2334" w:type="dxa"/>
            <w:tcBorders>
              <w:bottom w:val="single" w:sz="4" w:space="0" w:color="auto"/>
            </w:tcBorders>
          </w:tcPr>
          <w:p w:rsidR="00FB5721" w:rsidRPr="00C827A4" w:rsidRDefault="00FB5721" w:rsidP="004C6EC9">
            <w:pPr>
              <w:pStyle w:val="TAL"/>
              <w:keepNext w:val="0"/>
              <w:keepLines w:val="0"/>
            </w:pPr>
            <w:r w:rsidRPr="00C827A4">
              <w:t xml:space="preserve"> </w:t>
            </w: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19</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Proactive Handler availability with UNRECOGNIZED_ENVELOPE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 xml:space="preserve">1- An unrecognized Envelope (BER TLV Tag unrecognized) is sent to the UICC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 xml:space="preserve"> </w:t>
            </w: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No exception is thrown</w:t>
            </w:r>
          </w:p>
          <w:p w:rsidR="00FB5721" w:rsidRPr="00C827A4" w:rsidRDefault="00FB5721" w:rsidP="004C6EC9">
            <w:pPr>
              <w:pStyle w:val="TAL"/>
              <w:keepLines w:val="0"/>
            </w:pPr>
            <w:r w:rsidRPr="00C827A4">
              <w:t>5-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20</w:t>
            </w:r>
          </w:p>
        </w:tc>
        <w:tc>
          <w:tcPr>
            <w:tcW w:w="4182" w:type="dxa"/>
            <w:tcBorders>
              <w:top w:val="single" w:sz="4" w:space="0" w:color="auto"/>
            </w:tcBorders>
          </w:tcPr>
          <w:p w:rsidR="00FB5721" w:rsidRPr="00C827A4" w:rsidRDefault="00FB5721" w:rsidP="004C6EC9">
            <w:pPr>
              <w:pStyle w:val="TAH"/>
              <w:keepNext w:val="0"/>
              <w:keepLines w:val="0"/>
            </w:pPr>
            <w:r w:rsidRPr="00C827A4">
              <w:t>Proactive Handler availability with EVENT_EVENT_DOWNLOAD_ACCESS_TECHNOLOGY_CHANGE</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1- An envelope event download access technology change is sent to the UICC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Borders>
              <w:top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21</w:t>
            </w:r>
          </w:p>
        </w:tc>
        <w:tc>
          <w:tcPr>
            <w:tcW w:w="4182" w:type="dxa"/>
            <w:tcBorders>
              <w:bottom w:val="single" w:sz="4" w:space="0" w:color="auto"/>
            </w:tcBorders>
          </w:tcPr>
          <w:p w:rsidR="00FB5721" w:rsidRPr="00C827A4" w:rsidRDefault="00FB5721" w:rsidP="004C6EC9">
            <w:pPr>
              <w:pStyle w:val="TAH"/>
              <w:keepNext w:val="0"/>
              <w:keepLines w:val="0"/>
            </w:pPr>
            <w:r w:rsidRPr="00C827A4">
              <w:t>Proactive Handler availability with EVENT_EVENT_DOWNLOAD_DISPLAY_PARAMETERS_CHANGED</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1- An envelope event download display parameter changed is sent to the UICC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Handler</w:t>
            </w:r>
          </w:p>
          <w:p w:rsidR="00FB5721" w:rsidRPr="00C827A4" w:rsidRDefault="00FB5721" w:rsidP="004C6EC9">
            <w:pPr>
              <w:pStyle w:val="PL"/>
              <w:rPr>
                <w:noProof w:val="0"/>
              </w:rPr>
            </w:pPr>
            <w:r w:rsidRPr="00C827A4">
              <w:rPr>
                <w:noProof w:val="0"/>
              </w:rPr>
              <w:t xml:space="preserve">6-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4- Applet1 sends a DECLARE SERVICE (add) proactive command with its service identifier </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r w:rsidRPr="00C827A4">
              <w:t>6-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OC2"/>
              <w:keepLines w:val="0"/>
              <w:widowControl/>
              <w:rPr>
                <w:noProof w:val="0"/>
              </w:rPr>
            </w:pPr>
          </w:p>
        </w:tc>
        <w:tc>
          <w:tcPr>
            <w:tcW w:w="2334"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DECLARE SERVICE (add) proactive command is fetched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Successful TERMINAL RESPONSE is issued </w:t>
            </w: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22</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Proactive Handler availability with EVENT_EVENT_DOWNLOAD_LOCAL_CONNECTION</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An envelope event download local connection is sent to the UICC, with the</w:t>
            </w:r>
          </w:p>
          <w:p w:rsidR="00FB5721" w:rsidRPr="00C827A4" w:rsidRDefault="00FB5721" w:rsidP="004C6EC9">
            <w:pPr>
              <w:pStyle w:val="PL"/>
              <w:keepNext/>
              <w:rPr>
                <w:noProof w:val="0"/>
              </w:rPr>
            </w:pPr>
            <w:r w:rsidRPr="00C827A4">
              <w:rPr>
                <w:noProof w:val="0"/>
              </w:rPr>
              <w:t>allocated service identifier</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 xml:space="preserve">3- Applet1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OC2"/>
              <w:keepNext/>
              <w:keepLines w:val="0"/>
              <w:widowControl/>
              <w:rPr>
                <w:noProof w:val="0"/>
              </w:rPr>
            </w:pPr>
          </w:p>
        </w:tc>
        <w:tc>
          <w:tcPr>
            <w:tcW w:w="2334"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OC2"/>
              <w:keepNext/>
              <w:keepLines w:val="0"/>
              <w:widowControl/>
              <w:rPr>
                <w:noProof w:val="0"/>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23</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pPr>
            <w:r w:rsidRPr="00C827A4">
              <w:t>Proactive Handler availability with EVENT_PROACTIVE_HANDLER_AVAILABLE</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call connected is sent to the UICC</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The display Text proactive command is fetch and the terminal response is sent</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Handler</w:t>
            </w:r>
          </w:p>
          <w:p w:rsidR="00FB5721" w:rsidRPr="00C827A4" w:rsidRDefault="00FB5721" w:rsidP="004C6EC9">
            <w:pPr>
              <w:pStyle w:val="PL"/>
              <w:rPr>
                <w:noProof w:val="0"/>
              </w:rPr>
            </w:pPr>
            <w:r w:rsidRPr="00C827A4">
              <w:rPr>
                <w:noProof w:val="0"/>
              </w:rPr>
              <w:t>4-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Handler</w:t>
            </w:r>
          </w:p>
          <w:p w:rsidR="00FB5721" w:rsidRPr="00C827A4" w:rsidRDefault="00FB5721" w:rsidP="004C6EC9">
            <w:pPr>
              <w:pStyle w:val="PL"/>
              <w:rPr>
                <w:noProof w:val="0"/>
              </w:rPr>
            </w:pPr>
            <w:r w:rsidRPr="00C827A4">
              <w:rPr>
                <w:noProof w:val="0"/>
              </w:rPr>
              <w:t xml:space="preserve">6-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 and registers to EVENT_PROACTIVE_HANDLER_AVAILABLE</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 xml:space="preserve">Applet2 is triggered, registers to </w:t>
            </w:r>
          </w:p>
          <w:p w:rsidR="00FB5721" w:rsidRPr="00C827A4" w:rsidRDefault="00FB5721" w:rsidP="004C6EC9">
            <w:pPr>
              <w:pStyle w:val="TAL"/>
              <w:keepNext w:val="0"/>
              <w:keepLines w:val="0"/>
            </w:pPr>
            <w:r w:rsidRPr="00C827A4">
              <w:t>EVENT_PROACTIVE_HANDLER_AVAILABLE and sends a Display Test proactive command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Applet1 is triggered by EVENT_PROACTIVE_HANDLER_AVAILABLE</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 by EVENT_PROACTIVE_HANDLER_AVAILABLE</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top w:val="single" w:sz="4" w:space="0" w:color="auto"/>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24</w:t>
            </w:r>
          </w:p>
        </w:tc>
        <w:tc>
          <w:tcPr>
            <w:tcW w:w="4182" w:type="dxa"/>
            <w:tcBorders>
              <w:top w:val="single" w:sz="4" w:space="0" w:color="auto"/>
              <w:bottom w:val="single" w:sz="4" w:space="0" w:color="auto"/>
            </w:tcBorders>
          </w:tcPr>
          <w:p w:rsidR="00FB5721" w:rsidRPr="00C827A4" w:rsidRDefault="00FB5721" w:rsidP="004C6EC9">
            <w:pPr>
              <w:pStyle w:val="TAH"/>
              <w:keepLines w:val="0"/>
              <w:framePr w:w="7920" w:h="1980" w:hSpace="180" w:wrap="auto" w:hAnchor="page" w:xAlign="center" w:yAlign="bottom"/>
            </w:pPr>
            <w:r w:rsidRPr="00C827A4">
              <w:t>Proactive Handler availability with EVENT_APPLICATION_DESELECT</w:t>
            </w:r>
          </w:p>
          <w:p w:rsidR="00FB5721" w:rsidRPr="00C827A4" w:rsidRDefault="00FB5721" w:rsidP="004C6EC9">
            <w:pPr>
              <w:pStyle w:val="PL"/>
              <w:keepNext/>
              <w:framePr w:w="7920" w:h="1980" w:hSpace="180" w:wrap="auto" w:hAnchor="page" w:xAlign="center" w:yAlign="bottom"/>
              <w:rPr>
                <w:noProof w:val="0"/>
              </w:rPr>
            </w:pPr>
          </w:p>
          <w:p w:rsidR="00FB5721" w:rsidRPr="00C827A4" w:rsidRDefault="00FB5721" w:rsidP="004C6EC9">
            <w:pPr>
              <w:pStyle w:val="PL"/>
              <w:keepNext/>
              <w:rPr>
                <w:noProof w:val="0"/>
              </w:rPr>
            </w:pPr>
            <w:r w:rsidRPr="00C827A4">
              <w:rPr>
                <w:noProof w:val="0"/>
              </w:rPr>
              <w:t xml:space="preserve">1- Select for activation ADF1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 xml:space="preserve">2- Select for termination ADF1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Applet1 deregisters to EVENT_APPLICATION_DESELECT.</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6-Applet2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Applet2 deregisters to EVENT_APPLICATION_DESELECT.</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5- A ToolkitException HANDLER_NOT_AVAILABLE is thrown</w:t>
            </w:r>
          </w:p>
          <w:p w:rsidR="00FB5721" w:rsidRPr="00C827A4" w:rsidRDefault="00FB5721" w:rsidP="004C6EC9">
            <w:pPr>
              <w:pStyle w:val="TAL"/>
              <w:keepLines w:val="0"/>
            </w:pPr>
            <w:r w:rsidRPr="00C827A4">
              <w:t>6-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25</w:t>
            </w:r>
          </w:p>
        </w:tc>
        <w:tc>
          <w:tcPr>
            <w:tcW w:w="4182" w:type="dxa"/>
            <w:tcBorders>
              <w:top w:val="single" w:sz="4" w:space="0" w:color="auto"/>
            </w:tcBorders>
          </w:tcPr>
          <w:p w:rsidR="00FB5721" w:rsidRPr="00C827A4" w:rsidRDefault="00FB5721" w:rsidP="004C6EC9">
            <w:pPr>
              <w:pStyle w:val="TAH"/>
              <w:keepNext w:val="0"/>
              <w:keepLines w:val="0"/>
              <w:framePr w:w="7920" w:h="1980" w:hSpace="180" w:wrap="auto" w:hAnchor="page" w:xAlign="center" w:yAlign="bottom"/>
            </w:pPr>
            <w:r w:rsidRPr="00C827A4">
              <w:t xml:space="preserve">The ProactiveHandler is not available before the Terminal Profile with EVENT_MENU SELECTION_HELP_REQUEST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Reset the card without sending the Terminal Profile</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Envelope menu selection with help request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Applet1 gets the Proactive Response Handler</w:t>
            </w:r>
          </w:p>
          <w:p w:rsidR="00FB5721" w:rsidRPr="00C827A4" w:rsidRDefault="00FB5721" w:rsidP="004C6EC9">
            <w:pPr>
              <w:pStyle w:val="PL"/>
              <w:rPr>
                <w:noProof w:val="0"/>
              </w:rPr>
            </w:pPr>
          </w:p>
          <w:p w:rsidR="00FB5721" w:rsidRPr="00C827A4" w:rsidRDefault="00FB5721" w:rsidP="004C6EC9">
            <w:pPr>
              <w:pStyle w:val="TAL"/>
              <w:keepNext w:val="0"/>
              <w:keepLines w:val="0"/>
            </w:pP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tc>
        <w:tc>
          <w:tcPr>
            <w:tcW w:w="2334" w:type="dxa"/>
            <w:tcBorders>
              <w:top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26</w:t>
            </w:r>
          </w:p>
        </w:tc>
        <w:tc>
          <w:tcPr>
            <w:tcW w:w="4182" w:type="dxa"/>
            <w:tcBorders>
              <w:bottom w:val="single" w:sz="4" w:space="0" w:color="auto"/>
            </w:tcBorders>
          </w:tcPr>
          <w:p w:rsidR="00FB5721" w:rsidRPr="00C827A4" w:rsidRDefault="00FB5721" w:rsidP="004C6EC9">
            <w:pPr>
              <w:pStyle w:val="TAH"/>
              <w:keepNext w:val="0"/>
              <w:keepLines w:val="0"/>
            </w:pPr>
            <w:r w:rsidRPr="00C827A4">
              <w:t>The ProactiveHandler is not available before the Terminal Profile with EVENT_MENU SELECTION</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menu selection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tc>
        <w:tc>
          <w:tcPr>
            <w:tcW w:w="2334" w:type="dxa"/>
            <w:tcBorders>
              <w:bottom w:val="single" w:sz="4" w:space="0" w:color="auto"/>
            </w:tcBorders>
          </w:tcPr>
          <w:p w:rsidR="00FB5721" w:rsidRPr="00C827A4" w:rsidRDefault="00FB5721" w:rsidP="004C6EC9">
            <w:pPr>
              <w:pStyle w:val="PL"/>
              <w:rPr>
                <w:rFonts w:ascii="Arial" w:hAnsi="Arial"/>
                <w:noProof w:val="0"/>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27</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The ProactiveHandler is not available before the Terminal Profile with EVENT_TIMER_EXPIRATION</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Timer Id =1</w:t>
            </w:r>
          </w:p>
          <w:p w:rsidR="00FB5721" w:rsidRPr="00C827A4" w:rsidRDefault="00FB5721" w:rsidP="004C6EC9">
            <w:pPr>
              <w:pStyle w:val="PL"/>
              <w:keepNext/>
              <w:rPr>
                <w:noProof w:val="0"/>
              </w:rPr>
            </w:pPr>
            <w:r w:rsidRPr="00C827A4">
              <w:rPr>
                <w:noProof w:val="0"/>
              </w:rPr>
              <w:t>Envelope Timer Expiration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4C6EC9">
            <w:pPr>
              <w:pStyle w:val="PL"/>
              <w:keepNext/>
              <w:rPr>
                <w:rFonts w:ascii="Arial" w:hAnsi="Arial"/>
                <w:noProof w:val="0"/>
                <w:sz w:val="18"/>
              </w:rPr>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28</w:t>
            </w:r>
          </w:p>
        </w:tc>
        <w:tc>
          <w:tcPr>
            <w:tcW w:w="4182" w:type="dxa"/>
            <w:tcBorders>
              <w:top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EVENT_CALL_CONTROL_BY_NAA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call control by NAA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3- Applet1 gets the Proactive Response Handler </w:t>
            </w: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p>
        </w:tc>
        <w:tc>
          <w:tcPr>
            <w:tcW w:w="2334" w:type="dxa"/>
            <w:tcBorders>
              <w:top w:val="single" w:sz="4" w:space="0" w:color="auto"/>
            </w:tcBorders>
          </w:tcPr>
          <w:p w:rsidR="00FB5721" w:rsidRPr="00C827A4" w:rsidRDefault="00FB5721" w:rsidP="004C6EC9">
            <w:pPr>
              <w:pStyle w:val="PL"/>
              <w:rPr>
                <w:rFonts w:ascii="Arial" w:hAnsi="Arial"/>
                <w:noProof w:val="0"/>
                <w:sz w:val="18"/>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29</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EVENT_EVENT_DOWNLOAD_MT_CALL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mt call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30</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The ProactiveHandler is not available before the Terminal Profile with EVENT_EVENT_DOWNLOAD_CALL_CONNECTED </w:t>
            </w:r>
          </w:p>
          <w:p w:rsidR="00FB5721" w:rsidRPr="00C827A4" w:rsidRDefault="00FB5721" w:rsidP="004C6EC9">
            <w:pPr>
              <w:pStyle w:val="TAH"/>
              <w:keepLines w:val="0"/>
            </w:pPr>
          </w:p>
          <w:p w:rsidR="00FB5721" w:rsidRPr="00C827A4" w:rsidRDefault="00FB5721" w:rsidP="004C6EC9">
            <w:pPr>
              <w:pStyle w:val="PL"/>
              <w:keepNext/>
              <w:rPr>
                <w:noProof w:val="0"/>
              </w:rPr>
            </w:pPr>
            <w:r w:rsidRPr="00C827A4">
              <w:rPr>
                <w:noProof w:val="0"/>
              </w:rPr>
              <w:t>1- Envelope event download call connected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31</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EVENT_EVENT_DOWNLOAD_CALL_DISCONNECTED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call disconnected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Response Handler</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Borders>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trPr>
          <w:jc w:val="center"/>
        </w:trPr>
        <w:tc>
          <w:tcPr>
            <w:tcW w:w="425" w:type="dxa"/>
            <w:tcBorders>
              <w:bottom w:val="single" w:sz="4" w:space="0" w:color="auto"/>
            </w:tcBorders>
          </w:tcPr>
          <w:p w:rsidR="00FB5721" w:rsidRPr="00C827A4" w:rsidRDefault="00FB5721" w:rsidP="004C6EC9">
            <w:pPr>
              <w:pStyle w:val="TAC"/>
              <w:keepLines w:val="0"/>
            </w:pPr>
            <w:r w:rsidRPr="00C827A4">
              <w:lastRenderedPageBreak/>
              <w:t>32</w:t>
            </w:r>
          </w:p>
        </w:tc>
        <w:tc>
          <w:tcPr>
            <w:tcW w:w="4182" w:type="dxa"/>
            <w:tcBorders>
              <w:bottom w:val="single" w:sz="4" w:space="0" w:color="auto"/>
            </w:tcBorders>
          </w:tcPr>
          <w:p w:rsidR="00FB5721" w:rsidRPr="00C827A4" w:rsidRDefault="00FB5721" w:rsidP="004C6EC9">
            <w:pPr>
              <w:pStyle w:val="TAH"/>
              <w:keepLines w:val="0"/>
            </w:pPr>
            <w:r w:rsidRPr="00C827A4">
              <w:t xml:space="preserve">The ProactiveHandler is not available before the Terminal Profile with EVENT_EVENT_DOWNLOAD_LOCATION_STATUS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location status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tc>
        <w:tc>
          <w:tcPr>
            <w:tcW w:w="2911" w:type="dxa"/>
            <w:tcBorders>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33</w:t>
            </w:r>
          </w:p>
        </w:tc>
        <w:tc>
          <w:tcPr>
            <w:tcW w:w="4182" w:type="dxa"/>
            <w:tcBorders>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EVENT_EVENT_DOWNLOAD_USER_ACTIVITY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user activity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34</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The ProactiveHandler is not available before the Terminal Profile with EVENT_EVENT_DOWNLOAD_IDLE_SCREEN_AVAILABLE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idle screen available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35</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EVENT_EVENT_DOWNLOAD_CARD_READER_STATUS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card reader status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top w:val="single" w:sz="4" w:space="0" w:color="auto"/>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36</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The ProactiveHandler is not available before the Terminal Profile with EVENT_EVENT_DOWNLOAD_LANGUAGE_SELECTION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language selection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37</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EVENT_EVENT_DOWNLOAD_BROWSER_TERMINATION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browser termination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TAH"/>
              <w:keepNext w:val="0"/>
              <w:keepLines w:val="0"/>
            </w:pPr>
            <w:r w:rsidRPr="00C827A4">
              <w:t>3- Applet2 gets the Proactive Handler</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top w:val="single" w:sz="4" w:space="0" w:color="auto"/>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38</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 xml:space="preserve">The ProactiveHandler is not available before the Terminal Profile with EVENT_STATUS_COMMAND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Status command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Applet2 gets the Proactive Response Handler</w:t>
            </w:r>
          </w:p>
          <w:p w:rsidR="00FB5721" w:rsidRPr="00C827A4" w:rsidRDefault="00FB5721" w:rsidP="004C6EC9">
            <w:pPr>
              <w:pStyle w:val="TAH"/>
              <w:keepLines w:val="0"/>
            </w:pP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39</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pPr>
            <w:r w:rsidRPr="00C827A4">
              <w:t xml:space="preserve">The ProactiveHandler is not available before the Terminal Profile with UNRECOGNIZED_ENVELOPE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1- An unrecognized Envelope (BER TLV Tag unrecognized) is sent to the UICC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 </w:t>
            </w: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p w:rsidR="00FB5721" w:rsidRPr="00C827A4" w:rsidRDefault="00FB5721" w:rsidP="004C6EC9">
            <w:pPr>
              <w:pStyle w:val="TAL"/>
              <w:keepNext w:val="0"/>
              <w:keepLines w:val="0"/>
            </w:pPr>
          </w:p>
        </w:tc>
        <w:tc>
          <w:tcPr>
            <w:tcW w:w="2334" w:type="dxa"/>
            <w:tcBorders>
              <w:top w:val="single" w:sz="4" w:space="0" w:color="auto"/>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40</w:t>
            </w:r>
          </w:p>
        </w:tc>
        <w:tc>
          <w:tcPr>
            <w:tcW w:w="4182" w:type="dxa"/>
            <w:tcBorders>
              <w:top w:val="single" w:sz="4" w:space="0" w:color="auto"/>
              <w:bottom w:val="single" w:sz="4" w:space="0" w:color="auto"/>
            </w:tcBorders>
          </w:tcPr>
          <w:p w:rsidR="00FB5721" w:rsidRPr="00C827A4" w:rsidRDefault="00FB5721" w:rsidP="004C6EC9">
            <w:pPr>
              <w:pStyle w:val="TAH"/>
              <w:keepLines w:val="0"/>
            </w:pPr>
            <w:r w:rsidRPr="00C827A4">
              <w:t>The ProactiveHandler is not available before the Terminal Profile with EVENT_EVENT_DOWNLOAD_ACCESS_TECHNOLOGY_CHANGE</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 xml:space="preserve">1- An envelope event download access technology change is sent to the UICC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tcBorders>
          </w:tcPr>
          <w:p w:rsidR="00FB5721" w:rsidRPr="00C827A4" w:rsidRDefault="00FB5721" w:rsidP="004C6EC9">
            <w:pPr>
              <w:pStyle w:val="TAC"/>
              <w:keepNext w:val="0"/>
              <w:keepLines w:val="0"/>
            </w:pPr>
            <w:r w:rsidRPr="00C827A4">
              <w:t>41</w:t>
            </w:r>
          </w:p>
        </w:tc>
        <w:tc>
          <w:tcPr>
            <w:tcW w:w="4182" w:type="dxa"/>
            <w:tcBorders>
              <w:top w:val="single" w:sz="4" w:space="0" w:color="auto"/>
            </w:tcBorders>
          </w:tcPr>
          <w:p w:rsidR="00FB5721" w:rsidRPr="00C827A4" w:rsidRDefault="00FB5721" w:rsidP="004C6EC9">
            <w:pPr>
              <w:pStyle w:val="TAH"/>
              <w:keepNext w:val="0"/>
              <w:keepLines w:val="0"/>
            </w:pPr>
            <w:r w:rsidRPr="00C827A4">
              <w:t>The ProactiveHandler is not available before the Terminal Profile with EVENT_EVENT_DOWNLOAD_DISPLAY_PARAMETERS_CHANGED</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1- An envelope event download display parameter changed is sent to the UICC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Response Handler</w:t>
            </w:r>
          </w:p>
        </w:tc>
        <w:tc>
          <w:tcPr>
            <w:tcW w:w="2911" w:type="dxa"/>
            <w:tcBorders>
              <w:top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registers to EVENT_PROACTIVE_HANDLER_AVAILABLE then finalizes</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 A ToolkitException HANDLER_NOT_AVAILABLE is thrown.</w:t>
            </w:r>
          </w:p>
          <w:p w:rsidR="00FB5721" w:rsidRPr="00C827A4" w:rsidRDefault="00FB5721" w:rsidP="004C6EC9">
            <w:pPr>
              <w:pStyle w:val="TAL"/>
              <w:keepNext w:val="0"/>
              <w:keepLines w:val="0"/>
            </w:pPr>
            <w:r w:rsidRPr="00C827A4">
              <w:t>Applet2 registers to EVENT_PROACTIVE_HANDLER_AVAILABLE then finalizes</w:t>
            </w:r>
          </w:p>
        </w:tc>
        <w:tc>
          <w:tcPr>
            <w:tcW w:w="2334" w:type="dxa"/>
            <w:tcBorders>
              <w:top w:val="single" w:sz="4" w:space="0" w:color="auto"/>
            </w:tcBorders>
          </w:tcPr>
          <w:p w:rsidR="00FB5721" w:rsidRPr="00C827A4" w:rsidRDefault="00FB5721" w:rsidP="004C6EC9">
            <w:pPr>
              <w:pStyle w:val="TOC2"/>
              <w:keepLines w:val="0"/>
              <w:widowControl/>
              <w:rPr>
                <w:noProof w:val="0"/>
              </w:rPr>
            </w:pPr>
          </w:p>
        </w:tc>
      </w:tr>
      <w:tr w:rsidR="00FB5721" w:rsidRPr="00C827A4" w:rsidTr="004C6EC9">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42</w:t>
            </w:r>
          </w:p>
        </w:tc>
        <w:tc>
          <w:tcPr>
            <w:tcW w:w="4182" w:type="dxa"/>
            <w:tcBorders>
              <w:bottom w:val="single" w:sz="4" w:space="0" w:color="auto"/>
            </w:tcBorders>
          </w:tcPr>
          <w:p w:rsidR="00FB5721" w:rsidRPr="00C827A4" w:rsidRDefault="00FB5721" w:rsidP="004C6EC9">
            <w:pPr>
              <w:pStyle w:val="TAH"/>
              <w:keepNext w:val="0"/>
              <w:keepLines w:val="0"/>
            </w:pPr>
            <w:r w:rsidRPr="00C827A4">
              <w:t>The ProactiveHandler is not available before the Terminal Profile with EVENT_PROACTIVE_HANDLER_AVAILABLE</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and Applet2 are not triggered by EVENT_PROACTIVE_HANDLER_AVAILABLE</w:t>
            </w:r>
          </w:p>
          <w:p w:rsidR="00FB5721" w:rsidRPr="00C827A4" w:rsidRDefault="00FB5721" w:rsidP="004C6EC9">
            <w:pPr>
              <w:pStyle w:val="TAL"/>
              <w:keepNext w:val="0"/>
              <w:keepLines w:val="0"/>
            </w:pPr>
          </w:p>
        </w:tc>
        <w:tc>
          <w:tcPr>
            <w:tcW w:w="2334" w:type="dxa"/>
            <w:tcBorders>
              <w:bottom w:val="single" w:sz="4" w:space="0" w:color="auto"/>
            </w:tcBorders>
          </w:tcPr>
          <w:p w:rsidR="00FB5721" w:rsidRPr="00C827A4" w:rsidRDefault="00FB5721" w:rsidP="004C6EC9">
            <w:pPr>
              <w:pStyle w:val="TOC2"/>
              <w:keepLines w:val="0"/>
              <w:widowControl/>
              <w:rPr>
                <w:noProof w:val="0"/>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43</w:t>
            </w:r>
          </w:p>
        </w:tc>
        <w:tc>
          <w:tcPr>
            <w:tcW w:w="4182" w:type="dxa"/>
            <w:tcBorders>
              <w:top w:val="single" w:sz="4" w:space="0" w:color="auto"/>
              <w:bottom w:val="single" w:sz="4" w:space="0" w:color="auto"/>
            </w:tcBorders>
          </w:tcPr>
          <w:p w:rsidR="00FB5721" w:rsidRPr="00C827A4" w:rsidRDefault="00FB5721" w:rsidP="004C6EC9">
            <w:pPr>
              <w:pStyle w:val="TAH"/>
              <w:keepLines w:val="0"/>
              <w:ind w:right="184"/>
            </w:pPr>
            <w:r w:rsidRPr="00C827A4">
              <w:t>The ProactiveHandler is not available before the Terminal Profile with EVENT_EVENT_DOWNLOAD_NETWORK_SEARCH_MODE_CHANGE</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network search mode change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A ToolkitException HANDLER_NOT_AVAILABLE is thrown</w:t>
            </w:r>
          </w:p>
          <w:p w:rsidR="00FB5721" w:rsidRPr="00C827A4" w:rsidRDefault="00FB5721" w:rsidP="004C6EC9">
            <w:pPr>
              <w:pStyle w:val="TAL"/>
              <w:keepLines w:val="0"/>
            </w:pPr>
            <w:r w:rsidRPr="00C827A4">
              <w:t>3- A ToolkitException HANDLER_NOT_AVAILABLE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deregisters from</w:t>
            </w:r>
          </w:p>
          <w:p w:rsidR="00FB5721" w:rsidRPr="00C827A4" w:rsidRDefault="00FB5721" w:rsidP="004C6EC9">
            <w:pPr>
              <w:pStyle w:val="TAL"/>
              <w:keepLines w:val="0"/>
            </w:pPr>
            <w:r w:rsidRPr="00C827A4">
              <w:t>EVENT_PROACTIVE_HANDLER_AVAILABLE</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A ToolkitException HANDLER_NOT_AVAILABLE is thrown</w:t>
            </w:r>
          </w:p>
          <w:p w:rsidR="00FB5721" w:rsidRPr="00C827A4" w:rsidRDefault="00FB5721" w:rsidP="004C6EC9">
            <w:pPr>
              <w:pStyle w:val="TAL"/>
              <w:keepLines w:val="0"/>
            </w:pPr>
            <w:r w:rsidRPr="00C827A4">
              <w:t>5- A ToolkitException HANDLER_NOT_AVAILABLE is thrown.</w:t>
            </w:r>
          </w:p>
          <w:p w:rsidR="00FB5721" w:rsidRPr="00C827A4" w:rsidRDefault="00FB5721" w:rsidP="004C6EC9">
            <w:pPr>
              <w:pStyle w:val="TAL"/>
              <w:keepLines w:val="0"/>
            </w:pPr>
            <w:r w:rsidRPr="00C827A4">
              <w:t>Applet2 deregisters from</w:t>
            </w:r>
          </w:p>
          <w:p w:rsidR="00FB5721" w:rsidRPr="00C827A4" w:rsidRDefault="00FB5721" w:rsidP="004C6EC9">
            <w:pPr>
              <w:pStyle w:val="TAL"/>
              <w:keepLines w:val="0"/>
            </w:pPr>
            <w:r w:rsidRPr="00C827A4">
              <w:t>EVENT_PROACTIVE_HANDLER_AVAILABLE</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OC2"/>
              <w:keepNext/>
              <w:keepLines w:val="0"/>
              <w:widowControl/>
              <w:rPr>
                <w:noProof w:val="0"/>
              </w:rPr>
            </w:pPr>
          </w:p>
        </w:tc>
        <w:tc>
          <w:tcPr>
            <w:tcW w:w="2334" w:type="dxa"/>
            <w:tcBorders>
              <w:top w:val="single" w:sz="4" w:space="0" w:color="auto"/>
              <w:bottom w:val="single" w:sz="4" w:space="0" w:color="auto"/>
            </w:tcBorders>
          </w:tcPr>
          <w:p w:rsidR="00FB5721" w:rsidRPr="00C827A4" w:rsidRDefault="00FB5721" w:rsidP="004C6EC9">
            <w:pPr>
              <w:pStyle w:val="TOC2"/>
              <w:keepNext/>
              <w:keepLines w:val="0"/>
              <w:widowControl/>
              <w:rPr>
                <w:noProof w:val="0"/>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44</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pPr>
            <w:r w:rsidRPr="00C827A4">
              <w:t>The ProactiveHandler is not available before the Terminal Profile with EVENT_EVENT_DOWNLOAD_BROWSING STATUS</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browsing status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 ToolkitException HANDLER_NOT_AVAILABLE is thrown</w:t>
            </w:r>
          </w:p>
          <w:p w:rsidR="00FB5721" w:rsidRPr="00C827A4" w:rsidRDefault="00FB5721" w:rsidP="004C6EC9">
            <w:pPr>
              <w:pStyle w:val="TAL"/>
              <w:keepNext w:val="0"/>
              <w:keepLines w:val="0"/>
            </w:pPr>
            <w:r w:rsidRPr="00C827A4">
              <w:t>3-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A ToolkitException HANDLER_NOT_AVAILABLE is thrown</w:t>
            </w:r>
          </w:p>
          <w:p w:rsidR="00FB5721" w:rsidRPr="00C827A4" w:rsidRDefault="00FB5721" w:rsidP="004C6EC9">
            <w:pPr>
              <w:pStyle w:val="TAL"/>
              <w:keepNext w:val="0"/>
              <w:keepLines w:val="0"/>
            </w:pPr>
            <w:r w:rsidRPr="00C827A4">
              <w:t>5- A ToolkitException HANDLER_NOT_AVAILABLE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TAL"/>
              <w:keepNext w:val="0"/>
              <w:keepLines w:val="0"/>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Lines w:val="0"/>
            </w:pPr>
            <w:r w:rsidRPr="00C827A4">
              <w:lastRenderedPageBreak/>
              <w:t>45</w:t>
            </w:r>
          </w:p>
        </w:tc>
        <w:tc>
          <w:tcPr>
            <w:tcW w:w="4182" w:type="dxa"/>
            <w:tcBorders>
              <w:top w:val="single" w:sz="4" w:space="0" w:color="auto"/>
              <w:bottom w:val="single" w:sz="4" w:space="0" w:color="auto"/>
            </w:tcBorders>
          </w:tcPr>
          <w:p w:rsidR="00FB5721" w:rsidRPr="00C827A4" w:rsidRDefault="00FB5721" w:rsidP="004C6EC9">
            <w:pPr>
              <w:pStyle w:val="TAH"/>
              <w:keepLines w:val="0"/>
              <w:framePr w:w="7920" w:h="1980" w:hSpace="180" w:wrap="auto" w:hAnchor="page" w:xAlign="center" w:yAlign="bottom"/>
            </w:pPr>
            <w:r w:rsidRPr="00C827A4">
              <w:t xml:space="preserve">Proactive Handler availability with EVENT_EVENT_DOWNLOAD_NETWORK_SEARCH_MODE_CHANGE </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0- Reset card and sendTerminal Profile without facility SETUP_EVENT_LIST</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Envelope event download network search mode change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Applet1 gets the Proactive Handler</w:t>
            </w:r>
          </w:p>
          <w:p w:rsidR="00FB5721" w:rsidRPr="00C827A4" w:rsidRDefault="00FB5721" w:rsidP="004C6EC9">
            <w:pPr>
              <w:pStyle w:val="PL"/>
              <w:keepNext/>
              <w:rPr>
                <w:noProof w:val="0"/>
              </w:rPr>
            </w:pPr>
            <w:r w:rsidRPr="00C827A4">
              <w:rPr>
                <w:noProof w:val="0"/>
              </w:rPr>
              <w:t>3- Applet1 gets the Proactive Response Handler</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Applet2 gets the Proactive Handler</w:t>
            </w:r>
          </w:p>
          <w:p w:rsidR="00FB5721" w:rsidRPr="00C827A4" w:rsidRDefault="00FB5721" w:rsidP="004C6EC9">
            <w:pPr>
              <w:pStyle w:val="PL"/>
              <w:keepNext/>
              <w:rPr>
                <w:noProof w:val="0"/>
              </w:rPr>
            </w:pPr>
            <w:r w:rsidRPr="00C827A4">
              <w:rPr>
                <w:noProof w:val="0"/>
              </w:rPr>
              <w:t>5- Applet2 gets the Proactive Response Handler</w:t>
            </w:r>
          </w:p>
        </w:tc>
        <w:tc>
          <w:tcPr>
            <w:tcW w:w="2911" w:type="dxa"/>
            <w:tcBorders>
              <w:top w:val="single" w:sz="4" w:space="0" w:color="auto"/>
              <w:bottom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2- No exception is thrown</w:t>
            </w:r>
          </w:p>
          <w:p w:rsidR="00FB5721" w:rsidRPr="00C827A4" w:rsidRDefault="00FB5721" w:rsidP="004C6EC9">
            <w:pPr>
              <w:pStyle w:val="TAL"/>
              <w:keepLines w:val="0"/>
            </w:pPr>
            <w:r w:rsidRPr="00C827A4">
              <w:t>3-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Applet1 finalizes</w:t>
            </w:r>
          </w:p>
          <w:p w:rsidR="00FB5721" w:rsidRPr="00C827A4" w:rsidRDefault="00FB5721" w:rsidP="004C6EC9">
            <w:pPr>
              <w:pStyle w:val="TAL"/>
              <w:keepLines w:val="0"/>
            </w:pPr>
            <w:r w:rsidRPr="00C827A4">
              <w:t>Applet2 is triggered</w:t>
            </w:r>
          </w:p>
          <w:p w:rsidR="00FB5721" w:rsidRPr="00C827A4" w:rsidRDefault="00FB5721" w:rsidP="004C6EC9">
            <w:pPr>
              <w:pStyle w:val="TAL"/>
              <w:keepLines w:val="0"/>
            </w:pPr>
          </w:p>
          <w:p w:rsidR="00FB5721" w:rsidRPr="00C827A4" w:rsidRDefault="00FB5721" w:rsidP="004C6EC9">
            <w:pPr>
              <w:pStyle w:val="TAL"/>
              <w:keepLines w:val="0"/>
            </w:pPr>
            <w:r w:rsidRPr="00C827A4">
              <w:t>4- No exception is thrown</w:t>
            </w:r>
          </w:p>
          <w:p w:rsidR="00FB5721" w:rsidRPr="00C827A4" w:rsidRDefault="00FB5721" w:rsidP="004C6EC9">
            <w:pPr>
              <w:pStyle w:val="TAL"/>
              <w:keepLines w:val="0"/>
            </w:pPr>
            <w:r w:rsidRPr="00C827A4">
              <w:t>5- No exception is thrown</w:t>
            </w:r>
          </w:p>
          <w:p w:rsidR="00FB5721" w:rsidRPr="00C827A4" w:rsidRDefault="00FB5721" w:rsidP="004C6EC9">
            <w:pPr>
              <w:pStyle w:val="TAL"/>
              <w:keepLines w:val="0"/>
            </w:pPr>
          </w:p>
          <w:p w:rsidR="00FB5721" w:rsidRPr="00C827A4" w:rsidRDefault="00FB5721" w:rsidP="004C6EC9">
            <w:pPr>
              <w:pStyle w:val="TAL"/>
              <w:keepLines w:val="0"/>
            </w:pPr>
            <w:r w:rsidRPr="00C827A4">
              <w:t>Applet2 finalizes</w:t>
            </w:r>
          </w:p>
          <w:p w:rsidR="00FB5721" w:rsidRPr="00C827A4" w:rsidRDefault="00FB5721" w:rsidP="004C6EC9">
            <w:pPr>
              <w:pStyle w:val="TAL"/>
              <w:keepLines w:val="0"/>
            </w:pPr>
          </w:p>
        </w:tc>
        <w:tc>
          <w:tcPr>
            <w:tcW w:w="2334" w:type="dxa"/>
            <w:tcBorders>
              <w:top w:val="single" w:sz="4" w:space="0" w:color="auto"/>
              <w:bottom w:val="single" w:sz="4" w:space="0" w:color="auto"/>
            </w:tcBorders>
          </w:tcPr>
          <w:p w:rsidR="00FB5721" w:rsidRPr="00C827A4" w:rsidRDefault="00FB5721" w:rsidP="004C6EC9">
            <w:pPr>
              <w:pStyle w:val="BodyTextIndent3"/>
              <w:keepNext/>
              <w:ind w:left="0"/>
              <w:rPr>
                <w:rFonts w:ascii="Arial" w:hAnsi="Arial"/>
                <w:sz w:val="18"/>
              </w:rPr>
            </w:pPr>
          </w:p>
        </w:tc>
      </w:tr>
      <w:tr w:rsidR="00FB5721" w:rsidRPr="00C827A4" w:rsidTr="004C6EC9">
        <w:trPr>
          <w:jc w:val="center"/>
        </w:trPr>
        <w:tc>
          <w:tcPr>
            <w:tcW w:w="425" w:type="dxa"/>
            <w:tcBorders>
              <w:top w:val="single" w:sz="4" w:space="0" w:color="auto"/>
              <w:bottom w:val="single" w:sz="4" w:space="0" w:color="auto"/>
            </w:tcBorders>
          </w:tcPr>
          <w:p w:rsidR="00FB5721" w:rsidRPr="00C827A4" w:rsidRDefault="00FB5721" w:rsidP="004C6EC9">
            <w:pPr>
              <w:pStyle w:val="TAC"/>
              <w:keepNext w:val="0"/>
              <w:keepLines w:val="0"/>
            </w:pPr>
            <w:r w:rsidRPr="00C827A4">
              <w:t>46</w:t>
            </w:r>
          </w:p>
        </w:tc>
        <w:tc>
          <w:tcPr>
            <w:tcW w:w="4182" w:type="dxa"/>
            <w:tcBorders>
              <w:top w:val="single" w:sz="4" w:space="0" w:color="auto"/>
              <w:bottom w:val="single" w:sz="4" w:space="0" w:color="auto"/>
            </w:tcBorders>
          </w:tcPr>
          <w:p w:rsidR="00FB5721" w:rsidRPr="00C827A4" w:rsidRDefault="00FB5721" w:rsidP="004C6EC9">
            <w:pPr>
              <w:pStyle w:val="TAH"/>
              <w:keepNext w:val="0"/>
              <w:keepLines w:val="0"/>
              <w:framePr w:w="7920" w:h="1980" w:hSpace="180" w:wrap="auto" w:hAnchor="page" w:xAlign="center" w:yAlign="bottom"/>
            </w:pPr>
            <w:r w:rsidRPr="00C827A4">
              <w:t xml:space="preserve">Proactive Handler availability with EVENT_EVENT_DOWNLOAD_BROWSING STATUS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Envelope event download browsing status is sent to the UICC</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Applet1 gets the Proactive Handler</w:t>
            </w:r>
          </w:p>
          <w:p w:rsidR="00FB5721" w:rsidRPr="00C827A4" w:rsidRDefault="00FB5721" w:rsidP="004C6EC9">
            <w:pPr>
              <w:pStyle w:val="PL"/>
              <w:rPr>
                <w:noProof w:val="0"/>
              </w:rPr>
            </w:pPr>
            <w:r w:rsidRPr="00C827A4">
              <w:rPr>
                <w:noProof w:val="0"/>
              </w:rPr>
              <w:t>3- Applet1 gets the Proactive Response Handler</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Applet2 gets the Proactive Handler</w:t>
            </w:r>
          </w:p>
          <w:p w:rsidR="00FB5721" w:rsidRPr="00C827A4" w:rsidRDefault="00FB5721" w:rsidP="004C6EC9">
            <w:pPr>
              <w:pStyle w:val="PL"/>
              <w:rPr>
                <w:noProof w:val="0"/>
              </w:rPr>
            </w:pPr>
            <w:r w:rsidRPr="00C827A4">
              <w:rPr>
                <w:noProof w:val="0"/>
              </w:rPr>
              <w:t xml:space="preserve">5- Applet2 gets the Proactive Response Handler </w:t>
            </w: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Applet1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No exception is thrown</w:t>
            </w: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No exception is thrown</w:t>
            </w:r>
          </w:p>
          <w:p w:rsidR="00FB5721" w:rsidRPr="00C827A4" w:rsidRDefault="00FB5721" w:rsidP="004C6EC9">
            <w:pPr>
              <w:pStyle w:val="TAL"/>
              <w:keepNext w:val="0"/>
              <w:keepLines w:val="0"/>
            </w:pPr>
            <w:r w:rsidRPr="00C827A4">
              <w:t>5-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rsidP="004C6EC9">
            <w:pPr>
              <w:pStyle w:val="BodyTextIndent3"/>
              <w:ind w:left="0"/>
              <w:rPr>
                <w:rFonts w:ascii="Arial" w:hAnsi="Arial"/>
                <w:sz w:val="18"/>
              </w:rPr>
            </w:pPr>
          </w:p>
        </w:tc>
      </w:tr>
      <w:tr w:rsidR="00FB5721" w:rsidRPr="00C827A4" w:rsidTr="005B0935">
        <w:trPr>
          <w:jc w:val="center"/>
        </w:trPr>
        <w:tc>
          <w:tcPr>
            <w:tcW w:w="425" w:type="dxa"/>
            <w:tcBorders>
              <w:bottom w:val="single" w:sz="4" w:space="0" w:color="auto"/>
            </w:tcBorders>
          </w:tcPr>
          <w:p w:rsidR="00FB5721" w:rsidRPr="00C827A4" w:rsidRDefault="00FB5721" w:rsidP="004C6EC9">
            <w:pPr>
              <w:pStyle w:val="TAC"/>
              <w:keepNext w:val="0"/>
              <w:keepLines w:val="0"/>
            </w:pPr>
            <w:r w:rsidRPr="00C827A4">
              <w:t>47</w:t>
            </w:r>
          </w:p>
        </w:tc>
        <w:tc>
          <w:tcPr>
            <w:tcW w:w="4182" w:type="dxa"/>
            <w:tcBorders>
              <w:bottom w:val="single" w:sz="4" w:space="0" w:color="auto"/>
            </w:tcBorders>
          </w:tcPr>
          <w:p w:rsidR="00FB5721" w:rsidRPr="00C827A4" w:rsidRDefault="00FB5721" w:rsidP="004C6EC9">
            <w:pPr>
              <w:pStyle w:val="TAH"/>
              <w:keepNext w:val="0"/>
              <w:keepLines w:val="0"/>
              <w:framePr w:w="7920" w:h="1980" w:hSpace="180" w:wrap="auto" w:hAnchor="page" w:xAlign="center" w:yAlign="bottom"/>
            </w:pPr>
            <w:r w:rsidRPr="00C827A4">
              <w:t>The ProactiveHandler is not available outside the processToolkit() method</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Install Applet3. In its install method, Applet3 gets the Proactive Handler and the Proactive Response Handler  in a Try/Catch session</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Select Applet3</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Applet3 gets the ProactiveHandler and the Proactive Response Handler.</w:t>
            </w:r>
          </w:p>
        </w:tc>
        <w:tc>
          <w:tcPr>
            <w:tcW w:w="2911" w:type="dxa"/>
            <w:tcBorders>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1- A ToolkitException HANDLER_NOT_AVAILABLE is thrown </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Applet3 is triggered by its process() method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A ToolkitException HANDLER_NOT_AVAILABLE is thrown</w:t>
            </w:r>
          </w:p>
        </w:tc>
        <w:tc>
          <w:tcPr>
            <w:tcW w:w="2334" w:type="dxa"/>
            <w:tcBorders>
              <w:bottom w:val="single" w:sz="4" w:space="0" w:color="auto"/>
            </w:tcBorders>
          </w:tcPr>
          <w:p w:rsidR="00FB5721" w:rsidRPr="00C827A4" w:rsidRDefault="00FB5721" w:rsidP="004C6EC9">
            <w:pPr>
              <w:pStyle w:val="BodyTextIndent3"/>
              <w:ind w:left="0"/>
              <w:rPr>
                <w:rFonts w:ascii="Arial" w:hAnsi="Arial"/>
                <w:sz w:val="18"/>
              </w:rPr>
            </w:pPr>
          </w:p>
        </w:tc>
      </w:tr>
    </w:tbl>
    <w:p w:rsidR="00FB5721" w:rsidRPr="00C827A4" w:rsidRDefault="00FB5721"/>
    <w:p w:rsidR="00FB5721" w:rsidRPr="00C827A4" w:rsidRDefault="00FB5721" w:rsidP="004C6EC9">
      <w:pPr>
        <w:pStyle w:val="Heading4"/>
      </w:pPr>
      <w:r w:rsidRPr="00C827A4">
        <w:lastRenderedPageBreak/>
        <w:t>5.5.1.3</w:t>
      </w:r>
      <w:r w:rsidRPr="00C827A4">
        <w:tab/>
        <w:t>EnvelopeHandler</w:t>
      </w:r>
    </w:p>
    <w:p w:rsidR="00FB5721" w:rsidRPr="00C827A4" w:rsidRDefault="00FB5721" w:rsidP="004C6EC9">
      <w:pPr>
        <w:keepNext/>
      </w:pPr>
      <w:r w:rsidRPr="00C827A4">
        <w:t>Test Area Reference: Cre_Mha_Enhd</w:t>
      </w:r>
      <w:r w:rsidR="005B0935" w:rsidRPr="00C827A4">
        <w:t>.</w:t>
      </w:r>
    </w:p>
    <w:p w:rsidR="00FB5721" w:rsidRPr="00C827A4" w:rsidRDefault="00FB5721" w:rsidP="004C6EC9">
      <w:pPr>
        <w:pStyle w:val="Heading5"/>
      </w:pPr>
      <w:r w:rsidRPr="00C827A4">
        <w:t>5.5.1.3.1</w:t>
      </w:r>
      <w:r w:rsidRPr="00C827A4">
        <w:tab/>
        <w:t>Conformance requirement</w:t>
      </w:r>
    </w:p>
    <w:p w:rsidR="00FB5721" w:rsidRPr="00C827A4" w:rsidRDefault="00FB5721" w:rsidP="004C6EC9">
      <w:pPr>
        <w:pStyle w:val="H6"/>
      </w:pPr>
      <w:r w:rsidRPr="00C827A4">
        <w:t>5.5.1.3.1.1</w:t>
      </w:r>
      <w:r w:rsidRPr="00C827A4">
        <w:tab/>
        <w:t>Normal execution</w:t>
      </w:r>
    </w:p>
    <w:p w:rsidR="00FB5721" w:rsidRPr="00C827A4" w:rsidRDefault="00FB5721" w:rsidP="004C6EC9">
      <w:pPr>
        <w:pStyle w:val="B1"/>
        <w:keepNext/>
      </w:pPr>
      <w:r w:rsidRPr="00C827A4">
        <w:t>CRRN1: The EnvelopeHandler and its content are available for all toolkit applets triggered from the invocation to the termination of their processToolkit method for the following events:</w:t>
      </w:r>
    </w:p>
    <w:p w:rsidR="00FB5721" w:rsidRPr="00C827A4" w:rsidRDefault="00FB5721" w:rsidP="004C6EC9">
      <w:pPr>
        <w:pStyle w:val="B30"/>
        <w:keepNext/>
      </w:pPr>
      <w:r w:rsidRPr="00C827A4">
        <w:t>EVENT_MENU_SELECTION</w:t>
      </w:r>
    </w:p>
    <w:p w:rsidR="00FB5721" w:rsidRPr="00C827A4" w:rsidRDefault="00FB5721">
      <w:pPr>
        <w:pStyle w:val="B30"/>
      </w:pPr>
      <w:r w:rsidRPr="00C827A4">
        <w:t>EVENT_MENU_SELECTION_HELP_REQUEST</w:t>
      </w:r>
    </w:p>
    <w:p w:rsidR="00FB5721" w:rsidRPr="00C827A4" w:rsidRDefault="00FB5721">
      <w:pPr>
        <w:pStyle w:val="B30"/>
      </w:pPr>
      <w:r w:rsidRPr="00C827A4">
        <w:t>EVENT_TIMER_EXPIRATION</w:t>
      </w:r>
    </w:p>
    <w:p w:rsidR="00FB5721" w:rsidRPr="00C827A4" w:rsidRDefault="00FB5721">
      <w:pPr>
        <w:pStyle w:val="B30"/>
      </w:pPr>
      <w:r w:rsidRPr="00C827A4">
        <w:t>EVENT_EVENT_DOWNLOAD_MT_CALL</w:t>
      </w:r>
    </w:p>
    <w:p w:rsidR="00FB5721" w:rsidRPr="00C827A4" w:rsidRDefault="00FB5721">
      <w:pPr>
        <w:pStyle w:val="B30"/>
      </w:pPr>
      <w:r w:rsidRPr="00C827A4">
        <w:t>EVENT_EVENT_DOWNLOAD_CALL_CONNECTED</w:t>
      </w:r>
    </w:p>
    <w:p w:rsidR="00FB5721" w:rsidRPr="00C827A4" w:rsidRDefault="00FB5721">
      <w:pPr>
        <w:pStyle w:val="B30"/>
      </w:pPr>
      <w:r w:rsidRPr="00C827A4">
        <w:t>EVENT_EVENT_DOWNLOAD_CALL_DISCONNECTED</w:t>
      </w:r>
    </w:p>
    <w:p w:rsidR="00FB5721" w:rsidRPr="00C827A4" w:rsidRDefault="00FB5721">
      <w:pPr>
        <w:pStyle w:val="B30"/>
      </w:pPr>
      <w:r w:rsidRPr="00C827A4">
        <w:t>EVENT_EVENT_DOWNLOAD_LOCATION_STATUS</w:t>
      </w:r>
    </w:p>
    <w:p w:rsidR="00FB5721" w:rsidRPr="00C827A4" w:rsidRDefault="00FB5721">
      <w:pPr>
        <w:pStyle w:val="B30"/>
      </w:pPr>
      <w:r w:rsidRPr="00C827A4">
        <w:t>EVENT_EVENT_DOWNLOAD_USER_ACTIVITY</w:t>
      </w:r>
    </w:p>
    <w:p w:rsidR="00FB5721" w:rsidRPr="00C827A4" w:rsidRDefault="00FB5721">
      <w:pPr>
        <w:pStyle w:val="B30"/>
      </w:pPr>
      <w:r w:rsidRPr="00C827A4">
        <w:t>EVENT_EVENT_DOWNLOAD_IDLE_SCREEN_AVAILABLE</w:t>
      </w:r>
    </w:p>
    <w:p w:rsidR="00FB5721" w:rsidRPr="00C827A4" w:rsidRDefault="00FB5721">
      <w:pPr>
        <w:pStyle w:val="B30"/>
      </w:pPr>
      <w:r w:rsidRPr="00C827A4">
        <w:t>EVENT_EVENT_DOWNLOAD_CARD_READER_STATUS</w:t>
      </w:r>
    </w:p>
    <w:p w:rsidR="00FB5721" w:rsidRPr="00C827A4" w:rsidRDefault="00FB5721">
      <w:pPr>
        <w:pStyle w:val="B30"/>
      </w:pPr>
      <w:r w:rsidRPr="00C827A4">
        <w:t>EVENT_EVENT_DOWNLOAD_LANGUAGE_SELECTION</w:t>
      </w:r>
    </w:p>
    <w:p w:rsidR="00FB5721" w:rsidRPr="00C827A4" w:rsidRDefault="00FB5721">
      <w:pPr>
        <w:pStyle w:val="B30"/>
      </w:pPr>
      <w:r w:rsidRPr="00C827A4">
        <w:t>EVENT_EVENT_DOWNLOAD_BROWSER_TERMINATION</w:t>
      </w:r>
    </w:p>
    <w:p w:rsidR="00FB5721" w:rsidRPr="00C827A4" w:rsidRDefault="00FB5721">
      <w:pPr>
        <w:pStyle w:val="B30"/>
      </w:pPr>
      <w:r w:rsidRPr="00C827A4">
        <w:t>EVENT_UNRECOGNIZED_ENVELOPE</w:t>
      </w:r>
    </w:p>
    <w:p w:rsidR="00FB5721" w:rsidRPr="00C827A4" w:rsidRDefault="00FB5721">
      <w:pPr>
        <w:pStyle w:val="B30"/>
      </w:pPr>
      <w:r w:rsidRPr="00C827A4">
        <w:t>EVENT_CALL_CONTROL_BY_NAA</w:t>
      </w:r>
    </w:p>
    <w:p w:rsidR="00FB5721" w:rsidRPr="00C827A4" w:rsidRDefault="00FB5721">
      <w:pPr>
        <w:pStyle w:val="B30"/>
      </w:pPr>
      <w:r w:rsidRPr="00C827A4">
        <w:t>EVENT_EVENT_DOWNLOAD_DATA_AVAILABLE</w:t>
      </w:r>
    </w:p>
    <w:p w:rsidR="00FB5721" w:rsidRPr="00C827A4" w:rsidRDefault="00FB5721">
      <w:pPr>
        <w:pStyle w:val="B30"/>
      </w:pPr>
      <w:r w:rsidRPr="00C827A4">
        <w:t>EVENT_EVENT_DOWNLOAD_CHANNEL_STATUS</w:t>
      </w:r>
    </w:p>
    <w:p w:rsidR="00FB5721" w:rsidRPr="00C827A4" w:rsidRDefault="00FB5721">
      <w:pPr>
        <w:pStyle w:val="B30"/>
      </w:pPr>
      <w:r w:rsidRPr="00C827A4">
        <w:t>EVENT_EVENT_DOWNLOAD_ACCESS_TECHNOLOGY_CHANGE</w:t>
      </w:r>
    </w:p>
    <w:p w:rsidR="00FB5721" w:rsidRPr="00C827A4" w:rsidRDefault="00FB5721">
      <w:pPr>
        <w:pStyle w:val="B30"/>
      </w:pPr>
      <w:r w:rsidRPr="00C827A4">
        <w:t>EVENT_EVENT_DOWNLOAD_DISPLAY_PARAMETERS_CHANGED</w:t>
      </w:r>
    </w:p>
    <w:p w:rsidR="00FB5721" w:rsidRPr="00C827A4" w:rsidRDefault="00FB5721">
      <w:pPr>
        <w:pStyle w:val="B30"/>
      </w:pPr>
      <w:r w:rsidRPr="00C827A4">
        <w:t>EVENT_EVENT_DOWNLOAD_LOCAL_CONNECTION</w:t>
      </w:r>
    </w:p>
    <w:p w:rsidR="00FB5721" w:rsidRPr="00C827A4" w:rsidRDefault="00FB5721">
      <w:pPr>
        <w:pStyle w:val="B30"/>
      </w:pPr>
      <w:r w:rsidRPr="00C827A4">
        <w:t>EVENT_APPLICATION_DESELECT</w:t>
      </w:r>
    </w:p>
    <w:p w:rsidR="00FB5721" w:rsidRPr="00C827A4" w:rsidRDefault="00FB5721">
      <w:pPr>
        <w:pStyle w:val="B30"/>
      </w:pPr>
      <w:r w:rsidRPr="00C827A4">
        <w:t>EVENT_EVENT_DOWNLOAD_NETWORK_SEARCH_MODE_CHANGE</w:t>
      </w:r>
    </w:p>
    <w:p w:rsidR="00FB5721" w:rsidRPr="00C827A4" w:rsidRDefault="00FB5721">
      <w:pPr>
        <w:pStyle w:val="B30"/>
      </w:pPr>
      <w:r w:rsidRPr="00C827A4">
        <w:t xml:space="preserve">EVENT_EVENT_BROWSING_STATUS </w:t>
      </w:r>
    </w:p>
    <w:p w:rsidR="00FB5721" w:rsidRPr="00C827A4" w:rsidRDefault="00FB5721">
      <w:pPr>
        <w:pStyle w:val="B30"/>
      </w:pPr>
      <w:r w:rsidRPr="00C827A4">
        <w:t>EVENT_EXTERNAL_FILE_UPDATE</w:t>
      </w:r>
    </w:p>
    <w:p w:rsidR="00FB5721" w:rsidRPr="00C827A4" w:rsidRDefault="00FB5721">
      <w:pPr>
        <w:pStyle w:val="B1"/>
      </w:pPr>
      <w:r w:rsidRPr="00C827A4">
        <w:t xml:space="preserve">CRRN2: </w:t>
      </w:r>
      <w:r w:rsidRPr="00C827A4">
        <w:rPr>
          <w:rStyle w:val="ListBulletChar1Char"/>
        </w:rPr>
        <w:t xml:space="preserve">An </w:t>
      </w:r>
      <w:r w:rsidRPr="00C827A4">
        <w:t xml:space="preserve">EnvelopeHandler </w:t>
      </w:r>
      <w:r w:rsidRPr="00C827A4">
        <w:rPr>
          <w:rStyle w:val="ListBulletChar1Char"/>
        </w:rPr>
        <w:t>is considered available when no HANDLER_NOT_AVAILABLE ToolkitException is thrown when the corresponding getTheHandler() method is called or a method of the handler is called.</w:t>
      </w:r>
    </w:p>
    <w:p w:rsidR="00FB5721" w:rsidRPr="00C827A4" w:rsidRDefault="00FB5721">
      <w:pPr>
        <w:pStyle w:val="H6"/>
      </w:pPr>
      <w:r w:rsidRPr="00C827A4">
        <w:t>5.5.1.3.1.2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5.5.1.3.1.3</w:t>
      </w:r>
      <w:r w:rsidRPr="00C827A4">
        <w:tab/>
        <w:t>Context errors</w:t>
      </w:r>
    </w:p>
    <w:p w:rsidR="00FB5721" w:rsidRPr="00C827A4" w:rsidRDefault="00FB5721">
      <w:pPr>
        <w:pStyle w:val="B1"/>
      </w:pPr>
      <w:r w:rsidRPr="00C827A4">
        <w:t>CRRC1: The EnvelopeHandler and its content are not available for any toolkit applet triggered from the invocation to the termination of their processToolkit method for the following events:</w:t>
      </w:r>
    </w:p>
    <w:p w:rsidR="00FB5721" w:rsidRPr="00C827A4" w:rsidRDefault="00FB5721">
      <w:pPr>
        <w:pStyle w:val="B30"/>
      </w:pPr>
      <w:r w:rsidRPr="00C827A4">
        <w:t>EVENT_STATUS_COMMAND</w:t>
      </w:r>
    </w:p>
    <w:p w:rsidR="00FB5721" w:rsidRPr="00C827A4" w:rsidRDefault="00FB5721">
      <w:pPr>
        <w:pStyle w:val="B30"/>
      </w:pPr>
      <w:r w:rsidRPr="00C827A4">
        <w:t>EVENT_PROFILE_DOWNLOAD</w:t>
      </w:r>
    </w:p>
    <w:p w:rsidR="00FB5721" w:rsidRPr="00C827A4" w:rsidRDefault="00FB5721">
      <w:pPr>
        <w:pStyle w:val="B30"/>
      </w:pPr>
      <w:r w:rsidRPr="00C827A4">
        <w:t>EVENT_FIRST_COMMAND_AFTER_ATR</w:t>
      </w:r>
    </w:p>
    <w:p w:rsidR="00FB5721" w:rsidRPr="00C827A4" w:rsidRDefault="00FB5721">
      <w:pPr>
        <w:pStyle w:val="B30"/>
      </w:pPr>
      <w:r w:rsidRPr="00C827A4">
        <w:t>EVENT_PROACTIVE_HANDLER_AVAILABLE</w:t>
      </w:r>
    </w:p>
    <w:p w:rsidR="00FB5721" w:rsidRPr="00C827A4" w:rsidRDefault="00FB5721">
      <w:pPr>
        <w:pStyle w:val="B1"/>
      </w:pPr>
      <w:r w:rsidRPr="00C827A4">
        <w:t xml:space="preserve">CRRC2: The EnvelopeHandler shall not be available if the </w:t>
      </w:r>
      <w:r w:rsidRPr="00C827A4">
        <w:rPr>
          <w:i/>
        </w:rPr>
        <w:t>getTheHandler()</w:t>
      </w:r>
      <w:r w:rsidRPr="00C827A4">
        <w:t xml:space="preserve"> method is not called, directly or indirectly, from the applet's </w:t>
      </w:r>
      <w:r w:rsidRPr="00C827A4">
        <w:rPr>
          <w:i/>
        </w:rPr>
        <w:t>processToolkit</w:t>
      </w:r>
      <w:r w:rsidRPr="00C827A4">
        <w:t>() method</w:t>
      </w:r>
      <w:r w:rsidR="005B0935" w:rsidRPr="00C827A4">
        <w:t>.</w:t>
      </w:r>
    </w:p>
    <w:p w:rsidR="00FB5721" w:rsidRPr="00C827A4" w:rsidRDefault="00FB5721" w:rsidP="00D65C82">
      <w:pPr>
        <w:pStyle w:val="Heading5"/>
      </w:pPr>
      <w:r w:rsidRPr="00C827A4">
        <w:t>5.5.1.3.2</w:t>
      </w:r>
      <w:r w:rsidRPr="00C827A4">
        <w:tab/>
        <w:t>Test area files</w:t>
      </w:r>
    </w:p>
    <w:p w:rsidR="00FB5721" w:rsidRPr="00C827A4" w:rsidRDefault="005B0935" w:rsidP="005B0935">
      <w:pPr>
        <w:pStyle w:val="EX"/>
      </w:pPr>
      <w:r w:rsidRPr="00C827A4">
        <w:t>Test Source:</w:t>
      </w:r>
      <w:r w:rsidRPr="00C827A4">
        <w:tab/>
        <w:t>Test_Cre_Mha_Enhd.java.</w:t>
      </w:r>
    </w:p>
    <w:p w:rsidR="00FB5721" w:rsidRPr="00927A43" w:rsidRDefault="00FB5721" w:rsidP="005B0935">
      <w:pPr>
        <w:pStyle w:val="EX"/>
      </w:pPr>
      <w:r w:rsidRPr="00927A43">
        <w:t xml:space="preserve">Test Applet: </w:t>
      </w:r>
      <w:r w:rsidRPr="00927A43">
        <w:tab/>
        <w:t>Cre_Mha_Enhd_1.java</w:t>
      </w:r>
      <w:r w:rsidR="005B0935" w:rsidRPr="00927A43">
        <w:t>.</w:t>
      </w:r>
    </w:p>
    <w:p w:rsidR="00FB5721" w:rsidRPr="00927A43" w:rsidRDefault="00FB5721" w:rsidP="005B0935">
      <w:pPr>
        <w:pStyle w:val="EX"/>
      </w:pPr>
      <w:r w:rsidRPr="00927A43">
        <w:tab/>
        <w:t>Cre_Mha_Enhd_2.java</w:t>
      </w:r>
      <w:r w:rsidR="005B0935" w:rsidRPr="00927A43">
        <w:t>.</w:t>
      </w:r>
    </w:p>
    <w:p w:rsidR="00FB5721" w:rsidRPr="00927A43" w:rsidRDefault="00FB5721" w:rsidP="005B0935">
      <w:pPr>
        <w:pStyle w:val="EX"/>
      </w:pPr>
      <w:r w:rsidRPr="00927A43">
        <w:tab/>
        <w:t>Cre_Mha_Enhd_3.java</w:t>
      </w:r>
      <w:r w:rsidR="005B0935" w:rsidRPr="00927A43">
        <w:t>.</w:t>
      </w:r>
    </w:p>
    <w:p w:rsidR="00FB5721" w:rsidRPr="00927A43" w:rsidRDefault="00FB5721" w:rsidP="005B0935">
      <w:pPr>
        <w:pStyle w:val="EX"/>
      </w:pPr>
      <w:r w:rsidRPr="00927A43">
        <w:t>Cap File:</w:t>
      </w:r>
      <w:r w:rsidRPr="00927A43">
        <w:tab/>
        <w:t>Cre_Mha_Enhd.cap</w:t>
      </w:r>
      <w:r w:rsidR="005B0935" w:rsidRPr="00927A43">
        <w:t>.</w:t>
      </w:r>
    </w:p>
    <w:p w:rsidR="00FB5721" w:rsidRPr="00C827A4" w:rsidRDefault="00FB5721" w:rsidP="00D65C82">
      <w:pPr>
        <w:pStyle w:val="Heading5"/>
      </w:pPr>
      <w:r w:rsidRPr="00C827A4">
        <w:t>5.5.1.3.3</w:t>
      </w:r>
      <w:r w:rsidRPr="00C827A4">
        <w:tab/>
        <w:t xml:space="preserve">Test coverage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319"/>
        <w:gridCol w:w="6303"/>
      </w:tblGrid>
      <w:tr w:rsidR="00FB5721" w:rsidRPr="00C827A4" w:rsidTr="005B0935">
        <w:trPr>
          <w:tblHeader/>
          <w:jc w:val="center"/>
        </w:trPr>
        <w:tc>
          <w:tcPr>
            <w:tcW w:w="1319" w:type="dxa"/>
          </w:tcPr>
          <w:p w:rsidR="00FB5721" w:rsidRPr="00C827A4" w:rsidRDefault="00FB5721">
            <w:pPr>
              <w:pStyle w:val="TAH"/>
              <w:keepNext w:val="0"/>
              <w:keepLines w:val="0"/>
            </w:pPr>
            <w:r w:rsidRPr="00C827A4">
              <w:t>CRR Number</w:t>
            </w:r>
          </w:p>
        </w:tc>
        <w:tc>
          <w:tcPr>
            <w:tcW w:w="6303" w:type="dxa"/>
          </w:tcPr>
          <w:p w:rsidR="00FB5721" w:rsidRPr="00C827A4" w:rsidRDefault="00FB5721">
            <w:pPr>
              <w:pStyle w:val="TAH"/>
              <w:keepNext w:val="0"/>
              <w:keepLines w:val="0"/>
            </w:pPr>
            <w:r w:rsidRPr="00C827A4">
              <w:t>Test Case Number</w:t>
            </w:r>
          </w:p>
        </w:tc>
      </w:tr>
      <w:tr w:rsidR="00FB5721" w:rsidRPr="00C827A4" w:rsidTr="005B0935">
        <w:trPr>
          <w:jc w:val="center"/>
        </w:trPr>
        <w:tc>
          <w:tcPr>
            <w:tcW w:w="1319" w:type="dxa"/>
          </w:tcPr>
          <w:p w:rsidR="00FB5721" w:rsidRPr="00C827A4" w:rsidRDefault="00FB5721">
            <w:pPr>
              <w:pStyle w:val="TAC"/>
              <w:keepNext w:val="0"/>
              <w:keepLines w:val="0"/>
            </w:pPr>
            <w:r w:rsidRPr="00C827A4">
              <w:t>CRRN1</w:t>
            </w:r>
          </w:p>
        </w:tc>
        <w:tc>
          <w:tcPr>
            <w:tcW w:w="6303" w:type="dxa"/>
          </w:tcPr>
          <w:p w:rsidR="00FB5721" w:rsidRPr="00C827A4" w:rsidRDefault="00FB5721">
            <w:pPr>
              <w:pStyle w:val="TAC"/>
              <w:keepNext w:val="0"/>
              <w:keepLines w:val="0"/>
            </w:pPr>
            <w:r w:rsidRPr="00C827A4">
              <w:t>3, 4, 5, 6, 7, 8, 9, 10, 11, 12, 13, 14, 15, 17, 18, 19, 20, 22, 24, 26, 27, 28, 29</w:t>
            </w:r>
          </w:p>
        </w:tc>
      </w:tr>
      <w:tr w:rsidR="00FB5721" w:rsidRPr="00C827A4" w:rsidTr="005B0935">
        <w:trPr>
          <w:jc w:val="center"/>
        </w:trPr>
        <w:tc>
          <w:tcPr>
            <w:tcW w:w="1319" w:type="dxa"/>
          </w:tcPr>
          <w:p w:rsidR="00FB5721" w:rsidRPr="00C827A4" w:rsidRDefault="00FB5721">
            <w:pPr>
              <w:pStyle w:val="TAC"/>
              <w:keepNext w:val="0"/>
              <w:keepLines w:val="0"/>
            </w:pPr>
            <w:r w:rsidRPr="00C827A4">
              <w:t>CRRN2</w:t>
            </w:r>
          </w:p>
        </w:tc>
        <w:tc>
          <w:tcPr>
            <w:tcW w:w="6303" w:type="dxa"/>
          </w:tcPr>
          <w:p w:rsidR="00FB5721" w:rsidRPr="00C827A4" w:rsidRDefault="00FB5721">
            <w:pPr>
              <w:pStyle w:val="TAC"/>
              <w:keepNext w:val="0"/>
              <w:keepLines w:val="0"/>
            </w:pPr>
            <w:r w:rsidRPr="00C827A4">
              <w:t>1 to 24, 26, 27, 28, 29</w:t>
            </w:r>
          </w:p>
        </w:tc>
      </w:tr>
      <w:tr w:rsidR="00FB5721" w:rsidRPr="00C827A4" w:rsidTr="005B0935">
        <w:trPr>
          <w:jc w:val="center"/>
        </w:trPr>
        <w:tc>
          <w:tcPr>
            <w:tcW w:w="1319" w:type="dxa"/>
          </w:tcPr>
          <w:p w:rsidR="00FB5721" w:rsidRPr="00C827A4" w:rsidRDefault="00FB5721">
            <w:pPr>
              <w:pStyle w:val="TAC"/>
            </w:pPr>
            <w:r w:rsidRPr="00C827A4">
              <w:t>CRRC1</w:t>
            </w:r>
          </w:p>
        </w:tc>
        <w:tc>
          <w:tcPr>
            <w:tcW w:w="6303" w:type="dxa"/>
          </w:tcPr>
          <w:p w:rsidR="00FB5721" w:rsidRPr="00C827A4" w:rsidRDefault="00FB5721">
            <w:pPr>
              <w:pStyle w:val="TAC"/>
            </w:pPr>
            <w:r w:rsidRPr="00C827A4">
              <w:t>1, 2, 16, 23</w:t>
            </w:r>
          </w:p>
        </w:tc>
      </w:tr>
      <w:tr w:rsidR="00FB5721" w:rsidRPr="00C827A4" w:rsidTr="005B0935">
        <w:trPr>
          <w:jc w:val="center"/>
        </w:trPr>
        <w:tc>
          <w:tcPr>
            <w:tcW w:w="1319" w:type="dxa"/>
          </w:tcPr>
          <w:p w:rsidR="00FB5721" w:rsidRPr="00C827A4" w:rsidRDefault="00FB5721">
            <w:pPr>
              <w:pStyle w:val="TAC"/>
            </w:pPr>
            <w:r w:rsidRPr="00C827A4">
              <w:t>CRRC2</w:t>
            </w:r>
          </w:p>
        </w:tc>
        <w:tc>
          <w:tcPr>
            <w:tcW w:w="6303" w:type="dxa"/>
          </w:tcPr>
          <w:p w:rsidR="00FB5721" w:rsidRPr="00C827A4" w:rsidRDefault="00FB5721">
            <w:pPr>
              <w:pStyle w:val="TAC"/>
            </w:pPr>
            <w:r w:rsidRPr="00C827A4">
              <w:t>25</w:t>
            </w:r>
          </w:p>
        </w:tc>
      </w:tr>
    </w:tbl>
    <w:p w:rsidR="00FB5721" w:rsidRPr="00C827A4" w:rsidRDefault="00FB5721"/>
    <w:p w:rsidR="00FB5721" w:rsidRPr="00C827A4" w:rsidRDefault="00FB5721" w:rsidP="00D65C82">
      <w:pPr>
        <w:pStyle w:val="Heading5"/>
      </w:pPr>
      <w:r w:rsidRPr="00C827A4">
        <w:lastRenderedPageBreak/>
        <w:t>5.5.1.3.4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H"/>
            </w:pPr>
            <w:r w:rsidRPr="00C827A4">
              <w:t>Applet1 and Applet2 registration and Envelope Handler availability with EVENT_FIRST_COMMAND_AFTER_ATR</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Applet1 is registered to all events defined </w:t>
            </w:r>
            <w:r w:rsidR="0047072E" w:rsidRPr="00C827A4">
              <w:rPr>
                <w:noProof w:val="0"/>
              </w:rPr>
              <w:t>TS 102 241 [9]</w:t>
            </w:r>
            <w:r w:rsidRPr="00C827A4">
              <w:rPr>
                <w:noProof w:val="0"/>
              </w:rPr>
              <w:t xml:space="preserve"> except to EVENT_PROACTIVE_HANDLER_AVAILABLE.</w:t>
            </w:r>
          </w:p>
          <w:p w:rsidR="00FB5721" w:rsidRPr="00C827A4" w:rsidRDefault="00FB5721">
            <w:pPr>
              <w:pStyle w:val="PL"/>
              <w:rPr>
                <w:noProof w:val="0"/>
              </w:rPr>
            </w:pPr>
            <w:r w:rsidRPr="00C827A4">
              <w:rPr>
                <w:noProof w:val="0"/>
              </w:rPr>
              <w:t>The registration is done using the methods initMenuEntry() for EVENT_MENU_SELECTION, requestPollInterval() for EVENT_STATUS_COMMAND, allocateTimer() for EVENT_TIMER_EXPIRATION, allocateServiceIdentifier() for EVENT_EVENT_DOWNLOAD_LOCAL_CONNECTION and setEventList() for the rest of the events.</w:t>
            </w:r>
          </w:p>
          <w:p w:rsidR="00FB5721" w:rsidRPr="00C827A4" w:rsidRDefault="00FB5721">
            <w:pPr>
              <w:pStyle w:val="PL"/>
              <w:rPr>
                <w:noProof w:val="0"/>
              </w:rPr>
            </w:pPr>
            <w:r w:rsidRPr="00C827A4">
              <w:rPr>
                <w:noProof w:val="0"/>
              </w:rPr>
              <w:t>Applet1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Applet2 is registered to all events defined </w:t>
            </w:r>
            <w:r w:rsidR="0047072E" w:rsidRPr="00C827A4">
              <w:rPr>
                <w:noProof w:val="0"/>
              </w:rPr>
              <w:t>TS 102 241 [9]</w:t>
            </w:r>
            <w:r w:rsidRPr="00C827A4">
              <w:rPr>
                <w:noProof w:val="0"/>
              </w:rPr>
              <w:t xml:space="preserve"> except to EVENT_PROACTIVE_HANDLER_AVAILABLE and EVENT_CALL_CONTROL_BY_NAA .</w:t>
            </w:r>
          </w:p>
          <w:p w:rsidR="00FB5721" w:rsidRPr="00C827A4" w:rsidRDefault="00FB5721">
            <w:pPr>
              <w:pStyle w:val="PL"/>
              <w:rPr>
                <w:noProof w:val="0"/>
              </w:rPr>
            </w:pPr>
            <w:r w:rsidRPr="00C827A4">
              <w:rPr>
                <w:noProof w:val="0"/>
              </w:rPr>
              <w:t>The registration is done using the methods initMenuEntry() for EVENT_MENU_SELECTION, requestPollInterval() for EVENT_STATUS_COMMAND, allocateTimer for EVENT_TIMER_EXPIRATION and setEventList for the rest of the events.</w:t>
            </w:r>
          </w:p>
          <w:p w:rsidR="00FB5721" w:rsidRPr="00C827A4" w:rsidRDefault="00FB5721">
            <w:pPr>
              <w:pStyle w:val="PL"/>
              <w:rPr>
                <w:noProof w:val="0"/>
              </w:rPr>
            </w:pPr>
            <w:r w:rsidRPr="00C827A4">
              <w:rPr>
                <w:noProof w:val="0"/>
              </w:rPr>
              <w:t>Applet2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pPr>
              <w:pStyle w:val="PL"/>
              <w:rPr>
                <w:b/>
                <w:bCs/>
                <w:noProof w:val="0"/>
              </w:rPr>
            </w:pPr>
          </w:p>
          <w:p w:rsidR="00FB5721" w:rsidRPr="00C827A4" w:rsidRDefault="00FB5721">
            <w:pPr>
              <w:pStyle w:val="PL"/>
              <w:rPr>
                <w:noProof w:val="0"/>
              </w:rPr>
            </w:pPr>
            <w:r w:rsidRPr="00C827A4">
              <w:rPr>
                <w:noProof w:val="0"/>
              </w:rPr>
              <w:t>2- Select MF.</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Applet1</w:t>
            </w:r>
          </w:p>
          <w:p w:rsidR="00FB5721" w:rsidRPr="00C827A4" w:rsidRDefault="00FB5721">
            <w:pPr>
              <w:pStyle w:val="PL"/>
              <w:rPr>
                <w:noProof w:val="0"/>
              </w:rPr>
            </w:pPr>
            <w:r w:rsidRPr="00C827A4">
              <w:rPr>
                <w:noProof w:val="0"/>
              </w:rPr>
              <w:t xml:space="preserve">Applet1 is deregistered from EVENT_FIRST_COMMAND_AFTER_ATR.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EnvelopeHandler.getTheHandler() method is called by Applet2</w:t>
            </w:r>
          </w:p>
          <w:p w:rsidR="00FB5721" w:rsidRPr="00C827A4" w:rsidRDefault="00FB5721">
            <w:pPr>
              <w:pStyle w:val="PL"/>
              <w:rPr>
                <w:noProof w:val="0"/>
              </w:rPr>
            </w:pPr>
            <w:r w:rsidRPr="00C827A4">
              <w:rPr>
                <w:noProof w:val="0"/>
              </w:rPr>
              <w:t xml:space="preserve">Applet2 is deregistered to EVENT_FIRST_COMMAND_AFTER_ATR. </w:t>
            </w: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Applet1 is triggered by EVENT_FIRST_COMMAND_AFTER_ATR</w:t>
            </w:r>
          </w:p>
          <w:p w:rsidR="00FB5721" w:rsidRPr="00C827A4" w:rsidRDefault="00FB5721">
            <w:pPr>
              <w:pStyle w:val="TAL"/>
            </w:pPr>
          </w:p>
          <w:p w:rsidR="00FB5721" w:rsidRPr="00C827A4" w:rsidRDefault="00FB5721">
            <w:pPr>
              <w:pStyle w:val="TAL"/>
            </w:pPr>
            <w:r w:rsidRPr="00C827A4">
              <w:t>3- A ToolkitException HANDLER_NOT_AVAILABLE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4- A ToolkitException HANDLER_NOT_AVAILABLE is thrown</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Applet2 finalizes</w:t>
            </w:r>
          </w:p>
        </w:tc>
        <w:tc>
          <w:tcPr>
            <w:tcW w:w="2334" w:type="dxa"/>
          </w:tcPr>
          <w:p w:rsidR="00FB5721" w:rsidRPr="00C827A4" w:rsidRDefault="00FB5721">
            <w:pPr>
              <w:pStyle w:val="TAC"/>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2</w:t>
            </w:r>
          </w:p>
        </w:tc>
        <w:tc>
          <w:tcPr>
            <w:tcW w:w="4111" w:type="dxa"/>
            <w:tcBorders>
              <w:top w:val="nil"/>
            </w:tcBorders>
          </w:tcPr>
          <w:p w:rsidR="00FB5721" w:rsidRPr="00C827A4" w:rsidRDefault="00FB5721">
            <w:pPr>
              <w:pStyle w:val="TAH"/>
            </w:pPr>
            <w:r w:rsidRPr="00C827A4">
              <w:t>Handler availability with EVENT_PROFILE_DOWNLOAD</w:t>
            </w:r>
          </w:p>
          <w:p w:rsidR="00FB5721" w:rsidRPr="00C827A4" w:rsidRDefault="00FB5721">
            <w:pPr>
              <w:pStyle w:val="PL"/>
              <w:rPr>
                <w:noProof w:val="0"/>
              </w:rPr>
            </w:pPr>
          </w:p>
          <w:p w:rsidR="00FB5721" w:rsidRPr="00C827A4" w:rsidRDefault="00FB5721">
            <w:pPr>
              <w:pStyle w:val="PL"/>
              <w:rPr>
                <w:noProof w:val="0"/>
              </w:rPr>
            </w:pPr>
            <w:r w:rsidRPr="00C827A4">
              <w:rPr>
                <w:noProof w:val="0"/>
              </w:rPr>
              <w:t>1- Terminal Profile command is sent to the UICC without the facility of SET_EVENT_LIST, SETUP_IDLE_MODE_TEXT, POLL_INTERVAL and SETUP MENU</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r w:rsidRPr="00C827A4">
              <w:rPr>
                <w:noProof w:val="0"/>
              </w:rPr>
              <w:t>Applet1 is deregistered to EVENT_PROFILE_DOWNLOAD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p w:rsidR="00FB5721" w:rsidRPr="00C827A4" w:rsidRDefault="00FB5721">
            <w:pPr>
              <w:pStyle w:val="PL"/>
              <w:rPr>
                <w:noProof w:val="0"/>
              </w:rPr>
            </w:pPr>
            <w:r w:rsidRPr="00C827A4">
              <w:rPr>
                <w:noProof w:val="0"/>
              </w:rPr>
              <w:t>Applet2 is deregistered to EVENT_PROFILE_DOWNLOAD</w:t>
            </w:r>
          </w:p>
          <w:p w:rsidR="00FB5721" w:rsidRPr="00C827A4" w:rsidRDefault="00FB5721">
            <w:pPr>
              <w:pStyle w:val="TAL"/>
            </w:pP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by EVENT_PROFILE_DOWNLOAD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 ToolkitException HANDLER_NOT_AVAILABLE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 by EVENT_PROFILE_DOWNLOAD</w:t>
            </w:r>
          </w:p>
          <w:p w:rsidR="00FB5721" w:rsidRPr="00C827A4" w:rsidRDefault="00FB5721">
            <w:pPr>
              <w:pStyle w:val="TAL"/>
            </w:pPr>
          </w:p>
          <w:p w:rsidR="00FB5721" w:rsidRPr="00C827A4" w:rsidRDefault="00FB5721">
            <w:pPr>
              <w:pStyle w:val="TAL"/>
              <w:keepNext w:val="0"/>
              <w:keepLines w:val="0"/>
            </w:pPr>
            <w:r w:rsidRPr="00C827A4">
              <w:t>3- A ToolkitException HANDLER_NOT_AVAILABLE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AC"/>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lastRenderedPageBreak/>
              <w:t>3</w:t>
            </w:r>
          </w:p>
        </w:tc>
        <w:tc>
          <w:tcPr>
            <w:tcW w:w="4111" w:type="dxa"/>
            <w:tcBorders>
              <w:top w:val="nil"/>
            </w:tcBorders>
          </w:tcPr>
          <w:p w:rsidR="00FB5721" w:rsidRPr="00C827A4" w:rsidRDefault="00FB5721">
            <w:pPr>
              <w:pStyle w:val="TAH"/>
            </w:pPr>
            <w:r w:rsidRPr="00C827A4">
              <w:t>Envelope Handler availability with EVENT_MENU_SELECTION_HELP_REQUEST</w:t>
            </w:r>
          </w:p>
          <w:p w:rsidR="00FB5721" w:rsidRPr="00C827A4" w:rsidRDefault="00FB5721">
            <w:pPr>
              <w:pStyle w:val="PL"/>
              <w:rPr>
                <w:noProof w:val="0"/>
              </w:rPr>
            </w:pPr>
          </w:p>
          <w:p w:rsidR="00FB5721" w:rsidRPr="00C827A4" w:rsidRDefault="00FB5721">
            <w:pPr>
              <w:pStyle w:val="PL"/>
              <w:rPr>
                <w:noProof w:val="0"/>
              </w:rPr>
            </w:pPr>
            <w:r w:rsidRPr="00C827A4">
              <w:rPr>
                <w:noProof w:val="0"/>
              </w:rPr>
              <w:t>Perform UICC initialization with all the facilities supported</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menu selection with help request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TAL"/>
            </w:pP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tc>
        <w:tc>
          <w:tcPr>
            <w:tcW w:w="2334" w:type="dxa"/>
            <w:tcBorders>
              <w:top w:val="nil"/>
            </w:tcBorders>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4</w:t>
            </w:r>
          </w:p>
        </w:tc>
        <w:tc>
          <w:tcPr>
            <w:tcW w:w="4111" w:type="dxa"/>
            <w:tcBorders>
              <w:top w:val="nil"/>
            </w:tcBorders>
          </w:tcPr>
          <w:p w:rsidR="00FB5721" w:rsidRPr="00C827A4" w:rsidRDefault="00FB5721">
            <w:pPr>
              <w:pStyle w:val="TAH"/>
            </w:pPr>
            <w:r w:rsidRPr="00C827A4">
              <w:t>Envelope Handler availability with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TAL"/>
            </w:pP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5</w:t>
            </w:r>
          </w:p>
        </w:tc>
        <w:tc>
          <w:tcPr>
            <w:tcW w:w="4111" w:type="dxa"/>
            <w:tcBorders>
              <w:top w:val="nil"/>
            </w:tcBorders>
          </w:tcPr>
          <w:p w:rsidR="00FB5721" w:rsidRPr="00C827A4" w:rsidRDefault="00FB5721">
            <w:pPr>
              <w:pStyle w:val="TAH"/>
            </w:pPr>
            <w:r w:rsidRPr="00C827A4">
              <w:t>Envelope Handler availability with EVENT_TIMER_EXPIRATION</w:t>
            </w:r>
          </w:p>
          <w:p w:rsidR="00FB5721" w:rsidRPr="00C827A4" w:rsidRDefault="00FB5721">
            <w:pPr>
              <w:pStyle w:val="PL"/>
              <w:rPr>
                <w:noProof w:val="0"/>
              </w:rPr>
            </w:pPr>
          </w:p>
          <w:p w:rsidR="00FB5721" w:rsidRPr="00C827A4" w:rsidRDefault="00FB5721">
            <w:pPr>
              <w:pStyle w:val="PL"/>
              <w:rPr>
                <w:noProof w:val="0"/>
              </w:rPr>
            </w:pPr>
            <w:r w:rsidRPr="00C827A4">
              <w:rPr>
                <w:noProof w:val="0"/>
              </w:rPr>
              <w:t>Timer id=1</w:t>
            </w:r>
          </w:p>
          <w:p w:rsidR="00FB5721" w:rsidRPr="00C827A4" w:rsidRDefault="00FB5721">
            <w:pPr>
              <w:pStyle w:val="PL"/>
              <w:rPr>
                <w:noProof w:val="0"/>
              </w:rPr>
            </w:pPr>
            <w:r w:rsidRPr="00C827A4">
              <w:rPr>
                <w:noProof w:val="0"/>
              </w:rPr>
              <w:t>1- Envelope Timer Expiration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BodyTextIndent3"/>
              <w:rPr>
                <w:rFonts w:ascii="Arial" w:hAnsi="Arial"/>
                <w:sz w:val="18"/>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6</w:t>
            </w:r>
          </w:p>
        </w:tc>
        <w:tc>
          <w:tcPr>
            <w:tcW w:w="4111" w:type="dxa"/>
            <w:tcBorders>
              <w:top w:val="nil"/>
            </w:tcBorders>
          </w:tcPr>
          <w:p w:rsidR="00FB5721" w:rsidRPr="00C827A4" w:rsidRDefault="00FB5721">
            <w:pPr>
              <w:pStyle w:val="TAH"/>
            </w:pPr>
            <w:r w:rsidRPr="00C827A4">
              <w:t>Envelope Handler availability with EVENT_CALL_CONTROL_BY_NAA</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call control by NAA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keepNext w:val="0"/>
              <w:keepLines w:val="0"/>
            </w:pPr>
            <w:r w:rsidRPr="00C827A4">
              <w:t>Applet1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7</w:t>
            </w:r>
          </w:p>
        </w:tc>
        <w:tc>
          <w:tcPr>
            <w:tcW w:w="4111" w:type="dxa"/>
            <w:tcBorders>
              <w:top w:val="nil"/>
            </w:tcBorders>
          </w:tcPr>
          <w:p w:rsidR="00FB5721" w:rsidRPr="00C827A4" w:rsidRDefault="00FB5721">
            <w:pPr>
              <w:pStyle w:val="TAH"/>
            </w:pPr>
            <w:r w:rsidRPr="00C827A4">
              <w:t>Envelope Handler availability with EVENT_EVENT_DOWNLOAD_MT_CALL</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mt call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8</w:t>
            </w:r>
          </w:p>
        </w:tc>
        <w:tc>
          <w:tcPr>
            <w:tcW w:w="4111" w:type="dxa"/>
            <w:tcBorders>
              <w:top w:val="nil"/>
            </w:tcBorders>
          </w:tcPr>
          <w:p w:rsidR="00FB5721" w:rsidRPr="00C827A4" w:rsidRDefault="00FB5721">
            <w:pPr>
              <w:pStyle w:val="TAH"/>
            </w:pPr>
            <w:r w:rsidRPr="00C827A4">
              <w:t>Envelope Handler availability with EVENT_EVENT_DOWNLOAD_CALL_CONNECTED</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call connected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EnvelopeHandler.getTheHandler() method is called by Applet2 </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lastRenderedPageBreak/>
              <w:t>9</w:t>
            </w:r>
          </w:p>
        </w:tc>
        <w:tc>
          <w:tcPr>
            <w:tcW w:w="4111" w:type="dxa"/>
            <w:tcBorders>
              <w:top w:val="nil"/>
            </w:tcBorders>
          </w:tcPr>
          <w:p w:rsidR="00FB5721" w:rsidRPr="00C827A4" w:rsidRDefault="00FB5721">
            <w:pPr>
              <w:pStyle w:val="TAH"/>
            </w:pPr>
            <w:r w:rsidRPr="00C827A4">
              <w:t>Envelope Handler availability with EVENT_EVENT_DOWNLOAD_CALL_DISCONECTTED</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call disconnected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keepNext w:val="0"/>
              <w:keepLines w:val="0"/>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t>10</w:t>
            </w:r>
          </w:p>
        </w:tc>
        <w:tc>
          <w:tcPr>
            <w:tcW w:w="4111" w:type="dxa"/>
            <w:tcBorders>
              <w:top w:val="nil"/>
            </w:tcBorders>
          </w:tcPr>
          <w:p w:rsidR="00FB5721" w:rsidRPr="00C827A4" w:rsidRDefault="00FB5721">
            <w:pPr>
              <w:pStyle w:val="TAH"/>
            </w:pPr>
            <w:r w:rsidRPr="00C827A4">
              <w:t>Envelope Handler availability with EVENT_EVENT_DOWNLOAD_LOCATION_STATUS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location 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r w:rsidRPr="00C827A4">
              <w:t>3- No exception is thrown</w:t>
            </w:r>
          </w:p>
          <w:p w:rsidR="00FB5721" w:rsidRPr="00C827A4" w:rsidRDefault="00FB5721">
            <w:pPr>
              <w:pStyle w:val="TAL"/>
            </w:pPr>
            <w:r w:rsidRPr="00C827A4">
              <w:t>Applet2 finalizes</w:t>
            </w:r>
          </w:p>
        </w:tc>
        <w:tc>
          <w:tcPr>
            <w:tcW w:w="2334" w:type="dxa"/>
            <w:tcBorders>
              <w:top w:val="nil"/>
            </w:tcBorders>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11</w:t>
            </w:r>
          </w:p>
        </w:tc>
        <w:tc>
          <w:tcPr>
            <w:tcW w:w="4111" w:type="dxa"/>
            <w:tcBorders>
              <w:top w:val="nil"/>
            </w:tcBorders>
          </w:tcPr>
          <w:p w:rsidR="00FB5721" w:rsidRPr="00C827A4" w:rsidRDefault="00FB5721">
            <w:pPr>
              <w:pStyle w:val="TAH"/>
            </w:pPr>
            <w:r w:rsidRPr="00C827A4">
              <w:t>Envelope Handler availability with EVENT_EVENT_DOWNLOAD_USER_ACTIVITY</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user activity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12</w:t>
            </w:r>
          </w:p>
        </w:tc>
        <w:tc>
          <w:tcPr>
            <w:tcW w:w="4111" w:type="dxa"/>
            <w:tcBorders>
              <w:top w:val="nil"/>
            </w:tcBorders>
          </w:tcPr>
          <w:p w:rsidR="00FB5721" w:rsidRPr="00C827A4" w:rsidRDefault="00FB5721">
            <w:pPr>
              <w:pStyle w:val="TAH"/>
            </w:pPr>
            <w:r w:rsidRPr="00C827A4">
              <w:t>Envelope Handler availability with EVENT_EVENT_DOWNLOAD_IDLE_SCREEN_AVAILABLE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idle screen available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13</w:t>
            </w:r>
          </w:p>
        </w:tc>
        <w:tc>
          <w:tcPr>
            <w:tcW w:w="4111" w:type="dxa"/>
            <w:tcBorders>
              <w:top w:val="nil"/>
            </w:tcBorders>
          </w:tcPr>
          <w:p w:rsidR="00FB5721" w:rsidRPr="00C827A4" w:rsidRDefault="00FB5721">
            <w:pPr>
              <w:pStyle w:val="TAH"/>
            </w:pPr>
            <w:r w:rsidRPr="00C827A4">
              <w:t>Envelope Handler availability with EVENT_EVENT_DOWNLOAD_CARD_READER_STATUS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card reader 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lastRenderedPageBreak/>
              <w:t>14</w:t>
            </w:r>
          </w:p>
        </w:tc>
        <w:tc>
          <w:tcPr>
            <w:tcW w:w="4111" w:type="dxa"/>
            <w:tcBorders>
              <w:top w:val="nil"/>
            </w:tcBorders>
          </w:tcPr>
          <w:p w:rsidR="00FB5721" w:rsidRPr="00C827A4" w:rsidRDefault="00FB5721">
            <w:pPr>
              <w:pStyle w:val="TAH"/>
            </w:pPr>
            <w:r w:rsidRPr="00C827A4">
              <w:t>Envelope Handler availability with EVENT_EVENT_DOWNLOAD_LANGUAGE_</w:t>
            </w:r>
          </w:p>
          <w:p w:rsidR="00FB5721" w:rsidRPr="00C827A4" w:rsidRDefault="00FB5721">
            <w:pPr>
              <w:pStyle w:val="TAH"/>
            </w:pPr>
            <w:r w:rsidRPr="00C827A4">
              <w:t>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language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method is called by 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r w:rsidRPr="00C827A4">
              <w:t>Applet2 finalizes</w:t>
            </w:r>
          </w:p>
        </w:tc>
        <w:tc>
          <w:tcPr>
            <w:tcW w:w="2334" w:type="dxa"/>
            <w:tcBorders>
              <w:top w:val="nil"/>
            </w:tcBorders>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15</w:t>
            </w:r>
          </w:p>
        </w:tc>
        <w:tc>
          <w:tcPr>
            <w:tcW w:w="4111" w:type="dxa"/>
            <w:tcBorders>
              <w:top w:val="nil"/>
            </w:tcBorders>
          </w:tcPr>
          <w:p w:rsidR="00FB5721" w:rsidRPr="00C827A4" w:rsidRDefault="00FB5721">
            <w:pPr>
              <w:pStyle w:val="TAH"/>
            </w:pPr>
            <w:r w:rsidRPr="00C827A4">
              <w:t>Envelope Handler availability with EVENT_EVENT_DOWNLOAD_BROWSER_</w:t>
            </w:r>
          </w:p>
          <w:p w:rsidR="00FB5721" w:rsidRPr="00C827A4" w:rsidRDefault="00FB5721">
            <w:pPr>
              <w:pStyle w:val="TAH"/>
            </w:pPr>
            <w:r w:rsidRPr="00C827A4">
              <w:t>TERMINATION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browser termination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16</w:t>
            </w:r>
          </w:p>
        </w:tc>
        <w:tc>
          <w:tcPr>
            <w:tcW w:w="4111" w:type="dxa"/>
            <w:tcBorders>
              <w:top w:val="nil"/>
              <w:bottom w:val="single" w:sz="4" w:space="0" w:color="auto"/>
            </w:tcBorders>
          </w:tcPr>
          <w:p w:rsidR="00FB5721" w:rsidRPr="00C827A4" w:rsidRDefault="00FB5721">
            <w:pPr>
              <w:pStyle w:val="TAH"/>
            </w:pPr>
            <w:r w:rsidRPr="00C827A4">
              <w:t>Envelope Handler availability with EVENT_STATUS_COMMAND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1- Status command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Applet2</w:t>
            </w:r>
          </w:p>
          <w:p w:rsidR="00FB5721" w:rsidRPr="00C827A4" w:rsidRDefault="00FB5721">
            <w:pPr>
              <w:pStyle w:val="TAL"/>
            </w:pPr>
          </w:p>
        </w:tc>
        <w:tc>
          <w:tcPr>
            <w:tcW w:w="2911"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A ToolkitException HANDLER_NOT_AVAILABLE is thrown</w:t>
            </w: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3- A ToolkitException HANDLER_NOT_AVAILABLE is thrown</w:t>
            </w:r>
          </w:p>
          <w:p w:rsidR="00FB5721" w:rsidRPr="00C827A4" w:rsidRDefault="00FB5721">
            <w:pPr>
              <w:pStyle w:val="TAL"/>
              <w:keepNext w:val="0"/>
              <w:keepLines w:val="0"/>
            </w:pPr>
            <w:r w:rsidRPr="00C827A4">
              <w:t>Applet2 finalizes</w:t>
            </w:r>
          </w:p>
        </w:tc>
        <w:tc>
          <w:tcPr>
            <w:tcW w:w="2334" w:type="dxa"/>
            <w:tcBorders>
              <w:top w:val="nil"/>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17</w:t>
            </w:r>
          </w:p>
        </w:tc>
        <w:tc>
          <w:tcPr>
            <w:tcW w:w="4111" w:type="dxa"/>
            <w:tcBorders>
              <w:top w:val="single" w:sz="4" w:space="0" w:color="auto"/>
            </w:tcBorders>
          </w:tcPr>
          <w:p w:rsidR="00FB5721" w:rsidRPr="00C827A4" w:rsidRDefault="00FB5721">
            <w:pPr>
              <w:pStyle w:val="TAH"/>
            </w:pPr>
            <w:r w:rsidRPr="00C827A4">
              <w:t>Envelope Handler availability with EVENT_EVENT_DOWNLOAD_DATA_AVAILABLE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Applet1 builds a proactive command OPEN CHANNEL.</w:t>
            </w:r>
          </w:p>
          <w:p w:rsidR="00FB5721" w:rsidRPr="00C827A4" w:rsidRDefault="00FB5721">
            <w:pPr>
              <w:pStyle w:val="PL"/>
              <w:rPr>
                <w:noProof w:val="0"/>
              </w:rPr>
            </w:pPr>
            <w:r w:rsidRPr="00C827A4">
              <w:rPr>
                <w:noProof w:val="0"/>
              </w:rPr>
              <w:t xml:space="preserve">proactiveHandler.send() method is called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Envelope event download data available is sent to the UICC with ChannelId=01.</w:t>
            </w: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Applet1</w:t>
            </w:r>
          </w:p>
          <w:p w:rsidR="00FB5721" w:rsidRPr="00C827A4" w:rsidRDefault="00FB5721">
            <w:pPr>
              <w:pStyle w:val="PL"/>
              <w:rPr>
                <w:noProof w:val="0"/>
              </w:rPr>
            </w:pPr>
          </w:p>
        </w:tc>
        <w:tc>
          <w:tcPr>
            <w:tcW w:w="2911" w:type="dxa"/>
            <w:tcBorders>
              <w:top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1- Applet1 is registered to EVENT_EVENT_DOWNLOAD_DATA_AVAILABLE and EVENT_EVENT_DOWNLOAD_CHANNEL_STATUS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Applet1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keepNext w:val="0"/>
              <w:keepLines w:val="0"/>
            </w:pPr>
            <w:r w:rsidRPr="00C827A4">
              <w:t>Applet1 finalizes</w:t>
            </w:r>
          </w:p>
          <w:p w:rsidR="00FB5721" w:rsidRPr="00C827A4" w:rsidRDefault="00FB5721">
            <w:pPr>
              <w:pStyle w:val="TAL"/>
            </w:pPr>
          </w:p>
        </w:tc>
        <w:tc>
          <w:tcPr>
            <w:tcW w:w="2334" w:type="dxa"/>
            <w:tcBorders>
              <w:top w:val="single" w:sz="4" w:space="0" w:color="auto"/>
            </w:tcBorders>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OPEN CHANNEL proactive command is fetched</w:t>
            </w: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TERMINAL RESPONSE is issued with Channel Id = 01</w:t>
            </w:r>
          </w:p>
          <w:p w:rsidR="00FB5721" w:rsidRPr="00C827A4" w:rsidRDefault="00FB5721">
            <w:pPr>
              <w:pStyle w:val="textcell"/>
              <w:jc w:val="left"/>
              <w:rPr>
                <w:rFonts w:ascii="Arial" w:hAnsi="Arial"/>
                <w:sz w:val="18"/>
                <w:lang w:val="en-GB"/>
              </w:rPr>
            </w:pPr>
          </w:p>
          <w:p w:rsidR="00FB5721" w:rsidRPr="00C827A4" w:rsidRDefault="00FB5721">
            <w:pPr>
              <w:pStyle w:val="BodyTextIndent3"/>
              <w:rPr>
                <w:rFonts w:ascii="Arial" w:hAnsi="Arial"/>
                <w:sz w:val="18"/>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lastRenderedPageBreak/>
              <w:t>18</w:t>
            </w:r>
          </w:p>
        </w:tc>
        <w:tc>
          <w:tcPr>
            <w:tcW w:w="4111" w:type="dxa"/>
            <w:tcBorders>
              <w:top w:val="single" w:sz="4" w:space="0" w:color="auto"/>
            </w:tcBorders>
          </w:tcPr>
          <w:p w:rsidR="00FB5721" w:rsidRPr="00C827A4" w:rsidRDefault="00FB5721">
            <w:pPr>
              <w:pStyle w:val="TAH"/>
            </w:pPr>
            <w:r w:rsidRPr="00C827A4">
              <w:t>Envelope Handler availability with EVENT_EVENT_DOWNLOAD_CHANNEL_STATUS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channel status is sent to the UICC with ChannelId=01.</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tc>
        <w:tc>
          <w:tcPr>
            <w:tcW w:w="2911" w:type="dxa"/>
            <w:tcBorders>
              <w:top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tc>
        <w:tc>
          <w:tcPr>
            <w:tcW w:w="2334" w:type="dxa"/>
            <w:tcBorders>
              <w:top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jc w:val="left"/>
            </w:pPr>
            <w:r w:rsidRPr="00C827A4">
              <w:t>19</w:t>
            </w:r>
          </w:p>
        </w:tc>
        <w:tc>
          <w:tcPr>
            <w:tcW w:w="4111" w:type="dxa"/>
            <w:tcBorders>
              <w:top w:val="single" w:sz="4" w:space="0" w:color="auto"/>
            </w:tcBorders>
          </w:tcPr>
          <w:p w:rsidR="00FB5721" w:rsidRPr="00C827A4" w:rsidRDefault="00FB5721">
            <w:pPr>
              <w:pStyle w:val="TAH"/>
            </w:pPr>
            <w:r w:rsidRPr="00C827A4">
              <w:t>Envelope Handler availability with EVENT_ UNRECOGNIZED_ENVELOPE</w:t>
            </w:r>
          </w:p>
          <w:p w:rsidR="00FB5721" w:rsidRPr="00C827A4" w:rsidRDefault="00FB5721">
            <w:pPr>
              <w:pStyle w:val="PL"/>
              <w:rPr>
                <w:noProof w:val="0"/>
              </w:rPr>
            </w:pPr>
          </w:p>
          <w:p w:rsidR="00FB5721" w:rsidRPr="00C827A4" w:rsidRDefault="00FB5721">
            <w:pPr>
              <w:pStyle w:val="PL"/>
              <w:rPr>
                <w:noProof w:val="0"/>
              </w:rPr>
            </w:pPr>
            <w:r w:rsidRPr="00C827A4">
              <w:rPr>
                <w:noProof w:val="0"/>
              </w:rPr>
              <w:t>1- An unrecognized Envelope is sent to the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EnvelopeHandler.getTheHandler() method</w:t>
            </w:r>
          </w:p>
          <w:p w:rsidR="00FB5721" w:rsidRPr="00C827A4" w:rsidRDefault="00FB5721">
            <w:pPr>
              <w:pStyle w:val="PL"/>
              <w:rPr>
                <w:noProof w:val="0"/>
              </w:rPr>
            </w:pPr>
            <w:r w:rsidRPr="00C827A4">
              <w:rPr>
                <w:noProof w:val="0"/>
              </w:rPr>
              <w:t>is called by Applet2</w:t>
            </w:r>
          </w:p>
        </w:tc>
        <w:tc>
          <w:tcPr>
            <w:tcW w:w="2911" w:type="dxa"/>
            <w:tcBorders>
              <w:top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r w:rsidRPr="00C827A4">
              <w:t xml:space="preserve">3- Applet1 sends a DECLARE SERVICE (add) proactive command with its service identifier </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4- No exception is thrown</w:t>
            </w:r>
          </w:p>
          <w:p w:rsidR="00FB5721" w:rsidRPr="00C827A4" w:rsidRDefault="00FB5721">
            <w:pPr>
              <w:pStyle w:val="TAL"/>
            </w:pPr>
            <w:r w:rsidRPr="00C827A4">
              <w:t>Applet2 finalizes</w:t>
            </w:r>
          </w:p>
        </w:tc>
        <w:tc>
          <w:tcPr>
            <w:tcW w:w="2334" w:type="dxa"/>
            <w:tcBorders>
              <w:top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DECLARE SERVICE (add) proactive command is fetched</w:t>
            </w:r>
          </w:p>
          <w:p w:rsidR="00FB5721" w:rsidRPr="00C827A4" w:rsidRDefault="00FB5721">
            <w:pPr>
              <w:pStyle w:val="TAL"/>
            </w:pPr>
          </w:p>
          <w:p w:rsidR="00FB5721" w:rsidRPr="00C827A4" w:rsidRDefault="00FB5721">
            <w:pPr>
              <w:pStyle w:val="textcell"/>
              <w:jc w:val="left"/>
              <w:rPr>
                <w:rFonts w:ascii="Arial" w:hAnsi="Arial"/>
                <w:sz w:val="18"/>
                <w:lang w:val="en-GB"/>
              </w:rPr>
            </w:pPr>
            <w:r w:rsidRPr="00C827A4">
              <w:rPr>
                <w:rFonts w:ascii="Arial" w:hAnsi="Arial"/>
                <w:sz w:val="18"/>
                <w:lang w:val="en-GB"/>
              </w:rPr>
              <w:t xml:space="preserve">Successful TERMINAL RESPONSE is issued </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20</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EVENT_EVENT_DOWNLOAD_LOCAL_CONNECTION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local connection is sent to the UICC with the allocated service Id of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1- Applet1 is triggered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tc>
        <w:tc>
          <w:tcPr>
            <w:tcW w:w="2334" w:type="dxa"/>
            <w:tcBorders>
              <w:top w:val="single" w:sz="4" w:space="0" w:color="auto"/>
              <w:bottom w:val="single" w:sz="4" w:space="0" w:color="auto"/>
            </w:tcBorders>
          </w:tcPr>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21</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EVENT_EVENT_DOWNLOAD_ACCESS_TECHNOLOGY_CHANGE</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access technology change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22</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EVENT_EVENT_DOWNLOAD_DISPLAY_PARAMETERS_CHANGED</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display parameter changed is sent to the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p w:rsidR="00FB5721" w:rsidRPr="00C827A4" w:rsidRDefault="00FB5721">
            <w:pPr>
              <w:pStyle w:val="PL"/>
              <w:rPr>
                <w:noProof w:val="0"/>
              </w:rPr>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and registers to EVENT_PROACTIVE_HANDLER_AVAILABLE</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r w:rsidRPr="00C827A4">
              <w:t>Applet2 is triggered and registers to EVENT_PROACTIVE_HANDLER_AVAILABLE</w:t>
            </w:r>
          </w:p>
          <w:p w:rsidR="00FB5721" w:rsidRPr="00C827A4" w:rsidRDefault="00FB5721">
            <w:pPr>
              <w:pStyle w:val="TAL"/>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lastRenderedPageBreak/>
              <w:t>23</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EVENT_PROACTIVE_HANDLER_AVAILABLE</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by EVENT_PROACTIVE_HANDLER_AVAILABLE</w:t>
            </w:r>
          </w:p>
          <w:p w:rsidR="00FB5721" w:rsidRPr="00C827A4" w:rsidRDefault="00FB5721">
            <w:pPr>
              <w:pStyle w:val="TAL"/>
            </w:pPr>
          </w:p>
          <w:p w:rsidR="00FB5721" w:rsidRPr="00C827A4" w:rsidRDefault="00FB5721">
            <w:pPr>
              <w:pStyle w:val="TAL"/>
            </w:pPr>
            <w:r w:rsidRPr="00C827A4">
              <w:t>2- A ToolkitException HANDLER_NOT_AVAILABLE is thrown</w:t>
            </w:r>
          </w:p>
          <w:p w:rsidR="00FB5721" w:rsidRPr="00C827A4" w:rsidRDefault="00FB5721">
            <w:pPr>
              <w:pStyle w:val="TAL"/>
            </w:pPr>
            <w:r w:rsidRPr="00C827A4">
              <w:t>Applet1 finalizes</w:t>
            </w:r>
          </w:p>
          <w:p w:rsidR="00FB5721" w:rsidRPr="00C827A4" w:rsidRDefault="00FB5721">
            <w:pPr>
              <w:pStyle w:val="TAL"/>
            </w:pPr>
            <w:r w:rsidRPr="00C827A4">
              <w:t>Applet2 is triggered by EVENT_PROACTIVE_HANDLER_AVAILABLE</w:t>
            </w:r>
          </w:p>
          <w:p w:rsidR="00FB5721" w:rsidRPr="00C827A4" w:rsidRDefault="00FB5721">
            <w:pPr>
              <w:pStyle w:val="TAL"/>
            </w:pPr>
          </w:p>
          <w:p w:rsidR="00FB5721" w:rsidRPr="00C827A4" w:rsidRDefault="00FB5721">
            <w:pPr>
              <w:pStyle w:val="TAL"/>
            </w:pPr>
            <w:r w:rsidRPr="00C827A4">
              <w:t>3- A ToolkitException HANDLER_NOT_AVAILABLE is thrown</w:t>
            </w:r>
          </w:p>
          <w:p w:rsidR="00FB5721" w:rsidRPr="00C827A4" w:rsidRDefault="00FB5721">
            <w:pPr>
              <w:pStyle w:val="TAL"/>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 xml:space="preserve">24 </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EVENT_APPLICATION_DESELECT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Select for activation ADF1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2- Select for termination ADF1 </w:t>
            </w: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 by Applet1.</w:t>
            </w:r>
          </w:p>
          <w:p w:rsidR="00FB5721" w:rsidRPr="00C827A4" w:rsidRDefault="00FB5721">
            <w:pPr>
              <w:pStyle w:val="PL"/>
              <w:rPr>
                <w:noProof w:val="0"/>
              </w:rPr>
            </w:pPr>
            <w:r w:rsidRPr="00C827A4">
              <w:rPr>
                <w:noProof w:val="0"/>
              </w:rPr>
              <w:t>Applet1 deregisters to EVENT_APPLICATION_DESELECT.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p w:rsidR="00FB5721" w:rsidRPr="00C827A4" w:rsidRDefault="00FB5721">
            <w:pPr>
              <w:pStyle w:val="PL"/>
              <w:rPr>
                <w:noProof w:val="0"/>
              </w:rPr>
            </w:pPr>
            <w:r w:rsidRPr="00C827A4">
              <w:rPr>
                <w:noProof w:val="0"/>
              </w:rPr>
              <w:t>Applet1 deregisters to EVENT_APPLICATION_DESELECT.</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Applet1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4- No exception is thrown</w:t>
            </w:r>
          </w:p>
          <w:p w:rsidR="00FB5721" w:rsidRPr="00C827A4" w:rsidRDefault="00FB5721">
            <w:pPr>
              <w:pStyle w:val="TAL"/>
            </w:pPr>
          </w:p>
          <w:p w:rsidR="00FB5721" w:rsidRPr="00C827A4" w:rsidRDefault="00FB5721">
            <w:pPr>
              <w:pStyle w:val="TAL"/>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25</w:t>
            </w:r>
          </w:p>
        </w:tc>
        <w:tc>
          <w:tcPr>
            <w:tcW w:w="4111" w:type="dxa"/>
            <w:tcBorders>
              <w:top w:val="nil"/>
              <w:bottom w:val="single" w:sz="4" w:space="0" w:color="auto"/>
            </w:tcBorders>
          </w:tcPr>
          <w:p w:rsidR="00FB5721" w:rsidRPr="00C827A4" w:rsidRDefault="00FB5721">
            <w:pPr>
              <w:pStyle w:val="TAH"/>
            </w:pPr>
            <w:r w:rsidRPr="00C827A4">
              <w:t>Envelope Handler availability with EVENT_EVENT_DOWNLOAD_NETWORK_SEARCH_MODE_CHANGE</w:t>
            </w:r>
          </w:p>
          <w:p w:rsidR="00FB5721" w:rsidRPr="00C827A4" w:rsidRDefault="00FB5721">
            <w:pPr>
              <w:pStyle w:val="TAL"/>
            </w:pPr>
          </w:p>
          <w:p w:rsidR="00FB5721" w:rsidRPr="00C827A4" w:rsidRDefault="00FB5721">
            <w:pPr>
              <w:pStyle w:val="TAL"/>
            </w:pPr>
            <w:r w:rsidRPr="00C827A4">
              <w:t>1- Envelope event download network search mode change is sent to the UICC</w:t>
            </w:r>
          </w:p>
          <w:p w:rsidR="00FB5721" w:rsidRPr="00C827A4" w:rsidRDefault="00FB5721">
            <w:pPr>
              <w:pStyle w:val="TAL"/>
            </w:pPr>
          </w:p>
          <w:p w:rsidR="00FB5721" w:rsidRPr="00C827A4" w:rsidRDefault="00FB5721">
            <w:pPr>
              <w:pStyle w:val="TAL"/>
            </w:pPr>
            <w:r w:rsidRPr="00C827A4">
              <w:t>2- EnvelopeHandler.getTheHandler() method is called by Applet1</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3- </w:t>
            </w:r>
            <w:r w:rsidRPr="00C827A4">
              <w:rPr>
                <w:lang w:eastAsia="es-ES"/>
              </w:rPr>
              <w:t>EnvelopeHandler.</w:t>
            </w:r>
            <w:r w:rsidRPr="00C827A4">
              <w:t>getTheHandler</w:t>
            </w:r>
            <w:r w:rsidRPr="00C827A4">
              <w:rPr>
                <w:lang w:eastAsia="es-ES"/>
              </w:rPr>
              <w:t>() method is called by Applet2</w:t>
            </w:r>
          </w:p>
        </w:tc>
        <w:tc>
          <w:tcPr>
            <w:tcW w:w="2911"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t>Applet2 finalizes</w:t>
            </w:r>
          </w:p>
          <w:p w:rsidR="00FB5721" w:rsidRPr="00C827A4" w:rsidRDefault="00FB5721">
            <w:pPr>
              <w:pStyle w:val="TAL"/>
            </w:pPr>
          </w:p>
        </w:tc>
        <w:tc>
          <w:tcPr>
            <w:tcW w:w="2334" w:type="dxa"/>
            <w:tcBorders>
              <w:top w:val="nil"/>
              <w:bottom w:val="single" w:sz="4" w:space="0" w:color="auto"/>
            </w:tcBorders>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26</w:t>
            </w:r>
          </w:p>
        </w:tc>
        <w:tc>
          <w:tcPr>
            <w:tcW w:w="4111" w:type="dxa"/>
            <w:tcBorders>
              <w:top w:val="single" w:sz="4" w:space="0" w:color="auto"/>
              <w:bottom w:val="single" w:sz="4" w:space="0" w:color="auto"/>
            </w:tcBorders>
          </w:tcPr>
          <w:p w:rsidR="00FB5721" w:rsidRPr="00C827A4" w:rsidRDefault="00FB5721">
            <w:pPr>
              <w:pStyle w:val="TAH"/>
            </w:pPr>
            <w:r w:rsidRPr="00C827A4">
              <w:t>Envelope Handler availability with EVENT_EVENT_BROWSING_STATUS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event download browsing 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 by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w:t>
            </w:r>
            <w:r w:rsidRPr="00C827A4">
              <w:rPr>
                <w:noProof w:val="0"/>
                <w:lang w:eastAsia="es-ES"/>
              </w:rPr>
              <w:t>EnvelopeHandler.</w:t>
            </w:r>
            <w:r w:rsidRPr="00C827A4">
              <w:rPr>
                <w:noProof w:val="0"/>
              </w:rPr>
              <w:t>getTheHandler</w:t>
            </w:r>
            <w:r w:rsidRPr="00C827A4">
              <w:rPr>
                <w:noProof w:val="0"/>
                <w:lang w:eastAsia="es-ES"/>
              </w:rPr>
              <w:t xml:space="preserve">() method is called by </w:t>
            </w:r>
            <w:r w:rsidRPr="00C827A4">
              <w:rPr>
                <w:noProof w:val="0"/>
              </w:rPr>
              <w:t>Applet2</w:t>
            </w:r>
          </w:p>
          <w:p w:rsidR="00FB5721" w:rsidRPr="00C827A4" w:rsidRDefault="00FB5721">
            <w:pPr>
              <w:pStyle w:val="PL"/>
              <w:rPr>
                <w:noProof w:val="0"/>
              </w:rPr>
            </w:pP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No exception is thrown</w:t>
            </w: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t>3- No exception is thrown</w:t>
            </w:r>
          </w:p>
          <w:p w:rsidR="00FB5721" w:rsidRPr="00C827A4" w:rsidRDefault="00FB5721">
            <w:pPr>
              <w:pStyle w:val="TAL"/>
              <w:keepNext w:val="0"/>
              <w:keepLines w:val="0"/>
            </w:pPr>
            <w:r w:rsidRPr="00C827A4">
              <w:t>Applet2 finalizes</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lastRenderedPageBreak/>
              <w:t>27</w:t>
            </w:r>
          </w:p>
        </w:tc>
        <w:tc>
          <w:tcPr>
            <w:tcW w:w="4111" w:type="dxa"/>
            <w:tcBorders>
              <w:top w:val="single" w:sz="4" w:space="0" w:color="auto"/>
            </w:tcBorders>
          </w:tcPr>
          <w:p w:rsidR="00FB5721" w:rsidRPr="00C827A4" w:rsidRDefault="00FB5721">
            <w:pPr>
              <w:pStyle w:val="TAH"/>
            </w:pPr>
            <w:r w:rsidRPr="00C827A4">
              <w:t>The EnvelopeHandler is not available outside the processToolkit()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Applet3. In its install method, Applet3 gets the EnvelopeHandler in a Try/Catch session</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Select Applet3</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Applet3 gets the EnvelopeHandler</w:t>
            </w:r>
          </w:p>
        </w:tc>
        <w:tc>
          <w:tcPr>
            <w:tcW w:w="2911" w:type="dxa"/>
            <w:tcBorders>
              <w:top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1- A ToolkitException HANDLER_NOT_AVAILABLE is thrown </w:t>
            </w:r>
          </w:p>
          <w:p w:rsidR="00FB5721" w:rsidRPr="00C827A4" w:rsidRDefault="00FB5721">
            <w:pPr>
              <w:pStyle w:val="TAL"/>
            </w:pPr>
          </w:p>
          <w:p w:rsidR="00FB5721" w:rsidRPr="00C827A4" w:rsidRDefault="00FB5721">
            <w:pPr>
              <w:pStyle w:val="TAL"/>
            </w:pPr>
            <w:r w:rsidRPr="00C827A4">
              <w:t>2- Applet3 is triggered by its process() method</w:t>
            </w:r>
          </w:p>
          <w:p w:rsidR="00FB5721" w:rsidRPr="00C827A4" w:rsidRDefault="00FB5721">
            <w:pPr>
              <w:pStyle w:val="TAL"/>
            </w:pPr>
          </w:p>
          <w:p w:rsidR="00FB5721" w:rsidRPr="00C827A4" w:rsidRDefault="00FB5721">
            <w:pPr>
              <w:pStyle w:val="TAL"/>
            </w:pPr>
            <w:r w:rsidRPr="00C827A4">
              <w:t>3- A ToolkitException HANDLER_NOT_AVAILABLE is thrown</w:t>
            </w:r>
          </w:p>
        </w:tc>
        <w:tc>
          <w:tcPr>
            <w:tcW w:w="2334" w:type="dxa"/>
            <w:tcBorders>
              <w:top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pPr>
        <w:pStyle w:val="Heading4"/>
      </w:pPr>
      <w:r w:rsidRPr="00C827A4">
        <w:t>5.5.1.4</w:t>
      </w:r>
      <w:r w:rsidRPr="00C827A4">
        <w:tab/>
        <w:t>EnvelopeResponseHandler</w:t>
      </w:r>
    </w:p>
    <w:p w:rsidR="00FB5721" w:rsidRPr="00C827A4" w:rsidRDefault="00FB5721">
      <w:r w:rsidRPr="00C827A4">
        <w:t>Test Area Reference: Cre_Mha_Erhd</w:t>
      </w:r>
    </w:p>
    <w:p w:rsidR="00FB5721" w:rsidRPr="00C827A4" w:rsidRDefault="00FB5721" w:rsidP="00D65C82">
      <w:pPr>
        <w:pStyle w:val="Heading5"/>
      </w:pPr>
      <w:r w:rsidRPr="00C827A4">
        <w:t>5.5.1.4.1</w:t>
      </w:r>
      <w:r w:rsidRPr="00C827A4">
        <w:tab/>
        <w:t>Conformance requirement</w:t>
      </w:r>
    </w:p>
    <w:p w:rsidR="00FB5721" w:rsidRPr="00C827A4" w:rsidRDefault="00FB5721">
      <w:pPr>
        <w:pStyle w:val="H6"/>
      </w:pPr>
      <w:r w:rsidRPr="00C827A4">
        <w:t>5.5.1.4.1.1</w:t>
      </w:r>
      <w:r w:rsidRPr="00C827A4">
        <w:tab/>
        <w:t>Normal execution</w:t>
      </w:r>
    </w:p>
    <w:p w:rsidR="00FB5721" w:rsidRPr="00C827A4" w:rsidRDefault="00FB5721">
      <w:pPr>
        <w:pStyle w:val="B1"/>
      </w:pPr>
      <w:r w:rsidRPr="00C827A4">
        <w:t>CRRN1: The handler is available for all triggered toolkit applets  from the invocation of the processToolkit method of the toolkit applet until a toolkit applet has posted an envelope response or the first invocation of the ProactiveHandler.send method for the following events:</w:t>
      </w:r>
    </w:p>
    <w:p w:rsidR="00FB5721" w:rsidRPr="00C827A4" w:rsidRDefault="00FB5721">
      <w:pPr>
        <w:pStyle w:val="B30"/>
      </w:pPr>
      <w:r w:rsidRPr="00C827A4">
        <w:t>EVENT_CALL_CONTROL_BY_NAA</w:t>
      </w:r>
    </w:p>
    <w:p w:rsidR="00FB5721" w:rsidRPr="00C827A4" w:rsidRDefault="00FB5721">
      <w:pPr>
        <w:pStyle w:val="B30"/>
      </w:pPr>
      <w:r w:rsidRPr="00C827A4">
        <w:t>EVENT_UNRECOGNIZED_ENVELOPE</w:t>
      </w:r>
    </w:p>
    <w:p w:rsidR="00FB5721" w:rsidRPr="00C827A4" w:rsidRDefault="00FB5721">
      <w:pPr>
        <w:pStyle w:val="B1"/>
      </w:pPr>
      <w:r w:rsidRPr="00C827A4">
        <w:t>CRRN2: After a call to the post method the handler is not longer available.</w:t>
      </w:r>
    </w:p>
    <w:p w:rsidR="00FB5721" w:rsidRPr="00C827A4" w:rsidRDefault="00FB5721">
      <w:pPr>
        <w:pStyle w:val="B1"/>
      </w:pPr>
      <w:r w:rsidRPr="00C827A4">
        <w:t>CRRN3: After a call to the send method the handler is not longer available.</w:t>
      </w:r>
    </w:p>
    <w:p w:rsidR="00FB5721" w:rsidRPr="00C827A4" w:rsidRDefault="00FB5721">
      <w:pPr>
        <w:pStyle w:val="B1"/>
      </w:pPr>
      <w:r w:rsidRPr="00C827A4">
        <w:t xml:space="preserve">CRRN4: </w:t>
      </w:r>
      <w:r w:rsidRPr="00C827A4">
        <w:rPr>
          <w:rStyle w:val="ListBulletChar1Char"/>
        </w:rPr>
        <w:t xml:space="preserve">An </w:t>
      </w:r>
      <w:r w:rsidRPr="00C827A4">
        <w:t xml:space="preserve">EnvelopeResponseHandler </w:t>
      </w:r>
      <w:r w:rsidRPr="00C827A4">
        <w:rPr>
          <w:rStyle w:val="ListBulletChar1Char"/>
        </w:rPr>
        <w:t>is considered available when no HANDLER_NOT_AVAILABLE ToolkitException is thrown when the corresponding getTheHandler() method is called or a method of the handler is called.</w:t>
      </w:r>
    </w:p>
    <w:p w:rsidR="00FB5721" w:rsidRPr="00C827A4" w:rsidRDefault="00FB5721">
      <w:pPr>
        <w:pStyle w:val="H6"/>
      </w:pPr>
      <w:r w:rsidRPr="00C827A4">
        <w:t>5.5.1.4.1.2</w:t>
      </w:r>
      <w:r w:rsidRPr="00C827A4">
        <w:tab/>
        <w:t>Parameter errors</w:t>
      </w:r>
    </w:p>
    <w:p w:rsidR="00FB5721" w:rsidRPr="00C827A4" w:rsidRDefault="00FB5721">
      <w:r w:rsidRPr="00C827A4">
        <w:t>No requirements.</w:t>
      </w:r>
    </w:p>
    <w:p w:rsidR="00FB5721" w:rsidRPr="00C827A4" w:rsidRDefault="00FB5721">
      <w:pPr>
        <w:pStyle w:val="H6"/>
      </w:pPr>
      <w:r w:rsidRPr="00C827A4">
        <w:t>5.5.1.4.1.3</w:t>
      </w:r>
      <w:r w:rsidRPr="00C827A4">
        <w:tab/>
        <w:t>Context errors</w:t>
      </w:r>
    </w:p>
    <w:p w:rsidR="00FB5721" w:rsidRPr="00C827A4" w:rsidRDefault="00FB5721">
      <w:pPr>
        <w:pStyle w:val="B1"/>
      </w:pPr>
      <w:r w:rsidRPr="00C827A4">
        <w:t>CRRC1: The handler is not available for the following events:</w:t>
      </w:r>
    </w:p>
    <w:p w:rsidR="00FB5721" w:rsidRPr="00C827A4" w:rsidRDefault="00FB5721">
      <w:pPr>
        <w:pStyle w:val="B30"/>
      </w:pPr>
      <w:r w:rsidRPr="00C827A4">
        <w:t>EVENT_MENU_SELECTION</w:t>
      </w:r>
    </w:p>
    <w:p w:rsidR="00FB5721" w:rsidRPr="00C827A4" w:rsidRDefault="00FB5721">
      <w:pPr>
        <w:pStyle w:val="B30"/>
      </w:pPr>
      <w:r w:rsidRPr="00C827A4">
        <w:t>EVENT_MENU_SELECTION_HELP_REQUEST</w:t>
      </w:r>
    </w:p>
    <w:p w:rsidR="00FB5721" w:rsidRPr="00C827A4" w:rsidRDefault="00FB5721">
      <w:pPr>
        <w:pStyle w:val="B30"/>
      </w:pPr>
      <w:r w:rsidRPr="00C827A4">
        <w:t>EVENT_TIMER_EXPIRATION</w:t>
      </w:r>
    </w:p>
    <w:p w:rsidR="00FB5721" w:rsidRPr="00C827A4" w:rsidRDefault="00FB5721">
      <w:pPr>
        <w:pStyle w:val="B30"/>
      </w:pPr>
      <w:r w:rsidRPr="00C827A4">
        <w:t>EVENT_EVENT_DOWNLOAD_MT_CALL</w:t>
      </w:r>
    </w:p>
    <w:p w:rsidR="00FB5721" w:rsidRPr="00C827A4" w:rsidRDefault="00FB5721">
      <w:pPr>
        <w:pStyle w:val="B30"/>
      </w:pPr>
      <w:r w:rsidRPr="00C827A4">
        <w:t>EVENT_EVENT_DOWNLOAD_CALL_CONNECTED</w:t>
      </w:r>
    </w:p>
    <w:p w:rsidR="00FB5721" w:rsidRPr="00C827A4" w:rsidRDefault="00FB5721">
      <w:pPr>
        <w:pStyle w:val="B30"/>
      </w:pPr>
      <w:r w:rsidRPr="00C827A4">
        <w:t>EVENT_EVENT_DOWNLOAD_CALL_DISCONNECTED</w:t>
      </w:r>
    </w:p>
    <w:p w:rsidR="00FB5721" w:rsidRPr="00C827A4" w:rsidRDefault="00FB5721">
      <w:pPr>
        <w:pStyle w:val="B30"/>
      </w:pPr>
      <w:r w:rsidRPr="00C827A4">
        <w:t>EVENT_EVENT_DOWNLOAD_LOCATION_STATUS</w:t>
      </w:r>
    </w:p>
    <w:p w:rsidR="00FB5721" w:rsidRPr="00C827A4" w:rsidRDefault="00FB5721">
      <w:pPr>
        <w:pStyle w:val="B30"/>
      </w:pPr>
      <w:r w:rsidRPr="00C827A4">
        <w:t>EVENT_EVENT_DOWNLOAD_USER_ACTIVITY</w:t>
      </w:r>
    </w:p>
    <w:p w:rsidR="00FB5721" w:rsidRPr="00C827A4" w:rsidRDefault="00FB5721">
      <w:pPr>
        <w:pStyle w:val="B30"/>
      </w:pPr>
      <w:r w:rsidRPr="00C827A4">
        <w:t>EVENT_EVENT_DOWNLOAD_IDLE_SCREEN_AVAILABLE</w:t>
      </w:r>
    </w:p>
    <w:p w:rsidR="00FB5721" w:rsidRPr="00C827A4" w:rsidRDefault="00FB5721">
      <w:pPr>
        <w:pStyle w:val="B30"/>
      </w:pPr>
      <w:r w:rsidRPr="00C827A4">
        <w:lastRenderedPageBreak/>
        <w:t>EVENT_EVENT_DOWNLOAD_CARD_READER_STATUS</w:t>
      </w:r>
    </w:p>
    <w:p w:rsidR="00FB5721" w:rsidRPr="00C827A4" w:rsidRDefault="00FB5721">
      <w:pPr>
        <w:pStyle w:val="B30"/>
      </w:pPr>
      <w:r w:rsidRPr="00C827A4">
        <w:t>EVENT_EVENT_DOWNLOAD_LANGUAGE_SELECTION</w:t>
      </w:r>
    </w:p>
    <w:p w:rsidR="00FB5721" w:rsidRPr="00C827A4" w:rsidRDefault="00FB5721">
      <w:pPr>
        <w:pStyle w:val="B30"/>
      </w:pPr>
      <w:r w:rsidRPr="00C827A4">
        <w:t>EVENT_EVENT_DOWNLOAD_BROWSER_TERMINATION</w:t>
      </w:r>
    </w:p>
    <w:p w:rsidR="00FB5721" w:rsidRPr="00C827A4" w:rsidRDefault="00FB5721">
      <w:pPr>
        <w:pStyle w:val="B30"/>
      </w:pPr>
      <w:r w:rsidRPr="00C827A4">
        <w:t>EVENT_STATUS_COMMAND</w:t>
      </w:r>
    </w:p>
    <w:p w:rsidR="00FB5721" w:rsidRPr="00C827A4" w:rsidRDefault="00FB5721">
      <w:pPr>
        <w:pStyle w:val="B30"/>
      </w:pPr>
      <w:r w:rsidRPr="00C827A4">
        <w:t>EVENT_PROFILE_DOWNLOAD</w:t>
      </w:r>
    </w:p>
    <w:p w:rsidR="00FB5721" w:rsidRPr="00C827A4" w:rsidRDefault="00FB5721">
      <w:pPr>
        <w:pStyle w:val="B30"/>
      </w:pPr>
      <w:r w:rsidRPr="00C827A4">
        <w:t>EVENT_FIRST_COMMAND_AFTER_ATR</w:t>
      </w:r>
    </w:p>
    <w:p w:rsidR="00FB5721" w:rsidRPr="00C827A4" w:rsidRDefault="00FB5721">
      <w:pPr>
        <w:pStyle w:val="B30"/>
      </w:pPr>
      <w:r w:rsidRPr="00C827A4">
        <w:t>EVENT_EVENT_DOWNLOAD_DATA_AVAILABLE</w:t>
      </w:r>
    </w:p>
    <w:p w:rsidR="00FB5721" w:rsidRPr="00C827A4" w:rsidRDefault="00FB5721">
      <w:pPr>
        <w:pStyle w:val="B30"/>
      </w:pPr>
      <w:r w:rsidRPr="00C827A4">
        <w:t>EVENT_EVENT_DOWNLOAD_CHANNEL_STATUS</w:t>
      </w:r>
    </w:p>
    <w:p w:rsidR="00FB5721" w:rsidRPr="00C827A4" w:rsidRDefault="00FB5721">
      <w:pPr>
        <w:pStyle w:val="B30"/>
      </w:pPr>
      <w:r w:rsidRPr="00C827A4">
        <w:t>EVENT_EVENT_DOWNLOAD_ACCESS_TECHNOLOGY_CHANGE</w:t>
      </w:r>
    </w:p>
    <w:p w:rsidR="00FB5721" w:rsidRPr="00C827A4" w:rsidRDefault="00FB5721">
      <w:pPr>
        <w:pStyle w:val="B30"/>
      </w:pPr>
      <w:r w:rsidRPr="00C827A4">
        <w:t>EVENT_EVENT_DOWNLOAD_DISPLAY_PARAMETERS_CHANGED</w:t>
      </w:r>
    </w:p>
    <w:p w:rsidR="00FB5721" w:rsidRPr="00C827A4" w:rsidRDefault="00FB5721">
      <w:pPr>
        <w:pStyle w:val="B30"/>
      </w:pPr>
      <w:r w:rsidRPr="00C827A4">
        <w:t>EVENT_EVENT_DOWNLOAD_LOCAL_CONNECTION</w:t>
      </w:r>
    </w:p>
    <w:p w:rsidR="00FB5721" w:rsidRPr="00C827A4" w:rsidRDefault="00FB5721">
      <w:pPr>
        <w:pStyle w:val="B30"/>
      </w:pPr>
      <w:r w:rsidRPr="00C827A4">
        <w:t>EVENT_APPLICATION_DESELECT</w:t>
      </w:r>
    </w:p>
    <w:p w:rsidR="00FB5721" w:rsidRPr="00C827A4" w:rsidRDefault="00FB5721">
      <w:pPr>
        <w:pStyle w:val="B30"/>
      </w:pPr>
      <w:r w:rsidRPr="00C827A4">
        <w:t>EVENT_PROACTIVE_HANDLER_AVAILABLE</w:t>
      </w:r>
    </w:p>
    <w:p w:rsidR="00FB5721" w:rsidRPr="00C827A4" w:rsidRDefault="00FB5721">
      <w:pPr>
        <w:pStyle w:val="B30"/>
      </w:pPr>
      <w:r w:rsidRPr="00C827A4">
        <w:t>EVENT_EVENT_DOWNLOAD_NETWORK_SEARCH_MODE_CHANGE</w:t>
      </w:r>
    </w:p>
    <w:p w:rsidR="00FB5721" w:rsidRPr="00C827A4" w:rsidRDefault="00FB5721">
      <w:pPr>
        <w:pStyle w:val="B30"/>
      </w:pPr>
      <w:r w:rsidRPr="00C827A4">
        <w:t xml:space="preserve">EVENT_EVENT_BROWSING_STATUS </w:t>
      </w:r>
    </w:p>
    <w:p w:rsidR="00FB5721" w:rsidRPr="00C827A4" w:rsidRDefault="00FB5721">
      <w:pPr>
        <w:pStyle w:val="B30"/>
      </w:pPr>
      <w:r w:rsidRPr="00C827A4">
        <w:t>EVENT_EXTERNAL_FILE_UPDATE</w:t>
      </w:r>
    </w:p>
    <w:p w:rsidR="00FB5721" w:rsidRPr="00C827A4" w:rsidRDefault="00FB5721">
      <w:pPr>
        <w:pStyle w:val="B1"/>
      </w:pPr>
      <w:r w:rsidRPr="00C827A4">
        <w:t xml:space="preserve">CRRC2: The EnvelopeResponseHandler shall not be available if the </w:t>
      </w:r>
      <w:r w:rsidRPr="00C827A4">
        <w:rPr>
          <w:i/>
        </w:rPr>
        <w:t>getTheHandler()</w:t>
      </w:r>
      <w:r w:rsidRPr="00C827A4">
        <w:t xml:space="preserve"> method is not called, directly or indirectly, from the applet's </w:t>
      </w:r>
      <w:r w:rsidRPr="00C827A4">
        <w:rPr>
          <w:i/>
        </w:rPr>
        <w:t>processToolkit</w:t>
      </w:r>
      <w:r w:rsidRPr="00C827A4">
        <w:t>() method</w:t>
      </w:r>
      <w:r w:rsidR="005B0935" w:rsidRPr="00C827A4">
        <w:t>.</w:t>
      </w:r>
    </w:p>
    <w:p w:rsidR="00FB5721" w:rsidRPr="00C827A4" w:rsidRDefault="00FB5721" w:rsidP="00D65C82">
      <w:pPr>
        <w:pStyle w:val="Heading5"/>
      </w:pPr>
      <w:r w:rsidRPr="00C827A4">
        <w:t>5.5.1.4.2</w:t>
      </w:r>
      <w:r w:rsidRPr="00C827A4">
        <w:tab/>
        <w:t>Test area files</w:t>
      </w:r>
    </w:p>
    <w:p w:rsidR="00FB5721" w:rsidRPr="00C827A4" w:rsidRDefault="00FB5721" w:rsidP="005B0935">
      <w:pPr>
        <w:pStyle w:val="EX"/>
      </w:pPr>
      <w:r w:rsidRPr="00C827A4">
        <w:t>Test</w:t>
      </w:r>
      <w:r w:rsidR="005B0935" w:rsidRPr="00C827A4">
        <w:t xml:space="preserve"> Source:</w:t>
      </w:r>
      <w:r w:rsidR="005B0935" w:rsidRPr="00C827A4">
        <w:tab/>
        <w:t>Test_Cre_Mha_Erhd.java.</w:t>
      </w:r>
    </w:p>
    <w:p w:rsidR="00FB5721" w:rsidRPr="00927A43" w:rsidRDefault="00FB5721" w:rsidP="005B0935">
      <w:pPr>
        <w:pStyle w:val="EX"/>
      </w:pPr>
      <w:r w:rsidRPr="00927A43">
        <w:t xml:space="preserve">Test Applet: </w:t>
      </w:r>
      <w:r w:rsidRPr="00927A43">
        <w:tab/>
        <w:t>Cre_Mha_Erhd_1.java</w:t>
      </w:r>
      <w:r w:rsidR="005B0935" w:rsidRPr="00927A43">
        <w:t>.</w:t>
      </w:r>
    </w:p>
    <w:p w:rsidR="00FB5721" w:rsidRPr="00927A43" w:rsidRDefault="00FB5721" w:rsidP="005B0935">
      <w:pPr>
        <w:pStyle w:val="EX"/>
      </w:pPr>
      <w:r w:rsidRPr="00927A43">
        <w:tab/>
        <w:t>Cre_Mha_Erhd_2.java</w:t>
      </w:r>
      <w:r w:rsidR="005B0935" w:rsidRPr="00927A43">
        <w:t>.</w:t>
      </w:r>
    </w:p>
    <w:p w:rsidR="00FB5721" w:rsidRPr="00927A43" w:rsidRDefault="00FB5721" w:rsidP="005B0935">
      <w:pPr>
        <w:pStyle w:val="EX"/>
      </w:pPr>
      <w:r w:rsidRPr="00927A43">
        <w:tab/>
        <w:t>Cre_Mha_Erhd_3.java</w:t>
      </w:r>
      <w:r w:rsidR="005B0935" w:rsidRPr="00927A43">
        <w:t>.</w:t>
      </w:r>
    </w:p>
    <w:p w:rsidR="00FB5721" w:rsidRPr="00927A43" w:rsidRDefault="00FB5721" w:rsidP="005B0935">
      <w:pPr>
        <w:pStyle w:val="EX"/>
      </w:pPr>
      <w:r w:rsidRPr="00927A43">
        <w:t>Cap File:</w:t>
      </w:r>
      <w:r w:rsidRPr="00927A43">
        <w:tab/>
        <w:t>Cre_Mha_Erhd.cap</w:t>
      </w:r>
      <w:r w:rsidR="005B0935" w:rsidRPr="00927A43">
        <w:t>.</w:t>
      </w:r>
    </w:p>
    <w:p w:rsidR="00FB5721" w:rsidRPr="00C827A4" w:rsidRDefault="00FB5721" w:rsidP="00D65C82">
      <w:pPr>
        <w:pStyle w:val="Heading5"/>
      </w:pPr>
      <w:r w:rsidRPr="00C827A4">
        <w:t>5.5.1.4.3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319"/>
        <w:gridCol w:w="3101"/>
      </w:tblGrid>
      <w:tr w:rsidR="00FB5721" w:rsidRPr="00C827A4">
        <w:trPr>
          <w:tblHeader/>
          <w:jc w:val="center"/>
        </w:trPr>
        <w:tc>
          <w:tcPr>
            <w:tcW w:w="1319" w:type="dxa"/>
          </w:tcPr>
          <w:p w:rsidR="00FB5721" w:rsidRPr="00C827A4" w:rsidRDefault="00FB5721">
            <w:pPr>
              <w:pStyle w:val="TAH"/>
              <w:keepNext w:val="0"/>
              <w:keepLines w:val="0"/>
            </w:pPr>
            <w:r w:rsidRPr="00C827A4">
              <w:t>CRR Number</w:t>
            </w:r>
          </w:p>
        </w:tc>
        <w:tc>
          <w:tcPr>
            <w:tcW w:w="3101" w:type="dxa"/>
          </w:tcPr>
          <w:p w:rsidR="00FB5721" w:rsidRPr="00C827A4" w:rsidRDefault="00FB5721">
            <w:pPr>
              <w:pStyle w:val="TAH"/>
              <w:keepNext w:val="0"/>
              <w:keepLines w:val="0"/>
            </w:pPr>
            <w:r w:rsidRPr="00C827A4">
              <w:t>Test Case Number</w:t>
            </w:r>
          </w:p>
        </w:tc>
      </w:tr>
      <w:tr w:rsidR="00FB5721" w:rsidRPr="00C827A4">
        <w:trPr>
          <w:tblHeader/>
          <w:jc w:val="center"/>
        </w:trPr>
        <w:tc>
          <w:tcPr>
            <w:tcW w:w="1319" w:type="dxa"/>
          </w:tcPr>
          <w:p w:rsidR="00FB5721" w:rsidRPr="00C827A4" w:rsidRDefault="00FB5721">
            <w:pPr>
              <w:pStyle w:val="TAC"/>
            </w:pPr>
            <w:r w:rsidRPr="00C827A4">
              <w:t>CRRN1</w:t>
            </w:r>
          </w:p>
        </w:tc>
        <w:tc>
          <w:tcPr>
            <w:tcW w:w="3101" w:type="dxa"/>
          </w:tcPr>
          <w:p w:rsidR="00FB5721" w:rsidRPr="00C827A4" w:rsidRDefault="00FB5721">
            <w:pPr>
              <w:pStyle w:val="TAC"/>
            </w:pPr>
            <w:r w:rsidRPr="00C827A4">
              <w:t>18, 19, 20, 21</w:t>
            </w:r>
          </w:p>
        </w:tc>
      </w:tr>
      <w:tr w:rsidR="00FB5721" w:rsidRPr="00C827A4">
        <w:trPr>
          <w:tblHeader/>
          <w:jc w:val="center"/>
        </w:trPr>
        <w:tc>
          <w:tcPr>
            <w:tcW w:w="1319" w:type="dxa"/>
          </w:tcPr>
          <w:p w:rsidR="00FB5721" w:rsidRPr="00C827A4" w:rsidRDefault="00FB5721">
            <w:pPr>
              <w:pStyle w:val="TAC"/>
            </w:pPr>
            <w:r w:rsidRPr="00C827A4">
              <w:t>CRRN2</w:t>
            </w:r>
          </w:p>
        </w:tc>
        <w:tc>
          <w:tcPr>
            <w:tcW w:w="3101" w:type="dxa"/>
          </w:tcPr>
          <w:p w:rsidR="00FB5721" w:rsidRPr="00C827A4" w:rsidRDefault="00FB5721">
            <w:pPr>
              <w:pStyle w:val="TAC"/>
            </w:pPr>
            <w:r w:rsidRPr="00C827A4">
              <w:t>18, 19</w:t>
            </w:r>
          </w:p>
        </w:tc>
      </w:tr>
      <w:tr w:rsidR="00FB5721" w:rsidRPr="00C827A4">
        <w:trPr>
          <w:tblHeader/>
          <w:jc w:val="center"/>
        </w:trPr>
        <w:tc>
          <w:tcPr>
            <w:tcW w:w="1319" w:type="dxa"/>
          </w:tcPr>
          <w:p w:rsidR="00FB5721" w:rsidRPr="00C827A4" w:rsidRDefault="00FB5721">
            <w:pPr>
              <w:pStyle w:val="TAC"/>
            </w:pPr>
            <w:r w:rsidRPr="00C827A4">
              <w:t>CRRN3</w:t>
            </w:r>
          </w:p>
        </w:tc>
        <w:tc>
          <w:tcPr>
            <w:tcW w:w="3101" w:type="dxa"/>
          </w:tcPr>
          <w:p w:rsidR="00FB5721" w:rsidRPr="00C827A4" w:rsidRDefault="00FB5721">
            <w:pPr>
              <w:pStyle w:val="TAC"/>
            </w:pPr>
            <w:r w:rsidRPr="00C827A4">
              <w:t>18, 19</w:t>
            </w:r>
          </w:p>
        </w:tc>
      </w:tr>
      <w:tr w:rsidR="00FB5721" w:rsidRPr="00C827A4">
        <w:trPr>
          <w:tblHeader/>
          <w:jc w:val="center"/>
        </w:trPr>
        <w:tc>
          <w:tcPr>
            <w:tcW w:w="1319" w:type="dxa"/>
          </w:tcPr>
          <w:p w:rsidR="00FB5721" w:rsidRPr="00C827A4" w:rsidRDefault="00FB5721">
            <w:pPr>
              <w:pStyle w:val="TAC"/>
            </w:pPr>
            <w:r w:rsidRPr="00C827A4">
              <w:t>CRRN4</w:t>
            </w:r>
          </w:p>
        </w:tc>
        <w:tc>
          <w:tcPr>
            <w:tcW w:w="3101" w:type="dxa"/>
          </w:tcPr>
          <w:p w:rsidR="00FB5721" w:rsidRPr="00C827A4" w:rsidRDefault="00FB5721">
            <w:pPr>
              <w:pStyle w:val="TAC"/>
            </w:pPr>
            <w:r w:rsidRPr="00C827A4">
              <w:t>1 to 29</w:t>
            </w:r>
          </w:p>
        </w:tc>
      </w:tr>
      <w:tr w:rsidR="00FB5721" w:rsidRPr="00C827A4">
        <w:trPr>
          <w:tblHeader/>
          <w:jc w:val="center"/>
        </w:trPr>
        <w:tc>
          <w:tcPr>
            <w:tcW w:w="1319" w:type="dxa"/>
          </w:tcPr>
          <w:p w:rsidR="00FB5721" w:rsidRPr="00C827A4" w:rsidRDefault="00FB5721">
            <w:pPr>
              <w:pStyle w:val="TAC"/>
            </w:pPr>
            <w:r w:rsidRPr="00C827A4">
              <w:t>CRRC1</w:t>
            </w:r>
          </w:p>
        </w:tc>
        <w:tc>
          <w:tcPr>
            <w:tcW w:w="3101" w:type="dxa"/>
          </w:tcPr>
          <w:p w:rsidR="00FB5721" w:rsidRPr="00C827A4" w:rsidRDefault="00FB5721">
            <w:pPr>
              <w:pStyle w:val="TAC"/>
            </w:pPr>
            <w:r w:rsidRPr="00C827A4">
              <w:t>1 to 17 and 22 to 25, 26, 27, 28</w:t>
            </w:r>
          </w:p>
        </w:tc>
      </w:tr>
      <w:tr w:rsidR="00FB5721" w:rsidRPr="00C827A4">
        <w:trPr>
          <w:tblHeader/>
          <w:jc w:val="center"/>
        </w:trPr>
        <w:tc>
          <w:tcPr>
            <w:tcW w:w="1319" w:type="dxa"/>
          </w:tcPr>
          <w:p w:rsidR="00FB5721" w:rsidRPr="00C827A4" w:rsidRDefault="00FB5721">
            <w:pPr>
              <w:pStyle w:val="TAC"/>
            </w:pPr>
            <w:r w:rsidRPr="00C827A4">
              <w:t>CRRC2</w:t>
            </w:r>
          </w:p>
        </w:tc>
        <w:tc>
          <w:tcPr>
            <w:tcW w:w="3101" w:type="dxa"/>
          </w:tcPr>
          <w:p w:rsidR="00FB5721" w:rsidRPr="00C827A4" w:rsidRDefault="00FB5721">
            <w:pPr>
              <w:pStyle w:val="TAC"/>
            </w:pPr>
            <w:r w:rsidRPr="00C827A4">
              <w:t>29</w:t>
            </w:r>
          </w:p>
        </w:tc>
      </w:tr>
    </w:tbl>
    <w:p w:rsidR="00FB5721" w:rsidRPr="00C827A4" w:rsidRDefault="00FB5721"/>
    <w:p w:rsidR="00FB5721" w:rsidRPr="00C827A4" w:rsidRDefault="005B0935" w:rsidP="000570D2">
      <w:pPr>
        <w:pStyle w:val="Heading5"/>
      </w:pPr>
      <w:r w:rsidRPr="00C827A4">
        <w:lastRenderedPageBreak/>
        <w:t>5.5.1.4.4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0570D2">
            <w:pPr>
              <w:pStyle w:val="TAH"/>
            </w:pPr>
            <w:r w:rsidRPr="00C827A4">
              <w:t>Id</w:t>
            </w:r>
          </w:p>
        </w:tc>
        <w:tc>
          <w:tcPr>
            <w:tcW w:w="4111" w:type="dxa"/>
          </w:tcPr>
          <w:p w:rsidR="00FB5721" w:rsidRPr="00C827A4" w:rsidRDefault="00FB5721" w:rsidP="000570D2">
            <w:pPr>
              <w:pStyle w:val="TAH"/>
            </w:pPr>
            <w:r w:rsidRPr="00C827A4">
              <w:t>Description</w:t>
            </w:r>
          </w:p>
        </w:tc>
        <w:tc>
          <w:tcPr>
            <w:tcW w:w="2911" w:type="dxa"/>
          </w:tcPr>
          <w:p w:rsidR="00FB5721" w:rsidRPr="00C827A4" w:rsidRDefault="00FB5721" w:rsidP="000570D2">
            <w:pPr>
              <w:pStyle w:val="TAH"/>
            </w:pPr>
            <w:r w:rsidRPr="00C827A4">
              <w:t>API/CAT RE Expectation</w:t>
            </w:r>
          </w:p>
        </w:tc>
        <w:tc>
          <w:tcPr>
            <w:tcW w:w="2334" w:type="dxa"/>
          </w:tcPr>
          <w:p w:rsidR="00FB5721" w:rsidRPr="00C827A4" w:rsidRDefault="00FB5721" w:rsidP="000570D2">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0570D2">
            <w:pPr>
              <w:pStyle w:val="BodyTextIndent3"/>
              <w:keepNext/>
              <w:keepLines/>
              <w:ind w:left="0"/>
              <w:jc w:val="center"/>
              <w:rPr>
                <w:rFonts w:ascii="Arial" w:hAnsi="Arial"/>
                <w:sz w:val="18"/>
              </w:rPr>
            </w:pPr>
            <w:r w:rsidRPr="00C827A4">
              <w:rPr>
                <w:rFonts w:ascii="Arial" w:hAnsi="Arial"/>
                <w:sz w:val="18"/>
              </w:rPr>
              <w:t>1</w:t>
            </w:r>
          </w:p>
        </w:tc>
        <w:tc>
          <w:tcPr>
            <w:tcW w:w="4111" w:type="dxa"/>
          </w:tcPr>
          <w:p w:rsidR="00FB5721" w:rsidRPr="00C827A4" w:rsidRDefault="00FB5721" w:rsidP="000570D2">
            <w:pPr>
              <w:pStyle w:val="TAH"/>
            </w:pPr>
            <w:r w:rsidRPr="00C827A4">
              <w:t>Toolkit Applet1 and Toolkit Applet2 registration and Envelope Response Handler availability with EVENT_FIRST_COMMAND_AFTER_ATR</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 xml:space="preserve">1- Applet1 is registered to all events defined in </w:t>
            </w:r>
            <w:r w:rsidR="0047072E" w:rsidRPr="00C827A4">
              <w:rPr>
                <w:noProof w:val="0"/>
              </w:rPr>
              <w:t>TS 102 241 [9]</w:t>
            </w:r>
            <w:r w:rsidRPr="00C827A4">
              <w:rPr>
                <w:noProof w:val="0"/>
              </w:rPr>
              <w:t xml:space="preserve"> except EVENT_PROACTIVE_HANDLER_AVAILABLE.</w:t>
            </w:r>
          </w:p>
          <w:p w:rsidR="00FB5721" w:rsidRPr="00C827A4" w:rsidRDefault="00FB5721" w:rsidP="000570D2">
            <w:pPr>
              <w:pStyle w:val="PL"/>
              <w:keepNext/>
              <w:keepLines/>
              <w:rPr>
                <w:noProof w:val="0"/>
              </w:rPr>
            </w:pPr>
            <w:r w:rsidRPr="00C827A4">
              <w:rPr>
                <w:noProof w:val="0"/>
              </w:rPr>
              <w:t>Using the methods initMenuEntry() for EVENT_MENU_SELECTION, requestPollInterval() for EVENT_STATUS_COMMAND, allocateTimer() for EVENT_TIMER_EXPIRATION, allocateServiceIdentifier() for EVENT_EVENT_DOWNLOAD_LOCAL_CONNECTION and setEventList() for the rest of the events.</w:t>
            </w:r>
          </w:p>
          <w:p w:rsidR="00FB5721" w:rsidRPr="00C827A4" w:rsidRDefault="00FB5721" w:rsidP="000570D2">
            <w:pPr>
              <w:pStyle w:val="PL"/>
              <w:keepNext/>
              <w:keepLines/>
              <w:rPr>
                <w:noProof w:val="0"/>
              </w:rPr>
            </w:pPr>
            <w:r w:rsidRPr="00C827A4">
              <w:rPr>
                <w:noProof w:val="0"/>
              </w:rPr>
              <w:t>Applet1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Applet2 is registered to</w:t>
            </w:r>
          </w:p>
          <w:p w:rsidR="00FB5721" w:rsidRPr="00C827A4" w:rsidRDefault="00FB5721" w:rsidP="000570D2">
            <w:pPr>
              <w:pStyle w:val="PL"/>
              <w:keepNext/>
              <w:keepLines/>
              <w:rPr>
                <w:noProof w:val="0"/>
              </w:rPr>
            </w:pPr>
            <w:r w:rsidRPr="00C827A4">
              <w:rPr>
                <w:noProof w:val="0"/>
              </w:rPr>
              <w:t>EVENT_UNRECOGNIZED_ENVELOPE.</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Select MF.</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3- EnvelopeResponseHandler.getTheHandler() method is called by Applet1</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Applet1 is deregistered to EVENT_FIRST_COMMAND_AFTER_ATR.</w:t>
            </w:r>
          </w:p>
        </w:tc>
        <w:tc>
          <w:tcPr>
            <w:tcW w:w="2911" w:type="dxa"/>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No exception is thrown</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2- Applet1 is triggered by EVENT_FIRST_COMMAND_AFTER_ATR</w:t>
            </w:r>
          </w:p>
          <w:p w:rsidR="00FB5721" w:rsidRPr="00C827A4" w:rsidRDefault="00FB5721" w:rsidP="000570D2">
            <w:pPr>
              <w:pStyle w:val="TAL"/>
            </w:pPr>
          </w:p>
          <w:p w:rsidR="00FB5721" w:rsidRPr="00C827A4" w:rsidRDefault="00FB5721" w:rsidP="000570D2">
            <w:pPr>
              <w:pStyle w:val="TAL"/>
            </w:pPr>
            <w:r w:rsidRPr="00C827A4">
              <w:t>3- A ToolkitException HANDLER_NOT_AVAILABLE is thrown</w:t>
            </w:r>
          </w:p>
          <w:p w:rsidR="00FB5721" w:rsidRPr="00C827A4" w:rsidRDefault="00FB5721" w:rsidP="000570D2">
            <w:pPr>
              <w:pStyle w:val="TAL"/>
            </w:pPr>
            <w:r w:rsidRPr="00C827A4">
              <w:t>Applet1 finalizes</w:t>
            </w:r>
          </w:p>
        </w:tc>
        <w:tc>
          <w:tcPr>
            <w:tcW w:w="2334" w:type="dxa"/>
          </w:tcPr>
          <w:p w:rsidR="00FB5721" w:rsidRPr="00C827A4" w:rsidRDefault="00FB5721" w:rsidP="000570D2">
            <w:pPr>
              <w:pStyle w:val="TAC"/>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2</w:t>
            </w:r>
          </w:p>
        </w:tc>
        <w:tc>
          <w:tcPr>
            <w:tcW w:w="4111" w:type="dxa"/>
            <w:tcBorders>
              <w:top w:val="nil"/>
            </w:tcBorders>
          </w:tcPr>
          <w:p w:rsidR="00FB5721" w:rsidRPr="00C827A4" w:rsidRDefault="00FB5721" w:rsidP="000570D2">
            <w:pPr>
              <w:pStyle w:val="TAH"/>
              <w:keepNext w:val="0"/>
              <w:keepLines w:val="0"/>
            </w:pPr>
            <w:r w:rsidRPr="00C827A4">
              <w:t>Handler availability with EVENT_PROFILE_DOWNLOAD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Terminal Profile command is sent to the UICC without the facility of SET_EVENT_LIST, SETUP_IDLE_MODE_TEXT, SETUP_MENU and POLL_INTERVAL.</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PL"/>
              <w:rPr>
                <w:noProof w:val="0"/>
              </w:rPr>
            </w:pPr>
            <w:r w:rsidRPr="00C827A4">
              <w:rPr>
                <w:noProof w:val="0"/>
              </w:rPr>
              <w:t>Applet1 is deregistered to EVENT_PROFILE_DOWNLOAD</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 By EVENT_PROFILE_DOWNLOAD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C"/>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3</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EVENT_MENU_SELECTION_HELP_REQUEST</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Perform UICC initialization with all the facilities supported, except facility SET UP EVENT LIST</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menu selection with help request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C"/>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4</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EVENT_MENU_SELECTION</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A envelope menu selection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pPr>
            <w:r w:rsidRPr="00C827A4">
              <w:lastRenderedPageBreak/>
              <w:t>5</w:t>
            </w:r>
          </w:p>
        </w:tc>
        <w:tc>
          <w:tcPr>
            <w:tcW w:w="4111" w:type="dxa"/>
            <w:tcBorders>
              <w:top w:val="nil"/>
            </w:tcBorders>
          </w:tcPr>
          <w:p w:rsidR="00FB5721" w:rsidRPr="00C827A4" w:rsidRDefault="00FB5721" w:rsidP="000570D2">
            <w:pPr>
              <w:pStyle w:val="TAH"/>
            </w:pPr>
            <w:r w:rsidRPr="00C827A4">
              <w:t>Envelope Response Handler availability with EVENT_TIMER_EXPIRATION</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 Envelope Timer Expiration is sent to the UICC</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Applet1 is triggered</w:t>
            </w:r>
          </w:p>
          <w:p w:rsidR="00FB5721" w:rsidRPr="00C827A4" w:rsidRDefault="00FB5721" w:rsidP="000570D2">
            <w:pPr>
              <w:pStyle w:val="TAL"/>
            </w:pPr>
          </w:p>
          <w:p w:rsidR="00FB5721" w:rsidRPr="00C827A4" w:rsidRDefault="00FB5721" w:rsidP="000570D2">
            <w:pPr>
              <w:pStyle w:val="TAL"/>
            </w:pPr>
            <w:r w:rsidRPr="00C827A4">
              <w:t>2- A ToolkitException HANDLER_NOT_AVAILABLE is thrown</w:t>
            </w:r>
          </w:p>
        </w:tc>
        <w:tc>
          <w:tcPr>
            <w:tcW w:w="2334" w:type="dxa"/>
            <w:tcBorders>
              <w:top w:val="nil"/>
            </w:tcBorders>
          </w:tcPr>
          <w:p w:rsidR="00FB5721" w:rsidRPr="00C827A4" w:rsidRDefault="00FB5721" w:rsidP="000570D2">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6</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EVENT_EVENT_DOWNLOAD_MT_CALL</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mt call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7</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EVENT_EVENT_DOWNLOAD_CALL_CONNECTED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call connected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8</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EVENT_EVENT_DOWNLOAD_CALL_DISCONNECTED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call disconnected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9</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EVENT_EVENT_DOWNLOAD_LOCATION_STATUS</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location status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Applet1 obtains the Envelope Response Handler</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10</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EVENT_EVENT_DOWNLOAD_USER_ACTIVITY</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user activity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TAL"/>
              <w:keepNext w:val="0"/>
              <w:keepLines w:val="0"/>
            </w:pP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pPr>
            <w:r w:rsidRPr="00C827A4">
              <w:lastRenderedPageBreak/>
              <w:t>11</w:t>
            </w:r>
          </w:p>
        </w:tc>
        <w:tc>
          <w:tcPr>
            <w:tcW w:w="4111" w:type="dxa"/>
            <w:tcBorders>
              <w:top w:val="nil"/>
            </w:tcBorders>
          </w:tcPr>
          <w:p w:rsidR="00FB5721" w:rsidRPr="00C827A4" w:rsidRDefault="00FB5721" w:rsidP="000570D2">
            <w:pPr>
              <w:pStyle w:val="TAH"/>
            </w:pPr>
            <w:r w:rsidRPr="00C827A4">
              <w:t>Envelope Response Handler availability with EVENT_EVENT_DOWNLOAD_IDLE_SCREEN_AVAILABLE</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 Envelope event download idle screen available is sent to the UICC</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EnvelopeResponseHandler.getTheHandler() method is called by Applet1</w:t>
            </w:r>
          </w:p>
          <w:p w:rsidR="00FB5721" w:rsidRPr="00C827A4" w:rsidRDefault="00FB5721" w:rsidP="000570D2">
            <w:pPr>
              <w:pStyle w:val="TAL"/>
            </w:pPr>
          </w:p>
        </w:tc>
        <w:tc>
          <w:tcPr>
            <w:tcW w:w="2911" w:type="dxa"/>
            <w:tcBorders>
              <w:top w:val="nil"/>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Applet1 is triggered</w:t>
            </w:r>
          </w:p>
          <w:p w:rsidR="00FB5721" w:rsidRPr="00C827A4" w:rsidRDefault="00FB5721" w:rsidP="000570D2">
            <w:pPr>
              <w:pStyle w:val="TAL"/>
            </w:pPr>
          </w:p>
          <w:p w:rsidR="00FB5721" w:rsidRPr="00C827A4" w:rsidRDefault="00FB5721" w:rsidP="000570D2">
            <w:pPr>
              <w:pStyle w:val="TAL"/>
            </w:pPr>
            <w:r w:rsidRPr="00C827A4">
              <w:t>2- A ToolkitException HANDLER_NOT_AVAILABLE is thrown</w:t>
            </w:r>
          </w:p>
          <w:p w:rsidR="00FB5721" w:rsidRPr="00C827A4" w:rsidRDefault="00FB5721" w:rsidP="000570D2">
            <w:pPr>
              <w:pStyle w:val="TAL"/>
            </w:pPr>
            <w:r w:rsidRPr="00C827A4">
              <w:t>Applet1 finalizes</w:t>
            </w:r>
          </w:p>
        </w:tc>
        <w:tc>
          <w:tcPr>
            <w:tcW w:w="2334" w:type="dxa"/>
            <w:tcBorders>
              <w:top w:val="nil"/>
            </w:tcBorders>
          </w:tcPr>
          <w:p w:rsidR="00FB5721" w:rsidRPr="00C827A4" w:rsidRDefault="00FB5721" w:rsidP="000570D2">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12</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EVENT_EVENT_DOWNLOAD_CARD_READER_STATUS</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card reader status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Applet1 finalizes</w:t>
            </w:r>
          </w:p>
          <w:p w:rsidR="00FB5721" w:rsidRPr="00C827A4" w:rsidRDefault="00FB5721" w:rsidP="000570D2">
            <w:pPr>
              <w:pStyle w:val="TAL"/>
              <w:keepNext w:val="0"/>
              <w:keepLines w:val="0"/>
            </w:pPr>
          </w:p>
        </w:tc>
        <w:tc>
          <w:tcPr>
            <w:tcW w:w="2334" w:type="dxa"/>
            <w:tcBorders>
              <w:top w:val="nil"/>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13</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EVENT_EVENT_DOWNLOAD_LANGUAGE_</w:t>
            </w:r>
          </w:p>
          <w:p w:rsidR="00FB5721" w:rsidRPr="00C827A4" w:rsidRDefault="00FB5721" w:rsidP="000570D2">
            <w:pPr>
              <w:pStyle w:val="TAH"/>
              <w:keepNext w:val="0"/>
              <w:keepLines w:val="0"/>
            </w:pPr>
            <w:r w:rsidRPr="00C827A4">
              <w:t>SELECTION</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language selection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14</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EVENT_EVENT_DOWNLOAD_BROWSER_</w:t>
            </w:r>
          </w:p>
          <w:p w:rsidR="00FB5721" w:rsidRPr="00C827A4" w:rsidRDefault="00FB5721" w:rsidP="000570D2">
            <w:pPr>
              <w:pStyle w:val="TAH"/>
              <w:keepNext w:val="0"/>
              <w:keepLines w:val="0"/>
            </w:pPr>
            <w:r w:rsidRPr="00C827A4">
              <w:t>TERMINATION</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browser termination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15</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EVENT_STATUS_COMMAND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Status command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16</w:t>
            </w:r>
          </w:p>
        </w:tc>
        <w:tc>
          <w:tcPr>
            <w:tcW w:w="4111" w:type="dxa"/>
            <w:tcBorders>
              <w:top w:val="nil"/>
            </w:tcBorders>
          </w:tcPr>
          <w:p w:rsidR="00FB5721" w:rsidRPr="00C827A4" w:rsidRDefault="00FB5721" w:rsidP="000570D2">
            <w:pPr>
              <w:pStyle w:val="TAH"/>
              <w:keepNext w:val="0"/>
              <w:keepLines w:val="0"/>
            </w:pPr>
            <w:r w:rsidRPr="00C827A4">
              <w:t>Envelope Response Handler availability with EVENT_EVENT_DOWNLOAD_DATA_AVAILABLE</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Applet1 initializes a proactive command OPEN CHANNEL and calls the send() method.</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 event download data avalaible is sent to the UICC with channelId=01</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3- EnvelopeResponseHandler.getTheHandler() method is called by Applet1</w:t>
            </w:r>
          </w:p>
        </w:tc>
        <w:tc>
          <w:tcPr>
            <w:tcW w:w="2911"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The OPEN CHANNEL command is fetched</w:t>
            </w:r>
          </w:p>
          <w:p w:rsidR="00FB5721" w:rsidRPr="00C827A4" w:rsidRDefault="00FB5721" w:rsidP="000570D2">
            <w:pPr>
              <w:pStyle w:val="TAL"/>
              <w:keepNext w:val="0"/>
              <w:keepLines w:val="0"/>
            </w:pPr>
            <w:r w:rsidRPr="00C827A4">
              <w:t>TERMINAL RESPONSE IS SENT TO THE UICC with channel Id=01</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lastRenderedPageBreak/>
              <w:t>17</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rPr>
                <w:b w:val="0"/>
                <w:bCs/>
              </w:rPr>
            </w:pPr>
            <w:r w:rsidRPr="00C827A4">
              <w:t>Envelope Response Handler availability with EVENT_EVENT_DOWNLOAD_CHANNEL_STATUS</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channel status is sent to the UICC with channelId=01</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PL"/>
              <w:rPr>
                <w:noProof w:val="0"/>
              </w:rPr>
            </w:pP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18</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Envelope Response Handler availability with EVENT_CALL_CONTROL_BY_NAA</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call control by NAA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3- Applet1 builds the envelope response and it calls the postAsBERTLV() method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4- Applet1 calls all methods of the Envelope Response Handler (including the inherited method)</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5- Envelope call control by NAA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6- EnvelopeResponseHandler.getTheHandler() method is called by Applet1</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7- Applet1 builds a proactive command and it calls the send() method</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8- Applet1 calls all methods of the Envelope Response Handler (including the inherited method)</w:t>
            </w: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No exception is thrown</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4- ToolkitException HANDLER_NOT_AVAILABLE is thrown for each method</w:t>
            </w:r>
          </w:p>
          <w:p w:rsidR="00FB5721" w:rsidRPr="00C827A4" w:rsidRDefault="00FB5721" w:rsidP="000570D2">
            <w:pPr>
              <w:pStyle w:val="TAL"/>
              <w:keepNext w:val="0"/>
              <w:keepLines w:val="0"/>
            </w:pPr>
            <w:r w:rsidRPr="00C827A4">
              <w:t>Applet1 finalizes</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5-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6- No Exception is thrown</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8- A ToolkitException HANDLER_NOT_AVAILABLE is thrown for each method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Applet1 finalizes</w:t>
            </w:r>
          </w:p>
          <w:p w:rsidR="00FB5721" w:rsidRPr="00C827A4" w:rsidRDefault="00FB5721" w:rsidP="000570D2">
            <w:pPr>
              <w:pStyle w:val="TAL"/>
              <w:keepNext w:val="0"/>
              <w:keepLines w:val="0"/>
            </w:pP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 xml:space="preserve">3- The envelope response is sent </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7- The proactive command is fetched and the Terminal response is issued</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pPr>
            <w:r w:rsidRPr="00C827A4">
              <w:lastRenderedPageBreak/>
              <w:t>19</w:t>
            </w:r>
          </w:p>
        </w:tc>
        <w:tc>
          <w:tcPr>
            <w:tcW w:w="4111" w:type="dxa"/>
            <w:tcBorders>
              <w:top w:val="single" w:sz="4" w:space="0" w:color="auto"/>
              <w:bottom w:val="single" w:sz="4" w:space="0" w:color="auto"/>
            </w:tcBorders>
          </w:tcPr>
          <w:p w:rsidR="00FB5721" w:rsidRPr="00C827A4" w:rsidRDefault="00FB5721" w:rsidP="000570D2">
            <w:pPr>
              <w:pStyle w:val="TAH"/>
            </w:pPr>
            <w:r w:rsidRPr="00C827A4">
              <w:t>Envelope Response Handler availability with EVENT_UNRECOGNIZED_ENVELOPE</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 An unrecognized Envelope is sent to the UICC</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EnvelopeResponseHandler.getTheHandler() method is called by Applet1</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3- Applet1 builds the envelope response and it calls the postAsBERTLV() or post method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4-Applet1 calls all methods of Envelope Response Handler (including the inherited method)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5- EnvelopeResponseHandler.getTheHandler() method is called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6- An unrecognized Envelope is sent to the UICC</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7- EnvelopeResponseHandler.getTheHandler() method is called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8- Applet1 builds a proactive command and it calls the send() method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9- Applet1 calls all methods of the Envelope Response Handler (including the inherited method)</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10- EnvelopeResponseHandler.getTheHandler() method is called by Applet2</w:t>
            </w:r>
          </w:p>
        </w:tc>
        <w:tc>
          <w:tcPr>
            <w:tcW w:w="2911" w:type="dxa"/>
            <w:tcBorders>
              <w:top w:val="single" w:sz="4" w:space="0" w:color="auto"/>
              <w:bottom w:val="single" w:sz="4" w:space="0" w:color="auto"/>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Applet1 is triggered</w:t>
            </w:r>
          </w:p>
          <w:p w:rsidR="00FB5721" w:rsidRPr="00C827A4" w:rsidRDefault="00FB5721" w:rsidP="000570D2">
            <w:pPr>
              <w:pStyle w:val="TAL"/>
            </w:pPr>
          </w:p>
          <w:p w:rsidR="00FB5721" w:rsidRPr="00C827A4" w:rsidRDefault="00FB5721" w:rsidP="000570D2">
            <w:pPr>
              <w:pStyle w:val="TAL"/>
            </w:pPr>
            <w:r w:rsidRPr="00C827A4">
              <w:t>2- No exception is thrown</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4- A ToolkitException HANDLER_NOT_AVAILABLE is thrown for each method</w:t>
            </w:r>
          </w:p>
          <w:p w:rsidR="00FB5721" w:rsidRPr="00C827A4" w:rsidRDefault="00FB5721" w:rsidP="000570D2">
            <w:pPr>
              <w:pStyle w:val="TAL"/>
            </w:pPr>
          </w:p>
          <w:p w:rsidR="00FB5721" w:rsidRPr="00C827A4" w:rsidRDefault="00FB5721" w:rsidP="000570D2">
            <w:pPr>
              <w:pStyle w:val="TAL"/>
            </w:pPr>
            <w:r w:rsidRPr="00C827A4">
              <w:t>Applet1 finalizes</w:t>
            </w:r>
          </w:p>
          <w:p w:rsidR="00FB5721" w:rsidRPr="00C827A4" w:rsidRDefault="00FB5721" w:rsidP="000570D2">
            <w:pPr>
              <w:pStyle w:val="TAL"/>
            </w:pPr>
            <w:r w:rsidRPr="00C827A4">
              <w:t>Applet2 is triggered</w:t>
            </w:r>
          </w:p>
          <w:p w:rsidR="00FB5721" w:rsidRPr="00C827A4" w:rsidRDefault="00FB5721" w:rsidP="000570D2">
            <w:pPr>
              <w:pStyle w:val="TAL"/>
            </w:pPr>
          </w:p>
          <w:p w:rsidR="00FB5721" w:rsidRPr="00C827A4" w:rsidRDefault="00FB5721" w:rsidP="000570D2">
            <w:pPr>
              <w:pStyle w:val="TAL"/>
            </w:pPr>
            <w:r w:rsidRPr="00C827A4">
              <w:t>5- A ToolkitException HANDLER_NOT_AVAILABLE is thrown.</w:t>
            </w:r>
          </w:p>
          <w:p w:rsidR="00FB5721" w:rsidRPr="00C827A4" w:rsidRDefault="00FB5721" w:rsidP="000570D2">
            <w:pPr>
              <w:pStyle w:val="TAL"/>
            </w:pPr>
          </w:p>
          <w:p w:rsidR="00FB5721" w:rsidRPr="00C827A4" w:rsidRDefault="00FB5721" w:rsidP="000570D2">
            <w:pPr>
              <w:pStyle w:val="TAL"/>
            </w:pPr>
            <w:r w:rsidRPr="00C827A4">
              <w:t>Applet2 finalizes</w:t>
            </w:r>
          </w:p>
          <w:p w:rsidR="00FB5721" w:rsidRPr="00C827A4" w:rsidRDefault="00FB5721" w:rsidP="000570D2">
            <w:pPr>
              <w:pStyle w:val="TAL"/>
            </w:pPr>
          </w:p>
          <w:p w:rsidR="00FB5721" w:rsidRPr="00C827A4" w:rsidRDefault="00FB5721" w:rsidP="000570D2">
            <w:pPr>
              <w:pStyle w:val="TAL"/>
            </w:pPr>
            <w:r w:rsidRPr="00C827A4">
              <w:t>6- Applet1 is triggered</w:t>
            </w:r>
          </w:p>
          <w:p w:rsidR="00FB5721" w:rsidRPr="00C827A4" w:rsidRDefault="00FB5721" w:rsidP="000570D2">
            <w:pPr>
              <w:pStyle w:val="TAL"/>
            </w:pPr>
          </w:p>
          <w:p w:rsidR="00FB5721" w:rsidRPr="00C827A4" w:rsidRDefault="00FB5721" w:rsidP="000570D2">
            <w:pPr>
              <w:pStyle w:val="TAL"/>
            </w:pPr>
            <w:r w:rsidRPr="00C827A4">
              <w:t>7- No exception is thrown</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9- A ToolkitException HANDLER_NOT_AVAILABLE is thrown for each method</w:t>
            </w:r>
          </w:p>
          <w:p w:rsidR="00FB5721" w:rsidRPr="00C827A4" w:rsidRDefault="00FB5721" w:rsidP="000570D2">
            <w:pPr>
              <w:pStyle w:val="TAL"/>
            </w:pPr>
          </w:p>
          <w:p w:rsidR="00FB5721" w:rsidRPr="00C827A4" w:rsidRDefault="00FB5721" w:rsidP="000570D2">
            <w:pPr>
              <w:pStyle w:val="TAL"/>
            </w:pPr>
            <w:r w:rsidRPr="00C827A4">
              <w:t>Applet1 finalizes</w:t>
            </w:r>
          </w:p>
          <w:p w:rsidR="00FB5721" w:rsidRPr="00C827A4" w:rsidRDefault="00FB5721" w:rsidP="000570D2">
            <w:pPr>
              <w:pStyle w:val="TAL"/>
            </w:pPr>
            <w:r w:rsidRPr="00C827A4">
              <w:t>Applet2 is triggered</w:t>
            </w:r>
          </w:p>
          <w:p w:rsidR="00FB5721" w:rsidRPr="00C827A4" w:rsidRDefault="00FB5721" w:rsidP="000570D2">
            <w:pPr>
              <w:pStyle w:val="TAL"/>
            </w:pPr>
          </w:p>
          <w:p w:rsidR="00FB5721" w:rsidRPr="00C827A4" w:rsidRDefault="00FB5721" w:rsidP="000570D2">
            <w:pPr>
              <w:pStyle w:val="TAL"/>
            </w:pPr>
            <w:r w:rsidRPr="00C827A4">
              <w:t>10- A ToolkitException HANDLER_NOT_AVAILABLE is thrown.</w:t>
            </w:r>
          </w:p>
          <w:p w:rsidR="00FB5721" w:rsidRPr="00C827A4" w:rsidRDefault="00FB5721" w:rsidP="000570D2">
            <w:pPr>
              <w:pStyle w:val="TAL"/>
            </w:pPr>
          </w:p>
          <w:p w:rsidR="00FB5721" w:rsidRPr="00C827A4" w:rsidRDefault="00FB5721" w:rsidP="000570D2">
            <w:pPr>
              <w:pStyle w:val="TAL"/>
            </w:pPr>
            <w:r w:rsidRPr="00C827A4">
              <w:t>Applet2 finalizes</w:t>
            </w:r>
          </w:p>
          <w:p w:rsidR="00FB5721" w:rsidRPr="00C827A4" w:rsidRDefault="00FB5721" w:rsidP="000570D2">
            <w:pPr>
              <w:pStyle w:val="TAL"/>
            </w:pPr>
          </w:p>
        </w:tc>
        <w:tc>
          <w:tcPr>
            <w:tcW w:w="2334" w:type="dxa"/>
            <w:tcBorders>
              <w:top w:val="single" w:sz="4" w:space="0" w:color="auto"/>
              <w:bottom w:val="single" w:sz="4" w:space="0" w:color="auto"/>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 xml:space="preserve">3- The envelope response is sent </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9- The proactive command is fetched and the Terminal response is issued</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20</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The envelope response is sent when a proactive session is ongoing</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An unrecognized envelope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Proactive command DISPLAY TEXT is built and it calls the send() method.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3- A call control by NAA envelope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4- EnvelopeResponseHandler.getTheHandler() method is called by Applet1</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5- Applet1 builds the envelope response and it calls the postAsBERTLV()</w:t>
            </w: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4- No exception is thrown</w:t>
            </w:r>
          </w:p>
          <w:p w:rsidR="00FB5721" w:rsidRPr="00C827A4" w:rsidRDefault="00FB5721" w:rsidP="000570D2">
            <w:pPr>
              <w:pStyle w:val="TAL"/>
              <w:keepNext w:val="0"/>
              <w:keepLines w:val="0"/>
            </w:pP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2- 91 XX</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5- The envelope response is checked</w:t>
            </w:r>
          </w:p>
          <w:p w:rsidR="00FB5721" w:rsidRPr="00C827A4" w:rsidRDefault="00FB5721" w:rsidP="000570D2">
            <w:pPr>
              <w:pStyle w:val="TAL"/>
              <w:keepNext w:val="0"/>
              <w:keepLines w:val="0"/>
            </w:pPr>
            <w:r w:rsidRPr="00C827A4">
              <w:t>Expected SW = 91 XX</w:t>
            </w:r>
          </w:p>
          <w:p w:rsidR="00FB5721" w:rsidRPr="00C827A4" w:rsidRDefault="00FB5721" w:rsidP="000570D2">
            <w:pPr>
              <w:pStyle w:val="TAL"/>
              <w:keepNext w:val="0"/>
              <w:keepLines w:val="0"/>
            </w:pPr>
            <w:r w:rsidRPr="00C827A4">
              <w:t>Fetch DISPLAY TEXT</w:t>
            </w:r>
          </w:p>
          <w:p w:rsidR="00FB5721" w:rsidRPr="00C827A4" w:rsidRDefault="00FB5721" w:rsidP="000570D2">
            <w:pPr>
              <w:pStyle w:val="TAL"/>
              <w:keepNext w:val="0"/>
              <w:keepLines w:val="0"/>
            </w:pPr>
            <w:r w:rsidRPr="00C827A4">
              <w:t>Terminal Response DISPLAY TEXT</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pPr>
            <w:r w:rsidRPr="00C827A4">
              <w:lastRenderedPageBreak/>
              <w:t>21</w:t>
            </w:r>
          </w:p>
        </w:tc>
        <w:tc>
          <w:tcPr>
            <w:tcW w:w="4111" w:type="dxa"/>
            <w:tcBorders>
              <w:top w:val="single" w:sz="4" w:space="0" w:color="auto"/>
              <w:bottom w:val="single" w:sz="4" w:space="0" w:color="auto"/>
            </w:tcBorders>
          </w:tcPr>
          <w:p w:rsidR="00FB5721" w:rsidRPr="00C827A4" w:rsidRDefault="00FB5721" w:rsidP="000570D2">
            <w:pPr>
              <w:pStyle w:val="TAH"/>
            </w:pPr>
            <w:r w:rsidRPr="00C827A4">
              <w:t>Envelope Response Handler availability with EVENT_UNRECOGNIZED_ENVELOPE in case of multi-triggering</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 An unrecognized Envelope is sent to the UICC</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EnvelopeResponseHandler.getTheHandler() method is called by Applet1</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3- EnvelopeResponseHandler.getTheHandler() method is called by Applet2</w:t>
            </w:r>
          </w:p>
        </w:tc>
        <w:tc>
          <w:tcPr>
            <w:tcW w:w="2911" w:type="dxa"/>
            <w:tcBorders>
              <w:top w:val="single" w:sz="4" w:space="0" w:color="auto"/>
              <w:bottom w:val="single" w:sz="4" w:space="0" w:color="auto"/>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Applet1 is triggered</w:t>
            </w:r>
          </w:p>
          <w:p w:rsidR="00FB5721" w:rsidRPr="00C827A4" w:rsidRDefault="00FB5721" w:rsidP="000570D2">
            <w:pPr>
              <w:pStyle w:val="TAL"/>
            </w:pPr>
          </w:p>
          <w:p w:rsidR="00FB5721" w:rsidRPr="00C827A4" w:rsidRDefault="00FB5721" w:rsidP="000570D2">
            <w:pPr>
              <w:pStyle w:val="TAL"/>
            </w:pPr>
            <w:r w:rsidRPr="00C827A4">
              <w:t>2- No exception is thrown</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Applet1 finalizes</w:t>
            </w:r>
          </w:p>
          <w:p w:rsidR="00FB5721" w:rsidRPr="00C827A4" w:rsidRDefault="00FB5721" w:rsidP="000570D2">
            <w:pPr>
              <w:pStyle w:val="TAL"/>
            </w:pPr>
            <w:r w:rsidRPr="00C827A4">
              <w:t>Applet2 is triggered</w:t>
            </w:r>
          </w:p>
          <w:p w:rsidR="00FB5721" w:rsidRPr="00C827A4" w:rsidRDefault="00FB5721" w:rsidP="000570D2">
            <w:pPr>
              <w:pStyle w:val="TAL"/>
            </w:pPr>
          </w:p>
          <w:p w:rsidR="00FB5721" w:rsidRPr="00C827A4" w:rsidRDefault="00FB5721" w:rsidP="000570D2">
            <w:pPr>
              <w:pStyle w:val="TAL"/>
            </w:pPr>
            <w:r w:rsidRPr="00C827A4">
              <w:t>3- No Exception is thrown</w:t>
            </w:r>
          </w:p>
          <w:p w:rsidR="00FB5721" w:rsidRPr="00C827A4" w:rsidRDefault="00FB5721" w:rsidP="000570D2">
            <w:pPr>
              <w:pStyle w:val="TAL"/>
            </w:pPr>
          </w:p>
          <w:p w:rsidR="00FB5721" w:rsidRPr="00C827A4" w:rsidRDefault="00FB5721" w:rsidP="000570D2">
            <w:pPr>
              <w:pStyle w:val="TAL"/>
            </w:pPr>
            <w:r w:rsidRPr="00C827A4">
              <w:t>Applet2 finalizes</w:t>
            </w:r>
          </w:p>
        </w:tc>
        <w:tc>
          <w:tcPr>
            <w:tcW w:w="2334" w:type="dxa"/>
            <w:tcBorders>
              <w:top w:val="single" w:sz="4" w:space="0" w:color="auto"/>
              <w:bottom w:val="single" w:sz="4" w:space="0" w:color="auto"/>
            </w:tcBorders>
          </w:tcPr>
          <w:p w:rsidR="00FB5721" w:rsidRPr="00C827A4" w:rsidRDefault="00FB5721" w:rsidP="000570D2">
            <w:pPr>
              <w:pStyle w:val="TAL"/>
            </w:pPr>
          </w:p>
          <w:p w:rsidR="00FB5721" w:rsidRPr="00C827A4" w:rsidRDefault="00FB5721" w:rsidP="000570D2">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22</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Envelope Response Handler availability with EVENT_EVENT_DOWNLOAD_ACCESS_TECHNOLOGY_CHANGE</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access technology change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PL"/>
              <w:rPr>
                <w:noProof w:val="0"/>
              </w:rPr>
            </w:pP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23</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Envelope Response Handler availability with EVENT_EVENT_DOWNLOAD_DISPLAY_PARAMETERS_CHANGED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display parameter changed is sent to the UICC</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 and registers to EVENT_PROACTIVE_HANDLER_AVAILABLE</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p w:rsidR="00FB5721" w:rsidRPr="00C827A4" w:rsidRDefault="00FB5721" w:rsidP="000570D2">
            <w:pPr>
              <w:pStyle w:val="TAL"/>
              <w:keepNext w:val="0"/>
              <w:keepLines w:val="0"/>
            </w:pP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24</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Envelope Response Handler availability with EVENT_PROACTIVE_HANDLER_AVAILABLE</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p w:rsidR="00FB5721" w:rsidRPr="00C827A4" w:rsidRDefault="00FB5721" w:rsidP="000570D2">
            <w:pPr>
              <w:pStyle w:val="PL"/>
              <w:rPr>
                <w:noProof w:val="0"/>
              </w:rPr>
            </w:pP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 by EVENT_PROACTIVE_HANDLER_AVAILABLE</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Applet1 sends a DECLARE SERVICE (add) proactive command with its service identifier</w:t>
            </w: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DECLARE SERVICE (add) proactive command is fetched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Successful TERMINAL RESPONSE is issued</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pPr>
            <w:r w:rsidRPr="00C827A4">
              <w:lastRenderedPageBreak/>
              <w:t>25</w:t>
            </w:r>
          </w:p>
        </w:tc>
        <w:tc>
          <w:tcPr>
            <w:tcW w:w="4111" w:type="dxa"/>
            <w:tcBorders>
              <w:top w:val="single" w:sz="4" w:space="0" w:color="auto"/>
              <w:bottom w:val="single" w:sz="4" w:space="0" w:color="auto"/>
            </w:tcBorders>
          </w:tcPr>
          <w:p w:rsidR="00FB5721" w:rsidRPr="00C827A4" w:rsidRDefault="00FB5721" w:rsidP="000570D2">
            <w:pPr>
              <w:pStyle w:val="TAH"/>
            </w:pPr>
            <w:r w:rsidRPr="00C827A4">
              <w:t>Envelope Response Handler availability with EVENT_EVENT_DOWNLOAD_LOCAL_CONNACTION</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1- Envelope event download local connection is sent to the UICC with the allocated service Id of Applet1</w:t>
            </w:r>
          </w:p>
          <w:p w:rsidR="00FB5721" w:rsidRPr="00C827A4" w:rsidRDefault="00FB5721" w:rsidP="000570D2">
            <w:pPr>
              <w:pStyle w:val="PL"/>
              <w:keepNext/>
              <w:keepLines/>
              <w:rPr>
                <w:noProof w:val="0"/>
              </w:rPr>
            </w:pPr>
          </w:p>
          <w:p w:rsidR="00FB5721" w:rsidRPr="00C827A4" w:rsidRDefault="00FB5721" w:rsidP="000570D2">
            <w:pPr>
              <w:pStyle w:val="PL"/>
              <w:keepNext/>
              <w:keepLines/>
              <w:rPr>
                <w:noProof w:val="0"/>
              </w:rPr>
            </w:pPr>
            <w:r w:rsidRPr="00C827A4">
              <w:rPr>
                <w:noProof w:val="0"/>
              </w:rPr>
              <w:t>2- EnvelopeResponseHandler.getTheHandler() method is called by Applet1</w:t>
            </w:r>
          </w:p>
          <w:p w:rsidR="00FB5721" w:rsidRPr="00C827A4" w:rsidRDefault="00FB5721" w:rsidP="000570D2">
            <w:pPr>
              <w:pStyle w:val="PL"/>
              <w:keepNext/>
              <w:keepLines/>
              <w:rPr>
                <w:noProof w:val="0"/>
              </w:rPr>
            </w:pPr>
          </w:p>
        </w:tc>
        <w:tc>
          <w:tcPr>
            <w:tcW w:w="2911" w:type="dxa"/>
            <w:tcBorders>
              <w:top w:val="single" w:sz="4" w:space="0" w:color="auto"/>
              <w:bottom w:val="single" w:sz="4" w:space="0" w:color="auto"/>
            </w:tcBorders>
          </w:tcPr>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1- Applet1 is triggered</w:t>
            </w:r>
          </w:p>
          <w:p w:rsidR="00FB5721" w:rsidRPr="00C827A4" w:rsidRDefault="00FB5721" w:rsidP="000570D2">
            <w:pPr>
              <w:pStyle w:val="TAL"/>
            </w:pPr>
          </w:p>
          <w:p w:rsidR="00FB5721" w:rsidRPr="00C827A4" w:rsidRDefault="00FB5721" w:rsidP="000570D2">
            <w:pPr>
              <w:pStyle w:val="TAL"/>
            </w:pPr>
          </w:p>
          <w:p w:rsidR="00FB5721" w:rsidRPr="00C827A4" w:rsidRDefault="00FB5721" w:rsidP="000570D2">
            <w:pPr>
              <w:pStyle w:val="TAL"/>
            </w:pPr>
            <w:r w:rsidRPr="00C827A4">
              <w:t>2- A ToolkitException HANDLER_NOT_AVAILABLE is thrown</w:t>
            </w:r>
          </w:p>
          <w:p w:rsidR="00FB5721" w:rsidRPr="00C827A4" w:rsidRDefault="00FB5721" w:rsidP="000570D2">
            <w:pPr>
              <w:pStyle w:val="TAL"/>
            </w:pPr>
            <w:r w:rsidRPr="00C827A4">
              <w:t>Applet1 finalizes</w:t>
            </w:r>
          </w:p>
        </w:tc>
        <w:tc>
          <w:tcPr>
            <w:tcW w:w="2334" w:type="dxa"/>
            <w:tcBorders>
              <w:top w:val="single" w:sz="4" w:space="0" w:color="auto"/>
              <w:bottom w:val="single" w:sz="4" w:space="0" w:color="auto"/>
            </w:tcBorders>
          </w:tcPr>
          <w:p w:rsidR="00FB5721" w:rsidRPr="00C827A4" w:rsidRDefault="00FB5721" w:rsidP="000570D2">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26</w:t>
            </w:r>
          </w:p>
        </w:tc>
        <w:tc>
          <w:tcPr>
            <w:tcW w:w="4111" w:type="dxa"/>
            <w:tcBorders>
              <w:top w:val="single" w:sz="4" w:space="0" w:color="auto"/>
              <w:bottom w:val="single" w:sz="4" w:space="0" w:color="auto"/>
            </w:tcBorders>
          </w:tcPr>
          <w:p w:rsidR="00FB5721" w:rsidRPr="00C827A4" w:rsidRDefault="00FB5721" w:rsidP="000570D2">
            <w:pPr>
              <w:pStyle w:val="TAH"/>
              <w:keepNext w:val="0"/>
              <w:keepLines w:val="0"/>
            </w:pPr>
            <w:r w:rsidRPr="00C827A4">
              <w:t>Envelope Response Handler availability with EVENT_APPLICATION_DESELECT</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 xml:space="preserve">1- Select for activation ADF1 </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 xml:space="preserve">2- Select for termination ADF1 </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3- EnvelopeResponseHandler.getTheHandler() method is called by Applet1</w:t>
            </w:r>
          </w:p>
          <w:p w:rsidR="00FB5721" w:rsidRPr="00C827A4" w:rsidRDefault="00FB5721" w:rsidP="000570D2">
            <w:pPr>
              <w:pStyle w:val="PL"/>
              <w:rPr>
                <w:noProof w:val="0"/>
              </w:rPr>
            </w:pPr>
            <w:r w:rsidRPr="00C827A4">
              <w:rPr>
                <w:noProof w:val="0"/>
              </w:rPr>
              <w:t>Applet1 deregisters to EVENT_APPLICATION_DESELECT</w:t>
            </w:r>
          </w:p>
        </w:tc>
        <w:tc>
          <w:tcPr>
            <w:tcW w:w="2911" w:type="dxa"/>
            <w:tcBorders>
              <w:top w:val="single" w:sz="4" w:space="0" w:color="auto"/>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0570D2">
            <w:pPr>
              <w:pStyle w:val="TAC"/>
              <w:keepNext w:val="0"/>
              <w:keepLines w:val="0"/>
            </w:pPr>
            <w:r w:rsidRPr="00C827A4">
              <w:t>27</w:t>
            </w:r>
          </w:p>
        </w:tc>
        <w:tc>
          <w:tcPr>
            <w:tcW w:w="4111" w:type="dxa"/>
            <w:tcBorders>
              <w:top w:val="nil"/>
              <w:bottom w:val="single" w:sz="4" w:space="0" w:color="auto"/>
            </w:tcBorders>
          </w:tcPr>
          <w:p w:rsidR="00FB5721" w:rsidRPr="00C827A4" w:rsidRDefault="00FB5721" w:rsidP="000570D2">
            <w:pPr>
              <w:pStyle w:val="TAH"/>
              <w:keepNext w:val="0"/>
              <w:keepLines w:val="0"/>
            </w:pPr>
            <w:r w:rsidRPr="00C827A4">
              <w:t>Envelope Response Handler availability with EVENT_EVENT_DOWNLOAD_NETWORK_SEARCH_MODE_CHANGE</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network search mode change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nil"/>
              <w:bottom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nil"/>
              <w:bottom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rsidP="000570D2">
            <w:pPr>
              <w:pStyle w:val="TAC"/>
              <w:keepNext w:val="0"/>
              <w:keepLines w:val="0"/>
            </w:pPr>
            <w:r w:rsidRPr="00C827A4">
              <w:t>28</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rsidP="000570D2">
            <w:pPr>
              <w:pStyle w:val="TAH"/>
              <w:keepNext w:val="0"/>
              <w:keepLines w:val="0"/>
            </w:pPr>
            <w:r w:rsidRPr="00C827A4">
              <w:t>Envelope Response Handler availability with EVENT_EVENT_BROWSING_STATUS</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Envelope event download browsing status is sent to the UICC</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EnvelopeResponseHandler.getTheHandler() method is called by Applet1</w:t>
            </w: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1- Applet1 is triggered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 ToolkitException HANDLER_NOT_AVAILABLE is thrown</w:t>
            </w:r>
          </w:p>
          <w:p w:rsidR="00FB5721" w:rsidRPr="00C827A4" w:rsidRDefault="00FB5721" w:rsidP="000570D2">
            <w:pPr>
              <w:pStyle w:val="TAL"/>
              <w:keepNext w:val="0"/>
              <w:keepLines w:val="0"/>
            </w:pPr>
            <w:r w:rsidRPr="00C827A4">
              <w:t>Applet1 finalizes</w:t>
            </w:r>
          </w:p>
        </w:tc>
        <w:tc>
          <w:tcPr>
            <w:tcW w:w="2334" w:type="dxa"/>
            <w:tcBorders>
              <w:top w:val="single" w:sz="4" w:space="0" w:color="auto"/>
              <w:left w:val="single" w:sz="4" w:space="0" w:color="auto"/>
              <w:bottom w:val="single" w:sz="4" w:space="0" w:color="auto"/>
              <w:right w:val="single" w:sz="4" w:space="0" w:color="auto"/>
            </w:tcBorders>
          </w:tcPr>
          <w:p w:rsidR="00FB5721" w:rsidRPr="00C827A4" w:rsidRDefault="00FB5721" w:rsidP="000570D2">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0570D2">
            <w:pPr>
              <w:pStyle w:val="TAC"/>
              <w:keepNext w:val="0"/>
              <w:keepLines w:val="0"/>
            </w:pPr>
            <w:r w:rsidRPr="00C827A4">
              <w:t>29</w:t>
            </w:r>
          </w:p>
        </w:tc>
        <w:tc>
          <w:tcPr>
            <w:tcW w:w="4111" w:type="dxa"/>
            <w:tcBorders>
              <w:top w:val="single" w:sz="4" w:space="0" w:color="auto"/>
            </w:tcBorders>
          </w:tcPr>
          <w:p w:rsidR="00FB5721" w:rsidRPr="00C827A4" w:rsidRDefault="00FB5721" w:rsidP="000570D2">
            <w:pPr>
              <w:pStyle w:val="TAH"/>
              <w:keepNext w:val="0"/>
              <w:keepLines w:val="0"/>
            </w:pPr>
            <w:r w:rsidRPr="00C827A4">
              <w:t>The EnvelopeResponseHandler is not available outside the processToolkit() method</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1- Install Applet3. In its install method, Applet3 gets the EnvelopeResponseHandler in a Try/Catch session</w:t>
            </w: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2- Select Applet3</w:t>
            </w:r>
          </w:p>
          <w:p w:rsidR="00FB5721" w:rsidRPr="00C827A4" w:rsidRDefault="00FB5721" w:rsidP="000570D2">
            <w:pPr>
              <w:pStyle w:val="PL"/>
              <w:rPr>
                <w:noProof w:val="0"/>
              </w:rPr>
            </w:pPr>
          </w:p>
          <w:p w:rsidR="00FB5721" w:rsidRPr="00C827A4" w:rsidRDefault="00FB5721" w:rsidP="000570D2">
            <w:pPr>
              <w:pStyle w:val="PL"/>
              <w:rPr>
                <w:noProof w:val="0"/>
              </w:rPr>
            </w:pPr>
          </w:p>
          <w:p w:rsidR="00FB5721" w:rsidRPr="00C827A4" w:rsidRDefault="00FB5721" w:rsidP="000570D2">
            <w:pPr>
              <w:pStyle w:val="PL"/>
              <w:rPr>
                <w:noProof w:val="0"/>
              </w:rPr>
            </w:pPr>
            <w:r w:rsidRPr="00C827A4">
              <w:rPr>
                <w:noProof w:val="0"/>
              </w:rPr>
              <w:t>3- Applet3 gets the EnvelopeResponseHandler</w:t>
            </w:r>
          </w:p>
        </w:tc>
        <w:tc>
          <w:tcPr>
            <w:tcW w:w="2911" w:type="dxa"/>
            <w:tcBorders>
              <w:top w:val="single" w:sz="4" w:space="0" w:color="auto"/>
            </w:tcBorders>
          </w:tcPr>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 xml:space="preserve">1- A ToolkitException HANDLER_NOT_AVAILABLE is thrown </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2- Applet3 is triggered by its process() method</w:t>
            </w:r>
          </w:p>
          <w:p w:rsidR="00FB5721" w:rsidRPr="00C827A4" w:rsidRDefault="00FB5721" w:rsidP="000570D2">
            <w:pPr>
              <w:pStyle w:val="TAL"/>
              <w:keepNext w:val="0"/>
              <w:keepLines w:val="0"/>
            </w:pPr>
          </w:p>
          <w:p w:rsidR="00FB5721" w:rsidRPr="00C827A4" w:rsidRDefault="00FB5721" w:rsidP="000570D2">
            <w:pPr>
              <w:pStyle w:val="TAL"/>
              <w:keepNext w:val="0"/>
              <w:keepLines w:val="0"/>
            </w:pPr>
            <w:r w:rsidRPr="00C827A4">
              <w:t>3- A ToolkitException HANDLER_NOT_AVAILABLE is thrown</w:t>
            </w:r>
          </w:p>
        </w:tc>
        <w:tc>
          <w:tcPr>
            <w:tcW w:w="2334" w:type="dxa"/>
            <w:tcBorders>
              <w:top w:val="single" w:sz="4" w:space="0" w:color="auto"/>
            </w:tcBorders>
          </w:tcPr>
          <w:p w:rsidR="00FB5721" w:rsidRPr="00C827A4" w:rsidRDefault="00FB5721" w:rsidP="000570D2">
            <w:pPr>
              <w:pStyle w:val="TAL"/>
              <w:keepNext w:val="0"/>
              <w:keepLines w:val="0"/>
            </w:pPr>
          </w:p>
        </w:tc>
      </w:tr>
    </w:tbl>
    <w:p w:rsidR="00FB5721" w:rsidRPr="00C827A4" w:rsidRDefault="00FB5721"/>
    <w:p w:rsidR="00FB5721" w:rsidRPr="00C827A4" w:rsidRDefault="00FB5721" w:rsidP="000570D2">
      <w:pPr>
        <w:pStyle w:val="Heading3"/>
      </w:pPr>
      <w:r w:rsidRPr="00C827A4">
        <w:lastRenderedPageBreak/>
        <w:t>5.5.2</w:t>
      </w:r>
      <w:r w:rsidRPr="00C827A4">
        <w:tab/>
        <w:t>Handler Integrity</w:t>
      </w:r>
    </w:p>
    <w:p w:rsidR="00FB5721" w:rsidRPr="00C827A4" w:rsidRDefault="00FB5721" w:rsidP="000570D2">
      <w:pPr>
        <w:pStyle w:val="Heading4"/>
      </w:pPr>
      <w:r w:rsidRPr="00C827A4">
        <w:t>5.5.2.1</w:t>
      </w:r>
      <w:r w:rsidRPr="00C827A4">
        <w:tab/>
        <w:t>ProactiveHandler</w:t>
      </w:r>
    </w:p>
    <w:p w:rsidR="00FB5721" w:rsidRPr="00C827A4" w:rsidRDefault="00FB5721" w:rsidP="000570D2">
      <w:pPr>
        <w:keepNext/>
        <w:keepLines/>
      </w:pPr>
      <w:r w:rsidRPr="00C827A4">
        <w:t>Test Area Reference: Cre_Hin_Pahd</w:t>
      </w:r>
      <w:r w:rsidR="000570D2" w:rsidRPr="00C827A4">
        <w:t>.</w:t>
      </w:r>
    </w:p>
    <w:p w:rsidR="00FB5721" w:rsidRPr="00C827A4" w:rsidRDefault="00FB5721" w:rsidP="000570D2">
      <w:pPr>
        <w:pStyle w:val="Heading5"/>
      </w:pPr>
      <w:r w:rsidRPr="00C827A4">
        <w:t>5.5.2.1.1</w:t>
      </w:r>
      <w:r w:rsidRPr="00C827A4">
        <w:tab/>
        <w:t>Conformance requirement</w:t>
      </w:r>
    </w:p>
    <w:p w:rsidR="00FB5721" w:rsidRPr="00C827A4" w:rsidRDefault="00FB5721" w:rsidP="000570D2">
      <w:pPr>
        <w:pStyle w:val="H6"/>
      </w:pPr>
      <w:r w:rsidRPr="00C827A4">
        <w:t>5.5.2.1.1.1</w:t>
      </w:r>
      <w:r w:rsidRPr="00C827A4">
        <w:tab/>
        <w:t>Normal execution</w:t>
      </w:r>
    </w:p>
    <w:p w:rsidR="00FB5721" w:rsidRPr="00C827A4" w:rsidRDefault="00FB5721">
      <w:pPr>
        <w:pStyle w:val="B1"/>
      </w:pPr>
      <w:r w:rsidRPr="00C827A4">
        <w:t>CRRN1: At the processToolkit invocation the TLV-List is cleared.</w:t>
      </w:r>
    </w:p>
    <w:p w:rsidR="00FB5721" w:rsidRPr="00C827A4" w:rsidRDefault="00FB5721">
      <w:pPr>
        <w:pStyle w:val="B1"/>
      </w:pPr>
      <w:r w:rsidRPr="00C827A4">
        <w:t xml:space="preserve">CRRN2: After a call to </w:t>
      </w:r>
      <w:r w:rsidRPr="00C827A4">
        <w:rPr>
          <w:i/>
        </w:rPr>
        <w:t>ProactiveHandler.send()</w:t>
      </w:r>
      <w:r w:rsidRPr="00C827A4">
        <w:t xml:space="preserve"> method the content of the handler shall not be modified by the CAT Runtime Environment.</w:t>
      </w:r>
    </w:p>
    <w:p w:rsidR="00FB5721" w:rsidRPr="00C827A4" w:rsidRDefault="00FB5721">
      <w:pPr>
        <w:pStyle w:val="B1"/>
      </w:pPr>
      <w:r w:rsidRPr="00C827A4">
        <w:t>CRRN3: At the call of its init method the content is cleared and then initialized</w:t>
      </w:r>
      <w:r w:rsidR="005B0935" w:rsidRPr="00C827A4">
        <w:t>.</w:t>
      </w:r>
    </w:p>
    <w:p w:rsidR="00FB5721" w:rsidRPr="00C827A4" w:rsidRDefault="00FB5721">
      <w:pPr>
        <w:pStyle w:val="H6"/>
      </w:pPr>
      <w:r w:rsidRPr="00C827A4">
        <w:t>5.5.2.1.1.2</w:t>
      </w:r>
      <w:r w:rsidRPr="00C827A4">
        <w:tab/>
        <w:t>Parameter errors</w:t>
      </w:r>
    </w:p>
    <w:p w:rsidR="00FB5721" w:rsidRPr="00C827A4" w:rsidRDefault="00FB5721">
      <w:r w:rsidRPr="00C827A4">
        <w:t>No requirements.</w:t>
      </w:r>
    </w:p>
    <w:p w:rsidR="00FB5721" w:rsidRPr="00C827A4" w:rsidRDefault="00FB5721">
      <w:pPr>
        <w:pStyle w:val="H6"/>
      </w:pPr>
      <w:r w:rsidRPr="00C827A4">
        <w:t>5.5.2.1.1.3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5.5.2.1.2</w:t>
      </w:r>
      <w:r w:rsidRPr="00C827A4">
        <w:tab/>
        <w:t>Test area files</w:t>
      </w:r>
    </w:p>
    <w:p w:rsidR="00FB5721" w:rsidRPr="00C827A4" w:rsidRDefault="00FB5721" w:rsidP="005B0935">
      <w:pPr>
        <w:pStyle w:val="EX"/>
      </w:pPr>
      <w:r w:rsidRPr="00C827A4">
        <w:t xml:space="preserve">Test Source: </w:t>
      </w:r>
      <w:r w:rsidRPr="00C827A4">
        <w:tab/>
        <w:t>Test_Cre_Hin_Pahd.java</w:t>
      </w:r>
      <w:r w:rsidR="005B0935" w:rsidRPr="00C827A4">
        <w:t>.</w:t>
      </w:r>
    </w:p>
    <w:p w:rsidR="00FB5721" w:rsidRPr="00C827A4" w:rsidRDefault="00FB5721" w:rsidP="005B0935">
      <w:pPr>
        <w:pStyle w:val="EX"/>
      </w:pPr>
      <w:r w:rsidRPr="00C827A4">
        <w:t xml:space="preserve">Test Applet: </w:t>
      </w:r>
      <w:r w:rsidRPr="00C827A4">
        <w:tab/>
        <w:t>Cre_Hin_Pahd_1.java</w:t>
      </w:r>
      <w:r w:rsidR="005B0935" w:rsidRPr="00C827A4">
        <w:t>.</w:t>
      </w:r>
    </w:p>
    <w:p w:rsidR="00FB5721" w:rsidRPr="00C827A4" w:rsidRDefault="00FB5721" w:rsidP="005B0935">
      <w:pPr>
        <w:pStyle w:val="EX"/>
      </w:pPr>
      <w:r w:rsidRPr="00C827A4">
        <w:tab/>
        <w:t>Cre_Hin_Pahd_2.java</w:t>
      </w:r>
      <w:r w:rsidR="005B0935" w:rsidRPr="00C827A4">
        <w:t>.</w:t>
      </w:r>
    </w:p>
    <w:p w:rsidR="00FB5721" w:rsidRPr="00C827A4" w:rsidRDefault="00FB5721" w:rsidP="005B0935">
      <w:pPr>
        <w:pStyle w:val="EX"/>
      </w:pPr>
      <w:r w:rsidRPr="00C827A4">
        <w:t>Cap File:</w:t>
      </w:r>
      <w:r w:rsidRPr="00C827A4">
        <w:tab/>
        <w:t>Cre_Hin_Pahd.cap</w:t>
      </w:r>
      <w:r w:rsidR="005B0935" w:rsidRPr="00C827A4">
        <w:t>.</w:t>
      </w:r>
    </w:p>
    <w:p w:rsidR="00FB5721" w:rsidRPr="00C827A4" w:rsidRDefault="00FB5721" w:rsidP="00D65C82">
      <w:pPr>
        <w:pStyle w:val="Heading5"/>
      </w:pPr>
      <w:r w:rsidRPr="00C827A4">
        <w:t>5.5.2.1.3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tblHeade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1, 2, 3, 4</w:t>
            </w:r>
          </w:p>
        </w:tc>
      </w:tr>
      <w:tr w:rsidR="00FB5721" w:rsidRPr="00C827A4">
        <w:trPr>
          <w:tblHeade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3</w:t>
            </w:r>
          </w:p>
        </w:tc>
      </w:tr>
      <w:tr w:rsidR="00FB5721" w:rsidRPr="00C827A4">
        <w:trPr>
          <w:tblHeade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5</w:t>
            </w:r>
          </w:p>
        </w:tc>
      </w:tr>
    </w:tbl>
    <w:p w:rsidR="00FB5721" w:rsidRPr="00C827A4" w:rsidRDefault="00FB5721"/>
    <w:p w:rsidR="00FB5721" w:rsidRPr="00C827A4" w:rsidRDefault="005B0935" w:rsidP="004C6EC9">
      <w:pPr>
        <w:pStyle w:val="Heading5"/>
        <w:keepLines w:val="0"/>
      </w:pPr>
      <w:r w:rsidRPr="00C827A4">
        <w:lastRenderedPageBreak/>
        <w:t>5.5.2.1.4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4C6EC9">
            <w:pPr>
              <w:pStyle w:val="TAH"/>
              <w:keepLines w:val="0"/>
            </w:pPr>
            <w:r w:rsidRPr="00C827A4">
              <w:t>Id</w:t>
            </w:r>
          </w:p>
        </w:tc>
        <w:tc>
          <w:tcPr>
            <w:tcW w:w="4111" w:type="dxa"/>
          </w:tcPr>
          <w:p w:rsidR="00FB5721" w:rsidRPr="00C827A4" w:rsidRDefault="00FB5721" w:rsidP="004C6EC9">
            <w:pPr>
              <w:pStyle w:val="TAH"/>
              <w:keepLines w:val="0"/>
            </w:pPr>
            <w:r w:rsidRPr="00C827A4">
              <w:t>Description</w:t>
            </w:r>
          </w:p>
        </w:tc>
        <w:tc>
          <w:tcPr>
            <w:tcW w:w="2911" w:type="dxa"/>
          </w:tcPr>
          <w:p w:rsidR="00FB5721" w:rsidRPr="00C827A4" w:rsidRDefault="00FB5721" w:rsidP="004C6EC9">
            <w:pPr>
              <w:pStyle w:val="TAH"/>
              <w:keepLines w:val="0"/>
            </w:pPr>
            <w:r w:rsidRPr="00C827A4">
              <w:t>API/CAT RE Expectation</w:t>
            </w:r>
          </w:p>
        </w:tc>
        <w:tc>
          <w:tcPr>
            <w:tcW w:w="2334" w:type="dxa"/>
          </w:tcPr>
          <w:p w:rsidR="00FB5721" w:rsidRPr="00C827A4" w:rsidRDefault="00FB5721" w:rsidP="004C6EC9">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4C6EC9">
            <w:pPr>
              <w:pStyle w:val="TAC"/>
              <w:keepLines w:val="0"/>
            </w:pPr>
            <w:r w:rsidRPr="00C827A4">
              <w:t>1</w:t>
            </w:r>
          </w:p>
        </w:tc>
        <w:tc>
          <w:tcPr>
            <w:tcW w:w="4111" w:type="dxa"/>
          </w:tcPr>
          <w:p w:rsidR="00FB5721" w:rsidRPr="00C827A4" w:rsidRDefault="00FB5721" w:rsidP="004C6EC9">
            <w:pPr>
              <w:pStyle w:val="TAH"/>
              <w:keepLines w:val="0"/>
            </w:pPr>
            <w:r w:rsidRPr="00C827A4">
              <w:t>At the processToolkit invocation the TLV-List is cleared</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Applet1 and Applet2 are registered to EVENT_EVENT_DOWNLOAD_USER_ACTIVITY.</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1-An envelope containing an event download user activity is sent to the UICC</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2-ProactiveHandler.getLength() method is called by Applet1</w:t>
            </w:r>
          </w:p>
        </w:tc>
        <w:tc>
          <w:tcPr>
            <w:tcW w:w="2911" w:type="dxa"/>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Applet1 is triggered.</w:t>
            </w:r>
          </w:p>
          <w:p w:rsidR="00FB5721" w:rsidRPr="00C827A4" w:rsidRDefault="00FB5721" w:rsidP="004C6EC9">
            <w:pPr>
              <w:pStyle w:val="TAL"/>
              <w:keepLines w:val="0"/>
            </w:pPr>
          </w:p>
          <w:p w:rsidR="00FB5721" w:rsidRPr="00C827A4" w:rsidRDefault="00FB5721" w:rsidP="004C6EC9">
            <w:pPr>
              <w:pStyle w:val="TAL"/>
              <w:keepLines w:val="0"/>
            </w:pPr>
            <w:r w:rsidRPr="00C827A4">
              <w:t>2- The return value is 0</w:t>
            </w:r>
          </w:p>
        </w:tc>
        <w:tc>
          <w:tcPr>
            <w:tcW w:w="2334" w:type="dxa"/>
          </w:tcPr>
          <w:p w:rsidR="00FB5721" w:rsidRPr="00C827A4" w:rsidRDefault="00FB5721" w:rsidP="004C6EC9">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4C6EC9">
            <w:pPr>
              <w:pStyle w:val="TAC"/>
              <w:keepLines w:val="0"/>
            </w:pPr>
            <w:r w:rsidRPr="00C827A4">
              <w:t>2</w:t>
            </w:r>
          </w:p>
        </w:tc>
        <w:tc>
          <w:tcPr>
            <w:tcW w:w="4111" w:type="dxa"/>
            <w:tcBorders>
              <w:top w:val="nil"/>
              <w:bottom w:val="nil"/>
            </w:tcBorders>
          </w:tcPr>
          <w:p w:rsidR="00FB5721" w:rsidRPr="00C827A4" w:rsidRDefault="00FB5721" w:rsidP="004C6EC9">
            <w:pPr>
              <w:pStyle w:val="TAH"/>
              <w:keepLines w:val="0"/>
            </w:pPr>
            <w:r w:rsidRPr="00C827A4">
              <w:t>TLV-List change after the init method invocation</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ProactiveHandler.init() method is called by Applet1</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1-ProactiveHandler.getLength() method is called by Applet1</w:t>
            </w:r>
          </w:p>
        </w:tc>
        <w:tc>
          <w:tcPr>
            <w:tcW w:w="2911" w:type="dxa"/>
            <w:tcBorders>
              <w:top w:val="nil"/>
              <w:bottom w:val="nil"/>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The return value is 9</w:t>
            </w:r>
          </w:p>
        </w:tc>
        <w:tc>
          <w:tcPr>
            <w:tcW w:w="2334" w:type="dxa"/>
            <w:tcBorders>
              <w:top w:val="nil"/>
              <w:bottom w:val="nil"/>
            </w:tcBorders>
          </w:tcPr>
          <w:p w:rsidR="00FB5721" w:rsidRPr="00C827A4" w:rsidRDefault="00FB5721" w:rsidP="004C6EC9">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4C6EC9">
            <w:pPr>
              <w:pStyle w:val="textcell"/>
              <w:rPr>
                <w:rFonts w:ascii="Arial" w:hAnsi="Arial"/>
                <w:sz w:val="18"/>
                <w:lang w:val="en-GB"/>
              </w:rPr>
            </w:pPr>
            <w:r w:rsidRPr="00C827A4">
              <w:rPr>
                <w:rFonts w:ascii="Arial" w:hAnsi="Arial"/>
                <w:sz w:val="18"/>
                <w:lang w:val="en-GB"/>
              </w:rPr>
              <w:t>3</w:t>
            </w:r>
          </w:p>
        </w:tc>
        <w:tc>
          <w:tcPr>
            <w:tcW w:w="4111" w:type="dxa"/>
            <w:tcBorders>
              <w:top w:val="single" w:sz="4" w:space="0" w:color="auto"/>
              <w:bottom w:val="single" w:sz="4" w:space="0" w:color="auto"/>
            </w:tcBorders>
          </w:tcPr>
          <w:p w:rsidR="00FB5721" w:rsidRPr="00C827A4" w:rsidRDefault="00FB5721" w:rsidP="004C6EC9">
            <w:pPr>
              <w:pStyle w:val="TAH"/>
              <w:keepNext w:val="0"/>
              <w:keepLines w:val="0"/>
            </w:pPr>
            <w:r w:rsidRPr="00C827A4">
              <w:t>The TLV-List remains unchanged after the send() method invocation</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ProactiveHandler.send() method is called by Applet1</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ProactiveHandler.getLength() method is called by Applet1</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 xml:space="preserve">It is checked that the content is the same than before the calling to send method using ProactiveHandler.copy and Util.arrayCompare methods </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The return value is 9, and its contents is the same than before the calling to send method</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Applet1 finalizes</w:t>
            </w:r>
          </w:p>
        </w:tc>
        <w:tc>
          <w:tcPr>
            <w:tcW w:w="2334"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 xml:space="preserve">1- The proactive command is fetched and the terminal response is issued. </w:t>
            </w:r>
          </w:p>
          <w:p w:rsidR="00FB5721" w:rsidRPr="00C827A4" w:rsidRDefault="00FB5721" w:rsidP="004C6EC9">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4C6EC9">
            <w:pPr>
              <w:pStyle w:val="TAC"/>
              <w:keepNext w:val="0"/>
              <w:keepLines w:val="0"/>
            </w:pPr>
            <w:r w:rsidRPr="00C827A4">
              <w:t>4</w:t>
            </w:r>
          </w:p>
        </w:tc>
        <w:tc>
          <w:tcPr>
            <w:tcW w:w="4111" w:type="dxa"/>
            <w:tcBorders>
              <w:top w:val="single" w:sz="4" w:space="0" w:color="auto"/>
              <w:bottom w:val="single" w:sz="4" w:space="0" w:color="auto"/>
            </w:tcBorders>
          </w:tcPr>
          <w:p w:rsidR="00FB5721" w:rsidRPr="00C827A4" w:rsidRDefault="00FB5721" w:rsidP="004C6EC9">
            <w:pPr>
              <w:pStyle w:val="TAH"/>
              <w:keepNext w:val="0"/>
              <w:keepLines w:val="0"/>
            </w:pPr>
            <w:r w:rsidRPr="00C827A4">
              <w:t>At the processToolkit invocation the TLV-List is cleared</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ProactiveHandler.getLength() method is called by Applet2</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ProactiveHandler.getValueLength() method is called by Applet2</w:t>
            </w:r>
          </w:p>
          <w:p w:rsidR="00FB5721" w:rsidRPr="00C827A4" w:rsidRDefault="00FB5721" w:rsidP="004C6EC9">
            <w:pPr>
              <w:pStyle w:val="PL"/>
              <w:rPr>
                <w:noProof w:val="0"/>
              </w:rPr>
            </w:pPr>
          </w:p>
          <w:p w:rsidR="00FB5721" w:rsidRPr="00C827A4" w:rsidRDefault="00FB5721" w:rsidP="004C6EC9">
            <w:pPr>
              <w:pStyle w:val="TAL"/>
              <w:keepNext w:val="0"/>
              <w:keepLines w:val="0"/>
            </w:pPr>
          </w:p>
        </w:tc>
        <w:tc>
          <w:tcPr>
            <w:tcW w:w="2911" w:type="dxa"/>
            <w:tcBorders>
              <w:top w:val="single" w:sz="4" w:space="0" w:color="auto"/>
              <w:bottom w:val="single" w:sz="4" w:space="0" w:color="auto"/>
            </w:tcBorders>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Applet2 is triggered</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The return value is 0</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ToolkitException UNAVAILABLE_ELEMENT is thrown</w:t>
            </w:r>
          </w:p>
        </w:tc>
        <w:tc>
          <w:tcPr>
            <w:tcW w:w="2334" w:type="dxa"/>
            <w:tcBorders>
              <w:top w:val="single" w:sz="4" w:space="0" w:color="auto"/>
              <w:bottom w:val="single" w:sz="4" w:space="0" w:color="auto"/>
            </w:tcBorders>
          </w:tcPr>
          <w:p w:rsidR="00FB5721" w:rsidRPr="00C827A4" w:rsidRDefault="00FB5721" w:rsidP="004C6EC9">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4C6EC9">
            <w:pPr>
              <w:pStyle w:val="TAC"/>
              <w:keepLines w:val="0"/>
            </w:pPr>
            <w:r w:rsidRPr="00C827A4">
              <w:lastRenderedPageBreak/>
              <w:t>5</w:t>
            </w:r>
          </w:p>
        </w:tc>
        <w:tc>
          <w:tcPr>
            <w:tcW w:w="4111" w:type="dxa"/>
            <w:tcBorders>
              <w:top w:val="single" w:sz="4" w:space="0" w:color="auto"/>
            </w:tcBorders>
          </w:tcPr>
          <w:p w:rsidR="00FB5721" w:rsidRPr="00C827A4" w:rsidRDefault="00FB5721" w:rsidP="004C6EC9">
            <w:pPr>
              <w:pStyle w:val="TAH"/>
              <w:keepLines w:val="0"/>
            </w:pPr>
            <w:r w:rsidRPr="00C827A4">
              <w:t>At the call of its init method the content is cleared and then initialized</w:t>
            </w: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1- proactiveHandler.init()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2- proactiveHandler.initCloseChannel()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3- proactiveHandler.initDisplayText()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4- proactiveHandler.initGetInkey()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5- proactiveHandler.initGetInput()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6- ProactiveHandler.initMoreTime() method is called by Applet2</w:t>
            </w: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p>
          <w:p w:rsidR="00FB5721" w:rsidRPr="00C827A4" w:rsidRDefault="00FB5721" w:rsidP="004C6EC9">
            <w:pPr>
              <w:pStyle w:val="PL"/>
              <w:keepNext/>
              <w:rPr>
                <w:noProof w:val="0"/>
              </w:rPr>
            </w:pPr>
            <w:r w:rsidRPr="00C827A4">
              <w:rPr>
                <w:noProof w:val="0"/>
              </w:rPr>
              <w:t>7- proactiveHandler.init() method is called by Applet2</w:t>
            </w:r>
          </w:p>
        </w:tc>
        <w:tc>
          <w:tcPr>
            <w:tcW w:w="2911" w:type="dxa"/>
            <w:tcBorders>
              <w:top w:val="single" w:sz="4" w:space="0" w:color="auto"/>
            </w:tcBorders>
          </w:tcPr>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p>
          <w:p w:rsidR="00FB5721" w:rsidRPr="00C827A4" w:rsidRDefault="00FB5721" w:rsidP="004C6EC9">
            <w:pPr>
              <w:pStyle w:val="TAL"/>
              <w:keepLines w:val="0"/>
            </w:pPr>
            <w:r w:rsidRPr="00C827A4">
              <w:t>1- Check that the content of the proactive handler corresponds to the command defined by the parameters of the init() method</w:t>
            </w:r>
          </w:p>
          <w:p w:rsidR="00FB5721" w:rsidRPr="00C827A4" w:rsidRDefault="00FB5721" w:rsidP="004C6EC9">
            <w:pPr>
              <w:pStyle w:val="TAL"/>
              <w:keepLines w:val="0"/>
            </w:pPr>
          </w:p>
          <w:p w:rsidR="00FB5721" w:rsidRPr="00C827A4" w:rsidRDefault="00FB5721" w:rsidP="004C6EC9">
            <w:pPr>
              <w:pStyle w:val="TAL"/>
              <w:keepLines w:val="0"/>
            </w:pPr>
            <w:r w:rsidRPr="00C827A4">
              <w:t>2- Check that the content of the proactive handler corresponds to the close channel command</w:t>
            </w:r>
          </w:p>
          <w:p w:rsidR="00FB5721" w:rsidRPr="00C827A4" w:rsidRDefault="00FB5721" w:rsidP="004C6EC9">
            <w:pPr>
              <w:pStyle w:val="TAL"/>
              <w:keepLines w:val="0"/>
            </w:pPr>
          </w:p>
          <w:p w:rsidR="00FB5721" w:rsidRPr="00C827A4" w:rsidRDefault="00FB5721" w:rsidP="004C6EC9">
            <w:pPr>
              <w:pStyle w:val="TAL"/>
              <w:keepLines w:val="0"/>
            </w:pPr>
            <w:r w:rsidRPr="00C827A4">
              <w:t>3- Check that the content of the proactive handler corresponds to the display text command</w:t>
            </w:r>
          </w:p>
          <w:p w:rsidR="00FB5721" w:rsidRPr="00C827A4" w:rsidRDefault="00FB5721" w:rsidP="004C6EC9">
            <w:pPr>
              <w:pStyle w:val="TAL"/>
              <w:keepLines w:val="0"/>
            </w:pPr>
          </w:p>
          <w:p w:rsidR="00FB5721" w:rsidRPr="00C827A4" w:rsidRDefault="00FB5721" w:rsidP="004C6EC9">
            <w:pPr>
              <w:pStyle w:val="TAL"/>
              <w:keepLines w:val="0"/>
            </w:pPr>
            <w:r w:rsidRPr="00C827A4">
              <w:t>4- Check that the content of the proactive handler corresponds to the get inkey command</w:t>
            </w:r>
          </w:p>
          <w:p w:rsidR="00FB5721" w:rsidRPr="00C827A4" w:rsidRDefault="00FB5721" w:rsidP="004C6EC9">
            <w:pPr>
              <w:pStyle w:val="TAL"/>
              <w:keepLines w:val="0"/>
            </w:pPr>
          </w:p>
          <w:p w:rsidR="00FB5721" w:rsidRPr="00C827A4" w:rsidRDefault="00FB5721" w:rsidP="004C6EC9">
            <w:pPr>
              <w:pStyle w:val="TAL"/>
              <w:keepLines w:val="0"/>
            </w:pPr>
            <w:r w:rsidRPr="00C827A4">
              <w:t>5- Check that the content of the proactive handler corresponds to the get input command</w:t>
            </w:r>
          </w:p>
          <w:p w:rsidR="00FB5721" w:rsidRPr="00C827A4" w:rsidRDefault="00FB5721" w:rsidP="004C6EC9">
            <w:pPr>
              <w:pStyle w:val="TAL"/>
              <w:keepLines w:val="0"/>
            </w:pPr>
          </w:p>
          <w:p w:rsidR="00FB5721" w:rsidRPr="00C827A4" w:rsidRDefault="00FB5721" w:rsidP="004C6EC9">
            <w:pPr>
              <w:pStyle w:val="TAL"/>
              <w:keepLines w:val="0"/>
            </w:pPr>
            <w:r w:rsidRPr="00C827A4">
              <w:t>6- Check that the content of the proactive handler corresponds to the More Time command</w:t>
            </w:r>
          </w:p>
          <w:p w:rsidR="00FB5721" w:rsidRPr="00C827A4" w:rsidRDefault="00FB5721" w:rsidP="004C6EC9">
            <w:pPr>
              <w:pStyle w:val="TAL"/>
              <w:keepLines w:val="0"/>
            </w:pPr>
          </w:p>
          <w:p w:rsidR="00FB5721" w:rsidRPr="00C827A4" w:rsidRDefault="00FB5721" w:rsidP="004C6EC9">
            <w:pPr>
              <w:pStyle w:val="TAL"/>
              <w:keepLines w:val="0"/>
            </w:pPr>
            <w:r w:rsidRPr="00C827A4">
              <w:t>7- Check that the content of the proactive handler corresponds to the command defined by the parameters of the init() method</w:t>
            </w:r>
          </w:p>
          <w:p w:rsidR="00FB5721" w:rsidRPr="00C827A4" w:rsidRDefault="00FB5721" w:rsidP="004C6EC9">
            <w:pPr>
              <w:pStyle w:val="TAL"/>
              <w:keepLines w:val="0"/>
            </w:pPr>
          </w:p>
        </w:tc>
        <w:tc>
          <w:tcPr>
            <w:tcW w:w="2334" w:type="dxa"/>
            <w:tcBorders>
              <w:top w:val="single" w:sz="4" w:space="0" w:color="auto"/>
            </w:tcBorders>
          </w:tcPr>
          <w:p w:rsidR="00FB5721" w:rsidRPr="00C827A4" w:rsidRDefault="00FB5721" w:rsidP="004C6EC9">
            <w:pPr>
              <w:pStyle w:val="textcell"/>
              <w:keepNext/>
              <w:rPr>
                <w:rFonts w:ascii="Arial" w:hAnsi="Arial"/>
                <w:sz w:val="18"/>
                <w:lang w:val="en-GB"/>
              </w:rPr>
            </w:pPr>
          </w:p>
        </w:tc>
      </w:tr>
    </w:tbl>
    <w:p w:rsidR="00FB5721" w:rsidRPr="00C827A4" w:rsidRDefault="00FB5721"/>
    <w:p w:rsidR="00FB5721" w:rsidRPr="00C827A4" w:rsidRDefault="00FB5721">
      <w:pPr>
        <w:pStyle w:val="Heading4"/>
      </w:pPr>
      <w:r w:rsidRPr="00C827A4">
        <w:t>5.5.2.2</w:t>
      </w:r>
      <w:r w:rsidRPr="00C827A4">
        <w:tab/>
        <w:t>ProactiveResponseHandler</w:t>
      </w:r>
    </w:p>
    <w:p w:rsidR="00FB5721" w:rsidRPr="00C827A4" w:rsidRDefault="00FB5721">
      <w:r w:rsidRPr="00C827A4">
        <w:t>Test Area Reference: Cre_Hin_Prhd</w:t>
      </w:r>
      <w:r w:rsidR="005B0935" w:rsidRPr="00C827A4">
        <w:t>.</w:t>
      </w:r>
    </w:p>
    <w:p w:rsidR="00FB5721" w:rsidRPr="00C827A4" w:rsidRDefault="00FB5721" w:rsidP="00D65C82">
      <w:pPr>
        <w:pStyle w:val="Heading5"/>
      </w:pPr>
      <w:r w:rsidRPr="00C827A4">
        <w:t>5.5.2.2.1</w:t>
      </w:r>
      <w:r w:rsidRPr="00C827A4">
        <w:tab/>
        <w:t>Conformance requirement</w:t>
      </w:r>
    </w:p>
    <w:p w:rsidR="00FB5721" w:rsidRPr="00C827A4" w:rsidRDefault="00FB5721">
      <w:pPr>
        <w:pStyle w:val="H6"/>
      </w:pPr>
      <w:r w:rsidRPr="00C827A4">
        <w:t>5.5.2.2.1.1</w:t>
      </w:r>
      <w:r w:rsidRPr="00C827A4">
        <w:tab/>
        <w:t>Normal execution</w:t>
      </w:r>
    </w:p>
    <w:p w:rsidR="00FB5721" w:rsidRPr="00C827A4" w:rsidRDefault="00FB5721">
      <w:pPr>
        <w:pStyle w:val="B1"/>
      </w:pPr>
      <w:r w:rsidRPr="00C827A4">
        <w:t xml:space="preserve">CRRN1: The </w:t>
      </w:r>
      <w:r w:rsidRPr="00C827A4">
        <w:rPr>
          <w:i/>
        </w:rPr>
        <w:t>ProactiveResponseHandler</w:t>
      </w:r>
      <w:r w:rsidRPr="00C827A4">
        <w:t xml:space="preserve"> content shall be updated after each successful call to </w:t>
      </w:r>
      <w:r w:rsidRPr="00C827A4">
        <w:rPr>
          <w:i/>
        </w:rPr>
        <w:t>ProactiveHandler.send()</w:t>
      </w:r>
      <w:r w:rsidRPr="00C827A4">
        <w:t xml:space="preserve"> method and shall remain unchanged until the next successful call to the </w:t>
      </w:r>
      <w:r w:rsidRPr="00C827A4">
        <w:rPr>
          <w:i/>
        </w:rPr>
        <w:t>ProactiveHandler.send()</w:t>
      </w:r>
      <w:r w:rsidRPr="00C827A4">
        <w:t xml:space="preserve"> method.</w:t>
      </w:r>
    </w:p>
    <w:p w:rsidR="00FB5721" w:rsidRPr="00C827A4" w:rsidRDefault="00FB5721">
      <w:pPr>
        <w:pStyle w:val="B1"/>
      </w:pPr>
      <w:r w:rsidRPr="00C827A4">
        <w:t xml:space="preserve">CRRN2: The </w:t>
      </w:r>
      <w:r w:rsidRPr="00C827A4">
        <w:rPr>
          <w:iCs/>
        </w:rPr>
        <w:t>ProactiveResponseHandler</w:t>
      </w:r>
      <w:r w:rsidRPr="00C827A4">
        <w:t xml:space="preserve"> TLV list is filled with the comprehension TLV data objects of the last TERMINAL RESPONSE </w:t>
      </w:r>
      <w:r w:rsidR="005B0935" w:rsidRPr="00C827A4">
        <w:t>APDU command.</w:t>
      </w:r>
    </w:p>
    <w:p w:rsidR="00FB5721" w:rsidRPr="00C827A4" w:rsidRDefault="00FB5721">
      <w:pPr>
        <w:pStyle w:val="B1"/>
      </w:pPr>
      <w:r w:rsidRPr="00C827A4">
        <w:t>CRRN3: The comprehension TLV data objects shall be provided in the order given in the TERMINAL RESPONSE command data.</w:t>
      </w:r>
    </w:p>
    <w:p w:rsidR="00FB5721" w:rsidRPr="00C827A4" w:rsidRDefault="00FB5721">
      <w:pPr>
        <w:pStyle w:val="B1"/>
      </w:pPr>
      <w:r w:rsidRPr="00C827A4">
        <w:t xml:space="preserve">CRRN4: The  </w:t>
      </w:r>
      <w:r w:rsidRPr="00C827A4">
        <w:rPr>
          <w:iCs/>
        </w:rPr>
        <w:t>ProactiveResponseHandler</w:t>
      </w:r>
      <w:r w:rsidRPr="00C827A4">
        <w:t xml:space="preserve"> TLV list shall be empty before the first call to the </w:t>
      </w:r>
      <w:r w:rsidRPr="00C827A4">
        <w:rPr>
          <w:iCs/>
        </w:rPr>
        <w:t>ProactiveHandler.send()</w:t>
      </w:r>
      <w:r w:rsidRPr="00C827A4">
        <w:t xml:space="preserve"> method.</w:t>
      </w:r>
    </w:p>
    <w:p w:rsidR="00FB5721" w:rsidRPr="00C827A4" w:rsidRDefault="00FB5721">
      <w:pPr>
        <w:pStyle w:val="H6"/>
      </w:pPr>
      <w:r w:rsidRPr="00C827A4">
        <w:t>5.5.2.2.1.2</w:t>
      </w:r>
      <w:r w:rsidRPr="00C827A4">
        <w:tab/>
        <w:t>Parameter errors</w:t>
      </w:r>
    </w:p>
    <w:p w:rsidR="00FB5721" w:rsidRPr="00C827A4" w:rsidRDefault="00FB5721">
      <w:r w:rsidRPr="00C827A4">
        <w:t>No requirements.</w:t>
      </w:r>
    </w:p>
    <w:p w:rsidR="00FB5721" w:rsidRPr="00C827A4" w:rsidRDefault="00FB5721">
      <w:pPr>
        <w:pStyle w:val="H6"/>
      </w:pPr>
      <w:r w:rsidRPr="00C827A4">
        <w:t>5.5.2.2.1.3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lastRenderedPageBreak/>
        <w:t>5.5.2.2.2</w:t>
      </w:r>
      <w:r w:rsidRPr="00C827A4">
        <w:tab/>
        <w:t>Test area files</w:t>
      </w:r>
    </w:p>
    <w:p w:rsidR="00FB5721" w:rsidRPr="00C827A4" w:rsidRDefault="00FB5721" w:rsidP="005B0935">
      <w:pPr>
        <w:pStyle w:val="EX"/>
      </w:pPr>
      <w:r w:rsidRPr="00C827A4">
        <w:t xml:space="preserve">Test Source: </w:t>
      </w:r>
      <w:r w:rsidRPr="00C827A4">
        <w:tab/>
        <w:t>Test_Cre_Hin_Prhd.java</w:t>
      </w:r>
      <w:r w:rsidR="005B0935" w:rsidRPr="00C827A4">
        <w:t>.</w:t>
      </w:r>
    </w:p>
    <w:p w:rsidR="00FB5721" w:rsidRPr="00C827A4" w:rsidRDefault="00FB5721" w:rsidP="005B0935">
      <w:pPr>
        <w:pStyle w:val="EX"/>
      </w:pPr>
      <w:r w:rsidRPr="00C827A4">
        <w:t xml:space="preserve">Test Applet: </w:t>
      </w:r>
      <w:r w:rsidRPr="00C827A4">
        <w:tab/>
        <w:t>Cre_Hin_Prhd_1.java</w:t>
      </w:r>
      <w:r w:rsidR="005B0935" w:rsidRPr="00C827A4">
        <w:t>.</w:t>
      </w:r>
    </w:p>
    <w:p w:rsidR="00FB5721" w:rsidRPr="00C827A4" w:rsidRDefault="00FB5721" w:rsidP="005B0935">
      <w:pPr>
        <w:pStyle w:val="EX"/>
      </w:pPr>
      <w:r w:rsidRPr="00C827A4">
        <w:t>Cap File:</w:t>
      </w:r>
      <w:r w:rsidRPr="00C827A4">
        <w:tab/>
        <w:t>Cre_Hin_Prhd.cap</w:t>
      </w:r>
      <w:r w:rsidR="005B0935" w:rsidRPr="00C827A4">
        <w:t>.</w:t>
      </w:r>
    </w:p>
    <w:p w:rsidR="00FB5721" w:rsidRPr="00C827A4" w:rsidRDefault="00FB5721" w:rsidP="00D65C82">
      <w:pPr>
        <w:pStyle w:val="Heading5"/>
      </w:pPr>
      <w:r w:rsidRPr="00C827A4">
        <w:t>5.5.2.2.3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tblHeade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tblHeade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r w:rsidR="00FB5721" w:rsidRPr="00C827A4">
        <w:trPr>
          <w:tblHeade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2</w:t>
            </w:r>
          </w:p>
        </w:tc>
      </w:tr>
      <w:tr w:rsidR="00FB5721" w:rsidRPr="00C827A4">
        <w:trPr>
          <w:tblHeader/>
          <w:jc w:val="center"/>
        </w:trPr>
        <w:tc>
          <w:tcPr>
            <w:tcW w:w="2276" w:type="dxa"/>
          </w:tcPr>
          <w:p w:rsidR="00FB5721" w:rsidRPr="00C827A4" w:rsidRDefault="00FB5721">
            <w:pPr>
              <w:pStyle w:val="TAC"/>
              <w:keepNext w:val="0"/>
              <w:keepLines w:val="0"/>
            </w:pPr>
            <w:r w:rsidRPr="00C827A4">
              <w:t>CRRN4</w:t>
            </w:r>
          </w:p>
        </w:tc>
        <w:tc>
          <w:tcPr>
            <w:tcW w:w="2682"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9D6D22" w:rsidP="004C6EC9">
      <w:pPr>
        <w:pStyle w:val="Heading5"/>
        <w:keepNext w:val="0"/>
        <w:keepLines w:val="0"/>
      </w:pPr>
      <w:r w:rsidRPr="00C827A4">
        <w:t>5.5.2.2.4</w:t>
      </w:r>
      <w:r w:rsidRPr="00C827A4">
        <w:tab/>
        <w:t>Test procedure</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476"/>
      </w:tblGrid>
      <w:tr w:rsidR="00FB5721" w:rsidRPr="00C827A4">
        <w:trPr>
          <w:tblHeader/>
          <w:jc w:val="center"/>
        </w:trPr>
        <w:tc>
          <w:tcPr>
            <w:tcW w:w="425" w:type="dxa"/>
            <w:tcBorders>
              <w:left w:val="single" w:sz="4" w:space="0" w:color="auto"/>
            </w:tcBorders>
          </w:tcPr>
          <w:p w:rsidR="00FB5721" w:rsidRPr="00C827A4" w:rsidRDefault="00FB5721" w:rsidP="004C6EC9">
            <w:pPr>
              <w:pStyle w:val="TAC"/>
              <w:keepNext w:val="0"/>
              <w:keepLines w:val="0"/>
            </w:pPr>
            <w:r w:rsidRPr="00C827A4">
              <w:t>Id</w:t>
            </w:r>
          </w:p>
        </w:tc>
        <w:tc>
          <w:tcPr>
            <w:tcW w:w="4111" w:type="dxa"/>
          </w:tcPr>
          <w:p w:rsidR="00FB5721" w:rsidRPr="00C827A4" w:rsidRDefault="00FB5721" w:rsidP="004C6EC9">
            <w:pPr>
              <w:pStyle w:val="TAH"/>
              <w:keepNext w:val="0"/>
              <w:keepLines w:val="0"/>
            </w:pPr>
            <w:r w:rsidRPr="00C827A4">
              <w:t>Description</w:t>
            </w:r>
          </w:p>
        </w:tc>
        <w:tc>
          <w:tcPr>
            <w:tcW w:w="2911" w:type="dxa"/>
          </w:tcPr>
          <w:p w:rsidR="00FB5721" w:rsidRPr="00C827A4" w:rsidRDefault="00FB5721" w:rsidP="004C6EC9">
            <w:pPr>
              <w:pStyle w:val="TAH"/>
              <w:keepNext w:val="0"/>
              <w:keepLines w:val="0"/>
            </w:pPr>
            <w:r w:rsidRPr="00C827A4">
              <w:t>API/CAT RE Expectation</w:t>
            </w:r>
          </w:p>
        </w:tc>
        <w:tc>
          <w:tcPr>
            <w:tcW w:w="2476" w:type="dxa"/>
          </w:tcPr>
          <w:p w:rsidR="00FB5721" w:rsidRPr="00C827A4" w:rsidRDefault="00FB5721" w:rsidP="004C6EC9">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4C6EC9">
            <w:pPr>
              <w:pStyle w:val="TAC"/>
              <w:keepNext w:val="0"/>
              <w:keepLines w:val="0"/>
            </w:pPr>
            <w:r w:rsidRPr="00C827A4">
              <w:t>1</w:t>
            </w:r>
          </w:p>
        </w:tc>
        <w:tc>
          <w:tcPr>
            <w:tcW w:w="4111" w:type="dxa"/>
          </w:tcPr>
          <w:p w:rsidR="00FB5721" w:rsidRPr="00C827A4" w:rsidRDefault="00FB5721" w:rsidP="004C6EC9">
            <w:pPr>
              <w:pStyle w:val="TAH"/>
              <w:keepNext w:val="0"/>
              <w:keepLines w:val="0"/>
            </w:pPr>
            <w:r w:rsidRPr="00C827A4">
              <w:t>Applet registration and ProactiveResponseHandler obtaining</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1- Applet is registered to all events defined in ETSI TS 102 241[13] except to EVENT_FIRST_COMMAND_AFTER_ATR, EVENT_PROACTIVE_HANDLER_AVAILABLE and EVENT_APPLICATION_DESELECT.</w:t>
            </w:r>
          </w:p>
          <w:p w:rsidR="00FB5721" w:rsidRPr="00C827A4" w:rsidRDefault="00FB5721" w:rsidP="004C6EC9">
            <w:pPr>
              <w:pStyle w:val="PL"/>
              <w:rPr>
                <w:noProof w:val="0"/>
              </w:rPr>
            </w:pPr>
            <w:r w:rsidRPr="00C827A4">
              <w:rPr>
                <w:noProof w:val="0"/>
              </w:rPr>
              <w:t>Using the methods initMenuEntry for EVENT_MENU_SELECTION and EVENT_MENU_SELECTION_HELP_REQUEST requestPollInterval() for EVENT_STATUS_COMMAND, allocateTimer() for EVENT_TIMER_EXPIRATION, allocateServiceIdentifier() for EVENT_EVENT_DOWNLOAD_LOCAL_CONNECTION and setEventList() for the rest of the events.</w:t>
            </w:r>
          </w:p>
          <w:p w:rsidR="00FB5721" w:rsidRPr="00C827A4" w:rsidRDefault="00FB5721" w:rsidP="004C6EC9">
            <w:pPr>
              <w:pStyle w:val="PL"/>
              <w:rPr>
                <w:noProof w:val="0"/>
              </w:rPr>
            </w:pPr>
            <w:r w:rsidRPr="00C827A4">
              <w:rPr>
                <w:noProof w:val="0"/>
              </w:rPr>
              <w:t>Applet is registered on EVENT_EXTERNAL_FILE_UPDATE on update of EF</w:t>
            </w:r>
            <w:r w:rsidRPr="00C827A4">
              <w:rPr>
                <w:noProof w:val="0"/>
                <w:vertAlign w:val="subscript"/>
              </w:rPr>
              <w:t>TARU</w:t>
            </w:r>
            <w:r w:rsidRPr="00C827A4">
              <w:rPr>
                <w:noProof w:val="0"/>
              </w:rPr>
              <w:t xml:space="preserve"> of the UICC file system </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Terminal Profile command is sent to the UICC without the facilities of SETUP_EVENT_LIST, SETUP_IDLE_MODE_TEXT, SETUP_MENU and POLL_INTERVAL.</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2- For each event/triggering:</w:t>
            </w: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3- ProactiveResponseHandler.getTheHandler() is called</w:t>
            </w:r>
          </w:p>
          <w:p w:rsidR="00FB5721" w:rsidRPr="00C827A4" w:rsidRDefault="00FB5721" w:rsidP="004C6EC9">
            <w:pPr>
              <w:pStyle w:val="PL"/>
              <w:rPr>
                <w:noProof w:val="0"/>
              </w:rPr>
            </w:pPr>
          </w:p>
          <w:p w:rsidR="00FB5721" w:rsidRPr="00C827A4" w:rsidRDefault="00FB5721" w:rsidP="004C6EC9">
            <w:pPr>
              <w:pStyle w:val="PL"/>
              <w:rPr>
                <w:noProof w:val="0"/>
              </w:rPr>
            </w:pPr>
            <w:r w:rsidRPr="00C827A4">
              <w:rPr>
                <w:noProof w:val="0"/>
              </w:rPr>
              <w:t>4- ProactiveResponseHandler.getLength() is called</w:t>
            </w:r>
          </w:p>
        </w:tc>
        <w:tc>
          <w:tcPr>
            <w:tcW w:w="2911" w:type="dxa"/>
          </w:tcPr>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1-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2- Applet is triggered.</w:t>
            </w:r>
          </w:p>
          <w:p w:rsidR="00FB5721" w:rsidRPr="00C827A4" w:rsidRDefault="00FB5721" w:rsidP="004C6EC9">
            <w:pPr>
              <w:pStyle w:val="TAL"/>
              <w:keepNext w:val="0"/>
              <w:keepLines w:val="0"/>
            </w:pPr>
            <w:r w:rsidRPr="00C827A4">
              <w:t>For the first triggering, the applet registers to EVENT_PROACTIVE_HANDLER_AVAILABLE</w:t>
            </w: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3- No exception is thrown</w:t>
            </w: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p>
          <w:p w:rsidR="00FB5721" w:rsidRPr="00C827A4" w:rsidRDefault="00FB5721" w:rsidP="004C6EC9">
            <w:pPr>
              <w:pStyle w:val="TAL"/>
              <w:keepNext w:val="0"/>
              <w:keepLines w:val="0"/>
            </w:pPr>
            <w:r w:rsidRPr="00C827A4">
              <w:t>4- The return value is 0</w:t>
            </w:r>
          </w:p>
          <w:p w:rsidR="00FB5721" w:rsidRPr="00C827A4" w:rsidRDefault="00FB5721" w:rsidP="004C6EC9">
            <w:pPr>
              <w:pStyle w:val="TAL"/>
              <w:keepNext w:val="0"/>
              <w:keepLines w:val="0"/>
            </w:pPr>
          </w:p>
        </w:tc>
        <w:tc>
          <w:tcPr>
            <w:tcW w:w="2476" w:type="dxa"/>
          </w:tcPr>
          <w:p w:rsidR="00FB5721" w:rsidRPr="00C827A4" w:rsidRDefault="00FB5721" w:rsidP="004C6EC9">
            <w:pPr>
              <w:pStyle w:val="TAC"/>
              <w:keepNext w:val="0"/>
              <w:keepLines w:val="0"/>
            </w:pPr>
          </w:p>
        </w:tc>
      </w:tr>
      <w:tr w:rsidR="00FB5721" w:rsidRPr="00C827A4">
        <w:trPr>
          <w:jc w:val="center"/>
        </w:trPr>
        <w:tc>
          <w:tcPr>
            <w:tcW w:w="425" w:type="dxa"/>
            <w:tcBorders>
              <w:left w:val="single" w:sz="4" w:space="0" w:color="auto"/>
            </w:tcBorders>
          </w:tcPr>
          <w:p w:rsidR="00FB5721" w:rsidRPr="00C827A4" w:rsidRDefault="00FB5721" w:rsidP="009D6D22">
            <w:pPr>
              <w:pStyle w:val="TAC"/>
            </w:pPr>
            <w:r w:rsidRPr="00C827A4">
              <w:lastRenderedPageBreak/>
              <w:t>2</w:t>
            </w:r>
          </w:p>
        </w:tc>
        <w:tc>
          <w:tcPr>
            <w:tcW w:w="4111" w:type="dxa"/>
          </w:tcPr>
          <w:p w:rsidR="00FB5721" w:rsidRPr="00C827A4" w:rsidRDefault="00FB5721" w:rsidP="009D6D22">
            <w:pPr>
              <w:pStyle w:val="TAH"/>
            </w:pPr>
            <w:r w:rsidRPr="00C827A4">
              <w:t>The ProactiveResponseHandler remains unchanged after send() method invocation until next send() method invocation</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1- Applet builds a proactive command then the ProactiveHandler.send()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2- proactiveResponseHandler.getTheHandler()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3-ProactiveResponseHandler.getLength()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 xml:space="preserve">4-ProactiveHandler.init() method is called </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5-ProactiveHandler.send()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6- proactiveResponseHandler.getTheHandler()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7-ProactiveResponseHandler.getLength() method is called</w:t>
            </w:r>
          </w:p>
        </w:tc>
        <w:tc>
          <w:tcPr>
            <w:tcW w:w="2911" w:type="dxa"/>
          </w:tcPr>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2- The ProactiveResponseHandler contains the terminal response. Comprehension TLV are provided in the order of the Terminal Response APDU</w:t>
            </w:r>
          </w:p>
          <w:p w:rsidR="00FB5721" w:rsidRPr="00C827A4" w:rsidRDefault="00FB5721" w:rsidP="009D6D22">
            <w:pPr>
              <w:pStyle w:val="TAL"/>
            </w:pPr>
          </w:p>
          <w:p w:rsidR="00FB5721" w:rsidRPr="00C827A4" w:rsidRDefault="00FB5721" w:rsidP="009D6D22">
            <w:pPr>
              <w:pStyle w:val="TAL"/>
            </w:pPr>
            <w:r w:rsidRPr="00C827A4">
              <w:t>3- The return value is 12</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4- No exception is thrown and the Proactive Response Handler remains unchanged</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6- The ProactiveResponseHandler contains the terminal response of the second proactive command. Comprehension TLV are provided in the order of the Terminal Response APDU</w:t>
            </w:r>
          </w:p>
          <w:p w:rsidR="00FB5721" w:rsidRPr="00C827A4" w:rsidRDefault="00FB5721" w:rsidP="009D6D22">
            <w:pPr>
              <w:pStyle w:val="TAL"/>
            </w:pPr>
          </w:p>
          <w:p w:rsidR="00FB5721" w:rsidRPr="00C827A4" w:rsidRDefault="00FB5721" w:rsidP="009D6D22">
            <w:pPr>
              <w:pStyle w:val="TAL"/>
            </w:pPr>
            <w:r w:rsidRPr="00C827A4">
              <w:t>7- The return value is 15</w:t>
            </w:r>
          </w:p>
          <w:p w:rsidR="00FB5721" w:rsidRPr="00C827A4" w:rsidRDefault="00FB5721" w:rsidP="009D6D22">
            <w:pPr>
              <w:pStyle w:val="TAL"/>
            </w:pPr>
          </w:p>
        </w:tc>
        <w:tc>
          <w:tcPr>
            <w:tcW w:w="2476" w:type="dxa"/>
          </w:tcPr>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1- A proactive command is fetched</w:t>
            </w:r>
          </w:p>
          <w:p w:rsidR="00FB5721" w:rsidRPr="00C827A4" w:rsidRDefault="00FB5721" w:rsidP="009D6D22">
            <w:pPr>
              <w:pStyle w:val="TAL"/>
            </w:pPr>
            <w:r w:rsidRPr="00C827A4">
              <w:t>The terminal response is sent with length 12</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5- A proactive command is fetched</w:t>
            </w:r>
          </w:p>
          <w:p w:rsidR="00FB5721" w:rsidRPr="00C827A4" w:rsidRDefault="00FB5721" w:rsidP="009D6D22">
            <w:pPr>
              <w:pStyle w:val="TAL"/>
            </w:pPr>
            <w:r w:rsidRPr="00C827A4">
              <w:t>The terminal response is sent with length 15</w:t>
            </w:r>
          </w:p>
          <w:p w:rsidR="00FB5721" w:rsidRPr="00C827A4" w:rsidRDefault="00FB5721" w:rsidP="009D6D22">
            <w:pPr>
              <w:pStyle w:val="TAL"/>
            </w:pPr>
          </w:p>
          <w:p w:rsidR="00FB5721" w:rsidRPr="00C827A4" w:rsidRDefault="00FB5721" w:rsidP="009D6D22">
            <w:pPr>
              <w:pStyle w:val="TAL"/>
            </w:pPr>
          </w:p>
        </w:tc>
      </w:tr>
    </w:tbl>
    <w:p w:rsidR="00FB5721" w:rsidRPr="00C827A4" w:rsidRDefault="00FB5721"/>
    <w:p w:rsidR="00FB5721" w:rsidRPr="00C827A4" w:rsidRDefault="00FB5721">
      <w:pPr>
        <w:pStyle w:val="Heading4"/>
      </w:pPr>
      <w:r w:rsidRPr="00C827A4">
        <w:t>5.5.2.3</w:t>
      </w:r>
      <w:r w:rsidRPr="00C827A4">
        <w:tab/>
        <w:t>EnvelopeHandler</w:t>
      </w:r>
    </w:p>
    <w:p w:rsidR="00FB5721" w:rsidRPr="00C827A4" w:rsidRDefault="00FB5721">
      <w:r w:rsidRPr="00C827A4">
        <w:t>Test Area Reference: Cre_Hin_Enhd</w:t>
      </w:r>
      <w:r w:rsidR="000570D2" w:rsidRPr="00C827A4">
        <w:t>.</w:t>
      </w:r>
    </w:p>
    <w:p w:rsidR="00FB5721" w:rsidRPr="00C827A4" w:rsidRDefault="00FB5721" w:rsidP="00D65C82">
      <w:pPr>
        <w:pStyle w:val="Heading5"/>
      </w:pPr>
      <w:r w:rsidRPr="00C827A4">
        <w:t>5.5.2.3.1</w:t>
      </w:r>
      <w:r w:rsidRPr="00C827A4">
        <w:tab/>
        <w:t>Conformance requirement</w:t>
      </w:r>
    </w:p>
    <w:p w:rsidR="00FB5721" w:rsidRPr="00C827A4" w:rsidRDefault="00FB5721">
      <w:pPr>
        <w:pStyle w:val="H6"/>
      </w:pPr>
      <w:r w:rsidRPr="00C827A4">
        <w:t>5.5.2.3.1.1</w:t>
      </w:r>
      <w:r w:rsidRPr="00C827A4">
        <w:tab/>
        <w:t>Normal execution</w:t>
      </w:r>
    </w:p>
    <w:p w:rsidR="00FB5721" w:rsidRPr="00C827A4" w:rsidRDefault="00FB5721">
      <w:pPr>
        <w:pStyle w:val="B1"/>
      </w:pPr>
      <w:r w:rsidRPr="00C827A4">
        <w:t xml:space="preserve">CRRN1: When available, the </w:t>
      </w:r>
      <w:r w:rsidRPr="00C827A4">
        <w:rPr>
          <w:i/>
        </w:rPr>
        <w:t>EnvelopeHandler</w:t>
      </w:r>
      <w:r w:rsidRPr="00C827A4">
        <w:t xml:space="preserve"> shall remain available and its content shall remain unchanged from the invocation to the termination of the </w:t>
      </w:r>
      <w:r w:rsidRPr="00C827A4">
        <w:rPr>
          <w:i/>
        </w:rPr>
        <w:t>processToolkit()</w:t>
      </w:r>
      <w:r w:rsidRPr="00C827A4">
        <w:t xml:space="preserve"> method.</w:t>
      </w:r>
    </w:p>
    <w:p w:rsidR="00FB5721" w:rsidRPr="00C827A4" w:rsidRDefault="00FB5721">
      <w:pPr>
        <w:pStyle w:val="B1"/>
      </w:pPr>
      <w:r w:rsidRPr="00C827A4">
        <w:t xml:space="preserve">CRRN2: The </w:t>
      </w:r>
      <w:r w:rsidRPr="00C827A4">
        <w:rPr>
          <w:iCs/>
        </w:rPr>
        <w:t>EnvelopeHandler</w:t>
      </w:r>
      <w:r w:rsidRPr="00C827A4">
        <w:t xml:space="preserve"> TLV list is filled with the Comprehension TLV data objects of the ENVELOPE APDU command. The Comprehension TLV data objects shall be provided in the order given in the ENVELOPE command data.</w:t>
      </w:r>
    </w:p>
    <w:p w:rsidR="00FB5721" w:rsidRPr="00C827A4" w:rsidRDefault="00FB5721">
      <w:pPr>
        <w:pStyle w:val="B1"/>
      </w:pPr>
      <w:r w:rsidRPr="00C827A4">
        <w:t xml:space="preserve">CRRN3: When an applet is triggered by the </w:t>
      </w:r>
      <w:r w:rsidRPr="00C827A4">
        <w:rPr>
          <w:i/>
        </w:rPr>
        <w:t>EVENT_EXTERNAL_FILE_UPDATE</w:t>
      </w:r>
      <w:r w:rsidRPr="00C827A4">
        <w:t xml:space="preserve"> event, the system Envelope Handler shall be available</w:t>
      </w:r>
    </w:p>
    <w:p w:rsidR="00FB5721" w:rsidRPr="00C827A4" w:rsidRDefault="00FB5721">
      <w:pPr>
        <w:pStyle w:val="B1"/>
      </w:pPr>
      <w:r w:rsidRPr="00C827A4">
        <w:t xml:space="preserve">CRRN4: When an applet is triggered by the </w:t>
      </w:r>
      <w:r w:rsidRPr="00C827A4">
        <w:rPr>
          <w:i/>
        </w:rPr>
        <w:t>EVENT_EXTERNAL_FILE_UPDATE</w:t>
      </w:r>
      <w:r w:rsidRPr="00C827A4">
        <w:t xml:space="preserve"> event, the Envelope Handler shall contains the following COMPREHENSION TLVs (the order of the TLVs given in the system EnvelopeHandler is not specified):</w:t>
      </w:r>
    </w:p>
    <w:p w:rsidR="00FB5721" w:rsidRPr="00C827A4" w:rsidRDefault="00FB5721">
      <w:pPr>
        <w:pStyle w:val="B2"/>
      </w:pPr>
      <w:r w:rsidRPr="00C827A4">
        <w:t xml:space="preserve">Device Identity with source set to terminal and destination set to UICC, as defined in </w:t>
      </w:r>
      <w:r w:rsidR="00F744FF" w:rsidRPr="00C827A4">
        <w:t>ETSI </w:t>
      </w:r>
      <w:r w:rsidRPr="00C827A4">
        <w:t>TS</w:t>
      </w:r>
      <w:r w:rsidR="00F744FF" w:rsidRPr="00C827A4">
        <w:t> </w:t>
      </w:r>
      <w:r w:rsidRPr="00C827A4">
        <w:t>102</w:t>
      </w:r>
      <w:r w:rsidR="00F744FF" w:rsidRPr="00C827A4">
        <w:t> </w:t>
      </w:r>
      <w:r w:rsidRPr="00C827A4">
        <w:t>223</w:t>
      </w:r>
      <w:r w:rsidR="00F744FF" w:rsidRPr="00C827A4">
        <w:t> </w:t>
      </w:r>
      <w:r w:rsidR="0047072E" w:rsidRPr="00C827A4">
        <w:t>[6]</w:t>
      </w:r>
      <w:r w:rsidRPr="00C827A4">
        <w:t>;</w:t>
      </w:r>
    </w:p>
    <w:p w:rsidR="00FB5721" w:rsidRPr="00C827A4" w:rsidRDefault="00FB5721">
      <w:pPr>
        <w:pStyle w:val="B2"/>
      </w:pPr>
      <w:r w:rsidRPr="00C827A4">
        <w:t xml:space="preserve">File List, as defined in </w:t>
      </w:r>
      <w:r w:rsidR="00F744FF" w:rsidRPr="00C827A4">
        <w:t xml:space="preserve">ETSI </w:t>
      </w:r>
      <w:r w:rsidRPr="00C827A4">
        <w:t xml:space="preserve">TS 102 223 </w:t>
      </w:r>
      <w:r w:rsidR="0047072E" w:rsidRPr="00C827A4">
        <w:t>[6]</w:t>
      </w:r>
      <w:r w:rsidRPr="00C827A4">
        <w:t>. The number of files shall be set to one. If a SFI referencing is used in the APDU Command, it shall be converted to its File Identifier;</w:t>
      </w:r>
    </w:p>
    <w:p w:rsidR="00FB5721" w:rsidRPr="00C827A4" w:rsidRDefault="00FB5721">
      <w:pPr>
        <w:pStyle w:val="B2"/>
      </w:pPr>
      <w:r w:rsidRPr="00C827A4">
        <w:lastRenderedPageBreak/>
        <w:t xml:space="preserve">AID of the ADF, as defined in </w:t>
      </w:r>
      <w:r w:rsidR="00F744FF" w:rsidRPr="00C827A4">
        <w:t xml:space="preserve">ETSI </w:t>
      </w:r>
      <w:r w:rsidRPr="00C827A4">
        <w:t xml:space="preserve">TS 102 223 </w:t>
      </w:r>
      <w:r w:rsidR="0047072E" w:rsidRPr="00C827A4">
        <w:t>[6]</w:t>
      </w:r>
      <w:r w:rsidRPr="00C827A4">
        <w:t>, if the updated file belongs to an ADF. In this case, the path '3F007FFF' given in the File List indicates the ADF of the UICC application given through the AID. If the updated file belongs to the UICC shared file system, the AID TLV object is not present;</w:t>
      </w:r>
    </w:p>
    <w:p w:rsidR="00FB5721" w:rsidRPr="00C827A4" w:rsidRDefault="00FB5721">
      <w:pPr>
        <w:pStyle w:val="B2"/>
      </w:pPr>
      <w:r w:rsidRPr="00C827A4">
        <w:t>File Update Information object.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tblCellMar>
        <w:tblLook w:val="0000" w:firstRow="0" w:lastRow="0" w:firstColumn="0" w:lastColumn="0" w:noHBand="0" w:noVBand="0"/>
      </w:tblPr>
      <w:tblGrid>
        <w:gridCol w:w="1276"/>
        <w:gridCol w:w="4961"/>
        <w:gridCol w:w="1417"/>
      </w:tblGrid>
      <w:tr w:rsidR="00FB5721" w:rsidRPr="00C827A4">
        <w:trPr>
          <w:jc w:val="center"/>
        </w:trPr>
        <w:tc>
          <w:tcPr>
            <w:tcW w:w="1276"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H"/>
              <w:ind w:left="284" w:hanging="284"/>
            </w:pPr>
            <w:r w:rsidRPr="00C827A4">
              <w:t>Byte(s)</w:t>
            </w:r>
          </w:p>
        </w:tc>
        <w:tc>
          <w:tcPr>
            <w:tcW w:w="4961"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H"/>
              <w:ind w:left="284" w:hanging="284"/>
            </w:pPr>
            <w:r w:rsidRPr="00C827A4">
              <w:t>Description</w:t>
            </w:r>
          </w:p>
        </w:tc>
        <w:tc>
          <w:tcPr>
            <w:tcW w:w="1417"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H"/>
              <w:ind w:left="284" w:hanging="284"/>
            </w:pPr>
            <w:r w:rsidRPr="00C827A4">
              <w:t>Length</w:t>
            </w:r>
          </w:p>
        </w:tc>
      </w:tr>
      <w:tr w:rsidR="00FB5721" w:rsidRPr="00C827A4">
        <w:trPr>
          <w:jc w:val="center"/>
        </w:trPr>
        <w:tc>
          <w:tcPr>
            <w:tcW w:w="1276"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1</w:t>
            </w:r>
          </w:p>
        </w:tc>
        <w:tc>
          <w:tcPr>
            <w:tcW w:w="4961"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L"/>
              <w:ind w:left="284" w:hanging="284"/>
            </w:pPr>
            <w:r w:rsidRPr="00C827A4">
              <w:t>File Update Information tag</w:t>
            </w:r>
          </w:p>
        </w:tc>
        <w:tc>
          <w:tcPr>
            <w:tcW w:w="1417"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1</w:t>
            </w:r>
          </w:p>
        </w:tc>
      </w:tr>
      <w:tr w:rsidR="00FB5721" w:rsidRPr="00C827A4">
        <w:trPr>
          <w:jc w:val="center"/>
        </w:trPr>
        <w:tc>
          <w:tcPr>
            <w:tcW w:w="1276"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2</w:t>
            </w:r>
          </w:p>
        </w:tc>
        <w:tc>
          <w:tcPr>
            <w:tcW w:w="4961"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L"/>
              <w:ind w:left="284" w:hanging="284"/>
            </w:pPr>
            <w:r w:rsidRPr="00C827A4">
              <w:t>Length = 4</w:t>
            </w:r>
          </w:p>
        </w:tc>
        <w:tc>
          <w:tcPr>
            <w:tcW w:w="1417"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1</w:t>
            </w:r>
          </w:p>
        </w:tc>
      </w:tr>
      <w:tr w:rsidR="00FB5721" w:rsidRPr="00C827A4">
        <w:trPr>
          <w:jc w:val="center"/>
        </w:trPr>
        <w:tc>
          <w:tcPr>
            <w:tcW w:w="1276"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3 to 4</w:t>
            </w:r>
          </w:p>
        </w:tc>
        <w:tc>
          <w:tcPr>
            <w:tcW w:w="4961"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L"/>
              <w:ind w:left="284" w:hanging="284"/>
            </w:pPr>
            <w:r w:rsidRPr="00C827A4">
              <w:t>Position</w:t>
            </w:r>
          </w:p>
        </w:tc>
        <w:tc>
          <w:tcPr>
            <w:tcW w:w="1417"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2</w:t>
            </w:r>
          </w:p>
        </w:tc>
      </w:tr>
      <w:tr w:rsidR="00FB5721" w:rsidRPr="00C827A4">
        <w:trPr>
          <w:jc w:val="center"/>
        </w:trPr>
        <w:tc>
          <w:tcPr>
            <w:tcW w:w="1276"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5 to 6</w:t>
            </w:r>
          </w:p>
        </w:tc>
        <w:tc>
          <w:tcPr>
            <w:tcW w:w="4961"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L"/>
              <w:ind w:left="284" w:hanging="284"/>
            </w:pPr>
            <w:r w:rsidRPr="00C827A4">
              <w:t>Number of bytes updated</w:t>
            </w:r>
          </w:p>
        </w:tc>
        <w:tc>
          <w:tcPr>
            <w:tcW w:w="1417" w:type="dxa"/>
            <w:tcBorders>
              <w:top w:val="single" w:sz="6" w:space="0" w:color="auto"/>
              <w:left w:val="single" w:sz="6" w:space="0" w:color="auto"/>
              <w:bottom w:val="single" w:sz="6" w:space="0" w:color="auto"/>
              <w:right w:val="single" w:sz="6" w:space="0" w:color="auto"/>
            </w:tcBorders>
          </w:tcPr>
          <w:p w:rsidR="00FB5721" w:rsidRPr="00C827A4" w:rsidRDefault="00FB5721">
            <w:pPr>
              <w:pStyle w:val="TAC"/>
              <w:ind w:left="284" w:hanging="284"/>
            </w:pPr>
            <w:r w:rsidRPr="00C827A4">
              <w:t>2</w:t>
            </w:r>
          </w:p>
        </w:tc>
      </w:tr>
    </w:tbl>
    <w:p w:rsidR="00FB5721" w:rsidRPr="00C827A4" w:rsidRDefault="00FB5721">
      <w:pPr>
        <w:pStyle w:val="B20"/>
      </w:pPr>
    </w:p>
    <w:p w:rsidR="00FB5721" w:rsidRPr="00C827A4" w:rsidRDefault="00FB5721">
      <w:pPr>
        <w:pStyle w:val="B30"/>
      </w:pPr>
      <w:r w:rsidRPr="00C827A4">
        <w:t xml:space="preserve">Position depends </w:t>
      </w:r>
      <w:r w:rsidRPr="00C827A4">
        <w:tab/>
        <w:t>on the file type:</w:t>
      </w:r>
    </w:p>
    <w:p w:rsidR="00FB5721" w:rsidRPr="00C827A4" w:rsidRDefault="00FB5721">
      <w:pPr>
        <w:pStyle w:val="B30"/>
        <w:ind w:left="1874"/>
      </w:pPr>
      <w:r w:rsidRPr="00C827A4">
        <w:t>In case of transparent file, Position = Offset</w:t>
      </w:r>
    </w:p>
    <w:p w:rsidR="00FB5721" w:rsidRPr="00C827A4" w:rsidRDefault="00FB5721">
      <w:pPr>
        <w:pStyle w:val="B30"/>
        <w:ind w:left="1874"/>
      </w:pPr>
      <w:r w:rsidRPr="00C827A4">
        <w:t>In case of record file, Position = Absolute Record number</w:t>
      </w:r>
    </w:p>
    <w:p w:rsidR="00FB5721" w:rsidRPr="00C827A4" w:rsidRDefault="00FB5721">
      <w:pPr>
        <w:pStyle w:val="B30"/>
      </w:pPr>
      <w:r w:rsidRPr="00C827A4">
        <w:t>For the INCREASE APDU, the number of bytes updated is the record length.</w:t>
      </w:r>
    </w:p>
    <w:p w:rsidR="00FB5721" w:rsidRPr="00C827A4" w:rsidRDefault="00FB5721">
      <w:pPr>
        <w:pStyle w:val="B1"/>
      </w:pPr>
      <w:r w:rsidRPr="00C827A4">
        <w:t xml:space="preserve">CRRN5: The value returned upon a </w:t>
      </w:r>
      <w:r w:rsidRPr="00C827A4">
        <w:rPr>
          <w:i/>
        </w:rPr>
        <w:t>getTag()</w:t>
      </w:r>
      <w:r w:rsidRPr="00C827A4">
        <w:t xml:space="preserve"> method invocation is equal to the BER-TLV  tag for intra-UICC communication, as defined in </w:t>
      </w:r>
      <w:r w:rsidR="00F744FF" w:rsidRPr="00C827A4">
        <w:t xml:space="preserve">ETSI </w:t>
      </w:r>
      <w:r w:rsidRPr="00C827A4">
        <w:t xml:space="preserve">TS 101 220 </w:t>
      </w:r>
      <w:r w:rsidR="0047072E" w:rsidRPr="00C827A4">
        <w:t>[4]</w:t>
      </w:r>
      <w:r w:rsidR="000570D2" w:rsidRPr="00C827A4">
        <w:t>.</w:t>
      </w:r>
    </w:p>
    <w:p w:rsidR="00FB5721" w:rsidRPr="00C827A4" w:rsidRDefault="00FB5721">
      <w:pPr>
        <w:pStyle w:val="H6"/>
      </w:pPr>
      <w:r w:rsidRPr="00C827A4">
        <w:t>5.5.2.3.1.2</w:t>
      </w:r>
      <w:r w:rsidRPr="00C827A4">
        <w:tab/>
        <w:t>Parameter errors</w:t>
      </w:r>
    </w:p>
    <w:p w:rsidR="00FB5721" w:rsidRPr="00C827A4" w:rsidRDefault="00FB5721">
      <w:r w:rsidRPr="00C827A4">
        <w:t>No requirements.</w:t>
      </w:r>
    </w:p>
    <w:p w:rsidR="00FB5721" w:rsidRPr="00C827A4" w:rsidRDefault="00FB5721">
      <w:pPr>
        <w:pStyle w:val="H6"/>
      </w:pPr>
      <w:r w:rsidRPr="00C827A4">
        <w:t>5.5.2.3.1.3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5.5.2.3.2</w:t>
      </w:r>
      <w:r w:rsidRPr="00C827A4">
        <w:tab/>
        <w:t>Test area files</w:t>
      </w:r>
    </w:p>
    <w:p w:rsidR="00FB5721" w:rsidRPr="00C827A4" w:rsidRDefault="00FB5721" w:rsidP="009D6D22">
      <w:pPr>
        <w:pStyle w:val="EX"/>
      </w:pPr>
      <w:r w:rsidRPr="00C827A4">
        <w:t xml:space="preserve">Test Source: </w:t>
      </w:r>
      <w:r w:rsidRPr="00C827A4">
        <w:tab/>
        <w:t>Test_Cre_Hin_Enhd.java</w:t>
      </w:r>
      <w:r w:rsidR="009D6D22" w:rsidRPr="00C827A4">
        <w:t>.</w:t>
      </w:r>
    </w:p>
    <w:p w:rsidR="00FB5721" w:rsidRPr="00C827A4" w:rsidRDefault="00FB5721" w:rsidP="009D6D22">
      <w:pPr>
        <w:pStyle w:val="EX"/>
      </w:pPr>
      <w:r w:rsidRPr="00C827A4">
        <w:t xml:space="preserve">Test Applet: </w:t>
      </w:r>
      <w:r w:rsidRPr="00C827A4">
        <w:tab/>
        <w:t>Cre_Hin_Enhd_1.java</w:t>
      </w:r>
      <w:r w:rsidR="009D6D22" w:rsidRPr="00C827A4">
        <w:t>.</w:t>
      </w:r>
    </w:p>
    <w:p w:rsidR="00FB5721" w:rsidRPr="00C827A4" w:rsidRDefault="00FB5721" w:rsidP="009D6D22">
      <w:pPr>
        <w:pStyle w:val="EX"/>
      </w:pPr>
      <w:r w:rsidRPr="00C827A4">
        <w:t>Cap File:</w:t>
      </w:r>
      <w:r w:rsidRPr="00C827A4">
        <w:tab/>
        <w:t>Cre_Hin_Enhd.cap</w:t>
      </w:r>
      <w:r w:rsidR="009D6D22" w:rsidRPr="00C827A4">
        <w:t>.</w:t>
      </w:r>
    </w:p>
    <w:p w:rsidR="00FB5721" w:rsidRPr="00C827A4" w:rsidRDefault="00FB5721" w:rsidP="00D65C82">
      <w:pPr>
        <w:pStyle w:val="Heading5"/>
      </w:pPr>
      <w:r w:rsidRPr="00C827A4">
        <w:t>5.5.2.3.3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319"/>
        <w:gridCol w:w="3134"/>
      </w:tblGrid>
      <w:tr w:rsidR="00FB5721" w:rsidRPr="00C827A4">
        <w:trPr>
          <w:tblHeader/>
          <w:jc w:val="center"/>
        </w:trPr>
        <w:tc>
          <w:tcPr>
            <w:tcW w:w="1319" w:type="dxa"/>
          </w:tcPr>
          <w:p w:rsidR="00FB5721" w:rsidRPr="00C827A4" w:rsidRDefault="00FB5721">
            <w:pPr>
              <w:pStyle w:val="TAH"/>
              <w:keepNext w:val="0"/>
              <w:keepLines w:val="0"/>
            </w:pPr>
            <w:r w:rsidRPr="00C827A4">
              <w:t>CRR Number</w:t>
            </w:r>
          </w:p>
        </w:tc>
        <w:tc>
          <w:tcPr>
            <w:tcW w:w="3134" w:type="dxa"/>
          </w:tcPr>
          <w:p w:rsidR="00FB5721" w:rsidRPr="00C827A4" w:rsidRDefault="00FB5721">
            <w:pPr>
              <w:pStyle w:val="TAH"/>
              <w:keepNext w:val="0"/>
              <w:keepLines w:val="0"/>
            </w:pPr>
            <w:r w:rsidRPr="00C827A4">
              <w:t>Test Case Number</w:t>
            </w:r>
          </w:p>
        </w:tc>
      </w:tr>
      <w:tr w:rsidR="00FB5721" w:rsidRPr="00C827A4">
        <w:trPr>
          <w:tblHeader/>
          <w:jc w:val="center"/>
        </w:trPr>
        <w:tc>
          <w:tcPr>
            <w:tcW w:w="1319" w:type="dxa"/>
          </w:tcPr>
          <w:p w:rsidR="00FB5721" w:rsidRPr="00C827A4" w:rsidRDefault="00FB5721">
            <w:pPr>
              <w:pStyle w:val="TAC"/>
              <w:keepNext w:val="0"/>
              <w:keepLines w:val="0"/>
            </w:pPr>
            <w:r w:rsidRPr="00C827A4">
              <w:t>CRRN1</w:t>
            </w:r>
          </w:p>
        </w:tc>
        <w:tc>
          <w:tcPr>
            <w:tcW w:w="3134" w:type="dxa"/>
          </w:tcPr>
          <w:p w:rsidR="00FB5721" w:rsidRPr="00C827A4" w:rsidRDefault="00FB5721">
            <w:pPr>
              <w:pStyle w:val="TAC"/>
              <w:keepNext w:val="0"/>
              <w:keepLines w:val="0"/>
            </w:pPr>
            <w:r w:rsidRPr="00C827A4">
              <w:t>1 to 21</w:t>
            </w:r>
          </w:p>
        </w:tc>
      </w:tr>
      <w:tr w:rsidR="00FB5721" w:rsidRPr="00C827A4">
        <w:trPr>
          <w:tblHeader/>
          <w:jc w:val="center"/>
        </w:trPr>
        <w:tc>
          <w:tcPr>
            <w:tcW w:w="1319" w:type="dxa"/>
          </w:tcPr>
          <w:p w:rsidR="00FB5721" w:rsidRPr="00C827A4" w:rsidRDefault="00FB5721">
            <w:pPr>
              <w:pStyle w:val="TAC"/>
              <w:keepNext w:val="0"/>
              <w:keepLines w:val="0"/>
            </w:pPr>
            <w:r w:rsidRPr="00C827A4">
              <w:t>CRRN2</w:t>
            </w:r>
          </w:p>
        </w:tc>
        <w:tc>
          <w:tcPr>
            <w:tcW w:w="3134" w:type="dxa"/>
          </w:tcPr>
          <w:p w:rsidR="00FB5721" w:rsidRPr="00C827A4" w:rsidRDefault="00FB5721">
            <w:pPr>
              <w:pStyle w:val="TAC"/>
              <w:keepNext w:val="0"/>
              <w:keepLines w:val="0"/>
            </w:pPr>
            <w:r w:rsidRPr="00C827A4">
              <w:t>1 to 21</w:t>
            </w:r>
          </w:p>
        </w:tc>
      </w:tr>
      <w:tr w:rsidR="00FB5721" w:rsidRPr="00C827A4">
        <w:trPr>
          <w:tblHeader/>
          <w:jc w:val="center"/>
        </w:trPr>
        <w:tc>
          <w:tcPr>
            <w:tcW w:w="1319" w:type="dxa"/>
          </w:tcPr>
          <w:p w:rsidR="00FB5721" w:rsidRPr="00C827A4" w:rsidRDefault="00FB5721">
            <w:pPr>
              <w:pStyle w:val="TAC"/>
              <w:keepNext w:val="0"/>
              <w:keepLines w:val="0"/>
            </w:pPr>
            <w:r w:rsidRPr="00C827A4">
              <w:t>CRRN3</w:t>
            </w:r>
          </w:p>
        </w:tc>
        <w:tc>
          <w:tcPr>
            <w:tcW w:w="3134" w:type="dxa"/>
          </w:tcPr>
          <w:p w:rsidR="00FB5721" w:rsidRPr="00C827A4" w:rsidRDefault="00FB5721">
            <w:pPr>
              <w:pStyle w:val="TAC"/>
              <w:keepNext w:val="0"/>
              <w:keepLines w:val="0"/>
            </w:pPr>
            <w:r w:rsidRPr="00C827A4">
              <w:t>22, 23</w:t>
            </w:r>
          </w:p>
        </w:tc>
      </w:tr>
      <w:tr w:rsidR="00FB5721" w:rsidRPr="00C827A4">
        <w:trPr>
          <w:tblHeader/>
          <w:jc w:val="center"/>
        </w:trPr>
        <w:tc>
          <w:tcPr>
            <w:tcW w:w="1319" w:type="dxa"/>
          </w:tcPr>
          <w:p w:rsidR="00FB5721" w:rsidRPr="00C827A4" w:rsidRDefault="00FB5721">
            <w:pPr>
              <w:pStyle w:val="TAC"/>
              <w:keepNext w:val="0"/>
              <w:keepLines w:val="0"/>
            </w:pPr>
            <w:r w:rsidRPr="00C827A4">
              <w:t>CRRN4</w:t>
            </w:r>
          </w:p>
        </w:tc>
        <w:tc>
          <w:tcPr>
            <w:tcW w:w="3134" w:type="dxa"/>
          </w:tcPr>
          <w:p w:rsidR="00FB5721" w:rsidRPr="00C827A4" w:rsidRDefault="00FB5721">
            <w:pPr>
              <w:pStyle w:val="TAC"/>
              <w:keepNext w:val="0"/>
              <w:keepLines w:val="0"/>
            </w:pPr>
            <w:r w:rsidRPr="00C827A4">
              <w:t>22, 23</w:t>
            </w:r>
          </w:p>
        </w:tc>
      </w:tr>
      <w:tr w:rsidR="00FB5721" w:rsidRPr="00C827A4">
        <w:trPr>
          <w:tblHeader/>
          <w:jc w:val="center"/>
        </w:trPr>
        <w:tc>
          <w:tcPr>
            <w:tcW w:w="1319" w:type="dxa"/>
          </w:tcPr>
          <w:p w:rsidR="00FB5721" w:rsidRPr="00C827A4" w:rsidRDefault="00FB5721">
            <w:pPr>
              <w:pStyle w:val="TAC"/>
              <w:keepNext w:val="0"/>
              <w:keepLines w:val="0"/>
            </w:pPr>
            <w:r w:rsidRPr="00C827A4">
              <w:t>CRRN5</w:t>
            </w:r>
          </w:p>
        </w:tc>
        <w:tc>
          <w:tcPr>
            <w:tcW w:w="3134"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D65C82">
      <w:pPr>
        <w:pStyle w:val="Heading5"/>
      </w:pPr>
      <w:r w:rsidRPr="00C827A4">
        <w:lastRenderedPageBreak/>
        <w:t>5.5.2.3.4</w:t>
      </w:r>
      <w:r w:rsidRPr="00C827A4">
        <w:tab/>
        <w:t>Test procedure</w:t>
      </w:r>
    </w:p>
    <w:tbl>
      <w:tblPr>
        <w:tblW w:w="9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87"/>
        <w:gridCol w:w="2911"/>
        <w:gridCol w:w="2334"/>
      </w:tblGrid>
      <w:tr w:rsidR="00FB5721" w:rsidRPr="00C827A4">
        <w:trPr>
          <w:tblHeader/>
          <w:jc w:val="center"/>
        </w:trPr>
        <w:tc>
          <w:tcPr>
            <w:tcW w:w="425" w:type="dxa"/>
            <w:tcBorders>
              <w:left w:val="single" w:sz="4" w:space="0" w:color="auto"/>
              <w:bottom w:val="nil"/>
            </w:tcBorders>
          </w:tcPr>
          <w:p w:rsidR="00FB5721" w:rsidRPr="00C827A4" w:rsidRDefault="00FB5721">
            <w:pPr>
              <w:pStyle w:val="TAH"/>
            </w:pPr>
            <w:r w:rsidRPr="00C827A4">
              <w:t>Id</w:t>
            </w:r>
          </w:p>
        </w:tc>
        <w:tc>
          <w:tcPr>
            <w:tcW w:w="4187" w:type="dxa"/>
            <w:tcBorders>
              <w:bottom w:val="nil"/>
            </w:tcBorders>
          </w:tcPr>
          <w:p w:rsidR="00FB5721" w:rsidRPr="00C827A4" w:rsidRDefault="00FB5721">
            <w:pPr>
              <w:pStyle w:val="TAH"/>
            </w:pPr>
            <w:r w:rsidRPr="00C827A4">
              <w:t>Description</w:t>
            </w:r>
          </w:p>
        </w:tc>
        <w:tc>
          <w:tcPr>
            <w:tcW w:w="2911" w:type="dxa"/>
            <w:tcBorders>
              <w:bottom w:val="nil"/>
            </w:tcBorders>
          </w:tcPr>
          <w:p w:rsidR="00FB5721" w:rsidRPr="00C827A4" w:rsidRDefault="00FB5721">
            <w:pPr>
              <w:pStyle w:val="TAH"/>
            </w:pPr>
            <w:r w:rsidRPr="00C827A4">
              <w:t>API/CAT RE Expectation</w:t>
            </w:r>
          </w:p>
        </w:tc>
        <w:tc>
          <w:tcPr>
            <w:tcW w:w="2334" w:type="dxa"/>
            <w:tcBorders>
              <w:bottom w:val="nil"/>
            </w:tcBorders>
          </w:tcPr>
          <w:p w:rsidR="00FB5721" w:rsidRPr="00C827A4" w:rsidRDefault="00FB5721">
            <w:pPr>
              <w:pStyle w:val="TAH"/>
            </w:pPr>
            <w:r w:rsidRPr="00C827A4">
              <w:t>APDU Expectation</w:t>
            </w:r>
          </w:p>
        </w:tc>
      </w:tr>
      <w:tr w:rsidR="00FB5721" w:rsidRPr="00C827A4">
        <w:trPr>
          <w:jc w:val="center"/>
        </w:trPr>
        <w:tc>
          <w:tcPr>
            <w:tcW w:w="425" w:type="dxa"/>
            <w:tcBorders>
              <w:top w:val="single" w:sz="4" w:space="0" w:color="auto"/>
              <w:left w:val="single" w:sz="4" w:space="0" w:color="auto"/>
              <w:bottom w:val="single" w:sz="4" w:space="0" w:color="auto"/>
              <w:right w:val="nil"/>
            </w:tcBorders>
          </w:tcPr>
          <w:p w:rsidR="00FB5721" w:rsidRPr="00C827A4" w:rsidRDefault="00FB5721">
            <w:pPr>
              <w:pStyle w:val="TAC"/>
            </w:pPr>
            <w:r w:rsidRPr="00C827A4">
              <w:t>1</w:t>
            </w:r>
          </w:p>
        </w:tc>
        <w:tc>
          <w:tcPr>
            <w:tcW w:w="4187" w:type="dxa"/>
            <w:tcBorders>
              <w:top w:val="single" w:sz="4" w:space="0" w:color="auto"/>
              <w:left w:val="single" w:sz="4" w:space="0" w:color="auto"/>
              <w:bottom w:val="single" w:sz="4" w:space="0" w:color="auto"/>
            </w:tcBorders>
          </w:tcPr>
          <w:p w:rsidR="00FB5721" w:rsidRPr="00C827A4" w:rsidRDefault="00FB5721">
            <w:pPr>
              <w:pStyle w:val="TAH"/>
            </w:pPr>
            <w:r w:rsidRPr="00C827A4">
              <w:t>Applet initialization and Envelope Handler integrity checks with EVENT_MENU_SELECTION_HELP_REQUEST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Applet is registered to all events defined in </w:t>
            </w:r>
            <w:r w:rsidR="0047072E" w:rsidRPr="00C827A4">
              <w:rPr>
                <w:noProof w:val="0"/>
              </w:rPr>
              <w:t>TS 102 241 [9]</w:t>
            </w:r>
            <w:r w:rsidRPr="00C827A4">
              <w:rPr>
                <w:noProof w:val="0"/>
              </w:rPr>
              <w:t xml:space="preserve"> except EVENT_PROFILE_DOWNLOAD, EVENT_PROACTIVE_HANDLER_AVAILABLE and EVENT_STATUS_COMMAND.</w:t>
            </w:r>
          </w:p>
          <w:p w:rsidR="00FB5721" w:rsidRPr="00C827A4" w:rsidRDefault="00FB5721">
            <w:pPr>
              <w:pStyle w:val="PL"/>
              <w:rPr>
                <w:noProof w:val="0"/>
              </w:rPr>
            </w:pPr>
            <w:r w:rsidRPr="00C827A4">
              <w:rPr>
                <w:noProof w:val="0"/>
              </w:rPr>
              <w:t>Using the methods initMenuEntry() for EVENT_MENU_SELECTION and EVENT_MENU_SELECTION_HELP_REQUEST, allocateTimer()for EVENT_TIMER_EXPIRATION, allocateServiceIdentifier() for EVENT_EVENT_DOWNLOAD_LOCAL_CONNECTION and setEventList() for the rest of the events.</w:t>
            </w:r>
          </w:p>
          <w:p w:rsidR="00FB5721" w:rsidRPr="00C827A4" w:rsidRDefault="00FB5721">
            <w:pPr>
              <w:pStyle w:val="PL"/>
              <w:rPr>
                <w:noProof w:val="0"/>
              </w:rPr>
            </w:pPr>
            <w:r w:rsidRPr="00C827A4">
              <w:rPr>
                <w:noProof w:val="0"/>
              </w:rPr>
              <w:t>Perform UICC initialization with all the facilities supported</w:t>
            </w:r>
          </w:p>
          <w:p w:rsidR="00FB5721" w:rsidRPr="00C827A4" w:rsidRDefault="00FB5721">
            <w:pPr>
              <w:pStyle w:val="PL"/>
              <w:rPr>
                <w:noProof w:val="0"/>
              </w:rPr>
            </w:pPr>
            <w:r w:rsidRPr="00C827A4">
              <w:rPr>
                <w:noProof w:val="0"/>
              </w:rPr>
              <w:t>Applet is registered on EVENT_EXTERNAL_FILE_UPDATE on update of EF</w:t>
            </w:r>
            <w:r w:rsidRPr="00C827A4">
              <w:rPr>
                <w:noProof w:val="0"/>
                <w:vertAlign w:val="subscript"/>
              </w:rPr>
              <w:t>TARU</w:t>
            </w:r>
            <w:r w:rsidRPr="00C827A4">
              <w:rPr>
                <w:noProof w:val="0"/>
              </w:rPr>
              <w:t xml:space="preserve"> of the UICC file system and on update of EF</w:t>
            </w:r>
            <w:r w:rsidRPr="00C827A4">
              <w:rPr>
                <w:noProof w:val="0"/>
                <w:vertAlign w:val="subscript"/>
              </w:rPr>
              <w:t>LARU</w:t>
            </w:r>
            <w:r w:rsidRPr="00C827A4">
              <w:rPr>
                <w:noProof w:val="0"/>
              </w:rPr>
              <w:t xml:space="preserve"> of the ADF file system</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Envelope menu selection with help request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Copy the contents of the envelope handler in buffer 1 using EnvelopeHandler.copy()</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TAG_HELP_REQUEST</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EnvelopeHandler.getTag()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6-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7-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8-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9- Check that the TAG_HELP_REQUEST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10- The contents of EnvelopeHandler are compared with buffer1 using Util.arrayCompare()</w:t>
            </w: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5- 0xD3 is returned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10- The contents of the envelope handler shall be the same as stored in buffer1</w:t>
            </w:r>
          </w:p>
        </w:tc>
        <w:tc>
          <w:tcPr>
            <w:tcW w:w="2334" w:type="dxa"/>
            <w:tcBorders>
              <w:top w:val="single" w:sz="4" w:space="0" w:color="auto"/>
              <w:bottom w:val="single" w:sz="4" w:space="0" w:color="auto"/>
              <w:right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 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tc>
      </w:tr>
      <w:tr w:rsidR="00FB5721" w:rsidRPr="00C827A4">
        <w:trPr>
          <w:jc w:val="center"/>
        </w:trPr>
        <w:tc>
          <w:tcPr>
            <w:tcW w:w="425" w:type="dxa"/>
            <w:tcBorders>
              <w:top w:val="single" w:sz="4" w:space="0" w:color="auto"/>
              <w:left w:val="single" w:sz="4" w:space="0" w:color="auto"/>
              <w:bottom w:val="single" w:sz="4" w:space="0" w:color="auto"/>
              <w:right w:val="nil"/>
            </w:tcBorders>
          </w:tcPr>
          <w:p w:rsidR="00FB5721" w:rsidRPr="00C827A4" w:rsidRDefault="00FB5721" w:rsidP="001F17EA">
            <w:pPr>
              <w:pStyle w:val="TAC"/>
              <w:pageBreakBefore/>
            </w:pPr>
            <w:r w:rsidRPr="00C827A4">
              <w:lastRenderedPageBreak/>
              <w:t>2</w:t>
            </w:r>
          </w:p>
        </w:tc>
        <w:tc>
          <w:tcPr>
            <w:tcW w:w="4187" w:type="dxa"/>
            <w:tcBorders>
              <w:top w:val="single" w:sz="4" w:space="0" w:color="auto"/>
              <w:left w:val="single" w:sz="4" w:space="0" w:color="auto"/>
              <w:bottom w:val="single" w:sz="4" w:space="0" w:color="auto"/>
            </w:tcBorders>
          </w:tcPr>
          <w:p w:rsidR="00FB5721" w:rsidRPr="00C827A4" w:rsidRDefault="00FB5721" w:rsidP="001F17EA">
            <w:pPr>
              <w:pStyle w:val="TAH"/>
              <w:pageBreakBefore/>
            </w:pPr>
            <w:r w:rsidRPr="00C827A4">
              <w:t>Envelope Handler integrity checks with EVENT_MENU_SELECTION</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1- An envelope menu selection is sent to UICC</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2- EnvelopeHandler.getTheHandler() method is called</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3- Copy the contents of the envelope handler in buffer 1 using EnvelopeHandler.copy()</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The EnvelopeHandler.findTLV() method is called with TAG_ITEM_IDENTIFIER</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 xml:space="preserve">4- A proactive command DISPLAY TEXT is sent </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5- Envelope call control by NAA is sent to UICC</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EnvelopeHandler.getTheHandler() method is called</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6- It is checked the contents of the envelope handler is the envelope call control using EnvelopeHandler.copy() and Util.arrayCompare() methods</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The EnvelopeHandler.findTLV() method is called with TAG_DEVICE_IDENTITIES</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Call Control execution is finished</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7- It is checked that the TAG_ITEM_IDENTIFIER is the TLV selected</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8- The contents of EnvelopeHandler are compared with buffer1 using Util.arrayCompare()</w:t>
            </w:r>
          </w:p>
          <w:p w:rsidR="00FB5721" w:rsidRPr="00C827A4" w:rsidRDefault="00FB5721" w:rsidP="001F17EA">
            <w:pPr>
              <w:pStyle w:val="TAL"/>
              <w:pageBreakBefore/>
            </w:pP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r w:rsidRPr="00C827A4">
              <w:t>2-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8- The contents of the envelope handler shall be the same as stored in buffer1</w:t>
            </w:r>
          </w:p>
        </w:tc>
        <w:tc>
          <w:tcPr>
            <w:tcW w:w="2334" w:type="dxa"/>
            <w:tcBorders>
              <w:top w:val="single" w:sz="4" w:space="0" w:color="auto"/>
              <w:bottom w:val="single" w:sz="4" w:space="0" w:color="auto"/>
              <w:right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3</w:t>
            </w:r>
          </w:p>
        </w:tc>
        <w:tc>
          <w:tcPr>
            <w:tcW w:w="4187" w:type="dxa"/>
            <w:tcBorders>
              <w:top w:val="single" w:sz="4" w:space="0" w:color="auto"/>
              <w:bottom w:val="single" w:sz="4" w:space="0" w:color="auto"/>
            </w:tcBorders>
          </w:tcPr>
          <w:p w:rsidR="00FB5721" w:rsidRPr="00C827A4" w:rsidRDefault="00FB5721" w:rsidP="001F17EA">
            <w:pPr>
              <w:pStyle w:val="TAH"/>
              <w:pageBreakBefore/>
            </w:pPr>
            <w:r w:rsidRPr="00C827A4">
              <w:t>Envelope Handler integrity checks with EVENT_TIMER_EXPIRATION</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 timer expiration envelope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Copy the contents of the envelope handler in buffer 1 using EnvelopeHandler.copy()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TAG_TIMER_ID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4- A proactive command DISPLAY TEXT is sent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Envelope call control by NAA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Call Control execution is finished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 It is checked that the TAG_TIMER_ID is the TLV selected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r w:rsidRPr="00C827A4">
              <w:t xml:space="preserve">2- No exception is thrown. </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7- The contents of the envelope handler shall be the same as stored in buffer1</w:t>
            </w:r>
          </w:p>
          <w:p w:rsidR="00FB5721" w:rsidRPr="00C827A4" w:rsidRDefault="00FB5721" w:rsidP="001F17EA">
            <w:pPr>
              <w:pStyle w:val="TAL"/>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ageBreakBefore/>
            </w:pPr>
            <w:r w:rsidRPr="00C827A4">
              <w:lastRenderedPageBreak/>
              <w:t>4</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EVENT_CALL_CONTROL_BY_NAA</w:t>
            </w:r>
          </w:p>
          <w:p w:rsidR="00FB5721" w:rsidRPr="00C827A4" w:rsidRDefault="00FB5721">
            <w:pPr>
              <w:pStyle w:val="PL"/>
              <w:rPr>
                <w:noProof w:val="0"/>
              </w:rPr>
            </w:pPr>
          </w:p>
          <w:p w:rsidR="00FB5721" w:rsidRPr="00C827A4" w:rsidRDefault="00FB5721">
            <w:pPr>
              <w:pStyle w:val="PL"/>
              <w:rPr>
                <w:noProof w:val="0"/>
              </w:rPr>
            </w:pPr>
            <w:r w:rsidRPr="00C827A4">
              <w:rPr>
                <w:noProof w:val="0"/>
              </w:rPr>
              <w:t>1- A call control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TAG_ADDRESS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TAG_ADDRESS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6- No exception is thrown and the handler contains the envelope call control by NAA </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ageBreakBefore/>
            </w:pPr>
            <w:r w:rsidRPr="00C827A4">
              <w:t>8- The contents of the envelope handler shall be the same as stored in buffer1</w:t>
            </w:r>
          </w:p>
          <w:p w:rsidR="00FB5721" w:rsidRPr="00C827A4" w:rsidRDefault="00FB5721">
            <w:pPr>
              <w:pStyle w:val="TAL"/>
              <w:pageBreakBefore/>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p w:rsidR="00FB5721" w:rsidRPr="00C827A4" w:rsidRDefault="00FB5721">
            <w:pPr>
              <w:pStyle w:val="TAL"/>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5</w:t>
            </w:r>
          </w:p>
        </w:tc>
        <w:tc>
          <w:tcPr>
            <w:tcW w:w="4187" w:type="dxa"/>
            <w:tcBorders>
              <w:top w:val="single" w:sz="4" w:space="0" w:color="auto"/>
              <w:bottom w:val="single" w:sz="4" w:space="0" w:color="auto"/>
            </w:tcBorders>
          </w:tcPr>
          <w:p w:rsidR="00FB5721" w:rsidRPr="00C827A4" w:rsidRDefault="00FB5721" w:rsidP="001F17EA">
            <w:pPr>
              <w:pStyle w:val="TAH"/>
              <w:pageBreakBefore/>
            </w:pPr>
            <w:r w:rsidRPr="00C827A4">
              <w:t>Envelope Handler integrity checks with EVENT_</w:t>
            </w:r>
            <w:r w:rsidRPr="00C827A4">
              <w:rPr>
                <w:i/>
              </w:rPr>
              <w:t xml:space="preserve"> </w:t>
            </w:r>
            <w:r w:rsidRPr="00C827A4">
              <w:t>EVENT_DOWNLOAD_MT_CALL</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 event download mt call envelope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Copy the contents of the envelope handler in buffer 1 using EnvelopeHandler.copy()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TAG_EVENT_LIST</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4- A proactive command DISPLAY TEXT is sent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Envelope call control by NAA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Call Control execution is finished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 It is checked that the TAG_EVENT_LIST  is the TLV selected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 xml:space="preserve">2- No exception is thrown. </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8- The contents of the envelope handler shall be the same as stored in buffer 1</w:t>
            </w:r>
          </w:p>
          <w:p w:rsidR="00FB5721" w:rsidRPr="00C827A4" w:rsidRDefault="00FB5721" w:rsidP="001F17EA">
            <w:pPr>
              <w:pStyle w:val="TAL"/>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6</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EVENT_DOWNLOAD_CALL_CONNECTED</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call connected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TAG_EVENT_LIST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TAG_EVENT_LIST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lastRenderedPageBreak/>
              <w:t>7</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EVENT_DOWNLOAD_CALL_DISCONNECTED</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call disconnected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TAG_EVENT_LIST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TAG_EVENT_LIST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The contents of the envelope handler shall be the same as stored in buffer1</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8</w:t>
            </w:r>
          </w:p>
        </w:tc>
        <w:tc>
          <w:tcPr>
            <w:tcW w:w="4187" w:type="dxa"/>
            <w:tcBorders>
              <w:top w:val="single" w:sz="4" w:space="0" w:color="auto"/>
              <w:bottom w:val="single" w:sz="4" w:space="0" w:color="auto"/>
            </w:tcBorders>
          </w:tcPr>
          <w:p w:rsidR="00FB5721" w:rsidRPr="00C827A4" w:rsidRDefault="00FB5721" w:rsidP="001F17EA">
            <w:pPr>
              <w:pStyle w:val="TAH"/>
              <w:pageBreakBefore/>
            </w:pPr>
            <w:r w:rsidRPr="00C827A4">
              <w:t>Envelope Handler integrity checks with EVENT_</w:t>
            </w:r>
            <w:r w:rsidRPr="00C827A4">
              <w:rPr>
                <w:i/>
              </w:rPr>
              <w:t xml:space="preserve"> </w:t>
            </w:r>
            <w:r w:rsidRPr="00C827A4">
              <w:t>EVENT_DOWNLOAD_LOCATION_STATUS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 event download location status envelope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Copy the contents of the envelope handler in buffer 1 using EnvelopeHandler.copy()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TAG_LOCATION_STATUS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4- A proactive command DISPLAY TEXT is sent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Envelope call control by NAA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Call Control execution is finished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 It is checked that the TAG_LOCATION_STATUS is the TLV selected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 xml:space="preserve">2- No exception is thrown. </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r w:rsidRPr="00C827A4">
              <w:t>8- The contents of the envelope handler shall be the same as stored in buffer1</w:t>
            </w:r>
          </w:p>
          <w:p w:rsidR="00FB5721" w:rsidRPr="00C827A4" w:rsidRDefault="00FB5721" w:rsidP="001F17EA">
            <w:pPr>
              <w:pStyle w:val="TAL"/>
              <w:keepNext w:val="0"/>
              <w:keepLines w:val="0"/>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9</w:t>
            </w:r>
          </w:p>
        </w:tc>
        <w:tc>
          <w:tcPr>
            <w:tcW w:w="4187" w:type="dxa"/>
            <w:tcBorders>
              <w:top w:val="single" w:sz="4" w:space="0" w:color="auto"/>
              <w:bottom w:val="single" w:sz="4" w:space="0" w:color="auto"/>
            </w:tcBorders>
          </w:tcPr>
          <w:p w:rsidR="00FB5721" w:rsidRPr="00C827A4" w:rsidRDefault="00FB5721" w:rsidP="001F17EA">
            <w:pPr>
              <w:pStyle w:val="TAH"/>
              <w:pageBreakBefore/>
            </w:pPr>
            <w:r w:rsidRPr="00C827A4">
              <w:t>Envelope Handler integrity checks with EVENT_</w:t>
            </w:r>
            <w:r w:rsidRPr="00C827A4">
              <w:rPr>
                <w:i/>
              </w:rPr>
              <w:t xml:space="preserve"> </w:t>
            </w:r>
            <w:r w:rsidRPr="00C827A4">
              <w:t>EVENT_DOWNLOAD_USER_ACTIVITY</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 event download user activity envelope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Copy the contents of the envelope handler in buffer 1 using EnvelopeHandler.copy()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4- A proactive command DISPLAY TEXT is sent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Envelope call control by NAA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Call Control execution is finished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7-It is checked that the TAG_DEVICE_IDENTITIES is the TLV selected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 xml:space="preserve">2- No exception is thrown. </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r w:rsidRPr="00C827A4">
              <w:t>8- The contents of the envelope handler shall be the same as stored in buffer1</w:t>
            </w:r>
          </w:p>
          <w:p w:rsidR="00FB5721" w:rsidRPr="00C827A4" w:rsidRDefault="00FB5721" w:rsidP="001F17EA">
            <w:pPr>
              <w:pStyle w:val="TAL"/>
              <w:keepNext w:val="0"/>
              <w:keepLines w:val="0"/>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10</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EVENT_DOWNLOAD_IDLE_SCREEN_AVAILABLE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idle screen available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TAG_DEVICE_IDENTITIES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p w:rsidR="00FB5721" w:rsidRPr="00C827A4" w:rsidRDefault="00FB5721">
            <w:pPr>
              <w:pStyle w:val="TAL"/>
              <w:keepNext w:val="0"/>
              <w:keepLines w:val="0"/>
              <w:pageBreakBefore/>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11</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EVENT_DOWNLOAD_CARD_READER_STATUS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card reader status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TAG_CARD_READER_STATUS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TAG_CARD_READER_STATUS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8- The contents of EnvelopeHandler are compared with buffer1 using Util.arrayCompare()</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lastRenderedPageBreak/>
              <w:t>12</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UNRECOGNIZED_ENVELOPE</w:t>
            </w:r>
          </w:p>
          <w:p w:rsidR="00FB5721" w:rsidRPr="00C827A4" w:rsidRDefault="00FB5721">
            <w:pPr>
              <w:pStyle w:val="PL"/>
              <w:rPr>
                <w:noProof w:val="0"/>
              </w:rPr>
            </w:pPr>
          </w:p>
          <w:p w:rsidR="00FB5721" w:rsidRPr="00C827A4" w:rsidRDefault="00FB5721">
            <w:pPr>
              <w:pStyle w:val="PL"/>
              <w:rPr>
                <w:noProof w:val="0"/>
              </w:rPr>
            </w:pPr>
            <w:r w:rsidRPr="00C827A4">
              <w:rPr>
                <w:noProof w:val="0"/>
              </w:rPr>
              <w:t>1- A unrecognized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r w:rsidRPr="00C827A4">
              <w:rPr>
                <w:noProof w:val="0"/>
              </w:rPr>
              <w:t>The EnvelopeHandler.getValueLength()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7-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7-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keepNext w:val="0"/>
              <w:keepLines w:val="0"/>
              <w:pageBreakBefore/>
            </w:pPr>
          </w:p>
        </w:tc>
      </w:tr>
      <w:tr w:rsidR="00FB5721" w:rsidRPr="00C827A4">
        <w:trPr>
          <w:trHeight w:val="8421"/>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13</w:t>
            </w:r>
          </w:p>
        </w:tc>
        <w:tc>
          <w:tcPr>
            <w:tcW w:w="4187" w:type="dxa"/>
            <w:tcBorders>
              <w:top w:val="single" w:sz="4" w:space="0" w:color="auto"/>
              <w:bottom w:val="single" w:sz="4" w:space="0" w:color="auto"/>
            </w:tcBorders>
          </w:tcPr>
          <w:p w:rsidR="00FB5721" w:rsidRPr="00C827A4" w:rsidRDefault="00FB5721">
            <w:pPr>
              <w:pStyle w:val="TAH"/>
              <w:keepNext w:val="0"/>
              <w:keepLines w:val="0"/>
              <w:pageBreakBefore/>
            </w:pPr>
            <w:r w:rsidRPr="00C827A4">
              <w:t xml:space="preserve">Envelope Handler integrity checks with </w:t>
            </w:r>
            <w:r w:rsidRPr="00C827A4">
              <w:rPr>
                <w:iCs/>
              </w:rPr>
              <w:t>EVENT_EVENT_DOWNLOAD_LANGUAGE_SELECTION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language selection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TAG_EVENT_LIST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TAG_EVENT_LIST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1-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 xml:space="preserve">2-No exception is thrown. </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3-No exception is thrown.</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5-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6- No exception is thrown and the handler contains the envelope call control by NAA</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4-91 XX</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Proactive command Display Text is fetched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The terminal Response of  DISPLAY TEXT is sent to the UICC</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14</w:t>
            </w:r>
          </w:p>
        </w:tc>
        <w:tc>
          <w:tcPr>
            <w:tcW w:w="4187" w:type="dxa"/>
            <w:tcBorders>
              <w:top w:val="single" w:sz="4" w:space="0" w:color="auto"/>
              <w:bottom w:val="single" w:sz="4" w:space="0" w:color="auto"/>
            </w:tcBorders>
          </w:tcPr>
          <w:p w:rsidR="00FB5721" w:rsidRPr="00C827A4" w:rsidRDefault="00FB5721">
            <w:pPr>
              <w:pStyle w:val="TAH"/>
              <w:keepNext w:val="0"/>
              <w:keepLines w:val="0"/>
              <w:pageBreakBefore/>
            </w:pPr>
            <w:r w:rsidRPr="00C827A4">
              <w:t xml:space="preserve">Envelope Handler integrity checks with </w:t>
            </w:r>
            <w:r w:rsidRPr="00C827A4">
              <w:rPr>
                <w:iCs/>
              </w:rPr>
              <w:t>EVENT_EVENT_DOWNLOAD_BROWSER_TERMINATION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browser termination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TAG_EVENT_LIST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TAG_EVENT_LIST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1-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 xml:space="preserve">2-No exception is thrown. </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3-No exception is thrown.</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5-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6- No exception is thrown and the handler contains the envelope call control by NAA</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4-91 XX</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Proactive command Display Text is fetched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The terminal Response of  DISPLAY TEXT is sent to the UICC</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15</w:t>
            </w:r>
          </w:p>
        </w:tc>
        <w:tc>
          <w:tcPr>
            <w:tcW w:w="4187" w:type="dxa"/>
            <w:tcBorders>
              <w:top w:val="single" w:sz="4" w:space="0" w:color="auto"/>
              <w:bottom w:val="single" w:sz="4" w:space="0" w:color="auto"/>
            </w:tcBorders>
          </w:tcPr>
          <w:p w:rsidR="00FB5721" w:rsidRPr="00C827A4" w:rsidRDefault="00FB5721">
            <w:pPr>
              <w:pStyle w:val="TAH"/>
              <w:keepNext w:val="0"/>
              <w:keepLines w:val="0"/>
              <w:pageBreakBefore/>
            </w:pPr>
            <w:r w:rsidRPr="00C827A4">
              <w:t xml:space="preserve">Envelope Handler integrity checks with </w:t>
            </w:r>
            <w:r w:rsidRPr="00C827A4">
              <w:rPr>
                <w:iCs/>
              </w:rPr>
              <w:t>EVENT_EVENT_DOWNLOAD_DATA_AVAILABLE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The applet builds a proactive command OPEN CHANNEL.</w:t>
            </w:r>
          </w:p>
          <w:p w:rsidR="00FB5721" w:rsidRPr="00C827A4" w:rsidRDefault="00FB5721">
            <w:pPr>
              <w:pStyle w:val="PL"/>
              <w:rPr>
                <w:noProof w:val="0"/>
              </w:rPr>
            </w:pPr>
            <w:r w:rsidRPr="00C827A4">
              <w:rPr>
                <w:noProof w:val="0"/>
              </w:rPr>
              <w:t xml:space="preserve">proactiveHandler.send() method is called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A event download data available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3-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TAG_CHANNEL_STATUS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5-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6-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8- It is checked that the TAG_CHANNEL_STATUS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9-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pPr>
            <w:r w:rsidRPr="00C827A4">
              <w:t xml:space="preserve">1- The applet is registered to EVENT_EVENT_DOWNLOAD_DATA_AVAILABLE and EVENT_EVENT_DOWNLOAD_CHANNEL_STATUS </w:t>
            </w: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2-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 xml:space="preserve">3-No exception is thrown. </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4-No exception is thrown.</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6-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7- No exception is thrown and the handler contains the envelope call control by NAA</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9- The contents of the envelope handler shall be the same as stored in buffer1</w:t>
            </w:r>
          </w:p>
          <w:p w:rsidR="00FB5721" w:rsidRPr="00C827A4" w:rsidRDefault="00FB5721">
            <w:pPr>
              <w:pStyle w:val="TAL"/>
              <w:keepNext w:val="0"/>
              <w:keepLines w:val="0"/>
              <w:pageBreakBefore/>
            </w:pPr>
          </w:p>
        </w:tc>
        <w:tc>
          <w:tcPr>
            <w:tcW w:w="2334"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extcell"/>
              <w:jc w:val="left"/>
              <w:rPr>
                <w:rFonts w:ascii="Arial" w:hAnsi="Arial"/>
                <w:sz w:val="18"/>
                <w:lang w:val="en-GB"/>
              </w:rPr>
            </w:pPr>
            <w:r w:rsidRPr="00C827A4">
              <w:rPr>
                <w:rFonts w:ascii="Arial" w:hAnsi="Arial"/>
                <w:sz w:val="18"/>
                <w:lang w:val="en-GB"/>
              </w:rPr>
              <w:t>1- OPEN CHANNEL proactive command is fetched</w:t>
            </w:r>
          </w:p>
          <w:p w:rsidR="00FB5721" w:rsidRPr="00C827A4" w:rsidRDefault="00FB5721">
            <w:pPr>
              <w:pStyle w:val="textcell"/>
              <w:jc w:val="left"/>
              <w:rPr>
                <w:rFonts w:ascii="Arial" w:hAnsi="Arial"/>
                <w:sz w:val="18"/>
                <w:lang w:val="en-GB"/>
              </w:rPr>
            </w:pPr>
          </w:p>
          <w:p w:rsidR="00FB5721" w:rsidRPr="00C827A4" w:rsidRDefault="00FB5721">
            <w:pPr>
              <w:pStyle w:val="TAL"/>
              <w:keepNext w:val="0"/>
              <w:keepLines w:val="0"/>
              <w:pageBreakBefore/>
            </w:pPr>
            <w:r w:rsidRPr="00C827A4">
              <w:t>TERMINAL RESPONSE is issued with Channel Id = 01</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5-91 XX</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Proactive command Display Text is fetched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The terminal Response of  DISPLAY TEXT is sent to the UICC</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16</w:t>
            </w:r>
          </w:p>
        </w:tc>
        <w:tc>
          <w:tcPr>
            <w:tcW w:w="4187" w:type="dxa"/>
            <w:tcBorders>
              <w:top w:val="single" w:sz="4" w:space="0" w:color="auto"/>
              <w:bottom w:val="single" w:sz="4" w:space="0" w:color="auto"/>
            </w:tcBorders>
          </w:tcPr>
          <w:p w:rsidR="00FB5721" w:rsidRPr="00C827A4" w:rsidRDefault="00FB5721">
            <w:pPr>
              <w:pStyle w:val="TAH"/>
              <w:keepNext w:val="0"/>
              <w:keepLines w:val="0"/>
              <w:pageBreakBefore/>
            </w:pPr>
            <w:r w:rsidRPr="00C827A4">
              <w:t xml:space="preserve">Envelope Handler integrity checks with </w:t>
            </w:r>
            <w:r w:rsidRPr="00C827A4">
              <w:rPr>
                <w:iCs/>
              </w:rPr>
              <w:t>EVENT_EVENT_DOWNLOAD_CHANNEL_STATUS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channel status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TAG_CHANNEL_STATUS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TAG_CHANNEL_STATUS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8- The contents of EnvelopeHandler are compared with buffer1 using Util.arrayCompare()</w:t>
            </w:r>
          </w:p>
        </w:tc>
        <w:tc>
          <w:tcPr>
            <w:tcW w:w="2911"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1-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 xml:space="preserve">2-No exception is thrown. </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3-No exception is thrown.</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5- Applet is triggered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6- No exception is thrown and the handler contains the envelope call control by NAA</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4-91 XX</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Proactive command Display Text is fetched</w:t>
            </w:r>
          </w:p>
          <w:p w:rsidR="00FB5721" w:rsidRPr="00C827A4" w:rsidRDefault="00FB5721">
            <w:pPr>
              <w:pStyle w:val="TAL"/>
              <w:keepNext w:val="0"/>
              <w:keepLines w:val="0"/>
              <w:pageBreakBefore/>
            </w:pPr>
          </w:p>
          <w:p w:rsidR="00FB5721" w:rsidRPr="00C827A4" w:rsidRDefault="00FB5721">
            <w:pPr>
              <w:pStyle w:val="TAL"/>
              <w:keepNext w:val="0"/>
              <w:keepLines w:val="0"/>
              <w:pageBreakBefore/>
            </w:pPr>
            <w:r w:rsidRPr="00C827A4">
              <w:t>The terminal Response of  DISPLAY TEXT is sent to the UICC</w:t>
            </w:r>
          </w:p>
          <w:p w:rsidR="00FB5721" w:rsidRPr="00C827A4" w:rsidRDefault="00FB5721">
            <w:pPr>
              <w:pStyle w:val="TAL"/>
              <w:keepNext w:val="0"/>
              <w:keepLines w:val="0"/>
              <w:pageBreakBefore/>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ageBreakBefore/>
            </w:pPr>
            <w:r w:rsidRPr="00C827A4">
              <w:lastRenderedPageBreak/>
              <w:t>17</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EVENT_DOWNLOAD_ACCESS_TECHNOLOGY_CHANGE</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access technology change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TAG_ACCESS_TECHNOLOGY</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TAG_ACCESS_TECHNOLOGY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ageBreakBefore/>
            </w:pPr>
            <w:r w:rsidRPr="00C827A4">
              <w:lastRenderedPageBreak/>
              <w:t>18</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EVENT_DOWNLOAD_DISPLAY_PARAMETER_CHANGED</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display parameter changed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TAG_DISPLAY_PARAMETER</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TAG_DISPLAY_PARAMETER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The contents of the envelope handler shall be the same as stored in buffer1</w:t>
            </w:r>
          </w:p>
          <w:p w:rsidR="00FB5721" w:rsidRPr="00C827A4" w:rsidRDefault="00FB5721">
            <w:pPr>
              <w:pStyle w:val="TAL"/>
            </w:pPr>
          </w:p>
          <w:p w:rsidR="00FB5721" w:rsidRPr="00C827A4" w:rsidRDefault="00FB5721">
            <w:pPr>
              <w:pStyle w:val="TAL"/>
            </w:pPr>
            <w:r w:rsidRPr="00C827A4">
              <w:t>9- Applet sends a DECLARE SERVICE (add) proactive command with its service identifier</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9- DECLARE SERVICE (add) proactive command is fetched</w:t>
            </w:r>
          </w:p>
          <w:p w:rsidR="00FB5721" w:rsidRPr="00C827A4" w:rsidRDefault="00FB5721">
            <w:pPr>
              <w:pStyle w:val="TAL"/>
            </w:pPr>
          </w:p>
          <w:p w:rsidR="00FB5721" w:rsidRPr="00C827A4" w:rsidRDefault="00FB5721">
            <w:pPr>
              <w:pStyle w:val="TAL"/>
            </w:pPr>
            <w:r w:rsidRPr="00C827A4">
              <w:t>Successful TERMINAL RESPONSE is issued</w:t>
            </w: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ageBreakBefore/>
            </w:pPr>
            <w:r w:rsidRPr="00C827A4">
              <w:lastRenderedPageBreak/>
              <w:t>19</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EVENT_DOWNLOAD_LOCAL_CONNECTION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local connection envelope is sent to UICC with the allocated service Id of Applet</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TAG_SERVICE_RECORD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TAG_SERVICE_RECORD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The contents of the envelope handler shall be the same as stored in buffer1</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20</w:t>
            </w:r>
          </w:p>
        </w:tc>
        <w:tc>
          <w:tcPr>
            <w:tcW w:w="4187" w:type="dxa"/>
            <w:tcBorders>
              <w:top w:val="single" w:sz="4" w:space="0" w:color="auto"/>
              <w:bottom w:val="single" w:sz="4" w:space="0" w:color="auto"/>
            </w:tcBorders>
          </w:tcPr>
          <w:p w:rsidR="00FB5721" w:rsidRPr="00C827A4" w:rsidRDefault="00FB5721" w:rsidP="001F17EA">
            <w:pPr>
              <w:pStyle w:val="TAH"/>
              <w:pageBreakBefore/>
            </w:pPr>
            <w:r w:rsidRPr="00C827A4">
              <w:t>Envelope Handler integrity checks with EVENT_</w:t>
            </w:r>
            <w:r w:rsidRPr="00C827A4">
              <w:rPr>
                <w:i/>
              </w:rPr>
              <w:t xml:space="preserve"> </w:t>
            </w:r>
            <w:r w:rsidRPr="00C827A4">
              <w:t>EVENT_DOWNLOAD_NETWORK_SEARCH_MODE_CHANGE</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 event download network search mode change envelope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Copy the contents of the envelope handler in buffer 1 using EnvelopeHandler.copy()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TAG_NETWORK_SEARCH_MODE</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4- A proactive command DISPLAY TEXT is sent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Envelope call control by NAA is sent to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EnvelopeHandler.getTheHandler() method is called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The EnvelopeHandler.findTLV() method is called with TAG_DEVICE_IDENTITIES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Call Control execution is finished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7-It is checked that the TAG_NETWORK_SEARCH_MODE is the TLV selected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 xml:space="preserve">2- No exception is thrown. </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No exception is thrown and the handler contains the envelope call control by NAA</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4- 91 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Proactive command Display Text is fetched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The terminal Response of DISPLAY TEXT is sent to the UICC</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21</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EVENT_DOWNLOAD_BROWSING 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A event download browsing status envelope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TAG_BROWSING_STATUS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TAG_BROWSING_STATUS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keepNext w:val="0"/>
              <w:keepLines w:val="0"/>
              <w:pageBreakBefore/>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22</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EXTERNAL_FILE_UPDATE under MF</w:t>
            </w:r>
          </w:p>
          <w:p w:rsidR="00FB5721" w:rsidRPr="00C827A4" w:rsidRDefault="00FB5721">
            <w:pPr>
              <w:pStyle w:val="PL"/>
              <w:rPr>
                <w:noProof w:val="0"/>
              </w:rPr>
            </w:pPr>
          </w:p>
          <w:p w:rsidR="00FB5721" w:rsidRPr="00C827A4" w:rsidRDefault="00FB5721">
            <w:pPr>
              <w:pStyle w:val="PL"/>
              <w:rPr>
                <w:noProof w:val="0"/>
              </w:rPr>
            </w:pPr>
            <w:r w:rsidRPr="00C827A4">
              <w:rPr>
                <w:noProof w:val="0"/>
              </w:rPr>
              <w:t>1- EF</w:t>
            </w:r>
            <w:r w:rsidRPr="00C827A4">
              <w:rPr>
                <w:noProof w:val="0"/>
                <w:vertAlign w:val="subscript"/>
              </w:rPr>
              <w:t>TARU</w:t>
            </w:r>
            <w:r w:rsidRPr="00C827A4">
              <w:rPr>
                <w:noProof w:val="0"/>
              </w:rPr>
              <w:t xml:space="preserve"> of the UICC file system is updated</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TAG_FILE_LIST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TAG_FILE_LIST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9- It is checked that the EnvelopeHandler contains the comprehension TLVs: Device Identity, File List and File Update Information with the correct value.</w:t>
            </w:r>
          </w:p>
          <w:p w:rsidR="00FB5721" w:rsidRPr="00C827A4" w:rsidRDefault="00FB5721">
            <w:pPr>
              <w:pStyle w:val="PL"/>
              <w:rPr>
                <w:noProof w:val="0"/>
              </w:rPr>
            </w:pPr>
            <w:r w:rsidRPr="00C827A4">
              <w:rPr>
                <w:noProof w:val="0"/>
              </w:rPr>
              <w:t>The EnvelopeHandler does not contain the comprehension TLV AID</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ageBreakBefore/>
            </w:pPr>
            <w:r w:rsidRPr="00C827A4">
              <w:lastRenderedPageBreak/>
              <w:t>23</w:t>
            </w:r>
          </w:p>
        </w:tc>
        <w:tc>
          <w:tcPr>
            <w:tcW w:w="4187" w:type="dxa"/>
            <w:tcBorders>
              <w:top w:val="single" w:sz="4" w:space="0" w:color="auto"/>
              <w:bottom w:val="single" w:sz="4" w:space="0" w:color="auto"/>
            </w:tcBorders>
          </w:tcPr>
          <w:p w:rsidR="00FB5721" w:rsidRPr="00C827A4" w:rsidRDefault="00FB5721">
            <w:pPr>
              <w:pStyle w:val="TAH"/>
            </w:pPr>
            <w:r w:rsidRPr="00C827A4">
              <w:t>Envelope Handler integrity checks with EVENT_</w:t>
            </w:r>
            <w:r w:rsidRPr="00C827A4">
              <w:rPr>
                <w:i/>
              </w:rPr>
              <w:t xml:space="preserve"> </w:t>
            </w:r>
            <w:r w:rsidRPr="00C827A4">
              <w:t>EXTERNAL_FILE_UPDATE under ADF</w:t>
            </w:r>
          </w:p>
          <w:p w:rsidR="00FB5721" w:rsidRPr="00C827A4" w:rsidRDefault="00FB5721">
            <w:pPr>
              <w:pStyle w:val="PL"/>
              <w:rPr>
                <w:noProof w:val="0"/>
              </w:rPr>
            </w:pPr>
          </w:p>
          <w:p w:rsidR="00FB5721" w:rsidRPr="00C827A4" w:rsidRDefault="00FB5721">
            <w:pPr>
              <w:pStyle w:val="PL"/>
              <w:rPr>
                <w:noProof w:val="0"/>
              </w:rPr>
            </w:pPr>
            <w:r w:rsidRPr="00C827A4">
              <w:rPr>
                <w:noProof w:val="0"/>
              </w:rPr>
              <w:t>1- EF</w:t>
            </w:r>
            <w:r w:rsidRPr="00C827A4">
              <w:rPr>
                <w:noProof w:val="0"/>
                <w:vertAlign w:val="subscript"/>
              </w:rPr>
              <w:t>LARU</w:t>
            </w:r>
            <w:r w:rsidRPr="00C827A4">
              <w:rPr>
                <w:noProof w:val="0"/>
              </w:rPr>
              <w:t xml:space="preserve"> of the ADF file system is updated</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Copy the contents of the envelope handler in buffer 1 using EnvelopeHandler.copy() </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TAG_FILE_LIST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 A proactive command DISPLAY TEXT is sent </w:t>
            </w:r>
          </w:p>
          <w:p w:rsidR="00FB5721" w:rsidRPr="00C827A4" w:rsidRDefault="00FB5721">
            <w:pPr>
              <w:pStyle w:val="PL"/>
              <w:rPr>
                <w:noProof w:val="0"/>
              </w:rPr>
            </w:pPr>
          </w:p>
          <w:p w:rsidR="00FB5721" w:rsidRPr="00C827A4" w:rsidRDefault="00FB5721">
            <w:pPr>
              <w:pStyle w:val="PL"/>
              <w:rPr>
                <w:noProof w:val="0"/>
              </w:rPr>
            </w:pPr>
            <w:r w:rsidRPr="00C827A4">
              <w:rPr>
                <w:noProof w:val="0"/>
              </w:rPr>
              <w:t>5- Envelope call control by NAA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EnvelopeHandler.getTheHandler()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6- It is checked that the contents of the envelope handler is the envelope call control using EnvelopeHandler.copy() and Util.arrayCompare() methods</w:t>
            </w:r>
          </w:p>
          <w:p w:rsidR="00FB5721" w:rsidRPr="00C827A4" w:rsidRDefault="00FB5721">
            <w:pPr>
              <w:pStyle w:val="PL"/>
              <w:rPr>
                <w:noProof w:val="0"/>
              </w:rPr>
            </w:pPr>
          </w:p>
          <w:p w:rsidR="00FB5721" w:rsidRPr="00C827A4" w:rsidRDefault="00FB5721">
            <w:pPr>
              <w:pStyle w:val="PL"/>
              <w:rPr>
                <w:noProof w:val="0"/>
              </w:rPr>
            </w:pPr>
            <w:r w:rsidRPr="00C827A4">
              <w:rPr>
                <w:noProof w:val="0"/>
              </w:rPr>
              <w:t>The EnvelopeHandler.findTLV() method is called with TAG_DEVICE_IDENTITIES</w:t>
            </w:r>
          </w:p>
          <w:p w:rsidR="00FB5721" w:rsidRPr="00C827A4" w:rsidRDefault="00FB5721">
            <w:pPr>
              <w:pStyle w:val="PL"/>
              <w:rPr>
                <w:noProof w:val="0"/>
              </w:rPr>
            </w:pPr>
          </w:p>
          <w:p w:rsidR="00FB5721" w:rsidRPr="00C827A4" w:rsidRDefault="00FB5721">
            <w:pPr>
              <w:pStyle w:val="PL"/>
              <w:rPr>
                <w:noProof w:val="0"/>
              </w:rPr>
            </w:pPr>
            <w:r w:rsidRPr="00C827A4">
              <w:rPr>
                <w:noProof w:val="0"/>
              </w:rPr>
              <w:t>Call Control execution is finished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7- It is checked that the TAG_FILE_LIST is the TLV selected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8- The contents of EnvelopeHandler are compared with buffer1 using Util.arrayCompare()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9- It is checked that the EnvelopeHandler contains the comprehension TLVs: Device Identity, File List, AID and File Update Information with the correct value.</w:t>
            </w:r>
          </w:p>
          <w:p w:rsidR="00FB5721" w:rsidRPr="00C827A4" w:rsidRDefault="00FB5721">
            <w:pPr>
              <w:pStyle w:val="PL"/>
              <w:rPr>
                <w:noProof w:val="0"/>
              </w:rPr>
            </w:pP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No exception is thrown. </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No exception is thrown.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No exception is thrown and the handler contains the envelope call control by 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ageBreakBefore/>
            </w:pPr>
            <w:r w:rsidRPr="00C827A4">
              <w:t>8- The contents of the envelope handler shall be the same as stored in buffer1</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4- 91 XX</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Proactive command Display Text is fetched</w:t>
            </w:r>
          </w:p>
          <w:p w:rsidR="00FB5721" w:rsidRPr="00C827A4" w:rsidRDefault="00FB5721">
            <w:pPr>
              <w:pStyle w:val="TAL"/>
            </w:pPr>
          </w:p>
          <w:p w:rsidR="00FB5721" w:rsidRPr="00C827A4" w:rsidRDefault="00FB5721">
            <w:pPr>
              <w:pStyle w:val="TAL"/>
            </w:pPr>
            <w:r w:rsidRPr="00C827A4">
              <w:t>The terminal Response of DISPLAY TEXT is sent to the UICC</w:t>
            </w:r>
          </w:p>
          <w:p w:rsidR="00FB5721" w:rsidRPr="00C827A4" w:rsidRDefault="00FB5721">
            <w:pPr>
              <w:pStyle w:val="TAL"/>
            </w:pPr>
          </w:p>
          <w:p w:rsidR="00FB5721" w:rsidRPr="00C827A4" w:rsidRDefault="00FB5721">
            <w:pPr>
              <w:pStyle w:val="TAL"/>
            </w:pPr>
          </w:p>
        </w:tc>
      </w:tr>
    </w:tbl>
    <w:p w:rsidR="00FB5721" w:rsidRPr="00C827A4" w:rsidRDefault="00FB5721"/>
    <w:p w:rsidR="00FB5721" w:rsidRPr="00C827A4" w:rsidRDefault="00FB5721">
      <w:pPr>
        <w:pStyle w:val="Heading4"/>
      </w:pPr>
      <w:r w:rsidRPr="00C827A4">
        <w:t>5.5.2.4</w:t>
      </w:r>
      <w:r w:rsidRPr="00C827A4">
        <w:tab/>
        <w:t>EnvelopeResponseHandler</w:t>
      </w:r>
    </w:p>
    <w:p w:rsidR="00FB5721" w:rsidRPr="00C827A4" w:rsidRDefault="00FB5721">
      <w:r w:rsidRPr="00C827A4">
        <w:t>Test Area Reference: Cre_Hin_Erhd</w:t>
      </w:r>
      <w:r w:rsidR="009D6D22" w:rsidRPr="00C827A4">
        <w:t>.</w:t>
      </w:r>
    </w:p>
    <w:p w:rsidR="00FB5721" w:rsidRPr="00C827A4" w:rsidRDefault="00FB5721" w:rsidP="00D65C82">
      <w:pPr>
        <w:pStyle w:val="Heading5"/>
      </w:pPr>
      <w:r w:rsidRPr="00C827A4">
        <w:t>5.5.2.4.1</w:t>
      </w:r>
      <w:r w:rsidRPr="00C827A4">
        <w:tab/>
        <w:t>Conformance requirement</w:t>
      </w:r>
    </w:p>
    <w:p w:rsidR="00FB5721" w:rsidRPr="00C827A4" w:rsidRDefault="00FB5721">
      <w:pPr>
        <w:pStyle w:val="H6"/>
      </w:pPr>
      <w:r w:rsidRPr="00C827A4">
        <w:t>5.5.2.4.1.1</w:t>
      </w:r>
      <w:r w:rsidRPr="00C827A4">
        <w:tab/>
        <w:t>Normal execution</w:t>
      </w:r>
    </w:p>
    <w:p w:rsidR="00FB5721" w:rsidRPr="00C827A4" w:rsidRDefault="00FB5721">
      <w:pPr>
        <w:pStyle w:val="B1"/>
      </w:pPr>
      <w:r w:rsidRPr="00C827A4">
        <w:t>CRRN1: At the processToolkit invocation the TLV-List is cleared.</w:t>
      </w:r>
    </w:p>
    <w:p w:rsidR="00FB5721" w:rsidRPr="00C827A4" w:rsidRDefault="00FB5721">
      <w:pPr>
        <w:pStyle w:val="H6"/>
      </w:pPr>
      <w:r w:rsidRPr="00C827A4">
        <w:t>5.5.2.4.1.2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5.5.2.4.1.3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5.5.2.4.2</w:t>
      </w:r>
      <w:r w:rsidRPr="00C827A4">
        <w:tab/>
        <w:t>Test area files</w:t>
      </w:r>
    </w:p>
    <w:p w:rsidR="00FB5721" w:rsidRPr="00C827A4" w:rsidRDefault="00FB5721" w:rsidP="009D6D22">
      <w:pPr>
        <w:pStyle w:val="EX"/>
      </w:pPr>
      <w:r w:rsidRPr="00C827A4">
        <w:t xml:space="preserve">Test </w:t>
      </w:r>
      <w:r w:rsidR="009D6D22" w:rsidRPr="00C827A4">
        <w:t xml:space="preserve">Source: </w:t>
      </w:r>
      <w:r w:rsidR="009D6D22" w:rsidRPr="00C827A4">
        <w:tab/>
        <w:t>Test_Cre_Hin_Erhd.java.</w:t>
      </w:r>
    </w:p>
    <w:p w:rsidR="00FB5721" w:rsidRPr="00C827A4" w:rsidRDefault="00FB5721" w:rsidP="009D6D22">
      <w:pPr>
        <w:pStyle w:val="EX"/>
      </w:pPr>
      <w:r w:rsidRPr="00C827A4">
        <w:t xml:space="preserve">Test Applet: </w:t>
      </w:r>
      <w:r w:rsidRPr="00C827A4">
        <w:tab/>
        <w:t>Cre_Hin_Erhd_1.java</w:t>
      </w:r>
      <w:r w:rsidR="009D6D22" w:rsidRPr="00C827A4">
        <w:t>.</w:t>
      </w:r>
    </w:p>
    <w:p w:rsidR="00FB5721" w:rsidRPr="00C827A4" w:rsidRDefault="00FB5721" w:rsidP="009D6D22">
      <w:pPr>
        <w:pStyle w:val="EX"/>
      </w:pPr>
      <w:r w:rsidRPr="00C827A4">
        <w:t>Cap_File:</w:t>
      </w:r>
      <w:r w:rsidRPr="00C827A4">
        <w:tab/>
        <w:t>Cre_Hin_Erhd.cap</w:t>
      </w:r>
      <w:r w:rsidR="009D6D22" w:rsidRPr="00C827A4">
        <w:t>.</w:t>
      </w:r>
    </w:p>
    <w:p w:rsidR="00FB5721" w:rsidRPr="00C827A4" w:rsidRDefault="00FB5721" w:rsidP="00D65C82">
      <w:pPr>
        <w:pStyle w:val="Heading5"/>
      </w:pPr>
      <w:r w:rsidRPr="00C827A4">
        <w:t>5.5.2.4.3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9D6D22">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9D6D22">
        <w:trPr>
          <w:tblHeade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w:t>
            </w:r>
          </w:p>
        </w:tc>
      </w:tr>
    </w:tbl>
    <w:p w:rsidR="00FB5721" w:rsidRPr="00C827A4" w:rsidRDefault="00FB5721"/>
    <w:p w:rsidR="00FB5721" w:rsidRPr="00C827A4" w:rsidRDefault="00FB5721" w:rsidP="00D65C82">
      <w:pPr>
        <w:pStyle w:val="Heading5"/>
      </w:pPr>
      <w:r w:rsidRPr="00C827A4">
        <w:t>5.5.2.4.4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293"/>
        <w:gridCol w:w="2729"/>
        <w:gridCol w:w="2334"/>
      </w:tblGrid>
      <w:tr w:rsidR="00FB5721" w:rsidRPr="00C827A4">
        <w:trPr>
          <w:tblHeader/>
        </w:trPr>
        <w:tc>
          <w:tcPr>
            <w:tcW w:w="425" w:type="dxa"/>
          </w:tcPr>
          <w:p w:rsidR="00FB5721" w:rsidRPr="00C827A4" w:rsidRDefault="00FB5721">
            <w:pPr>
              <w:pStyle w:val="TAH"/>
            </w:pPr>
            <w:r w:rsidRPr="00C827A4">
              <w:t>Id</w:t>
            </w:r>
          </w:p>
        </w:tc>
        <w:tc>
          <w:tcPr>
            <w:tcW w:w="4293" w:type="dxa"/>
            <w:tcBorders>
              <w:bottom w:val="single" w:sz="4" w:space="0" w:color="auto"/>
            </w:tcBorders>
          </w:tcPr>
          <w:p w:rsidR="00FB5721" w:rsidRPr="00C827A4" w:rsidRDefault="00FB5721">
            <w:pPr>
              <w:pStyle w:val="TAH"/>
            </w:pPr>
            <w:r w:rsidRPr="00C827A4">
              <w:t>Description</w:t>
            </w:r>
          </w:p>
        </w:tc>
        <w:tc>
          <w:tcPr>
            <w:tcW w:w="2729" w:type="dxa"/>
            <w:tcBorders>
              <w:bottom w:val="single" w:sz="4" w:space="0" w:color="auto"/>
            </w:tcBorders>
          </w:tcPr>
          <w:p w:rsidR="00FB5721" w:rsidRPr="00C827A4" w:rsidRDefault="00FB5721">
            <w:pPr>
              <w:pStyle w:val="TAH"/>
            </w:pPr>
            <w:r w:rsidRPr="00C827A4">
              <w:t>API/CAT RE Expectation</w:t>
            </w:r>
          </w:p>
        </w:tc>
        <w:tc>
          <w:tcPr>
            <w:tcW w:w="2334" w:type="dxa"/>
            <w:tcBorders>
              <w:bottom w:val="single" w:sz="4" w:space="0" w:color="auto"/>
            </w:tcBorders>
          </w:tcPr>
          <w:p w:rsidR="00FB5721" w:rsidRPr="00C827A4" w:rsidRDefault="00FB5721">
            <w:pPr>
              <w:pStyle w:val="TAH"/>
            </w:pPr>
            <w:r w:rsidRPr="00C827A4">
              <w:t>APDU Expectation</w:t>
            </w:r>
          </w:p>
        </w:tc>
      </w:tr>
      <w:tr w:rsidR="00FB5721" w:rsidRPr="00C827A4">
        <w:trPr>
          <w:cantSplit/>
        </w:trPr>
        <w:tc>
          <w:tcPr>
            <w:tcW w:w="425" w:type="dxa"/>
          </w:tcPr>
          <w:p w:rsidR="00FB5721" w:rsidRPr="00C827A4" w:rsidRDefault="00FB5721">
            <w:pPr>
              <w:pStyle w:val="TAC"/>
            </w:pPr>
            <w:r w:rsidRPr="00C827A4">
              <w:t>1</w:t>
            </w:r>
          </w:p>
        </w:tc>
        <w:tc>
          <w:tcPr>
            <w:tcW w:w="4293" w:type="dxa"/>
            <w:tcBorders>
              <w:bottom w:val="single" w:sz="4" w:space="0" w:color="auto"/>
              <w:right w:val="single" w:sz="4" w:space="0" w:color="auto"/>
            </w:tcBorders>
          </w:tcPr>
          <w:p w:rsidR="00FB5721" w:rsidRPr="00C827A4" w:rsidRDefault="00FB5721">
            <w:pPr>
              <w:pStyle w:val="TAH"/>
            </w:pPr>
            <w:r w:rsidRPr="00C827A4">
              <w:t>At the processToolkit invocation the TLV-List is cleared</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is registered to EVENT_UNRECOGNIZED_ENVELOPE.</w:t>
            </w:r>
          </w:p>
          <w:p w:rsidR="00FB5721" w:rsidRPr="00C827A4" w:rsidRDefault="00FB5721">
            <w:pPr>
              <w:pStyle w:val="PL"/>
              <w:rPr>
                <w:noProof w:val="0"/>
              </w:rPr>
            </w:pPr>
          </w:p>
          <w:p w:rsidR="00FB5721" w:rsidRPr="00C827A4" w:rsidRDefault="00FB5721">
            <w:pPr>
              <w:pStyle w:val="PL"/>
              <w:rPr>
                <w:noProof w:val="0"/>
              </w:rPr>
            </w:pPr>
            <w:r w:rsidRPr="00C827A4">
              <w:rPr>
                <w:noProof w:val="0"/>
              </w:rPr>
              <w:t>1-An unrecognized envelope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EnvelopeResponseHandler.getTheHandler()is called by the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3- EnvelopeResponseHandler.getLength() method is called by Applet1</w:t>
            </w:r>
          </w:p>
        </w:tc>
        <w:tc>
          <w:tcPr>
            <w:tcW w:w="2729" w:type="dxa"/>
            <w:tcBorders>
              <w:left w:val="single" w:sz="4" w:space="0" w:color="auto"/>
              <w:bottom w:val="single" w:sz="4" w:space="0" w:color="auto"/>
              <w:right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The return value shall be 0</w:t>
            </w:r>
          </w:p>
        </w:tc>
        <w:tc>
          <w:tcPr>
            <w:tcW w:w="2334" w:type="dxa"/>
            <w:tcBorders>
              <w:left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pPr>
        <w:pStyle w:val="Heading3"/>
      </w:pPr>
      <w:r w:rsidRPr="00C827A4">
        <w:t>5.5.3</w:t>
      </w:r>
      <w:r w:rsidRPr="00C827A4">
        <w:tab/>
        <w:t>Applet Triggering</w:t>
      </w:r>
    </w:p>
    <w:p w:rsidR="00FB5721" w:rsidRPr="00C827A4" w:rsidRDefault="00FB5721">
      <w:pPr>
        <w:pStyle w:val="Heading4"/>
        <w:rPr>
          <w:rFonts w:eastAsia="Arial Unicode MS"/>
          <w:lang w:eastAsia="es-ES"/>
        </w:rPr>
      </w:pPr>
      <w:r w:rsidRPr="00C827A4">
        <w:t>5.5.3.1</w:t>
      </w:r>
      <w:r w:rsidRPr="00C827A4">
        <w:tab/>
        <w:t>General behaviour</w:t>
      </w:r>
    </w:p>
    <w:p w:rsidR="00FB5721" w:rsidRPr="00C827A4" w:rsidRDefault="00FB5721">
      <w:pPr>
        <w:rPr>
          <w:lang w:eastAsia="es-ES"/>
        </w:rPr>
      </w:pPr>
      <w:r w:rsidRPr="00C827A4">
        <w:t>Test Area Reference: Cre_Apt_Genb</w:t>
      </w:r>
      <w:r w:rsidR="009D6D22" w:rsidRPr="00C827A4">
        <w:t>.</w:t>
      </w:r>
    </w:p>
    <w:p w:rsidR="00FB5721" w:rsidRPr="00C827A4" w:rsidRDefault="00FB5721" w:rsidP="00D65C82">
      <w:pPr>
        <w:pStyle w:val="Heading5"/>
        <w:rPr>
          <w:lang w:eastAsia="es-ES"/>
        </w:rPr>
      </w:pPr>
      <w:r w:rsidRPr="00C827A4">
        <w:t>5.5.3.1.1</w:t>
      </w:r>
      <w:r w:rsidRPr="00C827A4">
        <w:tab/>
        <w:t>Conformance requirement</w:t>
      </w:r>
    </w:p>
    <w:p w:rsidR="00FB5721" w:rsidRPr="00C827A4" w:rsidRDefault="00FB5721">
      <w:pPr>
        <w:pStyle w:val="H6"/>
      </w:pPr>
      <w:r w:rsidRPr="00C827A4">
        <w:t>5.5.3.1.1.1</w:t>
      </w:r>
      <w:r w:rsidRPr="00C827A4">
        <w:tab/>
        <w:t>Normal execution</w:t>
      </w:r>
    </w:p>
    <w:p w:rsidR="00FB5721" w:rsidRPr="00C827A4" w:rsidRDefault="00FB5721">
      <w:pPr>
        <w:pStyle w:val="B1"/>
      </w:pPr>
      <w:r w:rsidRPr="00C827A4">
        <w:t xml:space="preserve">CRRN1: When a first level application is the selected application and when a Toolkit Applet is triggered the </w:t>
      </w:r>
      <w:r w:rsidRPr="00C827A4">
        <w:rPr>
          <w:i/>
        </w:rPr>
        <w:t>select</w:t>
      </w:r>
      <w:r w:rsidRPr="00C827A4">
        <w:t>() method of the Toolkit Applet shall not be launched since the Toolkit Applet itself is not selected.</w:t>
      </w:r>
    </w:p>
    <w:p w:rsidR="00FB5721" w:rsidRPr="00C827A4" w:rsidRDefault="00FB5721">
      <w:pPr>
        <w:pStyle w:val="B1"/>
      </w:pPr>
      <w:r w:rsidRPr="00C827A4">
        <w:t>CRRN2: The CAT Runtime Environment shall only trigger a Toolkit Applet if it is in the sele</w:t>
      </w:r>
      <w:r w:rsidR="009D6D22" w:rsidRPr="00C827A4">
        <w:t xml:space="preserve">ctable state as defined in </w:t>
      </w:r>
      <w:r w:rsidR="00F744FF" w:rsidRPr="00C827A4">
        <w:t xml:space="preserve">ETSI </w:t>
      </w:r>
      <w:r w:rsidRPr="00C827A4">
        <w:t>TS 102 226 </w:t>
      </w:r>
      <w:r w:rsidR="0047072E" w:rsidRPr="00C827A4">
        <w:t>[8]</w:t>
      </w:r>
      <w:r w:rsidRPr="00C827A4">
        <w:t>.</w:t>
      </w:r>
    </w:p>
    <w:p w:rsidR="00FB5721" w:rsidRPr="00C827A4" w:rsidRDefault="00FB5721">
      <w:pPr>
        <w:pStyle w:val="B1"/>
      </w:pPr>
      <w:r w:rsidRPr="00C827A4">
        <w:t xml:space="preserve">CRRN3: When the CAT Runtime Environment has to trigger several applets on the same event, the next applet is triggered on the return of the </w:t>
      </w:r>
      <w:r w:rsidRPr="00C827A4">
        <w:rPr>
          <w:i/>
        </w:rPr>
        <w:t>processToolkit()</w:t>
      </w:r>
      <w:r w:rsidRPr="00C827A4">
        <w:t xml:space="preserve"> method of the previous Toolkit Applet.</w:t>
      </w:r>
    </w:p>
    <w:p w:rsidR="00FB5721" w:rsidRPr="00C827A4" w:rsidRDefault="00FB5721">
      <w:pPr>
        <w:pStyle w:val="H6"/>
      </w:pPr>
      <w:r w:rsidRPr="00C827A4">
        <w:t>5.5.3.1.1.2</w:t>
      </w:r>
      <w:r w:rsidRPr="00C827A4">
        <w:tab/>
        <w:t>Parameter errors</w:t>
      </w:r>
    </w:p>
    <w:p w:rsidR="00FB5721" w:rsidRPr="00C827A4" w:rsidRDefault="00FB5721">
      <w:r w:rsidRPr="00C827A4">
        <w:t>No requirements.</w:t>
      </w:r>
    </w:p>
    <w:p w:rsidR="00FB5721" w:rsidRPr="00C827A4" w:rsidRDefault="00FB5721">
      <w:pPr>
        <w:pStyle w:val="H6"/>
      </w:pPr>
      <w:r w:rsidRPr="00C827A4">
        <w:t>5.5.3.1.1.3</w:t>
      </w:r>
      <w:r w:rsidRPr="00C827A4">
        <w:tab/>
        <w:t>Context errors</w:t>
      </w:r>
    </w:p>
    <w:p w:rsidR="00FB5721" w:rsidRPr="00C827A4" w:rsidRDefault="00FB5721">
      <w:r w:rsidRPr="00C827A4">
        <w:t>No requirements.</w:t>
      </w:r>
    </w:p>
    <w:p w:rsidR="00FB5721" w:rsidRPr="00C827A4" w:rsidRDefault="00FB5721" w:rsidP="00D65C82">
      <w:pPr>
        <w:pStyle w:val="Heading5"/>
        <w:rPr>
          <w:lang w:eastAsia="es-ES"/>
        </w:rPr>
      </w:pPr>
      <w:r w:rsidRPr="00C827A4">
        <w:lastRenderedPageBreak/>
        <w:t>5.5.3.1.2</w:t>
      </w:r>
      <w:r w:rsidRPr="00C827A4">
        <w:tab/>
        <w:t>Test area files</w:t>
      </w:r>
    </w:p>
    <w:p w:rsidR="00FB5721" w:rsidRPr="00C827A4" w:rsidRDefault="00FB5721" w:rsidP="009D6D22">
      <w:pPr>
        <w:pStyle w:val="EX"/>
      </w:pPr>
      <w:r w:rsidRPr="00C827A4">
        <w:t xml:space="preserve">Test Source: </w:t>
      </w:r>
      <w:r w:rsidRPr="00C827A4">
        <w:tab/>
        <w:t>Test_Cre_Apt_Genb.java</w:t>
      </w:r>
      <w:r w:rsidR="009D6D22" w:rsidRPr="00C827A4">
        <w:t>.</w:t>
      </w:r>
    </w:p>
    <w:p w:rsidR="00FB5721" w:rsidRPr="00C827A4" w:rsidRDefault="00FB5721" w:rsidP="009D6D22">
      <w:pPr>
        <w:pStyle w:val="EX"/>
      </w:pPr>
      <w:r w:rsidRPr="00C827A4">
        <w:t xml:space="preserve">Test Applet: </w:t>
      </w:r>
      <w:r w:rsidRPr="00C827A4">
        <w:tab/>
        <w:t>Cre_Apt_Genb_1.java</w:t>
      </w:r>
      <w:r w:rsidR="009D6D22" w:rsidRPr="00C827A4">
        <w:t>.</w:t>
      </w:r>
    </w:p>
    <w:p w:rsidR="00FB5721" w:rsidRPr="00C827A4" w:rsidRDefault="00FB5721" w:rsidP="009D6D22">
      <w:pPr>
        <w:pStyle w:val="EX"/>
      </w:pPr>
      <w:r w:rsidRPr="00C827A4">
        <w:t>Cap File:</w:t>
      </w:r>
      <w:r w:rsidRPr="00C827A4">
        <w:tab/>
        <w:t>cre_apt_genb.cap</w:t>
      </w:r>
      <w:r w:rsidR="009D6D22" w:rsidRPr="00C827A4">
        <w:t>.</w:t>
      </w:r>
    </w:p>
    <w:p w:rsidR="00FB5721" w:rsidRPr="00C827A4" w:rsidRDefault="00FB5721" w:rsidP="00D65C82">
      <w:pPr>
        <w:pStyle w:val="Heading5"/>
      </w:pPr>
      <w:r w:rsidRPr="00C827A4">
        <w:t>5.5.3.1.3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3960"/>
      </w:tblGrid>
      <w:tr w:rsidR="00FB5721" w:rsidRPr="00C827A4" w:rsidTr="009D6D22">
        <w:trPr>
          <w:tblHeader/>
          <w:jc w:val="center"/>
        </w:trPr>
        <w:tc>
          <w:tcPr>
            <w:tcW w:w="2276" w:type="dxa"/>
          </w:tcPr>
          <w:p w:rsidR="00FB5721" w:rsidRPr="00C827A4" w:rsidRDefault="00FB5721">
            <w:pPr>
              <w:pStyle w:val="TAH"/>
              <w:keepNext w:val="0"/>
              <w:keepLines w:val="0"/>
            </w:pPr>
            <w:r w:rsidRPr="00C827A4">
              <w:t>CR Number</w:t>
            </w:r>
          </w:p>
        </w:tc>
        <w:tc>
          <w:tcPr>
            <w:tcW w:w="3960" w:type="dxa"/>
          </w:tcPr>
          <w:p w:rsidR="00FB5721" w:rsidRPr="00C827A4" w:rsidRDefault="00FB5721">
            <w:pPr>
              <w:pStyle w:val="TAH"/>
              <w:keepNext w:val="0"/>
              <w:keepLines w:val="0"/>
            </w:pPr>
            <w:r w:rsidRPr="00C827A4">
              <w:t>Test Case Number</w:t>
            </w:r>
          </w:p>
        </w:tc>
      </w:tr>
      <w:tr w:rsidR="00FB5721" w:rsidRPr="00C827A4" w:rsidTr="009D6D22">
        <w:trPr>
          <w:jc w:val="center"/>
        </w:trPr>
        <w:tc>
          <w:tcPr>
            <w:tcW w:w="2276" w:type="dxa"/>
          </w:tcPr>
          <w:p w:rsidR="00FB5721" w:rsidRPr="00C827A4" w:rsidRDefault="00FB5721">
            <w:pPr>
              <w:pStyle w:val="TAC"/>
              <w:keepNext w:val="0"/>
              <w:keepLines w:val="0"/>
            </w:pPr>
            <w:r w:rsidRPr="00C827A4">
              <w:t>CRRN1</w:t>
            </w:r>
          </w:p>
        </w:tc>
        <w:tc>
          <w:tcPr>
            <w:tcW w:w="3960" w:type="dxa"/>
          </w:tcPr>
          <w:p w:rsidR="00FB5721" w:rsidRPr="00C827A4" w:rsidRDefault="00FB5721">
            <w:pPr>
              <w:pStyle w:val="TAC"/>
              <w:keepNext w:val="0"/>
              <w:keepLines w:val="0"/>
            </w:pPr>
            <w:r w:rsidRPr="00C827A4">
              <w:t xml:space="preserve">Covered by all other tests of this </w:t>
            </w:r>
            <w:r w:rsidR="00677BCD" w:rsidRPr="00C827A4">
              <w:t>clause</w:t>
            </w:r>
            <w:r w:rsidRPr="00C827A4">
              <w:t xml:space="preserve"> (5.5.3)</w:t>
            </w:r>
          </w:p>
        </w:tc>
      </w:tr>
      <w:tr w:rsidR="00FB5721" w:rsidRPr="00C827A4" w:rsidTr="009D6D22">
        <w:trPr>
          <w:jc w:val="center"/>
        </w:trPr>
        <w:tc>
          <w:tcPr>
            <w:tcW w:w="2276" w:type="dxa"/>
          </w:tcPr>
          <w:p w:rsidR="00FB5721" w:rsidRPr="00C827A4" w:rsidRDefault="00FB5721">
            <w:pPr>
              <w:pStyle w:val="TAC"/>
              <w:keepNext w:val="0"/>
              <w:keepLines w:val="0"/>
            </w:pPr>
            <w:r w:rsidRPr="00C827A4">
              <w:t>CRRN2</w:t>
            </w:r>
          </w:p>
        </w:tc>
        <w:tc>
          <w:tcPr>
            <w:tcW w:w="3960" w:type="dxa"/>
          </w:tcPr>
          <w:p w:rsidR="00FB5721" w:rsidRPr="00C827A4" w:rsidRDefault="00FB5721">
            <w:pPr>
              <w:pStyle w:val="TAC"/>
              <w:keepNext w:val="0"/>
              <w:keepLines w:val="0"/>
            </w:pPr>
            <w:r w:rsidRPr="00C827A4">
              <w:t>1, 2, 3, 4</w:t>
            </w:r>
          </w:p>
        </w:tc>
      </w:tr>
      <w:tr w:rsidR="00FB5721" w:rsidRPr="00C827A4" w:rsidTr="009D6D22">
        <w:trPr>
          <w:jc w:val="center"/>
        </w:trPr>
        <w:tc>
          <w:tcPr>
            <w:tcW w:w="2276" w:type="dxa"/>
          </w:tcPr>
          <w:p w:rsidR="00FB5721" w:rsidRPr="00C827A4" w:rsidRDefault="00FB5721">
            <w:pPr>
              <w:pStyle w:val="TAC"/>
              <w:keepNext w:val="0"/>
              <w:keepLines w:val="0"/>
            </w:pPr>
            <w:r w:rsidRPr="00C827A4">
              <w:t>CRRN3</w:t>
            </w:r>
          </w:p>
        </w:tc>
        <w:tc>
          <w:tcPr>
            <w:tcW w:w="3960" w:type="dxa"/>
          </w:tcPr>
          <w:p w:rsidR="00FB5721" w:rsidRPr="00C827A4" w:rsidRDefault="00FB5721">
            <w:pPr>
              <w:pStyle w:val="TAC"/>
              <w:keepNext w:val="0"/>
              <w:keepLines w:val="0"/>
            </w:pPr>
            <w:r w:rsidRPr="00C827A4">
              <w:t xml:space="preserve">Covered by all other tests of this </w:t>
            </w:r>
            <w:r w:rsidR="00677BCD" w:rsidRPr="00C827A4">
              <w:t>clause</w:t>
            </w:r>
            <w:r w:rsidRPr="00C827A4">
              <w:t xml:space="preserve"> (5.5.3)</w:t>
            </w:r>
          </w:p>
        </w:tc>
      </w:tr>
    </w:tbl>
    <w:p w:rsidR="00F744FF" w:rsidRPr="00C827A4" w:rsidRDefault="00F744FF" w:rsidP="00F744FF"/>
    <w:p w:rsidR="00FB5721" w:rsidRPr="00C827A4" w:rsidRDefault="00F744FF" w:rsidP="00D65C82">
      <w:pPr>
        <w:pStyle w:val="Heading5"/>
      </w:pPr>
      <w:r w:rsidRPr="00C827A4">
        <w:t>5.5.3.1.4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pPr>
            <w:r w:rsidRPr="00C827A4">
              <w:t xml:space="preserve">Triggering an applet in the installed state </w:t>
            </w:r>
          </w:p>
          <w:p w:rsidR="00FB5721" w:rsidRPr="00C827A4" w:rsidRDefault="00FB5721">
            <w:pPr>
              <w:pStyle w:val="PL"/>
              <w:rPr>
                <w:noProof w:val="0"/>
              </w:rPr>
            </w:pPr>
          </w:p>
          <w:p w:rsidR="00FB5721" w:rsidRPr="00C827A4" w:rsidRDefault="00FB5721">
            <w:pPr>
              <w:pStyle w:val="PL"/>
              <w:rPr>
                <w:noProof w:val="0"/>
              </w:rPr>
            </w:pPr>
            <w:r w:rsidRPr="00C827A4">
              <w:rPr>
                <w:noProof w:val="0"/>
              </w:rPr>
              <w:t>When installed, the applet is registered to EVENT_EVENT_DOWNLOAD_USER_ACTIVITY</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the applet without making it selectable</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2- Select the Applet by AID </w:t>
            </w: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 download user activity is sent to the UICC</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not triggered</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Pr>
          <w:p w:rsidR="00FB5721" w:rsidRPr="00C827A4" w:rsidRDefault="00FB5721">
            <w:pPr>
              <w:pStyle w:val="textcell"/>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SW = 90 00</w:t>
            </w:r>
          </w:p>
          <w:p w:rsidR="00FB5721" w:rsidRPr="00C827A4" w:rsidRDefault="00FB5721">
            <w:pPr>
              <w:pStyle w:val="textcell"/>
              <w:jc w:val="left"/>
              <w:rPr>
                <w:rFonts w:ascii="Arial" w:hAnsi="Arial"/>
                <w:sz w:val="18"/>
                <w:lang w:val="en-GB"/>
              </w:rPr>
            </w:pPr>
            <w:r w:rsidRPr="00C827A4">
              <w:rPr>
                <w:rFonts w:ascii="Arial" w:hAnsi="Arial"/>
                <w:sz w:val="18"/>
                <w:lang w:val="en-GB"/>
              </w:rPr>
              <w:t xml:space="preserve">2- SW </w:t>
            </w:r>
            <w:r w:rsidRPr="00C827A4">
              <w:rPr>
                <w:rFonts w:ascii="Arial" w:hAnsi="Arial" w:cs="Arial"/>
                <w:sz w:val="18"/>
                <w:lang w:val="en-GB"/>
              </w:rPr>
              <w:t xml:space="preserve">≠ </w:t>
            </w:r>
            <w:r w:rsidRPr="00C827A4">
              <w:rPr>
                <w:rFonts w:ascii="Arial" w:hAnsi="Arial"/>
                <w:sz w:val="18"/>
                <w:lang w:val="en-GB"/>
              </w:rPr>
              <w:t>90 00</w:t>
            </w:r>
          </w:p>
        </w:tc>
      </w:tr>
      <w:tr w:rsidR="00FB5721" w:rsidRPr="00C827A4">
        <w:trPr>
          <w:jc w:val="center"/>
        </w:trPr>
        <w:tc>
          <w:tcPr>
            <w:tcW w:w="425" w:type="dxa"/>
          </w:tcPr>
          <w:p w:rsidR="00FB5721" w:rsidRPr="00C827A4" w:rsidRDefault="00FB5721">
            <w:pPr>
              <w:pStyle w:val="TAC"/>
              <w:keepNext w:val="0"/>
              <w:keepLines w:val="0"/>
            </w:pPr>
            <w:r w:rsidRPr="00C827A4">
              <w:t>2</w:t>
            </w:r>
          </w:p>
        </w:tc>
        <w:tc>
          <w:tcPr>
            <w:tcW w:w="4111" w:type="dxa"/>
          </w:tcPr>
          <w:p w:rsidR="00FB5721" w:rsidRPr="00C827A4" w:rsidRDefault="00FB5721">
            <w:pPr>
              <w:pStyle w:val="TAH"/>
              <w:keepNext w:val="0"/>
              <w:keepLines w:val="0"/>
            </w:pPr>
            <w:r w:rsidRPr="00C827A4">
              <w:t xml:space="preserve">Triggering an applet in the make selectable state </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the applet to make it selectable</w:t>
            </w:r>
          </w:p>
          <w:p w:rsidR="00FB5721" w:rsidRPr="00C827A4" w:rsidRDefault="00FB5721">
            <w:pPr>
              <w:pStyle w:val="PL"/>
              <w:rPr>
                <w:noProof w:val="0"/>
              </w:rPr>
            </w:pPr>
          </w:p>
          <w:p w:rsidR="00FB5721" w:rsidRPr="00C827A4" w:rsidRDefault="00FB5721">
            <w:pPr>
              <w:pStyle w:val="PL"/>
              <w:rPr>
                <w:noProof w:val="0"/>
              </w:rPr>
            </w:pPr>
            <w:r w:rsidRPr="00C827A4">
              <w:rPr>
                <w:noProof w:val="0"/>
              </w:rPr>
              <w:t>2- Select the Applet by AID3- An envelope event download user activity is sent to the UICC</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Pr>
          <w:p w:rsidR="00FB5721" w:rsidRPr="00C827A4" w:rsidRDefault="00FB5721">
            <w:pPr>
              <w:pStyle w:val="textcell"/>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SW = 90 00</w:t>
            </w:r>
          </w:p>
          <w:p w:rsidR="00FB5721" w:rsidRPr="00C827A4" w:rsidRDefault="00FB5721">
            <w:pPr>
              <w:pStyle w:val="textcell"/>
              <w:jc w:val="left"/>
              <w:rPr>
                <w:rFonts w:ascii="Arial" w:hAnsi="Arial"/>
                <w:sz w:val="18"/>
                <w:lang w:val="en-GB"/>
              </w:rPr>
            </w:pPr>
            <w:r w:rsidRPr="00C827A4">
              <w:rPr>
                <w:rFonts w:ascii="Arial" w:hAnsi="Arial"/>
                <w:sz w:val="18"/>
                <w:lang w:val="en-GB"/>
              </w:rPr>
              <w:t xml:space="preserve">2- SW </w:t>
            </w:r>
            <w:r w:rsidRPr="00C827A4">
              <w:rPr>
                <w:rFonts w:ascii="Arial" w:hAnsi="Arial" w:cs="Arial"/>
                <w:sz w:val="18"/>
                <w:lang w:val="en-GB"/>
              </w:rPr>
              <w:t xml:space="preserve">= </w:t>
            </w:r>
            <w:r w:rsidRPr="00C827A4">
              <w:rPr>
                <w:rFonts w:ascii="Arial" w:hAnsi="Arial"/>
                <w:sz w:val="18"/>
                <w:lang w:val="en-GB"/>
              </w:rPr>
              <w:t>90 00</w:t>
            </w:r>
          </w:p>
        </w:tc>
      </w:tr>
      <w:tr w:rsidR="00FB5721" w:rsidRPr="00C827A4">
        <w:trPr>
          <w:jc w:val="center"/>
        </w:trPr>
        <w:tc>
          <w:tcPr>
            <w:tcW w:w="425" w:type="dxa"/>
          </w:tcPr>
          <w:p w:rsidR="00FB5721" w:rsidRPr="00C827A4" w:rsidRDefault="00FB5721">
            <w:pPr>
              <w:pStyle w:val="TAC"/>
              <w:keepNext w:val="0"/>
              <w:keepLines w:val="0"/>
            </w:pPr>
            <w:r w:rsidRPr="00C827A4">
              <w:t>3</w:t>
            </w:r>
          </w:p>
        </w:tc>
        <w:tc>
          <w:tcPr>
            <w:tcW w:w="4111" w:type="dxa"/>
          </w:tcPr>
          <w:p w:rsidR="00FB5721" w:rsidRPr="00C827A4" w:rsidRDefault="00FB5721">
            <w:pPr>
              <w:pStyle w:val="TAH"/>
              <w:keepNext w:val="0"/>
              <w:keepLines w:val="0"/>
            </w:pPr>
            <w:r w:rsidRPr="00C827A4">
              <w:t xml:space="preserve">Triggering an applet in the lock state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Set the applet in the lock state </w:t>
            </w:r>
          </w:p>
          <w:p w:rsidR="00FB5721" w:rsidRPr="00C827A4" w:rsidRDefault="00FB5721">
            <w:pPr>
              <w:pStyle w:val="PL"/>
              <w:rPr>
                <w:noProof w:val="0"/>
              </w:rPr>
            </w:pPr>
          </w:p>
          <w:p w:rsidR="00FB5721" w:rsidRPr="00C827A4" w:rsidRDefault="00FB5721">
            <w:pPr>
              <w:pStyle w:val="PL"/>
              <w:rPr>
                <w:noProof w:val="0"/>
              </w:rPr>
            </w:pPr>
            <w:r w:rsidRPr="00C827A4">
              <w:rPr>
                <w:noProof w:val="0"/>
              </w:rPr>
              <w:t>2- Select the Applet by AID 3- An envelope event download user activity is sent to the UICC</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not triggered</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Pr>
          <w:p w:rsidR="00FB5721" w:rsidRPr="00C827A4" w:rsidRDefault="00FB5721">
            <w:pPr>
              <w:pStyle w:val="textcell"/>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SW = 90 00</w:t>
            </w:r>
          </w:p>
          <w:p w:rsidR="00FB5721" w:rsidRPr="00C827A4" w:rsidRDefault="00FB5721">
            <w:pPr>
              <w:pStyle w:val="textcell"/>
              <w:jc w:val="left"/>
              <w:rPr>
                <w:rFonts w:ascii="Arial" w:hAnsi="Arial"/>
                <w:sz w:val="18"/>
                <w:lang w:val="en-GB"/>
              </w:rPr>
            </w:pPr>
            <w:r w:rsidRPr="00C827A4">
              <w:rPr>
                <w:rFonts w:ascii="Arial" w:hAnsi="Arial"/>
                <w:sz w:val="18"/>
                <w:lang w:val="en-GB"/>
              </w:rPr>
              <w:t xml:space="preserve">2- SW </w:t>
            </w:r>
            <w:r w:rsidRPr="00C827A4">
              <w:rPr>
                <w:rFonts w:ascii="Arial" w:hAnsi="Arial" w:cs="Arial"/>
                <w:sz w:val="18"/>
                <w:lang w:val="en-GB"/>
              </w:rPr>
              <w:t xml:space="preserve">≠ </w:t>
            </w:r>
            <w:r w:rsidRPr="00C827A4">
              <w:rPr>
                <w:rFonts w:ascii="Arial" w:hAnsi="Arial"/>
                <w:sz w:val="18"/>
                <w:lang w:val="en-GB"/>
              </w:rPr>
              <w:t>90 00</w:t>
            </w:r>
          </w:p>
        </w:tc>
      </w:tr>
      <w:tr w:rsidR="00FB5721" w:rsidRPr="00C827A4">
        <w:trPr>
          <w:jc w:val="center"/>
        </w:trPr>
        <w:tc>
          <w:tcPr>
            <w:tcW w:w="425" w:type="dxa"/>
          </w:tcPr>
          <w:p w:rsidR="00FB5721" w:rsidRPr="00C827A4" w:rsidRDefault="00FB5721">
            <w:pPr>
              <w:pStyle w:val="TAC"/>
              <w:keepNext w:val="0"/>
              <w:keepLines w:val="0"/>
            </w:pPr>
            <w:r w:rsidRPr="00C827A4">
              <w:t>4</w:t>
            </w:r>
          </w:p>
        </w:tc>
        <w:tc>
          <w:tcPr>
            <w:tcW w:w="4111" w:type="dxa"/>
          </w:tcPr>
          <w:p w:rsidR="00FB5721" w:rsidRPr="00C827A4" w:rsidRDefault="00FB5721">
            <w:pPr>
              <w:pStyle w:val="TAH"/>
              <w:keepNext w:val="0"/>
              <w:keepLines w:val="0"/>
            </w:pPr>
            <w:r w:rsidRPr="00C827A4">
              <w:t xml:space="preserve">Triggering an applet in the make selectable state </w:t>
            </w:r>
          </w:p>
          <w:p w:rsidR="00FB5721" w:rsidRPr="00C827A4" w:rsidRDefault="00FB5721">
            <w:pPr>
              <w:pStyle w:val="PL"/>
              <w:rPr>
                <w:noProof w:val="0"/>
              </w:rPr>
            </w:pPr>
          </w:p>
          <w:p w:rsidR="00FB5721" w:rsidRPr="00C827A4" w:rsidRDefault="00FB5721">
            <w:pPr>
              <w:pStyle w:val="PL"/>
              <w:rPr>
                <w:noProof w:val="0"/>
              </w:rPr>
            </w:pPr>
            <w:r w:rsidRPr="00C827A4">
              <w:rPr>
                <w:noProof w:val="0"/>
              </w:rPr>
              <w:t>1- Set the applet in the make selectable state</w:t>
            </w:r>
          </w:p>
          <w:p w:rsidR="00FB5721" w:rsidRPr="00C827A4" w:rsidRDefault="00FB5721">
            <w:pPr>
              <w:pStyle w:val="PL"/>
              <w:rPr>
                <w:noProof w:val="0"/>
              </w:rPr>
            </w:pPr>
          </w:p>
          <w:p w:rsidR="00FB5721" w:rsidRPr="00C827A4" w:rsidRDefault="00FB5721">
            <w:pPr>
              <w:pStyle w:val="PL"/>
              <w:rPr>
                <w:noProof w:val="0"/>
              </w:rPr>
            </w:pPr>
            <w:r w:rsidRPr="00C827A4">
              <w:rPr>
                <w:noProof w:val="0"/>
              </w:rPr>
              <w:t>2- Select the Applet by AID 3- An envelope event download user activity is sent to the UICC</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SW = 90 00</w:t>
            </w:r>
          </w:p>
          <w:p w:rsidR="00FB5721" w:rsidRPr="00C827A4" w:rsidRDefault="00FB5721">
            <w:pPr>
              <w:pStyle w:val="textcell"/>
              <w:jc w:val="left"/>
              <w:rPr>
                <w:rFonts w:ascii="Arial" w:hAnsi="Arial"/>
                <w:sz w:val="18"/>
                <w:lang w:val="en-GB"/>
              </w:rPr>
            </w:pPr>
            <w:r w:rsidRPr="00C827A4">
              <w:rPr>
                <w:rFonts w:ascii="Arial" w:hAnsi="Arial"/>
                <w:sz w:val="18"/>
                <w:lang w:val="en-GB"/>
              </w:rPr>
              <w:t xml:space="preserve">2- SW </w:t>
            </w:r>
            <w:r w:rsidRPr="00C827A4">
              <w:rPr>
                <w:rFonts w:ascii="Arial" w:hAnsi="Arial" w:cs="Arial"/>
                <w:sz w:val="18"/>
                <w:lang w:val="en-GB"/>
              </w:rPr>
              <w:t xml:space="preserve">= </w:t>
            </w:r>
            <w:r w:rsidRPr="00C827A4">
              <w:rPr>
                <w:rFonts w:ascii="Arial" w:hAnsi="Arial"/>
                <w:sz w:val="18"/>
                <w:lang w:val="en-GB"/>
              </w:rPr>
              <w:t>90 00</w:t>
            </w:r>
          </w:p>
        </w:tc>
      </w:tr>
    </w:tbl>
    <w:p w:rsidR="00FB5721" w:rsidRPr="00C827A4" w:rsidRDefault="00FB5721"/>
    <w:p w:rsidR="00FB5721" w:rsidRPr="00C827A4" w:rsidRDefault="00FB5721">
      <w:pPr>
        <w:pStyle w:val="Heading4"/>
      </w:pPr>
      <w:r w:rsidRPr="00C827A4">
        <w:t>5.5.3.2</w:t>
      </w:r>
      <w:r w:rsidRPr="00C827A4">
        <w:tab/>
        <w:t>EVENT_PROFILE_DOWNLOAD</w:t>
      </w:r>
    </w:p>
    <w:p w:rsidR="00FB5721" w:rsidRPr="00C827A4" w:rsidRDefault="00FB5721">
      <w:r w:rsidRPr="00C827A4">
        <w:t>Test Area Reference: Cre_Apt_Epdw</w:t>
      </w:r>
      <w:r w:rsidR="009D6D22" w:rsidRPr="00C827A4">
        <w:t>.</w:t>
      </w:r>
    </w:p>
    <w:p w:rsidR="00FB5721" w:rsidRPr="00C827A4" w:rsidRDefault="00FB5721" w:rsidP="00D65C82">
      <w:pPr>
        <w:pStyle w:val="Heading5"/>
      </w:pPr>
      <w:r w:rsidRPr="00C827A4">
        <w:lastRenderedPageBreak/>
        <w:t>5.5.3.2.1</w:t>
      </w:r>
      <w:r w:rsidRPr="00C827A4">
        <w:tab/>
        <w:t>Conformance requirement</w:t>
      </w:r>
    </w:p>
    <w:p w:rsidR="00FB5721" w:rsidRPr="00C827A4" w:rsidRDefault="00FB5721">
      <w:pPr>
        <w:pStyle w:val="H6"/>
      </w:pPr>
      <w:r w:rsidRPr="00C827A4">
        <w:t>5.5.3.2.1.1</w:t>
      </w:r>
      <w:r w:rsidRPr="00C827A4">
        <w:tab/>
        <w:t>Normal execution</w:t>
      </w:r>
    </w:p>
    <w:p w:rsidR="00FB5721" w:rsidRPr="00C827A4" w:rsidRDefault="00FB5721">
      <w:pPr>
        <w:pStyle w:val="B1"/>
      </w:pPr>
      <w:r w:rsidRPr="00C827A4">
        <w:t>CRRN1: Upon reception of a TERMINAL PROFILE APDU command the CAT Runtime Environment shall store the terminal profile and trigger all the Toolkit Appl</w:t>
      </w:r>
      <w:r w:rsidR="009D6D22" w:rsidRPr="00C827A4">
        <w:t>et(s) registered to this event.</w:t>
      </w:r>
    </w:p>
    <w:p w:rsidR="00FB5721" w:rsidRPr="00C827A4" w:rsidRDefault="00FB5721">
      <w:pPr>
        <w:pStyle w:val="B1"/>
      </w:pPr>
      <w:r w:rsidRPr="00C827A4">
        <w:t>CRRN2: The applet is not triggered by the EVENT_PROFILE_DOWNLOAD once it has deregistered from this event.</w:t>
      </w:r>
    </w:p>
    <w:p w:rsidR="00FB5721" w:rsidRPr="00C827A4" w:rsidRDefault="00FB5721">
      <w:pPr>
        <w:pStyle w:val="B1"/>
      </w:pPr>
      <w:r w:rsidRPr="00C827A4">
        <w:t>CRRN3: The CAT Runtime Environment shall not reply busy to a Terminal Profile command</w:t>
      </w:r>
      <w:r w:rsidR="009D6D22" w:rsidRPr="00C827A4">
        <w:t>.</w:t>
      </w:r>
    </w:p>
    <w:p w:rsidR="00FB5721" w:rsidRPr="00C827A4" w:rsidRDefault="00FB5721">
      <w:pPr>
        <w:pStyle w:val="H6"/>
      </w:pPr>
      <w:r w:rsidRPr="00C827A4">
        <w:t>5.5.3.2.1.2</w:t>
      </w:r>
      <w:r w:rsidRPr="00C827A4">
        <w:tab/>
        <w:t>Parameter errors</w:t>
      </w:r>
    </w:p>
    <w:p w:rsidR="00FB5721" w:rsidRPr="00C827A4" w:rsidRDefault="00FB5721">
      <w:r w:rsidRPr="00C827A4">
        <w:t>No requirements.</w:t>
      </w:r>
    </w:p>
    <w:p w:rsidR="00FB5721" w:rsidRPr="00C827A4" w:rsidRDefault="00FB5721">
      <w:pPr>
        <w:pStyle w:val="H6"/>
      </w:pPr>
      <w:r w:rsidRPr="00C827A4">
        <w:t>5.5.3.2.1.3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5.5.3.2.2</w:t>
      </w:r>
      <w:r w:rsidRPr="00C827A4">
        <w:tab/>
        <w:t>Test area files</w:t>
      </w:r>
    </w:p>
    <w:p w:rsidR="00FB5721" w:rsidRPr="00C827A4" w:rsidRDefault="00FB5721" w:rsidP="009D6D22">
      <w:pPr>
        <w:pStyle w:val="EX"/>
      </w:pPr>
      <w:r w:rsidRPr="00C827A4">
        <w:t xml:space="preserve">Test Source: </w:t>
      </w:r>
      <w:r w:rsidRPr="00C827A4">
        <w:tab/>
        <w:t>Test_Cre_Apt_Epdw.java</w:t>
      </w:r>
      <w:r w:rsidR="009D6D22" w:rsidRPr="00C827A4">
        <w:t>.</w:t>
      </w:r>
    </w:p>
    <w:p w:rsidR="00FB5721" w:rsidRPr="00C827A4" w:rsidRDefault="00FB5721" w:rsidP="009D6D22">
      <w:pPr>
        <w:pStyle w:val="EX"/>
      </w:pPr>
      <w:r w:rsidRPr="00C827A4">
        <w:t xml:space="preserve">Test Applet: </w:t>
      </w:r>
      <w:r w:rsidRPr="00C827A4">
        <w:tab/>
        <w:t>Cre_Apt_Epdw_1.java</w:t>
      </w:r>
      <w:r w:rsidR="009D6D22" w:rsidRPr="00C827A4">
        <w:t>.</w:t>
      </w:r>
    </w:p>
    <w:p w:rsidR="00FB5721" w:rsidRPr="00C827A4" w:rsidRDefault="00FB5721" w:rsidP="009D6D22">
      <w:pPr>
        <w:pStyle w:val="EX"/>
      </w:pPr>
      <w:r w:rsidRPr="00C827A4">
        <w:tab/>
        <w:t>Cre_Apt_Epdw_2.java</w:t>
      </w:r>
      <w:r w:rsidR="009D6D22" w:rsidRPr="00C827A4">
        <w:t>.</w:t>
      </w:r>
    </w:p>
    <w:p w:rsidR="00FB5721" w:rsidRPr="00C827A4" w:rsidRDefault="00FB5721" w:rsidP="009D6D22">
      <w:pPr>
        <w:pStyle w:val="EX"/>
      </w:pPr>
      <w:r w:rsidRPr="00C827A4">
        <w:tab/>
        <w:t>Cre_Apt_Epdw_3.java</w:t>
      </w:r>
      <w:r w:rsidR="009D6D22" w:rsidRPr="00C827A4">
        <w:t>.</w:t>
      </w:r>
    </w:p>
    <w:p w:rsidR="00FB5721" w:rsidRPr="00C827A4" w:rsidRDefault="00FB5721" w:rsidP="009D6D22">
      <w:pPr>
        <w:pStyle w:val="EX"/>
      </w:pPr>
      <w:r w:rsidRPr="00C827A4">
        <w:t>Cap_File:</w:t>
      </w:r>
      <w:r w:rsidRPr="00C827A4">
        <w:tab/>
      </w:r>
      <w:r w:rsidR="000570D2" w:rsidRPr="00C827A4">
        <w:t>C</w:t>
      </w:r>
      <w:r w:rsidRPr="00C827A4">
        <w:t>re_apt_epdw.cap</w:t>
      </w:r>
      <w:r w:rsidR="009D6D22" w:rsidRPr="00C827A4">
        <w:t>.</w:t>
      </w:r>
    </w:p>
    <w:p w:rsidR="00FB5721" w:rsidRPr="00C827A4" w:rsidRDefault="00FB5721" w:rsidP="00D65C82">
      <w:pPr>
        <w:pStyle w:val="Heading5"/>
      </w:pPr>
      <w:r w:rsidRPr="00C827A4">
        <w:t>5.5.3.2.3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tblHeade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r w:rsidR="00FB5721" w:rsidRPr="00C827A4">
        <w:trPr>
          <w:tblHeade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3</w:t>
            </w:r>
          </w:p>
        </w:tc>
      </w:tr>
      <w:tr w:rsidR="00FB5721" w:rsidRPr="00C827A4">
        <w:trPr>
          <w:tblHeade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D65C82">
      <w:pPr>
        <w:pStyle w:val="Heading5"/>
      </w:pPr>
      <w:r w:rsidRPr="00C827A4">
        <w:t>5.5.3.2.4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pPr>
            <w:r w:rsidRPr="00C827A4">
              <w:t>Applets registration to EVENT_PROFILE_DOWNLOAD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Applet1 is registered to the EVENT_PROFILE_DOWNLOAD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Applet2 is registered to the EVENT_PROFILE_DOWNLOAD </w:t>
            </w:r>
          </w:p>
          <w:p w:rsidR="00FB5721" w:rsidRPr="00C827A4" w:rsidRDefault="00FB5721">
            <w:pPr>
              <w:pStyle w:val="PL"/>
              <w:rPr>
                <w:noProof w:val="0"/>
              </w:rPr>
            </w:pPr>
          </w:p>
          <w:p w:rsidR="00FB5721" w:rsidRPr="00C827A4" w:rsidRDefault="00FB5721">
            <w:pPr>
              <w:pStyle w:val="PL"/>
              <w:rPr>
                <w:noProof w:val="0"/>
              </w:rPr>
            </w:pPr>
            <w:r w:rsidRPr="00C827A4">
              <w:rPr>
                <w:noProof w:val="0"/>
              </w:rPr>
              <w:t>Applet3 is not registered to the EVENT_PROFILE_DOWNLOAD and is registered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1-Terminal Profile command is sent to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TAL"/>
            </w:pP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p>
          <w:p w:rsidR="00FB5721" w:rsidRPr="00C827A4" w:rsidRDefault="00FB5721">
            <w:pPr>
              <w:pStyle w:val="TAL"/>
              <w:keepNext w:val="0"/>
              <w:keepLines w:val="0"/>
            </w:pPr>
            <w:r w:rsidRPr="00C827A4">
              <w:t>Applet1 finalizes</w:t>
            </w:r>
          </w:p>
          <w:p w:rsidR="00FB5721" w:rsidRPr="00C827A4" w:rsidRDefault="00FB5721">
            <w:pPr>
              <w:pStyle w:val="TAL"/>
              <w:keepNext w:val="0"/>
              <w:keepLines w:val="0"/>
            </w:pPr>
            <w:r w:rsidRPr="00C827A4">
              <w:t>2- Applet2 is triggered</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r w:rsidRPr="00C827A4">
              <w:t>3- Applet3 is not triggered</w:t>
            </w:r>
          </w:p>
        </w:tc>
        <w:tc>
          <w:tcPr>
            <w:tcW w:w="2334" w:type="dxa"/>
          </w:tcPr>
          <w:p w:rsidR="00FB5721" w:rsidRPr="00C827A4" w:rsidRDefault="00FB5721">
            <w:pPr>
              <w:pStyle w:val="TAC"/>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keepNext/>
              <w:keepLines/>
              <w:rPr>
                <w:rFonts w:ascii="Arial" w:hAnsi="Arial"/>
                <w:sz w:val="18"/>
                <w:lang w:val="en-GB"/>
              </w:rPr>
            </w:pPr>
            <w:r w:rsidRPr="00C827A4">
              <w:rPr>
                <w:rFonts w:ascii="Arial" w:hAnsi="Arial"/>
                <w:sz w:val="18"/>
                <w:lang w:val="en-GB"/>
              </w:rPr>
              <w:lastRenderedPageBreak/>
              <w:t>2</w:t>
            </w:r>
          </w:p>
        </w:tc>
        <w:tc>
          <w:tcPr>
            <w:tcW w:w="4111" w:type="dxa"/>
            <w:tcBorders>
              <w:top w:val="nil"/>
              <w:bottom w:val="single" w:sz="4" w:space="0" w:color="auto"/>
            </w:tcBorders>
          </w:tcPr>
          <w:p w:rsidR="00FB5721" w:rsidRPr="00C827A4" w:rsidRDefault="00FB5721">
            <w:pPr>
              <w:pStyle w:val="TAH"/>
            </w:pPr>
            <w:r w:rsidRPr="00C827A4">
              <w:t>The CAT Runtime Environment shall not reply busy to a Terminal Profile 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1-Envelope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Applet3 builds a REFRESH proactive command in UICC initialization mode </w:t>
            </w:r>
          </w:p>
          <w:p w:rsidR="00FB5721" w:rsidRPr="00C827A4" w:rsidRDefault="00FB5721">
            <w:pPr>
              <w:pStyle w:val="PL"/>
              <w:rPr>
                <w:noProof w:val="0"/>
              </w:rPr>
            </w:pPr>
          </w:p>
          <w:p w:rsidR="00FB5721" w:rsidRPr="00C827A4" w:rsidRDefault="00FB5721">
            <w:pPr>
              <w:pStyle w:val="PL"/>
              <w:rPr>
                <w:noProof w:val="0"/>
              </w:rPr>
            </w:pPr>
            <w:r w:rsidRPr="00C827A4">
              <w:rPr>
                <w:noProof w:val="0"/>
              </w:rPr>
              <w:t>2-ProactiveHandler.send() method is called by applet3</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3-Terminal Profile command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Applet1 calls ToolkitRegistry.clearEvent( EVENT_PROFILE_DOWNLOAD)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4-Applet2 calls ToolkitRegistry.clearEvent( EVENT_PROFILE_DOWNLOAD)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6-Applet3 calls ToolkitRegistry.setEvent(EVENT_PROFILE_DOWNLOAD)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tc>
        <w:tc>
          <w:tcPr>
            <w:tcW w:w="2911"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Applet3 is triggered by the EVENT_MENU_SELECTION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Applet3 is suspended until the terminal response</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Applet1 is triggered by EVENT_PROFILE_DOWNLOAD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 by EVENT_PROFILE_DOWNLOAD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Applet2 finalizes</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Applet3 finalizes</w:t>
            </w:r>
          </w:p>
          <w:p w:rsidR="00FB5721" w:rsidRPr="00C827A4" w:rsidRDefault="00FB5721">
            <w:pPr>
              <w:pStyle w:val="TAL"/>
            </w:pPr>
          </w:p>
        </w:tc>
        <w:tc>
          <w:tcPr>
            <w:tcW w:w="2334"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A proactive command is sent  </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The terminal response of the proactive command is sent</w:t>
            </w: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3</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Deregistered applets are not triggered</w:t>
            </w:r>
          </w:p>
          <w:p w:rsidR="00FB5721" w:rsidRPr="00C827A4" w:rsidRDefault="00FB5721">
            <w:pPr>
              <w:pStyle w:val="PL"/>
              <w:rPr>
                <w:noProof w:val="0"/>
              </w:rPr>
            </w:pPr>
          </w:p>
          <w:p w:rsidR="00FB5721" w:rsidRPr="00C827A4" w:rsidRDefault="00FB5721">
            <w:pPr>
              <w:pStyle w:val="PL"/>
              <w:rPr>
                <w:noProof w:val="0"/>
              </w:rPr>
            </w:pPr>
            <w:r w:rsidRPr="00C827A4">
              <w:rPr>
                <w:noProof w:val="0"/>
              </w:rPr>
              <w:t>Terminal Profile command is sent to the UICC</w:t>
            </w:r>
          </w:p>
          <w:p w:rsidR="00FB5721" w:rsidRPr="00C827A4" w:rsidRDefault="00FB5721">
            <w:pPr>
              <w:pStyle w:val="PL"/>
              <w:rPr>
                <w:noProof w:val="0"/>
              </w:rPr>
            </w:pP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Applet3 is triggered</w:t>
            </w:r>
          </w:p>
          <w:p w:rsidR="00FB5721" w:rsidRPr="00C827A4" w:rsidRDefault="00FB5721">
            <w:pPr>
              <w:pStyle w:val="TAL"/>
              <w:keepNext w:val="0"/>
              <w:keepLines w:val="0"/>
            </w:pPr>
            <w:r w:rsidRPr="00C827A4">
              <w:t>(Applet1 and Applet2 are not triggered)</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pPr>
        <w:pStyle w:val="Heading4"/>
      </w:pPr>
      <w:r w:rsidRPr="00C827A4">
        <w:t>5.5.3.3</w:t>
      </w:r>
      <w:r w:rsidRPr="00C827A4">
        <w:tab/>
        <w:t>EVENT_MENU_SELECTION</w:t>
      </w:r>
    </w:p>
    <w:p w:rsidR="00FB5721" w:rsidRPr="00C827A4" w:rsidRDefault="00FB5721">
      <w:r w:rsidRPr="00C827A4">
        <w:t>Test Area Reference: Cre_Apt_Emse</w:t>
      </w:r>
      <w:r w:rsidR="009D6D22" w:rsidRPr="00C827A4">
        <w:t>.</w:t>
      </w:r>
    </w:p>
    <w:p w:rsidR="00FB5721" w:rsidRPr="00C827A4" w:rsidRDefault="00FB5721" w:rsidP="00D65C82">
      <w:pPr>
        <w:pStyle w:val="Heading5"/>
      </w:pPr>
      <w:r w:rsidRPr="00C827A4">
        <w:t>5.5.3.3.1</w:t>
      </w:r>
      <w:r w:rsidRPr="00C827A4">
        <w:tab/>
        <w:t>Conformance requirement</w:t>
      </w:r>
    </w:p>
    <w:p w:rsidR="00FB5721" w:rsidRPr="00C827A4" w:rsidRDefault="00FB5721">
      <w:pPr>
        <w:pStyle w:val="H6"/>
      </w:pPr>
      <w:r w:rsidRPr="00C827A4">
        <w:t>5.5.3.3.1.1</w:t>
      </w:r>
      <w:r w:rsidRPr="00C827A4">
        <w:tab/>
        <w:t>Normal execution</w:t>
      </w:r>
    </w:p>
    <w:p w:rsidR="00FB5721" w:rsidRPr="00C827A4" w:rsidRDefault="00FB5721">
      <w:pPr>
        <w:pStyle w:val="B1"/>
      </w:pPr>
      <w:r w:rsidRPr="00C827A4">
        <w:t>CRRN1: Upon reception of an ENVELOPE (MENU SELECTION) APDU command, the CAT Runtime Environment shall only trigger the Toolkit Applet registered to the corresponding event with the associated menu identifier.</w:t>
      </w:r>
    </w:p>
    <w:p w:rsidR="00FB5721" w:rsidRPr="00C827A4" w:rsidRDefault="00FB5721">
      <w:pPr>
        <w:pStyle w:val="H6"/>
      </w:pPr>
      <w:r w:rsidRPr="00C827A4">
        <w:t>5.5.3.3.1.2</w:t>
      </w:r>
      <w:r w:rsidRPr="00C827A4">
        <w:tab/>
        <w:t>Parameter errors</w:t>
      </w:r>
    </w:p>
    <w:p w:rsidR="00FB5721" w:rsidRPr="00C827A4" w:rsidRDefault="00FB5721">
      <w:pPr>
        <w:keepNext/>
        <w:keepLines/>
      </w:pPr>
      <w:r w:rsidRPr="00C827A4">
        <w:t>No requirements.</w:t>
      </w:r>
    </w:p>
    <w:p w:rsidR="00FB5721" w:rsidRPr="00C827A4" w:rsidRDefault="00FB5721">
      <w:pPr>
        <w:pStyle w:val="H6"/>
      </w:pPr>
      <w:r w:rsidRPr="00C827A4">
        <w:t>5.5.3.3.1.3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lastRenderedPageBreak/>
        <w:t>5.5.3.3.2</w:t>
      </w:r>
      <w:r w:rsidRPr="00C827A4">
        <w:tab/>
        <w:t>Test area files</w:t>
      </w:r>
    </w:p>
    <w:p w:rsidR="00FB5721" w:rsidRPr="00C827A4" w:rsidRDefault="00FB5721" w:rsidP="009D6D22">
      <w:pPr>
        <w:pStyle w:val="EX"/>
        <w:keepNext/>
      </w:pPr>
      <w:r w:rsidRPr="00C827A4">
        <w:t xml:space="preserve">Test Source: </w:t>
      </w:r>
      <w:r w:rsidRPr="00C827A4">
        <w:tab/>
        <w:t>Test_Cre_Apt_Emse.java</w:t>
      </w:r>
      <w:r w:rsidR="009D6D22" w:rsidRPr="00C827A4">
        <w:t>.</w:t>
      </w:r>
    </w:p>
    <w:p w:rsidR="00FB5721" w:rsidRPr="00C827A4" w:rsidRDefault="00FB5721" w:rsidP="009D6D22">
      <w:pPr>
        <w:pStyle w:val="EX"/>
      </w:pPr>
      <w:r w:rsidRPr="00C827A4">
        <w:t xml:space="preserve">Test Applet: </w:t>
      </w:r>
      <w:r w:rsidRPr="00C827A4">
        <w:tab/>
        <w:t>Cre_Apt_Emse_1.java</w:t>
      </w:r>
      <w:r w:rsidR="009D6D22" w:rsidRPr="00C827A4">
        <w:t>.</w:t>
      </w:r>
    </w:p>
    <w:p w:rsidR="00FB5721" w:rsidRPr="00C827A4" w:rsidRDefault="00FB5721" w:rsidP="009D6D22">
      <w:pPr>
        <w:pStyle w:val="EX"/>
      </w:pPr>
      <w:r w:rsidRPr="00C827A4">
        <w:tab/>
        <w:t>Cre_Apt_Emse_2.java</w:t>
      </w:r>
      <w:r w:rsidR="009D6D22" w:rsidRPr="00C827A4">
        <w:t>.</w:t>
      </w:r>
    </w:p>
    <w:p w:rsidR="00FB5721" w:rsidRPr="00C827A4" w:rsidRDefault="00FB5721" w:rsidP="009D6D22">
      <w:pPr>
        <w:pStyle w:val="EX"/>
      </w:pPr>
      <w:r w:rsidRPr="00C827A4">
        <w:t>Cap File:</w:t>
      </w:r>
      <w:r w:rsidRPr="00C827A4">
        <w:tab/>
      </w:r>
      <w:r w:rsidR="000570D2" w:rsidRPr="00C827A4">
        <w:t>C</w:t>
      </w:r>
      <w:r w:rsidRPr="00C827A4">
        <w:t>re_apt_emse.cap</w:t>
      </w:r>
      <w:r w:rsidR="009D6D22" w:rsidRPr="00C827A4">
        <w:t>.</w:t>
      </w:r>
    </w:p>
    <w:p w:rsidR="00FB5721" w:rsidRPr="00C827A4" w:rsidRDefault="00FB5721" w:rsidP="00D65C82">
      <w:pPr>
        <w:pStyle w:val="Heading5"/>
      </w:pPr>
      <w:r w:rsidRPr="00C827A4">
        <w:t>5.5.3.3.3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D65C82">
      <w:pPr>
        <w:pStyle w:val="Heading5"/>
      </w:pPr>
      <w:r w:rsidRPr="00C827A4">
        <w:t>5.5.3.3.4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pPr>
            <w:r w:rsidRPr="00C827A4">
              <w:t>Applet registration to EVENT_MENU_SELECTION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ToolkitRegistry.initMenuEntry() method is called at the installation of Applet1 and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Applet1:</w:t>
            </w:r>
          </w:p>
          <w:p w:rsidR="00FB5721" w:rsidRPr="00C827A4" w:rsidRDefault="00FB5721">
            <w:pPr>
              <w:pStyle w:val="PL"/>
              <w:rPr>
                <w:noProof w:val="0"/>
              </w:rPr>
            </w:pPr>
            <w:r w:rsidRPr="00C827A4">
              <w:rPr>
                <w:noProof w:val="0"/>
              </w:rPr>
              <w:t>MenuEntry="Applet1"</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HelpSupported=false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Applet2:</w:t>
            </w:r>
          </w:p>
          <w:p w:rsidR="00FB5721" w:rsidRPr="00C827A4" w:rsidRDefault="00FB5721">
            <w:pPr>
              <w:pStyle w:val="PL"/>
              <w:rPr>
                <w:noProof w:val="0"/>
              </w:rPr>
            </w:pPr>
            <w:r w:rsidRPr="00C827A4">
              <w:rPr>
                <w:noProof w:val="0"/>
              </w:rPr>
              <w:t>MenuEntry="Applet2"</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HelpSupported=true</w:t>
            </w:r>
          </w:p>
          <w:p w:rsidR="00FB5721" w:rsidRPr="00927A43" w:rsidRDefault="00FB5721">
            <w:pPr>
              <w:pStyle w:val="PL"/>
              <w:rPr>
                <w:noProof w:val="0"/>
              </w:rPr>
            </w:pPr>
            <w:r w:rsidRPr="00927A43">
              <w:rPr>
                <w:noProof w:val="0"/>
              </w:rPr>
              <w:t>IconQualifier=0</w:t>
            </w:r>
          </w:p>
          <w:p w:rsidR="00FB5721" w:rsidRPr="00927A43" w:rsidRDefault="00FB5721">
            <w:pPr>
              <w:pStyle w:val="PL"/>
              <w:rPr>
                <w:noProof w:val="0"/>
              </w:rPr>
            </w:pPr>
            <w:r w:rsidRPr="00927A43">
              <w:rPr>
                <w:noProof w:val="0"/>
              </w:rPr>
              <w:t>IconIdentifier=0</w:t>
            </w:r>
          </w:p>
          <w:p w:rsidR="00FB5721" w:rsidRPr="00927A43" w:rsidRDefault="00FB5721">
            <w:pPr>
              <w:pStyle w:val="PL"/>
              <w:rPr>
                <w:noProof w:val="0"/>
              </w:rPr>
            </w:pPr>
          </w:p>
          <w:p w:rsidR="00FB5721" w:rsidRPr="00927A43" w:rsidRDefault="00FB5721">
            <w:pPr>
              <w:pStyle w:val="PL"/>
              <w:rPr>
                <w:noProof w:val="0"/>
              </w:rPr>
            </w:pPr>
            <w:r w:rsidRPr="00927A43">
              <w:rPr>
                <w:noProof w:val="0"/>
              </w:rPr>
              <w:t>event= EVENT_MENU_SELECTION</w:t>
            </w:r>
          </w:p>
          <w:p w:rsidR="00FB5721" w:rsidRPr="00C827A4" w:rsidRDefault="00FB5721">
            <w:pPr>
              <w:pStyle w:val="PL"/>
              <w:rPr>
                <w:noProof w:val="0"/>
              </w:rPr>
            </w:pPr>
            <w:r w:rsidRPr="00C827A4">
              <w:rPr>
                <w:noProof w:val="0"/>
              </w:rPr>
              <w:t>1-ToolkitRegistry.isEventSet() is called at installation.</w:t>
            </w:r>
          </w:p>
          <w:p w:rsidR="00FB5721" w:rsidRPr="00C827A4" w:rsidRDefault="00FB5721">
            <w:pPr>
              <w:pStyle w:val="PL"/>
              <w:rPr>
                <w:noProof w:val="0"/>
              </w:rPr>
            </w:pPr>
          </w:p>
          <w:p w:rsidR="00FB5721" w:rsidRPr="00C827A4" w:rsidRDefault="00FB5721">
            <w:pPr>
              <w:pStyle w:val="PL"/>
              <w:rPr>
                <w:noProof w:val="0"/>
              </w:rPr>
            </w:pPr>
            <w:r w:rsidRPr="00C827A4">
              <w:rPr>
                <w:noProof w:val="0"/>
              </w:rPr>
              <w:t>Perform UICC initialization with the facility SET UP MENU and without the facilities SET EVENT LIST and POLL INTERVAL features</w:t>
            </w:r>
          </w:p>
          <w:p w:rsidR="00FB5721" w:rsidRPr="00C827A4" w:rsidRDefault="00FB5721">
            <w:pPr>
              <w:pStyle w:val="PL"/>
              <w:rPr>
                <w:noProof w:val="0"/>
              </w:rPr>
            </w:pPr>
          </w:p>
          <w:p w:rsidR="00FB5721" w:rsidRPr="00C827A4" w:rsidRDefault="00FB5721">
            <w:pPr>
              <w:pStyle w:val="PL"/>
              <w:rPr>
                <w:noProof w:val="0"/>
              </w:rPr>
            </w:pPr>
            <w:r w:rsidRPr="00C827A4">
              <w:rPr>
                <w:noProof w:val="0"/>
              </w:rPr>
              <w:t>2-Item Identifier = 1</w:t>
            </w:r>
          </w:p>
          <w:p w:rsidR="00FB5721" w:rsidRPr="00C827A4" w:rsidRDefault="00FB5721">
            <w:pPr>
              <w:pStyle w:val="PL"/>
              <w:rPr>
                <w:noProof w:val="0"/>
              </w:rPr>
            </w:pPr>
            <w:r w:rsidRPr="00C827A4">
              <w:rPr>
                <w:noProof w:val="0"/>
              </w:rPr>
              <w:t>Event Menu Selection envelope is sent to the UICC with the item identifier of a menu entry of Applet1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3-Item Identifier = 2</w:t>
            </w:r>
          </w:p>
          <w:p w:rsidR="00FB5721" w:rsidRPr="00C827A4" w:rsidRDefault="00FB5721">
            <w:pPr>
              <w:pStyle w:val="PL"/>
              <w:rPr>
                <w:noProof w:val="0"/>
              </w:rPr>
            </w:pPr>
            <w:r w:rsidRPr="00C827A4">
              <w:rPr>
                <w:noProof w:val="0"/>
              </w:rPr>
              <w:t>Event Menu Selection envelope is sent to the UICC with the item identifier of a menu entry of Applet2</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 xml:space="preserve">1- The method </w:t>
            </w:r>
            <w:r w:rsidR="00AE59F5" w:rsidRPr="00C827A4">
              <w:t>shall</w:t>
            </w:r>
            <w:r w:rsidRPr="00C827A4">
              <w:t xml:space="preserve"> return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Applet1 is triggered and Applet2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Applet1 finalizes</w:t>
            </w:r>
          </w:p>
          <w:p w:rsidR="00FB5721" w:rsidRPr="00C827A4" w:rsidRDefault="00FB5721">
            <w:pPr>
              <w:pStyle w:val="TAL"/>
              <w:keepNext w:val="0"/>
              <w:keepLines w:val="0"/>
            </w:pPr>
          </w:p>
          <w:p w:rsidR="00FB5721" w:rsidRPr="00C827A4" w:rsidRDefault="00FB5721">
            <w:pPr>
              <w:pStyle w:val="TAL"/>
              <w:keepNext w:val="0"/>
              <w:keepLines w:val="0"/>
            </w:pPr>
            <w:r w:rsidRPr="00C827A4">
              <w:t>3- Applet2 is triggered and Applet1 is not triggered</w:t>
            </w:r>
          </w:p>
          <w:p w:rsidR="00FB5721" w:rsidRPr="00C827A4" w:rsidRDefault="00FB5721">
            <w:pPr>
              <w:pStyle w:val="TAL"/>
              <w:keepNext w:val="0"/>
              <w:keepLines w:val="0"/>
            </w:pPr>
          </w:p>
        </w:tc>
        <w:tc>
          <w:tcPr>
            <w:tcW w:w="2334" w:type="dxa"/>
          </w:tcPr>
          <w:p w:rsidR="00FB5721" w:rsidRPr="00C827A4" w:rsidRDefault="00FB5721">
            <w:pPr>
              <w:pStyle w:val="TAC"/>
              <w:keepNext w:val="0"/>
              <w:keepLines w:val="0"/>
            </w:pPr>
          </w:p>
          <w:p w:rsidR="00FB5721" w:rsidRPr="00C827A4" w:rsidRDefault="00FB5721">
            <w:pPr>
              <w:pStyle w:val="TAC"/>
              <w:keepNext w:val="0"/>
              <w:keepLines w:val="0"/>
            </w:pPr>
          </w:p>
          <w:p w:rsidR="00FB5721" w:rsidRPr="00C827A4" w:rsidRDefault="00FB5721">
            <w:pPr>
              <w:pStyle w:val="TAC"/>
              <w:keepNext w:val="0"/>
              <w:keepLines w:val="0"/>
            </w:pPr>
          </w:p>
          <w:p w:rsidR="00FB5721" w:rsidRPr="00C827A4" w:rsidRDefault="00FB5721">
            <w:pPr>
              <w:pStyle w:val="TAC"/>
              <w:keepNext w:val="0"/>
              <w:keepLines w:val="0"/>
            </w:pPr>
          </w:p>
        </w:tc>
      </w:tr>
    </w:tbl>
    <w:p w:rsidR="00FB5721" w:rsidRPr="00C827A4" w:rsidRDefault="00FB5721"/>
    <w:p w:rsidR="00FB5721" w:rsidRPr="00C827A4" w:rsidRDefault="00FB5721" w:rsidP="000570D2">
      <w:pPr>
        <w:pStyle w:val="Heading4"/>
      </w:pPr>
      <w:r w:rsidRPr="00C827A4">
        <w:lastRenderedPageBreak/>
        <w:t>5.5.3.4</w:t>
      </w:r>
      <w:r w:rsidRPr="00C827A4">
        <w:tab/>
        <w:t>EVENT_MENU_SELECTION_HELP_REQUEST</w:t>
      </w:r>
    </w:p>
    <w:p w:rsidR="00FB5721" w:rsidRPr="00C827A4" w:rsidRDefault="00FB5721" w:rsidP="000570D2">
      <w:pPr>
        <w:keepNext/>
        <w:keepLines/>
      </w:pPr>
      <w:r w:rsidRPr="00C827A4">
        <w:t>Test Area Reference: Cre_Apt_Emsh</w:t>
      </w:r>
      <w:r w:rsidR="009D6D22" w:rsidRPr="00C827A4">
        <w:t>.</w:t>
      </w:r>
    </w:p>
    <w:p w:rsidR="00FB5721" w:rsidRPr="00C827A4" w:rsidRDefault="00FB5721" w:rsidP="000570D2">
      <w:pPr>
        <w:pStyle w:val="Heading5"/>
      </w:pPr>
      <w:r w:rsidRPr="00C827A4">
        <w:t>5.5.3.4.1</w:t>
      </w:r>
      <w:r w:rsidRPr="00C827A4">
        <w:tab/>
        <w:t>Conformance requirement</w:t>
      </w:r>
    </w:p>
    <w:p w:rsidR="00FB5721" w:rsidRPr="00C827A4" w:rsidRDefault="00FB5721">
      <w:pPr>
        <w:pStyle w:val="H6"/>
      </w:pPr>
      <w:r w:rsidRPr="00C827A4">
        <w:t>5.5.3.4.1.1</w:t>
      </w:r>
      <w:r w:rsidRPr="00C827A4">
        <w:tab/>
        <w:t>Normal execution</w:t>
      </w:r>
    </w:p>
    <w:p w:rsidR="00FB5721" w:rsidRPr="00C827A4" w:rsidRDefault="00FB5721">
      <w:pPr>
        <w:pStyle w:val="B1"/>
      </w:pPr>
      <w:r w:rsidRPr="00C827A4">
        <w:t>CRRN1: If an ENVELOPE (MENU_SELECTION_HELP_SUPPORTED) command is received for one entry supporting help, then CAT Runtime Environment shall trigger the corresponding applet.</w:t>
      </w:r>
    </w:p>
    <w:p w:rsidR="00FB5721" w:rsidRPr="00C827A4" w:rsidRDefault="00FB5721">
      <w:pPr>
        <w:pStyle w:val="B1"/>
      </w:pPr>
      <w:r w:rsidRPr="00C827A4">
        <w:t>CCRN2: A toolkit applet shall be triggered by the EVENT_MENU_SELECTION_HELP_REQUEST event only if the Menu Id corresponding to the Envelope Menu Selection Help Request received by the CAT Runtime Environment was registered with the helpSupported value set to true.</w:t>
      </w:r>
    </w:p>
    <w:p w:rsidR="00FB5721" w:rsidRPr="00C827A4" w:rsidRDefault="00FB5721">
      <w:pPr>
        <w:pStyle w:val="B1"/>
      </w:pPr>
      <w:r w:rsidRPr="00C827A4">
        <w:t>CCRN3: If at least one menuId of a Toolkit Applet registers to EVENT_MENU_SELECTION_HELP_REQUEST, the SET UP MENU proactive command sent by the CAT Runtime Environment shall indicate to the ME that help information is available unless all the menus entries that support help are disabled.</w:t>
      </w:r>
    </w:p>
    <w:p w:rsidR="00FB5721" w:rsidRPr="00C827A4" w:rsidRDefault="00FB5721">
      <w:pPr>
        <w:pStyle w:val="H6"/>
      </w:pPr>
      <w:r w:rsidRPr="00C827A4">
        <w:t>5.5.3.4.1.2</w:t>
      </w:r>
      <w:r w:rsidRPr="00C827A4">
        <w:tab/>
        <w:t>Parameter errors</w:t>
      </w:r>
    </w:p>
    <w:p w:rsidR="00FB5721" w:rsidRPr="00C827A4" w:rsidRDefault="00FB5721">
      <w:r w:rsidRPr="00C827A4">
        <w:t>No requirements.</w:t>
      </w:r>
    </w:p>
    <w:p w:rsidR="00FB5721" w:rsidRPr="00C827A4" w:rsidRDefault="00FB5721">
      <w:pPr>
        <w:pStyle w:val="H6"/>
      </w:pPr>
      <w:r w:rsidRPr="00C827A4">
        <w:t>5.5.3.4.1.3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5.5.3.4.2</w:t>
      </w:r>
      <w:r w:rsidRPr="00C827A4">
        <w:tab/>
        <w:t>Test area files</w:t>
      </w:r>
    </w:p>
    <w:p w:rsidR="00FB5721" w:rsidRPr="00C827A4" w:rsidRDefault="00FB5721" w:rsidP="009D6D22">
      <w:pPr>
        <w:pStyle w:val="EX"/>
      </w:pPr>
      <w:r w:rsidRPr="00C827A4">
        <w:t xml:space="preserve">Test Source: </w:t>
      </w:r>
      <w:r w:rsidRPr="00C827A4">
        <w:tab/>
        <w:t>Test_Cre_Apt_Emsh.java</w:t>
      </w:r>
      <w:r w:rsidR="009D6D22" w:rsidRPr="00C827A4">
        <w:t>.</w:t>
      </w:r>
    </w:p>
    <w:p w:rsidR="00FB5721" w:rsidRPr="00C827A4" w:rsidRDefault="00FB5721" w:rsidP="009D6D22">
      <w:pPr>
        <w:pStyle w:val="EX"/>
      </w:pPr>
      <w:r w:rsidRPr="00C827A4">
        <w:t xml:space="preserve">Test Applet: </w:t>
      </w:r>
      <w:r w:rsidRPr="00C827A4">
        <w:tab/>
        <w:t>Cre_Apt_Emsh_1.java</w:t>
      </w:r>
      <w:r w:rsidR="009D6D22" w:rsidRPr="00C827A4">
        <w:t>.</w:t>
      </w:r>
    </w:p>
    <w:p w:rsidR="00FB5721" w:rsidRPr="00C827A4" w:rsidRDefault="00FB5721" w:rsidP="009D6D22">
      <w:pPr>
        <w:pStyle w:val="EX"/>
      </w:pPr>
      <w:r w:rsidRPr="00C827A4">
        <w:tab/>
        <w:t>Cre_Apt_Emsh_2.java</w:t>
      </w:r>
      <w:r w:rsidR="009D6D22" w:rsidRPr="00C827A4">
        <w:t>.</w:t>
      </w:r>
    </w:p>
    <w:p w:rsidR="00FB5721" w:rsidRPr="00C827A4" w:rsidRDefault="00FB5721" w:rsidP="009D6D22">
      <w:pPr>
        <w:pStyle w:val="EX"/>
      </w:pPr>
      <w:r w:rsidRPr="00C827A4">
        <w:tab/>
        <w:t>Cre_Apt_Emsh_3.java</w:t>
      </w:r>
      <w:r w:rsidR="009D6D22" w:rsidRPr="00C827A4">
        <w:t>.</w:t>
      </w:r>
    </w:p>
    <w:p w:rsidR="00FB5721" w:rsidRPr="00C827A4" w:rsidRDefault="00FB5721" w:rsidP="009D6D22">
      <w:pPr>
        <w:pStyle w:val="EX"/>
      </w:pPr>
      <w:r w:rsidRPr="00C827A4">
        <w:t>Cap File:</w:t>
      </w:r>
      <w:r w:rsidRPr="00C827A4">
        <w:tab/>
      </w:r>
      <w:r w:rsidR="000570D2" w:rsidRPr="00C827A4">
        <w:t>C</w:t>
      </w:r>
      <w:r w:rsidRPr="00C827A4">
        <w:t>re_apt_emsh.cap</w:t>
      </w:r>
      <w:r w:rsidR="009D6D22" w:rsidRPr="00C827A4">
        <w:t>.</w:t>
      </w:r>
    </w:p>
    <w:p w:rsidR="00FB5721" w:rsidRPr="00C827A4" w:rsidRDefault="00FB5721" w:rsidP="00D65C82">
      <w:pPr>
        <w:pStyle w:val="Heading5"/>
      </w:pPr>
      <w:r w:rsidRPr="00C827A4">
        <w:t>5.5.3.4.3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2</w:t>
            </w:r>
          </w:p>
        </w:tc>
      </w:tr>
    </w:tbl>
    <w:p w:rsidR="00FB5721" w:rsidRPr="00C827A4" w:rsidRDefault="00FB5721"/>
    <w:p w:rsidR="00FB5721" w:rsidRPr="00C827A4" w:rsidRDefault="00FB5721" w:rsidP="00D65C82">
      <w:pPr>
        <w:pStyle w:val="Heading5"/>
      </w:pPr>
      <w:r w:rsidRPr="00C827A4">
        <w:lastRenderedPageBreak/>
        <w:t>5.5.3.4.4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H"/>
            </w:pPr>
            <w:r w:rsidRPr="00C827A4">
              <w:t xml:space="preserve">Applet registration to EVENT_MENU_SELECTION_HELP_REQUEST and triggering </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and Applet2 are installed</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ToolkitRegistry.InitMenuEntry() method is called at the installation of Applet1 and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Applet1 (item id 1):</w:t>
            </w:r>
          </w:p>
          <w:p w:rsidR="00FB5721" w:rsidRPr="00C827A4" w:rsidRDefault="00FB5721">
            <w:pPr>
              <w:pStyle w:val="PL"/>
              <w:rPr>
                <w:noProof w:val="0"/>
              </w:rPr>
            </w:pPr>
            <w:r w:rsidRPr="00C827A4">
              <w:rPr>
                <w:noProof w:val="0"/>
              </w:rPr>
              <w:t>MenuEntry="Applet1A"</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HelpSupported=true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Applet1 (item id 2):</w:t>
            </w:r>
          </w:p>
          <w:p w:rsidR="00FB5721" w:rsidRPr="00C827A4" w:rsidRDefault="00FB5721">
            <w:pPr>
              <w:pStyle w:val="PL"/>
              <w:rPr>
                <w:noProof w:val="0"/>
              </w:rPr>
            </w:pPr>
            <w:r w:rsidRPr="00C827A4">
              <w:rPr>
                <w:noProof w:val="0"/>
              </w:rPr>
              <w:t>MenuEntry="Applet1B"</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HelpSupported=false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EVENT_MENU_SELECTION_HELP_REQUEST</w:t>
            </w:r>
          </w:p>
          <w:p w:rsidR="00FB5721" w:rsidRPr="00C827A4" w:rsidRDefault="00FB5721">
            <w:pPr>
              <w:pStyle w:val="PL"/>
              <w:rPr>
                <w:noProof w:val="0"/>
              </w:rPr>
            </w:pPr>
            <w:r w:rsidRPr="00C827A4">
              <w:rPr>
                <w:noProof w:val="0"/>
              </w:rPr>
              <w:t>1- ToolkitRegistry.isEventSet() is called at the installation</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Applet2 (item id 3):</w:t>
            </w:r>
          </w:p>
          <w:p w:rsidR="00FB5721" w:rsidRPr="00C827A4" w:rsidRDefault="00FB5721">
            <w:pPr>
              <w:pStyle w:val="PL"/>
              <w:rPr>
                <w:noProof w:val="0"/>
              </w:rPr>
            </w:pPr>
            <w:r w:rsidRPr="00C827A4">
              <w:rPr>
                <w:noProof w:val="0"/>
              </w:rPr>
              <w:t>MenuEntry="Applet2A"</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HelpSupported=true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Applet2 (item id 4):</w:t>
            </w:r>
          </w:p>
          <w:p w:rsidR="00FB5721" w:rsidRPr="00C827A4" w:rsidRDefault="00FB5721">
            <w:pPr>
              <w:pStyle w:val="PL"/>
              <w:rPr>
                <w:noProof w:val="0"/>
              </w:rPr>
            </w:pPr>
            <w:r w:rsidRPr="00C827A4">
              <w:rPr>
                <w:noProof w:val="0"/>
              </w:rPr>
              <w:t>MenuEntry="Applet2B"</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HelpSupported=false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EVENT_MENU_SELECTION_HELP_REQUEST</w:t>
            </w:r>
          </w:p>
          <w:p w:rsidR="00FB5721" w:rsidRPr="00C827A4" w:rsidRDefault="00FB5721">
            <w:pPr>
              <w:pStyle w:val="PL"/>
              <w:rPr>
                <w:noProof w:val="0"/>
              </w:rPr>
            </w:pPr>
            <w:r w:rsidRPr="00C827A4">
              <w:rPr>
                <w:noProof w:val="0"/>
              </w:rPr>
              <w:t>2- ToolkitRegistry.isEventSet() is called at installation</w:t>
            </w:r>
          </w:p>
          <w:p w:rsidR="00FB5721" w:rsidRPr="00C827A4" w:rsidRDefault="00FB5721">
            <w:pPr>
              <w:pStyle w:val="PL"/>
              <w:rPr>
                <w:noProof w:val="0"/>
              </w:rPr>
            </w:pPr>
          </w:p>
          <w:p w:rsidR="00FB5721" w:rsidRPr="00C827A4" w:rsidRDefault="00FB5721">
            <w:pPr>
              <w:pStyle w:val="PL"/>
              <w:rPr>
                <w:noProof w:val="0"/>
              </w:rPr>
            </w:pPr>
            <w:r w:rsidRPr="00C827A4">
              <w:rPr>
                <w:noProof w:val="0"/>
              </w:rPr>
              <w:t>Perform UICC initialization with the facility SET UP MENU and without the facilities SET EVENT LIST and POLL INTERVAL</w:t>
            </w:r>
          </w:p>
          <w:p w:rsidR="00FB5721" w:rsidRPr="00C827A4" w:rsidRDefault="00FB5721">
            <w:pPr>
              <w:pStyle w:val="PL"/>
              <w:rPr>
                <w:noProof w:val="0"/>
              </w:rPr>
            </w:pPr>
          </w:p>
          <w:p w:rsidR="00FB5721" w:rsidRPr="00C827A4" w:rsidRDefault="00FB5721">
            <w:pPr>
              <w:pStyle w:val="PL"/>
              <w:rPr>
                <w:noProof w:val="0"/>
              </w:rPr>
            </w:pPr>
            <w:r w:rsidRPr="00C827A4">
              <w:rPr>
                <w:noProof w:val="0"/>
              </w:rPr>
              <w:t>3-Item identifier = 1</w:t>
            </w:r>
          </w:p>
          <w:p w:rsidR="00FB5721" w:rsidRPr="00C827A4" w:rsidRDefault="00FB5721">
            <w:pPr>
              <w:pStyle w:val="PL"/>
              <w:rPr>
                <w:noProof w:val="0"/>
              </w:rPr>
            </w:pPr>
            <w:r w:rsidRPr="00C827A4">
              <w:rPr>
                <w:noProof w:val="0"/>
              </w:rPr>
              <w:t>Menu Selection Help Request envelope is sent to the UICC with item identifier 1 belonging to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4-Item identifier = 2</w:t>
            </w:r>
          </w:p>
          <w:p w:rsidR="00FB5721" w:rsidRPr="00C827A4" w:rsidRDefault="00FB5721">
            <w:pPr>
              <w:pStyle w:val="PL"/>
              <w:rPr>
                <w:noProof w:val="0"/>
              </w:rPr>
            </w:pPr>
            <w:r w:rsidRPr="00C827A4">
              <w:rPr>
                <w:noProof w:val="0"/>
              </w:rPr>
              <w:t>Menu Selection Help Request envelope is sent to the UICC with item identifier 2 belonging to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5-Item identifier = 3</w:t>
            </w:r>
          </w:p>
          <w:p w:rsidR="00FB5721" w:rsidRPr="00C827A4" w:rsidRDefault="00FB5721">
            <w:pPr>
              <w:pStyle w:val="PL"/>
              <w:rPr>
                <w:noProof w:val="0"/>
              </w:rPr>
            </w:pPr>
            <w:r w:rsidRPr="00C827A4">
              <w:rPr>
                <w:noProof w:val="0"/>
              </w:rPr>
              <w:t>Menu Selection Help Request envelope is sent to the UICC with item identifier 3 belonging to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6-Item identifier = 4</w:t>
            </w:r>
          </w:p>
          <w:p w:rsidR="00FB5721" w:rsidRPr="00C827A4" w:rsidRDefault="00FB5721">
            <w:pPr>
              <w:pStyle w:val="PL"/>
              <w:rPr>
                <w:noProof w:val="0"/>
              </w:rPr>
            </w:pPr>
            <w:r w:rsidRPr="00C827A4">
              <w:rPr>
                <w:noProof w:val="0"/>
              </w:rPr>
              <w:t>Menu Selection Help Request envelope is sent to the UICC with item identifier 4 belonging to Applet2</w:t>
            </w: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The command shall return true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The command shall return true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Applet1 is triggered and Applet2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Applet1 and Applet2 are not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Applet2 is triggered and Applet1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Applet2 and Applet1 are not triggered</w:t>
            </w:r>
          </w:p>
          <w:p w:rsidR="00FB5721" w:rsidRPr="00C827A4" w:rsidRDefault="00FB5721">
            <w:pPr>
              <w:pStyle w:val="TAL"/>
            </w:pPr>
          </w:p>
        </w:tc>
        <w:tc>
          <w:tcPr>
            <w:tcW w:w="2334" w:type="dxa"/>
          </w:tcPr>
          <w:p w:rsidR="00FB5721" w:rsidRPr="00C827A4" w:rsidRDefault="00FB5721">
            <w:pPr>
              <w:pStyle w:val="TAC"/>
            </w:pPr>
          </w:p>
        </w:tc>
      </w:tr>
      <w:tr w:rsidR="00FB5721" w:rsidRPr="00C827A4">
        <w:trPr>
          <w:jc w:val="center"/>
        </w:trPr>
        <w:tc>
          <w:tcPr>
            <w:tcW w:w="425" w:type="dxa"/>
            <w:tcBorders>
              <w:left w:val="single" w:sz="4" w:space="0" w:color="auto"/>
            </w:tcBorders>
          </w:tcPr>
          <w:p w:rsidR="00FB5721" w:rsidRPr="00C827A4" w:rsidRDefault="00FB5721">
            <w:pPr>
              <w:pStyle w:val="TAC"/>
            </w:pPr>
            <w:r w:rsidRPr="00C827A4">
              <w:lastRenderedPageBreak/>
              <w:t>2</w:t>
            </w:r>
          </w:p>
        </w:tc>
        <w:tc>
          <w:tcPr>
            <w:tcW w:w="4111" w:type="dxa"/>
          </w:tcPr>
          <w:p w:rsidR="00FB5721" w:rsidRPr="00C827A4" w:rsidRDefault="00FB5721">
            <w:pPr>
              <w:pStyle w:val="TAH"/>
            </w:pPr>
            <w:r w:rsidRPr="00C827A4">
              <w:t xml:space="preserve">Applet deregistration to EVENT_MENU_SELECTION_HELP_REQUEST </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and Applet2 are deleted</w:t>
            </w:r>
          </w:p>
          <w:p w:rsidR="00FB5721" w:rsidRPr="00C827A4" w:rsidRDefault="00FB5721">
            <w:pPr>
              <w:pStyle w:val="PL"/>
              <w:rPr>
                <w:noProof w:val="0"/>
              </w:rPr>
            </w:pPr>
          </w:p>
          <w:p w:rsidR="00FB5721" w:rsidRPr="00C827A4" w:rsidRDefault="00FB5721">
            <w:pPr>
              <w:pStyle w:val="PL"/>
              <w:rPr>
                <w:noProof w:val="0"/>
              </w:rPr>
            </w:pPr>
            <w:r w:rsidRPr="00C827A4">
              <w:rPr>
                <w:noProof w:val="0"/>
              </w:rPr>
              <w:t>Applet3 is installed</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ToolkitRegistry.InitMenuEntry() method is called at the installation of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Applet3 (item id 5):</w:t>
            </w:r>
          </w:p>
          <w:p w:rsidR="00FB5721" w:rsidRPr="00C827A4" w:rsidRDefault="00FB5721">
            <w:pPr>
              <w:pStyle w:val="PL"/>
              <w:rPr>
                <w:noProof w:val="0"/>
              </w:rPr>
            </w:pPr>
            <w:r w:rsidRPr="00C827A4">
              <w:rPr>
                <w:noProof w:val="0"/>
              </w:rPr>
              <w:t>MenuEntry="Applet3A"</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HelpSupported=true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Applet3 (item id 6):</w:t>
            </w:r>
          </w:p>
          <w:p w:rsidR="00FB5721" w:rsidRPr="00C827A4" w:rsidRDefault="00FB5721">
            <w:pPr>
              <w:pStyle w:val="PL"/>
              <w:rPr>
                <w:noProof w:val="0"/>
              </w:rPr>
            </w:pPr>
            <w:r w:rsidRPr="00C827A4">
              <w:rPr>
                <w:noProof w:val="0"/>
              </w:rPr>
              <w:t>MenuEntry="Applet3B"</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HelpSupported=true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For Applet3 (item id 7):</w:t>
            </w:r>
          </w:p>
          <w:p w:rsidR="00FB5721" w:rsidRPr="00C827A4" w:rsidRDefault="00FB5721">
            <w:pPr>
              <w:pStyle w:val="PL"/>
              <w:rPr>
                <w:noProof w:val="0"/>
              </w:rPr>
            </w:pPr>
            <w:r w:rsidRPr="00C827A4">
              <w:rPr>
                <w:noProof w:val="0"/>
              </w:rPr>
              <w:t>MenuEntry="Applet3C"</w:t>
            </w:r>
          </w:p>
          <w:p w:rsidR="00FB5721" w:rsidRPr="00C827A4" w:rsidRDefault="00FB5721">
            <w:pPr>
              <w:pStyle w:val="PL"/>
              <w:rPr>
                <w:noProof w:val="0"/>
              </w:rPr>
            </w:pPr>
            <w:r w:rsidRPr="00C827A4">
              <w:rPr>
                <w:noProof w:val="0"/>
              </w:rPr>
              <w:t>Offset=0</w:t>
            </w:r>
          </w:p>
          <w:p w:rsidR="00FB5721" w:rsidRPr="00C827A4" w:rsidRDefault="00FB5721">
            <w:pPr>
              <w:pStyle w:val="PL"/>
              <w:rPr>
                <w:noProof w:val="0"/>
              </w:rPr>
            </w:pPr>
            <w:r w:rsidRPr="00C827A4">
              <w:rPr>
                <w:noProof w:val="0"/>
              </w:rPr>
              <w:t>Length=menuEntry.length</w:t>
            </w:r>
          </w:p>
          <w:p w:rsidR="00FB5721" w:rsidRPr="00C827A4" w:rsidRDefault="00FB5721">
            <w:pPr>
              <w:pStyle w:val="PL"/>
              <w:rPr>
                <w:noProof w:val="0"/>
              </w:rPr>
            </w:pPr>
            <w:r w:rsidRPr="00C827A4">
              <w:rPr>
                <w:noProof w:val="0"/>
              </w:rPr>
              <w:t>HelpSupported=false</w:t>
            </w:r>
          </w:p>
          <w:p w:rsidR="00FB5721" w:rsidRPr="00C827A4" w:rsidRDefault="00FB5721">
            <w:pPr>
              <w:pStyle w:val="PL"/>
              <w:rPr>
                <w:noProof w:val="0"/>
              </w:rPr>
            </w:pPr>
            <w:r w:rsidRPr="00C827A4">
              <w:rPr>
                <w:noProof w:val="0"/>
              </w:rPr>
              <w:t>IconQualifier=0</w:t>
            </w:r>
          </w:p>
          <w:p w:rsidR="00FB5721" w:rsidRPr="00C827A4" w:rsidRDefault="00FB5721">
            <w:pPr>
              <w:pStyle w:val="PL"/>
              <w:rPr>
                <w:noProof w:val="0"/>
              </w:rPr>
            </w:pPr>
            <w:r w:rsidRPr="00C827A4">
              <w:rPr>
                <w:noProof w:val="0"/>
              </w:rPr>
              <w:t>IconIdentifier=0</w:t>
            </w:r>
          </w:p>
          <w:p w:rsidR="00FB5721" w:rsidRPr="00C827A4" w:rsidRDefault="00FB5721">
            <w:pPr>
              <w:pStyle w:val="PL"/>
              <w:rPr>
                <w:noProof w:val="0"/>
              </w:rPr>
            </w:pPr>
          </w:p>
          <w:p w:rsidR="00FB5721" w:rsidRPr="00C827A4" w:rsidRDefault="00FB5721">
            <w:pPr>
              <w:pStyle w:val="PL"/>
              <w:rPr>
                <w:noProof w:val="0"/>
              </w:rPr>
            </w:pPr>
            <w:r w:rsidRPr="00C827A4">
              <w:rPr>
                <w:noProof w:val="0"/>
              </w:rPr>
              <w:t>1- Perform UICC initialization with the facility SET UP MENU and without the facilities SET EVENT LIST and POLL INTERVAL</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Menu Selection Help Request envelope is sent to the UICC with item identifier 5 belonging to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3- ToolkitRegistry.disableMenuEntry() method for item id 5 is called by the Menu Selection Help Request Envelope.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Menu Selection Help Request envelope is sent to the UICC with item identifier 6 belonging to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5- ToolkitRegistry.disableMenuEntry() method for item id 6 is called by the Menu Selection Help Request Envelope </w:t>
            </w:r>
          </w:p>
          <w:p w:rsidR="00FB5721" w:rsidRPr="00C827A4" w:rsidRDefault="00FB5721">
            <w:pPr>
              <w:pStyle w:val="PL"/>
              <w:rPr>
                <w:noProof w:val="0"/>
              </w:rPr>
            </w:pPr>
          </w:p>
          <w:p w:rsidR="00FB5721" w:rsidRPr="00C827A4" w:rsidRDefault="00FB5721">
            <w:pPr>
              <w:pStyle w:val="PL"/>
              <w:rPr>
                <w:noProof w:val="0"/>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Applet3 is triggered by EVENT_MENU_SELECTION_HELP_REQUEST</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Applet3 is triggered by EVENT_MENU_SELECTION_HELP_REQUEST</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The UICC shall issue a SET UP MENU proactive command with Menu Entry ID entry '05', '06' and '07', and Help supported set to true.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The UICC shall issue a SET UP MENU proactive command with Menu Entry ID entry '06' and '07', and Help supported set to true.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The UICC shall issue a SET UP MENU proactive command with Menu Entry ID entry '07', and Help supported set to false</w:t>
            </w:r>
          </w:p>
        </w:tc>
      </w:tr>
    </w:tbl>
    <w:p w:rsidR="00FB5721" w:rsidRPr="00C827A4" w:rsidRDefault="00FB5721"/>
    <w:p w:rsidR="00FB5721" w:rsidRPr="00C827A4" w:rsidRDefault="00FB5721" w:rsidP="009D6D22">
      <w:pPr>
        <w:pStyle w:val="Heading4"/>
      </w:pPr>
      <w:r w:rsidRPr="00C827A4">
        <w:lastRenderedPageBreak/>
        <w:t>5.5.3.5</w:t>
      </w:r>
      <w:r w:rsidRPr="00C827A4">
        <w:tab/>
        <w:t>EVENT_CALL_CONTROL_BY_NAA</w:t>
      </w:r>
    </w:p>
    <w:p w:rsidR="00FB5721" w:rsidRPr="00C827A4" w:rsidRDefault="00FB5721" w:rsidP="009D6D22">
      <w:pPr>
        <w:keepNext/>
        <w:keepLines/>
      </w:pPr>
      <w:r w:rsidRPr="00C827A4">
        <w:t>Test Area Reference: Cre_Apt_Eccn</w:t>
      </w:r>
      <w:r w:rsidR="009D6D22" w:rsidRPr="00C827A4">
        <w:t>.</w:t>
      </w:r>
    </w:p>
    <w:p w:rsidR="00FB5721" w:rsidRPr="00C827A4" w:rsidRDefault="00FB5721" w:rsidP="009D6D22">
      <w:pPr>
        <w:pStyle w:val="Heading5"/>
      </w:pPr>
      <w:r w:rsidRPr="00C827A4">
        <w:t>5.5.3.5.1</w:t>
      </w:r>
      <w:r w:rsidRPr="00C827A4">
        <w:tab/>
        <w:t>Conformance requirement</w:t>
      </w:r>
    </w:p>
    <w:p w:rsidR="00FB5721" w:rsidRPr="00C827A4" w:rsidRDefault="00FB5721" w:rsidP="009D6D22">
      <w:pPr>
        <w:pStyle w:val="H6"/>
      </w:pPr>
      <w:r w:rsidRPr="00C827A4">
        <w:t>5.5.3.5.1.1</w:t>
      </w:r>
      <w:r w:rsidRPr="00C827A4">
        <w:tab/>
        <w:t>Normal execution</w:t>
      </w:r>
    </w:p>
    <w:p w:rsidR="00FB5721" w:rsidRPr="00C827A4" w:rsidRDefault="00FB5721">
      <w:pPr>
        <w:pStyle w:val="B1"/>
      </w:pPr>
      <w:r w:rsidRPr="00C827A4">
        <w:t>CRRN1: The applet is triggered by the EVENT_CALL_CONTROL_BY_NAA once it has registered to this event and an Envelope Call Control by NAA is received.</w:t>
      </w:r>
    </w:p>
    <w:p w:rsidR="00FB5721" w:rsidRPr="00C827A4" w:rsidRDefault="00FB5721">
      <w:pPr>
        <w:pStyle w:val="B1"/>
      </w:pPr>
      <w:r w:rsidRPr="00C827A4">
        <w:t>CRRN2: The applet is not triggered by the EVENT_CALL_CONTROL_BY_NAA once it has deregistered from this event.</w:t>
      </w:r>
    </w:p>
    <w:p w:rsidR="00FB5721" w:rsidRPr="00C827A4" w:rsidRDefault="00FB5721">
      <w:pPr>
        <w:pStyle w:val="B1"/>
      </w:pPr>
      <w:r w:rsidRPr="00C827A4">
        <w:t>CRRN3: Regardless of the Toolkit Applet state the CAT Runtime Environment shall not allow more than one Toolkit Applet to be registered to this event at a time.</w:t>
      </w:r>
    </w:p>
    <w:p w:rsidR="00FB5721" w:rsidRPr="00C827A4" w:rsidRDefault="00FB5721">
      <w:pPr>
        <w:pStyle w:val="H6"/>
      </w:pPr>
      <w:r w:rsidRPr="00C827A4">
        <w:t>5.5.3.5.1.2</w:t>
      </w:r>
      <w:r w:rsidRPr="00C827A4">
        <w:tab/>
        <w:t>Parameter errors</w:t>
      </w:r>
    </w:p>
    <w:p w:rsidR="00FB5721" w:rsidRPr="00C827A4" w:rsidRDefault="00FB5721">
      <w:r w:rsidRPr="00C827A4">
        <w:t>No requirements.</w:t>
      </w:r>
    </w:p>
    <w:p w:rsidR="00FB5721" w:rsidRPr="00C827A4" w:rsidRDefault="00FB5721">
      <w:pPr>
        <w:pStyle w:val="H6"/>
      </w:pPr>
      <w:r w:rsidRPr="00C827A4">
        <w:t>5.5.3.5.1.3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5.5.3.5.2</w:t>
      </w:r>
      <w:r w:rsidRPr="00C827A4">
        <w:tab/>
        <w:t>Test area files</w:t>
      </w:r>
    </w:p>
    <w:p w:rsidR="00FB5721" w:rsidRPr="00C827A4" w:rsidRDefault="00FB5721" w:rsidP="009D6D22">
      <w:pPr>
        <w:pStyle w:val="EX"/>
      </w:pPr>
      <w:r w:rsidRPr="00C827A4">
        <w:t xml:space="preserve">Test Source: </w:t>
      </w:r>
      <w:r w:rsidRPr="00C827A4">
        <w:tab/>
        <w:t>Test_Cre_APT_ECCN.java</w:t>
      </w:r>
      <w:r w:rsidR="009D6D22" w:rsidRPr="00C827A4">
        <w:t>.</w:t>
      </w:r>
    </w:p>
    <w:p w:rsidR="00FB5721" w:rsidRPr="00C827A4" w:rsidRDefault="00FB5721" w:rsidP="009D6D22">
      <w:pPr>
        <w:pStyle w:val="EX"/>
      </w:pPr>
      <w:r w:rsidRPr="00C827A4">
        <w:t xml:space="preserve">Test Applet: </w:t>
      </w:r>
      <w:r w:rsidRPr="00C827A4">
        <w:tab/>
        <w:t>Cre_Apt_Eccn_1.java</w:t>
      </w:r>
      <w:r w:rsidR="009D6D22" w:rsidRPr="00C827A4">
        <w:t>.</w:t>
      </w:r>
    </w:p>
    <w:p w:rsidR="00FB5721" w:rsidRPr="00C827A4" w:rsidRDefault="00FB5721" w:rsidP="009D6D22">
      <w:pPr>
        <w:pStyle w:val="EX"/>
        <w:rPr>
          <w:b/>
          <w:bCs/>
        </w:rPr>
      </w:pPr>
      <w:r w:rsidRPr="00C827A4">
        <w:tab/>
        <w:t>Cre_Apt_Eccn_2.java</w:t>
      </w:r>
      <w:r w:rsidR="009D6D22" w:rsidRPr="00C827A4">
        <w:t>.</w:t>
      </w:r>
    </w:p>
    <w:p w:rsidR="00FB5721" w:rsidRPr="00C827A4" w:rsidRDefault="00FB5721" w:rsidP="009D6D22">
      <w:pPr>
        <w:pStyle w:val="EX"/>
      </w:pPr>
      <w:r w:rsidRPr="00C827A4">
        <w:t xml:space="preserve">Cap File: </w:t>
      </w:r>
      <w:r w:rsidRPr="00C827A4">
        <w:tab/>
      </w:r>
      <w:r w:rsidR="000570D2" w:rsidRPr="00C827A4">
        <w:t>C</w:t>
      </w:r>
      <w:r w:rsidRPr="00C827A4">
        <w:t>re_apt_eccn.cap</w:t>
      </w:r>
      <w:r w:rsidR="009D6D22" w:rsidRPr="00C827A4">
        <w:t>.</w:t>
      </w:r>
    </w:p>
    <w:p w:rsidR="00FB5721" w:rsidRPr="00C827A4" w:rsidRDefault="00FB5721" w:rsidP="00D65C82">
      <w:pPr>
        <w:pStyle w:val="Heading5"/>
      </w:pPr>
      <w:r w:rsidRPr="00C827A4">
        <w:t>5.5.3.5.3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tblHeade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1, 2, 3</w:t>
            </w:r>
          </w:p>
        </w:tc>
      </w:tr>
      <w:tr w:rsidR="00FB5721" w:rsidRPr="00C827A4">
        <w:trPr>
          <w:tblHeade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3</w:t>
            </w:r>
          </w:p>
        </w:tc>
      </w:tr>
      <w:tr w:rsidR="00FB5721" w:rsidRPr="00C827A4">
        <w:trPr>
          <w:tblHeade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See API_2_TKR_SEVTB</w:t>
            </w:r>
          </w:p>
        </w:tc>
      </w:tr>
    </w:tbl>
    <w:p w:rsidR="00FB5721" w:rsidRPr="00C827A4" w:rsidRDefault="00FB5721"/>
    <w:p w:rsidR="00FB5721" w:rsidRPr="00C827A4" w:rsidRDefault="00FB5721" w:rsidP="00D65C82">
      <w:pPr>
        <w:pStyle w:val="Heading5"/>
      </w:pPr>
      <w:r w:rsidRPr="00C827A4">
        <w:lastRenderedPageBreak/>
        <w:t>5.5.3.5.4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H"/>
            </w:pPr>
            <w:r w:rsidRPr="00C827A4">
              <w:t>Applets registration to EVENT_CALL_CONTROL_BY_NAA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is registered to EVENT_CALL_CONTROL_BY_NAA.</w:t>
            </w:r>
          </w:p>
          <w:p w:rsidR="00FB5721" w:rsidRPr="00C827A4" w:rsidRDefault="00FB5721">
            <w:pPr>
              <w:pStyle w:val="PL"/>
              <w:rPr>
                <w:noProof w:val="0"/>
              </w:rPr>
            </w:pPr>
          </w:p>
          <w:p w:rsidR="00FB5721" w:rsidRPr="00C827A4" w:rsidRDefault="00FB5721">
            <w:pPr>
              <w:pStyle w:val="PL"/>
              <w:rPr>
                <w:noProof w:val="0"/>
              </w:rPr>
            </w:pPr>
            <w:r w:rsidRPr="00C827A4">
              <w:rPr>
                <w:noProof w:val="0"/>
              </w:rPr>
              <w:t>Applet2 is registered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Call control by NAA is sent to the UICC</w:t>
            </w: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tc>
        <w:tc>
          <w:tcPr>
            <w:tcW w:w="2334" w:type="dxa"/>
          </w:tcPr>
          <w:p w:rsidR="00FB5721" w:rsidRPr="00C827A4" w:rsidRDefault="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nil"/>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t>2</w:t>
            </w:r>
          </w:p>
        </w:tc>
        <w:tc>
          <w:tcPr>
            <w:tcW w:w="4111" w:type="dxa"/>
            <w:tcBorders>
              <w:top w:val="nil"/>
              <w:bottom w:val="nil"/>
            </w:tcBorders>
          </w:tcPr>
          <w:p w:rsidR="00FB5721" w:rsidRPr="00C827A4" w:rsidRDefault="00FB5721" w:rsidP="001F17EA">
            <w:pPr>
              <w:pStyle w:val="TAH"/>
              <w:keepLines w:val="0"/>
            </w:pPr>
            <w:r w:rsidRPr="00C827A4">
              <w:t xml:space="preserve">Applet deregistration and registration of the second applet to EVENT_CALL_CONTROL_BY_NAA. </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An Envelope menu 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Applet2 contructs a Display Text proactive command.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ProactiveHandler.send()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An Envelope Call control by NAA envelope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ToolkitRegistry.clearEvent() is called for EVENT_CALL_CONTROL_BY_NAA</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TERMINAL RESPONSE of Display Text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ToolkitRegistry.setEvent() method is called for EVENT_CALL_CONTROL_BY_NAA</w:t>
            </w:r>
          </w:p>
          <w:p w:rsidR="00FB5721" w:rsidRPr="00C827A4" w:rsidRDefault="00FB5721" w:rsidP="001F17EA">
            <w:pPr>
              <w:pStyle w:val="PL"/>
              <w:keepNext/>
              <w:rPr>
                <w:noProof w:val="0"/>
              </w:rPr>
            </w:pPr>
          </w:p>
          <w:p w:rsidR="00FB5721" w:rsidRPr="00C827A4" w:rsidRDefault="00FB5721" w:rsidP="001F17EA">
            <w:pPr>
              <w:pStyle w:val="TAL"/>
            </w:pPr>
          </w:p>
        </w:tc>
        <w:tc>
          <w:tcPr>
            <w:tcW w:w="2911" w:type="dxa"/>
            <w:tcBorders>
              <w:top w:val="nil"/>
              <w:bottom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Applet2 is triggered by EVENT_MENU_SELECTION.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3- Applet1 is triggered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Applet1 finalizes.</w:t>
            </w:r>
          </w:p>
          <w:p w:rsidR="00FB5721" w:rsidRPr="00C827A4" w:rsidRDefault="00FB5721" w:rsidP="001F17EA">
            <w:pPr>
              <w:pStyle w:val="TAL"/>
              <w:keepLines w:val="0"/>
            </w:pPr>
          </w:p>
          <w:p w:rsidR="00FB5721" w:rsidRPr="00C827A4" w:rsidRDefault="00FB5721" w:rsidP="001F17EA">
            <w:pPr>
              <w:pStyle w:val="TAL"/>
              <w:keepLines w:val="0"/>
            </w:pPr>
            <w:r w:rsidRPr="00C827A4">
              <w:t>4- Applet2 is resumed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Applet2 finalizes</w:t>
            </w:r>
          </w:p>
        </w:tc>
        <w:tc>
          <w:tcPr>
            <w:tcW w:w="2334" w:type="dxa"/>
            <w:tcBorders>
              <w:top w:val="nil"/>
              <w:bottom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 proactive command Display Text is sent and</w:t>
            </w:r>
          </w:p>
          <w:p w:rsidR="00FB5721" w:rsidRPr="00C827A4" w:rsidRDefault="00FB5721" w:rsidP="001F17EA">
            <w:pPr>
              <w:pStyle w:val="TAL"/>
              <w:keepLines w:val="0"/>
            </w:pPr>
            <w:r w:rsidRPr="00C827A4">
              <w:t xml:space="preserve"> applet is suspended until the terminal response</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3</w:t>
            </w:r>
          </w:p>
        </w:tc>
        <w:tc>
          <w:tcPr>
            <w:tcW w:w="4111" w:type="dxa"/>
            <w:tcBorders>
              <w:top w:val="single" w:sz="4" w:space="0" w:color="auto"/>
            </w:tcBorders>
          </w:tcPr>
          <w:p w:rsidR="00FB5721" w:rsidRPr="00C827A4" w:rsidRDefault="00FB5721">
            <w:pPr>
              <w:pStyle w:val="TAH"/>
              <w:keepNext w:val="0"/>
              <w:keepLines w:val="0"/>
            </w:pPr>
            <w:r w:rsidRPr="00C827A4">
              <w:t>Applet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Call control by NAA envelope is sent to the UICC</w:t>
            </w:r>
          </w:p>
        </w:tc>
        <w:tc>
          <w:tcPr>
            <w:tcW w:w="2911" w:type="dxa"/>
            <w:tcBorders>
              <w:top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Applet2 is triggered.</w:t>
            </w:r>
          </w:p>
          <w:p w:rsidR="00FB5721" w:rsidRPr="00C827A4" w:rsidRDefault="00FB5721">
            <w:pPr>
              <w:pStyle w:val="TAL"/>
              <w:keepNext w:val="0"/>
              <w:keepLines w:val="0"/>
            </w:pPr>
            <w:r w:rsidRPr="00C827A4">
              <w:t>(Applet1 is not triggered)</w:t>
            </w:r>
          </w:p>
        </w:tc>
        <w:tc>
          <w:tcPr>
            <w:tcW w:w="2334" w:type="dxa"/>
            <w:tcBorders>
              <w:top w:val="single" w:sz="4" w:space="0" w:color="auto"/>
            </w:tcBorders>
          </w:tcPr>
          <w:p w:rsidR="00FB5721" w:rsidRPr="00C827A4" w:rsidRDefault="00FB5721">
            <w:pPr>
              <w:pStyle w:val="TAC"/>
              <w:keepNext w:val="0"/>
              <w:keepLines w:val="0"/>
            </w:pPr>
          </w:p>
        </w:tc>
      </w:tr>
    </w:tbl>
    <w:p w:rsidR="00FB5721" w:rsidRPr="00C827A4" w:rsidRDefault="00FB5721"/>
    <w:p w:rsidR="00FB5721" w:rsidRPr="00C827A4" w:rsidRDefault="00FB5721">
      <w:pPr>
        <w:pStyle w:val="Heading4"/>
      </w:pPr>
      <w:r w:rsidRPr="00C827A4">
        <w:t>5.5.3.6</w:t>
      </w:r>
      <w:r w:rsidRPr="00C827A4">
        <w:tab/>
        <w:t>EVENT_TIMER_EXPIRATION</w:t>
      </w:r>
    </w:p>
    <w:p w:rsidR="00FB5721" w:rsidRPr="00C827A4" w:rsidRDefault="00FB5721">
      <w:r w:rsidRPr="00C827A4">
        <w:t>Test Area Reference: Cre_Apt_Etex</w:t>
      </w:r>
      <w:r w:rsidR="009D6D22" w:rsidRPr="00C827A4">
        <w:t>.</w:t>
      </w:r>
    </w:p>
    <w:p w:rsidR="00FB5721" w:rsidRPr="00C827A4" w:rsidRDefault="00FB5721" w:rsidP="00D65C82">
      <w:pPr>
        <w:pStyle w:val="Heading5"/>
      </w:pPr>
      <w:r w:rsidRPr="00C827A4">
        <w:t>5.5.3.6.1</w:t>
      </w:r>
      <w:r w:rsidRPr="00C827A4">
        <w:tab/>
        <w:t>Conformance requirement</w:t>
      </w:r>
    </w:p>
    <w:p w:rsidR="00FB5721" w:rsidRPr="00C827A4" w:rsidRDefault="00FB5721">
      <w:pPr>
        <w:pStyle w:val="H6"/>
      </w:pPr>
      <w:r w:rsidRPr="00C827A4">
        <w:t>5.5.3.6.1.1</w:t>
      </w:r>
      <w:r w:rsidRPr="00C827A4">
        <w:tab/>
        <w:t>Normal execution</w:t>
      </w:r>
    </w:p>
    <w:p w:rsidR="00FB5721" w:rsidRPr="00C827A4" w:rsidRDefault="00FB5721">
      <w:pPr>
        <w:pStyle w:val="B1"/>
      </w:pPr>
      <w:r w:rsidRPr="00C827A4">
        <w:t>CRRN1: The applet is triggered by the EVENT_TIMER_EXPIRATION once it has been registered to this event and an Envelope Timer Expiration with a Timer Identifier of the applet is received if no proactive session is ongoing.</w:t>
      </w:r>
    </w:p>
    <w:p w:rsidR="00FB5721" w:rsidRPr="00C827A4" w:rsidRDefault="00FB5721">
      <w:pPr>
        <w:pStyle w:val="B1"/>
      </w:pPr>
      <w:r w:rsidRPr="00C827A4">
        <w:t>CRRN2: The applet is not triggered by the EVENT_TIMER_EXPIRATION once it has been deregistered from this event.</w:t>
      </w:r>
    </w:p>
    <w:p w:rsidR="00FB5721" w:rsidRPr="00C827A4" w:rsidRDefault="00FB5721">
      <w:pPr>
        <w:pStyle w:val="H6"/>
      </w:pPr>
      <w:r w:rsidRPr="00C827A4">
        <w:t>5.5.3.6.1.2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5.5.3.6.1.3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5.5.3.6.2</w:t>
      </w:r>
      <w:r w:rsidRPr="00C827A4">
        <w:tab/>
        <w:t>Test area files</w:t>
      </w:r>
    </w:p>
    <w:p w:rsidR="00FB5721" w:rsidRPr="00C827A4" w:rsidRDefault="00FB5721">
      <w:pPr>
        <w:pStyle w:val="B10"/>
        <w:tabs>
          <w:tab w:val="left" w:pos="2268"/>
        </w:tabs>
        <w:ind w:left="284" w:firstLine="0"/>
      </w:pPr>
      <w:r w:rsidRPr="00C827A4">
        <w:t>Test Source:</w:t>
      </w:r>
      <w:r w:rsidRPr="00C827A4">
        <w:tab/>
        <w:t>Test_Cre_Apt_Etex.java</w:t>
      </w:r>
      <w:r w:rsidR="000570D2" w:rsidRPr="00C827A4">
        <w:t>.</w:t>
      </w:r>
    </w:p>
    <w:p w:rsidR="00FB5721" w:rsidRPr="00C827A4" w:rsidRDefault="00FB5721">
      <w:pPr>
        <w:pStyle w:val="B10"/>
        <w:tabs>
          <w:tab w:val="left" w:pos="2268"/>
        </w:tabs>
        <w:ind w:left="284" w:firstLine="0"/>
      </w:pPr>
      <w:r w:rsidRPr="00C827A4">
        <w:t xml:space="preserve">Test Applet: </w:t>
      </w:r>
      <w:r w:rsidRPr="00C827A4">
        <w:tab/>
        <w:t>Cre_Apt_Etex_1.java</w:t>
      </w:r>
      <w:r w:rsidR="000570D2" w:rsidRPr="00C827A4">
        <w:t>.</w:t>
      </w:r>
    </w:p>
    <w:p w:rsidR="00FB5721" w:rsidRPr="00C827A4" w:rsidRDefault="00FB5721">
      <w:pPr>
        <w:pStyle w:val="B10"/>
        <w:tabs>
          <w:tab w:val="left" w:pos="2268"/>
        </w:tabs>
        <w:ind w:left="284" w:firstLine="0"/>
      </w:pPr>
      <w:r w:rsidRPr="00C827A4">
        <w:t>Cap File:</w:t>
      </w:r>
      <w:r w:rsidRPr="00C827A4">
        <w:tab/>
      </w:r>
      <w:r w:rsidR="000570D2" w:rsidRPr="00C827A4">
        <w:t>C</w:t>
      </w:r>
      <w:r w:rsidRPr="00C827A4">
        <w:t>re_apt_etex.cap</w:t>
      </w:r>
      <w:r w:rsidR="000570D2" w:rsidRPr="00C827A4">
        <w:t>.</w:t>
      </w:r>
    </w:p>
    <w:p w:rsidR="00FB5721" w:rsidRPr="00C827A4" w:rsidRDefault="00FB5721" w:rsidP="009D6D22">
      <w:pPr>
        <w:pStyle w:val="Heading5"/>
      </w:pPr>
      <w:r w:rsidRPr="00C827A4">
        <w:t>5.5.3.6.3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rsidP="009D6D22">
            <w:pPr>
              <w:pStyle w:val="TAH"/>
            </w:pPr>
            <w:r w:rsidRPr="00C827A4">
              <w:t>CRR Number</w:t>
            </w:r>
          </w:p>
        </w:tc>
        <w:tc>
          <w:tcPr>
            <w:tcW w:w="2682" w:type="dxa"/>
          </w:tcPr>
          <w:p w:rsidR="00FB5721" w:rsidRPr="00C827A4" w:rsidRDefault="00FB5721" w:rsidP="009D6D22">
            <w:pPr>
              <w:pStyle w:val="TAH"/>
            </w:pPr>
            <w:r w:rsidRPr="00C827A4">
              <w:t>Test Case Number</w:t>
            </w:r>
          </w:p>
        </w:tc>
      </w:tr>
      <w:tr w:rsidR="00FB5721" w:rsidRPr="00C827A4">
        <w:trPr>
          <w:jc w:val="center"/>
        </w:trPr>
        <w:tc>
          <w:tcPr>
            <w:tcW w:w="2276" w:type="dxa"/>
          </w:tcPr>
          <w:p w:rsidR="00FB5721" w:rsidRPr="00C827A4" w:rsidRDefault="00FB5721" w:rsidP="009D6D22">
            <w:pPr>
              <w:pStyle w:val="TAC"/>
            </w:pPr>
            <w:r w:rsidRPr="00C827A4">
              <w:t>CRRN1</w:t>
            </w:r>
          </w:p>
        </w:tc>
        <w:tc>
          <w:tcPr>
            <w:tcW w:w="2682" w:type="dxa"/>
          </w:tcPr>
          <w:p w:rsidR="00FB5721" w:rsidRPr="00C827A4" w:rsidRDefault="00FB5721" w:rsidP="009D6D22">
            <w:pPr>
              <w:pStyle w:val="TAC"/>
            </w:pPr>
            <w:r w:rsidRPr="00C827A4">
              <w:t>1, 2</w:t>
            </w:r>
          </w:p>
        </w:tc>
      </w:tr>
      <w:tr w:rsidR="00FB5721" w:rsidRPr="00C827A4">
        <w:trPr>
          <w:jc w:val="center"/>
        </w:trPr>
        <w:tc>
          <w:tcPr>
            <w:tcW w:w="2276" w:type="dxa"/>
          </w:tcPr>
          <w:p w:rsidR="00FB5721" w:rsidRPr="00C827A4" w:rsidRDefault="00FB5721" w:rsidP="009D6D22">
            <w:pPr>
              <w:pStyle w:val="TAC"/>
            </w:pPr>
            <w:r w:rsidRPr="00C827A4">
              <w:t>CRRN2</w:t>
            </w:r>
          </w:p>
        </w:tc>
        <w:tc>
          <w:tcPr>
            <w:tcW w:w="2682" w:type="dxa"/>
          </w:tcPr>
          <w:p w:rsidR="00FB5721" w:rsidRPr="00C827A4" w:rsidRDefault="00FB5721" w:rsidP="009D6D22">
            <w:pPr>
              <w:pStyle w:val="TAC"/>
            </w:pPr>
            <w:r w:rsidRPr="00C827A4">
              <w:t>2</w:t>
            </w:r>
          </w:p>
        </w:tc>
      </w:tr>
    </w:tbl>
    <w:p w:rsidR="00FB5721" w:rsidRPr="00C827A4" w:rsidRDefault="00FB5721" w:rsidP="000570D2"/>
    <w:p w:rsidR="00FB5721" w:rsidRPr="00C827A4" w:rsidRDefault="00FB5721" w:rsidP="00D65C82">
      <w:pPr>
        <w:pStyle w:val="Heading5"/>
      </w:pPr>
      <w:r w:rsidRPr="00C827A4">
        <w:t>5.5</w:t>
      </w:r>
      <w:r w:rsidR="009D6D22" w:rsidRPr="00C827A4">
        <w:t>.3.6.4</w:t>
      </w:r>
      <w:r w:rsidR="009D6D22"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6"/>
        <w:gridCol w:w="3660"/>
        <w:gridCol w:w="2577"/>
        <w:gridCol w:w="3148"/>
      </w:tblGrid>
      <w:tr w:rsidR="00FB5721" w:rsidRPr="00C827A4">
        <w:trPr>
          <w:tblHeader/>
          <w:jc w:val="center"/>
        </w:trPr>
        <w:tc>
          <w:tcPr>
            <w:tcW w:w="396" w:type="dxa"/>
            <w:tcBorders>
              <w:left w:val="single" w:sz="4" w:space="0" w:color="auto"/>
            </w:tcBorders>
          </w:tcPr>
          <w:p w:rsidR="00FB5721" w:rsidRPr="00C827A4" w:rsidRDefault="00FB5721">
            <w:pPr>
              <w:pStyle w:val="TAH"/>
              <w:keepNext w:val="0"/>
              <w:keepLines w:val="0"/>
            </w:pPr>
            <w:r w:rsidRPr="00C827A4">
              <w:t>Id</w:t>
            </w:r>
          </w:p>
        </w:tc>
        <w:tc>
          <w:tcPr>
            <w:tcW w:w="3660" w:type="dxa"/>
          </w:tcPr>
          <w:p w:rsidR="00FB5721" w:rsidRPr="00C827A4" w:rsidRDefault="00FB5721">
            <w:pPr>
              <w:pStyle w:val="TAH"/>
              <w:keepNext w:val="0"/>
              <w:keepLines w:val="0"/>
            </w:pPr>
            <w:r w:rsidRPr="00C827A4">
              <w:t>Description</w:t>
            </w:r>
          </w:p>
        </w:tc>
        <w:tc>
          <w:tcPr>
            <w:tcW w:w="2577" w:type="dxa"/>
          </w:tcPr>
          <w:p w:rsidR="00FB5721" w:rsidRPr="00C827A4" w:rsidRDefault="00FB5721">
            <w:pPr>
              <w:pStyle w:val="TAH"/>
              <w:keepNext w:val="0"/>
              <w:keepLines w:val="0"/>
            </w:pPr>
            <w:r w:rsidRPr="00C827A4">
              <w:t>API/CAT RE Expectation</w:t>
            </w:r>
          </w:p>
        </w:tc>
        <w:tc>
          <w:tcPr>
            <w:tcW w:w="3148" w:type="dxa"/>
          </w:tcPr>
          <w:p w:rsidR="00FB5721" w:rsidRPr="00C827A4" w:rsidRDefault="00FB5721">
            <w:pPr>
              <w:pStyle w:val="TAH"/>
              <w:keepNext w:val="0"/>
              <w:keepLines w:val="0"/>
            </w:pPr>
            <w:r w:rsidRPr="00C827A4">
              <w:t>APDU Expectation</w:t>
            </w:r>
          </w:p>
        </w:tc>
      </w:tr>
      <w:tr w:rsidR="00FB5721" w:rsidRPr="00C827A4">
        <w:trPr>
          <w:jc w:val="center"/>
        </w:trPr>
        <w:tc>
          <w:tcPr>
            <w:tcW w:w="396" w:type="dxa"/>
            <w:tcBorders>
              <w:left w:val="single" w:sz="4" w:space="0" w:color="auto"/>
            </w:tcBorders>
          </w:tcPr>
          <w:p w:rsidR="00FB5721" w:rsidRPr="00C827A4" w:rsidRDefault="00FB5721">
            <w:pPr>
              <w:pStyle w:val="TAC"/>
              <w:keepNext w:val="0"/>
              <w:keepLines w:val="0"/>
            </w:pPr>
            <w:r w:rsidRPr="00C827A4">
              <w:t>1</w:t>
            </w:r>
          </w:p>
        </w:tc>
        <w:tc>
          <w:tcPr>
            <w:tcW w:w="3660" w:type="dxa"/>
          </w:tcPr>
          <w:p w:rsidR="00FB5721" w:rsidRPr="00C827A4" w:rsidRDefault="00FB5721">
            <w:pPr>
              <w:pStyle w:val="TAH"/>
              <w:keepNext w:val="0"/>
              <w:keepLines w:val="0"/>
            </w:pPr>
            <w:r w:rsidRPr="00C827A4">
              <w:t>Applet registration to EVENT_TIMER_EXPIRATION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EVENT_TIMER_EXPIRATION using the allocateTimer() method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EVENT_TIMER_EXPIRATION</w:t>
            </w:r>
          </w:p>
          <w:p w:rsidR="00FB5721" w:rsidRPr="00C827A4" w:rsidRDefault="00FB5721">
            <w:pPr>
              <w:pStyle w:val="PL"/>
              <w:rPr>
                <w:noProof w:val="0"/>
              </w:rPr>
            </w:pPr>
            <w:r w:rsidRPr="00C827A4">
              <w:rPr>
                <w:noProof w:val="0"/>
              </w:rPr>
              <w:t>1- 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TIMER_EXPIRATION is sent to the UICC.</w:t>
            </w:r>
          </w:p>
        </w:tc>
        <w:tc>
          <w:tcPr>
            <w:tcW w:w="2577"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tc>
        <w:tc>
          <w:tcPr>
            <w:tcW w:w="3148" w:type="dxa"/>
          </w:tcPr>
          <w:p w:rsidR="00FB5721" w:rsidRPr="00C827A4" w:rsidRDefault="00FB5721">
            <w:pPr>
              <w:pStyle w:val="textcell"/>
              <w:rPr>
                <w:rFonts w:ascii="Arial" w:hAnsi="Arial"/>
                <w:sz w:val="18"/>
                <w:lang w:val="en-GB"/>
              </w:rPr>
            </w:pPr>
          </w:p>
        </w:tc>
      </w:tr>
      <w:tr w:rsidR="00FB5721" w:rsidRPr="00C827A4">
        <w:trPr>
          <w:jc w:val="center"/>
        </w:trPr>
        <w:tc>
          <w:tcPr>
            <w:tcW w:w="396"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3660" w:type="dxa"/>
            <w:tcBorders>
              <w:top w:val="nil"/>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Timer id=1</w:t>
            </w:r>
          </w:p>
          <w:p w:rsidR="00FB5721" w:rsidRPr="00C827A4" w:rsidRDefault="00FB5721">
            <w:pPr>
              <w:pStyle w:val="PL"/>
              <w:rPr>
                <w:noProof w:val="0"/>
              </w:rPr>
            </w:pPr>
            <w:r w:rsidRPr="00C827A4">
              <w:rPr>
                <w:noProof w:val="0"/>
              </w:rPr>
              <w:t>ToolkitRegistry.ReleaseTimer()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timer expiration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ToolkitRegistry.AllocateTimer()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TIMER_EXPIRATION is sent to the UICC</w:t>
            </w:r>
          </w:p>
        </w:tc>
        <w:tc>
          <w:tcPr>
            <w:tcW w:w="2577"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3148" w:type="dxa"/>
            <w:tcBorders>
              <w:top w:val="nil"/>
            </w:tcBorders>
          </w:tcPr>
          <w:p w:rsidR="00FB5721" w:rsidRPr="00C827A4" w:rsidRDefault="00FB5721">
            <w:pPr>
              <w:pStyle w:val="TAC"/>
              <w:keepNext w:val="0"/>
              <w:keepLines w:val="0"/>
            </w:pPr>
          </w:p>
        </w:tc>
      </w:tr>
    </w:tbl>
    <w:p w:rsidR="00FB5721" w:rsidRPr="00C827A4" w:rsidRDefault="00FB5721"/>
    <w:p w:rsidR="00FB5721" w:rsidRPr="00C827A4" w:rsidRDefault="00FB5721">
      <w:pPr>
        <w:pStyle w:val="Heading4"/>
      </w:pPr>
      <w:r w:rsidRPr="00C827A4">
        <w:t>5.5.3.7</w:t>
      </w:r>
      <w:r w:rsidRPr="00C827A4">
        <w:tab/>
        <w:t>EVENT_EVENT_DOWNLOAD_MT_CALL</w:t>
      </w:r>
    </w:p>
    <w:p w:rsidR="00FB5721" w:rsidRPr="00C827A4" w:rsidRDefault="00FB5721">
      <w:r w:rsidRPr="00C827A4">
        <w:t>Test Area Reference: Cre_Apt_Edmc</w:t>
      </w:r>
      <w:r w:rsidR="009D6D22" w:rsidRPr="00C827A4">
        <w:t>.</w:t>
      </w:r>
    </w:p>
    <w:p w:rsidR="00FB5721" w:rsidRPr="00C827A4" w:rsidRDefault="00FB5721" w:rsidP="00D65C82">
      <w:pPr>
        <w:pStyle w:val="Heading5"/>
      </w:pPr>
      <w:r w:rsidRPr="00C827A4">
        <w:t>5.5.3.7.1</w:t>
      </w:r>
      <w:r w:rsidRPr="00C827A4">
        <w:tab/>
        <w:t>Conformance requirement</w:t>
      </w:r>
    </w:p>
    <w:p w:rsidR="00FB5721" w:rsidRPr="00C827A4" w:rsidRDefault="00FB5721">
      <w:pPr>
        <w:pStyle w:val="H6"/>
      </w:pPr>
      <w:r w:rsidRPr="00C827A4">
        <w:t>5.5.3.7.1.1</w:t>
      </w:r>
      <w:r w:rsidRPr="00C827A4">
        <w:tab/>
        <w:t>Normal execution</w:t>
      </w:r>
    </w:p>
    <w:p w:rsidR="00FB5721" w:rsidRPr="00C827A4" w:rsidRDefault="00FB5721">
      <w:pPr>
        <w:pStyle w:val="B1"/>
      </w:pPr>
      <w:r w:rsidRPr="00C827A4">
        <w:t>CRRN1: The applet is triggered by the EVENT_EVENT_DOWNLOAD_MT_CALL once it has registered to this event and an Envelope Event DownLoad MT Call is received.</w:t>
      </w:r>
    </w:p>
    <w:p w:rsidR="00FB5721" w:rsidRPr="00C827A4" w:rsidRDefault="00FB5721">
      <w:pPr>
        <w:pStyle w:val="B1"/>
      </w:pPr>
      <w:r w:rsidRPr="00C827A4">
        <w:lastRenderedPageBreak/>
        <w:t>CRRN2: The applet is not triggered by the EVENT_EVENT_DOWNLOAD_MT_CALL once it has deregistered from this event.</w:t>
      </w:r>
    </w:p>
    <w:p w:rsidR="00FB5721" w:rsidRPr="00C827A4" w:rsidRDefault="00FB5721">
      <w:pPr>
        <w:pStyle w:val="H6"/>
      </w:pPr>
      <w:r w:rsidRPr="00C827A4">
        <w:t>5.5.3.7.1.2</w:t>
      </w:r>
      <w:r w:rsidRPr="00C827A4">
        <w:tab/>
        <w:t>Parameter errors</w:t>
      </w:r>
    </w:p>
    <w:p w:rsidR="00FB5721" w:rsidRPr="00C827A4" w:rsidRDefault="00FB5721">
      <w:r w:rsidRPr="00C827A4">
        <w:t>No requirements.</w:t>
      </w:r>
    </w:p>
    <w:p w:rsidR="00FB5721" w:rsidRPr="00C827A4" w:rsidRDefault="00FB5721">
      <w:pPr>
        <w:pStyle w:val="H6"/>
      </w:pPr>
      <w:r w:rsidRPr="00C827A4">
        <w:t>5.5.3.7.1.3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5.5.3.7.2</w:t>
      </w:r>
      <w:r w:rsidRPr="00C827A4">
        <w:tab/>
        <w:t>Test area files</w:t>
      </w:r>
    </w:p>
    <w:p w:rsidR="00FB5721" w:rsidRPr="00C827A4" w:rsidRDefault="00FB5721" w:rsidP="009D6D22">
      <w:pPr>
        <w:pStyle w:val="EX"/>
      </w:pPr>
      <w:r w:rsidRPr="00C827A4">
        <w:t>Test Source:</w:t>
      </w:r>
      <w:r w:rsidRPr="00C827A4">
        <w:tab/>
        <w:t>Test_Cre_Apt_Edmc.java</w:t>
      </w:r>
      <w:r w:rsidR="009D6D22" w:rsidRPr="00C827A4">
        <w:t>.</w:t>
      </w:r>
    </w:p>
    <w:p w:rsidR="00FB5721" w:rsidRPr="00C827A4" w:rsidRDefault="00FB5721" w:rsidP="009D6D22">
      <w:pPr>
        <w:pStyle w:val="EX"/>
      </w:pPr>
      <w:r w:rsidRPr="00C827A4">
        <w:t xml:space="preserve">Test Applet: </w:t>
      </w:r>
      <w:r w:rsidRPr="00C827A4">
        <w:tab/>
        <w:t>Cre_Apt_Edmc_1.java</w:t>
      </w:r>
      <w:r w:rsidR="009D6D22" w:rsidRPr="00C827A4">
        <w:t>.</w:t>
      </w:r>
    </w:p>
    <w:p w:rsidR="00FB5721" w:rsidRPr="00C827A4" w:rsidRDefault="00FB5721" w:rsidP="009D6D22">
      <w:pPr>
        <w:pStyle w:val="EX"/>
      </w:pPr>
      <w:r w:rsidRPr="00C827A4">
        <w:t>Cap File:</w:t>
      </w:r>
      <w:r w:rsidRPr="00C827A4">
        <w:tab/>
        <w:t>cre_apt_edmc.cap</w:t>
      </w:r>
      <w:r w:rsidR="009D6D22" w:rsidRPr="00C827A4">
        <w:t>.</w:t>
      </w:r>
    </w:p>
    <w:p w:rsidR="00FB5721" w:rsidRPr="00C827A4" w:rsidRDefault="00FB5721" w:rsidP="00D65C82">
      <w:pPr>
        <w:pStyle w:val="Heading5"/>
      </w:pPr>
      <w:r w:rsidRPr="00C827A4">
        <w:t>5.5.3.7.3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D65C82">
      <w:pPr>
        <w:pStyle w:val="Heading5"/>
      </w:pPr>
      <w:r w:rsidRPr="00C827A4">
        <w:t>5.5.3.7.4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 registration to EVENT_EVENT_DOWNLOAD_MT_CALL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EVENT_EVENT_DOWNLOAD_MT_CALL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EVENT_EVENT_DOWNLOAD_MT_CALL</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EVENT_DOWNLOAD_MT_CALL is sent to the UICC</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method returns true</w:t>
            </w: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tc>
        <w:tc>
          <w:tcPr>
            <w:tcW w:w="2334" w:type="dxa"/>
            <w:tcBorders>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EVENT_EVENT_DOWNLOAD_MT_CALL</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1-An Envelope EVENT_DOWNLOAD_MT_CALL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selestion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EVENT_EVENT_DOWNLOAD_MT_CALL</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EVENT_DOWNLOAD_MT_CALL is sent to the UICC</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0570D2">
            <w:pPr>
              <w:pStyle w:val="textcell"/>
              <w:rPr>
                <w:rFonts w:ascii="Arial" w:hAnsi="Arial"/>
                <w:sz w:val="18"/>
                <w:lang w:val="en-GB"/>
              </w:rPr>
            </w:pPr>
          </w:p>
        </w:tc>
      </w:tr>
    </w:tbl>
    <w:p w:rsidR="00FB5721" w:rsidRPr="00C827A4" w:rsidRDefault="00FB5721"/>
    <w:p w:rsidR="00FB5721" w:rsidRPr="00C827A4" w:rsidRDefault="00FB5721" w:rsidP="001F17EA">
      <w:pPr>
        <w:pStyle w:val="Heading4"/>
      </w:pPr>
      <w:r w:rsidRPr="00C827A4">
        <w:lastRenderedPageBreak/>
        <w:t>5.5.3.8</w:t>
      </w:r>
      <w:r w:rsidRPr="00C827A4">
        <w:tab/>
        <w:t>EVENT_EVENT_DOWNLOAD_CALL_CONNECTED</w:t>
      </w:r>
    </w:p>
    <w:p w:rsidR="00FB5721" w:rsidRPr="00C827A4" w:rsidRDefault="00FB5721" w:rsidP="001F17EA">
      <w:pPr>
        <w:keepNext/>
      </w:pPr>
      <w:r w:rsidRPr="00C827A4">
        <w:t>Test Area Reference: Cre_Apt_Edcc</w:t>
      </w:r>
      <w:r w:rsidR="009D6D22" w:rsidRPr="00C827A4">
        <w:t>.</w:t>
      </w:r>
    </w:p>
    <w:p w:rsidR="00FB5721" w:rsidRPr="00C827A4" w:rsidRDefault="00FB5721" w:rsidP="00D65C82">
      <w:pPr>
        <w:pStyle w:val="Heading5"/>
      </w:pPr>
      <w:r w:rsidRPr="00C827A4">
        <w:t>5.5.3.8.1</w:t>
      </w:r>
      <w:r w:rsidRPr="00C827A4">
        <w:tab/>
        <w:t>Conformance requirement</w:t>
      </w:r>
    </w:p>
    <w:p w:rsidR="00FB5721" w:rsidRPr="00C827A4" w:rsidRDefault="00FB5721">
      <w:pPr>
        <w:pStyle w:val="H6"/>
      </w:pPr>
      <w:r w:rsidRPr="00C827A4">
        <w:t>5.5.3.8.1.1</w:t>
      </w:r>
      <w:r w:rsidRPr="00C827A4">
        <w:tab/>
        <w:t>Normal execution</w:t>
      </w:r>
    </w:p>
    <w:p w:rsidR="00FB5721" w:rsidRPr="00C827A4" w:rsidRDefault="00FB5721">
      <w:pPr>
        <w:pStyle w:val="B1"/>
      </w:pPr>
      <w:r w:rsidRPr="00C827A4">
        <w:t>CRRN1: The applet is triggered by the EVENT_EVENT_DOWNLOAD_CALL_CONNECTED once it has registered to this event and an Envelope Event DownLoad Call Connected is received.</w:t>
      </w:r>
    </w:p>
    <w:p w:rsidR="00FB5721" w:rsidRPr="00C827A4" w:rsidRDefault="00FB5721">
      <w:pPr>
        <w:pStyle w:val="B1"/>
      </w:pPr>
      <w:r w:rsidRPr="00C827A4">
        <w:t>CRRN2: The applet is not triggered by the EVENT_EVENT_DOWNLOAD_CALL_CONNECTED once it has deregistered from this event.</w:t>
      </w:r>
    </w:p>
    <w:p w:rsidR="00FB5721" w:rsidRPr="00C827A4" w:rsidRDefault="00FB5721">
      <w:pPr>
        <w:pStyle w:val="H6"/>
      </w:pPr>
      <w:r w:rsidRPr="00C827A4">
        <w:t>5.5.3.8.1.2</w:t>
      </w:r>
      <w:r w:rsidRPr="00C827A4">
        <w:tab/>
        <w:t>Parameter errors</w:t>
      </w:r>
    </w:p>
    <w:p w:rsidR="00FB5721" w:rsidRPr="00C827A4" w:rsidRDefault="00FB5721">
      <w:r w:rsidRPr="00C827A4">
        <w:t>No requirements.</w:t>
      </w:r>
    </w:p>
    <w:p w:rsidR="00FB5721" w:rsidRPr="00C827A4" w:rsidRDefault="00FB5721">
      <w:pPr>
        <w:pStyle w:val="H6"/>
      </w:pPr>
      <w:r w:rsidRPr="00C827A4">
        <w:t>5.5.3.8.1.3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5.5.3.8.2</w:t>
      </w:r>
      <w:r w:rsidRPr="00C827A4">
        <w:tab/>
        <w:t>Test area files</w:t>
      </w:r>
    </w:p>
    <w:p w:rsidR="00FB5721" w:rsidRPr="00C827A4" w:rsidRDefault="00FB5721" w:rsidP="009D6D22">
      <w:pPr>
        <w:pStyle w:val="EX"/>
      </w:pPr>
      <w:r w:rsidRPr="00C827A4">
        <w:t xml:space="preserve">Test Source: </w:t>
      </w:r>
      <w:r w:rsidRPr="00C827A4">
        <w:tab/>
        <w:t>Test_Cre_Apt_Edcc.java</w:t>
      </w:r>
      <w:r w:rsidR="009D6D22" w:rsidRPr="00C827A4">
        <w:t>.</w:t>
      </w:r>
    </w:p>
    <w:p w:rsidR="00FB5721" w:rsidRPr="00C827A4" w:rsidRDefault="00FB5721" w:rsidP="009D6D22">
      <w:pPr>
        <w:pStyle w:val="EX"/>
      </w:pPr>
      <w:r w:rsidRPr="00C827A4">
        <w:t xml:space="preserve">Test Applet: </w:t>
      </w:r>
      <w:r w:rsidRPr="00C827A4">
        <w:tab/>
        <w:t>Cre_Apt_Edcc_1.java</w:t>
      </w:r>
      <w:r w:rsidR="009D6D22" w:rsidRPr="00C827A4">
        <w:t>.</w:t>
      </w:r>
    </w:p>
    <w:p w:rsidR="00FB5721" w:rsidRPr="00C827A4" w:rsidRDefault="000570D2" w:rsidP="009D6D22">
      <w:pPr>
        <w:pStyle w:val="EX"/>
      </w:pPr>
      <w:r w:rsidRPr="00C827A4">
        <w:t>Cap File:</w:t>
      </w:r>
      <w:r w:rsidRPr="00C827A4">
        <w:tab/>
        <w:t>C</w:t>
      </w:r>
      <w:r w:rsidR="00FB5721" w:rsidRPr="00C827A4">
        <w:t>re_apt_edcc.cap</w:t>
      </w:r>
      <w:r w:rsidR="009D6D22" w:rsidRPr="00C827A4">
        <w:t>.</w:t>
      </w:r>
    </w:p>
    <w:p w:rsidR="00FB5721" w:rsidRPr="00C827A4" w:rsidRDefault="00FB5721" w:rsidP="00D65C82">
      <w:pPr>
        <w:pStyle w:val="Heading5"/>
      </w:pPr>
      <w:r w:rsidRPr="00C827A4">
        <w:t>5.5.3.8.3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1F17EA">
      <w:pPr>
        <w:pStyle w:val="Heading5"/>
      </w:pPr>
      <w:r w:rsidRPr="00C827A4">
        <w:lastRenderedPageBreak/>
        <w:t>5.5.3.8.4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1F17EA">
            <w:pPr>
              <w:pStyle w:val="TAH"/>
              <w:keepLines w:val="0"/>
            </w:pPr>
            <w:r w:rsidRPr="00C827A4">
              <w:t>Id</w:t>
            </w:r>
          </w:p>
        </w:tc>
        <w:tc>
          <w:tcPr>
            <w:tcW w:w="4111" w:type="dxa"/>
          </w:tcPr>
          <w:p w:rsidR="00FB5721" w:rsidRPr="00C827A4" w:rsidRDefault="00FB5721" w:rsidP="001F17EA">
            <w:pPr>
              <w:pStyle w:val="TAH"/>
              <w:keepLines w:val="0"/>
            </w:pPr>
            <w:r w:rsidRPr="00C827A4">
              <w:t>Description</w:t>
            </w:r>
          </w:p>
        </w:tc>
        <w:tc>
          <w:tcPr>
            <w:tcW w:w="2911" w:type="dxa"/>
          </w:tcPr>
          <w:p w:rsidR="00FB5721" w:rsidRPr="00C827A4" w:rsidRDefault="00FB5721" w:rsidP="001F17EA">
            <w:pPr>
              <w:pStyle w:val="TAH"/>
              <w:keepLines w:val="0"/>
            </w:pPr>
            <w:r w:rsidRPr="00C827A4">
              <w:t>API/CAT RE Expectation</w:t>
            </w:r>
          </w:p>
        </w:tc>
        <w:tc>
          <w:tcPr>
            <w:tcW w:w="2334" w:type="dxa"/>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1F17EA">
            <w:pPr>
              <w:pStyle w:val="TAC"/>
              <w:keepLines w:val="0"/>
            </w:pPr>
            <w:r w:rsidRPr="00C827A4">
              <w:t>1</w:t>
            </w:r>
          </w:p>
        </w:tc>
        <w:tc>
          <w:tcPr>
            <w:tcW w:w="4111" w:type="dxa"/>
            <w:tcBorders>
              <w:bottom w:val="nil"/>
            </w:tcBorders>
          </w:tcPr>
          <w:p w:rsidR="00FB5721" w:rsidRPr="00C827A4" w:rsidRDefault="00FB5721" w:rsidP="001F17EA">
            <w:pPr>
              <w:pStyle w:val="TAH"/>
              <w:keepLines w:val="0"/>
            </w:pPr>
            <w:r w:rsidRPr="00C827A4">
              <w:t>Applet registration to EVENT_EVENT_DOWNLOAD_CALL_CONNECTED and triggering</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 is registered to the EVENT_EVENT_DOWNLOAD_CALL_CONNECTED and to EVENT_MENU_SELECTION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EVENT_EVENT_DOWNLOAD_CALL_CONNECTED</w:t>
            </w:r>
          </w:p>
          <w:p w:rsidR="00FB5721" w:rsidRPr="00C827A4" w:rsidRDefault="00FB5721" w:rsidP="001F17EA">
            <w:pPr>
              <w:pStyle w:val="PL"/>
              <w:keepNext/>
              <w:rPr>
                <w:noProof w:val="0"/>
              </w:rPr>
            </w:pPr>
            <w:r w:rsidRPr="00C827A4">
              <w:rPr>
                <w:noProof w:val="0"/>
              </w:rPr>
              <w:t>1-ToolkitRegistry.isEventSet()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2-An Envelope EVENT_DOWNLOAD_CALL_CONNECTED is sent to the UICC</w:t>
            </w:r>
          </w:p>
        </w:tc>
        <w:tc>
          <w:tcPr>
            <w:tcW w:w="2911" w:type="dxa"/>
            <w:tcBorders>
              <w:bottom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Method returns true</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bottom w:val="nil"/>
            </w:tcBorders>
          </w:tcPr>
          <w:p w:rsidR="00FB5721" w:rsidRPr="00C827A4" w:rsidRDefault="00FB5721" w:rsidP="001F17EA">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keepLines w:val="0"/>
            </w:pPr>
            <w:r w:rsidRPr="00C827A4">
              <w:t>2</w:t>
            </w:r>
          </w:p>
        </w:tc>
        <w:tc>
          <w:tcPr>
            <w:tcW w:w="4111" w:type="dxa"/>
            <w:tcBorders>
              <w:top w:val="single" w:sz="4" w:space="0" w:color="auto"/>
              <w:bottom w:val="single" w:sz="4" w:space="0" w:color="auto"/>
            </w:tcBorders>
          </w:tcPr>
          <w:p w:rsidR="00FB5721" w:rsidRPr="00C827A4" w:rsidRDefault="00FB5721" w:rsidP="001F17EA">
            <w:pPr>
              <w:pStyle w:val="TAH"/>
              <w:keepLines w:val="0"/>
            </w:pPr>
            <w:r w:rsidRPr="00C827A4">
              <w:t>Applet deregistration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event=EVENT_EVENT_DOWNLOAD_CALL_CONNECTED</w:t>
            </w:r>
          </w:p>
          <w:p w:rsidR="00FB5721" w:rsidRPr="00C827A4" w:rsidRDefault="00FB5721" w:rsidP="001F17EA">
            <w:pPr>
              <w:pStyle w:val="PL"/>
              <w:keepNext/>
              <w:rPr>
                <w:noProof w:val="0"/>
              </w:rPr>
            </w:pPr>
            <w:r w:rsidRPr="00C827A4">
              <w:rPr>
                <w:noProof w:val="0"/>
              </w:rPr>
              <w:t>ToolkitRegistry.clearEvent()method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1-A call connected event dowload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An Envelope menu 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EVENT_EVENT_DOWNLOAD_CALL_CONNECTED</w:t>
            </w:r>
          </w:p>
          <w:p w:rsidR="00FB5721" w:rsidRPr="00C827A4" w:rsidRDefault="00FB5721" w:rsidP="001F17EA">
            <w:pPr>
              <w:pStyle w:val="PL"/>
              <w:keepNext/>
              <w:rPr>
                <w:noProof w:val="0"/>
              </w:rPr>
            </w:pPr>
            <w:r w:rsidRPr="00C827A4">
              <w:rPr>
                <w:noProof w:val="0"/>
              </w:rPr>
              <w:t>ToolkitRegistry.setEvent() method is called</w:t>
            </w:r>
          </w:p>
          <w:p w:rsidR="00FB5721" w:rsidRPr="00C827A4" w:rsidRDefault="00FB5721" w:rsidP="001F17EA">
            <w:pPr>
              <w:pStyle w:val="PL"/>
              <w:keepNext/>
              <w:rPr>
                <w:noProof w:val="0"/>
              </w:rPr>
            </w:pPr>
          </w:p>
          <w:p w:rsidR="00FB5721" w:rsidRPr="00C827A4" w:rsidRDefault="00FB5721" w:rsidP="001F17EA">
            <w:pPr>
              <w:pStyle w:val="PL"/>
              <w:keepNext/>
              <w:rPr>
                <w:b/>
                <w:noProof w:val="0"/>
              </w:rPr>
            </w:pPr>
            <w:r w:rsidRPr="00C827A4">
              <w:rPr>
                <w:noProof w:val="0"/>
              </w:rPr>
              <w:t>2-An Envelope EVENT_DOWNLOAD_CALL_CONNECTED is sent to the UICC</w:t>
            </w: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 is not triggered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1F17EA">
            <w:pPr>
              <w:pStyle w:val="textcell"/>
              <w:keepNext/>
              <w:rPr>
                <w:rFonts w:ascii="Arial" w:hAnsi="Arial"/>
                <w:sz w:val="18"/>
                <w:lang w:val="en-GB"/>
              </w:rPr>
            </w:pPr>
          </w:p>
        </w:tc>
      </w:tr>
    </w:tbl>
    <w:p w:rsidR="00FB5721" w:rsidRPr="00C827A4" w:rsidRDefault="00FB5721"/>
    <w:p w:rsidR="00FB5721" w:rsidRPr="00C827A4" w:rsidRDefault="00FB5721" w:rsidP="009D6D22">
      <w:pPr>
        <w:pStyle w:val="Heading4"/>
      </w:pPr>
      <w:r w:rsidRPr="00C827A4">
        <w:t>5.5.3.9</w:t>
      </w:r>
      <w:r w:rsidRPr="00C827A4">
        <w:tab/>
        <w:t>EVENT_EVENT_DOWNLOAD_CALL_DISCONNECTED</w:t>
      </w:r>
    </w:p>
    <w:p w:rsidR="00FB5721" w:rsidRPr="00C827A4" w:rsidRDefault="00FB5721" w:rsidP="009D6D22">
      <w:pPr>
        <w:keepNext/>
        <w:keepLines/>
      </w:pPr>
      <w:r w:rsidRPr="00C827A4">
        <w:t>Test Area Reference: Cre_Apt_Edcd</w:t>
      </w:r>
      <w:r w:rsidR="009D6D22" w:rsidRPr="00C827A4">
        <w:t>.</w:t>
      </w:r>
    </w:p>
    <w:p w:rsidR="00FB5721" w:rsidRPr="00C827A4" w:rsidRDefault="00FB5721" w:rsidP="009D6D22">
      <w:pPr>
        <w:pStyle w:val="Heading5"/>
      </w:pPr>
      <w:r w:rsidRPr="00C827A4">
        <w:t>5.5.3.9.1</w:t>
      </w:r>
      <w:r w:rsidRPr="00C827A4">
        <w:tab/>
        <w:t>Conformance requirement</w:t>
      </w:r>
    </w:p>
    <w:p w:rsidR="00FB5721" w:rsidRPr="00C827A4" w:rsidRDefault="00FB5721">
      <w:pPr>
        <w:pStyle w:val="H6"/>
      </w:pPr>
      <w:r w:rsidRPr="00C827A4">
        <w:t>5.5.3.9.1.1</w:t>
      </w:r>
      <w:r w:rsidRPr="00C827A4">
        <w:tab/>
        <w:t>Normal execution</w:t>
      </w:r>
    </w:p>
    <w:p w:rsidR="00FB5721" w:rsidRPr="00C827A4" w:rsidRDefault="00FB5721">
      <w:pPr>
        <w:pStyle w:val="B1"/>
      </w:pPr>
      <w:r w:rsidRPr="00C827A4">
        <w:t>CRRN1: The applet is triggered by the EVENT_EVENT_DOWNLOAD_CALL_DISCONNECTED once it has registered to this event and an Envelope Event DownLoad Call Disconnected is received.</w:t>
      </w:r>
    </w:p>
    <w:p w:rsidR="00FB5721" w:rsidRPr="00C827A4" w:rsidRDefault="00FB5721">
      <w:pPr>
        <w:pStyle w:val="B1"/>
      </w:pPr>
      <w:r w:rsidRPr="00C827A4">
        <w:t>CRRN2: The applet is not triggered by the EVENT_EVENT_DOWNLOAD_CALL_DISCONNECTED once it has deregistered from this event.</w:t>
      </w:r>
    </w:p>
    <w:p w:rsidR="00FB5721" w:rsidRPr="00C827A4" w:rsidRDefault="00FB5721">
      <w:pPr>
        <w:pStyle w:val="H6"/>
      </w:pPr>
      <w:r w:rsidRPr="00C827A4">
        <w:t>5.5.3.9.1.2</w:t>
      </w:r>
      <w:r w:rsidRPr="00C827A4">
        <w:tab/>
        <w:t>Parameter errors</w:t>
      </w:r>
    </w:p>
    <w:p w:rsidR="00FB5721" w:rsidRPr="00C827A4" w:rsidRDefault="00FB5721">
      <w:r w:rsidRPr="00C827A4">
        <w:t>No requirements.</w:t>
      </w:r>
    </w:p>
    <w:p w:rsidR="00FB5721" w:rsidRPr="00C827A4" w:rsidRDefault="00FB5721">
      <w:pPr>
        <w:pStyle w:val="H6"/>
      </w:pPr>
      <w:r w:rsidRPr="00C827A4">
        <w:t>5.5.3.9.1.3</w:t>
      </w:r>
      <w:r w:rsidRPr="00C827A4">
        <w:tab/>
        <w:t>Context errors</w:t>
      </w:r>
    </w:p>
    <w:p w:rsidR="00FB5721" w:rsidRPr="00C827A4" w:rsidRDefault="00FB5721">
      <w:r w:rsidRPr="00C827A4">
        <w:t>No requirements.</w:t>
      </w:r>
    </w:p>
    <w:p w:rsidR="00FB5721" w:rsidRPr="00C827A4" w:rsidRDefault="00FB5721" w:rsidP="001F17EA">
      <w:pPr>
        <w:pStyle w:val="Heading5"/>
      </w:pPr>
      <w:r w:rsidRPr="00C827A4">
        <w:lastRenderedPageBreak/>
        <w:t>5.5.3.9.2</w:t>
      </w:r>
      <w:r w:rsidRPr="00C827A4">
        <w:tab/>
        <w:t>Test area files</w:t>
      </w:r>
    </w:p>
    <w:p w:rsidR="00FB5721" w:rsidRPr="00C827A4" w:rsidRDefault="00FB5721" w:rsidP="001F17EA">
      <w:pPr>
        <w:pStyle w:val="EX"/>
        <w:keepNext/>
      </w:pPr>
      <w:r w:rsidRPr="00C827A4">
        <w:t xml:space="preserve">Test Source: </w:t>
      </w:r>
      <w:r w:rsidRPr="00C827A4">
        <w:tab/>
        <w:t>Test_Cre_Apt_Edcd.java</w:t>
      </w:r>
      <w:r w:rsidR="009D6D22" w:rsidRPr="00C827A4">
        <w:t>.</w:t>
      </w:r>
    </w:p>
    <w:p w:rsidR="00FB5721" w:rsidRPr="00C827A4" w:rsidRDefault="00FB5721" w:rsidP="001F17EA">
      <w:pPr>
        <w:pStyle w:val="EX"/>
        <w:keepNext/>
      </w:pPr>
      <w:r w:rsidRPr="00C827A4">
        <w:t xml:space="preserve">Test Applet: </w:t>
      </w:r>
      <w:r w:rsidRPr="00C827A4">
        <w:tab/>
        <w:t>Cre_Apt_Edcd_1.java</w:t>
      </w:r>
      <w:r w:rsidR="009D6D22" w:rsidRPr="00C827A4">
        <w:t>.</w:t>
      </w:r>
    </w:p>
    <w:p w:rsidR="00FB5721" w:rsidRPr="00C827A4" w:rsidRDefault="00FB5721" w:rsidP="009D6D22">
      <w:pPr>
        <w:pStyle w:val="EX"/>
      </w:pPr>
      <w:r w:rsidRPr="00C827A4">
        <w:t xml:space="preserve"> Cap File:</w:t>
      </w:r>
      <w:r w:rsidRPr="00C827A4">
        <w:tab/>
      </w:r>
      <w:r w:rsidR="000570D2" w:rsidRPr="00C827A4">
        <w:t>C</w:t>
      </w:r>
      <w:r w:rsidRPr="00C827A4">
        <w:t>re_apt_edcd.cap</w:t>
      </w:r>
      <w:r w:rsidR="009D6D22" w:rsidRPr="00C827A4">
        <w:t>.</w:t>
      </w:r>
    </w:p>
    <w:p w:rsidR="00FB5721" w:rsidRPr="00C827A4" w:rsidRDefault="00FB5721" w:rsidP="00D65C82">
      <w:pPr>
        <w:pStyle w:val="Heading5"/>
      </w:pPr>
      <w:r w:rsidRPr="00C827A4">
        <w:t>5.5.3.9.3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D65C82">
      <w:pPr>
        <w:pStyle w:val="Heading5"/>
      </w:pPr>
      <w:r w:rsidRPr="00C827A4">
        <w:t>5.5.3.9.4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C"/>
              <w:keepNext w:val="0"/>
              <w:keepLines w:val="0"/>
            </w:pPr>
            <w:r w:rsidRPr="00C827A4">
              <w:t>1</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H"/>
              <w:keepNext w:val="0"/>
              <w:keepLines w:val="0"/>
            </w:pPr>
            <w:r w:rsidRPr="00C827A4">
              <w:t>Applet registration to EVENT_EVENT_DOWNLOAD_CALL_DISCONNECTED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EVENT_EVENT_DOWNLOAD_CALL_DISCONNECTED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Event=EVENT_EVENT_DOWNLOAD_CALL_DISCONNECTED</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EVENT_EVENT_DOWNLOAD_CALL_DISCONNECTED is sent to the UICC</w:t>
            </w:r>
          </w:p>
          <w:p w:rsidR="00FB5721" w:rsidRPr="00C827A4" w:rsidRDefault="00FB5721">
            <w:pPr>
              <w:pStyle w:val="TAL"/>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top w:val="single" w:sz="4" w:space="0" w:color="auto"/>
              <w:left w:val="single" w:sz="4" w:space="0" w:color="auto"/>
              <w:bottom w:val="single" w:sz="4" w:space="0" w:color="auto"/>
              <w:right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keepNext/>
              <w:keepLines/>
              <w:rPr>
                <w:rFonts w:ascii="Arial" w:hAnsi="Arial"/>
                <w:sz w:val="18"/>
                <w:lang w:val="en-GB"/>
              </w:rPr>
            </w:pPr>
            <w:r w:rsidRPr="00C827A4">
              <w:rPr>
                <w:rFonts w:ascii="Arial" w:hAnsi="Arial"/>
                <w:sz w:val="18"/>
                <w:lang w:val="en-GB"/>
              </w:rPr>
              <w:t>2</w:t>
            </w:r>
          </w:p>
        </w:tc>
        <w:tc>
          <w:tcPr>
            <w:tcW w:w="4111" w:type="dxa"/>
            <w:tcBorders>
              <w:top w:val="single" w:sz="4" w:space="0" w:color="auto"/>
              <w:bottom w:val="single" w:sz="4" w:space="0" w:color="auto"/>
            </w:tcBorders>
          </w:tcPr>
          <w:p w:rsidR="00FB5721" w:rsidRPr="00C827A4" w:rsidRDefault="00FB5721">
            <w:pPr>
              <w:pStyle w:val="TAH"/>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EVENT_EVENT_DOWNLOAD_CALL_DISCONNECTED</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1-An Envelope EVENT_DOWNLOAD_CALL_DISCONNECTED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EVENT_EVENT_DOWNLOAD_CALL_DISCONNECTED</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EVENT_EVENT_DOWNLOAD_CALL_DISCONNECTED is sent to the UICC</w:t>
            </w:r>
          </w:p>
          <w:p w:rsidR="00FB5721" w:rsidRPr="00C827A4" w:rsidRDefault="00FB5721">
            <w:pPr>
              <w:pStyle w:val="TAL"/>
              <w:rPr>
                <w:b/>
              </w:rPr>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 is triggered</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extcell"/>
              <w:keepNext/>
              <w:keepLines/>
              <w:rPr>
                <w:rFonts w:ascii="Arial" w:hAnsi="Arial"/>
                <w:sz w:val="18"/>
                <w:lang w:val="en-GB"/>
              </w:rPr>
            </w:pPr>
          </w:p>
        </w:tc>
      </w:tr>
    </w:tbl>
    <w:p w:rsidR="00FB5721" w:rsidRPr="00C827A4" w:rsidRDefault="00FB5721"/>
    <w:p w:rsidR="00FB5721" w:rsidRPr="00C827A4" w:rsidRDefault="00FB5721" w:rsidP="001F17EA">
      <w:pPr>
        <w:pStyle w:val="Heading4"/>
      </w:pPr>
      <w:r w:rsidRPr="00C827A4">
        <w:lastRenderedPageBreak/>
        <w:t>5.5.3.10</w:t>
      </w:r>
      <w:r w:rsidRPr="00C827A4">
        <w:tab/>
        <w:t>EVENT_EVENT_DOWNLOAD_LOCATION_STATUS</w:t>
      </w:r>
    </w:p>
    <w:p w:rsidR="00FB5721" w:rsidRPr="00C827A4" w:rsidRDefault="00FB5721" w:rsidP="001F17EA">
      <w:pPr>
        <w:keepNext/>
      </w:pPr>
      <w:r w:rsidRPr="00C827A4">
        <w:t>Test Area Reference: Cre_Apt_Edls</w:t>
      </w:r>
      <w:r w:rsidR="009D6D22" w:rsidRPr="00C827A4">
        <w:t>.</w:t>
      </w:r>
    </w:p>
    <w:p w:rsidR="00FB5721" w:rsidRPr="00C827A4" w:rsidRDefault="00FB5721" w:rsidP="009D6D22">
      <w:pPr>
        <w:pStyle w:val="Heading5"/>
      </w:pPr>
      <w:r w:rsidRPr="00C827A4">
        <w:t>5.5.3.10.1</w:t>
      </w:r>
      <w:r w:rsidRPr="00C827A4">
        <w:tab/>
        <w:t>Conformance requirement</w:t>
      </w:r>
    </w:p>
    <w:p w:rsidR="00FB5721" w:rsidRPr="00C827A4" w:rsidRDefault="00FB5721">
      <w:pPr>
        <w:pStyle w:val="H6"/>
      </w:pPr>
      <w:r w:rsidRPr="00C827A4">
        <w:t>5.5.3.10.1.1</w:t>
      </w:r>
      <w:r w:rsidRPr="00C827A4">
        <w:tab/>
        <w:t>Normal execution</w:t>
      </w:r>
    </w:p>
    <w:p w:rsidR="00FB5721" w:rsidRPr="00C827A4" w:rsidRDefault="00FB5721">
      <w:pPr>
        <w:pStyle w:val="B1"/>
      </w:pPr>
      <w:r w:rsidRPr="00C827A4">
        <w:t>CRRN1: The applet is triggered by the EVENT_EVENT_DOWNLOAD_LOCATION_STATUS once it has registered to this event and an Envelope Event DownLoad Location Status is received.</w:t>
      </w:r>
    </w:p>
    <w:p w:rsidR="00FB5721" w:rsidRPr="00C827A4" w:rsidRDefault="00FB5721">
      <w:pPr>
        <w:pStyle w:val="B1"/>
      </w:pPr>
      <w:r w:rsidRPr="00C827A4">
        <w:t>CRRN2: The applet is not triggered by the EVENT_EVENT_DOWNLOAD_LOCATION_STATUS once it has deregistered from this event.</w:t>
      </w:r>
    </w:p>
    <w:p w:rsidR="00FB5721" w:rsidRPr="00C827A4" w:rsidRDefault="00FB5721">
      <w:pPr>
        <w:pStyle w:val="H6"/>
      </w:pPr>
      <w:r w:rsidRPr="00C827A4">
        <w:t>5.5.3.10.1.2</w:t>
      </w:r>
      <w:r w:rsidRPr="00C827A4">
        <w:tab/>
        <w:t>Parameter errors</w:t>
      </w:r>
    </w:p>
    <w:p w:rsidR="00FB5721" w:rsidRPr="00C827A4" w:rsidRDefault="00FB5721">
      <w:r w:rsidRPr="00C827A4">
        <w:t>No requirements.</w:t>
      </w:r>
    </w:p>
    <w:p w:rsidR="00FB5721" w:rsidRPr="00C827A4" w:rsidRDefault="00FB5721">
      <w:pPr>
        <w:pStyle w:val="H6"/>
      </w:pPr>
      <w:r w:rsidRPr="00C827A4">
        <w:t>5.5.3.10.1.3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5.5.3.10.2</w:t>
      </w:r>
      <w:r w:rsidRPr="00C827A4">
        <w:tab/>
        <w:t>Test area files</w:t>
      </w:r>
    </w:p>
    <w:p w:rsidR="00FB5721" w:rsidRPr="00C827A4" w:rsidRDefault="00FB5721" w:rsidP="009D6D22">
      <w:pPr>
        <w:pStyle w:val="EX"/>
      </w:pPr>
      <w:r w:rsidRPr="00C827A4">
        <w:t xml:space="preserve">Test Source: </w:t>
      </w:r>
      <w:r w:rsidRPr="00C827A4">
        <w:tab/>
        <w:t>Test_Cre_Apt_Edls.java</w:t>
      </w:r>
      <w:r w:rsidR="009D6D22" w:rsidRPr="00C827A4">
        <w:t>.</w:t>
      </w:r>
    </w:p>
    <w:p w:rsidR="00FB5721" w:rsidRPr="00C827A4" w:rsidRDefault="00FB5721" w:rsidP="009D6D22">
      <w:pPr>
        <w:pStyle w:val="EX"/>
      </w:pPr>
      <w:r w:rsidRPr="00C827A4">
        <w:t xml:space="preserve">Test Applet: </w:t>
      </w:r>
      <w:r w:rsidRPr="00C827A4">
        <w:tab/>
        <w:t>Cre_Apt_Edls_1.java</w:t>
      </w:r>
      <w:r w:rsidR="009D6D22" w:rsidRPr="00C827A4">
        <w:t>.</w:t>
      </w:r>
    </w:p>
    <w:p w:rsidR="00FB5721" w:rsidRPr="00C827A4" w:rsidRDefault="00FB5721" w:rsidP="009D6D22">
      <w:pPr>
        <w:pStyle w:val="EX"/>
      </w:pPr>
      <w:r w:rsidRPr="00C827A4">
        <w:t>Cap File:</w:t>
      </w:r>
      <w:r w:rsidRPr="00C827A4">
        <w:tab/>
      </w:r>
      <w:r w:rsidR="000570D2" w:rsidRPr="00C827A4">
        <w:t>C</w:t>
      </w:r>
      <w:r w:rsidRPr="00C827A4">
        <w:t>re_apt_edls.cap</w:t>
      </w:r>
      <w:r w:rsidR="009D6D22" w:rsidRPr="00C827A4">
        <w:t>.</w:t>
      </w:r>
    </w:p>
    <w:p w:rsidR="00FB5721" w:rsidRPr="00C827A4" w:rsidRDefault="00FB5721" w:rsidP="009D6D22">
      <w:pPr>
        <w:pStyle w:val="Heading5"/>
      </w:pPr>
      <w:r w:rsidRPr="00C827A4">
        <w:t>5.5.3.10.3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0570D2" w:rsidP="009D6D22">
      <w:pPr>
        <w:pStyle w:val="Heading5"/>
      </w:pPr>
      <w:r w:rsidRPr="00C827A4">
        <w:t>5.5.3.10.4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 registration to EVENT_EVENT_DOWNLOAD_LOACTION_STATUS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EVENT_EVENT_DOWNLOAD_LOCATION_STATUS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Event=EVENT_EVENT_DOWNLOAD_LOCATION_STATUS</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sz w:val="18"/>
              </w:rPr>
            </w:pPr>
            <w:r w:rsidRPr="00C827A4">
              <w:rPr>
                <w:noProof w:val="0"/>
              </w:rPr>
              <w:t>2-An Envelope EVENT_EVENT_DOWNLOAD_LOCATION_STATUS is sent to the UICC</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r w:rsidRPr="00C827A4">
              <w:t xml:space="preserve"> </w:t>
            </w:r>
          </w:p>
        </w:tc>
        <w:tc>
          <w:tcPr>
            <w:tcW w:w="2334" w:type="dxa"/>
            <w:tcBorders>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lastRenderedPageBreak/>
              <w:t>2</w:t>
            </w:r>
          </w:p>
        </w:tc>
        <w:tc>
          <w:tcPr>
            <w:tcW w:w="4111" w:type="dxa"/>
            <w:tcBorders>
              <w:top w:val="single" w:sz="4" w:space="0" w:color="auto"/>
              <w:bottom w:val="single" w:sz="4" w:space="0" w:color="auto"/>
            </w:tcBorders>
          </w:tcPr>
          <w:p w:rsidR="00FB5721" w:rsidRPr="00C827A4" w:rsidRDefault="00FB5721" w:rsidP="001F17EA">
            <w:pPr>
              <w:pStyle w:val="TAH"/>
              <w:keepLines w:val="0"/>
            </w:pPr>
            <w:r w:rsidRPr="00C827A4">
              <w:t>Applet deregistration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Event=EVENT_EVENT_DOWNLOAD_LOCATION_STATUS</w:t>
            </w:r>
          </w:p>
          <w:p w:rsidR="00FB5721" w:rsidRPr="00C827A4" w:rsidRDefault="00FB5721" w:rsidP="001F17EA">
            <w:pPr>
              <w:pStyle w:val="PL"/>
              <w:keepNext/>
              <w:rPr>
                <w:noProof w:val="0"/>
              </w:rPr>
            </w:pPr>
            <w:r w:rsidRPr="00C827A4">
              <w:rPr>
                <w:noProof w:val="0"/>
              </w:rPr>
              <w:t>ToolkitRegistry.clearEvent()method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1-An Envelope EVENT_DOWNLOAD_LOCATION_STATUS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An Envelope menu 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EVENT_EVENT_DOWNLOAD_LOCATION_STATUS</w:t>
            </w:r>
          </w:p>
          <w:p w:rsidR="00FB5721" w:rsidRPr="00C827A4" w:rsidRDefault="00FB5721" w:rsidP="001F17EA">
            <w:pPr>
              <w:pStyle w:val="PL"/>
              <w:keepNext/>
              <w:rPr>
                <w:noProof w:val="0"/>
              </w:rPr>
            </w:pPr>
            <w:r w:rsidRPr="00C827A4">
              <w:rPr>
                <w:noProof w:val="0"/>
              </w:rPr>
              <w:t>ToolkitRegistry.setEvent() method is called</w:t>
            </w:r>
          </w:p>
          <w:p w:rsidR="00FB5721" w:rsidRPr="00C827A4" w:rsidRDefault="00FB5721" w:rsidP="001F17EA">
            <w:pPr>
              <w:pStyle w:val="PL"/>
              <w:keepNext/>
              <w:rPr>
                <w:noProof w:val="0"/>
              </w:rPr>
            </w:pPr>
          </w:p>
          <w:p w:rsidR="00FB5721" w:rsidRPr="00C827A4" w:rsidRDefault="00FB5721" w:rsidP="001F17EA">
            <w:pPr>
              <w:pStyle w:val="PL"/>
              <w:keepNext/>
              <w:rPr>
                <w:b/>
                <w:noProof w:val="0"/>
              </w:rPr>
            </w:pPr>
            <w:r w:rsidRPr="00C827A4">
              <w:rPr>
                <w:noProof w:val="0"/>
              </w:rPr>
              <w:t>2-An Envelope EVENT_DOWNLOAD_LOCATION_STATUS is sent to the UICC</w:t>
            </w: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 is not triggered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1F17EA">
            <w:pPr>
              <w:pStyle w:val="textcell"/>
              <w:keepNext/>
              <w:rPr>
                <w:rFonts w:ascii="Arial" w:hAnsi="Arial"/>
                <w:sz w:val="18"/>
                <w:lang w:val="en-GB"/>
              </w:rPr>
            </w:pPr>
          </w:p>
        </w:tc>
      </w:tr>
    </w:tbl>
    <w:p w:rsidR="00FB5721" w:rsidRPr="00C827A4" w:rsidRDefault="00FB5721"/>
    <w:p w:rsidR="00FB5721" w:rsidRPr="00C827A4" w:rsidRDefault="00FB5721">
      <w:pPr>
        <w:pStyle w:val="Heading4"/>
      </w:pPr>
      <w:r w:rsidRPr="00C827A4">
        <w:t>5.5.3.11</w:t>
      </w:r>
      <w:r w:rsidRPr="00C827A4">
        <w:tab/>
        <w:t>EVENT_EVENT_DOWNLOAD_USER_ACTIVITY</w:t>
      </w:r>
    </w:p>
    <w:p w:rsidR="00FB5721" w:rsidRPr="00C827A4" w:rsidRDefault="00FB5721">
      <w:r w:rsidRPr="00C827A4">
        <w:t>Test Area Reference: Cre_Apt_Edua</w:t>
      </w:r>
    </w:p>
    <w:p w:rsidR="00FB5721" w:rsidRPr="00C827A4" w:rsidRDefault="00FB5721" w:rsidP="009D6D22">
      <w:pPr>
        <w:pStyle w:val="Heading5"/>
      </w:pPr>
      <w:r w:rsidRPr="00C827A4">
        <w:t>5.5.3.11.1</w:t>
      </w:r>
      <w:r w:rsidRPr="00C827A4">
        <w:tab/>
        <w:t>Conformance requirement</w:t>
      </w:r>
    </w:p>
    <w:p w:rsidR="00FB5721" w:rsidRPr="00C827A4" w:rsidRDefault="00FB5721">
      <w:pPr>
        <w:pStyle w:val="H6"/>
      </w:pPr>
      <w:r w:rsidRPr="00C827A4">
        <w:t>5.5.3.11.1.1</w:t>
      </w:r>
      <w:r w:rsidRPr="00C827A4">
        <w:tab/>
        <w:t>Normal execution</w:t>
      </w:r>
    </w:p>
    <w:p w:rsidR="00FB5721" w:rsidRPr="00C827A4" w:rsidRDefault="00FB5721">
      <w:pPr>
        <w:pStyle w:val="B1"/>
      </w:pPr>
      <w:r w:rsidRPr="00C827A4">
        <w:t>CRRN1: The applet is triggered by the EVENT_EVENT_DOWNLOAD_USER_ACTIVITY once it has registered to this event and an Envelope Event DownLoad User Activity is received.</w:t>
      </w:r>
    </w:p>
    <w:p w:rsidR="00FB5721" w:rsidRPr="00C827A4" w:rsidRDefault="00FB5721">
      <w:pPr>
        <w:pStyle w:val="B1"/>
      </w:pPr>
      <w:r w:rsidRPr="00C827A4">
        <w:t>CRRN2: The applet is not triggered by the EVENT_EVENT_DOWNLOAD_USER_ACTIVITY once it has deregistered from this event.</w:t>
      </w:r>
    </w:p>
    <w:p w:rsidR="00FB5721" w:rsidRPr="00C827A4" w:rsidRDefault="00FB5721">
      <w:pPr>
        <w:pStyle w:val="H6"/>
      </w:pPr>
      <w:r w:rsidRPr="00C827A4">
        <w:t>5.5.3.11.1.2</w:t>
      </w:r>
      <w:r w:rsidRPr="00C827A4">
        <w:tab/>
        <w:t>Parameter errors</w:t>
      </w:r>
    </w:p>
    <w:p w:rsidR="00FB5721" w:rsidRPr="00C827A4" w:rsidRDefault="00FB5721">
      <w:r w:rsidRPr="00C827A4">
        <w:t>No requirements.</w:t>
      </w:r>
    </w:p>
    <w:p w:rsidR="00FB5721" w:rsidRPr="00C827A4" w:rsidRDefault="00FB5721">
      <w:pPr>
        <w:pStyle w:val="H6"/>
      </w:pPr>
      <w:r w:rsidRPr="00C827A4">
        <w:t>5.5.3.11.1.3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5.5.3.11.2</w:t>
      </w:r>
      <w:r w:rsidRPr="00C827A4">
        <w:tab/>
        <w:t>Test area files</w:t>
      </w:r>
    </w:p>
    <w:p w:rsidR="00FB5721" w:rsidRPr="00C827A4" w:rsidRDefault="00FB5721" w:rsidP="009D6D22">
      <w:pPr>
        <w:pStyle w:val="EX"/>
      </w:pPr>
      <w:r w:rsidRPr="00C827A4">
        <w:t xml:space="preserve">Test Source: </w:t>
      </w:r>
      <w:r w:rsidRPr="00C827A4">
        <w:tab/>
        <w:t>Test_Cre_Apt_Edua.java</w:t>
      </w:r>
      <w:r w:rsidR="009D6D22" w:rsidRPr="00C827A4">
        <w:t>.</w:t>
      </w:r>
    </w:p>
    <w:p w:rsidR="00FB5721" w:rsidRPr="00C827A4" w:rsidRDefault="00FB5721" w:rsidP="009D6D22">
      <w:pPr>
        <w:pStyle w:val="EX"/>
      </w:pPr>
      <w:r w:rsidRPr="00C827A4">
        <w:t xml:space="preserve">Test Applet: </w:t>
      </w:r>
      <w:r w:rsidRPr="00C827A4">
        <w:tab/>
        <w:t>Cre_Apt_Edua_1.java</w:t>
      </w:r>
      <w:r w:rsidR="009D6D22" w:rsidRPr="00C827A4">
        <w:t>.</w:t>
      </w:r>
    </w:p>
    <w:p w:rsidR="00FB5721" w:rsidRPr="00C827A4" w:rsidRDefault="003772E9" w:rsidP="009D6D22">
      <w:pPr>
        <w:pStyle w:val="EX"/>
      </w:pPr>
      <w:r w:rsidRPr="00C827A4">
        <w:t>Cap File:</w:t>
      </w:r>
      <w:r w:rsidRPr="00C827A4">
        <w:tab/>
        <w:t>C</w:t>
      </w:r>
      <w:r w:rsidR="00FB5721" w:rsidRPr="00C827A4">
        <w:t>re_apt_edua.cap</w:t>
      </w:r>
      <w:r w:rsidR="009D6D22" w:rsidRPr="00C827A4">
        <w:t>.</w:t>
      </w:r>
    </w:p>
    <w:p w:rsidR="00FB5721" w:rsidRPr="00C827A4" w:rsidRDefault="00FB5721" w:rsidP="009D6D22">
      <w:pPr>
        <w:pStyle w:val="Heading5"/>
      </w:pPr>
      <w:r w:rsidRPr="00C827A4">
        <w:t>5.5.3.11.3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9D6D22" w:rsidP="001F17EA">
      <w:pPr>
        <w:pStyle w:val="Heading5"/>
      </w:pPr>
      <w:r w:rsidRPr="00C827A4">
        <w:lastRenderedPageBreak/>
        <w:t>5.5.3.11.4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rsidP="001F17EA">
            <w:pPr>
              <w:pStyle w:val="TAH"/>
              <w:keepLines w:val="0"/>
            </w:pPr>
            <w:r w:rsidRPr="00C827A4">
              <w:t>Id</w:t>
            </w:r>
          </w:p>
        </w:tc>
        <w:tc>
          <w:tcPr>
            <w:tcW w:w="4111" w:type="dxa"/>
            <w:tcBorders>
              <w:bottom w:val="single" w:sz="4" w:space="0" w:color="auto"/>
            </w:tcBorders>
          </w:tcPr>
          <w:p w:rsidR="00FB5721" w:rsidRPr="00C827A4" w:rsidRDefault="00FB5721" w:rsidP="001F17EA">
            <w:pPr>
              <w:pStyle w:val="TAH"/>
              <w:keepLines w:val="0"/>
            </w:pPr>
            <w:r w:rsidRPr="00C827A4">
              <w:t>Description</w:t>
            </w:r>
          </w:p>
        </w:tc>
        <w:tc>
          <w:tcPr>
            <w:tcW w:w="2911" w:type="dxa"/>
            <w:tcBorders>
              <w:bottom w:val="single" w:sz="4" w:space="0" w:color="auto"/>
            </w:tcBorders>
          </w:tcPr>
          <w:p w:rsidR="00FB5721" w:rsidRPr="00C827A4" w:rsidRDefault="00FB5721" w:rsidP="001F17EA">
            <w:pPr>
              <w:pStyle w:val="TAH"/>
              <w:keepLines w:val="0"/>
            </w:pPr>
            <w:r w:rsidRPr="00C827A4">
              <w:t>API/CAT RE Expectation</w:t>
            </w:r>
          </w:p>
        </w:tc>
        <w:tc>
          <w:tcPr>
            <w:tcW w:w="2334" w:type="dxa"/>
            <w:tcBorders>
              <w:bottom w:val="single" w:sz="4" w:space="0" w:color="auto"/>
            </w:tcBorders>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rsidP="001F17EA">
            <w:pPr>
              <w:pStyle w:val="TAC"/>
              <w:keepLines w:val="0"/>
            </w:pPr>
            <w:r w:rsidRPr="00C827A4">
              <w:t>1</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rsidP="001F17EA">
            <w:pPr>
              <w:pStyle w:val="TAH"/>
              <w:keepLines w:val="0"/>
            </w:pPr>
            <w:r w:rsidRPr="00C827A4">
              <w:t>Applet registration to EVENT_EVENT_DOWNLOAD_USER_ACTIVITY  and triggering</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 is registered to the EVENT_EVENT_DOWNLOAD_USER_ACTIVITY and to EVENT_MENU_SELECTION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EVENT_EVENT_DOWNLOAD_USER_ACTIVITY</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1-ToolkitRegistry.isEventSet()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2-An Envelope EVENT_DOWNLOAD_USER_ACTIVITY is sent to the UICC</w:t>
            </w:r>
          </w:p>
          <w:p w:rsidR="00FB5721" w:rsidRPr="00C827A4" w:rsidRDefault="00FB5721" w:rsidP="001F17EA">
            <w:pPr>
              <w:pStyle w:val="TAL"/>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Method returns true</w:t>
            </w: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top w:val="single" w:sz="4" w:space="0" w:color="auto"/>
              <w:left w:val="single" w:sz="4" w:space="0" w:color="auto"/>
              <w:bottom w:val="single" w:sz="4" w:space="0" w:color="auto"/>
              <w:right w:val="single" w:sz="4" w:space="0" w:color="auto"/>
            </w:tcBorders>
          </w:tcPr>
          <w:p w:rsidR="00FB5721" w:rsidRPr="00C827A4" w:rsidRDefault="00FB5721" w:rsidP="001F17EA">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w:t>
            </w:r>
          </w:p>
        </w:tc>
        <w:tc>
          <w:tcPr>
            <w:tcW w:w="4111" w:type="dxa"/>
            <w:tcBorders>
              <w:top w:val="single" w:sz="4" w:space="0" w:color="auto"/>
              <w:bottom w:val="single" w:sz="4" w:space="0" w:color="auto"/>
            </w:tcBorders>
          </w:tcPr>
          <w:p w:rsidR="00FB5721" w:rsidRPr="00C827A4" w:rsidRDefault="00FB5721">
            <w:pPr>
              <w:pStyle w:val="TAH"/>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EVENT_EVENT_DOWNLOAD_USER_ACTIVITY</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1-An Envelope EVENT_DOWNLOAD_USER_ACTIVITY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EVENT_EVENT_DOWNLOAD_USER_ACTIVITY</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b/>
                <w:noProof w:val="0"/>
              </w:rPr>
            </w:pPr>
            <w:r w:rsidRPr="00C827A4">
              <w:rPr>
                <w:noProof w:val="0"/>
              </w:rPr>
              <w:t>2-An Envelope EVENT_DOWNLOAD_USER_ACTIVITY is sent to the UICC</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 is triggered</w:t>
            </w:r>
          </w:p>
        </w:tc>
        <w:tc>
          <w:tcPr>
            <w:tcW w:w="2334" w:type="dxa"/>
            <w:tcBorders>
              <w:top w:val="single" w:sz="4" w:space="0" w:color="auto"/>
              <w:bottom w:val="single" w:sz="4" w:space="0" w:color="auto"/>
            </w:tcBorders>
          </w:tcPr>
          <w:p w:rsidR="00FB5721" w:rsidRPr="00C827A4" w:rsidRDefault="00FB5721">
            <w:pPr>
              <w:pStyle w:val="textcell"/>
              <w:keepNext/>
              <w:keepLines/>
              <w:rPr>
                <w:rFonts w:ascii="Arial" w:hAnsi="Arial"/>
                <w:sz w:val="18"/>
                <w:lang w:val="en-GB"/>
              </w:rPr>
            </w:pPr>
          </w:p>
        </w:tc>
      </w:tr>
    </w:tbl>
    <w:p w:rsidR="00FB5721" w:rsidRPr="00C827A4" w:rsidRDefault="00FB5721"/>
    <w:p w:rsidR="00FB5721" w:rsidRPr="00C827A4" w:rsidRDefault="00FB5721">
      <w:pPr>
        <w:pStyle w:val="Heading4"/>
      </w:pPr>
      <w:r w:rsidRPr="00C827A4">
        <w:t>5.5.3.12</w:t>
      </w:r>
      <w:r w:rsidRPr="00C827A4">
        <w:tab/>
        <w:t>EVENT_EVENT_DOWNLOAD_IDLE_SCREEN_AVAILABLE</w:t>
      </w:r>
    </w:p>
    <w:p w:rsidR="00FB5721" w:rsidRPr="00C827A4" w:rsidRDefault="00FB5721">
      <w:r w:rsidRPr="00C827A4">
        <w:t>Test Area Reference: Cre_Apt_Edis</w:t>
      </w:r>
      <w:r w:rsidR="003772E9" w:rsidRPr="00C827A4">
        <w:t>.</w:t>
      </w:r>
    </w:p>
    <w:p w:rsidR="00FB5721" w:rsidRPr="00C827A4" w:rsidRDefault="00FB5721" w:rsidP="009D6D22">
      <w:pPr>
        <w:pStyle w:val="Heading5"/>
      </w:pPr>
      <w:r w:rsidRPr="00C827A4">
        <w:t>5.5.3.12.1</w:t>
      </w:r>
      <w:r w:rsidRPr="00C827A4">
        <w:tab/>
        <w:t>Conformance requirement</w:t>
      </w:r>
    </w:p>
    <w:p w:rsidR="00FB5721" w:rsidRPr="00C827A4" w:rsidRDefault="00FB5721">
      <w:pPr>
        <w:pStyle w:val="H6"/>
      </w:pPr>
      <w:r w:rsidRPr="00C827A4">
        <w:t>5.5.3.12.1.1</w:t>
      </w:r>
      <w:r w:rsidRPr="00C827A4">
        <w:tab/>
        <w:t>Normal execution</w:t>
      </w:r>
    </w:p>
    <w:p w:rsidR="00FB5721" w:rsidRPr="00C827A4" w:rsidRDefault="00FB5721">
      <w:pPr>
        <w:pStyle w:val="B1"/>
      </w:pPr>
      <w:r w:rsidRPr="00C827A4">
        <w:t>CRRN1: The applet is triggered by the EVENT_EVENT_DOWNLOAD_IDLE_SCREEN_AVAILABLE once it has registered to this event and an Envelope Event DownLoad Idle Screen Available is received.</w:t>
      </w:r>
    </w:p>
    <w:p w:rsidR="00FB5721" w:rsidRPr="00C827A4" w:rsidRDefault="00FB5721">
      <w:pPr>
        <w:pStyle w:val="B1"/>
      </w:pPr>
      <w:r w:rsidRPr="00C827A4">
        <w:t>CRRN2: The applet is not triggered by the EVENT_EVENT_DOWNLOAD_IDLE_SCREEN_AVAILABLE once it has deregistered from this event.</w:t>
      </w:r>
    </w:p>
    <w:p w:rsidR="00FB5721" w:rsidRPr="00C827A4" w:rsidRDefault="00FB5721">
      <w:pPr>
        <w:pStyle w:val="H6"/>
      </w:pPr>
      <w:r w:rsidRPr="00C827A4">
        <w:t>5.5.3.12.1.2</w:t>
      </w:r>
      <w:r w:rsidRPr="00C827A4">
        <w:tab/>
        <w:t>Parameter errors</w:t>
      </w:r>
    </w:p>
    <w:p w:rsidR="00FB5721" w:rsidRPr="00C827A4" w:rsidRDefault="00FB5721">
      <w:r w:rsidRPr="00C827A4">
        <w:t>No requirements.</w:t>
      </w:r>
    </w:p>
    <w:p w:rsidR="00FB5721" w:rsidRPr="00C827A4" w:rsidRDefault="00FB5721">
      <w:pPr>
        <w:pStyle w:val="H6"/>
      </w:pPr>
      <w:r w:rsidRPr="00C827A4">
        <w:t>5.5.3.12.1.3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5.5.3.12.2</w:t>
      </w:r>
      <w:r w:rsidRPr="00C827A4">
        <w:tab/>
        <w:t>Test area files</w:t>
      </w:r>
    </w:p>
    <w:p w:rsidR="00FB5721" w:rsidRPr="00C827A4" w:rsidRDefault="00FB5721">
      <w:pPr>
        <w:pStyle w:val="B10"/>
        <w:tabs>
          <w:tab w:val="left" w:pos="2268"/>
        </w:tabs>
        <w:ind w:left="284" w:firstLine="0"/>
      </w:pPr>
      <w:r w:rsidRPr="00C827A4">
        <w:t xml:space="preserve">Test Source: </w:t>
      </w:r>
      <w:r w:rsidRPr="00C827A4">
        <w:tab/>
        <w:t>Test_Cre_Apt_Edis.java</w:t>
      </w:r>
      <w:r w:rsidR="009D6D22" w:rsidRPr="00C827A4">
        <w:t>.</w:t>
      </w:r>
    </w:p>
    <w:p w:rsidR="00FB5721" w:rsidRPr="00C827A4" w:rsidRDefault="00FB5721">
      <w:pPr>
        <w:pStyle w:val="B10"/>
        <w:tabs>
          <w:tab w:val="left" w:pos="2268"/>
        </w:tabs>
        <w:ind w:left="284" w:firstLine="0"/>
      </w:pPr>
      <w:r w:rsidRPr="00C827A4">
        <w:t xml:space="preserve">Test Applet: </w:t>
      </w:r>
      <w:r w:rsidRPr="00C827A4">
        <w:tab/>
        <w:t>Cre_Apt_Edis_1.java</w:t>
      </w:r>
      <w:r w:rsidR="009D6D22" w:rsidRPr="00C827A4">
        <w:t>.</w:t>
      </w:r>
    </w:p>
    <w:p w:rsidR="00FB5721" w:rsidRPr="00C827A4" w:rsidRDefault="00FB5721">
      <w:pPr>
        <w:pStyle w:val="B10"/>
        <w:tabs>
          <w:tab w:val="left" w:pos="2268"/>
        </w:tabs>
        <w:ind w:left="284" w:firstLine="0"/>
      </w:pPr>
      <w:r w:rsidRPr="00C827A4">
        <w:t>Cap File:</w:t>
      </w:r>
      <w:r w:rsidRPr="00C827A4">
        <w:tab/>
      </w:r>
      <w:r w:rsidR="003772E9" w:rsidRPr="00C827A4">
        <w:t>C</w:t>
      </w:r>
      <w:r w:rsidRPr="00C827A4">
        <w:t>re_apt_edis.cap</w:t>
      </w:r>
      <w:r w:rsidR="009D6D22" w:rsidRPr="00C827A4">
        <w:t>.</w:t>
      </w:r>
    </w:p>
    <w:p w:rsidR="00FB5721" w:rsidRPr="00C827A4" w:rsidRDefault="00FB5721" w:rsidP="009D6D22">
      <w:pPr>
        <w:pStyle w:val="Heading5"/>
      </w:pPr>
      <w:r w:rsidRPr="00C827A4">
        <w:lastRenderedPageBreak/>
        <w:t>5.5.3.12.3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w:t>
      </w:r>
      <w:r w:rsidR="009D6D22" w:rsidRPr="00C827A4">
        <w:t>.12.4</w:t>
      </w:r>
      <w:r w:rsidR="009D6D22"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C"/>
              <w:keepNext w:val="0"/>
              <w:keepLines w:val="0"/>
            </w:pPr>
            <w:r w:rsidRPr="00C827A4">
              <w:t>1</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H"/>
              <w:keepNext w:val="0"/>
              <w:keepLines w:val="0"/>
            </w:pPr>
            <w:r w:rsidRPr="00C827A4">
              <w:t>Applet registration to EVENT_EVENT_DOWNLOAD_IDLE_SCREEN_AVAILABLE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EVENT_EVENT_DOWNLOAD_IDLE_SCREEN_AVAILABLE and to EVENT_MENU_SELECTION</w:t>
            </w:r>
          </w:p>
          <w:p w:rsidR="00FB5721" w:rsidRPr="00C827A4" w:rsidRDefault="00FB5721">
            <w:pPr>
              <w:pStyle w:val="PL"/>
              <w:rPr>
                <w:noProof w:val="0"/>
              </w:rPr>
            </w:pPr>
            <w:r w:rsidRPr="00C827A4">
              <w:rPr>
                <w:noProof w:val="0"/>
              </w:rPr>
              <w:t xml:space="preserve">Event= </w:t>
            </w:r>
          </w:p>
          <w:p w:rsidR="00FB5721" w:rsidRPr="00C827A4" w:rsidRDefault="00FB5721">
            <w:pPr>
              <w:pStyle w:val="PL"/>
              <w:rPr>
                <w:noProof w:val="0"/>
              </w:rPr>
            </w:pPr>
            <w:r w:rsidRPr="00C827A4">
              <w:rPr>
                <w:noProof w:val="0"/>
              </w:rPr>
              <w:t>EVENT_EVENT_DOWNLOAD_IDLE_SCREEN_AVAILABLE</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EVENT_DOWNLOAD_IDLE_SCREEN_AVAILABLE is sent to the UICC</w:t>
            </w: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top w:val="single" w:sz="4" w:space="0" w:color="auto"/>
              <w:left w:val="single" w:sz="4" w:space="0" w:color="auto"/>
              <w:bottom w:val="single" w:sz="4" w:space="0" w:color="auto"/>
              <w:right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Event=EVENT_EVENT_DOWNLOAD_IDLE_SCREEN_AVAILABLE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EVENT_DOWNLOAD_IDLE_SCREEN_AVAILABLE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EVENT_EVENT_DOWNLOAD_IDLE_SCREEN_AVAILABLE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b/>
                <w:noProof w:val="0"/>
              </w:rPr>
            </w:pPr>
            <w:r w:rsidRPr="00C827A4">
              <w:rPr>
                <w:noProof w:val="0"/>
              </w:rPr>
              <w:t>2-An Envelope EVENT_DOWNLOAD_IDLE_SCREEN_AVAILABLE is sent to the UICC</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rsidP="009D6D22">
      <w:pPr>
        <w:pStyle w:val="Heading4"/>
      </w:pPr>
      <w:r w:rsidRPr="00C827A4">
        <w:t>5.5.3.13</w:t>
      </w:r>
      <w:r w:rsidRPr="00C827A4">
        <w:tab/>
        <w:t>EVENT_EVENT_DOWNLOAD_CARD_READER_STATUS</w:t>
      </w:r>
    </w:p>
    <w:p w:rsidR="00FB5721" w:rsidRPr="00C827A4" w:rsidRDefault="00FB5721" w:rsidP="009D6D22">
      <w:pPr>
        <w:keepNext/>
        <w:keepLines/>
      </w:pPr>
      <w:r w:rsidRPr="00C827A4">
        <w:t>Test Area Reference: Cre_Apt_Edcr</w:t>
      </w:r>
      <w:r w:rsidR="009D6D22" w:rsidRPr="00C827A4">
        <w:t>.</w:t>
      </w:r>
    </w:p>
    <w:p w:rsidR="00FB5721" w:rsidRPr="00C827A4" w:rsidRDefault="00FB5721" w:rsidP="009D6D22">
      <w:pPr>
        <w:pStyle w:val="Heading5"/>
      </w:pPr>
      <w:r w:rsidRPr="00C827A4">
        <w:t>5.5.3.13.1</w:t>
      </w:r>
      <w:r w:rsidRPr="00C827A4">
        <w:tab/>
        <w:t>Conformance requirement</w:t>
      </w:r>
    </w:p>
    <w:p w:rsidR="00FB5721" w:rsidRPr="00C827A4" w:rsidRDefault="00FB5721">
      <w:pPr>
        <w:pStyle w:val="H6"/>
      </w:pPr>
      <w:r w:rsidRPr="00C827A4">
        <w:t>5.5.3.13.1.1</w:t>
      </w:r>
      <w:r w:rsidRPr="00C827A4">
        <w:tab/>
        <w:t>Normal execution</w:t>
      </w:r>
    </w:p>
    <w:p w:rsidR="00FB5721" w:rsidRPr="00C827A4" w:rsidRDefault="00FB5721">
      <w:pPr>
        <w:pStyle w:val="B1"/>
      </w:pPr>
      <w:r w:rsidRPr="00C827A4">
        <w:t>CRRN1: The applet is triggered by the EVENT_EVENT_DOWNLOAD_CARD_READER_STATUS once it has registered to this event and Envelope Event DownLoad Card Reader Status is received.</w:t>
      </w:r>
    </w:p>
    <w:p w:rsidR="00FB5721" w:rsidRPr="00C827A4" w:rsidRDefault="00FB5721">
      <w:pPr>
        <w:pStyle w:val="B1"/>
      </w:pPr>
      <w:r w:rsidRPr="00C827A4">
        <w:t>CRRN2: The applet is not triggered by the EVENT_EVENT_DOWNLOAD_CARD_READER_STATUS once it has deregistered from this event.</w:t>
      </w:r>
    </w:p>
    <w:p w:rsidR="00FB5721" w:rsidRPr="00C827A4" w:rsidRDefault="00FB5721">
      <w:pPr>
        <w:pStyle w:val="H6"/>
      </w:pPr>
      <w:r w:rsidRPr="00C827A4">
        <w:lastRenderedPageBreak/>
        <w:t>5.5.3.13.1.2</w:t>
      </w:r>
      <w:r w:rsidRPr="00C827A4">
        <w:tab/>
        <w:t>Parameter errors</w:t>
      </w:r>
    </w:p>
    <w:p w:rsidR="00FB5721" w:rsidRPr="00C827A4" w:rsidRDefault="00FB5721">
      <w:r w:rsidRPr="00C827A4">
        <w:t>No requirements.</w:t>
      </w:r>
    </w:p>
    <w:p w:rsidR="00FB5721" w:rsidRPr="00C827A4" w:rsidRDefault="00FB5721">
      <w:pPr>
        <w:pStyle w:val="H6"/>
      </w:pPr>
      <w:r w:rsidRPr="00C827A4">
        <w:t>5.5.3.13.1.3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5.5.3.13.2</w:t>
      </w:r>
      <w:r w:rsidRPr="00C827A4">
        <w:tab/>
        <w:t>Test area files</w:t>
      </w:r>
    </w:p>
    <w:p w:rsidR="00FB5721" w:rsidRPr="00C827A4" w:rsidRDefault="00FB5721" w:rsidP="009D6D22">
      <w:pPr>
        <w:pStyle w:val="EX"/>
      </w:pPr>
      <w:r w:rsidRPr="00C827A4">
        <w:t xml:space="preserve">Test Source: </w:t>
      </w:r>
      <w:r w:rsidRPr="00C827A4">
        <w:tab/>
        <w:t>Test_Cre_Apt_Edcr.java</w:t>
      </w:r>
      <w:r w:rsidR="009D6D22" w:rsidRPr="00C827A4">
        <w:t>.</w:t>
      </w:r>
    </w:p>
    <w:p w:rsidR="00FB5721" w:rsidRPr="00C827A4" w:rsidRDefault="00FB5721" w:rsidP="009D6D22">
      <w:pPr>
        <w:pStyle w:val="EX"/>
      </w:pPr>
      <w:r w:rsidRPr="00C827A4">
        <w:t xml:space="preserve">Test Applet: </w:t>
      </w:r>
      <w:r w:rsidRPr="00C827A4">
        <w:tab/>
        <w:t>Cre_Apt_Edcr_1.java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re_apt_edcr.cap</w:t>
      </w:r>
      <w:r w:rsidR="009D6D22" w:rsidRPr="00C827A4">
        <w:t>.</w:t>
      </w:r>
    </w:p>
    <w:p w:rsidR="00FB5721" w:rsidRPr="00C827A4" w:rsidRDefault="00FB5721" w:rsidP="009D6D22">
      <w:pPr>
        <w:pStyle w:val="Heading5"/>
      </w:pPr>
      <w:r w:rsidRPr="00C827A4">
        <w:t>5.5.3.13.3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5.5.3.13.4</w:t>
      </w:r>
      <w:r w:rsidRPr="00C827A4">
        <w:tab/>
      </w:r>
      <w:r w:rsidR="009D6D22" w:rsidRPr="00C827A4">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C"/>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 registration to EVENT_EVENT_DOWNLOAD_CARD_READER_STATUS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EVENT_EVENT_DOWNLOAD_CARD_READER_STATUS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Event=EVENT_EVENT_DOWNLOAD_CARD_READER_STATUS</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EVENT_DOWNLOAD_CARD_READER_STATUS is sent to the UICC</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single" w:sz="4" w:space="0" w:color="auto"/>
            </w:tcBorders>
          </w:tcPr>
          <w:p w:rsidR="00FB5721" w:rsidRPr="00C827A4" w:rsidRDefault="00FB5721" w:rsidP="003772E9">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EVENT_EVENT_DOWNLOAD_CARD_READER_STATUS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1-An Envelope EVENT_DOWNLOAD_CARD_READER_STATUS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EVENT_EVENT_DOWNLOAD_CARD_READER_STATUS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b/>
                <w:noProof w:val="0"/>
              </w:rPr>
            </w:pPr>
            <w:r w:rsidRPr="00C827A4">
              <w:rPr>
                <w:noProof w:val="0"/>
              </w:rPr>
              <w:t>2-An Envelope EVENT_DOWNLOAD_CARD_READER_STATUS is sent to the UICC</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3772E9">
            <w:pPr>
              <w:pStyle w:val="TAL"/>
            </w:pPr>
          </w:p>
        </w:tc>
      </w:tr>
    </w:tbl>
    <w:p w:rsidR="00FB5721" w:rsidRPr="00C827A4" w:rsidRDefault="00FB5721"/>
    <w:p w:rsidR="00FB5721" w:rsidRPr="00C827A4" w:rsidRDefault="00FB5721">
      <w:pPr>
        <w:pStyle w:val="Heading4"/>
      </w:pPr>
      <w:r w:rsidRPr="00C827A4">
        <w:lastRenderedPageBreak/>
        <w:t>5.5.3.14</w:t>
      </w:r>
      <w:r w:rsidRPr="00C827A4">
        <w:tab/>
        <w:t>EVENT_UNRECOGNIZED_ENVELOPE</w:t>
      </w:r>
    </w:p>
    <w:p w:rsidR="00FB5721" w:rsidRPr="00C827A4" w:rsidRDefault="00FB5721">
      <w:r w:rsidRPr="00C827A4">
        <w:t>Test Area Reference: Cre_Apt_Euev</w:t>
      </w:r>
      <w:r w:rsidR="009D6D22" w:rsidRPr="00C827A4">
        <w:t>.</w:t>
      </w:r>
    </w:p>
    <w:p w:rsidR="00FB5721" w:rsidRPr="00C827A4" w:rsidRDefault="00FB5721" w:rsidP="009D6D22">
      <w:pPr>
        <w:pStyle w:val="Heading5"/>
      </w:pPr>
      <w:r w:rsidRPr="00C827A4">
        <w:t>5.5.3.14.1</w:t>
      </w:r>
      <w:r w:rsidRPr="00C827A4">
        <w:tab/>
        <w:t>Conformance requirement</w:t>
      </w:r>
    </w:p>
    <w:p w:rsidR="00FB5721" w:rsidRPr="00C827A4" w:rsidRDefault="00FB5721">
      <w:pPr>
        <w:pStyle w:val="H6"/>
      </w:pPr>
      <w:r w:rsidRPr="00C827A4">
        <w:t>5.5.3.14.1.1</w:t>
      </w:r>
      <w:r w:rsidRPr="00C827A4">
        <w:tab/>
        <w:t>Normal execution</w:t>
      </w:r>
    </w:p>
    <w:p w:rsidR="00FB5721" w:rsidRPr="00C827A4" w:rsidRDefault="00FB5721">
      <w:pPr>
        <w:pStyle w:val="B1"/>
      </w:pPr>
      <w:r w:rsidRPr="00C827A4">
        <w:t>CRRN1: The applet is triggered by the EVENT_UNRECOGNIZED_ENVELOPE once it has registered to this event and an Unrecognized Envelope is received.</w:t>
      </w:r>
    </w:p>
    <w:p w:rsidR="00FB5721" w:rsidRPr="00C827A4" w:rsidRDefault="00FB5721">
      <w:pPr>
        <w:pStyle w:val="B1"/>
      </w:pPr>
      <w:r w:rsidRPr="00C827A4">
        <w:t>CRRN2: The applet is not triggered by the EVENT_UNRECOGNIZED_ENVELOPE once it ha</w:t>
      </w:r>
      <w:r w:rsidR="009D6D22" w:rsidRPr="00C827A4">
        <w:t>s deregistered from this event.</w:t>
      </w:r>
    </w:p>
    <w:p w:rsidR="00FB5721" w:rsidRPr="00C827A4" w:rsidRDefault="00FB5721">
      <w:pPr>
        <w:pStyle w:val="H6"/>
      </w:pPr>
      <w:r w:rsidRPr="00C827A4">
        <w:t>5.5.3.14.1.2</w:t>
      </w:r>
      <w:r w:rsidRPr="00C827A4">
        <w:tab/>
        <w:t>Parameter errors</w:t>
      </w:r>
    </w:p>
    <w:p w:rsidR="00FB5721" w:rsidRPr="00C827A4" w:rsidRDefault="00FB5721">
      <w:r w:rsidRPr="00C827A4">
        <w:t>No requirements.</w:t>
      </w:r>
    </w:p>
    <w:p w:rsidR="00FB5721" w:rsidRPr="00C827A4" w:rsidRDefault="00FB5721">
      <w:pPr>
        <w:pStyle w:val="H6"/>
      </w:pPr>
      <w:r w:rsidRPr="00C827A4">
        <w:t>5.5.3.14.1.3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5.5.3.14.2</w:t>
      </w:r>
      <w:r w:rsidRPr="00C827A4">
        <w:tab/>
        <w:t>Test area files</w:t>
      </w:r>
    </w:p>
    <w:p w:rsidR="00FB5721" w:rsidRPr="00C827A4" w:rsidRDefault="00FB5721" w:rsidP="009D6D22">
      <w:pPr>
        <w:pStyle w:val="EX"/>
      </w:pPr>
      <w:r w:rsidRPr="00C827A4">
        <w:t xml:space="preserve">Test Source: </w:t>
      </w:r>
      <w:r w:rsidRPr="00C827A4">
        <w:tab/>
        <w:t>Test_Cre_Apt_Euen.java</w:t>
      </w:r>
      <w:r w:rsidR="009D6D22" w:rsidRPr="00C827A4">
        <w:t>.</w:t>
      </w:r>
    </w:p>
    <w:p w:rsidR="00FB5721" w:rsidRPr="00C827A4" w:rsidRDefault="00FB5721" w:rsidP="009D6D22">
      <w:pPr>
        <w:pStyle w:val="EX"/>
      </w:pPr>
      <w:r w:rsidRPr="00C827A4">
        <w:t xml:space="preserve">Test Applet: </w:t>
      </w:r>
      <w:r w:rsidRPr="00C827A4">
        <w:tab/>
        <w:t>Cre_Apt_Euen_1.java</w:t>
      </w:r>
      <w:r w:rsidR="009D6D22" w:rsidRPr="00C827A4">
        <w:t>.</w:t>
      </w:r>
    </w:p>
    <w:p w:rsidR="00FB5721" w:rsidRPr="00C827A4" w:rsidRDefault="003772E9" w:rsidP="009D6D22">
      <w:pPr>
        <w:pStyle w:val="EX"/>
      </w:pPr>
      <w:r w:rsidRPr="00C827A4">
        <w:t>Cap File:</w:t>
      </w:r>
      <w:r w:rsidRPr="00C827A4">
        <w:tab/>
        <w:t>C</w:t>
      </w:r>
      <w:r w:rsidR="00FB5721" w:rsidRPr="00C827A4">
        <w:t>re_apt_euen.cap</w:t>
      </w:r>
      <w:r w:rsidR="009D6D22" w:rsidRPr="00C827A4">
        <w:t>.</w:t>
      </w:r>
    </w:p>
    <w:p w:rsidR="00FB5721" w:rsidRPr="00C827A4" w:rsidRDefault="00FB5721" w:rsidP="009D6D22">
      <w:pPr>
        <w:pStyle w:val="Heading5"/>
      </w:pPr>
      <w:r w:rsidRPr="00C827A4">
        <w:t>5.5.3.14.3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5.5.3.14.4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Borders>
              <w:bottom w:val="nil"/>
            </w:tcBorders>
          </w:tcPr>
          <w:p w:rsidR="00FB5721" w:rsidRPr="00C827A4" w:rsidRDefault="00FB5721">
            <w:pPr>
              <w:pStyle w:val="TAH"/>
              <w:keepNext w:val="0"/>
              <w:keepLines w:val="0"/>
            </w:pPr>
            <w:r w:rsidRPr="00C827A4">
              <w:t>Applet registration to EVENT_UNRECOGNIZED_ENVELOPE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 is registered to the </w:t>
            </w:r>
          </w:p>
          <w:p w:rsidR="00FB5721" w:rsidRPr="00C827A4" w:rsidRDefault="00FB5721">
            <w:pPr>
              <w:pStyle w:val="PL"/>
              <w:rPr>
                <w:noProof w:val="0"/>
              </w:rPr>
            </w:pPr>
            <w:r w:rsidRPr="00C827A4">
              <w:rPr>
                <w:noProof w:val="0"/>
              </w:rPr>
              <w:t>EVENT_UNRECOGNIZED_ENVELOPE</w:t>
            </w:r>
          </w:p>
          <w:p w:rsidR="00FB5721" w:rsidRPr="00C827A4" w:rsidRDefault="00FB5721">
            <w:pPr>
              <w:pStyle w:val="PL"/>
              <w:rPr>
                <w:noProof w:val="0"/>
              </w:rPr>
            </w:pPr>
            <w:r w:rsidRPr="00C827A4">
              <w:rPr>
                <w:noProof w:val="0"/>
              </w:rPr>
              <w:t>Event= EVENT_UNRECOGNIZED_ENVELOPE</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UNRECOGNIZED_ENVELOPE is sent to the UICC</w:t>
            </w:r>
          </w:p>
        </w:tc>
        <w:tc>
          <w:tcPr>
            <w:tcW w:w="2911" w:type="dxa"/>
            <w:tcBorders>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keepLines w:val="0"/>
            </w:pPr>
            <w:r w:rsidRPr="00C827A4">
              <w:lastRenderedPageBreak/>
              <w:t>2</w:t>
            </w:r>
          </w:p>
        </w:tc>
        <w:tc>
          <w:tcPr>
            <w:tcW w:w="4111" w:type="dxa"/>
            <w:tcBorders>
              <w:top w:val="single" w:sz="4" w:space="0" w:color="auto"/>
              <w:bottom w:val="single" w:sz="4" w:space="0" w:color="auto"/>
            </w:tcBorders>
          </w:tcPr>
          <w:p w:rsidR="00FB5721" w:rsidRPr="00C827A4" w:rsidRDefault="00FB5721" w:rsidP="001F17EA">
            <w:pPr>
              <w:pStyle w:val="TAH"/>
              <w:keepLines w:val="0"/>
            </w:pPr>
            <w:r w:rsidRPr="00C827A4">
              <w:t>Applet deregistration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EVENT_UNRECOGNIZED_ENVELOPE</w:t>
            </w:r>
          </w:p>
          <w:p w:rsidR="00FB5721" w:rsidRPr="00C827A4" w:rsidRDefault="00FB5721" w:rsidP="001F17EA">
            <w:pPr>
              <w:pStyle w:val="PL"/>
              <w:keepNext/>
              <w:rPr>
                <w:noProof w:val="0"/>
              </w:rPr>
            </w:pPr>
            <w:r w:rsidRPr="00C827A4">
              <w:rPr>
                <w:noProof w:val="0"/>
              </w:rPr>
              <w:t>ToolkitRegistry.clearEvent()method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1-An Envelope UNRECOGNIZED_ENVELOPE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An Envelope menu 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EVENT_UNRECOGNIZED_ENVELOPE</w:t>
            </w:r>
          </w:p>
          <w:p w:rsidR="00FB5721" w:rsidRPr="00C827A4" w:rsidRDefault="00FB5721" w:rsidP="001F17EA">
            <w:pPr>
              <w:pStyle w:val="PL"/>
              <w:keepNext/>
              <w:rPr>
                <w:noProof w:val="0"/>
              </w:rPr>
            </w:pPr>
            <w:r w:rsidRPr="00C827A4">
              <w:rPr>
                <w:noProof w:val="0"/>
              </w:rPr>
              <w:t>ToolkitRegistry.setEvent() method is called</w:t>
            </w:r>
          </w:p>
          <w:p w:rsidR="00FB5721" w:rsidRPr="00C827A4" w:rsidRDefault="00FB5721" w:rsidP="001F17EA">
            <w:pPr>
              <w:pStyle w:val="PL"/>
              <w:keepNext/>
              <w:rPr>
                <w:noProof w:val="0"/>
              </w:rPr>
            </w:pPr>
          </w:p>
          <w:p w:rsidR="00FB5721" w:rsidRPr="00C827A4" w:rsidRDefault="00FB5721" w:rsidP="001F17EA">
            <w:pPr>
              <w:pStyle w:val="PL"/>
              <w:keepNext/>
              <w:rPr>
                <w:b/>
                <w:noProof w:val="0"/>
              </w:rPr>
            </w:pPr>
            <w:r w:rsidRPr="00C827A4">
              <w:rPr>
                <w:noProof w:val="0"/>
              </w:rPr>
              <w:t>2-An Envelope UNRECOGNIZED_ENVELOPE is sent to the UICC</w:t>
            </w: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 is not triggered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1F17EA">
            <w:pPr>
              <w:pStyle w:val="textcell"/>
              <w:keepNext/>
              <w:rPr>
                <w:rFonts w:ascii="Arial" w:hAnsi="Arial"/>
                <w:sz w:val="18"/>
                <w:lang w:val="en-GB"/>
              </w:rPr>
            </w:pPr>
          </w:p>
        </w:tc>
      </w:tr>
    </w:tbl>
    <w:p w:rsidR="00FB5721" w:rsidRPr="00C827A4" w:rsidRDefault="00FB5721"/>
    <w:p w:rsidR="00FB5721" w:rsidRPr="00C827A4" w:rsidRDefault="00FB5721">
      <w:pPr>
        <w:pStyle w:val="Heading4"/>
      </w:pPr>
      <w:r w:rsidRPr="00C827A4">
        <w:t>5.5.3.15</w:t>
      </w:r>
      <w:r w:rsidRPr="00C827A4">
        <w:tab/>
        <w:t>EVENT_STATUS_COMMAND</w:t>
      </w:r>
    </w:p>
    <w:p w:rsidR="00FB5721" w:rsidRPr="00C827A4" w:rsidRDefault="00FB5721">
      <w:r w:rsidRPr="00C827A4">
        <w:t>Test Area Reference: Cre_Apt_Estc</w:t>
      </w:r>
      <w:r w:rsidR="009D6D22" w:rsidRPr="00C827A4">
        <w:t>.</w:t>
      </w:r>
    </w:p>
    <w:p w:rsidR="00FB5721" w:rsidRPr="00C827A4" w:rsidRDefault="00FB5721" w:rsidP="009D6D22">
      <w:pPr>
        <w:pStyle w:val="Heading5"/>
      </w:pPr>
      <w:r w:rsidRPr="00C827A4">
        <w:t>5.5.3.15.1</w:t>
      </w:r>
      <w:r w:rsidRPr="00C827A4">
        <w:tab/>
        <w:t>Conformance requirement</w:t>
      </w:r>
    </w:p>
    <w:p w:rsidR="00FB5721" w:rsidRPr="00C827A4" w:rsidRDefault="00FB5721">
      <w:pPr>
        <w:pStyle w:val="H6"/>
      </w:pPr>
      <w:r w:rsidRPr="00C827A4">
        <w:t>5.5.3.15.1.1</w:t>
      </w:r>
      <w:r w:rsidRPr="00C827A4">
        <w:tab/>
        <w:t>Normal execution</w:t>
      </w:r>
    </w:p>
    <w:p w:rsidR="00FB5721" w:rsidRPr="00C827A4" w:rsidRDefault="00FB5721">
      <w:pPr>
        <w:pStyle w:val="B1"/>
      </w:pPr>
      <w:r w:rsidRPr="00C827A4">
        <w:t>CRRN1: The applet is triggered by the EVENT_STATUS_COMMAND once it has registered to this event and a Status Command is received.</w:t>
      </w:r>
    </w:p>
    <w:p w:rsidR="00FB5721" w:rsidRPr="00C827A4" w:rsidRDefault="00FB5721">
      <w:pPr>
        <w:pStyle w:val="B1"/>
      </w:pPr>
      <w:r w:rsidRPr="00C827A4">
        <w:t>CRRN2: The applet is not triggered by the EVENT_STATUS_COMMAND once it has deregistered from this event.</w:t>
      </w:r>
    </w:p>
    <w:p w:rsidR="00FB5721" w:rsidRPr="00C827A4" w:rsidRDefault="00FB5721">
      <w:pPr>
        <w:pStyle w:val="H6"/>
      </w:pPr>
      <w:r w:rsidRPr="00C827A4">
        <w:t>5.5.3.15.1.2</w:t>
      </w:r>
      <w:r w:rsidRPr="00C827A4">
        <w:tab/>
        <w:t>Parameter errors</w:t>
      </w:r>
    </w:p>
    <w:p w:rsidR="00FB5721" w:rsidRPr="00C827A4" w:rsidRDefault="00FB5721">
      <w:r w:rsidRPr="00C827A4">
        <w:t>No requirements.</w:t>
      </w:r>
    </w:p>
    <w:p w:rsidR="00FB5721" w:rsidRPr="00C827A4" w:rsidRDefault="00FB5721">
      <w:pPr>
        <w:pStyle w:val="H6"/>
      </w:pPr>
      <w:r w:rsidRPr="00C827A4">
        <w:t>5.5.3.15.1.3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5.5.3.15.2</w:t>
      </w:r>
      <w:r w:rsidRPr="00C827A4">
        <w:tab/>
        <w:t>Test area files</w:t>
      </w:r>
    </w:p>
    <w:p w:rsidR="00FB5721" w:rsidRPr="00C827A4" w:rsidRDefault="00FB5721" w:rsidP="009D6D22">
      <w:pPr>
        <w:pStyle w:val="EX"/>
      </w:pPr>
      <w:r w:rsidRPr="00C827A4">
        <w:t xml:space="preserve">Test Source: </w:t>
      </w:r>
      <w:r w:rsidRPr="00C827A4">
        <w:tab/>
        <w:t>Test_Cre_Apt_Estc.java</w:t>
      </w:r>
      <w:r w:rsidR="009D6D22" w:rsidRPr="00C827A4">
        <w:t>.</w:t>
      </w:r>
    </w:p>
    <w:p w:rsidR="00FB5721" w:rsidRPr="00927A43" w:rsidRDefault="00FB5721" w:rsidP="009D6D22">
      <w:pPr>
        <w:pStyle w:val="EX"/>
      </w:pPr>
      <w:r w:rsidRPr="00927A43">
        <w:t xml:space="preserve">Test Applet: </w:t>
      </w:r>
      <w:r w:rsidRPr="00927A43">
        <w:tab/>
        <w:t>Cre_Apt_Estc_1.java</w:t>
      </w:r>
      <w:r w:rsidR="009D6D22" w:rsidRPr="00927A43">
        <w:t>.</w:t>
      </w:r>
    </w:p>
    <w:p w:rsidR="00FB5721" w:rsidRPr="00927A43" w:rsidRDefault="003772E9" w:rsidP="009D6D22">
      <w:pPr>
        <w:pStyle w:val="EX"/>
      </w:pPr>
      <w:r w:rsidRPr="00927A43">
        <w:tab/>
      </w:r>
      <w:r w:rsidR="00FB5721" w:rsidRPr="00927A43">
        <w:t>Cre_Apt_Estc_2.java</w:t>
      </w:r>
      <w:r w:rsidR="009D6D22" w:rsidRPr="00927A43">
        <w:t>.</w:t>
      </w:r>
    </w:p>
    <w:p w:rsidR="00FB5721" w:rsidRPr="00927A43" w:rsidRDefault="00FB5721" w:rsidP="009D6D22">
      <w:pPr>
        <w:pStyle w:val="EX"/>
      </w:pPr>
      <w:r w:rsidRPr="00927A43">
        <w:tab/>
        <w:t>Cre_Apt_Estc_3.java</w:t>
      </w:r>
      <w:r w:rsidR="009D6D22" w:rsidRPr="00927A43">
        <w:t>.</w:t>
      </w:r>
    </w:p>
    <w:p w:rsidR="00FB5721" w:rsidRPr="00927A43" w:rsidRDefault="00FB5721" w:rsidP="009D6D22">
      <w:pPr>
        <w:pStyle w:val="EX"/>
      </w:pPr>
      <w:r w:rsidRPr="00927A43">
        <w:t>Cap File:</w:t>
      </w:r>
      <w:r w:rsidRPr="00927A43">
        <w:tab/>
      </w:r>
      <w:r w:rsidR="003772E9" w:rsidRPr="00927A43">
        <w:t>C</w:t>
      </w:r>
      <w:r w:rsidRPr="00927A43">
        <w:t>re_apt_estc.cap</w:t>
      </w:r>
      <w:r w:rsidR="009D6D22" w:rsidRPr="00927A43">
        <w:t>.</w:t>
      </w:r>
    </w:p>
    <w:p w:rsidR="00FB5721" w:rsidRPr="00C827A4" w:rsidRDefault="00FB5721" w:rsidP="009D6D22">
      <w:pPr>
        <w:pStyle w:val="Heading5"/>
      </w:pPr>
      <w:r w:rsidRPr="00C827A4">
        <w:t>5.5.3.15.3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1, 2, 3</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3</w:t>
            </w:r>
          </w:p>
        </w:tc>
      </w:tr>
    </w:tbl>
    <w:p w:rsidR="00FB5721" w:rsidRPr="00C827A4" w:rsidRDefault="00FB5721"/>
    <w:p w:rsidR="00FB5721" w:rsidRPr="00C827A4" w:rsidRDefault="00FB5721" w:rsidP="001F17EA">
      <w:pPr>
        <w:pStyle w:val="Heading5"/>
      </w:pPr>
      <w:r w:rsidRPr="00C827A4">
        <w:lastRenderedPageBreak/>
        <w:t>5.5.3.15.4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rsidP="001F17EA">
            <w:pPr>
              <w:pStyle w:val="TAH"/>
              <w:keepLines w:val="0"/>
            </w:pPr>
            <w:r w:rsidRPr="00C827A4">
              <w:t>Id</w:t>
            </w:r>
          </w:p>
        </w:tc>
        <w:tc>
          <w:tcPr>
            <w:tcW w:w="4111" w:type="dxa"/>
            <w:tcBorders>
              <w:bottom w:val="single" w:sz="4" w:space="0" w:color="auto"/>
            </w:tcBorders>
          </w:tcPr>
          <w:p w:rsidR="00FB5721" w:rsidRPr="00C827A4" w:rsidRDefault="00FB5721" w:rsidP="001F17EA">
            <w:pPr>
              <w:pStyle w:val="TAH"/>
              <w:keepLines w:val="0"/>
            </w:pPr>
            <w:r w:rsidRPr="00C827A4">
              <w:t>Description</w:t>
            </w:r>
          </w:p>
        </w:tc>
        <w:tc>
          <w:tcPr>
            <w:tcW w:w="2911" w:type="dxa"/>
            <w:tcBorders>
              <w:bottom w:val="single" w:sz="4" w:space="0" w:color="auto"/>
            </w:tcBorders>
          </w:tcPr>
          <w:p w:rsidR="00FB5721" w:rsidRPr="00C827A4" w:rsidRDefault="00FB5721" w:rsidP="001F17EA">
            <w:pPr>
              <w:pStyle w:val="TAH"/>
              <w:keepLines w:val="0"/>
            </w:pPr>
            <w:r w:rsidRPr="00C827A4">
              <w:t>API/CAT RE Expectation</w:t>
            </w:r>
          </w:p>
        </w:tc>
        <w:tc>
          <w:tcPr>
            <w:tcW w:w="2334" w:type="dxa"/>
            <w:tcBorders>
              <w:bottom w:val="single" w:sz="4" w:space="0" w:color="auto"/>
            </w:tcBorders>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Applets registration to EVENT_STATUS_COMMAND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Applet1 is registered to EVENT_STATUS_COMMAND using the </w:t>
            </w:r>
          </w:p>
          <w:p w:rsidR="00FB5721" w:rsidRPr="00C827A4" w:rsidRDefault="00FB5721">
            <w:pPr>
              <w:pStyle w:val="PL"/>
              <w:rPr>
                <w:noProof w:val="0"/>
              </w:rPr>
            </w:pPr>
            <w:r w:rsidRPr="00C827A4">
              <w:rPr>
                <w:noProof w:val="0"/>
              </w:rPr>
              <w:t>requestPollInterval() 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Applet2 is registered to EVENT_STATUS_COMMAND using the </w:t>
            </w:r>
          </w:p>
          <w:p w:rsidR="00FB5721" w:rsidRPr="00C827A4" w:rsidRDefault="00FB5721">
            <w:pPr>
              <w:pStyle w:val="PL"/>
              <w:rPr>
                <w:noProof w:val="0"/>
              </w:rPr>
            </w:pPr>
            <w:r w:rsidRPr="00C827A4">
              <w:rPr>
                <w:noProof w:val="0"/>
              </w:rPr>
              <w:t>RequestPollInterval() 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Applet3 is registered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1-A status command is sent to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TAL"/>
            </w:pP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p>
          <w:p w:rsidR="00FB5721" w:rsidRPr="00C827A4" w:rsidRDefault="00FB5721">
            <w:pPr>
              <w:pStyle w:val="TAL"/>
              <w:keepNext w:val="0"/>
              <w:keepLines w:val="0"/>
            </w:pPr>
            <w:r w:rsidRPr="00C827A4">
              <w:t>Applet1 finalizes</w:t>
            </w:r>
          </w:p>
          <w:p w:rsidR="00FB5721" w:rsidRPr="00C827A4" w:rsidRDefault="00FB5721">
            <w:pPr>
              <w:pStyle w:val="TAL"/>
              <w:keepNext w:val="0"/>
              <w:keepLines w:val="0"/>
            </w:pPr>
          </w:p>
          <w:p w:rsidR="00FB5721" w:rsidRPr="00C827A4" w:rsidRDefault="00FB5721">
            <w:pPr>
              <w:pStyle w:val="TAL"/>
              <w:keepNext w:val="0"/>
              <w:keepLines w:val="0"/>
            </w:pPr>
            <w:r w:rsidRPr="00C827A4">
              <w:t>2- Applet2 is triggered.</w:t>
            </w:r>
          </w:p>
          <w:p w:rsidR="00FB5721" w:rsidRPr="00C827A4" w:rsidRDefault="00FB5721">
            <w:pPr>
              <w:pStyle w:val="TAL"/>
              <w:keepNext w:val="0"/>
              <w:keepLines w:val="0"/>
            </w:pPr>
          </w:p>
          <w:p w:rsidR="00FB5721" w:rsidRPr="00C827A4" w:rsidRDefault="00FB5721">
            <w:pPr>
              <w:pStyle w:val="TAL"/>
              <w:keepNext w:val="0"/>
              <w:keepLines w:val="0"/>
            </w:pPr>
            <w:r w:rsidRPr="00C827A4">
              <w:t>Applet2 finalizes</w:t>
            </w:r>
          </w:p>
          <w:p w:rsidR="00FB5721" w:rsidRPr="00C827A4" w:rsidRDefault="00FB5721">
            <w:pPr>
              <w:pStyle w:val="TAL"/>
              <w:keepNext w:val="0"/>
              <w:keepLines w:val="0"/>
            </w:pPr>
          </w:p>
          <w:p w:rsidR="00FB5721" w:rsidRPr="00C827A4" w:rsidRDefault="00FB5721">
            <w:pPr>
              <w:pStyle w:val="TAL"/>
              <w:keepNext w:val="0"/>
              <w:keepLines w:val="0"/>
            </w:pPr>
            <w:r w:rsidRPr="00C827A4">
              <w:t>3- Applet3 is not triggered</w:t>
            </w:r>
          </w:p>
          <w:p w:rsidR="00FB5721" w:rsidRPr="00C827A4" w:rsidRDefault="00FB5721">
            <w:pPr>
              <w:pStyle w:val="TAL"/>
              <w:keepNext w:val="0"/>
              <w:keepLines w:val="0"/>
            </w:pPr>
          </w:p>
        </w:tc>
        <w:tc>
          <w:tcPr>
            <w:tcW w:w="2334" w:type="dxa"/>
            <w:tcBorders>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keepNext/>
              <w:keepLines/>
              <w:rPr>
                <w:rFonts w:ascii="Arial" w:hAnsi="Arial"/>
                <w:sz w:val="18"/>
                <w:lang w:val="en-GB"/>
              </w:rPr>
            </w:pPr>
            <w:r w:rsidRPr="00C827A4">
              <w:rPr>
                <w:rFonts w:ascii="Arial" w:hAnsi="Arial"/>
                <w:sz w:val="18"/>
                <w:lang w:val="en-GB"/>
              </w:rPr>
              <w:t>2</w:t>
            </w:r>
          </w:p>
        </w:tc>
        <w:tc>
          <w:tcPr>
            <w:tcW w:w="4111" w:type="dxa"/>
            <w:tcBorders>
              <w:top w:val="single" w:sz="4" w:space="0" w:color="auto"/>
              <w:bottom w:val="single" w:sz="4" w:space="0" w:color="auto"/>
            </w:tcBorders>
          </w:tcPr>
          <w:p w:rsidR="00FB5721" w:rsidRPr="00C827A4" w:rsidRDefault="00FB5721">
            <w:pPr>
              <w:pStyle w:val="TAH"/>
            </w:pPr>
            <w:r w:rsidRPr="00C827A4">
              <w:t xml:space="preserve">Applet deregistration and registration of the third applet to EVENT_STATUS_COMMAND.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menu selection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Applet3 builds a Display Text.</w:t>
            </w:r>
          </w:p>
          <w:p w:rsidR="00FB5721" w:rsidRPr="00C827A4" w:rsidRDefault="00FB5721">
            <w:pPr>
              <w:pStyle w:val="PL"/>
              <w:rPr>
                <w:noProof w:val="0"/>
              </w:rPr>
            </w:pPr>
          </w:p>
          <w:p w:rsidR="00FB5721" w:rsidRPr="00C827A4" w:rsidRDefault="00FB5721">
            <w:pPr>
              <w:pStyle w:val="PL"/>
              <w:rPr>
                <w:noProof w:val="0"/>
              </w:rPr>
            </w:pPr>
            <w:r w:rsidRPr="00C827A4">
              <w:rPr>
                <w:noProof w:val="0"/>
              </w:rPr>
              <w:t>2- ProactiveHandler.send() is called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 status command is sent to UICC</w:t>
            </w:r>
          </w:p>
          <w:p w:rsidR="00FB5721" w:rsidRPr="00C827A4" w:rsidRDefault="00FB5721">
            <w:pPr>
              <w:pStyle w:val="PL"/>
              <w:rPr>
                <w:noProof w:val="0"/>
              </w:rPr>
            </w:pPr>
          </w:p>
          <w:p w:rsidR="00FB5721" w:rsidRPr="00C827A4" w:rsidRDefault="00FB5721">
            <w:pPr>
              <w:pStyle w:val="PL"/>
              <w:rPr>
                <w:noProof w:val="0"/>
              </w:rPr>
            </w:pPr>
            <w:r w:rsidRPr="00C827A4">
              <w:rPr>
                <w:noProof w:val="0"/>
              </w:rPr>
              <w:t>4- requestPollInterval() method with POLL_NO_DURATION is called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5- requestPollInterval() method with POLL_NO_DURATION is called </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6- TERMINAL RESPONSE of Display Text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7- requestPollInterval() method is called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TAL"/>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Applet3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Applet1 is triggered.</w:t>
            </w:r>
          </w:p>
          <w:p w:rsidR="00FB5721" w:rsidRPr="00C827A4" w:rsidRDefault="00FB5721">
            <w:pPr>
              <w:pStyle w:val="TAL"/>
            </w:pPr>
          </w:p>
          <w:p w:rsidR="00FB5721" w:rsidRPr="00C827A4" w:rsidRDefault="00FB5721">
            <w:pPr>
              <w:pStyle w:val="TAL"/>
            </w:pPr>
            <w:r w:rsidRPr="00C827A4">
              <w:t>4- Applet1 is deregistered to EVENT_STATUS_COMMAND</w:t>
            </w: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r w:rsidRPr="00C827A4">
              <w:t>Applet2 is triggered.</w:t>
            </w:r>
          </w:p>
          <w:p w:rsidR="00FB5721" w:rsidRPr="00C827A4" w:rsidRDefault="00FB5721">
            <w:pPr>
              <w:pStyle w:val="TAL"/>
            </w:pPr>
          </w:p>
          <w:p w:rsidR="00FB5721" w:rsidRPr="00C827A4" w:rsidRDefault="00FB5721">
            <w:pPr>
              <w:pStyle w:val="TAL"/>
            </w:pPr>
            <w:r w:rsidRPr="00C827A4">
              <w:t>5- Applet2 is deregistered to EVENT_STATUS_COMMAND</w:t>
            </w:r>
          </w:p>
          <w:p w:rsidR="00FB5721" w:rsidRPr="00C827A4" w:rsidRDefault="00FB5721">
            <w:pPr>
              <w:pStyle w:val="TAL"/>
            </w:pPr>
          </w:p>
          <w:p w:rsidR="00FB5721" w:rsidRPr="00C827A4" w:rsidRDefault="00FB5721">
            <w:pPr>
              <w:pStyle w:val="TAL"/>
            </w:pPr>
            <w:r w:rsidRPr="00C827A4">
              <w:t>Applet2 finalizes</w:t>
            </w:r>
          </w:p>
          <w:p w:rsidR="00FB5721" w:rsidRPr="00C827A4" w:rsidRDefault="00FB5721">
            <w:pPr>
              <w:pStyle w:val="TAL"/>
            </w:pPr>
          </w:p>
          <w:p w:rsidR="00FB5721" w:rsidRPr="00C827A4" w:rsidRDefault="00FB5721">
            <w:pPr>
              <w:pStyle w:val="TAL"/>
            </w:pPr>
            <w:r w:rsidRPr="00C827A4">
              <w:t>6- Applet3 is resumed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Applet3 is registered to EVENT_STATUS_COMMAND</w:t>
            </w:r>
          </w:p>
          <w:p w:rsidR="00FB5721" w:rsidRPr="00C827A4" w:rsidRDefault="00FB5721">
            <w:pPr>
              <w:pStyle w:val="TAL"/>
            </w:pPr>
          </w:p>
          <w:p w:rsidR="00FB5721" w:rsidRPr="00C827A4" w:rsidRDefault="00FB5721">
            <w:pPr>
              <w:pStyle w:val="TAL"/>
            </w:pPr>
            <w:r w:rsidRPr="00C827A4">
              <w:t>Applet3 finalizes</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 proactive command Display Text is sent and</w:t>
            </w:r>
          </w:p>
          <w:p w:rsidR="00FB5721" w:rsidRPr="00C827A4" w:rsidRDefault="00FB5721">
            <w:pPr>
              <w:pStyle w:val="TAL"/>
            </w:pPr>
            <w:r w:rsidRPr="00C827A4">
              <w:t>applet is suspended until the terminal response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9D6D22">
            <w:pPr>
              <w:pStyle w:val="TAC"/>
            </w:pPr>
            <w:r w:rsidRPr="00C827A4">
              <w:t>3</w:t>
            </w:r>
          </w:p>
        </w:tc>
        <w:tc>
          <w:tcPr>
            <w:tcW w:w="4111" w:type="dxa"/>
            <w:tcBorders>
              <w:top w:val="nil"/>
            </w:tcBorders>
          </w:tcPr>
          <w:p w:rsidR="00FB5721" w:rsidRPr="00C827A4" w:rsidRDefault="00FB5721" w:rsidP="009D6D22">
            <w:pPr>
              <w:pStyle w:val="TAH"/>
            </w:pPr>
            <w:r w:rsidRPr="00C827A4">
              <w:t>Applet3 triggering</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Status command is sent to UICC</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p>
        </w:tc>
        <w:tc>
          <w:tcPr>
            <w:tcW w:w="2911" w:type="dxa"/>
            <w:tcBorders>
              <w:top w:val="nil"/>
            </w:tcBorders>
          </w:tcPr>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Applet3 is triggered.</w:t>
            </w:r>
          </w:p>
          <w:p w:rsidR="00FB5721" w:rsidRPr="00C827A4" w:rsidRDefault="00FB5721" w:rsidP="009D6D22">
            <w:pPr>
              <w:pStyle w:val="TAL"/>
            </w:pPr>
            <w:r w:rsidRPr="00C827A4">
              <w:t>(Applet1 and Applet2 are not triggered)</w:t>
            </w:r>
          </w:p>
        </w:tc>
        <w:tc>
          <w:tcPr>
            <w:tcW w:w="2334" w:type="dxa"/>
            <w:tcBorders>
              <w:top w:val="nil"/>
            </w:tcBorders>
          </w:tcPr>
          <w:p w:rsidR="00FB5721" w:rsidRPr="00C827A4" w:rsidRDefault="00FB5721" w:rsidP="009D6D22">
            <w:pPr>
              <w:pStyle w:val="TAC"/>
            </w:pPr>
          </w:p>
        </w:tc>
      </w:tr>
    </w:tbl>
    <w:p w:rsidR="00FB5721" w:rsidRPr="00C827A4" w:rsidRDefault="00FB5721"/>
    <w:p w:rsidR="00FB5721" w:rsidRPr="00C827A4" w:rsidRDefault="00FB5721" w:rsidP="001F17EA">
      <w:pPr>
        <w:pStyle w:val="Heading4"/>
      </w:pPr>
      <w:r w:rsidRPr="00C827A4">
        <w:lastRenderedPageBreak/>
        <w:t>5.5.3.16</w:t>
      </w:r>
      <w:r w:rsidRPr="00C827A4">
        <w:tab/>
        <w:t>EVENT_EVENT_DOWNLOAD_LANGUAGE_SELECTION</w:t>
      </w:r>
    </w:p>
    <w:p w:rsidR="00FB5721" w:rsidRPr="00C827A4" w:rsidRDefault="00FB5721" w:rsidP="001F17EA">
      <w:pPr>
        <w:keepNext/>
      </w:pPr>
      <w:r w:rsidRPr="00C827A4">
        <w:t>Test Area Reference: Cre_Apt_Edlg</w:t>
      </w:r>
      <w:r w:rsidR="009D6D22" w:rsidRPr="00C827A4">
        <w:t>.</w:t>
      </w:r>
    </w:p>
    <w:p w:rsidR="00FB5721" w:rsidRPr="00C827A4" w:rsidRDefault="00FB5721" w:rsidP="009D6D22">
      <w:pPr>
        <w:pStyle w:val="Heading5"/>
      </w:pPr>
      <w:r w:rsidRPr="00C827A4">
        <w:t>5.5.3.16.1</w:t>
      </w:r>
      <w:r w:rsidRPr="00C827A4">
        <w:tab/>
        <w:t>Conformance requirement</w:t>
      </w:r>
    </w:p>
    <w:p w:rsidR="00FB5721" w:rsidRPr="00C827A4" w:rsidRDefault="00FB5721">
      <w:pPr>
        <w:pStyle w:val="H6"/>
      </w:pPr>
      <w:r w:rsidRPr="00C827A4">
        <w:t>5.5.3.16.1.1</w:t>
      </w:r>
      <w:r w:rsidRPr="00C827A4">
        <w:tab/>
        <w:t>Normal execution</w:t>
      </w:r>
    </w:p>
    <w:p w:rsidR="00FB5721" w:rsidRPr="00C827A4" w:rsidRDefault="00FB5721">
      <w:pPr>
        <w:pStyle w:val="B1"/>
      </w:pPr>
      <w:r w:rsidRPr="00C827A4">
        <w:t>CRRN1: The applet is triggered by the EVENT_EVENT_DOWNLOAD_LANGUAGE_SELECTION once it has registered to this event and an Envelope Event DownLoad Language Selection is received.</w:t>
      </w:r>
    </w:p>
    <w:p w:rsidR="00FB5721" w:rsidRPr="00C827A4" w:rsidRDefault="00FB5721">
      <w:pPr>
        <w:pStyle w:val="B1"/>
      </w:pPr>
      <w:r w:rsidRPr="00C827A4">
        <w:t>CRRN2: The applet is not triggered by the EVENT_EVENT_DOWNLOAD_LANGUAGE_SELECTION once it has deregistered from this event.</w:t>
      </w:r>
    </w:p>
    <w:p w:rsidR="00FB5721" w:rsidRPr="00C827A4" w:rsidRDefault="00FB5721">
      <w:pPr>
        <w:pStyle w:val="H6"/>
      </w:pPr>
      <w:r w:rsidRPr="00C827A4">
        <w:t>5.5.3.16.1.2</w:t>
      </w:r>
      <w:r w:rsidRPr="00C827A4">
        <w:tab/>
        <w:t>Parameter errors</w:t>
      </w:r>
    </w:p>
    <w:p w:rsidR="00FB5721" w:rsidRPr="00C827A4" w:rsidRDefault="00FB5721">
      <w:r w:rsidRPr="00C827A4">
        <w:t>No requirements.</w:t>
      </w:r>
    </w:p>
    <w:p w:rsidR="00FB5721" w:rsidRPr="00C827A4" w:rsidRDefault="00FB5721">
      <w:pPr>
        <w:pStyle w:val="H6"/>
      </w:pPr>
      <w:r w:rsidRPr="00C827A4">
        <w:t>5.5.3.16.1.3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5.5.3.16.2</w:t>
      </w:r>
      <w:r w:rsidRPr="00C827A4">
        <w:tab/>
        <w:t>Test area files</w:t>
      </w:r>
    </w:p>
    <w:p w:rsidR="00FB5721" w:rsidRPr="00C827A4" w:rsidRDefault="00FB5721" w:rsidP="009D6D22">
      <w:pPr>
        <w:pStyle w:val="EX"/>
        <w:keepNext/>
      </w:pPr>
      <w:r w:rsidRPr="00C827A4">
        <w:t xml:space="preserve">Test Source: </w:t>
      </w:r>
      <w:r w:rsidRPr="00C827A4">
        <w:tab/>
        <w:t>Test_Cre_Apt_Edlg.java</w:t>
      </w:r>
      <w:r w:rsidR="009D6D22" w:rsidRPr="00C827A4">
        <w:t>.</w:t>
      </w:r>
    </w:p>
    <w:p w:rsidR="00FB5721" w:rsidRPr="00C827A4" w:rsidRDefault="00FB5721" w:rsidP="009D6D22">
      <w:pPr>
        <w:pStyle w:val="EX"/>
        <w:keepNext/>
      </w:pPr>
      <w:r w:rsidRPr="00C827A4">
        <w:t xml:space="preserve">Test Applet: </w:t>
      </w:r>
      <w:r w:rsidRPr="00C827A4">
        <w:tab/>
        <w:t>Cre_Apt_Edlg_1.java</w:t>
      </w:r>
      <w:r w:rsidR="009D6D22" w:rsidRPr="00C827A4">
        <w:t>.</w:t>
      </w:r>
    </w:p>
    <w:p w:rsidR="00FB5721" w:rsidRPr="00C827A4" w:rsidRDefault="003772E9" w:rsidP="009D6D22">
      <w:pPr>
        <w:pStyle w:val="EX"/>
      </w:pPr>
      <w:r w:rsidRPr="00C827A4">
        <w:t>Cap File:</w:t>
      </w:r>
      <w:r w:rsidRPr="00C827A4">
        <w:tab/>
        <w:t>C</w:t>
      </w:r>
      <w:r w:rsidR="00FB5721" w:rsidRPr="00C827A4">
        <w:t>re_apt_edlg.cap</w:t>
      </w:r>
      <w:r w:rsidR="009D6D22" w:rsidRPr="00C827A4">
        <w:t>.</w:t>
      </w:r>
    </w:p>
    <w:p w:rsidR="00FB5721" w:rsidRPr="00C827A4" w:rsidRDefault="00FB5721" w:rsidP="009D6D22">
      <w:pPr>
        <w:pStyle w:val="Heading5"/>
      </w:pPr>
      <w:r w:rsidRPr="00C827A4">
        <w:t>5.5.3.16.3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5.5.3.16.4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 registration to EVENT_EVENT_DOWNLOAD_LANGUAGE_SELECTION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EVENT_EVENT_DOWNLOAD_LANGUAGE_SELECTION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EVENT_EVENT_DOWNLOAD_LANGUAGE_SELECTION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EVENT_DOWNLOAD_LANGUAGE_SELECTION is sent to the UICC</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keepLines w:val="0"/>
            </w:pPr>
            <w:r w:rsidRPr="00C827A4">
              <w:lastRenderedPageBreak/>
              <w:t>2</w:t>
            </w:r>
          </w:p>
        </w:tc>
        <w:tc>
          <w:tcPr>
            <w:tcW w:w="4111" w:type="dxa"/>
            <w:tcBorders>
              <w:top w:val="single" w:sz="4" w:space="0" w:color="auto"/>
              <w:bottom w:val="single" w:sz="4" w:space="0" w:color="auto"/>
            </w:tcBorders>
          </w:tcPr>
          <w:p w:rsidR="00FB5721" w:rsidRPr="00C827A4" w:rsidRDefault="00FB5721" w:rsidP="001F17EA">
            <w:pPr>
              <w:pStyle w:val="TAH"/>
              <w:keepLines w:val="0"/>
            </w:pPr>
            <w:r w:rsidRPr="00C827A4">
              <w:t>Applet deregistration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EVENT_EVENT_DOWNLOAD_LANGUAGE_SELECTION</w:t>
            </w:r>
          </w:p>
          <w:p w:rsidR="00FB5721" w:rsidRPr="00C827A4" w:rsidRDefault="00FB5721" w:rsidP="001F17EA">
            <w:pPr>
              <w:pStyle w:val="PL"/>
              <w:keepNext/>
              <w:rPr>
                <w:noProof w:val="0"/>
              </w:rPr>
            </w:pPr>
            <w:r w:rsidRPr="00C827A4">
              <w:rPr>
                <w:noProof w:val="0"/>
              </w:rPr>
              <w:t>ToolkitRegistry.clearEvent()method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1-An Envelope EVENT_DOWNLOAD_LANGUAGE_SELECTION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An Envelope menu selection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EVENT_EVENT_DOWNLOAD_LANGUAGE_SELECTION</w:t>
            </w:r>
          </w:p>
          <w:p w:rsidR="00FB5721" w:rsidRPr="00C827A4" w:rsidRDefault="00FB5721" w:rsidP="001F17EA">
            <w:pPr>
              <w:pStyle w:val="PL"/>
              <w:keepNext/>
              <w:rPr>
                <w:noProof w:val="0"/>
              </w:rPr>
            </w:pPr>
            <w:r w:rsidRPr="00C827A4">
              <w:rPr>
                <w:noProof w:val="0"/>
              </w:rPr>
              <w:t>ToolkitRegistry.setEvent()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2-An Envelope EVENT_DOWNLOAD_LANGUAGE_SELECTION is sent to the UICC</w:t>
            </w:r>
          </w:p>
          <w:p w:rsidR="00FB5721" w:rsidRPr="00C827A4" w:rsidRDefault="00FB5721" w:rsidP="001F17EA">
            <w:pPr>
              <w:pStyle w:val="PL"/>
              <w:keepNext/>
              <w:rPr>
                <w:noProof w:val="0"/>
              </w:rPr>
            </w:pP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 is not triggered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Applet is triggered</w:t>
            </w:r>
          </w:p>
        </w:tc>
        <w:tc>
          <w:tcPr>
            <w:tcW w:w="2334" w:type="dxa"/>
            <w:tcBorders>
              <w:top w:val="single" w:sz="4" w:space="0" w:color="auto"/>
              <w:bottom w:val="single" w:sz="4" w:space="0" w:color="auto"/>
            </w:tcBorders>
          </w:tcPr>
          <w:p w:rsidR="00FB5721" w:rsidRPr="00C827A4" w:rsidRDefault="00FB5721" w:rsidP="001F17EA">
            <w:pPr>
              <w:pStyle w:val="textcell"/>
              <w:keepNext/>
              <w:rPr>
                <w:rFonts w:ascii="Arial" w:hAnsi="Arial"/>
                <w:sz w:val="18"/>
                <w:lang w:val="en-GB"/>
              </w:rPr>
            </w:pPr>
          </w:p>
        </w:tc>
      </w:tr>
    </w:tbl>
    <w:p w:rsidR="00FB5721" w:rsidRPr="00C827A4" w:rsidRDefault="00FB5721"/>
    <w:p w:rsidR="00FB5721" w:rsidRPr="00C827A4" w:rsidRDefault="00FB5721" w:rsidP="009D6D22">
      <w:pPr>
        <w:pStyle w:val="Heading4"/>
      </w:pPr>
      <w:r w:rsidRPr="00C827A4">
        <w:t>5.5.3.17</w:t>
      </w:r>
      <w:r w:rsidRPr="00C827A4">
        <w:tab/>
        <w:t>EVENT_EVENT_DOWNLOAD_BROWSER_TERMINATION</w:t>
      </w:r>
    </w:p>
    <w:p w:rsidR="00FB5721" w:rsidRPr="00C827A4" w:rsidRDefault="00FB5721" w:rsidP="009D6D22">
      <w:pPr>
        <w:keepNext/>
        <w:keepLines/>
      </w:pPr>
      <w:r w:rsidRPr="00C827A4">
        <w:t>Test Area Reference: Cre_Apt_Edbt</w:t>
      </w:r>
      <w:r w:rsidR="009D6D22" w:rsidRPr="00C827A4">
        <w:t>.</w:t>
      </w:r>
    </w:p>
    <w:p w:rsidR="00FB5721" w:rsidRPr="00C827A4" w:rsidRDefault="00FB5721" w:rsidP="009D6D22">
      <w:pPr>
        <w:pStyle w:val="Heading5"/>
      </w:pPr>
      <w:r w:rsidRPr="00C827A4">
        <w:t>5.5.3.17.1</w:t>
      </w:r>
      <w:r w:rsidRPr="00C827A4">
        <w:tab/>
        <w:t>Conformance requirement</w:t>
      </w:r>
    </w:p>
    <w:p w:rsidR="00FB5721" w:rsidRPr="00C827A4" w:rsidRDefault="00FB5721">
      <w:pPr>
        <w:pStyle w:val="H6"/>
      </w:pPr>
      <w:r w:rsidRPr="00C827A4">
        <w:t>5.5.3.17.1.1</w:t>
      </w:r>
      <w:r w:rsidRPr="00C827A4">
        <w:tab/>
        <w:t>Normal execution</w:t>
      </w:r>
    </w:p>
    <w:p w:rsidR="00FB5721" w:rsidRPr="00C827A4" w:rsidRDefault="00FB5721">
      <w:pPr>
        <w:pStyle w:val="B1"/>
      </w:pPr>
      <w:r w:rsidRPr="00C827A4">
        <w:t>CRRN1: The applet is triggered by the EVENT_EVENT_DOWNLOAD_BROWSER_TERMINATION once it has registered to this event and an Envelope Event DownLoad Browser Termination is received.</w:t>
      </w:r>
    </w:p>
    <w:p w:rsidR="00FB5721" w:rsidRPr="00C827A4" w:rsidRDefault="00FB5721">
      <w:pPr>
        <w:pStyle w:val="B1"/>
      </w:pPr>
      <w:r w:rsidRPr="00C827A4">
        <w:t>CRRN2: The applet is not triggered by the EVENT_EVENT_DOWNLOAD_BROWSER_TERMINATION once it has deregistered from this event.</w:t>
      </w:r>
    </w:p>
    <w:p w:rsidR="00FB5721" w:rsidRPr="00C827A4" w:rsidRDefault="00FB5721">
      <w:pPr>
        <w:pStyle w:val="H6"/>
      </w:pPr>
      <w:r w:rsidRPr="00C827A4">
        <w:t>5.5.3.17.1.2</w:t>
      </w:r>
      <w:r w:rsidRPr="00C827A4">
        <w:tab/>
        <w:t>Parameter errors</w:t>
      </w:r>
    </w:p>
    <w:p w:rsidR="00FB5721" w:rsidRPr="00C827A4" w:rsidRDefault="00FB5721">
      <w:r w:rsidRPr="00C827A4">
        <w:t>No requirements.</w:t>
      </w:r>
    </w:p>
    <w:p w:rsidR="00FB5721" w:rsidRPr="00C827A4" w:rsidRDefault="00FB5721">
      <w:pPr>
        <w:pStyle w:val="H6"/>
      </w:pPr>
      <w:r w:rsidRPr="00C827A4">
        <w:t>5.5.3.17.1.3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5.5.3.17.2</w:t>
      </w:r>
      <w:r w:rsidRPr="00C827A4">
        <w:tab/>
        <w:t>Test area files</w:t>
      </w:r>
    </w:p>
    <w:p w:rsidR="00FB5721" w:rsidRPr="00C827A4" w:rsidRDefault="00FB5721" w:rsidP="009D6D22">
      <w:pPr>
        <w:pStyle w:val="EX"/>
      </w:pPr>
      <w:r w:rsidRPr="00C827A4">
        <w:t xml:space="preserve">Test Source: </w:t>
      </w:r>
      <w:r w:rsidRPr="00C827A4">
        <w:tab/>
        <w:t>Test_Cre_Apt_Edbt.java</w:t>
      </w:r>
      <w:r w:rsidR="009D6D22" w:rsidRPr="00C827A4">
        <w:t>.</w:t>
      </w:r>
    </w:p>
    <w:p w:rsidR="00FB5721" w:rsidRPr="00C827A4" w:rsidRDefault="00FB5721" w:rsidP="009D6D22">
      <w:pPr>
        <w:pStyle w:val="EX"/>
      </w:pPr>
      <w:r w:rsidRPr="00C827A4">
        <w:t xml:space="preserve">Test Applet: </w:t>
      </w:r>
      <w:r w:rsidRPr="00C827A4">
        <w:tab/>
        <w:t>Cre_Apt_Edbt_1.java</w:t>
      </w:r>
      <w:r w:rsidR="009D6D22" w:rsidRPr="00C827A4">
        <w:t>.</w:t>
      </w:r>
    </w:p>
    <w:p w:rsidR="00FB5721" w:rsidRPr="00C827A4" w:rsidRDefault="003772E9" w:rsidP="009D6D22">
      <w:pPr>
        <w:pStyle w:val="EX"/>
      </w:pPr>
      <w:r w:rsidRPr="00C827A4">
        <w:t>Cap File:</w:t>
      </w:r>
      <w:r w:rsidRPr="00C827A4">
        <w:tab/>
        <w:t>C</w:t>
      </w:r>
      <w:r w:rsidR="00FB5721" w:rsidRPr="00C827A4">
        <w:t>re_apt_edbt.cap</w:t>
      </w:r>
      <w:r w:rsidR="009D6D22" w:rsidRPr="00C827A4">
        <w:t>.</w:t>
      </w:r>
    </w:p>
    <w:p w:rsidR="00FB5721" w:rsidRPr="00C827A4" w:rsidRDefault="00FB5721" w:rsidP="009D6D22">
      <w:pPr>
        <w:pStyle w:val="Heading5"/>
      </w:pPr>
      <w:r w:rsidRPr="00C827A4">
        <w:t>5.5.3.17.3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pPr>
            <w:r w:rsidRPr="00C827A4">
              <w:t>CR Number</w:t>
            </w:r>
          </w:p>
        </w:tc>
        <w:tc>
          <w:tcPr>
            <w:tcW w:w="2682" w:type="dxa"/>
          </w:tcPr>
          <w:p w:rsidR="00FB5721" w:rsidRPr="00C827A4" w:rsidRDefault="00FB5721">
            <w:pPr>
              <w:pStyle w:val="TAH"/>
            </w:pPr>
            <w:r w:rsidRPr="00C827A4">
              <w:t>Test Case Number</w:t>
            </w:r>
          </w:p>
        </w:tc>
      </w:tr>
      <w:tr w:rsidR="00FB5721" w:rsidRPr="00C827A4">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1, 2</w:t>
            </w:r>
          </w:p>
        </w:tc>
      </w:tr>
      <w:tr w:rsidR="00FB5721" w:rsidRPr="00C827A4">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2</w:t>
            </w:r>
          </w:p>
        </w:tc>
      </w:tr>
    </w:tbl>
    <w:p w:rsidR="00FB5721" w:rsidRPr="00C827A4" w:rsidRDefault="00FB5721"/>
    <w:p w:rsidR="00FB5721" w:rsidRPr="00C827A4" w:rsidRDefault="00FB5721" w:rsidP="001F17EA">
      <w:pPr>
        <w:pStyle w:val="Heading5"/>
      </w:pPr>
      <w:r w:rsidRPr="00C827A4">
        <w:lastRenderedPageBreak/>
        <w:t>5.5.3.17.4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1F17EA">
            <w:pPr>
              <w:pStyle w:val="TAH"/>
              <w:keepLines w:val="0"/>
            </w:pPr>
            <w:r w:rsidRPr="00C827A4">
              <w:t>Id</w:t>
            </w:r>
          </w:p>
        </w:tc>
        <w:tc>
          <w:tcPr>
            <w:tcW w:w="4111" w:type="dxa"/>
          </w:tcPr>
          <w:p w:rsidR="00FB5721" w:rsidRPr="00C827A4" w:rsidRDefault="00FB5721" w:rsidP="001F17EA">
            <w:pPr>
              <w:pStyle w:val="TAH"/>
              <w:keepLines w:val="0"/>
            </w:pPr>
            <w:r w:rsidRPr="00C827A4">
              <w:t>Description</w:t>
            </w:r>
          </w:p>
        </w:tc>
        <w:tc>
          <w:tcPr>
            <w:tcW w:w="2911" w:type="dxa"/>
          </w:tcPr>
          <w:p w:rsidR="00FB5721" w:rsidRPr="00C827A4" w:rsidRDefault="00FB5721" w:rsidP="001F17EA">
            <w:pPr>
              <w:pStyle w:val="TAH"/>
              <w:keepLines w:val="0"/>
            </w:pPr>
            <w:r w:rsidRPr="00C827A4">
              <w:t>API/CAT RE Expectation</w:t>
            </w:r>
          </w:p>
        </w:tc>
        <w:tc>
          <w:tcPr>
            <w:tcW w:w="2334" w:type="dxa"/>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Borders>
              <w:bottom w:val="nil"/>
            </w:tcBorders>
          </w:tcPr>
          <w:p w:rsidR="00FB5721" w:rsidRPr="00C827A4" w:rsidRDefault="00FB5721">
            <w:pPr>
              <w:pStyle w:val="TAH"/>
              <w:keepNext w:val="0"/>
              <w:keepLines w:val="0"/>
            </w:pPr>
            <w:r w:rsidRPr="00C827A4">
              <w:t>Applet registration to EVENT_EVENT_DOWNLOAD_ BROWSER_TERMINATION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EVENT_EVENT_DOWNLOAD_BROWSER_TERMINATION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Event= </w:t>
            </w:r>
          </w:p>
          <w:p w:rsidR="00FB5721" w:rsidRPr="00C827A4" w:rsidRDefault="00FB5721">
            <w:pPr>
              <w:pStyle w:val="PL"/>
              <w:rPr>
                <w:noProof w:val="0"/>
              </w:rPr>
            </w:pPr>
            <w:r w:rsidRPr="00C827A4">
              <w:rPr>
                <w:noProof w:val="0"/>
              </w:rPr>
              <w:t>EVENT_EVENT_DOWNLOAD_BROWSER_TERMINATION</w:t>
            </w:r>
          </w:p>
          <w:p w:rsidR="00FB5721" w:rsidRPr="00C827A4" w:rsidRDefault="00FB5721">
            <w:pPr>
              <w:pStyle w:val="PL"/>
              <w:rPr>
                <w:noProof w:val="0"/>
              </w:rPr>
            </w:pP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EVENT_DOWNLOAD_BROWSER_TERMINATION is sent to the UICC</w:t>
            </w:r>
          </w:p>
          <w:p w:rsidR="00FB5721" w:rsidRPr="00C827A4" w:rsidRDefault="00FB5721">
            <w:pPr>
              <w:pStyle w:val="TAL"/>
            </w:pPr>
          </w:p>
        </w:tc>
        <w:tc>
          <w:tcPr>
            <w:tcW w:w="2911" w:type="dxa"/>
            <w:tcBorders>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3772E9">
            <w:pPr>
              <w:pStyle w:val="TAC"/>
            </w:pPr>
            <w:r w:rsidRPr="00C827A4">
              <w:t>2</w:t>
            </w:r>
          </w:p>
        </w:tc>
        <w:tc>
          <w:tcPr>
            <w:tcW w:w="4111" w:type="dxa"/>
            <w:tcBorders>
              <w:top w:val="single" w:sz="4" w:space="0" w:color="auto"/>
              <w:bottom w:val="single" w:sz="4" w:space="0" w:color="auto"/>
            </w:tcBorders>
          </w:tcPr>
          <w:p w:rsidR="00FB5721" w:rsidRPr="00C827A4" w:rsidRDefault="00FB5721" w:rsidP="003772E9">
            <w:pPr>
              <w:pStyle w:val="TAH"/>
            </w:pPr>
            <w:r w:rsidRPr="00C827A4">
              <w:t>Applet deregistration</w:t>
            </w:r>
          </w:p>
          <w:p w:rsidR="00FB5721" w:rsidRPr="00C827A4" w:rsidRDefault="00FB5721" w:rsidP="003772E9">
            <w:pPr>
              <w:pStyle w:val="PL"/>
              <w:keepNext/>
              <w:keepLines/>
              <w:rPr>
                <w:noProof w:val="0"/>
              </w:rPr>
            </w:pPr>
          </w:p>
          <w:p w:rsidR="00FB5721" w:rsidRPr="00C827A4" w:rsidRDefault="00FB5721" w:rsidP="003772E9">
            <w:pPr>
              <w:pStyle w:val="PL"/>
              <w:keepNext/>
              <w:keepLines/>
              <w:rPr>
                <w:noProof w:val="0"/>
              </w:rPr>
            </w:pPr>
            <w:r w:rsidRPr="00C827A4">
              <w:rPr>
                <w:noProof w:val="0"/>
              </w:rPr>
              <w:t>Event= EVENT_EVENT_DOWNLOAD_BROWSER_TERMINATION</w:t>
            </w:r>
          </w:p>
          <w:p w:rsidR="00FB5721" w:rsidRPr="00C827A4" w:rsidRDefault="00FB5721" w:rsidP="003772E9">
            <w:pPr>
              <w:pStyle w:val="PL"/>
              <w:keepNext/>
              <w:keepLines/>
              <w:rPr>
                <w:noProof w:val="0"/>
              </w:rPr>
            </w:pPr>
            <w:r w:rsidRPr="00C827A4">
              <w:rPr>
                <w:noProof w:val="0"/>
              </w:rPr>
              <w:t>ToolkitRegistry.clearEvent()method is called</w:t>
            </w:r>
          </w:p>
          <w:p w:rsidR="00FB5721" w:rsidRPr="00C827A4" w:rsidRDefault="00FB5721" w:rsidP="003772E9">
            <w:pPr>
              <w:pStyle w:val="PL"/>
              <w:keepNext/>
              <w:keepLines/>
              <w:rPr>
                <w:noProof w:val="0"/>
              </w:rPr>
            </w:pPr>
          </w:p>
          <w:p w:rsidR="00FB5721" w:rsidRPr="00C827A4" w:rsidRDefault="00FB5721" w:rsidP="003772E9">
            <w:pPr>
              <w:pStyle w:val="PL"/>
              <w:keepNext/>
              <w:keepLines/>
              <w:rPr>
                <w:noProof w:val="0"/>
              </w:rPr>
            </w:pPr>
            <w:r w:rsidRPr="00C827A4">
              <w:rPr>
                <w:noProof w:val="0"/>
              </w:rPr>
              <w:t>1-An Envelope  EVENT_DOWNLOAD_BROWSER_TERMINATION is sent to the UICC</w:t>
            </w:r>
          </w:p>
          <w:p w:rsidR="00FB5721" w:rsidRPr="00C827A4" w:rsidRDefault="00FB5721" w:rsidP="003772E9">
            <w:pPr>
              <w:pStyle w:val="PL"/>
              <w:keepNext/>
              <w:keepLines/>
              <w:rPr>
                <w:noProof w:val="0"/>
              </w:rPr>
            </w:pPr>
          </w:p>
          <w:p w:rsidR="00FB5721" w:rsidRPr="00C827A4" w:rsidRDefault="00FB5721" w:rsidP="003772E9">
            <w:pPr>
              <w:pStyle w:val="PL"/>
              <w:keepNext/>
              <w:keepLines/>
              <w:rPr>
                <w:noProof w:val="0"/>
              </w:rPr>
            </w:pPr>
            <w:r w:rsidRPr="00C827A4">
              <w:rPr>
                <w:noProof w:val="0"/>
              </w:rPr>
              <w:t>An Envelope menu selection is sent to the UICC</w:t>
            </w:r>
          </w:p>
          <w:p w:rsidR="00FB5721" w:rsidRPr="00C827A4" w:rsidRDefault="00FB5721" w:rsidP="003772E9">
            <w:pPr>
              <w:pStyle w:val="PL"/>
              <w:keepNext/>
              <w:keepLines/>
              <w:rPr>
                <w:noProof w:val="0"/>
              </w:rPr>
            </w:pPr>
          </w:p>
          <w:p w:rsidR="00FB5721" w:rsidRPr="00C827A4" w:rsidRDefault="00FB5721" w:rsidP="003772E9">
            <w:pPr>
              <w:pStyle w:val="PL"/>
              <w:keepNext/>
              <w:keepLines/>
              <w:rPr>
                <w:noProof w:val="0"/>
              </w:rPr>
            </w:pPr>
            <w:r w:rsidRPr="00C827A4">
              <w:rPr>
                <w:noProof w:val="0"/>
              </w:rPr>
              <w:t>Event= EVENT_EVENT_DOWNLOAD_BROWSER_TERMINATION</w:t>
            </w:r>
          </w:p>
          <w:p w:rsidR="00FB5721" w:rsidRPr="00C827A4" w:rsidRDefault="00FB5721" w:rsidP="003772E9">
            <w:pPr>
              <w:pStyle w:val="PL"/>
              <w:keepNext/>
              <w:keepLines/>
              <w:rPr>
                <w:noProof w:val="0"/>
              </w:rPr>
            </w:pPr>
            <w:r w:rsidRPr="00C827A4">
              <w:rPr>
                <w:noProof w:val="0"/>
              </w:rPr>
              <w:t>ToolkitRegistry.setEvent() method is called</w:t>
            </w:r>
          </w:p>
          <w:p w:rsidR="00FB5721" w:rsidRPr="00C827A4" w:rsidRDefault="00FB5721" w:rsidP="003772E9">
            <w:pPr>
              <w:pStyle w:val="PL"/>
              <w:keepNext/>
              <w:keepLines/>
              <w:rPr>
                <w:noProof w:val="0"/>
              </w:rPr>
            </w:pPr>
          </w:p>
          <w:p w:rsidR="00FB5721" w:rsidRPr="00C827A4" w:rsidRDefault="00FB5721" w:rsidP="003772E9">
            <w:pPr>
              <w:pStyle w:val="PL"/>
              <w:keepNext/>
              <w:keepLines/>
              <w:rPr>
                <w:noProof w:val="0"/>
              </w:rPr>
            </w:pPr>
            <w:r w:rsidRPr="00C827A4">
              <w:rPr>
                <w:noProof w:val="0"/>
              </w:rPr>
              <w:t>2-An Envelope  EVENT_DOWNLOAD_BROWSER_TERMINATION is sent to the UICC</w:t>
            </w:r>
          </w:p>
        </w:tc>
        <w:tc>
          <w:tcPr>
            <w:tcW w:w="2911" w:type="dxa"/>
            <w:tcBorders>
              <w:top w:val="single" w:sz="4" w:space="0" w:color="auto"/>
              <w:bottom w:val="single" w:sz="4" w:space="0" w:color="auto"/>
            </w:tcBorders>
          </w:tcPr>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r w:rsidRPr="00C827A4">
              <w:t>1- Applet is not triggered</w:t>
            </w: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p>
          <w:p w:rsidR="00FB5721" w:rsidRPr="00C827A4" w:rsidRDefault="00FB5721" w:rsidP="003772E9">
            <w:pPr>
              <w:pStyle w:val="TAL"/>
            </w:pPr>
            <w:r w:rsidRPr="00C827A4">
              <w:t>2- Applet is triggered</w:t>
            </w:r>
          </w:p>
          <w:p w:rsidR="00FB5721" w:rsidRPr="00C827A4" w:rsidRDefault="00FB5721" w:rsidP="003772E9">
            <w:pPr>
              <w:pStyle w:val="TAL"/>
            </w:pPr>
          </w:p>
        </w:tc>
        <w:tc>
          <w:tcPr>
            <w:tcW w:w="2334" w:type="dxa"/>
            <w:tcBorders>
              <w:top w:val="single" w:sz="4" w:space="0" w:color="auto"/>
              <w:bottom w:val="single" w:sz="4" w:space="0" w:color="auto"/>
            </w:tcBorders>
          </w:tcPr>
          <w:p w:rsidR="00FB5721" w:rsidRPr="00C827A4" w:rsidRDefault="00FB5721" w:rsidP="003772E9">
            <w:pPr>
              <w:pStyle w:val="textcell"/>
              <w:keepNext/>
              <w:keepLines/>
              <w:rPr>
                <w:rFonts w:ascii="Arial" w:hAnsi="Arial"/>
                <w:sz w:val="18"/>
                <w:lang w:val="en-GB"/>
              </w:rPr>
            </w:pPr>
          </w:p>
        </w:tc>
      </w:tr>
    </w:tbl>
    <w:p w:rsidR="00FB5721" w:rsidRPr="00C827A4" w:rsidRDefault="00FB5721"/>
    <w:p w:rsidR="00FB5721" w:rsidRPr="00C827A4" w:rsidRDefault="00FB5721">
      <w:pPr>
        <w:pStyle w:val="Heading4"/>
      </w:pPr>
      <w:r w:rsidRPr="00C827A4">
        <w:t>5.5.3.18</w:t>
      </w:r>
      <w:r w:rsidRPr="00C827A4">
        <w:tab/>
        <w:t>EVENT_FIRST_COMMAND_AFTER_ATR</w:t>
      </w:r>
    </w:p>
    <w:p w:rsidR="00FB5721" w:rsidRPr="00C827A4" w:rsidRDefault="00FB5721">
      <w:r w:rsidRPr="00C827A4">
        <w:t>Test Area Reference: Cre_Apt_Efca</w:t>
      </w:r>
      <w:r w:rsidR="009D6D22" w:rsidRPr="00C827A4">
        <w:t>.</w:t>
      </w:r>
    </w:p>
    <w:p w:rsidR="00FB5721" w:rsidRPr="00C827A4" w:rsidRDefault="00FB5721" w:rsidP="009D6D22">
      <w:pPr>
        <w:pStyle w:val="Heading5"/>
      </w:pPr>
      <w:r w:rsidRPr="00C827A4">
        <w:t>5.5.3.18.1</w:t>
      </w:r>
      <w:r w:rsidRPr="00C827A4">
        <w:tab/>
        <w:t>Conformance requirement</w:t>
      </w:r>
    </w:p>
    <w:p w:rsidR="00FB5721" w:rsidRPr="00C827A4" w:rsidRDefault="00FB5721">
      <w:pPr>
        <w:pStyle w:val="H6"/>
      </w:pPr>
      <w:r w:rsidRPr="00C827A4">
        <w:t>5.5.3.18.1.1</w:t>
      </w:r>
      <w:r w:rsidRPr="00C827A4">
        <w:tab/>
        <w:t>Normal execution</w:t>
      </w:r>
    </w:p>
    <w:p w:rsidR="00FB5721" w:rsidRPr="00C827A4" w:rsidRDefault="00FB5721">
      <w:pPr>
        <w:pStyle w:val="B1"/>
      </w:pPr>
      <w:r w:rsidRPr="00C827A4">
        <w:t>CRRN1: The applet is triggered by the EVENT_FIRST_COMMAND_AFTER_ATR once it has registered to this event and upon the reception of the first APDU after the ATR, before the Status Word of the processed command has been sent back by the UICC.</w:t>
      </w:r>
    </w:p>
    <w:p w:rsidR="00FB5721" w:rsidRPr="00C827A4" w:rsidRDefault="00FB5721">
      <w:pPr>
        <w:pStyle w:val="B1"/>
      </w:pPr>
      <w:r w:rsidRPr="00C827A4">
        <w:t>CRRN2: The applet is not triggered by the EVENT_FIRST_COMMAND_AFTER_ATR once it has deregistered from this event.</w:t>
      </w:r>
    </w:p>
    <w:p w:rsidR="00FB5721" w:rsidRPr="00C827A4" w:rsidRDefault="00FB5721">
      <w:pPr>
        <w:pStyle w:val="B1"/>
      </w:pPr>
      <w:r w:rsidRPr="00C827A4">
        <w:t>CRRN3: If the first APDU received is a toolkit applet triggering APDU (e.g. TERMINAL PROFILE), the toolkit applets registered to the EVENT_FIRST_COMMAND_AFTER_ATR event shall be triggered first.</w:t>
      </w:r>
    </w:p>
    <w:p w:rsidR="00FB5721" w:rsidRPr="00C827A4" w:rsidRDefault="00FB5721">
      <w:pPr>
        <w:pStyle w:val="H6"/>
      </w:pPr>
      <w:r w:rsidRPr="00C827A4">
        <w:t>5.5.3.18.1.2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5.5.3.18.1.3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5.5.3.18.2</w:t>
      </w:r>
      <w:r w:rsidRPr="00C827A4">
        <w:tab/>
        <w:t>Test area files</w:t>
      </w:r>
    </w:p>
    <w:p w:rsidR="00FB5721" w:rsidRPr="00C827A4" w:rsidRDefault="00FB5721" w:rsidP="009D6D22">
      <w:pPr>
        <w:pStyle w:val="EX"/>
      </w:pPr>
      <w:r w:rsidRPr="00C827A4">
        <w:t xml:space="preserve">Test Source: </w:t>
      </w:r>
      <w:r w:rsidRPr="00C827A4">
        <w:tab/>
        <w:t>Test_Cre_Apt_Efca.java</w:t>
      </w:r>
      <w:r w:rsidR="009D6D22" w:rsidRPr="00C827A4">
        <w:t>.</w:t>
      </w:r>
    </w:p>
    <w:p w:rsidR="00FB5721" w:rsidRPr="00927A43" w:rsidRDefault="00FB5721" w:rsidP="009D6D22">
      <w:pPr>
        <w:pStyle w:val="EX"/>
      </w:pPr>
      <w:r w:rsidRPr="00927A43">
        <w:t xml:space="preserve">Test Applet: </w:t>
      </w:r>
      <w:r w:rsidRPr="00927A43">
        <w:tab/>
        <w:t>Cre_Apt_Efca_1.java</w:t>
      </w:r>
      <w:r w:rsidR="009D6D22" w:rsidRPr="00927A43">
        <w:t>.</w:t>
      </w:r>
    </w:p>
    <w:p w:rsidR="00FB5721" w:rsidRPr="00927A43" w:rsidRDefault="00FB5721" w:rsidP="009D6D22">
      <w:pPr>
        <w:pStyle w:val="EX"/>
      </w:pPr>
      <w:r w:rsidRPr="00927A43">
        <w:tab/>
        <w:t>Cre_Apt_Efca_2.java</w:t>
      </w:r>
      <w:r w:rsidR="009D6D22" w:rsidRPr="00927A43">
        <w:t>.</w:t>
      </w:r>
    </w:p>
    <w:p w:rsidR="00FB5721" w:rsidRPr="00927A43" w:rsidRDefault="00FB5721" w:rsidP="009D6D22">
      <w:pPr>
        <w:pStyle w:val="EX"/>
      </w:pPr>
      <w:r w:rsidRPr="00927A43">
        <w:tab/>
        <w:t>Cre_Apt_Efca_3.java</w:t>
      </w:r>
      <w:r w:rsidR="009D6D22" w:rsidRPr="00927A43">
        <w:t>.</w:t>
      </w:r>
    </w:p>
    <w:p w:rsidR="00FB5721" w:rsidRPr="00927A43" w:rsidRDefault="00FB5721" w:rsidP="009D6D22">
      <w:pPr>
        <w:pStyle w:val="EX"/>
      </w:pPr>
      <w:r w:rsidRPr="00927A43">
        <w:tab/>
        <w:t>Cre_Apt_Efca_4.java</w:t>
      </w:r>
      <w:r w:rsidR="009D6D22" w:rsidRPr="00927A43">
        <w:t>.</w:t>
      </w:r>
    </w:p>
    <w:p w:rsidR="00FB5721" w:rsidRPr="00C827A4" w:rsidRDefault="00FB5721" w:rsidP="009D6D22">
      <w:pPr>
        <w:pStyle w:val="EX"/>
      </w:pPr>
      <w:r w:rsidRPr="00927A43">
        <w:tab/>
      </w:r>
      <w:r w:rsidRPr="00C827A4">
        <w:t>Cre_Apt_Efca_5.java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re_apt_efca.cap</w:t>
      </w:r>
      <w:r w:rsidR="009D6D22" w:rsidRPr="00C827A4">
        <w:t>.</w:t>
      </w:r>
    </w:p>
    <w:p w:rsidR="00FB5721" w:rsidRPr="00C827A4" w:rsidRDefault="00FB5721" w:rsidP="009D6D22">
      <w:pPr>
        <w:pStyle w:val="Heading5"/>
      </w:pPr>
      <w:r w:rsidRPr="00C827A4">
        <w:t>5.5.3.18.3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9D6D22">
        <w:trPr>
          <w:tblHeader/>
          <w:jc w:val="center"/>
        </w:trPr>
        <w:tc>
          <w:tcPr>
            <w:tcW w:w="2276" w:type="dxa"/>
          </w:tcPr>
          <w:p w:rsidR="00FB5721" w:rsidRPr="00C827A4" w:rsidRDefault="00FB5721">
            <w:pPr>
              <w:pStyle w:val="TAH"/>
            </w:pPr>
            <w:r w:rsidRPr="00C827A4">
              <w:t>CR Number</w:t>
            </w:r>
          </w:p>
        </w:tc>
        <w:tc>
          <w:tcPr>
            <w:tcW w:w="2682" w:type="dxa"/>
          </w:tcPr>
          <w:p w:rsidR="00FB5721" w:rsidRPr="00C827A4" w:rsidRDefault="00FB5721">
            <w:pPr>
              <w:pStyle w:val="TAH"/>
            </w:pPr>
            <w:r w:rsidRPr="00C827A4">
              <w:t>Test Case Number</w:t>
            </w:r>
          </w:p>
        </w:tc>
      </w:tr>
      <w:tr w:rsidR="00FB5721" w:rsidRPr="00C827A4" w:rsidTr="009D6D22">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1, 2, 3, 4</w:t>
            </w:r>
          </w:p>
        </w:tc>
      </w:tr>
      <w:tr w:rsidR="00FB5721" w:rsidRPr="00C827A4" w:rsidTr="009D6D22">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3</w:t>
            </w:r>
          </w:p>
        </w:tc>
      </w:tr>
      <w:tr w:rsidR="00FB5721" w:rsidRPr="00C827A4" w:rsidTr="009D6D22">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1, 4</w:t>
            </w:r>
          </w:p>
        </w:tc>
      </w:tr>
    </w:tbl>
    <w:p w:rsidR="00FB5721" w:rsidRPr="00C827A4" w:rsidRDefault="00FB5721"/>
    <w:p w:rsidR="00FB5721" w:rsidRPr="00C827A4" w:rsidRDefault="00FB5721" w:rsidP="001F17EA">
      <w:pPr>
        <w:pStyle w:val="Heading5"/>
        <w:keepNext w:val="0"/>
        <w:keepLines w:val="0"/>
      </w:pPr>
      <w:r w:rsidRPr="00C827A4">
        <w:t>5.5.3.18.4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trPr>
        <w:tc>
          <w:tcPr>
            <w:tcW w:w="425" w:type="dxa"/>
            <w:tcBorders>
              <w:left w:val="single" w:sz="4" w:space="0" w:color="auto"/>
            </w:tcBorders>
          </w:tcPr>
          <w:p w:rsidR="00FB5721" w:rsidRPr="00C827A4" w:rsidRDefault="00FB5721" w:rsidP="001F17EA">
            <w:pPr>
              <w:pStyle w:val="TAH"/>
              <w:keepNext w:val="0"/>
              <w:keepLines w:val="0"/>
            </w:pPr>
            <w:r w:rsidRPr="00C827A4">
              <w:t>Id</w:t>
            </w:r>
          </w:p>
        </w:tc>
        <w:tc>
          <w:tcPr>
            <w:tcW w:w="4111" w:type="dxa"/>
          </w:tcPr>
          <w:p w:rsidR="00FB5721" w:rsidRPr="00C827A4" w:rsidRDefault="00FB5721" w:rsidP="001F17EA">
            <w:pPr>
              <w:pStyle w:val="TAH"/>
              <w:keepNext w:val="0"/>
              <w:keepLines w:val="0"/>
            </w:pPr>
            <w:r w:rsidRPr="00C827A4">
              <w:t>Description</w:t>
            </w:r>
          </w:p>
        </w:tc>
        <w:tc>
          <w:tcPr>
            <w:tcW w:w="2911" w:type="dxa"/>
          </w:tcPr>
          <w:p w:rsidR="00FB5721" w:rsidRPr="00C827A4" w:rsidRDefault="00FB5721" w:rsidP="001F17EA">
            <w:pPr>
              <w:pStyle w:val="TAH"/>
              <w:keepNext w:val="0"/>
              <w:keepLines w:val="0"/>
            </w:pPr>
            <w:r w:rsidRPr="00C827A4">
              <w:t>API/CAT RE Expectation</w:t>
            </w:r>
          </w:p>
        </w:tc>
        <w:tc>
          <w:tcPr>
            <w:tcW w:w="2334" w:type="dxa"/>
          </w:tcPr>
          <w:p w:rsidR="00FB5721" w:rsidRPr="00C827A4" w:rsidRDefault="00FB5721" w:rsidP="001F17EA">
            <w:pPr>
              <w:pStyle w:val="TAH"/>
              <w:keepNext w:val="0"/>
              <w:keepLines w:val="0"/>
            </w:pPr>
            <w:r w:rsidRPr="00C827A4">
              <w:t>APDU Expectation</w:t>
            </w:r>
          </w:p>
        </w:tc>
      </w:tr>
      <w:tr w:rsidR="00FB5721" w:rsidRPr="00C827A4">
        <w:tc>
          <w:tcPr>
            <w:tcW w:w="425" w:type="dxa"/>
            <w:tcBorders>
              <w:left w:val="single" w:sz="4" w:space="0" w:color="auto"/>
              <w:bottom w:val="single" w:sz="4" w:space="0" w:color="auto"/>
            </w:tcBorders>
          </w:tcPr>
          <w:p w:rsidR="00FB5721" w:rsidRPr="00C827A4" w:rsidRDefault="00FB5721" w:rsidP="001F17EA">
            <w:pPr>
              <w:pStyle w:val="TAC"/>
              <w:keepNext w:val="0"/>
              <w:keepLines w:val="0"/>
            </w:pPr>
            <w:r w:rsidRPr="00C827A4">
              <w:t>1</w:t>
            </w:r>
          </w:p>
        </w:tc>
        <w:tc>
          <w:tcPr>
            <w:tcW w:w="4111" w:type="dxa"/>
            <w:tcBorders>
              <w:bottom w:val="single" w:sz="4" w:space="0" w:color="auto"/>
            </w:tcBorders>
          </w:tcPr>
          <w:p w:rsidR="00FB5721" w:rsidRPr="00C827A4" w:rsidRDefault="00FB5721" w:rsidP="001F17EA">
            <w:pPr>
              <w:pStyle w:val="TAH"/>
              <w:keepNext w:val="0"/>
              <w:keepLines w:val="0"/>
            </w:pPr>
            <w:r w:rsidRPr="00C827A4">
              <w:t>Applets registration to EVENT_FIRST_COMMAND_AFTER_ATR and triggering</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Applet1 is registered to the EVENT_FIRST_COMMAND_AFTER_ATR</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Applet2 is registered to the EVENT_PROFILE_DOWNLOAD</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Applet3 is registered to EVENT_MENU_SELECTION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Terminal Profile command is sent to the UICC</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2- Applet1 deregisters from EVENT_FIRST_COMMAND_AFTER_ATR</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3- Applet2 deregisters from EVENT_PROFILE_DOWNLOAD</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4- An Envelope menu selection is sent to the UICC</w:t>
            </w:r>
          </w:p>
          <w:p w:rsidR="00FB5721" w:rsidRPr="00C827A4" w:rsidRDefault="00FB5721" w:rsidP="001F17EA">
            <w:pPr>
              <w:pStyle w:val="PL"/>
              <w:rPr>
                <w:noProof w:val="0"/>
              </w:rPr>
            </w:pPr>
          </w:p>
          <w:p w:rsidR="00FB5721" w:rsidRPr="00C827A4" w:rsidRDefault="00FB5721" w:rsidP="001F17EA">
            <w:pPr>
              <w:pStyle w:val="PL"/>
              <w:rPr>
                <w:strike/>
                <w:noProof w:val="0"/>
              </w:rPr>
            </w:pPr>
            <w:r w:rsidRPr="00C827A4">
              <w:rPr>
                <w:noProof w:val="0"/>
              </w:rPr>
              <w:t>5- Applet3 calls setEvent() on event EVENT_FIRST_COMMAND_AFTER_ATR</w:t>
            </w:r>
          </w:p>
        </w:tc>
        <w:tc>
          <w:tcPr>
            <w:tcW w:w="2911" w:type="dxa"/>
            <w:tcBorders>
              <w:bottom w:val="single" w:sz="4" w:space="0" w:color="auto"/>
            </w:tcBorders>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Applet1 is triggered by EVENT_FIRST_COMMAND_AFTER_ATR</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Applet1 finalizes</w:t>
            </w:r>
          </w:p>
          <w:p w:rsidR="00FB5721" w:rsidRPr="00C827A4" w:rsidRDefault="00FB5721" w:rsidP="001F17EA">
            <w:pPr>
              <w:pStyle w:val="TAL"/>
              <w:keepNext w:val="0"/>
              <w:keepLines w:val="0"/>
            </w:pPr>
            <w:r w:rsidRPr="00C827A4">
              <w:t>Applet2 is triggered by EVENT_PROFILE_DOWNLOAD</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Applet2 finalizes</w:t>
            </w:r>
          </w:p>
          <w:p w:rsidR="00FB5721" w:rsidRPr="00C827A4" w:rsidRDefault="00FB5721" w:rsidP="001F17EA">
            <w:pPr>
              <w:pStyle w:val="TAL"/>
              <w:keepNext w:val="0"/>
              <w:keepLines w:val="0"/>
            </w:pPr>
            <w:r w:rsidRPr="00C827A4">
              <w:t>Applet3 is not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4- Applet3 is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p>
        </w:tc>
        <w:tc>
          <w:tcPr>
            <w:tcW w:w="2334" w:type="dxa"/>
            <w:tcBorders>
              <w:bottom w:val="single" w:sz="4" w:space="0" w:color="auto"/>
            </w:tcBorders>
          </w:tcPr>
          <w:p w:rsidR="00FB5721" w:rsidRPr="00C827A4" w:rsidRDefault="00FB5721" w:rsidP="001F17EA">
            <w:pPr>
              <w:pStyle w:val="textcell"/>
              <w:rPr>
                <w:rFonts w:ascii="Arial" w:hAnsi="Arial"/>
                <w:sz w:val="18"/>
                <w:lang w:val="en-GB"/>
              </w:rPr>
            </w:pPr>
          </w:p>
        </w:tc>
      </w:tr>
      <w:tr w:rsidR="00FB5721" w:rsidRPr="00C827A4">
        <w:tc>
          <w:tcPr>
            <w:tcW w:w="425" w:type="dxa"/>
            <w:tcBorders>
              <w:top w:val="single" w:sz="4" w:space="0" w:color="auto"/>
              <w:left w:val="single" w:sz="4" w:space="0" w:color="auto"/>
              <w:bottom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lastRenderedPageBreak/>
              <w:t>2</w:t>
            </w:r>
          </w:p>
        </w:tc>
        <w:tc>
          <w:tcPr>
            <w:tcW w:w="4111" w:type="dxa"/>
            <w:tcBorders>
              <w:top w:val="single" w:sz="4" w:space="0" w:color="auto"/>
              <w:bottom w:val="single" w:sz="4" w:space="0" w:color="auto"/>
            </w:tcBorders>
          </w:tcPr>
          <w:p w:rsidR="00FB5721" w:rsidRPr="00C827A4" w:rsidRDefault="00FB5721" w:rsidP="001F17EA">
            <w:pPr>
              <w:pStyle w:val="TAH"/>
            </w:pPr>
            <w:r w:rsidRPr="00C827A4">
              <w:t>Deregistered applets are not triggered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1-Reset then Terminal Profile command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2-Applet3 calls setEvent() on EVENT_PROFILE_DOWNLOAD</w:t>
            </w:r>
          </w:p>
        </w:tc>
        <w:tc>
          <w:tcPr>
            <w:tcW w:w="2911" w:type="dxa"/>
            <w:tcBorders>
              <w:top w:val="single" w:sz="4" w:space="0" w:color="auto"/>
              <w:bottom w:val="single" w:sz="4" w:space="0" w:color="auto"/>
            </w:tcBorders>
          </w:tcPr>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1-Applet3 is triggered</w:t>
            </w:r>
          </w:p>
          <w:p w:rsidR="00FB5721" w:rsidRPr="00C827A4" w:rsidRDefault="00FB5721" w:rsidP="001F17EA">
            <w:pPr>
              <w:pStyle w:val="TAL"/>
            </w:pPr>
            <w:r w:rsidRPr="00C827A4">
              <w:t>Applet1 and Applet2 are not triggered</w:t>
            </w:r>
          </w:p>
          <w:p w:rsidR="00FB5721" w:rsidRPr="00C827A4" w:rsidRDefault="00FB5721" w:rsidP="001F17EA">
            <w:pPr>
              <w:pStyle w:val="TAL"/>
            </w:pPr>
          </w:p>
          <w:p w:rsidR="00FB5721" w:rsidRPr="00C827A4" w:rsidRDefault="00FB5721" w:rsidP="001F17EA">
            <w:pPr>
              <w:pStyle w:val="TAL"/>
            </w:pPr>
            <w:r w:rsidRPr="00C827A4">
              <w:t>2-Applet3 finalizes</w:t>
            </w:r>
          </w:p>
        </w:tc>
        <w:tc>
          <w:tcPr>
            <w:tcW w:w="2334" w:type="dxa"/>
            <w:tcBorders>
              <w:top w:val="single" w:sz="4" w:space="0" w:color="auto"/>
              <w:bottom w:val="single" w:sz="4" w:space="0" w:color="auto"/>
            </w:tcBorders>
          </w:tcPr>
          <w:p w:rsidR="00FB5721" w:rsidRPr="00C827A4" w:rsidRDefault="00FB5721" w:rsidP="001F17EA">
            <w:pPr>
              <w:pStyle w:val="TAL"/>
            </w:pPr>
          </w:p>
        </w:tc>
      </w:tr>
      <w:tr w:rsidR="00FB5721" w:rsidRPr="00C827A4">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3</w:t>
            </w:r>
          </w:p>
        </w:tc>
        <w:tc>
          <w:tcPr>
            <w:tcW w:w="4111" w:type="dxa"/>
            <w:tcBorders>
              <w:top w:val="single" w:sz="4" w:space="0" w:color="auto"/>
              <w:bottom w:val="single" w:sz="4" w:space="0" w:color="auto"/>
            </w:tcBorders>
          </w:tcPr>
          <w:p w:rsidR="00FB5721" w:rsidRPr="00C827A4" w:rsidRDefault="00FB5721">
            <w:pPr>
              <w:pStyle w:val="TAH"/>
            </w:pPr>
            <w:r w:rsidRPr="00C827A4">
              <w:t>Install a 4</w:t>
            </w:r>
            <w:r w:rsidRPr="00C827A4">
              <w:rPr>
                <w:vertAlign w:val="superscript"/>
              </w:rPr>
              <w:t>th</w:t>
            </w:r>
            <w:r w:rsidRPr="00C827A4">
              <w:t xml:space="preserve"> applet registered to EVENT_FIRST_COMMAND_AFTER_ATR and EVENT_PROFILE_DOWNLOAD</w:t>
            </w:r>
          </w:p>
          <w:p w:rsidR="00FB5721" w:rsidRPr="00C827A4" w:rsidRDefault="00FB5721">
            <w:pPr>
              <w:pStyle w:val="PL"/>
              <w:rPr>
                <w:noProof w:val="0"/>
              </w:rPr>
            </w:pPr>
          </w:p>
          <w:p w:rsidR="00FB5721" w:rsidRPr="00C827A4" w:rsidRDefault="00FB5721">
            <w:pPr>
              <w:pStyle w:val="PL"/>
              <w:rPr>
                <w:noProof w:val="0"/>
              </w:rPr>
            </w:pPr>
            <w:r w:rsidRPr="00C827A4">
              <w:rPr>
                <w:noProof w:val="0"/>
              </w:rPr>
              <w:t>Applet4 is installed, with the same priority level as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1-Reset then Terminal Profile command is sent to the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Delete all applets</w:t>
            </w:r>
          </w:p>
          <w:p w:rsidR="00FB5721" w:rsidRPr="00C827A4" w:rsidRDefault="00FB5721">
            <w:pPr>
              <w:pStyle w:val="PL"/>
              <w:rPr>
                <w:noProof w:val="0"/>
              </w:rPr>
            </w:pP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Applet4 is triggered by EVENT_FIRST_COMMAND_AFTER_ATR</w:t>
            </w:r>
          </w:p>
          <w:p w:rsidR="00FB5721" w:rsidRPr="00C827A4" w:rsidRDefault="00FB5721">
            <w:pPr>
              <w:pStyle w:val="TAL"/>
            </w:pPr>
          </w:p>
          <w:p w:rsidR="00FB5721" w:rsidRPr="00C827A4" w:rsidRDefault="00FB5721">
            <w:pPr>
              <w:pStyle w:val="TAL"/>
            </w:pPr>
            <w:r w:rsidRPr="00C827A4">
              <w:t>Applet4 finalizes</w:t>
            </w:r>
          </w:p>
          <w:p w:rsidR="00FB5721" w:rsidRPr="00C827A4" w:rsidRDefault="00FB5721">
            <w:pPr>
              <w:pStyle w:val="TAL"/>
            </w:pPr>
          </w:p>
          <w:p w:rsidR="00FB5721" w:rsidRPr="00C827A4" w:rsidRDefault="00FB5721">
            <w:pPr>
              <w:pStyle w:val="TAL"/>
            </w:pPr>
            <w:r w:rsidRPr="00C827A4">
              <w:t>Applet3 is triggered by EVENT_FIRST_COMMAND_AFTER_ATR</w:t>
            </w:r>
          </w:p>
          <w:p w:rsidR="00FB5721" w:rsidRPr="00C827A4" w:rsidRDefault="00FB5721">
            <w:pPr>
              <w:pStyle w:val="TAL"/>
            </w:pPr>
          </w:p>
          <w:p w:rsidR="00FB5721" w:rsidRPr="00C827A4" w:rsidRDefault="00FB5721">
            <w:pPr>
              <w:pStyle w:val="TAL"/>
            </w:pPr>
            <w:r w:rsidRPr="00C827A4">
              <w:t>Applet3 finalizes</w:t>
            </w:r>
          </w:p>
          <w:p w:rsidR="00FB5721" w:rsidRPr="00C827A4" w:rsidRDefault="00FB5721">
            <w:pPr>
              <w:pStyle w:val="TAL"/>
            </w:pPr>
          </w:p>
          <w:p w:rsidR="00FB5721" w:rsidRPr="00C827A4" w:rsidRDefault="00FB5721">
            <w:pPr>
              <w:pStyle w:val="TAL"/>
            </w:pPr>
            <w:r w:rsidRPr="00C827A4">
              <w:t>Applet4 is triggered by EVENT_PROFILE DOWNLOAD</w:t>
            </w:r>
          </w:p>
          <w:p w:rsidR="00FB5721" w:rsidRPr="00C827A4" w:rsidRDefault="00FB5721">
            <w:pPr>
              <w:pStyle w:val="TAL"/>
            </w:pPr>
          </w:p>
          <w:p w:rsidR="00FB5721" w:rsidRPr="00C827A4" w:rsidRDefault="00FB5721">
            <w:pPr>
              <w:pStyle w:val="TAL"/>
            </w:pPr>
            <w:r w:rsidRPr="00C827A4">
              <w:t>Applet4 finalizes</w:t>
            </w:r>
          </w:p>
          <w:p w:rsidR="00FB5721" w:rsidRPr="00C827A4" w:rsidRDefault="00FB5721">
            <w:pPr>
              <w:pStyle w:val="TAL"/>
            </w:pPr>
          </w:p>
          <w:p w:rsidR="00FB5721" w:rsidRPr="00C827A4" w:rsidRDefault="00FB5721">
            <w:pPr>
              <w:pStyle w:val="TAL"/>
            </w:pPr>
            <w:r w:rsidRPr="00C827A4">
              <w:t>Applet3 is triggered by EVENT_PROFILE_DOWNLOAD</w:t>
            </w:r>
          </w:p>
          <w:p w:rsidR="00FB5721" w:rsidRPr="00C827A4" w:rsidRDefault="00FB5721">
            <w:pPr>
              <w:pStyle w:val="TAL"/>
            </w:pPr>
          </w:p>
          <w:p w:rsidR="00FB5721" w:rsidRPr="00C827A4" w:rsidRDefault="00FB5721">
            <w:pPr>
              <w:pStyle w:val="TAL"/>
            </w:pPr>
            <w:r w:rsidRPr="00C827A4">
              <w:t>Applet3 finalizes</w:t>
            </w:r>
          </w:p>
        </w:tc>
        <w:tc>
          <w:tcPr>
            <w:tcW w:w="2334" w:type="dxa"/>
            <w:tcBorders>
              <w:top w:val="single" w:sz="4" w:space="0" w:color="auto"/>
              <w:bottom w:val="single" w:sz="4" w:space="0" w:color="auto"/>
            </w:tcBorders>
          </w:tcPr>
          <w:p w:rsidR="00FB5721" w:rsidRPr="00C827A4" w:rsidRDefault="00FB5721">
            <w:pPr>
              <w:pStyle w:val="TAL"/>
            </w:pPr>
          </w:p>
        </w:tc>
      </w:tr>
      <w:tr w:rsidR="00FB5721" w:rsidRPr="00C827A4">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4</w:t>
            </w:r>
          </w:p>
        </w:tc>
        <w:tc>
          <w:tcPr>
            <w:tcW w:w="4111" w:type="dxa"/>
            <w:tcBorders>
              <w:top w:val="single" w:sz="4" w:space="0" w:color="auto"/>
              <w:bottom w:val="single" w:sz="4" w:space="0" w:color="auto"/>
            </w:tcBorders>
          </w:tcPr>
          <w:p w:rsidR="00FB5721" w:rsidRPr="00C827A4" w:rsidRDefault="00FB5721">
            <w:pPr>
              <w:pStyle w:val="TAH"/>
            </w:pPr>
            <w:r w:rsidRPr="00C827A4">
              <w:t>Check that the applet is triggered before the first status word is sent</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Install Applet5 </w:t>
            </w:r>
          </w:p>
          <w:p w:rsidR="00FB5721" w:rsidRPr="00C827A4" w:rsidRDefault="00FB5721">
            <w:pPr>
              <w:pStyle w:val="PL"/>
              <w:rPr>
                <w:noProof w:val="0"/>
              </w:rPr>
            </w:pPr>
            <w:r w:rsidRPr="00C827A4">
              <w:rPr>
                <w:noProof w:val="0"/>
              </w:rPr>
              <w:t xml:space="preserve">Applet5 is registered with two entries in the menu entries list </w:t>
            </w:r>
          </w:p>
          <w:p w:rsidR="00FB5721" w:rsidRPr="00C827A4" w:rsidRDefault="00FB5721">
            <w:pPr>
              <w:pStyle w:val="PL"/>
              <w:rPr>
                <w:noProof w:val="0"/>
              </w:rPr>
            </w:pPr>
            <w:r w:rsidRPr="00C827A4">
              <w:rPr>
                <w:noProof w:val="0"/>
              </w:rPr>
              <w:t>Applet5 is also registered to EVENT_FIRST_COMMAND_AFTER_ATR</w:t>
            </w:r>
          </w:p>
          <w:p w:rsidR="00FB5721" w:rsidRPr="00C827A4" w:rsidRDefault="00FB5721">
            <w:pPr>
              <w:pStyle w:val="PL"/>
              <w:rPr>
                <w:noProof w:val="0"/>
              </w:rPr>
            </w:pPr>
          </w:p>
          <w:p w:rsidR="00FB5721" w:rsidRPr="00C827A4" w:rsidRDefault="00FB5721">
            <w:pPr>
              <w:pStyle w:val="PL"/>
              <w:rPr>
                <w:noProof w:val="0"/>
              </w:rPr>
            </w:pPr>
            <w:r w:rsidRPr="00C827A4">
              <w:rPr>
                <w:noProof w:val="0"/>
              </w:rPr>
              <w:t>2- Reset then Terminal Profile command is sent to the UICC</w:t>
            </w:r>
          </w:p>
          <w:p w:rsidR="00FB5721" w:rsidRPr="00C827A4" w:rsidRDefault="00FB5721">
            <w:pPr>
              <w:pStyle w:val="PL"/>
              <w:rPr>
                <w:noProof w:val="0"/>
              </w:rPr>
            </w:pPr>
          </w:p>
          <w:p w:rsidR="00FB5721" w:rsidRPr="00927A43" w:rsidRDefault="00FB5721">
            <w:pPr>
              <w:pStyle w:val="PL"/>
              <w:rPr>
                <w:noProof w:val="0"/>
              </w:rPr>
            </w:pPr>
            <w:r w:rsidRPr="00927A43">
              <w:rPr>
                <w:noProof w:val="0"/>
              </w:rPr>
              <w:t>3- Applet5 disables a menu entry</w:t>
            </w:r>
          </w:p>
        </w:tc>
        <w:tc>
          <w:tcPr>
            <w:tcW w:w="2911" w:type="dxa"/>
            <w:tcBorders>
              <w:top w:val="single" w:sz="4" w:space="0" w:color="auto"/>
              <w:bottom w:val="single" w:sz="4" w:space="0" w:color="auto"/>
            </w:tcBorders>
          </w:tcPr>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927A43" w:rsidRDefault="00FB5721">
            <w:pPr>
              <w:pStyle w:val="TAL"/>
            </w:pPr>
          </w:p>
          <w:p w:rsidR="00FB5721" w:rsidRPr="00C827A4" w:rsidRDefault="00FB5721">
            <w:pPr>
              <w:pStyle w:val="TAL"/>
            </w:pPr>
            <w:r w:rsidRPr="00C827A4">
              <w:t>2- Applet5 is triggered</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3-The SETUP MENU proactive command is fetched.</w:t>
            </w:r>
          </w:p>
          <w:p w:rsidR="00FB5721" w:rsidRPr="00C827A4" w:rsidRDefault="00FB5721">
            <w:pPr>
              <w:pStyle w:val="TAL"/>
            </w:pPr>
            <w:r w:rsidRPr="00C827A4">
              <w:t>There is only one item for Applet5</w:t>
            </w:r>
          </w:p>
        </w:tc>
      </w:tr>
    </w:tbl>
    <w:p w:rsidR="00FB5721" w:rsidRPr="00C827A4" w:rsidRDefault="00FB5721"/>
    <w:p w:rsidR="00FB5721" w:rsidRPr="00C827A4" w:rsidRDefault="00FB5721" w:rsidP="009B395F">
      <w:pPr>
        <w:pStyle w:val="Heading4"/>
      </w:pPr>
      <w:r w:rsidRPr="00C827A4">
        <w:lastRenderedPageBreak/>
        <w:t>5.5.3.19</w:t>
      </w:r>
      <w:r w:rsidRPr="00C827A4">
        <w:tab/>
        <w:t>EVENT_EVENT_DOWNLOAD_DATA_AVAILABLE</w:t>
      </w:r>
    </w:p>
    <w:p w:rsidR="00FB5721" w:rsidRPr="00C827A4" w:rsidRDefault="00FB5721" w:rsidP="009B395F">
      <w:pPr>
        <w:keepNext/>
      </w:pPr>
      <w:r w:rsidRPr="00C827A4">
        <w:t>Test Area Reference: Cre_Apt_Edda</w:t>
      </w:r>
      <w:r w:rsidR="009D6D22" w:rsidRPr="00C827A4">
        <w:t>.</w:t>
      </w:r>
    </w:p>
    <w:p w:rsidR="00FB5721" w:rsidRPr="00C827A4" w:rsidRDefault="00FB5721" w:rsidP="009B395F">
      <w:pPr>
        <w:pStyle w:val="Heading5"/>
      </w:pPr>
      <w:r w:rsidRPr="00C827A4">
        <w:t>5.5.3.19.1</w:t>
      </w:r>
      <w:r w:rsidRPr="00C827A4">
        <w:tab/>
        <w:t>Conformance requirement</w:t>
      </w:r>
    </w:p>
    <w:p w:rsidR="00FB5721" w:rsidRPr="00C827A4" w:rsidRDefault="00FB5721" w:rsidP="009B395F">
      <w:pPr>
        <w:pStyle w:val="H6"/>
      </w:pPr>
      <w:r w:rsidRPr="00C827A4">
        <w:t>5.5.3.19.1.1</w:t>
      </w:r>
      <w:r w:rsidRPr="00C827A4">
        <w:tab/>
        <w:t>Normal execution</w:t>
      </w:r>
    </w:p>
    <w:p w:rsidR="00FB5721" w:rsidRPr="00C827A4" w:rsidRDefault="00FB5721" w:rsidP="009B395F">
      <w:pPr>
        <w:pStyle w:val="B1"/>
        <w:keepNext/>
      </w:pPr>
      <w:r w:rsidRPr="00C827A4">
        <w:t>CRRN1: For EVENT_EVENT_DOWNLOAD_DATA_AVAILABLE, the framework shall only trigger the applet registered to this event with the appropriate channel identifier.</w:t>
      </w:r>
    </w:p>
    <w:p w:rsidR="00FB5721" w:rsidRPr="00C827A4" w:rsidRDefault="00FB5721">
      <w:pPr>
        <w:pStyle w:val="B1"/>
      </w:pPr>
      <w:r w:rsidRPr="00C827A4">
        <w:t>CRRN2: The registration to the EVENT_EVENT_DOWNLOAD_DATA_AVAILABLE is effective once the toolkit applet has issued a successful OPEN CHANNEL proactive command, and valid till the first successful CLOSE CHANNEL or the end of card session.</w:t>
      </w:r>
    </w:p>
    <w:p w:rsidR="00FB5721" w:rsidRPr="00C827A4" w:rsidRDefault="00FB5721">
      <w:pPr>
        <w:pStyle w:val="B1"/>
      </w:pPr>
      <w:r w:rsidRPr="00C827A4">
        <w:t>CRRN3: When a Toolkit Applet has sent an OPEN CHANNEL proactive command and received a successful TERMINAL RESPONSE with General Result ="0x0X", the framework shall register the received channel identifier for the calling Toolkit Applet.</w:t>
      </w:r>
    </w:p>
    <w:p w:rsidR="00FB5721" w:rsidRPr="00C827A4" w:rsidRDefault="00FB5721">
      <w:pPr>
        <w:pStyle w:val="B1"/>
      </w:pPr>
      <w:r w:rsidRPr="00C827A4">
        <w:t>CRRN4: When a Toolkit Applet has sent a CLOSE CHANNEL proactive command and received a successful TERMINAL RESPONSE with General Result ="0x0X", the framework shall release the channel ident</w:t>
      </w:r>
      <w:r w:rsidR="003772E9" w:rsidRPr="00C827A4">
        <w:t>ifier contained in the command.</w:t>
      </w:r>
    </w:p>
    <w:p w:rsidR="00FB5721" w:rsidRPr="00C827A4" w:rsidRDefault="00FB5721">
      <w:pPr>
        <w:pStyle w:val="H6"/>
      </w:pPr>
      <w:r w:rsidRPr="00C827A4">
        <w:t>5.5.3.19.1.2</w:t>
      </w:r>
      <w:r w:rsidRPr="00C827A4">
        <w:tab/>
        <w:t>Parameter errors</w:t>
      </w:r>
    </w:p>
    <w:p w:rsidR="00FB5721" w:rsidRPr="00C827A4" w:rsidRDefault="00FB5721">
      <w:r w:rsidRPr="00C827A4">
        <w:t>No requirements.</w:t>
      </w:r>
    </w:p>
    <w:p w:rsidR="00FB5721" w:rsidRPr="00C827A4" w:rsidRDefault="00FB5721">
      <w:pPr>
        <w:pStyle w:val="H6"/>
      </w:pPr>
      <w:r w:rsidRPr="00C827A4">
        <w:t>5.5.3.19.1.3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5.5.3.19.2</w:t>
      </w:r>
      <w:r w:rsidRPr="00C827A4">
        <w:tab/>
        <w:t>Test area files</w:t>
      </w:r>
    </w:p>
    <w:p w:rsidR="00FB5721" w:rsidRPr="00C827A4" w:rsidRDefault="00FB5721" w:rsidP="009D6D22">
      <w:pPr>
        <w:pStyle w:val="EX"/>
        <w:keepNext/>
      </w:pPr>
      <w:r w:rsidRPr="00C827A4">
        <w:t xml:space="preserve">Test Applet: </w:t>
      </w:r>
      <w:r w:rsidRPr="00C827A4">
        <w:tab/>
        <w:t>Test_Cre_Apt_Edda.java</w:t>
      </w:r>
      <w:r w:rsidR="009D6D22" w:rsidRPr="00C827A4">
        <w:t>.</w:t>
      </w:r>
    </w:p>
    <w:p w:rsidR="00FB5721" w:rsidRPr="00C827A4" w:rsidRDefault="00FB5721" w:rsidP="009D6D22">
      <w:pPr>
        <w:pStyle w:val="EX"/>
        <w:keepNext/>
      </w:pPr>
      <w:r w:rsidRPr="00C827A4">
        <w:t xml:space="preserve">Test Applet: </w:t>
      </w:r>
      <w:r w:rsidRPr="00C827A4">
        <w:tab/>
        <w:t>Cre_Apt_Edda_1.java</w:t>
      </w:r>
      <w:r w:rsidR="009D6D22" w:rsidRPr="00C827A4">
        <w:t>.</w:t>
      </w:r>
    </w:p>
    <w:p w:rsidR="00FB5721" w:rsidRPr="00C827A4" w:rsidRDefault="00FB5721" w:rsidP="009D6D22">
      <w:pPr>
        <w:pStyle w:val="EX"/>
        <w:keepNext/>
      </w:pPr>
      <w:r w:rsidRPr="00C827A4">
        <w:t>Cap File:</w:t>
      </w:r>
      <w:r w:rsidRPr="00C827A4">
        <w:tab/>
      </w:r>
      <w:r w:rsidR="003772E9" w:rsidRPr="00C827A4">
        <w:t>C</w:t>
      </w:r>
      <w:r w:rsidRPr="00C827A4">
        <w:t>re_apt_edda.cap</w:t>
      </w:r>
      <w:r w:rsidR="009D6D22" w:rsidRPr="00C827A4">
        <w:t>.</w:t>
      </w:r>
    </w:p>
    <w:p w:rsidR="00FB5721" w:rsidRPr="00C827A4" w:rsidRDefault="00FB5721" w:rsidP="009D6D22">
      <w:pPr>
        <w:pStyle w:val="Heading5"/>
      </w:pPr>
      <w:r w:rsidRPr="00C827A4">
        <w:t>5.5.3.19.3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9D6D22">
        <w:trPr>
          <w:tblHeader/>
          <w:jc w:val="center"/>
        </w:trPr>
        <w:tc>
          <w:tcPr>
            <w:tcW w:w="2276" w:type="dxa"/>
          </w:tcPr>
          <w:p w:rsidR="00FB5721" w:rsidRPr="00C827A4" w:rsidRDefault="00FB5721">
            <w:pPr>
              <w:pStyle w:val="TAH"/>
            </w:pPr>
            <w:r w:rsidRPr="00C827A4">
              <w:t>CR Number</w:t>
            </w:r>
          </w:p>
        </w:tc>
        <w:tc>
          <w:tcPr>
            <w:tcW w:w="2682" w:type="dxa"/>
          </w:tcPr>
          <w:p w:rsidR="00FB5721" w:rsidRPr="00C827A4" w:rsidRDefault="00FB5721">
            <w:pPr>
              <w:pStyle w:val="TAH"/>
            </w:pPr>
            <w:r w:rsidRPr="00C827A4">
              <w:t>Test Case Number</w:t>
            </w:r>
          </w:p>
        </w:tc>
      </w:tr>
      <w:tr w:rsidR="00FB5721" w:rsidRPr="00C827A4" w:rsidTr="009D6D22">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rPr>
                <w:strike/>
              </w:rPr>
            </w:pPr>
            <w:r w:rsidRPr="00C827A4">
              <w:t>2</w:t>
            </w:r>
          </w:p>
        </w:tc>
      </w:tr>
      <w:tr w:rsidR="00FB5721" w:rsidRPr="00C827A4" w:rsidTr="009D6D22">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rPr>
                <w:strike/>
              </w:rPr>
            </w:pPr>
            <w:r w:rsidRPr="00C827A4">
              <w:t>1, 4, 5</w:t>
            </w:r>
          </w:p>
        </w:tc>
      </w:tr>
      <w:tr w:rsidR="00FB5721" w:rsidRPr="00C827A4" w:rsidTr="009D6D22">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rPr>
                <w:strike/>
              </w:rPr>
            </w:pPr>
            <w:r w:rsidRPr="00C827A4">
              <w:t>1</w:t>
            </w:r>
          </w:p>
        </w:tc>
      </w:tr>
      <w:tr w:rsidR="00FB5721" w:rsidRPr="00C827A4" w:rsidTr="009D6D22">
        <w:trPr>
          <w:jc w:val="center"/>
        </w:trPr>
        <w:tc>
          <w:tcPr>
            <w:tcW w:w="2276" w:type="dxa"/>
          </w:tcPr>
          <w:p w:rsidR="00FB5721" w:rsidRPr="00C827A4" w:rsidRDefault="00FB5721">
            <w:pPr>
              <w:pStyle w:val="TAC"/>
            </w:pPr>
            <w:r w:rsidRPr="00C827A4">
              <w:t>CRRN4</w:t>
            </w:r>
          </w:p>
        </w:tc>
        <w:tc>
          <w:tcPr>
            <w:tcW w:w="2682" w:type="dxa"/>
          </w:tcPr>
          <w:p w:rsidR="00FB5721" w:rsidRPr="00C827A4" w:rsidRDefault="00FB5721">
            <w:pPr>
              <w:pStyle w:val="TAC"/>
              <w:rPr>
                <w:strike/>
              </w:rPr>
            </w:pPr>
            <w:r w:rsidRPr="00C827A4">
              <w:t>3</w:t>
            </w:r>
          </w:p>
        </w:tc>
      </w:tr>
    </w:tbl>
    <w:p w:rsidR="00FB5721" w:rsidRPr="00C827A4" w:rsidRDefault="00FB5721"/>
    <w:p w:rsidR="00FB5721" w:rsidRPr="00C827A4" w:rsidRDefault="00FB5721" w:rsidP="009D6D22">
      <w:pPr>
        <w:pStyle w:val="Heading5"/>
      </w:pPr>
      <w:r w:rsidRPr="00C827A4">
        <w:lastRenderedPageBreak/>
        <w:t>5.5.3.19.4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c>
          <w:tcPr>
            <w:tcW w:w="425" w:type="dxa"/>
            <w:tcBorders>
              <w:left w:val="single" w:sz="4" w:space="0" w:color="auto"/>
            </w:tcBorders>
          </w:tcPr>
          <w:p w:rsidR="00FB5721" w:rsidRPr="00C827A4" w:rsidRDefault="00FB5721">
            <w:pPr>
              <w:pStyle w:val="TAC"/>
              <w:rPr>
                <w:strike/>
              </w:rPr>
            </w:pPr>
            <w:r w:rsidRPr="00C827A4">
              <w:t>1</w:t>
            </w:r>
          </w:p>
        </w:tc>
        <w:tc>
          <w:tcPr>
            <w:tcW w:w="4111" w:type="dxa"/>
          </w:tcPr>
          <w:p w:rsidR="00FB5721" w:rsidRPr="00C827A4" w:rsidRDefault="00FB5721">
            <w:pPr>
              <w:pStyle w:val="TAH"/>
            </w:pPr>
            <w:r w:rsidRPr="00C827A4">
              <w:t>Applet registration to EVENT_EVENT_DOWNLOAD_DATA_AVAILABLE</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Applet1 is registered to Event Menu selection.</w:t>
            </w:r>
          </w:p>
          <w:p w:rsidR="00FB5721" w:rsidRPr="00C827A4" w:rsidRDefault="00FB5721">
            <w:pPr>
              <w:pStyle w:val="PL"/>
              <w:rPr>
                <w:noProof w:val="0"/>
              </w:rPr>
            </w:pPr>
            <w:r w:rsidRPr="00C827A4">
              <w:rPr>
                <w:noProof w:val="0"/>
              </w:rPr>
              <w:t>1- An Envelope menu selection is sent to the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Applet calls setEvent() with the event EVENT_EVENT_DOWNLOAD_DATA_AVAILABLE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 Download Data Available is sent to the UICC</w:t>
            </w:r>
          </w:p>
          <w:p w:rsidR="00FB5721" w:rsidRPr="00C827A4" w:rsidRDefault="00FB5721">
            <w:pPr>
              <w:pStyle w:val="PL"/>
              <w:rPr>
                <w:noProof w:val="0"/>
              </w:rPr>
            </w:pPr>
            <w:r w:rsidRPr="00C827A4">
              <w:rPr>
                <w:noProof w:val="0"/>
              </w:rPr>
              <w:t>Channel Status = 81 00</w:t>
            </w:r>
          </w:p>
          <w:p w:rsidR="00FB5721" w:rsidRPr="00C827A4" w:rsidRDefault="00FB5721">
            <w:pPr>
              <w:pStyle w:val="PL"/>
              <w:rPr>
                <w:noProof w:val="0"/>
              </w:rPr>
            </w:pPr>
          </w:p>
          <w:p w:rsidR="00FB5721" w:rsidRPr="00C827A4" w:rsidRDefault="00FB5721">
            <w:pPr>
              <w:pStyle w:val="PL"/>
              <w:rPr>
                <w:noProof w:val="0"/>
              </w:rPr>
            </w:pPr>
            <w:r w:rsidRPr="00C827A4">
              <w:rPr>
                <w:noProof w:val="0"/>
              </w:rPr>
              <w:t>4-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5-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6- send() method is called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8- An envelope Event Download Data Available is sent to the UICC with Channel Status = 01 00</w:t>
            </w:r>
          </w:p>
          <w:p w:rsidR="00FB5721" w:rsidRPr="00C827A4" w:rsidRDefault="00FB5721">
            <w:pPr>
              <w:pStyle w:val="PL"/>
              <w:rPr>
                <w:noProof w:val="0"/>
              </w:rPr>
            </w:pPr>
          </w:p>
          <w:p w:rsidR="00FB5721" w:rsidRPr="00C827A4" w:rsidRDefault="00FB5721">
            <w:pPr>
              <w:pStyle w:val="PL"/>
              <w:rPr>
                <w:noProof w:val="0"/>
              </w:rPr>
            </w:pPr>
            <w:r w:rsidRPr="00C827A4">
              <w:rPr>
                <w:noProof w:val="0"/>
              </w:rPr>
              <w:t>9-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10-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11- send() method is called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Applet1 finalizes</w:t>
            </w:r>
          </w:p>
          <w:p w:rsidR="00FB5721" w:rsidRPr="00C827A4" w:rsidRDefault="00FB5721">
            <w:pPr>
              <w:pStyle w:val="TAL"/>
            </w:pPr>
          </w:p>
          <w:p w:rsidR="00FB5721" w:rsidRPr="00C827A4" w:rsidRDefault="00FB5721">
            <w:pPr>
              <w:pStyle w:val="TAL"/>
            </w:pPr>
            <w:r w:rsidRPr="00C827A4">
              <w:t>3- Applet1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Applet1 finalizes</w:t>
            </w:r>
          </w:p>
          <w:p w:rsidR="00FB5721" w:rsidRPr="00C827A4" w:rsidRDefault="00FB5721">
            <w:pPr>
              <w:pStyle w:val="TAL"/>
            </w:pPr>
          </w:p>
          <w:p w:rsidR="00FB5721" w:rsidRPr="00C827A4" w:rsidRDefault="00FB5721">
            <w:pPr>
              <w:pStyle w:val="TAL"/>
            </w:pPr>
            <w:r w:rsidRPr="00C827A4">
              <w:t>8- Applet1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9-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12- Applet1 finalizes</w:t>
            </w: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OPEN CHANNEL proactive command is fetched</w:t>
            </w:r>
          </w:p>
          <w:p w:rsidR="00FB5721" w:rsidRPr="00C827A4" w:rsidRDefault="00FB5721">
            <w:pPr>
              <w:pStyle w:val="textcell"/>
              <w:jc w:val="left"/>
              <w:rPr>
                <w:rFonts w:ascii="Arial" w:hAnsi="Arial"/>
                <w:sz w:val="18"/>
                <w:lang w:val="en-GB"/>
              </w:rPr>
            </w:pPr>
            <w:r w:rsidRPr="00C827A4">
              <w:rPr>
                <w:rFonts w:ascii="Arial" w:hAnsi="Arial"/>
                <w:sz w:val="18"/>
                <w:lang w:val="en-GB"/>
              </w:rPr>
              <w:t>Unsuccessful TERMINAL RESPONSE of OPEN CHANNEL is sent to the UICC with General Result = 0x10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11- OPEN CHANNEL proactive command is fetched.</w:t>
            </w:r>
          </w:p>
          <w:p w:rsidR="00FB5721" w:rsidRPr="00C827A4" w:rsidRDefault="00FB5721">
            <w:pPr>
              <w:pStyle w:val="TAL"/>
            </w:pPr>
            <w:r w:rsidRPr="00C827A4">
              <w:t>Successful TERMINAL RESPONSE of OPEN CHANNEL is sent to the UICC with Channel Id = 01 with General Result = 0x00</w:t>
            </w:r>
          </w:p>
        </w:tc>
      </w:tr>
      <w:tr w:rsidR="00FB5721" w:rsidRPr="00C827A4">
        <w:tc>
          <w:tcPr>
            <w:tcW w:w="425" w:type="dxa"/>
            <w:tcBorders>
              <w:left w:val="single" w:sz="4" w:space="0" w:color="auto"/>
            </w:tcBorders>
          </w:tcPr>
          <w:p w:rsidR="00FB5721" w:rsidRPr="00C827A4" w:rsidRDefault="00FB5721">
            <w:pPr>
              <w:pStyle w:val="TAC"/>
              <w:rPr>
                <w:strike/>
              </w:rPr>
            </w:pPr>
            <w:r w:rsidRPr="00C827A4">
              <w:t>2</w:t>
            </w:r>
          </w:p>
        </w:tc>
        <w:tc>
          <w:tcPr>
            <w:tcW w:w="4111" w:type="dxa"/>
          </w:tcPr>
          <w:p w:rsidR="00FB5721" w:rsidRPr="00C827A4" w:rsidRDefault="00FB5721">
            <w:pPr>
              <w:pStyle w:val="TAH"/>
            </w:pPr>
            <w:r w:rsidRPr="00C827A4">
              <w:t>Applet triggering to EVENT_EVENT_DOWNLOAD_DATA_AVAILABLE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Data Available is sent to the UICC</w:t>
            </w:r>
          </w:p>
          <w:p w:rsidR="00FB5721" w:rsidRPr="00C827A4" w:rsidRDefault="00FB5721">
            <w:pPr>
              <w:pStyle w:val="PL"/>
              <w:rPr>
                <w:noProof w:val="0"/>
              </w:rPr>
            </w:pPr>
            <w:r w:rsidRPr="00C827A4">
              <w:rPr>
                <w:noProof w:val="0"/>
              </w:rPr>
              <w:t>Channel Status = 81 00</w:t>
            </w:r>
          </w:p>
          <w:p w:rsidR="00FB5721" w:rsidRPr="00C827A4" w:rsidRDefault="00FB5721">
            <w:pPr>
              <w:pStyle w:val="TAL"/>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tc>
        <w:tc>
          <w:tcPr>
            <w:tcW w:w="2334" w:type="dxa"/>
          </w:tcPr>
          <w:p w:rsidR="00FB5721" w:rsidRPr="00C827A4" w:rsidRDefault="00FB5721">
            <w:pPr>
              <w:pStyle w:val="TAL"/>
            </w:pPr>
          </w:p>
        </w:tc>
      </w:tr>
      <w:tr w:rsidR="00FB5721" w:rsidRPr="00C827A4">
        <w:tc>
          <w:tcPr>
            <w:tcW w:w="425" w:type="dxa"/>
            <w:tcBorders>
              <w:left w:val="single" w:sz="4" w:space="0" w:color="auto"/>
            </w:tcBorders>
          </w:tcPr>
          <w:p w:rsidR="00FB5721" w:rsidRPr="00C827A4" w:rsidRDefault="00FB5721" w:rsidP="009D6D22">
            <w:pPr>
              <w:pStyle w:val="TAC"/>
              <w:pageBreakBefore/>
              <w:rPr>
                <w:strike/>
              </w:rPr>
            </w:pPr>
            <w:r w:rsidRPr="00C827A4">
              <w:lastRenderedPageBreak/>
              <w:t>3</w:t>
            </w:r>
          </w:p>
        </w:tc>
        <w:tc>
          <w:tcPr>
            <w:tcW w:w="4111" w:type="dxa"/>
          </w:tcPr>
          <w:p w:rsidR="00FB5721" w:rsidRPr="00C827A4" w:rsidRDefault="00FB5721" w:rsidP="009D6D22">
            <w:pPr>
              <w:pStyle w:val="TAH"/>
              <w:pageBreakBefore/>
            </w:pPr>
            <w:r w:rsidRPr="00C827A4">
              <w:t>Applet deregistration to EVENT_EVENT_ DOWNLOAD_DATA_ AVAILABLE</w:t>
            </w: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r w:rsidRPr="00C827A4">
              <w:rPr>
                <w:noProof w:val="0"/>
              </w:rPr>
              <w:t>1- An Envelope menu selection is sent to the UICC</w:t>
            </w:r>
          </w:p>
          <w:p w:rsidR="00FB5721" w:rsidRPr="00C827A4" w:rsidRDefault="00FB5721" w:rsidP="009D6D22">
            <w:pPr>
              <w:pStyle w:val="PL"/>
              <w:pageBreakBefore/>
              <w:rPr>
                <w:strike/>
                <w:noProof w:val="0"/>
              </w:rPr>
            </w:pPr>
          </w:p>
          <w:p w:rsidR="00FB5721" w:rsidRPr="00C827A4" w:rsidRDefault="00FB5721" w:rsidP="009D6D22">
            <w:pPr>
              <w:pStyle w:val="PL"/>
              <w:pageBreakBefore/>
              <w:rPr>
                <w:noProof w:val="0"/>
              </w:rPr>
            </w:pPr>
            <w:r w:rsidRPr="00C827A4">
              <w:rPr>
                <w:noProof w:val="0"/>
              </w:rPr>
              <w:t>2- Applet1 initializes and sends an OPEN CHANNEL proactive command</w:t>
            </w:r>
          </w:p>
          <w:p w:rsidR="00FB5721" w:rsidRPr="00C827A4" w:rsidRDefault="00FB5721" w:rsidP="009D6D22">
            <w:pPr>
              <w:pStyle w:val="PL"/>
              <w:pageBreakBefore/>
              <w:rPr>
                <w:strike/>
                <w:noProof w:val="0"/>
              </w:rPr>
            </w:pPr>
          </w:p>
          <w:p w:rsidR="00FB5721" w:rsidRPr="00C827A4" w:rsidRDefault="00FB5721" w:rsidP="009D6D22">
            <w:pPr>
              <w:pStyle w:val="PL"/>
              <w:pageBreakBefore/>
              <w:rPr>
                <w:strike/>
                <w:noProof w:val="0"/>
              </w:rPr>
            </w:pPr>
          </w:p>
          <w:p w:rsidR="00FB5721" w:rsidRPr="00C827A4" w:rsidRDefault="00FB5721" w:rsidP="009D6D22">
            <w:pPr>
              <w:pStyle w:val="PL"/>
              <w:pageBreakBefore/>
              <w:rPr>
                <w:strike/>
                <w:noProof w:val="0"/>
              </w:rPr>
            </w:pPr>
          </w:p>
          <w:p w:rsidR="00FB5721" w:rsidRPr="00C827A4" w:rsidRDefault="00FB5721" w:rsidP="009D6D22">
            <w:pPr>
              <w:pStyle w:val="PL"/>
              <w:pageBreakBefore/>
              <w:rPr>
                <w:strike/>
                <w:noProof w:val="0"/>
              </w:rPr>
            </w:pPr>
          </w:p>
          <w:p w:rsidR="00FB5721" w:rsidRPr="00C827A4" w:rsidRDefault="00FB5721" w:rsidP="009D6D22">
            <w:pPr>
              <w:pStyle w:val="PL"/>
              <w:pageBreakBefore/>
              <w:rPr>
                <w:strike/>
                <w:noProof w:val="0"/>
              </w:rPr>
            </w:pPr>
          </w:p>
          <w:p w:rsidR="00FB5721" w:rsidRPr="00C827A4" w:rsidRDefault="00FB5721" w:rsidP="009D6D22">
            <w:pPr>
              <w:pStyle w:val="PL"/>
              <w:pageBreakBefore/>
              <w:rPr>
                <w:strike/>
                <w:noProof w:val="0"/>
              </w:rPr>
            </w:pPr>
          </w:p>
          <w:p w:rsidR="00FB5721" w:rsidRPr="00C827A4" w:rsidRDefault="00FB5721" w:rsidP="009D6D22">
            <w:pPr>
              <w:pStyle w:val="PL"/>
              <w:pageBreakBefore/>
              <w:rPr>
                <w:noProof w:val="0"/>
              </w:rPr>
            </w:pPr>
            <w:r w:rsidRPr="00C827A4">
              <w:rPr>
                <w:noProof w:val="0"/>
              </w:rPr>
              <w:t>3- Applet1 builds a CLOSE CHANNEL Proactive Command calling ProactiveHandler.initCloseChannel() and ProactiveHandler.send() methods</w:t>
            </w: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r w:rsidRPr="00C827A4">
              <w:rPr>
                <w:noProof w:val="0"/>
              </w:rPr>
              <w:t>4- An envelope Event Download Data Available is sent to the UICC</w:t>
            </w:r>
          </w:p>
          <w:p w:rsidR="00FB5721" w:rsidRPr="00C827A4" w:rsidRDefault="00FB5721" w:rsidP="009D6D22">
            <w:pPr>
              <w:pStyle w:val="PL"/>
              <w:pageBreakBefore/>
              <w:rPr>
                <w:bCs/>
                <w:noProof w:val="0"/>
              </w:rPr>
            </w:pPr>
            <w:r w:rsidRPr="00C827A4">
              <w:rPr>
                <w:bCs/>
                <w:noProof w:val="0"/>
              </w:rPr>
              <w:t>Channel Status = 82 00</w:t>
            </w:r>
          </w:p>
          <w:p w:rsidR="00FB5721" w:rsidRPr="00C827A4" w:rsidRDefault="00FB5721" w:rsidP="009D6D22">
            <w:pPr>
              <w:pStyle w:val="PL"/>
              <w:pageBreakBefore/>
              <w:rPr>
                <w:noProof w:val="0"/>
              </w:rPr>
            </w:pPr>
          </w:p>
          <w:p w:rsidR="00FB5721" w:rsidRPr="00C827A4" w:rsidRDefault="00FB5721" w:rsidP="009D6D22">
            <w:pPr>
              <w:pStyle w:val="PL"/>
              <w:pageBreakBefore/>
              <w:rPr>
                <w:noProof w:val="0"/>
              </w:rPr>
            </w:pPr>
            <w:r w:rsidRPr="00C827A4">
              <w:rPr>
                <w:noProof w:val="0"/>
              </w:rPr>
              <w:t>5- Applet1 builds a CLOSE CHANNEL Proactive Command calling ProactiveHandler.initCloseChannel() and ProactiveHandler.send() methods.</w:t>
            </w:r>
          </w:p>
        </w:tc>
        <w:tc>
          <w:tcPr>
            <w:tcW w:w="2911" w:type="dxa"/>
          </w:tcPr>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r w:rsidRPr="00C827A4">
              <w:t>1- Applet1 is triggered</w:t>
            </w: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r w:rsidRPr="00C827A4">
              <w:t>4- Applet1 is triggered</w:t>
            </w: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r w:rsidRPr="00C827A4">
              <w:t>6- Applet1 finalize</w:t>
            </w:r>
          </w:p>
        </w:tc>
        <w:tc>
          <w:tcPr>
            <w:tcW w:w="2334" w:type="dxa"/>
          </w:tcPr>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r w:rsidRPr="00C827A4">
              <w:t>2- OPEN CHANNEL proactive command is fetched</w:t>
            </w:r>
          </w:p>
          <w:p w:rsidR="00FB5721" w:rsidRPr="00C827A4" w:rsidRDefault="00FB5721" w:rsidP="009D6D22">
            <w:pPr>
              <w:pStyle w:val="TAL"/>
              <w:pageBreakBefore/>
            </w:pPr>
            <w:r w:rsidRPr="00C827A4">
              <w:t>Successful terminal response is sent, with channelId=02 with General Result = 0x01</w:t>
            </w:r>
          </w:p>
          <w:p w:rsidR="00FB5721" w:rsidRPr="00C827A4" w:rsidRDefault="00FB5721" w:rsidP="009D6D22">
            <w:pPr>
              <w:pStyle w:val="TAL"/>
              <w:pageBreakBefore/>
            </w:pPr>
          </w:p>
          <w:p w:rsidR="00FB5721" w:rsidRPr="00C827A4" w:rsidRDefault="00FB5721" w:rsidP="009D6D22">
            <w:pPr>
              <w:pStyle w:val="TAL"/>
              <w:pageBreakBefore/>
            </w:pPr>
            <w:r w:rsidRPr="00C827A4">
              <w:t>3- CLOSE CHANNEL proactive command is fetched</w:t>
            </w:r>
          </w:p>
          <w:p w:rsidR="00FB5721" w:rsidRPr="00C827A4" w:rsidRDefault="00FB5721" w:rsidP="009D6D22">
            <w:pPr>
              <w:pStyle w:val="TAL"/>
              <w:pageBreakBefore/>
            </w:pPr>
            <w:r w:rsidRPr="00C827A4">
              <w:t>Unsuccessful TERMINAL RESPONSE of CLOSE CHANNEL is sent to the UICC with General Result = 0X20</w:t>
            </w:r>
          </w:p>
          <w:p w:rsidR="00FB5721" w:rsidRPr="00C827A4" w:rsidRDefault="00FB5721" w:rsidP="009D6D22">
            <w:pPr>
              <w:pStyle w:val="TAL"/>
              <w:pageBreakBefore/>
            </w:pPr>
          </w:p>
          <w:p w:rsidR="00FB5721" w:rsidRPr="00C827A4" w:rsidRDefault="00FB5721" w:rsidP="009D6D22">
            <w:pPr>
              <w:pStyle w:val="TAL"/>
              <w:pageBreakBefore/>
            </w:pPr>
          </w:p>
          <w:p w:rsidR="00FB5721" w:rsidRPr="00C827A4" w:rsidRDefault="00FB5721" w:rsidP="009D6D22">
            <w:pPr>
              <w:pStyle w:val="TAL"/>
              <w:pageBreakBefore/>
            </w:pPr>
            <w:r w:rsidRPr="00C827A4">
              <w:t>5- CLOSE CHANNEL proactive command is fetched</w:t>
            </w:r>
          </w:p>
          <w:p w:rsidR="00FB5721" w:rsidRPr="00C827A4" w:rsidRDefault="00FB5721" w:rsidP="009D6D22">
            <w:pPr>
              <w:pStyle w:val="TAL"/>
              <w:pageBreakBefore/>
            </w:pPr>
            <w:r w:rsidRPr="00C827A4">
              <w:t>Successful TERMINAL RESPONSE of CLOSE CHANNEL is sent to the UICC with Channel Id = 02 with General Result = 0X02</w:t>
            </w:r>
          </w:p>
        </w:tc>
      </w:tr>
      <w:tr w:rsidR="00FB5721" w:rsidRPr="00C827A4">
        <w:tc>
          <w:tcPr>
            <w:tcW w:w="425" w:type="dxa"/>
            <w:tcBorders>
              <w:left w:val="single" w:sz="4" w:space="0" w:color="auto"/>
            </w:tcBorders>
          </w:tcPr>
          <w:p w:rsidR="00FB5721" w:rsidRPr="00C827A4" w:rsidRDefault="00FB5721">
            <w:pPr>
              <w:pStyle w:val="TAC"/>
              <w:rPr>
                <w:strike/>
              </w:rPr>
            </w:pPr>
            <w:r w:rsidRPr="00C827A4">
              <w:t>4</w:t>
            </w:r>
          </w:p>
        </w:tc>
        <w:tc>
          <w:tcPr>
            <w:tcW w:w="4111" w:type="dxa"/>
          </w:tcPr>
          <w:p w:rsidR="00FB5721" w:rsidRPr="00C827A4" w:rsidRDefault="00FB5721">
            <w:pPr>
              <w:pStyle w:val="TAH"/>
            </w:pPr>
            <w:r w:rsidRPr="00C827A4">
              <w:t>Applet triggering to EVENT_EVENT_DOWNLOAD_DATA_AVAILABLE</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Data Available is sent to the UICC</w:t>
            </w:r>
          </w:p>
          <w:p w:rsidR="00FB5721" w:rsidRPr="00C827A4" w:rsidRDefault="00FB5721">
            <w:pPr>
              <w:pStyle w:val="PL"/>
              <w:rPr>
                <w:noProof w:val="0"/>
              </w:rPr>
            </w:pPr>
            <w:r w:rsidRPr="00C827A4">
              <w:rPr>
                <w:noProof w:val="0"/>
              </w:rPr>
              <w:t>Channel Status = 82 00</w:t>
            </w: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not triggered</w:t>
            </w:r>
          </w:p>
          <w:p w:rsidR="00FB5721" w:rsidRPr="00C827A4" w:rsidRDefault="00FB5721">
            <w:pPr>
              <w:pStyle w:val="TAL"/>
            </w:pPr>
          </w:p>
        </w:tc>
        <w:tc>
          <w:tcPr>
            <w:tcW w:w="2334" w:type="dxa"/>
          </w:tcPr>
          <w:p w:rsidR="00FB5721" w:rsidRPr="00C827A4" w:rsidRDefault="00FB5721">
            <w:pPr>
              <w:pStyle w:val="TAL"/>
            </w:pPr>
          </w:p>
        </w:tc>
      </w:tr>
      <w:tr w:rsidR="00FB5721" w:rsidRPr="00C827A4">
        <w:tc>
          <w:tcPr>
            <w:tcW w:w="425" w:type="dxa"/>
            <w:tcBorders>
              <w:left w:val="single" w:sz="4" w:space="0" w:color="auto"/>
              <w:bottom w:val="single" w:sz="4" w:space="0" w:color="auto"/>
            </w:tcBorders>
          </w:tcPr>
          <w:p w:rsidR="00FB5721" w:rsidRPr="00C827A4" w:rsidRDefault="00FB5721">
            <w:pPr>
              <w:pStyle w:val="TAC"/>
            </w:pPr>
            <w:r w:rsidRPr="00C827A4">
              <w:t>5</w:t>
            </w:r>
          </w:p>
        </w:tc>
        <w:tc>
          <w:tcPr>
            <w:tcW w:w="4111" w:type="dxa"/>
            <w:tcBorders>
              <w:bottom w:val="single" w:sz="4" w:space="0" w:color="auto"/>
            </w:tcBorders>
          </w:tcPr>
          <w:p w:rsidR="00FB5721" w:rsidRPr="00C827A4" w:rsidRDefault="00FB5721">
            <w:pPr>
              <w:pStyle w:val="TAH"/>
            </w:pPr>
            <w:r w:rsidRPr="00C827A4">
              <w:t>Applet1 not triggered after a reset</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Applet1 is triggered by an envelope menu 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3- send() method is called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5- Reset the card</w:t>
            </w:r>
          </w:p>
          <w:p w:rsidR="00FB5721" w:rsidRPr="00C827A4" w:rsidRDefault="00FB5721">
            <w:pPr>
              <w:pStyle w:val="PL"/>
              <w:rPr>
                <w:noProof w:val="0"/>
              </w:rPr>
            </w:pPr>
          </w:p>
          <w:p w:rsidR="00FB5721" w:rsidRPr="00C827A4" w:rsidRDefault="00FB5721">
            <w:pPr>
              <w:pStyle w:val="PL"/>
              <w:rPr>
                <w:noProof w:val="0"/>
              </w:rPr>
            </w:pPr>
            <w:r w:rsidRPr="00C827A4">
              <w:rPr>
                <w:noProof w:val="0"/>
              </w:rPr>
              <w:t>6- An envelope Event Download Data Available is sent to the UICC</w:t>
            </w:r>
          </w:p>
          <w:p w:rsidR="00FB5721" w:rsidRPr="00C827A4" w:rsidRDefault="00FB5721">
            <w:pPr>
              <w:pStyle w:val="PL"/>
              <w:rPr>
                <w:noProof w:val="0"/>
              </w:rPr>
            </w:pPr>
            <w:r w:rsidRPr="00C827A4">
              <w:rPr>
                <w:noProof w:val="0"/>
              </w:rPr>
              <w:t>Channel Status = 82 00</w:t>
            </w:r>
          </w:p>
        </w:tc>
        <w:tc>
          <w:tcPr>
            <w:tcW w:w="2911"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returns true</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Applet1 is not triggered</w:t>
            </w:r>
          </w:p>
          <w:p w:rsidR="00FB5721" w:rsidRPr="00C827A4" w:rsidRDefault="00FB5721">
            <w:pPr>
              <w:pStyle w:val="TAL"/>
            </w:pPr>
          </w:p>
        </w:tc>
        <w:tc>
          <w:tcPr>
            <w:tcW w:w="2334"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OPEN CHANNEL proactive command is fetched</w:t>
            </w:r>
          </w:p>
          <w:p w:rsidR="00FB5721" w:rsidRPr="00C827A4" w:rsidRDefault="00FB5721">
            <w:pPr>
              <w:pStyle w:val="TAL"/>
            </w:pPr>
            <w:r w:rsidRPr="00C827A4">
              <w:t>Successful TERMINAL RESPONSE of OPEN CHANNEL is sent to the UICC with Channel Id = 02 with General Result = 0X00</w:t>
            </w:r>
          </w:p>
        </w:tc>
      </w:tr>
    </w:tbl>
    <w:p w:rsidR="00FB5721" w:rsidRPr="00C827A4" w:rsidRDefault="00FB5721"/>
    <w:p w:rsidR="00FB5721" w:rsidRPr="00C827A4" w:rsidRDefault="00FB5721" w:rsidP="009D6D22">
      <w:pPr>
        <w:pStyle w:val="Heading4"/>
      </w:pPr>
      <w:r w:rsidRPr="00C827A4">
        <w:lastRenderedPageBreak/>
        <w:t>5.5.3.20</w:t>
      </w:r>
      <w:r w:rsidRPr="00C827A4">
        <w:tab/>
        <w:t>EVENT_EVENT_DOWNLOAD_CHANNEL_STATUS</w:t>
      </w:r>
    </w:p>
    <w:p w:rsidR="00FB5721" w:rsidRPr="00C827A4" w:rsidRDefault="00FB5721" w:rsidP="009D6D22">
      <w:pPr>
        <w:keepNext/>
        <w:keepLines/>
      </w:pPr>
      <w:r w:rsidRPr="00C827A4">
        <w:t>Test Area Reference: Cre_Apt_Edcs</w:t>
      </w:r>
      <w:r w:rsidR="009D6D22" w:rsidRPr="00C827A4">
        <w:t>.</w:t>
      </w:r>
    </w:p>
    <w:p w:rsidR="00FB5721" w:rsidRPr="00C827A4" w:rsidRDefault="00FB5721" w:rsidP="009D6D22">
      <w:pPr>
        <w:pStyle w:val="Heading5"/>
      </w:pPr>
      <w:r w:rsidRPr="00C827A4">
        <w:t>5.5.3.20.1</w:t>
      </w:r>
      <w:r w:rsidRPr="00C827A4">
        <w:tab/>
        <w:t>Conformance requirement</w:t>
      </w:r>
    </w:p>
    <w:p w:rsidR="00FB5721" w:rsidRPr="00C827A4" w:rsidRDefault="00FB5721">
      <w:pPr>
        <w:pStyle w:val="H6"/>
      </w:pPr>
      <w:r w:rsidRPr="00C827A4">
        <w:t>5.5.3.20.1.1</w:t>
      </w:r>
      <w:r w:rsidRPr="00C827A4">
        <w:tab/>
        <w:t>Normal execution</w:t>
      </w:r>
    </w:p>
    <w:p w:rsidR="00FB5721" w:rsidRPr="00C827A4" w:rsidRDefault="00FB5721">
      <w:pPr>
        <w:pStyle w:val="B1"/>
      </w:pPr>
      <w:r w:rsidRPr="00C827A4">
        <w:t>CRRN1: For EVENT_EVENT_DOWNLOAD_CHANNEL_STATUS, the framework shall only trigger the applet registered to this event with the appropriate channel identifier.</w:t>
      </w:r>
    </w:p>
    <w:p w:rsidR="00FB5721" w:rsidRPr="00C827A4" w:rsidRDefault="00FB5721">
      <w:pPr>
        <w:pStyle w:val="B1"/>
      </w:pPr>
      <w:r w:rsidRPr="00C827A4">
        <w:t>CRRN2: The registration to the EVENT_EVENT_DOWNLOAD_CHANNEL_STATUS is effective once the toolkit applet has issued a successful OPEN CHANNEL proactive command, and valid till the first successful CLOSE CHANNEL or the end of the card session.</w:t>
      </w:r>
    </w:p>
    <w:p w:rsidR="00FB5721" w:rsidRPr="00C827A4" w:rsidRDefault="00FB5721">
      <w:pPr>
        <w:pStyle w:val="B1"/>
      </w:pPr>
      <w:r w:rsidRPr="00C827A4">
        <w:t xml:space="preserve">CRRN3: When a Toolkit Applet has sent an OPEN CHANNEL proactive command and received a successful TERMINAL RESPONSE, the framework shall register the received channel identifier </w:t>
      </w:r>
      <w:r w:rsidR="003772E9" w:rsidRPr="00C827A4">
        <w:t>for the calling Toolkit Applet.</w:t>
      </w:r>
    </w:p>
    <w:p w:rsidR="00FB5721" w:rsidRPr="00C827A4" w:rsidRDefault="00FB5721">
      <w:pPr>
        <w:pStyle w:val="B1"/>
      </w:pPr>
      <w:r w:rsidRPr="00C827A4">
        <w:t>CRRN4: When a Toolkit Applet has sent a CLOSE CHANNEL proactive command and received a successful TERMINAL RESPONSE, the framework shall release the channel identifier contained in the command. A successful TERMINAL RESPONSE means that the result of the proactive command execution belongs to command performed category (i.e. General Result ='0x').</w:t>
      </w:r>
    </w:p>
    <w:p w:rsidR="00FB5721" w:rsidRPr="00C827A4" w:rsidRDefault="00FB5721">
      <w:pPr>
        <w:pStyle w:val="H6"/>
      </w:pPr>
      <w:r w:rsidRPr="00C827A4">
        <w:t>5.5.3.20.1.2</w:t>
      </w:r>
      <w:r w:rsidRPr="00C827A4">
        <w:tab/>
        <w:t>Parameter errors</w:t>
      </w:r>
    </w:p>
    <w:p w:rsidR="00FB5721" w:rsidRPr="00C827A4" w:rsidRDefault="00FB5721">
      <w:r w:rsidRPr="00C827A4">
        <w:t>No requirements.</w:t>
      </w:r>
    </w:p>
    <w:p w:rsidR="00FB5721" w:rsidRPr="00C827A4" w:rsidRDefault="00FB5721">
      <w:pPr>
        <w:pStyle w:val="H6"/>
      </w:pPr>
      <w:r w:rsidRPr="00C827A4">
        <w:t>5.5.3.20.1.3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5.5.3.20.2</w:t>
      </w:r>
      <w:r w:rsidRPr="00C827A4">
        <w:tab/>
        <w:t>Test area files</w:t>
      </w:r>
    </w:p>
    <w:p w:rsidR="00FB5721" w:rsidRPr="00C827A4" w:rsidRDefault="00FB5721" w:rsidP="009D6D22">
      <w:pPr>
        <w:pStyle w:val="EX"/>
      </w:pPr>
      <w:r w:rsidRPr="00C827A4">
        <w:t xml:space="preserve">Test Source: </w:t>
      </w:r>
      <w:r w:rsidRPr="00C827A4">
        <w:tab/>
        <w:t>Test_Cre_Apt_Edcs.java</w:t>
      </w:r>
      <w:r w:rsidR="009D6D22" w:rsidRPr="00C827A4">
        <w:t>.</w:t>
      </w:r>
    </w:p>
    <w:p w:rsidR="00FB5721" w:rsidRPr="00C827A4" w:rsidRDefault="00FB5721" w:rsidP="009D6D22">
      <w:pPr>
        <w:pStyle w:val="EX"/>
      </w:pPr>
      <w:r w:rsidRPr="00C827A4">
        <w:t xml:space="preserve">Test Applet: </w:t>
      </w:r>
      <w:r w:rsidRPr="00C827A4">
        <w:tab/>
        <w:t>Cre_Apt_Edcs_1.java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re_apt_edcs.cap</w:t>
      </w:r>
      <w:r w:rsidR="009D6D22" w:rsidRPr="00C827A4">
        <w:t>.</w:t>
      </w:r>
    </w:p>
    <w:p w:rsidR="00FB5721" w:rsidRPr="00C827A4" w:rsidRDefault="00FB5721" w:rsidP="009D6D22">
      <w:pPr>
        <w:pStyle w:val="Heading5"/>
      </w:pPr>
      <w:r w:rsidRPr="00C827A4">
        <w:t>5.5.3.20.3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9D6D22">
        <w:trPr>
          <w:tblHeader/>
          <w:jc w:val="center"/>
        </w:trPr>
        <w:tc>
          <w:tcPr>
            <w:tcW w:w="2276" w:type="dxa"/>
          </w:tcPr>
          <w:p w:rsidR="00FB5721" w:rsidRPr="00C827A4" w:rsidRDefault="00FB5721">
            <w:pPr>
              <w:pStyle w:val="TAH"/>
            </w:pPr>
            <w:r w:rsidRPr="00C827A4">
              <w:t>CR Number</w:t>
            </w:r>
          </w:p>
        </w:tc>
        <w:tc>
          <w:tcPr>
            <w:tcW w:w="2682" w:type="dxa"/>
          </w:tcPr>
          <w:p w:rsidR="00FB5721" w:rsidRPr="00C827A4" w:rsidRDefault="00FB5721">
            <w:pPr>
              <w:pStyle w:val="TAH"/>
            </w:pPr>
            <w:r w:rsidRPr="00C827A4">
              <w:t>Test Case Number</w:t>
            </w:r>
          </w:p>
        </w:tc>
      </w:tr>
      <w:tr w:rsidR="00FB5721" w:rsidRPr="00C827A4" w:rsidTr="009D6D22">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2</w:t>
            </w:r>
          </w:p>
        </w:tc>
      </w:tr>
      <w:tr w:rsidR="00FB5721" w:rsidRPr="00C827A4" w:rsidTr="009D6D22">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1, 4, 5</w:t>
            </w:r>
          </w:p>
        </w:tc>
      </w:tr>
      <w:tr w:rsidR="00FB5721" w:rsidRPr="00C827A4" w:rsidTr="009D6D22">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1</w:t>
            </w:r>
          </w:p>
        </w:tc>
      </w:tr>
      <w:tr w:rsidR="00FB5721" w:rsidRPr="00C827A4" w:rsidTr="009D6D22">
        <w:trPr>
          <w:jc w:val="center"/>
        </w:trPr>
        <w:tc>
          <w:tcPr>
            <w:tcW w:w="2276" w:type="dxa"/>
          </w:tcPr>
          <w:p w:rsidR="00FB5721" w:rsidRPr="00C827A4" w:rsidRDefault="00FB5721">
            <w:pPr>
              <w:pStyle w:val="TAC"/>
            </w:pPr>
            <w:r w:rsidRPr="00C827A4">
              <w:t>CRRN4</w:t>
            </w:r>
          </w:p>
        </w:tc>
        <w:tc>
          <w:tcPr>
            <w:tcW w:w="2682" w:type="dxa"/>
          </w:tcPr>
          <w:p w:rsidR="00FB5721" w:rsidRPr="00C827A4" w:rsidRDefault="00FB5721">
            <w:pPr>
              <w:pStyle w:val="TAC"/>
            </w:pPr>
            <w:r w:rsidRPr="00C827A4">
              <w:t>3</w:t>
            </w:r>
          </w:p>
        </w:tc>
      </w:tr>
    </w:tbl>
    <w:p w:rsidR="00FB5721" w:rsidRPr="00C827A4" w:rsidRDefault="00FB5721"/>
    <w:p w:rsidR="00FB5721" w:rsidRPr="00C827A4" w:rsidRDefault="00FB5721" w:rsidP="009D6D22">
      <w:pPr>
        <w:pStyle w:val="Heading5"/>
      </w:pPr>
      <w:r w:rsidRPr="00C827A4">
        <w:lastRenderedPageBreak/>
        <w:t>5.5.3.20.4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H"/>
              <w:rPr>
                <w:rFonts w:ascii="Courier New" w:hAnsi="Courier New"/>
                <w:b w:val="0"/>
                <w:sz w:val="16"/>
              </w:rPr>
            </w:pPr>
            <w:r w:rsidRPr="00C827A4">
              <w:t>Applet registration to EVENT_EVENT_DOWNLOAD_CHANNEL_STATUS</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is registered to Event Menu 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2-The applet calls setEvent() with EVENT_EVENT_DOWNLOAD_CHANNEL_STATUS</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 Download Channel Status is sent to the UICC</w:t>
            </w:r>
          </w:p>
          <w:p w:rsidR="00FB5721" w:rsidRPr="00C827A4" w:rsidRDefault="00FB5721">
            <w:pPr>
              <w:pStyle w:val="PL"/>
              <w:rPr>
                <w:noProof w:val="0"/>
              </w:rPr>
            </w:pPr>
            <w:r w:rsidRPr="00C827A4">
              <w:rPr>
                <w:noProof w:val="0"/>
              </w:rPr>
              <w:t>Channel Status = 81 00</w:t>
            </w:r>
          </w:p>
          <w:p w:rsidR="00FB5721" w:rsidRPr="00C827A4" w:rsidRDefault="00FB5721">
            <w:pPr>
              <w:pStyle w:val="PL"/>
              <w:rPr>
                <w:noProof w:val="0"/>
              </w:rPr>
            </w:pPr>
          </w:p>
          <w:p w:rsidR="00FB5721" w:rsidRPr="00C827A4" w:rsidRDefault="00FB5721">
            <w:pPr>
              <w:pStyle w:val="PL"/>
              <w:rPr>
                <w:noProof w:val="0"/>
              </w:rPr>
            </w:pPr>
            <w:r w:rsidRPr="00C827A4">
              <w:rPr>
                <w:noProof w:val="0"/>
              </w:rPr>
              <w:t>4- An Envelope menu selection is sent to the UICC</w:t>
            </w:r>
          </w:p>
          <w:p w:rsidR="00FB5721" w:rsidRPr="00C827A4" w:rsidRDefault="00FB5721">
            <w:pPr>
              <w:pStyle w:val="PL"/>
              <w:rPr>
                <w:noProof w:val="0"/>
              </w:rPr>
            </w:pPr>
          </w:p>
          <w:p w:rsidR="00FB5721" w:rsidRPr="00C827A4" w:rsidRDefault="00FB5721">
            <w:pPr>
              <w:pStyle w:val="PL"/>
              <w:rPr>
                <w:strike/>
                <w:noProof w:val="0"/>
              </w:rPr>
            </w:pPr>
            <w:r w:rsidRPr="00C827A4">
              <w:rPr>
                <w:noProof w:val="0"/>
              </w:rPr>
              <w:t>5-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6- send() method is called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8- An envelope Event Download Data Available is sent to the UICC with Channel Status = 01 00</w:t>
            </w:r>
          </w:p>
          <w:p w:rsidR="00FB5721" w:rsidRPr="00C827A4" w:rsidRDefault="00FB5721">
            <w:pPr>
              <w:pStyle w:val="PL"/>
              <w:rPr>
                <w:noProof w:val="0"/>
              </w:rPr>
            </w:pPr>
          </w:p>
          <w:p w:rsidR="00FB5721" w:rsidRPr="00C827A4" w:rsidRDefault="00FB5721">
            <w:pPr>
              <w:pStyle w:val="PL"/>
              <w:rPr>
                <w:noProof w:val="0"/>
              </w:rPr>
            </w:pPr>
            <w:r w:rsidRPr="00C827A4">
              <w:rPr>
                <w:noProof w:val="0"/>
              </w:rPr>
              <w:t>9-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10-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11- send() method is called to register to this event a second time</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Applet1 finalizes</w:t>
            </w:r>
          </w:p>
          <w:p w:rsidR="00FB5721" w:rsidRPr="00C827A4" w:rsidRDefault="00FB5721">
            <w:pPr>
              <w:pStyle w:val="TAL"/>
            </w:pPr>
          </w:p>
          <w:p w:rsidR="00FB5721" w:rsidRPr="00C827A4" w:rsidRDefault="00FB5721">
            <w:pPr>
              <w:pStyle w:val="TAL"/>
            </w:pPr>
            <w:r w:rsidRPr="00C827A4">
              <w:t>3- Applet1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Applet finalizes</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Applet1 is not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9- Applet1 is triggered by the envelope menu selection</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12- Applet1 finalizes</w:t>
            </w:r>
          </w:p>
          <w:p w:rsidR="00FB5721" w:rsidRPr="00C827A4" w:rsidRDefault="00FB5721">
            <w:pPr>
              <w:pStyle w:val="TAL"/>
            </w:pP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OPEN CHANNEL proactive command is fetched</w:t>
            </w:r>
          </w:p>
          <w:p w:rsidR="00FB5721" w:rsidRPr="00C827A4" w:rsidRDefault="00FB5721">
            <w:pPr>
              <w:pStyle w:val="textcell"/>
              <w:jc w:val="left"/>
              <w:rPr>
                <w:rFonts w:ascii="Arial" w:hAnsi="Arial"/>
                <w:sz w:val="18"/>
                <w:lang w:val="en-GB"/>
              </w:rPr>
            </w:pPr>
            <w:r w:rsidRPr="00C827A4">
              <w:rPr>
                <w:rFonts w:ascii="Arial" w:hAnsi="Arial"/>
                <w:sz w:val="18"/>
                <w:lang w:val="en-GB"/>
              </w:rPr>
              <w:t>Unsuccessful TERMINAL RESPONSE of OPEN CHANNEL is sent to the UICC with General Result = 0x10</w:t>
            </w: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11- OPEN CHANNEL proactive command is fetched</w:t>
            </w:r>
          </w:p>
          <w:p w:rsidR="00FB5721" w:rsidRPr="00C827A4" w:rsidRDefault="00FB5721">
            <w:pPr>
              <w:pStyle w:val="TAL"/>
            </w:pPr>
            <w:r w:rsidRPr="00C827A4">
              <w:t>Successful TERMINAL RESPONSE of OPEN CHANNEL is sent to the UICC with Channel Id = 01 with General Result = 0x00</w:t>
            </w:r>
          </w:p>
        </w:tc>
      </w:tr>
      <w:tr w:rsidR="00FB5721" w:rsidRPr="00C827A4">
        <w:tc>
          <w:tcPr>
            <w:tcW w:w="425" w:type="dxa"/>
            <w:tcBorders>
              <w:left w:val="single" w:sz="4" w:space="0" w:color="auto"/>
            </w:tcBorders>
          </w:tcPr>
          <w:p w:rsidR="00FB5721" w:rsidRPr="00C827A4" w:rsidRDefault="00FB5721">
            <w:pPr>
              <w:pStyle w:val="TAC"/>
              <w:rPr>
                <w:strike/>
              </w:rPr>
            </w:pPr>
            <w:r w:rsidRPr="00C827A4">
              <w:t>2</w:t>
            </w:r>
          </w:p>
        </w:tc>
        <w:tc>
          <w:tcPr>
            <w:tcW w:w="4111" w:type="dxa"/>
          </w:tcPr>
          <w:p w:rsidR="00FB5721" w:rsidRPr="00C827A4" w:rsidRDefault="00FB5721">
            <w:pPr>
              <w:pStyle w:val="TAH"/>
            </w:pPr>
            <w:r w:rsidRPr="00C827A4">
              <w:t>Applet triggering to EVENT_EVENT_DOWNLOAD_CHANNEL 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Channel Status is sent to the UICC</w:t>
            </w:r>
          </w:p>
          <w:p w:rsidR="00FB5721" w:rsidRPr="00C827A4" w:rsidRDefault="00FB5721">
            <w:pPr>
              <w:pStyle w:val="PL"/>
              <w:rPr>
                <w:noProof w:val="0"/>
              </w:rPr>
            </w:pPr>
            <w:r w:rsidRPr="00C827A4">
              <w:rPr>
                <w:noProof w:val="0"/>
              </w:rPr>
              <w:t>Channel Status = 81 00</w:t>
            </w:r>
          </w:p>
          <w:p w:rsidR="00FB5721" w:rsidRPr="00C827A4" w:rsidRDefault="00FB5721">
            <w:pPr>
              <w:pStyle w:val="PL"/>
              <w:rPr>
                <w:noProof w:val="0"/>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tc>
        <w:tc>
          <w:tcPr>
            <w:tcW w:w="2334" w:type="dxa"/>
          </w:tcPr>
          <w:p w:rsidR="00FB5721" w:rsidRPr="00C827A4" w:rsidRDefault="00FB5721">
            <w:pPr>
              <w:pStyle w:val="textcell"/>
              <w:rPr>
                <w:rFonts w:ascii="Arial" w:hAnsi="Arial"/>
                <w:sz w:val="18"/>
                <w:lang w:val="en-GB"/>
              </w:rPr>
            </w:pPr>
          </w:p>
        </w:tc>
      </w:tr>
      <w:tr w:rsidR="00FB5721" w:rsidRPr="00C827A4">
        <w:tc>
          <w:tcPr>
            <w:tcW w:w="425" w:type="dxa"/>
            <w:tcBorders>
              <w:left w:val="single" w:sz="4" w:space="0" w:color="auto"/>
            </w:tcBorders>
          </w:tcPr>
          <w:p w:rsidR="00FB5721" w:rsidRPr="00C827A4" w:rsidRDefault="00FB5721" w:rsidP="001F17EA">
            <w:pPr>
              <w:pStyle w:val="TAC"/>
              <w:pageBreakBefore/>
              <w:rPr>
                <w:strike/>
              </w:rPr>
            </w:pPr>
            <w:r w:rsidRPr="00C827A4">
              <w:lastRenderedPageBreak/>
              <w:t>3</w:t>
            </w:r>
          </w:p>
        </w:tc>
        <w:tc>
          <w:tcPr>
            <w:tcW w:w="4111" w:type="dxa"/>
          </w:tcPr>
          <w:p w:rsidR="00FB5721" w:rsidRPr="00C827A4" w:rsidRDefault="00FB5721" w:rsidP="001F17EA">
            <w:pPr>
              <w:pStyle w:val="TAH"/>
              <w:pageBreakBefore/>
            </w:pPr>
            <w:r w:rsidRPr="00C827A4">
              <w:t>Applet deregistration to EVENT_EVENT_ DOWNLOAD_CHANNEL STATUS</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1- An Envelope menu selection is sent to the UICC</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2-Applet1 initializes and sends an OPEN CHANNEL proactive command</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3- Applet1 builds a CLOSE CHANNEL Proactive Command calling ProactiveHandler.initCloseChannel() and ProactiveHandler.send() methods</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4-An envelope Event Download Channel Status is sent to the UICC</w:t>
            </w:r>
          </w:p>
          <w:p w:rsidR="00FB5721" w:rsidRPr="00C827A4" w:rsidRDefault="00FB5721" w:rsidP="001F17EA">
            <w:pPr>
              <w:pStyle w:val="PL"/>
              <w:keepNext/>
              <w:pageBreakBefore/>
              <w:rPr>
                <w:noProof w:val="0"/>
              </w:rPr>
            </w:pPr>
            <w:r w:rsidRPr="00C827A4">
              <w:rPr>
                <w:noProof w:val="0"/>
              </w:rPr>
              <w:t>Channel Status = 82 00</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5- Applet1 builds a Close Channel Proactive Command calling ProactiveHandler.initCloseChannel() and ProactiveHandler.send() methods</w:t>
            </w:r>
          </w:p>
          <w:p w:rsidR="00FB5721" w:rsidRPr="00C827A4" w:rsidRDefault="00FB5721" w:rsidP="001F17EA">
            <w:pPr>
              <w:pStyle w:val="PL"/>
              <w:keepNext/>
              <w:pageBreakBefore/>
              <w:rPr>
                <w:noProof w:val="0"/>
              </w:rPr>
            </w:pPr>
          </w:p>
        </w:tc>
        <w:tc>
          <w:tcPr>
            <w:tcW w:w="2911" w:type="dxa"/>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The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Applet1 finalizes</w:t>
            </w:r>
          </w:p>
          <w:p w:rsidR="00FB5721" w:rsidRPr="00C827A4" w:rsidRDefault="00FB5721" w:rsidP="001F17EA">
            <w:pPr>
              <w:pStyle w:val="TAL"/>
              <w:pageBreakBefore/>
            </w:pPr>
          </w:p>
        </w:tc>
        <w:tc>
          <w:tcPr>
            <w:tcW w:w="2334" w:type="dxa"/>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2- OPEN CHANNEL proactive command is fetched</w:t>
            </w:r>
          </w:p>
          <w:p w:rsidR="00FB5721" w:rsidRPr="00C827A4" w:rsidRDefault="00FB5721" w:rsidP="001F17EA">
            <w:pPr>
              <w:pStyle w:val="TAL"/>
              <w:pageBreakBefore/>
            </w:pPr>
            <w:r w:rsidRPr="00C827A4">
              <w:t>Successful terminal response is sent, with channel Id=02 with General Result = 0x01</w:t>
            </w:r>
          </w:p>
          <w:p w:rsidR="00FB5721" w:rsidRPr="00C827A4" w:rsidRDefault="00FB5721" w:rsidP="001F17EA">
            <w:pPr>
              <w:pStyle w:val="TAL"/>
              <w:pageBreakBefore/>
            </w:pPr>
          </w:p>
          <w:p w:rsidR="00FB5721" w:rsidRPr="00C827A4" w:rsidRDefault="00FB5721" w:rsidP="001F17EA">
            <w:pPr>
              <w:pStyle w:val="TAL"/>
              <w:pageBreakBefore/>
            </w:pPr>
            <w:r w:rsidRPr="00C827A4">
              <w:t>3-CLOSE CHANNEL proactive command is fetched</w:t>
            </w:r>
          </w:p>
          <w:p w:rsidR="00FB5721" w:rsidRPr="00C827A4" w:rsidRDefault="00FB5721" w:rsidP="001F17EA">
            <w:pPr>
              <w:pStyle w:val="TAL"/>
              <w:pageBreakBefore/>
            </w:pPr>
            <w:r w:rsidRPr="00C827A4">
              <w:t>Unsuccessful TERMINAL RESPONSE of CLOSE CHANNEL is sent to the UICC with General Result = 0X20</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CLOSE CHANNEL proactive command is fetched</w:t>
            </w:r>
          </w:p>
          <w:p w:rsidR="00FB5721" w:rsidRPr="00C827A4" w:rsidRDefault="00FB5721" w:rsidP="001F17EA">
            <w:pPr>
              <w:pStyle w:val="TAL"/>
              <w:pageBreakBefore/>
            </w:pPr>
            <w:r w:rsidRPr="00C827A4">
              <w:t>Successful TERMINAL RESPONSE of CLOSE CHANNEL is sent to the UICC with Channel Id = 02</w:t>
            </w:r>
          </w:p>
          <w:p w:rsidR="00FB5721" w:rsidRPr="00C827A4" w:rsidRDefault="00FB5721" w:rsidP="001F17EA">
            <w:pPr>
              <w:pStyle w:val="TAL"/>
              <w:pageBreakBefore/>
            </w:pPr>
            <w:r w:rsidRPr="00C827A4">
              <w:t>with General Result = 0X02</w:t>
            </w:r>
          </w:p>
        </w:tc>
      </w:tr>
      <w:tr w:rsidR="00FB5721" w:rsidRPr="00C827A4">
        <w:tc>
          <w:tcPr>
            <w:tcW w:w="425" w:type="dxa"/>
            <w:tcBorders>
              <w:left w:val="single" w:sz="4" w:space="0" w:color="auto"/>
            </w:tcBorders>
          </w:tcPr>
          <w:p w:rsidR="00FB5721" w:rsidRPr="00C827A4" w:rsidRDefault="00FB5721">
            <w:pPr>
              <w:pStyle w:val="TAC"/>
            </w:pPr>
            <w:r w:rsidRPr="00C827A4">
              <w:t>4</w:t>
            </w:r>
          </w:p>
        </w:tc>
        <w:tc>
          <w:tcPr>
            <w:tcW w:w="4111" w:type="dxa"/>
          </w:tcPr>
          <w:p w:rsidR="00FB5721" w:rsidRPr="00C827A4" w:rsidRDefault="00FB5721">
            <w:pPr>
              <w:pStyle w:val="TAH"/>
            </w:pPr>
            <w:r w:rsidRPr="00C827A4">
              <w:t>Applet triggering to EVENT_EVENT_DOWNLOAD_CHANNEL STATUS</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Channel Status is sent to the UICC</w:t>
            </w:r>
          </w:p>
          <w:p w:rsidR="00FB5721" w:rsidRPr="00C827A4" w:rsidRDefault="00FB5721">
            <w:pPr>
              <w:pStyle w:val="PL"/>
              <w:rPr>
                <w:noProof w:val="0"/>
              </w:rPr>
            </w:pPr>
            <w:r w:rsidRPr="00C827A4">
              <w:rPr>
                <w:noProof w:val="0"/>
              </w:rPr>
              <w:t>Channel Status = 82 00</w:t>
            </w:r>
          </w:p>
          <w:p w:rsidR="00FB5721" w:rsidRPr="00C827A4" w:rsidRDefault="00FB5721">
            <w:pPr>
              <w:pStyle w:val="PL"/>
              <w:rPr>
                <w:noProof w:val="0"/>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not triggered</w:t>
            </w:r>
          </w:p>
        </w:tc>
        <w:tc>
          <w:tcPr>
            <w:tcW w:w="2334" w:type="dxa"/>
          </w:tcPr>
          <w:p w:rsidR="00FB5721" w:rsidRPr="00C827A4" w:rsidRDefault="00FB5721">
            <w:pPr>
              <w:pStyle w:val="textcell"/>
              <w:rPr>
                <w:rFonts w:ascii="Arial" w:hAnsi="Arial"/>
                <w:sz w:val="18"/>
                <w:lang w:val="en-GB"/>
              </w:rPr>
            </w:pPr>
          </w:p>
        </w:tc>
      </w:tr>
      <w:tr w:rsidR="00FB5721" w:rsidRPr="00C827A4">
        <w:tc>
          <w:tcPr>
            <w:tcW w:w="425" w:type="dxa"/>
            <w:tcBorders>
              <w:left w:val="single" w:sz="4" w:space="0" w:color="auto"/>
              <w:bottom w:val="single" w:sz="4" w:space="0" w:color="auto"/>
            </w:tcBorders>
          </w:tcPr>
          <w:p w:rsidR="00FB5721" w:rsidRPr="00C827A4" w:rsidRDefault="00FB5721">
            <w:pPr>
              <w:pStyle w:val="TAC"/>
            </w:pPr>
            <w:r w:rsidRPr="00C827A4">
              <w:t>5</w:t>
            </w:r>
          </w:p>
        </w:tc>
        <w:tc>
          <w:tcPr>
            <w:tcW w:w="4111" w:type="dxa"/>
            <w:tcBorders>
              <w:bottom w:val="single" w:sz="4" w:space="0" w:color="auto"/>
            </w:tcBorders>
          </w:tcPr>
          <w:p w:rsidR="00FB5721" w:rsidRPr="00C827A4" w:rsidRDefault="00FB5721">
            <w:pPr>
              <w:pStyle w:val="TAH"/>
            </w:pPr>
            <w:r w:rsidRPr="00C827A4">
              <w:t>Applet1 not triggered after a reset</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Applet1 is triggered by an envelope menu 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builds a proactive command OPEN CHANNEL calling ProactiveHandler.init()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3- send() method is called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5- Reset the card</w:t>
            </w:r>
          </w:p>
          <w:p w:rsidR="00FB5721" w:rsidRPr="00C827A4" w:rsidRDefault="00FB5721">
            <w:pPr>
              <w:pStyle w:val="PL"/>
              <w:rPr>
                <w:noProof w:val="0"/>
              </w:rPr>
            </w:pPr>
          </w:p>
          <w:p w:rsidR="00FB5721" w:rsidRPr="00C827A4" w:rsidRDefault="00FB5721">
            <w:pPr>
              <w:pStyle w:val="PL"/>
              <w:rPr>
                <w:noProof w:val="0"/>
              </w:rPr>
            </w:pPr>
            <w:r w:rsidRPr="00C827A4">
              <w:rPr>
                <w:noProof w:val="0"/>
              </w:rPr>
              <w:t>6- An envelope Event Download Channel Status is sent to the UICC</w:t>
            </w:r>
          </w:p>
          <w:p w:rsidR="00FB5721" w:rsidRPr="00C827A4" w:rsidRDefault="00FB5721">
            <w:pPr>
              <w:pStyle w:val="PL"/>
              <w:rPr>
                <w:noProof w:val="0"/>
              </w:rPr>
            </w:pPr>
            <w:r w:rsidRPr="00C827A4">
              <w:rPr>
                <w:noProof w:val="0"/>
              </w:rPr>
              <w:t>Channel Status = 82 00</w:t>
            </w:r>
          </w:p>
          <w:p w:rsidR="00FB5721" w:rsidRPr="00C827A4" w:rsidRDefault="00FB5721">
            <w:pPr>
              <w:pStyle w:val="PL"/>
              <w:rPr>
                <w:noProof w:val="0"/>
              </w:rPr>
            </w:pPr>
          </w:p>
        </w:tc>
        <w:tc>
          <w:tcPr>
            <w:tcW w:w="2911"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returns true</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Applet1 is not triggered</w:t>
            </w:r>
          </w:p>
          <w:p w:rsidR="00FB5721" w:rsidRPr="00C827A4" w:rsidRDefault="00FB5721">
            <w:pPr>
              <w:pStyle w:val="TAL"/>
            </w:pPr>
          </w:p>
        </w:tc>
        <w:tc>
          <w:tcPr>
            <w:tcW w:w="2334"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OPEN CHANNEL proactive command is fetched</w:t>
            </w:r>
          </w:p>
          <w:p w:rsidR="00FB5721" w:rsidRPr="00C827A4" w:rsidRDefault="00FB5721">
            <w:pPr>
              <w:pStyle w:val="textcell"/>
              <w:jc w:val="left"/>
              <w:rPr>
                <w:rFonts w:ascii="Arial" w:hAnsi="Arial"/>
                <w:sz w:val="18"/>
                <w:lang w:val="en-GB"/>
              </w:rPr>
            </w:pPr>
            <w:r w:rsidRPr="00C827A4">
              <w:rPr>
                <w:rFonts w:ascii="Arial" w:hAnsi="Arial"/>
                <w:sz w:val="18"/>
                <w:lang w:val="en-GB"/>
              </w:rPr>
              <w:t>Successful TERMINAL RESPONSE of OPEN CHANNEL is sent to the UICC with Channel Id = 02 with General Result = 0X00</w:t>
            </w:r>
          </w:p>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rsidP="009D6D22">
      <w:pPr>
        <w:pStyle w:val="Heading4"/>
      </w:pPr>
      <w:r w:rsidRPr="00C827A4">
        <w:lastRenderedPageBreak/>
        <w:t>5.5.3.21</w:t>
      </w:r>
      <w:r w:rsidRPr="00C827A4">
        <w:tab/>
        <w:t>EVENT_EVENT_DOWNLOAD_</w:t>
      </w:r>
      <w:r w:rsidRPr="00C827A4">
        <w:rPr>
          <w:iCs/>
        </w:rPr>
        <w:t>ACCESS_TECHNOLOGY_CHANGE</w:t>
      </w:r>
    </w:p>
    <w:p w:rsidR="00FB5721" w:rsidRPr="00C827A4" w:rsidRDefault="00FB5721" w:rsidP="009D6D22">
      <w:pPr>
        <w:keepNext/>
        <w:keepLines/>
      </w:pPr>
      <w:r w:rsidRPr="00C827A4">
        <w:t>Test Area Reference: Cre_Apt_Edat</w:t>
      </w:r>
      <w:r w:rsidR="009D6D22" w:rsidRPr="00C827A4">
        <w:t>.</w:t>
      </w:r>
    </w:p>
    <w:p w:rsidR="00FB5721" w:rsidRPr="00C827A4" w:rsidRDefault="00FB5721" w:rsidP="009D6D22">
      <w:pPr>
        <w:pStyle w:val="Heading5"/>
      </w:pPr>
      <w:r w:rsidRPr="00C827A4">
        <w:t>5.5.3.21.1</w:t>
      </w:r>
      <w:r w:rsidRPr="00C827A4">
        <w:tab/>
        <w:t>Conformance requirement</w:t>
      </w:r>
    </w:p>
    <w:p w:rsidR="00FB5721" w:rsidRPr="00C827A4" w:rsidRDefault="00FB5721">
      <w:pPr>
        <w:pStyle w:val="H6"/>
      </w:pPr>
      <w:r w:rsidRPr="00C827A4">
        <w:t>5.5.3.21.1.1</w:t>
      </w:r>
      <w:r w:rsidRPr="00C827A4">
        <w:tab/>
        <w:t>Normal execution</w:t>
      </w:r>
    </w:p>
    <w:p w:rsidR="00FB5721" w:rsidRPr="00C827A4" w:rsidRDefault="00FB5721">
      <w:pPr>
        <w:pStyle w:val="B1"/>
      </w:pPr>
      <w:r w:rsidRPr="00C827A4">
        <w:t>CRRN1: The applet is triggered by the EVENT_EVENT_DOWNLOAD_</w:t>
      </w:r>
      <w:r w:rsidRPr="00C827A4">
        <w:rPr>
          <w:iCs/>
        </w:rPr>
        <w:t>ACCESS_TECHNOLOGY_CHANGE</w:t>
      </w:r>
      <w:r w:rsidRPr="00C827A4">
        <w:t xml:space="preserve"> once it has registered to this event and an Envelope Event DownLoad Access Technology Change is received.</w:t>
      </w:r>
    </w:p>
    <w:p w:rsidR="00FB5721" w:rsidRPr="00C827A4" w:rsidRDefault="00FB5721">
      <w:pPr>
        <w:pStyle w:val="B1"/>
      </w:pPr>
      <w:r w:rsidRPr="00C827A4">
        <w:t>CRRN2: The applet is not triggered by the EVENT_EVENT_DOWNLOAD_</w:t>
      </w:r>
      <w:r w:rsidRPr="00C827A4">
        <w:rPr>
          <w:iCs/>
        </w:rPr>
        <w:t>ACCESS_TECHNOLOGY_CHANGE</w:t>
      </w:r>
      <w:r w:rsidRPr="00C827A4">
        <w:t xml:space="preserve"> once it has deregistered from this event.</w:t>
      </w:r>
    </w:p>
    <w:p w:rsidR="00FB5721" w:rsidRPr="00C827A4" w:rsidRDefault="00FB5721">
      <w:pPr>
        <w:pStyle w:val="H6"/>
      </w:pPr>
      <w:r w:rsidRPr="00C827A4">
        <w:t>5.5.3.21.1.2</w:t>
      </w:r>
      <w:r w:rsidRPr="00C827A4">
        <w:tab/>
        <w:t>Parameter errors</w:t>
      </w:r>
    </w:p>
    <w:p w:rsidR="00FB5721" w:rsidRPr="00C827A4" w:rsidRDefault="00FB5721">
      <w:r w:rsidRPr="00C827A4">
        <w:t>No requirements.</w:t>
      </w:r>
    </w:p>
    <w:p w:rsidR="00FB5721" w:rsidRPr="00C827A4" w:rsidRDefault="00FB5721">
      <w:pPr>
        <w:pStyle w:val="H6"/>
      </w:pPr>
      <w:r w:rsidRPr="00C827A4">
        <w:t>5.5.3.21.1.3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5.5.3.21.2</w:t>
      </w:r>
      <w:r w:rsidRPr="00C827A4">
        <w:tab/>
        <w:t>Test area files</w:t>
      </w:r>
    </w:p>
    <w:p w:rsidR="00FB5721" w:rsidRPr="00C827A4" w:rsidRDefault="00FB5721" w:rsidP="009D6D22">
      <w:pPr>
        <w:pStyle w:val="EX"/>
      </w:pPr>
      <w:r w:rsidRPr="00C827A4">
        <w:t xml:space="preserve">Test Source: </w:t>
      </w:r>
      <w:r w:rsidRPr="00C827A4">
        <w:tab/>
        <w:t>Test_Cre_Apt_Edat.java</w:t>
      </w:r>
      <w:r w:rsidR="009D6D22" w:rsidRPr="00C827A4">
        <w:t>.</w:t>
      </w:r>
    </w:p>
    <w:p w:rsidR="00FB5721" w:rsidRPr="00C827A4" w:rsidRDefault="00FB5721" w:rsidP="009D6D22">
      <w:pPr>
        <w:pStyle w:val="EX"/>
      </w:pPr>
      <w:r w:rsidRPr="00C827A4">
        <w:t xml:space="preserve">Test Applet: </w:t>
      </w:r>
      <w:r w:rsidRPr="00C827A4">
        <w:tab/>
        <w:t>Cre_Apt_Edat_1.java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re_apt_edat.cap</w:t>
      </w:r>
      <w:r w:rsidR="009D6D22" w:rsidRPr="00C827A4">
        <w:t>.</w:t>
      </w:r>
    </w:p>
    <w:p w:rsidR="00FB5721" w:rsidRPr="00C827A4" w:rsidRDefault="00FB5721" w:rsidP="009D6D22">
      <w:pPr>
        <w:pStyle w:val="Heading5"/>
      </w:pPr>
      <w:r w:rsidRPr="00C827A4">
        <w:t>5.5.3.21.3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5.5.3.21.4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rsidTr="001F17EA">
        <w:trPr>
          <w:jc w:val="center"/>
        </w:trPr>
        <w:tc>
          <w:tcPr>
            <w:tcW w:w="425" w:type="dxa"/>
            <w:tcBorders>
              <w:left w:val="single" w:sz="4" w:space="0" w:color="auto"/>
              <w:bottom w:val="single" w:sz="4" w:space="0" w:color="auto"/>
            </w:tcBorders>
          </w:tcPr>
          <w:p w:rsidR="00FB5721" w:rsidRPr="00C827A4" w:rsidRDefault="00FB5721">
            <w:pPr>
              <w:pStyle w:val="TAC"/>
              <w:keepNext w:val="0"/>
              <w:keepLines w:val="0"/>
            </w:pPr>
            <w:r w:rsidRPr="00C827A4">
              <w:t>1</w:t>
            </w:r>
          </w:p>
        </w:tc>
        <w:tc>
          <w:tcPr>
            <w:tcW w:w="4111" w:type="dxa"/>
            <w:tcBorders>
              <w:bottom w:val="single" w:sz="4" w:space="0" w:color="auto"/>
            </w:tcBorders>
          </w:tcPr>
          <w:p w:rsidR="00FB5721" w:rsidRPr="00C827A4" w:rsidRDefault="00FB5721">
            <w:pPr>
              <w:pStyle w:val="TAH"/>
              <w:keepNext w:val="0"/>
              <w:keepLines w:val="0"/>
            </w:pPr>
            <w:r w:rsidRPr="00C827A4">
              <w:t>Applet registration to EVENT_EVENT_DOWNLOAD</w:t>
            </w:r>
            <w:r w:rsidRPr="00C827A4">
              <w:br/>
              <w:t>ACCESS_TECHNOLOGY_CHANGE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EVENT_EVENT_DOWNLOAD_ACCESS_TECHNOLOGY_CHANGE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Event= </w:t>
            </w:r>
          </w:p>
          <w:p w:rsidR="00FB5721" w:rsidRPr="00C827A4" w:rsidRDefault="00FB5721">
            <w:pPr>
              <w:pStyle w:val="PL"/>
              <w:rPr>
                <w:noProof w:val="0"/>
              </w:rPr>
            </w:pPr>
            <w:r w:rsidRPr="00C827A4">
              <w:rPr>
                <w:noProof w:val="0"/>
              </w:rPr>
              <w:t>EVENT_EVENT_DOWNLOAD_ACCESS_TECHNOLOGY_CHANGE</w:t>
            </w:r>
          </w:p>
          <w:p w:rsidR="00FB5721" w:rsidRPr="00C827A4" w:rsidRDefault="00FB5721">
            <w:pPr>
              <w:pStyle w:val="PL"/>
              <w:rPr>
                <w:noProof w:val="0"/>
              </w:rPr>
            </w:pPr>
          </w:p>
          <w:p w:rsidR="00FB5721" w:rsidRPr="00C827A4" w:rsidRDefault="00FB5721">
            <w:pPr>
              <w:pStyle w:val="PL"/>
              <w:rPr>
                <w:noProof w:val="0"/>
              </w:rPr>
            </w:pPr>
            <w:r w:rsidRPr="00C827A4">
              <w:rPr>
                <w:noProof w:val="0"/>
              </w:rPr>
              <w:t>1- 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EVENT_EVENT_DOWNLOAD_ACCESS_TECHNOLOGY_CHANGE is sent to the UICC</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9D6D22">
            <w:pPr>
              <w:pStyle w:val="TAC"/>
            </w:pPr>
            <w:r w:rsidRPr="00C827A4">
              <w:lastRenderedPageBreak/>
              <w:t>2</w:t>
            </w:r>
          </w:p>
        </w:tc>
        <w:tc>
          <w:tcPr>
            <w:tcW w:w="4111" w:type="dxa"/>
            <w:tcBorders>
              <w:top w:val="single" w:sz="4" w:space="0" w:color="auto"/>
              <w:bottom w:val="single" w:sz="4" w:space="0" w:color="auto"/>
            </w:tcBorders>
          </w:tcPr>
          <w:p w:rsidR="00FB5721" w:rsidRPr="00C827A4" w:rsidRDefault="00FB5721" w:rsidP="009D6D22">
            <w:pPr>
              <w:pStyle w:val="TAH"/>
            </w:pPr>
            <w:r w:rsidRPr="00C827A4">
              <w:t>Applet deregistration</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Event= EVENT_EVENT_DOWNLOAD_ACCESS_TECHNOLOGY_CHANGE</w:t>
            </w:r>
          </w:p>
          <w:p w:rsidR="00FB5721" w:rsidRPr="00C827A4" w:rsidRDefault="00FB5721" w:rsidP="009D6D22">
            <w:pPr>
              <w:pStyle w:val="PL"/>
              <w:keepNext/>
              <w:keepLines/>
              <w:rPr>
                <w:noProof w:val="0"/>
              </w:rPr>
            </w:pPr>
            <w:r w:rsidRPr="00C827A4">
              <w:rPr>
                <w:noProof w:val="0"/>
              </w:rPr>
              <w:t>ToolkitRegistry.clearEvent()method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1- An Envelope  EVENT_EVENT_DOWNLOAD_ACCESS_TECHNOLOGY_CHANGE is sent to the UICC</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2- An Envelope menu selection is sent to the UICC</w:t>
            </w:r>
          </w:p>
          <w:p w:rsidR="00FB5721" w:rsidRPr="00C827A4" w:rsidRDefault="00FB5721" w:rsidP="009D6D22">
            <w:pPr>
              <w:pStyle w:val="PL"/>
              <w:keepNext/>
              <w:keepLines/>
              <w:rPr>
                <w:noProof w:val="0"/>
              </w:rPr>
            </w:pPr>
          </w:p>
          <w:p w:rsidR="00FB5721" w:rsidRPr="00C827A4" w:rsidRDefault="00FB5721" w:rsidP="009D6D22">
            <w:pPr>
              <w:pStyle w:val="PL"/>
              <w:keepNext/>
              <w:keepLines/>
              <w:rPr>
                <w:noProof w:val="0"/>
              </w:rPr>
            </w:pPr>
            <w:r w:rsidRPr="00C827A4">
              <w:rPr>
                <w:noProof w:val="0"/>
              </w:rPr>
              <w:t>Event= EVENT_EVENT_DOWNLOAD_ACCESS_TECHNOLOGY_CHANGE</w:t>
            </w:r>
          </w:p>
          <w:p w:rsidR="00FB5721" w:rsidRPr="00C827A4" w:rsidRDefault="00FB5721" w:rsidP="009D6D22">
            <w:pPr>
              <w:pStyle w:val="PL"/>
              <w:keepNext/>
              <w:keepLines/>
              <w:rPr>
                <w:noProof w:val="0"/>
              </w:rPr>
            </w:pPr>
            <w:r w:rsidRPr="00C827A4">
              <w:rPr>
                <w:noProof w:val="0"/>
              </w:rPr>
              <w:t>ToolkitRegistry.setEvent() method is called</w:t>
            </w:r>
          </w:p>
          <w:p w:rsidR="00FB5721" w:rsidRPr="00C827A4" w:rsidRDefault="00FB5721" w:rsidP="009D6D22">
            <w:pPr>
              <w:pStyle w:val="PL"/>
              <w:keepNext/>
              <w:keepLines/>
              <w:rPr>
                <w:noProof w:val="0"/>
              </w:rPr>
            </w:pPr>
          </w:p>
          <w:p w:rsidR="00FB5721" w:rsidRPr="00C827A4" w:rsidRDefault="00FB5721" w:rsidP="009D6D22">
            <w:pPr>
              <w:pStyle w:val="PL"/>
              <w:keepNext/>
              <w:keepLines/>
              <w:rPr>
                <w:b/>
                <w:noProof w:val="0"/>
              </w:rPr>
            </w:pPr>
            <w:r w:rsidRPr="00C827A4">
              <w:rPr>
                <w:noProof w:val="0"/>
              </w:rPr>
              <w:t>3- An Envelope  EVENT_EVENT_DOWNLOAD_ACCESS_TECHNOLOGY_CHANGE is sent to the UICC</w:t>
            </w:r>
          </w:p>
        </w:tc>
        <w:tc>
          <w:tcPr>
            <w:tcW w:w="2911" w:type="dxa"/>
            <w:tcBorders>
              <w:top w:val="single" w:sz="4" w:space="0" w:color="auto"/>
              <w:bottom w:val="single" w:sz="4" w:space="0" w:color="auto"/>
            </w:tcBorders>
          </w:tcPr>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1- Applet is not triggered</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2- Applet is triggered</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r w:rsidRPr="00C827A4">
              <w:t>3- Applet is triggered</w:t>
            </w:r>
          </w:p>
          <w:p w:rsidR="00FB5721" w:rsidRPr="00C827A4" w:rsidRDefault="00FB5721" w:rsidP="009D6D22">
            <w:pPr>
              <w:pStyle w:val="TAL"/>
            </w:pPr>
          </w:p>
          <w:p w:rsidR="00FB5721" w:rsidRPr="00C827A4" w:rsidRDefault="00FB5721" w:rsidP="009D6D22">
            <w:pPr>
              <w:pStyle w:val="TAL"/>
            </w:pPr>
          </w:p>
          <w:p w:rsidR="00FB5721" w:rsidRPr="00C827A4" w:rsidRDefault="00FB5721" w:rsidP="009D6D22">
            <w:pPr>
              <w:pStyle w:val="TAL"/>
            </w:pPr>
          </w:p>
        </w:tc>
        <w:tc>
          <w:tcPr>
            <w:tcW w:w="2334" w:type="dxa"/>
            <w:tcBorders>
              <w:top w:val="single" w:sz="4" w:space="0" w:color="auto"/>
              <w:bottom w:val="single" w:sz="4" w:space="0" w:color="auto"/>
            </w:tcBorders>
          </w:tcPr>
          <w:p w:rsidR="00FB5721" w:rsidRPr="00C827A4" w:rsidRDefault="00FB5721" w:rsidP="009D6D22">
            <w:pPr>
              <w:pStyle w:val="textcell"/>
              <w:keepNext/>
              <w:keepLines/>
              <w:rPr>
                <w:rFonts w:ascii="Arial" w:hAnsi="Arial"/>
                <w:sz w:val="18"/>
                <w:lang w:val="en-GB"/>
              </w:rPr>
            </w:pPr>
          </w:p>
        </w:tc>
      </w:tr>
    </w:tbl>
    <w:p w:rsidR="00FB5721" w:rsidRPr="00C827A4" w:rsidRDefault="00FB5721"/>
    <w:p w:rsidR="00FB5721" w:rsidRPr="00C827A4" w:rsidRDefault="00FB5721">
      <w:pPr>
        <w:pStyle w:val="Heading4"/>
      </w:pPr>
      <w:r w:rsidRPr="00C827A4">
        <w:t>5.5.3.22</w:t>
      </w:r>
      <w:r w:rsidRPr="00C827A4">
        <w:tab/>
        <w:t>EVENT_EVENT_DOWNLOAD_DISPLAY_PARAMETERS_CHANGED</w:t>
      </w:r>
    </w:p>
    <w:p w:rsidR="00FB5721" w:rsidRPr="00C827A4" w:rsidRDefault="00FB5721">
      <w:r w:rsidRPr="00C827A4">
        <w:t>Test Area Reference: Cre_Apt_Eddp</w:t>
      </w:r>
      <w:r w:rsidR="009D6D22" w:rsidRPr="00C827A4">
        <w:t>.</w:t>
      </w:r>
    </w:p>
    <w:p w:rsidR="00FB5721" w:rsidRPr="00C827A4" w:rsidRDefault="00FB5721" w:rsidP="009D6D22">
      <w:pPr>
        <w:pStyle w:val="Heading5"/>
      </w:pPr>
      <w:r w:rsidRPr="00C827A4">
        <w:t>5.5.3.22.1</w:t>
      </w:r>
      <w:r w:rsidRPr="00C827A4">
        <w:tab/>
        <w:t>Conformance requirement</w:t>
      </w:r>
    </w:p>
    <w:p w:rsidR="00FB5721" w:rsidRPr="00C827A4" w:rsidRDefault="00FB5721">
      <w:pPr>
        <w:pStyle w:val="H6"/>
      </w:pPr>
      <w:r w:rsidRPr="00C827A4">
        <w:t>5.5.3.22.1.1</w:t>
      </w:r>
      <w:r w:rsidRPr="00C827A4">
        <w:tab/>
        <w:t>Normal execution</w:t>
      </w:r>
    </w:p>
    <w:p w:rsidR="00FB5721" w:rsidRPr="00C827A4" w:rsidRDefault="00FB5721">
      <w:pPr>
        <w:pStyle w:val="B1"/>
      </w:pPr>
      <w:r w:rsidRPr="00C827A4">
        <w:t>CRRN1: The applet is triggered by the EVENT_EVENT_DOWNLOAD_DISPLAY_PARAMETERS_CHANGED once it has registered to this event and an Envelope Event DownLoad Display Parameters Changed is received.</w:t>
      </w:r>
    </w:p>
    <w:p w:rsidR="00FB5721" w:rsidRPr="00C827A4" w:rsidRDefault="00FB5721">
      <w:pPr>
        <w:pStyle w:val="B1"/>
      </w:pPr>
      <w:r w:rsidRPr="00C827A4">
        <w:t>CRRN2: The applet is not triggered by the EVENT_EVENT_DOWNLOAD_DISPLAY_PARAMETERS_CHANGED once it has deregistered from this event.</w:t>
      </w:r>
    </w:p>
    <w:p w:rsidR="00FB5721" w:rsidRPr="00C827A4" w:rsidRDefault="00FB5721">
      <w:pPr>
        <w:pStyle w:val="H6"/>
      </w:pPr>
      <w:r w:rsidRPr="00C827A4">
        <w:t>5.5.3.22.1.2</w:t>
      </w:r>
      <w:r w:rsidRPr="00C827A4">
        <w:tab/>
        <w:t>Parameter errors</w:t>
      </w:r>
    </w:p>
    <w:p w:rsidR="00FB5721" w:rsidRPr="00C827A4" w:rsidRDefault="00FB5721">
      <w:r w:rsidRPr="00C827A4">
        <w:t>No requirements.</w:t>
      </w:r>
    </w:p>
    <w:p w:rsidR="00FB5721" w:rsidRPr="00C827A4" w:rsidRDefault="00FB5721">
      <w:pPr>
        <w:pStyle w:val="H6"/>
      </w:pPr>
      <w:r w:rsidRPr="00C827A4">
        <w:t>5.5.3.22.1.3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5.5.3.22.2</w:t>
      </w:r>
      <w:r w:rsidRPr="00C827A4">
        <w:tab/>
        <w:t>Test area files</w:t>
      </w:r>
    </w:p>
    <w:p w:rsidR="00FB5721" w:rsidRPr="00C827A4" w:rsidRDefault="00FB5721" w:rsidP="009D6D22">
      <w:pPr>
        <w:pStyle w:val="EX"/>
      </w:pPr>
      <w:r w:rsidRPr="00C827A4">
        <w:t xml:space="preserve">Test Source: </w:t>
      </w:r>
      <w:r w:rsidRPr="00C827A4">
        <w:tab/>
        <w:t>Test_Cre_Apt_Eddp.java</w:t>
      </w:r>
      <w:r w:rsidR="009D6D22" w:rsidRPr="00C827A4">
        <w:t>.</w:t>
      </w:r>
    </w:p>
    <w:p w:rsidR="00FB5721" w:rsidRPr="00C827A4" w:rsidRDefault="00FB5721" w:rsidP="009D6D22">
      <w:pPr>
        <w:pStyle w:val="EX"/>
      </w:pPr>
      <w:r w:rsidRPr="00C827A4">
        <w:t xml:space="preserve">Test Applet: </w:t>
      </w:r>
      <w:r w:rsidRPr="00C827A4">
        <w:tab/>
        <w:t>Cre_Apt_Eddp_1.java</w:t>
      </w:r>
      <w:r w:rsidR="009D6D22" w:rsidRPr="00C827A4">
        <w:t>.</w:t>
      </w:r>
    </w:p>
    <w:p w:rsidR="00FB5721" w:rsidRPr="00C827A4" w:rsidRDefault="003772E9" w:rsidP="009D6D22">
      <w:pPr>
        <w:pStyle w:val="EX"/>
      </w:pPr>
      <w:r w:rsidRPr="00C827A4">
        <w:t>Cap File:</w:t>
      </w:r>
      <w:r w:rsidRPr="00C827A4">
        <w:tab/>
        <w:t>C</w:t>
      </w:r>
      <w:r w:rsidR="00FB5721" w:rsidRPr="00C827A4">
        <w:t>re_apt_eddp.cap</w:t>
      </w:r>
      <w:r w:rsidR="009D6D22" w:rsidRPr="00C827A4">
        <w:t>.</w:t>
      </w:r>
    </w:p>
    <w:p w:rsidR="00FB5721" w:rsidRPr="00C827A4" w:rsidRDefault="00FB5721" w:rsidP="009D6D22">
      <w:pPr>
        <w:pStyle w:val="Heading5"/>
      </w:pPr>
      <w:r w:rsidRPr="00C827A4">
        <w:t>5.5.3.22.3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rsidP="009D6D22"/>
    <w:p w:rsidR="00FB5721" w:rsidRPr="00C827A4" w:rsidRDefault="00FB5721" w:rsidP="009D6D22">
      <w:pPr>
        <w:pStyle w:val="Heading5"/>
      </w:pPr>
      <w:r w:rsidRPr="00C827A4">
        <w:lastRenderedPageBreak/>
        <w:t>5.5.3.22.4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Borders>
              <w:bottom w:val="nil"/>
            </w:tcBorders>
          </w:tcPr>
          <w:p w:rsidR="00FB5721" w:rsidRPr="00C827A4" w:rsidRDefault="00FB5721">
            <w:pPr>
              <w:pStyle w:val="TAH"/>
              <w:keepNext w:val="0"/>
              <w:keepLines w:val="0"/>
            </w:pPr>
            <w:r w:rsidRPr="00C827A4">
              <w:t>Applet registration to EVENT_EVENT_DOWNLOAD</w:t>
            </w:r>
            <w:r w:rsidRPr="00C827A4">
              <w:br/>
              <w:t>DISPLAY_PARAMETERS_CHANGED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EVENT_EVENT_DOWNLOAD_DISPLAY_PARAMETERS_CHANGED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Event= </w:t>
            </w:r>
          </w:p>
          <w:p w:rsidR="00FB5721" w:rsidRPr="00C827A4" w:rsidRDefault="00FB5721">
            <w:pPr>
              <w:pStyle w:val="PL"/>
              <w:rPr>
                <w:noProof w:val="0"/>
              </w:rPr>
            </w:pPr>
            <w:r w:rsidRPr="00C827A4">
              <w:rPr>
                <w:noProof w:val="0"/>
              </w:rPr>
              <w:t>EVENT_EVENT_DOWNLOAD_DISPLAY_PARAMETERS_CHANGED</w:t>
            </w:r>
          </w:p>
          <w:p w:rsidR="00FB5721" w:rsidRPr="00C827A4" w:rsidRDefault="00FB5721">
            <w:pPr>
              <w:pStyle w:val="PL"/>
              <w:rPr>
                <w:noProof w:val="0"/>
              </w:rPr>
            </w:pPr>
          </w:p>
          <w:p w:rsidR="00FB5721" w:rsidRPr="00C827A4" w:rsidRDefault="00FB5721">
            <w:pPr>
              <w:pStyle w:val="PL"/>
              <w:rPr>
                <w:noProof w:val="0"/>
              </w:rPr>
            </w:pPr>
            <w:r w:rsidRPr="00C827A4">
              <w:rPr>
                <w:noProof w:val="0"/>
              </w:rPr>
              <w:t>1- 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EVENT_EVENT_DOWNLOAD_DISPLAY_PARAMETERS_CHANGED is sent to the UICC</w:t>
            </w:r>
          </w:p>
        </w:tc>
        <w:tc>
          <w:tcPr>
            <w:tcW w:w="2911" w:type="dxa"/>
            <w:tcBorders>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EVENT_EVENT_DOWNLOAD_DISPLAY_PARAMETERS_CHANGED</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EVENT_EVENT_DOWNLOAD_DISPLAY_PARAMETERS_CHANGED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EVENT_EVENT_DOWNLOAD_DISPLAY_PARAMETERS_CHANGED</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b/>
                <w:noProof w:val="0"/>
              </w:rPr>
            </w:pPr>
            <w:r w:rsidRPr="00C827A4">
              <w:rPr>
                <w:noProof w:val="0"/>
              </w:rPr>
              <w:t>3- An Envelope  EVENT_EVENT_DOWNLOAD_DISPLAY_PARAMETERS_CHANGED is sent to the UICC</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3- Applet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pPr>
        <w:pStyle w:val="Heading4"/>
      </w:pPr>
      <w:r w:rsidRPr="00C827A4">
        <w:t>5.5.3.23</w:t>
      </w:r>
      <w:r w:rsidRPr="00C827A4">
        <w:tab/>
        <w:t>EVENT_EVENT_DOWNLOAD_</w:t>
      </w:r>
      <w:r w:rsidRPr="00C827A4">
        <w:rPr>
          <w:iCs/>
        </w:rPr>
        <w:t>LOCAL_CONNECTION</w:t>
      </w:r>
    </w:p>
    <w:p w:rsidR="00FB5721" w:rsidRPr="00C827A4" w:rsidRDefault="00FB5721">
      <w:r w:rsidRPr="00C827A4">
        <w:t>Test Area Reference: Cre_Apt_Edlc</w:t>
      </w:r>
      <w:r w:rsidR="009D6D22" w:rsidRPr="00C827A4">
        <w:t>.</w:t>
      </w:r>
    </w:p>
    <w:p w:rsidR="00FB5721" w:rsidRPr="00C827A4" w:rsidRDefault="00FB5721" w:rsidP="009D6D22">
      <w:pPr>
        <w:pStyle w:val="Heading5"/>
      </w:pPr>
      <w:r w:rsidRPr="00C827A4">
        <w:t>5.5.3.23.1</w:t>
      </w:r>
      <w:r w:rsidRPr="00C827A4">
        <w:tab/>
        <w:t>Conformance requirement</w:t>
      </w:r>
    </w:p>
    <w:p w:rsidR="00FB5721" w:rsidRPr="00C827A4" w:rsidRDefault="00FB5721">
      <w:pPr>
        <w:pStyle w:val="H6"/>
      </w:pPr>
      <w:r w:rsidRPr="00C827A4">
        <w:t>5.5.3.23.1.1</w:t>
      </w:r>
      <w:r w:rsidRPr="00C827A4">
        <w:tab/>
        <w:t>Normal execution</w:t>
      </w:r>
    </w:p>
    <w:p w:rsidR="00FB5721" w:rsidRPr="00C827A4" w:rsidRDefault="00FB5721">
      <w:pPr>
        <w:pStyle w:val="B1"/>
      </w:pPr>
      <w:r w:rsidRPr="00C827A4">
        <w:t>CRRN1: For EVENT_EVENT_DOWNLOAD_</w:t>
      </w:r>
      <w:r w:rsidRPr="00C827A4">
        <w:rPr>
          <w:iCs/>
        </w:rPr>
        <w:t>LOCAL_CONNECTION</w:t>
      </w:r>
      <w:r w:rsidRPr="00C827A4">
        <w:t>, the framework shall only trigger the applet registered to this event with the associated service identifier.</w:t>
      </w:r>
    </w:p>
    <w:p w:rsidR="00FB5721" w:rsidRPr="00C827A4" w:rsidRDefault="00FB5721">
      <w:pPr>
        <w:pStyle w:val="B1"/>
      </w:pPr>
      <w:r w:rsidRPr="00C827A4">
        <w:t>CRRN2: The registration to the EVENT_EVENT_DOWNLOAD_</w:t>
      </w:r>
      <w:r w:rsidRPr="00C827A4">
        <w:rPr>
          <w:iCs/>
        </w:rPr>
        <w:t>LOCAL_CONNECTION</w:t>
      </w:r>
      <w:r w:rsidRPr="00C827A4">
        <w:t xml:space="preserve"> is effective once the toolkit applet has issued a successful DECLARE SERVICE (add)  proactive command, and valid till the first successful DECLARE SERVICE (delete) with the corresponding service identifier or the end of the card session.</w:t>
      </w:r>
    </w:p>
    <w:p w:rsidR="00FB5721" w:rsidRPr="00C827A4" w:rsidRDefault="00FB5721">
      <w:pPr>
        <w:pStyle w:val="H6"/>
      </w:pPr>
      <w:r w:rsidRPr="00C827A4">
        <w:t>5.5.3.23.1.2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5.5.3.23.1.3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5.5.3.23.2</w:t>
      </w:r>
      <w:r w:rsidRPr="00C827A4">
        <w:tab/>
        <w:t>Test area files</w:t>
      </w:r>
    </w:p>
    <w:p w:rsidR="00FB5721" w:rsidRPr="00C827A4" w:rsidRDefault="00FB5721" w:rsidP="009D6D22">
      <w:pPr>
        <w:pStyle w:val="EX"/>
      </w:pPr>
      <w:r w:rsidRPr="00C827A4">
        <w:t xml:space="preserve">Test </w:t>
      </w:r>
      <w:r w:rsidR="009D6D22" w:rsidRPr="00C827A4">
        <w:t xml:space="preserve">Source: </w:t>
      </w:r>
      <w:r w:rsidR="009D6D22" w:rsidRPr="00C827A4">
        <w:tab/>
        <w:t>Test_Cre_Apt_Edlc.java.</w:t>
      </w:r>
    </w:p>
    <w:p w:rsidR="00FB5721" w:rsidRPr="00C827A4" w:rsidRDefault="00FB5721" w:rsidP="009D6D22">
      <w:pPr>
        <w:pStyle w:val="EX"/>
      </w:pPr>
      <w:r w:rsidRPr="00C827A4">
        <w:t xml:space="preserve">Test Applet: </w:t>
      </w:r>
      <w:r w:rsidRPr="00C827A4">
        <w:tab/>
        <w:t>Cre_Apt_Edlc_1.java</w:t>
      </w:r>
      <w:r w:rsidR="009D6D22" w:rsidRPr="00C827A4">
        <w:t>.</w:t>
      </w:r>
    </w:p>
    <w:p w:rsidR="00FB5721" w:rsidRPr="00C827A4" w:rsidRDefault="003772E9" w:rsidP="009D6D22">
      <w:pPr>
        <w:pStyle w:val="EX"/>
      </w:pPr>
      <w:r w:rsidRPr="00C827A4">
        <w:t>Cap File:</w:t>
      </w:r>
      <w:r w:rsidRPr="00C827A4">
        <w:tab/>
        <w:t>C</w:t>
      </w:r>
      <w:r w:rsidR="00FB5721" w:rsidRPr="00C827A4">
        <w:t>re_apt_edlc.cap</w:t>
      </w:r>
      <w:r w:rsidR="009D6D22" w:rsidRPr="00C827A4">
        <w:t>.</w:t>
      </w:r>
    </w:p>
    <w:p w:rsidR="00FB5721" w:rsidRPr="00C827A4" w:rsidRDefault="00FB5721" w:rsidP="009D6D22">
      <w:pPr>
        <w:pStyle w:val="Heading5"/>
      </w:pPr>
      <w:r w:rsidRPr="00C827A4">
        <w:t>5.5.3.23.3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3, 4, 5</w:t>
            </w:r>
          </w:p>
        </w:tc>
      </w:tr>
    </w:tbl>
    <w:p w:rsidR="00FB5721" w:rsidRPr="00C827A4" w:rsidRDefault="00FB5721" w:rsidP="009D6D22"/>
    <w:p w:rsidR="00FB5721" w:rsidRPr="00C827A4" w:rsidRDefault="00FB5721" w:rsidP="001F17EA">
      <w:pPr>
        <w:pStyle w:val="Heading5"/>
        <w:pageBreakBefore/>
      </w:pPr>
      <w:r w:rsidRPr="00C827A4">
        <w:lastRenderedPageBreak/>
        <w:t>5.5.3.23.4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rsidTr="009B395F">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C"/>
              <w:keepNext w:val="0"/>
              <w:keepLines w:val="0"/>
            </w:pPr>
            <w:r w:rsidRPr="00C827A4">
              <w:t>1</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H"/>
              <w:keepNext w:val="0"/>
              <w:keepLines w:val="0"/>
            </w:pPr>
            <w:r w:rsidRPr="00C827A4">
              <w:t>Applet registration to EVENT_EVENT_DOWNLOAD</w:t>
            </w:r>
            <w:r w:rsidRPr="00C827A4">
              <w:br/>
              <w:t xml:space="preserve">LOCAL_CONNECTION </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EVENT_EVENT_DOWNLOAD_LOCAL_CONNECTION using the allocateServiceIdentifier() method and to EVENT_MENU_SELECTION using the initMenuEntry() method.</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Event= </w:t>
            </w:r>
          </w:p>
          <w:p w:rsidR="00FB5721" w:rsidRPr="00C827A4" w:rsidRDefault="00FB5721">
            <w:pPr>
              <w:pStyle w:val="PL"/>
              <w:rPr>
                <w:noProof w:val="0"/>
              </w:rPr>
            </w:pPr>
            <w:r w:rsidRPr="00C827A4">
              <w:rPr>
                <w:noProof w:val="0"/>
              </w:rPr>
              <w:t>EVENT_EVENT_DOWNLOAD_LOCAL_CONNECTION</w:t>
            </w:r>
          </w:p>
          <w:p w:rsidR="00FB5721" w:rsidRPr="00C827A4" w:rsidRDefault="00FB5721">
            <w:pPr>
              <w:pStyle w:val="PL"/>
              <w:rPr>
                <w:noProof w:val="0"/>
              </w:rPr>
            </w:pPr>
          </w:p>
          <w:p w:rsidR="00FB5721" w:rsidRPr="00C827A4" w:rsidRDefault="00FB5721">
            <w:pPr>
              <w:pStyle w:val="PL"/>
              <w:rPr>
                <w:noProof w:val="0"/>
              </w:rPr>
            </w:pPr>
            <w:r w:rsidRPr="00C827A4">
              <w:rPr>
                <w:noProof w:val="0"/>
              </w:rPr>
              <w:t>2- 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EVENT_EVENT_DOWNLOAD_LOCAL_CONNECTION is sent to the UICC with the service identifier of Applet</w:t>
            </w:r>
          </w:p>
          <w:p w:rsidR="00FB5721" w:rsidRPr="00C827A4" w:rsidRDefault="00FB5721">
            <w:pPr>
              <w:pStyle w:val="PL"/>
              <w:rPr>
                <w:noProof w:val="0"/>
              </w:rPr>
            </w:pPr>
          </w:p>
          <w:p w:rsidR="00FB5721" w:rsidRPr="00C827A4" w:rsidRDefault="00FB5721">
            <w:pPr>
              <w:pStyle w:val="PL"/>
              <w:rPr>
                <w:noProof w:val="0"/>
              </w:rPr>
            </w:pPr>
            <w:r w:rsidRPr="00C827A4">
              <w:rPr>
                <w:noProof w:val="0"/>
              </w:rPr>
              <w:t>4-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5- Applet builds and sends a DECLARE SERVICE (add) proactive command with its service ID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6- An Envelope EVENT_EVENT_DOWNLOAD_LOCAL_CONNECTION is sent to the UICC with the service identifier of Applet</w:t>
            </w:r>
          </w:p>
          <w:p w:rsidR="00FB5721" w:rsidRPr="00C827A4" w:rsidRDefault="00FB5721">
            <w:pPr>
              <w:pStyle w:val="PL"/>
              <w:rPr>
                <w:noProof w:val="0"/>
              </w:rPr>
            </w:pPr>
          </w:p>
          <w:p w:rsidR="00FB5721" w:rsidRPr="00C827A4" w:rsidRDefault="00FB5721">
            <w:pPr>
              <w:pStyle w:val="PL"/>
              <w:rPr>
                <w:noProof w:val="0"/>
              </w:rPr>
            </w:pPr>
            <w:r w:rsidRPr="00C827A4">
              <w:rPr>
                <w:noProof w:val="0"/>
              </w:rPr>
              <w:t>7- 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8- Applet builds and sends a DECLARE SERVICE (add) proactive command with its service ID to register to this event.</w:t>
            </w:r>
          </w:p>
          <w:p w:rsidR="00FB5721" w:rsidRPr="00C827A4" w:rsidRDefault="00FB5721">
            <w:pPr>
              <w:pStyle w:val="TAL"/>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Method returns  true</w:t>
            </w:r>
          </w:p>
          <w:p w:rsidR="00FB5721" w:rsidRPr="00C827A4" w:rsidRDefault="00FB5721">
            <w:pPr>
              <w:pStyle w:val="TAL"/>
              <w:keepNext w:val="0"/>
              <w:keepLines w:val="0"/>
            </w:pPr>
          </w:p>
          <w:p w:rsidR="00FB5721" w:rsidRPr="00C827A4" w:rsidRDefault="00FB5721">
            <w:pPr>
              <w:pStyle w:val="TAL"/>
              <w:keepNext w:val="0"/>
              <w:keepLines w:val="0"/>
            </w:pPr>
            <w:r w:rsidRPr="00C827A4">
              <w:t>3-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4- Applet is triggered by the envelope menu selection</w:t>
            </w:r>
          </w:p>
          <w:p w:rsidR="00FB5721" w:rsidRPr="00C827A4" w:rsidRDefault="00FB5721">
            <w:pPr>
              <w:pStyle w:val="TAL"/>
              <w:keepNext w:val="0"/>
              <w:keepLines w:val="0"/>
            </w:pPr>
          </w:p>
          <w:p w:rsidR="00FB5721" w:rsidRPr="00C827A4" w:rsidRDefault="00FB5721">
            <w:pPr>
              <w:pStyle w:val="TAL"/>
              <w:keepNext w:val="0"/>
              <w:keepLines w:val="0"/>
            </w:pPr>
            <w:r w:rsidRPr="00C827A4">
              <w:t>5- Applet finalizes</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6-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7- Applet is triggered by the envelope menu selection</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9- Applet finalizes</w:t>
            </w:r>
          </w:p>
        </w:tc>
        <w:tc>
          <w:tcPr>
            <w:tcW w:w="2334"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DECLARE SERVICE (add) proactive command is fetched</w:t>
            </w:r>
          </w:p>
          <w:p w:rsidR="00FB5721" w:rsidRPr="00C827A4" w:rsidRDefault="00FB5721">
            <w:pPr>
              <w:pStyle w:val="textcell"/>
              <w:jc w:val="left"/>
              <w:rPr>
                <w:rFonts w:ascii="Arial" w:hAnsi="Arial"/>
                <w:sz w:val="18"/>
                <w:lang w:val="en-GB"/>
              </w:rPr>
            </w:pPr>
            <w:r w:rsidRPr="00C827A4">
              <w:rPr>
                <w:rFonts w:ascii="Arial" w:hAnsi="Arial"/>
                <w:sz w:val="18"/>
                <w:lang w:val="en-GB"/>
              </w:rPr>
              <w:t>Unsuccessful TERMINAL RESPONSE is sent to the UICC with General Result = 0x20</w:t>
            </w: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8- DECLARE SERVICE proactive command is fetched</w:t>
            </w:r>
          </w:p>
          <w:p w:rsidR="00FB5721" w:rsidRPr="00C827A4" w:rsidRDefault="00FB5721">
            <w:pPr>
              <w:pStyle w:val="textcell"/>
              <w:jc w:val="left"/>
              <w:rPr>
                <w:rFonts w:ascii="Arial" w:hAnsi="Arial"/>
                <w:sz w:val="18"/>
                <w:lang w:val="en-GB"/>
              </w:rPr>
            </w:pPr>
            <w:r w:rsidRPr="00C827A4">
              <w:rPr>
                <w:rFonts w:ascii="Arial" w:hAnsi="Arial"/>
                <w:sz w:val="18"/>
                <w:lang w:val="en-GB"/>
              </w:rPr>
              <w:t>Successful TERMINAL RESPONSE is sent to the UICC with General Result = 0x00</w:t>
            </w:r>
          </w:p>
        </w:tc>
      </w:tr>
      <w:tr w:rsidR="00FB5721" w:rsidRPr="00C827A4" w:rsidTr="009B395F">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pPr>
            <w:r w:rsidRPr="00C827A4">
              <w:t>Applet triggering to EVENT_EVENT_DOWNLOAD</w:t>
            </w:r>
            <w:r w:rsidRPr="00C827A4">
              <w:br/>
              <w:t>LOCAL_CONNECTION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local connection is sent to the UICC</w:t>
            </w:r>
          </w:p>
          <w:p w:rsidR="00FB5721" w:rsidRPr="00C827A4" w:rsidRDefault="00FB5721">
            <w:pPr>
              <w:pStyle w:val="PL"/>
              <w:rPr>
                <w:noProof w:val="0"/>
              </w:rPr>
            </w:pPr>
            <w:r w:rsidRPr="00C827A4">
              <w:rPr>
                <w:noProof w:val="0"/>
              </w:rPr>
              <w:t>with the service identifier of the Applet</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t>1- Applet is triggered</w:t>
            </w:r>
          </w:p>
        </w:tc>
        <w:tc>
          <w:tcPr>
            <w:tcW w:w="2334" w:type="dxa"/>
            <w:tcBorders>
              <w:top w:val="single" w:sz="4" w:space="0" w:color="auto"/>
              <w:bottom w:val="single" w:sz="4" w:space="0" w:color="auto"/>
            </w:tcBorders>
          </w:tcPr>
          <w:p w:rsidR="00FB5721" w:rsidRPr="00C827A4" w:rsidRDefault="00FB5721">
            <w:pPr>
              <w:pStyle w:val="TAL"/>
            </w:pPr>
          </w:p>
        </w:tc>
      </w:tr>
      <w:tr w:rsidR="00FB5721" w:rsidRPr="00C827A4" w:rsidTr="009B395F">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keepNext w:val="0"/>
              <w:keepLines w:val="0"/>
              <w:pageBreakBefore/>
            </w:pPr>
            <w:r w:rsidRPr="00C827A4">
              <w:lastRenderedPageBreak/>
              <w:t>3</w:t>
            </w:r>
          </w:p>
        </w:tc>
        <w:tc>
          <w:tcPr>
            <w:tcW w:w="4111" w:type="dxa"/>
            <w:tcBorders>
              <w:top w:val="single" w:sz="4" w:space="0" w:color="auto"/>
              <w:bottom w:val="single" w:sz="4" w:space="0" w:color="auto"/>
            </w:tcBorders>
          </w:tcPr>
          <w:p w:rsidR="00FB5721" w:rsidRPr="00C827A4" w:rsidRDefault="00FB5721" w:rsidP="001F17EA">
            <w:pPr>
              <w:pStyle w:val="TAH"/>
              <w:keepNext w:val="0"/>
              <w:keepLines w:val="0"/>
              <w:pageBreakBefore/>
            </w:pPr>
            <w:r w:rsidRPr="00C827A4">
              <w:t>Applet deregistration to EVENT_EVENT_DOWNLOAD</w:t>
            </w:r>
            <w:r w:rsidRPr="00C827A4">
              <w:br/>
              <w:t>LOCAL_CONNECTION with proactive command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An Envelope menu selection is sent to the UICC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Applet initializes and sends a DECLARE SERVICE (delete) proactive command with the service identifier of Applet</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3- An envelope Event Download local connection is sent to the UICC</w:t>
            </w:r>
          </w:p>
          <w:p w:rsidR="00FB5721" w:rsidRPr="00C827A4" w:rsidRDefault="00FB5721" w:rsidP="001F17EA">
            <w:pPr>
              <w:pStyle w:val="PL"/>
              <w:pageBreakBefore/>
              <w:rPr>
                <w:noProof w:val="0"/>
              </w:rPr>
            </w:pPr>
            <w:r w:rsidRPr="00C827A4">
              <w:rPr>
                <w:noProof w:val="0"/>
              </w:rPr>
              <w:t xml:space="preserve">with the service identifier of the Applet </w:t>
            </w:r>
          </w:p>
          <w:p w:rsidR="00FB5721" w:rsidRPr="00C827A4" w:rsidRDefault="00FB5721" w:rsidP="001F17EA">
            <w:pPr>
              <w:pStyle w:val="PL"/>
              <w:pageBreakBefore/>
              <w:rPr>
                <w:noProof w:val="0"/>
              </w:rPr>
            </w:pPr>
          </w:p>
          <w:p w:rsidR="00FB5721" w:rsidRPr="00C827A4" w:rsidRDefault="00FB5721" w:rsidP="001F17EA">
            <w:pPr>
              <w:pStyle w:val="PL"/>
              <w:pageBreakBefore/>
              <w:rPr>
                <w:bCs/>
                <w:noProof w:val="0"/>
              </w:rPr>
            </w:pPr>
            <w:r w:rsidRPr="00C827A4">
              <w:rPr>
                <w:noProof w:val="0"/>
              </w:rPr>
              <w:t>4-Applet initializes and sends a DECLARE SERVICE (delete) proactive command with the service identifier of Applet</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Applet finalizes</w:t>
            </w:r>
          </w:p>
          <w:p w:rsidR="00FB5721" w:rsidRPr="00C827A4" w:rsidRDefault="00FB5721" w:rsidP="001F17EA">
            <w:pPr>
              <w:pStyle w:val="TAL"/>
              <w:pageBreakBefore/>
            </w:pPr>
          </w:p>
          <w:p w:rsidR="00FB5721" w:rsidRPr="00C827A4" w:rsidRDefault="00FB5721" w:rsidP="001F17EA">
            <w:pPr>
              <w:pStyle w:val="TAL"/>
              <w:pageBreakBefore/>
            </w:pPr>
            <w:r w:rsidRPr="00C827A4">
              <w:t>3- Applet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keepNext w:val="0"/>
              <w:keepLines w:val="0"/>
              <w:pageBreakBefore/>
            </w:pPr>
            <w:r w:rsidRPr="00C827A4">
              <w:t>5- Applet finalizes</w:t>
            </w:r>
          </w:p>
        </w:tc>
        <w:tc>
          <w:tcPr>
            <w:tcW w:w="2334" w:type="dxa"/>
            <w:tcBorders>
              <w:top w:val="single" w:sz="4" w:space="0" w:color="auto"/>
              <w:bottom w:val="single" w:sz="4" w:space="0" w:color="auto"/>
            </w:tcBorders>
          </w:tcPr>
          <w:p w:rsidR="00FB5721" w:rsidRPr="00C827A4" w:rsidRDefault="00FB5721" w:rsidP="001F17EA">
            <w:pPr>
              <w:pStyle w:val="textcell"/>
              <w:pageBreakBefore/>
              <w:rPr>
                <w:rFonts w:ascii="Arial" w:hAnsi="Arial"/>
                <w:sz w:val="18"/>
                <w:lang w:val="en-GB"/>
              </w:rPr>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2- DECLARE SERVICE (delete) proactive command is fetched</w:t>
            </w:r>
          </w:p>
          <w:p w:rsidR="00FB5721" w:rsidRPr="00C827A4" w:rsidRDefault="00FB5721" w:rsidP="001F17EA">
            <w:pPr>
              <w:pStyle w:val="TAL"/>
              <w:pageBreakBefore/>
            </w:pPr>
            <w:r w:rsidRPr="00C827A4">
              <w:t>Unsuccessful TERMINAL RESPONSE is sent to the UICC with General Result = 0X20</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DECLARE SERVICE (delete) proactive command is fetched</w:t>
            </w:r>
          </w:p>
          <w:p w:rsidR="00FB5721" w:rsidRPr="00C827A4" w:rsidRDefault="00FB5721" w:rsidP="001F17EA">
            <w:pPr>
              <w:pStyle w:val="TAL"/>
              <w:pageBreakBefore/>
            </w:pPr>
            <w:r w:rsidRPr="00C827A4">
              <w:t>Successful TERMINAL RESPONSE is sent to the UICC with General Result = 0X00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4</w:t>
            </w:r>
          </w:p>
        </w:tc>
        <w:tc>
          <w:tcPr>
            <w:tcW w:w="4111" w:type="dxa"/>
            <w:tcBorders>
              <w:top w:val="single" w:sz="4" w:space="0" w:color="auto"/>
              <w:bottom w:val="single" w:sz="4" w:space="0" w:color="auto"/>
            </w:tcBorders>
          </w:tcPr>
          <w:p w:rsidR="00FB5721" w:rsidRPr="00C827A4" w:rsidRDefault="00FB5721">
            <w:pPr>
              <w:pStyle w:val="TAH"/>
            </w:pPr>
            <w:r w:rsidRPr="00C827A4">
              <w:t>Applet triggering to EVENT_EVENT_DOWNLOAD</w:t>
            </w:r>
            <w:r w:rsidRPr="00C827A4">
              <w:br/>
              <w:t>LOCAL_CONNECTION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Event Download local connection is sent to the UICC</w:t>
            </w:r>
          </w:p>
          <w:p w:rsidR="00FB5721" w:rsidRPr="00C827A4" w:rsidRDefault="00FB5721">
            <w:pPr>
              <w:pStyle w:val="PL"/>
              <w:rPr>
                <w:noProof w:val="0"/>
              </w:rPr>
            </w:pPr>
            <w:r w:rsidRPr="00C827A4">
              <w:rPr>
                <w:noProof w:val="0"/>
              </w:rPr>
              <w:t>with the service identifier of the Applet</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 is not triggered</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5</w:t>
            </w:r>
          </w:p>
        </w:tc>
        <w:tc>
          <w:tcPr>
            <w:tcW w:w="4111" w:type="dxa"/>
            <w:tcBorders>
              <w:top w:val="single" w:sz="4" w:space="0" w:color="auto"/>
              <w:bottom w:val="single" w:sz="4" w:space="0" w:color="auto"/>
            </w:tcBorders>
          </w:tcPr>
          <w:p w:rsidR="00FB5721" w:rsidRPr="00C827A4" w:rsidRDefault="00FB5721">
            <w:pPr>
              <w:pStyle w:val="TAH"/>
            </w:pPr>
            <w:r w:rsidRPr="00C827A4">
              <w:t>Applet1 not triggered after a reset</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Applet1 is triggered by an envelope menu 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 builds and sends a DECLARE SERVICE (add) proactive command with its service ID to register to this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 Download local connection is sent to the UICC</w:t>
            </w:r>
          </w:p>
          <w:p w:rsidR="00FB5721" w:rsidRPr="00C827A4" w:rsidRDefault="00FB5721">
            <w:pPr>
              <w:pStyle w:val="PL"/>
              <w:rPr>
                <w:noProof w:val="0"/>
              </w:rPr>
            </w:pPr>
            <w:r w:rsidRPr="00C827A4">
              <w:rPr>
                <w:noProof w:val="0"/>
              </w:rPr>
              <w:t>with the service identifier of the Applet</w:t>
            </w:r>
          </w:p>
          <w:p w:rsidR="00FB5721" w:rsidRPr="00C827A4" w:rsidRDefault="00FB5721">
            <w:pPr>
              <w:pStyle w:val="PL"/>
              <w:rPr>
                <w:noProof w:val="0"/>
              </w:rPr>
            </w:pPr>
          </w:p>
          <w:p w:rsidR="00FB5721" w:rsidRPr="00C827A4" w:rsidRDefault="00FB5721">
            <w:pPr>
              <w:pStyle w:val="PL"/>
              <w:rPr>
                <w:noProof w:val="0"/>
              </w:rPr>
            </w:pPr>
            <w:r w:rsidRPr="00C827A4">
              <w:rPr>
                <w:noProof w:val="0"/>
              </w:rPr>
              <w:t>4- Reset the card</w:t>
            </w:r>
          </w:p>
          <w:p w:rsidR="00FB5721" w:rsidRPr="00C827A4" w:rsidRDefault="00FB5721">
            <w:pPr>
              <w:pStyle w:val="PL"/>
              <w:rPr>
                <w:noProof w:val="0"/>
              </w:rPr>
            </w:pPr>
          </w:p>
          <w:p w:rsidR="00FB5721" w:rsidRPr="00C827A4" w:rsidRDefault="00FB5721">
            <w:pPr>
              <w:pStyle w:val="PL"/>
              <w:rPr>
                <w:noProof w:val="0"/>
              </w:rPr>
            </w:pPr>
            <w:r w:rsidRPr="00C827A4">
              <w:rPr>
                <w:noProof w:val="0"/>
              </w:rPr>
              <w:t>5- An envelope Event Download local connection is sent to the UICC</w:t>
            </w:r>
          </w:p>
          <w:p w:rsidR="00FB5721" w:rsidRPr="00C827A4" w:rsidRDefault="00FB5721">
            <w:pPr>
              <w:pStyle w:val="PL"/>
              <w:rPr>
                <w:noProof w:val="0"/>
              </w:rPr>
            </w:pPr>
            <w:r w:rsidRPr="00C827A4">
              <w:rPr>
                <w:noProof w:val="0"/>
              </w:rPr>
              <w:t xml:space="preserve">with the service identifier of the Applet </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 is not triggered</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DECLARE SERVICE (add) proactive command is fetched</w:t>
            </w:r>
          </w:p>
          <w:p w:rsidR="00FB5721" w:rsidRPr="00C827A4" w:rsidRDefault="00FB5721">
            <w:pPr>
              <w:pStyle w:val="TAL"/>
            </w:pPr>
            <w:r w:rsidRPr="00C827A4">
              <w:t>Successful TERMINAL RESPONSE is sent to the UICC with General Result = 0x00</w:t>
            </w:r>
          </w:p>
          <w:p w:rsidR="00FB5721" w:rsidRPr="00C827A4" w:rsidRDefault="00FB5721">
            <w:pPr>
              <w:pStyle w:val="textcell"/>
              <w:jc w:val="left"/>
              <w:rPr>
                <w:rFonts w:ascii="Arial" w:hAnsi="Arial"/>
                <w:sz w:val="18"/>
                <w:lang w:val="en-GB"/>
              </w:rPr>
            </w:pPr>
          </w:p>
        </w:tc>
      </w:tr>
    </w:tbl>
    <w:p w:rsidR="00FB5721" w:rsidRPr="00C827A4" w:rsidRDefault="00FB5721"/>
    <w:p w:rsidR="00FB5721" w:rsidRPr="00C827A4" w:rsidRDefault="00FB5721" w:rsidP="009D6D22">
      <w:pPr>
        <w:pStyle w:val="Heading4"/>
      </w:pPr>
      <w:r w:rsidRPr="00C827A4">
        <w:lastRenderedPageBreak/>
        <w:t>5.5.3.24</w:t>
      </w:r>
      <w:r w:rsidRPr="00C827A4">
        <w:tab/>
        <w:t>EVENT_APPLICATION_DESELECT</w:t>
      </w:r>
    </w:p>
    <w:p w:rsidR="00FB5721" w:rsidRPr="00C827A4" w:rsidRDefault="00FB5721" w:rsidP="009D6D22">
      <w:pPr>
        <w:keepNext/>
        <w:keepLines/>
      </w:pPr>
      <w:r w:rsidRPr="00C827A4">
        <w:t>Test Area Reference: Cre_Apt_Eade</w:t>
      </w:r>
      <w:r w:rsidR="009D6D22" w:rsidRPr="00C827A4">
        <w:t>.</w:t>
      </w:r>
    </w:p>
    <w:p w:rsidR="00FB5721" w:rsidRPr="00C827A4" w:rsidRDefault="00FB5721" w:rsidP="00F744FF">
      <w:pPr>
        <w:pStyle w:val="Heading5"/>
      </w:pPr>
      <w:r w:rsidRPr="00C827A4">
        <w:t>5.5.3.24.1</w:t>
      </w:r>
      <w:r w:rsidRPr="00C827A4">
        <w:tab/>
        <w:t>Conformance requirement</w:t>
      </w:r>
    </w:p>
    <w:p w:rsidR="00FB5721" w:rsidRPr="00C827A4" w:rsidRDefault="00FB5721" w:rsidP="00F744FF">
      <w:pPr>
        <w:pStyle w:val="H6"/>
      </w:pPr>
      <w:r w:rsidRPr="00C827A4">
        <w:t>5.5.3.24.1.1</w:t>
      </w:r>
      <w:r w:rsidRPr="00C827A4">
        <w:tab/>
        <w:t>Normal execution</w:t>
      </w:r>
    </w:p>
    <w:p w:rsidR="00FB5721" w:rsidRPr="00C827A4" w:rsidRDefault="00FB5721" w:rsidP="00F744FF">
      <w:pPr>
        <w:pStyle w:val="B1"/>
        <w:keepNext/>
        <w:keepLines/>
      </w:pPr>
      <w:r w:rsidRPr="00C827A4">
        <w:t>CRRN1: The applet is triggered by the EVENT_APPLICATION_DESELECT once it has registered to this event and once an application session is t</w:t>
      </w:r>
      <w:r w:rsidR="009D6D22" w:rsidRPr="00C827A4">
        <w:t xml:space="preserve">erminated (as described in </w:t>
      </w:r>
      <w:r w:rsidR="00F744FF" w:rsidRPr="00C827A4">
        <w:t xml:space="preserve">ETSI </w:t>
      </w:r>
      <w:r w:rsidRPr="00C827A4">
        <w:t>TS 102 221</w:t>
      </w:r>
      <w:r w:rsidR="003772E9" w:rsidRPr="00C827A4">
        <w:t xml:space="preserve"> </w:t>
      </w:r>
      <w:r w:rsidR="0047072E" w:rsidRPr="00C827A4">
        <w:t>[5]</w:t>
      </w:r>
      <w:r w:rsidRPr="00C827A4">
        <w:t>).</w:t>
      </w:r>
    </w:p>
    <w:p w:rsidR="00FB5721" w:rsidRPr="00C827A4" w:rsidRDefault="00FB5721" w:rsidP="00F744FF">
      <w:pPr>
        <w:pStyle w:val="B1"/>
        <w:keepNext/>
        <w:keepLines/>
      </w:pPr>
      <w:r w:rsidRPr="00C827A4">
        <w:t>CRRN2: The applet is not triggered by the EVENT_APPLICATION_DESELECT once it has deregistered from this event.</w:t>
      </w:r>
    </w:p>
    <w:p w:rsidR="00FB5721" w:rsidRPr="00C827A4" w:rsidRDefault="00FB5721">
      <w:pPr>
        <w:pStyle w:val="B1"/>
      </w:pPr>
      <w:r w:rsidRPr="00C827A4">
        <w:t xml:space="preserve">CRRN3: The AID of the deselected application is available to the Toolkit Applet in the </w:t>
      </w:r>
      <w:r w:rsidRPr="00C827A4">
        <w:rPr>
          <w:i/>
        </w:rPr>
        <w:t>EnvelopeHandler</w:t>
      </w:r>
      <w:r w:rsidRPr="00C827A4">
        <w:t>, as an AID Comprehension TLV da</w:t>
      </w:r>
      <w:r w:rsidR="009D6D22" w:rsidRPr="00C827A4">
        <w:t>ta object as defined in the</w:t>
      </w:r>
      <w:r w:rsidRPr="00C827A4">
        <w:t xml:space="preserve"> </w:t>
      </w:r>
      <w:r w:rsidR="00F744FF" w:rsidRPr="00C827A4">
        <w:t xml:space="preserve">ETSI </w:t>
      </w:r>
      <w:r w:rsidRPr="00C827A4">
        <w:t>TS 102 223 </w:t>
      </w:r>
      <w:r w:rsidR="0047072E" w:rsidRPr="00C827A4">
        <w:t>[6]</w:t>
      </w:r>
      <w:r w:rsidRPr="00C827A4">
        <w:t>.</w:t>
      </w:r>
    </w:p>
    <w:p w:rsidR="00FB5721" w:rsidRPr="00C827A4" w:rsidRDefault="00FB5721">
      <w:pPr>
        <w:pStyle w:val="H6"/>
      </w:pPr>
      <w:r w:rsidRPr="00C827A4">
        <w:t>5.5.3.24.1.2</w:t>
      </w:r>
      <w:r w:rsidRPr="00C827A4">
        <w:tab/>
        <w:t>Parameter errors</w:t>
      </w:r>
    </w:p>
    <w:p w:rsidR="00FB5721" w:rsidRPr="00C827A4" w:rsidRDefault="00FB5721">
      <w:r w:rsidRPr="00C827A4">
        <w:t>No requirements.</w:t>
      </w:r>
    </w:p>
    <w:p w:rsidR="00FB5721" w:rsidRPr="00C827A4" w:rsidRDefault="00FB5721">
      <w:pPr>
        <w:pStyle w:val="H6"/>
      </w:pPr>
      <w:r w:rsidRPr="00C827A4">
        <w:t>5.5.3.24.1.3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5.5.3.24.2</w:t>
      </w:r>
      <w:r w:rsidRPr="00C827A4">
        <w:tab/>
        <w:t>Test area files</w:t>
      </w:r>
    </w:p>
    <w:p w:rsidR="00FB5721" w:rsidRPr="00C827A4" w:rsidRDefault="00FB5721" w:rsidP="009D6D22">
      <w:pPr>
        <w:pStyle w:val="EX"/>
      </w:pPr>
      <w:r w:rsidRPr="00C827A4">
        <w:t xml:space="preserve">Test Source: </w:t>
      </w:r>
      <w:r w:rsidRPr="00C827A4">
        <w:tab/>
        <w:t>Test_Cre_Apt_Eade.java</w:t>
      </w:r>
      <w:r w:rsidR="009D6D22" w:rsidRPr="00C827A4">
        <w:t>.</w:t>
      </w:r>
    </w:p>
    <w:p w:rsidR="00FB5721" w:rsidRPr="00C827A4" w:rsidRDefault="00FB5721" w:rsidP="009D6D22">
      <w:pPr>
        <w:pStyle w:val="EX"/>
      </w:pPr>
      <w:r w:rsidRPr="00C827A4">
        <w:t xml:space="preserve">Test Applet: </w:t>
      </w:r>
      <w:r w:rsidRPr="00C827A4">
        <w:tab/>
        <w:t>Cre_Apt_Eade_1.java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re_apt_eade.cap</w:t>
      </w:r>
      <w:r w:rsidR="009D6D22" w:rsidRPr="00C827A4">
        <w:t>.</w:t>
      </w:r>
    </w:p>
    <w:p w:rsidR="00FB5721" w:rsidRPr="00C827A4" w:rsidRDefault="00FB5721" w:rsidP="009D6D22">
      <w:pPr>
        <w:pStyle w:val="Heading5"/>
      </w:pPr>
      <w:r w:rsidRPr="00C827A4">
        <w:t>5.5.3.24.3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1, 2</w:t>
            </w:r>
          </w:p>
        </w:tc>
      </w:tr>
    </w:tbl>
    <w:p w:rsidR="00FB5721" w:rsidRPr="00C827A4" w:rsidRDefault="00FB5721"/>
    <w:p w:rsidR="00FB5721" w:rsidRPr="00C827A4" w:rsidRDefault="003772E9" w:rsidP="009B395F">
      <w:pPr>
        <w:pStyle w:val="Heading5"/>
        <w:keepLines w:val="0"/>
      </w:pPr>
      <w:r w:rsidRPr="00C827A4">
        <w:lastRenderedPageBreak/>
        <w:t>5.5.3.24.4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9B395F">
            <w:pPr>
              <w:pStyle w:val="TAH"/>
              <w:keepLines w:val="0"/>
            </w:pPr>
            <w:r w:rsidRPr="00C827A4">
              <w:t>Id</w:t>
            </w:r>
          </w:p>
        </w:tc>
        <w:tc>
          <w:tcPr>
            <w:tcW w:w="4111" w:type="dxa"/>
          </w:tcPr>
          <w:p w:rsidR="00FB5721" w:rsidRPr="00C827A4" w:rsidRDefault="00FB5721" w:rsidP="009B395F">
            <w:pPr>
              <w:pStyle w:val="TAH"/>
              <w:keepLines w:val="0"/>
            </w:pPr>
            <w:r w:rsidRPr="00C827A4">
              <w:t>Description</w:t>
            </w:r>
          </w:p>
        </w:tc>
        <w:tc>
          <w:tcPr>
            <w:tcW w:w="2911" w:type="dxa"/>
          </w:tcPr>
          <w:p w:rsidR="00FB5721" w:rsidRPr="00C827A4" w:rsidRDefault="00FB5721" w:rsidP="009B395F">
            <w:pPr>
              <w:pStyle w:val="TAH"/>
              <w:keepLines w:val="0"/>
            </w:pPr>
            <w:r w:rsidRPr="00C827A4">
              <w:t>API/CAT RE Expectation</w:t>
            </w:r>
          </w:p>
        </w:tc>
        <w:tc>
          <w:tcPr>
            <w:tcW w:w="2334" w:type="dxa"/>
          </w:tcPr>
          <w:p w:rsidR="00FB5721" w:rsidRPr="00C827A4" w:rsidRDefault="00FB5721" w:rsidP="009B395F">
            <w:pPr>
              <w:pStyle w:val="TAH"/>
              <w:keepLines w:val="0"/>
            </w:pPr>
            <w:r w:rsidRPr="00C827A4">
              <w:t>APDU Expectation</w:t>
            </w:r>
          </w:p>
        </w:tc>
      </w:tr>
      <w:tr w:rsidR="00FB5721" w:rsidRPr="00C827A4" w:rsidTr="001F17EA">
        <w:trPr>
          <w:jc w:val="center"/>
        </w:trPr>
        <w:tc>
          <w:tcPr>
            <w:tcW w:w="425" w:type="dxa"/>
            <w:tcBorders>
              <w:left w:val="single" w:sz="4" w:space="0" w:color="auto"/>
              <w:bottom w:val="single" w:sz="4" w:space="0" w:color="auto"/>
            </w:tcBorders>
          </w:tcPr>
          <w:p w:rsidR="00FB5721" w:rsidRPr="00C827A4" w:rsidRDefault="00FB5721" w:rsidP="009B395F">
            <w:pPr>
              <w:pStyle w:val="TAC"/>
              <w:keepLines w:val="0"/>
            </w:pPr>
            <w:r w:rsidRPr="00C827A4">
              <w:t>1</w:t>
            </w:r>
          </w:p>
        </w:tc>
        <w:tc>
          <w:tcPr>
            <w:tcW w:w="4111" w:type="dxa"/>
            <w:tcBorders>
              <w:bottom w:val="single" w:sz="4" w:space="0" w:color="auto"/>
            </w:tcBorders>
          </w:tcPr>
          <w:p w:rsidR="00FB5721" w:rsidRPr="00C827A4" w:rsidRDefault="00FB5721" w:rsidP="009B395F">
            <w:pPr>
              <w:pStyle w:val="TAH"/>
              <w:keepLines w:val="0"/>
            </w:pPr>
            <w:r w:rsidRPr="00C827A4">
              <w:t>Applet registration to EVENT_APPLICATION_DESELECT and triggering</w:t>
            </w: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Applet is registered to the EVENT_APPLICATION_DESELECT and to EVENT_MENU_SELECTION</w:t>
            </w:r>
          </w:p>
          <w:p w:rsidR="00FB5721" w:rsidRPr="00C827A4" w:rsidRDefault="00FB5721" w:rsidP="009B395F">
            <w:pPr>
              <w:pStyle w:val="PL"/>
              <w:keepNext/>
              <w:rPr>
                <w:noProof w:val="0"/>
              </w:rPr>
            </w:pP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 xml:space="preserve">Event= </w:t>
            </w:r>
          </w:p>
          <w:p w:rsidR="00FB5721" w:rsidRPr="00C827A4" w:rsidRDefault="00FB5721" w:rsidP="009B395F">
            <w:pPr>
              <w:pStyle w:val="PL"/>
              <w:keepNext/>
              <w:rPr>
                <w:noProof w:val="0"/>
              </w:rPr>
            </w:pPr>
            <w:r w:rsidRPr="00C827A4">
              <w:rPr>
                <w:noProof w:val="0"/>
              </w:rPr>
              <w:t>EVENT_APPLICATION_DESELECT</w:t>
            </w: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1- ToolkitRegistry.isEventSet() method is called</w:t>
            </w: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2- Select for activation ADF1</w:t>
            </w:r>
          </w:p>
          <w:p w:rsidR="00FB5721" w:rsidRPr="00C827A4" w:rsidRDefault="00FB5721" w:rsidP="009B395F">
            <w:pPr>
              <w:pStyle w:val="PL"/>
              <w:keepNext/>
              <w:rPr>
                <w:noProof w:val="0"/>
              </w:rPr>
            </w:pP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3- Select for activation ADF2</w:t>
            </w:r>
          </w:p>
          <w:p w:rsidR="00FB5721" w:rsidRPr="00C827A4" w:rsidRDefault="00FB5721" w:rsidP="009B395F">
            <w:pPr>
              <w:pStyle w:val="PL"/>
              <w:keepNext/>
              <w:rPr>
                <w:noProof w:val="0"/>
              </w:rPr>
            </w:pPr>
          </w:p>
          <w:p w:rsidR="00FB5721" w:rsidRPr="00C827A4" w:rsidRDefault="00FB5721" w:rsidP="009B395F">
            <w:pPr>
              <w:pStyle w:val="PL"/>
              <w:keepNext/>
              <w:rPr>
                <w:noProof w:val="0"/>
              </w:rPr>
            </w:pPr>
          </w:p>
          <w:p w:rsidR="00FB5721" w:rsidRPr="00C827A4" w:rsidRDefault="00FB5721" w:rsidP="009B395F">
            <w:pPr>
              <w:pStyle w:val="PL"/>
              <w:keepNext/>
              <w:rPr>
                <w:noProof w:val="0"/>
              </w:rPr>
            </w:pPr>
          </w:p>
          <w:p w:rsidR="00FB5721" w:rsidRPr="00C827A4" w:rsidRDefault="00FB5721" w:rsidP="009B395F">
            <w:pPr>
              <w:pStyle w:val="PL"/>
              <w:keepNext/>
              <w:rPr>
                <w:noProof w:val="0"/>
              </w:rPr>
            </w:pPr>
            <w:r w:rsidRPr="00C827A4">
              <w:rPr>
                <w:noProof w:val="0"/>
              </w:rPr>
              <w:t>4- Select for termination ADF2</w:t>
            </w:r>
          </w:p>
        </w:tc>
        <w:tc>
          <w:tcPr>
            <w:tcW w:w="2911" w:type="dxa"/>
            <w:tcBorders>
              <w:bottom w:val="single" w:sz="4" w:space="0" w:color="auto"/>
            </w:tcBorders>
          </w:tcPr>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r w:rsidRPr="00C827A4">
              <w:t>1- Method returns  true</w:t>
            </w:r>
          </w:p>
          <w:p w:rsidR="00FB5721" w:rsidRPr="00C827A4" w:rsidRDefault="00FB5721" w:rsidP="009B395F">
            <w:pPr>
              <w:pStyle w:val="TAL"/>
              <w:keepLines w:val="0"/>
            </w:pPr>
          </w:p>
          <w:p w:rsidR="00FB5721" w:rsidRPr="00C827A4" w:rsidRDefault="00FB5721" w:rsidP="009B395F">
            <w:pPr>
              <w:pStyle w:val="TAL"/>
              <w:keepLines w:val="0"/>
            </w:pPr>
            <w:r w:rsidRPr="00C827A4">
              <w:t>2- Applet is not triggered</w:t>
            </w:r>
          </w:p>
          <w:p w:rsidR="00FB5721" w:rsidRPr="00C827A4" w:rsidRDefault="00FB5721" w:rsidP="009B395F">
            <w:pPr>
              <w:pStyle w:val="TAL"/>
              <w:keepLines w:val="0"/>
            </w:pPr>
          </w:p>
          <w:p w:rsidR="00FB5721" w:rsidRPr="00C827A4" w:rsidRDefault="00FB5721" w:rsidP="009B395F">
            <w:pPr>
              <w:pStyle w:val="TAL"/>
              <w:keepLines w:val="0"/>
            </w:pPr>
          </w:p>
          <w:p w:rsidR="00FB5721" w:rsidRPr="00C827A4" w:rsidRDefault="00FB5721" w:rsidP="009B395F">
            <w:pPr>
              <w:pStyle w:val="TAL"/>
              <w:keepLines w:val="0"/>
            </w:pPr>
            <w:r w:rsidRPr="00C827A4">
              <w:t>3- Applet is triggered</w:t>
            </w:r>
          </w:p>
          <w:p w:rsidR="00FB5721" w:rsidRPr="00C827A4" w:rsidRDefault="00FB5721" w:rsidP="009B395F">
            <w:pPr>
              <w:pStyle w:val="TAL"/>
              <w:keepLines w:val="0"/>
            </w:pPr>
            <w:r w:rsidRPr="00C827A4">
              <w:t>The envelope handler contains the AID of ADF1</w:t>
            </w:r>
          </w:p>
          <w:p w:rsidR="00FB5721" w:rsidRPr="00C827A4" w:rsidRDefault="00FB5721" w:rsidP="009B395F">
            <w:pPr>
              <w:pStyle w:val="TAL"/>
              <w:keepLines w:val="0"/>
            </w:pPr>
          </w:p>
          <w:p w:rsidR="00FB5721" w:rsidRPr="00C827A4" w:rsidRDefault="00FB5721" w:rsidP="009B395F">
            <w:pPr>
              <w:pStyle w:val="TAL"/>
              <w:keepLines w:val="0"/>
            </w:pPr>
            <w:r w:rsidRPr="00C827A4">
              <w:t>4- Applet is triggered</w:t>
            </w:r>
          </w:p>
          <w:p w:rsidR="00FB5721" w:rsidRPr="00C827A4" w:rsidRDefault="00FB5721" w:rsidP="009B395F">
            <w:pPr>
              <w:pStyle w:val="TAL"/>
              <w:keepLines w:val="0"/>
            </w:pPr>
            <w:r w:rsidRPr="00C827A4">
              <w:t>The envelope handler contains the AID of ADF2</w:t>
            </w:r>
          </w:p>
        </w:tc>
        <w:tc>
          <w:tcPr>
            <w:tcW w:w="2334" w:type="dxa"/>
            <w:tcBorders>
              <w:bottom w:val="single" w:sz="4" w:space="0" w:color="auto"/>
            </w:tcBorders>
          </w:tcPr>
          <w:p w:rsidR="00FB5721" w:rsidRPr="00C827A4" w:rsidRDefault="00FB5721" w:rsidP="009B395F">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9B395F">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rsidP="009B395F">
            <w:pPr>
              <w:pStyle w:val="TAH"/>
              <w:keepNext w:val="0"/>
              <w:keepLines w:val="0"/>
            </w:pPr>
            <w:r w:rsidRPr="00C827A4">
              <w:t>Applet deregistration</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Event= EVENT_APPLICATION_DESELECT</w:t>
            </w:r>
          </w:p>
          <w:p w:rsidR="00FB5721" w:rsidRPr="00C827A4" w:rsidRDefault="00FB5721" w:rsidP="009B395F">
            <w:pPr>
              <w:pStyle w:val="PL"/>
              <w:rPr>
                <w:noProof w:val="0"/>
              </w:rPr>
            </w:pPr>
            <w:r w:rsidRPr="00C827A4">
              <w:rPr>
                <w:noProof w:val="0"/>
              </w:rPr>
              <w:t>ToolkitRegistry.clearEvent() method is called</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Perform UICC initialization</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1- Select for activation ADF1</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2- Select for activation ADF2</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3- Select for termination ADF2</w:t>
            </w:r>
          </w:p>
          <w:p w:rsidR="00FB5721" w:rsidRPr="00C827A4" w:rsidRDefault="00FB5721" w:rsidP="009B395F">
            <w:pPr>
              <w:pStyle w:val="PL"/>
              <w:rPr>
                <w:noProof w:val="0"/>
              </w:rPr>
            </w:pP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 xml:space="preserve">4- An Envelope menu selection is sent to the UICC </w:t>
            </w:r>
          </w:p>
          <w:p w:rsidR="00FB5721" w:rsidRPr="00C827A4" w:rsidRDefault="00FB5721" w:rsidP="009B395F">
            <w:pPr>
              <w:pStyle w:val="PL"/>
              <w:rPr>
                <w:noProof w:val="0"/>
              </w:rPr>
            </w:pPr>
            <w:r w:rsidRPr="00C827A4">
              <w:rPr>
                <w:noProof w:val="0"/>
              </w:rPr>
              <w:t>Event= EVENT_APPLICATION_DESELECT</w:t>
            </w:r>
          </w:p>
          <w:p w:rsidR="00FB5721" w:rsidRPr="00C827A4" w:rsidRDefault="00FB5721" w:rsidP="009B395F">
            <w:pPr>
              <w:pStyle w:val="PL"/>
              <w:rPr>
                <w:noProof w:val="0"/>
              </w:rPr>
            </w:pPr>
            <w:r w:rsidRPr="00C827A4">
              <w:rPr>
                <w:noProof w:val="0"/>
              </w:rPr>
              <w:t>ToolkitRegistry.setEvent() method is called</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Perform UICC initialization</w:t>
            </w:r>
          </w:p>
          <w:p w:rsidR="00FB5721" w:rsidRPr="00C827A4" w:rsidRDefault="00FB5721" w:rsidP="009B395F">
            <w:pPr>
              <w:pStyle w:val="PL"/>
              <w:rPr>
                <w:noProof w:val="0"/>
              </w:rPr>
            </w:pP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5- Select for activation ADF1</w:t>
            </w:r>
          </w:p>
          <w:p w:rsidR="00FB5721" w:rsidRPr="00C827A4" w:rsidRDefault="00FB5721" w:rsidP="009B395F">
            <w:pPr>
              <w:pStyle w:val="PL"/>
              <w:rPr>
                <w:noProof w:val="0"/>
              </w:rPr>
            </w:pPr>
          </w:p>
          <w:p w:rsidR="00FB5721" w:rsidRPr="00C827A4" w:rsidRDefault="00FB5721" w:rsidP="009B395F">
            <w:pPr>
              <w:pStyle w:val="PL"/>
              <w:rPr>
                <w:noProof w:val="0"/>
              </w:rPr>
            </w:pPr>
            <w:r w:rsidRPr="00C827A4">
              <w:rPr>
                <w:noProof w:val="0"/>
              </w:rPr>
              <w:t>6- Select for activation ADF2</w:t>
            </w:r>
          </w:p>
          <w:p w:rsidR="00FB5721" w:rsidRPr="00C827A4" w:rsidRDefault="00FB5721" w:rsidP="009B395F">
            <w:pPr>
              <w:pStyle w:val="PL"/>
              <w:rPr>
                <w:noProof w:val="0"/>
              </w:rPr>
            </w:pPr>
          </w:p>
          <w:p w:rsidR="00FB5721" w:rsidRPr="00C827A4" w:rsidRDefault="00FB5721" w:rsidP="009B395F">
            <w:pPr>
              <w:pStyle w:val="PL"/>
              <w:rPr>
                <w:noProof w:val="0"/>
              </w:rPr>
            </w:pPr>
          </w:p>
          <w:p w:rsidR="00FB5721" w:rsidRPr="00C827A4" w:rsidRDefault="00FB5721" w:rsidP="009B395F">
            <w:pPr>
              <w:pStyle w:val="PL"/>
              <w:rPr>
                <w:noProof w:val="0"/>
              </w:rPr>
            </w:pPr>
          </w:p>
          <w:p w:rsidR="00FB5721" w:rsidRPr="00C827A4" w:rsidRDefault="00FB5721" w:rsidP="009B395F">
            <w:pPr>
              <w:pStyle w:val="PL"/>
              <w:rPr>
                <w:noProof w:val="0"/>
              </w:rPr>
            </w:pPr>
          </w:p>
          <w:p w:rsidR="00FB5721" w:rsidRPr="00C827A4" w:rsidRDefault="00FB5721" w:rsidP="009B395F">
            <w:pPr>
              <w:pStyle w:val="PL"/>
              <w:rPr>
                <w:b/>
                <w:noProof w:val="0"/>
              </w:rPr>
            </w:pPr>
            <w:r w:rsidRPr="00C827A4">
              <w:rPr>
                <w:noProof w:val="0"/>
              </w:rPr>
              <w:t>7- Select for termination ADF2</w:t>
            </w:r>
          </w:p>
        </w:tc>
        <w:tc>
          <w:tcPr>
            <w:tcW w:w="2911" w:type="dxa"/>
            <w:tcBorders>
              <w:top w:val="single" w:sz="4" w:space="0" w:color="auto"/>
              <w:bottom w:val="single" w:sz="4" w:space="0" w:color="auto"/>
            </w:tcBorders>
          </w:tcPr>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2- Applet is not triggered</w:t>
            </w: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3- Applet is not triggered</w:t>
            </w: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4- Applet is triggered</w:t>
            </w: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5- Applet is not triggered</w:t>
            </w: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6- Applet is triggered</w:t>
            </w:r>
          </w:p>
          <w:p w:rsidR="00FB5721" w:rsidRPr="00C827A4" w:rsidRDefault="00FB5721" w:rsidP="009B395F">
            <w:pPr>
              <w:pStyle w:val="TAL"/>
              <w:keepNext w:val="0"/>
              <w:keepLines w:val="0"/>
            </w:pPr>
            <w:r w:rsidRPr="00C827A4">
              <w:t>The envelope handler contains the AID of ADF1</w:t>
            </w:r>
          </w:p>
          <w:p w:rsidR="00FB5721" w:rsidRPr="00C827A4" w:rsidRDefault="00FB5721" w:rsidP="009B395F">
            <w:pPr>
              <w:pStyle w:val="TAL"/>
              <w:keepNext w:val="0"/>
              <w:keepLines w:val="0"/>
            </w:pPr>
          </w:p>
          <w:p w:rsidR="00FB5721" w:rsidRPr="00C827A4" w:rsidRDefault="00FB5721" w:rsidP="009B395F">
            <w:pPr>
              <w:pStyle w:val="TAL"/>
              <w:keepNext w:val="0"/>
              <w:keepLines w:val="0"/>
            </w:pPr>
            <w:r w:rsidRPr="00C827A4">
              <w:t>7- Applet is triggered</w:t>
            </w:r>
          </w:p>
          <w:p w:rsidR="00FB5721" w:rsidRPr="00C827A4" w:rsidRDefault="00FB5721" w:rsidP="009B395F">
            <w:pPr>
              <w:pStyle w:val="TAL"/>
              <w:keepNext w:val="0"/>
              <w:keepLines w:val="0"/>
            </w:pPr>
            <w:r w:rsidRPr="00C827A4">
              <w:t>The envelope handler contains the AID of ADF2</w:t>
            </w:r>
          </w:p>
          <w:p w:rsidR="00FB5721" w:rsidRPr="00C827A4" w:rsidRDefault="00FB5721" w:rsidP="009B395F">
            <w:pPr>
              <w:pStyle w:val="TAL"/>
              <w:keepNext w:val="0"/>
              <w:keepLines w:val="0"/>
            </w:pPr>
          </w:p>
          <w:p w:rsidR="00FB5721" w:rsidRPr="00C827A4" w:rsidRDefault="00FB5721" w:rsidP="009B395F">
            <w:pPr>
              <w:pStyle w:val="TAL"/>
              <w:keepNext w:val="0"/>
              <w:keepLines w:val="0"/>
            </w:pPr>
          </w:p>
        </w:tc>
        <w:tc>
          <w:tcPr>
            <w:tcW w:w="2334" w:type="dxa"/>
            <w:tcBorders>
              <w:top w:val="single" w:sz="4" w:space="0" w:color="auto"/>
              <w:bottom w:val="single" w:sz="4" w:space="0" w:color="auto"/>
            </w:tcBorders>
          </w:tcPr>
          <w:p w:rsidR="00FB5721" w:rsidRPr="00C827A4" w:rsidRDefault="00FB5721" w:rsidP="009B395F">
            <w:pPr>
              <w:pStyle w:val="textcell"/>
              <w:rPr>
                <w:rFonts w:ascii="Arial" w:hAnsi="Arial"/>
                <w:sz w:val="18"/>
                <w:lang w:val="en-GB"/>
              </w:rPr>
            </w:pPr>
          </w:p>
        </w:tc>
      </w:tr>
    </w:tbl>
    <w:p w:rsidR="00FB5721" w:rsidRPr="00C827A4" w:rsidRDefault="00FB5721" w:rsidP="009B395F">
      <w:pPr>
        <w:rPr>
          <w:lang w:eastAsia="es-ES"/>
        </w:rPr>
      </w:pPr>
    </w:p>
    <w:p w:rsidR="00FB5721" w:rsidRPr="00C827A4" w:rsidRDefault="00FB5721">
      <w:pPr>
        <w:pStyle w:val="Heading4"/>
      </w:pPr>
      <w:r w:rsidRPr="00C827A4">
        <w:t>5.5.3.25</w:t>
      </w:r>
      <w:r w:rsidRPr="00C827A4">
        <w:tab/>
        <w:t>EVENT_PROACTIVE_HANDLER_AVAILABLE</w:t>
      </w:r>
    </w:p>
    <w:p w:rsidR="00FB5721" w:rsidRPr="00C827A4" w:rsidRDefault="00FB5721">
      <w:r w:rsidRPr="00C827A4">
        <w:t>Test Area Reference: Cre_Apt_Epha</w:t>
      </w:r>
      <w:r w:rsidR="009D6D22" w:rsidRPr="00C827A4">
        <w:t>.</w:t>
      </w:r>
    </w:p>
    <w:p w:rsidR="00FB5721" w:rsidRPr="00C827A4" w:rsidRDefault="00FB5721" w:rsidP="009D6D22">
      <w:pPr>
        <w:pStyle w:val="Heading5"/>
      </w:pPr>
      <w:r w:rsidRPr="00C827A4">
        <w:lastRenderedPageBreak/>
        <w:t>5.5.3.25.1</w:t>
      </w:r>
      <w:r w:rsidRPr="00C827A4">
        <w:tab/>
        <w:t>Conformance requirement</w:t>
      </w:r>
    </w:p>
    <w:p w:rsidR="00FB5721" w:rsidRPr="00C827A4" w:rsidRDefault="00FB5721">
      <w:pPr>
        <w:pStyle w:val="H6"/>
      </w:pPr>
      <w:r w:rsidRPr="00C827A4">
        <w:t>5.5.3.25.1.1</w:t>
      </w:r>
      <w:r w:rsidRPr="00C827A4">
        <w:tab/>
        <w:t>Normal execution</w:t>
      </w:r>
    </w:p>
    <w:p w:rsidR="00FB5721" w:rsidRPr="00C827A4" w:rsidRDefault="00FB5721">
      <w:pPr>
        <w:pStyle w:val="B1"/>
      </w:pPr>
      <w:r w:rsidRPr="00C827A4">
        <w:t xml:space="preserve">CRRN1: The applet is triggered by the EVENT_PROACTIVE_HANDLER_AVAILABLE once it has registered to this event and once the </w:t>
      </w:r>
      <w:r w:rsidRPr="00C827A4">
        <w:rPr>
          <w:i/>
        </w:rPr>
        <w:t>ProactiveHandler</w:t>
      </w:r>
      <w:r w:rsidRPr="00C827A4">
        <w:t xml:space="preserve"> is available and all the Toolkit Applets registered to the previous event have been triggered and have returned from the </w:t>
      </w:r>
      <w:r w:rsidRPr="00C827A4">
        <w:rPr>
          <w:i/>
        </w:rPr>
        <w:t>processToolkit()</w:t>
      </w:r>
      <w:r w:rsidRPr="00C827A4">
        <w:t xml:space="preserve"> invocation.</w:t>
      </w:r>
    </w:p>
    <w:p w:rsidR="00FB5721" w:rsidRPr="00C827A4" w:rsidRDefault="00FB5721">
      <w:pPr>
        <w:pStyle w:val="B1"/>
      </w:pPr>
      <w:r w:rsidRPr="00C827A4">
        <w:t>CRRN2: The applet is not triggered by the EVENT_PROACTIVE_HANDLER_AVAILABLE once it has deregistered from this event.</w:t>
      </w:r>
    </w:p>
    <w:p w:rsidR="00FB5721" w:rsidRPr="00C827A4" w:rsidRDefault="00FB5721">
      <w:pPr>
        <w:pStyle w:val="B1"/>
      </w:pPr>
      <w:r w:rsidRPr="00C827A4">
        <w:t>CRRN3: When the Toolkit Applet is triggered it is automatically deregistered by the CAT Runtime Environment</w:t>
      </w:r>
      <w:r w:rsidR="009D6D22" w:rsidRPr="00C827A4">
        <w:t>.</w:t>
      </w:r>
    </w:p>
    <w:p w:rsidR="00FB5721" w:rsidRPr="00C827A4" w:rsidRDefault="00FB5721">
      <w:pPr>
        <w:pStyle w:val="B1"/>
      </w:pPr>
      <w:r w:rsidRPr="00C827A4">
        <w:t>CRRN4: If a CAT session ends prior to an Applet triggering, the Applet will be triggered at the next CAT session</w:t>
      </w:r>
      <w:r w:rsidR="009D6D22" w:rsidRPr="00C827A4">
        <w:t>.</w:t>
      </w:r>
    </w:p>
    <w:p w:rsidR="00FB5721" w:rsidRPr="00C827A4" w:rsidRDefault="00FB5721">
      <w:pPr>
        <w:pStyle w:val="H6"/>
      </w:pPr>
      <w:r w:rsidRPr="00C827A4">
        <w:t>5.5.3.25.1.2</w:t>
      </w:r>
      <w:r w:rsidRPr="00C827A4">
        <w:tab/>
        <w:t>Parameter errors</w:t>
      </w:r>
    </w:p>
    <w:p w:rsidR="00FB5721" w:rsidRPr="00C827A4" w:rsidRDefault="00FB5721">
      <w:r w:rsidRPr="00C827A4">
        <w:t>No requirements.</w:t>
      </w:r>
    </w:p>
    <w:p w:rsidR="00FB5721" w:rsidRPr="00C827A4" w:rsidRDefault="00FB5721">
      <w:pPr>
        <w:pStyle w:val="H6"/>
      </w:pPr>
      <w:r w:rsidRPr="00C827A4">
        <w:t>5.5.3.25.1.3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5.5.3.25.2</w:t>
      </w:r>
      <w:r w:rsidRPr="00C827A4">
        <w:tab/>
        <w:t>Test area files</w:t>
      </w:r>
    </w:p>
    <w:p w:rsidR="00FB5721" w:rsidRPr="00C827A4" w:rsidRDefault="00FB5721" w:rsidP="009D6D22">
      <w:pPr>
        <w:pStyle w:val="EX"/>
      </w:pPr>
      <w:r w:rsidRPr="00C827A4">
        <w:t xml:space="preserve">Test Source: </w:t>
      </w:r>
      <w:r w:rsidRPr="00C827A4">
        <w:tab/>
        <w:t>Test_Cre_Apt_Epha.java</w:t>
      </w:r>
      <w:r w:rsidR="009D6D22" w:rsidRPr="00C827A4">
        <w:t>.</w:t>
      </w:r>
    </w:p>
    <w:p w:rsidR="00FB5721" w:rsidRPr="00C827A4" w:rsidRDefault="00FB5721" w:rsidP="009D6D22">
      <w:pPr>
        <w:pStyle w:val="EX"/>
      </w:pPr>
      <w:r w:rsidRPr="00C827A4">
        <w:t xml:space="preserve">Test Applet: </w:t>
      </w:r>
      <w:r w:rsidRPr="00C827A4">
        <w:tab/>
        <w:t>Cre_Apt_Epha_1.java</w:t>
      </w:r>
      <w:r w:rsidR="009D6D22" w:rsidRPr="00C827A4">
        <w:t>.</w:t>
      </w:r>
    </w:p>
    <w:p w:rsidR="00FB5721" w:rsidRPr="00C827A4" w:rsidRDefault="00FB5721" w:rsidP="009D6D22">
      <w:pPr>
        <w:pStyle w:val="EX"/>
      </w:pPr>
      <w:r w:rsidRPr="00C827A4">
        <w:tab/>
        <w:t>Cre_Apt_Epha_2.java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re_apt_epha.cap</w:t>
      </w:r>
      <w:r w:rsidR="009D6D22" w:rsidRPr="00C827A4">
        <w:t>.</w:t>
      </w:r>
    </w:p>
    <w:p w:rsidR="00FB5721" w:rsidRPr="00C827A4" w:rsidRDefault="00FB5721" w:rsidP="009D6D22">
      <w:pPr>
        <w:pStyle w:val="Heading5"/>
      </w:pPr>
      <w:r w:rsidRPr="00C827A4">
        <w:t>5.5.3.25.3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CRRN4</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3772E9" w:rsidP="001F17EA">
      <w:pPr>
        <w:pStyle w:val="Heading5"/>
      </w:pPr>
      <w:r w:rsidRPr="00C827A4">
        <w:lastRenderedPageBreak/>
        <w:t>5.5.3.25.4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rsidP="001F17EA">
            <w:pPr>
              <w:pStyle w:val="TAH"/>
              <w:keepLines w:val="0"/>
            </w:pPr>
            <w:r w:rsidRPr="00C827A4">
              <w:t>Id</w:t>
            </w:r>
          </w:p>
        </w:tc>
        <w:tc>
          <w:tcPr>
            <w:tcW w:w="4111" w:type="dxa"/>
            <w:tcBorders>
              <w:bottom w:val="single" w:sz="4" w:space="0" w:color="auto"/>
            </w:tcBorders>
          </w:tcPr>
          <w:p w:rsidR="00FB5721" w:rsidRPr="00C827A4" w:rsidRDefault="00FB5721" w:rsidP="001F17EA">
            <w:pPr>
              <w:pStyle w:val="TAH"/>
              <w:keepLines w:val="0"/>
            </w:pPr>
            <w:r w:rsidRPr="00C827A4">
              <w:t>Description</w:t>
            </w:r>
          </w:p>
        </w:tc>
        <w:tc>
          <w:tcPr>
            <w:tcW w:w="2911" w:type="dxa"/>
            <w:tcBorders>
              <w:bottom w:val="single" w:sz="4" w:space="0" w:color="auto"/>
            </w:tcBorders>
          </w:tcPr>
          <w:p w:rsidR="00FB5721" w:rsidRPr="00C827A4" w:rsidRDefault="00FB5721" w:rsidP="001F17EA">
            <w:pPr>
              <w:pStyle w:val="TAH"/>
              <w:keepLines w:val="0"/>
            </w:pPr>
            <w:r w:rsidRPr="00C827A4">
              <w:t>API/CAT RE Expectation</w:t>
            </w:r>
          </w:p>
        </w:tc>
        <w:tc>
          <w:tcPr>
            <w:tcW w:w="2334" w:type="dxa"/>
            <w:tcBorders>
              <w:bottom w:val="single" w:sz="4" w:space="0" w:color="auto"/>
            </w:tcBorders>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1F17EA">
            <w:pPr>
              <w:pStyle w:val="TAC"/>
              <w:keepLines w:val="0"/>
            </w:pPr>
            <w:r w:rsidRPr="00C827A4">
              <w:t>1</w:t>
            </w:r>
          </w:p>
        </w:tc>
        <w:tc>
          <w:tcPr>
            <w:tcW w:w="4111" w:type="dxa"/>
          </w:tcPr>
          <w:p w:rsidR="00FB5721" w:rsidRPr="00C827A4" w:rsidRDefault="00FB5721" w:rsidP="001F17EA">
            <w:pPr>
              <w:pStyle w:val="TAH"/>
              <w:keepLines w:val="0"/>
            </w:pPr>
            <w:r w:rsidRPr="00C827A4">
              <w:t>Applet registration to EVENT_PROACTIVE_HANDLER_AVAILABLE, triggering and automatic deregistration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Applet1 is registered to EVENT_MENU_SELECTION</w:t>
            </w:r>
          </w:p>
          <w:p w:rsidR="00FB5721" w:rsidRPr="00C827A4" w:rsidRDefault="00FB5721" w:rsidP="001F17EA">
            <w:pPr>
              <w:pStyle w:val="PL"/>
              <w:keepNext/>
              <w:rPr>
                <w:noProof w:val="0"/>
              </w:rPr>
            </w:pPr>
            <w:r w:rsidRPr="00C827A4">
              <w:rPr>
                <w:noProof w:val="0"/>
              </w:rPr>
              <w:t>Applet2 is registered to EVENT_MENU_SELECTION and EVENT_EVENT_DOWNLOAD_USER_ACTIVITY</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Applet1 is triggered by an envelope menu selection</w:t>
            </w:r>
          </w:p>
          <w:p w:rsidR="00FB5721" w:rsidRPr="00C827A4" w:rsidRDefault="00FB5721" w:rsidP="001F17EA">
            <w:pPr>
              <w:pStyle w:val="PL"/>
              <w:keepNext/>
              <w:rPr>
                <w:noProof w:val="0"/>
              </w:rPr>
            </w:pPr>
            <w:r w:rsidRPr="00C827A4">
              <w:rPr>
                <w:noProof w:val="0"/>
              </w:rPr>
              <w:t>1.1- ToolkitRegistry.setEvent() method is called with Event = EVENT_PROACTIVE_HANDLER_AVAILABLE</w:t>
            </w:r>
          </w:p>
          <w:p w:rsidR="00FB5721" w:rsidRPr="00C827A4" w:rsidRDefault="00FB5721" w:rsidP="001F17EA">
            <w:pPr>
              <w:pStyle w:val="PL"/>
              <w:keepNext/>
              <w:rPr>
                <w:noProof w:val="0"/>
              </w:rPr>
            </w:pPr>
            <w:r w:rsidRPr="00C827A4">
              <w:rPr>
                <w:noProof w:val="0"/>
              </w:rPr>
              <w:t>1.2- ToolkitRegistry.setEvent() method is called with Event = EVENT_EVENT_DOWNLOAD_USER_ACTIVITY</w:t>
            </w:r>
          </w:p>
          <w:p w:rsidR="00FB5721" w:rsidRPr="00C827A4" w:rsidRDefault="00FB5721" w:rsidP="001F17EA">
            <w:pPr>
              <w:pStyle w:val="PL"/>
              <w:keepNext/>
              <w:rPr>
                <w:noProof w:val="0"/>
              </w:rPr>
            </w:pPr>
            <w:r w:rsidRPr="00C827A4">
              <w:rPr>
                <w:noProof w:val="0"/>
              </w:rPr>
              <w:t>1.3- ToolkitRegistry.isEventSet() method is called with Event = EVENT_PROACTIVE_HANDLER_AVAILABLE</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EVENT_PROACTIVE_HANDLER_AVAILABLE</w:t>
            </w:r>
          </w:p>
          <w:p w:rsidR="00FB5721" w:rsidRPr="00C827A4" w:rsidRDefault="00FB5721" w:rsidP="001F17EA">
            <w:pPr>
              <w:pStyle w:val="PL"/>
              <w:keepNext/>
              <w:rPr>
                <w:noProof w:val="0"/>
              </w:rPr>
            </w:pPr>
            <w:r w:rsidRPr="00C827A4">
              <w:rPr>
                <w:noProof w:val="0"/>
              </w:rPr>
              <w:t>3- ToolkitRegistry.isEventSet() method is called by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An envelope event download user activity is sent to the UICC</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 EVENT_PROACTIVE_HANDLER_AVAILABLE</w:t>
            </w:r>
          </w:p>
          <w:p w:rsidR="00FB5721" w:rsidRPr="00C827A4" w:rsidRDefault="00FB5721" w:rsidP="001F17EA">
            <w:pPr>
              <w:pStyle w:val="PL"/>
              <w:keepNext/>
              <w:rPr>
                <w:noProof w:val="0"/>
              </w:rPr>
            </w:pPr>
            <w:r w:rsidRPr="00C827A4">
              <w:rPr>
                <w:noProof w:val="0"/>
              </w:rPr>
              <w:t>5- ToolkitRegistry.setEvent() method is called by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6- ToolkitRegistry.isEventSet() method is called by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Event= </w:t>
            </w:r>
          </w:p>
          <w:p w:rsidR="00FB5721" w:rsidRPr="00C827A4" w:rsidRDefault="00FB5721" w:rsidP="001F17EA">
            <w:pPr>
              <w:pStyle w:val="PL"/>
              <w:keepNext/>
              <w:rPr>
                <w:noProof w:val="0"/>
              </w:rPr>
            </w:pPr>
            <w:r w:rsidRPr="00C827A4">
              <w:rPr>
                <w:noProof w:val="0"/>
              </w:rPr>
              <w:t>EVENT_PROACTIVE_HANDLER_AVAILABLE</w:t>
            </w:r>
          </w:p>
          <w:p w:rsidR="00FB5721" w:rsidRPr="00C827A4" w:rsidRDefault="00FB5721" w:rsidP="001F17EA">
            <w:pPr>
              <w:pStyle w:val="PL"/>
              <w:keepNext/>
              <w:rPr>
                <w:noProof w:val="0"/>
              </w:rPr>
            </w:pPr>
            <w:r w:rsidRPr="00C827A4">
              <w:rPr>
                <w:noProof w:val="0"/>
              </w:rPr>
              <w:t>7- ToolkitRegistry.setEvent() method is called by Applet2</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8- ToolkitRegistry.isEventSet() method is called by Applet2</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Event= </w:t>
            </w:r>
          </w:p>
          <w:p w:rsidR="00FB5721" w:rsidRPr="00C827A4" w:rsidRDefault="00FB5721" w:rsidP="001F17EA">
            <w:pPr>
              <w:pStyle w:val="PL"/>
              <w:keepNext/>
              <w:rPr>
                <w:noProof w:val="0"/>
              </w:rPr>
            </w:pPr>
            <w:r w:rsidRPr="00C827A4">
              <w:rPr>
                <w:noProof w:val="0"/>
              </w:rPr>
              <w:t>EVENT_PROACTIVE_HANDLER_AVAILABLE</w:t>
            </w:r>
          </w:p>
          <w:p w:rsidR="00FB5721" w:rsidRPr="00C827A4" w:rsidRDefault="00FB5721" w:rsidP="001F17EA">
            <w:pPr>
              <w:pStyle w:val="PL"/>
              <w:keepNext/>
              <w:rPr>
                <w:noProof w:val="0"/>
              </w:rPr>
            </w:pPr>
            <w:r w:rsidRPr="00C827A4">
              <w:rPr>
                <w:noProof w:val="0"/>
              </w:rPr>
              <w:t>9- ToolkitRegistry.isEventSet() method is called by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Event= </w:t>
            </w:r>
          </w:p>
          <w:p w:rsidR="00FB5721" w:rsidRPr="00C827A4" w:rsidRDefault="00FB5721" w:rsidP="001F17EA">
            <w:pPr>
              <w:pStyle w:val="PL"/>
              <w:keepNext/>
              <w:rPr>
                <w:noProof w:val="0"/>
              </w:rPr>
            </w:pPr>
            <w:r w:rsidRPr="00C827A4">
              <w:rPr>
                <w:noProof w:val="0"/>
              </w:rPr>
              <w:t>EVENT_PROACTIVE_HANDLER_AVAILABLE</w:t>
            </w:r>
          </w:p>
          <w:p w:rsidR="00FB5721" w:rsidRPr="00C827A4" w:rsidRDefault="00FB5721" w:rsidP="001F17EA">
            <w:pPr>
              <w:pStyle w:val="PL"/>
              <w:keepNext/>
              <w:rPr>
                <w:noProof w:val="0"/>
              </w:rPr>
            </w:pPr>
            <w:r w:rsidRPr="00C827A4">
              <w:rPr>
                <w:noProof w:val="0"/>
              </w:rPr>
              <w:t>10- ToolkitRegistry.isEventSet() method is called by Applet1</w:t>
            </w:r>
          </w:p>
          <w:p w:rsidR="00FB5721" w:rsidRPr="00C827A4" w:rsidRDefault="00FB5721" w:rsidP="001F17EA">
            <w:pPr>
              <w:pStyle w:val="TAL"/>
            </w:pPr>
          </w:p>
        </w:tc>
        <w:tc>
          <w:tcPr>
            <w:tcW w:w="2911" w:type="dxa"/>
          </w:tcPr>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 Applet1 is triggered</w:t>
            </w:r>
          </w:p>
          <w:p w:rsidR="00FB5721" w:rsidRPr="00C827A4" w:rsidRDefault="00FB5721" w:rsidP="001F17EA">
            <w:pPr>
              <w:pStyle w:val="TAL"/>
            </w:pPr>
          </w:p>
          <w:p w:rsidR="00FB5721" w:rsidRPr="00C827A4" w:rsidRDefault="00FB5721" w:rsidP="001F17EA">
            <w:pPr>
              <w:pStyle w:val="TAL"/>
            </w:pPr>
            <w:r w:rsidRPr="00C827A4">
              <w:t>1.1- No exception is thrown</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1.2- No exception is thrown</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1.3- Method returns TRUE</w:t>
            </w:r>
          </w:p>
          <w:p w:rsidR="00FB5721" w:rsidRPr="00C827A4" w:rsidRDefault="00FB5721" w:rsidP="001F17EA">
            <w:pPr>
              <w:pStyle w:val="TAL"/>
            </w:pPr>
          </w:p>
          <w:p w:rsidR="00FB5721" w:rsidRPr="00C827A4" w:rsidRDefault="00FB5721" w:rsidP="001F17EA">
            <w:pPr>
              <w:pStyle w:val="TAL"/>
            </w:pPr>
            <w:r w:rsidRPr="00C827A4">
              <w:t>1.4-</w:t>
            </w:r>
          </w:p>
          <w:p w:rsidR="00FB5721" w:rsidRPr="00C827A4" w:rsidRDefault="00FB5721" w:rsidP="001F17EA">
            <w:pPr>
              <w:pStyle w:val="TAL"/>
            </w:pPr>
            <w:r w:rsidRPr="00C827A4">
              <w:t>2- Applet1 is triggered by EVENT_PROACTIVE_HANDLER_AVAILABLE</w:t>
            </w:r>
          </w:p>
          <w:p w:rsidR="00FB5721" w:rsidRPr="00C827A4" w:rsidRDefault="00FB5721" w:rsidP="001F17EA">
            <w:pPr>
              <w:pStyle w:val="TAL"/>
            </w:pPr>
          </w:p>
          <w:p w:rsidR="00FB5721" w:rsidRPr="00C827A4" w:rsidRDefault="00FB5721" w:rsidP="001F17EA">
            <w:pPr>
              <w:pStyle w:val="TAL"/>
            </w:pPr>
            <w:r w:rsidRPr="00C827A4">
              <w:t>3- Method returns FALSE</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4- Applet1 is triggered by the envelope</w:t>
            </w:r>
          </w:p>
          <w:p w:rsidR="00FB5721" w:rsidRPr="00C827A4" w:rsidRDefault="00FB5721" w:rsidP="001F17EA">
            <w:pPr>
              <w:pStyle w:val="TAL"/>
            </w:pPr>
          </w:p>
          <w:p w:rsidR="00FB5721" w:rsidRPr="00C827A4" w:rsidRDefault="00FB5721" w:rsidP="001F17EA">
            <w:pPr>
              <w:pStyle w:val="TAL"/>
            </w:pPr>
            <w:r w:rsidRPr="00C827A4">
              <w:t>5- No exception is thrown</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6- Method returns TRUE</w:t>
            </w:r>
          </w:p>
          <w:p w:rsidR="00FB5721" w:rsidRPr="00C827A4" w:rsidRDefault="00FB5721" w:rsidP="001F17EA">
            <w:pPr>
              <w:pStyle w:val="TAL"/>
            </w:pPr>
            <w:r w:rsidRPr="00C827A4">
              <w:t>Applet1 finalizes</w:t>
            </w:r>
          </w:p>
          <w:p w:rsidR="00FB5721" w:rsidRPr="00C827A4" w:rsidRDefault="00FB5721" w:rsidP="001F17EA">
            <w:pPr>
              <w:pStyle w:val="TAL"/>
            </w:pPr>
            <w:r w:rsidRPr="00C827A4">
              <w:t>Applet2 is triggered by the envelope</w:t>
            </w:r>
          </w:p>
          <w:p w:rsidR="00FB5721" w:rsidRPr="00C827A4" w:rsidRDefault="00FB5721" w:rsidP="001F17EA">
            <w:pPr>
              <w:pStyle w:val="TAL"/>
            </w:pPr>
          </w:p>
          <w:p w:rsidR="00FB5721" w:rsidRPr="00C827A4" w:rsidRDefault="00FB5721" w:rsidP="001F17EA">
            <w:pPr>
              <w:pStyle w:val="TAL"/>
            </w:pPr>
            <w:r w:rsidRPr="00C827A4">
              <w:t>7- No exception is thrown</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8- Method returns TRUE</w:t>
            </w:r>
          </w:p>
          <w:p w:rsidR="00FB5721" w:rsidRPr="00C827A4" w:rsidRDefault="00FB5721" w:rsidP="001F17EA">
            <w:pPr>
              <w:pStyle w:val="TAL"/>
            </w:pPr>
          </w:p>
          <w:p w:rsidR="00FB5721" w:rsidRPr="00C827A4" w:rsidRDefault="00FB5721" w:rsidP="001F17EA">
            <w:pPr>
              <w:pStyle w:val="TAL"/>
            </w:pPr>
            <w:r w:rsidRPr="00C827A4">
              <w:t>Applet2 finalizes</w:t>
            </w:r>
          </w:p>
          <w:p w:rsidR="00FB5721" w:rsidRPr="00C827A4" w:rsidRDefault="00FB5721" w:rsidP="001F17EA">
            <w:pPr>
              <w:pStyle w:val="TAL"/>
            </w:pPr>
            <w:r w:rsidRPr="00C827A4">
              <w:t>Applet1 is triggered by EVENT_PROACTIVE_HANDLER_AVAILABLE</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9- Method returns FALSE</w:t>
            </w:r>
          </w:p>
          <w:p w:rsidR="00FB5721" w:rsidRPr="00C827A4" w:rsidRDefault="00FB5721" w:rsidP="001F17EA">
            <w:pPr>
              <w:pStyle w:val="TAL"/>
            </w:pPr>
            <w:r w:rsidRPr="00C827A4">
              <w:t>Applet1 finalizes</w:t>
            </w:r>
          </w:p>
          <w:p w:rsidR="00FB5721" w:rsidRPr="00C827A4" w:rsidRDefault="00FB5721" w:rsidP="001F17EA">
            <w:pPr>
              <w:pStyle w:val="TAL"/>
            </w:pPr>
            <w:r w:rsidRPr="00C827A4">
              <w:t xml:space="preserve">Applet2 is triggered by EVENT_PROACTIVE_HANDLER_AVAILABLE </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10- Method returns FALSE</w:t>
            </w:r>
          </w:p>
          <w:p w:rsidR="00FB5721" w:rsidRPr="00C827A4" w:rsidRDefault="00FB5721" w:rsidP="001F17EA">
            <w:pPr>
              <w:pStyle w:val="TAL"/>
            </w:pPr>
            <w:r w:rsidRPr="00C827A4">
              <w:t>Applet2 finalizes</w:t>
            </w:r>
          </w:p>
        </w:tc>
        <w:tc>
          <w:tcPr>
            <w:tcW w:w="2334" w:type="dxa"/>
          </w:tcPr>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2- SW = 9000 is returned to the envelope</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rsidP="001F17EA">
            <w:pPr>
              <w:pStyle w:val="TAC"/>
              <w:keepNext w:val="0"/>
              <w:keepLines w:val="0"/>
              <w:pageBreakBefore/>
            </w:pPr>
            <w:r w:rsidRPr="00C827A4">
              <w:lastRenderedPageBreak/>
              <w:t>2</w:t>
            </w:r>
          </w:p>
        </w:tc>
        <w:tc>
          <w:tcPr>
            <w:tcW w:w="4111" w:type="dxa"/>
            <w:tcBorders>
              <w:bottom w:val="single" w:sz="4" w:space="0" w:color="auto"/>
            </w:tcBorders>
          </w:tcPr>
          <w:p w:rsidR="00FB5721" w:rsidRPr="00C827A4" w:rsidRDefault="00FB5721" w:rsidP="001F17EA">
            <w:pPr>
              <w:pStyle w:val="TAH"/>
              <w:keepNext w:val="0"/>
              <w:keepLines w:val="0"/>
              <w:pageBreakBefore/>
            </w:pPr>
            <w:r w:rsidRPr="00C827A4">
              <w:t>Applet triggering between 2 CAT sessions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Applet1 is triggered by an envelope menu selection</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1.1- Applet1 prepares and sends a Display Text proactive command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Fetch the proactive command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3- Applet2 is triggered by an envelope menu selection</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3.1 Applet2 registers to EVENT_PROACTIVE_HANDLER_AVAILABLE then finalizes</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4- Reset the card and send the profile download command</w:t>
            </w:r>
          </w:p>
        </w:tc>
        <w:tc>
          <w:tcPr>
            <w:tcW w:w="2911" w:type="dxa"/>
            <w:tcBorders>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1.1 Applet1 is suspended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Applet2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3.1- No exception is thrown</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4- Applet2 is triggered by event EVENT_PROACTIVE_HANDLER_AVAILABLE</w:t>
            </w:r>
          </w:p>
        </w:tc>
        <w:tc>
          <w:tcPr>
            <w:tcW w:w="2334" w:type="dxa"/>
            <w:tcBorders>
              <w:bottom w:val="single" w:sz="4" w:space="0" w:color="auto"/>
            </w:tcBorders>
          </w:tcPr>
          <w:p w:rsidR="00FB5721" w:rsidRPr="00C827A4" w:rsidRDefault="00FB5721" w:rsidP="001F17EA">
            <w:pPr>
              <w:pStyle w:val="TAL"/>
              <w:pageBreakBefore/>
            </w:pPr>
          </w:p>
        </w:tc>
      </w:tr>
    </w:tbl>
    <w:p w:rsidR="00FB5721" w:rsidRPr="00C827A4" w:rsidRDefault="00FB5721"/>
    <w:p w:rsidR="00FB5721" w:rsidRPr="00C827A4" w:rsidRDefault="00FB5721">
      <w:pPr>
        <w:pStyle w:val="Heading4"/>
      </w:pPr>
      <w:r w:rsidRPr="00C827A4">
        <w:t>5.5.3.26</w:t>
      </w:r>
      <w:r w:rsidRPr="00C827A4">
        <w:tab/>
        <w:t>EVENT_EVENT_DOWNLOAD_NETWORK_SEARCH_MODE_CHANGE</w:t>
      </w:r>
    </w:p>
    <w:p w:rsidR="00FB5721" w:rsidRPr="00C827A4" w:rsidRDefault="00FB5721">
      <w:r w:rsidRPr="00C827A4">
        <w:t>Test Area Reference: Cre_Apt_Edns</w:t>
      </w:r>
      <w:r w:rsidR="009D6D22" w:rsidRPr="00C827A4">
        <w:t>.</w:t>
      </w:r>
    </w:p>
    <w:p w:rsidR="00FB5721" w:rsidRPr="00C827A4" w:rsidRDefault="00FB5721" w:rsidP="009D6D22">
      <w:pPr>
        <w:pStyle w:val="Heading5"/>
      </w:pPr>
      <w:r w:rsidRPr="00C827A4">
        <w:t>5.5.3.26.1</w:t>
      </w:r>
      <w:r w:rsidRPr="00C827A4">
        <w:tab/>
        <w:t>Conformance requirement</w:t>
      </w:r>
    </w:p>
    <w:p w:rsidR="00FB5721" w:rsidRPr="00C827A4" w:rsidRDefault="00FB5721">
      <w:pPr>
        <w:pStyle w:val="H6"/>
      </w:pPr>
      <w:r w:rsidRPr="00C827A4">
        <w:t>5.5.3.26.1.1</w:t>
      </w:r>
      <w:r w:rsidRPr="00C827A4">
        <w:tab/>
        <w:t>Normal execution</w:t>
      </w:r>
    </w:p>
    <w:p w:rsidR="00FB5721" w:rsidRPr="00C827A4" w:rsidRDefault="00FB5721">
      <w:pPr>
        <w:pStyle w:val="B1"/>
      </w:pPr>
      <w:r w:rsidRPr="00C827A4">
        <w:t>CRRN1: The applet is triggered by the EVENT_EVENT_DOWNLOAD_NETWORK_SEARCH_MODE_CHANGE once it has registered to this event and an Envelope Event Event Download Network Search Mode Change is received.</w:t>
      </w:r>
    </w:p>
    <w:p w:rsidR="00FB5721" w:rsidRPr="00C827A4" w:rsidRDefault="00FB5721">
      <w:pPr>
        <w:pStyle w:val="B1"/>
      </w:pPr>
      <w:r w:rsidRPr="00C827A4">
        <w:t>CRRN2: The applet is not triggered by the EVENT_EVENT_DOWNLOAD_NETWORK_SEARCH_MODE_CHANGE once it has deregistered from this event.</w:t>
      </w:r>
    </w:p>
    <w:p w:rsidR="00FB5721" w:rsidRPr="00C827A4" w:rsidRDefault="00FB5721">
      <w:pPr>
        <w:pStyle w:val="H6"/>
      </w:pPr>
      <w:r w:rsidRPr="00C827A4">
        <w:t>5.5.3.26.1.2</w:t>
      </w:r>
      <w:r w:rsidRPr="00C827A4">
        <w:tab/>
        <w:t>Parameter errors</w:t>
      </w:r>
    </w:p>
    <w:p w:rsidR="00FB5721" w:rsidRPr="00C827A4" w:rsidRDefault="00FB5721">
      <w:r w:rsidRPr="00C827A4">
        <w:t>No requirements.</w:t>
      </w:r>
    </w:p>
    <w:p w:rsidR="00FB5721" w:rsidRPr="00C827A4" w:rsidRDefault="00FB5721">
      <w:pPr>
        <w:pStyle w:val="H6"/>
      </w:pPr>
      <w:r w:rsidRPr="00C827A4">
        <w:t>5.5.3.26.1.3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5.5.3.26.2</w:t>
      </w:r>
      <w:r w:rsidRPr="00C827A4">
        <w:tab/>
        <w:t>Test area files</w:t>
      </w:r>
    </w:p>
    <w:p w:rsidR="00FB5721" w:rsidRPr="00C827A4" w:rsidRDefault="00FB5721" w:rsidP="009D6D22">
      <w:pPr>
        <w:pStyle w:val="EX"/>
      </w:pPr>
      <w:r w:rsidRPr="00C827A4">
        <w:t xml:space="preserve">Test Source: </w:t>
      </w:r>
      <w:r w:rsidRPr="00C827A4">
        <w:tab/>
        <w:t>Test_Cre_Apt_Edns.java</w:t>
      </w:r>
      <w:r w:rsidR="009D6D22" w:rsidRPr="00C827A4">
        <w:t>.</w:t>
      </w:r>
    </w:p>
    <w:p w:rsidR="00FB5721" w:rsidRPr="00C827A4" w:rsidRDefault="00FB5721" w:rsidP="009D6D22">
      <w:pPr>
        <w:pStyle w:val="EX"/>
      </w:pPr>
      <w:r w:rsidRPr="00C827A4">
        <w:t xml:space="preserve">Test Applet: </w:t>
      </w:r>
      <w:r w:rsidRPr="00C827A4">
        <w:tab/>
        <w:t>Cre_Apt_Edns_1.java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re_apt_edns.cap</w:t>
      </w:r>
      <w:r w:rsidR="009D6D22" w:rsidRPr="00C827A4">
        <w:t>.</w:t>
      </w:r>
    </w:p>
    <w:p w:rsidR="00FB5721" w:rsidRPr="00C827A4" w:rsidRDefault="00FB5721" w:rsidP="009D6D22">
      <w:pPr>
        <w:pStyle w:val="Heading5"/>
      </w:pPr>
      <w:r w:rsidRPr="00C827A4">
        <w:t>5.5.3.26.3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lastRenderedPageBreak/>
        <w:t>5.5.3.26.4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Borders>
              <w:bottom w:val="nil"/>
            </w:tcBorders>
          </w:tcPr>
          <w:p w:rsidR="00FB5721" w:rsidRPr="00C827A4" w:rsidRDefault="00FB5721">
            <w:pPr>
              <w:pStyle w:val="TAH"/>
              <w:keepNext w:val="0"/>
              <w:keepLines w:val="0"/>
            </w:pPr>
            <w:r w:rsidRPr="00C827A4">
              <w:t>Applet registration to EVENT_EVENT_DOWNLOAD_NETWORK_SEARCH_MODE_CHANGE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EVENT_EVENT_DOWNLOAD_NETWORK_SEARCH_MODE_CHANGE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EVENT_EVENT_DOWNLOAD_NETWORK_SEARCH_MODE_CHANGE</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EVENT_EVENT_DOWNLOAD_NETWORK_SEARCH_MODE_CHANGE is sent to the UICC</w:t>
            </w:r>
          </w:p>
        </w:tc>
        <w:tc>
          <w:tcPr>
            <w:tcW w:w="2911" w:type="dxa"/>
            <w:tcBorders>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EVENT_EVENT_DOWNLOAD_NETWORK_SEARCH_MODE_CHANGE</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 network search mode change event dowload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EVENT_EVENT_DOWNLOAD_NETWORK_SEARCH_MODE_CHANGE</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b/>
                <w:noProof w:val="0"/>
              </w:rPr>
            </w:pPr>
            <w:r w:rsidRPr="00C827A4">
              <w:rPr>
                <w:noProof w:val="0"/>
              </w:rPr>
              <w:t>3-An Envelope EVENT_EVENT_DOWNLOAD_NETWORK_SEARCH_MODE_CHANGE is sent to the UICC</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3- Applet is triggered</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rsidP="009D6D22">
      <w:pPr>
        <w:pStyle w:val="Heading4"/>
      </w:pPr>
      <w:r w:rsidRPr="00C827A4">
        <w:t>5.5.3.27</w:t>
      </w:r>
      <w:r w:rsidRPr="00C827A4">
        <w:tab/>
        <w:t>EVENT_EVENT_DOWNLOAD_BROWSING_STATUS</w:t>
      </w:r>
    </w:p>
    <w:p w:rsidR="00FB5721" w:rsidRPr="00C827A4" w:rsidRDefault="00FB5721" w:rsidP="009D6D22">
      <w:pPr>
        <w:keepNext/>
        <w:keepLines/>
      </w:pPr>
      <w:r w:rsidRPr="00C827A4">
        <w:t>Test Area Reference: Cre_Apt_Edbs</w:t>
      </w:r>
      <w:r w:rsidR="009D6D22" w:rsidRPr="00C827A4">
        <w:t>.</w:t>
      </w:r>
    </w:p>
    <w:p w:rsidR="00FB5721" w:rsidRPr="00C827A4" w:rsidRDefault="00FB5721" w:rsidP="009D6D22">
      <w:pPr>
        <w:pStyle w:val="Heading5"/>
      </w:pPr>
      <w:r w:rsidRPr="00C827A4">
        <w:t>5.5.3.27.1</w:t>
      </w:r>
      <w:r w:rsidRPr="00C827A4">
        <w:tab/>
        <w:t>Conformance requirement</w:t>
      </w:r>
    </w:p>
    <w:p w:rsidR="00FB5721" w:rsidRPr="00C827A4" w:rsidRDefault="00FB5721">
      <w:pPr>
        <w:pStyle w:val="H6"/>
      </w:pPr>
      <w:r w:rsidRPr="00C827A4">
        <w:t>5.5.3.27.1.1</w:t>
      </w:r>
      <w:r w:rsidRPr="00C827A4">
        <w:tab/>
        <w:t>Normal execution</w:t>
      </w:r>
    </w:p>
    <w:p w:rsidR="00FB5721" w:rsidRPr="00C827A4" w:rsidRDefault="00FB5721">
      <w:pPr>
        <w:pStyle w:val="B1"/>
      </w:pPr>
      <w:r w:rsidRPr="00C827A4">
        <w:t>CRRN1: The applet is triggered by the EVENT_EVENT_DOWNLOAD_BROWSING_STATUS once it has registered to this event and an Envelope Event Event Download Browsing Status is received.</w:t>
      </w:r>
    </w:p>
    <w:p w:rsidR="00FB5721" w:rsidRPr="00C827A4" w:rsidRDefault="00FB5721">
      <w:pPr>
        <w:pStyle w:val="B1"/>
      </w:pPr>
      <w:r w:rsidRPr="00C827A4">
        <w:t>CRRN2: The applet is not triggered by the EVENT_EVENT_DOWNLOAD_BROWSING_STATUS once it has deregistered from this event.</w:t>
      </w:r>
    </w:p>
    <w:p w:rsidR="00FB5721" w:rsidRPr="00C827A4" w:rsidRDefault="00FB5721">
      <w:pPr>
        <w:pStyle w:val="H6"/>
      </w:pPr>
      <w:r w:rsidRPr="00C827A4">
        <w:t>5.5.3.27.1.2</w:t>
      </w:r>
      <w:r w:rsidRPr="00C827A4">
        <w:tab/>
        <w:t>Parameter errors</w:t>
      </w:r>
    </w:p>
    <w:p w:rsidR="00FB5721" w:rsidRPr="00C827A4" w:rsidRDefault="00FB5721">
      <w:r w:rsidRPr="00C827A4">
        <w:t>No requirements.</w:t>
      </w:r>
    </w:p>
    <w:p w:rsidR="00FB5721" w:rsidRPr="00C827A4" w:rsidRDefault="00FB5721">
      <w:pPr>
        <w:pStyle w:val="H6"/>
      </w:pPr>
      <w:r w:rsidRPr="00C827A4">
        <w:t>5.5.3.27.1.3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lastRenderedPageBreak/>
        <w:t>5.5.3.27.2</w:t>
      </w:r>
      <w:r w:rsidRPr="00C827A4">
        <w:tab/>
        <w:t>Test area files</w:t>
      </w:r>
    </w:p>
    <w:p w:rsidR="00FB5721" w:rsidRPr="00C827A4" w:rsidRDefault="00FB5721" w:rsidP="009D6D22">
      <w:pPr>
        <w:pStyle w:val="EX"/>
      </w:pPr>
      <w:r w:rsidRPr="00C827A4">
        <w:t xml:space="preserve">Test Source: </w:t>
      </w:r>
      <w:r w:rsidRPr="00C827A4">
        <w:tab/>
        <w:t>Test_Cre_Apt_Edbs.java</w:t>
      </w:r>
      <w:r w:rsidR="009D6D22" w:rsidRPr="00C827A4">
        <w:t>.</w:t>
      </w:r>
    </w:p>
    <w:p w:rsidR="00FB5721" w:rsidRPr="00C827A4" w:rsidRDefault="00FB5721" w:rsidP="009D6D22">
      <w:pPr>
        <w:pStyle w:val="EX"/>
      </w:pPr>
      <w:r w:rsidRPr="00C827A4">
        <w:t xml:space="preserve">Test Applet: </w:t>
      </w:r>
      <w:r w:rsidRPr="00C827A4">
        <w:tab/>
        <w:t>Cre_Apt_Edbs_1.java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re_apt_edbs.cap</w:t>
      </w:r>
      <w:r w:rsidR="009D6D22" w:rsidRPr="00C827A4">
        <w:t>.</w:t>
      </w:r>
    </w:p>
    <w:p w:rsidR="00FB5721" w:rsidRPr="00C827A4" w:rsidRDefault="00FB5721" w:rsidP="009D6D22">
      <w:pPr>
        <w:pStyle w:val="Heading5"/>
      </w:pPr>
      <w:r w:rsidRPr="00C827A4">
        <w:t>5.5.3.27.3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9D6D22">
      <w:pPr>
        <w:pStyle w:val="Heading5"/>
      </w:pPr>
      <w:r w:rsidRPr="00C827A4">
        <w:t>5.5.3.27.4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Borders>
              <w:bottom w:val="nil"/>
            </w:tcBorders>
          </w:tcPr>
          <w:p w:rsidR="00FB5721" w:rsidRPr="00C827A4" w:rsidRDefault="00FB5721">
            <w:pPr>
              <w:pStyle w:val="TAH"/>
              <w:keepNext w:val="0"/>
              <w:keepLines w:val="0"/>
            </w:pPr>
            <w:r w:rsidRPr="00C827A4">
              <w:t>Applet registration to EVENT_EVENT_DOWNLOAD_BROWSING_STATUS and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Applet is registered to the EVENT_EVENT_DOWNLOAD_BROWSING_STATUS and to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EVENT_EVENT_DOWNLOAD_BROWSING_STATUS</w:t>
            </w:r>
          </w:p>
          <w:p w:rsidR="00FB5721" w:rsidRPr="00C827A4" w:rsidRDefault="00FB5721">
            <w:pPr>
              <w:pStyle w:val="PL"/>
              <w:rPr>
                <w:noProof w:val="0"/>
              </w:rPr>
            </w:pPr>
            <w:r w:rsidRPr="00C827A4">
              <w:rPr>
                <w:noProof w:val="0"/>
              </w:rPr>
              <w:t>1-ToolkitRegistry.isEventSet()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EVENT_EVENT_DOWNLOAD_BROWSING_STATUS is sent to the UICC</w:t>
            </w:r>
          </w:p>
        </w:tc>
        <w:tc>
          <w:tcPr>
            <w:tcW w:w="2911" w:type="dxa"/>
            <w:tcBorders>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Method returns true</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tc>
        <w:tc>
          <w:tcPr>
            <w:tcW w:w="2334" w:type="dxa"/>
            <w:tcBorders>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EVENT_EVENT_DOWNLOAD_BROWSING_STATUS</w:t>
            </w:r>
          </w:p>
          <w:p w:rsidR="00FB5721" w:rsidRPr="00C827A4" w:rsidRDefault="00FB5721">
            <w:pPr>
              <w:pStyle w:val="PL"/>
              <w:rPr>
                <w:noProof w:val="0"/>
              </w:rPr>
            </w:pPr>
            <w:r w:rsidRPr="00C827A4">
              <w:rPr>
                <w:noProof w:val="0"/>
              </w:rPr>
              <w:t>ToolkitRegistry.clearEvent()method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1-A browsing status event dowload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An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Event= EVENT_EVENT_DOWNLOAD_BROWSING_STATUS</w:t>
            </w:r>
          </w:p>
          <w:p w:rsidR="00FB5721" w:rsidRPr="00C827A4" w:rsidRDefault="00FB5721">
            <w:pPr>
              <w:pStyle w:val="PL"/>
              <w:rPr>
                <w:noProof w:val="0"/>
              </w:rPr>
            </w:pPr>
            <w:r w:rsidRPr="00C827A4">
              <w:rPr>
                <w:noProof w:val="0"/>
              </w:rPr>
              <w:t>ToolkitRegistry.setEvent() method is called</w:t>
            </w:r>
          </w:p>
          <w:p w:rsidR="00FB5721" w:rsidRPr="00C827A4" w:rsidRDefault="00FB5721">
            <w:pPr>
              <w:pStyle w:val="PL"/>
              <w:rPr>
                <w:noProof w:val="0"/>
              </w:rPr>
            </w:pPr>
          </w:p>
          <w:p w:rsidR="00FB5721" w:rsidRPr="00C827A4" w:rsidRDefault="00FB5721">
            <w:pPr>
              <w:pStyle w:val="PL"/>
              <w:rPr>
                <w:noProof w:val="0"/>
              </w:rPr>
            </w:pPr>
            <w:r w:rsidRPr="00C827A4">
              <w:rPr>
                <w:noProof w:val="0"/>
              </w:rPr>
              <w:t>2-An Envelope EVENT_EVENT_DOWNLOAD_BROWSING_STATUS is sent to the UICC</w:t>
            </w:r>
          </w:p>
          <w:p w:rsidR="00FB5721" w:rsidRPr="00C827A4" w:rsidRDefault="00FB5721">
            <w:pPr>
              <w:pStyle w:val="PL"/>
              <w:rPr>
                <w:b/>
                <w:noProof w:val="0"/>
              </w:rPr>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 Applet is not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Applet is triggered</w:t>
            </w: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rsidP="001F17EA">
      <w:pPr>
        <w:pStyle w:val="Heading4"/>
      </w:pPr>
      <w:r w:rsidRPr="00C827A4">
        <w:lastRenderedPageBreak/>
        <w:t>5.5.3.28</w:t>
      </w:r>
      <w:r w:rsidRPr="00C827A4">
        <w:tab/>
        <w:t>EVENT_EXTERNAL_FILE_UPDATE</w:t>
      </w:r>
    </w:p>
    <w:p w:rsidR="00FB5721" w:rsidRPr="00C827A4" w:rsidRDefault="00FB5721" w:rsidP="001F17EA">
      <w:pPr>
        <w:keepNext/>
        <w:keepLines/>
      </w:pPr>
      <w:r w:rsidRPr="00C827A4">
        <w:t>Test Area Reference: Cre_Apt_Eefu</w:t>
      </w:r>
    </w:p>
    <w:p w:rsidR="00FB5721" w:rsidRPr="00C827A4" w:rsidRDefault="00FB5721" w:rsidP="001F17EA">
      <w:pPr>
        <w:pStyle w:val="Heading5"/>
      </w:pPr>
      <w:r w:rsidRPr="00C827A4">
        <w:t>5.5.3.28.1</w:t>
      </w:r>
      <w:r w:rsidRPr="00C827A4">
        <w:tab/>
        <w:t>Conformance requirement</w:t>
      </w:r>
    </w:p>
    <w:p w:rsidR="00FB5721" w:rsidRPr="00C827A4" w:rsidRDefault="00FB5721" w:rsidP="001F17EA">
      <w:pPr>
        <w:pStyle w:val="H6"/>
      </w:pPr>
      <w:r w:rsidRPr="00C827A4">
        <w:t>5.5.3.28.1.1</w:t>
      </w:r>
      <w:r w:rsidRPr="00C827A4">
        <w:tab/>
        <w:t>Normal execution</w:t>
      </w:r>
    </w:p>
    <w:p w:rsidR="00FB5721" w:rsidRPr="00C827A4" w:rsidRDefault="00FB5721" w:rsidP="001F17EA">
      <w:pPr>
        <w:pStyle w:val="B1"/>
        <w:keepNext/>
        <w:keepLines/>
      </w:pPr>
      <w:r w:rsidRPr="00C827A4">
        <w:t xml:space="preserve">CRRN1: The applet is triggered by the EVENT_EXTERNAL_FILE_UPDATE once it has registered to this event and a successful execution of an UPDATE BINARY or UPDATE RECORD or INCREASE APDU command (sent by the Terminal and received by the UICC on </w:t>
      </w:r>
      <w:r w:rsidR="009D6D22" w:rsidRPr="00C827A4">
        <w:t>the I/O line) as defined in</w:t>
      </w:r>
      <w:r w:rsidRPr="00C827A4">
        <w:t xml:space="preserve"> TS 102 221 </w:t>
      </w:r>
      <w:r w:rsidR="0047072E" w:rsidRPr="00C827A4">
        <w:t>[5]</w:t>
      </w:r>
      <w:r w:rsidRPr="00C827A4">
        <w:t xml:space="preserve"> is performed on the associated updated file.</w:t>
      </w:r>
    </w:p>
    <w:p w:rsidR="00FB5721" w:rsidRPr="00C827A4" w:rsidRDefault="00FB5721">
      <w:pPr>
        <w:pStyle w:val="B1"/>
      </w:pPr>
      <w:r w:rsidRPr="00C827A4">
        <w:t>CRRN2: An applet shall only be triggered once per command.</w:t>
      </w:r>
    </w:p>
    <w:p w:rsidR="00FB5721" w:rsidRPr="00C827A4" w:rsidRDefault="00FB5721">
      <w:pPr>
        <w:pStyle w:val="B1"/>
      </w:pPr>
      <w:r w:rsidRPr="00C827A4">
        <w:t>CRRN3: The registration to this event is effective once the applet has successfully called a method registerFileEvent(…).</w:t>
      </w:r>
    </w:p>
    <w:p w:rsidR="00FB5721" w:rsidRPr="00C827A4" w:rsidRDefault="00FB5721">
      <w:pPr>
        <w:pStyle w:val="B1"/>
      </w:pPr>
      <w:r w:rsidRPr="00C827A4">
        <w:t>CRRN4: The applet is not triggered by the EVENT_EXTERNAL_FILE_UPDATE once it has deregistered from this event.</w:t>
      </w:r>
    </w:p>
    <w:p w:rsidR="00FB5721" w:rsidRPr="00C827A4" w:rsidRDefault="00FB5721">
      <w:pPr>
        <w:pStyle w:val="B1"/>
      </w:pPr>
      <w:r w:rsidRPr="00C827A4">
        <w:t>CRRN5: The deregistration for a particular file to this event is effective once the Applet has successfully called the method deregisterFileEvent(…).</w:t>
      </w:r>
    </w:p>
    <w:p w:rsidR="00FB5721" w:rsidRPr="00C827A4" w:rsidRDefault="00FB5721">
      <w:pPr>
        <w:pStyle w:val="B1"/>
      </w:pPr>
      <w:r w:rsidRPr="00C827A4">
        <w:t xml:space="preserve">CRRN6: A call to the method </w:t>
      </w:r>
      <w:r w:rsidRPr="00C827A4">
        <w:rPr>
          <w:i/>
          <w:iCs/>
        </w:rPr>
        <w:t>clearEvent</w:t>
      </w:r>
      <w:r w:rsidRPr="00C827A4">
        <w:t>(</w:t>
      </w:r>
      <w:r w:rsidRPr="00C827A4">
        <w:rPr>
          <w:sz w:val="16"/>
        </w:rPr>
        <w:t>EVENT_EXTERNAL_FILE_UPDATE</w:t>
      </w:r>
      <w:r w:rsidRPr="00C827A4">
        <w:t xml:space="preserve">) clears the event </w:t>
      </w:r>
      <w:r w:rsidRPr="00C827A4">
        <w:rPr>
          <w:sz w:val="16"/>
        </w:rPr>
        <w:t xml:space="preserve">EVENT_EXTERNAL_FILE_UPDATE </w:t>
      </w:r>
      <w:r w:rsidRPr="00C827A4">
        <w:t>from the ToolkitRegistry of the Applet i.e. the Applet is no longer triggered when a file is updated</w:t>
      </w:r>
      <w:r w:rsidR="003772E9" w:rsidRPr="00C827A4">
        <w:t>.</w:t>
      </w:r>
    </w:p>
    <w:p w:rsidR="00FB5721" w:rsidRPr="00C827A4" w:rsidRDefault="00FB5721">
      <w:pPr>
        <w:pStyle w:val="H6"/>
      </w:pPr>
      <w:r w:rsidRPr="00C827A4">
        <w:t>5.5.3.28.1.2</w:t>
      </w:r>
      <w:r w:rsidRPr="00C827A4">
        <w:tab/>
        <w:t>Parameter errors</w:t>
      </w:r>
    </w:p>
    <w:p w:rsidR="00FB5721" w:rsidRPr="00C827A4" w:rsidRDefault="00FB5721">
      <w:r w:rsidRPr="00C827A4">
        <w:t>No requirements.</w:t>
      </w:r>
    </w:p>
    <w:p w:rsidR="00FB5721" w:rsidRPr="00C827A4" w:rsidRDefault="00FB5721">
      <w:pPr>
        <w:pStyle w:val="H6"/>
      </w:pPr>
      <w:r w:rsidRPr="00C827A4">
        <w:t>5.5.3.28.1.3</w:t>
      </w:r>
      <w:r w:rsidRPr="00C827A4">
        <w:tab/>
        <w:t>Context errors</w:t>
      </w:r>
    </w:p>
    <w:p w:rsidR="00FB5721" w:rsidRPr="00C827A4" w:rsidRDefault="00FB5721">
      <w:pPr>
        <w:pStyle w:val="B1"/>
      </w:pPr>
      <w:r w:rsidRPr="00C827A4">
        <w:t>CRRC1: The applet shall not be triggered if the UPDATE BINARY or UPDATE RECORD or INCREASE APDU command are not sent by the Terminal and received by the UICC on the I/O line.</w:t>
      </w:r>
    </w:p>
    <w:p w:rsidR="00FB5721" w:rsidRPr="00C827A4" w:rsidRDefault="00FB5721" w:rsidP="009D6D22">
      <w:pPr>
        <w:pStyle w:val="Heading5"/>
      </w:pPr>
      <w:r w:rsidRPr="00C827A4">
        <w:t>5.5.3.28.2</w:t>
      </w:r>
      <w:r w:rsidRPr="00C827A4">
        <w:tab/>
        <w:t>Test area files</w:t>
      </w:r>
    </w:p>
    <w:p w:rsidR="00FB5721" w:rsidRPr="00C827A4" w:rsidRDefault="00FB5721" w:rsidP="009D6D22">
      <w:pPr>
        <w:pStyle w:val="EX"/>
      </w:pPr>
      <w:r w:rsidRPr="00C827A4">
        <w:t xml:space="preserve">Test Source: </w:t>
      </w:r>
      <w:r w:rsidRPr="00C827A4">
        <w:tab/>
        <w:t>Test_Cre_Apt_Eefu.java</w:t>
      </w:r>
      <w:r w:rsidR="009D6D22" w:rsidRPr="00C827A4">
        <w:t>.</w:t>
      </w:r>
    </w:p>
    <w:p w:rsidR="00FB5721" w:rsidRPr="00C827A4" w:rsidRDefault="00FB5721" w:rsidP="009D6D22">
      <w:pPr>
        <w:pStyle w:val="EX"/>
      </w:pPr>
      <w:r w:rsidRPr="00C827A4">
        <w:t xml:space="preserve">Test Applet: </w:t>
      </w:r>
      <w:r w:rsidRPr="00C827A4">
        <w:tab/>
        <w:t>Cre_Apt_Eefu_1.java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re_apt_eefu.cap</w:t>
      </w:r>
      <w:r w:rsidR="009D6D22" w:rsidRPr="00C827A4">
        <w:t>.</w:t>
      </w:r>
    </w:p>
    <w:p w:rsidR="00FB5721" w:rsidRPr="00C827A4" w:rsidRDefault="00FB5721" w:rsidP="009D6D22">
      <w:pPr>
        <w:pStyle w:val="Heading5"/>
      </w:pPr>
      <w:r w:rsidRPr="00C827A4">
        <w:t>5.5.3.28.3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rsidP="009D6D22">
            <w:pPr>
              <w:pStyle w:val="TAH"/>
            </w:pPr>
            <w:r w:rsidRPr="00C827A4">
              <w:t>CRR Number</w:t>
            </w:r>
          </w:p>
        </w:tc>
        <w:tc>
          <w:tcPr>
            <w:tcW w:w="2682" w:type="dxa"/>
          </w:tcPr>
          <w:p w:rsidR="00FB5721" w:rsidRPr="00C827A4" w:rsidRDefault="00FB5721" w:rsidP="009D6D22">
            <w:pPr>
              <w:pStyle w:val="TAH"/>
            </w:pPr>
            <w:r w:rsidRPr="00C827A4">
              <w:t>Test Case Number</w:t>
            </w:r>
          </w:p>
        </w:tc>
      </w:tr>
      <w:tr w:rsidR="00FB5721" w:rsidRPr="00C827A4">
        <w:trPr>
          <w:jc w:val="center"/>
        </w:trPr>
        <w:tc>
          <w:tcPr>
            <w:tcW w:w="2276" w:type="dxa"/>
          </w:tcPr>
          <w:p w:rsidR="00FB5721" w:rsidRPr="00C827A4" w:rsidRDefault="00FB5721" w:rsidP="009D6D22">
            <w:pPr>
              <w:pStyle w:val="TAC"/>
            </w:pPr>
            <w:r w:rsidRPr="00C827A4">
              <w:t>CRRN1</w:t>
            </w:r>
          </w:p>
        </w:tc>
        <w:tc>
          <w:tcPr>
            <w:tcW w:w="2682" w:type="dxa"/>
          </w:tcPr>
          <w:p w:rsidR="00FB5721" w:rsidRPr="00C827A4" w:rsidRDefault="00FB5721" w:rsidP="009D6D22">
            <w:pPr>
              <w:pStyle w:val="TAC"/>
            </w:pPr>
            <w:r w:rsidRPr="00C827A4">
              <w:t>1, 2</w:t>
            </w:r>
          </w:p>
        </w:tc>
      </w:tr>
      <w:tr w:rsidR="00FB5721" w:rsidRPr="00C827A4">
        <w:trPr>
          <w:jc w:val="center"/>
        </w:trPr>
        <w:tc>
          <w:tcPr>
            <w:tcW w:w="2276" w:type="dxa"/>
          </w:tcPr>
          <w:p w:rsidR="00FB5721" w:rsidRPr="00C827A4" w:rsidRDefault="00FB5721" w:rsidP="009D6D22">
            <w:pPr>
              <w:pStyle w:val="TAC"/>
            </w:pPr>
            <w:r w:rsidRPr="00C827A4">
              <w:t>CRRN2</w:t>
            </w:r>
          </w:p>
        </w:tc>
        <w:tc>
          <w:tcPr>
            <w:tcW w:w="2682" w:type="dxa"/>
          </w:tcPr>
          <w:p w:rsidR="00FB5721" w:rsidRPr="00C827A4" w:rsidRDefault="00FB5721" w:rsidP="009D6D22">
            <w:pPr>
              <w:pStyle w:val="TAC"/>
            </w:pPr>
            <w:r w:rsidRPr="00C827A4">
              <w:t>1, 2</w:t>
            </w:r>
          </w:p>
        </w:tc>
      </w:tr>
      <w:tr w:rsidR="00FB5721" w:rsidRPr="00C827A4">
        <w:trPr>
          <w:jc w:val="center"/>
        </w:trPr>
        <w:tc>
          <w:tcPr>
            <w:tcW w:w="2276" w:type="dxa"/>
          </w:tcPr>
          <w:p w:rsidR="00FB5721" w:rsidRPr="00C827A4" w:rsidRDefault="00FB5721" w:rsidP="009D6D22">
            <w:pPr>
              <w:pStyle w:val="TAC"/>
            </w:pPr>
            <w:r w:rsidRPr="00C827A4">
              <w:t>CRRN3</w:t>
            </w:r>
          </w:p>
        </w:tc>
        <w:tc>
          <w:tcPr>
            <w:tcW w:w="2682" w:type="dxa"/>
          </w:tcPr>
          <w:p w:rsidR="00FB5721" w:rsidRPr="00C827A4" w:rsidRDefault="00FB5721" w:rsidP="009D6D22">
            <w:pPr>
              <w:pStyle w:val="TAC"/>
            </w:pPr>
            <w:r w:rsidRPr="00C827A4">
              <w:t>1, 2</w:t>
            </w:r>
          </w:p>
        </w:tc>
      </w:tr>
      <w:tr w:rsidR="00FB5721" w:rsidRPr="00C827A4">
        <w:trPr>
          <w:jc w:val="center"/>
        </w:trPr>
        <w:tc>
          <w:tcPr>
            <w:tcW w:w="2276" w:type="dxa"/>
          </w:tcPr>
          <w:p w:rsidR="00FB5721" w:rsidRPr="00C827A4" w:rsidRDefault="00FB5721" w:rsidP="009D6D22">
            <w:pPr>
              <w:pStyle w:val="TAC"/>
            </w:pPr>
            <w:r w:rsidRPr="00C827A4">
              <w:t>CRRN4</w:t>
            </w:r>
          </w:p>
        </w:tc>
        <w:tc>
          <w:tcPr>
            <w:tcW w:w="2682" w:type="dxa"/>
          </w:tcPr>
          <w:p w:rsidR="00FB5721" w:rsidRPr="00C827A4" w:rsidRDefault="00FB5721" w:rsidP="009D6D22">
            <w:pPr>
              <w:pStyle w:val="TAC"/>
            </w:pPr>
            <w:r w:rsidRPr="00C827A4">
              <w:t>2</w:t>
            </w:r>
          </w:p>
        </w:tc>
      </w:tr>
      <w:tr w:rsidR="00FB5721" w:rsidRPr="00C827A4">
        <w:trPr>
          <w:jc w:val="center"/>
        </w:trPr>
        <w:tc>
          <w:tcPr>
            <w:tcW w:w="2276" w:type="dxa"/>
          </w:tcPr>
          <w:p w:rsidR="00FB5721" w:rsidRPr="00C827A4" w:rsidRDefault="00FB5721" w:rsidP="009D6D22">
            <w:pPr>
              <w:pStyle w:val="TAC"/>
            </w:pPr>
            <w:r w:rsidRPr="00C827A4">
              <w:t>CRRN5</w:t>
            </w:r>
          </w:p>
        </w:tc>
        <w:tc>
          <w:tcPr>
            <w:tcW w:w="2682" w:type="dxa"/>
          </w:tcPr>
          <w:p w:rsidR="00FB5721" w:rsidRPr="00C827A4" w:rsidRDefault="00FB5721" w:rsidP="009D6D22">
            <w:pPr>
              <w:pStyle w:val="TAC"/>
            </w:pPr>
            <w:r w:rsidRPr="00C827A4">
              <w:t>2</w:t>
            </w:r>
          </w:p>
        </w:tc>
      </w:tr>
      <w:tr w:rsidR="00FB5721" w:rsidRPr="00C827A4">
        <w:trPr>
          <w:jc w:val="center"/>
        </w:trPr>
        <w:tc>
          <w:tcPr>
            <w:tcW w:w="2276" w:type="dxa"/>
          </w:tcPr>
          <w:p w:rsidR="00FB5721" w:rsidRPr="00C827A4" w:rsidRDefault="00FB5721" w:rsidP="009D6D22">
            <w:pPr>
              <w:pStyle w:val="TAC"/>
            </w:pPr>
            <w:r w:rsidRPr="00C827A4">
              <w:t>CRRN6</w:t>
            </w:r>
          </w:p>
        </w:tc>
        <w:tc>
          <w:tcPr>
            <w:tcW w:w="2682" w:type="dxa"/>
          </w:tcPr>
          <w:p w:rsidR="00FB5721" w:rsidRPr="00C827A4" w:rsidRDefault="00FB5721" w:rsidP="009D6D22">
            <w:pPr>
              <w:pStyle w:val="TAC"/>
            </w:pPr>
            <w:r w:rsidRPr="00C827A4">
              <w:t>3</w:t>
            </w:r>
          </w:p>
        </w:tc>
      </w:tr>
      <w:tr w:rsidR="00FB5721" w:rsidRPr="00C827A4">
        <w:trPr>
          <w:jc w:val="center"/>
        </w:trPr>
        <w:tc>
          <w:tcPr>
            <w:tcW w:w="2276" w:type="dxa"/>
          </w:tcPr>
          <w:p w:rsidR="00FB5721" w:rsidRPr="00C827A4" w:rsidRDefault="00FB5721" w:rsidP="009D6D22">
            <w:pPr>
              <w:pStyle w:val="TAC"/>
            </w:pPr>
            <w:r w:rsidRPr="00C827A4">
              <w:t>CRRC1</w:t>
            </w:r>
          </w:p>
        </w:tc>
        <w:tc>
          <w:tcPr>
            <w:tcW w:w="2682" w:type="dxa"/>
          </w:tcPr>
          <w:p w:rsidR="00FB5721" w:rsidRPr="00C827A4" w:rsidRDefault="00FB5721" w:rsidP="00467119">
            <w:pPr>
              <w:pStyle w:val="TAC"/>
            </w:pPr>
            <w:r w:rsidRPr="00C827A4">
              <w:t xml:space="preserve">See </w:t>
            </w:r>
            <w:r w:rsidR="00FC51D6" w:rsidRPr="00C827A4">
              <w:t xml:space="preserve">ETSI </w:t>
            </w:r>
            <w:r w:rsidR="00467119" w:rsidRPr="00C827A4">
              <w:t>TS 131 213 [12]</w:t>
            </w:r>
          </w:p>
        </w:tc>
      </w:tr>
    </w:tbl>
    <w:p w:rsidR="00FB5721" w:rsidRPr="00C827A4" w:rsidRDefault="00FB5721" w:rsidP="003772E9"/>
    <w:p w:rsidR="00FB5721" w:rsidRPr="00C827A4" w:rsidRDefault="00FB5721" w:rsidP="001F17EA">
      <w:pPr>
        <w:pStyle w:val="Heading5"/>
      </w:pPr>
      <w:r w:rsidRPr="00C827A4">
        <w:lastRenderedPageBreak/>
        <w:t>5.5.3.28.4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1F17EA">
            <w:pPr>
              <w:pStyle w:val="TAH"/>
              <w:keepLines w:val="0"/>
            </w:pPr>
            <w:r w:rsidRPr="00C827A4">
              <w:t>Id</w:t>
            </w:r>
          </w:p>
        </w:tc>
        <w:tc>
          <w:tcPr>
            <w:tcW w:w="4111" w:type="dxa"/>
          </w:tcPr>
          <w:p w:rsidR="00FB5721" w:rsidRPr="00C827A4" w:rsidRDefault="00FB5721" w:rsidP="001F17EA">
            <w:pPr>
              <w:pStyle w:val="TAH"/>
              <w:keepLines w:val="0"/>
            </w:pPr>
            <w:r w:rsidRPr="00C827A4">
              <w:t>Description</w:t>
            </w:r>
          </w:p>
        </w:tc>
        <w:tc>
          <w:tcPr>
            <w:tcW w:w="2911" w:type="dxa"/>
          </w:tcPr>
          <w:p w:rsidR="00FB5721" w:rsidRPr="00C827A4" w:rsidRDefault="00FB5721" w:rsidP="001F17EA">
            <w:pPr>
              <w:pStyle w:val="TAH"/>
              <w:keepLines w:val="0"/>
            </w:pPr>
            <w:r w:rsidRPr="00C827A4">
              <w:t>API/CAT RE Expectation</w:t>
            </w:r>
          </w:p>
        </w:tc>
        <w:tc>
          <w:tcPr>
            <w:tcW w:w="2334" w:type="dxa"/>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1F17EA">
            <w:pPr>
              <w:pStyle w:val="TAC"/>
              <w:keepLines w:val="0"/>
            </w:pPr>
            <w:r w:rsidRPr="00C827A4">
              <w:t>1</w:t>
            </w:r>
          </w:p>
        </w:tc>
        <w:tc>
          <w:tcPr>
            <w:tcW w:w="4111" w:type="dxa"/>
            <w:tcBorders>
              <w:bottom w:val="nil"/>
            </w:tcBorders>
          </w:tcPr>
          <w:p w:rsidR="00FB5721" w:rsidRPr="00C827A4" w:rsidRDefault="00FB5721" w:rsidP="001F17EA">
            <w:pPr>
              <w:pStyle w:val="TAH"/>
              <w:keepLines w:val="0"/>
            </w:pPr>
            <w:r w:rsidRPr="00C827A4">
              <w:t>Applet registration to EVENT_EXTERNAL_FILE_UPDATE and triggering</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 is registered to the EVENT_MENU_SELECTION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Send an envelope menu selection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Event=EVENT_EXTERNAL_FILE_UPDATE </w:t>
            </w:r>
          </w:p>
          <w:p w:rsidR="00FB5721" w:rsidRPr="00C827A4" w:rsidRDefault="00FB5721" w:rsidP="001F17EA">
            <w:pPr>
              <w:pStyle w:val="PL"/>
              <w:keepNext/>
              <w:rPr>
                <w:noProof w:val="0"/>
              </w:rPr>
            </w:pPr>
            <w:r w:rsidRPr="00C827A4">
              <w:rPr>
                <w:noProof w:val="0"/>
              </w:rPr>
              <w:t>2-ToolkitRegistry.isEventSet()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ToolkitRegistry.registerFileEvent() method with fileview is called to register to EF</w:t>
            </w:r>
            <w:r w:rsidRPr="00C827A4">
              <w:rPr>
                <w:noProof w:val="0"/>
                <w:vertAlign w:val="subscript"/>
              </w:rPr>
              <w:t>TARU</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ToolkitRegistry.isEventSet()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5- ToolkitRegistry.registerFileEvent() method with paths of EF</w:t>
            </w:r>
            <w:r w:rsidRPr="00C827A4">
              <w:rPr>
                <w:noProof w:val="0"/>
                <w:vertAlign w:val="subscript"/>
              </w:rPr>
              <w:t>LARU</w:t>
            </w:r>
            <w:r w:rsidRPr="00C827A4">
              <w:rPr>
                <w:noProof w:val="0"/>
              </w:rPr>
              <w:t xml:space="preserve"> and EF</w:t>
            </w:r>
            <w:r w:rsidRPr="00C827A4">
              <w:rPr>
                <w:noProof w:val="0"/>
                <w:vertAlign w:val="subscript"/>
              </w:rPr>
              <w:t>CARU</w:t>
            </w:r>
            <w:r w:rsidRPr="00C827A4">
              <w:rPr>
                <w:noProof w:val="0"/>
              </w:rPr>
              <w:t xml:space="preserve">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vertAlign w:val="subscript"/>
              </w:rPr>
            </w:pPr>
            <w:r w:rsidRPr="00C827A4">
              <w:rPr>
                <w:noProof w:val="0"/>
              </w:rPr>
              <w:t>6- Update EF</w:t>
            </w:r>
            <w:r w:rsidRPr="00C827A4">
              <w:rPr>
                <w:noProof w:val="0"/>
                <w:vertAlign w:val="subscript"/>
              </w:rPr>
              <w:t>TARU</w:t>
            </w:r>
          </w:p>
          <w:p w:rsidR="00FB5721" w:rsidRPr="00C827A4" w:rsidRDefault="00FB5721" w:rsidP="001F17EA">
            <w:pPr>
              <w:pStyle w:val="PL"/>
              <w:keepNext/>
              <w:rPr>
                <w:noProof w:val="0"/>
                <w:vertAlign w:val="subscript"/>
              </w:rPr>
            </w:pPr>
            <w:r w:rsidRPr="00C827A4">
              <w:rPr>
                <w:noProof w:val="0"/>
              </w:rPr>
              <w:t>7- Update EF</w:t>
            </w:r>
            <w:r w:rsidRPr="00C827A4">
              <w:rPr>
                <w:noProof w:val="0"/>
                <w:vertAlign w:val="subscript"/>
              </w:rPr>
              <w:t>LARU</w:t>
            </w:r>
          </w:p>
          <w:p w:rsidR="00FB5721" w:rsidRPr="00C827A4" w:rsidRDefault="00FB5721" w:rsidP="001F17EA">
            <w:pPr>
              <w:pStyle w:val="PL"/>
              <w:keepNext/>
              <w:rPr>
                <w:noProof w:val="0"/>
              </w:rPr>
            </w:pPr>
            <w:r w:rsidRPr="00C827A4">
              <w:rPr>
                <w:noProof w:val="0"/>
              </w:rPr>
              <w:t>8- Increase EF</w:t>
            </w:r>
            <w:r w:rsidRPr="00C827A4">
              <w:rPr>
                <w:noProof w:val="0"/>
                <w:vertAlign w:val="subscript"/>
              </w:rPr>
              <w:t>CARU</w:t>
            </w:r>
          </w:p>
        </w:tc>
        <w:tc>
          <w:tcPr>
            <w:tcW w:w="2911" w:type="dxa"/>
            <w:tcBorders>
              <w:bottom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 xml:space="preserve">1- Applet is triggered </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Method returns false</w:t>
            </w:r>
          </w:p>
          <w:p w:rsidR="00FB5721" w:rsidRPr="00C827A4" w:rsidRDefault="00FB5721" w:rsidP="001F17EA">
            <w:pPr>
              <w:pStyle w:val="TAL"/>
              <w:keepLines w:val="0"/>
            </w:pPr>
          </w:p>
          <w:p w:rsidR="00FB5721" w:rsidRPr="00C827A4" w:rsidRDefault="00FB5721" w:rsidP="001F17EA">
            <w:pPr>
              <w:pStyle w:val="TAL"/>
              <w:keepLines w:val="0"/>
            </w:pPr>
            <w:r w:rsidRPr="00C827A4">
              <w:t>3-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4- Method returns true</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5-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Applet finalizes</w:t>
            </w:r>
          </w:p>
          <w:p w:rsidR="00FB5721" w:rsidRPr="00C827A4" w:rsidRDefault="00FB5721" w:rsidP="001F17EA">
            <w:pPr>
              <w:pStyle w:val="TAL"/>
              <w:keepLines w:val="0"/>
            </w:pPr>
          </w:p>
          <w:p w:rsidR="00FB5721" w:rsidRPr="00C827A4" w:rsidRDefault="00FB5721" w:rsidP="001F17EA">
            <w:pPr>
              <w:pStyle w:val="TAL"/>
              <w:keepLines w:val="0"/>
            </w:pPr>
            <w:r w:rsidRPr="00C827A4">
              <w:t>6- Applet is triggered</w:t>
            </w:r>
          </w:p>
          <w:p w:rsidR="00FB5721" w:rsidRPr="00C827A4" w:rsidRDefault="00FB5721" w:rsidP="001F17EA">
            <w:pPr>
              <w:pStyle w:val="TAL"/>
              <w:keepLines w:val="0"/>
            </w:pPr>
            <w:r w:rsidRPr="00C827A4">
              <w:t>7- Applet is triggered</w:t>
            </w:r>
          </w:p>
          <w:p w:rsidR="00FB5721" w:rsidRPr="00C827A4" w:rsidRDefault="00FB5721" w:rsidP="001F17EA">
            <w:pPr>
              <w:pStyle w:val="TAL"/>
              <w:keepLines w:val="0"/>
            </w:pPr>
            <w:r w:rsidRPr="00C827A4">
              <w:t>8- Applet is triggered</w:t>
            </w:r>
          </w:p>
        </w:tc>
        <w:tc>
          <w:tcPr>
            <w:tcW w:w="2334" w:type="dxa"/>
            <w:tcBorders>
              <w:bottom w:val="nil"/>
            </w:tcBorders>
          </w:tcPr>
          <w:p w:rsidR="00FB5721" w:rsidRPr="00C827A4" w:rsidRDefault="00FB5721" w:rsidP="001F17EA">
            <w:pPr>
              <w:pStyle w:val="textcell"/>
              <w:keepNext/>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keepNext w:val="0"/>
              <w:keepLines w:val="0"/>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Applet deregistration – case 1</w:t>
            </w:r>
          </w:p>
          <w:p w:rsidR="00FB5721" w:rsidRPr="00C827A4" w:rsidRDefault="00FB5721">
            <w:pPr>
              <w:pStyle w:val="PL"/>
              <w:rPr>
                <w:noProof w:val="0"/>
              </w:rPr>
            </w:pPr>
          </w:p>
          <w:p w:rsidR="00FB5721" w:rsidRPr="00C827A4" w:rsidRDefault="00FB5721">
            <w:pPr>
              <w:pStyle w:val="PL"/>
              <w:rPr>
                <w:noProof w:val="0"/>
              </w:rPr>
            </w:pPr>
            <w:r w:rsidRPr="00C827A4">
              <w:rPr>
                <w:noProof w:val="0"/>
              </w:rPr>
              <w:t>1-Update EF</w:t>
            </w:r>
            <w:r w:rsidRPr="00C827A4">
              <w:rPr>
                <w:noProof w:val="0"/>
                <w:vertAlign w:val="subscript"/>
              </w:rPr>
              <w:t>TARU</w:t>
            </w:r>
            <w:r w:rsidRPr="00C827A4">
              <w:rPr>
                <w:noProof w:val="0"/>
              </w:rPr>
              <w:t xml:space="preserve"> </w:t>
            </w:r>
          </w:p>
          <w:p w:rsidR="00FB5721" w:rsidRPr="00C827A4" w:rsidRDefault="00FB5721">
            <w:pPr>
              <w:pStyle w:val="PL"/>
              <w:rPr>
                <w:noProof w:val="0"/>
              </w:rPr>
            </w:pPr>
          </w:p>
          <w:p w:rsidR="00FB5721" w:rsidRPr="00C827A4" w:rsidRDefault="00FB5721">
            <w:pPr>
              <w:pStyle w:val="PL"/>
              <w:rPr>
                <w:noProof w:val="0"/>
              </w:rPr>
            </w:pPr>
            <w:r w:rsidRPr="00C827A4">
              <w:rPr>
                <w:noProof w:val="0"/>
              </w:rPr>
              <w:t>2- ToolkitRegistry.deregisterFileEvent() method with fileview is called to deregister EF</w:t>
            </w:r>
            <w:r w:rsidRPr="00C827A4">
              <w:rPr>
                <w:noProof w:val="0"/>
                <w:vertAlign w:val="subscript"/>
              </w:rPr>
              <w:t>CARU</w:t>
            </w:r>
            <w:r w:rsidRPr="00C827A4">
              <w:rPr>
                <w:noProof w:val="0"/>
              </w:rPr>
              <w:t xml:space="preserve">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Event=EVENT_EXTERNAL_FILE_UPDATE </w:t>
            </w:r>
          </w:p>
          <w:p w:rsidR="00FB5721" w:rsidRPr="00C827A4" w:rsidRDefault="00FB5721">
            <w:pPr>
              <w:pStyle w:val="PL"/>
              <w:rPr>
                <w:noProof w:val="0"/>
              </w:rPr>
            </w:pPr>
            <w:r w:rsidRPr="00C827A4">
              <w:rPr>
                <w:noProof w:val="0"/>
              </w:rPr>
              <w:t xml:space="preserve">3- ToolkitRegistry.isEventSet() method is called </w:t>
            </w:r>
          </w:p>
          <w:p w:rsidR="00FB5721" w:rsidRPr="00C827A4" w:rsidRDefault="00FB5721">
            <w:pPr>
              <w:pStyle w:val="PL"/>
              <w:rPr>
                <w:noProof w:val="0"/>
              </w:rPr>
            </w:pPr>
          </w:p>
          <w:p w:rsidR="00FB5721" w:rsidRPr="00C827A4" w:rsidRDefault="00FB5721">
            <w:pPr>
              <w:pStyle w:val="PL"/>
              <w:rPr>
                <w:noProof w:val="0"/>
              </w:rPr>
            </w:pPr>
            <w:r w:rsidRPr="00C827A4">
              <w:rPr>
                <w:noProof w:val="0"/>
              </w:rPr>
              <w:t>4- Increase EF</w:t>
            </w:r>
            <w:r w:rsidRPr="00C827A4">
              <w:rPr>
                <w:noProof w:val="0"/>
                <w:vertAlign w:val="subscript"/>
              </w:rPr>
              <w:t>CARU</w:t>
            </w:r>
            <w:r w:rsidRPr="00C827A4">
              <w:rPr>
                <w:noProof w:val="0"/>
              </w:rPr>
              <w:t xml:space="preserve"> </w:t>
            </w:r>
          </w:p>
          <w:p w:rsidR="00FB5721" w:rsidRPr="00C827A4" w:rsidRDefault="00FB5721">
            <w:pPr>
              <w:pStyle w:val="PL"/>
              <w:rPr>
                <w:noProof w:val="0"/>
              </w:rPr>
            </w:pPr>
          </w:p>
          <w:p w:rsidR="00FB5721" w:rsidRPr="00C827A4" w:rsidRDefault="00FB5721">
            <w:pPr>
              <w:pStyle w:val="PL"/>
              <w:rPr>
                <w:noProof w:val="0"/>
              </w:rPr>
            </w:pPr>
            <w:r w:rsidRPr="00C827A4">
              <w:rPr>
                <w:noProof w:val="0"/>
              </w:rPr>
              <w:t>5- Update EF</w:t>
            </w:r>
            <w:r w:rsidRPr="00C827A4">
              <w:rPr>
                <w:noProof w:val="0"/>
                <w:vertAlign w:val="subscript"/>
              </w:rPr>
              <w:t>TARU</w:t>
            </w:r>
          </w:p>
          <w:p w:rsidR="00FB5721" w:rsidRPr="00C827A4" w:rsidRDefault="00FB5721">
            <w:pPr>
              <w:pStyle w:val="PL"/>
              <w:rPr>
                <w:noProof w:val="0"/>
              </w:rPr>
            </w:pPr>
          </w:p>
          <w:p w:rsidR="00FB5721" w:rsidRPr="00C827A4" w:rsidRDefault="00FB5721">
            <w:pPr>
              <w:pStyle w:val="PL"/>
              <w:rPr>
                <w:noProof w:val="0"/>
              </w:rPr>
            </w:pPr>
            <w:r w:rsidRPr="00C827A4">
              <w:rPr>
                <w:noProof w:val="0"/>
              </w:rPr>
              <w:t>6- ToolkitRegistry.deregisterFileEvent() method with path of EF</w:t>
            </w:r>
            <w:r w:rsidRPr="00C827A4">
              <w:rPr>
                <w:noProof w:val="0"/>
                <w:vertAlign w:val="subscript"/>
              </w:rPr>
              <w:t>LARU</w:t>
            </w:r>
            <w:r w:rsidRPr="00C827A4">
              <w:rPr>
                <w:noProof w:val="0"/>
              </w:rPr>
              <w:t xml:space="preserve"> is called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7- ToolkitRegistry.isEventSet() method is called </w:t>
            </w:r>
          </w:p>
          <w:p w:rsidR="00FB5721" w:rsidRPr="00C827A4" w:rsidRDefault="00FB5721">
            <w:pPr>
              <w:pStyle w:val="PL"/>
              <w:rPr>
                <w:noProof w:val="0"/>
              </w:rPr>
            </w:pPr>
          </w:p>
          <w:p w:rsidR="00FB5721" w:rsidRPr="00C827A4" w:rsidRDefault="00FB5721">
            <w:pPr>
              <w:pStyle w:val="PL"/>
              <w:rPr>
                <w:noProof w:val="0"/>
              </w:rPr>
            </w:pPr>
            <w:r w:rsidRPr="00C827A4">
              <w:rPr>
                <w:noProof w:val="0"/>
              </w:rPr>
              <w:t>8- Update EF</w:t>
            </w:r>
            <w:r w:rsidRPr="00C827A4">
              <w:rPr>
                <w:noProof w:val="0"/>
                <w:vertAlign w:val="subscript"/>
              </w:rPr>
              <w:t>LARU</w:t>
            </w:r>
          </w:p>
          <w:p w:rsidR="00FB5721" w:rsidRPr="00C827A4" w:rsidRDefault="00FB5721">
            <w:pPr>
              <w:pStyle w:val="PL"/>
              <w:rPr>
                <w:noProof w:val="0"/>
              </w:rPr>
            </w:pPr>
          </w:p>
          <w:p w:rsidR="00FB5721" w:rsidRPr="00C827A4" w:rsidRDefault="00FB5721">
            <w:pPr>
              <w:pStyle w:val="PL"/>
              <w:rPr>
                <w:noProof w:val="0"/>
              </w:rPr>
            </w:pPr>
            <w:r w:rsidRPr="00C827A4">
              <w:rPr>
                <w:noProof w:val="0"/>
              </w:rPr>
              <w:t>9- Update EF</w:t>
            </w:r>
            <w:r w:rsidRPr="00C827A4">
              <w:rPr>
                <w:noProof w:val="0"/>
                <w:vertAlign w:val="subscript"/>
              </w:rPr>
              <w:t>TARU</w:t>
            </w:r>
          </w:p>
          <w:p w:rsidR="00FB5721" w:rsidRPr="00C827A4" w:rsidRDefault="00FB5721">
            <w:pPr>
              <w:pStyle w:val="PL"/>
              <w:rPr>
                <w:noProof w:val="0"/>
              </w:rPr>
            </w:pPr>
          </w:p>
          <w:p w:rsidR="00FB5721" w:rsidRPr="00C827A4" w:rsidRDefault="00FB5721">
            <w:pPr>
              <w:pStyle w:val="PL"/>
              <w:rPr>
                <w:noProof w:val="0"/>
              </w:rPr>
            </w:pPr>
            <w:r w:rsidRPr="00C827A4">
              <w:rPr>
                <w:noProof w:val="0"/>
              </w:rPr>
              <w:t>10- ToolkitRegistry.deregisterFileEvent() method with path of EF</w:t>
            </w:r>
            <w:r w:rsidRPr="00C827A4">
              <w:rPr>
                <w:noProof w:val="0"/>
                <w:vertAlign w:val="subscript"/>
              </w:rPr>
              <w:t>TARU</w:t>
            </w:r>
            <w:r w:rsidRPr="00C827A4">
              <w:rPr>
                <w:noProof w:val="0"/>
              </w:rPr>
              <w:t xml:space="preserve"> is called </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11- ToolkitRegistry.isEventSet() method is called </w:t>
            </w:r>
          </w:p>
          <w:p w:rsidR="00FB5721" w:rsidRPr="00C827A4" w:rsidRDefault="00FB5721">
            <w:pPr>
              <w:pStyle w:val="PL"/>
              <w:rPr>
                <w:noProof w:val="0"/>
              </w:rPr>
            </w:pPr>
          </w:p>
          <w:p w:rsidR="00FB5721" w:rsidRPr="00C827A4" w:rsidRDefault="00FB5721">
            <w:pPr>
              <w:pStyle w:val="PL"/>
              <w:rPr>
                <w:b/>
                <w:noProof w:val="0"/>
              </w:rPr>
            </w:pPr>
            <w:r w:rsidRPr="00C827A4">
              <w:rPr>
                <w:noProof w:val="0"/>
              </w:rPr>
              <w:t>12- Update EF</w:t>
            </w:r>
            <w:r w:rsidRPr="00C827A4">
              <w:rPr>
                <w:noProof w:val="0"/>
                <w:vertAlign w:val="subscript"/>
              </w:rPr>
              <w:t>TARU</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 is triggered</w:t>
            </w:r>
          </w:p>
          <w:p w:rsidR="00FB5721" w:rsidRPr="00C827A4" w:rsidRDefault="00FB5721">
            <w:pPr>
              <w:pStyle w:val="TAL"/>
              <w:keepNext w:val="0"/>
              <w:keepLines w:val="0"/>
            </w:pPr>
          </w:p>
          <w:p w:rsidR="00FB5721" w:rsidRPr="00C827A4" w:rsidRDefault="00FB5721">
            <w:pPr>
              <w:pStyle w:val="TAL"/>
              <w:keepNext w:val="0"/>
              <w:keepLines w:val="0"/>
            </w:pPr>
            <w:r w:rsidRPr="00C827A4">
              <w:t>2- No exception is thrown</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3- Method returns true</w:t>
            </w:r>
          </w:p>
          <w:p w:rsidR="00FB5721" w:rsidRPr="00C827A4" w:rsidRDefault="00FB5721">
            <w:pPr>
              <w:pStyle w:val="TAL"/>
              <w:keepNext w:val="0"/>
              <w:keepLines w:val="0"/>
            </w:pPr>
          </w:p>
          <w:p w:rsidR="00FB5721" w:rsidRPr="00C827A4" w:rsidRDefault="00FB5721">
            <w:pPr>
              <w:pStyle w:val="TAL"/>
              <w:keepNext w:val="0"/>
              <w:keepLines w:val="0"/>
            </w:pPr>
            <w:r w:rsidRPr="00C827A4">
              <w:t>4- Applet is not triggered</w:t>
            </w:r>
          </w:p>
          <w:p w:rsidR="00FB5721" w:rsidRPr="00C827A4" w:rsidRDefault="00FB5721">
            <w:pPr>
              <w:pStyle w:val="TAL"/>
              <w:keepNext w:val="0"/>
              <w:keepLines w:val="0"/>
            </w:pPr>
          </w:p>
          <w:p w:rsidR="00FB5721" w:rsidRPr="00C827A4" w:rsidRDefault="00FB5721">
            <w:pPr>
              <w:pStyle w:val="TAL"/>
              <w:keepNext w:val="0"/>
              <w:keepLines w:val="0"/>
            </w:pPr>
            <w:r w:rsidRPr="00C827A4">
              <w:t>5- Applet is triggered</w:t>
            </w:r>
          </w:p>
          <w:p w:rsidR="00FB5721" w:rsidRPr="00C827A4" w:rsidRDefault="00FB5721">
            <w:pPr>
              <w:pStyle w:val="TAL"/>
              <w:keepNext w:val="0"/>
              <w:keepLines w:val="0"/>
            </w:pPr>
          </w:p>
          <w:p w:rsidR="00FB5721" w:rsidRPr="00C827A4" w:rsidRDefault="00FB5721">
            <w:pPr>
              <w:pStyle w:val="TAL"/>
              <w:keepNext w:val="0"/>
              <w:keepLines w:val="0"/>
            </w:pPr>
            <w:r w:rsidRPr="00C827A4">
              <w:t>6- No exception is thrown</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7- Method returns true</w:t>
            </w:r>
          </w:p>
          <w:p w:rsidR="00FB5721" w:rsidRPr="00C827A4" w:rsidRDefault="00FB5721">
            <w:pPr>
              <w:pStyle w:val="TAL"/>
              <w:keepNext w:val="0"/>
              <w:keepLines w:val="0"/>
            </w:pPr>
          </w:p>
          <w:p w:rsidR="00FB5721" w:rsidRPr="00C827A4" w:rsidRDefault="00FB5721">
            <w:pPr>
              <w:pStyle w:val="TAL"/>
              <w:keepNext w:val="0"/>
              <w:keepLines w:val="0"/>
            </w:pPr>
            <w:r w:rsidRPr="00C827A4">
              <w:t>8- Applet is not triggered</w:t>
            </w:r>
          </w:p>
          <w:p w:rsidR="00FB5721" w:rsidRPr="00C827A4" w:rsidRDefault="00FB5721">
            <w:pPr>
              <w:pStyle w:val="TAL"/>
              <w:keepNext w:val="0"/>
              <w:keepLines w:val="0"/>
            </w:pPr>
          </w:p>
          <w:p w:rsidR="00FB5721" w:rsidRPr="00C827A4" w:rsidRDefault="00FB5721">
            <w:pPr>
              <w:pStyle w:val="TAL"/>
              <w:keepNext w:val="0"/>
              <w:keepLines w:val="0"/>
            </w:pPr>
            <w:r w:rsidRPr="00C827A4">
              <w:t>9- Applet is triggered</w:t>
            </w:r>
          </w:p>
          <w:p w:rsidR="00FB5721" w:rsidRPr="00C827A4" w:rsidRDefault="00FB5721">
            <w:pPr>
              <w:pStyle w:val="TAL"/>
              <w:keepNext w:val="0"/>
              <w:keepLines w:val="0"/>
            </w:pPr>
          </w:p>
          <w:p w:rsidR="00FB5721" w:rsidRPr="00C827A4" w:rsidRDefault="00FB5721">
            <w:pPr>
              <w:pStyle w:val="TAL"/>
              <w:keepNext w:val="0"/>
              <w:keepLines w:val="0"/>
            </w:pPr>
            <w:r w:rsidRPr="00C827A4">
              <w:t>10- No exception is thrown</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11- Method returns false</w:t>
            </w:r>
          </w:p>
          <w:p w:rsidR="00FB5721" w:rsidRPr="00C827A4" w:rsidRDefault="00FB5721">
            <w:pPr>
              <w:pStyle w:val="TAL"/>
              <w:keepNext w:val="0"/>
              <w:keepLines w:val="0"/>
            </w:pPr>
          </w:p>
          <w:p w:rsidR="00FB5721" w:rsidRPr="00C827A4" w:rsidRDefault="00FB5721">
            <w:pPr>
              <w:pStyle w:val="TAL"/>
              <w:keepNext w:val="0"/>
              <w:keepLines w:val="0"/>
            </w:pPr>
            <w:r w:rsidRPr="00C827A4">
              <w:t>12- Applet is not triggered</w:t>
            </w:r>
          </w:p>
        </w:tc>
        <w:tc>
          <w:tcPr>
            <w:tcW w:w="2334" w:type="dxa"/>
            <w:tcBorders>
              <w:top w:val="single" w:sz="4" w:space="0" w:color="auto"/>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keepLines w:val="0"/>
            </w:pPr>
            <w:r w:rsidRPr="00C827A4">
              <w:lastRenderedPageBreak/>
              <w:t>3</w:t>
            </w:r>
          </w:p>
        </w:tc>
        <w:tc>
          <w:tcPr>
            <w:tcW w:w="4111" w:type="dxa"/>
            <w:tcBorders>
              <w:top w:val="single" w:sz="4" w:space="0" w:color="auto"/>
              <w:bottom w:val="single" w:sz="4" w:space="0" w:color="auto"/>
            </w:tcBorders>
          </w:tcPr>
          <w:p w:rsidR="00FB5721" w:rsidRPr="00C827A4" w:rsidRDefault="00FB5721" w:rsidP="001F17EA">
            <w:pPr>
              <w:pStyle w:val="TAH"/>
              <w:keepLines w:val="0"/>
            </w:pPr>
            <w:r w:rsidRPr="00C827A4">
              <w:t>Applet deregistration – case 2</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Send an envelope menu selection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ToolkitRegistry.registerFileEvent() method with fileview is called to register to EF</w:t>
            </w:r>
            <w:r w:rsidRPr="00C827A4">
              <w:rPr>
                <w:noProof w:val="0"/>
                <w:vertAlign w:val="subscript"/>
              </w:rPr>
              <w:t>TARU</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ToolkitRegistry.registerFileEvent() method with paths EF</w:t>
            </w:r>
            <w:r w:rsidRPr="00C827A4">
              <w:rPr>
                <w:noProof w:val="0"/>
                <w:vertAlign w:val="subscript"/>
              </w:rPr>
              <w:t>LARU</w:t>
            </w:r>
            <w:r w:rsidRPr="00C827A4">
              <w:rPr>
                <w:noProof w:val="0"/>
              </w:rPr>
              <w:t xml:space="preserve"> and EF</w:t>
            </w:r>
            <w:r w:rsidRPr="00C827A4">
              <w:rPr>
                <w:noProof w:val="0"/>
                <w:vertAlign w:val="subscript"/>
              </w:rPr>
              <w:t>CARU</w:t>
            </w:r>
            <w:r w:rsidRPr="00C827A4">
              <w:rPr>
                <w:noProof w:val="0"/>
              </w:rPr>
              <w:t xml:space="preserve"> is called</w:t>
            </w:r>
          </w:p>
          <w:p w:rsidR="00FB5721" w:rsidRPr="00C827A4" w:rsidRDefault="00FB5721" w:rsidP="001F17EA">
            <w:pPr>
              <w:pStyle w:val="PL"/>
              <w:keepNext/>
              <w:rPr>
                <w:noProof w:val="0"/>
              </w:rPr>
            </w:pPr>
          </w:p>
          <w:p w:rsidR="00FB5721" w:rsidRPr="00C827A4" w:rsidRDefault="00FB5721" w:rsidP="001F17EA">
            <w:pPr>
              <w:pStyle w:val="PL"/>
              <w:keepNext/>
              <w:rPr>
                <w:noProof w:val="0"/>
                <w:vertAlign w:val="subscript"/>
              </w:rPr>
            </w:pPr>
            <w:r w:rsidRPr="00C827A4">
              <w:rPr>
                <w:noProof w:val="0"/>
              </w:rPr>
              <w:t>4- Update EF</w:t>
            </w:r>
            <w:r w:rsidRPr="00C827A4">
              <w:rPr>
                <w:noProof w:val="0"/>
                <w:vertAlign w:val="subscript"/>
              </w:rPr>
              <w:t>TARU</w:t>
            </w:r>
          </w:p>
          <w:p w:rsidR="00FB5721" w:rsidRPr="00C827A4" w:rsidRDefault="00FB5721" w:rsidP="001F17EA">
            <w:pPr>
              <w:pStyle w:val="PL"/>
              <w:keepNext/>
              <w:rPr>
                <w:noProof w:val="0"/>
                <w:vertAlign w:val="subscript"/>
              </w:rPr>
            </w:pPr>
            <w:r w:rsidRPr="00C827A4">
              <w:rPr>
                <w:noProof w:val="0"/>
              </w:rPr>
              <w:t>5- Update EF</w:t>
            </w:r>
            <w:r w:rsidRPr="00C827A4">
              <w:rPr>
                <w:noProof w:val="0"/>
                <w:vertAlign w:val="subscript"/>
              </w:rPr>
              <w:t>LARU</w:t>
            </w:r>
          </w:p>
          <w:p w:rsidR="00FB5721" w:rsidRPr="00C827A4" w:rsidRDefault="00FB5721" w:rsidP="001F17EA">
            <w:pPr>
              <w:pStyle w:val="PL"/>
              <w:keepNext/>
              <w:rPr>
                <w:noProof w:val="0"/>
                <w:vertAlign w:val="subscript"/>
              </w:rPr>
            </w:pPr>
            <w:r w:rsidRPr="00C827A4">
              <w:rPr>
                <w:noProof w:val="0"/>
              </w:rPr>
              <w:t>6- Increase EF</w:t>
            </w:r>
            <w:r w:rsidRPr="00C827A4">
              <w:rPr>
                <w:noProof w:val="0"/>
                <w:vertAlign w:val="subscript"/>
              </w:rPr>
              <w:t>CARU</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Event=EVENT_EXTERNAL_FILE_UPDATE</w:t>
            </w:r>
          </w:p>
          <w:p w:rsidR="00FB5721" w:rsidRPr="00C827A4" w:rsidRDefault="00FB5721" w:rsidP="001F17EA">
            <w:pPr>
              <w:pStyle w:val="PL"/>
              <w:keepNext/>
              <w:rPr>
                <w:noProof w:val="0"/>
              </w:rPr>
            </w:pPr>
            <w:r w:rsidRPr="00C827A4">
              <w:rPr>
                <w:noProof w:val="0"/>
              </w:rPr>
              <w:t>7- ToolkitRegistry.clearEvent() method is called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8- ToolkitRegistry.isEventSet() method is called </w:t>
            </w:r>
          </w:p>
          <w:p w:rsidR="00FB5721" w:rsidRPr="00C827A4" w:rsidRDefault="00FB5721" w:rsidP="001F17EA">
            <w:pPr>
              <w:pStyle w:val="PL"/>
              <w:keepNext/>
              <w:rPr>
                <w:noProof w:val="0"/>
              </w:rPr>
            </w:pPr>
          </w:p>
          <w:p w:rsidR="00FB5721" w:rsidRPr="00C827A4" w:rsidRDefault="00FB5721" w:rsidP="001F17EA">
            <w:pPr>
              <w:pStyle w:val="PL"/>
              <w:keepNext/>
              <w:rPr>
                <w:noProof w:val="0"/>
                <w:vertAlign w:val="subscript"/>
              </w:rPr>
            </w:pPr>
            <w:r w:rsidRPr="00C827A4">
              <w:rPr>
                <w:noProof w:val="0"/>
              </w:rPr>
              <w:t>9- Update EF</w:t>
            </w:r>
            <w:r w:rsidRPr="00C827A4">
              <w:rPr>
                <w:noProof w:val="0"/>
                <w:vertAlign w:val="subscript"/>
              </w:rPr>
              <w:t>TARU</w:t>
            </w:r>
          </w:p>
          <w:p w:rsidR="00FB5721" w:rsidRPr="00C827A4" w:rsidRDefault="00FB5721" w:rsidP="001F17EA">
            <w:pPr>
              <w:pStyle w:val="PL"/>
              <w:keepNext/>
              <w:rPr>
                <w:noProof w:val="0"/>
                <w:vertAlign w:val="subscript"/>
              </w:rPr>
            </w:pPr>
            <w:r w:rsidRPr="00C827A4">
              <w:rPr>
                <w:noProof w:val="0"/>
              </w:rPr>
              <w:t>10- Update EF</w:t>
            </w:r>
            <w:r w:rsidRPr="00C827A4">
              <w:rPr>
                <w:noProof w:val="0"/>
                <w:vertAlign w:val="subscript"/>
              </w:rPr>
              <w:t>LARU</w:t>
            </w:r>
          </w:p>
          <w:p w:rsidR="00FB5721" w:rsidRPr="00C827A4" w:rsidRDefault="00FB5721" w:rsidP="001F17EA">
            <w:pPr>
              <w:pStyle w:val="PL"/>
              <w:keepNext/>
              <w:rPr>
                <w:noProof w:val="0"/>
                <w:vertAlign w:val="subscript"/>
              </w:rPr>
            </w:pPr>
            <w:r w:rsidRPr="00C827A4">
              <w:rPr>
                <w:noProof w:val="0"/>
              </w:rPr>
              <w:t>11- Increase EF</w:t>
            </w:r>
            <w:r w:rsidRPr="00C827A4">
              <w:rPr>
                <w:noProof w:val="0"/>
                <w:vertAlign w:val="subscript"/>
              </w:rPr>
              <w:t>CARU</w:t>
            </w:r>
          </w:p>
          <w:p w:rsidR="00FB5721" w:rsidRPr="00C827A4" w:rsidRDefault="00FB5721" w:rsidP="001F17EA">
            <w:pPr>
              <w:pStyle w:val="PL"/>
              <w:keepNext/>
              <w:rPr>
                <w:b/>
                <w:noProof w:val="0"/>
              </w:rPr>
            </w:pPr>
          </w:p>
          <w:p w:rsidR="00FB5721" w:rsidRPr="00C827A4" w:rsidRDefault="00FB5721" w:rsidP="001F17EA">
            <w:pPr>
              <w:pStyle w:val="PL"/>
              <w:keepNext/>
              <w:rPr>
                <w:b/>
                <w:noProof w:val="0"/>
              </w:rPr>
            </w:pPr>
            <w:r w:rsidRPr="00C827A4">
              <w:rPr>
                <w:noProof w:val="0"/>
              </w:rPr>
              <w:t>12- Restore EF</w:t>
            </w:r>
            <w:r w:rsidRPr="00C827A4">
              <w:rPr>
                <w:noProof w:val="0"/>
                <w:vertAlign w:val="subscript"/>
              </w:rPr>
              <w:t>CARU</w:t>
            </w:r>
            <w:r w:rsidRPr="00C827A4">
              <w:rPr>
                <w:noProof w:val="0"/>
              </w:rPr>
              <w:t>, EF</w:t>
            </w:r>
            <w:r w:rsidRPr="00C827A4">
              <w:rPr>
                <w:noProof w:val="0"/>
                <w:vertAlign w:val="subscript"/>
              </w:rPr>
              <w:t xml:space="preserve">TARU </w:t>
            </w:r>
            <w:r w:rsidRPr="00C827A4">
              <w:rPr>
                <w:noProof w:val="0"/>
              </w:rPr>
              <w:t>and EF</w:t>
            </w:r>
            <w:r w:rsidRPr="00C827A4">
              <w:rPr>
                <w:noProof w:val="0"/>
                <w:vertAlign w:val="subscript"/>
              </w:rPr>
              <w:t>LARU</w:t>
            </w: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 is triggered</w:t>
            </w:r>
          </w:p>
          <w:p w:rsidR="00FB5721" w:rsidRPr="00C827A4" w:rsidRDefault="00FB5721" w:rsidP="001F17EA">
            <w:pPr>
              <w:pStyle w:val="TAL"/>
              <w:keepLines w:val="0"/>
            </w:pPr>
            <w:r w:rsidRPr="00C827A4">
              <w:t>2-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3-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4- Applet is triggered</w:t>
            </w:r>
          </w:p>
          <w:p w:rsidR="00FB5721" w:rsidRPr="00C827A4" w:rsidRDefault="00FB5721" w:rsidP="001F17EA">
            <w:pPr>
              <w:pStyle w:val="TAL"/>
              <w:keepLines w:val="0"/>
            </w:pPr>
            <w:r w:rsidRPr="00C827A4">
              <w:t>5- Applet is triggered</w:t>
            </w:r>
          </w:p>
          <w:p w:rsidR="00FB5721" w:rsidRPr="00C827A4" w:rsidRDefault="00FB5721" w:rsidP="001F17EA">
            <w:pPr>
              <w:pStyle w:val="TAL"/>
              <w:keepLines w:val="0"/>
            </w:pPr>
            <w:r w:rsidRPr="00C827A4">
              <w:t>6- Applet is triggered</w:t>
            </w:r>
          </w:p>
          <w:p w:rsidR="00FB5721" w:rsidRPr="00C827A4" w:rsidRDefault="00FB5721" w:rsidP="001F17EA">
            <w:pPr>
              <w:pStyle w:val="TAL"/>
              <w:keepLines w:val="0"/>
            </w:pPr>
          </w:p>
          <w:p w:rsidR="00FB5721" w:rsidRPr="00C827A4" w:rsidRDefault="00FB5721" w:rsidP="001F17EA">
            <w:pPr>
              <w:pStyle w:val="TAL"/>
              <w:keepLines w:val="0"/>
            </w:pPr>
            <w:r w:rsidRPr="00C827A4">
              <w:t>7-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8- Method returns false</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9- Applet is not triggered</w:t>
            </w:r>
          </w:p>
          <w:p w:rsidR="00FB5721" w:rsidRPr="00C827A4" w:rsidRDefault="00FB5721" w:rsidP="001F17EA">
            <w:pPr>
              <w:pStyle w:val="TAL"/>
              <w:keepLines w:val="0"/>
            </w:pPr>
            <w:r w:rsidRPr="00C827A4">
              <w:t>10- Applet is not triggered</w:t>
            </w:r>
          </w:p>
          <w:p w:rsidR="00FB5721" w:rsidRPr="00C827A4" w:rsidRDefault="00FB5721" w:rsidP="001F17EA">
            <w:pPr>
              <w:pStyle w:val="TAL"/>
              <w:keepLines w:val="0"/>
            </w:pPr>
            <w:r w:rsidRPr="00C827A4">
              <w:t>11- Applet is not triggered</w:t>
            </w:r>
          </w:p>
          <w:p w:rsidR="00FB5721" w:rsidRPr="00C827A4" w:rsidRDefault="00FB5721" w:rsidP="001F17EA">
            <w:pPr>
              <w:pStyle w:val="TAL"/>
              <w:keepLines w:val="0"/>
            </w:pPr>
          </w:p>
        </w:tc>
        <w:tc>
          <w:tcPr>
            <w:tcW w:w="2334" w:type="dxa"/>
            <w:tcBorders>
              <w:top w:val="single" w:sz="4" w:space="0" w:color="auto"/>
              <w:bottom w:val="single" w:sz="4" w:space="0" w:color="auto"/>
            </w:tcBorders>
          </w:tcPr>
          <w:p w:rsidR="00FB5721" w:rsidRPr="00C827A4" w:rsidRDefault="00FB5721" w:rsidP="001F17EA">
            <w:pPr>
              <w:pStyle w:val="textcell"/>
              <w:keepNext/>
              <w:rPr>
                <w:rFonts w:ascii="Arial" w:hAnsi="Arial"/>
                <w:sz w:val="18"/>
                <w:lang w:val="en-GB"/>
              </w:rPr>
            </w:pPr>
          </w:p>
        </w:tc>
      </w:tr>
    </w:tbl>
    <w:p w:rsidR="00FB5721" w:rsidRPr="00C827A4" w:rsidRDefault="00FB5721"/>
    <w:p w:rsidR="00FB5721" w:rsidRPr="00C827A4" w:rsidRDefault="00FB5721">
      <w:pPr>
        <w:pStyle w:val="Heading3"/>
      </w:pPr>
      <w:r w:rsidRPr="00C827A4">
        <w:t>5.5.4</w:t>
      </w:r>
      <w:r w:rsidRPr="00C827A4">
        <w:tab/>
        <w:t>Proactive Command Sending by the CAT Runtime Environment</w:t>
      </w:r>
    </w:p>
    <w:p w:rsidR="00FB5721" w:rsidRPr="00C827A4" w:rsidRDefault="00FB5721">
      <w:pPr>
        <w:pStyle w:val="Heading4"/>
      </w:pPr>
      <w:r w:rsidRPr="00C827A4">
        <w:t>5.5.4.1</w:t>
      </w:r>
      <w:r w:rsidRPr="00C827A4">
        <w:tab/>
        <w:t>System Proactive Commands</w:t>
      </w:r>
    </w:p>
    <w:p w:rsidR="00FB5721" w:rsidRPr="00C827A4" w:rsidRDefault="00FB5721">
      <w:pPr>
        <w:pStyle w:val="CommentText"/>
      </w:pPr>
      <w:r w:rsidRPr="00C827A4">
        <w:t>Test Area Reference: Cre_Pcs_Spco</w:t>
      </w:r>
      <w:r w:rsidR="009D6D22" w:rsidRPr="00C827A4">
        <w:t>.</w:t>
      </w:r>
    </w:p>
    <w:p w:rsidR="00FB5721" w:rsidRPr="00C827A4" w:rsidRDefault="00FB5721" w:rsidP="00D65C82">
      <w:pPr>
        <w:pStyle w:val="Heading5"/>
      </w:pPr>
      <w:r w:rsidRPr="00C827A4">
        <w:t>5.5.4.1.1</w:t>
      </w:r>
      <w:r w:rsidRPr="00C827A4">
        <w:tab/>
        <w:t>Conformance requirement</w:t>
      </w:r>
    </w:p>
    <w:p w:rsidR="00FB5721" w:rsidRPr="00C827A4" w:rsidRDefault="00FB5721">
      <w:pPr>
        <w:pStyle w:val="H6"/>
      </w:pPr>
      <w:r w:rsidRPr="00C827A4">
        <w:t>5.5.4.1.1.1</w:t>
      </w:r>
      <w:r w:rsidRPr="00C827A4">
        <w:tab/>
        <w:t>Normal execution</w:t>
      </w:r>
    </w:p>
    <w:p w:rsidR="00FB5721" w:rsidRPr="00C827A4" w:rsidRDefault="00FB5721">
      <w:pPr>
        <w:pStyle w:val="B1"/>
      </w:pPr>
      <w:r w:rsidRPr="00C827A4">
        <w:t>CRRN1: During a CAT session the CAT Runtime Environment shall send a SET UP MENU system proactive command whenever a menu entry is modified, added or removed</w:t>
      </w:r>
      <w:r w:rsidR="009D6D22" w:rsidRPr="00C827A4">
        <w:t>.</w:t>
      </w:r>
    </w:p>
    <w:p w:rsidR="00FB5721" w:rsidRPr="00C827A4" w:rsidRDefault="00FB5721">
      <w:pPr>
        <w:pStyle w:val="B1"/>
      </w:pPr>
      <w:r w:rsidRPr="00C827A4">
        <w:t>CRRN2: The CAT Runtime Environment shall use the data of the EFsume file when issuing the</w:t>
      </w:r>
      <w:r w:rsidR="009D6D22" w:rsidRPr="00C827A4">
        <w:t xml:space="preserve"> SET UP MENU proactive command.</w:t>
      </w:r>
    </w:p>
    <w:p w:rsidR="00FB5721" w:rsidRPr="00C827A4" w:rsidRDefault="00FB5721">
      <w:pPr>
        <w:pStyle w:val="B1"/>
      </w:pPr>
      <w:r w:rsidRPr="00C827A4">
        <w:t>CRRN3: During a CAT session the CAT Runtime Environment shall send a SET UP MENU system proactive command whenever the EF</w:t>
      </w:r>
      <w:r w:rsidRPr="00C827A4">
        <w:rPr>
          <w:vertAlign w:val="subscript"/>
        </w:rPr>
        <w:t>SUME</w:t>
      </w:r>
      <w:r w:rsidRPr="00C827A4">
        <w:t xml:space="preserve"> file under the DF</w:t>
      </w:r>
      <w:r w:rsidRPr="00C827A4">
        <w:rPr>
          <w:vertAlign w:val="subscript"/>
        </w:rPr>
        <w:t>TELECOM</w:t>
      </w:r>
      <w:r w:rsidRPr="00C827A4">
        <w:t xml:space="preserve"> file is updated as defined in TS 102 222</w:t>
      </w:r>
      <w:r w:rsidR="009D6D22" w:rsidRPr="00C827A4">
        <w:t xml:space="preserve"> </w:t>
      </w:r>
      <w:r w:rsidR="0047072E" w:rsidRPr="00C827A4">
        <w:t>[7]</w:t>
      </w:r>
      <w:r w:rsidR="009D6D22" w:rsidRPr="00C827A4">
        <w:t>.</w:t>
      </w:r>
    </w:p>
    <w:p w:rsidR="00FB5721" w:rsidRPr="00C827A4" w:rsidRDefault="00FB5721">
      <w:pPr>
        <w:pStyle w:val="B1"/>
      </w:pPr>
      <w:r w:rsidRPr="00C827A4">
        <w:t>CRRN4: At the beginning of a CAT session, the CAT Runtime Environment shall send a SET UP MENU system proactive command, if at least one menu entry is registered and enabled by a selectable Toolkit Applet</w:t>
      </w:r>
      <w:r w:rsidR="009D6D22" w:rsidRPr="00C827A4">
        <w:t>.</w:t>
      </w:r>
    </w:p>
    <w:p w:rsidR="00FB5721" w:rsidRPr="00C827A4" w:rsidRDefault="00FB5721">
      <w:pPr>
        <w:pStyle w:val="B1"/>
      </w:pPr>
      <w:r w:rsidRPr="00C827A4">
        <w:t>CRRN5: At the beginning of a CAT session, the CAT Runtime Environment shall send a SET UP EVENT LIST system proactive command, if at least one event is registered by a selectable Toolkit Applet</w:t>
      </w:r>
      <w:r w:rsidR="009D6D22" w:rsidRPr="00C827A4">
        <w:t>.</w:t>
      </w:r>
    </w:p>
    <w:p w:rsidR="00FB5721" w:rsidRPr="00C827A4" w:rsidRDefault="00FB5721">
      <w:pPr>
        <w:pStyle w:val="B1"/>
      </w:pPr>
      <w:r w:rsidRPr="00C827A4">
        <w:t>CRRN6: During a CAT session the CAT Runtime Environment shall send a SET UP EVENT LIST system proactive command whenever the registered event list is changed</w:t>
      </w:r>
      <w:r w:rsidR="009D6D22" w:rsidRPr="00C827A4">
        <w:t>.</w:t>
      </w:r>
    </w:p>
    <w:p w:rsidR="00FB5721" w:rsidRPr="00C827A4" w:rsidRDefault="00FB5721">
      <w:pPr>
        <w:pStyle w:val="B1"/>
      </w:pPr>
      <w:r w:rsidRPr="00C827A4">
        <w:t>CRRN7: At the beginning of a CAT session, the CAT Runtime Environment shall send a POLL INTERVAL system proactive command, if at least one Toolkit Applet has requested a poll interval duration</w:t>
      </w:r>
      <w:r w:rsidR="009D6D22" w:rsidRPr="00C827A4">
        <w:t>.</w:t>
      </w:r>
    </w:p>
    <w:p w:rsidR="00FB5721" w:rsidRPr="00C827A4" w:rsidRDefault="00FB5721">
      <w:pPr>
        <w:pStyle w:val="B1"/>
      </w:pPr>
      <w:r w:rsidRPr="00C827A4">
        <w:t>CRRN8: During a CAT session the CAT Runtime Environment shall send a POLL INTERVAL or POLLING OFF system proactive command whenever the system poll interval duration is changed</w:t>
      </w:r>
      <w:r w:rsidR="009D6D22" w:rsidRPr="00C827A4">
        <w:t>.</w:t>
      </w:r>
    </w:p>
    <w:p w:rsidR="00FB5721" w:rsidRPr="00C827A4" w:rsidRDefault="00FB5721">
      <w:pPr>
        <w:pStyle w:val="B1"/>
      </w:pPr>
      <w:r w:rsidRPr="00C827A4">
        <w:t>CRRN9: The CAT Runtime Environment shall send its system proactive command(s) as soon as no proactive session is pending and all the applets registered to the current events have been triggered and have returned from the processToolkit method invocation</w:t>
      </w:r>
      <w:r w:rsidR="009D6D22" w:rsidRPr="00C827A4">
        <w:t>.</w:t>
      </w:r>
    </w:p>
    <w:p w:rsidR="00FB5721" w:rsidRPr="00C827A4" w:rsidRDefault="00FB5721">
      <w:pPr>
        <w:pStyle w:val="B1"/>
      </w:pPr>
      <w:r w:rsidRPr="00C827A4">
        <w:lastRenderedPageBreak/>
        <w:t>CRRN10: The system proactive command shall only contain information from Toolkit Applets that are in the selectable state.</w:t>
      </w:r>
    </w:p>
    <w:p w:rsidR="00FB5721" w:rsidRPr="00C827A4" w:rsidRDefault="00FB5721">
      <w:pPr>
        <w:pStyle w:val="B1"/>
      </w:pPr>
      <w:r w:rsidRPr="00C827A4">
        <w:t>CRRN11: If help is available for at least one Menu Entry inserted in the SET UP MENU system proactive command the CAT Runtime Environment shall indicate to the terminal that help information is available.</w:t>
      </w:r>
    </w:p>
    <w:p w:rsidR="00FB5721" w:rsidRPr="00C827A4" w:rsidRDefault="00FB5721">
      <w:pPr>
        <w:pStyle w:val="B1"/>
      </w:pPr>
      <w:r w:rsidRPr="00C827A4">
        <w:t>CRRN12: If help is not available for all Menu Entries inserted in the SET UP MENU system proactive command the CAT Runtime Environment shall not indicate to the terminal that help information is available.</w:t>
      </w:r>
    </w:p>
    <w:p w:rsidR="00FB5721" w:rsidRPr="00C827A4" w:rsidRDefault="00FB5721">
      <w:pPr>
        <w:pStyle w:val="B1"/>
      </w:pPr>
      <w:r w:rsidRPr="00C827A4">
        <w:t xml:space="preserve">CRRN13: If a text attribute different from the default format is provided for at least one Menu Entry, the SET UP MENU system proactive command shall contain the item text attribute list Comprehension TLV. The default format as defined in </w:t>
      </w:r>
      <w:r w:rsidR="00F744FF" w:rsidRPr="00C827A4">
        <w:t xml:space="preserve">ETSI </w:t>
      </w:r>
      <w:r w:rsidRPr="00C827A4">
        <w:t>TS 123 040</w:t>
      </w:r>
      <w:r w:rsidR="009D6D22" w:rsidRPr="00C827A4">
        <w:t xml:space="preserve"> </w:t>
      </w:r>
      <w:r w:rsidR="0047072E" w:rsidRPr="00C827A4">
        <w:t>[10]</w:t>
      </w:r>
      <w:r w:rsidRPr="00C827A4">
        <w:t xml:space="preserve"> is '00 00 03 90'</w:t>
      </w:r>
      <w:r w:rsidR="009D6D22" w:rsidRPr="00C827A4">
        <w:t>.</w:t>
      </w:r>
    </w:p>
    <w:p w:rsidR="00FB5721" w:rsidRPr="00C827A4" w:rsidRDefault="00FB5721">
      <w:pPr>
        <w:pStyle w:val="H6"/>
      </w:pPr>
      <w:r w:rsidRPr="00C827A4">
        <w:t>5.5.4.1.1.2</w:t>
      </w:r>
      <w:r w:rsidRPr="00C827A4">
        <w:tab/>
        <w:t>Parameter errors</w:t>
      </w:r>
    </w:p>
    <w:p w:rsidR="00FB5721" w:rsidRPr="00C827A4" w:rsidRDefault="00FB5721">
      <w:r w:rsidRPr="00C827A4">
        <w:t>No requirements.</w:t>
      </w:r>
    </w:p>
    <w:p w:rsidR="00FB5721" w:rsidRPr="00C827A4" w:rsidRDefault="00FB5721">
      <w:pPr>
        <w:pStyle w:val="H6"/>
      </w:pPr>
      <w:r w:rsidRPr="00C827A4">
        <w:t>5.5.4.1.1.3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5.5.4.1.2</w:t>
      </w:r>
      <w:r w:rsidRPr="00C827A4">
        <w:tab/>
        <w:t>Test area files</w:t>
      </w:r>
    </w:p>
    <w:p w:rsidR="00FB5721" w:rsidRPr="00C827A4" w:rsidRDefault="00FB5721" w:rsidP="009D6D22">
      <w:pPr>
        <w:pStyle w:val="EX"/>
      </w:pPr>
      <w:r w:rsidRPr="00C827A4">
        <w:t>Test Source:</w:t>
      </w:r>
      <w:r w:rsidRPr="00C827A4">
        <w:tab/>
        <w:t>Test_Cre_Pcs_Spco.java</w:t>
      </w:r>
      <w:r w:rsidR="009D6D22" w:rsidRPr="00C827A4">
        <w:t>.</w:t>
      </w:r>
    </w:p>
    <w:p w:rsidR="00FB5721" w:rsidRPr="00927A43" w:rsidRDefault="00FB5721" w:rsidP="009D6D22">
      <w:pPr>
        <w:pStyle w:val="EX"/>
      </w:pPr>
      <w:r w:rsidRPr="00927A43">
        <w:t>Test Applet:</w:t>
      </w:r>
      <w:r w:rsidRPr="00927A43">
        <w:tab/>
        <w:t>Cre_Pcs_Spco_1.java</w:t>
      </w:r>
      <w:r w:rsidR="009D6D22" w:rsidRPr="00927A43">
        <w:t>.</w:t>
      </w:r>
    </w:p>
    <w:p w:rsidR="00FB5721" w:rsidRPr="00927A43" w:rsidRDefault="00FB5721" w:rsidP="009D6D22">
      <w:pPr>
        <w:pStyle w:val="EX"/>
      </w:pPr>
      <w:r w:rsidRPr="00927A43">
        <w:tab/>
        <w:t>Cre_Pcs_Spco_2.java</w:t>
      </w:r>
      <w:r w:rsidR="009D6D22" w:rsidRPr="00927A43">
        <w:t>.</w:t>
      </w:r>
    </w:p>
    <w:p w:rsidR="00FB5721" w:rsidRPr="00927A43" w:rsidRDefault="00FB5721" w:rsidP="009D6D22">
      <w:pPr>
        <w:pStyle w:val="EX"/>
      </w:pPr>
      <w:r w:rsidRPr="00927A43">
        <w:tab/>
        <w:t>Cre_Pcs_Spco_3.java</w:t>
      </w:r>
      <w:r w:rsidR="009D6D22" w:rsidRPr="00927A43">
        <w:t>.</w:t>
      </w:r>
    </w:p>
    <w:p w:rsidR="00FB5721" w:rsidRPr="00C827A4" w:rsidRDefault="00FB5721" w:rsidP="009D6D22">
      <w:pPr>
        <w:pStyle w:val="EX"/>
      </w:pPr>
      <w:r w:rsidRPr="00C827A4">
        <w:t>Cap File:</w:t>
      </w:r>
      <w:r w:rsidRPr="00C827A4">
        <w:tab/>
      </w:r>
      <w:r w:rsidR="003772E9" w:rsidRPr="00C827A4">
        <w:t>C</w:t>
      </w:r>
      <w:r w:rsidRPr="00C827A4">
        <w:t>re_pcs_spco.cap</w:t>
      </w:r>
      <w:r w:rsidR="009D6D22" w:rsidRPr="00C827A4">
        <w:t>.</w:t>
      </w:r>
    </w:p>
    <w:p w:rsidR="00FB5721" w:rsidRPr="00C827A4" w:rsidRDefault="00FB5721" w:rsidP="00D65C82">
      <w:pPr>
        <w:pStyle w:val="Heading5"/>
      </w:pPr>
      <w:r w:rsidRPr="00C827A4">
        <w:t>5.5.4.1.3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655"/>
        <w:gridCol w:w="3784"/>
      </w:tblGrid>
      <w:tr w:rsidR="00FB5721" w:rsidRPr="00C827A4">
        <w:trPr>
          <w:jc w:val="center"/>
        </w:trPr>
        <w:tc>
          <w:tcPr>
            <w:tcW w:w="1655" w:type="dxa"/>
          </w:tcPr>
          <w:p w:rsidR="00FB5721" w:rsidRPr="00C827A4" w:rsidRDefault="00FB5721">
            <w:pPr>
              <w:pStyle w:val="TAH"/>
              <w:keepNext w:val="0"/>
              <w:keepLines w:val="0"/>
            </w:pPr>
            <w:r w:rsidRPr="00C827A4">
              <w:t>CRR number</w:t>
            </w:r>
          </w:p>
        </w:tc>
        <w:tc>
          <w:tcPr>
            <w:tcW w:w="3784" w:type="dxa"/>
          </w:tcPr>
          <w:p w:rsidR="00FB5721" w:rsidRPr="00C827A4" w:rsidRDefault="00FB5721">
            <w:pPr>
              <w:pStyle w:val="TAH"/>
              <w:keepNext w:val="0"/>
              <w:keepLines w:val="0"/>
            </w:pPr>
            <w:r w:rsidRPr="00C827A4">
              <w:t>Test case number</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CRRN1</w:t>
            </w:r>
          </w:p>
        </w:tc>
        <w:tc>
          <w:tcPr>
            <w:tcW w:w="3784" w:type="dxa"/>
          </w:tcPr>
          <w:p w:rsidR="00FB5721" w:rsidRPr="00C827A4" w:rsidRDefault="00FB5721">
            <w:pPr>
              <w:pStyle w:val="TAC"/>
              <w:keepNext w:val="0"/>
              <w:keepLines w:val="0"/>
              <w:rPr>
                <w:rFonts w:cs="Arial"/>
                <w:szCs w:val="24"/>
              </w:rPr>
            </w:pPr>
            <w:r w:rsidRPr="00C827A4">
              <w:rPr>
                <w:rFonts w:cs="Arial"/>
                <w:szCs w:val="24"/>
              </w:rPr>
              <w:t>see:</w:t>
            </w:r>
          </w:p>
          <w:p w:rsidR="00FB5721" w:rsidRPr="00C827A4" w:rsidRDefault="00FB5721">
            <w:pPr>
              <w:pStyle w:val="TAC"/>
              <w:keepNext w:val="0"/>
              <w:keepLines w:val="0"/>
              <w:rPr>
                <w:rFonts w:cs="Arial"/>
                <w:szCs w:val="24"/>
              </w:rPr>
            </w:pPr>
            <w:r w:rsidRPr="00C827A4">
              <w:t>Api_2_Tkr_Cmet</w:t>
            </w:r>
            <w:r w:rsidRPr="00C827A4">
              <w:rPr>
                <w:rFonts w:cs="Arial"/>
                <w:szCs w:val="24"/>
              </w:rPr>
              <w:t>, CRRN1,</w:t>
            </w:r>
          </w:p>
          <w:p w:rsidR="00FB5721" w:rsidRPr="00C827A4" w:rsidRDefault="00FB5721">
            <w:pPr>
              <w:pStyle w:val="TAC"/>
              <w:keepNext w:val="0"/>
              <w:keepLines w:val="0"/>
              <w:rPr>
                <w:rFonts w:cs="Arial"/>
                <w:szCs w:val="24"/>
              </w:rPr>
            </w:pPr>
            <w:r w:rsidRPr="00C827A4">
              <w:t>Api_2_Tkr_Dmet</w:t>
            </w:r>
            <w:r w:rsidRPr="00C827A4">
              <w:rPr>
                <w:rFonts w:cs="Arial"/>
                <w:szCs w:val="24"/>
              </w:rPr>
              <w:t>, CRRN3,</w:t>
            </w:r>
          </w:p>
          <w:p w:rsidR="00FB5721" w:rsidRPr="00C827A4" w:rsidRDefault="00FB5721">
            <w:pPr>
              <w:pStyle w:val="TAC"/>
              <w:keepNext w:val="0"/>
              <w:keepLines w:val="0"/>
              <w:rPr>
                <w:rFonts w:cs="Arial"/>
                <w:szCs w:val="24"/>
              </w:rPr>
            </w:pPr>
            <w:r w:rsidRPr="00C827A4">
              <w:t>Api_2_Tkr_Emet,</w:t>
            </w:r>
            <w:r w:rsidRPr="00C827A4">
              <w:rPr>
                <w:rFonts w:cs="Arial"/>
                <w:szCs w:val="24"/>
              </w:rPr>
              <w:t xml:space="preserve"> CRRN3,</w:t>
            </w:r>
          </w:p>
          <w:p w:rsidR="00FB5721" w:rsidRPr="00C827A4" w:rsidRDefault="00FB5721">
            <w:pPr>
              <w:pStyle w:val="TAC"/>
              <w:keepNext w:val="0"/>
              <w:keepLines w:val="0"/>
              <w:rPr>
                <w:rFonts w:cs="Arial"/>
                <w:szCs w:val="24"/>
              </w:rPr>
            </w:pPr>
            <w:r w:rsidRPr="00C827A4">
              <w:t>Api_2_Tkr_Imet,</w:t>
            </w:r>
            <w:r w:rsidRPr="00C827A4">
              <w:rPr>
                <w:rFonts w:cs="Arial"/>
                <w:szCs w:val="24"/>
              </w:rPr>
              <w:t xml:space="preserve"> CRRN1</w:t>
            </w:r>
          </w:p>
          <w:p w:rsidR="00FB5721" w:rsidRPr="00C827A4" w:rsidRDefault="00FB5721">
            <w:pPr>
              <w:pStyle w:val="TAC"/>
              <w:keepNext w:val="0"/>
              <w:keepLines w:val="0"/>
              <w:rPr>
                <w:rFonts w:cs="Arial"/>
                <w:szCs w:val="24"/>
              </w:rPr>
            </w:pPr>
            <w:r w:rsidRPr="00C827A4">
              <w:rPr>
                <w:rFonts w:cs="Arial"/>
                <w:szCs w:val="24"/>
              </w:rPr>
              <w:t>Api_2_Tkr_Smta, CRRN3</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CRRN2</w:t>
            </w:r>
          </w:p>
        </w:tc>
        <w:tc>
          <w:tcPr>
            <w:tcW w:w="3784" w:type="dxa"/>
          </w:tcPr>
          <w:p w:rsidR="00FB5721" w:rsidRPr="00C827A4" w:rsidRDefault="00FB5721">
            <w:pPr>
              <w:pStyle w:val="TAC"/>
              <w:keepNext w:val="0"/>
              <w:keepLines w:val="0"/>
              <w:rPr>
                <w:rFonts w:cs="Arial"/>
                <w:szCs w:val="24"/>
              </w:rPr>
            </w:pPr>
            <w:r w:rsidRPr="00C827A4">
              <w:rPr>
                <w:rFonts w:cs="Arial"/>
                <w:szCs w:val="24"/>
              </w:rPr>
              <w:t>1</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CRRN3</w:t>
            </w:r>
          </w:p>
        </w:tc>
        <w:tc>
          <w:tcPr>
            <w:tcW w:w="3784" w:type="dxa"/>
          </w:tcPr>
          <w:p w:rsidR="00FB5721" w:rsidRPr="00C827A4" w:rsidRDefault="00FB5721">
            <w:pPr>
              <w:pStyle w:val="TAC"/>
              <w:keepNext w:val="0"/>
              <w:keepLines w:val="0"/>
              <w:rPr>
                <w:rFonts w:cs="Arial"/>
                <w:szCs w:val="24"/>
              </w:rPr>
            </w:pPr>
            <w:r w:rsidRPr="00C827A4">
              <w:rPr>
                <w:rFonts w:cs="Arial"/>
                <w:szCs w:val="24"/>
              </w:rPr>
              <w:t>1</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CRRN4</w:t>
            </w:r>
          </w:p>
        </w:tc>
        <w:tc>
          <w:tcPr>
            <w:tcW w:w="3784" w:type="dxa"/>
          </w:tcPr>
          <w:p w:rsidR="00FB5721" w:rsidRPr="00C827A4" w:rsidRDefault="00FB5721">
            <w:pPr>
              <w:pStyle w:val="TAC"/>
              <w:keepNext w:val="0"/>
              <w:keepLines w:val="0"/>
              <w:rPr>
                <w:rFonts w:cs="Arial"/>
                <w:szCs w:val="24"/>
              </w:rPr>
            </w:pPr>
            <w:r w:rsidRPr="00C827A4">
              <w:rPr>
                <w:rFonts w:cs="Arial"/>
                <w:szCs w:val="24"/>
              </w:rPr>
              <w:t>2, 3, 4</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CRRN5</w:t>
            </w:r>
          </w:p>
        </w:tc>
        <w:tc>
          <w:tcPr>
            <w:tcW w:w="3784" w:type="dxa"/>
          </w:tcPr>
          <w:p w:rsidR="00FB5721" w:rsidRPr="00C827A4" w:rsidRDefault="00FB5721">
            <w:pPr>
              <w:pStyle w:val="TAC"/>
              <w:keepNext w:val="0"/>
              <w:keepLines w:val="0"/>
              <w:rPr>
                <w:rFonts w:cs="Arial"/>
                <w:szCs w:val="24"/>
              </w:rPr>
            </w:pPr>
            <w:r w:rsidRPr="00C827A4">
              <w:rPr>
                <w:rFonts w:cs="Arial"/>
                <w:szCs w:val="24"/>
              </w:rPr>
              <w:t>5, 6, 7</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CRRN6</w:t>
            </w:r>
          </w:p>
        </w:tc>
        <w:tc>
          <w:tcPr>
            <w:tcW w:w="3784" w:type="dxa"/>
          </w:tcPr>
          <w:p w:rsidR="00FB5721" w:rsidRPr="00C827A4" w:rsidRDefault="00FB5721">
            <w:pPr>
              <w:pStyle w:val="TAC"/>
              <w:keepNext w:val="0"/>
              <w:keepLines w:val="0"/>
              <w:rPr>
                <w:rFonts w:cs="Arial"/>
                <w:szCs w:val="24"/>
              </w:rPr>
            </w:pPr>
            <w:r w:rsidRPr="00C827A4">
              <w:rPr>
                <w:rFonts w:cs="Arial"/>
                <w:szCs w:val="24"/>
              </w:rPr>
              <w:t>8</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CRRN7</w:t>
            </w:r>
          </w:p>
        </w:tc>
        <w:tc>
          <w:tcPr>
            <w:tcW w:w="3784" w:type="dxa"/>
          </w:tcPr>
          <w:p w:rsidR="00FB5721" w:rsidRPr="00C827A4" w:rsidRDefault="00FB5721">
            <w:pPr>
              <w:pStyle w:val="TAC"/>
              <w:keepNext w:val="0"/>
              <w:keepLines w:val="0"/>
              <w:rPr>
                <w:rFonts w:cs="Arial"/>
                <w:szCs w:val="24"/>
              </w:rPr>
            </w:pPr>
            <w:r w:rsidRPr="00C827A4">
              <w:rPr>
                <w:rFonts w:cs="Arial"/>
                <w:szCs w:val="24"/>
              </w:rPr>
              <w:t>9, 10, 11</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CRRN8</w:t>
            </w:r>
          </w:p>
        </w:tc>
        <w:tc>
          <w:tcPr>
            <w:tcW w:w="3784" w:type="dxa"/>
          </w:tcPr>
          <w:p w:rsidR="00FB5721" w:rsidRPr="00C827A4" w:rsidRDefault="00FB5721">
            <w:pPr>
              <w:pStyle w:val="TAC"/>
              <w:keepNext w:val="0"/>
              <w:keepLines w:val="0"/>
              <w:rPr>
                <w:rFonts w:cs="Arial"/>
                <w:szCs w:val="24"/>
              </w:rPr>
            </w:pPr>
            <w:r w:rsidRPr="00C827A4">
              <w:rPr>
                <w:rFonts w:cs="Arial"/>
                <w:szCs w:val="24"/>
              </w:rPr>
              <w:t>12</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CRRN9</w:t>
            </w:r>
          </w:p>
        </w:tc>
        <w:tc>
          <w:tcPr>
            <w:tcW w:w="3784" w:type="dxa"/>
          </w:tcPr>
          <w:p w:rsidR="00FB5721" w:rsidRPr="00C827A4" w:rsidRDefault="00FB5721">
            <w:pPr>
              <w:pStyle w:val="TAC"/>
              <w:keepNext w:val="0"/>
              <w:keepLines w:val="0"/>
              <w:rPr>
                <w:rFonts w:cs="Arial"/>
                <w:szCs w:val="24"/>
              </w:rPr>
            </w:pPr>
            <w:r w:rsidRPr="00C827A4">
              <w:rPr>
                <w:rFonts w:cs="Arial"/>
                <w:szCs w:val="24"/>
              </w:rPr>
              <w:t>13</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CRRN10</w:t>
            </w:r>
          </w:p>
        </w:tc>
        <w:tc>
          <w:tcPr>
            <w:tcW w:w="3784" w:type="dxa"/>
          </w:tcPr>
          <w:p w:rsidR="00FB5721" w:rsidRPr="00C827A4" w:rsidRDefault="00FB5721">
            <w:pPr>
              <w:pStyle w:val="TAC"/>
              <w:keepNext w:val="0"/>
              <w:keepLines w:val="0"/>
              <w:rPr>
                <w:rFonts w:cs="Arial"/>
                <w:szCs w:val="24"/>
              </w:rPr>
            </w:pPr>
            <w:r w:rsidRPr="00C827A4">
              <w:rPr>
                <w:rFonts w:cs="Arial"/>
                <w:szCs w:val="24"/>
              </w:rPr>
              <w:t>2, 4, 6, 7, 10, 11</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CRRN11</w:t>
            </w:r>
          </w:p>
        </w:tc>
        <w:tc>
          <w:tcPr>
            <w:tcW w:w="3784" w:type="dxa"/>
          </w:tcPr>
          <w:p w:rsidR="00FB5721" w:rsidRPr="00C827A4" w:rsidRDefault="00FB5721">
            <w:pPr>
              <w:pStyle w:val="TAC"/>
              <w:keepNext w:val="0"/>
              <w:keepLines w:val="0"/>
              <w:rPr>
                <w:rFonts w:cs="Arial"/>
                <w:szCs w:val="24"/>
              </w:rPr>
            </w:pPr>
            <w:r w:rsidRPr="00C827A4">
              <w:rPr>
                <w:rFonts w:cs="Arial"/>
                <w:szCs w:val="24"/>
              </w:rPr>
              <w:t>See Api_2_Tkr_Cmet, CRRN6</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CRRN12</w:t>
            </w:r>
          </w:p>
        </w:tc>
        <w:tc>
          <w:tcPr>
            <w:tcW w:w="3784" w:type="dxa"/>
          </w:tcPr>
          <w:p w:rsidR="00FB5721" w:rsidRPr="00C827A4" w:rsidRDefault="00FB5721">
            <w:pPr>
              <w:pStyle w:val="TAC"/>
              <w:keepNext w:val="0"/>
              <w:keepLines w:val="0"/>
              <w:rPr>
                <w:rFonts w:cs="Arial"/>
                <w:szCs w:val="24"/>
              </w:rPr>
            </w:pPr>
            <w:r w:rsidRPr="00C827A4">
              <w:rPr>
                <w:rFonts w:cs="Arial"/>
                <w:szCs w:val="24"/>
              </w:rPr>
              <w:t>See Api_2_Tkr_Cmet, CRRN6</w:t>
            </w:r>
          </w:p>
        </w:tc>
      </w:tr>
      <w:tr w:rsidR="00FB5721" w:rsidRPr="00C827A4">
        <w:trPr>
          <w:jc w:val="center"/>
        </w:trPr>
        <w:tc>
          <w:tcPr>
            <w:tcW w:w="1655" w:type="dxa"/>
          </w:tcPr>
          <w:p w:rsidR="00FB5721" w:rsidRPr="00C827A4" w:rsidRDefault="00FB5721">
            <w:pPr>
              <w:pStyle w:val="TAC"/>
              <w:keepNext w:val="0"/>
              <w:keepLines w:val="0"/>
              <w:rPr>
                <w:rFonts w:cs="Arial"/>
                <w:szCs w:val="24"/>
              </w:rPr>
            </w:pPr>
            <w:r w:rsidRPr="00C827A4">
              <w:rPr>
                <w:rFonts w:cs="Arial"/>
                <w:szCs w:val="24"/>
              </w:rPr>
              <w:t>CRRN13</w:t>
            </w:r>
          </w:p>
        </w:tc>
        <w:tc>
          <w:tcPr>
            <w:tcW w:w="3784" w:type="dxa"/>
          </w:tcPr>
          <w:p w:rsidR="00FB5721" w:rsidRPr="00C827A4" w:rsidRDefault="00FB5721">
            <w:pPr>
              <w:pStyle w:val="TAC"/>
              <w:keepNext w:val="0"/>
              <w:keepLines w:val="0"/>
              <w:rPr>
                <w:rFonts w:cs="Arial"/>
                <w:szCs w:val="24"/>
              </w:rPr>
            </w:pPr>
            <w:r w:rsidRPr="00C827A4">
              <w:rPr>
                <w:rFonts w:cs="Arial"/>
                <w:szCs w:val="24"/>
              </w:rPr>
              <w:t>14</w:t>
            </w:r>
          </w:p>
        </w:tc>
      </w:tr>
    </w:tbl>
    <w:p w:rsidR="00FB5721" w:rsidRPr="00C827A4" w:rsidRDefault="00FB5721"/>
    <w:p w:rsidR="00FB5721" w:rsidRPr="00C827A4" w:rsidRDefault="00FB5721" w:rsidP="001F17EA">
      <w:pPr>
        <w:pStyle w:val="Heading5"/>
        <w:keepLines w:val="0"/>
      </w:pPr>
      <w:r w:rsidRPr="00C827A4">
        <w:lastRenderedPageBreak/>
        <w:t>5.5.4.1.4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1F17EA">
            <w:pPr>
              <w:pStyle w:val="TAH"/>
              <w:keepLines w:val="0"/>
            </w:pPr>
            <w:r w:rsidRPr="00C827A4">
              <w:t>Id</w:t>
            </w:r>
          </w:p>
        </w:tc>
        <w:tc>
          <w:tcPr>
            <w:tcW w:w="4111" w:type="dxa"/>
          </w:tcPr>
          <w:p w:rsidR="00FB5721" w:rsidRPr="00C827A4" w:rsidRDefault="00FB5721" w:rsidP="001F17EA">
            <w:pPr>
              <w:pStyle w:val="TAH"/>
              <w:keepLines w:val="0"/>
            </w:pPr>
            <w:r w:rsidRPr="00C827A4">
              <w:t>Description</w:t>
            </w:r>
          </w:p>
        </w:tc>
        <w:tc>
          <w:tcPr>
            <w:tcW w:w="2911" w:type="dxa"/>
          </w:tcPr>
          <w:p w:rsidR="00FB5721" w:rsidRPr="00C827A4" w:rsidRDefault="00FB5721" w:rsidP="001F17EA">
            <w:pPr>
              <w:pStyle w:val="TAH"/>
              <w:keepLines w:val="0"/>
            </w:pPr>
            <w:r w:rsidRPr="00C827A4">
              <w:t>API/CAT RE Expectation</w:t>
            </w:r>
          </w:p>
        </w:tc>
        <w:tc>
          <w:tcPr>
            <w:tcW w:w="2334" w:type="dxa"/>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1F17EA">
            <w:pPr>
              <w:pStyle w:val="TAH"/>
              <w:keepLines w:val="0"/>
              <w:rPr>
                <w:b w:val="0"/>
                <w:bCs/>
              </w:rPr>
            </w:pPr>
            <w:r w:rsidRPr="00C827A4">
              <w:rPr>
                <w:b w:val="0"/>
                <w:bCs/>
              </w:rPr>
              <w:t>1</w:t>
            </w:r>
          </w:p>
        </w:tc>
        <w:tc>
          <w:tcPr>
            <w:tcW w:w="4111" w:type="dxa"/>
          </w:tcPr>
          <w:p w:rsidR="00FB5721" w:rsidRPr="00C827A4" w:rsidRDefault="00FB5721" w:rsidP="001F17EA">
            <w:pPr>
              <w:pStyle w:val="TAH"/>
              <w:keepLines w:val="0"/>
            </w:pPr>
            <w:r w:rsidRPr="00C827A4">
              <w:t>Set Up Menu at the beginning of a CAT session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Install Applet2</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Applet2 registers to EVENT_UNRECOGNIZED_ENVELOPE and have its access conditions set to “ALWAYS”</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Perform UICC initialization with set up menu facilities supported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Select EF</w:t>
            </w:r>
            <w:r w:rsidRPr="00C827A4">
              <w:rPr>
                <w:noProof w:val="0"/>
                <w:vertAlign w:val="subscript"/>
              </w:rPr>
              <w:t>SUME</w:t>
            </w:r>
            <w:r w:rsidRPr="00C827A4">
              <w:rPr>
                <w:noProof w:val="0"/>
              </w:rPr>
              <w:t xml:space="preserve"> under DF</w:t>
            </w:r>
            <w:r w:rsidRPr="00C827A4">
              <w:rPr>
                <w:noProof w:val="0"/>
                <w:vertAlign w:val="subscript"/>
              </w:rPr>
              <w:t>TELECOM</w:t>
            </w:r>
            <w:r w:rsidRPr="00C827A4">
              <w:rPr>
                <w:noProof w:val="0"/>
              </w:rPr>
              <w:t xml:space="preserve"> with a select by path command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Update EF</w:t>
            </w:r>
            <w:r w:rsidRPr="00C827A4">
              <w:rPr>
                <w:noProof w:val="0"/>
                <w:vertAlign w:val="subscript"/>
              </w:rPr>
              <w:t>SUME</w:t>
            </w:r>
            <w:r w:rsidRPr="00C827A4">
              <w:rPr>
                <w:noProof w:val="0"/>
              </w:rPr>
              <w:t xml:space="preserve"> with the text “TEST MENU” and Text Attribute “00 00 13 90” (Bold) </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An unrecognized envelope is sent to trigger Applet2</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5- An unrecognized envelope is sent to trigger Applet2</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6- The EF</w:t>
            </w:r>
            <w:r w:rsidRPr="00C827A4">
              <w:rPr>
                <w:noProof w:val="0"/>
                <w:vertAlign w:val="subscript"/>
              </w:rPr>
              <w:t>SUME</w:t>
            </w:r>
            <w:r w:rsidRPr="00C827A4">
              <w:rPr>
                <w:noProof w:val="0"/>
              </w:rPr>
              <w:t xml:space="preserve"> under DF</w:t>
            </w:r>
            <w:r w:rsidRPr="00C827A4">
              <w:rPr>
                <w:noProof w:val="0"/>
                <w:vertAlign w:val="subscript"/>
              </w:rPr>
              <w:t>TELECOM</w:t>
            </w:r>
            <w:r w:rsidRPr="00C827A4">
              <w:rPr>
                <w:noProof w:val="0"/>
              </w:rPr>
              <w:t xml:space="preserve"> is updated with the text “UICC TEST” and restore the initial Text Attribute </w:t>
            </w:r>
          </w:p>
        </w:tc>
        <w:tc>
          <w:tcPr>
            <w:tcW w:w="2911"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4- Applet2 selects EF</w:t>
            </w:r>
            <w:r w:rsidRPr="00C827A4">
              <w:rPr>
                <w:vertAlign w:val="subscript"/>
              </w:rPr>
              <w:t>SUME</w:t>
            </w:r>
            <w:r w:rsidRPr="00C827A4">
              <w:t xml:space="preserve"> and updates its content with the text “TEST UICC” and no Text Attribute</w:t>
            </w:r>
          </w:p>
          <w:p w:rsidR="00FB5721" w:rsidRPr="00C827A4" w:rsidRDefault="00FB5721" w:rsidP="001F17EA">
            <w:pPr>
              <w:pStyle w:val="TAL"/>
              <w:keepLines w:val="0"/>
            </w:pPr>
          </w:p>
          <w:p w:rsidR="00FB5721" w:rsidRPr="00C827A4" w:rsidRDefault="00FB5721" w:rsidP="001F17EA">
            <w:pPr>
              <w:pStyle w:val="TAL"/>
              <w:keepLines w:val="0"/>
            </w:pPr>
            <w:r w:rsidRPr="00C827A4">
              <w:t>5- Applet2 selects EF</w:t>
            </w:r>
            <w:r w:rsidRPr="00C827A4">
              <w:rPr>
                <w:vertAlign w:val="subscript"/>
              </w:rPr>
              <w:t>SUME</w:t>
            </w:r>
            <w:r w:rsidRPr="00C827A4">
              <w:t xml:space="preserve"> and updates its content with the text “TEST UICC” and Text Attribute “00 00 13 90” </w:t>
            </w:r>
          </w:p>
          <w:p w:rsidR="00FB5721" w:rsidRPr="00C827A4" w:rsidRDefault="00FB5721" w:rsidP="001F17EA">
            <w:pPr>
              <w:pStyle w:val="TAL"/>
              <w:keepLines w:val="0"/>
            </w:pPr>
          </w:p>
        </w:tc>
        <w:tc>
          <w:tcPr>
            <w:tcW w:w="2334"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SET UP MENU with main menu “UICC TEST”</w:t>
            </w:r>
          </w:p>
          <w:p w:rsidR="00FB5721" w:rsidRPr="00C827A4" w:rsidRDefault="00FB5721" w:rsidP="001F17EA">
            <w:pPr>
              <w:pStyle w:val="TAL"/>
              <w:keepLines w:val="0"/>
            </w:pPr>
          </w:p>
          <w:p w:rsidR="00FB5721" w:rsidRPr="00C827A4" w:rsidRDefault="00FB5721" w:rsidP="001F17EA">
            <w:pPr>
              <w:pStyle w:val="TAL"/>
              <w:keepLines w:val="0"/>
            </w:pPr>
            <w:r w:rsidRPr="00C827A4">
              <w:t>2- SW = 9000</w:t>
            </w:r>
          </w:p>
          <w:p w:rsidR="00FB5721" w:rsidRPr="00C827A4" w:rsidRDefault="00FB5721" w:rsidP="001F17EA">
            <w:pPr>
              <w:pStyle w:val="TAL"/>
              <w:keepLines w:val="0"/>
            </w:pPr>
          </w:p>
          <w:p w:rsidR="00FB5721" w:rsidRPr="00C827A4" w:rsidRDefault="00FB5721" w:rsidP="001F17EA">
            <w:pPr>
              <w:pStyle w:val="TAL"/>
              <w:keepLines w:val="0"/>
            </w:pPr>
            <w:r w:rsidRPr="00C827A4">
              <w:t>3- SET UP MENU with main menu “TEST MENU” and Text Attribute “00001390”</w:t>
            </w:r>
          </w:p>
          <w:p w:rsidR="00FB5721" w:rsidRPr="00C827A4" w:rsidRDefault="00FB5721" w:rsidP="001F17EA">
            <w:pPr>
              <w:pStyle w:val="TAL"/>
              <w:keepLines w:val="0"/>
            </w:pPr>
          </w:p>
          <w:p w:rsidR="00FB5721" w:rsidRPr="00C827A4" w:rsidRDefault="00FB5721" w:rsidP="001F17EA">
            <w:pPr>
              <w:pStyle w:val="TAL"/>
              <w:keepLines w:val="0"/>
            </w:pPr>
            <w:r w:rsidRPr="00C827A4">
              <w:t>4- SET UP MENU with main menu “TEST UICC” and no Text Attribute</w:t>
            </w:r>
          </w:p>
          <w:p w:rsidR="00FB5721" w:rsidRPr="00C827A4" w:rsidRDefault="00FB5721" w:rsidP="001F17EA">
            <w:pPr>
              <w:pStyle w:val="TAL"/>
              <w:keepLines w:val="0"/>
            </w:pPr>
          </w:p>
          <w:p w:rsidR="00FB5721" w:rsidRPr="00C827A4" w:rsidRDefault="00FB5721" w:rsidP="001F17EA">
            <w:pPr>
              <w:pStyle w:val="TAL"/>
              <w:keepLines w:val="0"/>
            </w:pPr>
            <w:r w:rsidRPr="00C827A4">
              <w:t>5- SET UP MENU with main menu “TEST UICC” and Text Attribute “00001390”</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6- SET UP MENU with main menu “UICC TEST”</w:t>
            </w:r>
          </w:p>
        </w:tc>
      </w:tr>
      <w:tr w:rsidR="00FB5721" w:rsidRPr="00C827A4">
        <w:trPr>
          <w:jc w:val="center"/>
        </w:trPr>
        <w:tc>
          <w:tcPr>
            <w:tcW w:w="425" w:type="dxa"/>
            <w:tcBorders>
              <w:left w:val="single" w:sz="4" w:space="0" w:color="auto"/>
            </w:tcBorders>
          </w:tcPr>
          <w:p w:rsidR="00FB5721" w:rsidRPr="00C827A4" w:rsidRDefault="00FB5721" w:rsidP="001F17EA">
            <w:pPr>
              <w:pStyle w:val="TAH"/>
              <w:keepNext w:val="0"/>
              <w:keepLines w:val="0"/>
              <w:rPr>
                <w:b w:val="0"/>
                <w:bCs/>
              </w:rPr>
            </w:pPr>
            <w:r w:rsidRPr="00C827A4">
              <w:rPr>
                <w:b w:val="0"/>
                <w:bCs/>
              </w:rPr>
              <w:t>2</w:t>
            </w:r>
          </w:p>
        </w:tc>
        <w:tc>
          <w:tcPr>
            <w:tcW w:w="4111" w:type="dxa"/>
          </w:tcPr>
          <w:p w:rsidR="00FB5721" w:rsidRPr="00C827A4" w:rsidRDefault="00FB5721" w:rsidP="001F17EA">
            <w:pPr>
              <w:pStyle w:val="TAH"/>
              <w:keepNext w:val="0"/>
              <w:keepLines w:val="0"/>
            </w:pPr>
            <w:r w:rsidRPr="00C827A4">
              <w:t>Set Up Menu at the beginning of a CAT session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Install Applet1</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 xml:space="preserve">Applet1 registers to EVENT_MENU_SELECTION using the initMenuEntry(), to EVENT_STATUS_COMMAND using the requestPollIntervall() and to EVENT_EVENT_DOWNLOAD_MT_CALL, EVENT_EVENT_DOWNLOAD_LOCATION_STATUS </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SET UP MENU with the menu of Applet1</w:t>
            </w:r>
          </w:p>
          <w:p w:rsidR="00FB5721" w:rsidRPr="00C827A4" w:rsidRDefault="00FB5721" w:rsidP="001F17EA">
            <w:pPr>
              <w:pStyle w:val="PL"/>
              <w:rPr>
                <w:noProof w:val="0"/>
              </w:rPr>
            </w:pPr>
          </w:p>
        </w:tc>
      </w:tr>
      <w:tr w:rsidR="00FB5721" w:rsidRPr="00C827A4">
        <w:trPr>
          <w:jc w:val="center"/>
        </w:trPr>
        <w:tc>
          <w:tcPr>
            <w:tcW w:w="425" w:type="dxa"/>
            <w:tcBorders>
              <w:left w:val="single" w:sz="4" w:space="0" w:color="auto"/>
            </w:tcBorders>
          </w:tcPr>
          <w:p w:rsidR="00FB5721" w:rsidRPr="00C827A4" w:rsidRDefault="00FB5721" w:rsidP="001F17EA">
            <w:pPr>
              <w:pStyle w:val="TAH"/>
              <w:keepNext w:val="0"/>
              <w:keepLines w:val="0"/>
              <w:rPr>
                <w:b w:val="0"/>
                <w:bCs/>
              </w:rPr>
            </w:pPr>
            <w:r w:rsidRPr="00C827A4">
              <w:rPr>
                <w:b w:val="0"/>
                <w:bCs/>
              </w:rPr>
              <w:t>3</w:t>
            </w:r>
          </w:p>
        </w:tc>
        <w:tc>
          <w:tcPr>
            <w:tcW w:w="4111" w:type="dxa"/>
          </w:tcPr>
          <w:p w:rsidR="00FB5721" w:rsidRPr="00C827A4" w:rsidRDefault="00FB5721" w:rsidP="001F17EA">
            <w:pPr>
              <w:pStyle w:val="TAH"/>
              <w:keepNext w:val="0"/>
              <w:keepLines w:val="0"/>
            </w:pPr>
            <w:r w:rsidRPr="00C827A4">
              <w:t>Set Up Menu with applet in LOCK state</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Lock Applet1</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SET UP MENU with no menu of Applet1</w:t>
            </w:r>
          </w:p>
        </w:tc>
      </w:tr>
      <w:tr w:rsidR="00FB5721" w:rsidRPr="00C827A4">
        <w:trPr>
          <w:jc w:val="center"/>
        </w:trPr>
        <w:tc>
          <w:tcPr>
            <w:tcW w:w="425" w:type="dxa"/>
            <w:tcBorders>
              <w:left w:val="single" w:sz="4" w:space="0" w:color="auto"/>
            </w:tcBorders>
          </w:tcPr>
          <w:p w:rsidR="00FB5721" w:rsidRPr="00C827A4" w:rsidRDefault="00FB5721" w:rsidP="001F17EA">
            <w:pPr>
              <w:pStyle w:val="TAH"/>
              <w:keepNext w:val="0"/>
              <w:keepLines w:val="0"/>
              <w:rPr>
                <w:b w:val="0"/>
                <w:bCs/>
              </w:rPr>
            </w:pPr>
            <w:r w:rsidRPr="00C827A4">
              <w:rPr>
                <w:b w:val="0"/>
                <w:bCs/>
              </w:rPr>
              <w:t>4</w:t>
            </w:r>
          </w:p>
        </w:tc>
        <w:tc>
          <w:tcPr>
            <w:tcW w:w="4111" w:type="dxa"/>
          </w:tcPr>
          <w:p w:rsidR="00FB5721" w:rsidRPr="00C827A4" w:rsidRDefault="00FB5721" w:rsidP="001F17EA">
            <w:pPr>
              <w:pStyle w:val="TAH"/>
              <w:keepNext w:val="0"/>
              <w:keepLines w:val="0"/>
            </w:pPr>
            <w:r w:rsidRPr="00C827A4">
              <w:t>Set Up Menu with applet in SELECTABLE state</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Make selectable Applet1</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2- An envelope menu selection is sent to trigger Applet1</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 xml:space="preserve">3- Applet1 disables its menu </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4- An envelope event download MT call is sent to trigger Applet1</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5- Applet1 enables its menu</w:t>
            </w:r>
          </w:p>
        </w:tc>
        <w:tc>
          <w:tcPr>
            <w:tcW w:w="2911" w:type="dxa"/>
          </w:tcPr>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2- Applet1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4- Applet1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SET UP MENU with the menu</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3- SET UP MENU with no menu</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5- SET UP MENU with the menu</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5</w:t>
            </w:r>
          </w:p>
        </w:tc>
        <w:tc>
          <w:tcPr>
            <w:tcW w:w="4111" w:type="dxa"/>
          </w:tcPr>
          <w:p w:rsidR="00FB5721" w:rsidRPr="00C827A4" w:rsidRDefault="00FB5721" w:rsidP="001F17EA">
            <w:pPr>
              <w:pStyle w:val="TAH"/>
              <w:keepNext w:val="0"/>
              <w:keepLines w:val="0"/>
            </w:pPr>
            <w:r w:rsidRPr="00C827A4">
              <w:t>Set Up Event List at the beginning of a CAT session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Perform UICC initialization with EVENT DOWNLOAD and set up event list facilities supported</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1- SET UP EVENT LIST proactive command </w:t>
            </w:r>
          </w:p>
          <w:p w:rsidR="00FB5721" w:rsidRPr="00C827A4" w:rsidRDefault="00FB5721" w:rsidP="001F17EA">
            <w:pPr>
              <w:pStyle w:val="TAL"/>
              <w:keepNext w:val="0"/>
              <w:keepLines w:val="0"/>
            </w:pPr>
            <w:r w:rsidRPr="00C827A4">
              <w:t>[Event list]= '19020003' or '99020003'</w:t>
            </w:r>
          </w:p>
        </w:tc>
      </w:tr>
      <w:tr w:rsidR="00FB5721" w:rsidRPr="00C827A4">
        <w:trPr>
          <w:jc w:val="center"/>
        </w:trPr>
        <w:tc>
          <w:tcPr>
            <w:tcW w:w="425" w:type="dxa"/>
            <w:tcBorders>
              <w:left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lastRenderedPageBreak/>
              <w:t>6</w:t>
            </w:r>
          </w:p>
        </w:tc>
        <w:tc>
          <w:tcPr>
            <w:tcW w:w="4111" w:type="dxa"/>
          </w:tcPr>
          <w:p w:rsidR="00FB5721" w:rsidRPr="00C827A4" w:rsidRDefault="00FB5721" w:rsidP="001F17EA">
            <w:pPr>
              <w:pStyle w:val="TAH"/>
              <w:keepLines w:val="0"/>
            </w:pPr>
            <w:r w:rsidRPr="00C827A4">
              <w:t>Setup Event List with applet in LOCK state</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Lock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TAL"/>
              <w:keepLines w:val="0"/>
            </w:pPr>
          </w:p>
        </w:tc>
        <w:tc>
          <w:tcPr>
            <w:tcW w:w="2911" w:type="dxa"/>
          </w:tcPr>
          <w:p w:rsidR="00FB5721" w:rsidRPr="00C827A4" w:rsidRDefault="00FB5721" w:rsidP="001F17EA">
            <w:pPr>
              <w:pStyle w:val="TAH"/>
              <w:keepLines w:val="0"/>
              <w:jc w:val="left"/>
              <w:rPr>
                <w:b w:val="0"/>
                <w:bCs/>
              </w:rPr>
            </w:pPr>
          </w:p>
        </w:tc>
        <w:tc>
          <w:tcPr>
            <w:tcW w:w="2334" w:type="dxa"/>
          </w:tcPr>
          <w:p w:rsidR="00FB5721" w:rsidRPr="00C827A4" w:rsidRDefault="00FB5721" w:rsidP="001F17EA">
            <w:pPr>
              <w:pStyle w:val="TAL"/>
              <w:keepLines w:val="0"/>
            </w:pPr>
          </w:p>
          <w:p w:rsidR="00FB5721" w:rsidRPr="00C827A4" w:rsidRDefault="00FB5721" w:rsidP="001F17EA">
            <w:pPr>
              <w:pStyle w:val="TAL"/>
              <w:keepLines w:val="0"/>
            </w:pPr>
            <w:r w:rsidRPr="00C827A4">
              <w:t>1- SET UP EVENT LIST Proactive command [CommandQualifier]= 00h</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7</w:t>
            </w:r>
          </w:p>
        </w:tc>
        <w:tc>
          <w:tcPr>
            <w:tcW w:w="4111" w:type="dxa"/>
          </w:tcPr>
          <w:p w:rsidR="00FB5721" w:rsidRPr="00C827A4" w:rsidRDefault="00FB5721" w:rsidP="001F17EA">
            <w:pPr>
              <w:pStyle w:val="TAH"/>
              <w:keepNext w:val="0"/>
              <w:keepLines w:val="0"/>
            </w:pPr>
            <w:r w:rsidRPr="00C827A4">
              <w:t>Setup Event List with applet in SELECTABLE  state</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Make selectable Applet1</w:t>
            </w:r>
          </w:p>
          <w:p w:rsidR="00FB5721" w:rsidRPr="00C827A4" w:rsidRDefault="00FB5721" w:rsidP="001F17EA">
            <w:pPr>
              <w:pStyle w:val="TAL"/>
              <w:keepNext w:val="0"/>
              <w:keepLines w:val="0"/>
            </w:pP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1- SET UP EVENT LIST proactive command </w:t>
            </w:r>
          </w:p>
          <w:p w:rsidR="00FB5721" w:rsidRPr="00C827A4" w:rsidRDefault="00FB5721" w:rsidP="001F17EA">
            <w:pPr>
              <w:pStyle w:val="TAL"/>
              <w:keepNext w:val="0"/>
              <w:keepLines w:val="0"/>
            </w:pPr>
            <w:r w:rsidRPr="00C827A4">
              <w:t xml:space="preserve">[Event </w:t>
            </w:r>
            <w:r w:rsidR="003772E9" w:rsidRPr="00C827A4">
              <w:t>list]= '19020003' or '99020003'</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8</w:t>
            </w:r>
          </w:p>
        </w:tc>
        <w:tc>
          <w:tcPr>
            <w:tcW w:w="4111" w:type="dxa"/>
          </w:tcPr>
          <w:p w:rsidR="00FB5721" w:rsidRPr="00C827A4" w:rsidRDefault="00FB5721" w:rsidP="001F17EA">
            <w:pPr>
              <w:pStyle w:val="TAH"/>
              <w:keepNext w:val="0"/>
              <w:keepLines w:val="0"/>
            </w:pPr>
            <w:r w:rsidRPr="00C827A4">
              <w:t>Dynamic setup event list on registry modification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An envelope menu selection is sent to trigger Applet1</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2- Applet1 deregisters to event EVENT_EVENT_DOWNLOAD_MT_CALL</w:t>
            </w:r>
          </w:p>
          <w:p w:rsidR="00FB5721" w:rsidRPr="00C827A4" w:rsidRDefault="00FB5721" w:rsidP="001F17EA">
            <w:pPr>
              <w:pStyle w:val="PL"/>
              <w:rPr>
                <w:rFonts w:ascii="Arial" w:hAnsi="Arial"/>
                <w:b/>
                <w:noProof w:val="0"/>
                <w:sz w:val="18"/>
              </w:rPr>
            </w:pPr>
          </w:p>
          <w:p w:rsidR="00FB5721" w:rsidRPr="00C827A4" w:rsidRDefault="00FB5721" w:rsidP="001F17EA">
            <w:pPr>
              <w:pStyle w:val="PL"/>
              <w:rPr>
                <w:rFonts w:ascii="Arial" w:hAnsi="Arial"/>
                <w:b/>
                <w:noProof w:val="0"/>
                <w:sz w:val="18"/>
              </w:rPr>
            </w:pPr>
          </w:p>
          <w:p w:rsidR="00FB5721" w:rsidRPr="00C827A4" w:rsidRDefault="00FB5721" w:rsidP="001F17EA">
            <w:pPr>
              <w:pStyle w:val="PL"/>
              <w:rPr>
                <w:rFonts w:ascii="Arial" w:hAnsi="Arial"/>
                <w:b/>
                <w:noProof w:val="0"/>
                <w:sz w:val="18"/>
              </w:rPr>
            </w:pPr>
          </w:p>
          <w:p w:rsidR="00FB5721" w:rsidRPr="00C827A4" w:rsidRDefault="00FB5721" w:rsidP="001F17EA">
            <w:pPr>
              <w:pStyle w:val="PL"/>
              <w:rPr>
                <w:noProof w:val="0"/>
              </w:rPr>
            </w:pPr>
            <w:r w:rsidRPr="00C827A4">
              <w:rPr>
                <w:noProof w:val="0"/>
              </w:rPr>
              <w:t>3- An unrecognized envelope is sent to trigger Applet2</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4- Applet registers to event EVENT_EVENT_DOWNLOAD_LOCATION_STATUS and to EVENT_EVENT_DOWNLOAD_LANGUAGE_SELECTION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5- An envelope event download location status is sent to the UICC</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6- Applet1 and Applet2 clear their events download</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7- An envelope menu selection is sent to trigger Applet1</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8- Applet1 registers to event EVENT_EVENT_DOWNLOAD_MT_CALL</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9- Delete Applet1</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10- Install Applet1 (same registration as before, plus registration to EVENT_UNRECOGNIZED_ENVELOPE)</w:t>
            </w:r>
          </w:p>
        </w:tc>
        <w:tc>
          <w:tcPr>
            <w:tcW w:w="2911" w:type="dxa"/>
          </w:tcPr>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1- Applet1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3- Applet2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5- Applet1 and Applet2 are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7- Applet1 is triggered</w:t>
            </w: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2- SET UP EVENT LIST proactive command </w:t>
            </w:r>
          </w:p>
          <w:p w:rsidR="00FB5721" w:rsidRPr="00C827A4" w:rsidRDefault="00FB5721" w:rsidP="001F17EA">
            <w:pPr>
              <w:pStyle w:val="TAL"/>
              <w:keepNext w:val="0"/>
              <w:keepLines w:val="0"/>
            </w:pPr>
            <w:r w:rsidRPr="00C827A4">
              <w:t>[Event list]= '190103' or '990103'</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4- SET UP EVENT LIST proactive command </w:t>
            </w:r>
          </w:p>
          <w:p w:rsidR="00FB5721" w:rsidRPr="00C827A4" w:rsidRDefault="00FB5721" w:rsidP="001F17EA">
            <w:pPr>
              <w:pStyle w:val="TAL"/>
              <w:keepNext w:val="0"/>
              <w:keepLines w:val="0"/>
            </w:pPr>
            <w:r w:rsidRPr="00C827A4">
              <w:t>[Event list]= '19020307' or '99020307'</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6- SET UP EVENT LIST proactive command </w:t>
            </w:r>
          </w:p>
          <w:p w:rsidR="00FB5721" w:rsidRPr="00C827A4" w:rsidRDefault="00FB5721" w:rsidP="001F17EA">
            <w:pPr>
              <w:pStyle w:val="TAL"/>
              <w:keepNext w:val="0"/>
              <w:keepLines w:val="0"/>
            </w:pPr>
            <w:r w:rsidRPr="00C827A4">
              <w:t>[CommandQualifier]= 00h</w:t>
            </w:r>
          </w:p>
          <w:p w:rsidR="00FB5721" w:rsidRPr="00C827A4" w:rsidRDefault="00FB5721" w:rsidP="001F17EA">
            <w:pPr>
              <w:pStyle w:val="TAL"/>
              <w:keepNext w:val="0"/>
              <w:keepLines w:val="0"/>
            </w:pPr>
            <w:r w:rsidRPr="00C827A4">
              <w:t xml:space="preserve"> </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8- SET UP EVENT LIST proactive command </w:t>
            </w:r>
          </w:p>
          <w:p w:rsidR="00FB5721" w:rsidRPr="00C827A4" w:rsidRDefault="00FB5721" w:rsidP="001F17EA">
            <w:pPr>
              <w:pStyle w:val="TAL"/>
              <w:keepNext w:val="0"/>
              <w:keepLines w:val="0"/>
            </w:pPr>
            <w:r w:rsidRPr="00C827A4">
              <w:t xml:space="preserve">[Event list]= '190100' or '990100' </w:t>
            </w:r>
          </w:p>
          <w:p w:rsidR="00FB5721" w:rsidRPr="00C827A4" w:rsidRDefault="00FB5721" w:rsidP="001F17EA">
            <w:pPr>
              <w:pStyle w:val="TAL"/>
              <w:keepNext w:val="0"/>
              <w:keepLines w:val="0"/>
              <w:rPr>
                <w:b/>
              </w:rPr>
            </w:pPr>
          </w:p>
          <w:p w:rsidR="00FB5721" w:rsidRPr="00C827A4" w:rsidRDefault="00FB5721" w:rsidP="001F17EA">
            <w:pPr>
              <w:pStyle w:val="TAL"/>
              <w:keepNext w:val="0"/>
              <w:keepLines w:val="0"/>
            </w:pPr>
            <w:r w:rsidRPr="00C827A4">
              <w:t xml:space="preserve">9- SET UP EVENT LIST proactive command </w:t>
            </w:r>
          </w:p>
          <w:p w:rsidR="00FB5721" w:rsidRPr="00C827A4" w:rsidRDefault="00FB5721" w:rsidP="001F17EA">
            <w:pPr>
              <w:pStyle w:val="TAL"/>
              <w:keepNext w:val="0"/>
              <w:keepLines w:val="0"/>
            </w:pPr>
            <w:r w:rsidRPr="00C827A4">
              <w:t>[CommandQualifier]= 00h</w:t>
            </w:r>
          </w:p>
          <w:p w:rsidR="00FB5721" w:rsidRPr="00C827A4" w:rsidRDefault="00FB5721" w:rsidP="001F17EA">
            <w:pPr>
              <w:pStyle w:val="TAL"/>
              <w:keepNext w:val="0"/>
              <w:keepLines w:val="0"/>
            </w:pPr>
            <w:r w:rsidRPr="00C827A4">
              <w:t xml:space="preserve"> </w:t>
            </w:r>
          </w:p>
          <w:p w:rsidR="00FB5721" w:rsidRPr="00C827A4" w:rsidRDefault="00FB5721" w:rsidP="001F17EA">
            <w:pPr>
              <w:pStyle w:val="TAL"/>
              <w:keepNext w:val="0"/>
              <w:keepLines w:val="0"/>
            </w:pPr>
            <w:r w:rsidRPr="00C827A4">
              <w:t xml:space="preserve">10- SET UP EVENT LIST proactive command </w:t>
            </w:r>
          </w:p>
          <w:p w:rsidR="00FB5721" w:rsidRPr="00C827A4" w:rsidRDefault="00FB5721" w:rsidP="001F17EA">
            <w:pPr>
              <w:pStyle w:val="TAL"/>
              <w:keepNext w:val="0"/>
              <w:keepLines w:val="0"/>
              <w:rPr>
                <w:b/>
              </w:rPr>
            </w:pPr>
            <w:r w:rsidRPr="00C827A4">
              <w:t>[Event list]= '19020003' or '99020003'</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9</w:t>
            </w:r>
          </w:p>
        </w:tc>
        <w:tc>
          <w:tcPr>
            <w:tcW w:w="4111" w:type="dxa"/>
          </w:tcPr>
          <w:p w:rsidR="00FB5721" w:rsidRPr="00C827A4" w:rsidRDefault="00FB5721" w:rsidP="001F17EA">
            <w:pPr>
              <w:pStyle w:val="TAH"/>
              <w:keepNext w:val="0"/>
              <w:keepLines w:val="0"/>
            </w:pPr>
            <w:r w:rsidRPr="00C827A4">
              <w:t>Poll Interval at the beginning of a CAT session</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Perform UICC initialization with polling facilities supported</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1- POLL INTERVAL </w:t>
            </w:r>
          </w:p>
          <w:p w:rsidR="00FB5721" w:rsidRPr="00C827A4" w:rsidRDefault="00FB5721" w:rsidP="001F17EA">
            <w:pPr>
              <w:pStyle w:val="TAL"/>
              <w:keepNext w:val="0"/>
              <w:keepLines w:val="0"/>
            </w:pPr>
            <w:r w:rsidRPr="00C827A4">
              <w:t>proactive command</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10</w:t>
            </w:r>
          </w:p>
        </w:tc>
        <w:tc>
          <w:tcPr>
            <w:tcW w:w="4111" w:type="dxa"/>
          </w:tcPr>
          <w:p w:rsidR="00FB5721" w:rsidRPr="00C827A4" w:rsidRDefault="00FB5721" w:rsidP="001F17EA">
            <w:pPr>
              <w:pStyle w:val="TAH"/>
              <w:keepNext w:val="0"/>
              <w:keepLines w:val="0"/>
            </w:pPr>
            <w:r w:rsidRPr="00C827A4">
              <w:t>Poll Interval with applet in LOCK state</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Lock Applet1</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POLLING OFF proactive command</w:t>
            </w: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11</w:t>
            </w:r>
          </w:p>
        </w:tc>
        <w:tc>
          <w:tcPr>
            <w:tcW w:w="4111" w:type="dxa"/>
          </w:tcPr>
          <w:p w:rsidR="00FB5721" w:rsidRPr="00C827A4" w:rsidRDefault="00FB5721" w:rsidP="001F17EA">
            <w:pPr>
              <w:pStyle w:val="TAH"/>
              <w:keepNext w:val="0"/>
              <w:keepLines w:val="0"/>
            </w:pPr>
            <w:r w:rsidRPr="00C827A4">
              <w:t>Poll Interval with applet in SELECTABLE state</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Make selectable Applet1</w:t>
            </w:r>
          </w:p>
        </w:tc>
        <w:tc>
          <w:tcPr>
            <w:tcW w:w="2911" w:type="dxa"/>
          </w:tcPr>
          <w:p w:rsidR="00FB5721" w:rsidRPr="00C827A4" w:rsidRDefault="00FB5721" w:rsidP="001F17EA">
            <w:pPr>
              <w:pStyle w:val="TAH"/>
              <w:keepNext w:val="0"/>
              <w:keepLines w:val="0"/>
              <w:jc w:val="left"/>
              <w:rPr>
                <w:b w:val="0"/>
                <w:bCs/>
              </w:rPr>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 xml:space="preserve">1- POLL INTERVAL </w:t>
            </w:r>
          </w:p>
          <w:p w:rsidR="00FB5721" w:rsidRPr="00C827A4" w:rsidRDefault="00FB5721" w:rsidP="001F17EA">
            <w:pPr>
              <w:pStyle w:val="TAL"/>
              <w:keepNext w:val="0"/>
              <w:keepLines w:val="0"/>
            </w:pPr>
            <w:r w:rsidRPr="00C827A4">
              <w:t>proactive command</w:t>
            </w:r>
          </w:p>
        </w:tc>
      </w:tr>
      <w:tr w:rsidR="00FB5721" w:rsidRPr="00C827A4">
        <w:trPr>
          <w:jc w:val="center"/>
        </w:trPr>
        <w:tc>
          <w:tcPr>
            <w:tcW w:w="425" w:type="dxa"/>
            <w:tcBorders>
              <w:left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lastRenderedPageBreak/>
              <w:t>12</w:t>
            </w:r>
          </w:p>
        </w:tc>
        <w:tc>
          <w:tcPr>
            <w:tcW w:w="4111" w:type="dxa"/>
          </w:tcPr>
          <w:p w:rsidR="00FB5721" w:rsidRPr="00C827A4" w:rsidRDefault="00FB5721" w:rsidP="001F17EA">
            <w:pPr>
              <w:pStyle w:val="TAH"/>
              <w:keepLines w:val="0"/>
            </w:pPr>
            <w:r w:rsidRPr="00C827A4">
              <w:t>Dynamic Polling commands on registry modification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 status command is sent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Applet1 calls the method requestPollInterval() with POLL_NO_DURATION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An unrecognized envelope is sent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Applet1 calls the method requestPollInterval() with POLL_SYSTEM_DURATION</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5- Delete Applet1 </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6- Install Applet1 (same registration as before, plus registration to EVENT_UNRECOGNIZED_ENVELOPE)</w:t>
            </w:r>
          </w:p>
        </w:tc>
        <w:tc>
          <w:tcPr>
            <w:tcW w:w="2911" w:type="dxa"/>
          </w:tcPr>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r w:rsidRPr="00C827A4">
              <w:rPr>
                <w:b w:val="0"/>
                <w:bCs/>
              </w:rPr>
              <w:t>1- Applet1 is triggered</w:t>
            </w: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r w:rsidRPr="00C827A4">
              <w:rPr>
                <w:b w:val="0"/>
                <w:bCs/>
              </w:rPr>
              <w:t>3- Applet1 is triggered</w:t>
            </w:r>
          </w:p>
          <w:p w:rsidR="00FB5721" w:rsidRPr="00C827A4" w:rsidRDefault="00FB5721" w:rsidP="001F17EA">
            <w:pPr>
              <w:pStyle w:val="TAH"/>
              <w:keepLines w:val="0"/>
              <w:jc w:val="left"/>
              <w:rPr>
                <w:b w:val="0"/>
                <w:bCs/>
              </w:rPr>
            </w:pPr>
          </w:p>
          <w:p w:rsidR="00FB5721" w:rsidRPr="00C827A4" w:rsidRDefault="00FB5721" w:rsidP="001F17EA">
            <w:pPr>
              <w:pStyle w:val="TAH"/>
              <w:keepLines w:val="0"/>
              <w:jc w:val="left"/>
              <w:rPr>
                <w:b w:val="0"/>
                <w:bCs/>
              </w:rPr>
            </w:pPr>
            <w:r w:rsidRPr="00C827A4">
              <w:rPr>
                <w:b w:val="0"/>
                <w:bCs/>
              </w:rPr>
              <w:t>Applet1 finalizes</w:t>
            </w:r>
          </w:p>
          <w:p w:rsidR="00FB5721" w:rsidRPr="00C827A4" w:rsidRDefault="00FB5721" w:rsidP="001F17EA">
            <w:pPr>
              <w:pStyle w:val="TAH"/>
              <w:keepLines w:val="0"/>
              <w:jc w:val="left"/>
              <w:rPr>
                <w:b w:val="0"/>
                <w:bCs/>
              </w:rPr>
            </w:pPr>
            <w:r w:rsidRPr="00C827A4">
              <w:rPr>
                <w:b w:val="0"/>
                <w:bCs/>
              </w:rPr>
              <w:t>Applet2 is triggered</w:t>
            </w:r>
          </w:p>
          <w:p w:rsidR="00FB5721" w:rsidRPr="00C827A4" w:rsidRDefault="00FB5721" w:rsidP="001F17EA">
            <w:pPr>
              <w:pStyle w:val="TAH"/>
              <w:keepLines w:val="0"/>
              <w:jc w:val="left"/>
              <w:rPr>
                <w:b w:val="0"/>
                <w:bCs/>
              </w:rPr>
            </w:pPr>
          </w:p>
        </w:tc>
        <w:tc>
          <w:tcPr>
            <w:tcW w:w="2334"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POLLING OFF proactive command</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4- POLL INTERVAL proactive command</w:t>
            </w:r>
          </w:p>
          <w:p w:rsidR="00FB5721" w:rsidRPr="00C827A4" w:rsidRDefault="00FB5721" w:rsidP="001F17EA">
            <w:pPr>
              <w:pStyle w:val="TAL"/>
              <w:keepLines w:val="0"/>
            </w:pPr>
          </w:p>
          <w:p w:rsidR="00FB5721" w:rsidRPr="00C827A4" w:rsidRDefault="00FB5721" w:rsidP="001F17EA">
            <w:pPr>
              <w:pStyle w:val="TAL"/>
              <w:keepLines w:val="0"/>
            </w:pPr>
            <w:r w:rsidRPr="00C827A4">
              <w:t>5- POLLING OFF proactive command</w:t>
            </w:r>
          </w:p>
          <w:p w:rsidR="00FB5721" w:rsidRPr="00C827A4" w:rsidRDefault="00FB5721" w:rsidP="001F17EA">
            <w:pPr>
              <w:pStyle w:val="TAL"/>
              <w:keepLines w:val="0"/>
            </w:pPr>
          </w:p>
          <w:p w:rsidR="00FB5721" w:rsidRPr="00C827A4" w:rsidRDefault="00FB5721" w:rsidP="001F17EA">
            <w:pPr>
              <w:pStyle w:val="TAL"/>
              <w:keepLines w:val="0"/>
            </w:pPr>
            <w:r w:rsidRPr="00C827A4">
              <w:t>6- POLL INTERVAL proactive command</w:t>
            </w:r>
          </w:p>
          <w:p w:rsidR="00FB5721" w:rsidRPr="00C827A4" w:rsidRDefault="00FB5721" w:rsidP="001F17EA">
            <w:pPr>
              <w:pStyle w:val="TAL"/>
              <w:keepLines w:val="0"/>
            </w:pPr>
          </w:p>
        </w:tc>
      </w:tr>
      <w:tr w:rsidR="00FB5721" w:rsidRPr="00C827A4">
        <w:trPr>
          <w:jc w:val="center"/>
        </w:trPr>
        <w:tc>
          <w:tcPr>
            <w:tcW w:w="425" w:type="dxa"/>
            <w:tcBorders>
              <w:left w:val="single" w:sz="4" w:space="0" w:color="auto"/>
            </w:tcBorders>
          </w:tcPr>
          <w:p w:rsidR="00FB5721" w:rsidRPr="00C827A4" w:rsidRDefault="00FB5721" w:rsidP="001F17EA">
            <w:pPr>
              <w:pStyle w:val="textcell"/>
              <w:rPr>
                <w:rFonts w:ascii="Arial" w:hAnsi="Arial"/>
                <w:sz w:val="18"/>
                <w:lang w:val="en-GB"/>
              </w:rPr>
            </w:pPr>
            <w:r w:rsidRPr="00C827A4">
              <w:rPr>
                <w:rFonts w:ascii="Arial" w:hAnsi="Arial"/>
                <w:sz w:val="18"/>
                <w:lang w:val="en-GB"/>
              </w:rPr>
              <w:t>13</w:t>
            </w:r>
          </w:p>
        </w:tc>
        <w:tc>
          <w:tcPr>
            <w:tcW w:w="4111" w:type="dxa"/>
          </w:tcPr>
          <w:p w:rsidR="00FB5721" w:rsidRPr="00C827A4" w:rsidRDefault="00FB5721" w:rsidP="001F17EA">
            <w:pPr>
              <w:pStyle w:val="TAH"/>
              <w:keepNext w:val="0"/>
              <w:keepLines w:val="0"/>
            </w:pPr>
            <w:r w:rsidRPr="00C827A4">
              <w:t>System Proactive Commands sending</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Perform UICC initialization with system proactive commands facilities</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2- An unrecognized envelope is sent</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 xml:space="preserve">3- Applet1 deregisters to event EVENT_EVENT_DOWNLOAD_MT_CALL and </w:t>
            </w:r>
          </w:p>
          <w:p w:rsidR="00FB5721" w:rsidRPr="00C827A4" w:rsidRDefault="00FB5721" w:rsidP="001F17EA">
            <w:pPr>
              <w:pStyle w:val="PL"/>
              <w:rPr>
                <w:noProof w:val="0"/>
              </w:rPr>
            </w:pPr>
            <w:r w:rsidRPr="00C827A4">
              <w:rPr>
                <w:noProof w:val="0"/>
              </w:rPr>
              <w:t>UNRECOGNIZED_ENVELOPE, disables its menu entry, calls method requestPollIntervall() with POLL_NO_DURATION then builds and sends a Display Text Proactive command with text 'Text1'</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4- Applet2 registers to event EVENT_PROACTIVE_HANDLER_AVAILABLE, disable its menu entry then builds and sends a Display Text Proactive command with text 'Text21'</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5- Applet2 builds and sends a Display Text Proactive command with text 'Text22'</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7- Delete Applet1</w:t>
            </w:r>
          </w:p>
        </w:tc>
        <w:tc>
          <w:tcPr>
            <w:tcW w:w="2911" w:type="dxa"/>
          </w:tcPr>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2- Applet1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Applet1 finalizes</w:t>
            </w:r>
          </w:p>
          <w:p w:rsidR="00FB5721" w:rsidRPr="00C827A4" w:rsidRDefault="00FB5721" w:rsidP="001F17EA">
            <w:pPr>
              <w:pStyle w:val="TAH"/>
              <w:keepNext w:val="0"/>
              <w:keepLines w:val="0"/>
              <w:jc w:val="left"/>
              <w:rPr>
                <w:b w:val="0"/>
                <w:bCs/>
              </w:rPr>
            </w:pPr>
            <w:r w:rsidRPr="00C827A4">
              <w:rPr>
                <w:b w:val="0"/>
                <w:bCs/>
              </w:rPr>
              <w:t>Applet2 is triggered</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Applet2 finalizes</w:t>
            </w:r>
          </w:p>
          <w:p w:rsidR="00FB5721" w:rsidRPr="00C827A4" w:rsidRDefault="00FB5721" w:rsidP="001F17EA">
            <w:pPr>
              <w:pStyle w:val="TAH"/>
              <w:keepNext w:val="0"/>
              <w:keepLines w:val="0"/>
              <w:jc w:val="left"/>
              <w:rPr>
                <w:b w:val="0"/>
                <w:bCs/>
              </w:rPr>
            </w:pPr>
            <w:r w:rsidRPr="00C827A4">
              <w:rPr>
                <w:b w:val="0"/>
                <w:bCs/>
              </w:rPr>
              <w:t>Applet2 is triggered by event EVENT_PROACTIVE_HANDLER_AVAILABLE</w:t>
            </w: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p>
          <w:p w:rsidR="00FB5721" w:rsidRPr="00C827A4" w:rsidRDefault="00FB5721" w:rsidP="001F17EA">
            <w:pPr>
              <w:pStyle w:val="TAH"/>
              <w:keepNext w:val="0"/>
              <w:keepLines w:val="0"/>
              <w:jc w:val="left"/>
              <w:rPr>
                <w:b w:val="0"/>
                <w:bCs/>
              </w:rPr>
            </w:pPr>
            <w:r w:rsidRPr="00C827A4">
              <w:rPr>
                <w:b w:val="0"/>
                <w:bCs/>
              </w:rPr>
              <w:t>Applet2 finalizes</w:t>
            </w:r>
          </w:p>
          <w:p w:rsidR="00FB5721" w:rsidRPr="00C827A4" w:rsidRDefault="00FB5721" w:rsidP="001F17EA">
            <w:pPr>
              <w:pStyle w:val="TAH"/>
              <w:keepNext w:val="0"/>
              <w:keepLines w:val="0"/>
              <w:jc w:val="left"/>
              <w:rPr>
                <w:b w:val="0"/>
                <w:bCs/>
              </w:rPr>
            </w:pPr>
          </w:p>
          <w:p w:rsidR="00FB5721" w:rsidRPr="00C827A4" w:rsidRDefault="00FB5721" w:rsidP="001F17EA">
            <w:pPr>
              <w:pStyle w:val="TAL"/>
              <w:keepNext w:val="0"/>
              <w:keepLines w:val="0"/>
            </w:pPr>
          </w:p>
        </w:tc>
        <w:tc>
          <w:tcPr>
            <w:tcW w:w="2334"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3- Display Text with text 'text1' proactive command</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4- Display Text with text 'text21' proactive command</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5- Display Text with text 'text22' proactive command</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6- SET UP MENU proactive command with no menu,</w:t>
            </w:r>
          </w:p>
          <w:p w:rsidR="00FB5721" w:rsidRPr="00C827A4" w:rsidRDefault="00FB5721" w:rsidP="001F17EA">
            <w:pPr>
              <w:pStyle w:val="TAL"/>
              <w:keepNext w:val="0"/>
              <w:keepLines w:val="0"/>
            </w:pPr>
            <w:r w:rsidRPr="00C827A4">
              <w:t>SET UP EVENT LIST</w:t>
            </w:r>
          </w:p>
          <w:p w:rsidR="00FB5721" w:rsidRPr="00C827A4" w:rsidRDefault="00FB5721" w:rsidP="001F17EA">
            <w:pPr>
              <w:pStyle w:val="TAL"/>
              <w:keepNext w:val="0"/>
              <w:keepLines w:val="0"/>
            </w:pPr>
            <w:r w:rsidRPr="00C827A4">
              <w:t>proactive command</w:t>
            </w:r>
          </w:p>
          <w:p w:rsidR="00FB5721" w:rsidRPr="00C827A4" w:rsidRDefault="00FB5721" w:rsidP="001F17EA">
            <w:pPr>
              <w:pStyle w:val="TAL"/>
              <w:keepNext w:val="0"/>
              <w:keepLines w:val="0"/>
            </w:pPr>
            <w:r w:rsidRPr="00C827A4">
              <w:t>[Event list]= '190103' or '990103' and</w:t>
            </w:r>
          </w:p>
          <w:p w:rsidR="00FB5721" w:rsidRPr="00C827A4" w:rsidRDefault="00FB5721" w:rsidP="001F17EA">
            <w:pPr>
              <w:pStyle w:val="TAL"/>
              <w:keepNext w:val="0"/>
              <w:keepLines w:val="0"/>
            </w:pPr>
            <w:r w:rsidRPr="00C827A4">
              <w:t>POLLING OFF proactive command</w:t>
            </w:r>
          </w:p>
        </w:tc>
      </w:tr>
      <w:tr w:rsidR="00FB5721" w:rsidRPr="00C827A4">
        <w:trPr>
          <w:jc w:val="center"/>
        </w:trPr>
        <w:tc>
          <w:tcPr>
            <w:tcW w:w="425" w:type="dxa"/>
            <w:tcBorders>
              <w:left w:val="single" w:sz="4" w:space="0" w:color="auto"/>
            </w:tcBorders>
          </w:tcPr>
          <w:p w:rsidR="00FB5721" w:rsidRPr="00C827A4" w:rsidRDefault="00FB5721" w:rsidP="001F17EA">
            <w:pPr>
              <w:pStyle w:val="textcell"/>
              <w:pageBreakBefore/>
              <w:rPr>
                <w:rFonts w:ascii="Arial" w:hAnsi="Arial"/>
                <w:sz w:val="18"/>
                <w:lang w:val="en-GB"/>
              </w:rPr>
            </w:pPr>
            <w:r w:rsidRPr="00C827A4">
              <w:rPr>
                <w:rFonts w:ascii="Arial" w:hAnsi="Arial"/>
                <w:sz w:val="18"/>
                <w:lang w:val="en-GB"/>
              </w:rPr>
              <w:lastRenderedPageBreak/>
              <w:t>14</w:t>
            </w:r>
          </w:p>
        </w:tc>
        <w:tc>
          <w:tcPr>
            <w:tcW w:w="4111" w:type="dxa"/>
          </w:tcPr>
          <w:p w:rsidR="00FB5721" w:rsidRPr="00C827A4" w:rsidRDefault="00FB5721" w:rsidP="001F17EA">
            <w:pPr>
              <w:pStyle w:val="TAH"/>
              <w:keepNext w:val="0"/>
              <w:keepLines w:val="0"/>
              <w:pageBreakBefore/>
            </w:pPr>
            <w:r w:rsidRPr="00C827A4">
              <w:t>Text Attribute management in Set Up Menu</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Install Applet3, Applet3 calls the initMenuEntry() method, then reinitial</w:t>
            </w:r>
            <w:r w:rsidR="006F1E3B" w:rsidRPr="00C827A4">
              <w:rPr>
                <w:noProof w:val="0"/>
              </w:rPr>
              <w:t>ize</w:t>
            </w:r>
            <w:r w:rsidRPr="00C827A4">
              <w:rPr>
                <w:noProof w:val="0"/>
              </w:rPr>
              <w:t xml:space="preserve">  the card.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2- Send an Unrecognized Envelope to trigger Applet2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3- Applet2 enable its menu entry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4-Send an envelope Menu Selection with the Item Id of Applet2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5- Applet2 calls setMenuEntryTextAttribute() method to set the attribute to “00 00 13 90” (Bold)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6-Send an envelope Menu Selection with the Item Id of Applet2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7- Applet2 calls disableMenuEntry()</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8-Send an envelope Menu Selection with the Item Id of Applet3</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9- Applet3 calls setMenuEntryTextAttribute() method to set the attribute to “00 00 23 90” (Italic)</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10-Send an envelope Menu Selection with the Item Id of Applet2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11- Applet2 calls enableMenuEntry()</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12-Send an envelope Menu Selection with the Item Id of Applet2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13- Applet2 calls setMenuEntryTextAttribute() method to set the attribute to “00 00 03 90” (default)</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14- Lock Applet3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15- unlock Applet3 </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16- Send an envelope Menu Selection with the Item Id of Applet3</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17- Applet3 calls setMenuEntryTextAttribute() method to set the attribute to “00 00 03 90” (default)</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TAL"/>
              <w:keepNext w:val="0"/>
              <w:keepLines w:val="0"/>
              <w:pageBreakBefore/>
            </w:pPr>
          </w:p>
        </w:tc>
        <w:tc>
          <w:tcPr>
            <w:tcW w:w="2911" w:type="dxa"/>
          </w:tcPr>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2- Applet2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Applet2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4- Applet2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Applet2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6- Applet2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Applet2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8- Applet3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Applet3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10- Applet2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Applet2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12- Applet2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Applet2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16- Applet3 is triggered</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Applet3 finalizes</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rPr>
                <w:b/>
                <w:bCs/>
              </w:rPr>
            </w:pPr>
          </w:p>
        </w:tc>
        <w:tc>
          <w:tcPr>
            <w:tcW w:w="2334" w:type="dxa"/>
          </w:tcPr>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 SET UP MENU proactive command with one menu and no Item Text Attribute List or the default Text Attribute List '00000390”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3- SET UP MENU proactive command two menus and no Item Text Attribute List or the default Text Attribute List '0000039000000390”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5- SET UP MENU proactive command two menus and the Item Text Attribute List “00001390 00000390”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7- SET UP MENU proactive command with one menu and no Item Text Attribute List or the default Text Attribute List '00000390”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9- SET UP MENU proactive command one menu and the Item Text Attribute List “00002390”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11- SET UP MENU proactive command two menus and the Item Text Attribute List “00001390 00002390”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13- SET UP MENU proactive command two menus and the Item Text Attribute List “00000390 00002390”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14- SET UP MENU proactive command with one menu and no Item Text Attribute List or the default Text Attribute List '00000390”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t>15- SET UP MENU proactive command two menus and the Item Text Attribute List “00000390 00002390”</w:t>
            </w: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p>
          <w:p w:rsidR="00FB5721" w:rsidRPr="00C827A4" w:rsidRDefault="00FB5721" w:rsidP="001F17EA">
            <w:pPr>
              <w:pStyle w:val="TAL"/>
              <w:keepNext w:val="0"/>
              <w:keepLines w:val="0"/>
              <w:pageBreakBefore/>
            </w:pPr>
            <w:r w:rsidRPr="00C827A4">
              <w:lastRenderedPageBreak/>
              <w:t>17- SET UP MENU proactive command two menus and no Item Text Attribute List or the default Text Attribute List '0000039000000390”</w:t>
            </w:r>
          </w:p>
        </w:tc>
      </w:tr>
    </w:tbl>
    <w:p w:rsidR="00FB5721" w:rsidRPr="00C827A4" w:rsidRDefault="00FB5721"/>
    <w:p w:rsidR="00FB5721" w:rsidRPr="00C827A4" w:rsidRDefault="00FB5721">
      <w:pPr>
        <w:pStyle w:val="Heading4"/>
      </w:pPr>
      <w:r w:rsidRPr="00C827A4">
        <w:t>5.5.4.2</w:t>
      </w:r>
      <w:r w:rsidRPr="00C827A4">
        <w:tab/>
        <w:t>Interaction with GSM commands</w:t>
      </w:r>
    </w:p>
    <w:p w:rsidR="00FB5721" w:rsidRPr="00C827A4" w:rsidRDefault="00FB5721">
      <w:r w:rsidRPr="00C827A4">
        <w:t>Test Area Reference: Cre_Pcs_Igco</w:t>
      </w:r>
    </w:p>
    <w:p w:rsidR="00FB5721" w:rsidRPr="00C827A4" w:rsidRDefault="00FB5721" w:rsidP="00D65C82">
      <w:pPr>
        <w:pStyle w:val="Heading5"/>
      </w:pPr>
      <w:r w:rsidRPr="00C827A4">
        <w:t>5.5.4.2.1</w:t>
      </w:r>
      <w:r w:rsidRPr="00C827A4">
        <w:tab/>
        <w:t>Conformance requirement</w:t>
      </w:r>
    </w:p>
    <w:p w:rsidR="00FB5721" w:rsidRPr="00C827A4" w:rsidRDefault="00FB5721">
      <w:pPr>
        <w:pStyle w:val="H6"/>
      </w:pPr>
      <w:r w:rsidRPr="00C827A4">
        <w:t>5.5.4.2.1.1</w:t>
      </w:r>
      <w:r w:rsidRPr="00C827A4">
        <w:tab/>
        <w:t>Normal execution</w:t>
      </w:r>
    </w:p>
    <w:p w:rsidR="00FB5721" w:rsidRPr="00C827A4" w:rsidRDefault="00FB5721">
      <w:pPr>
        <w:pStyle w:val="B1"/>
      </w:pPr>
      <w:r w:rsidRPr="00C827A4">
        <w:t xml:space="preserve">CRRN1: The CAT Runtime Environment shall process a UICC command even when a proactive command is pending (before and after the FETCH command until the terminal response). The CAT Runtime Environment shall answer with the SW1 and SW2 described in </w:t>
      </w:r>
      <w:r w:rsidR="00F744FF" w:rsidRPr="00C827A4">
        <w:t xml:space="preserve">ETSI </w:t>
      </w:r>
      <w:r w:rsidRPr="00C827A4">
        <w:t xml:space="preserve">TS 102 221 </w:t>
      </w:r>
      <w:r w:rsidR="0047072E" w:rsidRPr="00C827A4">
        <w:t>[5]</w:t>
      </w:r>
      <w:r w:rsidRPr="00C827A4">
        <w:t xml:space="preserve"> and </w:t>
      </w:r>
      <w:r w:rsidR="00F744FF" w:rsidRPr="00C827A4">
        <w:t xml:space="preserve">ETSI </w:t>
      </w:r>
      <w:r w:rsidRPr="00C827A4">
        <w:t xml:space="preserve">TS 102 223 </w:t>
      </w:r>
      <w:r w:rsidR="0047072E" w:rsidRPr="00C827A4">
        <w:t>[6]</w:t>
      </w:r>
      <w:r w:rsidRPr="00C827A4">
        <w:t>.</w:t>
      </w:r>
    </w:p>
    <w:p w:rsidR="00FB5721" w:rsidRPr="00C827A4" w:rsidRDefault="00FB5721">
      <w:pPr>
        <w:pStyle w:val="H6"/>
      </w:pPr>
      <w:r w:rsidRPr="00C827A4">
        <w:t>5.5.4.2.1.2</w:t>
      </w:r>
      <w:r w:rsidRPr="00C827A4">
        <w:tab/>
        <w:t>Parameter errors</w:t>
      </w:r>
    </w:p>
    <w:p w:rsidR="00FB5721" w:rsidRPr="00C827A4" w:rsidRDefault="00FB5721">
      <w:r w:rsidRPr="00C827A4">
        <w:t>No requirements.</w:t>
      </w:r>
    </w:p>
    <w:p w:rsidR="00FB5721" w:rsidRPr="00C827A4" w:rsidRDefault="00FB5721">
      <w:pPr>
        <w:pStyle w:val="H6"/>
      </w:pPr>
      <w:r w:rsidRPr="00C827A4">
        <w:t>5.5.4.2.1.3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5.5.4.2.2</w:t>
      </w:r>
      <w:r w:rsidRPr="00C827A4">
        <w:tab/>
        <w:t>Test area files</w:t>
      </w:r>
    </w:p>
    <w:p w:rsidR="00FB5721" w:rsidRPr="00C827A4" w:rsidRDefault="00FB5721" w:rsidP="009D6D22">
      <w:pPr>
        <w:pStyle w:val="EX"/>
      </w:pPr>
      <w:r w:rsidRPr="00C827A4">
        <w:t>Test Source:</w:t>
      </w:r>
      <w:r w:rsidRPr="00C827A4">
        <w:tab/>
        <w:t>Test_Cre_Pcs_Igco.java</w:t>
      </w:r>
      <w:r w:rsidR="009D6D22" w:rsidRPr="00C827A4">
        <w:t>.</w:t>
      </w:r>
    </w:p>
    <w:p w:rsidR="00FB5721" w:rsidRPr="00C827A4" w:rsidRDefault="00FB5721" w:rsidP="009D6D22">
      <w:pPr>
        <w:pStyle w:val="EX"/>
      </w:pPr>
      <w:r w:rsidRPr="00C827A4">
        <w:t>Test Applet:</w:t>
      </w:r>
      <w:r w:rsidRPr="00C827A4">
        <w:tab/>
        <w:t>Cre_Pcs_Igco_1.java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re_pcs_igco.cap</w:t>
      </w:r>
      <w:r w:rsidR="009D6D22" w:rsidRPr="00C827A4">
        <w:t>.</w:t>
      </w:r>
    </w:p>
    <w:p w:rsidR="00FB5721" w:rsidRPr="00C827A4" w:rsidRDefault="00FB5721" w:rsidP="00D65C82">
      <w:pPr>
        <w:pStyle w:val="Heading5"/>
      </w:pPr>
      <w:r w:rsidRPr="00C827A4">
        <w:t>5.5.4.2.3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rPr>
                <w:rFonts w:cs="Arial"/>
                <w:szCs w:val="24"/>
              </w:rPr>
            </w:pPr>
            <w:r w:rsidRPr="00C827A4">
              <w:rPr>
                <w:rFonts w:cs="Arial"/>
                <w:szCs w:val="24"/>
              </w:rPr>
              <w:t>CRRN1</w:t>
            </w:r>
          </w:p>
        </w:tc>
        <w:tc>
          <w:tcPr>
            <w:tcW w:w="2682" w:type="dxa"/>
          </w:tcPr>
          <w:p w:rsidR="00FB5721" w:rsidRPr="00C827A4" w:rsidRDefault="00FB5721">
            <w:pPr>
              <w:pStyle w:val="TAC"/>
              <w:keepNext w:val="0"/>
              <w:keepLines w:val="0"/>
              <w:rPr>
                <w:rFonts w:cs="Arial"/>
                <w:szCs w:val="24"/>
              </w:rPr>
            </w:pPr>
            <w:r w:rsidRPr="00C827A4">
              <w:rPr>
                <w:rFonts w:cs="Arial"/>
                <w:szCs w:val="24"/>
              </w:rPr>
              <w:t>1, 2, 3</w:t>
            </w:r>
          </w:p>
        </w:tc>
      </w:tr>
    </w:tbl>
    <w:p w:rsidR="00FB5721" w:rsidRPr="00C827A4" w:rsidRDefault="00FB5721"/>
    <w:p w:rsidR="00FB5721" w:rsidRPr="00C827A4" w:rsidRDefault="00FB5721" w:rsidP="001F17EA">
      <w:pPr>
        <w:pStyle w:val="Heading5"/>
      </w:pPr>
      <w:r w:rsidRPr="00C827A4">
        <w:lastRenderedPageBreak/>
        <w:t>5.5.4.2.4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1F17EA">
            <w:pPr>
              <w:pStyle w:val="TAH"/>
            </w:pPr>
            <w:r w:rsidRPr="00C827A4">
              <w:t>Id</w:t>
            </w:r>
          </w:p>
        </w:tc>
        <w:tc>
          <w:tcPr>
            <w:tcW w:w="4111" w:type="dxa"/>
          </w:tcPr>
          <w:p w:rsidR="00FB5721" w:rsidRPr="00C827A4" w:rsidRDefault="00FB5721" w:rsidP="001F17EA">
            <w:pPr>
              <w:pStyle w:val="TAH"/>
            </w:pPr>
            <w:r w:rsidRPr="00C827A4">
              <w:t>Description</w:t>
            </w:r>
          </w:p>
        </w:tc>
        <w:tc>
          <w:tcPr>
            <w:tcW w:w="2911" w:type="dxa"/>
          </w:tcPr>
          <w:p w:rsidR="00FB5721" w:rsidRPr="00C827A4" w:rsidRDefault="00FB5721" w:rsidP="001F17EA">
            <w:pPr>
              <w:pStyle w:val="TAH"/>
            </w:pPr>
            <w:r w:rsidRPr="00C827A4">
              <w:t>API/CAT RE Expectation</w:t>
            </w:r>
          </w:p>
        </w:tc>
        <w:tc>
          <w:tcPr>
            <w:tcW w:w="2334" w:type="dxa"/>
          </w:tcPr>
          <w:p w:rsidR="00FB5721" w:rsidRPr="00C827A4" w:rsidRDefault="00FB5721" w:rsidP="001F17EA">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1F17EA">
            <w:pPr>
              <w:pStyle w:val="textcell"/>
              <w:keepNext/>
              <w:keepLines/>
              <w:rPr>
                <w:rFonts w:ascii="Arial" w:hAnsi="Arial"/>
                <w:sz w:val="18"/>
                <w:lang w:val="en-GB"/>
              </w:rPr>
            </w:pPr>
            <w:r w:rsidRPr="00C827A4">
              <w:rPr>
                <w:rFonts w:ascii="Arial" w:hAnsi="Arial"/>
                <w:sz w:val="18"/>
                <w:lang w:val="en-GB"/>
              </w:rPr>
              <w:t>1</w:t>
            </w:r>
          </w:p>
        </w:tc>
        <w:tc>
          <w:tcPr>
            <w:tcW w:w="4111" w:type="dxa"/>
          </w:tcPr>
          <w:p w:rsidR="00FB5721" w:rsidRPr="00C827A4" w:rsidRDefault="00FB5721" w:rsidP="001F17EA">
            <w:pPr>
              <w:pStyle w:val="TAH"/>
            </w:pPr>
            <w:r w:rsidRPr="00C827A4">
              <w:t>Interaction with GSM Commands after TERMINAL PROFILE in connection with FETCH and TERMINAL RESPONSE</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Applet is registered to Menu Selection</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RST</w:t>
            </w:r>
          </w:p>
          <w:p w:rsidR="00FB5721" w:rsidRPr="00C827A4" w:rsidRDefault="00FB5721" w:rsidP="001F17EA">
            <w:pPr>
              <w:pStyle w:val="PL"/>
              <w:keepNext/>
              <w:keepLines/>
              <w:rPr>
                <w:noProof w:val="0"/>
              </w:rPr>
            </w:pPr>
            <w:r w:rsidRPr="00C827A4">
              <w:rPr>
                <w:noProof w:val="0"/>
              </w:rPr>
              <w:t>TERMINAL PROFILE</w:t>
            </w:r>
          </w:p>
          <w:p w:rsidR="00FB5721" w:rsidRPr="00C827A4" w:rsidRDefault="00FB5721" w:rsidP="001F17EA">
            <w:pPr>
              <w:pStyle w:val="PL"/>
              <w:keepNext/>
              <w:keepLines/>
              <w:rPr>
                <w:noProof w:val="0"/>
              </w:rPr>
            </w:pPr>
            <w:r w:rsidRPr="00C827A4">
              <w:rPr>
                <w:noProof w:val="0"/>
              </w:rPr>
              <w:t>(Profile: supports all facilities except: SET UP EVENT LIST, POLL INTERVAL and POLLING OFF)</w:t>
            </w:r>
          </w:p>
          <w:p w:rsidR="00FB5721" w:rsidRPr="00C827A4" w:rsidRDefault="00FB5721" w:rsidP="001F17EA">
            <w:pPr>
              <w:pStyle w:val="PL"/>
              <w:keepNext/>
              <w:keepLines/>
              <w:rPr>
                <w:noProof w:val="0"/>
              </w:rPr>
            </w:pPr>
            <w:r w:rsidRPr="00C827A4">
              <w:rPr>
                <w:noProof w:val="0"/>
              </w:rPr>
              <w:t>1- System issues a proactive command SETUP_MENU</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2- SELECT MF</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3- Failed SELECT File</w:t>
            </w:r>
          </w:p>
          <w:p w:rsidR="00FB5721" w:rsidRPr="00C827A4" w:rsidRDefault="00FB5721" w:rsidP="001F17EA">
            <w:pPr>
              <w:pStyle w:val="PL"/>
              <w:keepNext/>
              <w:keepLines/>
              <w:rPr>
                <w:noProof w:val="0"/>
              </w:rPr>
            </w:pPr>
            <w:r w:rsidRPr="00C827A4">
              <w:rPr>
                <w:noProof w:val="0"/>
              </w:rPr>
              <w:t>4- FETCH</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5- SELECT MF</w:t>
            </w: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p>
          <w:p w:rsidR="00FB5721" w:rsidRPr="00C827A4" w:rsidRDefault="00FB5721" w:rsidP="001F17EA">
            <w:pPr>
              <w:pStyle w:val="PL"/>
              <w:keepNext/>
              <w:keepLines/>
              <w:rPr>
                <w:noProof w:val="0"/>
              </w:rPr>
            </w:pPr>
            <w:r w:rsidRPr="00C827A4">
              <w:rPr>
                <w:noProof w:val="0"/>
              </w:rPr>
              <w:t>6- TERMINAL RESPONSE</w:t>
            </w:r>
          </w:p>
        </w:tc>
        <w:tc>
          <w:tcPr>
            <w:tcW w:w="2911" w:type="dxa"/>
          </w:tcPr>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keepNext/>
              <w:keepLines/>
            </w:pPr>
          </w:p>
        </w:tc>
        <w:tc>
          <w:tcPr>
            <w:tcW w:w="2334" w:type="dxa"/>
          </w:tcPr>
          <w:p w:rsidR="00FB5721" w:rsidRPr="00C827A4" w:rsidRDefault="00FB5721" w:rsidP="001F17EA">
            <w:pPr>
              <w:pStyle w:val="TAL"/>
            </w:pPr>
          </w:p>
          <w:p w:rsidR="00FB5721" w:rsidRPr="00C827A4" w:rsidRDefault="00FB5721" w:rsidP="001F17EA">
            <w:pPr>
              <w:pStyle w:val="textcell"/>
              <w:keepNext/>
              <w:keepLines/>
              <w:jc w:val="left"/>
              <w:rPr>
                <w:rFonts w:ascii="Arial" w:hAnsi="Arial"/>
                <w:sz w:val="18"/>
                <w:lang w:val="en-GB"/>
              </w:rPr>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1- 91xx</w:t>
            </w: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2- Expected data = XX XX XX XX 3F 00</w:t>
            </w:r>
          </w:p>
          <w:p w:rsidR="00FB5721" w:rsidRPr="00C827A4" w:rsidRDefault="00FB5721" w:rsidP="001F17EA">
            <w:pPr>
              <w:pStyle w:val="TAL"/>
            </w:pPr>
            <w:r w:rsidRPr="00C827A4">
              <w:t>SW = 91XX</w:t>
            </w:r>
          </w:p>
          <w:p w:rsidR="00FB5721" w:rsidRPr="00C827A4" w:rsidRDefault="00FB5721" w:rsidP="001F17EA">
            <w:pPr>
              <w:pStyle w:val="TAL"/>
            </w:pPr>
            <w:r w:rsidRPr="00C827A4">
              <w:t>3- 6A82</w:t>
            </w:r>
          </w:p>
          <w:p w:rsidR="00FB5721" w:rsidRPr="00C827A4" w:rsidRDefault="00FB5721" w:rsidP="001F17EA">
            <w:pPr>
              <w:pStyle w:val="TAL"/>
            </w:pPr>
            <w:r w:rsidRPr="00C827A4">
              <w:t>4- Proactive Command: SETUP MENU</w:t>
            </w:r>
          </w:p>
          <w:p w:rsidR="00FB5721" w:rsidRPr="00C827A4" w:rsidRDefault="00FB5721" w:rsidP="001F17EA">
            <w:pPr>
              <w:pStyle w:val="TAL"/>
            </w:pPr>
            <w:r w:rsidRPr="00C827A4">
              <w:t>5- Expected data = XX XX XX XX 3F 00</w:t>
            </w:r>
          </w:p>
          <w:p w:rsidR="00FB5721" w:rsidRPr="00C827A4" w:rsidRDefault="00FB5721" w:rsidP="001F17EA">
            <w:pPr>
              <w:pStyle w:val="TAL"/>
            </w:pPr>
            <w:r w:rsidRPr="00C827A4">
              <w:t>SW = 9000</w:t>
            </w:r>
          </w:p>
          <w:p w:rsidR="00FB5721" w:rsidRPr="00C827A4" w:rsidRDefault="00FB5721" w:rsidP="001F17EA">
            <w:pPr>
              <w:pStyle w:val="TAL"/>
            </w:pPr>
            <w:r w:rsidRPr="00C827A4">
              <w:t>6- 9000</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t>2</w:t>
            </w:r>
          </w:p>
        </w:tc>
        <w:tc>
          <w:tcPr>
            <w:tcW w:w="4111" w:type="dxa"/>
            <w:tcBorders>
              <w:top w:val="nil"/>
            </w:tcBorders>
          </w:tcPr>
          <w:p w:rsidR="00FB5721" w:rsidRPr="00C827A4" w:rsidRDefault="00FB5721" w:rsidP="001F17EA">
            <w:pPr>
              <w:pStyle w:val="TAH"/>
              <w:keepLines w:val="0"/>
            </w:pPr>
            <w:r w:rsidRPr="00C827A4">
              <w:t>Interaction with GSM Commands after</w:t>
            </w:r>
          </w:p>
          <w:p w:rsidR="00FB5721" w:rsidRPr="00C827A4" w:rsidRDefault="00FB5721" w:rsidP="001F17EA">
            <w:pPr>
              <w:pStyle w:val="TAH"/>
              <w:keepLines w:val="0"/>
            </w:pPr>
            <w:r w:rsidRPr="00C827A4">
              <w:t>ENVELOPE (MENU SELECTION)</w:t>
            </w:r>
          </w:p>
          <w:p w:rsidR="00FB5721" w:rsidRPr="00C827A4" w:rsidRDefault="00FB5721" w:rsidP="001F17EA">
            <w:pPr>
              <w:pStyle w:val="TAH"/>
              <w:keepLines w:val="0"/>
            </w:pPr>
            <w:r w:rsidRPr="00C827A4">
              <w:t>in connection with FETCH and TERMINAL RESPONSE</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Menu Entry ID = 0x01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SELECT MF</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Failed SELECT File</w:t>
            </w:r>
          </w:p>
          <w:p w:rsidR="00FB5721" w:rsidRPr="00C827A4" w:rsidRDefault="00FB5721" w:rsidP="001F17EA">
            <w:pPr>
              <w:pStyle w:val="PL"/>
              <w:keepNext/>
              <w:rPr>
                <w:noProof w:val="0"/>
              </w:rPr>
            </w:pPr>
            <w:r w:rsidRPr="00C827A4">
              <w:rPr>
                <w:noProof w:val="0"/>
              </w:rPr>
              <w:t>3- FETCH</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SELECT MF</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rStyle w:val="CODE"/>
                <w:noProof w:val="0"/>
              </w:rPr>
            </w:pPr>
            <w:r w:rsidRPr="00C827A4">
              <w:rPr>
                <w:noProof w:val="0"/>
              </w:rPr>
              <w:t>5- TERMINAL RESPONSE</w:t>
            </w:r>
          </w:p>
        </w:tc>
        <w:tc>
          <w:tcPr>
            <w:tcW w:w="2911" w:type="dxa"/>
            <w:tcBorders>
              <w:top w:val="nil"/>
            </w:tcBorders>
          </w:tcPr>
          <w:p w:rsidR="00FB5721" w:rsidRPr="00C827A4" w:rsidRDefault="00FB5721" w:rsidP="001F17EA">
            <w:pPr>
              <w:pStyle w:val="textTCobjectives"/>
              <w:keepNext/>
              <w:rPr>
                <w:rFonts w:ascii="Arial" w:hAnsi="Arial"/>
                <w:sz w:val="18"/>
                <w:lang w:val="en-GB"/>
              </w:rPr>
            </w:pPr>
          </w:p>
        </w:tc>
        <w:tc>
          <w:tcPr>
            <w:tcW w:w="2334" w:type="dxa"/>
            <w:tcBorders>
              <w:top w:val="nil"/>
            </w:tcBorders>
          </w:tcPr>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p>
          <w:p w:rsidR="00FB5721" w:rsidRPr="00C827A4" w:rsidRDefault="00FB5721" w:rsidP="001F17EA">
            <w:pPr>
              <w:pStyle w:val="TAL"/>
            </w:pPr>
            <w:r w:rsidRPr="00C827A4">
              <w:t>1- Expected data = XX XX XX XX 3F 00</w:t>
            </w:r>
          </w:p>
          <w:p w:rsidR="00FB5721" w:rsidRPr="00C827A4" w:rsidRDefault="00FB5721" w:rsidP="001F17EA">
            <w:pPr>
              <w:pStyle w:val="TAL"/>
            </w:pPr>
            <w:r w:rsidRPr="00C827A4">
              <w:t>SW = 91XX</w:t>
            </w:r>
          </w:p>
          <w:p w:rsidR="00FB5721" w:rsidRPr="00C827A4" w:rsidRDefault="00FB5721" w:rsidP="001F17EA">
            <w:pPr>
              <w:pStyle w:val="TAL"/>
            </w:pPr>
            <w:r w:rsidRPr="00C827A4">
              <w:t>2- 6A82</w:t>
            </w:r>
          </w:p>
          <w:p w:rsidR="00FB5721" w:rsidRPr="00C827A4" w:rsidRDefault="00FB5721" w:rsidP="001F17EA">
            <w:pPr>
              <w:pStyle w:val="TAL"/>
            </w:pPr>
            <w:r w:rsidRPr="00C827A4">
              <w:t>3- Proactive Command: Display Text</w:t>
            </w:r>
          </w:p>
          <w:p w:rsidR="00FB5721" w:rsidRPr="00C827A4" w:rsidRDefault="00FB5721" w:rsidP="001F17EA">
            <w:pPr>
              <w:pStyle w:val="TAL"/>
            </w:pPr>
          </w:p>
          <w:p w:rsidR="00FB5721" w:rsidRPr="00C827A4" w:rsidRDefault="00FB5721" w:rsidP="001F17EA">
            <w:pPr>
              <w:pStyle w:val="TAL"/>
            </w:pPr>
            <w:r w:rsidRPr="00C827A4">
              <w:t>4- Expected data = XX XX XX XX 3F 00</w:t>
            </w:r>
          </w:p>
          <w:p w:rsidR="00FB5721" w:rsidRPr="00C827A4" w:rsidRDefault="00FB5721" w:rsidP="001F17EA">
            <w:pPr>
              <w:pStyle w:val="TAL"/>
            </w:pPr>
            <w:r w:rsidRPr="00C827A4">
              <w:t>SW = 9000</w:t>
            </w:r>
          </w:p>
          <w:p w:rsidR="00FB5721" w:rsidRPr="00C827A4" w:rsidRDefault="00FB5721" w:rsidP="001F17EA">
            <w:pPr>
              <w:pStyle w:val="TAL"/>
            </w:pPr>
            <w:r w:rsidRPr="00C827A4">
              <w:t>5- 9000</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1F17EA">
            <w:pPr>
              <w:pStyle w:val="textcell"/>
              <w:keepNext/>
              <w:pageBreakBefore/>
              <w:rPr>
                <w:rFonts w:ascii="Arial" w:hAnsi="Arial"/>
                <w:sz w:val="18"/>
                <w:lang w:val="en-GB"/>
              </w:rPr>
            </w:pPr>
            <w:r w:rsidRPr="00C827A4">
              <w:rPr>
                <w:rFonts w:ascii="Arial" w:hAnsi="Arial"/>
                <w:sz w:val="18"/>
                <w:lang w:val="en-GB"/>
              </w:rPr>
              <w:lastRenderedPageBreak/>
              <w:t>3</w:t>
            </w:r>
          </w:p>
        </w:tc>
        <w:tc>
          <w:tcPr>
            <w:tcW w:w="4111" w:type="dxa"/>
            <w:tcBorders>
              <w:top w:val="nil"/>
            </w:tcBorders>
          </w:tcPr>
          <w:p w:rsidR="00FB5721" w:rsidRPr="00C827A4" w:rsidRDefault="00FB5721" w:rsidP="001F17EA">
            <w:pPr>
              <w:pStyle w:val="TAL"/>
              <w:pageBreakBefore/>
            </w:pPr>
            <w:r w:rsidRPr="00C827A4">
              <w:rPr>
                <w:b/>
              </w:rPr>
              <w:t>Interaction with GSM Commands after TERMINAL RESPONSE in proactive command session in connection with FETCH and TERMINAL RESPONSE</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Menu Entry ID = 0x02</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1- SELECT MF</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2- FETCH</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3- SELECT MF</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4- Failed SELECT File</w:t>
            </w:r>
          </w:p>
          <w:p w:rsidR="00FB5721" w:rsidRPr="00C827A4" w:rsidRDefault="00FB5721" w:rsidP="001F17EA">
            <w:pPr>
              <w:pStyle w:val="PL"/>
              <w:keepNext/>
              <w:pageBreakBefore/>
              <w:rPr>
                <w:noProof w:val="0"/>
              </w:rPr>
            </w:pPr>
            <w:r w:rsidRPr="00C827A4">
              <w:rPr>
                <w:noProof w:val="0"/>
              </w:rPr>
              <w:t>5- TERMINAL RESPONSE</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6- SELECT MF</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7-Failed SELECT File</w:t>
            </w:r>
          </w:p>
          <w:p w:rsidR="00FB5721" w:rsidRPr="00C827A4" w:rsidRDefault="00FB5721" w:rsidP="001F17EA">
            <w:pPr>
              <w:pStyle w:val="PL"/>
              <w:keepNext/>
              <w:pageBreakBefore/>
              <w:rPr>
                <w:noProof w:val="0"/>
              </w:rPr>
            </w:pPr>
            <w:r w:rsidRPr="00C827A4">
              <w:rPr>
                <w:noProof w:val="0"/>
              </w:rPr>
              <w:t>8-FETCH</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r w:rsidRPr="00C827A4">
              <w:rPr>
                <w:noProof w:val="0"/>
              </w:rPr>
              <w:t>9-SELECT MF</w:t>
            </w: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noProof w:val="0"/>
              </w:rPr>
            </w:pPr>
          </w:p>
          <w:p w:rsidR="00FB5721" w:rsidRPr="00C827A4" w:rsidRDefault="00FB5721" w:rsidP="001F17EA">
            <w:pPr>
              <w:pStyle w:val="PL"/>
              <w:keepNext/>
              <w:pageBreakBefore/>
              <w:rPr>
                <w:b/>
                <w:noProof w:val="0"/>
              </w:rPr>
            </w:pPr>
            <w:r w:rsidRPr="00C827A4">
              <w:rPr>
                <w:noProof w:val="0"/>
              </w:rPr>
              <w:t>10-TERMINAL RESPONSE</w:t>
            </w:r>
          </w:p>
        </w:tc>
        <w:tc>
          <w:tcPr>
            <w:tcW w:w="2911" w:type="dxa"/>
            <w:tcBorders>
              <w:top w:val="nil"/>
            </w:tcBorders>
          </w:tcPr>
          <w:p w:rsidR="00FB5721" w:rsidRPr="00C827A4" w:rsidRDefault="00FB5721" w:rsidP="001F17EA">
            <w:pPr>
              <w:pStyle w:val="textcell"/>
              <w:keepNext/>
              <w:pageBreakBefore/>
              <w:rPr>
                <w:rStyle w:val="CODE"/>
                <w:sz w:val="18"/>
                <w:lang w:val="en-GB"/>
              </w:rPr>
            </w:pPr>
          </w:p>
        </w:tc>
        <w:tc>
          <w:tcPr>
            <w:tcW w:w="2334" w:type="dxa"/>
            <w:tcBorders>
              <w:top w:val="nil"/>
            </w:tcBorders>
          </w:tcPr>
          <w:p w:rsidR="00FB5721" w:rsidRPr="00C827A4" w:rsidRDefault="00FB5721" w:rsidP="001F17EA">
            <w:pPr>
              <w:pStyle w:val="textcell"/>
              <w:keepNext/>
              <w:pageBreakBefore/>
              <w:jc w:val="left"/>
              <w:rPr>
                <w:rFonts w:ascii="Arial" w:hAnsi="Arial"/>
                <w:sz w:val="18"/>
                <w:lang w:val="en-GB"/>
              </w:rPr>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Expected data = XX XX XX XX 3F 00</w:t>
            </w:r>
          </w:p>
          <w:p w:rsidR="00FB5721" w:rsidRPr="00C827A4" w:rsidRDefault="00FB5721" w:rsidP="001F17EA">
            <w:pPr>
              <w:pStyle w:val="TAL"/>
              <w:pageBreakBefore/>
            </w:pPr>
            <w:r w:rsidRPr="00C827A4">
              <w:t>SW = 91XX</w:t>
            </w:r>
          </w:p>
          <w:p w:rsidR="00FB5721" w:rsidRPr="00C827A4" w:rsidRDefault="00FB5721" w:rsidP="001F17EA">
            <w:pPr>
              <w:pStyle w:val="TAL"/>
              <w:pageBreakBefore/>
            </w:pPr>
            <w:r w:rsidRPr="00C827A4">
              <w:t>2- Proactive Command: Display Text</w:t>
            </w:r>
          </w:p>
          <w:p w:rsidR="00FB5721" w:rsidRPr="00C827A4" w:rsidRDefault="00FB5721" w:rsidP="001F17EA">
            <w:pPr>
              <w:pStyle w:val="TAL"/>
              <w:pageBreakBefore/>
            </w:pPr>
            <w:r w:rsidRPr="00C827A4">
              <w:t>3- Expected data = XX XX XX XX 3F 00</w:t>
            </w:r>
          </w:p>
          <w:p w:rsidR="00FB5721" w:rsidRPr="00C827A4" w:rsidRDefault="00FB5721" w:rsidP="001F17EA">
            <w:pPr>
              <w:pStyle w:val="TAL"/>
              <w:pageBreakBefore/>
            </w:pPr>
            <w:r w:rsidRPr="00C827A4">
              <w:t>SW =  9000</w:t>
            </w:r>
          </w:p>
          <w:p w:rsidR="00FB5721" w:rsidRPr="00C827A4" w:rsidRDefault="00FB5721" w:rsidP="001F17EA">
            <w:pPr>
              <w:pStyle w:val="TAL"/>
              <w:pageBreakBefore/>
            </w:pPr>
            <w:r w:rsidRPr="00C827A4">
              <w:t>4- 6A82</w:t>
            </w:r>
          </w:p>
          <w:p w:rsidR="00FB5721" w:rsidRPr="00C827A4" w:rsidRDefault="00FB5721" w:rsidP="001F17EA">
            <w:pPr>
              <w:pStyle w:val="TAL"/>
              <w:pageBreakBefore/>
            </w:pPr>
            <w:r w:rsidRPr="00C827A4">
              <w:t>5- 91XX</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6- Expected data = XX XX XX XX 3F 00</w:t>
            </w:r>
          </w:p>
          <w:p w:rsidR="00FB5721" w:rsidRPr="00C827A4" w:rsidRDefault="00FB5721" w:rsidP="001F17EA">
            <w:pPr>
              <w:pStyle w:val="TAL"/>
              <w:pageBreakBefore/>
            </w:pPr>
            <w:r w:rsidRPr="00C827A4">
              <w:t>SW = 91XX</w:t>
            </w:r>
          </w:p>
          <w:p w:rsidR="00FB5721" w:rsidRPr="00C827A4" w:rsidRDefault="00FB5721" w:rsidP="001F17EA">
            <w:pPr>
              <w:pStyle w:val="TAL"/>
              <w:pageBreakBefore/>
            </w:pPr>
            <w:r w:rsidRPr="00C827A4">
              <w:t>7-6A82</w:t>
            </w:r>
          </w:p>
          <w:p w:rsidR="00FB5721" w:rsidRPr="00C827A4" w:rsidRDefault="00FB5721" w:rsidP="001F17EA">
            <w:pPr>
              <w:pStyle w:val="TAL"/>
              <w:pageBreakBefore/>
            </w:pPr>
            <w:r w:rsidRPr="00C827A4">
              <w:t xml:space="preserve">8-Proactive Command: Display Text </w:t>
            </w:r>
          </w:p>
          <w:p w:rsidR="00FB5721" w:rsidRPr="00C827A4" w:rsidRDefault="00FB5721" w:rsidP="001F17EA">
            <w:pPr>
              <w:pStyle w:val="TAL"/>
              <w:pageBreakBefore/>
            </w:pPr>
          </w:p>
          <w:p w:rsidR="00FB5721" w:rsidRPr="00C827A4" w:rsidRDefault="00FB5721" w:rsidP="001F17EA">
            <w:pPr>
              <w:pStyle w:val="TAL"/>
              <w:pageBreakBefore/>
            </w:pPr>
            <w:r w:rsidRPr="00C827A4">
              <w:t>9- Expected data = XX XX XX XX 3F 00</w:t>
            </w:r>
          </w:p>
          <w:p w:rsidR="00FB5721" w:rsidRPr="00C827A4" w:rsidRDefault="00FB5721" w:rsidP="001F17EA">
            <w:pPr>
              <w:pStyle w:val="TAL"/>
              <w:pageBreakBefore/>
            </w:pPr>
            <w:r w:rsidRPr="00C827A4">
              <w:t>SW = 9000</w:t>
            </w:r>
          </w:p>
          <w:p w:rsidR="00FB5721" w:rsidRPr="00C827A4" w:rsidRDefault="00FB5721" w:rsidP="001F17EA">
            <w:pPr>
              <w:pStyle w:val="TAL"/>
              <w:pageBreakBefore/>
            </w:pPr>
            <w:r w:rsidRPr="00C827A4">
              <w:t>10- 9000</w:t>
            </w:r>
          </w:p>
        </w:tc>
      </w:tr>
    </w:tbl>
    <w:p w:rsidR="00FB5721" w:rsidRPr="00C827A4" w:rsidRDefault="00FB5721"/>
    <w:p w:rsidR="00FB5721" w:rsidRPr="00C827A4" w:rsidRDefault="00FB5721">
      <w:pPr>
        <w:pStyle w:val="Heading4"/>
      </w:pPr>
      <w:r w:rsidRPr="00C827A4">
        <w:t>5.5.4.3</w:t>
      </w:r>
      <w:r w:rsidRPr="00C827A4">
        <w:tab/>
        <w:t>Proactive Command Control</w:t>
      </w:r>
    </w:p>
    <w:p w:rsidR="00FB5721" w:rsidRPr="00C827A4" w:rsidRDefault="00FB5721">
      <w:r w:rsidRPr="00C827A4">
        <w:t>Test Area Reference: Cre_Pcs_Pcco</w:t>
      </w:r>
      <w:r w:rsidR="009D6D22" w:rsidRPr="00C827A4">
        <w:t>.</w:t>
      </w:r>
    </w:p>
    <w:p w:rsidR="00FB5721" w:rsidRPr="00C827A4" w:rsidRDefault="00FB5721" w:rsidP="00D65C82">
      <w:pPr>
        <w:pStyle w:val="Heading5"/>
      </w:pPr>
      <w:r w:rsidRPr="00C827A4">
        <w:t>5.5.4.3.1</w:t>
      </w:r>
      <w:r w:rsidRPr="00C827A4">
        <w:tab/>
        <w:t>Conformance requirement</w:t>
      </w:r>
    </w:p>
    <w:p w:rsidR="00FB5721" w:rsidRPr="00C827A4" w:rsidRDefault="00FB5721">
      <w:pPr>
        <w:pStyle w:val="H6"/>
      </w:pPr>
      <w:r w:rsidRPr="00C827A4">
        <w:t>5.5.4.3.1.1</w:t>
      </w:r>
      <w:r w:rsidRPr="00C827A4">
        <w:tab/>
        <w:t>Normal execution</w:t>
      </w:r>
    </w:p>
    <w:p w:rsidR="00FB5721" w:rsidRPr="00C827A4" w:rsidRDefault="00FB5721">
      <w:pPr>
        <w:pStyle w:val="B1"/>
      </w:pPr>
      <w:r w:rsidRPr="00C827A4">
        <w:t>CRRN1: The CAT Runtime Environment shall prevent the toolkit applet to issue the following proactive commands: SET UP MENU, SET UP EVENT LIST, POLL INTERVAL, POLLING OFF. If an applet attempts to issue such a command, the CAT Runtime Environment shall throw an exception.</w:t>
      </w:r>
    </w:p>
    <w:p w:rsidR="00FB5721" w:rsidRPr="00C827A4" w:rsidRDefault="00FB5721">
      <w:pPr>
        <w:pStyle w:val="B1"/>
      </w:pPr>
      <w:r w:rsidRPr="00C827A4">
        <w:t>CRRN2: The CAT Runtime Environment shall prevent a toolkit applet to issue a TIMER MANAGEMENT proactive command using a timer identifier, which is not allocated to it. If an applet attempts to issue such a command, the CAT Runtime Enviro</w:t>
      </w:r>
      <w:r w:rsidR="009D6D22" w:rsidRPr="00C827A4">
        <w:t>nment shall throw an exception.</w:t>
      </w:r>
    </w:p>
    <w:p w:rsidR="00FB5721" w:rsidRPr="00C827A4" w:rsidRDefault="00FB5721">
      <w:pPr>
        <w:pStyle w:val="B1"/>
      </w:pPr>
      <w:r w:rsidRPr="00C827A4">
        <w:t>CRRN3: The CAT Runtime Environment shall prevent a toolkit applet to issue a SEND DATA, RECEIVE DATA and CLOSE CHANNEL proactive commands using a channel identifier, which is not allocated to it. If an applet attempts to issue such a command the CAT Runtime Environment shall throw an exception.</w:t>
      </w:r>
    </w:p>
    <w:p w:rsidR="00FB5721" w:rsidRPr="00C827A4" w:rsidRDefault="00FB5721">
      <w:pPr>
        <w:pStyle w:val="B1"/>
      </w:pPr>
      <w:r w:rsidRPr="00C827A4">
        <w:t>CRRN4: The CAT Runtime Environment shall prevent a toolkit applet to issue an OPEN CHANNEL proactive command if it exceeds the maximum number of channel allocated to this applet. If an applet attempts to issue such a command the CAT Runtime Environment shall throw an exception.</w:t>
      </w:r>
    </w:p>
    <w:p w:rsidR="00FB5721" w:rsidRPr="00C827A4" w:rsidRDefault="00FB5721">
      <w:pPr>
        <w:pStyle w:val="B1"/>
      </w:pPr>
      <w:r w:rsidRPr="00C827A4">
        <w:t>CRRN5: The CAT Runtime Environment shall prevent a Toolkit Applet to issue a DECLARE SERVICE (add, delete) proactive command using a service identifier, which is not allocated to it. If an applet attempts to send such a command, the CAT Runtime Environment shall throw an exception</w:t>
      </w:r>
      <w:r w:rsidR="009D6D22" w:rsidRPr="00C827A4">
        <w:t>.</w:t>
      </w:r>
    </w:p>
    <w:p w:rsidR="00FB5721" w:rsidRPr="00C827A4" w:rsidRDefault="00FB5721">
      <w:pPr>
        <w:pStyle w:val="B1"/>
      </w:pPr>
      <w:r w:rsidRPr="00C827A4">
        <w:t>CRRN6: All proactive commands shall be sent to the terminal as constructed by the Toolkit Applet without any check by the CAT Runtime Environment.</w:t>
      </w:r>
    </w:p>
    <w:p w:rsidR="00FB5721" w:rsidRPr="00C827A4" w:rsidRDefault="00FB5721">
      <w:pPr>
        <w:pStyle w:val="B1"/>
      </w:pPr>
      <w:r w:rsidRPr="00C827A4">
        <w:t>CRRN7: The CAT Runtime Environment cannot guarantee that if the SET UP IDLE MODE TEXT proactive command is used by a Toolkit Applet, another Toolkit Applet will not overwrite this text at a later stage.</w:t>
      </w:r>
    </w:p>
    <w:p w:rsidR="00FB5721" w:rsidRPr="00C827A4" w:rsidRDefault="00FB5721">
      <w:pPr>
        <w:pStyle w:val="H6"/>
      </w:pPr>
      <w:r w:rsidRPr="00C827A4">
        <w:lastRenderedPageBreak/>
        <w:t>5.5.4.3.1.2</w:t>
      </w:r>
      <w:r w:rsidRPr="00C827A4">
        <w:tab/>
        <w:t>Parameter errors</w:t>
      </w:r>
    </w:p>
    <w:p w:rsidR="00FB5721" w:rsidRPr="00C827A4" w:rsidRDefault="00FB5721">
      <w:r w:rsidRPr="00C827A4">
        <w:t>No requirements.</w:t>
      </w:r>
    </w:p>
    <w:p w:rsidR="00FB5721" w:rsidRPr="00C827A4" w:rsidRDefault="00FB5721">
      <w:pPr>
        <w:pStyle w:val="H6"/>
      </w:pPr>
      <w:r w:rsidRPr="00C827A4">
        <w:t>5.5.4.3.1.3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5.5.4.3.2</w:t>
      </w:r>
      <w:r w:rsidRPr="00C827A4">
        <w:tab/>
        <w:t>Test area files</w:t>
      </w:r>
    </w:p>
    <w:p w:rsidR="00FB5721" w:rsidRPr="00C827A4" w:rsidRDefault="00FB5721" w:rsidP="009D6D22">
      <w:pPr>
        <w:pStyle w:val="EX"/>
      </w:pPr>
      <w:r w:rsidRPr="00C827A4">
        <w:t>Test Source:</w:t>
      </w:r>
      <w:r w:rsidRPr="00C827A4">
        <w:tab/>
        <w:t>Test_Cre_Pcs_Pcco.java</w:t>
      </w:r>
      <w:r w:rsidR="009D6D22" w:rsidRPr="00C827A4">
        <w:t>.</w:t>
      </w:r>
    </w:p>
    <w:p w:rsidR="00FB5721" w:rsidRPr="00927A43" w:rsidRDefault="00FB5721" w:rsidP="009D6D22">
      <w:pPr>
        <w:pStyle w:val="EX"/>
      </w:pPr>
      <w:r w:rsidRPr="00927A43">
        <w:t>Test Applet :</w:t>
      </w:r>
      <w:r w:rsidRPr="00927A43">
        <w:tab/>
        <w:t>Cre_Pcs_Pcco_1.java</w:t>
      </w:r>
      <w:r w:rsidR="009D6D22" w:rsidRPr="00927A43">
        <w:t>.</w:t>
      </w:r>
    </w:p>
    <w:p w:rsidR="00FB5721" w:rsidRPr="00927A43" w:rsidRDefault="00FB5721" w:rsidP="009D6D22">
      <w:pPr>
        <w:pStyle w:val="EX"/>
      </w:pPr>
      <w:r w:rsidRPr="00927A43">
        <w:tab/>
        <w:t>Cre_Pcs_Pcco_2.java</w:t>
      </w:r>
      <w:r w:rsidR="009D6D22" w:rsidRPr="00927A43">
        <w:t>.</w:t>
      </w:r>
    </w:p>
    <w:p w:rsidR="00FB5721" w:rsidRPr="00927A43" w:rsidRDefault="00FB5721" w:rsidP="009D6D22">
      <w:pPr>
        <w:pStyle w:val="EX"/>
      </w:pPr>
      <w:r w:rsidRPr="00927A43">
        <w:tab/>
        <w:t>Cre_Pcs_Pcco_3.java</w:t>
      </w:r>
      <w:r w:rsidR="009D6D22" w:rsidRPr="00927A43">
        <w:t>.</w:t>
      </w:r>
    </w:p>
    <w:p w:rsidR="00FB5721" w:rsidRPr="00C827A4" w:rsidRDefault="00FB5721" w:rsidP="009D6D22">
      <w:pPr>
        <w:pStyle w:val="EX"/>
      </w:pPr>
      <w:r w:rsidRPr="00C827A4">
        <w:t>Cap File:</w:t>
      </w:r>
      <w:r w:rsidRPr="00C827A4">
        <w:tab/>
      </w:r>
      <w:r w:rsidR="003772E9" w:rsidRPr="00C827A4">
        <w:t>C</w:t>
      </w:r>
      <w:r w:rsidRPr="00C827A4">
        <w:t>re_pcs_pcco.cap</w:t>
      </w:r>
      <w:r w:rsidR="009D6D22" w:rsidRPr="00C827A4">
        <w:t>.</w:t>
      </w:r>
    </w:p>
    <w:p w:rsidR="00FB5721" w:rsidRPr="00C827A4" w:rsidRDefault="00FB5721" w:rsidP="00D65C82">
      <w:pPr>
        <w:pStyle w:val="Heading5"/>
      </w:pPr>
      <w:r w:rsidRPr="00C827A4">
        <w:t>5.5.4.3.3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9D6D22">
        <w:trP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9D6D22">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w:t>
            </w:r>
          </w:p>
        </w:tc>
      </w:tr>
      <w:tr w:rsidR="00FB5721" w:rsidRPr="00C827A4" w:rsidTr="009D6D22">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2</w:t>
            </w:r>
          </w:p>
        </w:tc>
      </w:tr>
      <w:tr w:rsidR="00FB5721" w:rsidRPr="00C827A4" w:rsidTr="009D6D22">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3,4</w:t>
            </w:r>
          </w:p>
        </w:tc>
      </w:tr>
      <w:tr w:rsidR="00FB5721" w:rsidRPr="00C827A4" w:rsidTr="009D6D22">
        <w:trPr>
          <w:jc w:val="center"/>
        </w:trPr>
        <w:tc>
          <w:tcPr>
            <w:tcW w:w="2276" w:type="dxa"/>
          </w:tcPr>
          <w:p w:rsidR="00FB5721" w:rsidRPr="00C827A4" w:rsidRDefault="00FB5721">
            <w:pPr>
              <w:pStyle w:val="TAC"/>
            </w:pPr>
            <w:r w:rsidRPr="00C827A4">
              <w:t>CRRN4</w:t>
            </w:r>
          </w:p>
        </w:tc>
        <w:tc>
          <w:tcPr>
            <w:tcW w:w="2682" w:type="dxa"/>
          </w:tcPr>
          <w:p w:rsidR="00FB5721" w:rsidRPr="00C827A4" w:rsidRDefault="00FB5721">
            <w:pPr>
              <w:pStyle w:val="TAC"/>
            </w:pPr>
            <w:r w:rsidRPr="00C827A4">
              <w:t>3,4</w:t>
            </w:r>
          </w:p>
        </w:tc>
      </w:tr>
      <w:tr w:rsidR="00FB5721" w:rsidRPr="00C827A4" w:rsidTr="009D6D22">
        <w:trPr>
          <w:jc w:val="center"/>
        </w:trPr>
        <w:tc>
          <w:tcPr>
            <w:tcW w:w="2276" w:type="dxa"/>
          </w:tcPr>
          <w:p w:rsidR="00FB5721" w:rsidRPr="00C827A4" w:rsidRDefault="00FB5721">
            <w:pPr>
              <w:pStyle w:val="TAC"/>
            </w:pPr>
            <w:r w:rsidRPr="00C827A4">
              <w:t>CRRN5</w:t>
            </w:r>
          </w:p>
        </w:tc>
        <w:tc>
          <w:tcPr>
            <w:tcW w:w="2682" w:type="dxa"/>
          </w:tcPr>
          <w:p w:rsidR="00FB5721" w:rsidRPr="00C827A4" w:rsidRDefault="00FB5721">
            <w:pPr>
              <w:pStyle w:val="TAC"/>
            </w:pPr>
            <w:r w:rsidRPr="00C827A4">
              <w:t>5</w:t>
            </w:r>
          </w:p>
        </w:tc>
      </w:tr>
      <w:tr w:rsidR="00FB5721" w:rsidRPr="00C827A4" w:rsidTr="009D6D22">
        <w:trPr>
          <w:jc w:val="center"/>
        </w:trPr>
        <w:tc>
          <w:tcPr>
            <w:tcW w:w="2276" w:type="dxa"/>
          </w:tcPr>
          <w:p w:rsidR="00FB5721" w:rsidRPr="00C827A4" w:rsidRDefault="00FB5721">
            <w:pPr>
              <w:pStyle w:val="TAC"/>
            </w:pPr>
            <w:r w:rsidRPr="00C827A4">
              <w:t>CRRN6</w:t>
            </w:r>
          </w:p>
        </w:tc>
        <w:tc>
          <w:tcPr>
            <w:tcW w:w="2682" w:type="dxa"/>
          </w:tcPr>
          <w:p w:rsidR="00FB5721" w:rsidRPr="00C827A4" w:rsidRDefault="00FB5721">
            <w:pPr>
              <w:pStyle w:val="TAC"/>
            </w:pPr>
            <w:r w:rsidRPr="00C827A4">
              <w:t>6</w:t>
            </w:r>
          </w:p>
        </w:tc>
      </w:tr>
      <w:tr w:rsidR="00FB5721" w:rsidRPr="00C827A4" w:rsidTr="009D6D22">
        <w:trPr>
          <w:jc w:val="center"/>
        </w:trPr>
        <w:tc>
          <w:tcPr>
            <w:tcW w:w="2276" w:type="dxa"/>
          </w:tcPr>
          <w:p w:rsidR="00FB5721" w:rsidRPr="00C827A4" w:rsidRDefault="00FB5721">
            <w:pPr>
              <w:pStyle w:val="TAC"/>
            </w:pPr>
            <w:r w:rsidRPr="00C827A4">
              <w:t>CRRN7</w:t>
            </w:r>
          </w:p>
        </w:tc>
        <w:tc>
          <w:tcPr>
            <w:tcW w:w="2682" w:type="dxa"/>
          </w:tcPr>
          <w:p w:rsidR="00FB5721" w:rsidRPr="00C827A4" w:rsidRDefault="00FB5721">
            <w:pPr>
              <w:pStyle w:val="TAC"/>
            </w:pPr>
            <w:r w:rsidRPr="00C827A4">
              <w:t>Not testable</w:t>
            </w:r>
          </w:p>
        </w:tc>
      </w:tr>
    </w:tbl>
    <w:p w:rsidR="00FB5721" w:rsidRPr="00C827A4" w:rsidRDefault="00FB5721"/>
    <w:p w:rsidR="00FB5721" w:rsidRPr="00C827A4" w:rsidRDefault="00FB5721" w:rsidP="00D65C82">
      <w:pPr>
        <w:pStyle w:val="Heading5"/>
      </w:pPr>
      <w:r w:rsidRPr="00C827A4">
        <w:t>5.5.4.3.4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c>
          <w:tcPr>
            <w:tcW w:w="425" w:type="dxa"/>
            <w:tcBorders>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0</w:t>
            </w:r>
          </w:p>
        </w:tc>
        <w:tc>
          <w:tcPr>
            <w:tcW w:w="4111" w:type="dxa"/>
          </w:tcPr>
          <w:p w:rsidR="00FB5721" w:rsidRPr="00C827A4" w:rsidRDefault="00FB5721">
            <w:pPr>
              <w:pStyle w:val="TAH"/>
            </w:pPr>
            <w:r w:rsidRPr="00C827A4">
              <w:t>Applets installation</w:t>
            </w:r>
          </w:p>
          <w:p w:rsidR="00FB5721" w:rsidRPr="00C827A4" w:rsidRDefault="00FB5721">
            <w:pPr>
              <w:pStyle w:val="PL"/>
              <w:rPr>
                <w:noProof w:val="0"/>
              </w:rPr>
            </w:pPr>
          </w:p>
          <w:p w:rsidR="00FB5721" w:rsidRPr="00C827A4" w:rsidRDefault="00FB5721">
            <w:pPr>
              <w:pStyle w:val="PL"/>
              <w:rPr>
                <w:noProof w:val="0"/>
              </w:rPr>
            </w:pPr>
            <w:r w:rsidRPr="00C827A4">
              <w:rPr>
                <w:noProof w:val="0"/>
              </w:rPr>
              <w:t>Applet1 is installed with 4 timers maximum, 0 channel maximum, 1 menu and 4 service identifiers maximum</w:t>
            </w:r>
          </w:p>
          <w:p w:rsidR="00FB5721" w:rsidRPr="00C827A4" w:rsidRDefault="00FB5721">
            <w:pPr>
              <w:pStyle w:val="PL"/>
              <w:rPr>
                <w:noProof w:val="0"/>
              </w:rPr>
            </w:pPr>
            <w:r w:rsidRPr="00C827A4">
              <w:rPr>
                <w:noProof w:val="0"/>
              </w:rPr>
              <w:t>Applet2 is installed with 8 timers maximum, 3 channels maximum, 1 menu and 8 service identifiers maximum</w:t>
            </w:r>
          </w:p>
          <w:p w:rsidR="00FB5721" w:rsidRPr="00C827A4" w:rsidRDefault="00FB5721">
            <w:pPr>
              <w:pStyle w:val="PL"/>
              <w:rPr>
                <w:rFonts w:ascii="Arial" w:hAnsi="Arial"/>
                <w:noProof w:val="0"/>
                <w:sz w:val="18"/>
              </w:rPr>
            </w:pPr>
            <w:r w:rsidRPr="00C827A4">
              <w:rPr>
                <w:noProof w:val="0"/>
              </w:rPr>
              <w:t>Applet3 is installed with 1 channel maximum, 1 menu and no service identifier</w:t>
            </w:r>
          </w:p>
        </w:tc>
        <w:tc>
          <w:tcPr>
            <w:tcW w:w="2911" w:type="dxa"/>
          </w:tcPr>
          <w:p w:rsidR="00FB5721" w:rsidRPr="00C827A4" w:rsidRDefault="00FB5721">
            <w:pPr>
              <w:pStyle w:val="textTCobjectives"/>
              <w:rPr>
                <w:rFonts w:ascii="Arial" w:hAnsi="Arial"/>
                <w:sz w:val="18"/>
                <w:lang w:val="en-GB"/>
              </w:rPr>
            </w:pPr>
          </w:p>
        </w:tc>
        <w:tc>
          <w:tcPr>
            <w:tcW w:w="2334" w:type="dxa"/>
          </w:tcPr>
          <w:p w:rsidR="00FB5721" w:rsidRPr="00C827A4" w:rsidRDefault="00FB5721">
            <w:pPr>
              <w:pStyle w:val="FP"/>
              <w:overflowPunct/>
              <w:autoSpaceDE/>
              <w:autoSpaceDN/>
              <w:adjustRightInd/>
              <w:textAlignment w:val="auto"/>
            </w:pPr>
          </w:p>
        </w:tc>
      </w:tr>
      <w:tr w:rsidR="00FB5721" w:rsidRPr="00C827A4">
        <w:tc>
          <w:tcPr>
            <w:tcW w:w="425" w:type="dxa"/>
            <w:tcBorders>
              <w:left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t>1</w:t>
            </w:r>
          </w:p>
        </w:tc>
        <w:tc>
          <w:tcPr>
            <w:tcW w:w="4111" w:type="dxa"/>
          </w:tcPr>
          <w:p w:rsidR="00FB5721" w:rsidRPr="00C827A4" w:rsidRDefault="00FB5721" w:rsidP="001F17EA">
            <w:pPr>
              <w:pStyle w:val="TAL"/>
              <w:jc w:val="center"/>
            </w:pPr>
            <w:r w:rsidRPr="00C827A4">
              <w:rPr>
                <w:b/>
              </w:rPr>
              <w:t>STK Proactive Commands</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Send envelope menu selection with the item id of Applet1</w:t>
            </w:r>
          </w:p>
          <w:p w:rsidR="00FB5721" w:rsidRPr="00C827A4" w:rsidRDefault="00FB5721" w:rsidP="001F17EA">
            <w:pPr>
              <w:pStyle w:val="PL"/>
              <w:keepNext/>
              <w:rPr>
                <w:noProof w:val="0"/>
              </w:rPr>
            </w:pPr>
            <w:r w:rsidRPr="00C827A4">
              <w:rPr>
                <w:noProof w:val="0"/>
              </w:rPr>
              <w:t>2- Applet1 builds and sends a SET UP MENU proactive command</w:t>
            </w:r>
          </w:p>
          <w:p w:rsidR="00FB5721" w:rsidRPr="00C827A4" w:rsidRDefault="00FB5721" w:rsidP="001F17EA">
            <w:pPr>
              <w:pStyle w:val="PL"/>
              <w:keepNext/>
              <w:rPr>
                <w:noProof w:val="0"/>
              </w:rPr>
            </w:pPr>
            <w:r w:rsidRPr="00C827A4">
              <w:rPr>
                <w:noProof w:val="0"/>
              </w:rPr>
              <w:t>3- Applet1 builds and sends a SET UP EVENT LIST proactive command</w:t>
            </w:r>
          </w:p>
          <w:p w:rsidR="00FB5721" w:rsidRPr="00C827A4" w:rsidRDefault="00FB5721" w:rsidP="001F17EA">
            <w:pPr>
              <w:pStyle w:val="PL"/>
              <w:keepNext/>
              <w:rPr>
                <w:noProof w:val="0"/>
              </w:rPr>
            </w:pPr>
            <w:r w:rsidRPr="00C827A4">
              <w:rPr>
                <w:noProof w:val="0"/>
              </w:rPr>
              <w:t>4- Applet1 builds and sends a POLL INTERVAL proactive command</w:t>
            </w:r>
          </w:p>
          <w:p w:rsidR="00FB5721" w:rsidRPr="00C827A4" w:rsidRDefault="00FB5721" w:rsidP="001F17EA">
            <w:pPr>
              <w:pStyle w:val="PL"/>
              <w:keepNext/>
              <w:rPr>
                <w:b/>
                <w:noProof w:val="0"/>
              </w:rPr>
            </w:pPr>
            <w:r w:rsidRPr="00C827A4">
              <w:rPr>
                <w:noProof w:val="0"/>
              </w:rPr>
              <w:t>5- Applet1 builds and sends a POLLING OFF proactive command</w:t>
            </w:r>
          </w:p>
        </w:tc>
        <w:tc>
          <w:tcPr>
            <w:tcW w:w="2911" w:type="dxa"/>
          </w:tcPr>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AL"/>
            </w:pPr>
            <w:r w:rsidRPr="00C827A4">
              <w:t>1- Applet1 is triggered</w:t>
            </w:r>
          </w:p>
          <w:p w:rsidR="00FB5721" w:rsidRPr="00C827A4" w:rsidRDefault="00FB5721" w:rsidP="001F17EA">
            <w:pPr>
              <w:pStyle w:val="TAL"/>
            </w:pPr>
          </w:p>
          <w:p w:rsidR="00FB5721" w:rsidRPr="00C827A4" w:rsidRDefault="00FB5721" w:rsidP="001F17EA">
            <w:pPr>
              <w:pStyle w:val="TAL"/>
            </w:pPr>
            <w:r w:rsidRPr="00C827A4">
              <w:t>2- COMMAND_NOT_ALLOWED ToolkitException is thrown</w:t>
            </w:r>
          </w:p>
          <w:p w:rsidR="00FB5721" w:rsidRPr="00C827A4" w:rsidRDefault="00FB5721" w:rsidP="001F17EA">
            <w:pPr>
              <w:pStyle w:val="TAL"/>
            </w:pPr>
            <w:r w:rsidRPr="00C827A4">
              <w:t>3- COMMAND_NOT_ALLOWED ToolkitException is thrown</w:t>
            </w:r>
          </w:p>
          <w:p w:rsidR="00FB5721" w:rsidRPr="00C827A4" w:rsidRDefault="00FB5721" w:rsidP="001F17EA">
            <w:pPr>
              <w:pStyle w:val="TAL"/>
            </w:pPr>
            <w:r w:rsidRPr="00C827A4">
              <w:t>4- COMMAND_NOT_ALLOWED ToolkitException is thrown</w:t>
            </w:r>
          </w:p>
          <w:p w:rsidR="00FB5721" w:rsidRPr="00C827A4" w:rsidRDefault="00FB5721" w:rsidP="001F17EA">
            <w:pPr>
              <w:pStyle w:val="TAL"/>
            </w:pPr>
            <w:r w:rsidRPr="00C827A4">
              <w:t>5- COMMAND_NOT_ALLOWED ToolkitException is thrown</w:t>
            </w:r>
          </w:p>
        </w:tc>
        <w:tc>
          <w:tcPr>
            <w:tcW w:w="2334" w:type="dxa"/>
          </w:tcPr>
          <w:p w:rsidR="00FB5721" w:rsidRPr="00C827A4" w:rsidRDefault="00FB5721" w:rsidP="001F17EA">
            <w:pPr>
              <w:pStyle w:val="FP"/>
              <w:keepNext/>
              <w:overflowPunct/>
              <w:autoSpaceDE/>
              <w:autoSpaceDN/>
              <w:adjustRightInd/>
              <w:textAlignment w:val="auto"/>
            </w:pPr>
          </w:p>
          <w:p w:rsidR="00FB5721" w:rsidRPr="00C827A4" w:rsidRDefault="00FB5721" w:rsidP="001F17EA">
            <w:pPr>
              <w:pStyle w:val="TAL"/>
            </w:pPr>
            <w:r w:rsidRPr="00C827A4">
              <w:t>1- 90 00 (no proactive command is sent)</w:t>
            </w:r>
          </w:p>
          <w:p w:rsidR="00FB5721" w:rsidRPr="00C827A4" w:rsidRDefault="00FB5721" w:rsidP="001F17EA">
            <w:pPr>
              <w:pStyle w:val="FP"/>
              <w:keepNext/>
              <w:overflowPunct/>
              <w:autoSpaceDE/>
              <w:autoSpaceDN/>
              <w:adjustRightInd/>
              <w:textAlignment w:val="auto"/>
            </w:pPr>
          </w:p>
        </w:tc>
      </w:tr>
      <w:tr w:rsidR="00FB5721" w:rsidRPr="00C827A4">
        <w:tc>
          <w:tcPr>
            <w:tcW w:w="425" w:type="dxa"/>
            <w:tcBorders>
              <w:left w:val="single" w:sz="4" w:space="0" w:color="auto"/>
            </w:tcBorders>
          </w:tcPr>
          <w:p w:rsidR="00FB5721" w:rsidRPr="00C827A4" w:rsidRDefault="00FB5721" w:rsidP="001F17EA">
            <w:pPr>
              <w:pStyle w:val="textcell"/>
              <w:pageBreakBefore/>
              <w:rPr>
                <w:rFonts w:ascii="Arial" w:hAnsi="Arial"/>
                <w:sz w:val="18"/>
                <w:lang w:val="en-GB"/>
              </w:rPr>
            </w:pPr>
            <w:r w:rsidRPr="00C827A4">
              <w:rPr>
                <w:rFonts w:ascii="Arial" w:hAnsi="Arial"/>
                <w:sz w:val="18"/>
                <w:lang w:val="en-GB"/>
              </w:rPr>
              <w:lastRenderedPageBreak/>
              <w:t>2</w:t>
            </w:r>
          </w:p>
        </w:tc>
        <w:tc>
          <w:tcPr>
            <w:tcW w:w="4111" w:type="dxa"/>
          </w:tcPr>
          <w:p w:rsidR="00FB5721" w:rsidRPr="00C827A4" w:rsidRDefault="00FB5721" w:rsidP="001F17EA">
            <w:pPr>
              <w:pStyle w:val="TAL"/>
              <w:pageBreakBefore/>
              <w:jc w:val="center"/>
            </w:pPr>
            <w:r w:rsidRPr="00C827A4">
              <w:rPr>
                <w:b/>
              </w:rPr>
              <w:t>TIMER MANAGEMENT Proactive command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Send envelope menu selection with the item id of Applet2</w:t>
            </w:r>
          </w:p>
          <w:p w:rsidR="00FB5721" w:rsidRPr="00C827A4" w:rsidRDefault="00FB5721" w:rsidP="001F17EA">
            <w:pPr>
              <w:pStyle w:val="PL"/>
              <w:pageBreakBefore/>
              <w:rPr>
                <w:noProof w:val="0"/>
              </w:rPr>
            </w:pPr>
            <w:r w:rsidRPr="00C827A4">
              <w:rPr>
                <w:noProof w:val="0"/>
              </w:rPr>
              <w:t xml:space="preserve">2- Applet2 allocates 8 timers by calling allocateTimer() method and release the 3 timers from id 1 to 3. </w:t>
            </w:r>
          </w:p>
          <w:p w:rsidR="00FB5721" w:rsidRPr="00C827A4" w:rsidRDefault="00FB5721" w:rsidP="001F17EA">
            <w:pPr>
              <w:pStyle w:val="PL"/>
              <w:pageBreakBefore/>
              <w:rPr>
                <w:noProof w:val="0"/>
              </w:rPr>
            </w:pPr>
            <w:r w:rsidRPr="00C827A4">
              <w:rPr>
                <w:noProof w:val="0"/>
              </w:rPr>
              <w:t>3- Send envelope menu selection with the item id of Applet1</w:t>
            </w:r>
          </w:p>
          <w:p w:rsidR="00FB5721" w:rsidRPr="00C827A4" w:rsidRDefault="00FB5721" w:rsidP="001F17EA">
            <w:pPr>
              <w:pStyle w:val="PL"/>
              <w:pageBreakBefore/>
              <w:rPr>
                <w:noProof w:val="0"/>
              </w:rPr>
            </w:pPr>
            <w:r w:rsidRPr="00C827A4">
              <w:rPr>
                <w:noProof w:val="0"/>
              </w:rPr>
              <w:t>4- Applet1 allocates 3 timers (Id 1 to 3) by calling allocateTimer() method 3 times</w:t>
            </w:r>
          </w:p>
          <w:p w:rsidR="00FB5721" w:rsidRPr="00C827A4" w:rsidRDefault="00FB5721" w:rsidP="001F17EA">
            <w:pPr>
              <w:pStyle w:val="PL"/>
              <w:pageBreakBefore/>
              <w:rPr>
                <w:noProof w:val="0"/>
              </w:rPr>
            </w:pPr>
            <w:r w:rsidRPr="00C827A4">
              <w:rPr>
                <w:noProof w:val="0"/>
              </w:rPr>
              <w:t>5- Send envelope menu selection with the item id of Applet2</w:t>
            </w:r>
          </w:p>
          <w:p w:rsidR="00FB5721" w:rsidRPr="00C827A4" w:rsidRDefault="00FB5721" w:rsidP="001F17EA">
            <w:pPr>
              <w:pStyle w:val="PL"/>
              <w:pageBreakBefore/>
              <w:rPr>
                <w:noProof w:val="0"/>
              </w:rPr>
            </w:pPr>
            <w:r w:rsidRPr="00C827A4">
              <w:rPr>
                <w:noProof w:val="0"/>
              </w:rPr>
              <w:t>6- Applet2 releases timers of Id 4 to 7</w:t>
            </w:r>
          </w:p>
          <w:p w:rsidR="00FB5721" w:rsidRPr="00C827A4" w:rsidRDefault="00FB5721" w:rsidP="001F17EA">
            <w:pPr>
              <w:pStyle w:val="PL"/>
              <w:pageBreakBefore/>
              <w:rPr>
                <w:noProof w:val="0"/>
              </w:rPr>
            </w:pPr>
            <w:r w:rsidRPr="00C827A4">
              <w:rPr>
                <w:noProof w:val="0"/>
              </w:rPr>
              <w:t>7- Send envelope menu selection with the item id of Applet1</w:t>
            </w:r>
          </w:p>
          <w:p w:rsidR="00FB5721" w:rsidRPr="00C827A4" w:rsidRDefault="00FB5721" w:rsidP="001F17EA">
            <w:pPr>
              <w:pStyle w:val="PL"/>
              <w:pageBreakBefore/>
              <w:rPr>
                <w:noProof w:val="0"/>
              </w:rPr>
            </w:pPr>
            <w:r w:rsidRPr="00C827A4">
              <w:rPr>
                <w:noProof w:val="0"/>
              </w:rPr>
              <w:t xml:space="preserve">8- For each of the 3 timers allocated by Applet1 (Id 1to 3) a TIMER MANAGEMENT proactive session is performed </w:t>
            </w:r>
          </w:p>
          <w:p w:rsidR="00FB5721" w:rsidRPr="00C827A4" w:rsidRDefault="00FB5721" w:rsidP="001F17EA">
            <w:pPr>
              <w:pStyle w:val="PL"/>
              <w:pageBreakBefore/>
              <w:rPr>
                <w:noProof w:val="0"/>
              </w:rPr>
            </w:pPr>
            <w:r w:rsidRPr="00C827A4">
              <w:rPr>
                <w:noProof w:val="0"/>
              </w:rPr>
              <w:t xml:space="preserve">9- For other timers (Id 4 to 8), Applet1 builds and sends a TIMER MANAGEMENT proactive command </w:t>
            </w:r>
          </w:p>
        </w:tc>
        <w:tc>
          <w:tcPr>
            <w:tcW w:w="2911" w:type="dxa"/>
          </w:tcPr>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 Applet2 is triggered</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2-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3- Applet1 is triggered</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4-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5- Applet2 is triggered</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6- No exception is thrown</w:t>
            </w: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7- Applet1 is triggered</w:t>
            </w: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8-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9- COMMAND_NOT_ALLOWED ToolkitException is thrown</w:t>
            </w:r>
          </w:p>
        </w:tc>
        <w:tc>
          <w:tcPr>
            <w:tcW w:w="2334" w:type="dxa"/>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8- 3 TIMER MANAGEMENT proactive commands are fetched</w:t>
            </w:r>
          </w:p>
          <w:p w:rsidR="00FB5721" w:rsidRPr="00C827A4" w:rsidRDefault="00FB5721" w:rsidP="001F17EA">
            <w:pPr>
              <w:pStyle w:val="TAL"/>
              <w:pageBreakBefore/>
            </w:pPr>
            <w:r w:rsidRPr="00C827A4">
              <w:t xml:space="preserve">9- The Status word of the last previous Terminal Response is 90 00 (no more proactive command is sent) </w:t>
            </w:r>
          </w:p>
        </w:tc>
      </w:tr>
      <w:tr w:rsidR="00FB5721" w:rsidRPr="00C827A4">
        <w:tc>
          <w:tcPr>
            <w:tcW w:w="425" w:type="dxa"/>
            <w:tcBorders>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3</w:t>
            </w:r>
          </w:p>
        </w:tc>
        <w:tc>
          <w:tcPr>
            <w:tcW w:w="4111" w:type="dxa"/>
          </w:tcPr>
          <w:p w:rsidR="00FB5721" w:rsidRPr="00C827A4" w:rsidRDefault="00FB5721">
            <w:pPr>
              <w:pStyle w:val="TAL"/>
              <w:jc w:val="center"/>
              <w:rPr>
                <w:b/>
              </w:rPr>
            </w:pPr>
            <w:r w:rsidRPr="00C827A4">
              <w:rPr>
                <w:b/>
              </w:rPr>
              <w:t>No Channel allowed</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envelope menu selection with the item id of Applet1</w:t>
            </w:r>
          </w:p>
          <w:p w:rsidR="00FB5721" w:rsidRPr="00C827A4" w:rsidRDefault="00FB5721">
            <w:pPr>
              <w:pStyle w:val="PL"/>
              <w:rPr>
                <w:noProof w:val="0"/>
              </w:rPr>
            </w:pPr>
            <w:r w:rsidRPr="00C827A4">
              <w:rPr>
                <w:noProof w:val="0"/>
              </w:rPr>
              <w:t>2- Applet1 builds and sends a CSD OPEN CHANNEL proactive command</w:t>
            </w:r>
          </w:p>
          <w:p w:rsidR="00FB5721" w:rsidRPr="00C827A4" w:rsidRDefault="00FB5721">
            <w:pPr>
              <w:pStyle w:val="PL"/>
              <w:rPr>
                <w:noProof w:val="0"/>
              </w:rPr>
            </w:pPr>
            <w:r w:rsidRPr="00C827A4">
              <w:rPr>
                <w:noProof w:val="0"/>
              </w:rPr>
              <w:t>3- Applet1 builds and sends a GPRS OPEN CHANNEL proactive command</w:t>
            </w:r>
          </w:p>
          <w:p w:rsidR="00FB5721" w:rsidRPr="00C827A4" w:rsidRDefault="00FB5721">
            <w:pPr>
              <w:pStyle w:val="PL"/>
              <w:rPr>
                <w:noProof w:val="0"/>
              </w:rPr>
            </w:pPr>
            <w:r w:rsidRPr="00C827A4">
              <w:rPr>
                <w:noProof w:val="0"/>
              </w:rPr>
              <w:t>4- Applet1 builds and sends a SEND DATA proactive command</w:t>
            </w:r>
          </w:p>
          <w:p w:rsidR="00FB5721" w:rsidRPr="00C827A4" w:rsidRDefault="00FB5721">
            <w:pPr>
              <w:pStyle w:val="PL"/>
              <w:rPr>
                <w:noProof w:val="0"/>
              </w:rPr>
            </w:pPr>
            <w:r w:rsidRPr="00C827A4">
              <w:rPr>
                <w:noProof w:val="0"/>
              </w:rPr>
              <w:t>5- Applet1 builds and sends a RECEIVE DATA proactive command</w:t>
            </w:r>
          </w:p>
          <w:p w:rsidR="00FB5721" w:rsidRPr="00C827A4" w:rsidRDefault="00FB5721">
            <w:pPr>
              <w:pStyle w:val="PL"/>
              <w:rPr>
                <w:noProof w:val="0"/>
              </w:rPr>
            </w:pPr>
            <w:r w:rsidRPr="00C827A4">
              <w:rPr>
                <w:noProof w:val="0"/>
              </w:rPr>
              <w:t>6- Applet1 builds and sends a CLOSE CHANNEL proactive command</w:t>
            </w:r>
          </w:p>
        </w:tc>
        <w:tc>
          <w:tcPr>
            <w:tcW w:w="2911" w:type="dxa"/>
          </w:tcPr>
          <w:p w:rsidR="00FB5721" w:rsidRPr="00C827A4" w:rsidRDefault="00FB5721">
            <w:pPr>
              <w:pStyle w:val="textTCobjectives"/>
              <w:rPr>
                <w:rFonts w:ascii="Arial" w:hAnsi="Arial"/>
                <w:sz w:val="18"/>
                <w:lang w:val="en-GB"/>
              </w:rPr>
            </w:pPr>
          </w:p>
          <w:p w:rsidR="00FB5721" w:rsidRPr="00C827A4" w:rsidRDefault="00FB5721">
            <w:pPr>
              <w:pStyle w:val="textTCobjectives"/>
              <w:rPr>
                <w:rFonts w:ascii="Arial" w:hAnsi="Arial"/>
                <w:sz w:val="18"/>
                <w:lang w:val="en-GB"/>
              </w:rPr>
            </w:pPr>
          </w:p>
          <w:p w:rsidR="00FB5721" w:rsidRPr="00C827A4" w:rsidRDefault="00FB5721">
            <w:pPr>
              <w:pStyle w:val="textTCobjectives"/>
              <w:rPr>
                <w:rFonts w:ascii="Arial" w:hAnsi="Arial"/>
                <w:sz w:val="18"/>
                <w:lang w:val="en-GB"/>
              </w:rPr>
            </w:pPr>
            <w:r w:rsidRPr="00C827A4">
              <w:rPr>
                <w:rFonts w:ascii="Arial" w:hAnsi="Arial"/>
                <w:sz w:val="18"/>
                <w:lang w:val="en-GB"/>
              </w:rPr>
              <w:t>1- Applet1 is triggered</w:t>
            </w:r>
          </w:p>
          <w:p w:rsidR="00FB5721" w:rsidRPr="00C827A4" w:rsidRDefault="00FB5721">
            <w:pPr>
              <w:pStyle w:val="textTCobjectives"/>
              <w:rPr>
                <w:rFonts w:ascii="Arial" w:hAnsi="Arial"/>
                <w:sz w:val="18"/>
                <w:lang w:val="en-GB"/>
              </w:rPr>
            </w:pPr>
          </w:p>
          <w:p w:rsidR="00FB5721" w:rsidRPr="00C827A4" w:rsidRDefault="00FB5721">
            <w:pPr>
              <w:pStyle w:val="textTCobjectives"/>
              <w:rPr>
                <w:rFonts w:ascii="Arial" w:hAnsi="Arial"/>
                <w:sz w:val="18"/>
                <w:lang w:val="en-GB"/>
              </w:rPr>
            </w:pPr>
            <w:r w:rsidRPr="00C827A4">
              <w:rPr>
                <w:rFonts w:ascii="Arial" w:hAnsi="Arial"/>
                <w:sz w:val="18"/>
                <w:lang w:val="en-GB"/>
              </w:rPr>
              <w:t>2- COMMAND_NOT_ALLOWED ToolkitException is thrown</w:t>
            </w:r>
          </w:p>
          <w:p w:rsidR="00FB5721" w:rsidRPr="00C827A4" w:rsidRDefault="00FB5721">
            <w:pPr>
              <w:pStyle w:val="textTCobjectives"/>
              <w:rPr>
                <w:rFonts w:ascii="Arial" w:hAnsi="Arial"/>
                <w:sz w:val="18"/>
                <w:lang w:val="en-GB"/>
              </w:rPr>
            </w:pPr>
            <w:r w:rsidRPr="00C827A4">
              <w:rPr>
                <w:rFonts w:ascii="Arial" w:hAnsi="Arial"/>
                <w:sz w:val="18"/>
                <w:lang w:val="en-GB"/>
              </w:rPr>
              <w:t>3- COMMAND_NOT_ALLOWED ToolkitException is thrown</w:t>
            </w:r>
          </w:p>
          <w:p w:rsidR="00FB5721" w:rsidRPr="00C827A4" w:rsidRDefault="00FB5721">
            <w:pPr>
              <w:pStyle w:val="textTCobjectives"/>
              <w:rPr>
                <w:rFonts w:ascii="Arial" w:hAnsi="Arial"/>
                <w:sz w:val="18"/>
                <w:lang w:val="en-GB"/>
              </w:rPr>
            </w:pPr>
            <w:r w:rsidRPr="00C827A4">
              <w:rPr>
                <w:rFonts w:ascii="Arial" w:hAnsi="Arial"/>
                <w:sz w:val="18"/>
                <w:lang w:val="en-GB"/>
              </w:rPr>
              <w:t>4- COMMAND_NOT_ALLOWED ToolkitException is thrown</w:t>
            </w:r>
          </w:p>
          <w:p w:rsidR="00FB5721" w:rsidRPr="00C827A4" w:rsidRDefault="00FB5721">
            <w:pPr>
              <w:pStyle w:val="textTCobjectives"/>
              <w:rPr>
                <w:rFonts w:ascii="Arial" w:hAnsi="Arial"/>
                <w:sz w:val="18"/>
                <w:lang w:val="en-GB"/>
              </w:rPr>
            </w:pPr>
            <w:r w:rsidRPr="00C827A4">
              <w:rPr>
                <w:rFonts w:ascii="Arial" w:hAnsi="Arial"/>
                <w:sz w:val="18"/>
                <w:lang w:val="en-GB"/>
              </w:rPr>
              <w:t>5- COMMAND_NOT_ALLOWED ToolkitException is thrown</w:t>
            </w:r>
          </w:p>
          <w:p w:rsidR="00FB5721" w:rsidRPr="00C827A4" w:rsidRDefault="00FB5721">
            <w:pPr>
              <w:pStyle w:val="textTCobjectives"/>
              <w:rPr>
                <w:rFonts w:ascii="Arial" w:hAnsi="Arial"/>
                <w:sz w:val="18"/>
                <w:lang w:val="en-GB"/>
              </w:rPr>
            </w:pPr>
            <w:r w:rsidRPr="00C827A4">
              <w:rPr>
                <w:rFonts w:ascii="Arial" w:hAnsi="Arial"/>
                <w:sz w:val="18"/>
                <w:lang w:val="en-GB"/>
              </w:rPr>
              <w:t>6- COMMAND_NOT_ALLOWED ToolkitException is thrown</w:t>
            </w: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rPr>
                <w:b/>
              </w:rPr>
            </w:pPr>
            <w:r w:rsidRPr="00C827A4">
              <w:t>1- 90 00 (no proactive command is sent)</w:t>
            </w:r>
          </w:p>
        </w:tc>
      </w:tr>
      <w:tr w:rsidR="00FB5721" w:rsidRPr="00C827A4">
        <w:tc>
          <w:tcPr>
            <w:tcW w:w="425" w:type="dxa"/>
            <w:tcBorders>
              <w:left w:val="single" w:sz="4" w:space="0" w:color="auto"/>
            </w:tcBorders>
          </w:tcPr>
          <w:p w:rsidR="00FB5721" w:rsidRPr="00C827A4" w:rsidRDefault="00FB5721" w:rsidP="001F17EA">
            <w:pPr>
              <w:pStyle w:val="textcell"/>
              <w:pageBreakBefore/>
              <w:rPr>
                <w:rFonts w:ascii="Arial" w:hAnsi="Arial"/>
                <w:sz w:val="18"/>
                <w:lang w:val="en-GB"/>
              </w:rPr>
            </w:pPr>
            <w:r w:rsidRPr="00C827A4">
              <w:rPr>
                <w:rFonts w:ascii="Arial" w:hAnsi="Arial"/>
                <w:sz w:val="18"/>
                <w:lang w:val="en-GB"/>
              </w:rPr>
              <w:lastRenderedPageBreak/>
              <w:t>4</w:t>
            </w:r>
          </w:p>
        </w:tc>
        <w:tc>
          <w:tcPr>
            <w:tcW w:w="4111" w:type="dxa"/>
          </w:tcPr>
          <w:p w:rsidR="00FB5721" w:rsidRPr="00C827A4" w:rsidRDefault="00FB5721" w:rsidP="001F17EA">
            <w:pPr>
              <w:pStyle w:val="textTCobjectives"/>
              <w:pageBreakBefore/>
              <w:jc w:val="center"/>
              <w:rPr>
                <w:rFonts w:ascii="Arial" w:hAnsi="Arial"/>
                <w:sz w:val="18"/>
                <w:lang w:val="en-GB"/>
              </w:rPr>
            </w:pPr>
            <w:r w:rsidRPr="00C827A4">
              <w:rPr>
                <w:rFonts w:ascii="Arial" w:hAnsi="Arial"/>
                <w:b/>
                <w:sz w:val="18"/>
                <w:lang w:val="en-GB"/>
              </w:rPr>
              <w:t>4 Channels allowed</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 Send envelope menu selection with the item id of Applet3</w:t>
            </w:r>
          </w:p>
          <w:p w:rsidR="00FB5721" w:rsidRPr="00C827A4" w:rsidRDefault="00FB5721" w:rsidP="001F17EA">
            <w:pPr>
              <w:pStyle w:val="PL"/>
              <w:pageBreakBefore/>
              <w:rPr>
                <w:noProof w:val="0"/>
              </w:rPr>
            </w:pPr>
            <w:r w:rsidRPr="00C827A4">
              <w:rPr>
                <w:noProof w:val="0"/>
              </w:rPr>
              <w:t xml:space="preserve">2- Applet3 builds and sends a CSD OPEN CHANNEL proactive command </w:t>
            </w:r>
          </w:p>
          <w:p w:rsidR="00FB5721" w:rsidRPr="00C827A4" w:rsidRDefault="00FB5721" w:rsidP="001F17EA">
            <w:pPr>
              <w:pStyle w:val="PL"/>
              <w:pageBreakBefore/>
              <w:rPr>
                <w:noProof w:val="0"/>
              </w:rPr>
            </w:pPr>
            <w:r w:rsidRPr="00C827A4">
              <w:rPr>
                <w:noProof w:val="0"/>
              </w:rPr>
              <w:t>3- Send a Fetch and Terminal Response OK on channel 7</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4- Send envelope menu selection with the item id of Applet2</w:t>
            </w:r>
          </w:p>
          <w:p w:rsidR="00FB5721" w:rsidRPr="00C827A4" w:rsidRDefault="00FB5721" w:rsidP="001F17EA">
            <w:pPr>
              <w:pStyle w:val="PL"/>
              <w:pageBreakBefore/>
              <w:rPr>
                <w:noProof w:val="0"/>
              </w:rPr>
            </w:pPr>
            <w:r w:rsidRPr="00C827A4">
              <w:rPr>
                <w:noProof w:val="0"/>
              </w:rPr>
              <w:t xml:space="preserve">5- Applet2 builds and sends a CSD OPEN CHANNEL proactive command </w:t>
            </w:r>
          </w:p>
          <w:p w:rsidR="00FB5721" w:rsidRPr="00C827A4" w:rsidRDefault="00FB5721" w:rsidP="001F17EA">
            <w:pPr>
              <w:pStyle w:val="PL"/>
              <w:pageBreakBefore/>
              <w:rPr>
                <w:noProof w:val="0"/>
              </w:rPr>
            </w:pPr>
            <w:r w:rsidRPr="00C827A4">
              <w:rPr>
                <w:noProof w:val="0"/>
              </w:rPr>
              <w:t>6- Send a Fetch and Terminal Response OK on channel 1</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 xml:space="preserve">7- Applet2 builds and sends a GPRS OPEN CHANNEL proactive command </w:t>
            </w:r>
          </w:p>
          <w:p w:rsidR="00FB5721" w:rsidRPr="00C827A4" w:rsidRDefault="00FB5721" w:rsidP="001F17EA">
            <w:pPr>
              <w:pStyle w:val="PL"/>
              <w:pageBreakBefore/>
              <w:rPr>
                <w:noProof w:val="0"/>
              </w:rPr>
            </w:pPr>
            <w:r w:rsidRPr="00C827A4">
              <w:rPr>
                <w:noProof w:val="0"/>
              </w:rPr>
              <w:t>8- Send Fetch and Terminal Response OK on channel 2</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9- For each channel id from 3 to 7, Applet2 builds and sends a SEND DATA proactive command</w:t>
            </w:r>
          </w:p>
          <w:p w:rsidR="00FB5721" w:rsidRPr="00C827A4" w:rsidRDefault="00FB5721" w:rsidP="001F17EA">
            <w:pPr>
              <w:pStyle w:val="PL"/>
              <w:pageBreakBefore/>
              <w:rPr>
                <w:noProof w:val="0"/>
              </w:rPr>
            </w:pPr>
            <w:r w:rsidRPr="00C827A4">
              <w:rPr>
                <w:noProof w:val="0"/>
              </w:rPr>
              <w:t>10- For each channel id from 3 to 7, Applet2 builds and sends a RECEIVE DATA proactive command</w:t>
            </w:r>
          </w:p>
          <w:p w:rsidR="00FB5721" w:rsidRPr="00C827A4" w:rsidRDefault="00FB5721" w:rsidP="001F17EA">
            <w:pPr>
              <w:pStyle w:val="PL"/>
              <w:pageBreakBefore/>
              <w:rPr>
                <w:noProof w:val="0"/>
              </w:rPr>
            </w:pPr>
            <w:r w:rsidRPr="00C827A4">
              <w:rPr>
                <w:noProof w:val="0"/>
              </w:rPr>
              <w:t>11- For each channel id from 3 to 7, Applet2 builds and sends a CLOSE CHANNEL proactive command</w:t>
            </w:r>
          </w:p>
          <w:p w:rsidR="00FB5721" w:rsidRPr="00C827A4" w:rsidRDefault="00FB5721" w:rsidP="001F17EA">
            <w:pPr>
              <w:pStyle w:val="PL"/>
              <w:pageBreakBefore/>
              <w:rPr>
                <w:noProof w:val="0"/>
              </w:rPr>
            </w:pPr>
            <w:r w:rsidRPr="00C827A4">
              <w:rPr>
                <w:noProof w:val="0"/>
              </w:rPr>
              <w:t xml:space="preserve">12- Applet2 builds and sends a CSD OPEN CHANNEL proactive command </w:t>
            </w:r>
          </w:p>
          <w:p w:rsidR="00FB5721" w:rsidRPr="00C827A4" w:rsidRDefault="00FB5721" w:rsidP="001F17EA">
            <w:pPr>
              <w:pStyle w:val="PL"/>
              <w:pageBreakBefore/>
              <w:rPr>
                <w:noProof w:val="0"/>
              </w:rPr>
            </w:pPr>
            <w:r w:rsidRPr="00C827A4">
              <w:rPr>
                <w:noProof w:val="0"/>
              </w:rPr>
              <w:t>13- Fetch and Terminal Response OK on channel 3</w:t>
            </w:r>
          </w:p>
          <w:p w:rsidR="00FB5721" w:rsidRPr="00C827A4" w:rsidRDefault="00FB5721" w:rsidP="001F17EA">
            <w:pPr>
              <w:pStyle w:val="PL"/>
              <w:pageBreakBefore/>
              <w:rPr>
                <w:noProof w:val="0"/>
              </w:rPr>
            </w:pPr>
          </w:p>
          <w:p w:rsidR="00FB5721" w:rsidRPr="00C827A4" w:rsidRDefault="00FB5721" w:rsidP="001F17EA">
            <w:pPr>
              <w:pStyle w:val="PL"/>
              <w:pageBreakBefore/>
              <w:rPr>
                <w:noProof w:val="0"/>
              </w:rPr>
            </w:pPr>
            <w:r w:rsidRPr="00C827A4">
              <w:rPr>
                <w:noProof w:val="0"/>
              </w:rPr>
              <w:t>14- Applet2 builds and sends an OPEN CHANNEL proactive command</w:t>
            </w:r>
          </w:p>
        </w:tc>
        <w:tc>
          <w:tcPr>
            <w:tcW w:w="2911" w:type="dxa"/>
          </w:tcPr>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 Applet3 is triggered</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2-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4- Applet2 is triggered</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5-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7-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9- COMMAND_NOT_ALLOWED ToolkitException is thrown</w:t>
            </w: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10- COMMAND_NOT_ALLOWED ToolkitException is thrown</w:t>
            </w: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11- COMMAND_NOT_ALLOWED ToolkitException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12- No exception is thrown</w:t>
            </w: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p>
          <w:p w:rsidR="00FB5721" w:rsidRPr="00C827A4" w:rsidRDefault="00FB5721" w:rsidP="001F17EA">
            <w:pPr>
              <w:pStyle w:val="textTCobjectives"/>
              <w:pageBreakBefore/>
              <w:rPr>
                <w:rFonts w:ascii="Arial" w:hAnsi="Arial"/>
                <w:sz w:val="18"/>
                <w:lang w:val="en-GB"/>
              </w:rPr>
            </w:pPr>
            <w:r w:rsidRPr="00C827A4">
              <w:rPr>
                <w:rFonts w:ascii="Arial" w:hAnsi="Arial"/>
                <w:sz w:val="18"/>
                <w:lang w:val="en-GB"/>
              </w:rPr>
              <w:t>14- COMMAND_NOT_ALLOWED ToolkitException is thrown</w:t>
            </w:r>
          </w:p>
          <w:p w:rsidR="00FB5721" w:rsidRPr="00C827A4" w:rsidRDefault="00FB5721" w:rsidP="001F17EA">
            <w:pPr>
              <w:pStyle w:val="textTCobjectives"/>
              <w:pageBreakBefore/>
              <w:rPr>
                <w:rFonts w:ascii="Arial" w:hAnsi="Arial"/>
                <w:sz w:val="18"/>
                <w:lang w:val="en-GB"/>
              </w:rPr>
            </w:pPr>
          </w:p>
        </w:tc>
        <w:tc>
          <w:tcPr>
            <w:tcW w:w="2334" w:type="dxa"/>
          </w:tcPr>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2- 91 1C</w:t>
            </w: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 xml:space="preserve">3- OPEN CHANNEL proactive </w:t>
            </w: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5- 91 1C</w:t>
            </w: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 xml:space="preserve">6- OPEN CHANNEL proactive command is fetched </w:t>
            </w: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7- 91 17</w:t>
            </w: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 xml:space="preserve">8- OPEN CHANNEL proactive command is fetched, SW = 91 1C on the Terminal Response </w:t>
            </w:r>
          </w:p>
          <w:p w:rsidR="00FB5721" w:rsidRPr="00C827A4" w:rsidRDefault="00FB5721" w:rsidP="001F17EA">
            <w:pPr>
              <w:pStyle w:val="textTCobjectives"/>
              <w:pageBreakBefore/>
              <w:ind w:left="38"/>
              <w:rPr>
                <w:rFonts w:ascii="Arial" w:hAnsi="Arial"/>
                <w:sz w:val="18"/>
                <w:lang w:val="en-GB"/>
              </w:rPr>
            </w:pPr>
          </w:p>
          <w:p w:rsidR="00FB5721" w:rsidRPr="00C827A4" w:rsidRDefault="00FB5721" w:rsidP="001F17EA">
            <w:pPr>
              <w:pStyle w:val="TAL"/>
              <w:keepNext w:val="0"/>
              <w:keepLines w:val="0"/>
              <w:pageBreakBefore/>
              <w:ind w:left="38"/>
              <w:rPr>
                <w:b/>
              </w:rPr>
            </w:pPr>
          </w:p>
          <w:p w:rsidR="00FB5721" w:rsidRPr="00C827A4" w:rsidRDefault="00FB5721" w:rsidP="001F17EA">
            <w:pPr>
              <w:pStyle w:val="TAL"/>
              <w:keepNext w:val="0"/>
              <w:keepLines w:val="0"/>
              <w:pageBreakBefore/>
              <w:ind w:left="38"/>
              <w:rPr>
                <w:b/>
              </w:rPr>
            </w:pPr>
          </w:p>
          <w:p w:rsidR="00FB5721" w:rsidRPr="00C827A4" w:rsidRDefault="00FB5721" w:rsidP="001F17EA">
            <w:pPr>
              <w:pStyle w:val="TAL"/>
              <w:keepNext w:val="0"/>
              <w:keepLines w:val="0"/>
              <w:pageBreakBefore/>
              <w:ind w:left="38"/>
              <w:rPr>
                <w:b/>
              </w:rPr>
            </w:pPr>
          </w:p>
          <w:p w:rsidR="00FB5721" w:rsidRPr="00C827A4" w:rsidRDefault="00FB5721" w:rsidP="001F17EA">
            <w:pPr>
              <w:pStyle w:val="TAL"/>
              <w:keepNext w:val="0"/>
              <w:keepLines w:val="0"/>
              <w:pageBreakBefore/>
              <w:ind w:left="38"/>
              <w:rPr>
                <w:b/>
              </w:rPr>
            </w:pPr>
          </w:p>
          <w:p w:rsidR="00FB5721" w:rsidRPr="00C827A4" w:rsidRDefault="00FB5721" w:rsidP="001F17EA">
            <w:pPr>
              <w:pStyle w:val="TAL"/>
              <w:keepNext w:val="0"/>
              <w:keepLines w:val="0"/>
              <w:pageBreakBefore/>
              <w:ind w:left="38"/>
              <w:rPr>
                <w:b/>
              </w:rPr>
            </w:pPr>
          </w:p>
          <w:p w:rsidR="00FB5721" w:rsidRPr="00C827A4" w:rsidRDefault="00FB5721" w:rsidP="001F17EA">
            <w:pPr>
              <w:pStyle w:val="textTCobjectives"/>
              <w:pageBreakBefore/>
              <w:ind w:left="38"/>
              <w:rPr>
                <w:rFonts w:ascii="Arial" w:hAnsi="Arial"/>
                <w:sz w:val="18"/>
                <w:lang w:val="en-GB"/>
              </w:rPr>
            </w:pPr>
            <w:r w:rsidRPr="00C827A4">
              <w:rPr>
                <w:rFonts w:ascii="Arial" w:hAnsi="Arial"/>
                <w:sz w:val="18"/>
                <w:lang w:val="en-GB"/>
              </w:rPr>
              <w:t xml:space="preserve">13- OPEN CHANNEL proactive command is fetched </w:t>
            </w:r>
          </w:p>
          <w:p w:rsidR="00FB5721" w:rsidRPr="00C827A4" w:rsidRDefault="00FB5721" w:rsidP="001F17EA">
            <w:pPr>
              <w:pStyle w:val="textTCobjectives"/>
              <w:pageBreakBefore/>
              <w:rPr>
                <w:b/>
                <w:lang w:val="en-GB"/>
              </w:rPr>
            </w:pPr>
            <w:r w:rsidRPr="00C827A4">
              <w:rPr>
                <w:rFonts w:ascii="Arial" w:hAnsi="Arial"/>
                <w:sz w:val="18"/>
                <w:lang w:val="en-GB"/>
              </w:rPr>
              <w:t>14- 90 00 expected to the previous Terminal Response (no proactive command is sent)</w:t>
            </w:r>
          </w:p>
        </w:tc>
      </w:tr>
      <w:tr w:rsidR="00FB5721" w:rsidRPr="00C827A4">
        <w:tc>
          <w:tcPr>
            <w:tcW w:w="425" w:type="dxa"/>
            <w:tcBorders>
              <w:left w:val="single" w:sz="4" w:space="0" w:color="auto"/>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lastRenderedPageBreak/>
              <w:t>5</w:t>
            </w:r>
          </w:p>
        </w:tc>
        <w:tc>
          <w:tcPr>
            <w:tcW w:w="4111" w:type="dxa"/>
          </w:tcPr>
          <w:p w:rsidR="00FB5721" w:rsidRPr="00C827A4" w:rsidRDefault="00FB5721" w:rsidP="001F17EA">
            <w:pPr>
              <w:pStyle w:val="TAL"/>
              <w:jc w:val="center"/>
            </w:pPr>
            <w:r w:rsidRPr="00C827A4">
              <w:rPr>
                <w:b/>
              </w:rPr>
              <w:t>DECLARE SERVICE Proactive command</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Send envelope menu selection with the item id of Applet2</w:t>
            </w:r>
          </w:p>
          <w:p w:rsidR="00FB5721" w:rsidRPr="00C827A4" w:rsidRDefault="00FB5721" w:rsidP="001F17EA">
            <w:pPr>
              <w:pStyle w:val="PL"/>
              <w:keepNext/>
              <w:rPr>
                <w:noProof w:val="0"/>
              </w:rPr>
            </w:pPr>
            <w:r w:rsidRPr="00C827A4">
              <w:rPr>
                <w:noProof w:val="0"/>
              </w:rPr>
              <w:t xml:space="preserve">2- Applet2 allocates 8 services by calling allocateServiceIdentifier() method and release the 3 services from id 0 to 2 using method releaseServiceIdentifier(). </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Send envelope menu selection with the item id of Applet1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Applet1 allocates 3 services (Id 0 to 2) by calling allocateServiceIdentifier() method 3 times</w:t>
            </w:r>
          </w:p>
          <w:p w:rsidR="00FB5721" w:rsidRPr="00C827A4" w:rsidRDefault="00FB5721" w:rsidP="001F17EA">
            <w:pPr>
              <w:pStyle w:val="PL"/>
              <w:keepNext/>
              <w:rPr>
                <w:noProof w:val="0"/>
              </w:rPr>
            </w:pPr>
            <w:r w:rsidRPr="00C827A4">
              <w:rPr>
                <w:noProof w:val="0"/>
              </w:rPr>
              <w:t>5- Send envelope menu selection with the item id of Applet2</w:t>
            </w:r>
          </w:p>
          <w:p w:rsidR="00FB5721" w:rsidRPr="00C827A4" w:rsidRDefault="00FB5721" w:rsidP="001F17EA">
            <w:pPr>
              <w:pStyle w:val="PL"/>
              <w:keepNext/>
              <w:rPr>
                <w:noProof w:val="0"/>
              </w:rPr>
            </w:pPr>
            <w:r w:rsidRPr="00C827A4">
              <w:rPr>
                <w:noProof w:val="0"/>
              </w:rPr>
              <w:t>6- Applet2 releases services of Id 5 to 7</w:t>
            </w:r>
          </w:p>
          <w:p w:rsidR="00FB5721" w:rsidRPr="00C827A4" w:rsidRDefault="00FB5721" w:rsidP="001F17EA">
            <w:pPr>
              <w:pStyle w:val="PL"/>
              <w:keepNext/>
              <w:rPr>
                <w:noProof w:val="0"/>
              </w:rPr>
            </w:pPr>
            <w:r w:rsidRPr="00C827A4">
              <w:rPr>
                <w:noProof w:val="0"/>
              </w:rPr>
              <w:t>7- Send envelope menu selection with the item id of Applet1</w:t>
            </w:r>
          </w:p>
          <w:p w:rsidR="00FB5721" w:rsidRPr="00C827A4" w:rsidRDefault="00FB5721" w:rsidP="001F17EA">
            <w:pPr>
              <w:pStyle w:val="PL"/>
              <w:keepNext/>
              <w:rPr>
                <w:noProof w:val="0"/>
              </w:rPr>
            </w:pPr>
            <w:r w:rsidRPr="00C827A4">
              <w:rPr>
                <w:noProof w:val="0"/>
              </w:rPr>
              <w:t xml:space="preserve">8- For each of the 3 services allocated by Applet1 (Id 0 to 2) DECLARE SERVICE (add)  proactive commands are sent </w:t>
            </w:r>
          </w:p>
          <w:p w:rsidR="00FB5721" w:rsidRPr="00C827A4" w:rsidRDefault="00FB5721" w:rsidP="001F17EA">
            <w:pPr>
              <w:pStyle w:val="PL"/>
              <w:keepNext/>
              <w:rPr>
                <w:noProof w:val="0"/>
              </w:rPr>
            </w:pPr>
            <w:r w:rsidRPr="00C827A4">
              <w:rPr>
                <w:noProof w:val="0"/>
              </w:rPr>
              <w:t xml:space="preserve">9- For other services (Id 3 to 8), Applet1 builds and sends a DECLARE SERVICE (add)  proactive command </w:t>
            </w: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10- For each of the 3 services allocated by Applet1 (Id 0 to 2) DECLARE SERVICE (delete)  proactive commands are sent </w:t>
            </w:r>
          </w:p>
          <w:p w:rsidR="00FB5721" w:rsidRPr="00C827A4" w:rsidRDefault="00FB5721" w:rsidP="001F17EA">
            <w:pPr>
              <w:pStyle w:val="PL"/>
              <w:keepNext/>
              <w:rPr>
                <w:b/>
                <w:noProof w:val="0"/>
              </w:rPr>
            </w:pPr>
            <w:r w:rsidRPr="00C827A4">
              <w:rPr>
                <w:noProof w:val="0"/>
              </w:rPr>
              <w:t>11- For other services (Id 3 to 8), Applet1 builds and sends a DECLARE SERVICE (delete)  proactive command</w:t>
            </w:r>
          </w:p>
        </w:tc>
        <w:tc>
          <w:tcPr>
            <w:tcW w:w="2911" w:type="dxa"/>
          </w:tcPr>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1- Applet2 is triggered</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2- No exception is thrown</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3- Applet1 is triggered</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4- No exception is thrown</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5- Applet2 is triggered</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6- No exception is thrown</w:t>
            </w: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7- Applet1 is triggered</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8- No exception is thrown</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9- COMMAND_NOT_ALLOWED ToolkitException is thrown</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10- No exception is thrown</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11- COMMAND_NOT_ALLOWED ToolkitException is thrown</w:t>
            </w:r>
          </w:p>
        </w:tc>
        <w:tc>
          <w:tcPr>
            <w:tcW w:w="2334" w:type="dxa"/>
          </w:tcPr>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8- 3 DECLARE SERVICE proactive commands are fetched</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 xml:space="preserve">9- The Status word of the last previous Terminal Response is 91 1C on the Terminal Response </w:t>
            </w:r>
          </w:p>
          <w:p w:rsidR="00FB5721" w:rsidRPr="00C827A4" w:rsidRDefault="00FB5721" w:rsidP="001F17EA">
            <w:pPr>
              <w:pStyle w:val="textTCobjectives"/>
              <w:keepNext/>
              <w:rPr>
                <w:rFonts w:ascii="Arial" w:hAnsi="Arial"/>
                <w:sz w:val="18"/>
                <w:lang w:val="en-GB"/>
              </w:rPr>
            </w:pP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10- 3 DECLARE SERVICE proactive commands are fetched</w:t>
            </w:r>
          </w:p>
          <w:p w:rsidR="00FB5721" w:rsidRPr="00C827A4" w:rsidRDefault="00FB5721" w:rsidP="001F17EA">
            <w:pPr>
              <w:pStyle w:val="textTCobjectives"/>
              <w:keepNext/>
              <w:rPr>
                <w:rFonts w:ascii="Arial" w:hAnsi="Arial"/>
                <w:sz w:val="18"/>
                <w:lang w:val="en-GB"/>
              </w:rPr>
            </w:pPr>
            <w:r w:rsidRPr="00C827A4">
              <w:rPr>
                <w:rFonts w:ascii="Arial" w:hAnsi="Arial"/>
                <w:sz w:val="18"/>
                <w:lang w:val="en-GB"/>
              </w:rPr>
              <w:t>11- The Status word of the last previous Terminal Response is 90 00 (no more proactive command is sent)</w:t>
            </w:r>
          </w:p>
        </w:tc>
      </w:tr>
      <w:tr w:rsidR="00FB5721" w:rsidRPr="00C827A4">
        <w:tc>
          <w:tcPr>
            <w:tcW w:w="425" w:type="dxa"/>
            <w:tcBorders>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6</w:t>
            </w:r>
          </w:p>
        </w:tc>
        <w:tc>
          <w:tcPr>
            <w:tcW w:w="4111" w:type="dxa"/>
          </w:tcPr>
          <w:p w:rsidR="00FB5721" w:rsidRPr="00C827A4" w:rsidRDefault="00FB5721">
            <w:pPr>
              <w:pStyle w:val="textTCobjectives"/>
              <w:jc w:val="center"/>
              <w:rPr>
                <w:rFonts w:ascii="Arial" w:hAnsi="Arial"/>
                <w:b/>
                <w:sz w:val="18"/>
                <w:lang w:val="en-GB"/>
              </w:rPr>
            </w:pPr>
            <w:r w:rsidRPr="00C827A4">
              <w:rPr>
                <w:rFonts w:ascii="Arial" w:hAnsi="Arial"/>
                <w:b/>
                <w:sz w:val="18"/>
                <w:lang w:val="en-GB"/>
              </w:rPr>
              <w:t>Unknown proactive 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menu selection with the item id of Applet1</w:t>
            </w:r>
          </w:p>
          <w:p w:rsidR="00FB5721" w:rsidRPr="00C827A4" w:rsidRDefault="00FB5721">
            <w:pPr>
              <w:pStyle w:val="PL"/>
              <w:rPr>
                <w:bCs/>
                <w:noProof w:val="0"/>
              </w:rPr>
            </w:pPr>
            <w:r w:rsidRPr="00C827A4">
              <w:rPr>
                <w:bCs/>
                <w:noProof w:val="0"/>
              </w:rPr>
              <w:t xml:space="preserve">2- Applet1 builds an unknown proactive command </w:t>
            </w:r>
          </w:p>
          <w:p w:rsidR="00FB5721" w:rsidRPr="00C827A4" w:rsidRDefault="00FB5721">
            <w:pPr>
              <w:pStyle w:val="PL"/>
              <w:rPr>
                <w:bCs/>
                <w:noProof w:val="0"/>
              </w:rPr>
            </w:pPr>
            <w:r w:rsidRPr="00C827A4">
              <w:rPr>
                <w:bCs/>
                <w:noProof w:val="0"/>
              </w:rPr>
              <w:t>3- Fetch and terminal response OK</w:t>
            </w:r>
          </w:p>
        </w:tc>
        <w:tc>
          <w:tcPr>
            <w:tcW w:w="2911" w:type="dxa"/>
          </w:tcPr>
          <w:p w:rsidR="00FB5721" w:rsidRPr="00C827A4" w:rsidRDefault="00FB5721">
            <w:pPr>
              <w:pStyle w:val="textTCobjectives"/>
              <w:rPr>
                <w:rFonts w:ascii="Arial" w:hAnsi="Arial"/>
                <w:sz w:val="18"/>
                <w:lang w:val="en-GB"/>
              </w:rPr>
            </w:pPr>
          </w:p>
          <w:p w:rsidR="00FB5721" w:rsidRPr="00C827A4" w:rsidRDefault="00FB5721">
            <w:pPr>
              <w:pStyle w:val="textTCobjectives"/>
              <w:rPr>
                <w:rFonts w:ascii="Arial" w:hAnsi="Arial"/>
                <w:sz w:val="18"/>
                <w:lang w:val="en-GB"/>
              </w:rPr>
            </w:pPr>
          </w:p>
          <w:p w:rsidR="00FB5721" w:rsidRPr="00C827A4" w:rsidRDefault="00FB5721">
            <w:pPr>
              <w:pStyle w:val="textTCobjectives"/>
              <w:rPr>
                <w:rFonts w:ascii="Arial" w:hAnsi="Arial"/>
                <w:sz w:val="18"/>
                <w:lang w:val="en-GB"/>
              </w:rPr>
            </w:pPr>
            <w:r w:rsidRPr="00C827A4">
              <w:rPr>
                <w:rFonts w:ascii="Arial" w:hAnsi="Arial"/>
                <w:sz w:val="18"/>
                <w:lang w:val="en-GB"/>
              </w:rPr>
              <w:t>1- Applet1 is triggered</w:t>
            </w:r>
          </w:p>
        </w:tc>
        <w:tc>
          <w:tcPr>
            <w:tcW w:w="2334" w:type="dxa"/>
          </w:tcPr>
          <w:p w:rsidR="00FB5721" w:rsidRPr="00C827A4" w:rsidRDefault="00FB5721">
            <w:pPr>
              <w:pStyle w:val="textTCobjectives"/>
              <w:ind w:left="38"/>
              <w:rPr>
                <w:rFonts w:ascii="Arial" w:hAnsi="Arial"/>
                <w:sz w:val="18"/>
                <w:lang w:val="en-GB"/>
              </w:rPr>
            </w:pPr>
          </w:p>
          <w:p w:rsidR="00FB5721" w:rsidRPr="00C827A4" w:rsidRDefault="00FB5721">
            <w:pPr>
              <w:pStyle w:val="textTCobjectives"/>
              <w:ind w:left="38"/>
              <w:rPr>
                <w:rFonts w:ascii="Arial" w:hAnsi="Arial"/>
                <w:sz w:val="18"/>
                <w:lang w:val="en-GB"/>
              </w:rPr>
            </w:pPr>
          </w:p>
          <w:p w:rsidR="00FB5721" w:rsidRPr="00C827A4" w:rsidRDefault="00FB5721">
            <w:pPr>
              <w:pStyle w:val="textTCobjectives"/>
              <w:ind w:left="38"/>
              <w:rPr>
                <w:rFonts w:ascii="Arial" w:hAnsi="Arial"/>
                <w:sz w:val="18"/>
                <w:lang w:val="en-GB"/>
              </w:rPr>
            </w:pPr>
          </w:p>
          <w:p w:rsidR="00FB5721" w:rsidRPr="00C827A4" w:rsidRDefault="00FB5721">
            <w:pPr>
              <w:pStyle w:val="textTCobjectives"/>
              <w:ind w:left="38"/>
              <w:rPr>
                <w:rFonts w:ascii="Arial" w:hAnsi="Arial"/>
                <w:sz w:val="18"/>
                <w:lang w:val="en-GB"/>
              </w:rPr>
            </w:pPr>
          </w:p>
          <w:p w:rsidR="00FB5721" w:rsidRPr="00C827A4" w:rsidRDefault="00FB5721">
            <w:pPr>
              <w:pStyle w:val="textTCobjectives"/>
              <w:ind w:left="38"/>
              <w:rPr>
                <w:rFonts w:ascii="Arial" w:hAnsi="Arial"/>
                <w:sz w:val="18"/>
                <w:lang w:val="en-GB"/>
              </w:rPr>
            </w:pPr>
            <w:r w:rsidRPr="00C827A4">
              <w:rPr>
                <w:rFonts w:ascii="Arial" w:hAnsi="Arial"/>
                <w:sz w:val="18"/>
                <w:lang w:val="en-GB"/>
              </w:rPr>
              <w:t>2- 91 08</w:t>
            </w:r>
          </w:p>
          <w:p w:rsidR="00FB5721" w:rsidRPr="00C827A4" w:rsidRDefault="00FB5721">
            <w:pPr>
              <w:pStyle w:val="textTCobjectives"/>
              <w:ind w:left="38"/>
              <w:rPr>
                <w:rFonts w:ascii="Arial" w:hAnsi="Arial"/>
                <w:sz w:val="18"/>
                <w:lang w:val="en-GB"/>
              </w:rPr>
            </w:pPr>
          </w:p>
          <w:p w:rsidR="00FB5721" w:rsidRPr="00C827A4" w:rsidRDefault="00FB5721">
            <w:pPr>
              <w:pStyle w:val="textTCobjectives"/>
              <w:ind w:left="38"/>
              <w:rPr>
                <w:rFonts w:ascii="Arial" w:hAnsi="Arial"/>
                <w:sz w:val="18"/>
                <w:lang w:val="en-GB"/>
              </w:rPr>
            </w:pPr>
            <w:r w:rsidRPr="00C827A4">
              <w:rPr>
                <w:rFonts w:ascii="Arial" w:hAnsi="Arial"/>
                <w:sz w:val="18"/>
                <w:lang w:val="en-GB"/>
              </w:rPr>
              <w:t>3- The unknown proactive command is fetched</w:t>
            </w:r>
          </w:p>
        </w:tc>
      </w:tr>
    </w:tbl>
    <w:p w:rsidR="00FB5721" w:rsidRPr="00C827A4" w:rsidRDefault="00FB5721"/>
    <w:p w:rsidR="00FB5721" w:rsidRPr="00C827A4" w:rsidRDefault="00FB5721">
      <w:pPr>
        <w:pStyle w:val="Heading3"/>
      </w:pPr>
      <w:r w:rsidRPr="00C827A4">
        <w:t>5.5.5</w:t>
      </w:r>
      <w:r w:rsidRPr="00C827A4">
        <w:tab/>
        <w:t>Exception Handling</w:t>
      </w:r>
    </w:p>
    <w:p w:rsidR="00FB5721" w:rsidRPr="00C827A4" w:rsidRDefault="00FB5721">
      <w:pPr>
        <w:pStyle w:val="Heading4"/>
      </w:pPr>
      <w:r w:rsidRPr="00C827A4">
        <w:t>5.5.5.1</w:t>
      </w:r>
      <w:r w:rsidRPr="00C827A4">
        <w:tab/>
        <w:t>General Behaviour</w:t>
      </w:r>
    </w:p>
    <w:p w:rsidR="00FB5721" w:rsidRPr="00C827A4" w:rsidRDefault="00FB5721">
      <w:r w:rsidRPr="00C827A4">
        <w:t>Test Area Reference: Cre_Exh_Genb</w:t>
      </w:r>
      <w:r w:rsidR="009D6D22" w:rsidRPr="00C827A4">
        <w:t>.</w:t>
      </w:r>
    </w:p>
    <w:p w:rsidR="00FB5721" w:rsidRPr="00C827A4" w:rsidRDefault="00FB5721" w:rsidP="00D65C82">
      <w:pPr>
        <w:pStyle w:val="Heading5"/>
      </w:pPr>
      <w:r w:rsidRPr="00C827A4">
        <w:t>5.5.5.1.1</w:t>
      </w:r>
      <w:r w:rsidRPr="00C827A4">
        <w:tab/>
        <w:t>Conformance requirement</w:t>
      </w:r>
    </w:p>
    <w:p w:rsidR="00FB5721" w:rsidRPr="00C827A4" w:rsidRDefault="00FB5721">
      <w:pPr>
        <w:pStyle w:val="H6"/>
      </w:pPr>
      <w:r w:rsidRPr="00C827A4">
        <w:t>5.5.5.1.1.1</w:t>
      </w:r>
      <w:r w:rsidRPr="00C827A4">
        <w:tab/>
        <w:t>Normal execution</w:t>
      </w:r>
    </w:p>
    <w:p w:rsidR="00FB5721" w:rsidRPr="00C827A4" w:rsidRDefault="00FB5721">
      <w:pPr>
        <w:pStyle w:val="B1"/>
      </w:pPr>
      <w:r w:rsidRPr="00C827A4">
        <w:t>CRRN1: If more than one Applet shall be triggered by the currently processed event all Exceptions shall be caught by the CAT Runtime Environment and shall not be sent to the terminal. The CAT Runtime Environment shall proceed with the triggering.</w:t>
      </w:r>
    </w:p>
    <w:p w:rsidR="00FB5721" w:rsidRPr="00C827A4" w:rsidRDefault="00FB5721">
      <w:pPr>
        <w:pStyle w:val="B1"/>
      </w:pPr>
      <w:r w:rsidRPr="00C827A4">
        <w:t>CRRN2: If only one Applet shall be triggered by the currently processed event and an ISOException with the reason code REPLY_BUSY is thrown, it shall be sent to the terminal using the Status Word 0x9300.</w:t>
      </w:r>
    </w:p>
    <w:p w:rsidR="00FB5721" w:rsidRPr="00C827A4" w:rsidRDefault="00FB5721">
      <w:pPr>
        <w:pStyle w:val="B1"/>
      </w:pPr>
      <w:r w:rsidRPr="00C827A4">
        <w:t>CRRN3: If only one Applet shall be triggered by the currently processed event other Exceptions than an ISOException with the reason code REPLY_BUSY shall not be propagated to the terminal.</w:t>
      </w:r>
    </w:p>
    <w:p w:rsidR="00FB5721" w:rsidRPr="00C827A4" w:rsidRDefault="00FB5721">
      <w:pPr>
        <w:pStyle w:val="H6"/>
      </w:pPr>
      <w:r w:rsidRPr="00C827A4">
        <w:lastRenderedPageBreak/>
        <w:t>5.5.5.1.1.2</w:t>
      </w:r>
      <w:r w:rsidRPr="00C827A4">
        <w:tab/>
        <w:t>Parameter errors</w:t>
      </w:r>
    </w:p>
    <w:p w:rsidR="00FB5721" w:rsidRPr="00C827A4" w:rsidRDefault="00FB5721">
      <w:r w:rsidRPr="00C827A4">
        <w:t>No requirements.</w:t>
      </w:r>
    </w:p>
    <w:p w:rsidR="00FB5721" w:rsidRPr="00C827A4" w:rsidRDefault="00FB5721">
      <w:pPr>
        <w:pStyle w:val="H6"/>
      </w:pPr>
      <w:r w:rsidRPr="00C827A4">
        <w:t>5.5.5.1.1.3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5.5.5.1.2</w:t>
      </w:r>
      <w:r w:rsidRPr="00C827A4">
        <w:tab/>
        <w:t>Test area files</w:t>
      </w:r>
    </w:p>
    <w:p w:rsidR="00FB5721" w:rsidRPr="00C827A4" w:rsidRDefault="00FB5721" w:rsidP="009D6D22">
      <w:pPr>
        <w:pStyle w:val="EX"/>
      </w:pPr>
      <w:r w:rsidRPr="00C827A4">
        <w:t>Test Source:</w:t>
      </w:r>
      <w:r w:rsidRPr="00C827A4">
        <w:tab/>
        <w:t>Test_Cre_Exh_Genb.java</w:t>
      </w:r>
      <w:r w:rsidR="009D6D22" w:rsidRPr="00C827A4">
        <w:t>.</w:t>
      </w:r>
    </w:p>
    <w:p w:rsidR="00FB5721" w:rsidRPr="00C827A4" w:rsidRDefault="00FB5721" w:rsidP="009D6D22">
      <w:pPr>
        <w:pStyle w:val="EX"/>
      </w:pPr>
      <w:r w:rsidRPr="00C827A4">
        <w:t>Test Applet:</w:t>
      </w:r>
      <w:r w:rsidRPr="00C827A4">
        <w:tab/>
        <w:t>Cre_Exh_Genb_1.java</w:t>
      </w:r>
      <w:r w:rsidR="009D6D22" w:rsidRPr="00C827A4">
        <w:t>.</w:t>
      </w:r>
    </w:p>
    <w:p w:rsidR="00FB5721" w:rsidRPr="00C827A4" w:rsidRDefault="00FB5721" w:rsidP="009D6D22">
      <w:pPr>
        <w:pStyle w:val="EX"/>
      </w:pPr>
      <w:r w:rsidRPr="00C827A4">
        <w:tab/>
        <w:t>Cre_Exh_Genb_2.java</w:t>
      </w:r>
      <w:r w:rsidR="009D6D22" w:rsidRPr="00C827A4">
        <w:t>.</w:t>
      </w:r>
    </w:p>
    <w:p w:rsidR="00FB5721" w:rsidRPr="00C827A4" w:rsidRDefault="00FB5721" w:rsidP="009D6D22">
      <w:pPr>
        <w:pStyle w:val="EX"/>
      </w:pPr>
      <w:r w:rsidRPr="00C827A4">
        <w:t>Cap File:</w:t>
      </w:r>
      <w:r w:rsidRPr="00C827A4">
        <w:tab/>
      </w:r>
      <w:r w:rsidR="003772E9" w:rsidRPr="00C827A4">
        <w:t>C</w:t>
      </w:r>
      <w:r w:rsidRPr="00C827A4">
        <w:t>re_exh_genb.cap</w:t>
      </w:r>
      <w:r w:rsidR="009D6D22" w:rsidRPr="00C827A4">
        <w:t>.</w:t>
      </w:r>
    </w:p>
    <w:p w:rsidR="00FB5721" w:rsidRPr="00C827A4" w:rsidRDefault="00FB5721" w:rsidP="00D65C82">
      <w:pPr>
        <w:pStyle w:val="Heading5"/>
      </w:pPr>
      <w:r w:rsidRPr="00C827A4">
        <w:t>5.5.5.1.3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w:t>
            </w:r>
          </w:p>
        </w:tc>
      </w:tr>
      <w:tr w:rsidR="00FB5721" w:rsidRPr="00C827A4">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2</w:t>
            </w:r>
          </w:p>
        </w:tc>
      </w:tr>
      <w:tr w:rsidR="00FB5721" w:rsidRPr="00C827A4">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3</w:t>
            </w:r>
          </w:p>
        </w:tc>
      </w:tr>
    </w:tbl>
    <w:p w:rsidR="00FB5721" w:rsidRPr="00C827A4" w:rsidRDefault="00FB5721"/>
    <w:p w:rsidR="00FB5721" w:rsidRPr="00C827A4" w:rsidRDefault="00FB5721" w:rsidP="00D65C82">
      <w:pPr>
        <w:pStyle w:val="Heading5"/>
      </w:pPr>
      <w:r w:rsidRPr="00C827A4">
        <w:t>5.5.5.1.4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0</w:t>
            </w:r>
          </w:p>
        </w:tc>
        <w:tc>
          <w:tcPr>
            <w:tcW w:w="4111" w:type="dxa"/>
            <w:tcBorders>
              <w:bottom w:val="single" w:sz="4" w:space="0" w:color="auto"/>
            </w:tcBorders>
          </w:tcPr>
          <w:p w:rsidR="00FB5721" w:rsidRPr="00C827A4" w:rsidRDefault="00FB5721">
            <w:pPr>
              <w:pStyle w:val="PL"/>
              <w:rPr>
                <w:noProof w:val="0"/>
              </w:rPr>
            </w:pPr>
            <w:r w:rsidRPr="00C827A4">
              <w:rPr>
                <w:noProof w:val="0"/>
              </w:rPr>
              <w:t>Applet1 is installed and registers to EVENT_MENU_SELECTION and EVENT_EVENT_DOWNLOAD_MT_CALL</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Applet2 is installed and registers to EVENT_EVENT_DOWNLOAD_MT_CALL and EVENT_EVENT_DOWNLOAD_USER_ACTIVITY</w:t>
            </w:r>
          </w:p>
        </w:tc>
        <w:tc>
          <w:tcPr>
            <w:tcW w:w="2911" w:type="dxa"/>
            <w:tcBorders>
              <w:bottom w:val="single" w:sz="4" w:space="0" w:color="auto"/>
            </w:tcBorders>
          </w:tcPr>
          <w:p w:rsidR="00FB5721" w:rsidRPr="00C827A4" w:rsidRDefault="00FB5721">
            <w:pPr>
              <w:pStyle w:val="TAL"/>
              <w:keepNext w:val="0"/>
              <w:keepLines w:val="0"/>
            </w:pPr>
          </w:p>
          <w:p w:rsidR="00FB5721" w:rsidRPr="00C827A4" w:rsidRDefault="00FB5721" w:rsidP="00FB5721">
            <w:pPr>
              <w:pStyle w:val="TAL"/>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bottom w:val="single" w:sz="4" w:space="0" w:color="auto"/>
            </w:tcBorders>
          </w:tcPr>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top w:val="single" w:sz="4" w:space="0" w:color="auto"/>
              <w:bottom w:val="single" w:sz="4" w:space="0" w:color="auto"/>
            </w:tcBorders>
          </w:tcPr>
          <w:p w:rsidR="00FB5721" w:rsidRPr="00C827A4" w:rsidRDefault="00FB5721">
            <w:pPr>
              <w:pStyle w:val="TAH"/>
            </w:pPr>
            <w:r w:rsidRPr="00C827A4">
              <w:t>ISOException REPLY_BUSY is not sent to the terminal in multi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Event Download MT Call (multi triggering event, multi registered applets)</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4- Send an envelope Event Download MT Call (multi triggering event, multi registered applets)</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w:t>
            </w:r>
          </w:p>
          <w:p w:rsidR="00FB5721" w:rsidRPr="00C827A4" w:rsidRDefault="00FB5721">
            <w:pPr>
              <w:pStyle w:val="TAL"/>
            </w:pPr>
          </w:p>
          <w:p w:rsidR="00FB5721" w:rsidRPr="00C827A4" w:rsidRDefault="00FB5721">
            <w:pPr>
              <w:pStyle w:val="TAL"/>
            </w:pPr>
            <w:r w:rsidRPr="00C827A4">
              <w:t>2- Applet1 sends a ISOException with the reason code REPLY_BUSY then finalizes</w:t>
            </w:r>
          </w:p>
          <w:p w:rsidR="00FB5721" w:rsidRPr="00C827A4" w:rsidRDefault="00FB5721">
            <w:pPr>
              <w:pStyle w:val="TAL"/>
            </w:pPr>
          </w:p>
          <w:p w:rsidR="00FB5721" w:rsidRPr="00C827A4" w:rsidRDefault="00FB5721">
            <w:pPr>
              <w:pStyle w:val="TAL"/>
            </w:pPr>
            <w:r w:rsidRPr="00C827A4">
              <w:t>Applet2 is triggered, does nothing and finalizes</w:t>
            </w:r>
          </w:p>
          <w:p w:rsidR="00FB5721" w:rsidRPr="00C827A4" w:rsidRDefault="00FB5721">
            <w:pPr>
              <w:pStyle w:val="TAL"/>
            </w:pPr>
          </w:p>
          <w:p w:rsidR="00FB5721" w:rsidRPr="00C827A4" w:rsidRDefault="00FB5721">
            <w:pPr>
              <w:pStyle w:val="TAL"/>
            </w:pPr>
            <w:r w:rsidRPr="00C827A4">
              <w:t>4- Applet1 is triggered, does nothing and finalizes</w:t>
            </w:r>
          </w:p>
          <w:p w:rsidR="00FB5721" w:rsidRPr="00C827A4" w:rsidRDefault="00FB5721">
            <w:pPr>
              <w:pStyle w:val="TAL"/>
            </w:pPr>
          </w:p>
          <w:p w:rsidR="00FB5721" w:rsidRPr="00C827A4" w:rsidRDefault="00FB5721">
            <w:pPr>
              <w:pStyle w:val="TAL"/>
            </w:pPr>
            <w:r w:rsidRPr="00C827A4">
              <w:t>Applet2 is triggered, sends a ISOException with the reason code REPLY_BUSY then finalizes</w:t>
            </w: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SW =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SW =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lastRenderedPageBreak/>
              <w:t>2</w:t>
            </w:r>
          </w:p>
        </w:tc>
        <w:tc>
          <w:tcPr>
            <w:tcW w:w="4111" w:type="dxa"/>
            <w:tcBorders>
              <w:top w:val="single" w:sz="4" w:space="0" w:color="auto"/>
              <w:bottom w:val="single" w:sz="4" w:space="0" w:color="auto"/>
            </w:tcBorders>
          </w:tcPr>
          <w:p w:rsidR="00FB5721" w:rsidRPr="00C827A4" w:rsidRDefault="00FB5721">
            <w:pPr>
              <w:pStyle w:val="TAH"/>
            </w:pPr>
            <w:r w:rsidRPr="00C827A4">
              <w:t>ISOException REPLY_BUSY is sent to the terminal in single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Menu Selection to trigger Applet1 (single triggering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Event Download User Activity (multi triggering event, single registered applet)</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sends a ISOException with the reason code REPLY_BUSY then finalizes</w:t>
            </w:r>
          </w:p>
          <w:p w:rsidR="00FB5721" w:rsidRPr="00C827A4" w:rsidRDefault="00FB5721">
            <w:pPr>
              <w:pStyle w:val="TAL"/>
            </w:pPr>
          </w:p>
          <w:p w:rsidR="00FB5721" w:rsidRPr="00C827A4" w:rsidRDefault="00FB5721">
            <w:pPr>
              <w:pStyle w:val="TAL"/>
            </w:pPr>
            <w:r w:rsidRPr="00C827A4">
              <w:t>2- Applet2 is triggered, sends a ISOException with the reason code REPLY_BUSY then finalizes</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93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SW = 93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3</w:t>
            </w:r>
          </w:p>
        </w:tc>
        <w:tc>
          <w:tcPr>
            <w:tcW w:w="4111" w:type="dxa"/>
            <w:tcBorders>
              <w:top w:val="single" w:sz="4" w:space="0" w:color="auto"/>
              <w:bottom w:val="single" w:sz="4" w:space="0" w:color="auto"/>
            </w:tcBorders>
          </w:tcPr>
          <w:p w:rsidR="00FB5721" w:rsidRPr="00C827A4" w:rsidRDefault="00FB5721">
            <w:pPr>
              <w:pStyle w:val="TAH"/>
            </w:pPr>
            <w:r w:rsidRPr="00C827A4">
              <w:t xml:space="preserve">Other exception than ISOException REPLY_BUSY are not sent to the terminal </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Menu Selection to trigger Applet1 (single triggering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Menu Selection to trigger Applet1 (single triggering event)</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Applet1 is triggered, sends a ISOException with reason code different to REPLY_BUSY then finalizes</w:t>
            </w:r>
          </w:p>
          <w:p w:rsidR="00FB5721" w:rsidRPr="00C827A4" w:rsidRDefault="00FB5721">
            <w:pPr>
              <w:pStyle w:val="TAL"/>
            </w:pPr>
          </w:p>
          <w:p w:rsidR="00FB5721" w:rsidRPr="00C827A4" w:rsidRDefault="00FB5721">
            <w:pPr>
              <w:pStyle w:val="TAL"/>
            </w:pPr>
            <w:r w:rsidRPr="00C827A4">
              <w:t>2- Applet1 is triggered, sends a ToolkitException then finalizes</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SW = 90 00</w:t>
            </w:r>
          </w:p>
        </w:tc>
      </w:tr>
    </w:tbl>
    <w:p w:rsidR="00FB5721" w:rsidRPr="00C827A4" w:rsidRDefault="00FB5721"/>
    <w:p w:rsidR="00FB5721" w:rsidRPr="00C827A4" w:rsidRDefault="00FB5721">
      <w:pPr>
        <w:pStyle w:val="Heading4"/>
      </w:pPr>
      <w:r w:rsidRPr="00C827A4">
        <w:t>5.5.5.2</w:t>
      </w:r>
      <w:r w:rsidRPr="00C827A4">
        <w:tab/>
        <w:t>Interaction with Multiple Triggering</w:t>
      </w:r>
    </w:p>
    <w:p w:rsidR="00FB5721" w:rsidRPr="00C827A4" w:rsidRDefault="00FB5721">
      <w:r w:rsidRPr="00C827A4">
        <w:t>Test Area Reference: Cre_Exh_Imtg.</w:t>
      </w:r>
    </w:p>
    <w:p w:rsidR="00FB5721" w:rsidRPr="00C827A4" w:rsidRDefault="00FB5721" w:rsidP="00D65C82">
      <w:pPr>
        <w:pStyle w:val="Heading5"/>
      </w:pPr>
      <w:r w:rsidRPr="00C827A4">
        <w:t>5.5.5.2.1</w:t>
      </w:r>
      <w:r w:rsidRPr="00C827A4">
        <w:tab/>
        <w:t>Conformance requirement</w:t>
      </w:r>
    </w:p>
    <w:p w:rsidR="00FB5721" w:rsidRPr="00C827A4" w:rsidRDefault="00FB5721">
      <w:pPr>
        <w:pStyle w:val="H6"/>
      </w:pPr>
      <w:r w:rsidRPr="00C827A4">
        <w:t>5.5.5.2.1.1</w:t>
      </w:r>
      <w:r w:rsidRPr="00C827A4">
        <w:tab/>
        <w:t>Normal execution</w:t>
      </w:r>
    </w:p>
    <w:p w:rsidR="00FB5721" w:rsidRPr="00C827A4" w:rsidRDefault="00FB5721">
      <w:pPr>
        <w:pStyle w:val="B1"/>
      </w:pPr>
      <w:r w:rsidRPr="00C827A4">
        <w:t>CRRN1: An exception thrown by a toolkit applet, will not influence toolkit applets registered to the same event.</w:t>
      </w:r>
    </w:p>
    <w:p w:rsidR="00FB5721" w:rsidRPr="00C827A4" w:rsidRDefault="00FB5721">
      <w:pPr>
        <w:pStyle w:val="H6"/>
      </w:pPr>
      <w:r w:rsidRPr="00C827A4">
        <w:t>5.5.5.2.1.2</w:t>
      </w:r>
      <w:r w:rsidRPr="00C827A4">
        <w:tab/>
        <w:t>Parameter errors</w:t>
      </w:r>
    </w:p>
    <w:p w:rsidR="00FB5721" w:rsidRPr="00C827A4" w:rsidRDefault="00FB5721">
      <w:r w:rsidRPr="00C827A4">
        <w:t>No requirements.</w:t>
      </w:r>
    </w:p>
    <w:p w:rsidR="00FB5721" w:rsidRPr="00C827A4" w:rsidRDefault="00FB5721">
      <w:pPr>
        <w:pStyle w:val="H6"/>
      </w:pPr>
      <w:r w:rsidRPr="00C827A4">
        <w:t>5.5.5.2.1.3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5.5.5.2.2</w:t>
      </w:r>
      <w:r w:rsidRPr="00C827A4">
        <w:tab/>
        <w:t>Test area files</w:t>
      </w:r>
    </w:p>
    <w:p w:rsidR="00FB5721" w:rsidRPr="00C827A4" w:rsidRDefault="00FB5721" w:rsidP="00FB5721">
      <w:pPr>
        <w:pStyle w:val="EX"/>
      </w:pPr>
      <w:r w:rsidRPr="00C827A4">
        <w:t>Test Source:</w:t>
      </w:r>
      <w:r w:rsidRPr="00C827A4">
        <w:tab/>
        <w:t>Test_Cre_Exh_Imtg.java.</w:t>
      </w:r>
    </w:p>
    <w:p w:rsidR="00FB5721" w:rsidRPr="00C827A4" w:rsidRDefault="00FB5721" w:rsidP="00FB5721">
      <w:pPr>
        <w:pStyle w:val="EX"/>
      </w:pPr>
      <w:r w:rsidRPr="00C827A4">
        <w:t>Test Applet:</w:t>
      </w:r>
      <w:r w:rsidRPr="00C827A4">
        <w:tab/>
        <w:t>Cre_Exh_Imtg_1.java.</w:t>
      </w:r>
    </w:p>
    <w:p w:rsidR="00FB5721" w:rsidRPr="00C827A4" w:rsidRDefault="00FB5721" w:rsidP="00FB5721">
      <w:pPr>
        <w:pStyle w:val="EX"/>
      </w:pPr>
      <w:r w:rsidRPr="00C827A4">
        <w:tab/>
        <w:t>Cre_Exh_Imtg_2.java.</w:t>
      </w:r>
    </w:p>
    <w:p w:rsidR="00FB5721" w:rsidRPr="00C827A4" w:rsidRDefault="00FB5721" w:rsidP="00FB5721">
      <w:pPr>
        <w:pStyle w:val="EX"/>
      </w:pPr>
      <w:r w:rsidRPr="00C827A4">
        <w:t>Cap File:</w:t>
      </w:r>
      <w:r w:rsidRPr="00C827A4">
        <w:tab/>
      </w:r>
      <w:r w:rsidR="003772E9" w:rsidRPr="00C827A4">
        <w:t>C</w:t>
      </w:r>
      <w:r w:rsidRPr="00C827A4">
        <w:t>re_exh_imtg.cap.</w:t>
      </w:r>
    </w:p>
    <w:p w:rsidR="00FB5721" w:rsidRPr="00C827A4" w:rsidRDefault="00FB5721" w:rsidP="00D65C82">
      <w:pPr>
        <w:pStyle w:val="Heading5"/>
      </w:pPr>
      <w:r w:rsidRPr="00C827A4">
        <w:t>5.5.5.2.3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1, 2, 3, 4</w:t>
            </w:r>
          </w:p>
        </w:tc>
      </w:tr>
    </w:tbl>
    <w:p w:rsidR="00FB5721" w:rsidRPr="00C827A4" w:rsidRDefault="00FB5721"/>
    <w:p w:rsidR="00FB5721" w:rsidRPr="00C827A4" w:rsidRDefault="00FB5721" w:rsidP="00FB5721">
      <w:pPr>
        <w:pStyle w:val="Heading5"/>
      </w:pPr>
      <w:r w:rsidRPr="00C827A4">
        <w:lastRenderedPageBreak/>
        <w:t>5.5.5.2.4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FB5721">
            <w:pPr>
              <w:pStyle w:val="TAH"/>
            </w:pPr>
            <w:r w:rsidRPr="00C827A4">
              <w:t>Id</w:t>
            </w:r>
          </w:p>
        </w:tc>
        <w:tc>
          <w:tcPr>
            <w:tcW w:w="4111" w:type="dxa"/>
          </w:tcPr>
          <w:p w:rsidR="00FB5721" w:rsidRPr="00C827A4" w:rsidRDefault="00FB5721" w:rsidP="00FB5721">
            <w:pPr>
              <w:pStyle w:val="TAH"/>
            </w:pPr>
            <w:r w:rsidRPr="00C827A4">
              <w:t>Description</w:t>
            </w:r>
          </w:p>
        </w:tc>
        <w:tc>
          <w:tcPr>
            <w:tcW w:w="2911" w:type="dxa"/>
          </w:tcPr>
          <w:p w:rsidR="00FB5721" w:rsidRPr="00C827A4" w:rsidRDefault="00FB5721" w:rsidP="00FB5721">
            <w:pPr>
              <w:pStyle w:val="TAH"/>
            </w:pPr>
            <w:r w:rsidRPr="00C827A4">
              <w:t>API/CAT RE Expectation</w:t>
            </w:r>
          </w:p>
        </w:tc>
        <w:tc>
          <w:tcPr>
            <w:tcW w:w="2334" w:type="dxa"/>
          </w:tcPr>
          <w:p w:rsidR="00FB5721" w:rsidRPr="00C827A4" w:rsidRDefault="00FB5721" w:rsidP="00FB5721">
            <w:pPr>
              <w:pStyle w:val="TAH"/>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rsidP="00FB5721">
            <w:pPr>
              <w:pStyle w:val="textcell"/>
              <w:keepNext/>
              <w:keepLines/>
              <w:rPr>
                <w:rFonts w:ascii="Arial" w:hAnsi="Arial"/>
                <w:sz w:val="18"/>
                <w:lang w:val="en-GB"/>
              </w:rPr>
            </w:pPr>
            <w:r w:rsidRPr="00C827A4">
              <w:rPr>
                <w:rFonts w:ascii="Arial" w:hAnsi="Arial"/>
                <w:sz w:val="18"/>
                <w:lang w:val="en-GB"/>
              </w:rPr>
              <w:t>0</w:t>
            </w:r>
          </w:p>
        </w:tc>
        <w:tc>
          <w:tcPr>
            <w:tcW w:w="4111" w:type="dxa"/>
          </w:tcPr>
          <w:p w:rsidR="00FB5721" w:rsidRPr="00C827A4" w:rsidRDefault="00FB5721" w:rsidP="00FB5721">
            <w:pPr>
              <w:pStyle w:val="TAH"/>
            </w:pPr>
            <w:r w:rsidRPr="00C827A4">
              <w:t>Load/install 2 toolkit applets registered to EVENT_STATUS_COMMAND, EVENT_PROFILE_DOWNLOAD, EVENT_UNRECOGNIZED_ENVELOPE, EVENT_EVENT_DOWNLOAD_MT_CALL</w:t>
            </w:r>
          </w:p>
          <w:p w:rsidR="00FB5721" w:rsidRPr="00C827A4" w:rsidRDefault="00FB5721" w:rsidP="00FB5721">
            <w:pPr>
              <w:pStyle w:val="PL"/>
              <w:keepNext/>
              <w:keepLines/>
              <w:rPr>
                <w:noProof w:val="0"/>
              </w:rPr>
            </w:pPr>
          </w:p>
          <w:p w:rsidR="00FB5721" w:rsidRPr="00C827A4" w:rsidRDefault="00FB5721" w:rsidP="00FB5721">
            <w:pPr>
              <w:pStyle w:val="PL"/>
              <w:keepNext/>
              <w:keepLines/>
              <w:rPr>
                <w:noProof w:val="0"/>
              </w:rPr>
            </w:pPr>
            <w:r w:rsidRPr="00C827A4">
              <w:rPr>
                <w:noProof w:val="0"/>
              </w:rPr>
              <w:t xml:space="preserve">Applet1: Priority= 0x01, </w:t>
            </w:r>
          </w:p>
          <w:p w:rsidR="00FB5721" w:rsidRPr="00C827A4" w:rsidRDefault="00FB5721" w:rsidP="00FB5721">
            <w:pPr>
              <w:pStyle w:val="PL"/>
              <w:keepNext/>
              <w:keepLines/>
              <w:rPr>
                <w:noProof w:val="0"/>
              </w:rPr>
            </w:pPr>
            <w:r w:rsidRPr="00C827A4">
              <w:rPr>
                <w:noProof w:val="0"/>
              </w:rPr>
              <w:t xml:space="preserve">Applet2: Priority= 0x02, </w:t>
            </w:r>
          </w:p>
          <w:p w:rsidR="00FB5721" w:rsidRPr="00C827A4" w:rsidRDefault="00FB5721" w:rsidP="00FB5721">
            <w:pPr>
              <w:pStyle w:val="PL"/>
              <w:keepNext/>
              <w:keepLines/>
              <w:rPr>
                <w:rStyle w:val="CODE"/>
                <w:noProof w:val="0"/>
              </w:rPr>
            </w:pPr>
            <w:r w:rsidRPr="00C827A4">
              <w:rPr>
                <w:noProof w:val="0"/>
              </w:rPr>
              <w:t>(i.e. Applet1 is triggered before Applet2)</w:t>
            </w:r>
          </w:p>
        </w:tc>
        <w:tc>
          <w:tcPr>
            <w:tcW w:w="2911" w:type="dxa"/>
          </w:tcPr>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tc>
        <w:tc>
          <w:tcPr>
            <w:tcW w:w="2334" w:type="dxa"/>
          </w:tcPr>
          <w:p w:rsidR="00FB5721" w:rsidRPr="00C827A4" w:rsidRDefault="00FB5721" w:rsidP="00FB5721">
            <w:pPr>
              <w:pStyle w:val="textcell"/>
              <w:keepNext/>
              <w:keepLines/>
              <w:rPr>
                <w:rFonts w:ascii="Arial" w:hAnsi="Arial"/>
                <w:sz w:val="18"/>
                <w:lang w:val="en-GB"/>
              </w:rPr>
            </w:pPr>
          </w:p>
          <w:p w:rsidR="00FB5721" w:rsidRPr="00C827A4" w:rsidRDefault="00FB5721" w:rsidP="00FB5721">
            <w:pPr>
              <w:pStyle w:val="textcell"/>
              <w:keepNext/>
              <w:keepLines/>
              <w:rPr>
                <w:rFonts w:ascii="Arial" w:hAnsi="Arial"/>
                <w:sz w:val="18"/>
                <w:lang w:val="en-GB"/>
              </w:rPr>
            </w:pPr>
          </w:p>
          <w:p w:rsidR="00FB5721" w:rsidRPr="00C827A4" w:rsidRDefault="00FB5721" w:rsidP="00FB5721">
            <w:pPr>
              <w:pStyle w:val="textcell"/>
              <w:keepNext/>
              <w:keepLines/>
              <w:rPr>
                <w:rFonts w:ascii="Arial" w:hAnsi="Arial"/>
                <w:sz w:val="18"/>
                <w:lang w:val="en-GB"/>
              </w:rPr>
            </w:pPr>
          </w:p>
          <w:p w:rsidR="00FB5721" w:rsidRPr="00C827A4" w:rsidRDefault="00FB5721" w:rsidP="00FB5721">
            <w:pPr>
              <w:pStyle w:val="textcell"/>
              <w:keepNext/>
              <w:keepLines/>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nil"/>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top w:val="nil"/>
              <w:bottom w:val="nil"/>
            </w:tcBorders>
          </w:tcPr>
          <w:p w:rsidR="00FB5721" w:rsidRPr="00C827A4" w:rsidRDefault="00FB5721">
            <w:pPr>
              <w:pStyle w:val="TAH"/>
              <w:keepNext w:val="0"/>
              <w:keepLines w:val="0"/>
              <w:rPr>
                <w:rStyle w:val="CODE"/>
                <w:b w:val="0"/>
              </w:rPr>
            </w:pPr>
            <w:r w:rsidRPr="00C827A4">
              <w:t xml:space="preserve">Profile_Download is sent </w:t>
            </w:r>
          </w:p>
          <w:p w:rsidR="00FB5721" w:rsidRPr="00C827A4" w:rsidRDefault="00FB5721">
            <w:pPr>
              <w:pStyle w:val="PL"/>
              <w:rPr>
                <w:rStyle w:val="CODE"/>
                <w:noProof w:val="0"/>
              </w:rPr>
            </w:pPr>
          </w:p>
          <w:p w:rsidR="00FB5721" w:rsidRPr="00C827A4" w:rsidRDefault="00FB5721">
            <w:pPr>
              <w:pStyle w:val="TAL"/>
              <w:rPr>
                <w:rStyle w:val="CODE"/>
              </w:rPr>
            </w:pPr>
          </w:p>
        </w:tc>
        <w:tc>
          <w:tcPr>
            <w:tcW w:w="2911" w:type="dxa"/>
            <w:tcBorders>
              <w:top w:val="nil"/>
              <w:bottom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p>
          <w:p w:rsidR="00FB5721" w:rsidRPr="00C827A4" w:rsidRDefault="00FB5721">
            <w:pPr>
              <w:pStyle w:val="TAL"/>
              <w:keepNext w:val="0"/>
              <w:keepLines w:val="0"/>
            </w:pPr>
            <w:r w:rsidRPr="00C827A4">
              <w:t>2- NullPointerException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3- Applet2 is triggered</w:t>
            </w:r>
          </w:p>
        </w:tc>
        <w:tc>
          <w:tcPr>
            <w:tcW w:w="2334" w:type="dxa"/>
            <w:tcBorders>
              <w:top w:val="nil"/>
              <w:bottom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4111" w:type="dxa"/>
            <w:tcBorders>
              <w:top w:val="single" w:sz="4" w:space="0" w:color="auto"/>
              <w:bottom w:val="nil"/>
              <w:right w:val="nil"/>
            </w:tcBorders>
          </w:tcPr>
          <w:p w:rsidR="00FB5721" w:rsidRPr="00C827A4" w:rsidRDefault="00FB5721">
            <w:pPr>
              <w:pStyle w:val="PL"/>
              <w:rPr>
                <w:rStyle w:val="CODE"/>
                <w:noProof w:val="0"/>
              </w:rPr>
            </w:pPr>
            <w:r w:rsidRPr="00C827A4">
              <w:rPr>
                <w:noProof w:val="0"/>
              </w:rPr>
              <w:t>Status_Command is sent</w:t>
            </w:r>
            <w:r w:rsidRPr="00C827A4">
              <w:rPr>
                <w:rStyle w:val="CODE"/>
                <w:noProof w:val="0"/>
              </w:rPr>
              <w:t xml:space="preserve"> </w:t>
            </w:r>
          </w:p>
          <w:p w:rsidR="00FB5721" w:rsidRPr="00C827A4" w:rsidRDefault="00FB5721">
            <w:pPr>
              <w:pStyle w:val="PL"/>
              <w:rPr>
                <w:rStyle w:val="CODE"/>
                <w:b/>
                <w:noProof w:val="0"/>
              </w:rPr>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r w:rsidRPr="00C827A4">
              <w:t xml:space="preserve"> </w:t>
            </w:r>
          </w:p>
          <w:p w:rsidR="00FB5721" w:rsidRPr="00C827A4" w:rsidRDefault="00FB5721">
            <w:pPr>
              <w:pStyle w:val="TAL"/>
              <w:keepNext w:val="0"/>
              <w:keepLines w:val="0"/>
            </w:pPr>
            <w:r w:rsidRPr="00C827A4">
              <w:t>2- NullPointerException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3- Applet2 is triggered</w:t>
            </w:r>
          </w:p>
        </w:tc>
        <w:tc>
          <w:tcPr>
            <w:tcW w:w="2334" w:type="dxa"/>
            <w:tcBorders>
              <w:top w:val="single" w:sz="4" w:space="0" w:color="auto"/>
              <w:left w:val="nil"/>
              <w:bottom w:val="single" w:sz="4" w:space="0" w:color="auto"/>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3</w:t>
            </w:r>
          </w:p>
        </w:tc>
        <w:tc>
          <w:tcPr>
            <w:tcW w:w="4111" w:type="dxa"/>
            <w:tcBorders>
              <w:top w:val="single" w:sz="4" w:space="0" w:color="auto"/>
              <w:bottom w:val="single" w:sz="4" w:space="0" w:color="auto"/>
              <w:right w:val="nil"/>
            </w:tcBorders>
          </w:tcPr>
          <w:p w:rsidR="00FB5721" w:rsidRPr="00C827A4" w:rsidRDefault="00FB5721">
            <w:pPr>
              <w:pStyle w:val="TAH"/>
              <w:keepNext w:val="0"/>
              <w:keepLines w:val="0"/>
              <w:rPr>
                <w:rStyle w:val="CODE"/>
              </w:rPr>
            </w:pPr>
            <w:r w:rsidRPr="00C827A4">
              <w:t>UNRECOGNIZED_Envelope is sent</w:t>
            </w:r>
            <w:r w:rsidRPr="00C827A4">
              <w:rPr>
                <w:rStyle w:val="CODE"/>
              </w:rPr>
              <w:t xml:space="preserve"> </w:t>
            </w:r>
          </w:p>
          <w:p w:rsidR="00FB5721" w:rsidRPr="00C827A4" w:rsidRDefault="00FB5721">
            <w:pPr>
              <w:pStyle w:val="PL"/>
              <w:rPr>
                <w:rStyle w:val="CODE"/>
                <w:noProof w:val="0"/>
              </w:rPr>
            </w:pPr>
          </w:p>
          <w:p w:rsidR="00FB5721" w:rsidRPr="00C827A4" w:rsidRDefault="00FB5721">
            <w:pPr>
              <w:pStyle w:val="PL"/>
              <w:rPr>
                <w:rStyle w:val="CODE"/>
                <w:b/>
                <w:noProof w:val="0"/>
              </w:rPr>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r w:rsidRPr="00C827A4">
              <w:t>2- NullPointerException is thrown</w:t>
            </w:r>
          </w:p>
          <w:p w:rsidR="00FB5721" w:rsidRPr="00C827A4" w:rsidRDefault="00FB5721">
            <w:pPr>
              <w:pStyle w:val="TAL"/>
              <w:keepNext w:val="0"/>
              <w:keepLines w:val="0"/>
            </w:pPr>
            <w:r w:rsidRPr="00C827A4">
              <w:t>3- Applet2 is triggered</w:t>
            </w:r>
          </w:p>
          <w:p w:rsidR="00FB5721" w:rsidRPr="00C827A4" w:rsidRDefault="00FB5721">
            <w:pPr>
              <w:pStyle w:val="TAL"/>
              <w:keepNext w:val="0"/>
              <w:keepLines w:val="0"/>
            </w:pPr>
          </w:p>
        </w:tc>
        <w:tc>
          <w:tcPr>
            <w:tcW w:w="2334" w:type="dxa"/>
            <w:tcBorders>
              <w:top w:val="single" w:sz="4" w:space="0" w:color="auto"/>
              <w:left w:val="nil"/>
              <w:bottom w:val="single" w:sz="4" w:space="0" w:color="auto"/>
            </w:tcBorders>
          </w:tcPr>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4</w:t>
            </w:r>
          </w:p>
        </w:tc>
        <w:tc>
          <w:tcPr>
            <w:tcW w:w="4111" w:type="dxa"/>
            <w:tcBorders>
              <w:top w:val="single" w:sz="4" w:space="0" w:color="auto"/>
              <w:bottom w:val="single" w:sz="4" w:space="0" w:color="auto"/>
              <w:right w:val="nil"/>
            </w:tcBorders>
          </w:tcPr>
          <w:p w:rsidR="00FB5721" w:rsidRPr="00C827A4" w:rsidRDefault="00FB5721">
            <w:pPr>
              <w:pStyle w:val="TAH"/>
              <w:keepNext w:val="0"/>
              <w:keepLines w:val="0"/>
              <w:rPr>
                <w:rStyle w:val="CODE"/>
              </w:rPr>
            </w:pPr>
            <w:r w:rsidRPr="00C827A4">
              <w:t>Event_Download_MT_Call is sent</w:t>
            </w:r>
            <w:r w:rsidRPr="00C827A4">
              <w:rPr>
                <w:rStyle w:val="CODE"/>
              </w:rPr>
              <w:t xml:space="preserve"> </w:t>
            </w:r>
          </w:p>
          <w:p w:rsidR="00FB5721" w:rsidRPr="00C827A4" w:rsidRDefault="00FB5721">
            <w:pPr>
              <w:pStyle w:val="PL"/>
              <w:rPr>
                <w:noProof w:val="0"/>
              </w:rPr>
            </w:pPr>
          </w:p>
          <w:p w:rsidR="00FB5721" w:rsidRPr="00C827A4" w:rsidRDefault="00FB5721">
            <w:pPr>
              <w:pStyle w:val="PL"/>
              <w:rPr>
                <w:rStyle w:val="CODE"/>
                <w:b/>
                <w:noProof w:val="0"/>
              </w:rPr>
            </w:pP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r w:rsidRPr="00C827A4">
              <w:t xml:space="preserve"> </w:t>
            </w:r>
          </w:p>
          <w:p w:rsidR="00FB5721" w:rsidRPr="00C827A4" w:rsidRDefault="00FB5721">
            <w:pPr>
              <w:pStyle w:val="TAL"/>
              <w:keepNext w:val="0"/>
              <w:keepLines w:val="0"/>
            </w:pPr>
            <w:r w:rsidRPr="00C827A4">
              <w:t>2- NullPointerException is thrown</w:t>
            </w:r>
          </w:p>
          <w:p w:rsidR="00FB5721" w:rsidRPr="00C827A4" w:rsidRDefault="00FB5721">
            <w:pPr>
              <w:pStyle w:val="TAL"/>
              <w:keepNext w:val="0"/>
              <w:keepLines w:val="0"/>
            </w:pPr>
          </w:p>
          <w:p w:rsidR="00FB5721" w:rsidRPr="00C827A4" w:rsidRDefault="00FB5721">
            <w:pPr>
              <w:pStyle w:val="TAL"/>
              <w:keepNext w:val="0"/>
              <w:keepLines w:val="0"/>
            </w:pPr>
            <w:r w:rsidRPr="00C827A4">
              <w:t>3- Applet2 is triggered</w:t>
            </w:r>
          </w:p>
        </w:tc>
        <w:tc>
          <w:tcPr>
            <w:tcW w:w="2334" w:type="dxa"/>
            <w:tcBorders>
              <w:top w:val="single" w:sz="4" w:space="0" w:color="auto"/>
              <w:left w:val="nil"/>
              <w:bottom w:val="single" w:sz="4" w:space="0" w:color="auto"/>
            </w:tcBorders>
          </w:tcPr>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p w:rsidR="00FB5721" w:rsidRPr="00C827A4" w:rsidRDefault="00FB5721">
            <w:pPr>
              <w:pStyle w:val="textcell"/>
              <w:rPr>
                <w:rFonts w:ascii="Arial" w:hAnsi="Arial"/>
                <w:sz w:val="18"/>
                <w:lang w:val="en-GB"/>
              </w:rPr>
            </w:pPr>
          </w:p>
        </w:tc>
      </w:tr>
    </w:tbl>
    <w:p w:rsidR="00FB5721" w:rsidRPr="00C827A4" w:rsidRDefault="00FB5721"/>
    <w:p w:rsidR="00FB5721" w:rsidRPr="00C827A4" w:rsidRDefault="00FB5721">
      <w:pPr>
        <w:pStyle w:val="Heading3"/>
      </w:pPr>
      <w:r w:rsidRPr="00C827A4">
        <w:t>5.5.6</w:t>
      </w:r>
      <w:r w:rsidRPr="00C827A4">
        <w:tab/>
        <w:t>Envelope Response Posting</w:t>
      </w:r>
    </w:p>
    <w:p w:rsidR="00FB5721" w:rsidRPr="00C827A4" w:rsidRDefault="00FB5721">
      <w:pPr>
        <w:pStyle w:val="Heading4"/>
      </w:pPr>
      <w:r w:rsidRPr="00C827A4">
        <w:t>5.5.6.1</w:t>
      </w:r>
      <w:r w:rsidRPr="00C827A4">
        <w:tab/>
        <w:t>General Behaviour</w:t>
      </w:r>
    </w:p>
    <w:p w:rsidR="00FB5721" w:rsidRPr="00C827A4" w:rsidRDefault="00FB5721">
      <w:r w:rsidRPr="00C827A4">
        <w:t>Test Area Reference: Cre_Erp_Genb.</w:t>
      </w:r>
    </w:p>
    <w:p w:rsidR="00FB5721" w:rsidRPr="00C827A4" w:rsidRDefault="00FB5721" w:rsidP="00D65C82">
      <w:pPr>
        <w:pStyle w:val="Heading5"/>
      </w:pPr>
      <w:r w:rsidRPr="00C827A4">
        <w:t>5.5.6.1.1</w:t>
      </w:r>
      <w:r w:rsidRPr="00C827A4">
        <w:tab/>
        <w:t>Conformance requirement</w:t>
      </w:r>
    </w:p>
    <w:p w:rsidR="00FB5721" w:rsidRPr="00C827A4" w:rsidRDefault="00FB5721">
      <w:pPr>
        <w:pStyle w:val="H6"/>
      </w:pPr>
      <w:r w:rsidRPr="00C827A4">
        <w:t>5.5.6.1.1.1</w:t>
      </w:r>
      <w:r w:rsidRPr="00C827A4">
        <w:tab/>
        <w:t>Normal execution</w:t>
      </w:r>
    </w:p>
    <w:p w:rsidR="00FB5721" w:rsidRPr="00C827A4" w:rsidRDefault="00FB5721">
      <w:pPr>
        <w:pStyle w:val="B1"/>
      </w:pPr>
      <w:r w:rsidRPr="00C827A4">
        <w:t xml:space="preserve">CRRN1: A Toolkit Applet can post a response to some events with the </w:t>
      </w:r>
      <w:r w:rsidRPr="00C827A4">
        <w:rPr>
          <w:i/>
        </w:rPr>
        <w:t xml:space="preserve">post() </w:t>
      </w:r>
      <w:r w:rsidRPr="00C827A4">
        <w:t xml:space="preserve">or the </w:t>
      </w:r>
      <w:r w:rsidRPr="00C827A4">
        <w:rPr>
          <w:i/>
        </w:rPr>
        <w:t>postAsBERTLV()</w:t>
      </w:r>
      <w:r w:rsidRPr="00C827A4">
        <w:t xml:space="preserve"> methods and can continue its processing after the call to these methods.</w:t>
      </w:r>
    </w:p>
    <w:p w:rsidR="00FB5721" w:rsidRPr="00C827A4" w:rsidRDefault="00FB5721">
      <w:pPr>
        <w:pStyle w:val="B1"/>
      </w:pPr>
      <w:r w:rsidRPr="00C827A4">
        <w:t>CRRN2: The CAT Runtime Environment shall send the response before the emission of the next proactive command or when all the Toolkit Applets triggered by the event have finished their processing.</w:t>
      </w:r>
    </w:p>
    <w:p w:rsidR="00FB5721" w:rsidRPr="00C827A4" w:rsidRDefault="00FB5721">
      <w:pPr>
        <w:pStyle w:val="B1"/>
      </w:pPr>
      <w:r w:rsidRPr="00C827A4">
        <w:t xml:space="preserve">CRRN3: The Boolean parameter passed to the </w:t>
      </w:r>
      <w:r w:rsidRPr="00C827A4">
        <w:rPr>
          <w:i/>
          <w:iCs/>
        </w:rPr>
        <w:t xml:space="preserve">post() </w:t>
      </w:r>
      <w:r w:rsidRPr="00C827A4">
        <w:t xml:space="preserve">or </w:t>
      </w:r>
      <w:r w:rsidRPr="00C827A4">
        <w:rPr>
          <w:i/>
          <w:iCs/>
        </w:rPr>
        <w:t xml:space="preserve">postAsBERTLV() </w:t>
      </w:r>
      <w:r w:rsidRPr="00C827A4">
        <w:t>method shall be mapped by the CAT Runtime Environment to the correct status word. If the value is true it corresponds to a successful ending of the command status word "9000". If the value is false it corresponds to a warning status word "6200".</w:t>
      </w:r>
    </w:p>
    <w:p w:rsidR="00FB5721" w:rsidRPr="00C827A4" w:rsidRDefault="00FB5721">
      <w:pPr>
        <w:pStyle w:val="H6"/>
      </w:pPr>
      <w:r w:rsidRPr="00C827A4">
        <w:t>5.5.6.1.1.2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5.5.6.1.1.3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5.5.6.1.2</w:t>
      </w:r>
      <w:r w:rsidRPr="00C827A4">
        <w:tab/>
        <w:t>Test area files</w:t>
      </w:r>
    </w:p>
    <w:p w:rsidR="00FB5721" w:rsidRPr="00C827A4" w:rsidRDefault="00FB5721">
      <w:pPr>
        <w:pStyle w:val="B10"/>
        <w:tabs>
          <w:tab w:val="left" w:pos="2268"/>
        </w:tabs>
        <w:ind w:left="284" w:firstLine="0"/>
      </w:pPr>
      <w:r w:rsidRPr="00C827A4">
        <w:t>None.</w:t>
      </w:r>
    </w:p>
    <w:p w:rsidR="00FB5721" w:rsidRPr="00C827A4" w:rsidRDefault="00FB5721" w:rsidP="00D65C82">
      <w:pPr>
        <w:pStyle w:val="Heading5"/>
      </w:pPr>
      <w:r w:rsidRPr="00C827A4">
        <w:t>5.5.6.1.3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790"/>
      </w:tblGrid>
      <w:tr w:rsidR="00FB5721" w:rsidRPr="00C827A4" w:rsidTr="00FB5721">
        <w:trPr>
          <w:tblHeader/>
          <w:jc w:val="center"/>
        </w:trPr>
        <w:tc>
          <w:tcPr>
            <w:tcW w:w="2276" w:type="dxa"/>
          </w:tcPr>
          <w:p w:rsidR="00FB5721" w:rsidRPr="00C827A4" w:rsidRDefault="00FB5721">
            <w:pPr>
              <w:pStyle w:val="TAH"/>
              <w:keepNext w:val="0"/>
              <w:keepLines w:val="0"/>
            </w:pPr>
            <w:r w:rsidRPr="00C827A4">
              <w:t>CRR Number</w:t>
            </w:r>
          </w:p>
        </w:tc>
        <w:tc>
          <w:tcPr>
            <w:tcW w:w="2790" w:type="dxa"/>
          </w:tcPr>
          <w:p w:rsidR="00FB5721" w:rsidRPr="00C827A4" w:rsidRDefault="00FB5721">
            <w:pPr>
              <w:pStyle w:val="TAH"/>
              <w:keepNext w:val="0"/>
              <w:keepLines w:val="0"/>
            </w:pPr>
            <w:r w:rsidRPr="00C827A4">
              <w:t>Test Case Number</w:t>
            </w:r>
          </w:p>
        </w:tc>
      </w:tr>
      <w:tr w:rsidR="00FB5721" w:rsidRPr="00C827A4" w:rsidTr="00FB5721">
        <w:trPr>
          <w:jc w:val="center"/>
        </w:trPr>
        <w:tc>
          <w:tcPr>
            <w:tcW w:w="2276" w:type="dxa"/>
          </w:tcPr>
          <w:p w:rsidR="00FB5721" w:rsidRPr="00C827A4" w:rsidRDefault="00FB5721">
            <w:pPr>
              <w:pStyle w:val="TAC"/>
              <w:keepNext w:val="0"/>
              <w:keepLines w:val="0"/>
            </w:pPr>
            <w:r w:rsidRPr="00C827A4">
              <w:t>CRRN1</w:t>
            </w:r>
          </w:p>
        </w:tc>
        <w:tc>
          <w:tcPr>
            <w:tcW w:w="2790" w:type="dxa"/>
          </w:tcPr>
          <w:p w:rsidR="00FB5721" w:rsidRPr="00C827A4" w:rsidRDefault="00FB5721">
            <w:pPr>
              <w:pStyle w:val="TAC"/>
              <w:keepNext w:val="0"/>
              <w:keepLines w:val="0"/>
            </w:pPr>
            <w:r w:rsidRPr="00C827A4">
              <w:t>See Api_2_Erh_Postb: CRRN1</w:t>
            </w:r>
          </w:p>
          <w:p w:rsidR="00FB5721" w:rsidRPr="00C827A4" w:rsidRDefault="00FB5721">
            <w:pPr>
              <w:pStyle w:val="TAC"/>
              <w:keepNext w:val="0"/>
              <w:keepLines w:val="0"/>
            </w:pPr>
            <w:r w:rsidRPr="00C827A4">
              <w:t>See Api_2_Erh_Postbb: CRRN1</w:t>
            </w:r>
          </w:p>
        </w:tc>
      </w:tr>
      <w:tr w:rsidR="00FB5721" w:rsidRPr="00C827A4" w:rsidTr="00FB5721">
        <w:trPr>
          <w:jc w:val="center"/>
        </w:trPr>
        <w:tc>
          <w:tcPr>
            <w:tcW w:w="2276" w:type="dxa"/>
          </w:tcPr>
          <w:p w:rsidR="00FB5721" w:rsidRPr="00C827A4" w:rsidRDefault="00FB5721">
            <w:pPr>
              <w:pStyle w:val="TAC"/>
              <w:keepNext w:val="0"/>
              <w:keepLines w:val="0"/>
            </w:pPr>
            <w:r w:rsidRPr="00C827A4">
              <w:t>CRRN2</w:t>
            </w:r>
          </w:p>
        </w:tc>
        <w:tc>
          <w:tcPr>
            <w:tcW w:w="2790" w:type="dxa"/>
          </w:tcPr>
          <w:p w:rsidR="00FB5721" w:rsidRPr="00C827A4" w:rsidRDefault="00FB5721">
            <w:pPr>
              <w:pStyle w:val="TAC"/>
              <w:keepNext w:val="0"/>
              <w:keepLines w:val="0"/>
            </w:pPr>
            <w:r w:rsidRPr="00C827A4">
              <w:t>See Api_2_Erh_Postb: CRRN3</w:t>
            </w:r>
          </w:p>
          <w:p w:rsidR="00FB5721" w:rsidRPr="00C827A4" w:rsidRDefault="00FB5721">
            <w:pPr>
              <w:pStyle w:val="TAC"/>
              <w:keepNext w:val="0"/>
              <w:keepLines w:val="0"/>
            </w:pPr>
            <w:r w:rsidRPr="00C827A4">
              <w:t>See Api_2_Erh_Postbb: CRRN3</w:t>
            </w:r>
          </w:p>
        </w:tc>
      </w:tr>
      <w:tr w:rsidR="00FB5721" w:rsidRPr="00C827A4" w:rsidTr="00FB5721">
        <w:trPr>
          <w:jc w:val="center"/>
        </w:trPr>
        <w:tc>
          <w:tcPr>
            <w:tcW w:w="2276" w:type="dxa"/>
          </w:tcPr>
          <w:p w:rsidR="00FB5721" w:rsidRPr="00C827A4" w:rsidRDefault="00FB5721">
            <w:pPr>
              <w:pStyle w:val="TAC"/>
              <w:keepNext w:val="0"/>
              <w:keepLines w:val="0"/>
            </w:pPr>
            <w:r w:rsidRPr="00C827A4">
              <w:t>CRRN3</w:t>
            </w:r>
          </w:p>
        </w:tc>
        <w:tc>
          <w:tcPr>
            <w:tcW w:w="2790" w:type="dxa"/>
          </w:tcPr>
          <w:p w:rsidR="00FB5721" w:rsidRPr="00C827A4" w:rsidRDefault="00FB5721">
            <w:pPr>
              <w:pStyle w:val="TAC"/>
              <w:keepNext w:val="0"/>
              <w:keepLines w:val="0"/>
            </w:pPr>
            <w:r w:rsidRPr="00C827A4">
              <w:t>See Api_2_Erh_Postb: CRRN4</w:t>
            </w:r>
          </w:p>
          <w:p w:rsidR="00FB5721" w:rsidRPr="00C827A4" w:rsidRDefault="00FB5721">
            <w:pPr>
              <w:pStyle w:val="TAC"/>
              <w:keepNext w:val="0"/>
              <w:keepLines w:val="0"/>
            </w:pPr>
            <w:r w:rsidRPr="00C827A4">
              <w:t>See Api_2_Erh_Postbb: CRRN4</w:t>
            </w:r>
          </w:p>
        </w:tc>
      </w:tr>
    </w:tbl>
    <w:p w:rsidR="00FB5721" w:rsidRPr="00C827A4" w:rsidRDefault="00FB5721"/>
    <w:p w:rsidR="00FB5721" w:rsidRPr="00C827A4" w:rsidRDefault="00FB5721" w:rsidP="00D65C82">
      <w:pPr>
        <w:pStyle w:val="Heading5"/>
      </w:pPr>
      <w:r w:rsidRPr="00C827A4">
        <w:t>5.5.6.1.4</w:t>
      </w:r>
      <w:r w:rsidRPr="00C827A4">
        <w:tab/>
        <w:t>Test procedure</w:t>
      </w:r>
    </w:p>
    <w:p w:rsidR="00FB5721" w:rsidRPr="00C827A4" w:rsidRDefault="00FB5721">
      <w:r w:rsidRPr="00C827A4">
        <w:t>None.</w:t>
      </w:r>
    </w:p>
    <w:p w:rsidR="00FB5721" w:rsidRPr="00C827A4" w:rsidRDefault="00FB5721">
      <w:pPr>
        <w:pStyle w:val="Heading4"/>
      </w:pPr>
      <w:r w:rsidRPr="00C827A4">
        <w:t>5.5.6.2</w:t>
      </w:r>
      <w:r w:rsidRPr="00C827A4">
        <w:tab/>
        <w:t>EVENT_CALL_CONTROL_BY_NAA</w:t>
      </w:r>
    </w:p>
    <w:p w:rsidR="00FB5721" w:rsidRPr="00C827A4" w:rsidRDefault="00FB5721">
      <w:r w:rsidRPr="00C827A4">
        <w:t>Test Area Reference: Cre_Erp_Eccn.</w:t>
      </w:r>
    </w:p>
    <w:p w:rsidR="00FB5721" w:rsidRPr="00C827A4" w:rsidRDefault="00FB5721" w:rsidP="00D65C82">
      <w:pPr>
        <w:pStyle w:val="Heading5"/>
      </w:pPr>
      <w:r w:rsidRPr="00C827A4">
        <w:t>5.5.6.2.1</w:t>
      </w:r>
      <w:r w:rsidRPr="00C827A4">
        <w:tab/>
        <w:t>Conformance requirement</w:t>
      </w:r>
    </w:p>
    <w:p w:rsidR="00FB5721" w:rsidRPr="00C827A4" w:rsidRDefault="00FB5721">
      <w:pPr>
        <w:pStyle w:val="H6"/>
      </w:pPr>
      <w:r w:rsidRPr="00C827A4">
        <w:t>5.5.6.2.1.1</w:t>
      </w:r>
      <w:r w:rsidRPr="00C827A4">
        <w:tab/>
        <w:t>Normal execution</w:t>
      </w:r>
    </w:p>
    <w:p w:rsidR="00FB5721" w:rsidRPr="00C827A4" w:rsidRDefault="00FB5721">
      <w:pPr>
        <w:pStyle w:val="B1"/>
      </w:pPr>
      <w:r w:rsidRPr="00C827A4">
        <w:t>CRRN1: The CAT Runtime Environment can't reply busy when an Envelope(Call Control) is sent to the UICC.</w:t>
      </w:r>
    </w:p>
    <w:p w:rsidR="00FB5721" w:rsidRPr="00C827A4" w:rsidRDefault="00FB5721">
      <w:pPr>
        <w:pStyle w:val="H6"/>
      </w:pPr>
      <w:r w:rsidRPr="00C827A4">
        <w:t>5.5.6.2.1.2</w:t>
      </w:r>
      <w:r w:rsidRPr="00C827A4">
        <w:tab/>
        <w:t>Parameter errors</w:t>
      </w:r>
    </w:p>
    <w:p w:rsidR="00FB5721" w:rsidRPr="00C827A4" w:rsidRDefault="00FB5721">
      <w:r w:rsidRPr="00C827A4">
        <w:t>No requirements.</w:t>
      </w:r>
    </w:p>
    <w:p w:rsidR="00FB5721" w:rsidRPr="00C827A4" w:rsidRDefault="00FB5721">
      <w:pPr>
        <w:pStyle w:val="H6"/>
      </w:pPr>
      <w:r w:rsidRPr="00C827A4">
        <w:t>5.5.6.2.1.3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5.5.6.2.2</w:t>
      </w:r>
      <w:r w:rsidRPr="00C827A4">
        <w:tab/>
        <w:t>Test area files</w:t>
      </w:r>
    </w:p>
    <w:p w:rsidR="00FB5721" w:rsidRPr="00C827A4" w:rsidRDefault="00FB5721" w:rsidP="00FB5721">
      <w:pPr>
        <w:pStyle w:val="EX"/>
      </w:pPr>
      <w:r w:rsidRPr="00C827A4">
        <w:t>Test Source:</w:t>
      </w:r>
      <w:r w:rsidRPr="00C827A4">
        <w:tab/>
        <w:t>Test_Cre_Erp_Eccn.java.</w:t>
      </w:r>
    </w:p>
    <w:p w:rsidR="00FB5721" w:rsidRPr="00C827A4" w:rsidRDefault="00FB5721" w:rsidP="00FB5721">
      <w:pPr>
        <w:pStyle w:val="EX"/>
      </w:pPr>
      <w:r w:rsidRPr="00C827A4">
        <w:t>Test Applet:</w:t>
      </w:r>
      <w:r w:rsidRPr="00C827A4">
        <w:tab/>
        <w:t>Cre_Erp_Eccn_1.java.</w:t>
      </w:r>
    </w:p>
    <w:p w:rsidR="00FB5721" w:rsidRPr="00C827A4" w:rsidRDefault="00FB5721" w:rsidP="00FB5721">
      <w:pPr>
        <w:pStyle w:val="EX"/>
      </w:pPr>
      <w:r w:rsidRPr="00C827A4">
        <w:tab/>
        <w:t>Cre_Erp_Eccn_2.java.</w:t>
      </w:r>
    </w:p>
    <w:p w:rsidR="00FB5721" w:rsidRPr="00C827A4" w:rsidRDefault="00FB5721" w:rsidP="00FB5721">
      <w:pPr>
        <w:pStyle w:val="EX"/>
      </w:pPr>
      <w:r w:rsidRPr="00C827A4">
        <w:tab/>
        <w:t>Cre_Erp_Eccn_3.java.</w:t>
      </w:r>
    </w:p>
    <w:p w:rsidR="00FB5721" w:rsidRPr="00C827A4" w:rsidRDefault="00FB5721" w:rsidP="00FB5721">
      <w:pPr>
        <w:pStyle w:val="EX"/>
      </w:pPr>
      <w:r w:rsidRPr="00C827A4">
        <w:t>Cap File:</w:t>
      </w:r>
      <w:r w:rsidRPr="00C827A4">
        <w:tab/>
      </w:r>
      <w:r w:rsidR="003772E9" w:rsidRPr="00C827A4">
        <w:t>C</w:t>
      </w:r>
      <w:r w:rsidRPr="00C827A4">
        <w:t>re_erp_eccn.cap.</w:t>
      </w:r>
    </w:p>
    <w:p w:rsidR="00FB5721" w:rsidRPr="00C827A4" w:rsidRDefault="00FB5721" w:rsidP="00D65C82">
      <w:pPr>
        <w:pStyle w:val="Heading5"/>
      </w:pPr>
      <w:r w:rsidRPr="00C827A4">
        <w:t>5.5.6.2.3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1, 2</w:t>
            </w:r>
          </w:p>
        </w:tc>
      </w:tr>
    </w:tbl>
    <w:p w:rsidR="00FB5721" w:rsidRPr="00C827A4" w:rsidRDefault="00FB5721"/>
    <w:p w:rsidR="00FB5721" w:rsidRPr="00C827A4" w:rsidRDefault="00FB5721" w:rsidP="00D65C82">
      <w:pPr>
        <w:pStyle w:val="Heading5"/>
      </w:pPr>
      <w:r w:rsidRPr="00C827A4">
        <w:lastRenderedPageBreak/>
        <w:t>5.5.6.2.4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pPr>
            <w:r w:rsidRPr="00C827A4">
              <w:t>Id</w:t>
            </w:r>
          </w:p>
        </w:tc>
        <w:tc>
          <w:tcPr>
            <w:tcW w:w="4111" w:type="dxa"/>
          </w:tcPr>
          <w:p w:rsidR="00FB5721" w:rsidRPr="00C827A4" w:rsidRDefault="00FB5721">
            <w:pPr>
              <w:pStyle w:val="TAH"/>
            </w:pPr>
            <w:r w:rsidRPr="00C827A4">
              <w:t>Description</w:t>
            </w:r>
          </w:p>
        </w:tc>
        <w:tc>
          <w:tcPr>
            <w:tcW w:w="2911" w:type="dxa"/>
          </w:tcPr>
          <w:p w:rsidR="00FB5721" w:rsidRPr="00C827A4" w:rsidRDefault="00FB5721">
            <w:pPr>
              <w:pStyle w:val="TAH"/>
            </w:pPr>
            <w:r w:rsidRPr="00C827A4">
              <w:t>API/CAT RE Expectation</w:t>
            </w:r>
          </w:p>
        </w:tc>
        <w:tc>
          <w:tcPr>
            <w:tcW w:w="2334" w:type="dxa"/>
          </w:tcPr>
          <w:p w:rsidR="00FB5721" w:rsidRPr="00C827A4" w:rsidRDefault="00FB5721">
            <w:pPr>
              <w:pStyle w:val="TAH"/>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extcell"/>
              <w:keepNext/>
              <w:keepLines/>
              <w:rPr>
                <w:rFonts w:ascii="Arial" w:hAnsi="Arial"/>
                <w:sz w:val="18"/>
                <w:lang w:val="en-GB"/>
              </w:rPr>
            </w:pPr>
            <w:r w:rsidRPr="00C827A4">
              <w:rPr>
                <w:rFonts w:ascii="Arial" w:hAnsi="Arial"/>
                <w:sz w:val="18"/>
                <w:lang w:val="en-GB"/>
              </w:rPr>
              <w:t>1</w:t>
            </w:r>
          </w:p>
        </w:tc>
        <w:tc>
          <w:tcPr>
            <w:tcW w:w="4111" w:type="dxa"/>
            <w:tcBorders>
              <w:bottom w:val="single" w:sz="4" w:space="0" w:color="auto"/>
            </w:tcBorders>
          </w:tcPr>
          <w:p w:rsidR="00FB5721" w:rsidRPr="00C827A4" w:rsidRDefault="00FB5721">
            <w:pPr>
              <w:pStyle w:val="TAH"/>
            </w:pPr>
            <w:r w:rsidRPr="00C827A4">
              <w:t xml:space="preserve">Applet1 is registered on the EVENT_CALL_CONTROL_BY_NAA, Applet2 is registered and triggered on the EVENT_MENU_SELECTION. </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Applet2 invokes the method send() and no fetch is performed</w:t>
            </w:r>
          </w:p>
          <w:p w:rsidR="00FB5721" w:rsidRPr="00C827A4" w:rsidRDefault="00FB5721">
            <w:pPr>
              <w:pStyle w:val="PL"/>
              <w:rPr>
                <w:noProof w:val="0"/>
              </w:rPr>
            </w:pPr>
          </w:p>
          <w:p w:rsidR="00FB5721" w:rsidRPr="00C827A4" w:rsidRDefault="00FB5721">
            <w:pPr>
              <w:pStyle w:val="PL"/>
              <w:rPr>
                <w:noProof w:val="0"/>
              </w:rPr>
            </w:pPr>
            <w:r w:rsidRPr="00C827A4">
              <w:rPr>
                <w:noProof w:val="0"/>
              </w:rPr>
              <w:t>2- Envelope(Call Control)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3- Applet1 calls the method EnvelopeResponseHandler.postASBERTLV() to change any incoming dialling number into +11 22 33 44</w:t>
            </w:r>
          </w:p>
          <w:p w:rsidR="00FB5721" w:rsidRPr="00C827A4" w:rsidRDefault="00FB5721">
            <w:pPr>
              <w:pStyle w:val="PL"/>
              <w:rPr>
                <w:noProof w:val="0"/>
              </w:rPr>
            </w:pPr>
          </w:p>
          <w:p w:rsidR="00FB5721" w:rsidRPr="00C827A4" w:rsidRDefault="00FB5721">
            <w:pPr>
              <w:pStyle w:val="PL"/>
              <w:rPr>
                <w:noProof w:val="0"/>
              </w:rPr>
            </w:pPr>
            <w:r w:rsidRPr="00C827A4">
              <w:rPr>
                <w:noProof w:val="0"/>
              </w:rPr>
              <w:t>4- A Fetch command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5- A Terminal Response command is sent to the UICC </w:t>
            </w:r>
          </w:p>
          <w:p w:rsidR="00FB5721" w:rsidRPr="00C827A4" w:rsidRDefault="00FB5721">
            <w:pPr>
              <w:pStyle w:val="PL"/>
              <w:rPr>
                <w:noProof w:val="0"/>
              </w:rPr>
            </w:pPr>
          </w:p>
          <w:p w:rsidR="00FB5721" w:rsidRPr="00C827A4" w:rsidRDefault="00FB5721">
            <w:pPr>
              <w:pStyle w:val="PL"/>
              <w:rPr>
                <w:noProof w:val="0"/>
              </w:rPr>
            </w:pPr>
            <w:r w:rsidRPr="00C827A4">
              <w:rPr>
                <w:noProof w:val="0"/>
              </w:rPr>
              <w:t>6- Delete Applet1 &amp; Applet2</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7- Install Applet3</w:t>
            </w:r>
          </w:p>
        </w:tc>
        <w:tc>
          <w:tcPr>
            <w:tcW w:w="2911"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Applet2 is suspended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Applet1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Applet2's execution shall continue</w:t>
            </w:r>
          </w:p>
        </w:tc>
        <w:tc>
          <w:tcPr>
            <w:tcW w:w="2334"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The dialling number is retrieved and the status words is 91xx</w:t>
            </w: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right w:val="single" w:sz="4" w:space="0" w:color="auto"/>
            </w:tcBorders>
          </w:tcPr>
          <w:p w:rsidR="00FB5721" w:rsidRPr="00C827A4" w:rsidRDefault="00FB5721">
            <w:pPr>
              <w:pStyle w:val="textcell"/>
              <w:keepNext/>
              <w:keepLines/>
              <w:rPr>
                <w:rFonts w:ascii="Arial" w:hAnsi="Arial"/>
                <w:sz w:val="18"/>
                <w:lang w:val="en-GB"/>
              </w:rPr>
            </w:pPr>
            <w:r w:rsidRPr="00C827A4">
              <w:rPr>
                <w:rFonts w:ascii="Arial" w:hAnsi="Arial"/>
                <w:sz w:val="18"/>
                <w:lang w:val="en-GB"/>
              </w:rPr>
              <w:t>2</w:t>
            </w:r>
          </w:p>
        </w:tc>
        <w:tc>
          <w:tcPr>
            <w:tcW w:w="41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H"/>
            </w:pPr>
            <w:r w:rsidRPr="00C827A4">
              <w:t>Applet3 is registered on both the events EVENT_CALL_CONTROL_BY_NAA and EVENT_MENU_SELECTION</w:t>
            </w:r>
          </w:p>
          <w:p w:rsidR="00FB5721" w:rsidRPr="00C827A4" w:rsidRDefault="00FB5721">
            <w:pPr>
              <w:pStyle w:val="PL"/>
              <w:rPr>
                <w:noProof w:val="0"/>
              </w:rPr>
            </w:pPr>
          </w:p>
          <w:p w:rsidR="00FB5721" w:rsidRPr="00C827A4" w:rsidRDefault="00FB5721">
            <w:pPr>
              <w:pStyle w:val="PL"/>
              <w:rPr>
                <w:noProof w:val="0"/>
              </w:rPr>
            </w:pPr>
            <w:r w:rsidRPr="00C827A4">
              <w:rPr>
                <w:noProof w:val="0"/>
              </w:rPr>
              <w:t>1- Envelope Menu Selection is sent to the UICC</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Applet3 invokes the method send()and no fetch is performed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Envelope(Call Control) is sent to the UICC</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4- Applet3 calls the method EnvelopeResponseHandler.postASBERTLV() to change any incoming dialling number into +11 22 33 44</w:t>
            </w:r>
          </w:p>
          <w:p w:rsidR="00FB5721" w:rsidRPr="00C827A4" w:rsidRDefault="00FB5721">
            <w:pPr>
              <w:pStyle w:val="PL"/>
              <w:rPr>
                <w:noProof w:val="0"/>
              </w:rPr>
            </w:pPr>
          </w:p>
          <w:p w:rsidR="00FB5721" w:rsidRPr="00C827A4" w:rsidRDefault="00FB5721">
            <w:pPr>
              <w:pStyle w:val="PL"/>
              <w:rPr>
                <w:noProof w:val="0"/>
              </w:rPr>
            </w:pPr>
            <w:r w:rsidRPr="00C827A4">
              <w:rPr>
                <w:noProof w:val="0"/>
              </w:rPr>
              <w:t>5- A Fetch command is sent to the UICC</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 xml:space="preserve">6- A Terminal Response command is sent to the UICC </w:t>
            </w:r>
          </w:p>
        </w:tc>
        <w:tc>
          <w:tcPr>
            <w:tcW w:w="2911" w:type="dxa"/>
            <w:tcBorders>
              <w:top w:val="single" w:sz="4" w:space="0" w:color="auto"/>
              <w:left w:val="single" w:sz="4" w:space="0" w:color="auto"/>
              <w:bottom w:val="single" w:sz="4" w:space="0" w:color="auto"/>
              <w:right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Applet3 is triggered on the EVENT_MENU_SELECTION</w:t>
            </w:r>
          </w:p>
          <w:p w:rsidR="00FB5721" w:rsidRPr="00C827A4" w:rsidRDefault="00FB5721">
            <w:pPr>
              <w:pStyle w:val="TAL"/>
            </w:pPr>
          </w:p>
          <w:p w:rsidR="00FB5721" w:rsidRPr="00C827A4" w:rsidRDefault="00FB5721">
            <w:pPr>
              <w:pStyle w:val="TAL"/>
            </w:pPr>
            <w:r w:rsidRPr="00C827A4">
              <w:t>2- Applet3 is suspended on the send() method</w:t>
            </w:r>
          </w:p>
          <w:p w:rsidR="00FB5721" w:rsidRPr="00C827A4" w:rsidRDefault="00FB5721">
            <w:pPr>
              <w:pStyle w:val="TAL"/>
            </w:pPr>
          </w:p>
          <w:p w:rsidR="00FB5721" w:rsidRPr="00C827A4" w:rsidRDefault="00FB5721">
            <w:pPr>
              <w:pStyle w:val="TAL"/>
            </w:pPr>
            <w:r w:rsidRPr="00C827A4">
              <w:t>3- Applet3 is triggered on the EVENT_CALL_CONTROL_BY_NAA</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The Applet3's execution shall continue</w:t>
            </w:r>
          </w:p>
          <w:p w:rsidR="00FB5721" w:rsidRPr="00C827A4" w:rsidRDefault="00FB5721">
            <w:pPr>
              <w:pStyle w:val="TAL"/>
            </w:pPr>
          </w:p>
        </w:tc>
        <w:tc>
          <w:tcPr>
            <w:tcW w:w="2334" w:type="dxa"/>
            <w:tcBorders>
              <w:top w:val="single" w:sz="4" w:space="0" w:color="auto"/>
              <w:left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The dialling number is retrieved and the status words is 91xx</w:t>
            </w:r>
          </w:p>
          <w:p w:rsidR="00FB5721" w:rsidRPr="00C827A4" w:rsidRDefault="00FB5721">
            <w:pPr>
              <w:pStyle w:val="TAL"/>
            </w:pPr>
          </w:p>
        </w:tc>
      </w:tr>
    </w:tbl>
    <w:p w:rsidR="00FB5721" w:rsidRPr="00C827A4" w:rsidRDefault="00FB5721"/>
    <w:p w:rsidR="00FB5721" w:rsidRPr="00C827A4" w:rsidRDefault="00FB5721">
      <w:pPr>
        <w:pStyle w:val="Heading4"/>
      </w:pPr>
      <w:r w:rsidRPr="00C827A4">
        <w:t>5.5.6.3</w:t>
      </w:r>
      <w:r w:rsidRPr="00C827A4">
        <w:tab/>
        <w:t>EVENT_UNRECOGNIZED_ENVELOPE</w:t>
      </w:r>
    </w:p>
    <w:p w:rsidR="00FB5721" w:rsidRPr="00C827A4" w:rsidRDefault="00FB5721">
      <w:r w:rsidRPr="00C827A4">
        <w:t>Test Area Reference: Cre_Erp_Euen.</w:t>
      </w:r>
    </w:p>
    <w:p w:rsidR="00FB5721" w:rsidRPr="00C827A4" w:rsidRDefault="00FB5721" w:rsidP="00D65C82">
      <w:pPr>
        <w:pStyle w:val="Heading5"/>
      </w:pPr>
      <w:r w:rsidRPr="00C827A4">
        <w:t>5.5.6.3.1</w:t>
      </w:r>
      <w:r w:rsidRPr="00C827A4">
        <w:tab/>
        <w:t>Conformance requirement</w:t>
      </w:r>
    </w:p>
    <w:p w:rsidR="00FB5721" w:rsidRPr="00C827A4" w:rsidRDefault="00FB5721">
      <w:pPr>
        <w:pStyle w:val="H6"/>
      </w:pPr>
      <w:r w:rsidRPr="00C827A4">
        <w:t>5.5.6.3.1.1</w:t>
      </w:r>
      <w:r w:rsidRPr="00C827A4">
        <w:tab/>
        <w:t>Normal execution</w:t>
      </w:r>
    </w:p>
    <w:p w:rsidR="00FB5721" w:rsidRPr="00C827A4" w:rsidRDefault="00FB5721">
      <w:pPr>
        <w:pStyle w:val="B1"/>
      </w:pPr>
      <w:r w:rsidRPr="00C827A4">
        <w:t>CRRN1: The EnvelopeResponseHandler is available for the EVENT_UNRECOGNIZED_ENVELOPE.</w:t>
      </w:r>
    </w:p>
    <w:p w:rsidR="00FB5721" w:rsidRPr="00C827A4" w:rsidRDefault="00FB5721">
      <w:pPr>
        <w:pStyle w:val="H6"/>
      </w:pPr>
      <w:r w:rsidRPr="00C827A4">
        <w:t>5.5.6.3.1.2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5.5.6.3.1.3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5.5.6.3.2</w:t>
      </w:r>
      <w:r w:rsidRPr="00C827A4">
        <w:tab/>
        <w:t>Test area files</w:t>
      </w:r>
    </w:p>
    <w:p w:rsidR="00FB5721" w:rsidRPr="00C827A4" w:rsidRDefault="00FB5721" w:rsidP="00FB5721">
      <w:pPr>
        <w:pStyle w:val="EX"/>
      </w:pPr>
      <w:r w:rsidRPr="00C827A4">
        <w:t>Test Source:</w:t>
      </w:r>
      <w:r w:rsidRPr="00C827A4">
        <w:tab/>
        <w:t>Test_Cre_Erp_Euen.java.</w:t>
      </w:r>
    </w:p>
    <w:p w:rsidR="00FB5721" w:rsidRPr="00C827A4" w:rsidRDefault="00FB5721" w:rsidP="00FB5721">
      <w:pPr>
        <w:pStyle w:val="EX"/>
      </w:pPr>
      <w:r w:rsidRPr="00C827A4">
        <w:t>Test Applet:</w:t>
      </w:r>
      <w:r w:rsidRPr="00C827A4">
        <w:tab/>
        <w:t>Cre_Erp_Euen_1.java.</w:t>
      </w:r>
    </w:p>
    <w:p w:rsidR="00FB5721" w:rsidRPr="00C827A4" w:rsidRDefault="00FB5721" w:rsidP="00FB5721">
      <w:pPr>
        <w:pStyle w:val="EX"/>
      </w:pPr>
      <w:r w:rsidRPr="00C827A4">
        <w:t>Cap File:</w:t>
      </w:r>
      <w:r w:rsidRPr="00C827A4">
        <w:tab/>
      </w:r>
      <w:r w:rsidR="003772E9" w:rsidRPr="00C827A4">
        <w:t>C</w:t>
      </w:r>
      <w:r w:rsidRPr="00C827A4">
        <w:t>re_erp_euen.cap.</w:t>
      </w:r>
    </w:p>
    <w:p w:rsidR="00FB5721" w:rsidRPr="00C827A4" w:rsidRDefault="00FB5721" w:rsidP="00D65C82">
      <w:pPr>
        <w:pStyle w:val="Heading5"/>
      </w:pPr>
      <w:r w:rsidRPr="00C827A4">
        <w:t>5.5.6.3.3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D65C82">
      <w:pPr>
        <w:pStyle w:val="Heading5"/>
      </w:pPr>
      <w:r w:rsidRPr="00C827A4">
        <w:t>5.5.6.3.4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Pr>
          <w:p w:rsidR="00FB5721" w:rsidRPr="00C827A4" w:rsidRDefault="00FB5721">
            <w:pPr>
              <w:pStyle w:val="TAH"/>
              <w:keepNext w:val="0"/>
              <w:keepLines w:val="0"/>
              <w:rPr>
                <w:rStyle w:val="CODE"/>
              </w:rPr>
            </w:pPr>
            <w:r w:rsidRPr="00C827A4">
              <w:t>An applet triggered on the EVENT_UNRECOGNIZED_ENVELOPE calls the EnvelopeResponseHandler.post() method</w:t>
            </w: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The post() method returns no exception</w:t>
            </w:r>
          </w:p>
        </w:tc>
        <w:tc>
          <w:tcPr>
            <w:tcW w:w="2334" w:type="dxa"/>
          </w:tcPr>
          <w:p w:rsidR="00FB5721" w:rsidRPr="00C827A4" w:rsidRDefault="00FB5721">
            <w:pPr>
              <w:pStyle w:val="TAL"/>
              <w:keepNext w:val="0"/>
              <w:keepLines w:val="0"/>
            </w:pPr>
            <w:r w:rsidRPr="00C827A4">
              <w:t>The UICC answers to the Envelope with status words 9000. The data retrieved are the ones posted by the applet.</w:t>
            </w:r>
          </w:p>
        </w:tc>
      </w:tr>
    </w:tbl>
    <w:p w:rsidR="00FB5721" w:rsidRPr="00C827A4" w:rsidRDefault="00FB5721"/>
    <w:p w:rsidR="00FB5721" w:rsidRPr="00C827A4" w:rsidRDefault="00FB5721">
      <w:pPr>
        <w:pStyle w:val="Heading3"/>
      </w:pPr>
      <w:r w:rsidRPr="00C827A4">
        <w:t>5.5.7</w:t>
      </w:r>
      <w:r w:rsidRPr="00C827A4">
        <w:tab/>
        <w:t>Toolkit Installation</w:t>
      </w:r>
    </w:p>
    <w:p w:rsidR="00FB5721" w:rsidRPr="00C827A4" w:rsidRDefault="00FB5721">
      <w:pPr>
        <w:pStyle w:val="Heading4"/>
      </w:pPr>
      <w:r w:rsidRPr="00C827A4">
        <w:t>5.5.7.1</w:t>
      </w:r>
      <w:r w:rsidRPr="00C827A4">
        <w:tab/>
        <w:t>General Behaviour</w:t>
      </w:r>
    </w:p>
    <w:p w:rsidR="00FB5721" w:rsidRPr="00C827A4" w:rsidRDefault="00FB5721">
      <w:r w:rsidRPr="00C827A4">
        <w:t>Test Area Reference: Cre_Tin_Genb</w:t>
      </w:r>
    </w:p>
    <w:p w:rsidR="00FB5721" w:rsidRPr="00C827A4" w:rsidRDefault="00FB5721" w:rsidP="00D65C82">
      <w:pPr>
        <w:pStyle w:val="Heading5"/>
      </w:pPr>
      <w:r w:rsidRPr="00C827A4">
        <w:t>5.5.7.1.1</w:t>
      </w:r>
      <w:r w:rsidRPr="00C827A4">
        <w:tab/>
        <w:t>Conformance requirement</w:t>
      </w:r>
    </w:p>
    <w:p w:rsidR="00FB5721" w:rsidRPr="00C827A4" w:rsidRDefault="00FB5721">
      <w:pPr>
        <w:pStyle w:val="H6"/>
      </w:pPr>
      <w:r w:rsidRPr="00C827A4">
        <w:t>5.5.7.1.1.1</w:t>
      </w:r>
      <w:r w:rsidRPr="00C827A4">
        <w:tab/>
        <w:t>Normal execution</w:t>
      </w:r>
    </w:p>
    <w:p w:rsidR="00FB5721" w:rsidRPr="00C827A4" w:rsidRDefault="00FB5721">
      <w:pPr>
        <w:pStyle w:val="B1"/>
      </w:pPr>
      <w:r w:rsidRPr="00C827A4">
        <w:t xml:space="preserve">CRRN1: The UICC Toolkit Application specific parameters (Tag 80h) are mandatory for applications using the </w:t>
      </w:r>
      <w:r w:rsidRPr="00C827A4">
        <w:rPr>
          <w:i/>
          <w:iCs/>
        </w:rPr>
        <w:t>uicc.toolkit.ToolkitInterface</w:t>
      </w:r>
      <w:r w:rsidRPr="00C827A4">
        <w:t xml:space="preserve"> defined in </w:t>
      </w:r>
      <w:r w:rsidR="00F744FF" w:rsidRPr="00C827A4">
        <w:t>ETSI TS 102 241 [9</w:t>
      </w:r>
      <w:r w:rsidRPr="00C827A4">
        <w:t>].</w:t>
      </w:r>
    </w:p>
    <w:p w:rsidR="00FB5721" w:rsidRPr="00C827A4" w:rsidRDefault="00FB5721">
      <w:pPr>
        <w:pStyle w:val="B1"/>
      </w:pPr>
      <w:r w:rsidRPr="00C827A4">
        <w:t>CRRN2: Any additional parameters of the UICC Toolkit Application specific parameters field (Tag 80h) shall be ignored by the card.</w:t>
      </w:r>
    </w:p>
    <w:p w:rsidR="00FB5721" w:rsidRPr="00C827A4" w:rsidRDefault="00FB5721">
      <w:pPr>
        <w:pStyle w:val="B1"/>
      </w:pPr>
      <w:r w:rsidRPr="00C827A4">
        <w:t>CRRN3: Some unused byte may be added at the end of the UICC Toolkit Application specific parameters field (Tag 80h).</w:t>
      </w:r>
    </w:p>
    <w:p w:rsidR="00FB5721" w:rsidRPr="00C827A4" w:rsidRDefault="00FB5721">
      <w:pPr>
        <w:pStyle w:val="B1"/>
      </w:pPr>
      <w:r w:rsidRPr="00C827A4">
        <w:t xml:space="preserve">CRRN4: The UICC Access Application specific parameters (Tag 81h) are applicable to applications using the </w:t>
      </w:r>
      <w:r w:rsidRPr="00C827A4">
        <w:rPr>
          <w:i/>
          <w:iCs/>
        </w:rPr>
        <w:t>uicc.access.FileView</w:t>
      </w:r>
      <w:r w:rsidR="00F744FF" w:rsidRPr="00C827A4">
        <w:t xml:space="preserve"> defined in ETSI TS 102 241 [9</w:t>
      </w:r>
      <w:r w:rsidRPr="00C827A4">
        <w:t>].</w:t>
      </w:r>
    </w:p>
    <w:p w:rsidR="00FB5721" w:rsidRPr="00C827A4" w:rsidRDefault="00FB5721">
      <w:pPr>
        <w:pStyle w:val="B1"/>
      </w:pPr>
      <w:r w:rsidRPr="00C827A4">
        <w:t xml:space="preserve">CRRN5: The UICC Toolkit Application specific parameters field (Tag 80h) is not required for applications that do not use the </w:t>
      </w:r>
      <w:r w:rsidRPr="00C827A4">
        <w:rPr>
          <w:i/>
          <w:iCs/>
        </w:rPr>
        <w:t>uicc.toolkit.ToolkitInterface</w:t>
      </w:r>
      <w:r w:rsidRPr="00C827A4">
        <w:t xml:space="preserve"> defined in </w:t>
      </w:r>
      <w:r w:rsidR="00F744FF" w:rsidRPr="00C827A4">
        <w:t xml:space="preserve">ETSI </w:t>
      </w:r>
      <w:r w:rsidRPr="00C827A4">
        <w:t>TS 102 241 [</w:t>
      </w:r>
      <w:r w:rsidR="00F744FF" w:rsidRPr="00C827A4">
        <w:t>9</w:t>
      </w:r>
      <w:r w:rsidRPr="00C827A4">
        <w:t>].</w:t>
      </w:r>
    </w:p>
    <w:p w:rsidR="00FB5721" w:rsidRPr="00C827A4" w:rsidRDefault="00FB5721">
      <w:pPr>
        <w:pStyle w:val="B1"/>
      </w:pPr>
      <w:r w:rsidRPr="00C827A4">
        <w:t xml:space="preserve">CRRN6: The UICC Access Application specific parameters field (Tag 81h) is not required for applications that a do not use the </w:t>
      </w:r>
      <w:r w:rsidRPr="00C827A4">
        <w:rPr>
          <w:i/>
          <w:iCs/>
        </w:rPr>
        <w:t>uicc.access.FileView</w:t>
      </w:r>
      <w:r w:rsidRPr="00C827A4">
        <w:t xml:space="preserve"> defined in </w:t>
      </w:r>
      <w:r w:rsidR="00F744FF" w:rsidRPr="00C827A4">
        <w:t xml:space="preserve">ETSI </w:t>
      </w:r>
      <w:r w:rsidRPr="00C827A4">
        <w:t>TS 102 241 [</w:t>
      </w:r>
      <w:r w:rsidR="00F744FF" w:rsidRPr="00C827A4">
        <w:t>9</w:t>
      </w:r>
      <w:r w:rsidRPr="00C827A4">
        <w:t>].</w:t>
      </w:r>
    </w:p>
    <w:p w:rsidR="00FB5721" w:rsidRPr="00C827A4" w:rsidRDefault="00FB5721">
      <w:pPr>
        <w:pStyle w:val="H6"/>
      </w:pPr>
      <w:r w:rsidRPr="00C827A4">
        <w:t>5.5.7.1.1.2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5.5.7.1.1.3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5.5.7.1.2</w:t>
      </w:r>
      <w:r w:rsidRPr="00C827A4">
        <w:tab/>
        <w:t>Test area files</w:t>
      </w:r>
    </w:p>
    <w:p w:rsidR="00FB5721" w:rsidRPr="00C827A4" w:rsidRDefault="00FB5721" w:rsidP="00FB5721">
      <w:pPr>
        <w:pStyle w:val="EX"/>
      </w:pPr>
      <w:r w:rsidRPr="00C827A4">
        <w:t xml:space="preserve">Test Source: </w:t>
      </w:r>
      <w:r w:rsidRPr="00C827A4">
        <w:tab/>
        <w:t>Test_Cre_Tin_Genb.java.</w:t>
      </w:r>
    </w:p>
    <w:p w:rsidR="00FB5721" w:rsidRPr="00C827A4" w:rsidRDefault="00FB5721" w:rsidP="00FB5721">
      <w:pPr>
        <w:pStyle w:val="EX"/>
      </w:pPr>
      <w:r w:rsidRPr="00C827A4">
        <w:t xml:space="preserve">Test Applet: </w:t>
      </w:r>
      <w:r w:rsidRPr="00C827A4">
        <w:tab/>
        <w:t xml:space="preserve">Cre_Tin_Genb_1.java (use </w:t>
      </w:r>
      <w:r w:rsidRPr="00C827A4">
        <w:rPr>
          <w:i/>
          <w:iCs/>
        </w:rPr>
        <w:t>uicc.toolkit.ToolkitInterface</w:t>
      </w:r>
      <w:r w:rsidRPr="00C827A4">
        <w:t>).</w:t>
      </w:r>
    </w:p>
    <w:p w:rsidR="00FB5721" w:rsidRPr="00C827A4" w:rsidRDefault="00FB5721" w:rsidP="00FB5721">
      <w:pPr>
        <w:pStyle w:val="EX"/>
      </w:pPr>
      <w:r w:rsidRPr="00C827A4">
        <w:tab/>
        <w:t xml:space="preserve">Cre_Tin_Genb_2.java (use </w:t>
      </w:r>
      <w:r w:rsidRPr="00C827A4">
        <w:rPr>
          <w:i/>
          <w:iCs/>
        </w:rPr>
        <w:t>uicc.access.FileView</w:t>
      </w:r>
      <w:r w:rsidRPr="00C827A4">
        <w:t>).</w:t>
      </w:r>
    </w:p>
    <w:p w:rsidR="00FB5721" w:rsidRPr="00C827A4" w:rsidRDefault="00FB5721" w:rsidP="00FB5721">
      <w:pPr>
        <w:pStyle w:val="EX"/>
      </w:pPr>
      <w:r w:rsidRPr="00C827A4">
        <w:tab/>
        <w:t xml:space="preserve">Cre_Tin_Genb_3.java (use </w:t>
      </w:r>
      <w:r w:rsidRPr="00C827A4">
        <w:rPr>
          <w:i/>
          <w:iCs/>
        </w:rPr>
        <w:t>uicc.toolkit.ToolkitInterface</w:t>
      </w:r>
      <w:r w:rsidRPr="00C827A4">
        <w:t xml:space="preserve"> and</w:t>
      </w:r>
      <w:r w:rsidRPr="00C827A4">
        <w:rPr>
          <w:i/>
          <w:iCs/>
        </w:rPr>
        <w:t xml:space="preserve"> uicc.access.FileView</w:t>
      </w:r>
      <w:r w:rsidRPr="00C827A4">
        <w:t>).</w:t>
      </w:r>
    </w:p>
    <w:p w:rsidR="00FB5721" w:rsidRPr="00C827A4" w:rsidRDefault="00FB5721" w:rsidP="00FB5721">
      <w:pPr>
        <w:pStyle w:val="EX"/>
      </w:pPr>
      <w:r w:rsidRPr="00C827A4">
        <w:t>Cap File:</w:t>
      </w:r>
      <w:r w:rsidRPr="00C827A4">
        <w:tab/>
      </w:r>
      <w:r w:rsidR="003772E9" w:rsidRPr="00C827A4">
        <w:t>C</w:t>
      </w:r>
      <w:r w:rsidRPr="00C827A4">
        <w:t>re_tin_genb.cap.</w:t>
      </w:r>
    </w:p>
    <w:p w:rsidR="00FB5721" w:rsidRPr="00C827A4" w:rsidRDefault="00FB5721" w:rsidP="00D65C82">
      <w:pPr>
        <w:pStyle w:val="Heading5"/>
      </w:pPr>
      <w:r w:rsidRPr="00C827A4">
        <w:t>5.5.7.1.3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CRRN4</w:t>
            </w:r>
          </w:p>
        </w:tc>
        <w:tc>
          <w:tcPr>
            <w:tcW w:w="2682" w:type="dxa"/>
          </w:tcPr>
          <w:p w:rsidR="00FB5721" w:rsidRPr="00C827A4" w:rsidRDefault="00FB5721">
            <w:pPr>
              <w:pStyle w:val="TAC"/>
              <w:keepNext w:val="0"/>
              <w:keepLines w:val="0"/>
            </w:pPr>
            <w:r w:rsidRPr="00C827A4">
              <w:t>3</w:t>
            </w:r>
          </w:p>
        </w:tc>
      </w:tr>
      <w:tr w:rsidR="00FB5721" w:rsidRPr="00C827A4">
        <w:trPr>
          <w:jc w:val="center"/>
        </w:trPr>
        <w:tc>
          <w:tcPr>
            <w:tcW w:w="2276" w:type="dxa"/>
          </w:tcPr>
          <w:p w:rsidR="00FB5721" w:rsidRPr="00C827A4" w:rsidRDefault="00FB5721">
            <w:pPr>
              <w:pStyle w:val="TAC"/>
              <w:keepNext w:val="0"/>
              <w:keepLines w:val="0"/>
            </w:pPr>
            <w:r w:rsidRPr="00C827A4">
              <w:t>CRRN5</w:t>
            </w:r>
          </w:p>
        </w:tc>
        <w:tc>
          <w:tcPr>
            <w:tcW w:w="2682" w:type="dxa"/>
          </w:tcPr>
          <w:p w:rsidR="00FB5721" w:rsidRPr="00C827A4" w:rsidRDefault="00FB5721">
            <w:pPr>
              <w:pStyle w:val="TAC"/>
              <w:keepNext w:val="0"/>
              <w:keepLines w:val="0"/>
            </w:pPr>
            <w:r w:rsidRPr="00C827A4">
              <w:t>3</w:t>
            </w:r>
          </w:p>
        </w:tc>
      </w:tr>
      <w:tr w:rsidR="00FB5721" w:rsidRPr="00C827A4">
        <w:trPr>
          <w:jc w:val="center"/>
        </w:trPr>
        <w:tc>
          <w:tcPr>
            <w:tcW w:w="2276" w:type="dxa"/>
          </w:tcPr>
          <w:p w:rsidR="00FB5721" w:rsidRPr="00C827A4" w:rsidRDefault="00FB5721">
            <w:pPr>
              <w:pStyle w:val="TAC"/>
              <w:keepNext w:val="0"/>
              <w:keepLines w:val="0"/>
            </w:pPr>
            <w:r w:rsidRPr="00C827A4">
              <w:t>CRRN6</w:t>
            </w:r>
          </w:p>
        </w:tc>
        <w:tc>
          <w:tcPr>
            <w:tcW w:w="2682" w:type="dxa"/>
          </w:tcPr>
          <w:p w:rsidR="00FB5721" w:rsidRPr="00C827A4" w:rsidRDefault="00FB5721">
            <w:pPr>
              <w:pStyle w:val="TAC"/>
              <w:keepNext w:val="0"/>
              <w:keepLines w:val="0"/>
            </w:pPr>
            <w:r w:rsidRPr="00C827A4">
              <w:t>1, 2</w:t>
            </w:r>
          </w:p>
        </w:tc>
      </w:tr>
    </w:tbl>
    <w:p w:rsidR="00FB5721" w:rsidRPr="00C827A4" w:rsidRDefault="00FB5721"/>
    <w:p w:rsidR="00FB5721" w:rsidRPr="00C827A4" w:rsidRDefault="00FB5721" w:rsidP="00D65C82">
      <w:pPr>
        <w:pStyle w:val="Heading5"/>
      </w:pPr>
      <w:r w:rsidRPr="00C827A4">
        <w:t>5.5.7.1.4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H"/>
              <w:keepNext w:val="0"/>
              <w:keepLines w:val="0"/>
              <w:rPr>
                <w:rStyle w:val="CODE"/>
              </w:rPr>
            </w:pPr>
            <w:r w:rsidRPr="00C827A4">
              <w:t>Good installation with the only tag 80h</w:t>
            </w:r>
            <w:r w:rsidRPr="00C827A4">
              <w:rPr>
                <w:rStyle w:val="CODE"/>
              </w:rPr>
              <w:t xml:space="preserve"> </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1- Install(install) Applet1 with only the UICC Toolkit Application specific parameters field</w:t>
            </w:r>
          </w:p>
        </w:tc>
        <w:tc>
          <w:tcPr>
            <w:tcW w:w="2911" w:type="dxa"/>
          </w:tcPr>
          <w:p w:rsidR="00FB5721" w:rsidRPr="00C827A4" w:rsidRDefault="00FB5721">
            <w:pPr>
              <w:pStyle w:val="TAL"/>
              <w:keepNext w:val="0"/>
              <w:keepLines w:val="0"/>
            </w:pP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RAPDU = 00 90 00</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2</w:t>
            </w:r>
          </w:p>
        </w:tc>
        <w:tc>
          <w:tcPr>
            <w:tcW w:w="4111" w:type="dxa"/>
          </w:tcPr>
          <w:p w:rsidR="00FB5721" w:rsidRPr="00C827A4" w:rsidRDefault="00FB5721">
            <w:pPr>
              <w:pStyle w:val="TAH"/>
              <w:keepNext w:val="0"/>
              <w:keepLines w:val="0"/>
              <w:rPr>
                <w:rStyle w:val="CODE"/>
              </w:rPr>
            </w:pPr>
            <w:r w:rsidRPr="00C827A4">
              <w:t>Good installation with the only tag 80h</w:t>
            </w:r>
            <w:r w:rsidRPr="00C827A4">
              <w:rPr>
                <w:rStyle w:val="CODE"/>
              </w:rPr>
              <w:t xml:space="preserve"> </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Install(install) Applet1 with only the UICC Toolkit Application specific parameters field which contains some unused bytes</w:t>
            </w:r>
          </w:p>
        </w:tc>
        <w:tc>
          <w:tcPr>
            <w:tcW w:w="2911" w:type="dxa"/>
          </w:tcPr>
          <w:p w:rsidR="00FB5721" w:rsidRPr="00C827A4" w:rsidRDefault="00FB5721">
            <w:pPr>
              <w:pStyle w:val="TAL"/>
              <w:keepNext w:val="0"/>
              <w:keepLines w:val="0"/>
            </w:pPr>
          </w:p>
        </w:tc>
        <w:tc>
          <w:tcPr>
            <w:tcW w:w="2334" w:type="dxa"/>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RAPDU = 00 90 00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jc w:val="center"/>
            </w:pPr>
            <w:r w:rsidRPr="00C827A4">
              <w:t>3</w:t>
            </w:r>
          </w:p>
        </w:tc>
        <w:tc>
          <w:tcPr>
            <w:tcW w:w="4111" w:type="dxa"/>
            <w:tcBorders>
              <w:top w:val="nil"/>
            </w:tcBorders>
          </w:tcPr>
          <w:p w:rsidR="00FB5721" w:rsidRPr="00C827A4" w:rsidRDefault="00FB5721">
            <w:pPr>
              <w:pStyle w:val="TAH"/>
              <w:keepNext w:val="0"/>
              <w:keepLines w:val="0"/>
              <w:rPr>
                <w:rStyle w:val="CODE"/>
              </w:rPr>
            </w:pPr>
            <w:r w:rsidRPr="00C827A4">
              <w:t>Good installation with the only tag 81h</w:t>
            </w:r>
            <w:r w:rsidRPr="00C827A4">
              <w:rPr>
                <w:rStyle w:val="CODE"/>
              </w:rPr>
              <w:t xml:space="preserve"> </w:t>
            </w:r>
          </w:p>
          <w:p w:rsidR="00FB5721" w:rsidRPr="00C827A4" w:rsidRDefault="00FB5721">
            <w:pPr>
              <w:pStyle w:val="PL"/>
              <w:rPr>
                <w:noProof w:val="0"/>
              </w:rPr>
            </w:pPr>
          </w:p>
          <w:p w:rsidR="00FB5721" w:rsidRPr="00C827A4" w:rsidRDefault="00FB5721">
            <w:pPr>
              <w:pStyle w:val="PL"/>
              <w:rPr>
                <w:rStyle w:val="CODE"/>
                <w:b/>
                <w:noProof w:val="0"/>
              </w:rPr>
            </w:pPr>
            <w:r w:rsidRPr="00C827A4">
              <w:rPr>
                <w:noProof w:val="0"/>
              </w:rPr>
              <w:t>1- Install(install) Applet2 with only the UICC Access Application specific parameters field</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RAPDU = 00 90 00</w:t>
            </w:r>
          </w:p>
        </w:tc>
      </w:tr>
    </w:tbl>
    <w:p w:rsidR="00FB5721" w:rsidRPr="00C827A4" w:rsidRDefault="00FB5721"/>
    <w:p w:rsidR="00FB5721" w:rsidRPr="00C827A4" w:rsidRDefault="00FB5721">
      <w:pPr>
        <w:pStyle w:val="Heading4"/>
      </w:pPr>
      <w:r w:rsidRPr="00C827A4">
        <w:t>5.5.7.2</w:t>
      </w:r>
      <w:r w:rsidRPr="00C827A4">
        <w:tab/>
        <w:t>Timers Allocation</w:t>
      </w:r>
    </w:p>
    <w:p w:rsidR="00FB5721" w:rsidRPr="00C827A4" w:rsidRDefault="00FB5721">
      <w:r w:rsidRPr="00C827A4">
        <w:t>Test Area Reference: Cre_Tin_Tmal.</w:t>
      </w:r>
    </w:p>
    <w:p w:rsidR="00FB5721" w:rsidRPr="00C827A4" w:rsidRDefault="00FB5721" w:rsidP="00D65C82">
      <w:pPr>
        <w:pStyle w:val="Heading5"/>
      </w:pPr>
      <w:r w:rsidRPr="00C827A4">
        <w:t>5.5.7.2.1</w:t>
      </w:r>
      <w:r w:rsidRPr="00C827A4">
        <w:tab/>
        <w:t>Conformance requirement</w:t>
      </w:r>
    </w:p>
    <w:p w:rsidR="00FB5721" w:rsidRPr="00C827A4" w:rsidRDefault="00FB5721">
      <w:pPr>
        <w:pStyle w:val="H6"/>
      </w:pPr>
      <w:r w:rsidRPr="00C827A4">
        <w:t>5.5.7.2.1.1</w:t>
      </w:r>
      <w:r w:rsidRPr="00C827A4">
        <w:tab/>
        <w:t>Normal execution</w:t>
      </w:r>
    </w:p>
    <w:p w:rsidR="00FB5721" w:rsidRPr="00C827A4" w:rsidRDefault="00FB5721">
      <w:pPr>
        <w:pStyle w:val="B1"/>
      </w:pPr>
      <w:r w:rsidRPr="00C827A4">
        <w:t>CRRN1: One toolkit applet can register to several timers, but a timer can only be allocated to one toolkit applet.</w:t>
      </w:r>
    </w:p>
    <w:p w:rsidR="00FB5721" w:rsidRPr="00C827A4" w:rsidRDefault="00FB5721">
      <w:pPr>
        <w:pStyle w:val="H6"/>
      </w:pPr>
      <w:r w:rsidRPr="00C827A4">
        <w:t>5.5.7.2.1.2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5.5.7.2.1.3</w:t>
      </w:r>
      <w:r w:rsidRPr="00C827A4">
        <w:tab/>
        <w:t>Context errors</w:t>
      </w:r>
    </w:p>
    <w:p w:rsidR="00FB5721" w:rsidRPr="00C827A4" w:rsidRDefault="00FB5721">
      <w:pPr>
        <w:pStyle w:val="B1"/>
      </w:pPr>
      <w:r w:rsidRPr="00C827A4">
        <w:t>CRRC1: Allocated timers shall not exceed the maximum number of timers allowed for this applet instance defined during installation.</w:t>
      </w:r>
    </w:p>
    <w:p w:rsidR="00FB5721" w:rsidRPr="00C827A4" w:rsidRDefault="00FB5721">
      <w:pPr>
        <w:pStyle w:val="B1"/>
      </w:pPr>
      <w:r w:rsidRPr="00C827A4">
        <w:t xml:space="preserve">CRRC2: The total number of timers allocated for all the applets shall not exceed 8. If the maximum number of timers required is greater than '08' (maximum numbers of timers specified in </w:t>
      </w:r>
      <w:r w:rsidR="00F744FF" w:rsidRPr="00C827A4">
        <w:t xml:space="preserve">ETSI </w:t>
      </w:r>
      <w:r w:rsidRPr="00C827A4">
        <w:t xml:space="preserve">TS 102 223 </w:t>
      </w:r>
      <w:r w:rsidR="0047072E" w:rsidRPr="00C827A4">
        <w:t>[6]</w:t>
      </w:r>
      <w:r w:rsidRPr="00C827A4">
        <w:t>, the card shall return the Status Word '6A80', incorrect parameters in data field, to the Install(Install) command.</w:t>
      </w:r>
    </w:p>
    <w:p w:rsidR="00FB5721" w:rsidRPr="00C827A4" w:rsidRDefault="00FB5721" w:rsidP="00D65C82">
      <w:pPr>
        <w:pStyle w:val="Heading5"/>
      </w:pPr>
      <w:r w:rsidRPr="00C827A4">
        <w:t>5.5.7.2.2</w:t>
      </w:r>
      <w:r w:rsidRPr="00C827A4">
        <w:tab/>
        <w:t xml:space="preserve">Test area files </w:t>
      </w:r>
    </w:p>
    <w:p w:rsidR="00FB5721" w:rsidRPr="00C827A4" w:rsidRDefault="00FB5721" w:rsidP="00FB5721">
      <w:pPr>
        <w:pStyle w:val="EX"/>
      </w:pPr>
      <w:r w:rsidRPr="00C827A4">
        <w:t xml:space="preserve">Test Source: </w:t>
      </w:r>
      <w:r w:rsidRPr="00C827A4">
        <w:tab/>
        <w:t>Test_Cre_Tin_Tmal.java.</w:t>
      </w:r>
    </w:p>
    <w:p w:rsidR="00FB5721" w:rsidRPr="00C827A4" w:rsidRDefault="00FB5721" w:rsidP="00FB5721">
      <w:pPr>
        <w:pStyle w:val="EX"/>
      </w:pPr>
      <w:r w:rsidRPr="00C827A4">
        <w:t xml:space="preserve">Test Applet: </w:t>
      </w:r>
      <w:r w:rsidRPr="00C827A4">
        <w:tab/>
        <w:t>Cre_Tin_Tmal_1.java.</w:t>
      </w:r>
    </w:p>
    <w:p w:rsidR="00FB5721" w:rsidRPr="00C827A4" w:rsidRDefault="00FB5721" w:rsidP="00FB5721">
      <w:pPr>
        <w:pStyle w:val="EX"/>
      </w:pPr>
      <w:r w:rsidRPr="00C827A4">
        <w:tab/>
        <w:t>Cre_Tin_Tmal_2.java.</w:t>
      </w:r>
    </w:p>
    <w:p w:rsidR="00FB5721" w:rsidRPr="00C827A4" w:rsidRDefault="00FB5721" w:rsidP="00FB5721">
      <w:pPr>
        <w:pStyle w:val="EX"/>
      </w:pPr>
      <w:r w:rsidRPr="00C827A4">
        <w:tab/>
        <w:t>Cre_Tin_Tmal_3.java.</w:t>
      </w:r>
    </w:p>
    <w:p w:rsidR="00FB5721" w:rsidRPr="00C827A4" w:rsidRDefault="00FB5721" w:rsidP="00FB5721">
      <w:pPr>
        <w:pStyle w:val="EX"/>
      </w:pPr>
      <w:r w:rsidRPr="00C827A4">
        <w:t>Cap File:</w:t>
      </w:r>
      <w:r w:rsidRPr="00C827A4">
        <w:tab/>
      </w:r>
      <w:r w:rsidR="003772E9" w:rsidRPr="00C827A4">
        <w:t>C</w:t>
      </w:r>
      <w:r w:rsidRPr="00C827A4">
        <w:t>re_tin_tmal.cap.</w:t>
      </w:r>
    </w:p>
    <w:p w:rsidR="00FB5721" w:rsidRPr="00C827A4" w:rsidRDefault="00FB5721" w:rsidP="00D65C82">
      <w:pPr>
        <w:pStyle w:val="Heading5"/>
      </w:pPr>
      <w:r w:rsidRPr="00C827A4">
        <w:t>5.5.7.2.3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2, 3, 8</w:t>
            </w:r>
          </w:p>
        </w:tc>
      </w:tr>
      <w:tr w:rsidR="00FB5721" w:rsidRPr="00C827A4">
        <w:trPr>
          <w:jc w:val="center"/>
        </w:trPr>
        <w:tc>
          <w:tcPr>
            <w:tcW w:w="2276" w:type="dxa"/>
          </w:tcPr>
          <w:p w:rsidR="00FB5721" w:rsidRPr="00C827A4" w:rsidRDefault="00FB5721">
            <w:pPr>
              <w:pStyle w:val="TAC"/>
              <w:keepNext w:val="0"/>
              <w:keepLines w:val="0"/>
            </w:pPr>
            <w:r w:rsidRPr="00C827A4">
              <w:t>CRRC1</w:t>
            </w:r>
          </w:p>
        </w:tc>
        <w:tc>
          <w:tcPr>
            <w:tcW w:w="2682" w:type="dxa"/>
          </w:tcPr>
          <w:p w:rsidR="00FB5721" w:rsidRPr="00C827A4" w:rsidRDefault="00FB5721">
            <w:pPr>
              <w:pStyle w:val="TAC"/>
              <w:keepNext w:val="0"/>
              <w:keepLines w:val="0"/>
            </w:pPr>
            <w:r w:rsidRPr="00C827A4">
              <w:t>1, 7</w:t>
            </w:r>
          </w:p>
        </w:tc>
      </w:tr>
      <w:tr w:rsidR="00FB5721" w:rsidRPr="00C827A4">
        <w:trPr>
          <w:jc w:val="center"/>
        </w:trPr>
        <w:tc>
          <w:tcPr>
            <w:tcW w:w="2276" w:type="dxa"/>
          </w:tcPr>
          <w:p w:rsidR="00FB5721" w:rsidRPr="00C827A4" w:rsidRDefault="00FB5721">
            <w:pPr>
              <w:pStyle w:val="TAC"/>
              <w:keepNext w:val="0"/>
              <w:keepLines w:val="0"/>
            </w:pPr>
            <w:r w:rsidRPr="00C827A4">
              <w:t>CRRC2</w:t>
            </w:r>
          </w:p>
        </w:tc>
        <w:tc>
          <w:tcPr>
            <w:tcW w:w="2682" w:type="dxa"/>
          </w:tcPr>
          <w:p w:rsidR="00FB5721" w:rsidRPr="00C827A4" w:rsidRDefault="00FB5721">
            <w:pPr>
              <w:pStyle w:val="TAC"/>
              <w:keepNext w:val="0"/>
              <w:keepLines w:val="0"/>
            </w:pPr>
            <w:r w:rsidRPr="00C827A4">
              <w:t>4, 5, 6</w:t>
            </w:r>
          </w:p>
        </w:tc>
      </w:tr>
    </w:tbl>
    <w:p w:rsidR="00FB5721" w:rsidRPr="00C827A4" w:rsidRDefault="00FB5721"/>
    <w:p w:rsidR="00FB5721" w:rsidRPr="00C827A4" w:rsidRDefault="00FB5721" w:rsidP="00D65C82">
      <w:pPr>
        <w:pStyle w:val="Heading5"/>
      </w:pPr>
      <w:r w:rsidRPr="00C827A4">
        <w:t>5.5.7.2.4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L"/>
              <w:jc w:val="center"/>
            </w:pPr>
            <w:r w:rsidRPr="00C827A4">
              <w:rPr>
                <w:b/>
              </w:rPr>
              <w:t>More than 8 timers at the instantiation of Applet1: check that Applet1 is not installed.</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Applet1 with maximum 9 timers allocated</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is selected</w:t>
            </w:r>
          </w:p>
          <w:p w:rsidR="00FB5721" w:rsidRPr="00C827A4" w:rsidRDefault="00FB5721">
            <w:pPr>
              <w:pStyle w:val="TAL"/>
              <w:rPr>
                <w:rStyle w:val="CODE"/>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p>
        </w:tc>
        <w:tc>
          <w:tcPr>
            <w:tcW w:w="2334" w:type="dxa"/>
          </w:tcPr>
          <w:p w:rsidR="00FB5721" w:rsidRPr="00C827A4" w:rsidRDefault="00FB5721">
            <w:pPr>
              <w:pStyle w:val="H5"/>
              <w:rPr>
                <w:rFonts w:ascii="Arial" w:hAnsi="Arial"/>
                <w:b w:val="0"/>
                <w:bCs w:val="0"/>
                <w:sz w:val="18"/>
                <w:lang w:val="en-GB"/>
              </w:rPr>
            </w:pPr>
          </w:p>
          <w:p w:rsidR="00FB5721" w:rsidRPr="00C827A4" w:rsidRDefault="00FB5721">
            <w:pPr>
              <w:pStyle w:val="H5"/>
              <w:rPr>
                <w:rFonts w:ascii="Arial" w:hAnsi="Arial"/>
                <w:b w:val="0"/>
                <w:bCs w:val="0"/>
                <w:sz w:val="18"/>
                <w:lang w:val="en-GB"/>
              </w:rPr>
            </w:pPr>
          </w:p>
          <w:p w:rsidR="00FB5721" w:rsidRPr="00C827A4" w:rsidRDefault="00FB5721">
            <w:pPr>
              <w:pStyle w:val="H5"/>
              <w:rPr>
                <w:rFonts w:ascii="Arial" w:hAnsi="Arial"/>
                <w:b w:val="0"/>
                <w:bCs w:val="0"/>
                <w:sz w:val="18"/>
                <w:lang w:val="en-GB"/>
              </w:rPr>
            </w:pPr>
            <w:r w:rsidRPr="00C827A4">
              <w:rPr>
                <w:rFonts w:ascii="Arial" w:hAnsi="Arial"/>
                <w:b w:val="0"/>
                <w:bCs w:val="0"/>
                <w:sz w:val="18"/>
                <w:lang w:val="en-GB"/>
              </w:rPr>
              <w:t>1- The installation failed with the status word 6A80</w:t>
            </w:r>
          </w:p>
          <w:p w:rsidR="00FB5721" w:rsidRPr="00C827A4" w:rsidRDefault="00FB5721">
            <w:pPr>
              <w:pStyle w:val="H5"/>
              <w:rPr>
                <w:rFonts w:ascii="Arial" w:hAnsi="Arial"/>
                <w:sz w:val="18"/>
                <w:lang w:val="en-GB"/>
              </w:rPr>
            </w:pPr>
            <w:r w:rsidRPr="00C827A4">
              <w:rPr>
                <w:rFonts w:ascii="Arial" w:hAnsi="Arial"/>
                <w:b w:val="0"/>
                <w:bCs w:val="0"/>
                <w:sz w:val="18"/>
                <w:lang w:val="en-GB"/>
              </w:rPr>
              <w:t>2- Applet1 is not found, RAPDU != &lt;applet selected data&gt; 90 00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p>
        </w:tc>
        <w:tc>
          <w:tcPr>
            <w:tcW w:w="4111" w:type="dxa"/>
            <w:tcBorders>
              <w:top w:val="nil"/>
            </w:tcBorders>
          </w:tcPr>
          <w:p w:rsidR="00FB5721" w:rsidRPr="00C827A4" w:rsidRDefault="00FB5721">
            <w:pPr>
              <w:pStyle w:val="PL"/>
              <w:rPr>
                <w:rStyle w:val="CODE"/>
                <w:b/>
                <w:noProof w:val="0"/>
              </w:rPr>
            </w:pPr>
            <w:r w:rsidRPr="00C827A4">
              <w:rPr>
                <w:noProof w:val="0"/>
              </w:rPr>
              <w:t xml:space="preserve">Reset the card </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2</w:t>
            </w:r>
          </w:p>
        </w:tc>
        <w:tc>
          <w:tcPr>
            <w:tcW w:w="4111" w:type="dxa"/>
            <w:tcBorders>
              <w:top w:val="nil"/>
            </w:tcBorders>
          </w:tcPr>
          <w:p w:rsidR="00FB5721" w:rsidRPr="00C827A4" w:rsidRDefault="00FB5721">
            <w:pPr>
              <w:pStyle w:val="TAL"/>
              <w:keepNext w:val="0"/>
              <w:keepLines w:val="0"/>
              <w:jc w:val="center"/>
              <w:rPr>
                <w:rStyle w:val="CODE"/>
                <w:b/>
                <w:bCs/>
              </w:rPr>
            </w:pPr>
            <w:r w:rsidRPr="00C827A4">
              <w:rPr>
                <w:b/>
                <w:bCs/>
              </w:rPr>
              <w:t>Good installation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Applet2 with maximum 4 timers allocated</w:t>
            </w:r>
          </w:p>
          <w:p w:rsidR="00FB5721" w:rsidRPr="00C827A4" w:rsidRDefault="00FB5721">
            <w:pPr>
              <w:pStyle w:val="PL"/>
              <w:rPr>
                <w:noProof w:val="0"/>
              </w:rPr>
            </w:pPr>
          </w:p>
          <w:p w:rsidR="00FB5721" w:rsidRPr="00C827A4" w:rsidRDefault="00FB5721">
            <w:pPr>
              <w:pStyle w:val="TAL"/>
              <w:keepNext w:val="0"/>
              <w:keepLines w:val="0"/>
              <w:rPr>
                <w:rStyle w:val="CODE"/>
              </w:rPr>
            </w:pP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3</w:t>
            </w:r>
          </w:p>
        </w:tc>
        <w:tc>
          <w:tcPr>
            <w:tcW w:w="4111" w:type="dxa"/>
            <w:tcBorders>
              <w:top w:val="nil"/>
            </w:tcBorders>
          </w:tcPr>
          <w:p w:rsidR="00FB5721" w:rsidRPr="00C827A4" w:rsidRDefault="00FB5721">
            <w:pPr>
              <w:pStyle w:val="TAL"/>
              <w:keepNext w:val="0"/>
              <w:keepLines w:val="0"/>
              <w:jc w:val="center"/>
              <w:rPr>
                <w:b/>
              </w:rPr>
            </w:pPr>
            <w:r w:rsidRPr="00C827A4">
              <w:rPr>
                <w:b/>
              </w:rPr>
              <w:t>Allocate 4 timers</w:t>
            </w:r>
          </w:p>
          <w:p w:rsidR="00FB5721" w:rsidRPr="00C827A4" w:rsidRDefault="00FB5721">
            <w:pPr>
              <w:pStyle w:val="TAL"/>
              <w:keepNext w:val="0"/>
              <w:keepLines w:val="0"/>
              <w:jc w:val="center"/>
              <w:rPr>
                <w:b/>
              </w:rPr>
            </w:pPr>
            <w:r w:rsidRPr="00C827A4">
              <w:rPr>
                <w:b/>
              </w:rPr>
              <w:t>Applet2</w:t>
            </w:r>
          </w:p>
          <w:p w:rsidR="00FB5721" w:rsidRPr="00C827A4" w:rsidRDefault="00FB5721">
            <w:pPr>
              <w:pStyle w:val="PL"/>
              <w:rPr>
                <w:rStyle w:val="CODE"/>
                <w:b/>
                <w:noProof w:val="0"/>
              </w:rPr>
            </w:pPr>
          </w:p>
          <w:p w:rsidR="00FB5721" w:rsidRPr="00C827A4" w:rsidRDefault="00FB5721">
            <w:pPr>
              <w:pStyle w:val="PL"/>
              <w:rPr>
                <w:noProof w:val="0"/>
              </w:rPr>
            </w:pPr>
            <w:r w:rsidRPr="00C827A4">
              <w:rPr>
                <w:noProof w:val="0"/>
              </w:rPr>
              <w:t>1- An envelope menu selection is send to trigger Applet2</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2- Applet2 allocates 4 timers</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No exception shall be thrown</w:t>
            </w:r>
          </w:p>
        </w:tc>
        <w:tc>
          <w:tcPr>
            <w:tcW w:w="2334" w:type="dxa"/>
            <w:tcBorders>
              <w:top w:val="nil"/>
            </w:tcBorders>
          </w:tcPr>
          <w:p w:rsidR="00FB5721" w:rsidRPr="00C827A4" w:rsidRDefault="00FB5721">
            <w:pPr>
              <w:pStyle w:val="textcell"/>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pPr>
            <w:r w:rsidRPr="00C827A4">
              <w:t>4</w:t>
            </w:r>
          </w:p>
        </w:tc>
        <w:tc>
          <w:tcPr>
            <w:tcW w:w="4111" w:type="dxa"/>
            <w:tcBorders>
              <w:top w:val="nil"/>
            </w:tcBorders>
          </w:tcPr>
          <w:p w:rsidR="00FB5721" w:rsidRPr="00C827A4" w:rsidRDefault="00FB5721">
            <w:pPr>
              <w:pStyle w:val="TAL"/>
              <w:jc w:val="center"/>
              <w:rPr>
                <w:b/>
              </w:rPr>
            </w:pPr>
            <w:r w:rsidRPr="00C827A4">
              <w:rPr>
                <w:b/>
              </w:rPr>
              <w:t>Allocate one more timer</w:t>
            </w:r>
          </w:p>
          <w:p w:rsidR="00FB5721" w:rsidRPr="00C827A4" w:rsidRDefault="00FB5721">
            <w:pPr>
              <w:pStyle w:val="TAL"/>
              <w:jc w:val="center"/>
              <w:rPr>
                <w:rStyle w:val="CODE"/>
                <w:b/>
              </w:rPr>
            </w:pPr>
            <w:r w:rsidRPr="00C827A4">
              <w:rPr>
                <w:b/>
              </w:rPr>
              <w:t>Applet2</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1- Applet2 allocates one more timer</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Shall throw a ToolkitException with reason NO_TIMER_AVAILABLE</w:t>
            </w:r>
          </w:p>
        </w:tc>
        <w:tc>
          <w:tcPr>
            <w:tcW w:w="2334" w:type="dxa"/>
            <w:tcBorders>
              <w:top w:val="nil"/>
            </w:tcBorders>
          </w:tcPr>
          <w:p w:rsidR="00FB5721" w:rsidRPr="00C827A4" w:rsidRDefault="00FB5721">
            <w:pPr>
              <w:pStyle w:val="textcell"/>
              <w:keepNext/>
              <w:keepLines/>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5</w:t>
            </w:r>
          </w:p>
        </w:tc>
        <w:tc>
          <w:tcPr>
            <w:tcW w:w="4111" w:type="dxa"/>
            <w:tcBorders>
              <w:top w:val="nil"/>
            </w:tcBorders>
          </w:tcPr>
          <w:p w:rsidR="00FB5721" w:rsidRPr="00C827A4" w:rsidRDefault="00FB5721">
            <w:pPr>
              <w:pStyle w:val="TAL"/>
              <w:keepNext w:val="0"/>
              <w:keepLines w:val="0"/>
              <w:jc w:val="center"/>
              <w:rPr>
                <w:rStyle w:val="CODE"/>
                <w:b/>
                <w:bCs/>
              </w:rPr>
            </w:pPr>
            <w:r w:rsidRPr="00C827A4">
              <w:rPr>
                <w:b/>
                <w:bCs/>
              </w:rPr>
              <w:t>Good installation of applet3</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1- Install Applet3 with maximum 8 timers allocated</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lastRenderedPageBreak/>
              <w:t>6</w:t>
            </w:r>
          </w:p>
        </w:tc>
        <w:tc>
          <w:tcPr>
            <w:tcW w:w="4111" w:type="dxa"/>
            <w:tcBorders>
              <w:top w:val="nil"/>
            </w:tcBorders>
          </w:tcPr>
          <w:p w:rsidR="00FB5721" w:rsidRPr="00C827A4" w:rsidRDefault="00FB5721">
            <w:pPr>
              <w:pStyle w:val="TAL"/>
              <w:keepNext w:val="0"/>
              <w:keepLines w:val="0"/>
              <w:jc w:val="center"/>
              <w:rPr>
                <w:b/>
              </w:rPr>
            </w:pPr>
            <w:r w:rsidRPr="00C827A4">
              <w:rPr>
                <w:b/>
              </w:rPr>
              <w:t>Allocate 4 timers</w:t>
            </w:r>
          </w:p>
          <w:p w:rsidR="00FB5721" w:rsidRPr="00C827A4" w:rsidRDefault="00FB5721">
            <w:pPr>
              <w:pStyle w:val="TAL"/>
              <w:keepNext w:val="0"/>
              <w:keepLines w:val="0"/>
              <w:jc w:val="center"/>
              <w:rPr>
                <w:rStyle w:val="CODE"/>
                <w:b/>
              </w:rPr>
            </w:pPr>
            <w:r w:rsidRPr="00C827A4">
              <w:rPr>
                <w:b/>
              </w:rPr>
              <w:t>Applet3</w:t>
            </w:r>
          </w:p>
          <w:p w:rsidR="00FB5721" w:rsidRPr="00C827A4" w:rsidRDefault="00FB5721">
            <w:pPr>
              <w:pStyle w:val="PL"/>
              <w:rPr>
                <w:rStyle w:val="CODE"/>
                <w:noProof w:val="0"/>
              </w:rPr>
            </w:pPr>
          </w:p>
          <w:p w:rsidR="00FB5721" w:rsidRPr="00C827A4" w:rsidRDefault="00FB5721">
            <w:pPr>
              <w:pStyle w:val="PL"/>
              <w:rPr>
                <w:noProof w:val="0"/>
              </w:rPr>
            </w:pPr>
            <w:r w:rsidRPr="00C827A4">
              <w:rPr>
                <w:noProof w:val="0"/>
              </w:rPr>
              <w:t>1- an envelope menu selection is send to trigger Applet3</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2- Applet3 allocates 4 timers</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2-No exception shall be thrown</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7</w:t>
            </w:r>
          </w:p>
        </w:tc>
        <w:tc>
          <w:tcPr>
            <w:tcW w:w="4111" w:type="dxa"/>
            <w:tcBorders>
              <w:top w:val="nil"/>
            </w:tcBorders>
          </w:tcPr>
          <w:p w:rsidR="00FB5721" w:rsidRPr="00C827A4" w:rsidRDefault="00FB5721">
            <w:pPr>
              <w:pStyle w:val="TAL"/>
              <w:keepNext w:val="0"/>
              <w:keepLines w:val="0"/>
              <w:jc w:val="center"/>
              <w:rPr>
                <w:b/>
              </w:rPr>
            </w:pPr>
            <w:r w:rsidRPr="00C827A4">
              <w:rPr>
                <w:b/>
              </w:rPr>
              <w:t>Allocate one more timer</w:t>
            </w:r>
          </w:p>
          <w:p w:rsidR="00FB5721" w:rsidRPr="00C827A4" w:rsidRDefault="00FB5721">
            <w:pPr>
              <w:pStyle w:val="TAL"/>
              <w:keepNext w:val="0"/>
              <w:keepLines w:val="0"/>
              <w:jc w:val="center"/>
              <w:rPr>
                <w:rStyle w:val="CODE"/>
                <w:b/>
              </w:rPr>
            </w:pPr>
            <w:r w:rsidRPr="00C827A4">
              <w:rPr>
                <w:b/>
              </w:rPr>
              <w:t>Applet3</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1- Applet3 allocates one more timer</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Shall throw a ToolkitException with reason NO_TIMER_AVAILABLE</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8</w:t>
            </w:r>
          </w:p>
        </w:tc>
        <w:tc>
          <w:tcPr>
            <w:tcW w:w="4111" w:type="dxa"/>
            <w:tcBorders>
              <w:top w:val="nil"/>
            </w:tcBorders>
          </w:tcPr>
          <w:p w:rsidR="00FB5721" w:rsidRPr="00C827A4" w:rsidRDefault="00FB5721">
            <w:pPr>
              <w:pStyle w:val="TAL"/>
              <w:keepNext w:val="0"/>
              <w:keepLines w:val="0"/>
              <w:jc w:val="center"/>
              <w:rPr>
                <w:b/>
              </w:rPr>
            </w:pPr>
            <w:r w:rsidRPr="00C827A4">
              <w:rPr>
                <w:b/>
              </w:rPr>
              <w:t>Check that each timerId (allocated by Applet2 and applet3) is between 1 and 8 and is different from each other</w:t>
            </w:r>
          </w:p>
          <w:p w:rsidR="00FB5721" w:rsidRPr="00C827A4" w:rsidRDefault="00FB5721">
            <w:pPr>
              <w:pStyle w:val="TAL"/>
              <w:keepNext w:val="0"/>
              <w:keepLines w:val="0"/>
              <w:rPr>
                <w:rStyle w:val="CODE"/>
              </w:rPr>
            </w:pP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r w:rsidRPr="00C827A4">
              <w:rPr>
                <w:rFonts w:ascii="Arial" w:hAnsi="Arial"/>
                <w:sz w:val="18"/>
                <w:lang w:val="en-GB"/>
              </w:rPr>
              <w:t xml:space="preserve"> </w:t>
            </w:r>
          </w:p>
        </w:tc>
      </w:tr>
    </w:tbl>
    <w:p w:rsidR="00FB5721" w:rsidRPr="00C827A4" w:rsidRDefault="00FB5721"/>
    <w:p w:rsidR="00FB5721" w:rsidRPr="00C827A4" w:rsidRDefault="00FB5721">
      <w:pPr>
        <w:pStyle w:val="Heading4"/>
      </w:pPr>
      <w:r w:rsidRPr="00C827A4">
        <w:t>5.5.7.3</w:t>
      </w:r>
      <w:r w:rsidRPr="00C827A4">
        <w:tab/>
        <w:t>Item Identifier</w:t>
      </w:r>
    </w:p>
    <w:p w:rsidR="00FB5721" w:rsidRPr="00C827A4" w:rsidRDefault="00FB5721">
      <w:r w:rsidRPr="00C827A4">
        <w:t>Test Area Reference: Cre_Tin_Itid</w:t>
      </w:r>
    </w:p>
    <w:p w:rsidR="00FB5721" w:rsidRPr="00C827A4" w:rsidRDefault="00FB5721" w:rsidP="00D65C82">
      <w:pPr>
        <w:pStyle w:val="Heading5"/>
      </w:pPr>
      <w:r w:rsidRPr="00C827A4">
        <w:t>5.5.7.3.1</w:t>
      </w:r>
      <w:r w:rsidRPr="00C827A4">
        <w:tab/>
        <w:t>Conformance requirement</w:t>
      </w:r>
    </w:p>
    <w:p w:rsidR="00FB5721" w:rsidRPr="00C827A4" w:rsidRDefault="00FB5721">
      <w:pPr>
        <w:pStyle w:val="H6"/>
      </w:pPr>
      <w:r w:rsidRPr="00C827A4">
        <w:t>5.5.7.3.1.1</w:t>
      </w:r>
      <w:r w:rsidRPr="00C827A4">
        <w:tab/>
        <w:t>Normal execution</w:t>
      </w:r>
    </w:p>
    <w:p w:rsidR="00FB5721" w:rsidRPr="00C827A4" w:rsidRDefault="00FB5721">
      <w:pPr>
        <w:pStyle w:val="B1"/>
      </w:pPr>
      <w:r w:rsidRPr="00C827A4">
        <w:t>CRRN1: If the requested item identifier in the range [1 to 127] is not already allocated, then this item identifier shall be allocated to the current applet.</w:t>
      </w:r>
    </w:p>
    <w:p w:rsidR="00FB5721" w:rsidRPr="00C827A4" w:rsidRDefault="00FB5721">
      <w:pPr>
        <w:pStyle w:val="B1"/>
      </w:pPr>
      <w:r w:rsidRPr="00C827A4">
        <w:t>CRRN2: If the requested item identifier is '00', the card shall take the first free value in the range [128,255].</w:t>
      </w:r>
    </w:p>
    <w:p w:rsidR="00FB5721" w:rsidRPr="00C827A4" w:rsidRDefault="00FB5721">
      <w:pPr>
        <w:pStyle w:val="H6"/>
      </w:pPr>
      <w:r w:rsidRPr="00C827A4">
        <w:t>5.5.7.3.1.2</w:t>
      </w:r>
      <w:r w:rsidRPr="00C827A4">
        <w:tab/>
        <w:t>Parameter errors</w:t>
      </w:r>
    </w:p>
    <w:p w:rsidR="00FB5721" w:rsidRPr="00C827A4" w:rsidRDefault="00FB5721">
      <w:pPr>
        <w:pStyle w:val="B1"/>
      </w:pPr>
      <w:r w:rsidRPr="00C827A4">
        <w:t>CRRP1: If the requested item identifier is in the range [128,255], then the card shall reject the install command.</w:t>
      </w:r>
    </w:p>
    <w:p w:rsidR="00FB5721" w:rsidRPr="00C827A4" w:rsidRDefault="00FB5721">
      <w:pPr>
        <w:pStyle w:val="H6"/>
      </w:pPr>
      <w:r w:rsidRPr="00C827A4">
        <w:t>5.5.7.3.1.3</w:t>
      </w:r>
      <w:r w:rsidRPr="00C827A4">
        <w:tab/>
        <w:t>Context errors</w:t>
      </w:r>
    </w:p>
    <w:p w:rsidR="00FB5721" w:rsidRPr="00C827A4" w:rsidRDefault="00FB5721">
      <w:pPr>
        <w:pStyle w:val="B1"/>
      </w:pPr>
      <w:r w:rsidRPr="00C827A4">
        <w:t>CRRC1: If the requested item identifier in the range [1 to 127] is already allocated, then the card shall reject the install command.</w:t>
      </w:r>
    </w:p>
    <w:p w:rsidR="00FB5721" w:rsidRPr="00C827A4" w:rsidRDefault="00FB5721" w:rsidP="00D65C82">
      <w:pPr>
        <w:pStyle w:val="Heading5"/>
      </w:pPr>
      <w:r w:rsidRPr="00C827A4">
        <w:t>5.5.7.3.2</w:t>
      </w:r>
      <w:r w:rsidRPr="00C827A4">
        <w:tab/>
        <w:t>Test area files</w:t>
      </w:r>
    </w:p>
    <w:p w:rsidR="00FB5721" w:rsidRPr="00C827A4" w:rsidRDefault="00FB5721" w:rsidP="00FB5721">
      <w:pPr>
        <w:pStyle w:val="EX"/>
      </w:pPr>
      <w:r w:rsidRPr="00C827A4">
        <w:t xml:space="preserve">Test Source: </w:t>
      </w:r>
      <w:r w:rsidRPr="00C827A4">
        <w:tab/>
        <w:t>Test_Cre_Tin_Itid.java.</w:t>
      </w:r>
    </w:p>
    <w:p w:rsidR="00FB5721" w:rsidRPr="00C827A4" w:rsidRDefault="00FB5721" w:rsidP="00FB5721">
      <w:pPr>
        <w:pStyle w:val="EX"/>
      </w:pPr>
      <w:r w:rsidRPr="00C827A4">
        <w:t xml:space="preserve">Test Applet: </w:t>
      </w:r>
      <w:r w:rsidRPr="00C827A4">
        <w:tab/>
        <w:t>Cre_Tin_Itid_1.java.</w:t>
      </w:r>
    </w:p>
    <w:p w:rsidR="00FB5721" w:rsidRPr="00C827A4" w:rsidRDefault="00FB5721" w:rsidP="00FB5721">
      <w:pPr>
        <w:pStyle w:val="EX"/>
      </w:pPr>
      <w:r w:rsidRPr="00C827A4">
        <w:tab/>
        <w:t>Cre_Tin_Itid_2.java.</w:t>
      </w:r>
    </w:p>
    <w:p w:rsidR="00FB5721" w:rsidRPr="00C827A4" w:rsidRDefault="00FB5721" w:rsidP="00FB5721">
      <w:pPr>
        <w:pStyle w:val="EX"/>
      </w:pPr>
      <w:r w:rsidRPr="00C827A4">
        <w:tab/>
        <w:t>Cre_Tin_Itid_3.java.</w:t>
      </w:r>
    </w:p>
    <w:p w:rsidR="00FB5721" w:rsidRPr="00C827A4" w:rsidRDefault="00FB5721" w:rsidP="00FB5721">
      <w:pPr>
        <w:pStyle w:val="EX"/>
      </w:pPr>
      <w:r w:rsidRPr="00C827A4">
        <w:t>Cap File:</w:t>
      </w:r>
      <w:r w:rsidRPr="00C827A4">
        <w:tab/>
      </w:r>
      <w:r w:rsidR="003772E9" w:rsidRPr="00C827A4">
        <w:t>C</w:t>
      </w:r>
      <w:r w:rsidRPr="00C827A4">
        <w:t>re_tin_itid.cap.</w:t>
      </w:r>
    </w:p>
    <w:p w:rsidR="00FB5721" w:rsidRPr="00C827A4" w:rsidRDefault="00FB5721" w:rsidP="00D65C82">
      <w:pPr>
        <w:pStyle w:val="Heading5"/>
      </w:pPr>
      <w:r w:rsidRPr="00C827A4">
        <w:t>5.5.7.3.3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4, 5, 6</w:t>
            </w:r>
          </w:p>
        </w:tc>
      </w:tr>
      <w:tr w:rsidR="00FB5721" w:rsidRPr="00C827A4">
        <w:trPr>
          <w:jc w:val="center"/>
        </w:trPr>
        <w:tc>
          <w:tcPr>
            <w:tcW w:w="2276" w:type="dxa"/>
          </w:tcPr>
          <w:p w:rsidR="00FB5721" w:rsidRPr="00C827A4" w:rsidRDefault="00FB5721">
            <w:pPr>
              <w:pStyle w:val="TAC"/>
              <w:keepNext w:val="0"/>
              <w:keepLines w:val="0"/>
            </w:pPr>
            <w:r w:rsidRPr="00C827A4">
              <w:t>CRRP1</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CRRC1</w:t>
            </w:r>
          </w:p>
        </w:tc>
        <w:tc>
          <w:tcPr>
            <w:tcW w:w="2682" w:type="dxa"/>
          </w:tcPr>
          <w:p w:rsidR="00FB5721" w:rsidRPr="00C827A4" w:rsidRDefault="00FB5721">
            <w:pPr>
              <w:pStyle w:val="TAC"/>
              <w:keepNext w:val="0"/>
              <w:keepLines w:val="0"/>
            </w:pPr>
            <w:r w:rsidRPr="00C827A4">
              <w:t>3</w:t>
            </w:r>
          </w:p>
        </w:tc>
      </w:tr>
    </w:tbl>
    <w:p w:rsidR="00FB5721" w:rsidRPr="00C827A4" w:rsidRDefault="00FB5721"/>
    <w:p w:rsidR="00FB5721" w:rsidRPr="00C827A4" w:rsidRDefault="00FB5721" w:rsidP="00D65C82">
      <w:pPr>
        <w:pStyle w:val="Heading5"/>
      </w:pPr>
      <w:r w:rsidRPr="00C827A4">
        <w:lastRenderedPageBreak/>
        <w:t>5.5.7.3.4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rPr>
                <w:rStyle w:val="CODE"/>
              </w:rPr>
            </w:pPr>
            <w:r w:rsidRPr="00C827A4">
              <w:t>Bad installation of Applet1</w:t>
            </w:r>
          </w:p>
          <w:p w:rsidR="00FB5721" w:rsidRPr="00C827A4" w:rsidRDefault="00FB5721">
            <w:pPr>
              <w:pStyle w:val="TAL"/>
            </w:pPr>
          </w:p>
          <w:p w:rsidR="00FB5721" w:rsidRPr="00C827A4" w:rsidRDefault="00FB5721">
            <w:pPr>
              <w:pStyle w:val="PL"/>
              <w:rPr>
                <w:noProof w:val="0"/>
              </w:rPr>
            </w:pPr>
            <w:r w:rsidRPr="00C827A4">
              <w:rPr>
                <w:noProof w:val="0"/>
              </w:rPr>
              <w:t>1- Installation of Applet1</w:t>
            </w:r>
          </w:p>
          <w:p w:rsidR="00FB5721" w:rsidRPr="00C827A4" w:rsidRDefault="00FB5721">
            <w:pPr>
              <w:pStyle w:val="PL"/>
              <w:rPr>
                <w:noProof w:val="0"/>
              </w:rPr>
            </w:pPr>
            <w:r w:rsidRPr="00C827A4">
              <w:rPr>
                <w:noProof w:val="0"/>
              </w:rPr>
              <w:t xml:space="preserve">The following parameters item Id equal to  128 </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2- Applet1 is selected</w:t>
            </w:r>
          </w:p>
        </w:tc>
        <w:tc>
          <w:tcPr>
            <w:tcW w:w="2911" w:type="dxa"/>
          </w:tcPr>
          <w:p w:rsidR="00FB5721" w:rsidRPr="00C827A4" w:rsidRDefault="00FB5721">
            <w:pPr>
              <w:pStyle w:val="TAL"/>
              <w:keepNext w:val="0"/>
              <w:keepLines w:val="0"/>
            </w:pPr>
          </w:p>
        </w:tc>
        <w:tc>
          <w:tcPr>
            <w:tcW w:w="2334" w:type="dxa"/>
          </w:tcPr>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1- The installation failed with the status word 6A80</w:t>
            </w: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2- Applet1 is not found, RAPDU != &lt;applet selected data&gt; 90 00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2</w:t>
            </w:r>
          </w:p>
        </w:tc>
        <w:tc>
          <w:tcPr>
            <w:tcW w:w="4111" w:type="dxa"/>
            <w:tcBorders>
              <w:top w:val="nil"/>
            </w:tcBorders>
          </w:tcPr>
          <w:p w:rsidR="00FB5721" w:rsidRPr="00C827A4" w:rsidRDefault="00FB5721">
            <w:pPr>
              <w:pStyle w:val="TAH"/>
              <w:keepNext w:val="0"/>
              <w:keepLines w:val="0"/>
              <w:rPr>
                <w:rStyle w:val="CODE"/>
              </w:rPr>
            </w:pPr>
            <w:r w:rsidRPr="00C827A4">
              <w:t>Good installation of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Installation of Applet1</w:t>
            </w:r>
          </w:p>
          <w:p w:rsidR="00FB5721" w:rsidRPr="00C827A4" w:rsidRDefault="00FB5721">
            <w:pPr>
              <w:pStyle w:val="PL"/>
              <w:rPr>
                <w:noProof w:val="0"/>
              </w:rPr>
            </w:pPr>
            <w:r w:rsidRPr="00C827A4">
              <w:rPr>
                <w:noProof w:val="0"/>
              </w:rPr>
              <w:t>Item Id = 1 for the first menu and 127 for the second one</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2- A Terminal Profile is sent to the card with only PROFILE_DOWNLOAD, MENU_SELECTION, SET_UP_MENU and COMMAND_RESULT facilities.</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nil"/>
            </w:tcBorders>
          </w:tcPr>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2- The UICC answers with status words 91xx to send back to the ME the 2 new menus</w:t>
            </w:r>
          </w:p>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The menus are</w:t>
            </w:r>
          </w:p>
          <w:p w:rsidR="00FB5721" w:rsidRPr="00C827A4" w:rsidRDefault="00FB5721">
            <w:pPr>
              <w:pStyle w:val="TAC"/>
              <w:keepNext w:val="0"/>
              <w:keepLines w:val="0"/>
              <w:jc w:val="left"/>
            </w:pPr>
            <w:r w:rsidRPr="00C827A4">
              <w:t>(position/itemId/text)</w:t>
            </w:r>
          </w:p>
          <w:p w:rsidR="00FB5721" w:rsidRPr="00C827A4" w:rsidRDefault="00FB5721">
            <w:pPr>
              <w:pStyle w:val="TAC"/>
              <w:keepNext w:val="0"/>
              <w:keepLines w:val="0"/>
              <w:jc w:val="left"/>
            </w:pPr>
            <w:r w:rsidRPr="00C827A4">
              <w:t>01/01/menu11</w:t>
            </w:r>
          </w:p>
          <w:p w:rsidR="00FB5721" w:rsidRPr="00C827A4" w:rsidRDefault="00FB5721">
            <w:pPr>
              <w:pStyle w:val="TAC"/>
              <w:keepNext w:val="0"/>
              <w:keepLines w:val="0"/>
              <w:jc w:val="left"/>
            </w:pPr>
            <w:r w:rsidRPr="00C827A4">
              <w:t>02/127/menu12</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3</w:t>
            </w:r>
          </w:p>
        </w:tc>
        <w:tc>
          <w:tcPr>
            <w:tcW w:w="4111" w:type="dxa"/>
            <w:tcBorders>
              <w:top w:val="nil"/>
            </w:tcBorders>
          </w:tcPr>
          <w:p w:rsidR="00FB5721" w:rsidRPr="00C827A4" w:rsidRDefault="00FB5721">
            <w:pPr>
              <w:pStyle w:val="TAH"/>
              <w:keepNext w:val="0"/>
              <w:keepLines w:val="0"/>
            </w:pPr>
            <w:r w:rsidRPr="00C827A4">
              <w:t>Bad installation of Applet2</w:t>
            </w:r>
          </w:p>
          <w:p w:rsidR="00FB5721" w:rsidRPr="00C827A4" w:rsidRDefault="00FB5721">
            <w:pPr>
              <w:pStyle w:val="TAL"/>
              <w:rPr>
                <w:rStyle w:val="CODE"/>
              </w:rPr>
            </w:pPr>
            <w:r w:rsidRPr="00C827A4">
              <w:rPr>
                <w:b/>
              </w:rPr>
              <w:t>Item identifier already allocated</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Installation of Applet2</w:t>
            </w:r>
          </w:p>
          <w:p w:rsidR="00FB5721" w:rsidRPr="00C827A4" w:rsidRDefault="00FB5721">
            <w:pPr>
              <w:pStyle w:val="PL"/>
              <w:rPr>
                <w:noProof w:val="0"/>
              </w:rPr>
            </w:pPr>
            <w:r w:rsidRPr="00C827A4">
              <w:rPr>
                <w:noProof w:val="0"/>
              </w:rPr>
              <w:t>item Id = 127</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2- Applet2 is selected</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nil"/>
            </w:tcBorders>
          </w:tcPr>
          <w:p w:rsidR="00FB5721" w:rsidRPr="00C827A4" w:rsidRDefault="00FB5721">
            <w:pPr>
              <w:pStyle w:val="TAC"/>
              <w:keepNext w:val="0"/>
              <w:keepLines w:val="0"/>
              <w:jc w:val="left"/>
              <w:rPr>
                <w:b/>
              </w:rPr>
            </w:pPr>
          </w:p>
          <w:p w:rsidR="00FB5721" w:rsidRPr="00C827A4" w:rsidRDefault="00FB5721">
            <w:pPr>
              <w:pStyle w:val="TAC"/>
              <w:keepNext w:val="0"/>
              <w:keepLines w:val="0"/>
              <w:jc w:val="left"/>
              <w:rPr>
                <w:b/>
              </w:rPr>
            </w:pPr>
          </w:p>
          <w:p w:rsidR="00FB5721" w:rsidRPr="00C827A4" w:rsidRDefault="00FB5721">
            <w:pPr>
              <w:pStyle w:val="TAC"/>
              <w:keepNext w:val="0"/>
              <w:keepLines w:val="0"/>
              <w:jc w:val="left"/>
              <w:rPr>
                <w:b/>
              </w:rPr>
            </w:pPr>
          </w:p>
          <w:p w:rsidR="00FB5721" w:rsidRPr="00C827A4" w:rsidRDefault="00FB5721">
            <w:pPr>
              <w:pStyle w:val="TAC"/>
              <w:keepNext w:val="0"/>
              <w:keepLines w:val="0"/>
              <w:jc w:val="left"/>
              <w:rPr>
                <w:b/>
              </w:rPr>
            </w:pPr>
            <w:r w:rsidRPr="00C827A4">
              <w:t>1- The installation failed with the status word 6A80</w:t>
            </w:r>
          </w:p>
          <w:p w:rsidR="00FB5721" w:rsidRPr="00C827A4" w:rsidRDefault="00FB5721">
            <w:pPr>
              <w:pStyle w:val="TAC"/>
              <w:keepNext w:val="0"/>
              <w:keepLines w:val="0"/>
              <w:jc w:val="left"/>
              <w:rPr>
                <w:b/>
              </w:rPr>
            </w:pPr>
          </w:p>
          <w:p w:rsidR="00FB5721" w:rsidRPr="00C827A4" w:rsidRDefault="00FB5721">
            <w:pPr>
              <w:pStyle w:val="TAC"/>
              <w:keepNext w:val="0"/>
              <w:keepLines w:val="0"/>
              <w:jc w:val="left"/>
              <w:rPr>
                <w:b/>
              </w:rPr>
            </w:pPr>
          </w:p>
          <w:p w:rsidR="00FB5721" w:rsidRPr="00C827A4" w:rsidRDefault="00FB5721">
            <w:pPr>
              <w:pStyle w:val="TAC"/>
              <w:keepNext w:val="0"/>
              <w:keepLines w:val="0"/>
              <w:jc w:val="left"/>
            </w:pPr>
            <w:r w:rsidRPr="00C827A4">
              <w:t>2- Applet2 is not found, RAPDU != &lt;applet selected data&gt; 90 00</w:t>
            </w:r>
          </w:p>
        </w:tc>
      </w:tr>
      <w:tr w:rsidR="00FB5721" w:rsidRPr="00927A43">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4</w:t>
            </w:r>
          </w:p>
        </w:tc>
        <w:tc>
          <w:tcPr>
            <w:tcW w:w="4111" w:type="dxa"/>
            <w:tcBorders>
              <w:top w:val="nil"/>
            </w:tcBorders>
          </w:tcPr>
          <w:p w:rsidR="00FB5721" w:rsidRPr="00C827A4" w:rsidRDefault="00FB5721">
            <w:pPr>
              <w:pStyle w:val="TAH"/>
              <w:keepNext w:val="0"/>
              <w:keepLines w:val="0"/>
              <w:rPr>
                <w:rStyle w:val="CODE"/>
              </w:rPr>
            </w:pPr>
            <w:r w:rsidRPr="00C827A4">
              <w:t>Good installation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Installation of Applet2</w:t>
            </w:r>
          </w:p>
          <w:p w:rsidR="00FB5721" w:rsidRPr="00C827A4" w:rsidRDefault="00FB5721">
            <w:pPr>
              <w:pStyle w:val="PL"/>
              <w:rPr>
                <w:b/>
                <w:noProof w:val="0"/>
              </w:rPr>
            </w:pPr>
            <w:r w:rsidRPr="00C827A4">
              <w:rPr>
                <w:noProof w:val="0"/>
              </w:rPr>
              <w:t>item Id = 0</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rPr>
                <w:rStyle w:val="CODE"/>
              </w:rPr>
            </w:pPr>
          </w:p>
        </w:tc>
        <w:tc>
          <w:tcPr>
            <w:tcW w:w="2334" w:type="dxa"/>
            <w:tcBorders>
              <w:top w:val="nil"/>
            </w:tcBorders>
          </w:tcPr>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1- The UICC answers with status words 91xx to send back to the ME the 3 menus</w:t>
            </w:r>
          </w:p>
          <w:p w:rsidR="00FB5721" w:rsidRPr="00C827A4" w:rsidRDefault="00FB5721">
            <w:pPr>
              <w:pStyle w:val="TAC"/>
              <w:keepNext w:val="0"/>
              <w:keepLines w:val="0"/>
              <w:jc w:val="left"/>
            </w:pPr>
          </w:p>
          <w:p w:rsidR="00FB5721" w:rsidRPr="00927A43" w:rsidRDefault="00FB5721">
            <w:pPr>
              <w:pStyle w:val="TAC"/>
              <w:keepNext w:val="0"/>
              <w:keepLines w:val="0"/>
              <w:jc w:val="left"/>
            </w:pPr>
            <w:r w:rsidRPr="00927A43">
              <w:t>The menus are</w:t>
            </w:r>
          </w:p>
          <w:p w:rsidR="00FB5721" w:rsidRPr="00927A43" w:rsidRDefault="00FB5721">
            <w:pPr>
              <w:pStyle w:val="TAC"/>
              <w:keepNext w:val="0"/>
              <w:keepLines w:val="0"/>
              <w:jc w:val="left"/>
            </w:pPr>
            <w:r w:rsidRPr="00927A43">
              <w:t>01/01/menu11</w:t>
            </w:r>
          </w:p>
          <w:p w:rsidR="00FB5721" w:rsidRPr="00927A43" w:rsidRDefault="00FB5721">
            <w:pPr>
              <w:pStyle w:val="TAC"/>
              <w:keepNext w:val="0"/>
              <w:keepLines w:val="0"/>
              <w:jc w:val="left"/>
            </w:pPr>
            <w:r w:rsidRPr="00927A43">
              <w:t>02/127/menu12</w:t>
            </w:r>
          </w:p>
          <w:p w:rsidR="00FB5721" w:rsidRPr="00927A43" w:rsidRDefault="00FB5721">
            <w:pPr>
              <w:pStyle w:val="TAC"/>
              <w:keepNext w:val="0"/>
              <w:keepLines w:val="0"/>
              <w:jc w:val="left"/>
            </w:pPr>
            <w:r w:rsidRPr="00927A43">
              <w:t>03/128/menu21</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5</w:t>
            </w:r>
          </w:p>
        </w:tc>
        <w:tc>
          <w:tcPr>
            <w:tcW w:w="4111" w:type="dxa"/>
            <w:tcBorders>
              <w:top w:val="nil"/>
            </w:tcBorders>
          </w:tcPr>
          <w:p w:rsidR="00FB5721" w:rsidRPr="00C827A4" w:rsidRDefault="00FB5721">
            <w:pPr>
              <w:pStyle w:val="TAH"/>
              <w:keepNext w:val="0"/>
              <w:keepLines w:val="0"/>
              <w:rPr>
                <w:rStyle w:val="CODE"/>
              </w:rPr>
            </w:pPr>
            <w:r w:rsidRPr="00C827A4">
              <w:t>Good installation of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Installation of Applet3</w:t>
            </w:r>
          </w:p>
          <w:p w:rsidR="00FB5721" w:rsidRPr="00C827A4" w:rsidRDefault="00FB5721">
            <w:pPr>
              <w:pStyle w:val="PL"/>
              <w:rPr>
                <w:b/>
                <w:noProof w:val="0"/>
              </w:rPr>
            </w:pPr>
            <w:r w:rsidRPr="00C827A4">
              <w:rPr>
                <w:noProof w:val="0"/>
              </w:rPr>
              <w:t>item Id = 0</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nil"/>
            </w:tcBorders>
          </w:tcPr>
          <w:p w:rsidR="00FB5721" w:rsidRPr="00C827A4" w:rsidRDefault="00FB5721">
            <w:pPr>
              <w:pStyle w:val="TAC"/>
              <w:keepNext w:val="0"/>
              <w:keepLines w:val="0"/>
              <w:jc w:val="left"/>
            </w:pPr>
          </w:p>
          <w:p w:rsidR="00FB5721" w:rsidRPr="00C827A4" w:rsidRDefault="00FB5721">
            <w:pPr>
              <w:pStyle w:val="TAC"/>
              <w:keepNext w:val="0"/>
              <w:keepLines w:val="0"/>
              <w:jc w:val="left"/>
            </w:pPr>
          </w:p>
          <w:p w:rsidR="00FB5721" w:rsidRPr="00C827A4" w:rsidRDefault="00FB5721">
            <w:pPr>
              <w:pStyle w:val="TAC"/>
              <w:keepNext w:val="0"/>
              <w:keepLines w:val="0"/>
              <w:jc w:val="left"/>
            </w:pPr>
            <w:r w:rsidRPr="00C827A4">
              <w:t>1- The UICC answers with status words 91xx to send back to the ME the 4 menus</w:t>
            </w:r>
          </w:p>
          <w:p w:rsidR="00FB5721" w:rsidRPr="00C827A4" w:rsidRDefault="00FB5721">
            <w:pPr>
              <w:pStyle w:val="TAC"/>
              <w:keepNext w:val="0"/>
              <w:keepLines w:val="0"/>
              <w:jc w:val="left"/>
            </w:pPr>
          </w:p>
          <w:p w:rsidR="00FB5721" w:rsidRPr="00927A43" w:rsidRDefault="00FB5721">
            <w:pPr>
              <w:pStyle w:val="TAC"/>
              <w:keepNext w:val="0"/>
              <w:keepLines w:val="0"/>
              <w:jc w:val="left"/>
            </w:pPr>
            <w:r w:rsidRPr="00927A43">
              <w:t>The menus are</w:t>
            </w:r>
          </w:p>
          <w:p w:rsidR="00FB5721" w:rsidRPr="00927A43" w:rsidRDefault="00FB5721">
            <w:pPr>
              <w:pStyle w:val="TAC"/>
              <w:keepNext w:val="0"/>
              <w:keepLines w:val="0"/>
              <w:jc w:val="left"/>
            </w:pPr>
            <w:r w:rsidRPr="00927A43">
              <w:t>01/01/menu11</w:t>
            </w:r>
          </w:p>
          <w:p w:rsidR="00FB5721" w:rsidRPr="00927A43" w:rsidRDefault="00FB5721">
            <w:pPr>
              <w:pStyle w:val="TAC"/>
              <w:keepNext w:val="0"/>
              <w:keepLines w:val="0"/>
              <w:jc w:val="left"/>
            </w:pPr>
            <w:r w:rsidRPr="00927A43">
              <w:t>02/127/menu12</w:t>
            </w:r>
          </w:p>
          <w:p w:rsidR="00FB5721" w:rsidRPr="00927A43" w:rsidRDefault="00FB5721">
            <w:pPr>
              <w:pStyle w:val="TAC"/>
              <w:keepNext w:val="0"/>
              <w:keepLines w:val="0"/>
              <w:jc w:val="left"/>
            </w:pPr>
            <w:r w:rsidRPr="00927A43">
              <w:t>03/128/menu21</w:t>
            </w:r>
          </w:p>
          <w:p w:rsidR="00FB5721" w:rsidRPr="00C827A4" w:rsidRDefault="00FB5721">
            <w:pPr>
              <w:pStyle w:val="TAC"/>
              <w:keepNext w:val="0"/>
              <w:keepLines w:val="0"/>
              <w:jc w:val="left"/>
            </w:pPr>
            <w:r w:rsidRPr="00C827A4">
              <w:t>04/129/menu31</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pPr>
            <w:r w:rsidRPr="00C827A4">
              <w:lastRenderedPageBreak/>
              <w:t>6</w:t>
            </w:r>
          </w:p>
        </w:tc>
        <w:tc>
          <w:tcPr>
            <w:tcW w:w="4111" w:type="dxa"/>
            <w:tcBorders>
              <w:top w:val="nil"/>
            </w:tcBorders>
          </w:tcPr>
          <w:p w:rsidR="00FB5721" w:rsidRPr="00C827A4" w:rsidRDefault="00FB5721">
            <w:pPr>
              <w:pStyle w:val="TAH"/>
              <w:rPr>
                <w:rStyle w:val="CODE"/>
              </w:rPr>
            </w:pPr>
            <w:r w:rsidRPr="00C827A4">
              <w:t>Good deletion and installation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instance of Applet2</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Install for install of Applet2</w:t>
            </w:r>
          </w:p>
          <w:p w:rsidR="00FB5721" w:rsidRPr="00C827A4" w:rsidRDefault="00FB5721">
            <w:pPr>
              <w:pStyle w:val="PL"/>
              <w:rPr>
                <w:b/>
                <w:noProof w:val="0"/>
              </w:rPr>
            </w:pPr>
            <w:r w:rsidRPr="00C827A4">
              <w:rPr>
                <w:noProof w:val="0"/>
              </w:rPr>
              <w:t>item Id = 0</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tc>
        <w:tc>
          <w:tcPr>
            <w:tcW w:w="2334" w:type="dxa"/>
            <w:tcBorders>
              <w:top w:val="nil"/>
            </w:tcBorders>
          </w:tcPr>
          <w:p w:rsidR="00FB5721" w:rsidRPr="00C827A4" w:rsidRDefault="00FB5721">
            <w:pPr>
              <w:pStyle w:val="TAC"/>
              <w:jc w:val="left"/>
            </w:pPr>
          </w:p>
          <w:p w:rsidR="00FB5721" w:rsidRPr="00C827A4" w:rsidRDefault="00FB5721">
            <w:pPr>
              <w:pStyle w:val="TAC"/>
              <w:jc w:val="left"/>
            </w:pPr>
            <w:r w:rsidRPr="00C827A4">
              <w:t>1- The UICC answers with status words 91xx to send back to the ME the 3 menus</w:t>
            </w:r>
          </w:p>
          <w:p w:rsidR="00FB5721" w:rsidRPr="00C827A4" w:rsidRDefault="00FB5721">
            <w:pPr>
              <w:pStyle w:val="TAC"/>
              <w:jc w:val="left"/>
            </w:pPr>
          </w:p>
          <w:p w:rsidR="00FB5721" w:rsidRPr="00927A43" w:rsidRDefault="00FB5721">
            <w:pPr>
              <w:pStyle w:val="TAC"/>
              <w:jc w:val="left"/>
            </w:pPr>
            <w:r w:rsidRPr="00927A43">
              <w:t>The menus are</w:t>
            </w:r>
          </w:p>
          <w:p w:rsidR="00FB5721" w:rsidRPr="00927A43" w:rsidRDefault="00FB5721">
            <w:pPr>
              <w:pStyle w:val="TAC"/>
              <w:jc w:val="left"/>
            </w:pPr>
            <w:r w:rsidRPr="00927A43">
              <w:t>01/01/menu11</w:t>
            </w:r>
          </w:p>
          <w:p w:rsidR="00FB5721" w:rsidRPr="00927A43" w:rsidRDefault="00FB5721">
            <w:pPr>
              <w:pStyle w:val="TAC"/>
              <w:jc w:val="left"/>
            </w:pPr>
            <w:r w:rsidRPr="00927A43">
              <w:t>02/127/menu12</w:t>
            </w:r>
          </w:p>
          <w:p w:rsidR="00FB5721" w:rsidRPr="00927A43" w:rsidRDefault="00FB5721">
            <w:pPr>
              <w:pStyle w:val="TAC"/>
              <w:jc w:val="left"/>
            </w:pPr>
            <w:r w:rsidRPr="00927A43">
              <w:t>03/129/menu31</w:t>
            </w:r>
          </w:p>
          <w:p w:rsidR="00FB5721" w:rsidRPr="00927A43" w:rsidRDefault="00FB5721">
            <w:pPr>
              <w:pStyle w:val="TAC"/>
              <w:jc w:val="left"/>
            </w:pPr>
          </w:p>
          <w:p w:rsidR="00FB5721" w:rsidRPr="00C827A4" w:rsidRDefault="00FB5721">
            <w:pPr>
              <w:pStyle w:val="TAC"/>
              <w:jc w:val="left"/>
            </w:pPr>
            <w:r w:rsidRPr="00C827A4">
              <w:t>3- The UICC answers with status words 91xx to send back to the ME the 4 menus</w:t>
            </w:r>
          </w:p>
          <w:p w:rsidR="00FB5721" w:rsidRPr="00C827A4" w:rsidRDefault="00FB5721">
            <w:pPr>
              <w:pStyle w:val="TAC"/>
              <w:jc w:val="left"/>
            </w:pPr>
          </w:p>
          <w:p w:rsidR="00FB5721" w:rsidRPr="00927A43" w:rsidRDefault="00FB5721">
            <w:pPr>
              <w:pStyle w:val="TAC"/>
              <w:jc w:val="left"/>
            </w:pPr>
            <w:r w:rsidRPr="00927A43">
              <w:t>The menus are</w:t>
            </w:r>
          </w:p>
          <w:p w:rsidR="00FB5721" w:rsidRPr="00927A43" w:rsidRDefault="00FB5721">
            <w:pPr>
              <w:pStyle w:val="TAC"/>
              <w:jc w:val="left"/>
            </w:pPr>
            <w:r w:rsidRPr="00927A43">
              <w:t>01/01/menu11</w:t>
            </w:r>
          </w:p>
          <w:p w:rsidR="00FB5721" w:rsidRPr="00927A43" w:rsidRDefault="00FB5721">
            <w:pPr>
              <w:pStyle w:val="TAC"/>
              <w:jc w:val="left"/>
            </w:pPr>
            <w:r w:rsidRPr="00927A43">
              <w:t>02/127/menu12</w:t>
            </w:r>
          </w:p>
          <w:p w:rsidR="00FB5721" w:rsidRPr="00927A43" w:rsidRDefault="00FB5721">
            <w:pPr>
              <w:pStyle w:val="TAC"/>
              <w:jc w:val="left"/>
            </w:pPr>
            <w:r w:rsidRPr="00927A43">
              <w:t>03/128/menu21</w:t>
            </w:r>
          </w:p>
          <w:p w:rsidR="00FB5721" w:rsidRPr="00C827A4" w:rsidRDefault="00FB5721">
            <w:pPr>
              <w:pStyle w:val="TAC"/>
              <w:jc w:val="left"/>
            </w:pPr>
            <w:r w:rsidRPr="00C827A4">
              <w:t>04/129/menu31</w:t>
            </w:r>
          </w:p>
        </w:tc>
      </w:tr>
    </w:tbl>
    <w:p w:rsidR="00FB5721" w:rsidRPr="00C827A4" w:rsidRDefault="00FB5721"/>
    <w:p w:rsidR="00FB5721" w:rsidRPr="00C827A4" w:rsidRDefault="00FB5721">
      <w:pPr>
        <w:pStyle w:val="Heading4"/>
      </w:pPr>
      <w:r w:rsidRPr="00C827A4">
        <w:t>5.5.7.4</w:t>
      </w:r>
      <w:r w:rsidRPr="00C827A4">
        <w:tab/>
        <w:t>Item Position</w:t>
      </w:r>
    </w:p>
    <w:p w:rsidR="00FB5721" w:rsidRPr="00C827A4" w:rsidRDefault="00FB5721">
      <w:r w:rsidRPr="00C827A4">
        <w:t>Test Area Reference: Cre_Tin_Itpo.</w:t>
      </w:r>
    </w:p>
    <w:p w:rsidR="00FB5721" w:rsidRPr="00C827A4" w:rsidRDefault="00FB5721" w:rsidP="00D65C82">
      <w:pPr>
        <w:pStyle w:val="Heading5"/>
      </w:pPr>
      <w:r w:rsidRPr="00C827A4">
        <w:t>5.5.7.4.1</w:t>
      </w:r>
      <w:r w:rsidRPr="00C827A4">
        <w:tab/>
        <w:t>Conformance requirement</w:t>
      </w:r>
    </w:p>
    <w:p w:rsidR="00FB5721" w:rsidRPr="00C827A4" w:rsidRDefault="00FB5721">
      <w:pPr>
        <w:pStyle w:val="H6"/>
      </w:pPr>
      <w:r w:rsidRPr="00C827A4">
        <w:t>5.5.7.4.1.1</w:t>
      </w:r>
      <w:r w:rsidRPr="00C827A4">
        <w:tab/>
        <w:t>Normal execution</w:t>
      </w:r>
    </w:p>
    <w:p w:rsidR="00FB5721" w:rsidRPr="00C827A4" w:rsidRDefault="00FB5721">
      <w:pPr>
        <w:pStyle w:val="B1"/>
      </w:pPr>
      <w:r w:rsidRPr="00C827A4">
        <w:t>CRRN1: If  the new Menu Entry has to be inserted at an already occupied position, the entries from the requested position to the last element of the Menu Entries' list are shifted to the next positions.</w:t>
      </w:r>
    </w:p>
    <w:p w:rsidR="00FB5721" w:rsidRPr="00C827A4" w:rsidRDefault="00FB5721">
      <w:pPr>
        <w:pStyle w:val="B1"/>
      </w:pPr>
      <w:r w:rsidRPr="00C827A4">
        <w:t>CRRN2: If the position indicated is greater than the number of elements in the Menu Entries' list, then the Menu Entry takes the last position in the Menu Entries' list.</w:t>
      </w:r>
    </w:p>
    <w:p w:rsidR="00FB5721" w:rsidRPr="00C827A4" w:rsidRDefault="00FB5721">
      <w:pPr>
        <w:pStyle w:val="B1"/>
      </w:pPr>
      <w:r w:rsidRPr="00C827A4">
        <w:t>CRRN3: If the position indicated is equal to '00', then the Menu Entry takes the last position in the Menu Entries' list.</w:t>
      </w:r>
    </w:p>
    <w:p w:rsidR="00FB5721" w:rsidRPr="00C827A4" w:rsidRDefault="00FB5721">
      <w:pPr>
        <w:pStyle w:val="H6"/>
      </w:pPr>
      <w:r w:rsidRPr="00C827A4">
        <w:t>5.5.7.4.1.2</w:t>
      </w:r>
      <w:r w:rsidRPr="00C827A4">
        <w:tab/>
        <w:t>Parameter errors</w:t>
      </w:r>
    </w:p>
    <w:p w:rsidR="00FB5721" w:rsidRPr="00C827A4" w:rsidRDefault="00FB5721">
      <w:r w:rsidRPr="00C827A4">
        <w:t>No requirements.</w:t>
      </w:r>
    </w:p>
    <w:p w:rsidR="00FB5721" w:rsidRPr="00C827A4" w:rsidRDefault="00FB5721">
      <w:pPr>
        <w:pStyle w:val="H6"/>
      </w:pPr>
      <w:r w:rsidRPr="00C827A4">
        <w:t>5.5.7.4.1.3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5.5.7.4.2</w:t>
      </w:r>
      <w:r w:rsidRPr="00C827A4">
        <w:tab/>
        <w:t>Test area files</w:t>
      </w:r>
    </w:p>
    <w:p w:rsidR="00FB5721" w:rsidRPr="00C827A4" w:rsidRDefault="00FB5721" w:rsidP="00FB5721">
      <w:pPr>
        <w:pStyle w:val="EX"/>
      </w:pPr>
      <w:r w:rsidRPr="00C827A4">
        <w:t>Test Source:</w:t>
      </w:r>
      <w:r w:rsidRPr="00C827A4">
        <w:tab/>
        <w:t>Test_Cre_Tin_Itpo.java.</w:t>
      </w:r>
    </w:p>
    <w:p w:rsidR="00FB5721" w:rsidRPr="00C827A4" w:rsidRDefault="00FB5721" w:rsidP="00FB5721">
      <w:pPr>
        <w:pStyle w:val="EX"/>
      </w:pPr>
      <w:r w:rsidRPr="00C827A4">
        <w:t xml:space="preserve">Test Applet: </w:t>
      </w:r>
      <w:r w:rsidRPr="00C827A4">
        <w:tab/>
        <w:t>Cre_Tin_Itpo_1.java.</w:t>
      </w:r>
    </w:p>
    <w:p w:rsidR="00FB5721" w:rsidRPr="00C827A4" w:rsidRDefault="00FB5721" w:rsidP="00FB5721">
      <w:pPr>
        <w:pStyle w:val="EX"/>
      </w:pPr>
      <w:r w:rsidRPr="00C827A4">
        <w:tab/>
        <w:t>Cre_Tin_Itpo_2.java.</w:t>
      </w:r>
    </w:p>
    <w:p w:rsidR="00FB5721" w:rsidRPr="00C827A4" w:rsidRDefault="00FB5721" w:rsidP="00FB5721">
      <w:pPr>
        <w:pStyle w:val="EX"/>
      </w:pPr>
      <w:r w:rsidRPr="00C827A4">
        <w:tab/>
        <w:t>Cre_Tin_Itpo_3.java.</w:t>
      </w:r>
    </w:p>
    <w:p w:rsidR="00FB5721" w:rsidRPr="00C827A4" w:rsidRDefault="00FB5721" w:rsidP="00FB5721">
      <w:pPr>
        <w:pStyle w:val="EX"/>
      </w:pPr>
      <w:r w:rsidRPr="00C827A4">
        <w:tab/>
        <w:t>Cre_Tin_Itpo_4.java.</w:t>
      </w:r>
    </w:p>
    <w:p w:rsidR="00FB5721" w:rsidRPr="00C827A4" w:rsidRDefault="00FB5721" w:rsidP="00FB5721">
      <w:pPr>
        <w:pStyle w:val="EX"/>
      </w:pPr>
      <w:r w:rsidRPr="00C827A4">
        <w:tab/>
        <w:t>Cre_Tin_Itpo_5.java.</w:t>
      </w:r>
    </w:p>
    <w:p w:rsidR="00FB5721" w:rsidRPr="00C827A4" w:rsidRDefault="00FB5721" w:rsidP="00FB5721">
      <w:pPr>
        <w:pStyle w:val="EX"/>
      </w:pPr>
      <w:r w:rsidRPr="00C827A4">
        <w:tab/>
        <w:t>Cre_Tin_Itpo_6.java.</w:t>
      </w:r>
    </w:p>
    <w:p w:rsidR="00FB5721" w:rsidRPr="00C827A4" w:rsidRDefault="00FB5721" w:rsidP="00FB5721">
      <w:pPr>
        <w:pStyle w:val="EX"/>
      </w:pPr>
      <w:r w:rsidRPr="00C827A4">
        <w:t>Cap File:</w:t>
      </w:r>
      <w:r w:rsidRPr="00C827A4">
        <w:tab/>
      </w:r>
      <w:r w:rsidR="003772E9" w:rsidRPr="00C827A4">
        <w:t>C</w:t>
      </w:r>
      <w:r w:rsidRPr="00C827A4">
        <w:t>re_tin_itpo.cap.</w:t>
      </w:r>
    </w:p>
    <w:p w:rsidR="00FB5721" w:rsidRPr="00C827A4" w:rsidRDefault="00FB5721" w:rsidP="00FB5721">
      <w:pPr>
        <w:pStyle w:val="Heading5"/>
      </w:pPr>
      <w:r w:rsidRPr="00C827A4">
        <w:lastRenderedPageBreak/>
        <w:t>5.5.7.4.3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extcell"/>
              <w:rPr>
                <w:rFonts w:ascii="Arial" w:hAnsi="Arial"/>
                <w:sz w:val="18"/>
                <w:lang w:val="en-GB"/>
              </w:rPr>
            </w:pPr>
            <w:r w:rsidRPr="00C827A4">
              <w:rPr>
                <w:rFonts w:ascii="Arial" w:hAnsi="Arial"/>
                <w:sz w:val="18"/>
                <w:lang w:val="en-GB"/>
              </w:rPr>
              <w:t>1 to 10</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5</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4</w:t>
            </w:r>
          </w:p>
        </w:tc>
      </w:tr>
    </w:tbl>
    <w:p w:rsidR="00FB5721" w:rsidRPr="00C827A4" w:rsidRDefault="00FB5721"/>
    <w:p w:rsidR="00FB5721" w:rsidRPr="00C827A4" w:rsidRDefault="00FB5721" w:rsidP="00D65C82">
      <w:pPr>
        <w:pStyle w:val="Heading5"/>
      </w:pPr>
      <w:r w:rsidRPr="00C827A4">
        <w:t>5.5.7.4.4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L"/>
              <w:keepNext w:val="0"/>
              <w:keepLines w:val="0"/>
              <w:jc w:val="center"/>
            </w:pPr>
            <w:r w:rsidRPr="00C827A4">
              <w:t>1</w:t>
            </w:r>
          </w:p>
        </w:tc>
        <w:tc>
          <w:tcPr>
            <w:tcW w:w="4111" w:type="dxa"/>
          </w:tcPr>
          <w:p w:rsidR="00FB5721" w:rsidRPr="00C827A4" w:rsidRDefault="00FB5721">
            <w:pPr>
              <w:pStyle w:val="TAH"/>
              <w:keepNext w:val="0"/>
              <w:keepLines w:val="0"/>
            </w:pPr>
            <w:r w:rsidRPr="00C827A4">
              <w:t>Installation of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Applet1</w:t>
            </w:r>
          </w:p>
          <w:p w:rsidR="00FB5721" w:rsidRPr="00C827A4" w:rsidRDefault="00FB5721">
            <w:pPr>
              <w:pStyle w:val="PL"/>
              <w:rPr>
                <w:noProof w:val="0"/>
              </w:rPr>
            </w:pPr>
            <w:r w:rsidRPr="00C827A4">
              <w:rPr>
                <w:noProof w:val="0"/>
              </w:rPr>
              <w:t>Position/ItemId</w:t>
            </w:r>
          </w:p>
          <w:p w:rsidR="00FB5721" w:rsidRPr="00C827A4" w:rsidRDefault="00FB5721">
            <w:pPr>
              <w:pStyle w:val="PL"/>
              <w:rPr>
                <w:noProof w:val="0"/>
              </w:rPr>
            </w:pPr>
            <w:r w:rsidRPr="00C827A4">
              <w:rPr>
                <w:noProof w:val="0"/>
              </w:rPr>
              <w:t>01/01</w:t>
            </w:r>
          </w:p>
          <w:p w:rsidR="00FB5721" w:rsidRPr="00C827A4" w:rsidRDefault="00FB5721">
            <w:pPr>
              <w:pStyle w:val="PL"/>
              <w:rPr>
                <w:noProof w:val="0"/>
              </w:rPr>
            </w:pPr>
            <w:r w:rsidRPr="00C827A4">
              <w:rPr>
                <w:noProof w:val="0"/>
              </w:rPr>
              <w:t>02/02</w:t>
            </w:r>
          </w:p>
          <w:p w:rsidR="00FB5721" w:rsidRPr="00C827A4" w:rsidRDefault="00FB5721">
            <w:pPr>
              <w:pStyle w:val="PL"/>
              <w:rPr>
                <w:noProof w:val="0"/>
              </w:rPr>
            </w:pPr>
            <w:r w:rsidRPr="00C827A4">
              <w:rPr>
                <w:noProof w:val="0"/>
              </w:rPr>
              <w:t>03/03</w:t>
            </w:r>
          </w:p>
          <w:p w:rsidR="00FB5721" w:rsidRPr="00C827A4" w:rsidRDefault="00FB5721">
            <w:pPr>
              <w:pStyle w:val="PL"/>
              <w:rPr>
                <w:noProof w:val="0"/>
              </w:rPr>
            </w:pPr>
            <w:r w:rsidRPr="00C827A4">
              <w:rPr>
                <w:noProof w:val="0"/>
              </w:rPr>
              <w:t>04/04</w:t>
            </w:r>
          </w:p>
          <w:p w:rsidR="00FB5721" w:rsidRPr="00C827A4" w:rsidRDefault="00FB5721">
            <w:pPr>
              <w:pStyle w:val="TAL"/>
              <w:rPr>
                <w:rStyle w:val="CODE"/>
              </w:rPr>
            </w:pPr>
          </w:p>
        </w:tc>
        <w:tc>
          <w:tcPr>
            <w:tcW w:w="2911"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4 menus</w:t>
            </w:r>
          </w:p>
          <w:p w:rsidR="00FB5721" w:rsidRPr="00C827A4" w:rsidRDefault="00FB5721">
            <w:pPr>
              <w:pStyle w:val="TAL"/>
              <w:keepNext w:val="0"/>
              <w:keepLines w:val="0"/>
            </w:pPr>
          </w:p>
          <w:p w:rsidR="00FB5721" w:rsidRPr="00C827A4" w:rsidRDefault="00FB5721">
            <w:pPr>
              <w:pStyle w:val="TAL"/>
              <w:keepNext w:val="0"/>
              <w:keepLines w:val="0"/>
            </w:pPr>
            <w:r w:rsidRPr="00C827A4">
              <w:t>The menus are</w:t>
            </w:r>
          </w:p>
          <w:p w:rsidR="00FB5721" w:rsidRPr="00C827A4" w:rsidRDefault="00FB5721">
            <w:pPr>
              <w:pStyle w:val="TAL"/>
              <w:keepNext w:val="0"/>
              <w:keepLines w:val="0"/>
            </w:pPr>
            <w:r w:rsidRPr="00C827A4">
              <w:t>(position</w:t>
            </w:r>
            <w:r w:rsidRPr="00C827A4">
              <w:rPr>
                <w:vertAlign w:val="superscript"/>
              </w:rPr>
              <w:t>(1)</w:t>
            </w:r>
            <w:r w:rsidRPr="00C827A4">
              <w:t>/itemId/text)</w:t>
            </w:r>
          </w:p>
          <w:p w:rsidR="00FB5721" w:rsidRPr="00C827A4" w:rsidRDefault="00FB5721">
            <w:pPr>
              <w:pStyle w:val="TAL"/>
              <w:keepNext w:val="0"/>
              <w:keepLines w:val="0"/>
            </w:pPr>
            <w:r w:rsidRPr="00C827A4">
              <w:t>01/01/menu11</w:t>
            </w:r>
          </w:p>
          <w:p w:rsidR="00FB5721" w:rsidRPr="00C827A4" w:rsidRDefault="00FB5721">
            <w:pPr>
              <w:pStyle w:val="TAL"/>
              <w:keepNext w:val="0"/>
              <w:keepLines w:val="0"/>
            </w:pPr>
            <w:r w:rsidRPr="00C827A4">
              <w:t>02/02/menu12</w:t>
            </w:r>
          </w:p>
          <w:p w:rsidR="00FB5721" w:rsidRPr="00C827A4" w:rsidRDefault="00FB5721">
            <w:pPr>
              <w:pStyle w:val="TAL"/>
              <w:keepNext w:val="0"/>
              <w:keepLines w:val="0"/>
            </w:pPr>
            <w:r w:rsidRPr="00C827A4">
              <w:t>03/03/menu13</w:t>
            </w:r>
          </w:p>
          <w:p w:rsidR="00FB5721" w:rsidRPr="00C827A4" w:rsidRDefault="00FB5721">
            <w:pPr>
              <w:pStyle w:val="TAL"/>
              <w:keepNext w:val="0"/>
              <w:keepLines w:val="0"/>
            </w:pPr>
            <w:r w:rsidRPr="00C827A4">
              <w:t>04/04/menu14</w:t>
            </w:r>
          </w:p>
          <w:p w:rsidR="00FB5721" w:rsidRPr="00C827A4" w:rsidRDefault="00FB5721">
            <w:pPr>
              <w:pStyle w:val="TAL"/>
              <w:keepNext w:val="0"/>
              <w:keepLines w:val="0"/>
            </w:pPr>
          </w:p>
          <w:p w:rsidR="00FB5721" w:rsidRPr="00C827A4" w:rsidRDefault="00FB5721">
            <w:pPr>
              <w:pStyle w:val="TAL"/>
              <w:keepNext w:val="0"/>
              <w:keepLines w:val="0"/>
            </w:pPr>
            <w:r w:rsidRPr="00C827A4">
              <w:rPr>
                <w:vertAlign w:val="superscript"/>
              </w:rPr>
              <w:t>(1)</w:t>
            </w:r>
            <w:r w:rsidRPr="00C827A4">
              <w:t xml:space="preserve"> position is the position in the set up menu proactive command</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jc w:val="center"/>
            </w:pPr>
            <w:r w:rsidRPr="00C827A4">
              <w:t>2</w:t>
            </w:r>
          </w:p>
        </w:tc>
        <w:tc>
          <w:tcPr>
            <w:tcW w:w="4111" w:type="dxa"/>
            <w:tcBorders>
              <w:top w:val="single" w:sz="4" w:space="0" w:color="auto"/>
            </w:tcBorders>
          </w:tcPr>
          <w:p w:rsidR="00FB5721" w:rsidRPr="00C827A4" w:rsidRDefault="00FB5721">
            <w:pPr>
              <w:pStyle w:val="TAH"/>
              <w:keepNext w:val="0"/>
              <w:keepLines w:val="0"/>
              <w:rPr>
                <w:rStyle w:val="CODE"/>
              </w:rPr>
            </w:pPr>
            <w:r w:rsidRPr="00C827A4">
              <w:t>Installation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Applet2</w:t>
            </w:r>
          </w:p>
          <w:p w:rsidR="00FB5721" w:rsidRPr="00C827A4" w:rsidRDefault="00FB5721">
            <w:pPr>
              <w:pStyle w:val="PL"/>
              <w:rPr>
                <w:noProof w:val="0"/>
              </w:rPr>
            </w:pPr>
            <w:r w:rsidRPr="00C827A4">
              <w:rPr>
                <w:noProof w:val="0"/>
              </w:rPr>
              <w:t>Position/ItemId</w:t>
            </w:r>
          </w:p>
          <w:p w:rsidR="00FB5721" w:rsidRPr="00C827A4" w:rsidRDefault="00FB5721">
            <w:pPr>
              <w:pStyle w:val="PL"/>
              <w:rPr>
                <w:noProof w:val="0"/>
              </w:rPr>
            </w:pPr>
            <w:r w:rsidRPr="00C827A4">
              <w:rPr>
                <w:noProof w:val="0"/>
              </w:rPr>
              <w:t>03/05</w:t>
            </w:r>
          </w:p>
          <w:p w:rsidR="00FB5721" w:rsidRPr="00C827A4" w:rsidRDefault="00FB5721">
            <w:pPr>
              <w:pStyle w:val="TAL"/>
              <w:rPr>
                <w:rStyle w:val="CODE"/>
              </w:rPr>
            </w:pPr>
          </w:p>
        </w:tc>
        <w:tc>
          <w:tcPr>
            <w:tcW w:w="2911" w:type="dxa"/>
            <w:tcBorders>
              <w:top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5 menus</w:t>
            </w:r>
          </w:p>
          <w:p w:rsidR="00FB5721" w:rsidRPr="00C827A4" w:rsidRDefault="00FB5721">
            <w:pPr>
              <w:pStyle w:val="TAL"/>
              <w:keepNext w:val="0"/>
              <w:keepLines w:val="0"/>
            </w:pPr>
          </w:p>
          <w:p w:rsidR="00FB5721" w:rsidRPr="00C827A4" w:rsidRDefault="00FB5721">
            <w:pPr>
              <w:pStyle w:val="TAL"/>
              <w:keepNext w:val="0"/>
              <w:keepLines w:val="0"/>
            </w:pPr>
            <w:r w:rsidRPr="00C827A4">
              <w:t>The menus are</w:t>
            </w:r>
          </w:p>
          <w:p w:rsidR="00FB5721" w:rsidRPr="00C827A4" w:rsidRDefault="00FB5721">
            <w:pPr>
              <w:pStyle w:val="TAL"/>
              <w:keepNext w:val="0"/>
              <w:keepLines w:val="0"/>
            </w:pPr>
            <w:r w:rsidRPr="00C827A4">
              <w:t>(position/itemId/text)</w:t>
            </w:r>
          </w:p>
          <w:p w:rsidR="00FB5721" w:rsidRPr="00C827A4" w:rsidRDefault="00FB5721">
            <w:pPr>
              <w:pStyle w:val="TAL"/>
              <w:keepNext w:val="0"/>
              <w:keepLines w:val="0"/>
            </w:pPr>
            <w:r w:rsidRPr="00C827A4">
              <w:t>01/01/menu11</w:t>
            </w:r>
          </w:p>
          <w:p w:rsidR="00FB5721" w:rsidRPr="00C827A4" w:rsidRDefault="00FB5721">
            <w:pPr>
              <w:pStyle w:val="TAL"/>
              <w:keepNext w:val="0"/>
              <w:keepLines w:val="0"/>
            </w:pPr>
            <w:r w:rsidRPr="00C827A4">
              <w:t>02/02/menu12</w:t>
            </w:r>
          </w:p>
          <w:p w:rsidR="00FB5721" w:rsidRPr="00C827A4" w:rsidRDefault="00FB5721">
            <w:pPr>
              <w:pStyle w:val="TAL"/>
              <w:keepNext w:val="0"/>
              <w:keepLines w:val="0"/>
            </w:pPr>
            <w:r w:rsidRPr="00C827A4">
              <w:t>03/05/menu21</w:t>
            </w:r>
          </w:p>
          <w:p w:rsidR="00FB5721" w:rsidRPr="00C827A4" w:rsidRDefault="00FB5721">
            <w:pPr>
              <w:pStyle w:val="TAL"/>
              <w:keepNext w:val="0"/>
              <w:keepLines w:val="0"/>
            </w:pPr>
            <w:r w:rsidRPr="00C827A4">
              <w:t>04/03/menu13</w:t>
            </w:r>
          </w:p>
          <w:p w:rsidR="00FB5721" w:rsidRPr="00C827A4" w:rsidRDefault="00FB5721">
            <w:pPr>
              <w:pStyle w:val="TAL"/>
              <w:keepNext w:val="0"/>
              <w:keepLines w:val="0"/>
            </w:pPr>
            <w:r w:rsidRPr="00C827A4">
              <w:t>05/04/menu14</w:t>
            </w:r>
          </w:p>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t>3</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Installation of Applet3</w:t>
            </w:r>
          </w:p>
          <w:p w:rsidR="00FB5721" w:rsidRPr="00C827A4" w:rsidRDefault="00FB5721">
            <w:pPr>
              <w:pStyle w:val="TAL"/>
            </w:pPr>
          </w:p>
          <w:p w:rsidR="00FB5721" w:rsidRPr="00C827A4" w:rsidRDefault="00FB5721">
            <w:pPr>
              <w:pStyle w:val="TAL"/>
            </w:pPr>
            <w:r w:rsidRPr="00C827A4">
              <w:t>1- Install Applet3</w:t>
            </w:r>
          </w:p>
          <w:p w:rsidR="00FB5721" w:rsidRPr="00C827A4" w:rsidRDefault="00FB5721">
            <w:pPr>
              <w:pStyle w:val="TAL"/>
            </w:pPr>
            <w:r w:rsidRPr="00C827A4">
              <w:t>Position/ItemId</w:t>
            </w:r>
          </w:p>
          <w:p w:rsidR="00FB5721" w:rsidRPr="00C827A4" w:rsidRDefault="00FB5721">
            <w:pPr>
              <w:pStyle w:val="TAL"/>
            </w:pPr>
            <w:r w:rsidRPr="00C827A4">
              <w:t>02/06</w:t>
            </w:r>
          </w:p>
          <w:p w:rsidR="00FB5721" w:rsidRPr="00C827A4" w:rsidRDefault="00FB5721">
            <w:pPr>
              <w:pStyle w:val="TAL"/>
            </w:pPr>
            <w:r w:rsidRPr="00C827A4">
              <w:t>03/07</w:t>
            </w:r>
          </w:p>
          <w:p w:rsidR="00FB5721" w:rsidRPr="00C827A4" w:rsidRDefault="00FB5721">
            <w:pPr>
              <w:pStyle w:val="TAL"/>
            </w:pPr>
          </w:p>
          <w:p w:rsidR="00FB5721" w:rsidRPr="00C827A4" w:rsidRDefault="00FB5721">
            <w:pPr>
              <w:pStyle w:val="TAH"/>
              <w:keepNext w:val="0"/>
              <w:keepLines w:val="0"/>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7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01/01/menu11</w:t>
            </w:r>
          </w:p>
          <w:p w:rsidR="00FB5721" w:rsidRPr="00927A43" w:rsidRDefault="00FB5721">
            <w:pPr>
              <w:pStyle w:val="TAL"/>
              <w:keepNext w:val="0"/>
              <w:keepLines w:val="0"/>
            </w:pPr>
            <w:r w:rsidRPr="00927A43">
              <w:t>02/06/menu31</w:t>
            </w:r>
          </w:p>
          <w:p w:rsidR="00FB5721" w:rsidRPr="00927A43" w:rsidRDefault="00FB5721">
            <w:pPr>
              <w:pStyle w:val="TAL"/>
              <w:keepNext w:val="0"/>
              <w:keepLines w:val="0"/>
            </w:pPr>
            <w:r w:rsidRPr="00927A43">
              <w:t>03/07/menu32</w:t>
            </w:r>
          </w:p>
          <w:p w:rsidR="00FB5721" w:rsidRPr="00927A43" w:rsidRDefault="00FB5721">
            <w:pPr>
              <w:pStyle w:val="TAL"/>
              <w:keepNext w:val="0"/>
              <w:keepLines w:val="0"/>
            </w:pPr>
            <w:r w:rsidRPr="00927A43">
              <w:t>04/02/menu12</w:t>
            </w:r>
          </w:p>
          <w:p w:rsidR="00FB5721" w:rsidRPr="00927A43" w:rsidRDefault="00FB5721">
            <w:pPr>
              <w:pStyle w:val="TAL"/>
              <w:keepNext w:val="0"/>
              <w:keepLines w:val="0"/>
            </w:pPr>
            <w:r w:rsidRPr="00927A43">
              <w:t>06/05/menu21</w:t>
            </w:r>
          </w:p>
          <w:p w:rsidR="00FB5721" w:rsidRPr="00927A43" w:rsidRDefault="00FB5721">
            <w:pPr>
              <w:pStyle w:val="TAL"/>
              <w:keepNext w:val="0"/>
              <w:keepLines w:val="0"/>
            </w:pPr>
            <w:r w:rsidRPr="00927A43">
              <w:t>07/03/menu13</w:t>
            </w:r>
          </w:p>
          <w:p w:rsidR="00FB5721" w:rsidRPr="00C827A4" w:rsidRDefault="00FB5721">
            <w:pPr>
              <w:pStyle w:val="TAL"/>
              <w:keepNext w:val="0"/>
              <w:keepLines w:val="0"/>
            </w:pPr>
            <w:r w:rsidRPr="00C827A4">
              <w:t>08/04/menu14</w:t>
            </w:r>
          </w:p>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L"/>
              <w:keepLines w:val="0"/>
              <w:jc w:val="center"/>
            </w:pPr>
            <w:r w:rsidRPr="00C827A4">
              <w:lastRenderedPageBreak/>
              <w:t>4</w:t>
            </w:r>
          </w:p>
        </w:tc>
        <w:tc>
          <w:tcPr>
            <w:tcW w:w="4111" w:type="dxa"/>
            <w:tcBorders>
              <w:top w:val="single" w:sz="4" w:space="0" w:color="auto"/>
              <w:bottom w:val="single" w:sz="4" w:space="0" w:color="auto"/>
            </w:tcBorders>
          </w:tcPr>
          <w:p w:rsidR="00FB5721" w:rsidRPr="00C827A4" w:rsidRDefault="00FB5721" w:rsidP="001F17EA">
            <w:pPr>
              <w:pStyle w:val="TAH"/>
              <w:keepLines w:val="0"/>
              <w:rPr>
                <w:rStyle w:val="CODE"/>
              </w:rPr>
            </w:pPr>
            <w:r w:rsidRPr="00C827A4">
              <w:t>Installation of Applet4</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Install Applet4</w:t>
            </w:r>
          </w:p>
          <w:p w:rsidR="00FB5721" w:rsidRPr="00C827A4" w:rsidRDefault="00FB5721" w:rsidP="001F17EA">
            <w:pPr>
              <w:pStyle w:val="PL"/>
              <w:keepNext/>
              <w:rPr>
                <w:noProof w:val="0"/>
              </w:rPr>
            </w:pPr>
            <w:r w:rsidRPr="00C827A4">
              <w:rPr>
                <w:noProof w:val="0"/>
              </w:rPr>
              <w:t>Position/ItemId</w:t>
            </w:r>
          </w:p>
          <w:p w:rsidR="00FB5721" w:rsidRPr="00C827A4" w:rsidRDefault="00FB5721" w:rsidP="001F17EA">
            <w:pPr>
              <w:pStyle w:val="PL"/>
              <w:keepNext/>
              <w:rPr>
                <w:noProof w:val="0"/>
              </w:rPr>
            </w:pPr>
            <w:r w:rsidRPr="00C827A4">
              <w:rPr>
                <w:noProof w:val="0"/>
              </w:rPr>
              <w:t>00/08</w:t>
            </w:r>
          </w:p>
        </w:tc>
        <w:tc>
          <w:tcPr>
            <w:tcW w:w="2911"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tc>
        <w:tc>
          <w:tcPr>
            <w:tcW w:w="2334" w:type="dxa"/>
            <w:tcBorders>
              <w:top w:val="single" w:sz="4" w:space="0" w:color="auto"/>
              <w:bottom w:val="single" w:sz="4" w:space="0" w:color="auto"/>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The UICC answers to the Envelope with status words 91xx to send back to the ME the 8 menus</w:t>
            </w:r>
          </w:p>
          <w:p w:rsidR="00FB5721" w:rsidRPr="00C827A4" w:rsidRDefault="00FB5721" w:rsidP="001F17EA">
            <w:pPr>
              <w:pStyle w:val="TAL"/>
              <w:keepLines w:val="0"/>
            </w:pPr>
          </w:p>
          <w:p w:rsidR="00FB5721" w:rsidRPr="00C827A4" w:rsidRDefault="00FB5721" w:rsidP="001F17EA">
            <w:pPr>
              <w:pStyle w:val="TAL"/>
              <w:keepLines w:val="0"/>
            </w:pPr>
            <w:r w:rsidRPr="00C827A4">
              <w:t xml:space="preserve">The menus are </w:t>
            </w:r>
          </w:p>
          <w:p w:rsidR="00FB5721" w:rsidRPr="00C827A4" w:rsidRDefault="00FB5721" w:rsidP="001F17EA">
            <w:pPr>
              <w:pStyle w:val="TAL"/>
              <w:keepLines w:val="0"/>
            </w:pPr>
            <w:r w:rsidRPr="00C827A4">
              <w:t>(position/itemId/text)</w:t>
            </w:r>
          </w:p>
          <w:p w:rsidR="00FB5721" w:rsidRPr="00927A43" w:rsidRDefault="00FB5721" w:rsidP="001F17EA">
            <w:pPr>
              <w:pStyle w:val="TAL"/>
              <w:keepLines w:val="0"/>
            </w:pPr>
            <w:r w:rsidRPr="00927A43">
              <w:t>01/01/menu11</w:t>
            </w:r>
          </w:p>
          <w:p w:rsidR="00FB5721" w:rsidRPr="00927A43" w:rsidRDefault="00FB5721" w:rsidP="001F17EA">
            <w:pPr>
              <w:pStyle w:val="TAL"/>
              <w:keepLines w:val="0"/>
            </w:pPr>
            <w:r w:rsidRPr="00927A43">
              <w:t>02/06/menu31</w:t>
            </w:r>
          </w:p>
          <w:p w:rsidR="00FB5721" w:rsidRPr="00927A43" w:rsidRDefault="00FB5721" w:rsidP="001F17EA">
            <w:pPr>
              <w:pStyle w:val="TAL"/>
              <w:keepLines w:val="0"/>
            </w:pPr>
            <w:r w:rsidRPr="00927A43">
              <w:t>03/07/menu32</w:t>
            </w:r>
          </w:p>
          <w:p w:rsidR="00FB5721" w:rsidRPr="00927A43" w:rsidRDefault="00FB5721" w:rsidP="001F17EA">
            <w:pPr>
              <w:pStyle w:val="TAL"/>
              <w:keepLines w:val="0"/>
            </w:pPr>
            <w:r w:rsidRPr="00927A43">
              <w:t>04/02/menu12</w:t>
            </w:r>
          </w:p>
          <w:p w:rsidR="00FB5721" w:rsidRPr="00927A43" w:rsidRDefault="00FB5721" w:rsidP="001F17EA">
            <w:pPr>
              <w:pStyle w:val="TAL"/>
              <w:keepLines w:val="0"/>
            </w:pPr>
            <w:r w:rsidRPr="00927A43">
              <w:t>06/05/menu21</w:t>
            </w:r>
          </w:p>
          <w:p w:rsidR="00FB5721" w:rsidRPr="00927A43" w:rsidRDefault="00FB5721" w:rsidP="001F17EA">
            <w:pPr>
              <w:pStyle w:val="TAL"/>
              <w:keepLines w:val="0"/>
            </w:pPr>
            <w:r w:rsidRPr="00927A43">
              <w:t>07/03/menu13</w:t>
            </w:r>
          </w:p>
          <w:p w:rsidR="00FB5721" w:rsidRPr="00C827A4" w:rsidRDefault="00FB5721" w:rsidP="001F17EA">
            <w:pPr>
              <w:pStyle w:val="TAL"/>
              <w:keepLines w:val="0"/>
            </w:pPr>
            <w:r w:rsidRPr="00C827A4">
              <w:t>08/04/menu14</w:t>
            </w:r>
          </w:p>
          <w:p w:rsidR="00FB5721" w:rsidRPr="00C827A4" w:rsidRDefault="00FB5721" w:rsidP="001F17EA">
            <w:pPr>
              <w:pStyle w:val="TAL"/>
              <w:keepLines w:val="0"/>
            </w:pPr>
            <w:r w:rsidRPr="00C827A4">
              <w:t>09/08/menu41</w:t>
            </w:r>
          </w:p>
          <w:p w:rsidR="00FB5721" w:rsidRPr="00C827A4" w:rsidRDefault="00FB5721" w:rsidP="001F17EA">
            <w:pPr>
              <w:pStyle w:val="TAL"/>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t>5</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Installation of Applet5</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Applet5</w:t>
            </w:r>
          </w:p>
          <w:p w:rsidR="00FB5721" w:rsidRPr="00C827A4" w:rsidRDefault="00FB5721">
            <w:pPr>
              <w:pStyle w:val="PL"/>
              <w:rPr>
                <w:noProof w:val="0"/>
              </w:rPr>
            </w:pPr>
            <w:r w:rsidRPr="00C827A4">
              <w:rPr>
                <w:noProof w:val="0"/>
              </w:rPr>
              <w:t>Position/ItemId</w:t>
            </w:r>
          </w:p>
          <w:p w:rsidR="00FB5721" w:rsidRPr="00C827A4" w:rsidRDefault="00FB5721">
            <w:pPr>
              <w:pStyle w:val="PL"/>
              <w:rPr>
                <w:noProof w:val="0"/>
              </w:rPr>
            </w:pPr>
            <w:r w:rsidRPr="00C827A4">
              <w:rPr>
                <w:noProof w:val="0"/>
              </w:rPr>
              <w:t>20/09</w:t>
            </w:r>
          </w:p>
          <w:p w:rsidR="00FB5721" w:rsidRPr="00C827A4" w:rsidRDefault="00FB5721">
            <w:pPr>
              <w:pStyle w:val="PL"/>
              <w:rPr>
                <w:noProof w:val="0"/>
              </w:rPr>
            </w:pPr>
          </w:p>
          <w:p w:rsidR="00FB5721" w:rsidRPr="00C827A4" w:rsidRDefault="00FB5721">
            <w:pPr>
              <w:pStyle w:val="PL"/>
              <w:rPr>
                <w:noProof w:val="0"/>
              </w:rPr>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9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01/01/menu11</w:t>
            </w:r>
          </w:p>
          <w:p w:rsidR="00FB5721" w:rsidRPr="00927A43" w:rsidRDefault="00FB5721">
            <w:pPr>
              <w:pStyle w:val="TAL"/>
              <w:keepNext w:val="0"/>
              <w:keepLines w:val="0"/>
            </w:pPr>
            <w:r w:rsidRPr="00927A43">
              <w:t>02/06/menu31</w:t>
            </w:r>
          </w:p>
          <w:p w:rsidR="00FB5721" w:rsidRPr="00927A43" w:rsidRDefault="00FB5721">
            <w:pPr>
              <w:pStyle w:val="TAL"/>
              <w:keepNext w:val="0"/>
              <w:keepLines w:val="0"/>
            </w:pPr>
            <w:r w:rsidRPr="00927A43">
              <w:t>03/07/menu32</w:t>
            </w:r>
          </w:p>
          <w:p w:rsidR="00FB5721" w:rsidRPr="00927A43" w:rsidRDefault="00FB5721">
            <w:pPr>
              <w:pStyle w:val="TAL"/>
              <w:keepNext w:val="0"/>
              <w:keepLines w:val="0"/>
            </w:pPr>
            <w:r w:rsidRPr="00927A43">
              <w:t>04/02/menu12</w:t>
            </w:r>
          </w:p>
          <w:p w:rsidR="00FB5721" w:rsidRPr="00927A43" w:rsidRDefault="00FB5721">
            <w:pPr>
              <w:pStyle w:val="TAL"/>
              <w:keepNext w:val="0"/>
              <w:keepLines w:val="0"/>
            </w:pPr>
            <w:r w:rsidRPr="00927A43">
              <w:t>06/05/menu21</w:t>
            </w:r>
          </w:p>
          <w:p w:rsidR="00FB5721" w:rsidRPr="00927A43" w:rsidRDefault="00FB5721">
            <w:pPr>
              <w:pStyle w:val="TAL"/>
              <w:keepNext w:val="0"/>
              <w:keepLines w:val="0"/>
            </w:pPr>
            <w:r w:rsidRPr="00927A43">
              <w:t>07/03/menu13</w:t>
            </w:r>
          </w:p>
          <w:p w:rsidR="00FB5721" w:rsidRPr="00C827A4" w:rsidRDefault="00FB5721">
            <w:pPr>
              <w:pStyle w:val="TAL"/>
              <w:keepNext w:val="0"/>
              <w:keepLines w:val="0"/>
            </w:pPr>
            <w:r w:rsidRPr="00C827A4">
              <w:t>08/04/menu14</w:t>
            </w:r>
          </w:p>
          <w:p w:rsidR="00FB5721" w:rsidRPr="00C827A4" w:rsidRDefault="00FB5721">
            <w:pPr>
              <w:pStyle w:val="TAL"/>
              <w:keepNext w:val="0"/>
              <w:keepLines w:val="0"/>
            </w:pPr>
            <w:r w:rsidRPr="00C827A4">
              <w:t>09/08/menu41</w:t>
            </w:r>
          </w:p>
          <w:p w:rsidR="00FB5721" w:rsidRPr="00C827A4" w:rsidRDefault="00FB5721">
            <w:pPr>
              <w:pStyle w:val="TAL"/>
              <w:keepNext w:val="0"/>
              <w:keepLines w:val="0"/>
            </w:pPr>
            <w:r w:rsidRPr="00C827A4">
              <w:t>10/09/menu51</w:t>
            </w:r>
          </w:p>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t>6</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Disabling of the first menu of Applet1 and locking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menu selection is sent with Item Id =  02</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disables its first menu (Item Id = 01)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Lock the Applet2</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The UICC answers to the Envelope with status words 91xx to send back to the ME the 08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01/06/menu31</w:t>
            </w:r>
          </w:p>
          <w:p w:rsidR="00FB5721" w:rsidRPr="00927A43" w:rsidRDefault="00FB5721">
            <w:pPr>
              <w:pStyle w:val="TAL"/>
              <w:keepNext w:val="0"/>
              <w:keepLines w:val="0"/>
            </w:pPr>
            <w:r w:rsidRPr="00927A43">
              <w:t>02/07/menu32</w:t>
            </w:r>
          </w:p>
          <w:p w:rsidR="00FB5721" w:rsidRPr="00927A43" w:rsidRDefault="00FB5721">
            <w:pPr>
              <w:pStyle w:val="TAL"/>
              <w:keepNext w:val="0"/>
              <w:keepLines w:val="0"/>
            </w:pPr>
            <w:r w:rsidRPr="00927A43">
              <w:t>03/02/menu12</w:t>
            </w:r>
          </w:p>
          <w:p w:rsidR="00FB5721" w:rsidRPr="00927A43" w:rsidRDefault="00FB5721">
            <w:pPr>
              <w:pStyle w:val="TAL"/>
              <w:keepNext w:val="0"/>
              <w:keepLines w:val="0"/>
            </w:pPr>
            <w:r w:rsidRPr="00927A43">
              <w:t>05/05/menu21</w:t>
            </w:r>
          </w:p>
          <w:p w:rsidR="00FB5721" w:rsidRPr="00927A43" w:rsidRDefault="00FB5721">
            <w:pPr>
              <w:pStyle w:val="TAL"/>
              <w:keepNext w:val="0"/>
              <w:keepLines w:val="0"/>
            </w:pPr>
            <w:r w:rsidRPr="00927A43">
              <w:t>06/03/menu13</w:t>
            </w:r>
          </w:p>
          <w:p w:rsidR="00FB5721" w:rsidRPr="00927A43" w:rsidRDefault="00FB5721">
            <w:pPr>
              <w:pStyle w:val="TAL"/>
              <w:keepNext w:val="0"/>
              <w:keepLines w:val="0"/>
            </w:pPr>
            <w:r w:rsidRPr="00927A43">
              <w:t>07/04/menu14</w:t>
            </w:r>
          </w:p>
          <w:p w:rsidR="00FB5721" w:rsidRPr="00C827A4" w:rsidRDefault="00FB5721">
            <w:pPr>
              <w:pStyle w:val="TAL"/>
              <w:keepNext w:val="0"/>
              <w:keepLines w:val="0"/>
            </w:pPr>
            <w:r w:rsidRPr="00C827A4">
              <w:t>08/08/menu41</w:t>
            </w:r>
          </w:p>
          <w:p w:rsidR="00FB5721" w:rsidRPr="00C827A4" w:rsidRDefault="00FB5721">
            <w:pPr>
              <w:pStyle w:val="TAL"/>
              <w:keepNext w:val="0"/>
              <w:keepLines w:val="0"/>
            </w:pPr>
            <w:r w:rsidRPr="00C827A4">
              <w:t>09/09/menu51</w:t>
            </w:r>
          </w:p>
          <w:p w:rsidR="00FB5721" w:rsidRPr="00C827A4" w:rsidRDefault="00FB5721">
            <w:pPr>
              <w:pStyle w:val="TAL"/>
              <w:keepNext w:val="0"/>
              <w:keepLines w:val="0"/>
            </w:pPr>
          </w:p>
          <w:p w:rsidR="00FB5721" w:rsidRPr="00C827A4" w:rsidRDefault="00FB5721">
            <w:pPr>
              <w:pStyle w:val="TAL"/>
              <w:keepNext w:val="0"/>
              <w:keepLines w:val="0"/>
            </w:pPr>
            <w:r w:rsidRPr="00C827A4">
              <w:t>3- The UICC answers to the Envelope with status words 91xx to send back to the ME the 07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01/06/menu31</w:t>
            </w:r>
          </w:p>
          <w:p w:rsidR="00FB5721" w:rsidRPr="00927A43" w:rsidRDefault="00FB5721">
            <w:pPr>
              <w:pStyle w:val="TAL"/>
              <w:keepNext w:val="0"/>
              <w:keepLines w:val="0"/>
            </w:pPr>
            <w:r w:rsidRPr="00927A43">
              <w:t>02/07/menu32</w:t>
            </w:r>
          </w:p>
          <w:p w:rsidR="00FB5721" w:rsidRPr="00927A43" w:rsidRDefault="00FB5721">
            <w:pPr>
              <w:pStyle w:val="TAL"/>
              <w:keepNext w:val="0"/>
              <w:keepLines w:val="0"/>
            </w:pPr>
            <w:r w:rsidRPr="00927A43">
              <w:lastRenderedPageBreak/>
              <w:t>03/02/menu12</w:t>
            </w:r>
          </w:p>
          <w:p w:rsidR="00FB5721" w:rsidRPr="00927A43" w:rsidRDefault="00FB5721">
            <w:pPr>
              <w:pStyle w:val="TAL"/>
              <w:keepNext w:val="0"/>
              <w:keepLines w:val="0"/>
            </w:pPr>
            <w:r w:rsidRPr="00927A43">
              <w:t>05/03/menu13</w:t>
            </w:r>
          </w:p>
          <w:p w:rsidR="00FB5721" w:rsidRPr="00927A43" w:rsidRDefault="00FB5721">
            <w:pPr>
              <w:pStyle w:val="TAL"/>
              <w:keepNext w:val="0"/>
              <w:keepLines w:val="0"/>
            </w:pPr>
            <w:r w:rsidRPr="00927A43">
              <w:t>06/04/menu14</w:t>
            </w:r>
          </w:p>
          <w:p w:rsidR="00FB5721" w:rsidRPr="00927A43" w:rsidRDefault="00FB5721">
            <w:pPr>
              <w:pStyle w:val="TAL"/>
              <w:keepNext w:val="0"/>
              <w:keepLines w:val="0"/>
            </w:pPr>
            <w:r w:rsidRPr="00927A43">
              <w:t>07/08/menu41</w:t>
            </w:r>
          </w:p>
          <w:p w:rsidR="00FB5721" w:rsidRPr="00C827A4" w:rsidRDefault="00FB5721">
            <w:pPr>
              <w:pStyle w:val="TAL"/>
              <w:keepNext w:val="0"/>
              <w:keepLines w:val="0"/>
            </w:pPr>
            <w:r w:rsidRPr="00C827A4">
              <w:t xml:space="preserve">08/09/menu51 </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lastRenderedPageBreak/>
              <w:t>7</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Installation of Applet6</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Applet6</w:t>
            </w:r>
          </w:p>
          <w:p w:rsidR="00FB5721" w:rsidRPr="00C827A4" w:rsidRDefault="00FB5721">
            <w:pPr>
              <w:pStyle w:val="PL"/>
              <w:rPr>
                <w:noProof w:val="0"/>
              </w:rPr>
            </w:pPr>
            <w:r w:rsidRPr="00C827A4">
              <w:rPr>
                <w:noProof w:val="0"/>
              </w:rPr>
              <w:t>Position/ItemId</w:t>
            </w:r>
          </w:p>
          <w:p w:rsidR="00FB5721" w:rsidRPr="00C827A4" w:rsidRDefault="00FB5721">
            <w:pPr>
              <w:pStyle w:val="PL"/>
              <w:rPr>
                <w:noProof w:val="0"/>
              </w:rPr>
            </w:pPr>
            <w:r w:rsidRPr="00C827A4">
              <w:rPr>
                <w:noProof w:val="0"/>
              </w:rPr>
              <w:t>01/10</w:t>
            </w:r>
          </w:p>
          <w:p w:rsidR="00FB5721" w:rsidRPr="00C827A4" w:rsidRDefault="00FB5721">
            <w:pPr>
              <w:pStyle w:val="PL"/>
              <w:rPr>
                <w:noProof w:val="0"/>
              </w:rPr>
            </w:pPr>
            <w:r w:rsidRPr="00C827A4">
              <w:rPr>
                <w:noProof w:val="0"/>
              </w:rPr>
              <w:t>04/11</w:t>
            </w:r>
          </w:p>
          <w:p w:rsidR="00FB5721" w:rsidRPr="00C827A4" w:rsidRDefault="00FB5721">
            <w:pPr>
              <w:pStyle w:val="PL"/>
              <w:rPr>
                <w:noProof w:val="0"/>
              </w:rPr>
            </w:pPr>
            <w:r w:rsidRPr="00C827A4">
              <w:rPr>
                <w:noProof w:val="0"/>
              </w:rPr>
              <w:t>15/12</w:t>
            </w:r>
          </w:p>
          <w:p w:rsidR="00FB5721" w:rsidRPr="00C827A4" w:rsidRDefault="00FB5721">
            <w:pPr>
              <w:pStyle w:val="PL"/>
              <w:rPr>
                <w:noProof w:val="0"/>
              </w:rPr>
            </w:pPr>
          </w:p>
          <w:p w:rsidR="00FB5721" w:rsidRPr="00C827A4" w:rsidRDefault="00FB5721">
            <w:pPr>
              <w:pStyle w:val="PL"/>
              <w:rPr>
                <w:noProof w:val="0"/>
              </w:rPr>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10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01/10/menu61</w:t>
            </w:r>
          </w:p>
          <w:p w:rsidR="00FB5721" w:rsidRPr="00927A43" w:rsidRDefault="00FB5721">
            <w:pPr>
              <w:pStyle w:val="TAL"/>
              <w:keepNext w:val="0"/>
              <w:keepLines w:val="0"/>
            </w:pPr>
            <w:r w:rsidRPr="00927A43">
              <w:t>02/06/menu31</w:t>
            </w:r>
          </w:p>
          <w:p w:rsidR="00FB5721" w:rsidRPr="00927A43" w:rsidRDefault="00FB5721">
            <w:pPr>
              <w:pStyle w:val="TAL"/>
              <w:keepNext w:val="0"/>
              <w:keepLines w:val="0"/>
            </w:pPr>
            <w:r w:rsidRPr="00927A43">
              <w:t>03/11/menu62</w:t>
            </w:r>
          </w:p>
          <w:p w:rsidR="00FB5721" w:rsidRPr="00927A43" w:rsidRDefault="00FB5721">
            <w:pPr>
              <w:pStyle w:val="TAL"/>
              <w:keepNext w:val="0"/>
              <w:keepLines w:val="0"/>
            </w:pPr>
            <w:r w:rsidRPr="00927A43">
              <w:t>04/07/menu32</w:t>
            </w:r>
          </w:p>
          <w:p w:rsidR="00FB5721" w:rsidRPr="00927A43" w:rsidRDefault="00FB5721">
            <w:pPr>
              <w:pStyle w:val="TAL"/>
              <w:keepNext w:val="0"/>
              <w:keepLines w:val="0"/>
            </w:pPr>
            <w:r w:rsidRPr="00927A43">
              <w:t>05/02/menu12</w:t>
            </w:r>
          </w:p>
          <w:p w:rsidR="00FB5721" w:rsidRPr="00927A43" w:rsidRDefault="00FB5721">
            <w:pPr>
              <w:pStyle w:val="TAL"/>
              <w:keepNext w:val="0"/>
              <w:keepLines w:val="0"/>
            </w:pPr>
            <w:r w:rsidRPr="00927A43">
              <w:t>07/03/menu13</w:t>
            </w:r>
          </w:p>
          <w:p w:rsidR="00FB5721" w:rsidRPr="00C827A4" w:rsidRDefault="00FB5721">
            <w:pPr>
              <w:pStyle w:val="TAL"/>
              <w:keepNext w:val="0"/>
              <w:keepLines w:val="0"/>
            </w:pPr>
            <w:r w:rsidRPr="00C827A4">
              <w:t>08/04/menu14</w:t>
            </w:r>
          </w:p>
          <w:p w:rsidR="00FB5721" w:rsidRPr="00C827A4" w:rsidRDefault="00FB5721">
            <w:pPr>
              <w:pStyle w:val="TAL"/>
              <w:keepNext w:val="0"/>
              <w:keepLines w:val="0"/>
            </w:pPr>
            <w:r w:rsidRPr="00C827A4">
              <w:t>09/08/menu41</w:t>
            </w:r>
          </w:p>
          <w:p w:rsidR="00FB5721" w:rsidRPr="00C827A4" w:rsidRDefault="00FB5721">
            <w:pPr>
              <w:pStyle w:val="TAL"/>
              <w:keepNext w:val="0"/>
              <w:keepLines w:val="0"/>
            </w:pPr>
            <w:r w:rsidRPr="00C827A4">
              <w:t>10/09/menu51</w:t>
            </w:r>
          </w:p>
          <w:p w:rsidR="00FB5721" w:rsidRPr="00C827A4" w:rsidRDefault="00FB5721">
            <w:pPr>
              <w:pStyle w:val="TAL"/>
              <w:keepNext w:val="0"/>
              <w:keepLines w:val="0"/>
            </w:pPr>
            <w:r w:rsidRPr="00C827A4">
              <w:t>11/12/menu63</w:t>
            </w:r>
          </w:p>
        </w:tc>
      </w:tr>
      <w:tr w:rsidR="00FB5721" w:rsidRPr="00927A43">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t>8</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Enabling of the first menu of Applet1 and unlocking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An envelope menu selection is sent with Item Id =  02</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Applet1 enables its first menu (Item Id = 01)</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Unlock the Applet2</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Applet1 is triggered</w:t>
            </w: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The UICC answers to the Envelope with status words 91xx to send back to the ME the 11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01/10/menu61</w:t>
            </w:r>
          </w:p>
          <w:p w:rsidR="00FB5721" w:rsidRPr="00927A43" w:rsidRDefault="00FB5721">
            <w:pPr>
              <w:pStyle w:val="TAL"/>
              <w:keepNext w:val="0"/>
              <w:keepLines w:val="0"/>
            </w:pPr>
            <w:r w:rsidRPr="00927A43">
              <w:t>02/01/menu11</w:t>
            </w:r>
          </w:p>
          <w:p w:rsidR="00FB5721" w:rsidRPr="00927A43" w:rsidRDefault="00FB5721">
            <w:pPr>
              <w:pStyle w:val="TAL"/>
              <w:keepNext w:val="0"/>
              <w:keepLines w:val="0"/>
            </w:pPr>
            <w:r w:rsidRPr="00927A43">
              <w:t>03/06/menu31</w:t>
            </w:r>
          </w:p>
          <w:p w:rsidR="00FB5721" w:rsidRPr="00927A43" w:rsidRDefault="00FB5721">
            <w:pPr>
              <w:pStyle w:val="TAL"/>
              <w:keepNext w:val="0"/>
              <w:keepLines w:val="0"/>
            </w:pPr>
            <w:r w:rsidRPr="00927A43">
              <w:t>04/11/menu62</w:t>
            </w:r>
          </w:p>
          <w:p w:rsidR="00FB5721" w:rsidRPr="00927A43" w:rsidRDefault="00FB5721">
            <w:pPr>
              <w:pStyle w:val="TAL"/>
              <w:keepNext w:val="0"/>
              <w:keepLines w:val="0"/>
            </w:pPr>
            <w:r w:rsidRPr="00927A43">
              <w:t>05/07/menu32</w:t>
            </w:r>
          </w:p>
          <w:p w:rsidR="00FB5721" w:rsidRPr="00927A43" w:rsidRDefault="00FB5721">
            <w:pPr>
              <w:pStyle w:val="TAL"/>
              <w:keepNext w:val="0"/>
              <w:keepLines w:val="0"/>
            </w:pPr>
            <w:r w:rsidRPr="00927A43">
              <w:t>06/02/menu12</w:t>
            </w:r>
          </w:p>
          <w:p w:rsidR="00FB5721" w:rsidRPr="00C827A4" w:rsidRDefault="00FB5721">
            <w:pPr>
              <w:pStyle w:val="TAL"/>
              <w:keepNext w:val="0"/>
              <w:keepLines w:val="0"/>
            </w:pPr>
            <w:r w:rsidRPr="00C827A4">
              <w:t>08/03/menu13</w:t>
            </w:r>
          </w:p>
          <w:p w:rsidR="00FB5721" w:rsidRPr="00C827A4" w:rsidRDefault="00FB5721">
            <w:pPr>
              <w:pStyle w:val="TAL"/>
              <w:keepNext w:val="0"/>
              <w:keepLines w:val="0"/>
            </w:pPr>
            <w:r w:rsidRPr="00C827A4">
              <w:t>09/04/menu14</w:t>
            </w:r>
          </w:p>
          <w:p w:rsidR="00FB5721" w:rsidRPr="00C827A4" w:rsidRDefault="00FB5721">
            <w:pPr>
              <w:pStyle w:val="TAL"/>
              <w:keepNext w:val="0"/>
              <w:keepLines w:val="0"/>
            </w:pPr>
            <w:r w:rsidRPr="00C827A4">
              <w:t>10/08/menu41</w:t>
            </w:r>
          </w:p>
          <w:p w:rsidR="00FB5721" w:rsidRPr="00C827A4" w:rsidRDefault="00FB5721">
            <w:pPr>
              <w:pStyle w:val="TAL"/>
              <w:keepNext w:val="0"/>
              <w:keepLines w:val="0"/>
            </w:pPr>
            <w:r w:rsidRPr="00C827A4">
              <w:t>11/09/menu51</w:t>
            </w:r>
          </w:p>
          <w:p w:rsidR="00FB5721" w:rsidRPr="00C827A4" w:rsidRDefault="00FB5721">
            <w:pPr>
              <w:pStyle w:val="TAL"/>
              <w:keepNext w:val="0"/>
              <w:keepLines w:val="0"/>
            </w:pPr>
            <w:r w:rsidRPr="00C827A4">
              <w:t>12/12/menu63</w:t>
            </w:r>
          </w:p>
          <w:p w:rsidR="00FB5721" w:rsidRPr="00C827A4" w:rsidRDefault="00FB5721">
            <w:pPr>
              <w:pStyle w:val="TAL"/>
              <w:keepNext w:val="0"/>
              <w:keepLines w:val="0"/>
            </w:pPr>
          </w:p>
          <w:p w:rsidR="00FB5721" w:rsidRPr="00C827A4" w:rsidRDefault="00FB5721">
            <w:pPr>
              <w:pStyle w:val="TAL"/>
              <w:keepNext w:val="0"/>
              <w:keepLines w:val="0"/>
            </w:pPr>
            <w:r w:rsidRPr="00C827A4">
              <w:t>3- The UICC answers to the Envelope with status words 91xx to send back to the ME the 12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01/10/menu61</w:t>
            </w:r>
          </w:p>
          <w:p w:rsidR="00FB5721" w:rsidRPr="00927A43" w:rsidRDefault="00FB5721">
            <w:pPr>
              <w:pStyle w:val="TAL"/>
              <w:keepNext w:val="0"/>
              <w:keepLines w:val="0"/>
            </w:pPr>
            <w:r w:rsidRPr="00927A43">
              <w:t>02/01/menu11</w:t>
            </w:r>
          </w:p>
          <w:p w:rsidR="00FB5721" w:rsidRPr="00927A43" w:rsidRDefault="00FB5721">
            <w:pPr>
              <w:pStyle w:val="TAL"/>
              <w:keepNext w:val="0"/>
              <w:keepLines w:val="0"/>
            </w:pPr>
            <w:r w:rsidRPr="00927A43">
              <w:t>03/06/menu31</w:t>
            </w:r>
          </w:p>
          <w:p w:rsidR="00FB5721" w:rsidRPr="00927A43" w:rsidRDefault="00FB5721">
            <w:pPr>
              <w:pStyle w:val="TAL"/>
              <w:keepNext w:val="0"/>
              <w:keepLines w:val="0"/>
            </w:pPr>
            <w:r w:rsidRPr="00927A43">
              <w:t>04/11/menu62</w:t>
            </w:r>
          </w:p>
          <w:p w:rsidR="00FB5721" w:rsidRPr="00927A43" w:rsidRDefault="00FB5721">
            <w:pPr>
              <w:pStyle w:val="TAL"/>
              <w:keepNext w:val="0"/>
              <w:keepLines w:val="0"/>
            </w:pPr>
            <w:r w:rsidRPr="00927A43">
              <w:t>05/07/menu32</w:t>
            </w:r>
          </w:p>
          <w:p w:rsidR="00FB5721" w:rsidRPr="00927A43" w:rsidRDefault="00FB5721">
            <w:pPr>
              <w:pStyle w:val="TAL"/>
              <w:keepNext w:val="0"/>
              <w:keepLines w:val="0"/>
            </w:pPr>
            <w:r w:rsidRPr="00927A43">
              <w:t>06/02/menu12</w:t>
            </w:r>
          </w:p>
          <w:p w:rsidR="00FB5721" w:rsidRPr="00927A43" w:rsidRDefault="00FB5721">
            <w:pPr>
              <w:pStyle w:val="TAL"/>
              <w:keepNext w:val="0"/>
              <w:keepLines w:val="0"/>
            </w:pPr>
            <w:r w:rsidRPr="00927A43">
              <w:t>08/05/menu21</w:t>
            </w:r>
          </w:p>
          <w:p w:rsidR="00FB5721" w:rsidRPr="00927A43" w:rsidRDefault="00FB5721">
            <w:pPr>
              <w:pStyle w:val="TAL"/>
              <w:keepNext w:val="0"/>
              <w:keepLines w:val="0"/>
            </w:pPr>
            <w:r w:rsidRPr="00927A43">
              <w:t>09/03/menu13</w:t>
            </w:r>
          </w:p>
          <w:p w:rsidR="00FB5721" w:rsidRPr="00927A43" w:rsidRDefault="00FB5721">
            <w:pPr>
              <w:pStyle w:val="TAL"/>
              <w:keepNext w:val="0"/>
              <w:keepLines w:val="0"/>
            </w:pPr>
            <w:r w:rsidRPr="00927A43">
              <w:t>10/04/menu14</w:t>
            </w:r>
          </w:p>
          <w:p w:rsidR="00FB5721" w:rsidRPr="00927A43" w:rsidRDefault="00FB5721">
            <w:pPr>
              <w:pStyle w:val="TAL"/>
              <w:keepNext w:val="0"/>
              <w:keepLines w:val="0"/>
            </w:pPr>
            <w:r w:rsidRPr="00927A43">
              <w:t>11/08/menu41</w:t>
            </w:r>
          </w:p>
          <w:p w:rsidR="00FB5721" w:rsidRPr="00927A43" w:rsidRDefault="00FB5721">
            <w:pPr>
              <w:pStyle w:val="TAL"/>
              <w:keepNext w:val="0"/>
              <w:keepLines w:val="0"/>
            </w:pPr>
            <w:r w:rsidRPr="00927A43">
              <w:t>12/09/menu51</w:t>
            </w:r>
          </w:p>
          <w:p w:rsidR="00FB5721" w:rsidRPr="00927A43" w:rsidRDefault="00FB5721">
            <w:pPr>
              <w:pStyle w:val="TAL"/>
              <w:keepNext w:val="0"/>
              <w:keepLines w:val="0"/>
            </w:pPr>
            <w:r w:rsidRPr="00927A43">
              <w:t xml:space="preserve">13/12/menu63 </w:t>
            </w:r>
          </w:p>
        </w:tc>
      </w:tr>
      <w:tr w:rsidR="00FB5721" w:rsidRPr="00927A43">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keepNext w:val="0"/>
              <w:keepLines w:val="0"/>
              <w:jc w:val="center"/>
            </w:pPr>
            <w:r w:rsidRPr="00C827A4">
              <w:lastRenderedPageBreak/>
              <w:t>09</w:t>
            </w:r>
          </w:p>
        </w:tc>
        <w:tc>
          <w:tcPr>
            <w:tcW w:w="4111" w:type="dxa"/>
            <w:tcBorders>
              <w:top w:val="single" w:sz="4" w:space="0" w:color="auto"/>
              <w:bottom w:val="single" w:sz="4" w:space="0" w:color="auto"/>
            </w:tcBorders>
          </w:tcPr>
          <w:p w:rsidR="00FB5721" w:rsidRPr="00C827A4" w:rsidRDefault="00FB5721">
            <w:pPr>
              <w:pStyle w:val="TAH"/>
              <w:keepNext w:val="0"/>
              <w:keepLines w:val="0"/>
              <w:rPr>
                <w:rStyle w:val="CODE"/>
              </w:rPr>
            </w:pPr>
            <w:r w:rsidRPr="00C827A4">
              <w:t>Deletion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Applet2</w:t>
            </w:r>
          </w:p>
          <w:p w:rsidR="00FB5721" w:rsidRPr="00C827A4" w:rsidRDefault="00FB5721">
            <w:pPr>
              <w:pStyle w:val="PL"/>
              <w:rPr>
                <w:noProof w:val="0"/>
              </w:rPr>
            </w:pPr>
          </w:p>
          <w:p w:rsidR="00FB5721" w:rsidRPr="00C827A4" w:rsidRDefault="00FB5721">
            <w:pPr>
              <w:pStyle w:val="PL"/>
              <w:rPr>
                <w:noProof w:val="0"/>
              </w:rPr>
            </w:pP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11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01/10/menu61</w:t>
            </w:r>
          </w:p>
          <w:p w:rsidR="00FB5721" w:rsidRPr="00927A43" w:rsidRDefault="00FB5721">
            <w:pPr>
              <w:pStyle w:val="TAL"/>
              <w:keepNext w:val="0"/>
              <w:keepLines w:val="0"/>
            </w:pPr>
            <w:r w:rsidRPr="00927A43">
              <w:t>02/01/menu11</w:t>
            </w:r>
          </w:p>
          <w:p w:rsidR="00FB5721" w:rsidRPr="00927A43" w:rsidRDefault="00FB5721">
            <w:pPr>
              <w:pStyle w:val="TAL"/>
              <w:keepNext w:val="0"/>
              <w:keepLines w:val="0"/>
            </w:pPr>
            <w:r w:rsidRPr="00927A43">
              <w:t>03/08/menu31</w:t>
            </w:r>
          </w:p>
          <w:p w:rsidR="00FB5721" w:rsidRPr="00927A43" w:rsidRDefault="00FB5721">
            <w:pPr>
              <w:pStyle w:val="TAL"/>
              <w:keepNext w:val="0"/>
              <w:keepLines w:val="0"/>
            </w:pPr>
            <w:r w:rsidRPr="00927A43">
              <w:t>04/11/menu62</w:t>
            </w:r>
          </w:p>
          <w:p w:rsidR="00FB5721" w:rsidRPr="00927A43" w:rsidRDefault="00FB5721">
            <w:pPr>
              <w:pStyle w:val="TAL"/>
              <w:keepNext w:val="0"/>
              <w:keepLines w:val="0"/>
            </w:pPr>
            <w:r w:rsidRPr="00927A43">
              <w:t>05/07/menu32</w:t>
            </w:r>
          </w:p>
          <w:p w:rsidR="00FB5721" w:rsidRPr="00927A43" w:rsidRDefault="00FB5721">
            <w:pPr>
              <w:pStyle w:val="TAL"/>
              <w:keepNext w:val="0"/>
              <w:keepLines w:val="0"/>
            </w:pPr>
            <w:r w:rsidRPr="00927A43">
              <w:t>06/02/menu12</w:t>
            </w:r>
          </w:p>
          <w:p w:rsidR="00FB5721" w:rsidRPr="00927A43" w:rsidRDefault="00FB5721">
            <w:pPr>
              <w:pStyle w:val="TAL"/>
              <w:keepNext w:val="0"/>
              <w:keepLines w:val="0"/>
            </w:pPr>
            <w:r w:rsidRPr="00927A43">
              <w:t>08/03/menu13</w:t>
            </w:r>
          </w:p>
          <w:p w:rsidR="00FB5721" w:rsidRPr="00927A43" w:rsidRDefault="00FB5721">
            <w:pPr>
              <w:pStyle w:val="TAL"/>
              <w:keepNext w:val="0"/>
              <w:keepLines w:val="0"/>
            </w:pPr>
            <w:r w:rsidRPr="00927A43">
              <w:t>09/04/menu14</w:t>
            </w:r>
          </w:p>
          <w:p w:rsidR="00FB5721" w:rsidRPr="00927A43" w:rsidRDefault="00FB5721">
            <w:pPr>
              <w:pStyle w:val="TAL"/>
              <w:keepNext w:val="0"/>
              <w:keepLines w:val="0"/>
            </w:pPr>
            <w:r w:rsidRPr="00927A43">
              <w:t>10/08/menu61</w:t>
            </w:r>
          </w:p>
          <w:p w:rsidR="00FB5721" w:rsidRPr="00927A43" w:rsidRDefault="00FB5721">
            <w:pPr>
              <w:pStyle w:val="TAL"/>
              <w:keepNext w:val="0"/>
              <w:keepLines w:val="0"/>
            </w:pPr>
            <w:r w:rsidRPr="00927A43">
              <w:t>11/09/menu51</w:t>
            </w:r>
          </w:p>
          <w:p w:rsidR="00FB5721" w:rsidRPr="00927A43" w:rsidRDefault="00FB5721">
            <w:pPr>
              <w:pStyle w:val="TAL"/>
              <w:keepNext w:val="0"/>
              <w:keepLines w:val="0"/>
            </w:pPr>
            <w:r w:rsidRPr="00927A43">
              <w:t>12/12/menu63</w:t>
            </w:r>
          </w:p>
        </w:tc>
      </w:tr>
      <w:tr w:rsidR="00FB5721" w:rsidRPr="00927A43">
        <w:trPr>
          <w:jc w:val="center"/>
        </w:trPr>
        <w:tc>
          <w:tcPr>
            <w:tcW w:w="425" w:type="dxa"/>
            <w:tcBorders>
              <w:top w:val="single" w:sz="4" w:space="0" w:color="auto"/>
              <w:left w:val="single" w:sz="4" w:space="0" w:color="auto"/>
            </w:tcBorders>
          </w:tcPr>
          <w:p w:rsidR="00FB5721" w:rsidRPr="00C827A4" w:rsidRDefault="00FB5721">
            <w:pPr>
              <w:pStyle w:val="TAL"/>
              <w:keepNext w:val="0"/>
              <w:keepLines w:val="0"/>
              <w:jc w:val="center"/>
            </w:pPr>
            <w:r w:rsidRPr="00C827A4">
              <w:t>10</w:t>
            </w:r>
          </w:p>
        </w:tc>
        <w:tc>
          <w:tcPr>
            <w:tcW w:w="4111" w:type="dxa"/>
            <w:tcBorders>
              <w:top w:val="single" w:sz="4" w:space="0" w:color="auto"/>
            </w:tcBorders>
          </w:tcPr>
          <w:p w:rsidR="00FB5721" w:rsidRPr="00C827A4" w:rsidRDefault="00FB5721">
            <w:pPr>
              <w:pStyle w:val="TAH"/>
              <w:keepNext w:val="0"/>
              <w:keepLines w:val="0"/>
              <w:rPr>
                <w:rStyle w:val="CODE"/>
              </w:rPr>
            </w:pPr>
            <w:r w:rsidRPr="00C827A4">
              <w:t>Installation of Applet2</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Applet2</w:t>
            </w:r>
          </w:p>
          <w:p w:rsidR="00FB5721" w:rsidRPr="00C827A4" w:rsidRDefault="00FB5721">
            <w:pPr>
              <w:pStyle w:val="PL"/>
              <w:rPr>
                <w:noProof w:val="0"/>
              </w:rPr>
            </w:pPr>
            <w:r w:rsidRPr="00C827A4">
              <w:rPr>
                <w:noProof w:val="0"/>
              </w:rPr>
              <w:t>Position/ItemId</w:t>
            </w:r>
          </w:p>
          <w:p w:rsidR="00FB5721" w:rsidRPr="00C827A4" w:rsidRDefault="00FB5721">
            <w:pPr>
              <w:pStyle w:val="PL"/>
              <w:rPr>
                <w:noProof w:val="0"/>
              </w:rPr>
            </w:pPr>
            <w:r w:rsidRPr="00C827A4">
              <w:rPr>
                <w:noProof w:val="0"/>
              </w:rPr>
              <w:t>03/05</w:t>
            </w:r>
          </w:p>
          <w:p w:rsidR="00FB5721" w:rsidRPr="00C827A4" w:rsidRDefault="00FB5721">
            <w:pPr>
              <w:pStyle w:val="PL"/>
              <w:rPr>
                <w:noProof w:val="0"/>
              </w:rPr>
            </w:pPr>
          </w:p>
        </w:tc>
        <w:tc>
          <w:tcPr>
            <w:tcW w:w="2911" w:type="dxa"/>
            <w:tcBorders>
              <w:top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tc>
        <w:tc>
          <w:tcPr>
            <w:tcW w:w="2334" w:type="dxa"/>
            <w:tcBorders>
              <w:top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1- The UICC answers to the Envelope with status words 91xx to send back to the ME the 12 menus</w:t>
            </w:r>
          </w:p>
          <w:p w:rsidR="00FB5721" w:rsidRPr="00C827A4" w:rsidRDefault="00FB5721">
            <w:pPr>
              <w:pStyle w:val="TAL"/>
              <w:keepNext w:val="0"/>
              <w:keepLines w:val="0"/>
            </w:pPr>
          </w:p>
          <w:p w:rsidR="00FB5721" w:rsidRPr="00C827A4" w:rsidRDefault="00FB5721">
            <w:pPr>
              <w:pStyle w:val="TAL"/>
              <w:keepNext w:val="0"/>
              <w:keepLines w:val="0"/>
            </w:pPr>
            <w:r w:rsidRPr="00C827A4">
              <w:t xml:space="preserve">The menus are </w:t>
            </w:r>
          </w:p>
          <w:p w:rsidR="00FB5721" w:rsidRPr="00C827A4" w:rsidRDefault="00FB5721">
            <w:pPr>
              <w:pStyle w:val="TAL"/>
              <w:keepNext w:val="0"/>
              <w:keepLines w:val="0"/>
            </w:pPr>
            <w:r w:rsidRPr="00C827A4">
              <w:t>(position/itemId/text)</w:t>
            </w:r>
          </w:p>
          <w:p w:rsidR="00FB5721" w:rsidRPr="00927A43" w:rsidRDefault="00FB5721">
            <w:pPr>
              <w:pStyle w:val="TAL"/>
              <w:keepNext w:val="0"/>
              <w:keepLines w:val="0"/>
            </w:pPr>
            <w:r w:rsidRPr="00927A43">
              <w:t>01/10/menu61</w:t>
            </w:r>
          </w:p>
          <w:p w:rsidR="00FB5721" w:rsidRPr="00927A43" w:rsidRDefault="00FB5721">
            <w:pPr>
              <w:pStyle w:val="TAL"/>
              <w:keepNext w:val="0"/>
              <w:keepLines w:val="0"/>
            </w:pPr>
            <w:r w:rsidRPr="00927A43">
              <w:t>02/01/menu11</w:t>
            </w:r>
          </w:p>
          <w:p w:rsidR="00FB5721" w:rsidRPr="00927A43" w:rsidRDefault="00FB5721">
            <w:pPr>
              <w:pStyle w:val="TAL"/>
              <w:keepNext w:val="0"/>
              <w:keepLines w:val="0"/>
            </w:pPr>
            <w:r w:rsidRPr="00927A43">
              <w:t>03/05/menu21</w:t>
            </w:r>
          </w:p>
          <w:p w:rsidR="00FB5721" w:rsidRPr="00927A43" w:rsidRDefault="00FB5721">
            <w:pPr>
              <w:pStyle w:val="TAL"/>
              <w:keepNext w:val="0"/>
              <w:keepLines w:val="0"/>
            </w:pPr>
            <w:r w:rsidRPr="00927A43">
              <w:t>04/06/menu31</w:t>
            </w:r>
          </w:p>
          <w:p w:rsidR="00FB5721" w:rsidRPr="00927A43" w:rsidRDefault="00FB5721">
            <w:pPr>
              <w:pStyle w:val="TAL"/>
              <w:keepNext w:val="0"/>
              <w:keepLines w:val="0"/>
            </w:pPr>
            <w:r w:rsidRPr="00927A43">
              <w:t>05/11/menu62</w:t>
            </w:r>
          </w:p>
          <w:p w:rsidR="00FB5721" w:rsidRPr="00927A43" w:rsidRDefault="00FB5721">
            <w:pPr>
              <w:pStyle w:val="TAL"/>
              <w:keepNext w:val="0"/>
              <w:keepLines w:val="0"/>
            </w:pPr>
            <w:r w:rsidRPr="00927A43">
              <w:t>06/07/menu32</w:t>
            </w:r>
          </w:p>
          <w:p w:rsidR="00FB5721" w:rsidRPr="00927A43" w:rsidRDefault="00FB5721">
            <w:pPr>
              <w:pStyle w:val="TAL"/>
              <w:keepNext w:val="0"/>
              <w:keepLines w:val="0"/>
            </w:pPr>
            <w:r w:rsidRPr="00927A43">
              <w:t>07/02/menu12</w:t>
            </w:r>
          </w:p>
          <w:p w:rsidR="00FB5721" w:rsidRPr="00927A43" w:rsidRDefault="00FB5721">
            <w:pPr>
              <w:pStyle w:val="TAL"/>
              <w:keepNext w:val="0"/>
              <w:keepLines w:val="0"/>
            </w:pPr>
            <w:r w:rsidRPr="00927A43">
              <w:t>09/03/menu13</w:t>
            </w:r>
          </w:p>
          <w:p w:rsidR="00FB5721" w:rsidRPr="00927A43" w:rsidRDefault="00FB5721">
            <w:pPr>
              <w:pStyle w:val="TAL"/>
              <w:keepNext w:val="0"/>
              <w:keepLines w:val="0"/>
            </w:pPr>
            <w:r w:rsidRPr="00927A43">
              <w:t>10/04/menu14</w:t>
            </w:r>
          </w:p>
          <w:p w:rsidR="00FB5721" w:rsidRPr="00927A43" w:rsidRDefault="00FB5721">
            <w:pPr>
              <w:pStyle w:val="TAL"/>
              <w:keepNext w:val="0"/>
              <w:keepLines w:val="0"/>
            </w:pPr>
            <w:r w:rsidRPr="00927A43">
              <w:t>11/08/menu41</w:t>
            </w:r>
          </w:p>
          <w:p w:rsidR="00FB5721" w:rsidRPr="00927A43" w:rsidRDefault="00FB5721">
            <w:pPr>
              <w:pStyle w:val="TAL"/>
              <w:keepNext w:val="0"/>
              <w:keepLines w:val="0"/>
            </w:pPr>
            <w:r w:rsidRPr="00927A43">
              <w:t>12/09/menu51</w:t>
            </w:r>
          </w:p>
          <w:p w:rsidR="00FB5721" w:rsidRPr="00927A43" w:rsidRDefault="00FB5721">
            <w:pPr>
              <w:pStyle w:val="TAL"/>
              <w:keepNext w:val="0"/>
              <w:keepLines w:val="0"/>
            </w:pPr>
            <w:r w:rsidRPr="00927A43">
              <w:t>13/12/menu63</w:t>
            </w:r>
          </w:p>
        </w:tc>
      </w:tr>
    </w:tbl>
    <w:p w:rsidR="00FB5721" w:rsidRPr="00927A43" w:rsidRDefault="00FB5721"/>
    <w:p w:rsidR="00FB5721" w:rsidRPr="00C827A4" w:rsidRDefault="00FB5721">
      <w:pPr>
        <w:pStyle w:val="Heading4"/>
      </w:pPr>
      <w:r w:rsidRPr="00C827A4">
        <w:t>5.5.7.5</w:t>
      </w:r>
      <w:r w:rsidRPr="00C827A4">
        <w:tab/>
        <w:t>Maximum Text Length for a menu entry</w:t>
      </w:r>
    </w:p>
    <w:p w:rsidR="00FB5721" w:rsidRPr="00C827A4" w:rsidRDefault="00FB5721">
      <w:r w:rsidRPr="00C827A4">
        <w:t>Test Area Reference: Cre_Tin_Mlme.</w:t>
      </w:r>
    </w:p>
    <w:p w:rsidR="00FB5721" w:rsidRPr="00C827A4" w:rsidRDefault="00FB5721" w:rsidP="00D65C82">
      <w:pPr>
        <w:pStyle w:val="Heading5"/>
      </w:pPr>
      <w:r w:rsidRPr="00C827A4">
        <w:t>5.5.7.5.1</w:t>
      </w:r>
      <w:r w:rsidRPr="00C827A4">
        <w:tab/>
        <w:t>Conformance requirement</w:t>
      </w:r>
    </w:p>
    <w:p w:rsidR="00FB5721" w:rsidRPr="00C827A4" w:rsidRDefault="00FB5721">
      <w:pPr>
        <w:pStyle w:val="H6"/>
      </w:pPr>
      <w:r w:rsidRPr="00C827A4">
        <w:t>5.5.7.5.1.1</w:t>
      </w:r>
      <w:r w:rsidRPr="00C827A4">
        <w:tab/>
        <w:t>Normal execution</w:t>
      </w:r>
    </w:p>
    <w:p w:rsidR="00FB5721" w:rsidRPr="00C827A4" w:rsidRDefault="00FB5721">
      <w:pPr>
        <w:pStyle w:val="B1"/>
      </w:pPr>
      <w:r w:rsidRPr="00C827A4">
        <w:t>CRRN1: The maximum length of item text string is defined at the installation of the toolkit applet.</w:t>
      </w:r>
    </w:p>
    <w:p w:rsidR="00FB5721" w:rsidRPr="00C827A4" w:rsidRDefault="00FB5721">
      <w:pPr>
        <w:pStyle w:val="H6"/>
      </w:pPr>
      <w:r w:rsidRPr="00C827A4">
        <w:t>5.5.7.5.1.2</w:t>
      </w:r>
      <w:r w:rsidRPr="00C827A4">
        <w:tab/>
        <w:t>Parameter errors</w:t>
      </w:r>
    </w:p>
    <w:p w:rsidR="00FB5721" w:rsidRPr="00C827A4" w:rsidRDefault="00FB5721">
      <w:pPr>
        <w:pStyle w:val="B1"/>
      </w:pPr>
      <w:r w:rsidRPr="00C827A4">
        <w:t>CRRP1: If initMenuEntry length parameter is greater than the allocated space (Maximum Text Length for a menu entry), then a ToolkitException ALLOWED_LENGTH_EXCEEDED is thrown.</w:t>
      </w:r>
    </w:p>
    <w:p w:rsidR="00FB5721" w:rsidRPr="00C827A4" w:rsidRDefault="00FB5721">
      <w:pPr>
        <w:pStyle w:val="B1"/>
      </w:pPr>
      <w:r w:rsidRPr="00C827A4">
        <w:t>CRRP2: If changeMenuEntry length parameter is greater than the allocated space (Maximum Text Length for a menu entry), then a ToolkitException ALLOWED_LENGTH_EXCEEDED is thrown.</w:t>
      </w:r>
    </w:p>
    <w:p w:rsidR="00FB5721" w:rsidRPr="00C827A4" w:rsidRDefault="00FB5721">
      <w:pPr>
        <w:pStyle w:val="H6"/>
      </w:pPr>
      <w:r w:rsidRPr="00C827A4">
        <w:t>5.5.7.5.1.3</w:t>
      </w:r>
      <w:r w:rsidRPr="00C827A4">
        <w:tab/>
        <w:t>Context errors</w:t>
      </w:r>
    </w:p>
    <w:p w:rsidR="00FB5721" w:rsidRPr="00C827A4" w:rsidRDefault="00FB5721">
      <w:r w:rsidRPr="00C827A4">
        <w:t>No requirements.</w:t>
      </w:r>
    </w:p>
    <w:p w:rsidR="00FB5721" w:rsidRPr="00C827A4" w:rsidRDefault="00FB5721" w:rsidP="00FB5721">
      <w:pPr>
        <w:pStyle w:val="Heading5"/>
      </w:pPr>
      <w:r w:rsidRPr="00C827A4">
        <w:lastRenderedPageBreak/>
        <w:t>5.5.7.5.2</w:t>
      </w:r>
      <w:r w:rsidRPr="00C827A4">
        <w:tab/>
        <w:t>Test area files</w:t>
      </w:r>
    </w:p>
    <w:p w:rsidR="00FB5721" w:rsidRPr="00C827A4" w:rsidRDefault="00FB5721" w:rsidP="00FB5721">
      <w:pPr>
        <w:pStyle w:val="EX"/>
        <w:keepNext/>
      </w:pPr>
      <w:r w:rsidRPr="00C827A4">
        <w:t>Test Source:</w:t>
      </w:r>
      <w:r w:rsidRPr="00C827A4">
        <w:tab/>
        <w:t>Test_Cre_Tin_Mlme.java.</w:t>
      </w:r>
    </w:p>
    <w:p w:rsidR="00FB5721" w:rsidRPr="00C827A4" w:rsidRDefault="00FB5721" w:rsidP="00FB5721">
      <w:pPr>
        <w:pStyle w:val="EX"/>
        <w:keepNext/>
      </w:pPr>
      <w:r w:rsidRPr="00C827A4">
        <w:t xml:space="preserve">Test Applet: </w:t>
      </w:r>
      <w:r w:rsidRPr="00C827A4">
        <w:tab/>
        <w:t>Cre_Tin_Mlme_1.java.</w:t>
      </w:r>
    </w:p>
    <w:p w:rsidR="00FB5721" w:rsidRPr="00C827A4" w:rsidRDefault="00FB5721" w:rsidP="00FB5721">
      <w:pPr>
        <w:pStyle w:val="EX"/>
        <w:keepNext/>
      </w:pPr>
      <w:r w:rsidRPr="00C827A4">
        <w:t>Cap File:</w:t>
      </w:r>
      <w:r w:rsidRPr="00C827A4">
        <w:tab/>
      </w:r>
      <w:r w:rsidR="003772E9" w:rsidRPr="00C827A4">
        <w:t>C</w:t>
      </w:r>
      <w:r w:rsidRPr="00C827A4">
        <w:t>re_tin_mlme.cap.</w:t>
      </w:r>
    </w:p>
    <w:p w:rsidR="00FB5721" w:rsidRPr="00C827A4" w:rsidRDefault="00FB5721" w:rsidP="00D65C82">
      <w:pPr>
        <w:pStyle w:val="Heading5"/>
      </w:pPr>
      <w:r w:rsidRPr="00C827A4">
        <w:t>5.5.7.5.3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1, 3, 4</w:t>
            </w:r>
          </w:p>
        </w:tc>
      </w:tr>
      <w:tr w:rsidR="00FB5721" w:rsidRPr="00C827A4">
        <w:trPr>
          <w:jc w:val="center"/>
        </w:trPr>
        <w:tc>
          <w:tcPr>
            <w:tcW w:w="2276" w:type="dxa"/>
          </w:tcPr>
          <w:p w:rsidR="00FB5721" w:rsidRPr="00C827A4" w:rsidRDefault="00FB5721">
            <w:pPr>
              <w:pStyle w:val="TAC"/>
              <w:keepNext w:val="0"/>
              <w:keepLines w:val="0"/>
            </w:pPr>
            <w:r w:rsidRPr="00C827A4">
              <w:t>CRRP1</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CRRP2</w:t>
            </w:r>
          </w:p>
        </w:tc>
        <w:tc>
          <w:tcPr>
            <w:tcW w:w="2682" w:type="dxa"/>
          </w:tcPr>
          <w:p w:rsidR="00FB5721" w:rsidRPr="00C827A4" w:rsidRDefault="00FB5721">
            <w:pPr>
              <w:pStyle w:val="TAC"/>
              <w:keepNext w:val="0"/>
              <w:keepLines w:val="0"/>
            </w:pPr>
            <w:r w:rsidRPr="00C827A4">
              <w:t>5</w:t>
            </w:r>
          </w:p>
        </w:tc>
      </w:tr>
    </w:tbl>
    <w:p w:rsidR="00FB5721" w:rsidRPr="00C827A4" w:rsidRDefault="00FB5721"/>
    <w:p w:rsidR="00FB5721" w:rsidRPr="00C827A4" w:rsidRDefault="00FB5721" w:rsidP="00D65C82">
      <w:pPr>
        <w:pStyle w:val="Heading5"/>
      </w:pPr>
      <w:r w:rsidRPr="00C827A4">
        <w:t>5.5.7.5.4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 / Framework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pPr>
            <w:r w:rsidRPr="00C827A4">
              <w:t>Installation of applet with 2 menus not exceeding the maximum text length</w:t>
            </w:r>
          </w:p>
          <w:p w:rsidR="00FB5721" w:rsidRPr="00C827A4" w:rsidRDefault="00FB5721">
            <w:pPr>
              <w:pStyle w:val="PL"/>
              <w:rPr>
                <w:noProof w:val="0"/>
              </w:rPr>
            </w:pPr>
          </w:p>
          <w:p w:rsidR="00FB5721" w:rsidRPr="00C827A4" w:rsidRDefault="00FB5721">
            <w:pPr>
              <w:pStyle w:val="PL"/>
              <w:rPr>
                <w:noProof w:val="0"/>
              </w:rPr>
            </w:pPr>
            <w:r w:rsidRPr="00C827A4">
              <w:rPr>
                <w:noProof w:val="0"/>
              </w:rPr>
              <w:t>Install one applet with 3 menu entries allowed and max. text length equal to 10.</w:t>
            </w:r>
          </w:p>
          <w:p w:rsidR="00FB5721" w:rsidRPr="00C827A4" w:rsidRDefault="00FB5721">
            <w:pPr>
              <w:pStyle w:val="PL"/>
              <w:rPr>
                <w:noProof w:val="0"/>
              </w:rPr>
            </w:pPr>
            <w:r w:rsidRPr="00C827A4">
              <w:rPr>
                <w:noProof w:val="0"/>
              </w:rPr>
              <w:t xml:space="preserve">initMenuEntry defined at the install (install) command </w:t>
            </w:r>
          </w:p>
          <w:p w:rsidR="00FB5721" w:rsidRPr="00C827A4" w:rsidRDefault="00FB5721">
            <w:pPr>
              <w:pStyle w:val="PL"/>
              <w:rPr>
                <w:noProof w:val="0"/>
              </w:rPr>
            </w:pPr>
            <w:r w:rsidRPr="00C827A4">
              <w:rPr>
                <w:noProof w:val="0"/>
              </w:rPr>
              <w:t xml:space="preserve">MenuEntry = "MenuEntry1", "MenuEntry2" </w:t>
            </w:r>
          </w:p>
          <w:p w:rsidR="00FB5721" w:rsidRPr="00C827A4" w:rsidRDefault="00FB5721">
            <w:pPr>
              <w:pStyle w:val="PL"/>
              <w:rPr>
                <w:noProof w:val="0"/>
              </w:rPr>
            </w:pPr>
            <w:r w:rsidRPr="00C827A4">
              <w:rPr>
                <w:noProof w:val="0"/>
              </w:rPr>
              <w:t>Offset = 0</w:t>
            </w:r>
          </w:p>
          <w:p w:rsidR="00FB5721" w:rsidRPr="00C827A4" w:rsidRDefault="00FB5721">
            <w:pPr>
              <w:pStyle w:val="PL"/>
              <w:rPr>
                <w:noProof w:val="0"/>
              </w:rPr>
            </w:pPr>
            <w:r w:rsidRPr="00C827A4">
              <w:rPr>
                <w:noProof w:val="0"/>
              </w:rPr>
              <w:t>Length = 10</w:t>
            </w:r>
          </w:p>
          <w:p w:rsidR="00FB5721" w:rsidRPr="00C827A4" w:rsidRDefault="00FB5721">
            <w:pPr>
              <w:pStyle w:val="PL"/>
              <w:rPr>
                <w:noProof w:val="0"/>
              </w:rPr>
            </w:pPr>
            <w:r w:rsidRPr="00C827A4">
              <w:rPr>
                <w:noProof w:val="0"/>
              </w:rPr>
              <w:t>NextAction = '00'</w:t>
            </w:r>
          </w:p>
          <w:p w:rsidR="00FB5721" w:rsidRPr="00C827A4" w:rsidRDefault="00FB5721">
            <w:pPr>
              <w:pStyle w:val="PL"/>
              <w:rPr>
                <w:noProof w:val="0"/>
              </w:rPr>
            </w:pPr>
            <w:r w:rsidRPr="00C827A4">
              <w:rPr>
                <w:noProof w:val="0"/>
              </w:rPr>
              <w:t>HelpSupported = false</w:t>
            </w:r>
          </w:p>
          <w:p w:rsidR="00FB5721" w:rsidRPr="00C827A4" w:rsidRDefault="00FB5721">
            <w:pPr>
              <w:pStyle w:val="PL"/>
              <w:rPr>
                <w:noProof w:val="0"/>
              </w:rPr>
            </w:pPr>
            <w:r w:rsidRPr="00C827A4">
              <w:rPr>
                <w:noProof w:val="0"/>
              </w:rPr>
              <w:t>IconQualifier = '00'</w:t>
            </w:r>
          </w:p>
          <w:p w:rsidR="00FB5721" w:rsidRPr="00C827A4" w:rsidRDefault="00FB5721">
            <w:pPr>
              <w:pStyle w:val="PL"/>
              <w:rPr>
                <w:rStyle w:val="CODE"/>
                <w:noProof w:val="0"/>
              </w:rPr>
            </w:pPr>
            <w:r w:rsidRPr="00C827A4">
              <w:rPr>
                <w:noProof w:val="0"/>
              </w:rPr>
              <w:t>IconIdentifier = 0</w:t>
            </w:r>
          </w:p>
        </w:tc>
        <w:tc>
          <w:tcPr>
            <w:tcW w:w="2911" w:type="dxa"/>
          </w:tcPr>
          <w:p w:rsidR="00FB5721" w:rsidRPr="00C827A4" w:rsidRDefault="00FB5721">
            <w:pPr>
              <w:pStyle w:val="TAL"/>
              <w:keepNext w:val="0"/>
              <w:keepLines w:val="0"/>
            </w:pPr>
          </w:p>
        </w:tc>
        <w:tc>
          <w:tcPr>
            <w:tcW w:w="2334" w:type="dxa"/>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2</w:t>
            </w:r>
          </w:p>
        </w:tc>
        <w:tc>
          <w:tcPr>
            <w:tcW w:w="4111" w:type="dxa"/>
            <w:tcBorders>
              <w:top w:val="nil"/>
            </w:tcBorders>
          </w:tcPr>
          <w:p w:rsidR="00FB5721" w:rsidRPr="00C827A4" w:rsidRDefault="00FB5721">
            <w:pPr>
              <w:pStyle w:val="TAH"/>
              <w:keepNext w:val="0"/>
              <w:keepLines w:val="0"/>
            </w:pPr>
            <w:r w:rsidRPr="00C827A4">
              <w:t>initMenuEntry with a too large length</w:t>
            </w:r>
          </w:p>
          <w:p w:rsidR="00FB5721" w:rsidRPr="00C827A4" w:rsidRDefault="00FB5721">
            <w:pPr>
              <w:pStyle w:val="PL"/>
              <w:rPr>
                <w:noProof w:val="0"/>
              </w:rPr>
            </w:pPr>
          </w:p>
          <w:p w:rsidR="00FB5721" w:rsidRPr="00C827A4" w:rsidRDefault="00FB5721">
            <w:pPr>
              <w:pStyle w:val="PL"/>
              <w:rPr>
                <w:noProof w:val="0"/>
              </w:rPr>
            </w:pPr>
            <w:r w:rsidRPr="00C827A4">
              <w:rPr>
                <w:noProof w:val="0"/>
              </w:rPr>
              <w:t>initMenuEntry with length equal to 11</w:t>
            </w:r>
          </w:p>
          <w:p w:rsidR="00FB5721" w:rsidRPr="00C827A4" w:rsidRDefault="00FB5721">
            <w:pPr>
              <w:pStyle w:val="PL"/>
              <w:rPr>
                <w:noProof w:val="0"/>
              </w:rPr>
            </w:pPr>
            <w:r w:rsidRPr="00C827A4">
              <w:rPr>
                <w:noProof w:val="0"/>
              </w:rPr>
              <w:t>MenuEntry = " MenuEntry03"</w:t>
            </w:r>
          </w:p>
          <w:p w:rsidR="00FB5721" w:rsidRPr="00C827A4" w:rsidRDefault="00FB5721">
            <w:pPr>
              <w:pStyle w:val="PL"/>
              <w:rPr>
                <w:noProof w:val="0"/>
              </w:rPr>
            </w:pPr>
            <w:r w:rsidRPr="00C827A4">
              <w:rPr>
                <w:noProof w:val="0"/>
              </w:rPr>
              <w:t>Offset = 0</w:t>
            </w:r>
          </w:p>
          <w:p w:rsidR="00FB5721" w:rsidRPr="00C827A4" w:rsidRDefault="00FB5721">
            <w:pPr>
              <w:pStyle w:val="PL"/>
              <w:rPr>
                <w:noProof w:val="0"/>
              </w:rPr>
            </w:pPr>
            <w:r w:rsidRPr="00C827A4">
              <w:rPr>
                <w:noProof w:val="0"/>
              </w:rPr>
              <w:t>Length = 11</w:t>
            </w:r>
          </w:p>
          <w:p w:rsidR="00FB5721" w:rsidRPr="00C827A4" w:rsidRDefault="00FB5721">
            <w:pPr>
              <w:pStyle w:val="PL"/>
              <w:rPr>
                <w:noProof w:val="0"/>
              </w:rPr>
            </w:pPr>
            <w:r w:rsidRPr="00C827A4">
              <w:rPr>
                <w:noProof w:val="0"/>
              </w:rPr>
              <w:t>NextAction = '00'</w:t>
            </w:r>
          </w:p>
          <w:p w:rsidR="00FB5721" w:rsidRPr="00C827A4" w:rsidRDefault="00FB5721">
            <w:pPr>
              <w:pStyle w:val="PL"/>
              <w:rPr>
                <w:noProof w:val="0"/>
              </w:rPr>
            </w:pPr>
            <w:r w:rsidRPr="00C827A4">
              <w:rPr>
                <w:noProof w:val="0"/>
              </w:rPr>
              <w:t>HelpSupported = false</w:t>
            </w:r>
          </w:p>
          <w:p w:rsidR="00FB5721" w:rsidRPr="00C827A4" w:rsidRDefault="00FB5721">
            <w:pPr>
              <w:pStyle w:val="PL"/>
              <w:rPr>
                <w:noProof w:val="0"/>
              </w:rPr>
            </w:pPr>
            <w:r w:rsidRPr="00C827A4">
              <w:rPr>
                <w:noProof w:val="0"/>
              </w:rPr>
              <w:t>IconQualifier = '00'</w:t>
            </w:r>
          </w:p>
          <w:p w:rsidR="00FB5721" w:rsidRPr="00C827A4" w:rsidRDefault="00FB5721">
            <w:pPr>
              <w:pStyle w:val="PL"/>
              <w:rPr>
                <w:noProof w:val="0"/>
              </w:rPr>
            </w:pPr>
            <w:r w:rsidRPr="00C827A4">
              <w:rPr>
                <w:noProof w:val="0"/>
              </w:rPr>
              <w:t>IconIdentifier = 0</w:t>
            </w:r>
          </w:p>
          <w:p w:rsidR="00FB5721" w:rsidRPr="00C827A4" w:rsidRDefault="00FB5721">
            <w:pPr>
              <w:pStyle w:val="TAL"/>
              <w:keepNext w:val="0"/>
              <w:keepLines w:val="0"/>
            </w:pP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ToolkitException ALLOWED_LENGTH_EXCEEDED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C"/>
              <w:keepNext w:val="0"/>
              <w:keepLines w:val="0"/>
            </w:pPr>
            <w:r w:rsidRPr="00C827A4">
              <w:t>3</w:t>
            </w:r>
          </w:p>
        </w:tc>
        <w:tc>
          <w:tcPr>
            <w:tcW w:w="4111" w:type="dxa"/>
            <w:tcBorders>
              <w:top w:val="nil"/>
            </w:tcBorders>
          </w:tcPr>
          <w:p w:rsidR="00FB5721" w:rsidRPr="00C827A4" w:rsidRDefault="00FB5721">
            <w:pPr>
              <w:pStyle w:val="TAH"/>
              <w:keepNext w:val="0"/>
              <w:keepLines w:val="0"/>
            </w:pPr>
            <w:r w:rsidRPr="00C827A4">
              <w:t>initMenuEntry with a right length</w:t>
            </w:r>
          </w:p>
          <w:p w:rsidR="00FB5721" w:rsidRPr="00C827A4" w:rsidRDefault="00FB5721">
            <w:pPr>
              <w:pStyle w:val="PL"/>
              <w:rPr>
                <w:noProof w:val="0"/>
              </w:rPr>
            </w:pPr>
          </w:p>
          <w:p w:rsidR="00FB5721" w:rsidRPr="00C827A4" w:rsidRDefault="00FB5721">
            <w:pPr>
              <w:pStyle w:val="PL"/>
              <w:rPr>
                <w:noProof w:val="0"/>
              </w:rPr>
            </w:pPr>
            <w:r w:rsidRPr="00C827A4">
              <w:rPr>
                <w:noProof w:val="0"/>
              </w:rPr>
              <w:t>initMenuEntry with length parameter equal to 10</w:t>
            </w:r>
          </w:p>
          <w:p w:rsidR="00FB5721" w:rsidRPr="00C827A4" w:rsidRDefault="00FB5721">
            <w:pPr>
              <w:pStyle w:val="PL"/>
              <w:rPr>
                <w:noProof w:val="0"/>
              </w:rPr>
            </w:pPr>
            <w:r w:rsidRPr="00C827A4">
              <w:rPr>
                <w:noProof w:val="0"/>
              </w:rPr>
              <w:t>MenuEntry = " MenuEntry3"</w:t>
            </w:r>
          </w:p>
          <w:p w:rsidR="00FB5721" w:rsidRPr="00C827A4" w:rsidRDefault="00FB5721">
            <w:pPr>
              <w:pStyle w:val="PL"/>
              <w:rPr>
                <w:noProof w:val="0"/>
              </w:rPr>
            </w:pPr>
            <w:r w:rsidRPr="00C827A4">
              <w:rPr>
                <w:noProof w:val="0"/>
              </w:rPr>
              <w:t>Offset = 0</w:t>
            </w:r>
          </w:p>
          <w:p w:rsidR="00FB5721" w:rsidRPr="00C827A4" w:rsidRDefault="00FB5721">
            <w:pPr>
              <w:pStyle w:val="PL"/>
              <w:rPr>
                <w:noProof w:val="0"/>
              </w:rPr>
            </w:pPr>
            <w:r w:rsidRPr="00C827A4">
              <w:rPr>
                <w:noProof w:val="0"/>
              </w:rPr>
              <w:t>Length = 10</w:t>
            </w:r>
          </w:p>
          <w:p w:rsidR="00FB5721" w:rsidRPr="00C827A4" w:rsidRDefault="00FB5721">
            <w:pPr>
              <w:pStyle w:val="PL"/>
              <w:rPr>
                <w:noProof w:val="0"/>
              </w:rPr>
            </w:pPr>
            <w:r w:rsidRPr="00C827A4">
              <w:rPr>
                <w:noProof w:val="0"/>
              </w:rPr>
              <w:t>NextAction = '00'</w:t>
            </w:r>
          </w:p>
          <w:p w:rsidR="00FB5721" w:rsidRPr="00C827A4" w:rsidRDefault="00FB5721">
            <w:pPr>
              <w:pStyle w:val="PL"/>
              <w:rPr>
                <w:noProof w:val="0"/>
              </w:rPr>
            </w:pPr>
            <w:r w:rsidRPr="00C827A4">
              <w:rPr>
                <w:noProof w:val="0"/>
              </w:rPr>
              <w:t>HelpSupported = false</w:t>
            </w:r>
          </w:p>
          <w:p w:rsidR="00FB5721" w:rsidRPr="00C827A4" w:rsidRDefault="00FB5721">
            <w:pPr>
              <w:pStyle w:val="PL"/>
              <w:rPr>
                <w:noProof w:val="0"/>
              </w:rPr>
            </w:pPr>
            <w:r w:rsidRPr="00C827A4">
              <w:rPr>
                <w:noProof w:val="0"/>
              </w:rPr>
              <w:t>IconQualifier = '00'</w:t>
            </w:r>
          </w:p>
          <w:p w:rsidR="00FB5721" w:rsidRPr="00C827A4" w:rsidRDefault="00FB5721">
            <w:pPr>
              <w:pStyle w:val="PL"/>
              <w:rPr>
                <w:noProof w:val="0"/>
              </w:rPr>
            </w:pPr>
            <w:r w:rsidRPr="00C827A4">
              <w:rPr>
                <w:noProof w:val="0"/>
              </w:rPr>
              <w:t>IconIdentifier = 0</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a SET UP MENU (3 items) is issued with TLV item length equal to 11 (Identifier + Text string of item)</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1F17EA">
            <w:pPr>
              <w:pStyle w:val="TAC"/>
              <w:keepNext w:val="0"/>
            </w:pPr>
            <w:r w:rsidRPr="00C827A4">
              <w:t>4</w:t>
            </w:r>
          </w:p>
        </w:tc>
        <w:tc>
          <w:tcPr>
            <w:tcW w:w="4111" w:type="dxa"/>
            <w:tcBorders>
              <w:top w:val="nil"/>
            </w:tcBorders>
          </w:tcPr>
          <w:p w:rsidR="00FB5721" w:rsidRPr="00C827A4" w:rsidRDefault="00FB5721" w:rsidP="001F17EA">
            <w:pPr>
              <w:pStyle w:val="TAH"/>
              <w:keepNext w:val="0"/>
            </w:pPr>
            <w:r w:rsidRPr="00C827A4">
              <w:t>changeMenuEntry with a right length</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Applet1 is triggered by a EVENT_MENU_SELECTION.</w:t>
            </w:r>
          </w:p>
          <w:p w:rsidR="00FB5721" w:rsidRPr="00C827A4" w:rsidRDefault="00FB5721" w:rsidP="001F17EA">
            <w:pPr>
              <w:pStyle w:val="PL"/>
              <w:rPr>
                <w:noProof w:val="0"/>
              </w:rPr>
            </w:pPr>
            <w:r w:rsidRPr="00C827A4">
              <w:rPr>
                <w:noProof w:val="0"/>
              </w:rPr>
              <w:t>changeMenuEntry of menu 1, with length parameter equal to 10</w:t>
            </w:r>
          </w:p>
          <w:p w:rsidR="00FB5721" w:rsidRPr="00C827A4" w:rsidRDefault="00FB5721" w:rsidP="001F17EA">
            <w:pPr>
              <w:pStyle w:val="PL"/>
              <w:rPr>
                <w:noProof w:val="0"/>
              </w:rPr>
            </w:pPr>
            <w:r w:rsidRPr="00C827A4">
              <w:rPr>
                <w:noProof w:val="0"/>
              </w:rPr>
              <w:t>Id = '01'</w:t>
            </w:r>
          </w:p>
          <w:p w:rsidR="00FB5721" w:rsidRPr="00C827A4" w:rsidRDefault="00FB5721" w:rsidP="001F17EA">
            <w:pPr>
              <w:pStyle w:val="PL"/>
              <w:rPr>
                <w:noProof w:val="0"/>
              </w:rPr>
            </w:pPr>
            <w:r w:rsidRPr="00C827A4">
              <w:rPr>
                <w:noProof w:val="0"/>
              </w:rPr>
              <w:t>MenuEntry = "MenuEntry4"</w:t>
            </w:r>
          </w:p>
          <w:p w:rsidR="00FB5721" w:rsidRPr="00C827A4" w:rsidRDefault="00FB5721" w:rsidP="001F17EA">
            <w:pPr>
              <w:pStyle w:val="PL"/>
              <w:rPr>
                <w:noProof w:val="0"/>
              </w:rPr>
            </w:pPr>
            <w:r w:rsidRPr="00C827A4">
              <w:rPr>
                <w:noProof w:val="0"/>
              </w:rPr>
              <w:t>Offset = 0</w:t>
            </w:r>
          </w:p>
          <w:p w:rsidR="00FB5721" w:rsidRPr="00C827A4" w:rsidRDefault="00FB5721" w:rsidP="001F17EA">
            <w:pPr>
              <w:pStyle w:val="PL"/>
              <w:rPr>
                <w:noProof w:val="0"/>
              </w:rPr>
            </w:pPr>
            <w:r w:rsidRPr="00C827A4">
              <w:rPr>
                <w:noProof w:val="0"/>
              </w:rPr>
              <w:t>Length = menuEntry.length</w:t>
            </w:r>
          </w:p>
          <w:p w:rsidR="00FB5721" w:rsidRPr="00C827A4" w:rsidRDefault="00FB5721" w:rsidP="001F17EA">
            <w:pPr>
              <w:pStyle w:val="PL"/>
              <w:rPr>
                <w:noProof w:val="0"/>
              </w:rPr>
            </w:pPr>
            <w:r w:rsidRPr="00C827A4">
              <w:rPr>
                <w:noProof w:val="0"/>
              </w:rPr>
              <w:t>NextAction = 0</w:t>
            </w:r>
          </w:p>
          <w:p w:rsidR="00FB5721" w:rsidRPr="00C827A4" w:rsidRDefault="00FB5721" w:rsidP="001F17EA">
            <w:pPr>
              <w:pStyle w:val="PL"/>
              <w:rPr>
                <w:noProof w:val="0"/>
              </w:rPr>
            </w:pPr>
            <w:r w:rsidRPr="00C827A4">
              <w:rPr>
                <w:noProof w:val="0"/>
              </w:rPr>
              <w:t>HelpSupported = false</w:t>
            </w:r>
          </w:p>
          <w:p w:rsidR="00FB5721" w:rsidRPr="00C827A4" w:rsidRDefault="00FB5721" w:rsidP="001F17EA">
            <w:pPr>
              <w:pStyle w:val="PL"/>
              <w:rPr>
                <w:noProof w:val="0"/>
              </w:rPr>
            </w:pPr>
            <w:r w:rsidRPr="00C827A4">
              <w:rPr>
                <w:noProof w:val="0"/>
              </w:rPr>
              <w:t>IconQualifier = 0</w:t>
            </w:r>
          </w:p>
          <w:p w:rsidR="00FB5721" w:rsidRPr="00C827A4" w:rsidRDefault="00FB5721" w:rsidP="001F17EA">
            <w:pPr>
              <w:pStyle w:val="PL"/>
              <w:rPr>
                <w:noProof w:val="0"/>
              </w:rPr>
            </w:pPr>
            <w:r w:rsidRPr="00C827A4">
              <w:rPr>
                <w:noProof w:val="0"/>
              </w:rPr>
              <w:t>IconIdentifier = 0</w:t>
            </w:r>
          </w:p>
          <w:p w:rsidR="00FB5721" w:rsidRPr="00C827A4" w:rsidRDefault="00FB5721" w:rsidP="001F17EA">
            <w:pPr>
              <w:pStyle w:val="PL"/>
              <w:rPr>
                <w:noProof w:val="0"/>
              </w:rPr>
            </w:pPr>
          </w:p>
          <w:p w:rsidR="00FB5721" w:rsidRPr="00C827A4" w:rsidRDefault="00FB5721" w:rsidP="001F17EA">
            <w:pPr>
              <w:pStyle w:val="PL"/>
              <w:rPr>
                <w:rStyle w:val="CODE"/>
                <w:noProof w:val="0"/>
              </w:rPr>
            </w:pPr>
            <w:r w:rsidRPr="00C827A4">
              <w:rPr>
                <w:noProof w:val="0"/>
              </w:rPr>
              <w:t>Return from processToolkit</w:t>
            </w:r>
          </w:p>
        </w:tc>
        <w:tc>
          <w:tcPr>
            <w:tcW w:w="2911" w:type="dxa"/>
            <w:tcBorders>
              <w:top w:val="nil"/>
            </w:tcBorders>
          </w:tcPr>
          <w:p w:rsidR="00FB5721" w:rsidRPr="00C827A4" w:rsidRDefault="00FB5721" w:rsidP="001F17EA">
            <w:pPr>
              <w:pStyle w:val="TAL"/>
              <w:keepNext w:val="0"/>
            </w:pPr>
          </w:p>
        </w:tc>
        <w:tc>
          <w:tcPr>
            <w:tcW w:w="2334" w:type="dxa"/>
            <w:tcBorders>
              <w:top w:val="nil"/>
            </w:tcBorders>
          </w:tcPr>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r w:rsidRPr="00C827A4">
              <w:t>a SET UP MENU (3 items) is issued with TLV item length equal to 11 (Identifier + Text string of item)</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1F17EA">
            <w:pPr>
              <w:pStyle w:val="TAC"/>
              <w:keepLines w:val="0"/>
            </w:pPr>
            <w:r w:rsidRPr="00C827A4">
              <w:lastRenderedPageBreak/>
              <w:t>5</w:t>
            </w:r>
          </w:p>
        </w:tc>
        <w:tc>
          <w:tcPr>
            <w:tcW w:w="4111" w:type="dxa"/>
            <w:tcBorders>
              <w:top w:val="nil"/>
            </w:tcBorders>
          </w:tcPr>
          <w:p w:rsidR="00FB5721" w:rsidRPr="00C827A4" w:rsidRDefault="00FB5721" w:rsidP="001F17EA">
            <w:pPr>
              <w:pStyle w:val="TAH"/>
              <w:keepLines w:val="0"/>
            </w:pPr>
            <w:r w:rsidRPr="00C827A4">
              <w:t>changeMenuEntry with a too large length</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Applet1 is triggered by a EVENT_MENU_SELECTION.</w:t>
            </w:r>
          </w:p>
          <w:p w:rsidR="00FB5721" w:rsidRPr="00C827A4" w:rsidRDefault="00FB5721" w:rsidP="001F17EA">
            <w:pPr>
              <w:pStyle w:val="PL"/>
              <w:keepNext/>
              <w:rPr>
                <w:noProof w:val="0"/>
              </w:rPr>
            </w:pPr>
            <w:r w:rsidRPr="00C827A4">
              <w:rPr>
                <w:noProof w:val="0"/>
              </w:rPr>
              <w:t>ChangeMenuEntry of menu 1, with length parameter equal to 11</w:t>
            </w:r>
          </w:p>
          <w:p w:rsidR="00FB5721" w:rsidRPr="00C827A4" w:rsidRDefault="00FB5721" w:rsidP="001F17EA">
            <w:pPr>
              <w:pStyle w:val="PL"/>
              <w:keepNext/>
              <w:rPr>
                <w:noProof w:val="0"/>
              </w:rPr>
            </w:pPr>
            <w:r w:rsidRPr="00C827A4">
              <w:rPr>
                <w:noProof w:val="0"/>
              </w:rPr>
              <w:t>Id = '02'</w:t>
            </w:r>
          </w:p>
          <w:p w:rsidR="00FB5721" w:rsidRPr="00C827A4" w:rsidRDefault="00FB5721" w:rsidP="001F17EA">
            <w:pPr>
              <w:pStyle w:val="PL"/>
              <w:keepNext/>
              <w:rPr>
                <w:noProof w:val="0"/>
              </w:rPr>
            </w:pPr>
            <w:r w:rsidRPr="00C827A4">
              <w:rPr>
                <w:noProof w:val="0"/>
              </w:rPr>
              <w:t>MenuEntry = "MenuEntry05"</w:t>
            </w:r>
          </w:p>
          <w:p w:rsidR="00FB5721" w:rsidRPr="00C827A4" w:rsidRDefault="00FB5721" w:rsidP="001F17EA">
            <w:pPr>
              <w:pStyle w:val="PL"/>
              <w:keepNext/>
              <w:rPr>
                <w:noProof w:val="0"/>
              </w:rPr>
            </w:pPr>
            <w:r w:rsidRPr="00C827A4">
              <w:rPr>
                <w:noProof w:val="0"/>
              </w:rPr>
              <w:t>Offset = 0</w:t>
            </w:r>
          </w:p>
          <w:p w:rsidR="00FB5721" w:rsidRPr="00C827A4" w:rsidRDefault="00FB5721" w:rsidP="001F17EA">
            <w:pPr>
              <w:pStyle w:val="PL"/>
              <w:keepNext/>
              <w:rPr>
                <w:noProof w:val="0"/>
              </w:rPr>
            </w:pPr>
            <w:r w:rsidRPr="00C827A4">
              <w:rPr>
                <w:noProof w:val="0"/>
              </w:rPr>
              <w:t>Length = menuEntry.length</w:t>
            </w:r>
          </w:p>
          <w:p w:rsidR="00FB5721" w:rsidRPr="00C827A4" w:rsidRDefault="00FB5721" w:rsidP="001F17EA">
            <w:pPr>
              <w:pStyle w:val="PL"/>
              <w:keepNext/>
              <w:rPr>
                <w:noProof w:val="0"/>
              </w:rPr>
            </w:pPr>
            <w:r w:rsidRPr="00C827A4">
              <w:rPr>
                <w:noProof w:val="0"/>
              </w:rPr>
              <w:t>NextAction = 0</w:t>
            </w:r>
          </w:p>
          <w:p w:rsidR="00FB5721" w:rsidRPr="00C827A4" w:rsidRDefault="00FB5721" w:rsidP="001F17EA">
            <w:pPr>
              <w:pStyle w:val="PL"/>
              <w:keepNext/>
              <w:rPr>
                <w:noProof w:val="0"/>
              </w:rPr>
            </w:pPr>
            <w:r w:rsidRPr="00C827A4">
              <w:rPr>
                <w:noProof w:val="0"/>
              </w:rPr>
              <w:t>HelpSupported = false</w:t>
            </w:r>
          </w:p>
          <w:p w:rsidR="00FB5721" w:rsidRPr="00C827A4" w:rsidRDefault="00FB5721" w:rsidP="001F17EA">
            <w:pPr>
              <w:pStyle w:val="PL"/>
              <w:keepNext/>
              <w:rPr>
                <w:noProof w:val="0"/>
              </w:rPr>
            </w:pPr>
            <w:r w:rsidRPr="00C827A4">
              <w:rPr>
                <w:noProof w:val="0"/>
              </w:rPr>
              <w:t>IconQualifier = 0</w:t>
            </w:r>
          </w:p>
          <w:p w:rsidR="00FB5721" w:rsidRPr="00C827A4" w:rsidRDefault="00FB5721" w:rsidP="001F17EA">
            <w:pPr>
              <w:pStyle w:val="PL"/>
              <w:keepNext/>
              <w:rPr>
                <w:noProof w:val="0"/>
              </w:rPr>
            </w:pPr>
            <w:r w:rsidRPr="00C827A4">
              <w:rPr>
                <w:noProof w:val="0"/>
              </w:rPr>
              <w:t>IconIdentifier = 0</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Return from processToolkit</w:t>
            </w:r>
          </w:p>
        </w:tc>
        <w:tc>
          <w:tcPr>
            <w:tcW w:w="2911" w:type="dxa"/>
            <w:tcBorders>
              <w:top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ToolkitException ALLOWED_LENGTH_EXCEEDED is thrown</w:t>
            </w:r>
          </w:p>
        </w:tc>
        <w:tc>
          <w:tcPr>
            <w:tcW w:w="2334" w:type="dxa"/>
            <w:tcBorders>
              <w:top w:val="nil"/>
            </w:tcBorders>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SW = 90 00</w:t>
            </w:r>
          </w:p>
        </w:tc>
      </w:tr>
    </w:tbl>
    <w:p w:rsidR="00FB5721" w:rsidRPr="00C827A4" w:rsidRDefault="00FB5721"/>
    <w:p w:rsidR="00FB5721" w:rsidRPr="00C827A4" w:rsidRDefault="00FB5721">
      <w:pPr>
        <w:pStyle w:val="Heading4"/>
      </w:pPr>
      <w:r w:rsidRPr="00C827A4">
        <w:t>5.5.7.6</w:t>
      </w:r>
      <w:r w:rsidRPr="00C827A4">
        <w:tab/>
        <w:t>Maximum number of menu entries</w:t>
      </w:r>
    </w:p>
    <w:p w:rsidR="00FB5721" w:rsidRPr="00C827A4" w:rsidRDefault="00FB5721">
      <w:r w:rsidRPr="00C827A4">
        <w:t>Test Area Reference: Cre_Tin_Nbme.</w:t>
      </w:r>
    </w:p>
    <w:p w:rsidR="00FB5721" w:rsidRPr="00C827A4" w:rsidRDefault="00FB5721" w:rsidP="00D65C82">
      <w:pPr>
        <w:pStyle w:val="Heading5"/>
      </w:pPr>
      <w:r w:rsidRPr="00C827A4">
        <w:t>5.5.7.6.1</w:t>
      </w:r>
      <w:r w:rsidRPr="00C827A4">
        <w:tab/>
        <w:t>Conformance requirement</w:t>
      </w:r>
    </w:p>
    <w:p w:rsidR="00FB5721" w:rsidRPr="00C827A4" w:rsidRDefault="00FB5721">
      <w:pPr>
        <w:pStyle w:val="H6"/>
      </w:pPr>
      <w:r w:rsidRPr="00C827A4">
        <w:t>5.5.7.6.1.1</w:t>
      </w:r>
      <w:r w:rsidRPr="00C827A4">
        <w:tab/>
        <w:t>Normal execution</w:t>
      </w:r>
    </w:p>
    <w:p w:rsidR="00FB5721" w:rsidRPr="00C827A4" w:rsidRDefault="00FB5721">
      <w:pPr>
        <w:pStyle w:val="B1"/>
      </w:pPr>
      <w:r w:rsidRPr="00C827A4">
        <w:t>CRRN1: The maximum number of menu entries is defined at the installation of the toolkit applet and can be the maximum number of successful invocations of the method initMenuEntry.</w:t>
      </w:r>
    </w:p>
    <w:p w:rsidR="00FB5721" w:rsidRPr="00C827A4" w:rsidRDefault="00FB5721">
      <w:pPr>
        <w:pStyle w:val="H6"/>
      </w:pPr>
      <w:r w:rsidRPr="00C827A4">
        <w:t>5.5.7.6.1.2</w:t>
      </w:r>
      <w:r w:rsidRPr="00C827A4">
        <w:tab/>
        <w:t>Parameter errors</w:t>
      </w:r>
    </w:p>
    <w:p w:rsidR="00FB5721" w:rsidRPr="00C827A4" w:rsidRDefault="00FB5721">
      <w:pPr>
        <w:pStyle w:val="B1"/>
      </w:pPr>
      <w:r w:rsidRPr="00C827A4">
        <w:t>CRRP1: If the menu entry cannot be initialized (e.g. no more item data in applet loading parameter), a ToolkitException with the REGISTRY_ERROR reason code is thrown.</w:t>
      </w:r>
    </w:p>
    <w:p w:rsidR="00FB5721" w:rsidRPr="00C827A4" w:rsidRDefault="00FB5721">
      <w:pPr>
        <w:pStyle w:val="H6"/>
      </w:pPr>
      <w:r w:rsidRPr="00C827A4">
        <w:t>5.5.7.6.1.3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5.5.7.6.2</w:t>
      </w:r>
      <w:r w:rsidRPr="00C827A4">
        <w:tab/>
        <w:t>Test area files</w:t>
      </w:r>
    </w:p>
    <w:p w:rsidR="00FB5721" w:rsidRPr="00C827A4" w:rsidRDefault="00FB5721" w:rsidP="00FB5721">
      <w:pPr>
        <w:pStyle w:val="EX"/>
      </w:pPr>
      <w:r w:rsidRPr="00C827A4">
        <w:t xml:space="preserve">Test Source: </w:t>
      </w:r>
      <w:r w:rsidRPr="00C827A4">
        <w:tab/>
        <w:t>Test_Cre_Tin_Nbme.java.</w:t>
      </w:r>
    </w:p>
    <w:p w:rsidR="00FB5721" w:rsidRPr="00C827A4" w:rsidRDefault="00FB5721" w:rsidP="00FB5721">
      <w:pPr>
        <w:pStyle w:val="EX"/>
      </w:pPr>
      <w:r w:rsidRPr="00C827A4">
        <w:t xml:space="preserve">Test Applet: </w:t>
      </w:r>
      <w:r w:rsidRPr="00C827A4">
        <w:tab/>
        <w:t>Cre_Tin_Nbme_1.java.</w:t>
      </w:r>
    </w:p>
    <w:p w:rsidR="00FB5721" w:rsidRPr="00C827A4" w:rsidRDefault="00FB5721" w:rsidP="00FB5721">
      <w:pPr>
        <w:pStyle w:val="EX"/>
      </w:pPr>
      <w:r w:rsidRPr="00C827A4">
        <w:tab/>
        <w:t>Cre_Tin_Nbme_2.java.</w:t>
      </w:r>
    </w:p>
    <w:p w:rsidR="00FB5721" w:rsidRPr="00C827A4" w:rsidRDefault="00FB5721" w:rsidP="00FB5721">
      <w:pPr>
        <w:pStyle w:val="EX"/>
      </w:pPr>
      <w:r w:rsidRPr="00C827A4">
        <w:t>Cap File:</w:t>
      </w:r>
      <w:r w:rsidRPr="00C827A4">
        <w:tab/>
      </w:r>
      <w:r w:rsidR="004A084A" w:rsidRPr="00C827A4">
        <w:t>C</w:t>
      </w:r>
      <w:r w:rsidRPr="00C827A4">
        <w:t>re_tin_nbme.cap.</w:t>
      </w:r>
    </w:p>
    <w:p w:rsidR="00FB5721" w:rsidRPr="00C827A4" w:rsidRDefault="00FB5721" w:rsidP="00D65C82">
      <w:pPr>
        <w:pStyle w:val="Heading5"/>
      </w:pPr>
      <w:r w:rsidRPr="00C827A4">
        <w:t>5.5.7.6.3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CRRP1</w:t>
            </w:r>
          </w:p>
        </w:tc>
        <w:tc>
          <w:tcPr>
            <w:tcW w:w="2682" w:type="dxa"/>
          </w:tcPr>
          <w:p w:rsidR="00FB5721" w:rsidRPr="00C827A4" w:rsidRDefault="00FB5721">
            <w:pPr>
              <w:pStyle w:val="TAC"/>
              <w:keepNext w:val="0"/>
              <w:keepLines w:val="0"/>
            </w:pPr>
            <w:r w:rsidRPr="00C827A4">
              <w:t>2, 3</w:t>
            </w:r>
          </w:p>
        </w:tc>
      </w:tr>
    </w:tbl>
    <w:p w:rsidR="00FB5721" w:rsidRPr="00C827A4" w:rsidRDefault="00FB5721"/>
    <w:p w:rsidR="00FB5721" w:rsidRPr="00C827A4" w:rsidRDefault="00FB5721" w:rsidP="00FB5721">
      <w:pPr>
        <w:pStyle w:val="Heading5"/>
      </w:pPr>
      <w:r w:rsidRPr="00C827A4">
        <w:lastRenderedPageBreak/>
        <w:t>5.5.7.6.4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rsidP="00FB5721">
            <w:pPr>
              <w:pStyle w:val="TAH"/>
            </w:pPr>
            <w:r w:rsidRPr="00C827A4">
              <w:t>Id</w:t>
            </w:r>
          </w:p>
        </w:tc>
        <w:tc>
          <w:tcPr>
            <w:tcW w:w="4111" w:type="dxa"/>
          </w:tcPr>
          <w:p w:rsidR="00FB5721" w:rsidRPr="00C827A4" w:rsidRDefault="00FB5721" w:rsidP="00FB5721">
            <w:pPr>
              <w:pStyle w:val="TAH"/>
            </w:pPr>
            <w:r w:rsidRPr="00C827A4">
              <w:t>Description</w:t>
            </w:r>
          </w:p>
        </w:tc>
        <w:tc>
          <w:tcPr>
            <w:tcW w:w="2911" w:type="dxa"/>
          </w:tcPr>
          <w:p w:rsidR="00FB5721" w:rsidRPr="00C827A4" w:rsidRDefault="00FB5721" w:rsidP="00FB5721">
            <w:pPr>
              <w:pStyle w:val="TAH"/>
            </w:pPr>
            <w:r w:rsidRPr="00C827A4">
              <w:t>API/CAT RE Expectation</w:t>
            </w:r>
          </w:p>
        </w:tc>
        <w:tc>
          <w:tcPr>
            <w:tcW w:w="2334" w:type="dxa"/>
          </w:tcPr>
          <w:p w:rsidR="00FB5721" w:rsidRPr="00C827A4" w:rsidRDefault="00FB5721" w:rsidP="00FB5721">
            <w:pPr>
              <w:pStyle w:val="TAH"/>
            </w:pPr>
            <w:r w:rsidRPr="00C827A4">
              <w:t>APDU Expectation</w:t>
            </w: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FB5721">
            <w:pPr>
              <w:pStyle w:val="TAL"/>
            </w:pPr>
            <w:r w:rsidRPr="00C827A4">
              <w:t>1</w:t>
            </w:r>
          </w:p>
        </w:tc>
        <w:tc>
          <w:tcPr>
            <w:tcW w:w="4111" w:type="dxa"/>
            <w:tcBorders>
              <w:top w:val="nil"/>
              <w:bottom w:val="nil"/>
            </w:tcBorders>
          </w:tcPr>
          <w:p w:rsidR="00FB5721" w:rsidRPr="00C827A4" w:rsidRDefault="00FB5721" w:rsidP="00FB5721">
            <w:pPr>
              <w:pStyle w:val="TAH"/>
              <w:rPr>
                <w:rStyle w:val="CODE"/>
              </w:rPr>
            </w:pPr>
            <w:r w:rsidRPr="00C827A4">
              <w:t>Installation of applet with 3 menus</w:t>
            </w:r>
          </w:p>
          <w:p w:rsidR="00FB5721" w:rsidRPr="00C827A4" w:rsidRDefault="00FB5721" w:rsidP="00FB5721">
            <w:pPr>
              <w:pStyle w:val="PL"/>
              <w:keepNext/>
              <w:keepLines/>
              <w:rPr>
                <w:rStyle w:val="CODE"/>
                <w:noProof w:val="0"/>
              </w:rPr>
            </w:pPr>
          </w:p>
          <w:p w:rsidR="00FB5721" w:rsidRPr="00C827A4" w:rsidRDefault="00FB5721" w:rsidP="00FB5721">
            <w:pPr>
              <w:pStyle w:val="PL"/>
              <w:keepNext/>
              <w:keepLines/>
              <w:rPr>
                <w:noProof w:val="0"/>
              </w:rPr>
            </w:pPr>
            <w:r w:rsidRPr="00C827A4">
              <w:rPr>
                <w:noProof w:val="0"/>
              </w:rPr>
              <w:t>Install (install) applet with max. number of menu entry is '3', defined at the install (install) command.</w:t>
            </w:r>
          </w:p>
          <w:p w:rsidR="00FB5721" w:rsidRPr="00C827A4" w:rsidRDefault="00FB5721" w:rsidP="00FB5721">
            <w:pPr>
              <w:pStyle w:val="PL"/>
              <w:keepNext/>
              <w:keepLines/>
              <w:rPr>
                <w:noProof w:val="0"/>
              </w:rPr>
            </w:pPr>
            <w:r w:rsidRPr="00C827A4">
              <w:rPr>
                <w:noProof w:val="0"/>
              </w:rPr>
              <w:t>initMenuEntry for each menu entry allowed (3 times)</w:t>
            </w:r>
          </w:p>
          <w:p w:rsidR="00FB5721" w:rsidRPr="00927A43" w:rsidRDefault="00FB5721" w:rsidP="00FB5721">
            <w:pPr>
              <w:pStyle w:val="PL"/>
              <w:keepNext/>
              <w:keepLines/>
              <w:rPr>
                <w:noProof w:val="0"/>
              </w:rPr>
            </w:pPr>
            <w:r w:rsidRPr="00927A43">
              <w:rPr>
                <w:noProof w:val="0"/>
              </w:rPr>
              <w:t>MenuEntry = "menu1", "menu2", "menu3"</w:t>
            </w:r>
          </w:p>
          <w:p w:rsidR="00FB5721" w:rsidRPr="00927A43" w:rsidRDefault="00FB5721" w:rsidP="00FB5721">
            <w:pPr>
              <w:pStyle w:val="PL"/>
              <w:keepNext/>
              <w:keepLines/>
              <w:rPr>
                <w:noProof w:val="0"/>
              </w:rPr>
            </w:pPr>
            <w:r w:rsidRPr="00927A43">
              <w:rPr>
                <w:noProof w:val="0"/>
              </w:rPr>
              <w:t>Offset = 0</w:t>
            </w:r>
          </w:p>
          <w:p w:rsidR="00FB5721" w:rsidRPr="00C827A4" w:rsidRDefault="00FB5721" w:rsidP="00FB5721">
            <w:pPr>
              <w:pStyle w:val="PL"/>
              <w:keepNext/>
              <w:keepLines/>
              <w:rPr>
                <w:noProof w:val="0"/>
              </w:rPr>
            </w:pPr>
            <w:r w:rsidRPr="00C827A4">
              <w:rPr>
                <w:noProof w:val="0"/>
              </w:rPr>
              <w:t>Length = 5</w:t>
            </w:r>
          </w:p>
          <w:p w:rsidR="00FB5721" w:rsidRPr="00C827A4" w:rsidRDefault="00FB5721" w:rsidP="00FB5721">
            <w:pPr>
              <w:pStyle w:val="PL"/>
              <w:keepNext/>
              <w:keepLines/>
              <w:rPr>
                <w:noProof w:val="0"/>
              </w:rPr>
            </w:pPr>
            <w:r w:rsidRPr="00C827A4">
              <w:rPr>
                <w:noProof w:val="0"/>
              </w:rPr>
              <w:t>NextAction = '00'</w:t>
            </w:r>
          </w:p>
          <w:p w:rsidR="00FB5721" w:rsidRPr="00C827A4" w:rsidRDefault="00FB5721" w:rsidP="00FB5721">
            <w:pPr>
              <w:pStyle w:val="PL"/>
              <w:keepNext/>
              <w:keepLines/>
              <w:rPr>
                <w:noProof w:val="0"/>
              </w:rPr>
            </w:pPr>
            <w:r w:rsidRPr="00C827A4">
              <w:rPr>
                <w:noProof w:val="0"/>
              </w:rPr>
              <w:t>HelpSupported = false</w:t>
            </w:r>
          </w:p>
          <w:p w:rsidR="00FB5721" w:rsidRPr="00C827A4" w:rsidRDefault="00FB5721" w:rsidP="00FB5721">
            <w:pPr>
              <w:pStyle w:val="PL"/>
              <w:keepNext/>
              <w:keepLines/>
              <w:rPr>
                <w:noProof w:val="0"/>
              </w:rPr>
            </w:pPr>
            <w:r w:rsidRPr="00C827A4">
              <w:rPr>
                <w:noProof w:val="0"/>
              </w:rPr>
              <w:t>IconQualifier = '00'</w:t>
            </w:r>
          </w:p>
          <w:p w:rsidR="00FB5721" w:rsidRPr="00C827A4" w:rsidRDefault="00FB5721" w:rsidP="00FB5721">
            <w:pPr>
              <w:pStyle w:val="PL"/>
              <w:keepNext/>
              <w:keepLines/>
              <w:rPr>
                <w:rStyle w:val="CODE"/>
                <w:noProof w:val="0"/>
              </w:rPr>
            </w:pPr>
            <w:r w:rsidRPr="00C827A4">
              <w:rPr>
                <w:noProof w:val="0"/>
              </w:rPr>
              <w:t>IconIdentifier = 0</w:t>
            </w:r>
          </w:p>
        </w:tc>
        <w:tc>
          <w:tcPr>
            <w:tcW w:w="2911" w:type="dxa"/>
            <w:tcBorders>
              <w:top w:val="nil"/>
              <w:bottom w:val="nil"/>
            </w:tcBorders>
          </w:tcPr>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r w:rsidRPr="00C827A4">
              <w:t>No Exception is thrown</w:t>
            </w:r>
          </w:p>
        </w:tc>
        <w:tc>
          <w:tcPr>
            <w:tcW w:w="2334" w:type="dxa"/>
            <w:tcBorders>
              <w:top w:val="nil"/>
              <w:bottom w:val="nil"/>
            </w:tcBorders>
          </w:tcPr>
          <w:p w:rsidR="00FB5721" w:rsidRPr="00C827A4" w:rsidRDefault="00FB5721" w:rsidP="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L"/>
            </w:pPr>
            <w:r w:rsidRPr="00C827A4">
              <w:t>2</w:t>
            </w:r>
          </w:p>
        </w:tc>
        <w:tc>
          <w:tcPr>
            <w:tcW w:w="4111" w:type="dxa"/>
            <w:tcBorders>
              <w:top w:val="single" w:sz="4" w:space="0" w:color="auto"/>
              <w:bottom w:val="single" w:sz="4" w:space="0" w:color="auto"/>
            </w:tcBorders>
          </w:tcPr>
          <w:p w:rsidR="00FB5721" w:rsidRPr="00C827A4" w:rsidRDefault="00FB5721">
            <w:pPr>
              <w:pStyle w:val="TAH"/>
              <w:keepNext w:val="0"/>
              <w:keepLines w:val="0"/>
            </w:pPr>
            <w:r w:rsidRPr="00C827A4">
              <w:t>init of a 4</w:t>
            </w:r>
            <w:r w:rsidRPr="00C827A4">
              <w:rPr>
                <w:vertAlign w:val="superscript"/>
              </w:rPr>
              <w:t>th</w:t>
            </w:r>
            <w:r w:rsidRPr="00C827A4">
              <w:t xml:space="preserve"> menu</w:t>
            </w:r>
          </w:p>
          <w:p w:rsidR="00FB5721" w:rsidRPr="00C827A4" w:rsidRDefault="00FB5721">
            <w:pPr>
              <w:pStyle w:val="PL"/>
              <w:rPr>
                <w:noProof w:val="0"/>
              </w:rPr>
            </w:pPr>
          </w:p>
          <w:p w:rsidR="00FB5721" w:rsidRPr="00C827A4" w:rsidRDefault="00FB5721">
            <w:pPr>
              <w:pStyle w:val="PL"/>
              <w:rPr>
                <w:noProof w:val="0"/>
              </w:rPr>
            </w:pPr>
            <w:r w:rsidRPr="00C827A4">
              <w:rPr>
                <w:noProof w:val="0"/>
              </w:rPr>
              <w:t>initMenuEntry one more time</w:t>
            </w:r>
          </w:p>
          <w:p w:rsidR="00FB5721" w:rsidRPr="00C827A4" w:rsidRDefault="00FB5721">
            <w:pPr>
              <w:pStyle w:val="PL"/>
              <w:rPr>
                <w:noProof w:val="0"/>
              </w:rPr>
            </w:pPr>
            <w:r w:rsidRPr="00C827A4">
              <w:rPr>
                <w:noProof w:val="0"/>
              </w:rPr>
              <w:t>MenuEntry = "menu4"</w:t>
            </w:r>
          </w:p>
          <w:p w:rsidR="00FB5721" w:rsidRPr="00C827A4" w:rsidRDefault="00FB5721">
            <w:pPr>
              <w:pStyle w:val="PL"/>
              <w:rPr>
                <w:noProof w:val="0"/>
              </w:rPr>
            </w:pPr>
            <w:r w:rsidRPr="00C827A4">
              <w:rPr>
                <w:noProof w:val="0"/>
              </w:rPr>
              <w:t>Offset = 0</w:t>
            </w:r>
          </w:p>
          <w:p w:rsidR="00FB5721" w:rsidRPr="00C827A4" w:rsidRDefault="00FB5721">
            <w:pPr>
              <w:pStyle w:val="PL"/>
              <w:rPr>
                <w:noProof w:val="0"/>
              </w:rPr>
            </w:pPr>
            <w:r w:rsidRPr="00C827A4">
              <w:rPr>
                <w:noProof w:val="0"/>
              </w:rPr>
              <w:t>Length = 5</w:t>
            </w:r>
          </w:p>
          <w:p w:rsidR="00FB5721" w:rsidRPr="00C827A4" w:rsidRDefault="00FB5721">
            <w:pPr>
              <w:pStyle w:val="PL"/>
              <w:rPr>
                <w:noProof w:val="0"/>
              </w:rPr>
            </w:pPr>
            <w:r w:rsidRPr="00C827A4">
              <w:rPr>
                <w:noProof w:val="0"/>
              </w:rPr>
              <w:t>NextAction = '00'</w:t>
            </w:r>
          </w:p>
          <w:p w:rsidR="00FB5721" w:rsidRPr="00C827A4" w:rsidRDefault="00FB5721">
            <w:pPr>
              <w:pStyle w:val="PL"/>
              <w:rPr>
                <w:noProof w:val="0"/>
              </w:rPr>
            </w:pPr>
            <w:r w:rsidRPr="00C827A4">
              <w:rPr>
                <w:noProof w:val="0"/>
              </w:rPr>
              <w:t>HelpSupported = false</w:t>
            </w:r>
          </w:p>
          <w:p w:rsidR="00FB5721" w:rsidRPr="00C827A4" w:rsidRDefault="00FB5721">
            <w:pPr>
              <w:pStyle w:val="PL"/>
              <w:rPr>
                <w:noProof w:val="0"/>
              </w:rPr>
            </w:pPr>
            <w:r w:rsidRPr="00C827A4">
              <w:rPr>
                <w:noProof w:val="0"/>
              </w:rPr>
              <w:t>IconQualifier = '00'</w:t>
            </w:r>
          </w:p>
          <w:p w:rsidR="00FB5721" w:rsidRPr="00C827A4" w:rsidRDefault="00FB5721">
            <w:pPr>
              <w:pStyle w:val="PL"/>
              <w:rPr>
                <w:rStyle w:val="CODE"/>
                <w:noProof w:val="0"/>
              </w:rPr>
            </w:pPr>
            <w:r w:rsidRPr="00C827A4">
              <w:rPr>
                <w:noProof w:val="0"/>
              </w:rPr>
              <w:t>IconIdentifier = 0</w:t>
            </w:r>
          </w:p>
        </w:tc>
        <w:tc>
          <w:tcPr>
            <w:tcW w:w="2911"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ToolkitException REGISTRY_ERROR is thrown</w:t>
            </w:r>
          </w:p>
        </w:tc>
        <w:tc>
          <w:tcPr>
            <w:tcW w:w="2334" w:type="dxa"/>
            <w:tcBorders>
              <w:top w:val="single" w:sz="4" w:space="0" w:color="auto"/>
              <w:bottom w:val="single" w:sz="4" w:space="0" w:color="auto"/>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SET UP MENU  (3 items: “menu1”, “menu2”, “menu3”)</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pPr>
            <w:r w:rsidRPr="00C827A4">
              <w:t>3</w:t>
            </w:r>
          </w:p>
        </w:tc>
        <w:tc>
          <w:tcPr>
            <w:tcW w:w="4111" w:type="dxa"/>
            <w:tcBorders>
              <w:top w:val="nil"/>
            </w:tcBorders>
          </w:tcPr>
          <w:p w:rsidR="00FB5721" w:rsidRPr="00C827A4" w:rsidRDefault="00FB5721">
            <w:pPr>
              <w:pStyle w:val="TAH"/>
              <w:keepNext w:val="0"/>
              <w:keepLines w:val="0"/>
              <w:rPr>
                <w:rStyle w:val="CODE"/>
              </w:rPr>
            </w:pPr>
            <w:r w:rsidRPr="00C827A4">
              <w:t>Installation of 2</w:t>
            </w:r>
            <w:r w:rsidRPr="00C827A4">
              <w:rPr>
                <w:vertAlign w:val="superscript"/>
              </w:rPr>
              <w:t>nd</w:t>
            </w:r>
            <w:r w:rsidRPr="00C827A4">
              <w:t xml:space="preserve"> applet with 0 menu</w:t>
            </w:r>
          </w:p>
          <w:p w:rsidR="00FB5721" w:rsidRPr="00C827A4" w:rsidRDefault="00FB5721">
            <w:pPr>
              <w:pStyle w:val="PL"/>
              <w:rPr>
                <w:rStyle w:val="CODE"/>
                <w:noProof w:val="0"/>
              </w:rPr>
            </w:pPr>
          </w:p>
          <w:p w:rsidR="00FB5721" w:rsidRPr="00C827A4" w:rsidRDefault="00FB5721">
            <w:pPr>
              <w:pStyle w:val="PL"/>
              <w:rPr>
                <w:noProof w:val="0"/>
              </w:rPr>
            </w:pPr>
            <w:r w:rsidRPr="00C827A4">
              <w:rPr>
                <w:noProof w:val="0"/>
              </w:rPr>
              <w:t>1- Install (install) another applet, with max. number of menu entry is '0', defined at the install (install) command.</w:t>
            </w:r>
          </w:p>
          <w:p w:rsidR="00FB5721" w:rsidRPr="00C827A4" w:rsidRDefault="00FB5721">
            <w:pPr>
              <w:pStyle w:val="PL"/>
              <w:rPr>
                <w:noProof w:val="0"/>
              </w:rPr>
            </w:pPr>
          </w:p>
          <w:p w:rsidR="00FB5721" w:rsidRPr="00C827A4" w:rsidRDefault="00FB5721">
            <w:pPr>
              <w:pStyle w:val="PL"/>
              <w:rPr>
                <w:noProof w:val="0"/>
              </w:rPr>
            </w:pPr>
            <w:r w:rsidRPr="00C827A4">
              <w:rPr>
                <w:noProof w:val="0"/>
              </w:rPr>
              <w:t>initMenuEntry once</w:t>
            </w:r>
          </w:p>
          <w:p w:rsidR="00FB5721" w:rsidRPr="00C827A4" w:rsidRDefault="00FB5721">
            <w:pPr>
              <w:pStyle w:val="PL"/>
              <w:rPr>
                <w:noProof w:val="0"/>
              </w:rPr>
            </w:pPr>
            <w:r w:rsidRPr="00C827A4">
              <w:rPr>
                <w:noProof w:val="0"/>
              </w:rPr>
              <w:t>MenuEntry = "menu5"</w:t>
            </w:r>
          </w:p>
          <w:p w:rsidR="00FB5721" w:rsidRPr="00C827A4" w:rsidRDefault="00FB5721">
            <w:pPr>
              <w:pStyle w:val="PL"/>
              <w:rPr>
                <w:noProof w:val="0"/>
              </w:rPr>
            </w:pPr>
            <w:r w:rsidRPr="00C827A4">
              <w:rPr>
                <w:noProof w:val="0"/>
              </w:rPr>
              <w:t>Offset = 0</w:t>
            </w:r>
          </w:p>
          <w:p w:rsidR="00FB5721" w:rsidRPr="00C827A4" w:rsidRDefault="00FB5721">
            <w:pPr>
              <w:pStyle w:val="PL"/>
              <w:rPr>
                <w:noProof w:val="0"/>
              </w:rPr>
            </w:pPr>
            <w:r w:rsidRPr="00C827A4">
              <w:rPr>
                <w:noProof w:val="0"/>
              </w:rPr>
              <w:t>Length = 5</w:t>
            </w:r>
          </w:p>
          <w:p w:rsidR="00FB5721" w:rsidRPr="00C827A4" w:rsidRDefault="00FB5721">
            <w:pPr>
              <w:pStyle w:val="PL"/>
              <w:rPr>
                <w:noProof w:val="0"/>
              </w:rPr>
            </w:pPr>
            <w:r w:rsidRPr="00C827A4">
              <w:rPr>
                <w:noProof w:val="0"/>
              </w:rPr>
              <w:t>NextAction = '00'</w:t>
            </w:r>
          </w:p>
          <w:p w:rsidR="00FB5721" w:rsidRPr="00C827A4" w:rsidRDefault="00FB5721">
            <w:pPr>
              <w:pStyle w:val="PL"/>
              <w:rPr>
                <w:noProof w:val="0"/>
              </w:rPr>
            </w:pPr>
            <w:r w:rsidRPr="00C827A4">
              <w:rPr>
                <w:noProof w:val="0"/>
              </w:rPr>
              <w:t>HelpSupported = false</w:t>
            </w:r>
          </w:p>
          <w:p w:rsidR="00FB5721" w:rsidRPr="00C827A4" w:rsidRDefault="00FB5721">
            <w:pPr>
              <w:pStyle w:val="PL"/>
              <w:rPr>
                <w:noProof w:val="0"/>
              </w:rPr>
            </w:pPr>
            <w:r w:rsidRPr="00C827A4">
              <w:rPr>
                <w:noProof w:val="0"/>
              </w:rPr>
              <w:t>IconQualifier = '00'</w:t>
            </w:r>
          </w:p>
          <w:p w:rsidR="00FB5721" w:rsidRPr="00C827A4" w:rsidRDefault="00FB5721">
            <w:pPr>
              <w:pStyle w:val="PL"/>
              <w:rPr>
                <w:noProof w:val="0"/>
              </w:rPr>
            </w:pPr>
            <w:r w:rsidRPr="00C827A4">
              <w:rPr>
                <w:noProof w:val="0"/>
              </w:rPr>
              <w:t>IconIdentifier = 0</w:t>
            </w:r>
          </w:p>
          <w:p w:rsidR="00FB5721" w:rsidRPr="00C827A4" w:rsidRDefault="00FB5721">
            <w:pPr>
              <w:pStyle w:val="PL"/>
              <w:rPr>
                <w:noProof w:val="0"/>
              </w:rPr>
            </w:pPr>
          </w:p>
          <w:p w:rsidR="00FB5721" w:rsidRPr="00C827A4" w:rsidRDefault="00FB5721">
            <w:pPr>
              <w:pStyle w:val="PL"/>
              <w:rPr>
                <w:noProof w:val="0"/>
              </w:rPr>
            </w:pPr>
            <w:r w:rsidRPr="00C827A4">
              <w:rPr>
                <w:noProof w:val="0"/>
              </w:rPr>
              <w:t>2- Perform a RESET and a Terminal Profile with the facilities of PROFILE_DOWNLOAD, MENU_SELECTION, COMMAND_RESULT and SET_UP_MENU</w:t>
            </w:r>
          </w:p>
        </w:tc>
        <w:tc>
          <w:tcPr>
            <w:tcW w:w="2911"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ToolkitException REGISTRY_ERROR is thrown</w:t>
            </w:r>
          </w:p>
        </w:tc>
        <w:tc>
          <w:tcPr>
            <w:tcW w:w="2334" w:type="dxa"/>
            <w:tcBorders>
              <w:top w:val="nil"/>
            </w:tcBorders>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 xml:space="preserve">2- SET UP MENU  (3 items: “menu1”, “menu2”, “menu3”) </w:t>
            </w:r>
          </w:p>
        </w:tc>
      </w:tr>
    </w:tbl>
    <w:p w:rsidR="00FB5721" w:rsidRPr="00C827A4" w:rsidRDefault="00FB5721"/>
    <w:p w:rsidR="00FB5721" w:rsidRPr="00C827A4" w:rsidRDefault="00FB5721">
      <w:pPr>
        <w:pStyle w:val="Heading4"/>
      </w:pPr>
      <w:r w:rsidRPr="00C827A4">
        <w:t>5.5.7.7</w:t>
      </w:r>
      <w:r w:rsidRPr="00C827A4">
        <w:tab/>
        <w:t>Access Domain</w:t>
      </w:r>
    </w:p>
    <w:p w:rsidR="00FB5721" w:rsidRPr="00C827A4" w:rsidRDefault="00FB5721">
      <w:r w:rsidRPr="00C827A4">
        <w:t>Test Area Reference: Cre_Tin_Acdo.</w:t>
      </w:r>
    </w:p>
    <w:p w:rsidR="00FB5721" w:rsidRPr="00C827A4" w:rsidRDefault="00FB5721" w:rsidP="00D65C82">
      <w:pPr>
        <w:pStyle w:val="Heading5"/>
      </w:pPr>
      <w:r w:rsidRPr="00C827A4">
        <w:t>5.5.7.7.1</w:t>
      </w:r>
      <w:r w:rsidRPr="00C827A4">
        <w:tab/>
        <w:t>Conformance requirement</w:t>
      </w:r>
    </w:p>
    <w:p w:rsidR="00FB5721" w:rsidRPr="00C827A4" w:rsidRDefault="00FB5721">
      <w:pPr>
        <w:pStyle w:val="H6"/>
      </w:pPr>
      <w:r w:rsidRPr="00C827A4">
        <w:t>5.5.7.7.1.1</w:t>
      </w:r>
      <w:r w:rsidRPr="00C827A4">
        <w:tab/>
        <w:t>Normal execution</w:t>
      </w:r>
    </w:p>
    <w:p w:rsidR="00FB5721" w:rsidRPr="00C827A4" w:rsidRDefault="00FB5721">
      <w:pPr>
        <w:pStyle w:val="B1"/>
      </w:pPr>
      <w:r w:rsidRPr="00C827A4">
        <w:t>CRRN1: The UICC access specific parameters (Tag 80h) indicate the mechanism used to control the application instance access to the File System ('00' means full access to the File System, '02' means UICC access mechanism and 'FF' means no access to the File System).</w:t>
      </w:r>
    </w:p>
    <w:p w:rsidR="00FB5721" w:rsidRPr="00C827A4" w:rsidRDefault="00FB5721">
      <w:pPr>
        <w:pStyle w:val="B1"/>
      </w:pPr>
      <w:r w:rsidRPr="00C827A4">
        <w:t xml:space="preserve">CRRN2: The UICC access specific parameters are applicable to applications using the </w:t>
      </w:r>
      <w:r w:rsidRPr="00C827A4">
        <w:rPr>
          <w:i/>
          <w:iCs/>
        </w:rPr>
        <w:t xml:space="preserve">uicc.access.FileView </w:t>
      </w:r>
      <w:r w:rsidRPr="00C827A4">
        <w:t xml:space="preserve">defined in </w:t>
      </w:r>
      <w:r w:rsidR="00F744FF" w:rsidRPr="00C827A4">
        <w:t xml:space="preserve">ETSI </w:t>
      </w:r>
      <w:r w:rsidRPr="00C827A4">
        <w:t>TS 102 241 [</w:t>
      </w:r>
      <w:r w:rsidR="00F744FF" w:rsidRPr="00C827A4">
        <w:t>9</w:t>
      </w:r>
      <w:r w:rsidRPr="00C827A4">
        <w:t>].</w:t>
      </w:r>
    </w:p>
    <w:p w:rsidR="00FB5721" w:rsidRPr="00C827A4" w:rsidRDefault="00FB5721">
      <w:pPr>
        <w:pStyle w:val="B1"/>
      </w:pPr>
      <w:r w:rsidRPr="00C827A4">
        <w:t>CRRN3: The UICC administrative access parameter (Tag 83h) indicate the mechanism used to control the application instance access to the File System ('00' means full access to the File System, '02' means UICC access mechanism and 'FF' means no access to the File System).</w:t>
      </w:r>
    </w:p>
    <w:p w:rsidR="00FB5721" w:rsidRPr="00C827A4" w:rsidRDefault="00FB5721">
      <w:pPr>
        <w:pStyle w:val="B1"/>
      </w:pPr>
      <w:r w:rsidRPr="00C827A4">
        <w:t xml:space="preserve">CRRN4: The UICC administrative access parameters are applicable to applications using the </w:t>
      </w:r>
      <w:r w:rsidRPr="00C827A4">
        <w:rPr>
          <w:i/>
          <w:iCs/>
        </w:rPr>
        <w:t>uicc.access.fileadministration.AdminFileView</w:t>
      </w:r>
      <w:r w:rsidRPr="00C827A4">
        <w:t xml:space="preserve"> defined in </w:t>
      </w:r>
      <w:r w:rsidR="00F744FF" w:rsidRPr="00C827A4">
        <w:t xml:space="preserve">ETSI </w:t>
      </w:r>
      <w:r w:rsidRPr="00C827A4">
        <w:t>TS 102 241 [</w:t>
      </w:r>
      <w:r w:rsidR="00F744FF" w:rsidRPr="00C827A4">
        <w:t>9</w:t>
      </w:r>
      <w:r w:rsidRPr="00C827A4">
        <w:t>].</w:t>
      </w:r>
    </w:p>
    <w:p w:rsidR="00FB5721" w:rsidRPr="00C827A4" w:rsidRDefault="00FB5721">
      <w:pPr>
        <w:pStyle w:val="B1"/>
      </w:pPr>
      <w:r w:rsidRPr="00C827A4">
        <w:lastRenderedPageBreak/>
        <w:t>CRRN5: If an application has Access Domain Parameter '00' (i.e. Full Access to the File System), all actions can be performed on a file except the ones with NEVER access condition.</w:t>
      </w:r>
    </w:p>
    <w:p w:rsidR="00FB5721" w:rsidRPr="00C827A4" w:rsidRDefault="00FB5721" w:rsidP="00F744FF">
      <w:pPr>
        <w:pStyle w:val="B1"/>
      </w:pPr>
      <w:r w:rsidRPr="00C827A4">
        <w:t>CRRN6: If an application has Access Domain Parameter '02' (i.e. UICC access mechanism). The UICC access mechanism shall be coded as follows:</w:t>
      </w:r>
    </w:p>
    <w:tbl>
      <w:tblPr>
        <w:tblW w:w="6407" w:type="dxa"/>
        <w:tblInd w:w="852" w:type="dxa"/>
        <w:tblLayout w:type="fixed"/>
        <w:tblCellMar>
          <w:left w:w="28" w:type="dxa"/>
          <w:right w:w="28" w:type="dxa"/>
        </w:tblCellMar>
        <w:tblLook w:val="0000" w:firstRow="0" w:lastRow="0" w:firstColumn="0" w:lastColumn="0" w:noHBand="0" w:noVBand="0"/>
      </w:tblPr>
      <w:tblGrid>
        <w:gridCol w:w="851"/>
        <w:gridCol w:w="397"/>
        <w:gridCol w:w="198"/>
        <w:gridCol w:w="199"/>
        <w:gridCol w:w="198"/>
        <w:gridCol w:w="199"/>
        <w:gridCol w:w="198"/>
        <w:gridCol w:w="199"/>
        <w:gridCol w:w="198"/>
        <w:gridCol w:w="199"/>
        <w:gridCol w:w="198"/>
        <w:gridCol w:w="199"/>
        <w:gridCol w:w="198"/>
        <w:gridCol w:w="199"/>
        <w:gridCol w:w="198"/>
        <w:gridCol w:w="199"/>
        <w:gridCol w:w="198"/>
        <w:gridCol w:w="199"/>
        <w:gridCol w:w="198"/>
        <w:gridCol w:w="1785"/>
      </w:tblGrid>
      <w:tr w:rsidR="00FB5721" w:rsidRPr="00C827A4">
        <w:trPr>
          <w:gridAfter w:val="2"/>
          <w:wAfter w:w="1983" w:type="dxa"/>
          <w:trHeight w:val="280"/>
        </w:trPr>
        <w:tc>
          <w:tcPr>
            <w:tcW w:w="851" w:type="dxa"/>
          </w:tcPr>
          <w:p w:rsidR="00FB5721" w:rsidRPr="00C827A4" w:rsidRDefault="00FB5721" w:rsidP="00FB5721">
            <w:pPr>
              <w:pStyle w:val="TAC"/>
            </w:pPr>
            <w:r w:rsidRPr="00C827A4">
              <w:t>Byte 1 :</w:t>
            </w:r>
          </w:p>
        </w:tc>
        <w:tc>
          <w:tcPr>
            <w:tcW w:w="397" w:type="dxa"/>
            <w:tcBorders>
              <w:right w:val="single" w:sz="6" w:space="0" w:color="auto"/>
            </w:tcBorders>
          </w:tcPr>
          <w:p w:rsidR="00FB5721" w:rsidRPr="00C827A4" w:rsidRDefault="00FB5721" w:rsidP="00FB5721">
            <w:pPr>
              <w:pStyle w:val="TAC"/>
            </w:pP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b8</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b7</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b6</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b5</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b4</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b3</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b2</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rsidP="00FB5721">
            <w:pPr>
              <w:pStyle w:val="TAC"/>
            </w:pPr>
            <w:r w:rsidRPr="00C827A4">
              <w:t>b1</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1</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2</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3</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4</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5</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6</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7</w:t>
            </w:r>
          </w:p>
        </w:tc>
      </w:tr>
      <w:tr w:rsidR="00FB5721" w:rsidRPr="00C827A4">
        <w:trPr>
          <w:trHeight w:val="24"/>
        </w:trPr>
        <w:tc>
          <w:tcPr>
            <w:tcW w:w="851" w:type="dxa"/>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1785" w:type="dxa"/>
          </w:tcPr>
          <w:p w:rsidR="00FB5721" w:rsidRPr="00C827A4" w:rsidRDefault="00FB5721">
            <w:pPr>
              <w:pStyle w:val="TAL"/>
            </w:pPr>
            <w:r w:rsidRPr="00C827A4">
              <w:t>Application PIN 8</w:t>
            </w:r>
          </w:p>
        </w:tc>
      </w:tr>
    </w:tbl>
    <w:p w:rsidR="00FB5721" w:rsidRPr="00C827A4" w:rsidRDefault="00FB5721">
      <w:pPr>
        <w:ind w:left="852"/>
      </w:pPr>
    </w:p>
    <w:tbl>
      <w:tblPr>
        <w:tblW w:w="5413" w:type="dxa"/>
        <w:tblInd w:w="852" w:type="dxa"/>
        <w:tblLayout w:type="fixed"/>
        <w:tblCellMar>
          <w:left w:w="28" w:type="dxa"/>
          <w:right w:w="28" w:type="dxa"/>
        </w:tblCellMar>
        <w:tblLook w:val="0000" w:firstRow="0" w:lastRow="0" w:firstColumn="0" w:lastColumn="0" w:noHBand="0" w:noVBand="0"/>
      </w:tblPr>
      <w:tblGrid>
        <w:gridCol w:w="851"/>
        <w:gridCol w:w="397"/>
        <w:gridCol w:w="198"/>
        <w:gridCol w:w="199"/>
        <w:gridCol w:w="198"/>
        <w:gridCol w:w="199"/>
        <w:gridCol w:w="198"/>
        <w:gridCol w:w="199"/>
        <w:gridCol w:w="198"/>
        <w:gridCol w:w="199"/>
        <w:gridCol w:w="198"/>
        <w:gridCol w:w="199"/>
        <w:gridCol w:w="198"/>
        <w:gridCol w:w="199"/>
        <w:gridCol w:w="198"/>
        <w:gridCol w:w="199"/>
        <w:gridCol w:w="198"/>
        <w:gridCol w:w="199"/>
        <w:gridCol w:w="198"/>
        <w:gridCol w:w="791"/>
      </w:tblGrid>
      <w:tr w:rsidR="00FB5721" w:rsidRPr="00C827A4">
        <w:trPr>
          <w:gridAfter w:val="2"/>
          <w:wAfter w:w="989" w:type="dxa"/>
          <w:trHeight w:val="280"/>
        </w:trPr>
        <w:tc>
          <w:tcPr>
            <w:tcW w:w="851" w:type="dxa"/>
          </w:tcPr>
          <w:p w:rsidR="00FB5721" w:rsidRPr="00C827A4" w:rsidRDefault="00FB5721">
            <w:pPr>
              <w:pStyle w:val="TAL"/>
            </w:pPr>
            <w:r w:rsidRPr="00C827A4">
              <w:t>Byte 2 :</w:t>
            </w:r>
          </w:p>
        </w:tc>
        <w:tc>
          <w:tcPr>
            <w:tcW w:w="397" w:type="dxa"/>
            <w:tcBorders>
              <w:right w:val="single" w:sz="6" w:space="0" w:color="auto"/>
            </w:tcBorders>
          </w:tcPr>
          <w:p w:rsidR="00FB5721" w:rsidRPr="00C827A4" w:rsidRDefault="00FB5721">
            <w:pPr>
              <w:pStyle w:val="TAL"/>
            </w:pP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b8</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b7</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b6</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b5</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b4</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b3</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b2</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b1</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ADM1</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ADM2</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ADM3</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ADM4</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ADM5</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ADM6</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ADM7</w:t>
            </w:r>
          </w:p>
        </w:tc>
      </w:tr>
      <w:tr w:rsidR="00FB5721" w:rsidRPr="00C827A4">
        <w:trPr>
          <w:trHeight w:val="24"/>
        </w:trPr>
        <w:tc>
          <w:tcPr>
            <w:tcW w:w="851" w:type="dxa"/>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791" w:type="dxa"/>
          </w:tcPr>
          <w:p w:rsidR="00FB5721" w:rsidRPr="00C827A4" w:rsidRDefault="00FB5721">
            <w:pPr>
              <w:pStyle w:val="TAL"/>
            </w:pPr>
            <w:r w:rsidRPr="00C827A4">
              <w:t>ADM8</w:t>
            </w:r>
          </w:p>
        </w:tc>
      </w:tr>
    </w:tbl>
    <w:p w:rsidR="00FB5721" w:rsidRPr="00C827A4" w:rsidRDefault="00FB5721">
      <w:pPr>
        <w:ind w:left="852"/>
      </w:pPr>
    </w:p>
    <w:tbl>
      <w:tblPr>
        <w:tblW w:w="8327" w:type="dxa"/>
        <w:tblInd w:w="852" w:type="dxa"/>
        <w:tblLayout w:type="fixed"/>
        <w:tblCellMar>
          <w:left w:w="28" w:type="dxa"/>
          <w:right w:w="28" w:type="dxa"/>
        </w:tblCellMar>
        <w:tblLook w:val="0000" w:firstRow="0" w:lastRow="0" w:firstColumn="0" w:lastColumn="0" w:noHBand="0" w:noVBand="0"/>
      </w:tblPr>
      <w:tblGrid>
        <w:gridCol w:w="851"/>
        <w:gridCol w:w="397"/>
        <w:gridCol w:w="198"/>
        <w:gridCol w:w="199"/>
        <w:gridCol w:w="198"/>
        <w:gridCol w:w="199"/>
        <w:gridCol w:w="198"/>
        <w:gridCol w:w="199"/>
        <w:gridCol w:w="198"/>
        <w:gridCol w:w="199"/>
        <w:gridCol w:w="198"/>
        <w:gridCol w:w="199"/>
        <w:gridCol w:w="198"/>
        <w:gridCol w:w="199"/>
        <w:gridCol w:w="198"/>
        <w:gridCol w:w="199"/>
        <w:gridCol w:w="198"/>
        <w:gridCol w:w="199"/>
        <w:gridCol w:w="198"/>
        <w:gridCol w:w="3705"/>
      </w:tblGrid>
      <w:tr w:rsidR="00FB5721" w:rsidRPr="00C827A4">
        <w:trPr>
          <w:gridAfter w:val="2"/>
          <w:wAfter w:w="3903" w:type="dxa"/>
          <w:trHeight w:val="280"/>
        </w:trPr>
        <w:tc>
          <w:tcPr>
            <w:tcW w:w="851" w:type="dxa"/>
          </w:tcPr>
          <w:p w:rsidR="00FB5721" w:rsidRPr="00C827A4" w:rsidRDefault="00FB5721">
            <w:pPr>
              <w:pStyle w:val="TAL"/>
            </w:pPr>
            <w:r w:rsidRPr="00C827A4">
              <w:t>Byte 3 :</w:t>
            </w:r>
          </w:p>
        </w:tc>
        <w:tc>
          <w:tcPr>
            <w:tcW w:w="397" w:type="dxa"/>
            <w:tcBorders>
              <w:right w:val="single" w:sz="6" w:space="0" w:color="auto"/>
            </w:tcBorders>
          </w:tcPr>
          <w:p w:rsidR="00FB5721" w:rsidRPr="00C827A4" w:rsidRDefault="00FB5721">
            <w:pPr>
              <w:pStyle w:val="TAL"/>
            </w:pP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b8</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b7</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b6</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b5</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b4</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b3</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b2</w:t>
            </w:r>
          </w:p>
        </w:tc>
        <w:tc>
          <w:tcPr>
            <w:tcW w:w="397" w:type="dxa"/>
            <w:gridSpan w:val="2"/>
            <w:tcBorders>
              <w:top w:val="single" w:sz="6" w:space="0" w:color="auto"/>
              <w:left w:val="single" w:sz="6" w:space="0" w:color="auto"/>
              <w:bottom w:val="single" w:sz="6" w:space="0" w:color="auto"/>
              <w:right w:val="single" w:sz="6" w:space="0" w:color="auto"/>
            </w:tcBorders>
          </w:tcPr>
          <w:p w:rsidR="00FB5721" w:rsidRPr="00C827A4" w:rsidRDefault="00FB5721">
            <w:pPr>
              <w:pStyle w:val="TAC"/>
            </w:pPr>
            <w:r w:rsidRPr="00C827A4">
              <w:t>b1</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ADM9</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ADM10</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ALWAYS</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Local PIN ( only applicable for ADF )</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RFU</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RFU</w:t>
            </w:r>
          </w:p>
        </w:tc>
      </w:tr>
      <w:tr w:rsidR="00FB5721" w:rsidRPr="00C827A4">
        <w:trPr>
          <w:trHeight w:val="24"/>
        </w:trPr>
        <w:tc>
          <w:tcPr>
            <w:tcW w:w="851" w:type="dxa"/>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right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keepNext/>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RFU</w:t>
            </w:r>
          </w:p>
        </w:tc>
      </w:tr>
      <w:tr w:rsidR="00FB5721" w:rsidRPr="00C827A4">
        <w:trPr>
          <w:trHeight w:val="24"/>
        </w:trPr>
        <w:tc>
          <w:tcPr>
            <w:tcW w:w="851" w:type="dxa"/>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595" w:type="dxa"/>
            <w:gridSpan w:val="2"/>
            <w:tcBorders>
              <w:right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left w:val="nil"/>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noProof w:val="0"/>
              </w:rPr>
            </w:pPr>
          </w:p>
        </w:tc>
        <w:tc>
          <w:tcPr>
            <w:tcW w:w="397" w:type="dxa"/>
            <w:gridSpan w:val="2"/>
            <w:tcBorders>
              <w:top w:val="single" w:sz="4" w:space="0" w:color="auto"/>
              <w:bottom w:val="single" w:sz="4" w:space="0" w:color="auto"/>
            </w:tcBorders>
          </w:tcPr>
          <w:p w:rsidR="00FB5721" w:rsidRPr="00C827A4" w:rsidRDefault="00FB5721">
            <w:pPr>
              <w:pStyle w:val="TAL"/>
            </w:pPr>
          </w:p>
        </w:tc>
        <w:tc>
          <w:tcPr>
            <w:tcW w:w="3705" w:type="dxa"/>
          </w:tcPr>
          <w:p w:rsidR="00FB5721" w:rsidRPr="00C827A4" w:rsidRDefault="00FB5721">
            <w:pPr>
              <w:pStyle w:val="TAL"/>
            </w:pPr>
            <w:r w:rsidRPr="00C827A4">
              <w:t>RFU</w:t>
            </w:r>
          </w:p>
        </w:tc>
      </w:tr>
    </w:tbl>
    <w:p w:rsidR="00FB5721" w:rsidRPr="00C827A4" w:rsidRDefault="00FB5721" w:rsidP="00FB5721"/>
    <w:p w:rsidR="00FB5721" w:rsidRPr="00C827A4" w:rsidRDefault="00FB5721" w:rsidP="00FB5721">
      <w:r w:rsidRPr="00C827A4">
        <w:t xml:space="preserve">These access rights shall be checked against SE ID 01 access rules as defined in </w:t>
      </w:r>
      <w:r w:rsidR="00F744FF" w:rsidRPr="00C827A4">
        <w:t xml:space="preserve">ETSI </w:t>
      </w:r>
      <w:r w:rsidRPr="00C827A4">
        <w:t>TS 102 221 </w:t>
      </w:r>
      <w:r w:rsidR="0047072E" w:rsidRPr="00C827A4">
        <w:t>[5]</w:t>
      </w:r>
      <w:r w:rsidRPr="00C827A4">
        <w:t>.</w:t>
      </w:r>
    </w:p>
    <w:p w:rsidR="00FB5721" w:rsidRPr="00C827A4" w:rsidRDefault="00FB5721">
      <w:pPr>
        <w:pStyle w:val="H6"/>
      </w:pPr>
      <w:r w:rsidRPr="00C827A4">
        <w:t>5.5.7.7.1.2</w:t>
      </w:r>
      <w:r w:rsidRPr="00C827A4">
        <w:tab/>
        <w:t>Parameter errors</w:t>
      </w:r>
    </w:p>
    <w:p w:rsidR="00FB5721" w:rsidRPr="00C827A4" w:rsidRDefault="00FB5721">
      <w:pPr>
        <w:pStyle w:val="B1"/>
      </w:pPr>
      <w:r w:rsidRPr="00C827A4">
        <w:t>CRRP1: If the Access Domain Parameter requested is not supported, the card shall return the Status Word '6A80', incorrect parameters in data field, to the Install(Install) command.</w:t>
      </w:r>
    </w:p>
    <w:p w:rsidR="00FB5721" w:rsidRPr="00C827A4" w:rsidRDefault="00FB5721">
      <w:pPr>
        <w:pStyle w:val="B1"/>
      </w:pPr>
      <w:r w:rsidRPr="00C827A4">
        <w:t>CRRP2: If an application with Access Domain Parameter 'FF' (i.e. No Access to the File System) tries to access a file the CAT Runtime Environement shall throw a UICCException with a SECURITY_STATUS_NOT_SATISFIED reason.</w:t>
      </w:r>
    </w:p>
    <w:p w:rsidR="00FB5721" w:rsidRPr="00C827A4" w:rsidRDefault="00FB5721">
      <w:pPr>
        <w:pStyle w:val="B1"/>
      </w:pPr>
      <w:r w:rsidRPr="00C827A4">
        <w:t>CRRP3: If an application with Access Domain Parameter '02' (i.e. UICC access mechanism) tries to access a file without the correct rights, the CAT Runtime Environement shall throw a UICCException with a SECURITY_STATUS_NOT_SATISFIED reason.</w:t>
      </w:r>
    </w:p>
    <w:p w:rsidR="00FB5721" w:rsidRPr="00C827A4" w:rsidRDefault="00FB5721">
      <w:pPr>
        <w:pStyle w:val="H6"/>
      </w:pPr>
      <w:r w:rsidRPr="00C827A4">
        <w:t>5.5.7.7.1.3</w:t>
      </w:r>
      <w:r w:rsidRPr="00C827A4">
        <w:tab/>
        <w:t>Context errors</w:t>
      </w:r>
    </w:p>
    <w:p w:rsidR="00FB5721" w:rsidRPr="00C827A4" w:rsidRDefault="00FB5721">
      <w:r w:rsidRPr="00C827A4">
        <w:t>No requirements.</w:t>
      </w:r>
    </w:p>
    <w:p w:rsidR="00FB5721" w:rsidRPr="00C827A4" w:rsidRDefault="00FB5721" w:rsidP="00FB5721">
      <w:pPr>
        <w:pStyle w:val="Heading5"/>
      </w:pPr>
      <w:r w:rsidRPr="00C827A4">
        <w:lastRenderedPageBreak/>
        <w:t>5.5.7.7.2</w:t>
      </w:r>
      <w:r w:rsidRPr="00C827A4">
        <w:tab/>
        <w:t>Test area files</w:t>
      </w:r>
    </w:p>
    <w:p w:rsidR="00FB5721" w:rsidRPr="00C827A4" w:rsidRDefault="00FB5721" w:rsidP="00FB5721">
      <w:pPr>
        <w:pStyle w:val="EX"/>
        <w:keepNext/>
      </w:pPr>
      <w:r w:rsidRPr="00C827A4">
        <w:t>Test Source:</w:t>
      </w:r>
      <w:r w:rsidRPr="00C827A4">
        <w:tab/>
        <w:t>Test_Cre_Tin_Acdo.java.</w:t>
      </w:r>
    </w:p>
    <w:p w:rsidR="00FB5721" w:rsidRPr="00C827A4" w:rsidRDefault="00FB5721" w:rsidP="00FB5721">
      <w:pPr>
        <w:pStyle w:val="EX"/>
        <w:keepNext/>
      </w:pPr>
      <w:r w:rsidRPr="00C827A4">
        <w:t xml:space="preserve">Test Applet: </w:t>
      </w:r>
      <w:r w:rsidRPr="00C827A4">
        <w:tab/>
        <w:t>Cre_Tin_Acdo_1.java.</w:t>
      </w:r>
    </w:p>
    <w:p w:rsidR="00FB5721" w:rsidRPr="00927A43" w:rsidRDefault="00FB5721" w:rsidP="00FB5721">
      <w:pPr>
        <w:pStyle w:val="EX"/>
        <w:keepNext/>
      </w:pPr>
      <w:r w:rsidRPr="00C827A4">
        <w:tab/>
      </w:r>
      <w:r w:rsidRPr="00927A43">
        <w:t>Cre_Tin_Acdo_2.java.</w:t>
      </w:r>
    </w:p>
    <w:p w:rsidR="00FB5721" w:rsidRPr="00927A43" w:rsidRDefault="00FB5721" w:rsidP="00FB5721">
      <w:pPr>
        <w:pStyle w:val="EX"/>
      </w:pPr>
      <w:r w:rsidRPr="00927A43">
        <w:tab/>
        <w:t>Cre_Tin_Acdo_3.java.</w:t>
      </w:r>
    </w:p>
    <w:p w:rsidR="00FB5721" w:rsidRPr="00927A43" w:rsidRDefault="00FB5721" w:rsidP="00FB5721">
      <w:pPr>
        <w:pStyle w:val="EX"/>
      </w:pPr>
      <w:r w:rsidRPr="00927A43">
        <w:tab/>
        <w:t>Cre_Tin_Acdo_4.java.</w:t>
      </w:r>
    </w:p>
    <w:p w:rsidR="00FB5721" w:rsidRPr="00927A43" w:rsidRDefault="00FB5721" w:rsidP="00FB5721">
      <w:pPr>
        <w:pStyle w:val="EX"/>
      </w:pPr>
      <w:r w:rsidRPr="00927A43">
        <w:tab/>
        <w:t>Cre_Tin_Acdo_5.java.</w:t>
      </w:r>
    </w:p>
    <w:p w:rsidR="00FB5721" w:rsidRPr="00C827A4" w:rsidRDefault="00FB5721" w:rsidP="00FB5721">
      <w:pPr>
        <w:pStyle w:val="EX"/>
      </w:pPr>
      <w:r w:rsidRPr="00927A43">
        <w:tab/>
      </w:r>
      <w:r w:rsidRPr="00C827A4">
        <w:t>Cre_Tin_Acdo_6.java.</w:t>
      </w:r>
    </w:p>
    <w:p w:rsidR="00FB5721" w:rsidRPr="00C827A4" w:rsidRDefault="00FB5721" w:rsidP="00FB5721">
      <w:pPr>
        <w:pStyle w:val="EX"/>
      </w:pPr>
      <w:r w:rsidRPr="00C827A4">
        <w:tab/>
        <w:t>Cre_Tin_Acdo_7.java.</w:t>
      </w:r>
    </w:p>
    <w:p w:rsidR="00FB5721" w:rsidRPr="00C827A4" w:rsidRDefault="00FB5721" w:rsidP="00FB5721">
      <w:pPr>
        <w:pStyle w:val="EX"/>
      </w:pPr>
      <w:r w:rsidRPr="00C827A4">
        <w:tab/>
        <w:t>Cre_Tin_Acdo_8.java.</w:t>
      </w:r>
    </w:p>
    <w:p w:rsidR="00FB5721" w:rsidRPr="00C827A4" w:rsidRDefault="00FB5721" w:rsidP="00FB5721">
      <w:pPr>
        <w:pStyle w:val="EX"/>
      </w:pPr>
      <w:r w:rsidRPr="00C827A4">
        <w:t>Cap File:</w:t>
      </w:r>
      <w:r w:rsidRPr="00C827A4">
        <w:tab/>
      </w:r>
      <w:r w:rsidR="004A084A" w:rsidRPr="00C827A4">
        <w:t>C</w:t>
      </w:r>
      <w:r w:rsidRPr="00C827A4">
        <w:t>re_tin_acdo.cap.</w:t>
      </w:r>
    </w:p>
    <w:p w:rsidR="00FB5721" w:rsidRPr="00C827A4" w:rsidRDefault="00FB5721" w:rsidP="00FB5721">
      <w:pPr>
        <w:pStyle w:val="Heading5"/>
      </w:pPr>
      <w:r w:rsidRPr="00C827A4">
        <w:t>5.5.7.7.3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to 6</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1 to 6</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682" w:type="dxa"/>
          </w:tcPr>
          <w:p w:rsidR="00FB5721" w:rsidRPr="00C827A4" w:rsidRDefault="00FB5721">
            <w:pPr>
              <w:pStyle w:val="TAC"/>
              <w:keepNext w:val="0"/>
              <w:keepLines w:val="0"/>
            </w:pPr>
            <w:r w:rsidRPr="00C827A4">
              <w:t>1 to 6</w:t>
            </w:r>
          </w:p>
        </w:tc>
      </w:tr>
      <w:tr w:rsidR="00FB5721" w:rsidRPr="00C827A4">
        <w:trPr>
          <w:jc w:val="center"/>
        </w:trPr>
        <w:tc>
          <w:tcPr>
            <w:tcW w:w="2276" w:type="dxa"/>
          </w:tcPr>
          <w:p w:rsidR="00FB5721" w:rsidRPr="00C827A4" w:rsidRDefault="00FB5721">
            <w:pPr>
              <w:pStyle w:val="TAC"/>
              <w:keepNext w:val="0"/>
              <w:keepLines w:val="0"/>
            </w:pPr>
            <w:r w:rsidRPr="00C827A4">
              <w:t>CRRN4</w:t>
            </w:r>
          </w:p>
        </w:tc>
        <w:tc>
          <w:tcPr>
            <w:tcW w:w="2682" w:type="dxa"/>
          </w:tcPr>
          <w:p w:rsidR="00FB5721" w:rsidRPr="00C827A4" w:rsidRDefault="00FB5721">
            <w:pPr>
              <w:pStyle w:val="TAC"/>
              <w:keepNext w:val="0"/>
              <w:keepLines w:val="0"/>
            </w:pPr>
            <w:r w:rsidRPr="00C827A4">
              <w:t>1 to 6</w:t>
            </w:r>
          </w:p>
        </w:tc>
      </w:tr>
      <w:tr w:rsidR="00FB5721" w:rsidRPr="00C827A4">
        <w:trPr>
          <w:jc w:val="center"/>
        </w:trPr>
        <w:tc>
          <w:tcPr>
            <w:tcW w:w="2276" w:type="dxa"/>
          </w:tcPr>
          <w:p w:rsidR="00FB5721" w:rsidRPr="00C827A4" w:rsidRDefault="00FB5721">
            <w:pPr>
              <w:pStyle w:val="TAC"/>
              <w:keepNext w:val="0"/>
              <w:keepLines w:val="0"/>
            </w:pPr>
            <w:r w:rsidRPr="00C827A4">
              <w:t>CRRN5</w:t>
            </w:r>
          </w:p>
        </w:tc>
        <w:tc>
          <w:tcPr>
            <w:tcW w:w="2682"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CRRN6</w:t>
            </w:r>
          </w:p>
        </w:tc>
        <w:tc>
          <w:tcPr>
            <w:tcW w:w="2682" w:type="dxa"/>
          </w:tcPr>
          <w:p w:rsidR="00FB5721" w:rsidRPr="00C827A4" w:rsidRDefault="00FB5721">
            <w:pPr>
              <w:pStyle w:val="TAC"/>
              <w:keepNext w:val="0"/>
              <w:keepLines w:val="0"/>
            </w:pPr>
            <w:r w:rsidRPr="00C827A4">
              <w:t>3 to 6</w:t>
            </w:r>
          </w:p>
        </w:tc>
      </w:tr>
      <w:tr w:rsidR="00FB5721" w:rsidRPr="00C827A4">
        <w:trPr>
          <w:jc w:val="center"/>
        </w:trPr>
        <w:tc>
          <w:tcPr>
            <w:tcW w:w="2276" w:type="dxa"/>
          </w:tcPr>
          <w:p w:rsidR="00FB5721" w:rsidRPr="00C827A4" w:rsidRDefault="00FB5721">
            <w:pPr>
              <w:pStyle w:val="TAC"/>
              <w:keepNext w:val="0"/>
              <w:keepLines w:val="0"/>
            </w:pPr>
            <w:r w:rsidRPr="00C827A4">
              <w:t>CRRP1</w:t>
            </w:r>
          </w:p>
        </w:tc>
        <w:tc>
          <w:tcPr>
            <w:tcW w:w="2682" w:type="dxa"/>
          </w:tcPr>
          <w:p w:rsidR="00FB5721" w:rsidRPr="00C827A4" w:rsidRDefault="00FB5721">
            <w:pPr>
              <w:pStyle w:val="TAC"/>
              <w:keepNext w:val="0"/>
              <w:keepLines w:val="0"/>
            </w:pPr>
            <w:r w:rsidRPr="00C827A4">
              <w:t>Not tested</w:t>
            </w:r>
          </w:p>
        </w:tc>
      </w:tr>
      <w:tr w:rsidR="00FB5721" w:rsidRPr="00C827A4">
        <w:trPr>
          <w:jc w:val="center"/>
        </w:trPr>
        <w:tc>
          <w:tcPr>
            <w:tcW w:w="2276" w:type="dxa"/>
          </w:tcPr>
          <w:p w:rsidR="00FB5721" w:rsidRPr="00C827A4" w:rsidRDefault="00FB5721">
            <w:pPr>
              <w:pStyle w:val="TAC"/>
              <w:keepNext w:val="0"/>
              <w:keepLines w:val="0"/>
            </w:pPr>
            <w:r w:rsidRPr="00C827A4">
              <w:t>CRRP2</w:t>
            </w:r>
          </w:p>
        </w:tc>
        <w:tc>
          <w:tcPr>
            <w:tcW w:w="2682"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CRPP3</w:t>
            </w:r>
          </w:p>
        </w:tc>
        <w:tc>
          <w:tcPr>
            <w:tcW w:w="2682" w:type="dxa"/>
          </w:tcPr>
          <w:p w:rsidR="00FB5721" w:rsidRPr="00C827A4" w:rsidRDefault="00FB5721">
            <w:pPr>
              <w:pStyle w:val="TAC"/>
              <w:keepNext w:val="0"/>
              <w:keepLines w:val="0"/>
            </w:pPr>
            <w:r w:rsidRPr="00C827A4">
              <w:t>3 to 6</w:t>
            </w:r>
          </w:p>
        </w:tc>
      </w:tr>
    </w:tbl>
    <w:p w:rsidR="00FB5721" w:rsidRPr="00C827A4" w:rsidRDefault="00FB5721"/>
    <w:p w:rsidR="00FB5721" w:rsidRPr="00C827A4" w:rsidRDefault="00FB5721" w:rsidP="00D65C82">
      <w:pPr>
        <w:pStyle w:val="Heading5"/>
      </w:pPr>
      <w:r w:rsidRPr="00C827A4">
        <w:t>5.5.7.7.4</w:t>
      </w:r>
      <w:r w:rsidRPr="00C827A4">
        <w:tab/>
        <w:t>Test procedure</w:t>
      </w:r>
    </w:p>
    <w:p w:rsidR="00FB5721" w:rsidRPr="00C827A4" w:rsidRDefault="00FB5721">
      <w:r w:rsidRPr="00C827A4">
        <w:t>The following table summarizes tests p</w:t>
      </w:r>
      <w:r w:rsidR="0059237D" w:rsidRPr="00C827A4">
        <w:t>erformed in the test procedure.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817"/>
        <w:gridCol w:w="1134"/>
        <w:gridCol w:w="850"/>
        <w:gridCol w:w="1134"/>
        <w:gridCol w:w="851"/>
        <w:gridCol w:w="850"/>
        <w:gridCol w:w="851"/>
        <w:gridCol w:w="992"/>
        <w:gridCol w:w="851"/>
        <w:gridCol w:w="708"/>
        <w:gridCol w:w="709"/>
      </w:tblGrid>
      <w:tr w:rsidR="00FB5721" w:rsidRPr="00C827A4" w:rsidTr="00621EBE">
        <w:trPr>
          <w:gridAfter w:val="3"/>
          <w:wAfter w:w="2268" w:type="dxa"/>
          <w:cantSplit/>
          <w:tblHeader/>
        </w:trPr>
        <w:tc>
          <w:tcPr>
            <w:tcW w:w="1951" w:type="dxa"/>
            <w:gridSpan w:val="2"/>
            <w:vMerge w:val="restart"/>
            <w:tcBorders>
              <w:top w:val="nil"/>
              <w:left w:val="nil"/>
            </w:tcBorders>
            <w:vAlign w:val="center"/>
          </w:tcPr>
          <w:p w:rsidR="00FB5721" w:rsidRPr="00C827A4" w:rsidRDefault="00FB5721">
            <w:pPr>
              <w:rPr>
                <w:rFonts w:ascii="Arial" w:hAnsi="Arial" w:cs="Arial"/>
                <w:b/>
                <w:bCs/>
                <w:sz w:val="16"/>
              </w:rPr>
            </w:pPr>
          </w:p>
        </w:tc>
        <w:tc>
          <w:tcPr>
            <w:tcW w:w="5528" w:type="dxa"/>
            <w:gridSpan w:val="6"/>
            <w:vAlign w:val="center"/>
          </w:tcPr>
          <w:p w:rsidR="00FB5721" w:rsidRPr="00C827A4" w:rsidRDefault="00FB5721">
            <w:pPr>
              <w:pStyle w:val="TAH"/>
              <w:rPr>
                <w:sz w:val="16"/>
              </w:rPr>
            </w:pPr>
            <w:r w:rsidRPr="00C827A4">
              <w:rPr>
                <w:sz w:val="16"/>
              </w:rPr>
              <w:t>Cyclic files (EF</w:t>
            </w:r>
            <w:r w:rsidRPr="00C827A4">
              <w:rPr>
                <w:sz w:val="16"/>
                <w:vertAlign w:val="subscript"/>
              </w:rPr>
              <w:t>CARRx</w:t>
            </w:r>
            <w:r w:rsidRPr="00C827A4">
              <w:rPr>
                <w:sz w:val="16"/>
              </w:rPr>
              <w:t>)</w:t>
            </w:r>
          </w:p>
        </w:tc>
      </w:tr>
      <w:tr w:rsidR="00FB5721" w:rsidRPr="00C827A4" w:rsidTr="00621EBE">
        <w:trPr>
          <w:gridAfter w:val="3"/>
          <w:wAfter w:w="2268" w:type="dxa"/>
          <w:cantSplit/>
          <w:tblHeader/>
        </w:trPr>
        <w:tc>
          <w:tcPr>
            <w:tcW w:w="1951" w:type="dxa"/>
            <w:gridSpan w:val="2"/>
            <w:vMerge/>
            <w:tcBorders>
              <w:left w:val="nil"/>
            </w:tcBorders>
            <w:vAlign w:val="center"/>
          </w:tcPr>
          <w:p w:rsidR="00FB5721" w:rsidRPr="00C827A4" w:rsidRDefault="00FB5721">
            <w:pPr>
              <w:rPr>
                <w:rFonts w:ascii="Arial" w:hAnsi="Arial" w:cs="Arial"/>
                <w:b/>
                <w:bCs/>
                <w:sz w:val="16"/>
              </w:rPr>
            </w:pPr>
          </w:p>
        </w:tc>
        <w:tc>
          <w:tcPr>
            <w:tcW w:w="4536" w:type="dxa"/>
            <w:gridSpan w:val="5"/>
            <w:vAlign w:val="center"/>
          </w:tcPr>
          <w:p w:rsidR="00FB5721" w:rsidRPr="00C827A4" w:rsidRDefault="00FB5721">
            <w:pPr>
              <w:pStyle w:val="TAH"/>
              <w:rPr>
                <w:sz w:val="16"/>
              </w:rPr>
            </w:pPr>
            <w:r w:rsidRPr="00C827A4">
              <w:rPr>
                <w:sz w:val="16"/>
              </w:rPr>
              <w:t>Linear fixed files(EF</w:t>
            </w:r>
            <w:r w:rsidRPr="00C827A4">
              <w:rPr>
                <w:sz w:val="16"/>
                <w:vertAlign w:val="subscript"/>
              </w:rPr>
              <w:t>LARRx</w:t>
            </w:r>
            <w:r w:rsidRPr="00C827A4">
              <w:rPr>
                <w:sz w:val="16"/>
              </w:rPr>
              <w:t>)</w:t>
            </w:r>
          </w:p>
        </w:tc>
        <w:tc>
          <w:tcPr>
            <w:tcW w:w="992" w:type="dxa"/>
            <w:tcBorders>
              <w:bottom w:val="single" w:sz="4" w:space="0" w:color="auto"/>
            </w:tcBorders>
            <w:vAlign w:val="center"/>
          </w:tcPr>
          <w:p w:rsidR="00FB5721" w:rsidRPr="00C827A4" w:rsidRDefault="00FB5721">
            <w:pPr>
              <w:rPr>
                <w:rFonts w:ascii="Arial" w:hAnsi="Arial" w:cs="Arial"/>
                <w:b/>
                <w:bCs/>
                <w:sz w:val="16"/>
              </w:rPr>
            </w:pPr>
          </w:p>
        </w:tc>
      </w:tr>
      <w:tr w:rsidR="00FB5721" w:rsidRPr="00C827A4" w:rsidTr="00621EBE">
        <w:trPr>
          <w:gridAfter w:val="3"/>
          <w:wAfter w:w="2268" w:type="dxa"/>
          <w:cantSplit/>
          <w:tblHeader/>
        </w:trPr>
        <w:tc>
          <w:tcPr>
            <w:tcW w:w="1951" w:type="dxa"/>
            <w:gridSpan w:val="2"/>
            <w:vMerge/>
            <w:tcBorders>
              <w:left w:val="nil"/>
              <w:bottom w:val="single" w:sz="4" w:space="0" w:color="auto"/>
            </w:tcBorders>
            <w:vAlign w:val="center"/>
          </w:tcPr>
          <w:p w:rsidR="00FB5721" w:rsidRPr="00C827A4" w:rsidRDefault="00FB5721">
            <w:pPr>
              <w:rPr>
                <w:rFonts w:ascii="Arial" w:hAnsi="Arial" w:cs="Arial"/>
                <w:b/>
                <w:bCs/>
                <w:sz w:val="16"/>
              </w:rPr>
            </w:pPr>
          </w:p>
        </w:tc>
        <w:tc>
          <w:tcPr>
            <w:tcW w:w="3685" w:type="dxa"/>
            <w:gridSpan w:val="4"/>
            <w:tcBorders>
              <w:bottom w:val="single" w:sz="4" w:space="0" w:color="auto"/>
            </w:tcBorders>
            <w:vAlign w:val="center"/>
          </w:tcPr>
          <w:p w:rsidR="00FB5721" w:rsidRPr="00C827A4" w:rsidRDefault="00FB5721">
            <w:pPr>
              <w:pStyle w:val="TAH"/>
              <w:rPr>
                <w:sz w:val="16"/>
              </w:rPr>
            </w:pPr>
            <w:r w:rsidRPr="00C827A4">
              <w:rPr>
                <w:sz w:val="16"/>
              </w:rPr>
              <w:t>Transparent files(EF</w:t>
            </w:r>
            <w:r w:rsidRPr="00C827A4">
              <w:rPr>
                <w:sz w:val="16"/>
                <w:vertAlign w:val="subscript"/>
              </w:rPr>
              <w:t>TARRx</w:t>
            </w:r>
            <w:r w:rsidRPr="00C827A4">
              <w:rPr>
                <w:sz w:val="16"/>
              </w:rPr>
              <w:t>)</w:t>
            </w:r>
          </w:p>
        </w:tc>
        <w:tc>
          <w:tcPr>
            <w:tcW w:w="851" w:type="dxa"/>
            <w:tcBorders>
              <w:bottom w:val="single" w:sz="4" w:space="0" w:color="auto"/>
            </w:tcBorders>
            <w:vAlign w:val="center"/>
          </w:tcPr>
          <w:p w:rsidR="00FB5721" w:rsidRPr="00C827A4" w:rsidRDefault="00FB5721">
            <w:pPr>
              <w:rPr>
                <w:rFonts w:ascii="Arial" w:hAnsi="Arial" w:cs="Arial"/>
                <w:b/>
                <w:bCs/>
                <w:sz w:val="16"/>
              </w:rPr>
            </w:pPr>
          </w:p>
        </w:tc>
        <w:tc>
          <w:tcPr>
            <w:tcW w:w="992" w:type="dxa"/>
            <w:tcBorders>
              <w:bottom w:val="single" w:sz="4" w:space="0" w:color="auto"/>
            </w:tcBorders>
            <w:vAlign w:val="center"/>
          </w:tcPr>
          <w:p w:rsidR="00FB5721" w:rsidRPr="00C827A4" w:rsidRDefault="00FB5721">
            <w:pPr>
              <w:rPr>
                <w:rFonts w:ascii="Arial" w:hAnsi="Arial" w:cs="Arial"/>
                <w:b/>
                <w:bCs/>
                <w:sz w:val="16"/>
              </w:rPr>
            </w:pPr>
          </w:p>
        </w:tc>
      </w:tr>
      <w:tr w:rsidR="00FB5721" w:rsidRPr="00C827A4" w:rsidTr="00621EBE">
        <w:trPr>
          <w:tblHeader/>
        </w:trPr>
        <w:tc>
          <w:tcPr>
            <w:tcW w:w="817" w:type="dxa"/>
            <w:tcBorders>
              <w:bottom w:val="single" w:sz="12" w:space="0" w:color="auto"/>
            </w:tcBorders>
            <w:vAlign w:val="center"/>
          </w:tcPr>
          <w:p w:rsidR="00FB5721" w:rsidRPr="00C827A4" w:rsidRDefault="00FB5721">
            <w:pPr>
              <w:pStyle w:val="TAH"/>
              <w:rPr>
                <w:sz w:val="16"/>
              </w:rPr>
            </w:pPr>
            <w:r w:rsidRPr="00C827A4">
              <w:rPr>
                <w:sz w:val="16"/>
              </w:rPr>
              <w:t>Applet rights</w:t>
            </w:r>
          </w:p>
        </w:tc>
        <w:tc>
          <w:tcPr>
            <w:tcW w:w="1134" w:type="dxa"/>
            <w:tcBorders>
              <w:bottom w:val="single" w:sz="12" w:space="0" w:color="auto"/>
            </w:tcBorders>
            <w:vAlign w:val="center"/>
          </w:tcPr>
          <w:p w:rsidR="00FB5721" w:rsidRPr="00C827A4" w:rsidRDefault="00FB5721">
            <w:pPr>
              <w:pStyle w:val="TAH"/>
              <w:rPr>
                <w:sz w:val="16"/>
              </w:rPr>
            </w:pPr>
            <w:r w:rsidRPr="00C827A4">
              <w:rPr>
                <w:sz w:val="16"/>
              </w:rPr>
              <w:t>File rights</w:t>
            </w:r>
          </w:p>
        </w:tc>
        <w:tc>
          <w:tcPr>
            <w:tcW w:w="850" w:type="dxa"/>
            <w:tcBorders>
              <w:bottom w:val="single" w:sz="12" w:space="0" w:color="auto"/>
            </w:tcBorders>
            <w:vAlign w:val="center"/>
          </w:tcPr>
          <w:p w:rsidR="00FB5721" w:rsidRPr="00C827A4" w:rsidRDefault="00FB5721">
            <w:pPr>
              <w:pStyle w:val="TAH"/>
              <w:rPr>
                <w:sz w:val="16"/>
              </w:rPr>
            </w:pPr>
            <w:r w:rsidRPr="00C827A4">
              <w:rPr>
                <w:sz w:val="16"/>
              </w:rPr>
              <w:t>Activate</w:t>
            </w:r>
          </w:p>
        </w:tc>
        <w:tc>
          <w:tcPr>
            <w:tcW w:w="1134" w:type="dxa"/>
            <w:tcBorders>
              <w:bottom w:val="single" w:sz="12" w:space="0" w:color="auto"/>
            </w:tcBorders>
            <w:vAlign w:val="center"/>
          </w:tcPr>
          <w:p w:rsidR="00FB5721" w:rsidRPr="00C827A4" w:rsidRDefault="00FB5721">
            <w:pPr>
              <w:pStyle w:val="TAH"/>
              <w:rPr>
                <w:sz w:val="16"/>
              </w:rPr>
            </w:pPr>
            <w:r w:rsidRPr="00C827A4">
              <w:rPr>
                <w:sz w:val="16"/>
              </w:rPr>
              <w:t>Deactivate</w:t>
            </w:r>
          </w:p>
        </w:tc>
        <w:tc>
          <w:tcPr>
            <w:tcW w:w="851" w:type="dxa"/>
            <w:tcBorders>
              <w:bottom w:val="single" w:sz="12" w:space="0" w:color="auto"/>
            </w:tcBorders>
            <w:vAlign w:val="center"/>
          </w:tcPr>
          <w:p w:rsidR="00FB5721" w:rsidRPr="00C827A4" w:rsidRDefault="00FB5721">
            <w:pPr>
              <w:pStyle w:val="TAH"/>
              <w:rPr>
                <w:sz w:val="16"/>
              </w:rPr>
            </w:pPr>
            <w:r w:rsidRPr="00C827A4">
              <w:rPr>
                <w:sz w:val="16"/>
              </w:rPr>
              <w:t>Read Bin/Rec</w:t>
            </w:r>
          </w:p>
        </w:tc>
        <w:tc>
          <w:tcPr>
            <w:tcW w:w="850" w:type="dxa"/>
            <w:tcBorders>
              <w:bottom w:val="single" w:sz="12" w:space="0" w:color="auto"/>
            </w:tcBorders>
            <w:vAlign w:val="center"/>
          </w:tcPr>
          <w:p w:rsidR="00FB5721" w:rsidRPr="00C827A4" w:rsidRDefault="00FB5721">
            <w:pPr>
              <w:pStyle w:val="TAH"/>
              <w:rPr>
                <w:sz w:val="16"/>
              </w:rPr>
            </w:pPr>
            <w:r w:rsidRPr="00C827A4">
              <w:rPr>
                <w:sz w:val="16"/>
              </w:rPr>
              <w:t>Update</w:t>
            </w:r>
          </w:p>
          <w:p w:rsidR="00FB5721" w:rsidRPr="00C827A4" w:rsidRDefault="00FB5721">
            <w:pPr>
              <w:pStyle w:val="TAH"/>
              <w:rPr>
                <w:sz w:val="16"/>
              </w:rPr>
            </w:pPr>
            <w:r w:rsidRPr="00C827A4">
              <w:rPr>
                <w:sz w:val="16"/>
              </w:rPr>
              <w:t>Bin/Rec</w:t>
            </w:r>
          </w:p>
        </w:tc>
        <w:tc>
          <w:tcPr>
            <w:tcW w:w="851" w:type="dxa"/>
            <w:tcBorders>
              <w:bottom w:val="single" w:sz="12" w:space="0" w:color="auto"/>
            </w:tcBorders>
            <w:vAlign w:val="center"/>
          </w:tcPr>
          <w:p w:rsidR="00FB5721" w:rsidRPr="00C827A4" w:rsidRDefault="00FB5721">
            <w:pPr>
              <w:pStyle w:val="TAH"/>
              <w:rPr>
                <w:sz w:val="16"/>
              </w:rPr>
            </w:pPr>
            <w:r w:rsidRPr="00C827A4">
              <w:rPr>
                <w:sz w:val="16"/>
              </w:rPr>
              <w:t>Search</w:t>
            </w:r>
          </w:p>
        </w:tc>
        <w:tc>
          <w:tcPr>
            <w:tcW w:w="992" w:type="dxa"/>
            <w:tcBorders>
              <w:bottom w:val="single" w:sz="12" w:space="0" w:color="auto"/>
            </w:tcBorders>
            <w:vAlign w:val="center"/>
          </w:tcPr>
          <w:p w:rsidR="00FB5721" w:rsidRPr="00C827A4" w:rsidRDefault="00FB5721">
            <w:pPr>
              <w:pStyle w:val="TAH"/>
              <w:rPr>
                <w:sz w:val="16"/>
              </w:rPr>
            </w:pPr>
            <w:r w:rsidRPr="00C827A4">
              <w:rPr>
                <w:sz w:val="16"/>
              </w:rPr>
              <w:t>Increase</w:t>
            </w:r>
          </w:p>
        </w:tc>
        <w:tc>
          <w:tcPr>
            <w:tcW w:w="851" w:type="dxa"/>
            <w:tcBorders>
              <w:bottom w:val="single" w:sz="12" w:space="0" w:color="auto"/>
            </w:tcBorders>
            <w:vAlign w:val="center"/>
          </w:tcPr>
          <w:p w:rsidR="00FB5721" w:rsidRPr="00C827A4" w:rsidRDefault="00FB5721">
            <w:pPr>
              <w:pStyle w:val="TAH"/>
              <w:rPr>
                <w:sz w:val="16"/>
              </w:rPr>
            </w:pPr>
            <w:r w:rsidRPr="00C827A4">
              <w:rPr>
                <w:sz w:val="16"/>
              </w:rPr>
              <w:t>Create</w:t>
            </w:r>
          </w:p>
        </w:tc>
        <w:tc>
          <w:tcPr>
            <w:tcW w:w="708" w:type="dxa"/>
            <w:tcBorders>
              <w:bottom w:val="single" w:sz="12" w:space="0" w:color="auto"/>
            </w:tcBorders>
            <w:vAlign w:val="center"/>
          </w:tcPr>
          <w:p w:rsidR="00FB5721" w:rsidRPr="00C827A4" w:rsidRDefault="0059237D">
            <w:pPr>
              <w:pStyle w:val="TAH"/>
              <w:rPr>
                <w:sz w:val="16"/>
              </w:rPr>
            </w:pPr>
            <w:r w:rsidRPr="00C827A4">
              <w:rPr>
                <w:sz w:val="16"/>
              </w:rPr>
              <w:t>D</w:t>
            </w:r>
            <w:r w:rsidR="00FB5721" w:rsidRPr="00C827A4">
              <w:rPr>
                <w:sz w:val="16"/>
              </w:rPr>
              <w:t>elete</w:t>
            </w:r>
          </w:p>
        </w:tc>
        <w:tc>
          <w:tcPr>
            <w:tcW w:w="709" w:type="dxa"/>
            <w:tcBorders>
              <w:bottom w:val="single" w:sz="12" w:space="0" w:color="auto"/>
            </w:tcBorders>
            <w:vAlign w:val="center"/>
          </w:tcPr>
          <w:p w:rsidR="00FB5721" w:rsidRPr="00C827A4" w:rsidRDefault="0059237D">
            <w:pPr>
              <w:pStyle w:val="TAH"/>
              <w:rPr>
                <w:sz w:val="16"/>
              </w:rPr>
            </w:pPr>
            <w:r w:rsidRPr="00C827A4">
              <w:rPr>
                <w:sz w:val="16"/>
              </w:rPr>
              <w:t>R</w:t>
            </w:r>
            <w:r w:rsidR="00FB5721" w:rsidRPr="00C827A4">
              <w:rPr>
                <w:sz w:val="16"/>
              </w:rPr>
              <w:t>esize</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pPr>
              <w:rPr>
                <w:rFonts w:ascii="Arial" w:hAnsi="Arial" w:cs="Arial"/>
                <w:sz w:val="16"/>
              </w:rPr>
            </w:pPr>
            <w:r w:rsidRPr="00C827A4">
              <w:rPr>
                <w:rFonts w:ascii="Arial" w:hAnsi="Arial" w:cs="Arial"/>
                <w:sz w:val="16"/>
              </w:rPr>
              <w:t>Full access</w:t>
            </w:r>
          </w:p>
        </w:tc>
        <w:tc>
          <w:tcPr>
            <w:tcW w:w="1134" w:type="dxa"/>
            <w:tcBorders>
              <w:top w:val="single" w:sz="12" w:space="0" w:color="auto"/>
            </w:tcBorders>
            <w:vAlign w:val="center"/>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(EF</w:t>
            </w:r>
            <w:r w:rsidRPr="00C827A4">
              <w:rPr>
                <w:rFonts w:ascii="Arial" w:hAnsi="Arial" w:cs="Arial"/>
                <w:noProof w:val="0"/>
                <w:vertAlign w:val="subscript"/>
              </w:rPr>
              <w:t>xARR1</w:t>
            </w:r>
            <w:r w:rsidRPr="00C827A4">
              <w:rPr>
                <w:rFonts w:ascii="Arial" w:hAnsi="Arial" w:cs="Arial"/>
                <w:noProof w:val="0"/>
              </w:rPr>
              <w:t>)</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Never</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pStyle w:val="textcell"/>
              <w:overflowPunct w:val="0"/>
              <w:autoSpaceDE w:val="0"/>
              <w:autoSpaceDN w:val="0"/>
              <w:adjustRightInd w:val="0"/>
              <w:textAlignment w:val="baseline"/>
              <w:rPr>
                <w:rFonts w:ascii="Arial" w:hAnsi="Arial" w:cs="Arial"/>
                <w:lang w:val="en-GB"/>
              </w:rPr>
            </w:pPr>
            <w:r w:rsidRPr="00C827A4">
              <w:rPr>
                <w:rFonts w:ascii="Arial" w:hAnsi="Arial" w:cs="Arial"/>
                <w:lang w:val="en-GB"/>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&amp;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pStyle w:val="textcell"/>
              <w:overflowPunct w:val="0"/>
              <w:autoSpaceDE w:val="0"/>
              <w:autoSpaceDN w:val="0"/>
              <w:adjustRightInd w:val="0"/>
              <w:textAlignment w:val="baseline"/>
              <w:rPr>
                <w:rFonts w:ascii="Arial" w:hAnsi="Arial" w:cs="Arial"/>
                <w:lang w:val="en-GB"/>
              </w:rPr>
            </w:pPr>
            <w:r w:rsidRPr="00C827A4">
              <w:rPr>
                <w:rFonts w:ascii="Arial" w:hAnsi="Arial" w:cs="Arial"/>
                <w:lang w:val="en-GB"/>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Local PIN 1 / ADM2 (See note)</w:t>
            </w:r>
          </w:p>
          <w:p w:rsidR="00FB5721" w:rsidRPr="00C827A4" w:rsidRDefault="00FB5721">
            <w:pPr>
              <w:spacing w:after="0"/>
              <w:rPr>
                <w:rFonts w:ascii="Arial" w:hAnsi="Arial" w:cs="Arial"/>
                <w:b/>
                <w:bCs/>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rsidP="00FB5721">
            <w:pPr>
              <w:keepNext/>
              <w:keepLines/>
              <w:rPr>
                <w:rFonts w:ascii="Arial" w:hAnsi="Arial" w:cs="Arial"/>
                <w:sz w:val="16"/>
              </w:rPr>
            </w:pPr>
            <w:r w:rsidRPr="00C827A4">
              <w:rPr>
                <w:rFonts w:ascii="Arial" w:hAnsi="Arial" w:cs="Arial"/>
                <w:sz w:val="16"/>
              </w:rPr>
              <w:lastRenderedPageBreak/>
              <w:t>No Access</w:t>
            </w:r>
          </w:p>
        </w:tc>
        <w:tc>
          <w:tcPr>
            <w:tcW w:w="1134" w:type="dxa"/>
            <w:tcBorders>
              <w:top w:val="single" w:sz="12" w:space="0" w:color="auto"/>
            </w:tcBorders>
            <w:vAlign w:val="center"/>
          </w:tcPr>
          <w:p w:rsidR="00FB5721" w:rsidRPr="00C827A4" w:rsidRDefault="00FB5721" w:rsidP="00FB5721">
            <w:pPr>
              <w:pStyle w:val="PL"/>
              <w:keepNext/>
              <w:keepLines/>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rsidP="00FB5721">
            <w:pPr>
              <w:keepNext/>
              <w:keepLines/>
              <w:spacing w:after="0"/>
              <w:rPr>
                <w:rFonts w:ascii="Arial" w:hAnsi="Arial" w:cs="Arial"/>
                <w:sz w:val="16"/>
              </w:rPr>
            </w:pPr>
            <w:r w:rsidRPr="00C827A4">
              <w:rPr>
                <w:rFonts w:ascii="Arial" w:hAnsi="Arial" w:cs="Arial"/>
              </w:rPr>
              <w:t>(EF</w:t>
            </w:r>
            <w:r w:rsidRPr="00C827A4">
              <w:rPr>
                <w:rFonts w:ascii="Arial" w:hAnsi="Arial" w:cs="Arial"/>
                <w:vertAlign w:val="subscript"/>
              </w:rPr>
              <w:t>xARR1</w:t>
            </w:r>
            <w:r w:rsidRPr="00C827A4">
              <w:rPr>
                <w:rFonts w:ascii="Arial" w:hAnsi="Arial" w:cs="Arial"/>
              </w:rPr>
              <w:t>)</w:t>
            </w:r>
          </w:p>
        </w:tc>
        <w:tc>
          <w:tcPr>
            <w:tcW w:w="850"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1134"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0"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992"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8"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9" w:type="dxa"/>
            <w:tcBorders>
              <w:top w:val="single" w:sz="12" w:space="0" w:color="auto"/>
            </w:tcBorders>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rsidP="00FB5721">
            <w:pPr>
              <w:keepNext/>
              <w:keepLines/>
              <w:rPr>
                <w:rFonts w:ascii="Arial" w:hAnsi="Arial" w:cs="Arial"/>
                <w:sz w:val="16"/>
              </w:rPr>
            </w:pPr>
          </w:p>
        </w:tc>
        <w:tc>
          <w:tcPr>
            <w:tcW w:w="1134" w:type="dxa"/>
            <w:vAlign w:val="center"/>
          </w:tcPr>
          <w:p w:rsidR="00FB5721" w:rsidRPr="00C827A4" w:rsidRDefault="00FB5721" w:rsidP="00FB5721">
            <w:pPr>
              <w:keepNext/>
              <w:keepLines/>
              <w:spacing w:after="0"/>
              <w:rPr>
                <w:rFonts w:ascii="Arial" w:hAnsi="Arial" w:cs="Arial"/>
                <w:sz w:val="16"/>
              </w:rPr>
            </w:pPr>
            <w:r w:rsidRPr="00C827A4">
              <w:rPr>
                <w:rFonts w:ascii="Arial" w:hAnsi="Arial" w:cs="Arial"/>
                <w:sz w:val="16"/>
              </w:rPr>
              <w:t>Never</w:t>
            </w:r>
          </w:p>
          <w:p w:rsidR="00FB5721" w:rsidRPr="00C827A4" w:rsidRDefault="00FB5721" w:rsidP="00FB5721">
            <w:pPr>
              <w:keepNext/>
              <w:keepLines/>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pStyle w:val="textcell"/>
              <w:keepNext/>
              <w:keepLines/>
              <w:overflowPunct w:val="0"/>
              <w:autoSpaceDE w:val="0"/>
              <w:autoSpaceDN w:val="0"/>
              <w:adjustRightInd w:val="0"/>
              <w:textAlignment w:val="baseline"/>
              <w:rPr>
                <w:rFonts w:ascii="Arial" w:hAnsi="Arial" w:cs="Arial"/>
                <w:lang w:val="en-GB"/>
              </w:rPr>
            </w:pPr>
            <w:r w:rsidRPr="00C827A4">
              <w:rPr>
                <w:rFonts w:ascii="Arial" w:hAnsi="Arial" w:cs="Arial"/>
                <w:lang w:val="en-GB"/>
              </w:rPr>
              <w:t>NOK</w:t>
            </w:r>
          </w:p>
        </w:tc>
        <w:tc>
          <w:tcPr>
            <w:tcW w:w="992"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rsidP="00FB5721">
            <w:pPr>
              <w:keepNext/>
              <w:keepLines/>
              <w:rPr>
                <w:rFonts w:ascii="Arial" w:hAnsi="Arial" w:cs="Arial"/>
                <w:sz w:val="16"/>
              </w:rPr>
            </w:pPr>
          </w:p>
        </w:tc>
        <w:tc>
          <w:tcPr>
            <w:tcW w:w="1134" w:type="dxa"/>
            <w:vAlign w:val="center"/>
          </w:tcPr>
          <w:p w:rsidR="00FB5721" w:rsidRPr="00C827A4" w:rsidRDefault="00FB5721" w:rsidP="00FB5721">
            <w:pPr>
              <w:keepNext/>
              <w:keepLines/>
              <w:spacing w:after="0"/>
              <w:rPr>
                <w:rFonts w:ascii="Arial" w:hAnsi="Arial" w:cs="Arial"/>
                <w:sz w:val="16"/>
              </w:rPr>
            </w:pPr>
            <w:r w:rsidRPr="00C827A4">
              <w:rPr>
                <w:rFonts w:ascii="Arial" w:hAnsi="Arial" w:cs="Arial"/>
                <w:sz w:val="16"/>
              </w:rPr>
              <w:t>Global PIN1 &amp; ADM1</w:t>
            </w:r>
          </w:p>
          <w:p w:rsidR="00FB5721" w:rsidRPr="00C827A4" w:rsidRDefault="00FB5721" w:rsidP="00FB5721">
            <w:pPr>
              <w:keepNext/>
              <w:keepLines/>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rsidP="00FB5721">
            <w:pPr>
              <w:pStyle w:val="PL"/>
              <w:keepNext/>
              <w:keepLines/>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jc w:val="center"/>
              <w:rPr>
                <w:rFonts w:ascii="Arial" w:hAnsi="Arial" w:cs="Arial"/>
                <w:noProof w:val="0"/>
              </w:rPr>
            </w:pPr>
            <w:r w:rsidRPr="00C827A4">
              <w:rPr>
                <w:rFonts w:ascii="Arial" w:hAnsi="Arial" w:cs="Arial"/>
                <w:noProof w:val="0"/>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rsidP="00FB5721">
            <w:pPr>
              <w:keepNext/>
              <w:keepLines/>
              <w:rPr>
                <w:rFonts w:ascii="Arial" w:hAnsi="Arial" w:cs="Arial"/>
                <w:sz w:val="16"/>
              </w:rPr>
            </w:pPr>
          </w:p>
        </w:tc>
        <w:tc>
          <w:tcPr>
            <w:tcW w:w="1134" w:type="dxa"/>
            <w:vAlign w:val="center"/>
          </w:tcPr>
          <w:p w:rsidR="00FB5721" w:rsidRPr="00C827A4" w:rsidRDefault="00FB5721" w:rsidP="00FB5721">
            <w:pPr>
              <w:keepNext/>
              <w:keepLines/>
              <w:spacing w:after="0"/>
              <w:rPr>
                <w:rFonts w:ascii="Arial" w:hAnsi="Arial" w:cs="Arial"/>
                <w:sz w:val="16"/>
              </w:rPr>
            </w:pPr>
            <w:r w:rsidRPr="00C827A4">
              <w:rPr>
                <w:rFonts w:ascii="Arial" w:hAnsi="Arial" w:cs="Arial"/>
                <w:sz w:val="16"/>
              </w:rPr>
              <w:t>Global PIN1 | ADM1</w:t>
            </w:r>
          </w:p>
          <w:p w:rsidR="00FB5721" w:rsidRPr="00C827A4" w:rsidRDefault="00FB5721" w:rsidP="00FB5721">
            <w:pPr>
              <w:keepNext/>
              <w:keepLines/>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rsidP="00FB5721">
            <w:pPr>
              <w:keepNext/>
              <w:keepLines/>
              <w:rPr>
                <w:rFonts w:ascii="Arial" w:hAnsi="Arial" w:cs="Arial"/>
                <w:sz w:val="16"/>
              </w:rPr>
            </w:pPr>
          </w:p>
        </w:tc>
        <w:tc>
          <w:tcPr>
            <w:tcW w:w="1134" w:type="dxa"/>
            <w:vAlign w:val="center"/>
          </w:tcPr>
          <w:p w:rsidR="00FB5721" w:rsidRPr="00C827A4" w:rsidRDefault="00FB5721" w:rsidP="00FB5721">
            <w:pPr>
              <w:keepNext/>
              <w:keepLines/>
              <w:spacing w:after="0"/>
              <w:rPr>
                <w:rFonts w:ascii="Arial" w:hAnsi="Arial" w:cs="Arial"/>
                <w:sz w:val="16"/>
              </w:rPr>
            </w:pPr>
            <w:r w:rsidRPr="00C827A4">
              <w:rPr>
                <w:rFonts w:ascii="Arial" w:hAnsi="Arial" w:cs="Arial"/>
                <w:sz w:val="16"/>
              </w:rPr>
              <w:t>Local PIN 1 / ADM2 (See note)</w:t>
            </w:r>
          </w:p>
          <w:p w:rsidR="00FB5721" w:rsidRPr="00C827A4" w:rsidRDefault="00FB5721" w:rsidP="00FB5721">
            <w:pPr>
              <w:keepNext/>
              <w:keepLines/>
              <w:spacing w:after="0"/>
              <w:rPr>
                <w:rFonts w:ascii="Arial" w:hAnsi="Arial" w:cs="Arial"/>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rsidP="00FB5721">
            <w:pPr>
              <w:keepNext/>
              <w:keepLines/>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pPr>
              <w:rPr>
                <w:rFonts w:ascii="Arial" w:hAnsi="Arial" w:cs="Arial"/>
                <w:sz w:val="16"/>
              </w:rPr>
            </w:pPr>
            <w:r w:rsidRPr="00C827A4">
              <w:rPr>
                <w:rFonts w:ascii="Arial" w:hAnsi="Arial" w:cs="Arial"/>
                <w:sz w:val="16"/>
              </w:rPr>
              <w:t>Always</w:t>
            </w:r>
          </w:p>
        </w:tc>
        <w:tc>
          <w:tcPr>
            <w:tcW w:w="1134" w:type="dxa"/>
            <w:tcBorders>
              <w:top w:val="single" w:sz="12" w:space="0" w:color="auto"/>
            </w:tcBorders>
            <w:vAlign w:val="center"/>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xARR1</w:t>
            </w:r>
            <w:r w:rsidRPr="00C827A4">
              <w:rPr>
                <w:rFonts w:ascii="Arial" w:hAnsi="Arial" w:cs="Arial"/>
              </w:rPr>
              <w:t>)</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Never</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&amp;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Local PIN 1 / ADM2 (See note)</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pPr>
              <w:rPr>
                <w:rFonts w:ascii="Arial" w:hAnsi="Arial" w:cs="Arial"/>
                <w:sz w:val="16"/>
              </w:rPr>
            </w:pPr>
            <w:r w:rsidRPr="00C827A4">
              <w:rPr>
                <w:rFonts w:ascii="Arial" w:hAnsi="Arial" w:cs="Arial"/>
                <w:sz w:val="16"/>
              </w:rPr>
              <w:t>Global PIN1</w:t>
            </w:r>
          </w:p>
        </w:tc>
        <w:tc>
          <w:tcPr>
            <w:tcW w:w="1134" w:type="dxa"/>
            <w:tcBorders>
              <w:top w:val="single" w:sz="12" w:space="0" w:color="auto"/>
            </w:tcBorders>
            <w:vAlign w:val="center"/>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xARR1</w:t>
            </w:r>
            <w:r w:rsidRPr="00C827A4">
              <w:rPr>
                <w:rFonts w:ascii="Arial" w:hAnsi="Arial" w:cs="Arial"/>
              </w:rPr>
              <w:t>)</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Never</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&amp;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Local PIN 1 / ADM2 (See note)</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pPr>
              <w:rPr>
                <w:rFonts w:ascii="Arial" w:hAnsi="Arial" w:cs="Arial"/>
                <w:sz w:val="16"/>
              </w:rPr>
            </w:pPr>
            <w:r w:rsidRPr="00C827A4">
              <w:rPr>
                <w:rFonts w:ascii="Arial" w:hAnsi="Arial" w:cs="Arial"/>
                <w:sz w:val="16"/>
              </w:rPr>
              <w:t>Global PIN1 &amp; ADM1</w:t>
            </w:r>
          </w:p>
        </w:tc>
        <w:tc>
          <w:tcPr>
            <w:tcW w:w="1134" w:type="dxa"/>
            <w:tcBorders>
              <w:top w:val="single" w:sz="12" w:space="0" w:color="auto"/>
            </w:tcBorders>
            <w:vAlign w:val="center"/>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xARR1</w:t>
            </w:r>
            <w:r w:rsidRPr="00C827A4">
              <w:rPr>
                <w:rFonts w:ascii="Arial" w:hAnsi="Arial" w:cs="Arial"/>
              </w:rPr>
              <w:t>)</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Never</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&amp;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Local PIN 1 / ADM2 (See note)</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restart"/>
            <w:tcBorders>
              <w:top w:val="single" w:sz="12" w:space="0" w:color="auto"/>
            </w:tcBorders>
            <w:vAlign w:val="center"/>
          </w:tcPr>
          <w:p w:rsidR="00FB5721" w:rsidRPr="00C827A4" w:rsidRDefault="00FB5721">
            <w:pPr>
              <w:rPr>
                <w:rFonts w:ascii="Arial" w:hAnsi="Arial" w:cs="Arial"/>
                <w:sz w:val="16"/>
              </w:rPr>
            </w:pPr>
            <w:r w:rsidRPr="00C827A4">
              <w:rPr>
                <w:rFonts w:ascii="Arial" w:hAnsi="Arial" w:cs="Arial"/>
                <w:sz w:val="16"/>
              </w:rPr>
              <w:t>Local PIN &amp; ADM2</w:t>
            </w:r>
          </w:p>
        </w:tc>
        <w:tc>
          <w:tcPr>
            <w:tcW w:w="1134" w:type="dxa"/>
            <w:tcBorders>
              <w:top w:val="single" w:sz="12" w:space="0" w:color="auto"/>
            </w:tcBorders>
            <w:vAlign w:val="center"/>
          </w:tcPr>
          <w:p w:rsidR="00FB5721" w:rsidRPr="00C827A4" w:rsidRDefault="00FB5721">
            <w:pPr>
              <w:pStyle w:val="PL"/>
              <w:tabs>
                <w:tab w:val="clear" w:pos="384"/>
                <w:tab w:val="clear" w:pos="768"/>
                <w:tab w:val="clear" w:pos="1152"/>
                <w:tab w:val="clear" w:pos="1536"/>
                <w:tab w:val="clear" w:pos="1920"/>
                <w:tab w:val="clear" w:pos="2304"/>
                <w:tab w:val="clear" w:pos="2688"/>
                <w:tab w:val="clear" w:pos="3072"/>
                <w:tab w:val="clear" w:pos="3456"/>
                <w:tab w:val="clear" w:pos="3840"/>
                <w:tab w:val="clear" w:pos="4224"/>
                <w:tab w:val="clear" w:pos="4608"/>
                <w:tab w:val="clear" w:pos="4992"/>
                <w:tab w:val="clear" w:pos="5376"/>
                <w:tab w:val="clear" w:pos="5760"/>
                <w:tab w:val="clear" w:pos="6144"/>
                <w:tab w:val="clear" w:pos="6528"/>
                <w:tab w:val="clear" w:pos="6912"/>
                <w:tab w:val="clear" w:pos="7296"/>
                <w:tab w:val="clear" w:pos="7680"/>
                <w:tab w:val="clear" w:pos="8064"/>
                <w:tab w:val="clear" w:pos="8448"/>
                <w:tab w:val="clear" w:pos="8832"/>
                <w:tab w:val="clear" w:pos="9216"/>
              </w:tabs>
              <w:rPr>
                <w:rFonts w:ascii="Arial" w:hAnsi="Arial" w:cs="Arial"/>
                <w:noProof w:val="0"/>
              </w:rPr>
            </w:pPr>
            <w:r w:rsidRPr="00C827A4">
              <w:rPr>
                <w:rFonts w:ascii="Arial" w:hAnsi="Arial" w:cs="Arial"/>
                <w:noProof w:val="0"/>
              </w:rPr>
              <w:t>Always</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xARR1</w:t>
            </w:r>
            <w:r w:rsidRPr="00C827A4">
              <w:rPr>
                <w:rFonts w:ascii="Arial" w:hAnsi="Arial" w:cs="Arial"/>
              </w:rPr>
              <w:t>)</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tcBorders>
              <w:top w:val="single" w:sz="12" w:space="0" w:color="auto"/>
            </w:tcBorders>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Never</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xARR2</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pStyle w:val="textcell"/>
              <w:overflowPunct w:val="0"/>
              <w:autoSpaceDE w:val="0"/>
              <w:autoSpaceDN w:val="0"/>
              <w:adjustRightInd w:val="0"/>
              <w:textAlignment w:val="baseline"/>
              <w:rPr>
                <w:rFonts w:ascii="Arial" w:hAnsi="Arial" w:cs="Arial"/>
                <w:lang w:val="en-GB"/>
              </w:rPr>
            </w:pPr>
            <w:r w:rsidRPr="00C827A4">
              <w:rPr>
                <w:rFonts w:ascii="Arial" w:hAnsi="Arial" w:cs="Arial"/>
                <w:lang w:val="en-GB"/>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pStyle w:val="textcell"/>
              <w:overflowPunct w:val="0"/>
              <w:autoSpaceDE w:val="0"/>
              <w:autoSpaceDN w:val="0"/>
              <w:adjustRightInd w:val="0"/>
              <w:textAlignment w:val="baseline"/>
              <w:rPr>
                <w:rFonts w:ascii="Arial" w:hAnsi="Arial" w:cs="Arial"/>
                <w:lang w:val="en-GB"/>
              </w:rPr>
            </w:pPr>
            <w:r w:rsidRPr="00C827A4">
              <w:rPr>
                <w:rFonts w:ascii="Arial" w:hAnsi="Arial" w:cs="Arial"/>
                <w:lang w:val="en-GB"/>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&amp;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xARR3</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Global PIN1 | ADM1</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xARR4</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NOK</w:t>
            </w:r>
          </w:p>
        </w:tc>
      </w:tr>
      <w:tr w:rsidR="00FB5721" w:rsidRPr="00C827A4" w:rsidTr="0059237D">
        <w:trPr>
          <w:cantSplit/>
          <w:trHeight w:val="309"/>
        </w:trPr>
        <w:tc>
          <w:tcPr>
            <w:tcW w:w="817" w:type="dxa"/>
            <w:vMerge/>
            <w:vAlign w:val="center"/>
          </w:tcPr>
          <w:p w:rsidR="00FB5721" w:rsidRPr="00C827A4" w:rsidRDefault="00FB5721">
            <w:pPr>
              <w:rPr>
                <w:rFonts w:ascii="Arial" w:hAnsi="Arial" w:cs="Arial"/>
                <w:sz w:val="16"/>
              </w:rPr>
            </w:pPr>
          </w:p>
        </w:tc>
        <w:tc>
          <w:tcPr>
            <w:tcW w:w="1134" w:type="dxa"/>
            <w:vAlign w:val="center"/>
          </w:tcPr>
          <w:p w:rsidR="00FB5721" w:rsidRPr="00C827A4" w:rsidRDefault="00FB5721">
            <w:pPr>
              <w:spacing w:after="0"/>
              <w:rPr>
                <w:rFonts w:ascii="Arial" w:hAnsi="Arial" w:cs="Arial"/>
                <w:sz w:val="16"/>
              </w:rPr>
            </w:pPr>
            <w:r w:rsidRPr="00C827A4">
              <w:rPr>
                <w:rFonts w:ascii="Arial" w:hAnsi="Arial" w:cs="Arial"/>
                <w:sz w:val="16"/>
              </w:rPr>
              <w:t>Local PIN 1 / ADM2 (See note)</w:t>
            </w:r>
          </w:p>
          <w:p w:rsidR="00FB5721" w:rsidRPr="00C827A4" w:rsidRDefault="00FB5721">
            <w:pPr>
              <w:spacing w:after="0"/>
              <w:rPr>
                <w:rFonts w:ascii="Arial" w:hAnsi="Arial" w:cs="Arial"/>
                <w:sz w:val="16"/>
              </w:rPr>
            </w:pPr>
            <w:r w:rsidRPr="00C827A4">
              <w:rPr>
                <w:rFonts w:ascii="Arial" w:hAnsi="Arial" w:cs="Arial"/>
              </w:rPr>
              <w:t>(EF</w:t>
            </w:r>
            <w:r w:rsidRPr="00C827A4">
              <w:rPr>
                <w:rFonts w:ascii="Arial" w:hAnsi="Arial" w:cs="Arial"/>
                <w:vertAlign w:val="subscript"/>
              </w:rPr>
              <w:t>xARR5</w:t>
            </w:r>
            <w:r w:rsidRPr="00C827A4">
              <w:rPr>
                <w:rFonts w:ascii="Arial" w:hAnsi="Arial" w:cs="Arial"/>
              </w:rPr>
              <w:t>)</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1134"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0"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992"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851"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8"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c>
          <w:tcPr>
            <w:tcW w:w="709" w:type="dxa"/>
            <w:vAlign w:val="center"/>
          </w:tcPr>
          <w:p w:rsidR="00FB5721" w:rsidRPr="00C827A4" w:rsidRDefault="00FB5721">
            <w:pPr>
              <w:spacing w:after="0"/>
              <w:jc w:val="center"/>
              <w:rPr>
                <w:rFonts w:ascii="Arial" w:hAnsi="Arial" w:cs="Arial"/>
                <w:sz w:val="16"/>
              </w:rPr>
            </w:pPr>
            <w:r w:rsidRPr="00C827A4">
              <w:rPr>
                <w:rFonts w:ascii="Arial" w:hAnsi="Arial" w:cs="Arial"/>
                <w:sz w:val="16"/>
              </w:rPr>
              <w:t>OK</w:t>
            </w:r>
          </w:p>
        </w:tc>
      </w:tr>
      <w:tr w:rsidR="0059237D" w:rsidRPr="00C827A4" w:rsidTr="0059237D">
        <w:trPr>
          <w:cantSplit/>
          <w:trHeight w:val="309"/>
        </w:trPr>
        <w:tc>
          <w:tcPr>
            <w:tcW w:w="9747" w:type="dxa"/>
            <w:gridSpan w:val="11"/>
            <w:vAlign w:val="center"/>
          </w:tcPr>
          <w:p w:rsidR="0059237D" w:rsidRPr="00C827A4" w:rsidRDefault="0059237D" w:rsidP="0059237D">
            <w:pPr>
              <w:pStyle w:val="TAN"/>
              <w:rPr>
                <w:rFonts w:cs="Arial"/>
                <w:sz w:val="16"/>
              </w:rPr>
            </w:pPr>
            <w:r w:rsidRPr="00C827A4">
              <w:t>NOTE:</w:t>
            </w:r>
            <w:r w:rsidRPr="00C827A4">
              <w:tab/>
              <w:t>For EF</w:t>
            </w:r>
            <w:r w:rsidRPr="00C827A4">
              <w:rPr>
                <w:vertAlign w:val="subscript"/>
              </w:rPr>
              <w:t>XARR5</w:t>
            </w:r>
            <w:r w:rsidRPr="00C827A4">
              <w:t>, the file access condition is Local PIN 1 if the file is located under the MF and ADM2 if it is located under ADF1.</w:t>
            </w:r>
          </w:p>
        </w:tc>
      </w:tr>
    </w:tbl>
    <w:p w:rsidR="00FB5721" w:rsidRPr="00C827A4" w:rsidRDefault="00FB5721" w:rsidP="00FB5721"/>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6"/>
        <w:gridCol w:w="2731"/>
        <w:gridCol w:w="4568"/>
        <w:gridCol w:w="2100"/>
      </w:tblGrid>
      <w:tr w:rsidR="00FB5721" w:rsidRPr="00C827A4" w:rsidTr="0059237D">
        <w:trPr>
          <w:cantSplit/>
          <w:tblHeader/>
          <w:jc w:val="center"/>
        </w:trPr>
        <w:tc>
          <w:tcPr>
            <w:tcW w:w="386" w:type="dxa"/>
            <w:tcBorders>
              <w:left w:val="single" w:sz="4" w:space="0" w:color="auto"/>
            </w:tcBorders>
          </w:tcPr>
          <w:p w:rsidR="00FB5721" w:rsidRPr="00C827A4" w:rsidRDefault="00FB5721" w:rsidP="00C616C4">
            <w:pPr>
              <w:pStyle w:val="TAH"/>
            </w:pPr>
            <w:r w:rsidRPr="00C827A4">
              <w:lastRenderedPageBreak/>
              <w:t>Id</w:t>
            </w:r>
          </w:p>
        </w:tc>
        <w:tc>
          <w:tcPr>
            <w:tcW w:w="2731" w:type="dxa"/>
          </w:tcPr>
          <w:p w:rsidR="00FB5721" w:rsidRPr="00C827A4" w:rsidRDefault="00FB5721" w:rsidP="00C616C4">
            <w:pPr>
              <w:pStyle w:val="TAH"/>
            </w:pPr>
            <w:r w:rsidRPr="00C827A4">
              <w:t>Description</w:t>
            </w:r>
          </w:p>
        </w:tc>
        <w:tc>
          <w:tcPr>
            <w:tcW w:w="4568" w:type="dxa"/>
          </w:tcPr>
          <w:p w:rsidR="00FB5721" w:rsidRPr="00C827A4" w:rsidRDefault="00FB5721" w:rsidP="00C616C4">
            <w:pPr>
              <w:pStyle w:val="TAH"/>
            </w:pPr>
            <w:r w:rsidRPr="00C827A4">
              <w:t>API/CAT RE Expectation</w:t>
            </w:r>
          </w:p>
        </w:tc>
        <w:tc>
          <w:tcPr>
            <w:tcW w:w="2100" w:type="dxa"/>
          </w:tcPr>
          <w:p w:rsidR="00FB5721" w:rsidRPr="00C827A4" w:rsidRDefault="00FB5721" w:rsidP="00C616C4">
            <w:pPr>
              <w:pStyle w:val="TAH"/>
            </w:pPr>
            <w:r w:rsidRPr="00C827A4">
              <w:t>APDU Expectation</w:t>
            </w:r>
          </w:p>
        </w:tc>
      </w:tr>
      <w:tr w:rsidR="00FB5721" w:rsidRPr="00C827A4" w:rsidTr="0059237D">
        <w:trPr>
          <w:cantSplit/>
          <w:jc w:val="center"/>
        </w:trPr>
        <w:tc>
          <w:tcPr>
            <w:tcW w:w="386" w:type="dxa"/>
            <w:tcBorders>
              <w:left w:val="single" w:sz="4" w:space="0" w:color="auto"/>
            </w:tcBorders>
          </w:tcPr>
          <w:p w:rsidR="00FB5721" w:rsidRPr="00C827A4" w:rsidRDefault="00FB5721" w:rsidP="00C616C4">
            <w:pPr>
              <w:pStyle w:val="TAC"/>
            </w:pPr>
            <w:r w:rsidRPr="00C827A4">
              <w:t>1</w:t>
            </w:r>
          </w:p>
        </w:tc>
        <w:tc>
          <w:tcPr>
            <w:tcW w:w="2731" w:type="dxa"/>
          </w:tcPr>
          <w:p w:rsidR="00FB5721" w:rsidRPr="00C827A4" w:rsidRDefault="00FB5721" w:rsidP="00C616C4">
            <w:pPr>
              <w:pStyle w:val="TAH"/>
            </w:pPr>
            <w:r w:rsidRPr="00C827A4">
              <w:t>Full access Applet</w:t>
            </w: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r w:rsidRPr="00C827A4">
              <w:rPr>
                <w:noProof w:val="0"/>
              </w:rPr>
              <w:t>0- Applet1 installation with full access right</w:t>
            </w: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r w:rsidRPr="00C827A4">
              <w:rPr>
                <w:noProof w:val="0"/>
              </w:rPr>
              <w:t>1- Send an envelope Menu Selection to trigger Applet1 on menu Id 1</w:t>
            </w: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r w:rsidRPr="00C827A4">
              <w:rPr>
                <w:noProof w:val="0"/>
              </w:rPr>
              <w:t>2- Send an envelope Menu Selection to trigger Applet1 on menu Id 2</w:t>
            </w: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p>
          <w:p w:rsidR="00FB5721" w:rsidRPr="00C827A4" w:rsidRDefault="00FB5721" w:rsidP="00C616C4">
            <w:pPr>
              <w:pStyle w:val="PL"/>
              <w:keepNext/>
              <w:keepLines/>
              <w:rPr>
                <w:noProof w:val="0"/>
              </w:rPr>
            </w:pPr>
            <w:r w:rsidRPr="00C827A4">
              <w:rPr>
                <w:noProof w:val="0"/>
              </w:rPr>
              <w:t>3- Applet1 deletion</w:t>
            </w:r>
          </w:p>
          <w:p w:rsidR="00FB5721" w:rsidRPr="00C827A4" w:rsidRDefault="00FB5721" w:rsidP="00C616C4">
            <w:pPr>
              <w:pStyle w:val="TAL"/>
            </w:pPr>
          </w:p>
        </w:tc>
        <w:tc>
          <w:tcPr>
            <w:tcW w:w="4568" w:type="dxa"/>
          </w:tcPr>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r w:rsidRPr="00C827A4">
              <w:t>1- Applet1 is triggered and gets Fileviews on UICC and ADF1</w:t>
            </w:r>
          </w:p>
          <w:p w:rsidR="00FB5721" w:rsidRPr="00C827A4" w:rsidRDefault="00FB5721" w:rsidP="00C616C4">
            <w:pPr>
              <w:pStyle w:val="TAL"/>
            </w:pPr>
          </w:p>
          <w:p w:rsidR="00FB5721" w:rsidRPr="00C827A4" w:rsidRDefault="00FB5721" w:rsidP="00C616C4">
            <w:pPr>
              <w:pStyle w:val="TAL"/>
            </w:pPr>
            <w:r w:rsidRPr="00C827A4">
              <w:t>1.1- For each EF</w:t>
            </w:r>
            <w:r w:rsidRPr="00C827A4">
              <w:rPr>
                <w:vertAlign w:val="subscript"/>
              </w:rPr>
              <w:t>CARRx</w:t>
            </w:r>
            <w:r w:rsidRPr="00C827A4">
              <w:t xml:space="preserve"> Applet1 calls all associated methods with success, except on file EF</w:t>
            </w:r>
            <w:r w:rsidRPr="00C827A4">
              <w:rPr>
                <w:vertAlign w:val="subscript"/>
              </w:rPr>
              <w:t>CARR2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1.2- For each EF</w:t>
            </w:r>
            <w:r w:rsidRPr="00C827A4">
              <w:rPr>
                <w:vertAlign w:val="subscript"/>
              </w:rPr>
              <w:t>LARRx</w:t>
            </w:r>
            <w:r w:rsidRPr="00C827A4">
              <w:t xml:space="preserve"> Applet1 calls all associated methods with success, except on file EF</w:t>
            </w:r>
            <w:r w:rsidRPr="00C827A4">
              <w:rPr>
                <w:vertAlign w:val="subscript"/>
              </w:rPr>
              <w:t>LARR2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1.3- For each EF</w:t>
            </w:r>
            <w:r w:rsidRPr="00C827A4">
              <w:rPr>
                <w:vertAlign w:val="subscript"/>
              </w:rPr>
              <w:t>TARRx</w:t>
            </w:r>
            <w:r w:rsidRPr="00C827A4">
              <w:t xml:space="preserve"> Applet1 calls all associated methods with success, except on file EF</w:t>
            </w:r>
            <w:r w:rsidRPr="00C827A4">
              <w:rPr>
                <w:vertAlign w:val="subscript"/>
              </w:rPr>
              <w:t>TARR2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2- Applet1 is triggered and gets AdminFileviews on UICC and ADF1</w:t>
            </w:r>
          </w:p>
          <w:p w:rsidR="00FB5721" w:rsidRPr="00C827A4" w:rsidRDefault="00FB5721" w:rsidP="00C616C4">
            <w:pPr>
              <w:pStyle w:val="TAL"/>
            </w:pPr>
          </w:p>
          <w:p w:rsidR="00FB5721" w:rsidRPr="00C827A4" w:rsidRDefault="00FB5721" w:rsidP="00C616C4">
            <w:pPr>
              <w:pStyle w:val="TAL"/>
            </w:pPr>
            <w:r w:rsidRPr="00C827A4">
              <w:t>2.1- For each EF</w:t>
            </w:r>
            <w:r w:rsidRPr="00C827A4">
              <w:rPr>
                <w:vertAlign w:val="subscript"/>
              </w:rPr>
              <w:t>CARRx</w:t>
            </w:r>
            <w:r w:rsidRPr="00C827A4">
              <w:t xml:space="preserve"> Applet1 calls all associated methods with success, except on file EF</w:t>
            </w:r>
            <w:r w:rsidRPr="00C827A4">
              <w:rPr>
                <w:vertAlign w:val="subscript"/>
              </w:rPr>
              <w:t>CARR2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2.2- For each EF</w:t>
            </w:r>
            <w:r w:rsidRPr="00C827A4">
              <w:rPr>
                <w:vertAlign w:val="subscript"/>
              </w:rPr>
              <w:t>LARRx</w:t>
            </w:r>
            <w:r w:rsidRPr="00C827A4">
              <w:t xml:space="preserve"> Applet1 calls all associated methods with success, except on file EF</w:t>
            </w:r>
            <w:r w:rsidRPr="00C827A4">
              <w:rPr>
                <w:vertAlign w:val="subscript"/>
              </w:rPr>
              <w:t>LARR2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2.3- For each EF</w:t>
            </w:r>
            <w:r w:rsidRPr="00C827A4">
              <w:rPr>
                <w:vertAlign w:val="subscript"/>
              </w:rPr>
              <w:t>TARRx</w:t>
            </w:r>
            <w:r w:rsidRPr="00C827A4">
              <w:t xml:space="preserve"> Applet1 calls all associated methods with success, except on file EF</w:t>
            </w:r>
            <w:r w:rsidRPr="00C827A4">
              <w:rPr>
                <w:vertAlign w:val="subscript"/>
              </w:rPr>
              <w:t>TARR2</w:t>
            </w:r>
            <w:r w:rsidRPr="00C827A4">
              <w:t xml:space="preserve"> where UICCException.SECURITY_STATUS_NOT_SATISFIED are thrown.</w:t>
            </w:r>
          </w:p>
          <w:p w:rsidR="00FB5721" w:rsidRPr="00C827A4" w:rsidRDefault="00FB5721" w:rsidP="00C616C4">
            <w:pPr>
              <w:pStyle w:val="TAL"/>
            </w:pPr>
          </w:p>
          <w:p w:rsidR="00FB5721" w:rsidRPr="00C827A4" w:rsidRDefault="00FB5721" w:rsidP="00C616C4">
            <w:pPr>
              <w:pStyle w:val="TAL"/>
            </w:pPr>
            <w:r w:rsidRPr="00C827A4">
              <w:t>2.4- Under each DF</w:t>
            </w:r>
            <w:r w:rsidRPr="00C827A4">
              <w:rPr>
                <w:vertAlign w:val="subscript"/>
              </w:rPr>
              <w:t>ARRx</w:t>
            </w:r>
            <w:r w:rsidRPr="00C827A4">
              <w:t xml:space="preserve"> Applet1 resize the EF</w:t>
            </w:r>
            <w:r w:rsidRPr="00C827A4">
              <w:rPr>
                <w:vertAlign w:val="subscript"/>
              </w:rPr>
              <w:t>TARxT</w:t>
            </w:r>
            <w:r w:rsidRPr="00C827A4">
              <w:t xml:space="preserve"> with success, except on file EF</w:t>
            </w:r>
            <w:r w:rsidRPr="00C827A4">
              <w:rPr>
                <w:vertAlign w:val="subscript"/>
              </w:rPr>
              <w:t>TAR2T</w:t>
            </w:r>
            <w:r w:rsidRPr="00C827A4">
              <w:t xml:space="preserve"> where an UICCException.SECURITY_STATUS_NOT_SATISFIED is thrown.</w:t>
            </w:r>
          </w:p>
          <w:p w:rsidR="00FB5721" w:rsidRPr="00C827A4" w:rsidRDefault="00FB5721" w:rsidP="00C616C4">
            <w:pPr>
              <w:pStyle w:val="TAL"/>
            </w:pPr>
          </w:p>
          <w:p w:rsidR="00FB5721" w:rsidRPr="00C827A4" w:rsidRDefault="00FB5721" w:rsidP="00C616C4">
            <w:pPr>
              <w:pStyle w:val="TAL"/>
            </w:pPr>
            <w:r w:rsidRPr="00C827A4">
              <w:t>2.5- Under each DF</w:t>
            </w:r>
            <w:r w:rsidRPr="00C827A4">
              <w:rPr>
                <w:vertAlign w:val="subscript"/>
              </w:rPr>
              <w:t>ARRx</w:t>
            </w:r>
            <w:r w:rsidRPr="00C827A4">
              <w:t xml:space="preserve"> Applet1 delete the EF</w:t>
            </w:r>
            <w:r w:rsidRPr="00C827A4">
              <w:rPr>
                <w:vertAlign w:val="subscript"/>
              </w:rPr>
              <w:t>TARxT</w:t>
            </w:r>
            <w:r w:rsidRPr="00C827A4">
              <w:t xml:space="preserve"> with success, except on file EF</w:t>
            </w:r>
            <w:r w:rsidRPr="00C827A4">
              <w:rPr>
                <w:vertAlign w:val="subscript"/>
              </w:rPr>
              <w:t>TAR2T</w:t>
            </w:r>
            <w:r w:rsidRPr="00C827A4">
              <w:t xml:space="preserve"> where an UICCException.SECURITY_STATUS_NOT_SATISFIED is thrown.</w:t>
            </w:r>
          </w:p>
          <w:p w:rsidR="00FB5721" w:rsidRPr="00C827A4" w:rsidRDefault="00FB5721" w:rsidP="00C616C4">
            <w:pPr>
              <w:pStyle w:val="TAL"/>
            </w:pPr>
          </w:p>
          <w:p w:rsidR="00FB5721" w:rsidRPr="00C827A4" w:rsidRDefault="00FB5721" w:rsidP="00C616C4">
            <w:pPr>
              <w:pStyle w:val="TAL"/>
            </w:pPr>
            <w:r w:rsidRPr="00C827A4">
              <w:t>2.6- Under each DF</w:t>
            </w:r>
            <w:r w:rsidRPr="00C827A4">
              <w:rPr>
                <w:vertAlign w:val="subscript"/>
              </w:rPr>
              <w:t>ARRx</w:t>
            </w:r>
            <w:r w:rsidRPr="00C827A4">
              <w:t xml:space="preserve"> Applet1 create the EF</w:t>
            </w:r>
            <w:r w:rsidRPr="00C827A4">
              <w:rPr>
                <w:vertAlign w:val="subscript"/>
              </w:rPr>
              <w:t>TARxT</w:t>
            </w:r>
            <w:r w:rsidRPr="00C827A4">
              <w:t xml:space="preserve"> with success, except under DF</w:t>
            </w:r>
            <w:r w:rsidRPr="00C827A4">
              <w:rPr>
                <w:vertAlign w:val="subscript"/>
              </w:rPr>
              <w:t>ARR2</w:t>
            </w:r>
            <w:r w:rsidRPr="00C827A4">
              <w:t xml:space="preserve"> where an UICCException.SECURITY_STATUS_NOT_SATISFIED is thrown at creation of a file similar to EF</w:t>
            </w:r>
            <w:r w:rsidRPr="00C827A4">
              <w:rPr>
                <w:vertAlign w:val="subscript"/>
              </w:rPr>
              <w:t>TAR2T</w:t>
            </w:r>
            <w:r w:rsidRPr="00C827A4">
              <w:t>.</w:t>
            </w:r>
          </w:p>
          <w:p w:rsidR="00FB5721" w:rsidRPr="00C827A4" w:rsidRDefault="00FB5721" w:rsidP="00C616C4">
            <w:pPr>
              <w:pStyle w:val="TAL"/>
            </w:pPr>
          </w:p>
        </w:tc>
        <w:tc>
          <w:tcPr>
            <w:tcW w:w="2100" w:type="dxa"/>
          </w:tcPr>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r w:rsidRPr="00C827A4">
              <w:t>1- SW = 90 00</w:t>
            </w: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p>
          <w:p w:rsidR="00FB5721" w:rsidRPr="00C827A4" w:rsidRDefault="00FB5721" w:rsidP="00C616C4">
            <w:pPr>
              <w:pStyle w:val="TAL"/>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2</w:t>
            </w:r>
          </w:p>
        </w:tc>
        <w:tc>
          <w:tcPr>
            <w:tcW w:w="2731" w:type="dxa"/>
          </w:tcPr>
          <w:p w:rsidR="00FB5721" w:rsidRPr="00C827A4" w:rsidRDefault="00FB5721" w:rsidP="00621EBE">
            <w:pPr>
              <w:pStyle w:val="TAH"/>
              <w:keepNext w:val="0"/>
              <w:keepLines w:val="0"/>
            </w:pPr>
            <w:r w:rsidRPr="00C827A4">
              <w:t>No access Applet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Applet2 installation with no access right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to trigger Applet2 on menu Id 1</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Send an envelope Menu Selection to trigger Applet2 on menu Id 2</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3- Applet2 deletion</w:t>
            </w:r>
          </w:p>
          <w:p w:rsidR="00FB5721" w:rsidRPr="00C827A4" w:rsidRDefault="00FB5721" w:rsidP="00621EBE">
            <w:pPr>
              <w:pStyle w:val="TAL"/>
              <w:keepNext w:val="0"/>
              <w:keepLines w:val="0"/>
            </w:pP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Applet2 is triggered and gets 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For each EF</w:t>
            </w:r>
            <w:r w:rsidRPr="00C827A4">
              <w:rPr>
                <w:vertAlign w:val="subscript"/>
              </w:rPr>
              <w:t>CARRx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For each EF</w:t>
            </w:r>
            <w:r w:rsidRPr="00C827A4">
              <w:rPr>
                <w:vertAlign w:val="subscript"/>
              </w:rPr>
              <w:t>LARRx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For each EF</w:t>
            </w:r>
            <w:r w:rsidRPr="00C827A4">
              <w:rPr>
                <w:vertAlign w:val="subscript"/>
              </w:rPr>
              <w:t>TARRx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Applet2 is triggered and gets AdminFileviews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2.1- For each EF</w:t>
            </w:r>
            <w:r w:rsidRPr="00C827A4">
              <w:rPr>
                <w:vertAlign w:val="subscript"/>
              </w:rPr>
              <w:t>CARRx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2.2- For each EF</w:t>
            </w:r>
            <w:r w:rsidRPr="00C827A4">
              <w:rPr>
                <w:vertAlign w:val="subscript"/>
              </w:rPr>
              <w:t>LARRx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2.3- For each EF</w:t>
            </w:r>
            <w:r w:rsidRPr="00C827A4">
              <w:rPr>
                <w:vertAlign w:val="subscript"/>
              </w:rPr>
              <w:t>TARRx</w:t>
            </w:r>
            <w:r w:rsidRPr="00C827A4">
              <w:t xml:space="preserve"> Applet2 calls all associated methods;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2.4- Under each DF</w:t>
            </w:r>
            <w:r w:rsidRPr="00C827A4">
              <w:rPr>
                <w:vertAlign w:val="subscript"/>
              </w:rPr>
              <w:t>ARRx</w:t>
            </w:r>
            <w:r w:rsidRPr="00C827A4">
              <w:t xml:space="preserve"> Applet2 resize the EF</w:t>
            </w:r>
            <w:r w:rsidRPr="00C827A4">
              <w:rPr>
                <w:vertAlign w:val="subscript"/>
              </w:rPr>
              <w:t>TARxT;</w:t>
            </w:r>
            <w:r w:rsidRPr="00C827A4">
              <w:t xml:space="preserve">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2.5- Under each DF</w:t>
            </w:r>
            <w:r w:rsidRPr="00C827A4">
              <w:rPr>
                <w:vertAlign w:val="subscript"/>
              </w:rPr>
              <w:t>ARRx</w:t>
            </w:r>
            <w:r w:rsidRPr="00C827A4">
              <w:t xml:space="preserve"> Applet2 delete the EF</w:t>
            </w:r>
            <w:r w:rsidRPr="00C827A4">
              <w:rPr>
                <w:vertAlign w:val="subscript"/>
              </w:rPr>
              <w:t>TARxT;</w:t>
            </w:r>
            <w:r w:rsidRPr="00C827A4">
              <w:t xml:space="preserve"> UICCException.SECURITY_STATUS_NOT_SATISFIED are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2.6- Under each DF</w:t>
            </w:r>
            <w:r w:rsidRPr="00C827A4">
              <w:rPr>
                <w:vertAlign w:val="subscript"/>
              </w:rPr>
              <w:t>ARRx</w:t>
            </w:r>
            <w:r w:rsidRPr="00C827A4">
              <w:t xml:space="preserve"> Applet2 create an EF; UICCException.SECURITY_STATUS_NOT_SATISFIED are thrown.</w:t>
            </w:r>
          </w:p>
          <w:p w:rsidR="00FB5721" w:rsidRPr="00C827A4" w:rsidRDefault="00FB5721" w:rsidP="00621EBE">
            <w:pPr>
              <w:pStyle w:val="TAL"/>
              <w:keepNext w:val="0"/>
              <w:keepLines w:val="0"/>
            </w:pP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3</w:t>
            </w:r>
          </w:p>
        </w:tc>
        <w:tc>
          <w:tcPr>
            <w:tcW w:w="2731" w:type="dxa"/>
          </w:tcPr>
          <w:p w:rsidR="00FB5721" w:rsidRPr="00C827A4" w:rsidRDefault="00FB5721" w:rsidP="00621EBE">
            <w:pPr>
              <w:pStyle w:val="TAH"/>
              <w:keepNext w:val="0"/>
              <w:keepLines w:val="0"/>
            </w:pPr>
            <w:r w:rsidRPr="00C827A4">
              <w:t>Always access right Applet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Applet3 installation with Always access right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to trigger Applet3 on menu Id 1</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Send an envelope Menu Selection to trigger Applet3 on menu Id 2</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3- Applet3 deletion</w:t>
            </w:r>
          </w:p>
          <w:p w:rsidR="00FB5721" w:rsidRPr="00C827A4" w:rsidRDefault="00FB5721" w:rsidP="00621EBE">
            <w:pPr>
              <w:pStyle w:val="TAL"/>
              <w:keepNext w:val="0"/>
              <w:keepLines w:val="0"/>
            </w:pP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Applet3 is triggered and gets 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For each EF</w:t>
            </w:r>
            <w:r w:rsidRPr="00C827A4">
              <w:rPr>
                <w:vertAlign w:val="subscript"/>
              </w:rPr>
              <w:t>CARRx</w:t>
            </w:r>
            <w:r w:rsidRPr="00C827A4">
              <w:t xml:space="preserve"> Applet3 calls all associated methods; UICCException.SECURITY_STATUS_NOT_SATISFIED are thrown, except on file EF</w:t>
            </w:r>
            <w:r w:rsidRPr="00C827A4">
              <w:rPr>
                <w:vertAlign w:val="subscript"/>
              </w:rPr>
              <w:t xml:space="preserve">CARR1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For each EF</w:t>
            </w:r>
            <w:r w:rsidRPr="00C827A4">
              <w:rPr>
                <w:vertAlign w:val="subscript"/>
              </w:rPr>
              <w:t>LARRx</w:t>
            </w:r>
            <w:r w:rsidRPr="00C827A4">
              <w:t xml:space="preserve"> Applet3 calls all associated methods; UICCException.SECURITY_STATUS_NOT_SATISFIED are thrown, except on file EF</w:t>
            </w:r>
            <w:r w:rsidRPr="00C827A4">
              <w:rPr>
                <w:vertAlign w:val="subscript"/>
              </w:rPr>
              <w:t xml:space="preserve">LARR1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For each EF</w:t>
            </w:r>
            <w:r w:rsidRPr="00C827A4">
              <w:rPr>
                <w:vertAlign w:val="subscript"/>
              </w:rPr>
              <w:t>TARRx</w:t>
            </w:r>
            <w:r w:rsidRPr="00C827A4">
              <w:t xml:space="preserve"> Applet3 calls all associated methods; UICCException.SECURITY_STATUS_NOT_SATISFIED are thrown, except on file EF</w:t>
            </w:r>
            <w:r w:rsidRPr="00C827A4">
              <w:rPr>
                <w:vertAlign w:val="subscript"/>
              </w:rPr>
              <w:t xml:space="preserve">TARR1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Applet3 is triggered and gets AdminFileviews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2.1- For each EF</w:t>
            </w:r>
            <w:r w:rsidRPr="00C827A4">
              <w:rPr>
                <w:vertAlign w:val="subscript"/>
              </w:rPr>
              <w:t>CARRx</w:t>
            </w:r>
            <w:r w:rsidRPr="00C827A4">
              <w:t xml:space="preserve"> Applet3 calls all associated methods; UICCException.SECURITY_STATUS_NOT_SATISFIED are thrown, except on file EF</w:t>
            </w:r>
            <w:r w:rsidRPr="00C827A4">
              <w:rPr>
                <w:vertAlign w:val="subscript"/>
              </w:rPr>
              <w:t xml:space="preserve">CARR1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2.2- For each EF</w:t>
            </w:r>
            <w:r w:rsidRPr="00C827A4">
              <w:rPr>
                <w:vertAlign w:val="subscript"/>
              </w:rPr>
              <w:t>LARRx</w:t>
            </w:r>
            <w:r w:rsidRPr="00C827A4">
              <w:t xml:space="preserve"> Applet3 calls all associated methods; UICCException.SECURITY_STATUS_NOT_SATISFIED are thrown, except on file EF</w:t>
            </w:r>
            <w:r w:rsidRPr="00C827A4">
              <w:rPr>
                <w:vertAlign w:val="subscript"/>
              </w:rPr>
              <w:t xml:space="preserve">LARR1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2.3- For each EF</w:t>
            </w:r>
            <w:r w:rsidRPr="00C827A4">
              <w:rPr>
                <w:vertAlign w:val="subscript"/>
              </w:rPr>
              <w:t>TARRx</w:t>
            </w:r>
            <w:r w:rsidRPr="00C827A4">
              <w:t xml:space="preserve"> Applet3 calls all associated methods; UICCException.SECURITY_STATUS_NOT_SATISFIED are thrown, except on file EF</w:t>
            </w:r>
            <w:r w:rsidRPr="00C827A4">
              <w:rPr>
                <w:vertAlign w:val="subscript"/>
              </w:rPr>
              <w:t xml:space="preserve">TARR1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2.4- Under each DF</w:t>
            </w:r>
            <w:r w:rsidRPr="00C827A4">
              <w:rPr>
                <w:vertAlign w:val="subscript"/>
              </w:rPr>
              <w:t>ARRx</w:t>
            </w:r>
            <w:r w:rsidRPr="00C827A4">
              <w:t xml:space="preserve"> Applet3 resize the EF</w:t>
            </w:r>
            <w:r w:rsidRPr="00C827A4">
              <w:rPr>
                <w:vertAlign w:val="subscript"/>
              </w:rPr>
              <w:t>TARxT</w:t>
            </w:r>
            <w:r w:rsidRPr="00C827A4">
              <w:t>; an UICCException.SECURITY_STATUS_NOT_SATISFIED is thrown, except on file EF</w:t>
            </w:r>
            <w:r w:rsidRPr="00C827A4">
              <w:rPr>
                <w:vertAlign w:val="subscript"/>
              </w:rPr>
              <w:t>TAR1T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2.5- Under each DF</w:t>
            </w:r>
            <w:r w:rsidRPr="00C827A4">
              <w:rPr>
                <w:vertAlign w:val="subscript"/>
              </w:rPr>
              <w:t>ARRx</w:t>
            </w:r>
            <w:r w:rsidRPr="00C827A4">
              <w:t xml:space="preserve"> Applet3 delete the EF</w:t>
            </w:r>
            <w:r w:rsidRPr="00C827A4">
              <w:rPr>
                <w:vertAlign w:val="subscript"/>
              </w:rPr>
              <w:t>TARxT</w:t>
            </w:r>
            <w:r w:rsidRPr="00C827A4">
              <w:t>; an UICCException.SECURITY_STATUS_NOT_SATISFIED is thrown, except on file EF</w:t>
            </w:r>
            <w:r w:rsidRPr="00C827A4">
              <w:rPr>
                <w:vertAlign w:val="subscript"/>
              </w:rPr>
              <w:t>TAR1T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2.6- Under each DF</w:t>
            </w:r>
            <w:r w:rsidRPr="00C827A4">
              <w:rPr>
                <w:vertAlign w:val="subscript"/>
              </w:rPr>
              <w:t>ARRx</w:t>
            </w:r>
            <w:r w:rsidRPr="00C827A4">
              <w:t xml:space="preserve"> Applet3 create an EF like the EF</w:t>
            </w:r>
            <w:r w:rsidRPr="00C827A4">
              <w:rPr>
                <w:vertAlign w:val="subscript"/>
              </w:rPr>
              <w:t>TARxT</w:t>
            </w:r>
            <w:r w:rsidRPr="00C827A4">
              <w:t>; an UICCException.SECURITY_STATUS_NOT_SATISFIED is thrown, except on file EF</w:t>
            </w:r>
            <w:r w:rsidRPr="00C827A4">
              <w:rPr>
                <w:vertAlign w:val="subscript"/>
              </w:rPr>
              <w:t>TAR1T</w:t>
            </w:r>
            <w:r w:rsidRPr="00C827A4">
              <w:t xml:space="preserve"> where the execution is successful.</w:t>
            </w:r>
          </w:p>
          <w:p w:rsidR="00FB5721" w:rsidRPr="00C827A4" w:rsidRDefault="00FB5721" w:rsidP="00621EBE">
            <w:pPr>
              <w:pStyle w:val="TAL"/>
              <w:keepNext w:val="0"/>
              <w:keepLines w:val="0"/>
            </w:pP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4</w:t>
            </w:r>
          </w:p>
        </w:tc>
        <w:tc>
          <w:tcPr>
            <w:tcW w:w="2731" w:type="dxa"/>
          </w:tcPr>
          <w:p w:rsidR="00FB5721" w:rsidRPr="00C827A4" w:rsidRDefault="00FB5721" w:rsidP="00621EBE">
            <w:pPr>
              <w:pStyle w:val="TAH"/>
              <w:keepNext w:val="0"/>
              <w:keepLines w:val="0"/>
            </w:pPr>
            <w:r w:rsidRPr="00C827A4">
              <w:t>Global PIN1 access right Applet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Applet4 installation with Global PIN1 access right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to trigger Applet4 on menu Id 1</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Send an envelope Menu Selection to trigger Applet4 on menu Id 2</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b/>
                <w:noProof w:val="0"/>
              </w:rPr>
            </w:pPr>
            <w:r w:rsidRPr="00C827A4">
              <w:rPr>
                <w:noProof w:val="0"/>
              </w:rPr>
              <w:t>3- Applet4 deletion</w:t>
            </w: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Applet4 is triggered and gets 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For each EF</w:t>
            </w:r>
            <w:r w:rsidRPr="00C827A4">
              <w:rPr>
                <w:vertAlign w:val="subscript"/>
              </w:rPr>
              <w:t>CARRx</w:t>
            </w:r>
            <w:r w:rsidRPr="00C827A4">
              <w:t xml:space="preserve"> Applet4 calls all associated methods; UICCException.SECURITY_STATUS_NOT_SATISFIED are thrown, except on file EF</w:t>
            </w:r>
            <w:r w:rsidRPr="00C827A4">
              <w:rPr>
                <w:vertAlign w:val="subscript"/>
              </w:rPr>
              <w:t xml:space="preserve">CARR4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For each EF</w:t>
            </w:r>
            <w:r w:rsidRPr="00C827A4">
              <w:rPr>
                <w:vertAlign w:val="subscript"/>
              </w:rPr>
              <w:t>LARRx</w:t>
            </w:r>
            <w:r w:rsidRPr="00C827A4">
              <w:t xml:space="preserve"> Applet4 calls all associated methods; UICCException.SECURITY_STATUS_NOT_SATISFIED are thrown, except on file EF</w:t>
            </w:r>
            <w:r w:rsidRPr="00C827A4">
              <w:rPr>
                <w:vertAlign w:val="subscript"/>
              </w:rPr>
              <w:t xml:space="preserve">LARR4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For each EF</w:t>
            </w:r>
            <w:r w:rsidRPr="00C827A4">
              <w:rPr>
                <w:vertAlign w:val="subscript"/>
              </w:rPr>
              <w:t>TARRx</w:t>
            </w:r>
            <w:r w:rsidRPr="00C827A4">
              <w:t xml:space="preserve"> Applet4 calls all associated methods; UICCException.SECURITY_STATUS_NOT_SATISFIED are thrown, except on file EF</w:t>
            </w:r>
            <w:r w:rsidRPr="00C827A4">
              <w:rPr>
                <w:vertAlign w:val="subscript"/>
              </w:rPr>
              <w:t xml:space="preserve">TARR4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Applet4 is triggered and gets AdminFileviews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2.1- For each EF</w:t>
            </w:r>
            <w:r w:rsidRPr="00C827A4">
              <w:rPr>
                <w:vertAlign w:val="subscript"/>
              </w:rPr>
              <w:t>CARRx</w:t>
            </w:r>
            <w:r w:rsidRPr="00C827A4">
              <w:t xml:space="preserve"> Applet4 calls all associated methods; UICCException.SECURITY_STATUS_NOT_SATISFIED are thrown, except on file EF</w:t>
            </w:r>
            <w:r w:rsidRPr="00C827A4">
              <w:rPr>
                <w:vertAlign w:val="subscript"/>
              </w:rPr>
              <w:t xml:space="preserve">CARR4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2.2- For each EF</w:t>
            </w:r>
            <w:r w:rsidRPr="00C827A4">
              <w:rPr>
                <w:vertAlign w:val="subscript"/>
              </w:rPr>
              <w:t>LARRx</w:t>
            </w:r>
            <w:r w:rsidRPr="00C827A4">
              <w:t xml:space="preserve"> Applet4 calls all associated methods; UICCException.SECURITY_STATUS_NOT_SATISFIED are thrown, except on file EF</w:t>
            </w:r>
            <w:r w:rsidRPr="00C827A4">
              <w:rPr>
                <w:vertAlign w:val="subscript"/>
              </w:rPr>
              <w:t xml:space="preserve">LARR4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2.3- For each EF</w:t>
            </w:r>
            <w:r w:rsidRPr="00C827A4">
              <w:rPr>
                <w:vertAlign w:val="subscript"/>
              </w:rPr>
              <w:t>TARRx</w:t>
            </w:r>
            <w:r w:rsidRPr="00C827A4">
              <w:t xml:space="preserve"> Applet4 calls all associated methods; UICCException.SECURITY_STATUS_NOT_SATISFIED are thrown, except on file EF</w:t>
            </w:r>
            <w:r w:rsidRPr="00C827A4">
              <w:rPr>
                <w:vertAlign w:val="subscript"/>
              </w:rPr>
              <w:t xml:space="preserve">TARR4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2.4- Under each DF</w:t>
            </w:r>
            <w:r w:rsidRPr="00C827A4">
              <w:rPr>
                <w:vertAlign w:val="subscript"/>
              </w:rPr>
              <w:t>ARRx</w:t>
            </w:r>
            <w:r w:rsidRPr="00C827A4">
              <w:t xml:space="preserve"> Applet4 resize the EF</w:t>
            </w:r>
            <w:r w:rsidRPr="00C827A4">
              <w:rPr>
                <w:vertAlign w:val="subscript"/>
              </w:rPr>
              <w:t>TARxT</w:t>
            </w:r>
            <w:r w:rsidRPr="00C827A4">
              <w:t>; an UICCException.SECURITY_STATUS_NOT_SATISFIED is thrown, except on file EF</w:t>
            </w:r>
            <w:r w:rsidRPr="00C827A4">
              <w:rPr>
                <w:vertAlign w:val="subscript"/>
              </w:rPr>
              <w:t>TAR4T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2.5- Under each DF</w:t>
            </w:r>
            <w:r w:rsidRPr="00C827A4">
              <w:rPr>
                <w:vertAlign w:val="subscript"/>
              </w:rPr>
              <w:t>ARRx</w:t>
            </w:r>
            <w:r w:rsidRPr="00C827A4">
              <w:t xml:space="preserve"> Applet4 delete the EF</w:t>
            </w:r>
            <w:r w:rsidRPr="00C827A4">
              <w:rPr>
                <w:vertAlign w:val="subscript"/>
              </w:rPr>
              <w:t>TARxT</w:t>
            </w:r>
            <w:r w:rsidRPr="00C827A4">
              <w:t>; an UICCException.SECURITY_STATUS_NOT_SATISFIED is thrown, except on file EF</w:t>
            </w:r>
            <w:r w:rsidRPr="00C827A4">
              <w:rPr>
                <w:vertAlign w:val="subscript"/>
              </w:rPr>
              <w:t>TAR4T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2.6- Under each DF</w:t>
            </w:r>
            <w:r w:rsidRPr="00C827A4">
              <w:rPr>
                <w:vertAlign w:val="subscript"/>
              </w:rPr>
              <w:t>ARRx</w:t>
            </w:r>
            <w:r w:rsidRPr="00C827A4">
              <w:t xml:space="preserve"> Applet4 create an EF like the EF</w:t>
            </w:r>
            <w:r w:rsidRPr="00C827A4">
              <w:rPr>
                <w:vertAlign w:val="subscript"/>
              </w:rPr>
              <w:t>TARxT</w:t>
            </w:r>
            <w:r w:rsidRPr="00C827A4">
              <w:t>; an UICCException.SECURITY_STATUS_NOT_SATISFIED is thrown, except on file EF</w:t>
            </w:r>
            <w:r w:rsidRPr="00C827A4">
              <w:rPr>
                <w:vertAlign w:val="subscript"/>
              </w:rPr>
              <w:t>TAR4T</w:t>
            </w:r>
            <w:r w:rsidRPr="00C827A4">
              <w:t xml:space="preserve"> where the execution is successful.</w:t>
            </w:r>
          </w:p>
          <w:p w:rsidR="00FB5721" w:rsidRPr="00C827A4" w:rsidRDefault="00FB5721" w:rsidP="00621EBE">
            <w:pPr>
              <w:pStyle w:val="TAL"/>
              <w:keepNext w:val="0"/>
              <w:keepLines w:val="0"/>
            </w:pP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5</w:t>
            </w:r>
          </w:p>
        </w:tc>
        <w:tc>
          <w:tcPr>
            <w:tcW w:w="2731" w:type="dxa"/>
          </w:tcPr>
          <w:p w:rsidR="00FB5721" w:rsidRPr="00C827A4" w:rsidRDefault="00FB5721" w:rsidP="00621EBE">
            <w:pPr>
              <w:pStyle w:val="TAH"/>
              <w:keepNext w:val="0"/>
              <w:keepLines w:val="0"/>
            </w:pPr>
            <w:r w:rsidRPr="00C827A4">
              <w:t>Global PIN1 &amp; ADM1 access right Applet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Applet5 installation with Global PIN1 &amp; ADM1 access right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to trigger Applet5 on menu Id 1</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Send an envelope Menu Selection to trigger Applet5 on menu Id 2</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3- Applet5 deletion</w:t>
            </w: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Applet5 is triggered and gets 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For each EFCARRx Applet5 calls all associated methods; UICCException.SECURITY_STATUS_NOT_SATISFIED are thrown, except on files EFCARR3 and EFCARR4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For each EFLARRx Applet5 calls all associated methods; UICCException.SECURITY_STATUS_NOT_SATISFIED are thrown, except on files EFCARR3 and EFCARR4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For each EFTARRx Applet5 calls all associated methods; UICCException.SECURITY_STATUS_NOT_SATISFIED are thrown, except on files EFCARR3 and EFCARR4 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Applet3 is triggered and gets AdminFileviews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2.1- For each EFCARRx Applet5 calls all associated methods; UICCException.SECURITY_STATUS_NOT_SATISFIED are thrown, except on files EF</w:t>
            </w:r>
            <w:r w:rsidRPr="00C827A4">
              <w:rPr>
                <w:vertAlign w:val="subscript"/>
              </w:rPr>
              <w:t>CARR3</w:t>
            </w:r>
            <w:r w:rsidRPr="00C827A4">
              <w:t xml:space="preserve"> and EF</w:t>
            </w:r>
            <w:r w:rsidRPr="00C827A4">
              <w:rPr>
                <w:vertAlign w:val="subscript"/>
              </w:rPr>
              <w:t xml:space="preserve">CARR4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2.2- For each EFLARRx Applet5 calls all associated methods; UICCException.SECURITY_STATUS_NOT_SATISFIED are thrown, except on files EFCARR3 and EFCARR4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2.3- For each EFTARRx Applet5 calls all associated methods; UICCException.SECURITY_STATUS_NOT_SATISFIED are thrown, except on files EFCARR3 and EFCARR4 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2.4- Under each DFARRx Applet5 resize the EFTARxT; an UICCException.SECURITY_STATUS_NOT_SATISFIED is thrown, except on files EFCARR3 and EFCARR4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2.5- Under each DFARRx Applet5 delete the EF</w:t>
            </w:r>
            <w:r w:rsidRPr="00C827A4">
              <w:rPr>
                <w:vertAlign w:val="subscript"/>
              </w:rPr>
              <w:t>TARxT</w:t>
            </w:r>
            <w:r w:rsidRPr="00C827A4">
              <w:t>; an UICCException.SECURITY_STATUS_NOT_SATISFIED is thrown, except on files EF</w:t>
            </w:r>
            <w:r w:rsidRPr="00C827A4">
              <w:rPr>
                <w:vertAlign w:val="subscript"/>
              </w:rPr>
              <w:t>CARR3</w:t>
            </w:r>
            <w:r w:rsidRPr="00C827A4">
              <w:t xml:space="preserve"> and EF</w:t>
            </w:r>
            <w:r w:rsidRPr="00C827A4">
              <w:rPr>
                <w:vertAlign w:val="subscript"/>
              </w:rPr>
              <w:t>CARR4</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2.6- Under each DFARRx Applet5 create an EF like the EF</w:t>
            </w:r>
            <w:r w:rsidRPr="00C827A4">
              <w:rPr>
                <w:vertAlign w:val="subscript"/>
              </w:rPr>
              <w:t>TARxT</w:t>
            </w:r>
            <w:r w:rsidRPr="00C827A4">
              <w:t>; an UICCException.SECURITY_STATUS_NOT_SATISFIED is thrown, except on files EF</w:t>
            </w:r>
            <w:r w:rsidRPr="00C827A4">
              <w:rPr>
                <w:vertAlign w:val="subscript"/>
              </w:rPr>
              <w:t>CARR3</w:t>
            </w:r>
            <w:r w:rsidRPr="00C827A4">
              <w:t xml:space="preserve"> and EF</w:t>
            </w:r>
            <w:r w:rsidRPr="00C827A4">
              <w:rPr>
                <w:vertAlign w:val="subscript"/>
              </w:rPr>
              <w:t xml:space="preserve">CARR4 </w:t>
            </w:r>
            <w:r w:rsidRPr="00C827A4">
              <w:t>where the execution is successful.</w:t>
            </w:r>
          </w:p>
          <w:p w:rsidR="00FB5721" w:rsidRPr="00C827A4" w:rsidRDefault="00FB5721" w:rsidP="00621EBE">
            <w:pPr>
              <w:pStyle w:val="TAL"/>
              <w:keepNext w:val="0"/>
              <w:keepLines w:val="0"/>
            </w:pP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6</w:t>
            </w:r>
          </w:p>
        </w:tc>
        <w:tc>
          <w:tcPr>
            <w:tcW w:w="2731" w:type="dxa"/>
          </w:tcPr>
          <w:p w:rsidR="00FB5721" w:rsidRPr="00C827A4" w:rsidRDefault="00FB5721" w:rsidP="00621EBE">
            <w:pPr>
              <w:pStyle w:val="TAH"/>
              <w:keepNext w:val="0"/>
              <w:keepLines w:val="0"/>
            </w:pPr>
            <w:r w:rsidRPr="00C827A4">
              <w:t>Local Pin &amp; ADM2 access right Applet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Applet6 installation with Local PIN &amp; ADM2 access right</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to trigger Applet6 on menu Id 1</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Send an envelope Menu Selection to trigger Applet6 on menu Id 2</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3- Applet6 deletion</w:t>
            </w: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Applet6 is triggered and gets 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For each EF</w:t>
            </w:r>
            <w:r w:rsidRPr="00C827A4">
              <w:rPr>
                <w:vertAlign w:val="subscript"/>
              </w:rPr>
              <w:t>CARRx</w:t>
            </w:r>
            <w:r w:rsidRPr="00C827A4">
              <w:t xml:space="preserve"> Applet6 calls all associated methods; UICCException.SECURITY_STATUS_NOT_SATISFIED are thrown, except on file EF</w:t>
            </w:r>
            <w:r w:rsidRPr="00C827A4">
              <w:rPr>
                <w:vertAlign w:val="subscript"/>
              </w:rPr>
              <w:t xml:space="preserve">CARR5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For each EF</w:t>
            </w:r>
            <w:r w:rsidRPr="00C827A4">
              <w:rPr>
                <w:vertAlign w:val="subscript"/>
              </w:rPr>
              <w:t>LARRx</w:t>
            </w:r>
            <w:r w:rsidRPr="00C827A4">
              <w:t xml:space="preserve"> Applet6 calls all associated methods; UICCException.SECURITY_STATUS_NOT_SATISFIED are thrown, except on file EF</w:t>
            </w:r>
            <w:r w:rsidRPr="00C827A4">
              <w:rPr>
                <w:vertAlign w:val="subscript"/>
              </w:rPr>
              <w:t xml:space="preserve">LARR5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For each EF</w:t>
            </w:r>
            <w:r w:rsidRPr="00C827A4">
              <w:rPr>
                <w:vertAlign w:val="subscript"/>
              </w:rPr>
              <w:t>TARRx</w:t>
            </w:r>
            <w:r w:rsidRPr="00C827A4">
              <w:t xml:space="preserve"> Applet6 calls all associated methods; UICCException.SECURITY_STATUS_NOT_SATISFIED are thrown, except on file EF</w:t>
            </w:r>
            <w:r w:rsidRPr="00C827A4">
              <w:rPr>
                <w:vertAlign w:val="subscript"/>
              </w:rPr>
              <w:t xml:space="preserve">TARR5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Applet6 is triggered and gets AdminFileviews on UICC and ADF1</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2.1- For each EF</w:t>
            </w:r>
            <w:r w:rsidRPr="00C827A4">
              <w:rPr>
                <w:vertAlign w:val="subscript"/>
              </w:rPr>
              <w:t>CARRx</w:t>
            </w:r>
            <w:r w:rsidRPr="00C827A4">
              <w:t xml:space="preserve"> Applet6 calls all associated methods; UICCException.SECURITY_STATUS_NOT_SATISFIED are thrown, except on file EF</w:t>
            </w:r>
            <w:r w:rsidRPr="00C827A4">
              <w:rPr>
                <w:vertAlign w:val="subscript"/>
              </w:rPr>
              <w:t xml:space="preserve">CARR5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2.2- For each EF</w:t>
            </w:r>
            <w:r w:rsidRPr="00C827A4">
              <w:rPr>
                <w:vertAlign w:val="subscript"/>
              </w:rPr>
              <w:t>LARRx</w:t>
            </w:r>
            <w:r w:rsidRPr="00C827A4">
              <w:t xml:space="preserve"> Applet6 calls all associated methods; UICCException.SECURITY_STATUS_NOT_SATISFIED are thrown, except on file EF</w:t>
            </w:r>
            <w:r w:rsidRPr="00C827A4">
              <w:rPr>
                <w:vertAlign w:val="subscript"/>
              </w:rPr>
              <w:t xml:space="preserve">LARR5 </w:t>
            </w:r>
            <w:r w:rsidRPr="00C827A4">
              <w:t>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2.3- For each EF</w:t>
            </w:r>
            <w:r w:rsidRPr="00C827A4">
              <w:rPr>
                <w:vertAlign w:val="subscript"/>
              </w:rPr>
              <w:t>TARRx</w:t>
            </w:r>
            <w:r w:rsidRPr="00C827A4">
              <w:t xml:space="preserve"> Applet6 calls all associated methods; UICCException.SECURITY_STATUS_NOT_SATISFIED are thrown, except on file EF</w:t>
            </w:r>
            <w:r w:rsidRPr="00C827A4">
              <w:rPr>
                <w:vertAlign w:val="subscript"/>
              </w:rPr>
              <w:t xml:space="preserve">TARR5 </w:t>
            </w:r>
            <w:r w:rsidRPr="00C827A4">
              <w:t>where the execution is sucessful.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2.4- Under each DF</w:t>
            </w:r>
            <w:r w:rsidRPr="00C827A4">
              <w:rPr>
                <w:vertAlign w:val="subscript"/>
              </w:rPr>
              <w:t>ARRx</w:t>
            </w:r>
            <w:r w:rsidRPr="00C827A4">
              <w:t xml:space="preserve"> Applet6 resize the EF</w:t>
            </w:r>
            <w:r w:rsidRPr="00C827A4">
              <w:rPr>
                <w:vertAlign w:val="subscript"/>
              </w:rPr>
              <w:t>TARxT</w:t>
            </w:r>
            <w:r w:rsidRPr="00C827A4">
              <w:t>; an UICCException.SECURITY_STATUS_NOT_SATISFIED is thrown, except on file EF</w:t>
            </w:r>
            <w:r w:rsidRPr="00C827A4">
              <w:rPr>
                <w:vertAlign w:val="subscript"/>
              </w:rPr>
              <w:t>TAR5T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2.5- Under each DF</w:t>
            </w:r>
            <w:r w:rsidRPr="00C827A4">
              <w:rPr>
                <w:vertAlign w:val="subscript"/>
              </w:rPr>
              <w:t>ARRx</w:t>
            </w:r>
            <w:r w:rsidRPr="00C827A4">
              <w:t xml:space="preserve"> Applet6 delete the EF</w:t>
            </w:r>
            <w:r w:rsidRPr="00C827A4">
              <w:rPr>
                <w:vertAlign w:val="subscript"/>
              </w:rPr>
              <w:t>TARxT</w:t>
            </w:r>
            <w:r w:rsidRPr="00C827A4">
              <w:t>; an UICCException.SECURITY_STATUS_NOT_SATISFIED is thrown, except on file EF</w:t>
            </w:r>
            <w:r w:rsidRPr="00C827A4">
              <w:rPr>
                <w:vertAlign w:val="subscript"/>
              </w:rPr>
              <w:t>TAR5T</w:t>
            </w:r>
            <w:r w:rsidRPr="00C827A4">
              <w:t xml:space="preserve"> where the execution is successful.</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2.6- Under each DF</w:t>
            </w:r>
            <w:r w:rsidRPr="00C827A4">
              <w:rPr>
                <w:vertAlign w:val="subscript"/>
              </w:rPr>
              <w:t>ARRx</w:t>
            </w:r>
            <w:r w:rsidRPr="00C827A4">
              <w:t xml:space="preserve"> Applet6 create an EF like the EF</w:t>
            </w:r>
            <w:r w:rsidRPr="00C827A4">
              <w:rPr>
                <w:vertAlign w:val="subscript"/>
              </w:rPr>
              <w:t>TARxT</w:t>
            </w:r>
            <w:r w:rsidRPr="00C827A4">
              <w:t>; an UICCException.SECURITY_STATUS_NOT_SATISFIED is thrown, except on file EF</w:t>
            </w:r>
            <w:r w:rsidRPr="00C827A4">
              <w:rPr>
                <w:vertAlign w:val="subscript"/>
              </w:rPr>
              <w:t>TAR5T</w:t>
            </w:r>
            <w:r w:rsidRPr="00C827A4">
              <w:t xml:space="preserve"> where the execution is successful.</w:t>
            </w:r>
          </w:p>
          <w:p w:rsidR="00FB5721" w:rsidRPr="00C827A4" w:rsidRDefault="00FB5721" w:rsidP="00621EBE">
            <w:pPr>
              <w:pStyle w:val="TAL"/>
              <w:keepNext w:val="0"/>
              <w:keepLines w:val="0"/>
            </w:pP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2- SW = 90 00</w:t>
            </w:r>
          </w:p>
        </w:tc>
      </w:tr>
      <w:tr w:rsidR="00FB5721" w:rsidRPr="00C827A4" w:rsidTr="0059237D">
        <w:trPr>
          <w:cantSplit/>
          <w:jc w:val="center"/>
        </w:trPr>
        <w:tc>
          <w:tcPr>
            <w:tcW w:w="386" w:type="dxa"/>
            <w:tcBorders>
              <w:left w:val="single" w:sz="4" w:space="0" w:color="auto"/>
            </w:tcBorders>
          </w:tcPr>
          <w:p w:rsidR="00FB5721" w:rsidRPr="00C827A4" w:rsidRDefault="00FB5721" w:rsidP="00621EBE">
            <w:pPr>
              <w:pStyle w:val="TAC"/>
              <w:keepNext w:val="0"/>
              <w:keepLines w:val="0"/>
            </w:pPr>
            <w:r w:rsidRPr="00C827A4">
              <w:lastRenderedPageBreak/>
              <w:t>7</w:t>
            </w:r>
          </w:p>
        </w:tc>
        <w:tc>
          <w:tcPr>
            <w:tcW w:w="2731" w:type="dxa"/>
          </w:tcPr>
          <w:p w:rsidR="00FB5721" w:rsidRPr="00C827A4" w:rsidRDefault="00FB5721" w:rsidP="00621EBE">
            <w:pPr>
              <w:pStyle w:val="TAH"/>
              <w:keepNext w:val="0"/>
              <w:keepLines w:val="0"/>
            </w:pPr>
            <w:r w:rsidRPr="00C827A4">
              <w:t>AdminFileview and Fileview acces domain parameter differenciation</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0- Applet7 installation with Always &amp; ADM1 access right for Fileview access domain</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1- Send an envelope Menu Selection on menu id 1 to trigger Applet7</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2- Applet7 deletion</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 xml:space="preserve">3- Applet7 installation with Global PIN1 &amp; ADM2 access right for AdminFileView access domain </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4- Send an envelope Menu Selection on menu id 2 to trigger Applet7</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5- Applet7 deletion</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 xml:space="preserve">6- Applet7 installation with Always &amp; ADM1 access right for Fileview access domain and Global PIN1 &amp; ADM2 access right for AdminFileView access domain, </w:t>
            </w:r>
          </w:p>
          <w:p w:rsidR="00FB5721" w:rsidRPr="00C827A4" w:rsidRDefault="00FB5721" w:rsidP="00621EBE">
            <w:pPr>
              <w:pStyle w:val="PL"/>
              <w:rPr>
                <w:noProof w:val="0"/>
              </w:rPr>
            </w:pPr>
          </w:p>
          <w:p w:rsidR="00FB5721" w:rsidRPr="00C827A4" w:rsidRDefault="00FB5721" w:rsidP="00621EBE">
            <w:pPr>
              <w:pStyle w:val="PL"/>
              <w:rPr>
                <w:noProof w:val="0"/>
              </w:rPr>
            </w:pPr>
            <w:r w:rsidRPr="00C827A4">
              <w:rPr>
                <w:noProof w:val="0"/>
              </w:rPr>
              <w:t>7- Send an envelope Menu Selection on menu id 3 to trigger Applet7</w:t>
            </w: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PL"/>
              <w:rPr>
                <w:noProof w:val="0"/>
              </w:rPr>
            </w:pPr>
          </w:p>
          <w:p w:rsidR="00FB5721" w:rsidRPr="00C827A4" w:rsidRDefault="00FB5721" w:rsidP="00621EBE">
            <w:pPr>
              <w:pStyle w:val="TAL"/>
              <w:keepNext w:val="0"/>
              <w:keepLines w:val="0"/>
            </w:pPr>
            <w:r w:rsidRPr="00C827A4">
              <w:t>8- Applet7 deletion</w:t>
            </w:r>
          </w:p>
        </w:tc>
        <w:tc>
          <w:tcPr>
            <w:tcW w:w="4568"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Applet7 is triggered and gets Fileview on UICC.</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1.1- Using the Fileview, Applet7 reads file EF</w:t>
            </w:r>
            <w:r w:rsidRPr="00C827A4">
              <w:rPr>
                <w:vertAlign w:val="subscript"/>
              </w:rPr>
              <w:t>TARR1</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1.2- Using the Fileview, Applet7 reads file EF</w:t>
            </w:r>
            <w:r w:rsidRPr="00C827A4">
              <w:rPr>
                <w:vertAlign w:val="subscript"/>
              </w:rPr>
              <w:t>TARR5</w:t>
            </w:r>
            <w:r w:rsidRPr="00C827A4">
              <w:t>. An UICCException.SECURITY_STATUS_NOT_SATISFIED is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1.3- Using the Fileview, Applet7 reads file EF</w:t>
            </w:r>
            <w:r w:rsidRPr="00C827A4">
              <w:rPr>
                <w:vertAlign w:val="subscript"/>
              </w:rPr>
              <w:t>TARR4</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4- Applet7 is triggered and gets AdminFileview on UICC.</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4.1- Using the AdminFileview, Applet7 reads file EF</w:t>
            </w:r>
            <w:r w:rsidRPr="00C827A4">
              <w:rPr>
                <w:vertAlign w:val="subscript"/>
              </w:rPr>
              <w:t>TARR1</w:t>
            </w:r>
            <w:r w:rsidRPr="00C827A4">
              <w:t>. An UICCException.SECURITY_STATUS_NOT_SATISFIED is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4.2- Using the AdminFileview, Applet7 reads file EF</w:t>
            </w:r>
            <w:r w:rsidRPr="00C827A4">
              <w:rPr>
                <w:vertAlign w:val="subscript"/>
              </w:rPr>
              <w:t>TARR5</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4.3- Using the AdminFileview, Applet7 reads file EF</w:t>
            </w:r>
            <w:r w:rsidRPr="00C827A4">
              <w:rPr>
                <w:vertAlign w:val="subscript"/>
              </w:rPr>
              <w:t>TARR4</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 Applet7 is triggered and gets Fileview and AdminFileview on UICC.</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7.1- Using the Fileview, Applet7 reads file EF</w:t>
            </w:r>
            <w:r w:rsidRPr="00C827A4">
              <w:rPr>
                <w:vertAlign w:val="subscript"/>
              </w:rPr>
              <w:t>TARR1</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7.2- Using the AdminFileview, Applet7 reads file EF</w:t>
            </w:r>
            <w:r w:rsidRPr="00C827A4">
              <w:rPr>
                <w:vertAlign w:val="subscript"/>
              </w:rPr>
              <w:t>TARR1</w:t>
            </w:r>
            <w:r w:rsidRPr="00C827A4">
              <w:t>. An UICCException.SECURITY_STATUS_NOT_SATISFIED is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7.3- Using the AdminFileview, Applet7 reads file EF</w:t>
            </w:r>
            <w:r w:rsidRPr="00C827A4">
              <w:rPr>
                <w:vertAlign w:val="subscript"/>
              </w:rPr>
              <w:t>TARR5</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7.4- Using the Fileview, Applet7 reads file EF</w:t>
            </w:r>
            <w:r w:rsidRPr="00C827A4">
              <w:rPr>
                <w:vertAlign w:val="subscript"/>
              </w:rPr>
              <w:t>TARR5</w:t>
            </w:r>
            <w:r w:rsidRPr="00C827A4">
              <w:t>. An UICCException.SECURITY_STATUS_NOT_SATISFIED is thrown</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7.5- Using the Fileview, Applet7 reads file EF</w:t>
            </w:r>
            <w:r w:rsidRPr="00C827A4">
              <w:rPr>
                <w:vertAlign w:val="subscript"/>
              </w:rPr>
              <w:t>TARR4</w:t>
            </w:r>
            <w:r w:rsidRPr="00C827A4">
              <w:t>. No exception is expected</w:t>
            </w: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7.6- Using the AdminFileview, Applet7 reads file EF</w:t>
            </w:r>
            <w:r w:rsidRPr="00C827A4">
              <w:rPr>
                <w:vertAlign w:val="subscript"/>
              </w:rPr>
              <w:t>TARR4</w:t>
            </w:r>
            <w:r w:rsidRPr="00C827A4">
              <w:t>. No exception is expected</w:t>
            </w:r>
          </w:p>
        </w:tc>
        <w:tc>
          <w:tcPr>
            <w:tcW w:w="2100" w:type="dxa"/>
          </w:tcPr>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1-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4- SW = 90 00</w:t>
            </w: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p>
          <w:p w:rsidR="00FB5721" w:rsidRPr="00C827A4" w:rsidRDefault="00FB5721" w:rsidP="00621EBE">
            <w:pPr>
              <w:pStyle w:val="TAL"/>
              <w:keepNext w:val="0"/>
              <w:keepLines w:val="0"/>
            </w:pPr>
            <w:r w:rsidRPr="00C827A4">
              <w:t>7- SW = 90 00</w:t>
            </w:r>
          </w:p>
        </w:tc>
      </w:tr>
    </w:tbl>
    <w:p w:rsidR="00FB5721" w:rsidRPr="00C827A4" w:rsidRDefault="00FB5721">
      <w:pPr>
        <w:pStyle w:val="Heading4"/>
      </w:pPr>
      <w:r w:rsidRPr="00C827A4">
        <w:lastRenderedPageBreak/>
        <w:t>5.5.7.8</w:t>
      </w:r>
      <w:r w:rsidRPr="00C827A4">
        <w:tab/>
        <w:t>Priority Level</w:t>
      </w:r>
    </w:p>
    <w:p w:rsidR="00FB5721" w:rsidRPr="00C827A4" w:rsidRDefault="00FB5721">
      <w:r w:rsidRPr="00C827A4">
        <w:t>Test Area Reference: Cre_Tin_Prlv.</w:t>
      </w:r>
    </w:p>
    <w:p w:rsidR="00FB5721" w:rsidRPr="00C827A4" w:rsidRDefault="00FB5721" w:rsidP="00D65C82">
      <w:pPr>
        <w:pStyle w:val="Heading5"/>
      </w:pPr>
      <w:r w:rsidRPr="00C827A4">
        <w:t>5.5.7.8.1</w:t>
      </w:r>
      <w:r w:rsidRPr="00C827A4">
        <w:tab/>
        <w:t>Conformance requirement</w:t>
      </w:r>
    </w:p>
    <w:p w:rsidR="00FB5721" w:rsidRPr="00C827A4" w:rsidRDefault="00FB5721">
      <w:pPr>
        <w:pStyle w:val="H6"/>
      </w:pPr>
      <w:r w:rsidRPr="00C827A4">
        <w:t>5.5.7.8.1.1</w:t>
      </w:r>
      <w:r w:rsidRPr="00C827A4">
        <w:tab/>
        <w:t>Normal execution</w:t>
      </w:r>
    </w:p>
    <w:p w:rsidR="00FB5721" w:rsidRPr="00C827A4" w:rsidRDefault="00FB5721">
      <w:pPr>
        <w:pStyle w:val="B1"/>
      </w:pPr>
      <w:r w:rsidRPr="00C827A4">
        <w:t>CRRN1: The priority specifies the order of activation of an applet compared to the other applet registered to the same event ('01': Highest priority level, 'FF' : Lowest priority level).</w:t>
      </w:r>
    </w:p>
    <w:p w:rsidR="00FB5721" w:rsidRPr="00C827A4" w:rsidRDefault="00FB5721">
      <w:pPr>
        <w:pStyle w:val="B1"/>
      </w:pPr>
      <w:r w:rsidRPr="00C827A4">
        <w:t>CRRN2: If two or more applets are registered to the same event and have the same priority level, the applets are activated according to their installation date (i.e. the most recent applet is activated first).</w:t>
      </w:r>
    </w:p>
    <w:p w:rsidR="00FB5721" w:rsidRPr="00C827A4" w:rsidRDefault="00FB5721">
      <w:pPr>
        <w:pStyle w:val="H6"/>
      </w:pPr>
      <w:r w:rsidRPr="00C827A4">
        <w:t>5.5.7.8.1.2</w:t>
      </w:r>
      <w:r w:rsidRPr="00C827A4">
        <w:tab/>
        <w:t>Parameter errors</w:t>
      </w:r>
    </w:p>
    <w:p w:rsidR="00FB5721" w:rsidRPr="00C827A4" w:rsidRDefault="00FB5721">
      <w:r w:rsidRPr="00C827A4">
        <w:t>No requirements.</w:t>
      </w:r>
    </w:p>
    <w:p w:rsidR="00FB5721" w:rsidRPr="00C827A4" w:rsidRDefault="00FB5721">
      <w:pPr>
        <w:pStyle w:val="H6"/>
      </w:pPr>
      <w:r w:rsidRPr="00C827A4">
        <w:t>5.5.7.8.1.3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5.5.7.8.2</w:t>
      </w:r>
      <w:r w:rsidRPr="00C827A4">
        <w:tab/>
        <w:t>Test area files</w:t>
      </w:r>
    </w:p>
    <w:p w:rsidR="00FB5721" w:rsidRPr="00C827A4" w:rsidRDefault="00FB5721" w:rsidP="00FB5721">
      <w:pPr>
        <w:pStyle w:val="EX"/>
      </w:pPr>
      <w:r w:rsidRPr="00C827A4">
        <w:t xml:space="preserve">Test Source: </w:t>
      </w:r>
      <w:r w:rsidRPr="00C827A4">
        <w:tab/>
        <w:t>Test_Cre_Tin_Prlv_x.java, x from 1 to 12, 8A, 8B, 9A, 9B, 10A, 10B.</w:t>
      </w:r>
    </w:p>
    <w:p w:rsidR="00FB5721" w:rsidRPr="00C827A4" w:rsidRDefault="00FB5721" w:rsidP="00FB5721">
      <w:pPr>
        <w:pStyle w:val="EX"/>
      </w:pPr>
      <w:r w:rsidRPr="00C827A4">
        <w:t xml:space="preserve">Test Applet: </w:t>
      </w:r>
      <w:r w:rsidRPr="00C827A4">
        <w:tab/>
        <w:t>Cre_Tin_Prlv_x.java, x from 1 to 12, 8A, 8B, 9A, 9B, 10A, 10B.</w:t>
      </w:r>
    </w:p>
    <w:p w:rsidR="00FB5721" w:rsidRPr="00C827A4" w:rsidRDefault="0059237D" w:rsidP="00FB5721">
      <w:pPr>
        <w:pStyle w:val="EX"/>
      </w:pPr>
      <w:r w:rsidRPr="00C827A4">
        <w:t>Cap File:</w:t>
      </w:r>
      <w:r w:rsidRPr="00C827A4">
        <w:tab/>
        <w:t>C</w:t>
      </w:r>
      <w:r w:rsidR="00FB5721" w:rsidRPr="00C827A4">
        <w:t>re_tin_prlv_x.cap, x from 1 to 12, 8A, 8B, 9A, 9B, 10A, 10B.</w:t>
      </w:r>
    </w:p>
    <w:p w:rsidR="00FB5721" w:rsidRPr="00C827A4" w:rsidRDefault="00FB5721" w:rsidP="00D65C82">
      <w:pPr>
        <w:pStyle w:val="Heading5"/>
      </w:pPr>
      <w:r w:rsidRPr="00C827A4">
        <w:t>5.5.7.8.3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1, 2, 3, 4, 6, 8, 10, 12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682" w:type="dxa"/>
          </w:tcPr>
          <w:p w:rsidR="00FB5721" w:rsidRPr="00C827A4" w:rsidRDefault="00FB5721">
            <w:pPr>
              <w:pStyle w:val="TAC"/>
              <w:keepNext w:val="0"/>
              <w:keepLines w:val="0"/>
            </w:pPr>
            <w:r w:rsidRPr="00C827A4">
              <w:t>5, 7, 9, 11</w:t>
            </w:r>
          </w:p>
        </w:tc>
      </w:tr>
    </w:tbl>
    <w:p w:rsidR="00FB5721" w:rsidRPr="00C827A4" w:rsidRDefault="00FB5721"/>
    <w:p w:rsidR="00FB5721" w:rsidRPr="00C827A4" w:rsidRDefault="00FB5721" w:rsidP="00D65C82">
      <w:pPr>
        <w:pStyle w:val="Heading5"/>
      </w:pPr>
      <w:r w:rsidRPr="00C827A4">
        <w:t>5.5.7.8.4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882"/>
        <w:gridCol w:w="2363"/>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882" w:type="dxa"/>
          </w:tcPr>
          <w:p w:rsidR="00FB5721" w:rsidRPr="00C827A4" w:rsidRDefault="00FB5721">
            <w:pPr>
              <w:pStyle w:val="TAH"/>
              <w:keepNext w:val="0"/>
              <w:keepLines w:val="0"/>
            </w:pPr>
            <w:r w:rsidRPr="00C827A4">
              <w:t>API/CAT RE Expectation</w:t>
            </w:r>
          </w:p>
        </w:tc>
        <w:tc>
          <w:tcPr>
            <w:tcW w:w="2363"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0</w:t>
            </w:r>
          </w:p>
        </w:tc>
        <w:tc>
          <w:tcPr>
            <w:tcW w:w="4111" w:type="dxa"/>
          </w:tcPr>
          <w:p w:rsidR="00FB5721" w:rsidRPr="00C827A4" w:rsidRDefault="00FB5721">
            <w:pPr>
              <w:pStyle w:val="PL"/>
              <w:rPr>
                <w:noProof w:val="0"/>
              </w:rPr>
            </w:pPr>
            <w:r w:rsidRPr="00C827A4">
              <w:rPr>
                <w:noProof w:val="0"/>
              </w:rPr>
              <w:t>All applets are registered on an EVENT_EVENT_DOWNLOAD_USER_ACTIVITY event</w:t>
            </w:r>
          </w:p>
        </w:tc>
        <w:tc>
          <w:tcPr>
            <w:tcW w:w="2882" w:type="dxa"/>
          </w:tcPr>
          <w:p w:rsidR="00FB5721" w:rsidRPr="00C827A4" w:rsidRDefault="00FB5721">
            <w:pPr>
              <w:pStyle w:val="TAH"/>
              <w:keepNext w:val="0"/>
              <w:keepLines w:val="0"/>
            </w:pP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1</w:t>
            </w:r>
          </w:p>
        </w:tc>
        <w:tc>
          <w:tcPr>
            <w:tcW w:w="4111" w:type="dxa"/>
          </w:tcPr>
          <w:p w:rsidR="00FB5721" w:rsidRPr="00C827A4" w:rsidRDefault="00FB5721">
            <w:pPr>
              <w:pStyle w:val="TAH"/>
              <w:keepNext w:val="0"/>
              <w:keepLines w:val="0"/>
              <w:rPr>
                <w:rStyle w:val="CODE"/>
                <w:b w:val="0"/>
              </w:rPr>
            </w:pPr>
            <w:r w:rsidRPr="00C827A4">
              <w:t>Trigger 2 applets with 2 different maximum Priority Levels</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Applet1 with priority level '2' and Applet2 with priority level '1', from package Cre_tin_prlv_1</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3- Delete applets instances and packages</w:t>
            </w:r>
          </w:p>
        </w:tc>
        <w:tc>
          <w:tcPr>
            <w:tcW w:w="2882" w:type="dxa"/>
          </w:tcPr>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rsidP="00FB5721">
            <w:pPr>
              <w:pStyle w:val="TAL"/>
            </w:pPr>
          </w:p>
          <w:p w:rsidR="00FB5721" w:rsidRPr="00C827A4" w:rsidRDefault="00FB5721">
            <w:pPr>
              <w:pStyle w:val="TAL"/>
              <w:keepNext w:val="0"/>
              <w:keepLines w:val="0"/>
            </w:pPr>
            <w:r w:rsidRPr="00C827A4">
              <w:t>2- A static variable is used to validate triggering order: Applet2 is triggered before Applet1</w:t>
            </w:r>
          </w:p>
          <w:p w:rsidR="00FB5721" w:rsidRPr="00C827A4" w:rsidRDefault="00FB5721" w:rsidP="00FB5721">
            <w:pPr>
              <w:pStyle w:val="TAL"/>
            </w:pP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pPr>
            <w:r w:rsidRPr="00C827A4">
              <w:lastRenderedPageBreak/>
              <w:t>2</w:t>
            </w:r>
          </w:p>
        </w:tc>
        <w:tc>
          <w:tcPr>
            <w:tcW w:w="4111" w:type="dxa"/>
          </w:tcPr>
          <w:p w:rsidR="00FB5721" w:rsidRPr="00C827A4" w:rsidRDefault="00FB5721">
            <w:pPr>
              <w:pStyle w:val="TAH"/>
              <w:rPr>
                <w:rStyle w:val="CODE"/>
                <w:b w:val="0"/>
              </w:rPr>
            </w:pPr>
            <w:r w:rsidRPr="00C827A4">
              <w:t>Trigger 2 applets with 2 different maximum Priority Levels</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Applet1 with priority level '1' and Applet2 with priority level '2', from package Cre_tin_prlv_2.</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Delete applets instances and packages</w:t>
            </w:r>
          </w:p>
        </w:tc>
        <w:tc>
          <w:tcPr>
            <w:tcW w:w="2882" w:type="dxa"/>
          </w:tcPr>
          <w:p w:rsidR="00FB5721" w:rsidRPr="00C827A4" w:rsidRDefault="00FB5721">
            <w:pPr>
              <w:pStyle w:val="TAH"/>
              <w:jc w:val="left"/>
              <w:rPr>
                <w:b w:val="0"/>
                <w:bCs/>
              </w:rPr>
            </w:pPr>
          </w:p>
          <w:p w:rsidR="00FB5721" w:rsidRPr="00C827A4" w:rsidRDefault="00FB5721">
            <w:pPr>
              <w:pStyle w:val="TAH"/>
              <w:jc w:val="left"/>
              <w:rPr>
                <w:b w:val="0"/>
                <w:bCs/>
              </w:rPr>
            </w:pPr>
          </w:p>
          <w:p w:rsidR="00FB5721" w:rsidRPr="00C827A4" w:rsidRDefault="00FB5721">
            <w:pPr>
              <w:pStyle w:val="TAH"/>
              <w:jc w:val="left"/>
              <w:rPr>
                <w:b w:val="0"/>
                <w:bCs/>
              </w:rPr>
            </w:pPr>
          </w:p>
          <w:p w:rsidR="00FB5721" w:rsidRPr="00C827A4" w:rsidRDefault="00FB5721">
            <w:pPr>
              <w:pStyle w:val="TAH"/>
              <w:jc w:val="left"/>
              <w:rPr>
                <w:b w:val="0"/>
                <w:bCs/>
              </w:rPr>
            </w:pPr>
          </w:p>
          <w:p w:rsidR="00FB5721" w:rsidRPr="00C827A4" w:rsidRDefault="00FB5721">
            <w:pPr>
              <w:pStyle w:val="TAH"/>
              <w:jc w:val="left"/>
              <w:rPr>
                <w:b w:val="0"/>
                <w:bCs/>
              </w:rPr>
            </w:pPr>
          </w:p>
          <w:p w:rsidR="00FB5721" w:rsidRPr="00C827A4" w:rsidRDefault="00FB5721">
            <w:pPr>
              <w:pStyle w:val="TAH"/>
              <w:jc w:val="left"/>
              <w:rPr>
                <w:b w:val="0"/>
                <w:bCs/>
              </w:rPr>
            </w:pPr>
          </w:p>
          <w:p w:rsidR="00FB5721" w:rsidRPr="00C827A4" w:rsidRDefault="00FB5721">
            <w:pPr>
              <w:pStyle w:val="TAH"/>
              <w:jc w:val="left"/>
              <w:rPr>
                <w:b w:val="0"/>
                <w:bCs/>
              </w:rPr>
            </w:pPr>
            <w:r w:rsidRPr="00C827A4">
              <w:rPr>
                <w:b w:val="0"/>
                <w:bCs/>
              </w:rPr>
              <w:t>2- A static variable is used to validate triggering order: Applet1 is triggered before Applet2</w:t>
            </w:r>
          </w:p>
        </w:tc>
        <w:tc>
          <w:tcPr>
            <w:tcW w:w="2363" w:type="dxa"/>
          </w:tcPr>
          <w:p w:rsidR="00FB5721" w:rsidRPr="00C827A4" w:rsidRDefault="00FB5721">
            <w:pPr>
              <w:pStyle w:val="TAL"/>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3</w:t>
            </w:r>
          </w:p>
        </w:tc>
        <w:tc>
          <w:tcPr>
            <w:tcW w:w="4111" w:type="dxa"/>
          </w:tcPr>
          <w:p w:rsidR="00FB5721" w:rsidRPr="00C827A4" w:rsidRDefault="00FB5721">
            <w:pPr>
              <w:pStyle w:val="TAH"/>
              <w:keepNext w:val="0"/>
              <w:keepLines w:val="0"/>
              <w:rPr>
                <w:rStyle w:val="CODE"/>
                <w:b w:val="0"/>
              </w:rPr>
            </w:pPr>
            <w:r w:rsidRPr="00C827A4">
              <w:t>Trigger 2 applets with 2 different  Priority Levels</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Applet1 with  priority level '80' and Applet2 with priority level '7F', from package Cre_tin_prlv_3.</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rStyle w:val="CODE"/>
                <w:b/>
                <w:noProof w:val="0"/>
              </w:rPr>
            </w:pPr>
            <w:r w:rsidRPr="00C827A4">
              <w:rPr>
                <w:noProof w:val="0"/>
              </w:rPr>
              <w:t>3- Delete applets instances and packages</w:t>
            </w:r>
          </w:p>
        </w:tc>
        <w:tc>
          <w:tcPr>
            <w:tcW w:w="2882" w:type="dxa"/>
          </w:tcPr>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H"/>
              <w:keepNext w:val="0"/>
              <w:keepLines w:val="0"/>
              <w:jc w:val="left"/>
            </w:pPr>
          </w:p>
          <w:p w:rsidR="00FB5721" w:rsidRPr="00C827A4" w:rsidRDefault="00FB5721">
            <w:pPr>
              <w:pStyle w:val="TAL"/>
              <w:keepNext w:val="0"/>
              <w:keepLines w:val="0"/>
            </w:pPr>
            <w:r w:rsidRPr="00C827A4">
              <w:t>2- A static variable is used to validate triggering order: Applet2 is triggered before Applet1</w:t>
            </w: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4</w:t>
            </w:r>
          </w:p>
        </w:tc>
        <w:tc>
          <w:tcPr>
            <w:tcW w:w="4111" w:type="dxa"/>
          </w:tcPr>
          <w:p w:rsidR="00FB5721" w:rsidRPr="00C827A4" w:rsidRDefault="00FB5721">
            <w:pPr>
              <w:pStyle w:val="TAH"/>
              <w:keepNext w:val="0"/>
              <w:keepLines w:val="0"/>
            </w:pPr>
            <w:r w:rsidRPr="00C827A4">
              <w:t>Trigger 2 applets with 2 different Priority Levels</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Applet1 with  priority level '7F' and Applet2 with priority level '80', from package Cre_tin_prlv_4</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Delete applets instances and packages</w:t>
            </w:r>
          </w:p>
        </w:tc>
        <w:tc>
          <w:tcPr>
            <w:tcW w:w="2882"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 static variable is used to validate triggering order: Applet2 is triggered before Applet1</w:t>
            </w: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5</w:t>
            </w:r>
          </w:p>
        </w:tc>
        <w:tc>
          <w:tcPr>
            <w:tcW w:w="4111" w:type="dxa"/>
          </w:tcPr>
          <w:p w:rsidR="00FB5721" w:rsidRPr="00C827A4" w:rsidRDefault="00FB5721">
            <w:pPr>
              <w:pStyle w:val="TAH"/>
              <w:keepNext w:val="0"/>
              <w:keepLines w:val="0"/>
            </w:pPr>
            <w:r w:rsidRPr="00C827A4">
              <w:t>Trigger 3 applets with the same Priority Level</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 1, 2, 3 in this order with same priority level from package Cre_tin_prlv_5</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3 applets with the EVENT_EVENT_DOWNLOAD_USER_ACTIVITY event</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3- Delete applets instances and packages</w:t>
            </w:r>
          </w:p>
        </w:tc>
        <w:tc>
          <w:tcPr>
            <w:tcW w:w="2882" w:type="dxa"/>
          </w:tcPr>
          <w:p w:rsidR="00FB5721" w:rsidRPr="00C827A4" w:rsidRDefault="00FB5721">
            <w:pPr>
              <w:pStyle w:val="TAH"/>
              <w:keepNext w:val="0"/>
              <w:keepLines w:val="0"/>
            </w:pPr>
          </w:p>
          <w:p w:rsidR="00FB5721" w:rsidRPr="00C827A4" w:rsidRDefault="00FB5721">
            <w:pPr>
              <w:pStyle w:val="TAH"/>
              <w:keepNext w:val="0"/>
              <w:keepLines w:val="0"/>
            </w:pPr>
          </w:p>
          <w:p w:rsidR="00FB5721" w:rsidRPr="00C827A4" w:rsidRDefault="00FB5721">
            <w:pPr>
              <w:pStyle w:val="TAH"/>
              <w:keepNext w:val="0"/>
              <w:keepLines w:val="0"/>
              <w:jc w:val="left"/>
            </w:pPr>
          </w:p>
          <w:p w:rsidR="00FB5721" w:rsidRPr="00C827A4" w:rsidRDefault="00FB5721">
            <w:pPr>
              <w:pStyle w:val="TAH"/>
              <w:keepNext w:val="0"/>
              <w:keepLines w:val="0"/>
              <w:rPr>
                <w:b w:val="0"/>
              </w:rPr>
            </w:pPr>
          </w:p>
          <w:p w:rsidR="00FB5721" w:rsidRPr="00C827A4" w:rsidRDefault="00FB5721">
            <w:pPr>
              <w:pStyle w:val="TAH"/>
              <w:keepNext w:val="0"/>
              <w:keepLines w:val="0"/>
              <w:jc w:val="left"/>
            </w:pPr>
          </w:p>
          <w:p w:rsidR="00FB5721" w:rsidRPr="00C827A4" w:rsidRDefault="00FB5721">
            <w:pPr>
              <w:pStyle w:val="TAL"/>
              <w:keepNext w:val="0"/>
              <w:keepLines w:val="0"/>
              <w:rPr>
                <w:bCs/>
              </w:rPr>
            </w:pPr>
            <w:r w:rsidRPr="00C827A4">
              <w:t>2-</w:t>
            </w:r>
            <w:r w:rsidRPr="00C827A4">
              <w:rPr>
                <w:b/>
                <w:bCs/>
              </w:rPr>
              <w:t xml:space="preserve"> </w:t>
            </w:r>
            <w:r w:rsidRPr="00C827A4">
              <w:rPr>
                <w:bCs/>
              </w:rPr>
              <w:t>A static variable is used to validate triggering order: Applet3 is triggered before Applet2, and Applet2 is triggered before Applet1</w:t>
            </w: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6</w:t>
            </w:r>
          </w:p>
        </w:tc>
        <w:tc>
          <w:tcPr>
            <w:tcW w:w="4111" w:type="dxa"/>
          </w:tcPr>
          <w:p w:rsidR="00FB5721" w:rsidRPr="00C827A4" w:rsidRDefault="00FB5721">
            <w:pPr>
              <w:pStyle w:val="TAH"/>
              <w:keepNext w:val="0"/>
              <w:keepLines w:val="0"/>
            </w:pPr>
            <w:r w:rsidRPr="00C827A4">
              <w:t>Trigger 2 applets from 2 classes, with 2 different Priority Level</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 Install (install) Applet1 from  class A with priority level '2' </w:t>
            </w:r>
          </w:p>
          <w:p w:rsidR="00FB5721" w:rsidRPr="00C827A4" w:rsidRDefault="00FB5721">
            <w:pPr>
              <w:pStyle w:val="PL"/>
              <w:rPr>
                <w:noProof w:val="0"/>
              </w:rPr>
            </w:pPr>
            <w:r w:rsidRPr="00C827A4">
              <w:rPr>
                <w:noProof w:val="0"/>
              </w:rPr>
              <w:t>Install (install) Applet2 from class B with priority level '1'</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rStyle w:val="CODE"/>
                <w:b/>
                <w:noProof w:val="0"/>
              </w:rPr>
            </w:pPr>
            <w:r w:rsidRPr="00C827A4">
              <w:rPr>
                <w:noProof w:val="0"/>
              </w:rPr>
              <w:t>3- Delete applets instances and packages</w:t>
            </w:r>
          </w:p>
        </w:tc>
        <w:tc>
          <w:tcPr>
            <w:tcW w:w="2882"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r w:rsidRPr="00C827A4">
              <w:rPr>
                <w:bCs/>
              </w:rPr>
              <w:t>2- A</w:t>
            </w:r>
            <w:r w:rsidRPr="00C827A4">
              <w:t xml:space="preserve"> static variable is used to validate triggering order: Applet2 is triggered before Applet1</w:t>
            </w:r>
          </w:p>
          <w:p w:rsidR="00FB5721" w:rsidRPr="00C827A4" w:rsidRDefault="00FB5721">
            <w:pPr>
              <w:pStyle w:val="TAL"/>
            </w:pP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rsidP="001F17EA">
            <w:pPr>
              <w:pStyle w:val="TAC"/>
              <w:keepLines w:val="0"/>
            </w:pPr>
            <w:r w:rsidRPr="00C827A4">
              <w:lastRenderedPageBreak/>
              <w:t>7</w:t>
            </w:r>
          </w:p>
        </w:tc>
        <w:tc>
          <w:tcPr>
            <w:tcW w:w="4111" w:type="dxa"/>
          </w:tcPr>
          <w:p w:rsidR="00FB5721" w:rsidRPr="00C827A4" w:rsidRDefault="00FB5721" w:rsidP="001F17EA">
            <w:pPr>
              <w:pStyle w:val="TAH"/>
              <w:keepLines w:val="0"/>
            </w:pPr>
            <w:r w:rsidRPr="00C827A4">
              <w:t>Trigger 2 applets from 2 classes, with the same Priority Level</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 xml:space="preserve">1- Install (install) Applet1 from class A with priority level '1' </w:t>
            </w:r>
          </w:p>
          <w:p w:rsidR="00FB5721" w:rsidRPr="00C827A4" w:rsidRDefault="00FB5721" w:rsidP="001F17EA">
            <w:pPr>
              <w:pStyle w:val="PL"/>
              <w:keepNext/>
              <w:rPr>
                <w:noProof w:val="0"/>
              </w:rPr>
            </w:pPr>
            <w:r w:rsidRPr="00C827A4">
              <w:rPr>
                <w:noProof w:val="0"/>
              </w:rPr>
              <w:t>Install (install) Applet2 from class B with priority level '1'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Send an Envelope that triggers the 2 applets with the EVENT_EVENT_DOWNLOAD_USER_ACTIVITY event</w:t>
            </w:r>
          </w:p>
          <w:p w:rsidR="00FB5721" w:rsidRPr="00C827A4" w:rsidRDefault="00FB5721" w:rsidP="001F17EA">
            <w:pPr>
              <w:pStyle w:val="PL"/>
              <w:keepNext/>
              <w:rPr>
                <w:noProof w:val="0"/>
              </w:rPr>
            </w:pPr>
          </w:p>
          <w:p w:rsidR="00FB5721" w:rsidRPr="00C827A4" w:rsidRDefault="00FB5721" w:rsidP="001F17EA">
            <w:pPr>
              <w:pStyle w:val="PL"/>
              <w:keepNext/>
              <w:rPr>
                <w:rStyle w:val="CODE"/>
                <w:b/>
                <w:noProof w:val="0"/>
              </w:rPr>
            </w:pPr>
            <w:r w:rsidRPr="00C827A4">
              <w:rPr>
                <w:noProof w:val="0"/>
              </w:rPr>
              <w:t>3- Delete applets instances and packages</w:t>
            </w:r>
          </w:p>
        </w:tc>
        <w:tc>
          <w:tcPr>
            <w:tcW w:w="2882"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 static variable is used to validate triggering order: Applet2 is triggered before Applet1</w:t>
            </w:r>
          </w:p>
          <w:p w:rsidR="00FB5721" w:rsidRPr="00C827A4" w:rsidRDefault="00FB5721" w:rsidP="001F17EA">
            <w:pPr>
              <w:pStyle w:val="TAL"/>
              <w:keepLines w:val="0"/>
            </w:pPr>
          </w:p>
          <w:p w:rsidR="00FB5721" w:rsidRPr="00C827A4" w:rsidRDefault="00FB5721" w:rsidP="001F17EA">
            <w:pPr>
              <w:pStyle w:val="TAL"/>
              <w:keepLines w:val="0"/>
            </w:pPr>
          </w:p>
        </w:tc>
        <w:tc>
          <w:tcPr>
            <w:tcW w:w="2363" w:type="dxa"/>
          </w:tcPr>
          <w:p w:rsidR="00FB5721" w:rsidRPr="00C827A4" w:rsidRDefault="00FB5721" w:rsidP="001F17EA">
            <w:pPr>
              <w:pStyle w:val="TAL"/>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8</w:t>
            </w:r>
          </w:p>
        </w:tc>
        <w:tc>
          <w:tcPr>
            <w:tcW w:w="4111" w:type="dxa"/>
          </w:tcPr>
          <w:p w:rsidR="00FB5721" w:rsidRPr="00C827A4" w:rsidRDefault="00FB5721">
            <w:pPr>
              <w:pStyle w:val="TAH"/>
              <w:keepNext w:val="0"/>
              <w:keepLines w:val="0"/>
            </w:pPr>
            <w:r w:rsidRPr="00C827A4">
              <w:t>Trigger 2 applets from 2 packages, with 2 different Priority Level</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package Cre_tin_prlv_8.</w:t>
            </w:r>
          </w:p>
          <w:p w:rsidR="00FB5721" w:rsidRPr="00C827A4" w:rsidRDefault="00FB5721">
            <w:pPr>
              <w:pStyle w:val="PL"/>
              <w:rPr>
                <w:noProof w:val="0"/>
              </w:rPr>
            </w:pPr>
            <w:r w:rsidRPr="00C827A4">
              <w:rPr>
                <w:noProof w:val="0"/>
              </w:rPr>
              <w:t xml:space="preserve">Install (install) Applet1 from package Cre_tin_prlv_8A with priority level '2' </w:t>
            </w:r>
          </w:p>
          <w:p w:rsidR="00FB5721" w:rsidRPr="00C827A4" w:rsidRDefault="00FB5721">
            <w:pPr>
              <w:pStyle w:val="PL"/>
              <w:rPr>
                <w:noProof w:val="0"/>
              </w:rPr>
            </w:pPr>
            <w:r w:rsidRPr="00C827A4">
              <w:rPr>
                <w:noProof w:val="0"/>
              </w:rPr>
              <w:t>Install (install) Applet2 from package Cre_tin_prlv_8B  with priority level '1'</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3- Delete applets instances ad packages</w:t>
            </w:r>
          </w:p>
        </w:tc>
        <w:tc>
          <w:tcPr>
            <w:tcW w:w="2882"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 static variable is used to validate triggering order: Applet2 is triggered before Applet1</w:t>
            </w: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pPr>
              <w:pStyle w:val="TAC"/>
              <w:keepNext w:val="0"/>
              <w:keepLines w:val="0"/>
            </w:pPr>
            <w:r w:rsidRPr="00C827A4">
              <w:t>9</w:t>
            </w:r>
          </w:p>
        </w:tc>
        <w:tc>
          <w:tcPr>
            <w:tcW w:w="4111" w:type="dxa"/>
          </w:tcPr>
          <w:p w:rsidR="00FB5721" w:rsidRPr="00C827A4" w:rsidRDefault="00FB5721">
            <w:pPr>
              <w:pStyle w:val="TAH"/>
              <w:keepNext w:val="0"/>
              <w:keepLines w:val="0"/>
            </w:pPr>
            <w:r w:rsidRPr="00C827A4">
              <w:t>Trigger 2 applets from 2 packages, with the same Priority Level</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package Cre_tin_prlv_9.</w:t>
            </w:r>
          </w:p>
          <w:p w:rsidR="00FB5721" w:rsidRPr="00C827A4" w:rsidRDefault="00FB5721">
            <w:pPr>
              <w:pStyle w:val="PL"/>
              <w:rPr>
                <w:noProof w:val="0"/>
              </w:rPr>
            </w:pPr>
            <w:r w:rsidRPr="00C827A4">
              <w:rPr>
                <w:noProof w:val="0"/>
              </w:rPr>
              <w:t xml:space="preserve">Install (install) Applet1 from package Cre_tin_prlv_9A and Applet2 from package Cre_tin_prlv_9B in this order, with same priority level </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that triggers the 2 applets with the EVENT_EVENT_DOWNLOAD_USER_ACTIVITY event</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3- Delete applets instances and packages</w:t>
            </w:r>
          </w:p>
        </w:tc>
        <w:tc>
          <w:tcPr>
            <w:tcW w:w="2882" w:type="dxa"/>
          </w:tcPr>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p>
          <w:p w:rsidR="00FB5721" w:rsidRPr="00C827A4" w:rsidRDefault="00FB5721">
            <w:pPr>
              <w:pStyle w:val="TAL"/>
              <w:keepNext w:val="0"/>
              <w:keepLines w:val="0"/>
            </w:pPr>
            <w:r w:rsidRPr="00C827A4">
              <w:t>2- A static variable is used to validate triggering order: Applet2 is triggered before Applet1</w:t>
            </w:r>
          </w:p>
          <w:p w:rsidR="00FB5721" w:rsidRPr="00C827A4" w:rsidRDefault="00FB5721">
            <w:pPr>
              <w:pStyle w:val="TAL"/>
              <w:keepNext w:val="0"/>
              <w:keepLines w:val="0"/>
            </w:pPr>
          </w:p>
        </w:tc>
        <w:tc>
          <w:tcPr>
            <w:tcW w:w="2363" w:type="dxa"/>
          </w:tcPr>
          <w:p w:rsidR="00FB5721" w:rsidRPr="00C827A4" w:rsidRDefault="00FB5721">
            <w:pPr>
              <w:pStyle w:val="TAL"/>
              <w:keepNext w:val="0"/>
              <w:keepLines w:val="0"/>
            </w:pPr>
          </w:p>
        </w:tc>
      </w:tr>
      <w:tr w:rsidR="00FB5721" w:rsidRPr="00C827A4">
        <w:trPr>
          <w:jc w:val="center"/>
        </w:trPr>
        <w:tc>
          <w:tcPr>
            <w:tcW w:w="425" w:type="dxa"/>
            <w:tcBorders>
              <w:left w:val="single" w:sz="4" w:space="0" w:color="auto"/>
            </w:tcBorders>
          </w:tcPr>
          <w:p w:rsidR="00FB5721" w:rsidRPr="00C827A4" w:rsidRDefault="00FB5721" w:rsidP="001F17EA">
            <w:pPr>
              <w:pStyle w:val="TAC"/>
              <w:keepNext w:val="0"/>
            </w:pPr>
            <w:r w:rsidRPr="00C827A4">
              <w:t>10</w:t>
            </w:r>
          </w:p>
        </w:tc>
        <w:tc>
          <w:tcPr>
            <w:tcW w:w="4111" w:type="dxa"/>
          </w:tcPr>
          <w:p w:rsidR="00FB5721" w:rsidRPr="00C827A4" w:rsidRDefault="00FB5721" w:rsidP="001F17EA">
            <w:pPr>
              <w:pStyle w:val="TAH"/>
              <w:keepNext w:val="0"/>
            </w:pPr>
            <w:r w:rsidRPr="00C827A4">
              <w:rPr>
                <w:rStyle w:val="CODE"/>
                <w:b w:val="0"/>
              </w:rPr>
              <w:t xml:space="preserve"> </w:t>
            </w:r>
            <w:r w:rsidRPr="00C827A4">
              <w:t>Trigger 4 applets from 2 packages</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Install packages Cre_tin_prlv_10, Cre_tin_prlv_10A and Cre_tin_prlv_10B Install (install) 2 applets 1 then 2 from package Cre_tin_prlv_10A, with respectively priority levels 1 and 2</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2- Send an Envelope that triggers the 2 applets with the EVENT_EVENT_DOWNLOAD_USER_ACTIVITY event</w:t>
            </w:r>
          </w:p>
          <w:p w:rsidR="00FB5721" w:rsidRPr="00C827A4" w:rsidRDefault="00FB5721" w:rsidP="001F17EA">
            <w:pPr>
              <w:pStyle w:val="PL"/>
              <w:rPr>
                <w:noProof w:val="0"/>
              </w:rPr>
            </w:pP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3- Install (install) 2 applets 3 then 4 from package Cre_tin_prlv_10B, with respectively priority levels 1 and 2</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4- Send an Envelope that triggers the 4 applets</w:t>
            </w:r>
          </w:p>
          <w:p w:rsidR="00FB5721" w:rsidRPr="00C827A4" w:rsidRDefault="00FB5721" w:rsidP="001F17EA">
            <w:pPr>
              <w:pStyle w:val="PL"/>
              <w:rPr>
                <w:noProof w:val="0"/>
              </w:rPr>
            </w:pPr>
          </w:p>
          <w:p w:rsidR="00FB5721" w:rsidRPr="00C827A4" w:rsidRDefault="00FB5721" w:rsidP="001F17EA">
            <w:pPr>
              <w:pStyle w:val="PL"/>
              <w:rPr>
                <w:rStyle w:val="CODE"/>
                <w:noProof w:val="0"/>
              </w:rPr>
            </w:pPr>
            <w:r w:rsidRPr="00C827A4">
              <w:rPr>
                <w:noProof w:val="0"/>
              </w:rPr>
              <w:t>5- Delete applets instances and packages</w:t>
            </w:r>
          </w:p>
        </w:tc>
        <w:tc>
          <w:tcPr>
            <w:tcW w:w="2882" w:type="dxa"/>
          </w:tcPr>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r w:rsidRPr="00C827A4">
              <w:t>2- A static variable is used to validate triggering order: Applet1  is triggered before Applet2</w:t>
            </w: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p>
          <w:p w:rsidR="00FB5721" w:rsidRPr="00C827A4" w:rsidRDefault="00FB5721" w:rsidP="001F17EA">
            <w:pPr>
              <w:pStyle w:val="TAL"/>
              <w:keepNext w:val="0"/>
            </w:pPr>
            <w:r w:rsidRPr="00C827A4">
              <w:t>4- Applet3 is triggered before applets 1, 4, then 2</w:t>
            </w:r>
          </w:p>
        </w:tc>
        <w:tc>
          <w:tcPr>
            <w:tcW w:w="2363" w:type="dxa"/>
          </w:tcPr>
          <w:p w:rsidR="00FB5721" w:rsidRPr="00C827A4" w:rsidRDefault="00FB5721" w:rsidP="001F17EA">
            <w:pPr>
              <w:pStyle w:val="TAL"/>
              <w:keepNext w:val="0"/>
            </w:pPr>
          </w:p>
        </w:tc>
      </w:tr>
      <w:tr w:rsidR="00FB5721" w:rsidRPr="00C827A4">
        <w:trPr>
          <w:jc w:val="center"/>
        </w:trPr>
        <w:tc>
          <w:tcPr>
            <w:tcW w:w="425" w:type="dxa"/>
            <w:tcBorders>
              <w:left w:val="single" w:sz="4" w:space="0" w:color="auto"/>
            </w:tcBorders>
          </w:tcPr>
          <w:p w:rsidR="00FB5721" w:rsidRPr="00C827A4" w:rsidRDefault="00FB5721" w:rsidP="001F17EA">
            <w:pPr>
              <w:pStyle w:val="TAC"/>
              <w:keepLines w:val="0"/>
            </w:pPr>
            <w:r w:rsidRPr="00C827A4">
              <w:lastRenderedPageBreak/>
              <w:t>11</w:t>
            </w:r>
          </w:p>
        </w:tc>
        <w:tc>
          <w:tcPr>
            <w:tcW w:w="4111" w:type="dxa"/>
          </w:tcPr>
          <w:p w:rsidR="00FB5721" w:rsidRPr="00C827A4" w:rsidRDefault="00FB5721" w:rsidP="001F17EA">
            <w:pPr>
              <w:pStyle w:val="TAH"/>
              <w:keepLines w:val="0"/>
            </w:pPr>
            <w:r w:rsidRPr="00C827A4">
              <w:t>Trigger 4 applets with the same Priority Level then delete them one after another and trigger them each time</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Install (install) applets 1, 2, 3, 4 in this order with same priority level from package Cre_tin_prlv_11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2- Send an Enveloppe that triggers the 4 applets with the EVENT_EVENT_DOWNLOAD_USER_ACTIVITY event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3- Delete applet instance 4</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4- Send an Enveloppe that triggers the 3 applets with the EVENT_EVENT_DOWNLOAD_USER_ACTIVITY event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5- Delete applet instance 3</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6- Send an Enveloppe that triggers the 2 applets with the EVENT_EVENT_DOWNLOAD_USER_ACTIVITY event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7- Delete remaining applet instances and packages</w:t>
            </w:r>
          </w:p>
        </w:tc>
        <w:tc>
          <w:tcPr>
            <w:tcW w:w="2882"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2- A static variable is used to validate triggering order: applets are triggered in order 4, 3, 2, 1</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4- Applets are triggered in order 3, 2, 1</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6- Applets are triggered in order 2, 1</w:t>
            </w:r>
          </w:p>
        </w:tc>
        <w:tc>
          <w:tcPr>
            <w:tcW w:w="2363" w:type="dxa"/>
          </w:tcPr>
          <w:p w:rsidR="00FB5721" w:rsidRPr="00C827A4" w:rsidRDefault="00FB5721" w:rsidP="001F17EA">
            <w:pPr>
              <w:pStyle w:val="TAL"/>
              <w:keepLines w:val="0"/>
            </w:pP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12</w:t>
            </w:r>
          </w:p>
        </w:tc>
        <w:tc>
          <w:tcPr>
            <w:tcW w:w="4111" w:type="dxa"/>
          </w:tcPr>
          <w:p w:rsidR="00FB5721" w:rsidRPr="00C827A4" w:rsidRDefault="00FB5721">
            <w:pPr>
              <w:pStyle w:val="TAH"/>
            </w:pPr>
            <w:r w:rsidRPr="00C827A4">
              <w:t>Trigger 5 applets with different Priority Levels, alternating install and delete</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(install) applets 1, 2, 3, 4 in this order with respective priority levels 1, 2, 1, 2</w:t>
            </w:r>
          </w:p>
          <w:p w:rsidR="00FB5721" w:rsidRPr="00C827A4" w:rsidRDefault="00FB5721">
            <w:pPr>
              <w:pStyle w:val="PL"/>
              <w:rPr>
                <w:noProof w:val="0"/>
              </w:rPr>
            </w:pPr>
            <w:r w:rsidRPr="00C827A4">
              <w:rPr>
                <w:noProof w:val="0"/>
              </w:rPr>
              <w:t xml:space="preserve"> </w:t>
            </w:r>
          </w:p>
          <w:p w:rsidR="00FB5721" w:rsidRPr="00C827A4" w:rsidRDefault="00FB5721">
            <w:pPr>
              <w:pStyle w:val="PL"/>
              <w:rPr>
                <w:noProof w:val="0"/>
              </w:rPr>
            </w:pPr>
            <w:r w:rsidRPr="00C827A4">
              <w:rPr>
                <w:noProof w:val="0"/>
              </w:rPr>
              <w:t>2- Send an Enveloppe that triggers the 4 applets with the EVENT_EVENT_DOWNLOAD_USER_ACTIVITY event</w:t>
            </w:r>
          </w:p>
          <w:p w:rsidR="00FB5721" w:rsidRPr="00C827A4" w:rsidRDefault="00FB5721">
            <w:pPr>
              <w:pStyle w:val="PL"/>
              <w:rPr>
                <w:noProof w:val="0"/>
              </w:rPr>
            </w:pPr>
          </w:p>
          <w:p w:rsidR="00FB5721" w:rsidRPr="00C827A4" w:rsidRDefault="00FB5721">
            <w:pPr>
              <w:pStyle w:val="PL"/>
              <w:rPr>
                <w:noProof w:val="0"/>
              </w:rPr>
            </w:pPr>
            <w:r w:rsidRPr="00C827A4">
              <w:rPr>
                <w:noProof w:val="0"/>
              </w:rPr>
              <w:t>3- Delete applet instance 1 and install (install) applet5 with priority level 2</w:t>
            </w:r>
          </w:p>
          <w:p w:rsidR="00FB5721" w:rsidRPr="00C827A4" w:rsidRDefault="00FB5721">
            <w:pPr>
              <w:pStyle w:val="PL"/>
              <w:rPr>
                <w:noProof w:val="0"/>
              </w:rPr>
            </w:pPr>
          </w:p>
          <w:p w:rsidR="00FB5721" w:rsidRPr="00C827A4" w:rsidRDefault="00FB5721">
            <w:pPr>
              <w:pStyle w:val="PL"/>
              <w:rPr>
                <w:noProof w:val="0"/>
              </w:rPr>
            </w:pPr>
            <w:r w:rsidRPr="00C827A4">
              <w:rPr>
                <w:noProof w:val="0"/>
              </w:rPr>
              <w:t>4- Send an Enveloppe that triggers the 4 applets with the EVENT_EVENT_DOWNLOAD_USER_ACTIVITY event</w:t>
            </w:r>
          </w:p>
          <w:p w:rsidR="00FB5721" w:rsidRPr="00C827A4" w:rsidRDefault="00FB5721">
            <w:pPr>
              <w:pStyle w:val="PL"/>
              <w:rPr>
                <w:noProof w:val="0"/>
              </w:rPr>
            </w:pPr>
          </w:p>
          <w:p w:rsidR="00FB5721" w:rsidRPr="00C827A4" w:rsidRDefault="00FB5721">
            <w:pPr>
              <w:pStyle w:val="PL"/>
              <w:rPr>
                <w:noProof w:val="0"/>
              </w:rPr>
            </w:pPr>
            <w:r w:rsidRPr="00C827A4">
              <w:rPr>
                <w:noProof w:val="0"/>
              </w:rPr>
              <w:t>5- Re-install (install) Applet1 with priority level 1</w:t>
            </w:r>
          </w:p>
          <w:p w:rsidR="00FB5721" w:rsidRPr="00C827A4" w:rsidRDefault="00FB5721">
            <w:pPr>
              <w:pStyle w:val="PL"/>
              <w:rPr>
                <w:noProof w:val="0"/>
              </w:rPr>
            </w:pPr>
          </w:p>
          <w:p w:rsidR="00FB5721" w:rsidRPr="00C827A4" w:rsidRDefault="00FB5721">
            <w:pPr>
              <w:pStyle w:val="PL"/>
              <w:rPr>
                <w:noProof w:val="0"/>
              </w:rPr>
            </w:pPr>
            <w:r w:rsidRPr="00C827A4">
              <w:rPr>
                <w:noProof w:val="0"/>
              </w:rPr>
              <w:t>6- Send an Enveloppe that triggers the 5 applets with the EVENT_EVENT_DOWNLOAD_USER_ACTIVITY event</w:t>
            </w:r>
          </w:p>
          <w:p w:rsidR="00FB5721" w:rsidRPr="00C827A4" w:rsidRDefault="00FB5721">
            <w:pPr>
              <w:pStyle w:val="PL"/>
              <w:rPr>
                <w:noProof w:val="0"/>
              </w:rPr>
            </w:pPr>
          </w:p>
          <w:p w:rsidR="00FB5721" w:rsidRPr="00C827A4" w:rsidRDefault="00FB5721">
            <w:pPr>
              <w:pStyle w:val="TAL"/>
            </w:pPr>
          </w:p>
        </w:tc>
        <w:tc>
          <w:tcPr>
            <w:tcW w:w="2882" w:type="dxa"/>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 xml:space="preserve">2- A static variable is used to validate triggering order:  applets are triggered in order 3, 1, 4, 2 </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Applets are triggered in order 3, 5, 4, 2</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Applets are triggered in order 1, 3, 5, 4, 2</w:t>
            </w:r>
          </w:p>
        </w:tc>
        <w:tc>
          <w:tcPr>
            <w:tcW w:w="2363" w:type="dxa"/>
          </w:tcPr>
          <w:p w:rsidR="00FB5721" w:rsidRPr="00C827A4" w:rsidRDefault="00FB5721">
            <w:pPr>
              <w:pStyle w:val="TAL"/>
            </w:pPr>
          </w:p>
        </w:tc>
      </w:tr>
    </w:tbl>
    <w:p w:rsidR="00FB5721" w:rsidRPr="00C827A4" w:rsidRDefault="00FB5721"/>
    <w:p w:rsidR="00FB5721" w:rsidRPr="00C827A4" w:rsidRDefault="00FB5721">
      <w:pPr>
        <w:pStyle w:val="Heading4"/>
      </w:pPr>
      <w:r w:rsidRPr="00C827A4">
        <w:t>5.5.7.9</w:t>
      </w:r>
      <w:r w:rsidRPr="00C827A4">
        <w:tab/>
        <w:t>Channel Allocation</w:t>
      </w:r>
    </w:p>
    <w:p w:rsidR="00FB5721" w:rsidRPr="00C827A4" w:rsidRDefault="00FB5721">
      <w:r w:rsidRPr="00C827A4">
        <w:t>Test Area Reference: Cre_Tin_Chal.</w:t>
      </w:r>
    </w:p>
    <w:p w:rsidR="00FB5721" w:rsidRPr="00C827A4" w:rsidRDefault="00FB5721" w:rsidP="00D65C82">
      <w:pPr>
        <w:pStyle w:val="Heading5"/>
      </w:pPr>
      <w:r w:rsidRPr="00C827A4">
        <w:t>5.5.7.9.1</w:t>
      </w:r>
      <w:r w:rsidRPr="00C827A4">
        <w:tab/>
        <w:t>Conformance requirement</w:t>
      </w:r>
    </w:p>
    <w:p w:rsidR="00FB5721" w:rsidRPr="00C827A4" w:rsidRDefault="00FB5721">
      <w:pPr>
        <w:pStyle w:val="H6"/>
      </w:pPr>
      <w:r w:rsidRPr="00C827A4">
        <w:t>5.5.7.9.1.1</w:t>
      </w:r>
      <w:r w:rsidRPr="00C827A4">
        <w:tab/>
        <w:t>Normal execution</w:t>
      </w:r>
    </w:p>
    <w:p w:rsidR="00FB5721" w:rsidRPr="00C827A4" w:rsidRDefault="00FB5721">
      <w:pPr>
        <w:pStyle w:val="B1"/>
      </w:pPr>
      <w:r w:rsidRPr="00C827A4">
        <w:t>CRRN1: One toolkit applet can register to several channels, but a channel can only be allocated to one toolkit applet.</w:t>
      </w:r>
    </w:p>
    <w:p w:rsidR="00FB5721" w:rsidRPr="00C827A4" w:rsidRDefault="00FB5721">
      <w:pPr>
        <w:pStyle w:val="H6"/>
      </w:pPr>
      <w:r w:rsidRPr="00C827A4">
        <w:t>5.5.7.9.1.2</w:t>
      </w:r>
      <w:r w:rsidRPr="00C827A4">
        <w:tab/>
        <w:t>Parameter errors</w:t>
      </w:r>
    </w:p>
    <w:p w:rsidR="00FB5721" w:rsidRPr="00C827A4" w:rsidRDefault="00FB5721">
      <w:r w:rsidRPr="00C827A4">
        <w:t>No requirements.</w:t>
      </w:r>
    </w:p>
    <w:p w:rsidR="00FB5721" w:rsidRPr="00C827A4" w:rsidRDefault="00FB5721">
      <w:pPr>
        <w:pStyle w:val="H6"/>
      </w:pPr>
      <w:r w:rsidRPr="00C827A4">
        <w:lastRenderedPageBreak/>
        <w:t>5.5.7.9.1.3</w:t>
      </w:r>
      <w:r w:rsidRPr="00C827A4">
        <w:tab/>
        <w:t>Context errors</w:t>
      </w:r>
    </w:p>
    <w:p w:rsidR="00FB5721" w:rsidRPr="00C827A4" w:rsidRDefault="00FB5721">
      <w:pPr>
        <w:pStyle w:val="B1"/>
      </w:pPr>
      <w:r w:rsidRPr="00C827A4">
        <w:t>CRRC1 : Allocated channels shall not exceed the maximum number of channels allowed for this applet instance.</w:t>
      </w:r>
    </w:p>
    <w:p w:rsidR="00FB5721" w:rsidRPr="00C827A4" w:rsidRDefault="00FB5721">
      <w:pPr>
        <w:pStyle w:val="B1"/>
      </w:pPr>
      <w:r w:rsidRPr="00C827A4">
        <w:t xml:space="preserve">CRRC2 : The total number of channels allocated for all the applets shall not exceed 7. If the maximum number of channels required is greater than '07' (maximum numbers of channels specified in </w:t>
      </w:r>
      <w:r w:rsidR="00F744FF" w:rsidRPr="00C827A4">
        <w:t xml:space="preserve">ETSI </w:t>
      </w:r>
      <w:r w:rsidRPr="00C827A4">
        <w:t xml:space="preserve">TS 102 223 </w:t>
      </w:r>
      <w:r w:rsidR="0047072E" w:rsidRPr="00C827A4">
        <w:t>[6]</w:t>
      </w:r>
      <w:r w:rsidRPr="00C827A4">
        <w:t>), the card shall return the Status Word '6A80', incorrect parameters in data field, to the Install(Install) command.</w:t>
      </w:r>
    </w:p>
    <w:p w:rsidR="00FB5721" w:rsidRPr="00C827A4" w:rsidRDefault="00FB5721" w:rsidP="00D65C82">
      <w:pPr>
        <w:pStyle w:val="Heading5"/>
      </w:pPr>
      <w:r w:rsidRPr="00C827A4">
        <w:t>5.5.7.9.2</w:t>
      </w:r>
      <w:r w:rsidRPr="00C827A4">
        <w:tab/>
        <w:t>Test area files</w:t>
      </w:r>
    </w:p>
    <w:p w:rsidR="00FB5721" w:rsidRPr="00C827A4" w:rsidRDefault="00FB5721" w:rsidP="00FB5721">
      <w:pPr>
        <w:pStyle w:val="EX"/>
      </w:pPr>
      <w:r w:rsidRPr="00C827A4">
        <w:t>Test Source:</w:t>
      </w:r>
      <w:r w:rsidRPr="00C827A4">
        <w:tab/>
        <w:t>Test_Cre_Tin_Chal.java.</w:t>
      </w:r>
    </w:p>
    <w:p w:rsidR="00FB5721" w:rsidRPr="00C827A4" w:rsidRDefault="00FB5721" w:rsidP="00FB5721">
      <w:pPr>
        <w:pStyle w:val="EX"/>
      </w:pPr>
      <w:r w:rsidRPr="00C827A4">
        <w:t xml:space="preserve">Test Applet: </w:t>
      </w:r>
      <w:r w:rsidRPr="00C827A4">
        <w:tab/>
        <w:t>Cre_Tin_Chal_1.java.</w:t>
      </w:r>
    </w:p>
    <w:p w:rsidR="00FB5721" w:rsidRPr="00C827A4" w:rsidRDefault="00FB5721" w:rsidP="00FB5721">
      <w:pPr>
        <w:pStyle w:val="EX"/>
      </w:pPr>
      <w:r w:rsidRPr="00C827A4">
        <w:tab/>
        <w:t>Cre_Tin_Chal_2.java.</w:t>
      </w:r>
    </w:p>
    <w:p w:rsidR="00FB5721" w:rsidRPr="00C827A4" w:rsidRDefault="00FB5721" w:rsidP="00FB5721">
      <w:pPr>
        <w:pStyle w:val="EX"/>
      </w:pPr>
      <w:r w:rsidRPr="00C827A4">
        <w:tab/>
        <w:t>Cre_Tin_Chal_3.java.</w:t>
      </w:r>
    </w:p>
    <w:p w:rsidR="00FB5721" w:rsidRPr="00C827A4" w:rsidRDefault="00FB5721" w:rsidP="00FB5721">
      <w:pPr>
        <w:pStyle w:val="EX"/>
      </w:pPr>
      <w:r w:rsidRPr="00C827A4">
        <w:t>Cap File:</w:t>
      </w:r>
      <w:r w:rsidRPr="00C827A4">
        <w:tab/>
      </w:r>
      <w:r w:rsidR="0059237D" w:rsidRPr="00C827A4">
        <w:t>C</w:t>
      </w:r>
      <w:r w:rsidRPr="00C827A4">
        <w:t>re_tin_chal.cap.</w:t>
      </w:r>
    </w:p>
    <w:p w:rsidR="00FB5721" w:rsidRPr="00C827A4" w:rsidRDefault="00FB5721" w:rsidP="00FB5721">
      <w:pPr>
        <w:pStyle w:val="Heading5"/>
      </w:pPr>
      <w:r w:rsidRPr="00C827A4">
        <w:t>5.5.7.9.3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FB5721">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FB5721">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2,3</w:t>
            </w:r>
          </w:p>
        </w:tc>
      </w:tr>
      <w:tr w:rsidR="00FB5721" w:rsidRPr="00C827A4" w:rsidTr="00FB5721">
        <w:trPr>
          <w:jc w:val="center"/>
        </w:trPr>
        <w:tc>
          <w:tcPr>
            <w:tcW w:w="2276" w:type="dxa"/>
          </w:tcPr>
          <w:p w:rsidR="00FB5721" w:rsidRPr="00C827A4" w:rsidRDefault="00FB5721">
            <w:pPr>
              <w:pStyle w:val="TAC"/>
            </w:pPr>
            <w:r w:rsidRPr="00C827A4">
              <w:t>CRRC1</w:t>
            </w:r>
          </w:p>
        </w:tc>
        <w:tc>
          <w:tcPr>
            <w:tcW w:w="2682" w:type="dxa"/>
          </w:tcPr>
          <w:p w:rsidR="00FB5721" w:rsidRPr="00C827A4" w:rsidRDefault="00FB5721">
            <w:pPr>
              <w:pStyle w:val="TAC"/>
            </w:pPr>
            <w:r w:rsidRPr="00C827A4">
              <w:t>1, 7</w:t>
            </w:r>
          </w:p>
        </w:tc>
      </w:tr>
      <w:tr w:rsidR="00FB5721" w:rsidRPr="00C827A4" w:rsidTr="00FB5721">
        <w:trPr>
          <w:jc w:val="center"/>
        </w:trPr>
        <w:tc>
          <w:tcPr>
            <w:tcW w:w="2276" w:type="dxa"/>
          </w:tcPr>
          <w:p w:rsidR="00FB5721" w:rsidRPr="00C827A4" w:rsidRDefault="00FB5721">
            <w:pPr>
              <w:pStyle w:val="TAC"/>
            </w:pPr>
            <w:r w:rsidRPr="00C827A4">
              <w:t>CRRC2</w:t>
            </w:r>
          </w:p>
        </w:tc>
        <w:tc>
          <w:tcPr>
            <w:tcW w:w="2682" w:type="dxa"/>
          </w:tcPr>
          <w:p w:rsidR="00FB5721" w:rsidRPr="00C827A4" w:rsidRDefault="00FB5721">
            <w:pPr>
              <w:pStyle w:val="TAC"/>
            </w:pPr>
            <w:r w:rsidRPr="00C827A4">
              <w:t>4,5,6</w:t>
            </w:r>
          </w:p>
        </w:tc>
      </w:tr>
    </w:tbl>
    <w:p w:rsidR="00FB5721" w:rsidRPr="00C827A4" w:rsidRDefault="00FB5721" w:rsidP="00FB5721"/>
    <w:p w:rsidR="00FB5721" w:rsidRPr="00C827A4" w:rsidRDefault="00FB5721" w:rsidP="00C616C4">
      <w:pPr>
        <w:pStyle w:val="Heading5"/>
        <w:keepNext w:val="0"/>
        <w:keepLines w:val="0"/>
      </w:pPr>
      <w:r w:rsidRPr="00C827A4">
        <w:t>5.5.7.9.4</w:t>
      </w:r>
      <w:r w:rsidRPr="00C827A4">
        <w:tab/>
        <w:t>Test procedure</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882"/>
        <w:gridCol w:w="2363"/>
      </w:tblGrid>
      <w:tr w:rsidR="00FB5721" w:rsidRPr="00C827A4" w:rsidTr="00C616C4">
        <w:trPr>
          <w:tblHeader/>
        </w:trPr>
        <w:tc>
          <w:tcPr>
            <w:tcW w:w="425" w:type="dxa"/>
            <w:tcBorders>
              <w:left w:val="single" w:sz="4" w:space="0" w:color="auto"/>
            </w:tcBorders>
          </w:tcPr>
          <w:p w:rsidR="00FB5721" w:rsidRPr="00C827A4" w:rsidRDefault="00FB5721" w:rsidP="00C616C4">
            <w:pPr>
              <w:pStyle w:val="TAH"/>
              <w:keepNext w:val="0"/>
              <w:keepLines w:val="0"/>
            </w:pPr>
            <w:r w:rsidRPr="00C827A4">
              <w:t>Id</w:t>
            </w:r>
          </w:p>
        </w:tc>
        <w:tc>
          <w:tcPr>
            <w:tcW w:w="4111" w:type="dxa"/>
          </w:tcPr>
          <w:p w:rsidR="00FB5721" w:rsidRPr="00C827A4" w:rsidRDefault="00FB5721" w:rsidP="00C616C4">
            <w:pPr>
              <w:pStyle w:val="TAH"/>
              <w:keepNext w:val="0"/>
              <w:keepLines w:val="0"/>
            </w:pPr>
            <w:r w:rsidRPr="00C827A4">
              <w:t>Description</w:t>
            </w:r>
          </w:p>
        </w:tc>
        <w:tc>
          <w:tcPr>
            <w:tcW w:w="2882" w:type="dxa"/>
          </w:tcPr>
          <w:p w:rsidR="00FB5721" w:rsidRPr="00C827A4" w:rsidRDefault="00FB5721" w:rsidP="00C616C4">
            <w:pPr>
              <w:pStyle w:val="TAH"/>
              <w:keepNext w:val="0"/>
              <w:keepLines w:val="0"/>
            </w:pPr>
            <w:r w:rsidRPr="00C827A4">
              <w:t>API/CAT RE Expectation</w:t>
            </w:r>
          </w:p>
        </w:tc>
        <w:tc>
          <w:tcPr>
            <w:tcW w:w="2363" w:type="dxa"/>
          </w:tcPr>
          <w:p w:rsidR="00FB5721" w:rsidRPr="00C827A4" w:rsidRDefault="00FB5721" w:rsidP="00C616C4">
            <w:pPr>
              <w:pStyle w:val="TAH"/>
              <w:keepNext w:val="0"/>
              <w:keepLines w:val="0"/>
            </w:pPr>
            <w:r w:rsidRPr="00C827A4">
              <w:t>APDU Expectation</w:t>
            </w: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1</w:t>
            </w:r>
          </w:p>
        </w:tc>
        <w:tc>
          <w:tcPr>
            <w:tcW w:w="4111" w:type="dxa"/>
          </w:tcPr>
          <w:p w:rsidR="00FB5721" w:rsidRPr="00C827A4" w:rsidRDefault="00FB5721" w:rsidP="00C616C4">
            <w:pPr>
              <w:pStyle w:val="TAL"/>
              <w:keepNext w:val="0"/>
              <w:keepLines w:val="0"/>
              <w:jc w:val="center"/>
              <w:rPr>
                <w:rStyle w:val="CODE"/>
                <w:b/>
              </w:rPr>
            </w:pPr>
            <w:r w:rsidRPr="00C827A4">
              <w:rPr>
                <w:b/>
              </w:rPr>
              <w:t>More than 7 channels at the instantiation of Applet1: check that Applet1 is not installed</w:t>
            </w:r>
          </w:p>
          <w:p w:rsidR="00FB5721" w:rsidRPr="00C827A4" w:rsidRDefault="00FB5721" w:rsidP="00C616C4">
            <w:pPr>
              <w:pStyle w:val="PL"/>
              <w:rPr>
                <w:noProof w:val="0"/>
              </w:rPr>
            </w:pPr>
          </w:p>
          <w:p w:rsidR="00FB5721" w:rsidRPr="00C827A4" w:rsidRDefault="00FB5721" w:rsidP="00C616C4">
            <w:pPr>
              <w:pStyle w:val="PL"/>
              <w:rPr>
                <w:noProof w:val="0"/>
              </w:rPr>
            </w:pPr>
            <w:r w:rsidRPr="00C827A4">
              <w:rPr>
                <w:noProof w:val="0"/>
              </w:rPr>
              <w:t>1-Install for install of Applet1 with maximum 8 channels allocated</w:t>
            </w:r>
          </w:p>
          <w:p w:rsidR="00FB5721" w:rsidRPr="00C827A4" w:rsidRDefault="00FB5721" w:rsidP="00C616C4">
            <w:pPr>
              <w:pStyle w:val="PL"/>
              <w:rPr>
                <w:noProof w:val="0"/>
              </w:rPr>
            </w:pPr>
          </w:p>
          <w:p w:rsidR="00FB5721" w:rsidRPr="00C827A4" w:rsidRDefault="00FB5721" w:rsidP="00C616C4">
            <w:pPr>
              <w:pStyle w:val="PL"/>
              <w:rPr>
                <w:noProof w:val="0"/>
              </w:rPr>
            </w:pPr>
            <w:r w:rsidRPr="00C827A4">
              <w:rPr>
                <w:noProof w:val="0"/>
              </w:rPr>
              <w:t>2- Select the Applet1</w:t>
            </w:r>
          </w:p>
        </w:tc>
        <w:tc>
          <w:tcPr>
            <w:tcW w:w="2882"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tc>
        <w:tc>
          <w:tcPr>
            <w:tcW w:w="2363"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2- SW = 6A 80</w:t>
            </w: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p>
        </w:tc>
        <w:tc>
          <w:tcPr>
            <w:tcW w:w="4111" w:type="dxa"/>
          </w:tcPr>
          <w:p w:rsidR="00FB5721" w:rsidRPr="00C827A4" w:rsidRDefault="00FB5721" w:rsidP="00C616C4">
            <w:pPr>
              <w:pStyle w:val="TAL"/>
              <w:keepNext w:val="0"/>
              <w:keepLines w:val="0"/>
              <w:jc w:val="center"/>
              <w:rPr>
                <w:b/>
                <w:sz w:val="16"/>
              </w:rPr>
            </w:pPr>
            <w:r w:rsidRPr="00C827A4">
              <w:rPr>
                <w:b/>
              </w:rPr>
              <w:t xml:space="preserve">Reset the card </w:t>
            </w:r>
          </w:p>
        </w:tc>
        <w:tc>
          <w:tcPr>
            <w:tcW w:w="2882" w:type="dxa"/>
          </w:tcPr>
          <w:p w:rsidR="00FB5721" w:rsidRPr="00C827A4" w:rsidRDefault="00FB5721" w:rsidP="00C616C4">
            <w:pPr>
              <w:pStyle w:val="TAL"/>
              <w:keepNext w:val="0"/>
              <w:keepLines w:val="0"/>
            </w:pPr>
          </w:p>
        </w:tc>
        <w:tc>
          <w:tcPr>
            <w:tcW w:w="2363" w:type="dxa"/>
          </w:tcPr>
          <w:p w:rsidR="00FB5721" w:rsidRPr="00C827A4" w:rsidRDefault="00FB5721" w:rsidP="00C616C4">
            <w:pPr>
              <w:pStyle w:val="TAL"/>
              <w:keepNext w:val="0"/>
              <w:keepLines w:val="0"/>
            </w:pP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2</w:t>
            </w:r>
          </w:p>
        </w:tc>
        <w:tc>
          <w:tcPr>
            <w:tcW w:w="4111" w:type="dxa"/>
          </w:tcPr>
          <w:p w:rsidR="00FB5721" w:rsidRPr="00C827A4" w:rsidRDefault="00FB5721" w:rsidP="00C616C4">
            <w:pPr>
              <w:pStyle w:val="TAL"/>
              <w:keepNext w:val="0"/>
              <w:keepLines w:val="0"/>
              <w:jc w:val="center"/>
              <w:rPr>
                <w:rStyle w:val="CODE"/>
                <w:b/>
              </w:rPr>
            </w:pPr>
            <w:r w:rsidRPr="00C827A4">
              <w:rPr>
                <w:b/>
              </w:rPr>
              <w:t>Good installation of Applet2</w:t>
            </w:r>
          </w:p>
          <w:p w:rsidR="00FB5721" w:rsidRPr="00C827A4" w:rsidRDefault="00FB5721" w:rsidP="00C616C4">
            <w:pPr>
              <w:pStyle w:val="PL"/>
              <w:rPr>
                <w:noProof w:val="0"/>
              </w:rPr>
            </w:pPr>
          </w:p>
          <w:p w:rsidR="00FB5721" w:rsidRPr="00C827A4" w:rsidRDefault="00FB5721" w:rsidP="00C616C4">
            <w:pPr>
              <w:pStyle w:val="PL"/>
              <w:rPr>
                <w:noProof w:val="0"/>
              </w:rPr>
            </w:pPr>
            <w:r w:rsidRPr="00C827A4">
              <w:rPr>
                <w:noProof w:val="0"/>
              </w:rPr>
              <w:t>Install for install of Applet2 (maximum 4 channels allocated).</w:t>
            </w:r>
          </w:p>
          <w:p w:rsidR="00FB5721" w:rsidRPr="00C827A4" w:rsidRDefault="00FB5721" w:rsidP="00C616C4">
            <w:pPr>
              <w:pStyle w:val="PL"/>
              <w:rPr>
                <w:noProof w:val="0"/>
              </w:rPr>
            </w:pPr>
          </w:p>
          <w:p w:rsidR="00FB5721" w:rsidRPr="00C827A4" w:rsidRDefault="00FB5721" w:rsidP="00C616C4">
            <w:pPr>
              <w:pStyle w:val="PL"/>
              <w:rPr>
                <w:noProof w:val="0"/>
              </w:rPr>
            </w:pPr>
          </w:p>
        </w:tc>
        <w:tc>
          <w:tcPr>
            <w:tcW w:w="2882" w:type="dxa"/>
          </w:tcPr>
          <w:p w:rsidR="00FB5721" w:rsidRPr="00C827A4" w:rsidRDefault="00FB5721" w:rsidP="00C616C4">
            <w:pPr>
              <w:pStyle w:val="TAL"/>
              <w:keepNext w:val="0"/>
              <w:keepLines w:val="0"/>
            </w:pPr>
          </w:p>
        </w:tc>
        <w:tc>
          <w:tcPr>
            <w:tcW w:w="2363"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The UICC answers with status words 90 00</w:t>
            </w: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3</w:t>
            </w:r>
          </w:p>
        </w:tc>
        <w:tc>
          <w:tcPr>
            <w:tcW w:w="4111" w:type="dxa"/>
          </w:tcPr>
          <w:p w:rsidR="00FB5721" w:rsidRPr="00C827A4" w:rsidRDefault="00FB5721" w:rsidP="00C616C4">
            <w:pPr>
              <w:pStyle w:val="TAL"/>
              <w:keepNext w:val="0"/>
              <w:keepLines w:val="0"/>
              <w:jc w:val="center"/>
              <w:rPr>
                <w:b/>
              </w:rPr>
            </w:pPr>
            <w:r w:rsidRPr="00C827A4">
              <w:rPr>
                <w:b/>
              </w:rPr>
              <w:t>Open 4 channels</w:t>
            </w:r>
          </w:p>
          <w:p w:rsidR="00FB5721" w:rsidRPr="00C827A4" w:rsidRDefault="00FB5721" w:rsidP="00C616C4">
            <w:pPr>
              <w:pStyle w:val="TAL"/>
              <w:keepNext w:val="0"/>
              <w:keepLines w:val="0"/>
              <w:jc w:val="center"/>
              <w:rPr>
                <w:rStyle w:val="CODE"/>
                <w:b/>
              </w:rPr>
            </w:pPr>
            <w:r w:rsidRPr="00C827A4">
              <w:rPr>
                <w:b/>
              </w:rPr>
              <w:t>Applet2</w:t>
            </w:r>
          </w:p>
          <w:p w:rsidR="00FB5721" w:rsidRPr="00C827A4" w:rsidRDefault="00FB5721" w:rsidP="00C616C4">
            <w:pPr>
              <w:pStyle w:val="PL"/>
              <w:rPr>
                <w:rStyle w:val="CODE"/>
                <w:noProof w:val="0"/>
              </w:rPr>
            </w:pPr>
          </w:p>
          <w:p w:rsidR="00FB5721" w:rsidRPr="00C827A4" w:rsidRDefault="00FB5721" w:rsidP="00C616C4">
            <w:pPr>
              <w:pStyle w:val="PL"/>
              <w:rPr>
                <w:noProof w:val="0"/>
              </w:rPr>
            </w:pPr>
            <w:r w:rsidRPr="00C827A4">
              <w:rPr>
                <w:noProof w:val="0"/>
              </w:rPr>
              <w:t>Applet2 builds a proactive command OPEN CHANNEL 4 times, calling init() and send() methods.</w:t>
            </w:r>
          </w:p>
          <w:p w:rsidR="00FB5721" w:rsidRPr="00C827A4" w:rsidRDefault="00FB5721" w:rsidP="00C616C4">
            <w:pPr>
              <w:pStyle w:val="PL"/>
              <w:rPr>
                <w:noProof w:val="0"/>
              </w:rPr>
            </w:pPr>
          </w:p>
        </w:tc>
        <w:tc>
          <w:tcPr>
            <w:tcW w:w="2882" w:type="dxa"/>
          </w:tcPr>
          <w:p w:rsidR="00FB5721" w:rsidRPr="00C827A4" w:rsidRDefault="00FB5721" w:rsidP="00C616C4">
            <w:pPr>
              <w:pStyle w:val="TAL"/>
              <w:keepNext w:val="0"/>
              <w:keepLines w:val="0"/>
            </w:pPr>
            <w:r w:rsidRPr="00C827A4">
              <w:t>No exception shall be thrown.</w:t>
            </w:r>
          </w:p>
          <w:p w:rsidR="00FB5721" w:rsidRPr="00C827A4" w:rsidRDefault="00FB5721" w:rsidP="00C616C4">
            <w:pPr>
              <w:pStyle w:val="TAL"/>
              <w:keepNext w:val="0"/>
              <w:keepLines w:val="0"/>
            </w:pPr>
          </w:p>
        </w:tc>
        <w:tc>
          <w:tcPr>
            <w:tcW w:w="2363" w:type="dxa"/>
          </w:tcPr>
          <w:p w:rsidR="00FB5721" w:rsidRPr="00C827A4" w:rsidRDefault="00FB5721" w:rsidP="00C616C4">
            <w:pPr>
              <w:pStyle w:val="TAL"/>
              <w:keepNext w:val="0"/>
              <w:keepLines w:val="0"/>
            </w:pPr>
            <w:r w:rsidRPr="00C827A4">
              <w:t>OPEN CHANNEL proactive command are fetched.</w:t>
            </w: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Successful TERMINAL RESPONSE of OPEN CHANNEL are sent to the UICC with Channel Id = 01 to 04</w:t>
            </w: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4</w:t>
            </w:r>
          </w:p>
        </w:tc>
        <w:tc>
          <w:tcPr>
            <w:tcW w:w="4111" w:type="dxa"/>
          </w:tcPr>
          <w:p w:rsidR="00FB5721" w:rsidRPr="00C827A4" w:rsidRDefault="00FB5721" w:rsidP="00C616C4">
            <w:pPr>
              <w:pStyle w:val="TAL"/>
              <w:keepNext w:val="0"/>
              <w:keepLines w:val="0"/>
              <w:jc w:val="center"/>
              <w:rPr>
                <w:b/>
              </w:rPr>
            </w:pPr>
            <w:r w:rsidRPr="00C827A4">
              <w:rPr>
                <w:b/>
              </w:rPr>
              <w:t>Open one more channel</w:t>
            </w:r>
          </w:p>
          <w:p w:rsidR="00FB5721" w:rsidRPr="00C827A4" w:rsidRDefault="00FB5721" w:rsidP="00C616C4">
            <w:pPr>
              <w:pStyle w:val="TAL"/>
              <w:keepNext w:val="0"/>
              <w:keepLines w:val="0"/>
              <w:jc w:val="center"/>
              <w:rPr>
                <w:rStyle w:val="CODE"/>
                <w:b/>
              </w:rPr>
            </w:pPr>
            <w:r w:rsidRPr="00C827A4">
              <w:rPr>
                <w:b/>
              </w:rPr>
              <w:t>Applet2</w:t>
            </w:r>
          </w:p>
          <w:p w:rsidR="00FB5721" w:rsidRPr="00C827A4" w:rsidRDefault="00FB5721" w:rsidP="00C616C4">
            <w:pPr>
              <w:pStyle w:val="PL"/>
              <w:rPr>
                <w:noProof w:val="0"/>
              </w:rPr>
            </w:pPr>
          </w:p>
          <w:p w:rsidR="00FB5721" w:rsidRPr="00C827A4" w:rsidRDefault="00FB5721" w:rsidP="00C616C4">
            <w:pPr>
              <w:pStyle w:val="PL"/>
              <w:rPr>
                <w:noProof w:val="0"/>
              </w:rPr>
            </w:pPr>
            <w:r w:rsidRPr="00C827A4">
              <w:rPr>
                <w:noProof w:val="0"/>
              </w:rPr>
              <w:t>Applet2 builds a proactive command OPEN CHANNEL once again, calling init() and send() methods</w:t>
            </w:r>
          </w:p>
        </w:tc>
        <w:tc>
          <w:tcPr>
            <w:tcW w:w="2882"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Shall throw a ToolkitException with reason COMMAND_NOT_ALLOWED</w:t>
            </w:r>
          </w:p>
        </w:tc>
        <w:tc>
          <w:tcPr>
            <w:tcW w:w="2363" w:type="dxa"/>
          </w:tcPr>
          <w:p w:rsidR="00FB5721" w:rsidRPr="00C827A4" w:rsidRDefault="00FB5721" w:rsidP="00C616C4">
            <w:pPr>
              <w:pStyle w:val="TAL"/>
              <w:keepNext w:val="0"/>
              <w:keepLines w:val="0"/>
            </w:pP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5</w:t>
            </w:r>
          </w:p>
        </w:tc>
        <w:tc>
          <w:tcPr>
            <w:tcW w:w="4111" w:type="dxa"/>
          </w:tcPr>
          <w:p w:rsidR="00FB5721" w:rsidRPr="00C827A4" w:rsidRDefault="00FB5721" w:rsidP="00C616C4">
            <w:pPr>
              <w:pStyle w:val="TAL"/>
              <w:keepNext w:val="0"/>
              <w:keepLines w:val="0"/>
              <w:jc w:val="center"/>
              <w:rPr>
                <w:rStyle w:val="CODE"/>
                <w:b/>
              </w:rPr>
            </w:pPr>
            <w:r w:rsidRPr="00C827A4">
              <w:rPr>
                <w:b/>
              </w:rPr>
              <w:t>Good installation of applet3</w:t>
            </w:r>
          </w:p>
          <w:p w:rsidR="00FB5721" w:rsidRPr="00C827A4" w:rsidRDefault="00FB5721" w:rsidP="00C616C4">
            <w:pPr>
              <w:pStyle w:val="PL"/>
              <w:rPr>
                <w:noProof w:val="0"/>
              </w:rPr>
            </w:pPr>
          </w:p>
          <w:p w:rsidR="00FB5721" w:rsidRPr="00C827A4" w:rsidRDefault="00FB5721" w:rsidP="00C616C4">
            <w:pPr>
              <w:pStyle w:val="PL"/>
              <w:rPr>
                <w:noProof w:val="0"/>
              </w:rPr>
            </w:pPr>
            <w:r w:rsidRPr="00C827A4">
              <w:rPr>
                <w:noProof w:val="0"/>
              </w:rPr>
              <w:t>Install for install of Applet3 (maximum 7 channels allocated)</w:t>
            </w:r>
          </w:p>
          <w:p w:rsidR="00FB5721" w:rsidRPr="00C827A4" w:rsidRDefault="00FB5721" w:rsidP="00C616C4">
            <w:pPr>
              <w:pStyle w:val="TAL"/>
              <w:keepNext w:val="0"/>
              <w:keepLines w:val="0"/>
              <w:rPr>
                <w:sz w:val="16"/>
              </w:rPr>
            </w:pPr>
          </w:p>
        </w:tc>
        <w:tc>
          <w:tcPr>
            <w:tcW w:w="2882" w:type="dxa"/>
          </w:tcPr>
          <w:p w:rsidR="00FB5721" w:rsidRPr="00C827A4" w:rsidRDefault="00FB5721" w:rsidP="00C616C4">
            <w:pPr>
              <w:pStyle w:val="TAL"/>
              <w:keepNext w:val="0"/>
              <w:keepLines w:val="0"/>
            </w:pPr>
          </w:p>
        </w:tc>
        <w:tc>
          <w:tcPr>
            <w:tcW w:w="2363"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The UICC answers with status words 90 00</w:t>
            </w:r>
          </w:p>
        </w:tc>
      </w:tr>
      <w:tr w:rsidR="00FB5721" w:rsidRPr="00C827A4" w:rsidTr="00C616C4">
        <w:tc>
          <w:tcPr>
            <w:tcW w:w="425" w:type="dxa"/>
            <w:tcBorders>
              <w:left w:val="single" w:sz="4" w:space="0" w:color="auto"/>
            </w:tcBorders>
          </w:tcPr>
          <w:p w:rsidR="00FB5721" w:rsidRPr="00C827A4" w:rsidRDefault="00FB5721" w:rsidP="00C616C4">
            <w:pPr>
              <w:pStyle w:val="TAC"/>
              <w:keepLines w:val="0"/>
            </w:pPr>
            <w:r w:rsidRPr="00C827A4">
              <w:lastRenderedPageBreak/>
              <w:t>6</w:t>
            </w:r>
          </w:p>
        </w:tc>
        <w:tc>
          <w:tcPr>
            <w:tcW w:w="4111" w:type="dxa"/>
          </w:tcPr>
          <w:p w:rsidR="00FB5721" w:rsidRPr="00C827A4" w:rsidRDefault="00FB5721" w:rsidP="00C616C4">
            <w:pPr>
              <w:pStyle w:val="TAH"/>
              <w:keepLines w:val="0"/>
            </w:pPr>
            <w:r w:rsidRPr="00C827A4">
              <w:t>Open 3 channels</w:t>
            </w:r>
          </w:p>
          <w:p w:rsidR="00FB5721" w:rsidRPr="00C827A4" w:rsidRDefault="00FB5721" w:rsidP="00C616C4">
            <w:pPr>
              <w:pStyle w:val="TAH"/>
              <w:keepLines w:val="0"/>
              <w:rPr>
                <w:rStyle w:val="CODE"/>
                <w:b w:val="0"/>
              </w:rPr>
            </w:pPr>
            <w:r w:rsidRPr="00C827A4">
              <w:t>Applet3</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Applet3 builds a proactive command OPEN CHANNEL 3 times, calling init() and send() methods</w:t>
            </w:r>
          </w:p>
        </w:tc>
        <w:tc>
          <w:tcPr>
            <w:tcW w:w="2882" w:type="dxa"/>
          </w:tcPr>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r w:rsidRPr="00C827A4">
              <w:t xml:space="preserve">No exception shall be thrown. </w:t>
            </w:r>
          </w:p>
          <w:p w:rsidR="00FB5721" w:rsidRPr="00C827A4" w:rsidRDefault="00FB5721" w:rsidP="00C616C4">
            <w:pPr>
              <w:pStyle w:val="TAL"/>
              <w:keepLines w:val="0"/>
            </w:pPr>
          </w:p>
        </w:tc>
        <w:tc>
          <w:tcPr>
            <w:tcW w:w="2363" w:type="dxa"/>
          </w:tcPr>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r w:rsidRPr="00C827A4">
              <w:t>OPEN CHANNEL proactive command is fetched</w:t>
            </w:r>
          </w:p>
          <w:p w:rsidR="00FB5721" w:rsidRPr="00C827A4" w:rsidRDefault="00FB5721" w:rsidP="00C616C4">
            <w:pPr>
              <w:pStyle w:val="TAL"/>
              <w:keepLines w:val="0"/>
            </w:pPr>
          </w:p>
          <w:p w:rsidR="00FB5721" w:rsidRPr="00C827A4" w:rsidRDefault="00FB5721" w:rsidP="00C616C4">
            <w:pPr>
              <w:pStyle w:val="TAL"/>
              <w:keepLines w:val="0"/>
            </w:pPr>
            <w:r w:rsidRPr="00C827A4">
              <w:t>Successful TERMINAL RESPONSE of OPEN CHANNEL are sent to the UICC with Channel Id from 05 to 07</w:t>
            </w:r>
          </w:p>
        </w:tc>
      </w:tr>
      <w:tr w:rsidR="00FB5721" w:rsidRPr="00C827A4" w:rsidTr="00C616C4">
        <w:tc>
          <w:tcPr>
            <w:tcW w:w="425" w:type="dxa"/>
            <w:tcBorders>
              <w:left w:val="single" w:sz="4" w:space="0" w:color="auto"/>
            </w:tcBorders>
          </w:tcPr>
          <w:p w:rsidR="00FB5721" w:rsidRPr="00C827A4" w:rsidRDefault="00FB5721" w:rsidP="00C616C4">
            <w:pPr>
              <w:pStyle w:val="TAC"/>
              <w:keepNext w:val="0"/>
              <w:keepLines w:val="0"/>
            </w:pPr>
            <w:r w:rsidRPr="00C827A4">
              <w:t>7</w:t>
            </w:r>
          </w:p>
        </w:tc>
        <w:tc>
          <w:tcPr>
            <w:tcW w:w="4111" w:type="dxa"/>
          </w:tcPr>
          <w:p w:rsidR="00FB5721" w:rsidRPr="00C827A4" w:rsidRDefault="00FB5721" w:rsidP="00C616C4">
            <w:pPr>
              <w:pStyle w:val="TAH"/>
              <w:keepNext w:val="0"/>
              <w:keepLines w:val="0"/>
            </w:pPr>
            <w:r w:rsidRPr="00C827A4">
              <w:t>Open one more channel</w:t>
            </w:r>
          </w:p>
          <w:p w:rsidR="00FB5721" w:rsidRPr="00C827A4" w:rsidRDefault="00FB5721" w:rsidP="00C616C4">
            <w:pPr>
              <w:pStyle w:val="TAH"/>
              <w:keepNext w:val="0"/>
              <w:keepLines w:val="0"/>
            </w:pPr>
            <w:r w:rsidRPr="00C827A4">
              <w:t>Applet3</w:t>
            </w:r>
          </w:p>
          <w:p w:rsidR="00FB5721" w:rsidRPr="00C827A4" w:rsidRDefault="00FB5721" w:rsidP="00C616C4">
            <w:pPr>
              <w:pStyle w:val="PL"/>
              <w:rPr>
                <w:rStyle w:val="CODE"/>
                <w:b/>
                <w:noProof w:val="0"/>
              </w:rPr>
            </w:pPr>
          </w:p>
          <w:p w:rsidR="00FB5721" w:rsidRPr="00C827A4" w:rsidRDefault="00FB5721" w:rsidP="00C616C4">
            <w:pPr>
              <w:pStyle w:val="PL"/>
              <w:rPr>
                <w:noProof w:val="0"/>
              </w:rPr>
            </w:pPr>
            <w:r w:rsidRPr="00C827A4">
              <w:rPr>
                <w:noProof w:val="0"/>
              </w:rPr>
              <w:t>Applet3 builds a proactive command OPEN CHANNEL once again, calling init() and send() methods</w:t>
            </w:r>
          </w:p>
        </w:tc>
        <w:tc>
          <w:tcPr>
            <w:tcW w:w="2882"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No exception shall be thrown.</w:t>
            </w:r>
          </w:p>
        </w:tc>
        <w:tc>
          <w:tcPr>
            <w:tcW w:w="2363" w:type="dxa"/>
          </w:tcPr>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p>
          <w:p w:rsidR="00FB5721" w:rsidRPr="00C827A4" w:rsidRDefault="00FB5721" w:rsidP="00C616C4">
            <w:pPr>
              <w:pStyle w:val="TAL"/>
              <w:keepNext w:val="0"/>
              <w:keepLines w:val="0"/>
            </w:pPr>
            <w:r w:rsidRPr="00C827A4">
              <w:t>OPEN CHANNEL proactive command is fetched.</w:t>
            </w:r>
          </w:p>
          <w:p w:rsidR="00FB5721" w:rsidRPr="00C827A4" w:rsidRDefault="00FB5721" w:rsidP="00C616C4">
            <w:pPr>
              <w:pStyle w:val="TAL"/>
              <w:keepNext w:val="0"/>
              <w:keepLines w:val="0"/>
            </w:pPr>
            <w:r w:rsidRPr="00C827A4">
              <w:t>Unsuccessful Terminal Response is sent to the UICC with 'No Channel Available' as Additional Information on Result</w:t>
            </w:r>
          </w:p>
        </w:tc>
      </w:tr>
    </w:tbl>
    <w:p w:rsidR="00FB5721" w:rsidRPr="00C827A4" w:rsidRDefault="00FB5721" w:rsidP="00C616C4"/>
    <w:p w:rsidR="00FB5721" w:rsidRPr="00C827A4" w:rsidRDefault="00FB5721" w:rsidP="00C616C4">
      <w:pPr>
        <w:pStyle w:val="Heading4"/>
        <w:keepNext w:val="0"/>
        <w:keepLines w:val="0"/>
      </w:pPr>
      <w:r w:rsidRPr="00C827A4">
        <w:t>5.5.7.10</w:t>
      </w:r>
      <w:r w:rsidRPr="00C827A4">
        <w:tab/>
        <w:t>Minimum Security Level</w:t>
      </w:r>
    </w:p>
    <w:p w:rsidR="00FB5721" w:rsidRPr="00C827A4" w:rsidRDefault="00FB5721">
      <w:r w:rsidRPr="00C827A4">
        <w:t>Test Area Reference: Cre_Tin_Mslv.</w:t>
      </w:r>
    </w:p>
    <w:p w:rsidR="00FB5721" w:rsidRPr="00C827A4" w:rsidRDefault="00FB5721" w:rsidP="009D6D22">
      <w:pPr>
        <w:pStyle w:val="Heading5"/>
      </w:pPr>
      <w:r w:rsidRPr="00C827A4">
        <w:t>5.5.7.10.1</w:t>
      </w:r>
      <w:r w:rsidRPr="00C827A4">
        <w:tab/>
        <w:t>Conformance requirement</w:t>
      </w:r>
    </w:p>
    <w:p w:rsidR="00FB5721" w:rsidRPr="00C827A4" w:rsidRDefault="00FB5721">
      <w:pPr>
        <w:pStyle w:val="H6"/>
      </w:pPr>
      <w:r w:rsidRPr="00C827A4">
        <w:t>5.5.7.10.1.1</w:t>
      </w:r>
      <w:r w:rsidRPr="00C827A4">
        <w:tab/>
        <w:t>Normal execution</w:t>
      </w:r>
    </w:p>
    <w:p w:rsidR="00FB5721" w:rsidRPr="00C827A4" w:rsidRDefault="00FB5721">
      <w:pPr>
        <w:pStyle w:val="B1"/>
      </w:pPr>
      <w:r w:rsidRPr="00C827A4">
        <w:t>CRRN1: The Receiving Entity shall check the Minimum Security Level during processing the security of the Command Packet.</w:t>
      </w:r>
    </w:p>
    <w:p w:rsidR="00FB5721" w:rsidRPr="00C827A4" w:rsidRDefault="00FB5721">
      <w:pPr>
        <w:pStyle w:val="B1"/>
      </w:pPr>
      <w:r w:rsidRPr="00C827A4">
        <w:t>CRRN2: The Receiving Entity shall reject the message if the MSL check fails.</w:t>
      </w:r>
    </w:p>
    <w:p w:rsidR="00FB5721" w:rsidRPr="00C827A4" w:rsidRDefault="00FB5721">
      <w:pPr>
        <w:pStyle w:val="B1"/>
      </w:pPr>
      <w:r w:rsidRPr="00C827A4">
        <w:t>CRRN3: If the check fails, the Receiving Entity shall reject the messages and a Response Packet with the 'Insufficient Security Level' Response Status Code shall be sent if required.</w:t>
      </w:r>
    </w:p>
    <w:p w:rsidR="00FB5721" w:rsidRPr="00C827A4" w:rsidRDefault="00FB5721">
      <w:pPr>
        <w:pStyle w:val="B1"/>
      </w:pPr>
      <w:r w:rsidRPr="00C827A4">
        <w:t>CRRN4: If the length of the Minimum Security Level field is greater than zero, the Minimum Security Level is used to specify the minimum level of security to be applied to Secured Packets. The first byte shall be the MSL Parameter, other bytes shall be the MSL Data.</w:t>
      </w:r>
    </w:p>
    <w:p w:rsidR="00FB5721" w:rsidRPr="00C827A4" w:rsidRDefault="00FB5721">
      <w:pPr>
        <w:pStyle w:val="B1"/>
      </w:pPr>
      <w:r w:rsidRPr="00C827A4">
        <w:t>CRRN5: If the length of the Minimum Security Level field is zero, no minimum security level check shall be performed by the receiving entity.</w:t>
      </w:r>
    </w:p>
    <w:p w:rsidR="00FB5721" w:rsidRPr="00C827A4" w:rsidRDefault="00FB5721">
      <w:pPr>
        <w:pStyle w:val="H6"/>
      </w:pPr>
      <w:r w:rsidRPr="00C827A4">
        <w:t>5.5.7.10.1.2</w:t>
      </w:r>
      <w:r w:rsidRPr="00C827A4">
        <w:tab/>
        <w:t>Parameter errors</w:t>
      </w:r>
    </w:p>
    <w:p w:rsidR="00FB5721" w:rsidRPr="00C827A4" w:rsidRDefault="00FB5721">
      <w:r w:rsidRPr="00C827A4">
        <w:t>No requirements.</w:t>
      </w:r>
    </w:p>
    <w:p w:rsidR="00FB5721" w:rsidRPr="00C827A4" w:rsidRDefault="00FB5721">
      <w:pPr>
        <w:pStyle w:val="H6"/>
      </w:pPr>
      <w:r w:rsidRPr="00C827A4">
        <w:t>5.5.7.10.1.3</w:t>
      </w:r>
      <w:r w:rsidRPr="00C827A4">
        <w:tab/>
        <w:t>Context errors</w:t>
      </w:r>
    </w:p>
    <w:p w:rsidR="00FB5721" w:rsidRPr="00C827A4" w:rsidRDefault="00FB5721">
      <w:r w:rsidRPr="00C827A4">
        <w:t>No requirements.</w:t>
      </w:r>
    </w:p>
    <w:p w:rsidR="00FB5721" w:rsidRPr="00C827A4" w:rsidRDefault="00FB5721" w:rsidP="009D6D22">
      <w:pPr>
        <w:pStyle w:val="Heading5"/>
      </w:pPr>
      <w:r w:rsidRPr="00C827A4">
        <w:t>5.5.7.10.2</w:t>
      </w:r>
      <w:r w:rsidRPr="00C827A4">
        <w:tab/>
        <w:t>Test area files</w:t>
      </w:r>
    </w:p>
    <w:p w:rsidR="00FB5721" w:rsidRPr="00C827A4" w:rsidRDefault="00FB5721" w:rsidP="00FB5721">
      <w:r w:rsidRPr="00C827A4">
        <w:t>None.</w:t>
      </w:r>
    </w:p>
    <w:p w:rsidR="00FB5721" w:rsidRPr="00C827A4" w:rsidRDefault="00FB5721" w:rsidP="009D6D22">
      <w:pPr>
        <w:pStyle w:val="Heading5"/>
      </w:pPr>
      <w:r w:rsidRPr="00C827A4">
        <w:lastRenderedPageBreak/>
        <w:t>5.5.7.10.3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FB5721">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FB5721">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CRRN4</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CRRN5</w:t>
            </w:r>
          </w:p>
        </w:tc>
        <w:tc>
          <w:tcPr>
            <w:tcW w:w="2682" w:type="dxa"/>
          </w:tcPr>
          <w:p w:rsidR="00FB5721" w:rsidRPr="00C827A4" w:rsidRDefault="00FB5721">
            <w:pPr>
              <w:pStyle w:val="TAC"/>
            </w:pPr>
            <w:r w:rsidRPr="00C827A4">
              <w:t>Not applicable</w:t>
            </w:r>
          </w:p>
        </w:tc>
      </w:tr>
    </w:tbl>
    <w:p w:rsidR="00FB5721" w:rsidRPr="00C827A4" w:rsidRDefault="00FB5721"/>
    <w:p w:rsidR="00FB5721" w:rsidRPr="00C827A4" w:rsidRDefault="00FB5721" w:rsidP="009D6D22">
      <w:pPr>
        <w:pStyle w:val="Heading5"/>
      </w:pPr>
      <w:r w:rsidRPr="00C827A4">
        <w:t>5.5.7.10.4</w:t>
      </w:r>
      <w:r w:rsidRPr="00C827A4">
        <w:tab/>
        <w:t>Test procedure</w:t>
      </w:r>
    </w:p>
    <w:p w:rsidR="00FB5721" w:rsidRPr="00C827A4" w:rsidRDefault="00FB5721" w:rsidP="00FB5721">
      <w:r w:rsidRPr="00C827A4">
        <w:t>Not applicable.</w:t>
      </w:r>
    </w:p>
    <w:p w:rsidR="00FB5721" w:rsidRPr="00C827A4" w:rsidRDefault="00FB5721">
      <w:pPr>
        <w:pStyle w:val="Heading4"/>
      </w:pPr>
      <w:r w:rsidRPr="00C827A4">
        <w:t>5.5.7.11</w:t>
      </w:r>
      <w:r w:rsidRPr="00C827A4">
        <w:tab/>
        <w:t>TAR Value(s) of the Toolkit Application instance</w:t>
      </w:r>
    </w:p>
    <w:p w:rsidR="00FB5721" w:rsidRPr="00C827A4" w:rsidRDefault="00FB5721">
      <w:r w:rsidRPr="00C827A4">
        <w:t>Test Area Reference: Cre_Tin_Tarv.</w:t>
      </w:r>
    </w:p>
    <w:p w:rsidR="00FB5721" w:rsidRPr="00C827A4" w:rsidRDefault="00FB5721" w:rsidP="009D6D22">
      <w:pPr>
        <w:pStyle w:val="Heading5"/>
      </w:pPr>
      <w:r w:rsidRPr="00C827A4">
        <w:t>5.5.7.11.1</w:t>
      </w:r>
      <w:r w:rsidRPr="00C827A4">
        <w:tab/>
        <w:t>Conformance requirement</w:t>
      </w:r>
    </w:p>
    <w:p w:rsidR="00FB5721" w:rsidRPr="00C827A4" w:rsidRDefault="00FB5721">
      <w:pPr>
        <w:pStyle w:val="H6"/>
      </w:pPr>
      <w:r w:rsidRPr="00C827A4">
        <w:t>5.5.7.11.1.1</w:t>
      </w:r>
      <w:r w:rsidRPr="00C827A4">
        <w:tab/>
        <w:t>Normal execution</w:t>
      </w:r>
    </w:p>
    <w:p w:rsidR="00FB5721" w:rsidRPr="00C827A4" w:rsidRDefault="00FB5721">
      <w:pPr>
        <w:pStyle w:val="B1"/>
      </w:pPr>
      <w:r w:rsidRPr="00C827A4">
        <w:t>CRRN1: It is possible to define several TAR Values at the installation of a Toolkit Application.</w:t>
      </w:r>
    </w:p>
    <w:p w:rsidR="00FB5721" w:rsidRPr="00C827A4" w:rsidRDefault="00FB5721">
      <w:pPr>
        <w:pStyle w:val="B1"/>
      </w:pPr>
      <w:r w:rsidRPr="00C827A4">
        <w:t>CRRN2: If the length of TAR Value(s) is zero, the TAR may be taken out of the AID, if any.</w:t>
      </w:r>
    </w:p>
    <w:p w:rsidR="00FB5721" w:rsidRPr="00C827A4" w:rsidRDefault="00FB5721">
      <w:pPr>
        <w:pStyle w:val="B1"/>
      </w:pPr>
      <w:r w:rsidRPr="00C827A4">
        <w:t>CRRN3: If the length of the TAR Value(s) is greater than zero then the application instance shall be installed with the TAR Value(s) field defined above and the TAR indicated in the AID if any shall be ignored.</w:t>
      </w:r>
    </w:p>
    <w:p w:rsidR="00FB5721" w:rsidRPr="00C827A4" w:rsidRDefault="00FB5721">
      <w:pPr>
        <w:pStyle w:val="H6"/>
      </w:pPr>
      <w:r w:rsidRPr="00C827A4">
        <w:t>5.5.7.11.1.2</w:t>
      </w:r>
      <w:r w:rsidRPr="00C827A4">
        <w:tab/>
        <w:t>Parameter errors</w:t>
      </w:r>
    </w:p>
    <w:p w:rsidR="00FB5721" w:rsidRPr="00C827A4" w:rsidRDefault="00FB5721">
      <w:r w:rsidRPr="00C827A4">
        <w:t>No requirements.</w:t>
      </w:r>
    </w:p>
    <w:p w:rsidR="00FB5721" w:rsidRPr="00C827A4" w:rsidRDefault="00FB5721">
      <w:pPr>
        <w:pStyle w:val="H6"/>
      </w:pPr>
      <w:r w:rsidRPr="00C827A4">
        <w:t>5.5.7.11.1.3</w:t>
      </w:r>
      <w:r w:rsidRPr="00C827A4">
        <w:tab/>
        <w:t>Context errors</w:t>
      </w:r>
    </w:p>
    <w:p w:rsidR="00FB5721" w:rsidRPr="00C827A4" w:rsidRDefault="00FB5721">
      <w:pPr>
        <w:pStyle w:val="B1"/>
      </w:pPr>
      <w:r w:rsidRPr="00C827A4">
        <w:t>CRRC1 If a TAR Value(s) is already assigned on the card for a Toolkit Application instance, the card shall return the Status Word '6A80', incorrect parameters in data field, to the</w:t>
      </w:r>
      <w:r w:rsidR="0059237D" w:rsidRPr="00C827A4">
        <w:t xml:space="preserve"> INSTALL [for install] command.</w:t>
      </w:r>
    </w:p>
    <w:p w:rsidR="00FB5721" w:rsidRPr="00C827A4" w:rsidRDefault="00FB5721">
      <w:pPr>
        <w:pStyle w:val="B1"/>
      </w:pPr>
      <w:r w:rsidRPr="00C827A4">
        <w:t>CRRC1 If the length of TAR Value(s) field is incorrect, the card shall return the Status Word '6A80', incorrect parameters in data field, to the</w:t>
      </w:r>
      <w:r w:rsidR="0059237D" w:rsidRPr="00C827A4">
        <w:t xml:space="preserve"> INSTALL [for install] command.</w:t>
      </w:r>
    </w:p>
    <w:p w:rsidR="00FB5721" w:rsidRPr="00C827A4" w:rsidRDefault="00FB5721" w:rsidP="009D6D22">
      <w:pPr>
        <w:pStyle w:val="Heading5"/>
      </w:pPr>
      <w:r w:rsidRPr="00C827A4">
        <w:t>5.5.7.11.2</w:t>
      </w:r>
      <w:r w:rsidRPr="00C827A4">
        <w:tab/>
        <w:t>Test area files</w:t>
      </w:r>
    </w:p>
    <w:p w:rsidR="00FB5721" w:rsidRPr="00C827A4" w:rsidRDefault="00FB5721" w:rsidP="00FB5721">
      <w:pPr>
        <w:pStyle w:val="EX"/>
      </w:pPr>
      <w:r w:rsidRPr="00C827A4">
        <w:t>Test Source:</w:t>
      </w:r>
      <w:r w:rsidRPr="00C827A4">
        <w:tab/>
        <w:t>Test_Cre_Tin_Tarv.java.</w:t>
      </w:r>
    </w:p>
    <w:p w:rsidR="00FB5721" w:rsidRPr="00C827A4" w:rsidRDefault="00FB5721" w:rsidP="00FB5721">
      <w:pPr>
        <w:pStyle w:val="EX"/>
      </w:pPr>
      <w:r w:rsidRPr="00C827A4">
        <w:t xml:space="preserve">Test Applet: </w:t>
      </w:r>
      <w:r w:rsidRPr="00C827A4">
        <w:tab/>
        <w:t>Cre_Tin_Tarv_1.java.</w:t>
      </w:r>
    </w:p>
    <w:p w:rsidR="00FB5721" w:rsidRPr="00C827A4" w:rsidRDefault="00FB5721" w:rsidP="00FB5721">
      <w:pPr>
        <w:pStyle w:val="EX"/>
      </w:pPr>
      <w:r w:rsidRPr="00C827A4">
        <w:tab/>
        <w:t>Cre_Tin_Tarv_2.java.</w:t>
      </w:r>
    </w:p>
    <w:p w:rsidR="00FB5721" w:rsidRPr="00C827A4" w:rsidRDefault="00FB5721" w:rsidP="00FB5721">
      <w:pPr>
        <w:pStyle w:val="EX"/>
      </w:pPr>
      <w:r w:rsidRPr="00C827A4">
        <w:t>Cap File:</w:t>
      </w:r>
      <w:r w:rsidRPr="00C827A4">
        <w:tab/>
      </w:r>
      <w:r w:rsidR="0059237D" w:rsidRPr="00C827A4">
        <w:t>C</w:t>
      </w:r>
      <w:r w:rsidRPr="00C827A4">
        <w:t>re_tin_tarv.cap.</w:t>
      </w:r>
    </w:p>
    <w:p w:rsidR="00FB5721" w:rsidRPr="00C827A4" w:rsidRDefault="00FB5721" w:rsidP="009D6D22">
      <w:pPr>
        <w:pStyle w:val="Heading5"/>
      </w:pPr>
      <w:r w:rsidRPr="00C827A4">
        <w:t>5.5.7.11.3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FB5721">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FB5721">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1 (but partially tested only)</w:t>
            </w:r>
          </w:p>
        </w:tc>
      </w:tr>
      <w:tr w:rsidR="00FB5721" w:rsidRPr="00C827A4" w:rsidTr="00FB5721">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Not applicable</w:t>
            </w:r>
          </w:p>
        </w:tc>
      </w:tr>
      <w:tr w:rsidR="00FB5721" w:rsidRPr="00C827A4" w:rsidTr="00FB5721">
        <w:trPr>
          <w:jc w:val="center"/>
        </w:trPr>
        <w:tc>
          <w:tcPr>
            <w:tcW w:w="2276" w:type="dxa"/>
          </w:tcPr>
          <w:p w:rsidR="00FB5721" w:rsidRPr="00C827A4" w:rsidRDefault="00FB5721">
            <w:pPr>
              <w:pStyle w:val="TAC"/>
            </w:pPr>
            <w:r w:rsidRPr="00C827A4">
              <w:t>CRRC1</w:t>
            </w:r>
          </w:p>
        </w:tc>
        <w:tc>
          <w:tcPr>
            <w:tcW w:w="2682" w:type="dxa"/>
          </w:tcPr>
          <w:p w:rsidR="00FB5721" w:rsidRPr="00C827A4" w:rsidRDefault="00FB5721">
            <w:pPr>
              <w:pStyle w:val="TAC"/>
            </w:pPr>
            <w:r w:rsidRPr="00C827A4">
              <w:t>1</w:t>
            </w:r>
          </w:p>
        </w:tc>
      </w:tr>
      <w:tr w:rsidR="00FB5721" w:rsidRPr="00C827A4" w:rsidTr="00FB5721">
        <w:trPr>
          <w:jc w:val="center"/>
        </w:trPr>
        <w:tc>
          <w:tcPr>
            <w:tcW w:w="2276" w:type="dxa"/>
          </w:tcPr>
          <w:p w:rsidR="00FB5721" w:rsidRPr="00C827A4" w:rsidRDefault="00FB5721">
            <w:pPr>
              <w:pStyle w:val="TAC"/>
            </w:pPr>
            <w:r w:rsidRPr="00C827A4">
              <w:t>CRRC2</w:t>
            </w:r>
          </w:p>
        </w:tc>
        <w:tc>
          <w:tcPr>
            <w:tcW w:w="2682" w:type="dxa"/>
          </w:tcPr>
          <w:p w:rsidR="00FB5721" w:rsidRPr="00C827A4" w:rsidRDefault="00FB5721">
            <w:pPr>
              <w:pStyle w:val="TAC"/>
            </w:pPr>
            <w:r w:rsidRPr="00C827A4">
              <w:t>2</w:t>
            </w:r>
          </w:p>
        </w:tc>
      </w:tr>
    </w:tbl>
    <w:p w:rsidR="00FB5721" w:rsidRPr="00C827A4" w:rsidRDefault="00FB5721"/>
    <w:p w:rsidR="00FB5721" w:rsidRPr="00C827A4" w:rsidRDefault="00FB5721" w:rsidP="009D6D22">
      <w:pPr>
        <w:pStyle w:val="Heading5"/>
      </w:pPr>
      <w:r w:rsidRPr="00C827A4">
        <w:lastRenderedPageBreak/>
        <w:t>5.5.7.11.4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trPr>
        <w:tc>
          <w:tcPr>
            <w:tcW w:w="425" w:type="dxa"/>
            <w:tcBorders>
              <w:left w:val="single" w:sz="4" w:space="0" w:color="auto"/>
            </w:tcBorders>
          </w:tcPr>
          <w:p w:rsidR="00FB5721" w:rsidRPr="00C827A4" w:rsidRDefault="00FB5721">
            <w:pPr>
              <w:pStyle w:val="TAH"/>
            </w:pPr>
            <w:r w:rsidRPr="00C827A4">
              <w:t>Id</w:t>
            </w:r>
          </w:p>
        </w:tc>
        <w:tc>
          <w:tcPr>
            <w:tcW w:w="4111" w:type="dxa"/>
            <w:tcBorders>
              <w:bottom w:val="single" w:sz="4" w:space="0" w:color="auto"/>
            </w:tcBorders>
          </w:tcPr>
          <w:p w:rsidR="00FB5721" w:rsidRPr="00C827A4" w:rsidRDefault="00FB5721">
            <w:pPr>
              <w:pStyle w:val="TAH"/>
            </w:pPr>
            <w:r w:rsidRPr="00C827A4">
              <w:t>Description</w:t>
            </w:r>
          </w:p>
        </w:tc>
        <w:tc>
          <w:tcPr>
            <w:tcW w:w="2911" w:type="dxa"/>
            <w:tcBorders>
              <w:bottom w:val="single" w:sz="4" w:space="0" w:color="auto"/>
            </w:tcBorders>
          </w:tcPr>
          <w:p w:rsidR="00FB5721" w:rsidRPr="00C827A4" w:rsidRDefault="00FB5721">
            <w:pPr>
              <w:pStyle w:val="TAH"/>
            </w:pPr>
            <w:r w:rsidRPr="00C827A4">
              <w:t>API/CAT RE Expectation</w:t>
            </w:r>
          </w:p>
        </w:tc>
        <w:tc>
          <w:tcPr>
            <w:tcW w:w="2334" w:type="dxa"/>
            <w:tcBorders>
              <w:bottom w:val="single" w:sz="4" w:space="0" w:color="auto"/>
            </w:tcBorders>
          </w:tcPr>
          <w:p w:rsidR="00FB5721" w:rsidRPr="00C827A4" w:rsidRDefault="00FB5721">
            <w:pPr>
              <w:pStyle w:val="TAH"/>
            </w:pPr>
            <w:r w:rsidRPr="00C827A4">
              <w:t>APDU Expectation</w:t>
            </w:r>
          </w:p>
        </w:tc>
      </w:tr>
      <w:tr w:rsidR="00FB5721" w:rsidRPr="00C827A4">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1</w:t>
            </w:r>
          </w:p>
        </w:tc>
        <w:tc>
          <w:tcPr>
            <w:tcW w:w="4111" w:type="dxa"/>
            <w:tcBorders>
              <w:top w:val="single" w:sz="4" w:space="0" w:color="auto"/>
              <w:bottom w:val="single" w:sz="4" w:space="0" w:color="auto"/>
            </w:tcBorders>
          </w:tcPr>
          <w:p w:rsidR="00FB5721" w:rsidRPr="00C827A4" w:rsidRDefault="00FB5721">
            <w:pPr>
              <w:pStyle w:val="TAH"/>
              <w:rPr>
                <w:rStyle w:val="CODE"/>
                <w:b w:val="0"/>
              </w:rPr>
            </w:pPr>
            <w:r w:rsidRPr="00C827A4">
              <w:t>TAR value(s) already allocated</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Applet2 with the TAR “020202”</w:t>
            </w:r>
          </w:p>
          <w:p w:rsidR="00FB5721" w:rsidRPr="00C827A4" w:rsidRDefault="00FB5721">
            <w:pPr>
              <w:pStyle w:val="PL"/>
              <w:rPr>
                <w:noProof w:val="0"/>
              </w:rPr>
            </w:pPr>
          </w:p>
          <w:p w:rsidR="00FB5721" w:rsidRPr="00C827A4" w:rsidRDefault="00FB5721">
            <w:pPr>
              <w:pStyle w:val="PL"/>
              <w:rPr>
                <w:rStyle w:val="CODE"/>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Applet1 with the TAR values:</w:t>
            </w:r>
          </w:p>
          <w:p w:rsidR="00FB5721" w:rsidRPr="00C827A4" w:rsidRDefault="00FB5721">
            <w:pPr>
              <w:pStyle w:val="PL"/>
              <w:rPr>
                <w:noProof w:val="0"/>
              </w:rPr>
            </w:pPr>
            <w:r w:rsidRPr="00C827A4">
              <w:rPr>
                <w:noProof w:val="0"/>
              </w:rPr>
              <w:t>“010101”</w:t>
            </w:r>
          </w:p>
          <w:p w:rsidR="00FB5721" w:rsidRPr="00C827A4" w:rsidRDefault="00FB5721">
            <w:pPr>
              <w:pStyle w:val="PL"/>
              <w:rPr>
                <w:noProof w:val="0"/>
              </w:rPr>
            </w:pPr>
            <w:r w:rsidRPr="00C827A4">
              <w:rPr>
                <w:noProof w:val="0"/>
              </w:rPr>
              <w:t>“020202”</w:t>
            </w:r>
          </w:p>
          <w:p w:rsidR="00FB5721" w:rsidRPr="00C827A4" w:rsidRDefault="00FB5721">
            <w:pPr>
              <w:pStyle w:val="PL"/>
              <w:rPr>
                <w:rStyle w:val="CODE"/>
                <w:noProof w:val="0"/>
              </w:rPr>
            </w:pPr>
            <w:r w:rsidRPr="00C827A4">
              <w:rPr>
                <w:noProof w:val="0"/>
              </w:rPr>
              <w:t>“030303”</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RAPDU = 00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SW = 6A 80</w:t>
            </w:r>
          </w:p>
          <w:p w:rsidR="00FB5721" w:rsidRPr="00C827A4" w:rsidRDefault="00FB5721">
            <w:pPr>
              <w:pStyle w:val="textcell"/>
              <w:jc w:val="left"/>
              <w:rPr>
                <w:lang w:val="en-GB"/>
              </w:rPr>
            </w:pPr>
          </w:p>
        </w:tc>
      </w:tr>
      <w:tr w:rsidR="00FB5721" w:rsidRPr="00C827A4">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w:t>
            </w:r>
          </w:p>
        </w:tc>
        <w:tc>
          <w:tcPr>
            <w:tcW w:w="4111" w:type="dxa"/>
            <w:tcBorders>
              <w:top w:val="single" w:sz="4" w:space="0" w:color="auto"/>
              <w:bottom w:val="single" w:sz="4" w:space="0" w:color="auto"/>
            </w:tcBorders>
          </w:tcPr>
          <w:p w:rsidR="00FB5721" w:rsidRPr="00C827A4" w:rsidRDefault="00FB5721">
            <w:pPr>
              <w:pStyle w:val="TAH"/>
              <w:rPr>
                <w:rStyle w:val="CODE"/>
                <w:b w:val="0"/>
              </w:rPr>
            </w:pPr>
            <w:r w:rsidRPr="00C827A4">
              <w:t>Bad TAR value(s)</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Applet1 with the TAR values:</w:t>
            </w:r>
          </w:p>
          <w:p w:rsidR="00FB5721" w:rsidRPr="00C827A4" w:rsidRDefault="00FB5721">
            <w:pPr>
              <w:pStyle w:val="PL"/>
              <w:rPr>
                <w:noProof w:val="0"/>
              </w:rPr>
            </w:pPr>
            <w:r w:rsidRPr="00C827A4">
              <w:rPr>
                <w:noProof w:val="0"/>
              </w:rPr>
              <w:t>“010101”</w:t>
            </w:r>
          </w:p>
          <w:p w:rsidR="00FB5721" w:rsidRPr="00C827A4" w:rsidRDefault="00FB5721">
            <w:pPr>
              <w:pStyle w:val="PL"/>
              <w:rPr>
                <w:rStyle w:val="CODE"/>
                <w:noProof w:val="0"/>
              </w:rPr>
            </w:pPr>
            <w:r w:rsidRPr="00C827A4">
              <w:rPr>
                <w:noProof w:val="0"/>
              </w:rPr>
              <w:t>“0303”</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6A 80</w:t>
            </w:r>
          </w:p>
          <w:p w:rsidR="00FB5721" w:rsidRPr="00C827A4" w:rsidRDefault="00FB5721">
            <w:pPr>
              <w:pStyle w:val="TAL"/>
            </w:pPr>
          </w:p>
        </w:tc>
      </w:tr>
    </w:tbl>
    <w:p w:rsidR="00FB5721" w:rsidRPr="00C827A4" w:rsidRDefault="00FB5721"/>
    <w:p w:rsidR="00FB5721" w:rsidRPr="00C827A4" w:rsidRDefault="00FB5721" w:rsidP="00FB5721">
      <w:pPr>
        <w:pStyle w:val="Heading4"/>
      </w:pPr>
      <w:r w:rsidRPr="00C827A4">
        <w:t>5.5.7.12</w:t>
      </w:r>
      <w:r w:rsidRPr="00C827A4">
        <w:tab/>
        <w:t>Services Allocation</w:t>
      </w:r>
    </w:p>
    <w:p w:rsidR="00FB5721" w:rsidRPr="00C827A4" w:rsidRDefault="00FB5721" w:rsidP="00FB5721">
      <w:pPr>
        <w:keepNext/>
        <w:keepLines/>
      </w:pPr>
      <w:r w:rsidRPr="00C827A4">
        <w:t>Test Area Reference: Cre_Tin_Sval.</w:t>
      </w:r>
    </w:p>
    <w:p w:rsidR="00FB5721" w:rsidRPr="00C827A4" w:rsidRDefault="00FB5721" w:rsidP="00FB5721">
      <w:pPr>
        <w:pStyle w:val="Heading5"/>
      </w:pPr>
      <w:r w:rsidRPr="00C827A4">
        <w:t>5.5.7.12.1</w:t>
      </w:r>
      <w:r w:rsidRPr="00C827A4">
        <w:tab/>
        <w:t>Conformance requirement</w:t>
      </w:r>
    </w:p>
    <w:p w:rsidR="00FB5721" w:rsidRPr="00C827A4" w:rsidRDefault="00FB5721">
      <w:pPr>
        <w:pStyle w:val="H6"/>
      </w:pPr>
      <w:r w:rsidRPr="00C827A4">
        <w:t>5.5.7.12.1.1</w:t>
      </w:r>
      <w:r w:rsidRPr="00C827A4">
        <w:tab/>
        <w:t>Normal execution</w:t>
      </w:r>
    </w:p>
    <w:p w:rsidR="00FB5721" w:rsidRPr="00C827A4" w:rsidRDefault="00FB5721">
      <w:pPr>
        <w:pStyle w:val="B1"/>
      </w:pPr>
      <w:r w:rsidRPr="00C827A4">
        <w:t>CRRN1: One toolkit applet can allocates several services, but a service can only be allocated to one toolkit applet.</w:t>
      </w:r>
    </w:p>
    <w:p w:rsidR="00FB5721" w:rsidRPr="00C827A4" w:rsidRDefault="00FB5721">
      <w:pPr>
        <w:pStyle w:val="H6"/>
      </w:pPr>
      <w:r w:rsidRPr="00C827A4">
        <w:t>5.5.7.12.1.2</w:t>
      </w:r>
      <w:r w:rsidRPr="00C827A4">
        <w:tab/>
        <w:t>Parameter errors</w:t>
      </w:r>
    </w:p>
    <w:p w:rsidR="00FB5721" w:rsidRPr="00C827A4" w:rsidRDefault="00FB5721">
      <w:r w:rsidRPr="00C827A4">
        <w:t>No requirements.</w:t>
      </w:r>
    </w:p>
    <w:p w:rsidR="00FB5721" w:rsidRPr="00C827A4" w:rsidRDefault="00FB5721">
      <w:pPr>
        <w:pStyle w:val="H6"/>
      </w:pPr>
      <w:r w:rsidRPr="00C827A4">
        <w:t>5.5.7.12.1.3</w:t>
      </w:r>
      <w:r w:rsidRPr="00C827A4">
        <w:tab/>
        <w:t>Context errors</w:t>
      </w:r>
    </w:p>
    <w:p w:rsidR="00FB5721" w:rsidRPr="00C827A4" w:rsidRDefault="00FB5721">
      <w:pPr>
        <w:pStyle w:val="B1"/>
      </w:pPr>
      <w:r w:rsidRPr="00C827A4">
        <w:t>CRRC1: Allocated services shall not exceed the maximum number of services allowed for this applet instance defined during installation.</w:t>
      </w:r>
    </w:p>
    <w:p w:rsidR="00FB5721" w:rsidRPr="00C827A4" w:rsidRDefault="00FB5721">
      <w:pPr>
        <w:pStyle w:val="B1"/>
      </w:pPr>
      <w:r w:rsidRPr="00C827A4">
        <w:t xml:space="preserve">CRRC2: The total number of services allocated for all the applets shall not exceed 8. If the maximum number of services required is greater than '08' (maximum numbers of services specified in </w:t>
      </w:r>
      <w:r w:rsidR="00F744FF" w:rsidRPr="00C827A4">
        <w:t xml:space="preserve">ETSI </w:t>
      </w:r>
      <w:r w:rsidRPr="00C827A4">
        <w:t xml:space="preserve">TS 102 223 </w:t>
      </w:r>
      <w:r w:rsidR="0047072E" w:rsidRPr="00C827A4">
        <w:t>[6]</w:t>
      </w:r>
      <w:r w:rsidRPr="00C827A4">
        <w:t>), the card shall return the Status Word '6A80', incorrect parameters in data field, to the Install(Install) command.</w:t>
      </w:r>
    </w:p>
    <w:p w:rsidR="00FB5721" w:rsidRPr="00C827A4" w:rsidRDefault="00FB5721" w:rsidP="009D6D22">
      <w:pPr>
        <w:pStyle w:val="Heading5"/>
      </w:pPr>
      <w:r w:rsidRPr="00C827A4">
        <w:t>5.5.7.12.2</w:t>
      </w:r>
      <w:r w:rsidRPr="00C827A4">
        <w:tab/>
        <w:t xml:space="preserve">Test area files </w:t>
      </w:r>
    </w:p>
    <w:p w:rsidR="00FB5721" w:rsidRPr="00C827A4" w:rsidRDefault="00FB5721" w:rsidP="00FB5721">
      <w:pPr>
        <w:pStyle w:val="EX"/>
      </w:pPr>
      <w:r w:rsidRPr="00C827A4">
        <w:t xml:space="preserve">Test Source: </w:t>
      </w:r>
      <w:r w:rsidRPr="00C827A4">
        <w:tab/>
        <w:t>Test_Cre_Tin_Sval.java.</w:t>
      </w:r>
    </w:p>
    <w:p w:rsidR="00FB5721" w:rsidRPr="00C827A4" w:rsidRDefault="00FB5721" w:rsidP="00FB5721">
      <w:pPr>
        <w:pStyle w:val="EX"/>
      </w:pPr>
      <w:r w:rsidRPr="00C827A4">
        <w:t xml:space="preserve">Test Applet: </w:t>
      </w:r>
      <w:r w:rsidRPr="00C827A4">
        <w:tab/>
        <w:t>Cre_Tin_Sval_1.java.</w:t>
      </w:r>
    </w:p>
    <w:p w:rsidR="00FB5721" w:rsidRPr="00C827A4" w:rsidRDefault="00FB5721" w:rsidP="00FB5721">
      <w:pPr>
        <w:pStyle w:val="EX"/>
      </w:pPr>
      <w:r w:rsidRPr="00C827A4">
        <w:tab/>
        <w:t>Cre_Tin_Sval_2.java.</w:t>
      </w:r>
    </w:p>
    <w:p w:rsidR="00FB5721" w:rsidRPr="00C827A4" w:rsidRDefault="00FB5721" w:rsidP="00FB5721">
      <w:pPr>
        <w:pStyle w:val="EX"/>
      </w:pPr>
      <w:r w:rsidRPr="00C827A4">
        <w:tab/>
        <w:t>Cre_Tin_Sval_3.java.</w:t>
      </w:r>
    </w:p>
    <w:p w:rsidR="00FB5721" w:rsidRPr="00C827A4" w:rsidRDefault="00FB5721" w:rsidP="00FB5721">
      <w:pPr>
        <w:pStyle w:val="EX"/>
      </w:pPr>
      <w:r w:rsidRPr="00C827A4">
        <w:t>Cap File:</w:t>
      </w:r>
      <w:r w:rsidRPr="00C827A4">
        <w:tab/>
      </w:r>
      <w:r w:rsidR="0059237D" w:rsidRPr="00C827A4">
        <w:t>C</w:t>
      </w:r>
      <w:r w:rsidRPr="00C827A4">
        <w:t>re_tin_sval.cap.</w:t>
      </w:r>
    </w:p>
    <w:p w:rsidR="00FB5721" w:rsidRPr="00C827A4" w:rsidRDefault="00FB5721" w:rsidP="009D6D22">
      <w:pPr>
        <w:pStyle w:val="Heading5"/>
      </w:pPr>
      <w:r w:rsidRPr="00C827A4">
        <w:t>5.5.7.12.3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trPr>
          <w:tblHeader/>
          <w:jc w:val="center"/>
        </w:trPr>
        <w:tc>
          <w:tcPr>
            <w:tcW w:w="2276" w:type="dxa"/>
          </w:tcPr>
          <w:p w:rsidR="00FB5721" w:rsidRPr="00C827A4" w:rsidRDefault="00FB5721">
            <w:pPr>
              <w:pStyle w:val="TAH"/>
              <w:keepNext w:val="0"/>
              <w:keepLines w:val="0"/>
            </w:pPr>
            <w:r w:rsidRPr="00C827A4">
              <w:t>CRR number</w:t>
            </w:r>
          </w:p>
        </w:tc>
        <w:tc>
          <w:tcPr>
            <w:tcW w:w="2682"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682" w:type="dxa"/>
          </w:tcPr>
          <w:p w:rsidR="00FB5721" w:rsidRPr="00C827A4" w:rsidRDefault="00FB5721">
            <w:pPr>
              <w:pStyle w:val="TAC"/>
              <w:keepNext w:val="0"/>
              <w:keepLines w:val="0"/>
            </w:pPr>
            <w:r w:rsidRPr="00C827A4">
              <w:t>2, 3, 8</w:t>
            </w:r>
          </w:p>
        </w:tc>
      </w:tr>
      <w:tr w:rsidR="00FB5721" w:rsidRPr="00C827A4">
        <w:trPr>
          <w:jc w:val="center"/>
        </w:trPr>
        <w:tc>
          <w:tcPr>
            <w:tcW w:w="2276" w:type="dxa"/>
          </w:tcPr>
          <w:p w:rsidR="00FB5721" w:rsidRPr="00C827A4" w:rsidRDefault="00FB5721">
            <w:pPr>
              <w:pStyle w:val="TAC"/>
              <w:keepNext w:val="0"/>
              <w:keepLines w:val="0"/>
            </w:pPr>
            <w:r w:rsidRPr="00C827A4">
              <w:t>CRRC1</w:t>
            </w:r>
          </w:p>
        </w:tc>
        <w:tc>
          <w:tcPr>
            <w:tcW w:w="2682" w:type="dxa"/>
          </w:tcPr>
          <w:p w:rsidR="00FB5721" w:rsidRPr="00C827A4" w:rsidRDefault="00FB5721">
            <w:pPr>
              <w:pStyle w:val="TAC"/>
              <w:keepNext w:val="0"/>
              <w:keepLines w:val="0"/>
            </w:pPr>
            <w:r w:rsidRPr="00C827A4">
              <w:t>1, 7</w:t>
            </w:r>
          </w:p>
        </w:tc>
      </w:tr>
      <w:tr w:rsidR="00FB5721" w:rsidRPr="00C827A4">
        <w:trPr>
          <w:jc w:val="center"/>
        </w:trPr>
        <w:tc>
          <w:tcPr>
            <w:tcW w:w="2276" w:type="dxa"/>
          </w:tcPr>
          <w:p w:rsidR="00FB5721" w:rsidRPr="00C827A4" w:rsidRDefault="00FB5721">
            <w:pPr>
              <w:pStyle w:val="TAC"/>
              <w:keepNext w:val="0"/>
              <w:keepLines w:val="0"/>
            </w:pPr>
            <w:r w:rsidRPr="00C827A4">
              <w:t>CRRC2</w:t>
            </w:r>
          </w:p>
        </w:tc>
        <w:tc>
          <w:tcPr>
            <w:tcW w:w="2682" w:type="dxa"/>
          </w:tcPr>
          <w:p w:rsidR="00FB5721" w:rsidRPr="00C827A4" w:rsidRDefault="00FB5721">
            <w:pPr>
              <w:pStyle w:val="TAC"/>
              <w:keepNext w:val="0"/>
              <w:keepLines w:val="0"/>
            </w:pPr>
            <w:r w:rsidRPr="00C827A4">
              <w:t>4, 5, 6</w:t>
            </w:r>
          </w:p>
        </w:tc>
      </w:tr>
    </w:tbl>
    <w:p w:rsidR="00FB5721" w:rsidRPr="00C827A4" w:rsidRDefault="00FB5721"/>
    <w:p w:rsidR="00FB5721" w:rsidRPr="00C827A4" w:rsidRDefault="00FB5721" w:rsidP="009D6D22">
      <w:pPr>
        <w:pStyle w:val="Heading5"/>
      </w:pPr>
      <w:r w:rsidRPr="00C827A4">
        <w:lastRenderedPageBreak/>
        <w:t>5.5.7.12.4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AC"/>
            </w:pPr>
            <w:r w:rsidRPr="00C827A4">
              <w:t>1</w:t>
            </w:r>
          </w:p>
        </w:tc>
        <w:tc>
          <w:tcPr>
            <w:tcW w:w="4111" w:type="dxa"/>
          </w:tcPr>
          <w:p w:rsidR="00FB5721" w:rsidRPr="00C827A4" w:rsidRDefault="00FB5721">
            <w:pPr>
              <w:pStyle w:val="TAL"/>
              <w:jc w:val="center"/>
            </w:pPr>
            <w:r w:rsidRPr="00C827A4">
              <w:rPr>
                <w:b/>
              </w:rPr>
              <w:t>More than 8 services at the instantiation of Applet1: check that Applet1 is not installed.</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Applet1 with maximum 9 services allocated</w:t>
            </w:r>
          </w:p>
          <w:p w:rsidR="00FB5721" w:rsidRPr="00C827A4" w:rsidRDefault="00FB5721">
            <w:pPr>
              <w:pStyle w:val="TAL"/>
              <w:rPr>
                <w:rStyle w:val="CODE"/>
              </w:rPr>
            </w:pP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keepNext w:val="0"/>
              <w:keepLines w:val="0"/>
            </w:pPr>
          </w:p>
        </w:tc>
        <w:tc>
          <w:tcPr>
            <w:tcW w:w="2334" w:type="dxa"/>
          </w:tcPr>
          <w:p w:rsidR="00FB5721" w:rsidRPr="00C827A4" w:rsidRDefault="00FB5721">
            <w:pPr>
              <w:pStyle w:val="H5"/>
              <w:rPr>
                <w:rFonts w:ascii="Arial" w:hAnsi="Arial"/>
                <w:b w:val="0"/>
                <w:bCs w:val="0"/>
                <w:sz w:val="18"/>
                <w:lang w:val="en-GB"/>
              </w:rPr>
            </w:pPr>
          </w:p>
          <w:p w:rsidR="00FB5721" w:rsidRPr="00C827A4" w:rsidRDefault="00FB5721"/>
          <w:p w:rsidR="00FB5721" w:rsidRPr="00C827A4" w:rsidRDefault="00FB5721">
            <w:pPr>
              <w:pStyle w:val="H5"/>
              <w:rPr>
                <w:rFonts w:ascii="Arial" w:hAnsi="Arial"/>
                <w:sz w:val="18"/>
                <w:lang w:val="en-GB"/>
              </w:rPr>
            </w:pPr>
            <w:r w:rsidRPr="00C827A4">
              <w:rPr>
                <w:rFonts w:ascii="Arial" w:hAnsi="Arial"/>
                <w:b w:val="0"/>
                <w:bCs w:val="0"/>
                <w:sz w:val="18"/>
                <w:lang w:val="en-GB"/>
              </w:rPr>
              <w:t>1- SW = 6A 80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p>
        </w:tc>
        <w:tc>
          <w:tcPr>
            <w:tcW w:w="4111" w:type="dxa"/>
            <w:tcBorders>
              <w:top w:val="nil"/>
            </w:tcBorders>
          </w:tcPr>
          <w:p w:rsidR="00FB5721" w:rsidRPr="00C827A4" w:rsidRDefault="00FB5721">
            <w:pPr>
              <w:pStyle w:val="TAL"/>
              <w:keepNext w:val="0"/>
              <w:keepLines w:val="0"/>
              <w:jc w:val="center"/>
              <w:rPr>
                <w:rStyle w:val="CODE"/>
                <w:b/>
              </w:rPr>
            </w:pPr>
            <w:r w:rsidRPr="00C827A4">
              <w:t xml:space="preserve">Reset the card </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2</w:t>
            </w:r>
          </w:p>
        </w:tc>
        <w:tc>
          <w:tcPr>
            <w:tcW w:w="4111" w:type="dxa"/>
            <w:tcBorders>
              <w:top w:val="nil"/>
            </w:tcBorders>
          </w:tcPr>
          <w:p w:rsidR="00FB5721" w:rsidRPr="00C827A4" w:rsidRDefault="00FB5721">
            <w:pPr>
              <w:pStyle w:val="TAL"/>
              <w:keepNext w:val="0"/>
              <w:keepLines w:val="0"/>
              <w:jc w:val="center"/>
              <w:rPr>
                <w:rStyle w:val="CODE"/>
                <w:b/>
                <w:bCs/>
              </w:rPr>
            </w:pPr>
            <w:r w:rsidRPr="00C827A4">
              <w:rPr>
                <w:b/>
                <w:bCs/>
              </w:rPr>
              <w:t>Good installation of Applet2</w:t>
            </w:r>
          </w:p>
          <w:p w:rsidR="00FB5721" w:rsidRPr="00C827A4" w:rsidRDefault="00FB5721">
            <w:pPr>
              <w:pStyle w:val="PL"/>
              <w:rPr>
                <w:noProof w:val="0"/>
              </w:rPr>
            </w:pPr>
          </w:p>
          <w:p w:rsidR="00FB5721" w:rsidRPr="00C827A4" w:rsidRDefault="00FB5721">
            <w:pPr>
              <w:pStyle w:val="PL"/>
              <w:rPr>
                <w:rStyle w:val="CODE"/>
                <w:noProof w:val="0"/>
              </w:rPr>
            </w:pPr>
            <w:r w:rsidRPr="00C827A4">
              <w:rPr>
                <w:noProof w:val="0"/>
              </w:rPr>
              <w:t>1- Install Applet2 with maximum 4 services allocated</w:t>
            </w: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RAPDU = 00 90 00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3</w:t>
            </w:r>
          </w:p>
        </w:tc>
        <w:tc>
          <w:tcPr>
            <w:tcW w:w="4111" w:type="dxa"/>
            <w:tcBorders>
              <w:top w:val="nil"/>
            </w:tcBorders>
          </w:tcPr>
          <w:p w:rsidR="00FB5721" w:rsidRPr="00C827A4" w:rsidRDefault="00FB5721">
            <w:pPr>
              <w:pStyle w:val="TAL"/>
              <w:keepNext w:val="0"/>
              <w:keepLines w:val="0"/>
              <w:jc w:val="center"/>
              <w:rPr>
                <w:b/>
              </w:rPr>
            </w:pPr>
            <w:r w:rsidRPr="00C827A4">
              <w:rPr>
                <w:b/>
              </w:rPr>
              <w:t>Allocate 4 services</w:t>
            </w:r>
          </w:p>
          <w:p w:rsidR="00FB5721" w:rsidRPr="00C827A4" w:rsidRDefault="00FB5721">
            <w:pPr>
              <w:pStyle w:val="TAL"/>
              <w:keepNext w:val="0"/>
              <w:keepLines w:val="0"/>
              <w:jc w:val="center"/>
              <w:rPr>
                <w:rStyle w:val="CODE"/>
                <w:b/>
              </w:rPr>
            </w:pPr>
            <w:r w:rsidRPr="00C827A4">
              <w:rPr>
                <w:b/>
              </w:rPr>
              <w:t>Applet2</w:t>
            </w:r>
          </w:p>
          <w:p w:rsidR="00FB5721" w:rsidRPr="00C827A4" w:rsidRDefault="00FB5721">
            <w:pPr>
              <w:pStyle w:val="TAL"/>
              <w:keepNext w:val="0"/>
              <w:keepLines w:val="0"/>
              <w:rPr>
                <w:rStyle w:val="CODE"/>
              </w:rPr>
            </w:pPr>
          </w:p>
        </w:tc>
        <w:tc>
          <w:tcPr>
            <w:tcW w:w="2911" w:type="dxa"/>
            <w:tcBorders>
              <w:top w:val="nil"/>
            </w:tcBorders>
          </w:tcPr>
          <w:p w:rsidR="00FB5721" w:rsidRPr="00C827A4" w:rsidRDefault="00FB5721">
            <w:pPr>
              <w:pStyle w:val="TAL"/>
              <w:keepNext w:val="0"/>
              <w:keepLines w:val="0"/>
            </w:pPr>
            <w:r w:rsidRPr="00C827A4">
              <w:t>No exception shall be thrown</w:t>
            </w:r>
          </w:p>
        </w:tc>
        <w:tc>
          <w:tcPr>
            <w:tcW w:w="2334" w:type="dxa"/>
            <w:tcBorders>
              <w:top w:val="nil"/>
            </w:tcBorders>
          </w:tcPr>
          <w:p w:rsidR="00FB5721" w:rsidRPr="00C827A4" w:rsidRDefault="00FB5721">
            <w:pPr>
              <w:pStyle w:val="textcell"/>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pPr>
            <w:r w:rsidRPr="00C827A4">
              <w:t>4</w:t>
            </w:r>
          </w:p>
        </w:tc>
        <w:tc>
          <w:tcPr>
            <w:tcW w:w="4111" w:type="dxa"/>
            <w:tcBorders>
              <w:top w:val="nil"/>
            </w:tcBorders>
          </w:tcPr>
          <w:p w:rsidR="00FB5721" w:rsidRPr="00C827A4" w:rsidRDefault="00FB5721">
            <w:pPr>
              <w:pStyle w:val="TAL"/>
              <w:jc w:val="center"/>
              <w:rPr>
                <w:b/>
              </w:rPr>
            </w:pPr>
            <w:r w:rsidRPr="00C827A4">
              <w:rPr>
                <w:b/>
              </w:rPr>
              <w:t>Allocate one more service</w:t>
            </w:r>
          </w:p>
          <w:p w:rsidR="00FB5721" w:rsidRPr="00C827A4" w:rsidRDefault="00FB5721">
            <w:pPr>
              <w:pStyle w:val="TAL"/>
              <w:jc w:val="center"/>
              <w:rPr>
                <w:rStyle w:val="CODE"/>
                <w:b/>
              </w:rPr>
            </w:pPr>
            <w:r w:rsidRPr="00C827A4">
              <w:rPr>
                <w:b/>
              </w:rPr>
              <w:t>Applet2</w:t>
            </w:r>
          </w:p>
          <w:p w:rsidR="00FB5721" w:rsidRPr="00C827A4" w:rsidRDefault="00FB5721">
            <w:pPr>
              <w:pStyle w:val="TAL"/>
              <w:rPr>
                <w:rStyle w:val="CODE"/>
              </w:rPr>
            </w:pPr>
          </w:p>
        </w:tc>
        <w:tc>
          <w:tcPr>
            <w:tcW w:w="2911" w:type="dxa"/>
            <w:tcBorders>
              <w:top w:val="nil"/>
            </w:tcBorders>
          </w:tcPr>
          <w:p w:rsidR="00FB5721" w:rsidRPr="00C827A4" w:rsidRDefault="00FB5721">
            <w:pPr>
              <w:pStyle w:val="TAL"/>
            </w:pPr>
            <w:r w:rsidRPr="00C827A4">
              <w:t>Shall throw a ToolkitException with reason NO_SERVICE_ID_AVAILABLE</w:t>
            </w:r>
          </w:p>
        </w:tc>
        <w:tc>
          <w:tcPr>
            <w:tcW w:w="2334" w:type="dxa"/>
            <w:tcBorders>
              <w:top w:val="nil"/>
            </w:tcBorders>
          </w:tcPr>
          <w:p w:rsidR="00FB5721" w:rsidRPr="00C827A4" w:rsidRDefault="00FB5721">
            <w:pPr>
              <w:pStyle w:val="textcell"/>
              <w:keepNext/>
              <w:keepLines/>
              <w:jc w:val="left"/>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5</w:t>
            </w:r>
          </w:p>
        </w:tc>
        <w:tc>
          <w:tcPr>
            <w:tcW w:w="4111" w:type="dxa"/>
            <w:tcBorders>
              <w:top w:val="nil"/>
            </w:tcBorders>
          </w:tcPr>
          <w:p w:rsidR="00FB5721" w:rsidRPr="00C827A4" w:rsidRDefault="00FB5721">
            <w:pPr>
              <w:pStyle w:val="TAL"/>
              <w:keepNext w:val="0"/>
              <w:keepLines w:val="0"/>
              <w:jc w:val="center"/>
              <w:rPr>
                <w:rStyle w:val="CODE"/>
                <w:b/>
                <w:bCs/>
              </w:rPr>
            </w:pPr>
            <w:r w:rsidRPr="00C827A4">
              <w:rPr>
                <w:b/>
                <w:bCs/>
              </w:rPr>
              <w:t>Good installation of applet3</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Applet3 with maximum 8 services allocated</w:t>
            </w:r>
          </w:p>
          <w:p w:rsidR="00FB5721" w:rsidRPr="00C827A4" w:rsidRDefault="00FB5721">
            <w:pPr>
              <w:pStyle w:val="PL"/>
              <w:rPr>
                <w:rStyle w:val="CODE"/>
                <w:noProof w:val="0"/>
              </w:rPr>
            </w:pPr>
          </w:p>
        </w:tc>
        <w:tc>
          <w:tcPr>
            <w:tcW w:w="2911" w:type="dxa"/>
            <w:tcBorders>
              <w:top w:val="nil"/>
            </w:tcBorders>
          </w:tcPr>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p>
          <w:p w:rsidR="00FB5721" w:rsidRPr="00C827A4" w:rsidRDefault="00FB5721">
            <w:pPr>
              <w:pStyle w:val="textcell"/>
              <w:jc w:val="left"/>
              <w:rPr>
                <w:rFonts w:ascii="Arial" w:hAnsi="Arial"/>
                <w:sz w:val="18"/>
                <w:lang w:val="en-GB"/>
              </w:rPr>
            </w:pPr>
            <w:r w:rsidRPr="00C827A4">
              <w:rPr>
                <w:rFonts w:ascii="Arial" w:hAnsi="Arial"/>
                <w:sz w:val="18"/>
                <w:lang w:val="en-GB"/>
              </w:rPr>
              <w:t>1- RAPDU = 00 90 00</w:t>
            </w: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6</w:t>
            </w:r>
          </w:p>
        </w:tc>
        <w:tc>
          <w:tcPr>
            <w:tcW w:w="4111" w:type="dxa"/>
            <w:tcBorders>
              <w:top w:val="nil"/>
            </w:tcBorders>
          </w:tcPr>
          <w:p w:rsidR="00FB5721" w:rsidRPr="00C827A4" w:rsidRDefault="00FB5721">
            <w:pPr>
              <w:pStyle w:val="TAL"/>
              <w:keepNext w:val="0"/>
              <w:keepLines w:val="0"/>
              <w:jc w:val="center"/>
              <w:rPr>
                <w:b/>
              </w:rPr>
            </w:pPr>
            <w:r w:rsidRPr="00C827A4">
              <w:rPr>
                <w:b/>
              </w:rPr>
              <w:t>Allocate 4 services</w:t>
            </w:r>
          </w:p>
          <w:p w:rsidR="00FB5721" w:rsidRPr="00C827A4" w:rsidRDefault="00FB5721">
            <w:pPr>
              <w:pStyle w:val="TAL"/>
              <w:keepNext w:val="0"/>
              <w:keepLines w:val="0"/>
              <w:jc w:val="center"/>
              <w:rPr>
                <w:rStyle w:val="CODE"/>
                <w:b/>
              </w:rPr>
            </w:pPr>
            <w:r w:rsidRPr="00C827A4">
              <w:rPr>
                <w:b/>
              </w:rPr>
              <w:t>Applet3</w:t>
            </w:r>
          </w:p>
          <w:p w:rsidR="00FB5721" w:rsidRPr="00C827A4" w:rsidRDefault="00FB5721">
            <w:pPr>
              <w:pStyle w:val="TAL"/>
              <w:keepNext w:val="0"/>
              <w:keepLines w:val="0"/>
              <w:rPr>
                <w:rStyle w:val="CODE"/>
              </w:rPr>
            </w:pPr>
          </w:p>
        </w:tc>
        <w:tc>
          <w:tcPr>
            <w:tcW w:w="2911" w:type="dxa"/>
            <w:tcBorders>
              <w:top w:val="nil"/>
            </w:tcBorders>
          </w:tcPr>
          <w:p w:rsidR="00FB5721" w:rsidRPr="00C827A4" w:rsidRDefault="00FB5721">
            <w:pPr>
              <w:pStyle w:val="TAL"/>
              <w:keepNext w:val="0"/>
              <w:keepLines w:val="0"/>
            </w:pPr>
            <w:r w:rsidRPr="00C827A4">
              <w:t>No exception shall be thrown</w:t>
            </w:r>
          </w:p>
          <w:p w:rsidR="00FB5721" w:rsidRPr="00C827A4" w:rsidRDefault="00FB5721">
            <w:pPr>
              <w:pStyle w:val="TAL"/>
              <w:keepNext w:val="0"/>
              <w:keepLines w:val="0"/>
            </w:pP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AL"/>
              <w:keepNext w:val="0"/>
              <w:keepLines w:val="0"/>
            </w:pPr>
            <w:r w:rsidRPr="00C827A4">
              <w:t>7</w:t>
            </w:r>
          </w:p>
        </w:tc>
        <w:tc>
          <w:tcPr>
            <w:tcW w:w="4111" w:type="dxa"/>
            <w:tcBorders>
              <w:top w:val="nil"/>
            </w:tcBorders>
          </w:tcPr>
          <w:p w:rsidR="00FB5721" w:rsidRPr="00C827A4" w:rsidRDefault="00FB5721">
            <w:pPr>
              <w:pStyle w:val="TAL"/>
              <w:keepNext w:val="0"/>
              <w:keepLines w:val="0"/>
              <w:jc w:val="center"/>
              <w:rPr>
                <w:b/>
              </w:rPr>
            </w:pPr>
            <w:r w:rsidRPr="00C827A4">
              <w:rPr>
                <w:b/>
              </w:rPr>
              <w:t>Allocate one more service</w:t>
            </w:r>
          </w:p>
          <w:p w:rsidR="00FB5721" w:rsidRPr="00C827A4" w:rsidRDefault="00FB5721">
            <w:pPr>
              <w:pStyle w:val="TAL"/>
              <w:keepNext w:val="0"/>
              <w:keepLines w:val="0"/>
              <w:jc w:val="center"/>
              <w:rPr>
                <w:rStyle w:val="CODE"/>
                <w:b/>
              </w:rPr>
            </w:pPr>
            <w:r w:rsidRPr="00C827A4">
              <w:rPr>
                <w:b/>
              </w:rPr>
              <w:t>Applet3</w:t>
            </w:r>
          </w:p>
          <w:p w:rsidR="00FB5721" w:rsidRPr="00C827A4" w:rsidRDefault="00FB5721">
            <w:pPr>
              <w:pStyle w:val="TAL"/>
              <w:keepNext w:val="0"/>
              <w:keepLines w:val="0"/>
              <w:rPr>
                <w:rStyle w:val="CODE"/>
              </w:rPr>
            </w:pPr>
          </w:p>
        </w:tc>
        <w:tc>
          <w:tcPr>
            <w:tcW w:w="2911" w:type="dxa"/>
            <w:tcBorders>
              <w:top w:val="nil"/>
            </w:tcBorders>
          </w:tcPr>
          <w:p w:rsidR="00FB5721" w:rsidRPr="00C827A4" w:rsidRDefault="00FB5721">
            <w:pPr>
              <w:pStyle w:val="TAL"/>
              <w:keepNext w:val="0"/>
              <w:keepLines w:val="0"/>
            </w:pPr>
            <w:r w:rsidRPr="00C827A4">
              <w:t>Shall throw a ToolkitException with reason NO_SERVICE_ID_AVAILABLE</w:t>
            </w:r>
          </w:p>
        </w:tc>
        <w:tc>
          <w:tcPr>
            <w:tcW w:w="2334" w:type="dxa"/>
            <w:tcBorders>
              <w:top w:val="nil"/>
            </w:tcBorders>
          </w:tcPr>
          <w:p w:rsidR="00FB5721" w:rsidRPr="00C827A4" w:rsidRDefault="00FB5721">
            <w:pPr>
              <w:pStyle w:val="textcell"/>
              <w:rPr>
                <w:rFonts w:ascii="Arial" w:hAnsi="Arial"/>
                <w:sz w:val="18"/>
                <w:lang w:val="en-GB"/>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rsidP="001F17EA">
            <w:pPr>
              <w:pStyle w:val="TAL"/>
              <w:keepLines w:val="0"/>
            </w:pPr>
            <w:r w:rsidRPr="00C827A4">
              <w:t>8</w:t>
            </w:r>
          </w:p>
        </w:tc>
        <w:tc>
          <w:tcPr>
            <w:tcW w:w="4111" w:type="dxa"/>
            <w:tcBorders>
              <w:top w:val="nil"/>
            </w:tcBorders>
          </w:tcPr>
          <w:p w:rsidR="00FB5721" w:rsidRPr="00C827A4" w:rsidRDefault="00FB5721" w:rsidP="001F17EA">
            <w:pPr>
              <w:pStyle w:val="TAL"/>
              <w:keepLines w:val="0"/>
              <w:jc w:val="center"/>
              <w:rPr>
                <w:b/>
              </w:rPr>
            </w:pPr>
            <w:r w:rsidRPr="00C827A4">
              <w:rPr>
                <w:b/>
              </w:rPr>
              <w:t>Check that each service identifier (allocated by Applet2 and applet3) is between 0 and 7 and is different from each other</w:t>
            </w:r>
          </w:p>
          <w:p w:rsidR="00FB5721" w:rsidRPr="00C827A4" w:rsidRDefault="00FB5721" w:rsidP="001F17EA">
            <w:pPr>
              <w:pStyle w:val="TAL"/>
              <w:keepLines w:val="0"/>
              <w:rPr>
                <w:rStyle w:val="CODE"/>
              </w:rPr>
            </w:pPr>
          </w:p>
        </w:tc>
        <w:tc>
          <w:tcPr>
            <w:tcW w:w="2911" w:type="dxa"/>
            <w:tcBorders>
              <w:top w:val="nil"/>
            </w:tcBorders>
          </w:tcPr>
          <w:p w:rsidR="00FB5721" w:rsidRPr="00C827A4" w:rsidRDefault="00FB5721" w:rsidP="001F17EA">
            <w:pPr>
              <w:pStyle w:val="TAL"/>
              <w:keepLines w:val="0"/>
            </w:pPr>
          </w:p>
        </w:tc>
        <w:tc>
          <w:tcPr>
            <w:tcW w:w="2334" w:type="dxa"/>
            <w:tcBorders>
              <w:top w:val="nil"/>
            </w:tcBorders>
          </w:tcPr>
          <w:p w:rsidR="00FB5721" w:rsidRPr="00C827A4" w:rsidRDefault="00FB5721" w:rsidP="001F17EA">
            <w:pPr>
              <w:pStyle w:val="textcell"/>
              <w:keepNext/>
              <w:rPr>
                <w:rFonts w:ascii="Arial" w:hAnsi="Arial"/>
                <w:sz w:val="18"/>
                <w:lang w:val="en-GB"/>
              </w:rPr>
            </w:pPr>
            <w:r w:rsidRPr="00C827A4">
              <w:rPr>
                <w:rFonts w:ascii="Arial" w:hAnsi="Arial"/>
                <w:sz w:val="18"/>
                <w:lang w:val="en-GB"/>
              </w:rPr>
              <w:t xml:space="preserve"> </w:t>
            </w:r>
          </w:p>
        </w:tc>
      </w:tr>
    </w:tbl>
    <w:p w:rsidR="00FB5721" w:rsidRPr="00C827A4" w:rsidRDefault="00FB5721"/>
    <w:p w:rsidR="00FB5721" w:rsidRPr="00C827A4" w:rsidRDefault="00FB5721">
      <w:pPr>
        <w:pStyle w:val="Heading3"/>
      </w:pPr>
      <w:r w:rsidRPr="00C827A4">
        <w:t>5.5.8</w:t>
      </w:r>
      <w:r w:rsidRPr="00C827A4">
        <w:tab/>
        <w:t>UICC File Access</w:t>
      </w:r>
    </w:p>
    <w:p w:rsidR="00FB5721" w:rsidRPr="00C827A4" w:rsidRDefault="00FB5721">
      <w:pPr>
        <w:pStyle w:val="Heading4"/>
      </w:pPr>
      <w:r w:rsidRPr="00C827A4">
        <w:t>5.5.8.1</w:t>
      </w:r>
      <w:r w:rsidRPr="00C827A4">
        <w:tab/>
        <w:t>FileView</w:t>
      </w:r>
    </w:p>
    <w:p w:rsidR="00FB5721" w:rsidRPr="00C827A4" w:rsidRDefault="00FB5721">
      <w:r w:rsidRPr="00C827A4">
        <w:t>Test Area Reference: Cre_Ufa_View.</w:t>
      </w:r>
    </w:p>
    <w:p w:rsidR="00FB5721" w:rsidRPr="00C827A4" w:rsidRDefault="00FB5721" w:rsidP="00D65C82">
      <w:pPr>
        <w:pStyle w:val="Heading5"/>
      </w:pPr>
      <w:r w:rsidRPr="00C827A4">
        <w:t>5.5.8.1.1</w:t>
      </w:r>
      <w:r w:rsidRPr="00C827A4">
        <w:tab/>
        <w:t>Conformance requirement</w:t>
      </w:r>
    </w:p>
    <w:p w:rsidR="00FB5721" w:rsidRPr="00C827A4" w:rsidRDefault="00FB5721">
      <w:pPr>
        <w:pStyle w:val="H6"/>
      </w:pPr>
      <w:r w:rsidRPr="00C827A4">
        <w:t>5.5.8.1.1.1</w:t>
      </w:r>
      <w:r w:rsidRPr="00C827A4">
        <w:tab/>
        <w:t>Normal execution</w:t>
      </w:r>
    </w:p>
    <w:p w:rsidR="00FB5721" w:rsidRPr="00C827A4" w:rsidRDefault="00FB5721">
      <w:pPr>
        <w:pStyle w:val="B1"/>
      </w:pPr>
      <w:r w:rsidRPr="00C827A4">
        <w:t xml:space="preserve">CRRN1: Any Applet (not only Toolkit Applets) is allowed to retrieve and use a </w:t>
      </w:r>
      <w:r w:rsidRPr="00C827A4">
        <w:rPr>
          <w:i/>
        </w:rPr>
        <w:t>FileView</w:t>
      </w:r>
      <w:r w:rsidRPr="00C827A4">
        <w:t>.</w:t>
      </w:r>
    </w:p>
    <w:p w:rsidR="00FB5721" w:rsidRPr="00C827A4" w:rsidRDefault="00FB5721">
      <w:pPr>
        <w:pStyle w:val="B1"/>
      </w:pPr>
      <w:r w:rsidRPr="00C827A4">
        <w:t xml:space="preserve">CRRN2: The UICC </w:t>
      </w:r>
      <w:r w:rsidRPr="00C827A4">
        <w:rPr>
          <w:i/>
        </w:rPr>
        <w:t xml:space="preserve">FileView </w:t>
      </w:r>
      <w:r w:rsidRPr="00C827A4">
        <w:t xml:space="preserve">can be retrieved by invoking the </w:t>
      </w:r>
      <w:r w:rsidRPr="00C827A4">
        <w:rPr>
          <w:i/>
        </w:rPr>
        <w:t>getTheUICCView()</w:t>
      </w:r>
      <w:r w:rsidRPr="00C827A4">
        <w:t xml:space="preserve"> method from the </w:t>
      </w:r>
      <w:r w:rsidRPr="00C827A4">
        <w:rPr>
          <w:i/>
        </w:rPr>
        <w:t>UICCSystem</w:t>
      </w:r>
      <w:r w:rsidRPr="00C827A4">
        <w:t>.</w:t>
      </w:r>
    </w:p>
    <w:p w:rsidR="00FB5721" w:rsidRPr="00C827A4" w:rsidRDefault="00FB5721">
      <w:pPr>
        <w:pStyle w:val="B1"/>
      </w:pPr>
      <w:r w:rsidRPr="00C827A4">
        <w:t xml:space="preserve">CRRN3: An ADF </w:t>
      </w:r>
      <w:r w:rsidRPr="00C827A4">
        <w:rPr>
          <w:i/>
        </w:rPr>
        <w:t>FileView</w:t>
      </w:r>
      <w:r w:rsidRPr="00C827A4">
        <w:t xml:space="preserve"> can be retrieved by invoking the </w:t>
      </w:r>
      <w:r w:rsidRPr="00C827A4">
        <w:rPr>
          <w:i/>
        </w:rPr>
        <w:t>getTheFileView(…)</w:t>
      </w:r>
      <w:r w:rsidRPr="00C827A4">
        <w:t xml:space="preserve"> method with passing as parameter the full AID of the application owning the ADF.</w:t>
      </w:r>
    </w:p>
    <w:p w:rsidR="00FB5721" w:rsidRPr="00C827A4" w:rsidRDefault="00FB5721">
      <w:pPr>
        <w:pStyle w:val="B1"/>
      </w:pPr>
      <w:r w:rsidRPr="00C827A4">
        <w:t xml:space="preserve">CRRN4: The UICC </w:t>
      </w:r>
      <w:r w:rsidRPr="00C827A4">
        <w:rPr>
          <w:i/>
        </w:rPr>
        <w:t>FileView</w:t>
      </w:r>
      <w:r w:rsidRPr="00C827A4">
        <w:t xml:space="preserve"> allows to access the MF and all DFs and EFs that are located under the MF, including DF Telecom and any access technology specific DF located under the MF, but not the files located under any ADF.</w:t>
      </w:r>
    </w:p>
    <w:p w:rsidR="00FB5721" w:rsidRPr="00C827A4" w:rsidRDefault="00FB5721">
      <w:pPr>
        <w:pStyle w:val="B1"/>
      </w:pPr>
      <w:r w:rsidRPr="00C827A4">
        <w:t xml:space="preserve">CRRN5: An ADF </w:t>
      </w:r>
      <w:r w:rsidRPr="00C827A4">
        <w:rPr>
          <w:i/>
        </w:rPr>
        <w:t>FileView</w:t>
      </w:r>
      <w:r w:rsidRPr="00C827A4">
        <w:t xml:space="preserve"> allows to access only the DFs and EFs located under the ADF.</w:t>
      </w:r>
    </w:p>
    <w:p w:rsidR="00FB5721" w:rsidRPr="00C827A4" w:rsidRDefault="00FB5721">
      <w:pPr>
        <w:pStyle w:val="B1"/>
      </w:pPr>
      <w:r w:rsidRPr="00C827A4">
        <w:t>CRRN6: Each</w:t>
      </w:r>
      <w:r w:rsidRPr="00C827A4">
        <w:rPr>
          <w:i/>
        </w:rPr>
        <w:t xml:space="preserve"> FileView</w:t>
      </w:r>
      <w:r w:rsidRPr="00C827A4">
        <w:t xml:space="preserve"> object shall be provided as a permanent JCRE entry point object.</w:t>
      </w:r>
    </w:p>
    <w:p w:rsidR="00FB5721" w:rsidRPr="00C827A4" w:rsidRDefault="00FB5721">
      <w:pPr>
        <w:pStyle w:val="B1"/>
      </w:pPr>
      <w:r w:rsidRPr="00C827A4">
        <w:lastRenderedPageBreak/>
        <w:t xml:space="preserve">CRRN7: A separate and independent file context shall be associated with each and every </w:t>
      </w:r>
      <w:r w:rsidRPr="00C827A4">
        <w:rPr>
          <w:i/>
        </w:rPr>
        <w:t>FileView</w:t>
      </w:r>
      <w:r w:rsidRPr="00C827A4">
        <w:t xml:space="preserve"> object: the operation performed on files in a given </w:t>
      </w:r>
      <w:r w:rsidRPr="00C827A4">
        <w:rPr>
          <w:i/>
        </w:rPr>
        <w:t>FileView</w:t>
      </w:r>
      <w:r w:rsidRPr="00C827A4">
        <w:t xml:space="preserve"> object shall not affect the file context associated with any other </w:t>
      </w:r>
      <w:r w:rsidRPr="00C827A4">
        <w:rPr>
          <w:i/>
        </w:rPr>
        <w:t>FileView</w:t>
      </w:r>
      <w:r w:rsidRPr="00C827A4">
        <w:t xml:space="preserve"> object.</w:t>
      </w:r>
    </w:p>
    <w:p w:rsidR="00FB5721" w:rsidRPr="00C827A4" w:rsidRDefault="00FB5721">
      <w:pPr>
        <w:pStyle w:val="B1"/>
      </w:pPr>
      <w:r w:rsidRPr="00C827A4">
        <w:t xml:space="preserve">CRRN8: The file context can be transient or persistent depending on what was required by the Applet during the creation of the </w:t>
      </w:r>
      <w:r w:rsidRPr="00C827A4">
        <w:rPr>
          <w:i/>
        </w:rPr>
        <w:t>FileView</w:t>
      </w:r>
      <w:r w:rsidRPr="00C827A4">
        <w:t xml:space="preserve"> object.</w:t>
      </w:r>
    </w:p>
    <w:p w:rsidR="00FB5721" w:rsidRPr="00C827A4" w:rsidRDefault="00FB5721">
      <w:pPr>
        <w:pStyle w:val="B1"/>
      </w:pPr>
      <w:r w:rsidRPr="00C827A4">
        <w:t xml:space="preserve">CRRN9: Each </w:t>
      </w:r>
      <w:r w:rsidRPr="00C827A4">
        <w:rPr>
          <w:i/>
        </w:rPr>
        <w:t>FileView</w:t>
      </w:r>
      <w:r w:rsidRPr="00C827A4">
        <w:t xml:space="preserve"> shall be given the access control privileges associated with the UICC File System or the co</w:t>
      </w:r>
      <w:r w:rsidR="0059237D" w:rsidRPr="00C827A4">
        <w:t>rresponding ADF for the Applet.</w:t>
      </w:r>
    </w:p>
    <w:p w:rsidR="00FB5721" w:rsidRPr="00C827A4" w:rsidRDefault="00FB5721">
      <w:pPr>
        <w:pStyle w:val="B1"/>
      </w:pPr>
      <w:r w:rsidRPr="00C827A4">
        <w:t xml:space="preserve">CRRN10: The access control privileges are checked each time a method of the </w:t>
      </w:r>
      <w:r w:rsidRPr="00C827A4">
        <w:rPr>
          <w:i/>
        </w:rPr>
        <w:t xml:space="preserve">FileView </w:t>
      </w:r>
      <w:r w:rsidRPr="00C827A4">
        <w:t xml:space="preserve">object is invoked. The access control privileges are defined by the access domain parameters specified in </w:t>
      </w:r>
      <w:r w:rsidR="00F744FF" w:rsidRPr="00C827A4">
        <w:t xml:space="preserve">ETSI </w:t>
      </w:r>
      <w:r w:rsidRPr="00C827A4">
        <w:t xml:space="preserve">TS 102 226 </w:t>
      </w:r>
      <w:r w:rsidR="0047072E" w:rsidRPr="00C827A4">
        <w:t>[8]</w:t>
      </w:r>
      <w:r w:rsidRPr="00C827A4">
        <w:t>.</w:t>
      </w:r>
    </w:p>
    <w:p w:rsidR="00FB5721" w:rsidRPr="00C827A4" w:rsidRDefault="00FB5721">
      <w:pPr>
        <w:pStyle w:val="B1"/>
      </w:pPr>
      <w:r w:rsidRPr="00C827A4">
        <w:t xml:space="preserve">CRRN11: The root of the context of a </w:t>
      </w:r>
      <w:r w:rsidRPr="00C827A4">
        <w:rPr>
          <w:i/>
          <w:iCs/>
        </w:rPr>
        <w:t>FileView</w:t>
      </w:r>
      <w:r w:rsidRPr="00C827A4">
        <w:t xml:space="preserve"> object is the MF for the UICC </w:t>
      </w:r>
      <w:r w:rsidRPr="00C827A4">
        <w:rPr>
          <w:i/>
          <w:iCs/>
        </w:rPr>
        <w:t>FileView</w:t>
      </w:r>
      <w:r w:rsidRPr="00C827A4">
        <w:t>.</w:t>
      </w:r>
    </w:p>
    <w:p w:rsidR="00FB5721" w:rsidRPr="00C827A4" w:rsidRDefault="00FB5721">
      <w:pPr>
        <w:pStyle w:val="B1"/>
      </w:pPr>
      <w:r w:rsidRPr="00C827A4">
        <w:t xml:space="preserve">CRRN12: The root of the context of a </w:t>
      </w:r>
      <w:r w:rsidRPr="00C827A4">
        <w:rPr>
          <w:i/>
          <w:iCs/>
        </w:rPr>
        <w:t>FileView</w:t>
      </w:r>
      <w:r w:rsidRPr="00C827A4">
        <w:t xml:space="preserve"> object is the ADF for an ADF </w:t>
      </w:r>
      <w:r w:rsidRPr="00C827A4">
        <w:rPr>
          <w:i/>
          <w:iCs/>
        </w:rPr>
        <w:t>FileView</w:t>
      </w:r>
      <w:r w:rsidRPr="00C827A4">
        <w:t>.</w:t>
      </w:r>
    </w:p>
    <w:p w:rsidR="00FB5721" w:rsidRPr="00C827A4" w:rsidRDefault="00FB5721">
      <w:pPr>
        <w:pStyle w:val="B1"/>
      </w:pPr>
      <w:r w:rsidRPr="00C827A4">
        <w:t xml:space="preserve">CRRN13: When the transient context of a </w:t>
      </w:r>
      <w:r w:rsidRPr="00C827A4">
        <w:rPr>
          <w:i/>
          <w:iCs/>
        </w:rPr>
        <w:t>FileView</w:t>
      </w:r>
      <w:r w:rsidRPr="00C827A4">
        <w:t xml:space="preserve"> is cleared, the current DF becomes the root of the </w:t>
      </w:r>
      <w:r w:rsidRPr="00C827A4">
        <w:rPr>
          <w:i/>
          <w:iCs/>
        </w:rPr>
        <w:t>FileView</w:t>
      </w:r>
      <w:r w:rsidRPr="00C827A4">
        <w:t>.</w:t>
      </w:r>
    </w:p>
    <w:p w:rsidR="00FB5721" w:rsidRPr="00C827A4" w:rsidRDefault="00FB5721">
      <w:pPr>
        <w:pStyle w:val="H6"/>
      </w:pPr>
      <w:r w:rsidRPr="00C827A4">
        <w:t>5.5.8.1.1.2</w:t>
      </w:r>
      <w:r w:rsidRPr="00C827A4">
        <w:tab/>
        <w:t>Parameter errors</w:t>
      </w:r>
    </w:p>
    <w:p w:rsidR="00FB5721" w:rsidRPr="00C827A4" w:rsidRDefault="00FB5721">
      <w:r w:rsidRPr="00C827A4">
        <w:t>No requirements.</w:t>
      </w:r>
    </w:p>
    <w:p w:rsidR="00FB5721" w:rsidRPr="00C827A4" w:rsidRDefault="00FB5721">
      <w:pPr>
        <w:pStyle w:val="H6"/>
      </w:pPr>
      <w:r w:rsidRPr="00C827A4">
        <w:t>5.5.8.1.1.3</w:t>
      </w:r>
      <w:r w:rsidRPr="00C827A4">
        <w:tab/>
        <w:t>Context errors</w:t>
      </w:r>
    </w:p>
    <w:p w:rsidR="00FB5721" w:rsidRPr="00C827A4" w:rsidRDefault="00FB5721">
      <w:pPr>
        <w:pStyle w:val="B1"/>
      </w:pPr>
      <w:r w:rsidRPr="00C827A4">
        <w:t xml:space="preserve">CRRC1: It is not possible to access the MF or any DF or EF located under the MF from an ADF </w:t>
      </w:r>
      <w:r w:rsidRPr="00C827A4">
        <w:rPr>
          <w:i/>
        </w:rPr>
        <w:t>FileView.</w:t>
      </w:r>
    </w:p>
    <w:p w:rsidR="00FB5721" w:rsidRPr="00C827A4" w:rsidRDefault="00FB5721" w:rsidP="00D65C82">
      <w:pPr>
        <w:pStyle w:val="Heading5"/>
      </w:pPr>
      <w:r w:rsidRPr="00C827A4">
        <w:t>5.5.8.1.2</w:t>
      </w:r>
      <w:r w:rsidRPr="00C827A4">
        <w:tab/>
        <w:t>Test area files</w:t>
      </w:r>
    </w:p>
    <w:p w:rsidR="00FB5721" w:rsidRPr="00C827A4" w:rsidRDefault="00FB5721" w:rsidP="00FB5721">
      <w:pPr>
        <w:pStyle w:val="EX"/>
      </w:pPr>
      <w:r w:rsidRPr="00C827A4">
        <w:t>Test Source:</w:t>
      </w:r>
      <w:r w:rsidRPr="00C827A4">
        <w:tab/>
        <w:t>Test_Cre_Ufa_View.java.</w:t>
      </w:r>
    </w:p>
    <w:p w:rsidR="00FB5721" w:rsidRPr="00C827A4" w:rsidRDefault="00FB5721" w:rsidP="00FB5721">
      <w:pPr>
        <w:pStyle w:val="EX"/>
      </w:pPr>
      <w:r w:rsidRPr="00C827A4">
        <w:t xml:space="preserve">Test Applet: </w:t>
      </w:r>
      <w:r w:rsidRPr="00C827A4">
        <w:tab/>
        <w:t>Cre_Ufa_View_1.java.</w:t>
      </w:r>
    </w:p>
    <w:p w:rsidR="00FB5721" w:rsidRPr="00C827A4" w:rsidRDefault="00FB5721" w:rsidP="00FB5721">
      <w:pPr>
        <w:pStyle w:val="EX"/>
      </w:pPr>
      <w:r w:rsidRPr="00C827A4">
        <w:t>Cap File:</w:t>
      </w:r>
      <w:r w:rsidRPr="00C827A4">
        <w:tab/>
      </w:r>
      <w:r w:rsidR="0059237D" w:rsidRPr="00C827A4">
        <w:t>C</w:t>
      </w:r>
      <w:r w:rsidRPr="00C827A4">
        <w:t>re_ufa_view.cap.</w:t>
      </w:r>
    </w:p>
    <w:p w:rsidR="00FB5721" w:rsidRPr="00C827A4" w:rsidRDefault="00FB5721" w:rsidP="00D65C82">
      <w:pPr>
        <w:pStyle w:val="Heading5"/>
      </w:pPr>
      <w:r w:rsidRPr="00C827A4">
        <w:t>5.5.8.1.3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4551"/>
      </w:tblGrid>
      <w:tr w:rsidR="00FB5721" w:rsidRPr="00C827A4" w:rsidTr="00FB5721">
        <w:trPr>
          <w:tblHeader/>
          <w:jc w:val="center"/>
        </w:trPr>
        <w:tc>
          <w:tcPr>
            <w:tcW w:w="2276" w:type="dxa"/>
          </w:tcPr>
          <w:p w:rsidR="00FB5721" w:rsidRPr="00C827A4" w:rsidRDefault="00FB5721">
            <w:pPr>
              <w:pStyle w:val="TAH"/>
            </w:pPr>
            <w:r w:rsidRPr="00C827A4">
              <w:t>CRR number</w:t>
            </w:r>
          </w:p>
        </w:tc>
        <w:tc>
          <w:tcPr>
            <w:tcW w:w="4551" w:type="dxa"/>
          </w:tcPr>
          <w:p w:rsidR="00FB5721" w:rsidRPr="00C827A4" w:rsidRDefault="00FB5721">
            <w:pPr>
              <w:pStyle w:val="TAH"/>
            </w:pPr>
            <w:r w:rsidRPr="00C827A4">
              <w:t>Test case number</w:t>
            </w:r>
          </w:p>
        </w:tc>
      </w:tr>
      <w:tr w:rsidR="00FB5721" w:rsidRPr="00C827A4" w:rsidTr="00FB5721">
        <w:trPr>
          <w:jc w:val="center"/>
        </w:trPr>
        <w:tc>
          <w:tcPr>
            <w:tcW w:w="2276" w:type="dxa"/>
          </w:tcPr>
          <w:p w:rsidR="00FB5721" w:rsidRPr="00C827A4" w:rsidRDefault="00FB5721">
            <w:pPr>
              <w:pStyle w:val="TAC"/>
            </w:pPr>
            <w:r w:rsidRPr="00C827A4">
              <w:t>CRRN1</w:t>
            </w:r>
          </w:p>
        </w:tc>
        <w:tc>
          <w:tcPr>
            <w:tcW w:w="4551" w:type="dxa"/>
          </w:tcPr>
          <w:p w:rsidR="00FB5721" w:rsidRPr="00C827A4" w:rsidRDefault="00FB5721">
            <w:pPr>
              <w:pStyle w:val="TAC"/>
            </w:pPr>
            <w:r w:rsidRPr="00C827A4">
              <w:t>1, 2, 3</w:t>
            </w:r>
          </w:p>
        </w:tc>
      </w:tr>
      <w:tr w:rsidR="00FB5721" w:rsidRPr="00C827A4" w:rsidTr="00FB5721">
        <w:trPr>
          <w:jc w:val="center"/>
        </w:trPr>
        <w:tc>
          <w:tcPr>
            <w:tcW w:w="2276" w:type="dxa"/>
          </w:tcPr>
          <w:p w:rsidR="00FB5721" w:rsidRPr="00C827A4" w:rsidRDefault="00FB5721">
            <w:pPr>
              <w:pStyle w:val="TAC"/>
            </w:pPr>
            <w:r w:rsidRPr="00C827A4">
              <w:t>CRRN2</w:t>
            </w:r>
          </w:p>
        </w:tc>
        <w:tc>
          <w:tcPr>
            <w:tcW w:w="4551" w:type="dxa"/>
          </w:tcPr>
          <w:p w:rsidR="00FB5721" w:rsidRPr="00C827A4" w:rsidRDefault="00FB5721">
            <w:pPr>
              <w:pStyle w:val="TAC"/>
            </w:pPr>
            <w:r w:rsidRPr="00C827A4">
              <w:t>1, 2, 3 and see also Api_1_Cont test cases for CRRN1</w:t>
            </w:r>
          </w:p>
        </w:tc>
      </w:tr>
      <w:tr w:rsidR="00FB5721" w:rsidRPr="00C827A4" w:rsidTr="00FB5721">
        <w:trPr>
          <w:jc w:val="center"/>
        </w:trPr>
        <w:tc>
          <w:tcPr>
            <w:tcW w:w="2276" w:type="dxa"/>
          </w:tcPr>
          <w:p w:rsidR="00FB5721" w:rsidRPr="00C827A4" w:rsidRDefault="00FB5721">
            <w:pPr>
              <w:pStyle w:val="TAC"/>
            </w:pPr>
            <w:r w:rsidRPr="00C827A4">
              <w:t>CRRN3</w:t>
            </w:r>
          </w:p>
        </w:tc>
        <w:tc>
          <w:tcPr>
            <w:tcW w:w="4551" w:type="dxa"/>
          </w:tcPr>
          <w:p w:rsidR="00FB5721" w:rsidRPr="00C827A4" w:rsidRDefault="00FB5721">
            <w:pPr>
              <w:pStyle w:val="TAC"/>
            </w:pPr>
            <w:r w:rsidRPr="00C827A4">
              <w:t>1, 2, 3 and see also Api_1_Cont test cases for CRRN1</w:t>
            </w:r>
          </w:p>
        </w:tc>
      </w:tr>
      <w:tr w:rsidR="00FB5721" w:rsidRPr="00C827A4" w:rsidTr="00FB5721">
        <w:trPr>
          <w:jc w:val="center"/>
        </w:trPr>
        <w:tc>
          <w:tcPr>
            <w:tcW w:w="2276" w:type="dxa"/>
          </w:tcPr>
          <w:p w:rsidR="00FB5721" w:rsidRPr="00C827A4" w:rsidRDefault="00FB5721">
            <w:pPr>
              <w:pStyle w:val="TAC"/>
            </w:pPr>
            <w:r w:rsidRPr="00C827A4">
              <w:t>CRRN4</w:t>
            </w:r>
          </w:p>
        </w:tc>
        <w:tc>
          <w:tcPr>
            <w:tcW w:w="4551" w:type="dxa"/>
          </w:tcPr>
          <w:p w:rsidR="00FB5721" w:rsidRPr="00C827A4" w:rsidRDefault="00FB5721">
            <w:pPr>
              <w:pStyle w:val="TAC"/>
            </w:pPr>
            <w:r w:rsidRPr="00C827A4">
              <w:t>2 and see also Api_1_Cont test cases for CRRN1</w:t>
            </w:r>
          </w:p>
        </w:tc>
      </w:tr>
      <w:tr w:rsidR="00FB5721" w:rsidRPr="00C827A4" w:rsidTr="00FB5721">
        <w:trPr>
          <w:jc w:val="center"/>
        </w:trPr>
        <w:tc>
          <w:tcPr>
            <w:tcW w:w="2276" w:type="dxa"/>
          </w:tcPr>
          <w:p w:rsidR="00FB5721" w:rsidRPr="00C827A4" w:rsidRDefault="00FB5721">
            <w:pPr>
              <w:pStyle w:val="TAC"/>
            </w:pPr>
            <w:r w:rsidRPr="00C827A4">
              <w:t>CRRN5</w:t>
            </w:r>
          </w:p>
        </w:tc>
        <w:tc>
          <w:tcPr>
            <w:tcW w:w="4551" w:type="dxa"/>
          </w:tcPr>
          <w:p w:rsidR="00FB5721" w:rsidRPr="00C827A4" w:rsidRDefault="00FB5721">
            <w:pPr>
              <w:pStyle w:val="TAC"/>
            </w:pPr>
            <w:r w:rsidRPr="00C827A4">
              <w:t>3 and see also Api_1_Cont test cases for CRRN1</w:t>
            </w:r>
          </w:p>
        </w:tc>
      </w:tr>
      <w:tr w:rsidR="00FB5721" w:rsidRPr="00C827A4" w:rsidTr="00FB5721">
        <w:trPr>
          <w:jc w:val="center"/>
        </w:trPr>
        <w:tc>
          <w:tcPr>
            <w:tcW w:w="2276" w:type="dxa"/>
          </w:tcPr>
          <w:p w:rsidR="00FB5721" w:rsidRPr="00C827A4" w:rsidRDefault="00FB5721">
            <w:pPr>
              <w:pStyle w:val="TAC"/>
            </w:pPr>
            <w:r w:rsidRPr="00C827A4">
              <w:t>CRRN6</w:t>
            </w:r>
          </w:p>
        </w:tc>
        <w:tc>
          <w:tcPr>
            <w:tcW w:w="4551" w:type="dxa"/>
          </w:tcPr>
          <w:p w:rsidR="00FB5721" w:rsidRPr="00C827A4" w:rsidRDefault="00FB5721">
            <w:pPr>
              <w:pStyle w:val="TAC"/>
            </w:pPr>
            <w:r w:rsidRPr="00C827A4">
              <w:t>4</w:t>
            </w:r>
          </w:p>
        </w:tc>
      </w:tr>
      <w:tr w:rsidR="00FB5721" w:rsidRPr="00C827A4" w:rsidTr="00FB5721">
        <w:trPr>
          <w:jc w:val="center"/>
        </w:trPr>
        <w:tc>
          <w:tcPr>
            <w:tcW w:w="2276" w:type="dxa"/>
          </w:tcPr>
          <w:p w:rsidR="00FB5721" w:rsidRPr="00C827A4" w:rsidRDefault="00FB5721">
            <w:pPr>
              <w:pStyle w:val="TAC"/>
            </w:pPr>
            <w:r w:rsidRPr="00C827A4">
              <w:t>CRRN7</w:t>
            </w:r>
          </w:p>
        </w:tc>
        <w:tc>
          <w:tcPr>
            <w:tcW w:w="4551" w:type="dxa"/>
          </w:tcPr>
          <w:p w:rsidR="00FB5721" w:rsidRPr="00C827A4" w:rsidRDefault="00FB5721">
            <w:pPr>
              <w:pStyle w:val="TAC"/>
            </w:pPr>
            <w:r w:rsidRPr="00C827A4">
              <w:t>5, 7 and see also Api_1_Cont test cases for CRRN1</w:t>
            </w:r>
          </w:p>
        </w:tc>
      </w:tr>
      <w:tr w:rsidR="00FB5721" w:rsidRPr="00C827A4" w:rsidTr="00FB5721">
        <w:trPr>
          <w:jc w:val="center"/>
        </w:trPr>
        <w:tc>
          <w:tcPr>
            <w:tcW w:w="2276" w:type="dxa"/>
          </w:tcPr>
          <w:p w:rsidR="00FB5721" w:rsidRPr="00C827A4" w:rsidRDefault="00FB5721">
            <w:pPr>
              <w:pStyle w:val="TAC"/>
            </w:pPr>
            <w:r w:rsidRPr="00C827A4">
              <w:t>CRRN8</w:t>
            </w:r>
          </w:p>
        </w:tc>
        <w:tc>
          <w:tcPr>
            <w:tcW w:w="4551" w:type="dxa"/>
          </w:tcPr>
          <w:p w:rsidR="00FB5721" w:rsidRPr="00C827A4" w:rsidRDefault="00FB5721">
            <w:pPr>
              <w:pStyle w:val="TAC"/>
            </w:pPr>
            <w:r w:rsidRPr="00C827A4">
              <w:t>6</w:t>
            </w:r>
          </w:p>
        </w:tc>
      </w:tr>
      <w:tr w:rsidR="00FB5721" w:rsidRPr="00C827A4" w:rsidTr="00FB5721">
        <w:trPr>
          <w:jc w:val="center"/>
        </w:trPr>
        <w:tc>
          <w:tcPr>
            <w:tcW w:w="2276" w:type="dxa"/>
          </w:tcPr>
          <w:p w:rsidR="00FB5721" w:rsidRPr="00C827A4" w:rsidRDefault="00FB5721">
            <w:pPr>
              <w:pStyle w:val="TAC"/>
            </w:pPr>
            <w:r w:rsidRPr="00C827A4">
              <w:t>CRRN9</w:t>
            </w:r>
          </w:p>
        </w:tc>
        <w:tc>
          <w:tcPr>
            <w:tcW w:w="4551" w:type="dxa"/>
          </w:tcPr>
          <w:p w:rsidR="00FB5721" w:rsidRPr="00C827A4" w:rsidRDefault="00FB5721">
            <w:pPr>
              <w:pStyle w:val="TAC"/>
            </w:pPr>
            <w:r w:rsidRPr="00C827A4">
              <w:t>See Cre_Tin_Acdo</w:t>
            </w:r>
          </w:p>
        </w:tc>
      </w:tr>
      <w:tr w:rsidR="00FB5721" w:rsidRPr="00C827A4" w:rsidTr="00FB5721">
        <w:trPr>
          <w:jc w:val="center"/>
        </w:trPr>
        <w:tc>
          <w:tcPr>
            <w:tcW w:w="2276" w:type="dxa"/>
          </w:tcPr>
          <w:p w:rsidR="00FB5721" w:rsidRPr="00C827A4" w:rsidRDefault="00FB5721">
            <w:pPr>
              <w:pStyle w:val="TAC"/>
            </w:pPr>
            <w:r w:rsidRPr="00C827A4">
              <w:t>CRRN10</w:t>
            </w:r>
          </w:p>
        </w:tc>
        <w:tc>
          <w:tcPr>
            <w:tcW w:w="4551" w:type="dxa"/>
          </w:tcPr>
          <w:p w:rsidR="00FB5721" w:rsidRPr="00C827A4" w:rsidRDefault="00FB5721">
            <w:pPr>
              <w:pStyle w:val="TAC"/>
            </w:pPr>
            <w:r w:rsidRPr="00C827A4">
              <w:t>See Cre_Tin_Acdo</w:t>
            </w:r>
          </w:p>
        </w:tc>
      </w:tr>
      <w:tr w:rsidR="00FB5721" w:rsidRPr="00C827A4" w:rsidTr="00FB5721">
        <w:trPr>
          <w:jc w:val="center"/>
        </w:trPr>
        <w:tc>
          <w:tcPr>
            <w:tcW w:w="2276" w:type="dxa"/>
          </w:tcPr>
          <w:p w:rsidR="00FB5721" w:rsidRPr="00C827A4" w:rsidRDefault="00FB5721">
            <w:pPr>
              <w:pStyle w:val="TAC"/>
            </w:pPr>
            <w:r w:rsidRPr="00C827A4">
              <w:t>CRRN11</w:t>
            </w:r>
          </w:p>
        </w:tc>
        <w:tc>
          <w:tcPr>
            <w:tcW w:w="4551" w:type="dxa"/>
          </w:tcPr>
          <w:p w:rsidR="00FB5721" w:rsidRPr="00C827A4" w:rsidRDefault="00FB5721">
            <w:pPr>
              <w:pStyle w:val="TAC"/>
            </w:pPr>
            <w:r w:rsidRPr="00C827A4">
              <w:t>5, 6</w:t>
            </w:r>
          </w:p>
        </w:tc>
      </w:tr>
      <w:tr w:rsidR="00FB5721" w:rsidRPr="00C827A4" w:rsidTr="00FB5721">
        <w:trPr>
          <w:jc w:val="center"/>
        </w:trPr>
        <w:tc>
          <w:tcPr>
            <w:tcW w:w="2276" w:type="dxa"/>
          </w:tcPr>
          <w:p w:rsidR="00FB5721" w:rsidRPr="00C827A4" w:rsidRDefault="00FB5721">
            <w:pPr>
              <w:pStyle w:val="TAC"/>
            </w:pPr>
            <w:r w:rsidRPr="00C827A4">
              <w:t>CRRN12</w:t>
            </w:r>
          </w:p>
        </w:tc>
        <w:tc>
          <w:tcPr>
            <w:tcW w:w="4551" w:type="dxa"/>
          </w:tcPr>
          <w:p w:rsidR="00FB5721" w:rsidRPr="00C827A4" w:rsidRDefault="00FB5721">
            <w:pPr>
              <w:pStyle w:val="TAC"/>
            </w:pPr>
            <w:r w:rsidRPr="00C827A4">
              <w:t>5, 6</w:t>
            </w:r>
          </w:p>
        </w:tc>
      </w:tr>
      <w:tr w:rsidR="00FB5721" w:rsidRPr="00C827A4" w:rsidTr="00FB5721">
        <w:trPr>
          <w:jc w:val="center"/>
        </w:trPr>
        <w:tc>
          <w:tcPr>
            <w:tcW w:w="2276" w:type="dxa"/>
          </w:tcPr>
          <w:p w:rsidR="00FB5721" w:rsidRPr="00C827A4" w:rsidRDefault="00FB5721">
            <w:pPr>
              <w:pStyle w:val="TAC"/>
            </w:pPr>
            <w:r w:rsidRPr="00C827A4">
              <w:t>CRRN13</w:t>
            </w:r>
          </w:p>
        </w:tc>
        <w:tc>
          <w:tcPr>
            <w:tcW w:w="4551" w:type="dxa"/>
          </w:tcPr>
          <w:p w:rsidR="00FB5721" w:rsidRPr="00C827A4" w:rsidRDefault="00FB5721">
            <w:pPr>
              <w:pStyle w:val="TAC"/>
            </w:pPr>
            <w:r w:rsidRPr="00C827A4">
              <w:t>6</w:t>
            </w:r>
          </w:p>
        </w:tc>
      </w:tr>
      <w:tr w:rsidR="00FB5721" w:rsidRPr="00C827A4" w:rsidTr="00FB5721">
        <w:trPr>
          <w:jc w:val="center"/>
        </w:trPr>
        <w:tc>
          <w:tcPr>
            <w:tcW w:w="2276" w:type="dxa"/>
          </w:tcPr>
          <w:p w:rsidR="00FB5721" w:rsidRPr="00C827A4" w:rsidRDefault="00FB5721">
            <w:pPr>
              <w:pStyle w:val="TAC"/>
            </w:pPr>
            <w:r w:rsidRPr="00C827A4">
              <w:t>CRRC1</w:t>
            </w:r>
          </w:p>
        </w:tc>
        <w:tc>
          <w:tcPr>
            <w:tcW w:w="4551" w:type="dxa"/>
          </w:tcPr>
          <w:p w:rsidR="00FB5721" w:rsidRPr="00C827A4" w:rsidRDefault="00FB5721">
            <w:pPr>
              <w:pStyle w:val="TAC"/>
            </w:pPr>
            <w:r w:rsidRPr="00C827A4">
              <w:t>3</w:t>
            </w:r>
          </w:p>
        </w:tc>
      </w:tr>
    </w:tbl>
    <w:p w:rsidR="00FB5721" w:rsidRPr="00C827A4" w:rsidRDefault="00FB5721" w:rsidP="00FB5721"/>
    <w:p w:rsidR="00FB5721" w:rsidRPr="00C827A4" w:rsidRDefault="00FB5721" w:rsidP="00C616C4">
      <w:pPr>
        <w:pStyle w:val="Heading5"/>
        <w:keepLines w:val="0"/>
      </w:pPr>
      <w:r w:rsidRPr="00C827A4">
        <w:lastRenderedPageBreak/>
        <w:t>5.5.8.1.4</w:t>
      </w:r>
      <w:r w:rsidRPr="00C827A4">
        <w:tab/>
        <w:t>Test procedure</w:t>
      </w:r>
    </w:p>
    <w:tbl>
      <w:tblPr>
        <w:tblW w:w="9781"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882"/>
        <w:gridCol w:w="2363"/>
      </w:tblGrid>
      <w:tr w:rsidR="00FB5721" w:rsidRPr="00C827A4" w:rsidTr="001F17EA">
        <w:trPr>
          <w:tblHeader/>
        </w:trPr>
        <w:tc>
          <w:tcPr>
            <w:tcW w:w="425" w:type="dxa"/>
            <w:tcBorders>
              <w:left w:val="single" w:sz="4" w:space="0" w:color="auto"/>
            </w:tcBorders>
          </w:tcPr>
          <w:p w:rsidR="00FB5721" w:rsidRPr="00C827A4" w:rsidRDefault="00FB5721" w:rsidP="00C616C4">
            <w:pPr>
              <w:pStyle w:val="TAH"/>
              <w:keepLines w:val="0"/>
            </w:pPr>
            <w:r w:rsidRPr="00C827A4">
              <w:t>Id</w:t>
            </w:r>
          </w:p>
        </w:tc>
        <w:tc>
          <w:tcPr>
            <w:tcW w:w="4111" w:type="dxa"/>
          </w:tcPr>
          <w:p w:rsidR="00FB5721" w:rsidRPr="00C827A4" w:rsidRDefault="00FB5721" w:rsidP="00C616C4">
            <w:pPr>
              <w:pStyle w:val="TAH"/>
              <w:keepLines w:val="0"/>
            </w:pPr>
            <w:r w:rsidRPr="00C827A4">
              <w:t>Description</w:t>
            </w:r>
          </w:p>
        </w:tc>
        <w:tc>
          <w:tcPr>
            <w:tcW w:w="2882" w:type="dxa"/>
          </w:tcPr>
          <w:p w:rsidR="00FB5721" w:rsidRPr="00C827A4" w:rsidRDefault="00FB5721" w:rsidP="00C616C4">
            <w:pPr>
              <w:pStyle w:val="TAH"/>
              <w:keepLines w:val="0"/>
            </w:pPr>
            <w:r w:rsidRPr="00C827A4">
              <w:t>API/CAT RE Expectation</w:t>
            </w:r>
          </w:p>
        </w:tc>
        <w:tc>
          <w:tcPr>
            <w:tcW w:w="2363" w:type="dxa"/>
          </w:tcPr>
          <w:p w:rsidR="00FB5721" w:rsidRPr="00C827A4" w:rsidRDefault="00FB5721" w:rsidP="00C616C4">
            <w:pPr>
              <w:pStyle w:val="TAH"/>
              <w:keepLines w:val="0"/>
            </w:pPr>
            <w:r w:rsidRPr="00C827A4">
              <w:t>APDU Expectation</w:t>
            </w:r>
          </w:p>
        </w:tc>
      </w:tr>
      <w:tr w:rsidR="00FB5721" w:rsidRPr="00C827A4" w:rsidTr="001F17EA">
        <w:tc>
          <w:tcPr>
            <w:tcW w:w="425" w:type="dxa"/>
            <w:tcBorders>
              <w:left w:val="single" w:sz="4" w:space="0" w:color="auto"/>
            </w:tcBorders>
          </w:tcPr>
          <w:p w:rsidR="00FB5721" w:rsidRPr="00C827A4" w:rsidRDefault="00FB5721" w:rsidP="00C616C4">
            <w:pPr>
              <w:pStyle w:val="TAC"/>
              <w:keepLines w:val="0"/>
            </w:pPr>
            <w:r w:rsidRPr="00C827A4">
              <w:t>1</w:t>
            </w:r>
          </w:p>
        </w:tc>
        <w:tc>
          <w:tcPr>
            <w:tcW w:w="4111" w:type="dxa"/>
          </w:tcPr>
          <w:p w:rsidR="00FB5721" w:rsidRPr="00C827A4" w:rsidRDefault="00FB5721" w:rsidP="00C616C4">
            <w:pPr>
              <w:pStyle w:val="TAH"/>
              <w:keepLines w:val="0"/>
              <w:rPr>
                <w:rStyle w:val="CODE"/>
                <w:b w:val="0"/>
              </w:rPr>
            </w:pPr>
            <w:r w:rsidRPr="00C827A4">
              <w:t xml:space="preserve">Applets can get a </w:t>
            </w:r>
            <w:r w:rsidRPr="00C827A4">
              <w:rPr>
                <w:i/>
                <w:iCs/>
              </w:rPr>
              <w:t>FileView</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1- A toolkit applet, Applet1, and a non toolkit applet, Applet2, are installed with full access to the file system</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2- An envelope menu selection is sent to trigger Applet1</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 xml:space="preserve">3- Applet1 gets the UICC </w:t>
            </w:r>
            <w:r w:rsidRPr="00C827A4">
              <w:rPr>
                <w:i/>
                <w:iCs/>
                <w:noProof w:val="0"/>
              </w:rPr>
              <w:t>FileView</w:t>
            </w:r>
            <w:r w:rsidRPr="00C827A4">
              <w:rPr>
                <w:noProof w:val="0"/>
              </w:rPr>
              <w:t xml:space="preserve"> using method getUICCFileView() and the ADF1 </w:t>
            </w:r>
            <w:r w:rsidRPr="00C827A4">
              <w:rPr>
                <w:i/>
                <w:iCs/>
                <w:noProof w:val="0"/>
              </w:rPr>
              <w:t>FileView</w:t>
            </w:r>
            <w:r w:rsidRPr="00C827A4">
              <w:rPr>
                <w:noProof w:val="0"/>
              </w:rPr>
              <w:t xml:space="preserve"> getTheFileView()</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4- Send an APDU to trigger Applet2</w:t>
            </w:r>
          </w:p>
          <w:p w:rsidR="00FB5721" w:rsidRPr="00C827A4" w:rsidRDefault="00FB5721" w:rsidP="00C616C4">
            <w:pPr>
              <w:pStyle w:val="PL"/>
              <w:keepNext/>
              <w:rPr>
                <w:noProof w:val="0"/>
              </w:rPr>
            </w:pPr>
          </w:p>
          <w:p w:rsidR="00FB5721" w:rsidRPr="00C827A4" w:rsidRDefault="00FB5721" w:rsidP="00C616C4">
            <w:pPr>
              <w:pStyle w:val="PL"/>
              <w:keepNext/>
              <w:rPr>
                <w:noProof w:val="0"/>
              </w:rPr>
            </w:pPr>
            <w:r w:rsidRPr="00C827A4">
              <w:rPr>
                <w:noProof w:val="0"/>
              </w:rPr>
              <w:t xml:space="preserve">5- Applet2 gets the UICC </w:t>
            </w:r>
            <w:r w:rsidRPr="00C827A4">
              <w:rPr>
                <w:i/>
                <w:iCs/>
                <w:noProof w:val="0"/>
              </w:rPr>
              <w:t xml:space="preserve">FileView </w:t>
            </w:r>
            <w:r w:rsidRPr="00C827A4">
              <w:rPr>
                <w:noProof w:val="0"/>
              </w:rPr>
              <w:t xml:space="preserve">using method getUICCFileView() and the ADF1 </w:t>
            </w:r>
            <w:r w:rsidRPr="00C827A4">
              <w:rPr>
                <w:i/>
                <w:iCs/>
                <w:noProof w:val="0"/>
              </w:rPr>
              <w:t xml:space="preserve">FileView </w:t>
            </w:r>
            <w:r w:rsidRPr="00C827A4">
              <w:rPr>
                <w:noProof w:val="0"/>
              </w:rPr>
              <w:t>getTheFileView()</w:t>
            </w:r>
          </w:p>
          <w:p w:rsidR="00FB5721" w:rsidRPr="00C827A4" w:rsidRDefault="00FB5721" w:rsidP="00C616C4">
            <w:pPr>
              <w:pStyle w:val="TAL"/>
              <w:keepLines w:val="0"/>
              <w:rPr>
                <w:sz w:val="16"/>
              </w:rPr>
            </w:pPr>
          </w:p>
        </w:tc>
        <w:tc>
          <w:tcPr>
            <w:tcW w:w="2882" w:type="dxa"/>
          </w:tcPr>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r w:rsidRPr="00C827A4">
              <w:t>2- Applet1 is triggered</w:t>
            </w: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r w:rsidRPr="00C827A4">
              <w:t>3- No exception is thrown</w:t>
            </w: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r w:rsidRPr="00C827A4">
              <w:t>4- Applet2 is triggered</w:t>
            </w:r>
          </w:p>
          <w:p w:rsidR="00FB5721" w:rsidRPr="00C827A4" w:rsidRDefault="00FB5721" w:rsidP="00C616C4">
            <w:pPr>
              <w:pStyle w:val="TAL"/>
              <w:keepLines w:val="0"/>
            </w:pPr>
          </w:p>
          <w:p w:rsidR="00FB5721" w:rsidRPr="00C827A4" w:rsidRDefault="00FB5721" w:rsidP="00C616C4">
            <w:pPr>
              <w:pStyle w:val="TAL"/>
              <w:keepLines w:val="0"/>
            </w:pPr>
            <w:r w:rsidRPr="00C827A4">
              <w:t>5- No exception is thrown</w:t>
            </w:r>
          </w:p>
        </w:tc>
        <w:tc>
          <w:tcPr>
            <w:tcW w:w="2363" w:type="dxa"/>
          </w:tcPr>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AL"/>
              <w:keepLines w:val="0"/>
            </w:pPr>
          </w:p>
          <w:p w:rsidR="00FB5721" w:rsidRPr="00C827A4" w:rsidRDefault="00FB5721" w:rsidP="00C616C4">
            <w:pPr>
              <w:pStyle w:val="textcell"/>
              <w:keepNext/>
              <w:jc w:val="left"/>
              <w:rPr>
                <w:lang w:val="en-GB"/>
              </w:rPr>
            </w:pPr>
          </w:p>
          <w:p w:rsidR="00FB5721" w:rsidRPr="00C827A4" w:rsidRDefault="00FB5721" w:rsidP="00C616C4">
            <w:pPr>
              <w:pStyle w:val="textcell"/>
              <w:keepNext/>
              <w:jc w:val="left"/>
              <w:rPr>
                <w:lang w:val="en-GB"/>
              </w:rPr>
            </w:pPr>
          </w:p>
          <w:p w:rsidR="00FB5721" w:rsidRPr="00C827A4" w:rsidRDefault="00FB5721" w:rsidP="00C616C4">
            <w:pPr>
              <w:pStyle w:val="textcell"/>
              <w:keepNext/>
              <w:jc w:val="left"/>
              <w:rPr>
                <w:lang w:val="en-GB"/>
              </w:rPr>
            </w:pPr>
          </w:p>
          <w:p w:rsidR="00FB5721" w:rsidRPr="00C827A4" w:rsidRDefault="00FB5721" w:rsidP="00C616C4">
            <w:pPr>
              <w:pStyle w:val="textcell"/>
              <w:keepNext/>
              <w:jc w:val="left"/>
              <w:rPr>
                <w:lang w:val="en-GB"/>
              </w:rPr>
            </w:pPr>
          </w:p>
          <w:p w:rsidR="00FB5721" w:rsidRPr="00C827A4" w:rsidRDefault="00FB5721" w:rsidP="00C616C4">
            <w:pPr>
              <w:pStyle w:val="textcell"/>
              <w:keepNext/>
              <w:jc w:val="left"/>
              <w:rPr>
                <w:lang w:val="en-GB"/>
              </w:rPr>
            </w:pPr>
          </w:p>
        </w:tc>
      </w:tr>
      <w:tr w:rsidR="00FB5721" w:rsidRPr="00C827A4" w:rsidTr="001F17EA">
        <w:tc>
          <w:tcPr>
            <w:tcW w:w="425" w:type="dxa"/>
            <w:tcBorders>
              <w:left w:val="single" w:sz="4" w:space="0" w:color="auto"/>
            </w:tcBorders>
          </w:tcPr>
          <w:p w:rsidR="00FB5721" w:rsidRPr="00C827A4" w:rsidRDefault="00FB5721" w:rsidP="001F17EA">
            <w:pPr>
              <w:pStyle w:val="TAC"/>
              <w:keepLines w:val="0"/>
            </w:pPr>
            <w:r w:rsidRPr="00C827A4">
              <w:t>2</w:t>
            </w:r>
          </w:p>
        </w:tc>
        <w:tc>
          <w:tcPr>
            <w:tcW w:w="4111" w:type="dxa"/>
          </w:tcPr>
          <w:p w:rsidR="00FB5721" w:rsidRPr="00C827A4" w:rsidRDefault="00FB5721" w:rsidP="001F17EA">
            <w:pPr>
              <w:pStyle w:val="TAH"/>
              <w:keepLines w:val="0"/>
              <w:rPr>
                <w:rStyle w:val="CODE"/>
                <w:b w:val="0"/>
              </w:rPr>
            </w:pPr>
            <w:r w:rsidRPr="00C827A4">
              <w:t>Applets can only access all files under the MF using the UICC file view</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An envelope menu selection is sent to trigger Applet1</w:t>
            </w:r>
          </w:p>
          <w:p w:rsidR="00FB5721" w:rsidRPr="00C827A4" w:rsidRDefault="00FB5721" w:rsidP="001F17EA">
            <w:pPr>
              <w:pStyle w:val="PL"/>
              <w:keepNext/>
              <w:rPr>
                <w:noProof w:val="0"/>
              </w:rPr>
            </w:pPr>
            <w:r w:rsidRPr="00C827A4">
              <w:rPr>
                <w:noProof w:val="0"/>
              </w:rPr>
              <w:t xml:space="preserve">2- Applet1 gets the UICC </w:t>
            </w:r>
            <w:r w:rsidRPr="00C827A4">
              <w:rPr>
                <w:i/>
                <w:iCs/>
                <w:noProof w:val="0"/>
              </w:rPr>
              <w:t>FileView</w:t>
            </w:r>
          </w:p>
          <w:p w:rsidR="00FB5721" w:rsidRPr="00C827A4" w:rsidRDefault="00FB5721" w:rsidP="001F17EA">
            <w:pPr>
              <w:pStyle w:val="PL"/>
              <w:keepNext/>
              <w:rPr>
                <w:noProof w:val="0"/>
              </w:rPr>
            </w:pPr>
            <w:r w:rsidRPr="00C827A4">
              <w:rPr>
                <w:noProof w:val="0"/>
              </w:rPr>
              <w:t>3- Applet1 selects the MF</w:t>
            </w:r>
          </w:p>
          <w:p w:rsidR="00FB5721" w:rsidRPr="00C827A4" w:rsidRDefault="00FB5721" w:rsidP="001F17EA">
            <w:pPr>
              <w:pStyle w:val="PL"/>
              <w:keepNext/>
              <w:rPr>
                <w:noProof w:val="0"/>
              </w:rPr>
            </w:pPr>
            <w:r w:rsidRPr="00C827A4">
              <w:rPr>
                <w:noProof w:val="0"/>
              </w:rPr>
              <w:t>4- Applet1 selects the EF</w:t>
            </w:r>
            <w:r w:rsidRPr="00C827A4">
              <w:rPr>
                <w:noProof w:val="0"/>
                <w:vertAlign w:val="subscript"/>
              </w:rPr>
              <w:t>DIR</w:t>
            </w:r>
          </w:p>
          <w:p w:rsidR="00FB5721" w:rsidRPr="00C827A4" w:rsidRDefault="00FB5721" w:rsidP="001F17EA">
            <w:pPr>
              <w:pStyle w:val="PL"/>
              <w:keepNext/>
              <w:rPr>
                <w:noProof w:val="0"/>
              </w:rPr>
            </w:pPr>
            <w:r w:rsidRPr="00C827A4">
              <w:rPr>
                <w:noProof w:val="0"/>
              </w:rPr>
              <w:t>5- Applet1 selects the DF</w:t>
            </w:r>
            <w:r w:rsidRPr="00C827A4">
              <w:rPr>
                <w:noProof w:val="0"/>
                <w:vertAlign w:val="subscript"/>
              </w:rPr>
              <w:t>TELECOM</w:t>
            </w:r>
          </w:p>
          <w:p w:rsidR="00FB5721" w:rsidRPr="00C827A4" w:rsidRDefault="00FB5721" w:rsidP="001F17EA">
            <w:pPr>
              <w:pStyle w:val="PL"/>
              <w:keepNext/>
              <w:rPr>
                <w:noProof w:val="0"/>
              </w:rPr>
            </w:pPr>
            <w:r w:rsidRPr="00C827A4">
              <w:rPr>
                <w:noProof w:val="0"/>
              </w:rPr>
              <w:t>6- Applet1 selects the MF</w:t>
            </w:r>
          </w:p>
          <w:p w:rsidR="00FB5721" w:rsidRPr="00C827A4" w:rsidRDefault="00FB5721" w:rsidP="001F17EA">
            <w:pPr>
              <w:pStyle w:val="PL"/>
              <w:keepNext/>
              <w:rPr>
                <w:noProof w:val="0"/>
              </w:rPr>
            </w:pPr>
            <w:r w:rsidRPr="00C827A4">
              <w:rPr>
                <w:noProof w:val="0"/>
              </w:rPr>
              <w:t>7- Applet1 selects the DF</w:t>
            </w:r>
            <w:r w:rsidRPr="00C827A4">
              <w:rPr>
                <w:noProof w:val="0"/>
                <w:vertAlign w:val="subscript"/>
              </w:rPr>
              <w:t>TEST</w:t>
            </w:r>
          </w:p>
          <w:p w:rsidR="00FB5721" w:rsidRPr="00C827A4" w:rsidRDefault="00FB5721" w:rsidP="001F17EA">
            <w:pPr>
              <w:pStyle w:val="PL"/>
              <w:keepNext/>
              <w:rPr>
                <w:noProof w:val="0"/>
              </w:rPr>
            </w:pPr>
            <w:r w:rsidRPr="00C827A4">
              <w:rPr>
                <w:noProof w:val="0"/>
              </w:rPr>
              <w:t>8- Applet1 selects the DF</w:t>
            </w:r>
            <w:r w:rsidRPr="00C827A4">
              <w:rPr>
                <w:noProof w:val="0"/>
                <w:vertAlign w:val="subscript"/>
              </w:rPr>
              <w:t>TEST1</w:t>
            </w:r>
          </w:p>
          <w:p w:rsidR="00FB5721" w:rsidRPr="00C827A4" w:rsidRDefault="00FB5721" w:rsidP="001F17EA">
            <w:pPr>
              <w:pStyle w:val="PL"/>
              <w:keepNext/>
              <w:rPr>
                <w:noProof w:val="0"/>
              </w:rPr>
            </w:pPr>
            <w:r w:rsidRPr="00C827A4">
              <w:rPr>
                <w:noProof w:val="0"/>
              </w:rPr>
              <w:t>9- Applet1 selects the EF</w:t>
            </w:r>
            <w:r w:rsidRPr="00C827A4">
              <w:rPr>
                <w:noProof w:val="0"/>
                <w:vertAlign w:val="subscript"/>
              </w:rPr>
              <w:t>TAA</w:t>
            </w:r>
          </w:p>
          <w:p w:rsidR="00FB5721" w:rsidRPr="00C827A4" w:rsidRDefault="00FB5721" w:rsidP="001F17EA">
            <w:pPr>
              <w:pStyle w:val="PL"/>
              <w:keepNext/>
              <w:rPr>
                <w:noProof w:val="0"/>
              </w:rPr>
            </w:pPr>
            <w:r w:rsidRPr="00C827A4">
              <w:rPr>
                <w:noProof w:val="0"/>
              </w:rPr>
              <w:t>10- Applet1 tries to select DF</w:t>
            </w:r>
            <w:r w:rsidRPr="00C827A4">
              <w:rPr>
                <w:noProof w:val="0"/>
                <w:vertAlign w:val="subscript"/>
              </w:rPr>
              <w:t>ADF1</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11- Send an APDU to trigger Applet2</w:t>
            </w:r>
          </w:p>
          <w:p w:rsidR="00FB5721" w:rsidRPr="00C827A4" w:rsidRDefault="00FB5721" w:rsidP="001F17EA">
            <w:pPr>
              <w:pStyle w:val="PL"/>
              <w:keepNext/>
              <w:rPr>
                <w:noProof w:val="0"/>
              </w:rPr>
            </w:pPr>
            <w:r w:rsidRPr="00C827A4">
              <w:rPr>
                <w:noProof w:val="0"/>
              </w:rPr>
              <w:t xml:space="preserve">12- Applet2 gets the UICC </w:t>
            </w:r>
            <w:r w:rsidRPr="00C827A4">
              <w:rPr>
                <w:i/>
                <w:iCs/>
                <w:noProof w:val="0"/>
              </w:rPr>
              <w:t>FileView</w:t>
            </w:r>
          </w:p>
          <w:p w:rsidR="00FB5721" w:rsidRPr="00C827A4" w:rsidRDefault="00FB5721" w:rsidP="001F17EA">
            <w:pPr>
              <w:pStyle w:val="PL"/>
              <w:keepNext/>
              <w:rPr>
                <w:noProof w:val="0"/>
              </w:rPr>
            </w:pPr>
            <w:r w:rsidRPr="00C827A4">
              <w:rPr>
                <w:noProof w:val="0"/>
              </w:rPr>
              <w:t>13- Applet2 selects the MF</w:t>
            </w:r>
          </w:p>
          <w:p w:rsidR="00FB5721" w:rsidRPr="00C827A4" w:rsidRDefault="00FB5721" w:rsidP="001F17EA">
            <w:pPr>
              <w:pStyle w:val="PL"/>
              <w:keepNext/>
              <w:rPr>
                <w:noProof w:val="0"/>
              </w:rPr>
            </w:pPr>
            <w:r w:rsidRPr="00C827A4">
              <w:rPr>
                <w:noProof w:val="0"/>
              </w:rPr>
              <w:t>14- Applet2 selects the EF</w:t>
            </w:r>
            <w:r w:rsidRPr="00C827A4">
              <w:rPr>
                <w:noProof w:val="0"/>
                <w:vertAlign w:val="subscript"/>
              </w:rPr>
              <w:t>DIR</w:t>
            </w:r>
          </w:p>
          <w:p w:rsidR="00FB5721" w:rsidRPr="00C827A4" w:rsidRDefault="00FB5721" w:rsidP="001F17EA">
            <w:pPr>
              <w:pStyle w:val="PL"/>
              <w:keepNext/>
              <w:rPr>
                <w:noProof w:val="0"/>
              </w:rPr>
            </w:pPr>
            <w:r w:rsidRPr="00C827A4">
              <w:rPr>
                <w:noProof w:val="0"/>
              </w:rPr>
              <w:t>15- Applet2 selects the DF</w:t>
            </w:r>
            <w:r w:rsidRPr="00C827A4">
              <w:rPr>
                <w:noProof w:val="0"/>
                <w:vertAlign w:val="subscript"/>
              </w:rPr>
              <w:t>TELECOM</w:t>
            </w:r>
          </w:p>
          <w:p w:rsidR="00FB5721" w:rsidRPr="00C827A4" w:rsidRDefault="00FB5721" w:rsidP="001F17EA">
            <w:pPr>
              <w:pStyle w:val="PL"/>
              <w:keepNext/>
              <w:rPr>
                <w:noProof w:val="0"/>
              </w:rPr>
            </w:pPr>
            <w:r w:rsidRPr="00C827A4">
              <w:rPr>
                <w:noProof w:val="0"/>
              </w:rPr>
              <w:t>16- Applet2 selects the MF</w:t>
            </w:r>
          </w:p>
          <w:p w:rsidR="00FB5721" w:rsidRPr="00C827A4" w:rsidRDefault="00FB5721" w:rsidP="001F17EA">
            <w:pPr>
              <w:pStyle w:val="PL"/>
              <w:keepNext/>
              <w:rPr>
                <w:noProof w:val="0"/>
              </w:rPr>
            </w:pPr>
            <w:r w:rsidRPr="00C827A4">
              <w:rPr>
                <w:noProof w:val="0"/>
              </w:rPr>
              <w:t>17- Applet2 selects the DF</w:t>
            </w:r>
            <w:r w:rsidRPr="00C827A4">
              <w:rPr>
                <w:noProof w:val="0"/>
                <w:vertAlign w:val="subscript"/>
              </w:rPr>
              <w:t>TEST</w:t>
            </w:r>
          </w:p>
          <w:p w:rsidR="00FB5721" w:rsidRPr="00C827A4" w:rsidRDefault="00FB5721" w:rsidP="001F17EA">
            <w:pPr>
              <w:pStyle w:val="PL"/>
              <w:keepNext/>
              <w:rPr>
                <w:noProof w:val="0"/>
              </w:rPr>
            </w:pPr>
            <w:r w:rsidRPr="00C827A4">
              <w:rPr>
                <w:noProof w:val="0"/>
              </w:rPr>
              <w:t>18- Applet2 selects the DF</w:t>
            </w:r>
            <w:r w:rsidRPr="00C827A4">
              <w:rPr>
                <w:noProof w:val="0"/>
                <w:vertAlign w:val="subscript"/>
              </w:rPr>
              <w:t>TEST1</w:t>
            </w:r>
          </w:p>
          <w:p w:rsidR="00FB5721" w:rsidRPr="00C827A4" w:rsidRDefault="00FB5721" w:rsidP="001F17EA">
            <w:pPr>
              <w:pStyle w:val="PL"/>
              <w:keepNext/>
              <w:rPr>
                <w:noProof w:val="0"/>
                <w:vertAlign w:val="subscript"/>
              </w:rPr>
            </w:pPr>
            <w:r w:rsidRPr="00C827A4">
              <w:rPr>
                <w:noProof w:val="0"/>
              </w:rPr>
              <w:t>19- Applet2 selects the EF</w:t>
            </w:r>
            <w:r w:rsidRPr="00C827A4">
              <w:rPr>
                <w:noProof w:val="0"/>
                <w:vertAlign w:val="subscript"/>
              </w:rPr>
              <w:t>TAA</w:t>
            </w:r>
          </w:p>
          <w:p w:rsidR="00FB5721" w:rsidRPr="00C827A4" w:rsidRDefault="00FB5721" w:rsidP="001F17EA">
            <w:pPr>
              <w:pStyle w:val="PL"/>
              <w:keepNext/>
              <w:rPr>
                <w:noProof w:val="0"/>
              </w:rPr>
            </w:pPr>
            <w:r w:rsidRPr="00C827A4">
              <w:rPr>
                <w:noProof w:val="0"/>
              </w:rPr>
              <w:t>20- Applet2 tries to select DF</w:t>
            </w:r>
            <w:r w:rsidRPr="00C827A4">
              <w:rPr>
                <w:noProof w:val="0"/>
                <w:vertAlign w:val="subscript"/>
              </w:rPr>
              <w:t>ADF1</w:t>
            </w:r>
          </w:p>
          <w:p w:rsidR="00FB5721" w:rsidRPr="00C827A4" w:rsidRDefault="00FB5721" w:rsidP="001F17EA">
            <w:pPr>
              <w:pStyle w:val="PL"/>
              <w:keepNext/>
              <w:rPr>
                <w:noProof w:val="0"/>
              </w:rPr>
            </w:pPr>
          </w:p>
        </w:tc>
        <w:tc>
          <w:tcPr>
            <w:tcW w:w="2882"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Applet1 is triggered</w:t>
            </w:r>
          </w:p>
          <w:p w:rsidR="00FB5721" w:rsidRPr="00C827A4" w:rsidRDefault="00FB5721" w:rsidP="001F17EA">
            <w:pPr>
              <w:pStyle w:val="TAL"/>
              <w:keepLines w:val="0"/>
            </w:pPr>
          </w:p>
          <w:p w:rsidR="00FB5721" w:rsidRPr="00C827A4" w:rsidRDefault="00FB5721" w:rsidP="001F17EA">
            <w:pPr>
              <w:pStyle w:val="TAL"/>
              <w:keepLines w:val="0"/>
            </w:pPr>
            <w:r w:rsidRPr="00C827A4">
              <w:t>3- No exception is thrown</w:t>
            </w:r>
          </w:p>
          <w:p w:rsidR="00FB5721" w:rsidRPr="00C827A4" w:rsidRDefault="00FB5721" w:rsidP="001F17EA">
            <w:pPr>
              <w:pStyle w:val="TAL"/>
              <w:keepLines w:val="0"/>
            </w:pPr>
            <w:r w:rsidRPr="00C827A4">
              <w:t>4- No exception is thrown</w:t>
            </w:r>
          </w:p>
          <w:p w:rsidR="00FB5721" w:rsidRPr="00C827A4" w:rsidRDefault="00FB5721" w:rsidP="001F17EA">
            <w:pPr>
              <w:pStyle w:val="TAL"/>
              <w:keepLines w:val="0"/>
            </w:pPr>
            <w:r w:rsidRPr="00C827A4">
              <w:t>5- No exception is thrown</w:t>
            </w:r>
          </w:p>
          <w:p w:rsidR="00FB5721" w:rsidRPr="00C827A4" w:rsidRDefault="00FB5721" w:rsidP="001F17EA">
            <w:pPr>
              <w:pStyle w:val="TAL"/>
              <w:keepLines w:val="0"/>
            </w:pPr>
            <w:r w:rsidRPr="00C827A4">
              <w:t>6- No exception is thrown</w:t>
            </w:r>
          </w:p>
          <w:p w:rsidR="00FB5721" w:rsidRPr="00C827A4" w:rsidRDefault="00FB5721" w:rsidP="001F17EA">
            <w:pPr>
              <w:pStyle w:val="TAL"/>
              <w:keepLines w:val="0"/>
            </w:pPr>
            <w:r w:rsidRPr="00C827A4">
              <w:t>7- No exception is thrown</w:t>
            </w:r>
          </w:p>
          <w:p w:rsidR="00FB5721" w:rsidRPr="00C827A4" w:rsidRDefault="00FB5721" w:rsidP="001F17EA">
            <w:pPr>
              <w:pStyle w:val="TAL"/>
              <w:keepLines w:val="0"/>
            </w:pPr>
            <w:r w:rsidRPr="00C827A4">
              <w:t>8- No exception is thrown</w:t>
            </w:r>
          </w:p>
          <w:p w:rsidR="00FB5721" w:rsidRPr="00C827A4" w:rsidRDefault="00FB5721" w:rsidP="001F17EA">
            <w:pPr>
              <w:pStyle w:val="TAL"/>
              <w:keepLines w:val="0"/>
            </w:pPr>
            <w:r w:rsidRPr="00C827A4">
              <w:t>9- No exception is thrown</w:t>
            </w:r>
          </w:p>
          <w:p w:rsidR="00FB5721" w:rsidRPr="00C827A4" w:rsidRDefault="00FB5721" w:rsidP="001F17EA">
            <w:pPr>
              <w:pStyle w:val="TAL"/>
              <w:keepLines w:val="0"/>
            </w:pPr>
            <w:r w:rsidRPr="00C827A4">
              <w:t>10- An exception is thrown</w:t>
            </w:r>
          </w:p>
          <w:p w:rsidR="00FB5721" w:rsidRPr="00C827A4" w:rsidRDefault="00FB5721" w:rsidP="001F17EA">
            <w:pPr>
              <w:pStyle w:val="TAL"/>
              <w:keepLines w:val="0"/>
            </w:pPr>
          </w:p>
          <w:p w:rsidR="00FB5721" w:rsidRPr="00C827A4" w:rsidRDefault="00FB5721" w:rsidP="001F17EA">
            <w:pPr>
              <w:pStyle w:val="TAL"/>
              <w:keepLines w:val="0"/>
            </w:pPr>
            <w:r w:rsidRPr="00C827A4">
              <w:t>11- Applet2 is triggered</w:t>
            </w:r>
          </w:p>
          <w:p w:rsidR="00FB5721" w:rsidRPr="00C827A4" w:rsidRDefault="00FB5721" w:rsidP="001F17EA">
            <w:pPr>
              <w:pStyle w:val="TAL"/>
              <w:keepLines w:val="0"/>
            </w:pPr>
          </w:p>
          <w:p w:rsidR="00FB5721" w:rsidRPr="00C827A4" w:rsidRDefault="00FB5721" w:rsidP="001F17EA">
            <w:pPr>
              <w:pStyle w:val="TAL"/>
              <w:keepLines w:val="0"/>
            </w:pPr>
            <w:r w:rsidRPr="00C827A4">
              <w:t>13- No exception is thrown</w:t>
            </w:r>
          </w:p>
          <w:p w:rsidR="00FB5721" w:rsidRPr="00C827A4" w:rsidRDefault="00FB5721" w:rsidP="001F17EA">
            <w:pPr>
              <w:pStyle w:val="TAL"/>
              <w:keepLines w:val="0"/>
            </w:pPr>
            <w:r w:rsidRPr="00C827A4">
              <w:t>14- No exception is thrown</w:t>
            </w:r>
          </w:p>
          <w:p w:rsidR="00FB5721" w:rsidRPr="00C827A4" w:rsidRDefault="00FB5721" w:rsidP="001F17EA">
            <w:pPr>
              <w:pStyle w:val="TAL"/>
              <w:keepLines w:val="0"/>
            </w:pPr>
            <w:r w:rsidRPr="00C827A4">
              <w:t>15- No exception is thrown</w:t>
            </w:r>
          </w:p>
          <w:p w:rsidR="00FB5721" w:rsidRPr="00C827A4" w:rsidRDefault="00FB5721" w:rsidP="001F17EA">
            <w:pPr>
              <w:pStyle w:val="TAL"/>
              <w:keepLines w:val="0"/>
            </w:pPr>
            <w:r w:rsidRPr="00C827A4">
              <w:t>16- No exception is thrown</w:t>
            </w:r>
          </w:p>
          <w:p w:rsidR="00FB5721" w:rsidRPr="00C827A4" w:rsidRDefault="00FB5721" w:rsidP="001F17EA">
            <w:pPr>
              <w:pStyle w:val="TAL"/>
              <w:keepLines w:val="0"/>
            </w:pPr>
            <w:r w:rsidRPr="00C827A4">
              <w:t>17- No exception is thrown</w:t>
            </w:r>
          </w:p>
          <w:p w:rsidR="00FB5721" w:rsidRPr="00C827A4" w:rsidRDefault="00FB5721" w:rsidP="001F17EA">
            <w:pPr>
              <w:pStyle w:val="TAL"/>
              <w:keepLines w:val="0"/>
            </w:pPr>
            <w:r w:rsidRPr="00C827A4">
              <w:t>18- No exception is thrown</w:t>
            </w:r>
          </w:p>
          <w:p w:rsidR="00FB5721" w:rsidRPr="00C827A4" w:rsidRDefault="00FB5721" w:rsidP="001F17EA">
            <w:pPr>
              <w:pStyle w:val="TAL"/>
              <w:keepLines w:val="0"/>
            </w:pPr>
            <w:r w:rsidRPr="00C827A4">
              <w:t>19- No exception is thrown</w:t>
            </w:r>
          </w:p>
          <w:p w:rsidR="00FB5721" w:rsidRPr="00C827A4" w:rsidRDefault="00FB5721" w:rsidP="001F17EA">
            <w:pPr>
              <w:pStyle w:val="TAL"/>
              <w:keepLines w:val="0"/>
            </w:pPr>
            <w:r w:rsidRPr="00C827A4">
              <w:t>20- An exception is thrown</w:t>
            </w:r>
          </w:p>
        </w:tc>
        <w:tc>
          <w:tcPr>
            <w:tcW w:w="2363" w:type="dxa"/>
          </w:tcPr>
          <w:p w:rsidR="00FB5721" w:rsidRPr="00C827A4" w:rsidRDefault="00FB5721" w:rsidP="001F17EA">
            <w:pPr>
              <w:pStyle w:val="TAL"/>
              <w:keepLines w:val="0"/>
            </w:pPr>
          </w:p>
        </w:tc>
      </w:tr>
      <w:tr w:rsidR="00FB5721" w:rsidRPr="00C827A4" w:rsidTr="001F17EA">
        <w:tc>
          <w:tcPr>
            <w:tcW w:w="425" w:type="dxa"/>
            <w:tcBorders>
              <w:left w:val="single" w:sz="4" w:space="0" w:color="auto"/>
            </w:tcBorders>
          </w:tcPr>
          <w:p w:rsidR="00FB5721" w:rsidRPr="00C827A4" w:rsidRDefault="00FB5721" w:rsidP="001F17EA">
            <w:pPr>
              <w:pStyle w:val="TAC"/>
              <w:keepNext w:val="0"/>
              <w:keepLines w:val="0"/>
            </w:pPr>
            <w:r w:rsidRPr="00C827A4">
              <w:t>3</w:t>
            </w:r>
          </w:p>
        </w:tc>
        <w:tc>
          <w:tcPr>
            <w:tcW w:w="4111" w:type="dxa"/>
          </w:tcPr>
          <w:p w:rsidR="00FB5721" w:rsidRPr="00C827A4" w:rsidRDefault="00FB5721" w:rsidP="001F17EA">
            <w:pPr>
              <w:pStyle w:val="TAH"/>
              <w:keepNext w:val="0"/>
              <w:keepLines w:val="0"/>
              <w:rPr>
                <w:rStyle w:val="CODE"/>
                <w:b w:val="0"/>
              </w:rPr>
            </w:pPr>
            <w:r w:rsidRPr="00C827A4">
              <w:t>Applets can access all files under the ADF1 using the ADF1 file view</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An envelope menu selection is sent to trigger Applet1</w:t>
            </w:r>
          </w:p>
          <w:p w:rsidR="00FB5721" w:rsidRPr="00C827A4" w:rsidRDefault="00FB5721" w:rsidP="001F17EA">
            <w:pPr>
              <w:pStyle w:val="PL"/>
              <w:rPr>
                <w:noProof w:val="0"/>
              </w:rPr>
            </w:pPr>
            <w:r w:rsidRPr="00C827A4">
              <w:rPr>
                <w:noProof w:val="0"/>
              </w:rPr>
              <w:t xml:space="preserve">2- Applet1 gets the ADF1 </w:t>
            </w:r>
            <w:r w:rsidRPr="00C827A4">
              <w:rPr>
                <w:i/>
                <w:iCs/>
                <w:noProof w:val="0"/>
              </w:rPr>
              <w:t>FileView</w:t>
            </w:r>
          </w:p>
          <w:p w:rsidR="00FB5721" w:rsidRPr="00C827A4" w:rsidRDefault="00FB5721" w:rsidP="001F17EA">
            <w:pPr>
              <w:pStyle w:val="PL"/>
              <w:rPr>
                <w:noProof w:val="0"/>
              </w:rPr>
            </w:pPr>
            <w:r w:rsidRPr="00C827A4">
              <w:rPr>
                <w:noProof w:val="0"/>
              </w:rPr>
              <w:t>3- Applet1 selects the ADF1</w:t>
            </w:r>
          </w:p>
          <w:p w:rsidR="00FB5721" w:rsidRPr="00C827A4" w:rsidRDefault="00FB5721" w:rsidP="001F17EA">
            <w:pPr>
              <w:pStyle w:val="PL"/>
              <w:rPr>
                <w:noProof w:val="0"/>
              </w:rPr>
            </w:pPr>
            <w:r w:rsidRPr="00C827A4">
              <w:rPr>
                <w:noProof w:val="0"/>
              </w:rPr>
              <w:t>4- Applet1 selects the DF</w:t>
            </w:r>
            <w:r w:rsidRPr="00C827A4">
              <w:rPr>
                <w:noProof w:val="0"/>
                <w:vertAlign w:val="subscript"/>
              </w:rPr>
              <w:t>TELECOM</w:t>
            </w:r>
          </w:p>
          <w:p w:rsidR="00FB5721" w:rsidRPr="00C827A4" w:rsidRDefault="00FB5721" w:rsidP="001F17EA">
            <w:pPr>
              <w:pStyle w:val="PL"/>
              <w:rPr>
                <w:noProof w:val="0"/>
              </w:rPr>
            </w:pPr>
            <w:r w:rsidRPr="00C827A4">
              <w:rPr>
                <w:noProof w:val="0"/>
              </w:rPr>
              <w:t>5- Applet1 selects the ADF1</w:t>
            </w:r>
          </w:p>
          <w:p w:rsidR="00FB5721" w:rsidRPr="00C827A4" w:rsidRDefault="00FB5721" w:rsidP="001F17EA">
            <w:pPr>
              <w:pStyle w:val="PL"/>
              <w:rPr>
                <w:noProof w:val="0"/>
              </w:rPr>
            </w:pPr>
            <w:r w:rsidRPr="00C827A4">
              <w:rPr>
                <w:noProof w:val="0"/>
              </w:rPr>
              <w:t>6- Applet1 selects the DF</w:t>
            </w:r>
            <w:r w:rsidRPr="00C827A4">
              <w:rPr>
                <w:noProof w:val="0"/>
                <w:vertAlign w:val="subscript"/>
              </w:rPr>
              <w:t>TEST</w:t>
            </w:r>
          </w:p>
          <w:p w:rsidR="00FB5721" w:rsidRPr="00C827A4" w:rsidRDefault="00FB5721" w:rsidP="001F17EA">
            <w:pPr>
              <w:pStyle w:val="PL"/>
              <w:rPr>
                <w:noProof w:val="0"/>
              </w:rPr>
            </w:pPr>
            <w:r w:rsidRPr="00C827A4">
              <w:rPr>
                <w:noProof w:val="0"/>
              </w:rPr>
              <w:t>7- Applet1 selects the DF</w:t>
            </w:r>
            <w:r w:rsidRPr="00C827A4">
              <w:rPr>
                <w:noProof w:val="0"/>
                <w:vertAlign w:val="subscript"/>
              </w:rPr>
              <w:t>TEST1</w:t>
            </w:r>
          </w:p>
          <w:p w:rsidR="00FB5721" w:rsidRPr="00C827A4" w:rsidRDefault="00FB5721" w:rsidP="001F17EA">
            <w:pPr>
              <w:pStyle w:val="PL"/>
              <w:rPr>
                <w:noProof w:val="0"/>
              </w:rPr>
            </w:pPr>
            <w:r w:rsidRPr="00C827A4">
              <w:rPr>
                <w:noProof w:val="0"/>
              </w:rPr>
              <w:t>8- Applet1 selects the EF</w:t>
            </w:r>
            <w:r w:rsidRPr="00C827A4">
              <w:rPr>
                <w:noProof w:val="0"/>
                <w:vertAlign w:val="subscript"/>
              </w:rPr>
              <w:t>TAA</w:t>
            </w:r>
          </w:p>
          <w:p w:rsidR="00FB5721" w:rsidRPr="00C827A4" w:rsidRDefault="00FB5721" w:rsidP="001F17EA">
            <w:pPr>
              <w:pStyle w:val="PL"/>
              <w:rPr>
                <w:noProof w:val="0"/>
              </w:rPr>
            </w:pPr>
            <w:r w:rsidRPr="00C827A4">
              <w:rPr>
                <w:noProof w:val="0"/>
              </w:rPr>
              <w:t>9- Applet1 tries to select the MF</w:t>
            </w:r>
          </w:p>
          <w:p w:rsidR="00FB5721" w:rsidRPr="00C827A4" w:rsidRDefault="00FB5721" w:rsidP="001F17EA">
            <w:pPr>
              <w:pStyle w:val="PL"/>
              <w:rPr>
                <w:noProof w:val="0"/>
              </w:rPr>
            </w:pPr>
            <w:r w:rsidRPr="00C827A4">
              <w:rPr>
                <w:noProof w:val="0"/>
              </w:rPr>
              <w:t>10- Applet1 tries to select the EF</w:t>
            </w:r>
            <w:r w:rsidRPr="00C827A4">
              <w:rPr>
                <w:noProof w:val="0"/>
                <w:vertAlign w:val="subscript"/>
              </w:rPr>
              <w:t>DIR</w:t>
            </w:r>
          </w:p>
          <w:p w:rsidR="00FB5721" w:rsidRPr="00C827A4" w:rsidRDefault="00FB5721" w:rsidP="001F17EA">
            <w:pPr>
              <w:pStyle w:val="PL"/>
              <w:rPr>
                <w:noProof w:val="0"/>
              </w:rPr>
            </w:pPr>
            <w:r w:rsidRPr="00C827A4">
              <w:rPr>
                <w:noProof w:val="0"/>
              </w:rPr>
              <w:t>11- Applet1 tries to select DF</w:t>
            </w:r>
            <w:r w:rsidRPr="00C827A4">
              <w:rPr>
                <w:noProof w:val="0"/>
                <w:vertAlign w:val="subscript"/>
              </w:rPr>
              <w:t>ADF2</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12- Send an APDU to trigger Applet2</w:t>
            </w:r>
          </w:p>
          <w:p w:rsidR="00FB5721" w:rsidRPr="00C827A4" w:rsidRDefault="00FB5721" w:rsidP="001F17EA">
            <w:pPr>
              <w:pStyle w:val="PL"/>
              <w:rPr>
                <w:noProof w:val="0"/>
              </w:rPr>
            </w:pPr>
            <w:r w:rsidRPr="00C827A4">
              <w:rPr>
                <w:noProof w:val="0"/>
              </w:rPr>
              <w:t xml:space="preserve">13- Applet2 gets the ADF1 </w:t>
            </w:r>
            <w:r w:rsidRPr="00C827A4">
              <w:rPr>
                <w:i/>
                <w:iCs/>
                <w:noProof w:val="0"/>
              </w:rPr>
              <w:t>FileView</w:t>
            </w:r>
          </w:p>
          <w:p w:rsidR="00FB5721" w:rsidRPr="00C827A4" w:rsidRDefault="00FB5721" w:rsidP="001F17EA">
            <w:pPr>
              <w:pStyle w:val="PL"/>
              <w:rPr>
                <w:noProof w:val="0"/>
              </w:rPr>
            </w:pPr>
            <w:r w:rsidRPr="00C827A4">
              <w:rPr>
                <w:noProof w:val="0"/>
              </w:rPr>
              <w:t>14- Applet2 selects the ADF1</w:t>
            </w:r>
          </w:p>
          <w:p w:rsidR="00FB5721" w:rsidRPr="00C827A4" w:rsidRDefault="00FB5721" w:rsidP="001F17EA">
            <w:pPr>
              <w:pStyle w:val="PL"/>
              <w:rPr>
                <w:noProof w:val="0"/>
              </w:rPr>
            </w:pPr>
            <w:r w:rsidRPr="00C827A4">
              <w:rPr>
                <w:noProof w:val="0"/>
              </w:rPr>
              <w:t>15- Applet2 selects the DF</w:t>
            </w:r>
            <w:r w:rsidRPr="00C827A4">
              <w:rPr>
                <w:noProof w:val="0"/>
                <w:vertAlign w:val="subscript"/>
              </w:rPr>
              <w:t>TELECOM</w:t>
            </w:r>
          </w:p>
          <w:p w:rsidR="00FB5721" w:rsidRPr="00C827A4" w:rsidRDefault="00FB5721" w:rsidP="001F17EA">
            <w:pPr>
              <w:pStyle w:val="PL"/>
              <w:rPr>
                <w:noProof w:val="0"/>
              </w:rPr>
            </w:pPr>
            <w:r w:rsidRPr="00C827A4">
              <w:rPr>
                <w:noProof w:val="0"/>
              </w:rPr>
              <w:t>16- Applet2 selects the ADF1</w:t>
            </w:r>
          </w:p>
          <w:p w:rsidR="00FB5721" w:rsidRPr="00C827A4" w:rsidRDefault="00FB5721" w:rsidP="001F17EA">
            <w:pPr>
              <w:pStyle w:val="PL"/>
              <w:rPr>
                <w:noProof w:val="0"/>
              </w:rPr>
            </w:pPr>
            <w:r w:rsidRPr="00C827A4">
              <w:rPr>
                <w:noProof w:val="0"/>
              </w:rPr>
              <w:t>17- Applet2 selects the DF</w:t>
            </w:r>
            <w:r w:rsidRPr="00C827A4">
              <w:rPr>
                <w:noProof w:val="0"/>
                <w:vertAlign w:val="subscript"/>
              </w:rPr>
              <w:t>TEST</w:t>
            </w:r>
          </w:p>
          <w:p w:rsidR="00FB5721" w:rsidRPr="00C827A4" w:rsidRDefault="00FB5721" w:rsidP="001F17EA">
            <w:pPr>
              <w:pStyle w:val="PL"/>
              <w:rPr>
                <w:noProof w:val="0"/>
              </w:rPr>
            </w:pPr>
            <w:r w:rsidRPr="00C827A4">
              <w:rPr>
                <w:noProof w:val="0"/>
              </w:rPr>
              <w:t>18- Applet2 selects the DF</w:t>
            </w:r>
            <w:r w:rsidRPr="00C827A4">
              <w:rPr>
                <w:noProof w:val="0"/>
                <w:vertAlign w:val="subscript"/>
              </w:rPr>
              <w:t>TEST1</w:t>
            </w:r>
          </w:p>
          <w:p w:rsidR="00FB5721" w:rsidRPr="00C827A4" w:rsidRDefault="00FB5721" w:rsidP="001F17EA">
            <w:pPr>
              <w:pStyle w:val="PL"/>
              <w:rPr>
                <w:noProof w:val="0"/>
                <w:vertAlign w:val="subscript"/>
              </w:rPr>
            </w:pPr>
            <w:r w:rsidRPr="00C827A4">
              <w:rPr>
                <w:noProof w:val="0"/>
              </w:rPr>
              <w:t>19- Applet2 selects the EF</w:t>
            </w:r>
            <w:r w:rsidRPr="00C827A4">
              <w:rPr>
                <w:noProof w:val="0"/>
                <w:vertAlign w:val="subscript"/>
              </w:rPr>
              <w:t>TAA</w:t>
            </w:r>
          </w:p>
          <w:p w:rsidR="00FB5721" w:rsidRPr="00C827A4" w:rsidRDefault="00FB5721" w:rsidP="001F17EA">
            <w:pPr>
              <w:pStyle w:val="PL"/>
              <w:rPr>
                <w:noProof w:val="0"/>
              </w:rPr>
            </w:pPr>
            <w:r w:rsidRPr="00C827A4">
              <w:rPr>
                <w:noProof w:val="0"/>
              </w:rPr>
              <w:t>20- Applet1 tries to select the MF</w:t>
            </w:r>
          </w:p>
          <w:p w:rsidR="00FB5721" w:rsidRPr="00C827A4" w:rsidRDefault="00FB5721" w:rsidP="001F17EA">
            <w:pPr>
              <w:pStyle w:val="PL"/>
              <w:rPr>
                <w:noProof w:val="0"/>
              </w:rPr>
            </w:pPr>
            <w:r w:rsidRPr="00C827A4">
              <w:rPr>
                <w:noProof w:val="0"/>
              </w:rPr>
              <w:t>21- Applet1 tries to select the EF</w:t>
            </w:r>
            <w:r w:rsidRPr="00C827A4">
              <w:rPr>
                <w:noProof w:val="0"/>
                <w:vertAlign w:val="subscript"/>
              </w:rPr>
              <w:t>DIR</w:t>
            </w:r>
          </w:p>
          <w:p w:rsidR="00FB5721" w:rsidRPr="00C827A4" w:rsidRDefault="00FB5721" w:rsidP="001F17EA">
            <w:pPr>
              <w:pStyle w:val="PL"/>
              <w:rPr>
                <w:noProof w:val="0"/>
              </w:rPr>
            </w:pPr>
            <w:r w:rsidRPr="00C827A4">
              <w:rPr>
                <w:noProof w:val="0"/>
              </w:rPr>
              <w:t>22- Applet2 tries to select DF</w:t>
            </w:r>
            <w:r w:rsidRPr="00C827A4">
              <w:rPr>
                <w:noProof w:val="0"/>
                <w:vertAlign w:val="subscript"/>
              </w:rPr>
              <w:t>ADF2</w:t>
            </w:r>
          </w:p>
          <w:p w:rsidR="00FB5721" w:rsidRPr="00C827A4" w:rsidRDefault="00FB5721" w:rsidP="001F17EA">
            <w:pPr>
              <w:pStyle w:val="PL"/>
              <w:rPr>
                <w:noProof w:val="0"/>
              </w:rPr>
            </w:pPr>
          </w:p>
        </w:tc>
        <w:tc>
          <w:tcPr>
            <w:tcW w:w="2882" w:type="dxa"/>
          </w:tcPr>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Applet1 is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3- No exception is thrown</w:t>
            </w:r>
          </w:p>
          <w:p w:rsidR="00FB5721" w:rsidRPr="00C827A4" w:rsidRDefault="00FB5721" w:rsidP="001F17EA">
            <w:pPr>
              <w:pStyle w:val="TAL"/>
              <w:keepNext w:val="0"/>
              <w:keepLines w:val="0"/>
            </w:pPr>
            <w:r w:rsidRPr="00C827A4">
              <w:t>4- No exception is thrown</w:t>
            </w:r>
          </w:p>
          <w:p w:rsidR="00FB5721" w:rsidRPr="00C827A4" w:rsidRDefault="00FB5721" w:rsidP="001F17EA">
            <w:pPr>
              <w:pStyle w:val="TAL"/>
              <w:keepNext w:val="0"/>
              <w:keepLines w:val="0"/>
            </w:pPr>
            <w:r w:rsidRPr="00C827A4">
              <w:t>5- No exception is thrown</w:t>
            </w:r>
          </w:p>
          <w:p w:rsidR="00FB5721" w:rsidRPr="00C827A4" w:rsidRDefault="00FB5721" w:rsidP="001F17EA">
            <w:pPr>
              <w:pStyle w:val="TAL"/>
              <w:keepNext w:val="0"/>
              <w:keepLines w:val="0"/>
            </w:pPr>
            <w:r w:rsidRPr="00C827A4">
              <w:t>6- No exception is thrown</w:t>
            </w:r>
          </w:p>
          <w:p w:rsidR="00FB5721" w:rsidRPr="00C827A4" w:rsidRDefault="00FB5721" w:rsidP="001F17EA">
            <w:pPr>
              <w:pStyle w:val="TAL"/>
              <w:keepNext w:val="0"/>
              <w:keepLines w:val="0"/>
            </w:pPr>
            <w:r w:rsidRPr="00C827A4">
              <w:t>7- No exception is thrown</w:t>
            </w:r>
          </w:p>
          <w:p w:rsidR="00FB5721" w:rsidRPr="00C827A4" w:rsidRDefault="00FB5721" w:rsidP="001F17EA">
            <w:pPr>
              <w:pStyle w:val="TAL"/>
              <w:keepNext w:val="0"/>
              <w:keepLines w:val="0"/>
            </w:pPr>
            <w:r w:rsidRPr="00C827A4">
              <w:t>8- No exception is thrown</w:t>
            </w:r>
          </w:p>
          <w:p w:rsidR="00FB5721" w:rsidRPr="00C827A4" w:rsidRDefault="00FB5721" w:rsidP="001F17EA">
            <w:pPr>
              <w:pStyle w:val="TAL"/>
              <w:keepNext w:val="0"/>
              <w:keepLines w:val="0"/>
            </w:pPr>
            <w:r w:rsidRPr="00C827A4">
              <w:t>9- An exception is thrown</w:t>
            </w:r>
          </w:p>
          <w:p w:rsidR="00FB5721" w:rsidRPr="00C827A4" w:rsidRDefault="00FB5721" w:rsidP="001F17EA">
            <w:pPr>
              <w:pStyle w:val="TAL"/>
              <w:keepNext w:val="0"/>
              <w:keepLines w:val="0"/>
            </w:pPr>
            <w:r w:rsidRPr="00C827A4">
              <w:t>10- An exception is thrown</w:t>
            </w:r>
          </w:p>
          <w:p w:rsidR="00FB5721" w:rsidRPr="00C827A4" w:rsidRDefault="00FB5721" w:rsidP="001F17EA">
            <w:pPr>
              <w:pStyle w:val="TAL"/>
              <w:keepNext w:val="0"/>
              <w:keepLines w:val="0"/>
            </w:pPr>
            <w:r w:rsidRPr="00C827A4">
              <w:t>11- An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12- Applet2 is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14- No exception is thrown</w:t>
            </w:r>
          </w:p>
          <w:p w:rsidR="00FB5721" w:rsidRPr="00C827A4" w:rsidRDefault="00FB5721" w:rsidP="001F17EA">
            <w:pPr>
              <w:pStyle w:val="TAL"/>
              <w:keepNext w:val="0"/>
              <w:keepLines w:val="0"/>
            </w:pPr>
            <w:r w:rsidRPr="00C827A4">
              <w:t>15- No exception is thrown</w:t>
            </w:r>
          </w:p>
          <w:p w:rsidR="00FB5721" w:rsidRPr="00C827A4" w:rsidRDefault="00FB5721" w:rsidP="001F17EA">
            <w:pPr>
              <w:pStyle w:val="TAL"/>
              <w:keepNext w:val="0"/>
              <w:keepLines w:val="0"/>
            </w:pPr>
            <w:r w:rsidRPr="00C827A4">
              <w:t>16- No exception is thrown</w:t>
            </w:r>
          </w:p>
          <w:p w:rsidR="00FB5721" w:rsidRPr="00C827A4" w:rsidRDefault="00FB5721" w:rsidP="001F17EA">
            <w:pPr>
              <w:pStyle w:val="TAL"/>
              <w:keepNext w:val="0"/>
              <w:keepLines w:val="0"/>
            </w:pPr>
            <w:r w:rsidRPr="00C827A4">
              <w:t>17- No exception is thrown</w:t>
            </w:r>
          </w:p>
          <w:p w:rsidR="00FB5721" w:rsidRPr="00C827A4" w:rsidRDefault="00FB5721" w:rsidP="001F17EA">
            <w:pPr>
              <w:pStyle w:val="TAL"/>
              <w:keepNext w:val="0"/>
              <w:keepLines w:val="0"/>
            </w:pPr>
            <w:r w:rsidRPr="00C827A4">
              <w:t>18- No exception is thrown</w:t>
            </w:r>
          </w:p>
          <w:p w:rsidR="00FB5721" w:rsidRPr="00C827A4" w:rsidRDefault="00FB5721" w:rsidP="001F17EA">
            <w:pPr>
              <w:pStyle w:val="TAL"/>
              <w:keepNext w:val="0"/>
              <w:keepLines w:val="0"/>
            </w:pPr>
            <w:r w:rsidRPr="00C827A4">
              <w:t>19- No exception is thrown</w:t>
            </w:r>
          </w:p>
          <w:p w:rsidR="00FB5721" w:rsidRPr="00C827A4" w:rsidRDefault="00FB5721" w:rsidP="001F17EA">
            <w:pPr>
              <w:pStyle w:val="TAL"/>
              <w:keepNext w:val="0"/>
              <w:keepLines w:val="0"/>
            </w:pPr>
            <w:r w:rsidRPr="00C827A4">
              <w:lastRenderedPageBreak/>
              <w:t>20- An exception is thrown</w:t>
            </w:r>
          </w:p>
          <w:p w:rsidR="00FB5721" w:rsidRPr="00C827A4" w:rsidRDefault="00FB5721" w:rsidP="001F17EA">
            <w:pPr>
              <w:pStyle w:val="TAL"/>
              <w:keepNext w:val="0"/>
              <w:keepLines w:val="0"/>
            </w:pPr>
            <w:r w:rsidRPr="00C827A4">
              <w:t>21- An exception is thrown</w:t>
            </w:r>
          </w:p>
          <w:p w:rsidR="00FB5721" w:rsidRPr="00C827A4" w:rsidRDefault="00FB5721" w:rsidP="001F17EA">
            <w:pPr>
              <w:pStyle w:val="TAL"/>
              <w:keepNext w:val="0"/>
              <w:keepLines w:val="0"/>
            </w:pPr>
            <w:r w:rsidRPr="00C827A4">
              <w:t>22- An exception is thrown</w:t>
            </w:r>
          </w:p>
        </w:tc>
        <w:tc>
          <w:tcPr>
            <w:tcW w:w="2363" w:type="dxa"/>
          </w:tcPr>
          <w:p w:rsidR="00FB5721" w:rsidRPr="00C827A4" w:rsidRDefault="00FB5721" w:rsidP="001F17EA">
            <w:pPr>
              <w:pStyle w:val="TAL"/>
              <w:keepNext w:val="0"/>
              <w:keepLines w:val="0"/>
            </w:pPr>
          </w:p>
        </w:tc>
      </w:tr>
      <w:tr w:rsidR="00FB5721" w:rsidRPr="00C827A4" w:rsidTr="001F17EA">
        <w:tc>
          <w:tcPr>
            <w:tcW w:w="425" w:type="dxa"/>
            <w:tcBorders>
              <w:left w:val="single" w:sz="4" w:space="0" w:color="auto"/>
            </w:tcBorders>
          </w:tcPr>
          <w:p w:rsidR="00FB5721" w:rsidRPr="00C827A4" w:rsidRDefault="00FB5721" w:rsidP="001F17EA">
            <w:pPr>
              <w:pStyle w:val="TAC"/>
              <w:keepLines w:val="0"/>
            </w:pPr>
            <w:r w:rsidRPr="00C827A4">
              <w:lastRenderedPageBreak/>
              <w:t>4</w:t>
            </w:r>
          </w:p>
        </w:tc>
        <w:tc>
          <w:tcPr>
            <w:tcW w:w="4111" w:type="dxa"/>
          </w:tcPr>
          <w:p w:rsidR="00FB5721" w:rsidRPr="00C827A4" w:rsidRDefault="00FB5721" w:rsidP="001F17EA">
            <w:pPr>
              <w:pStyle w:val="TAH"/>
              <w:keepLines w:val="0"/>
              <w:rPr>
                <w:rStyle w:val="CODE"/>
                <w:b w:val="0"/>
                <w:bCs/>
                <w:iCs/>
              </w:rPr>
            </w:pPr>
            <w:r w:rsidRPr="00C827A4">
              <w:t>FileView object shall be provided as a permanent JCRE entry point object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An envelope menu selection is sent to trigger Applet1</w:t>
            </w:r>
          </w:p>
          <w:p w:rsidR="00FB5721" w:rsidRPr="00C827A4" w:rsidRDefault="00FB5721" w:rsidP="001F17EA">
            <w:pPr>
              <w:pStyle w:val="PL"/>
              <w:keepNext/>
              <w:rPr>
                <w:noProof w:val="0"/>
              </w:rPr>
            </w:pPr>
            <w:r w:rsidRPr="00C827A4">
              <w:rPr>
                <w:noProof w:val="0"/>
              </w:rPr>
              <w:t xml:space="preserve">2- Applet1 gets an UICC </w:t>
            </w:r>
            <w:r w:rsidRPr="00C827A4">
              <w:rPr>
                <w:i/>
                <w:iCs/>
                <w:noProof w:val="0"/>
              </w:rPr>
              <w:t xml:space="preserve">FileView </w:t>
            </w:r>
            <w:r w:rsidRPr="00C827A4">
              <w:rPr>
                <w:noProof w:val="0"/>
              </w:rPr>
              <w:t>in a static field</w:t>
            </w:r>
          </w:p>
          <w:p w:rsidR="00FB5721" w:rsidRPr="00C827A4" w:rsidRDefault="00FB5721" w:rsidP="001F17EA">
            <w:pPr>
              <w:pStyle w:val="PL"/>
              <w:keepNext/>
              <w:rPr>
                <w:noProof w:val="0"/>
              </w:rPr>
            </w:pPr>
            <w:r w:rsidRPr="00C827A4">
              <w:rPr>
                <w:noProof w:val="0"/>
              </w:rPr>
              <w:t xml:space="preserve">3- Applet1 gets an ADF1 </w:t>
            </w:r>
            <w:r w:rsidRPr="00C827A4">
              <w:rPr>
                <w:i/>
                <w:iCs/>
                <w:noProof w:val="0"/>
              </w:rPr>
              <w:t xml:space="preserve">FileView </w:t>
            </w:r>
            <w:r w:rsidRPr="00C827A4">
              <w:rPr>
                <w:noProof w:val="0"/>
              </w:rPr>
              <w:t>in a static field</w:t>
            </w:r>
          </w:p>
          <w:p w:rsidR="00FB5721" w:rsidRPr="00C827A4" w:rsidRDefault="00FB5721" w:rsidP="001F17EA">
            <w:pPr>
              <w:pStyle w:val="PL"/>
              <w:keepNext/>
              <w:rPr>
                <w:noProof w:val="0"/>
              </w:rPr>
            </w:pPr>
            <w:r w:rsidRPr="00C827A4">
              <w:rPr>
                <w:noProof w:val="0"/>
              </w:rPr>
              <w:t xml:space="preserve">4- Applet1 gets an UICC </w:t>
            </w:r>
            <w:r w:rsidRPr="00C827A4">
              <w:rPr>
                <w:i/>
                <w:iCs/>
                <w:noProof w:val="0"/>
              </w:rPr>
              <w:t xml:space="preserve">FileView </w:t>
            </w:r>
            <w:r w:rsidRPr="00C827A4">
              <w:rPr>
                <w:noProof w:val="0"/>
              </w:rPr>
              <w:t>in a field of the toolkit applet</w:t>
            </w:r>
          </w:p>
          <w:p w:rsidR="00FB5721" w:rsidRPr="00C827A4" w:rsidRDefault="00FB5721" w:rsidP="001F17EA">
            <w:pPr>
              <w:pStyle w:val="PL"/>
              <w:keepNext/>
              <w:rPr>
                <w:noProof w:val="0"/>
              </w:rPr>
            </w:pPr>
            <w:r w:rsidRPr="00C827A4">
              <w:rPr>
                <w:noProof w:val="0"/>
              </w:rPr>
              <w:t xml:space="preserve">5- Applet1 gets an ADF1 </w:t>
            </w:r>
            <w:r w:rsidRPr="00C827A4">
              <w:rPr>
                <w:i/>
                <w:iCs/>
                <w:noProof w:val="0"/>
              </w:rPr>
              <w:t xml:space="preserve">FileView </w:t>
            </w:r>
            <w:r w:rsidRPr="00C827A4">
              <w:rPr>
                <w:noProof w:val="0"/>
              </w:rPr>
              <w:t>in a field of the toolkit applet</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6- Send an APDU to trigger Applet2</w:t>
            </w:r>
          </w:p>
          <w:p w:rsidR="00FB5721" w:rsidRPr="00C827A4" w:rsidRDefault="00FB5721" w:rsidP="001F17EA">
            <w:pPr>
              <w:pStyle w:val="PL"/>
              <w:keepNext/>
              <w:rPr>
                <w:noProof w:val="0"/>
              </w:rPr>
            </w:pPr>
            <w:r w:rsidRPr="00C827A4">
              <w:rPr>
                <w:noProof w:val="0"/>
              </w:rPr>
              <w:t xml:space="preserve">7- Applet2 gets an UICC </w:t>
            </w:r>
            <w:r w:rsidRPr="00C827A4">
              <w:rPr>
                <w:i/>
                <w:iCs/>
                <w:noProof w:val="0"/>
              </w:rPr>
              <w:t xml:space="preserve">FileView </w:t>
            </w:r>
            <w:r w:rsidRPr="00C827A4">
              <w:rPr>
                <w:noProof w:val="0"/>
              </w:rPr>
              <w:t>in a static field</w:t>
            </w:r>
          </w:p>
          <w:p w:rsidR="00FB5721" w:rsidRPr="00C827A4" w:rsidRDefault="00FB5721" w:rsidP="001F17EA">
            <w:pPr>
              <w:pStyle w:val="PL"/>
              <w:keepNext/>
              <w:rPr>
                <w:noProof w:val="0"/>
              </w:rPr>
            </w:pPr>
            <w:r w:rsidRPr="00C827A4">
              <w:rPr>
                <w:noProof w:val="0"/>
              </w:rPr>
              <w:t xml:space="preserve">8- Applet2 gets an ADF1 </w:t>
            </w:r>
            <w:r w:rsidRPr="00C827A4">
              <w:rPr>
                <w:i/>
                <w:iCs/>
                <w:noProof w:val="0"/>
              </w:rPr>
              <w:t xml:space="preserve">FileView </w:t>
            </w:r>
            <w:r w:rsidRPr="00C827A4">
              <w:rPr>
                <w:noProof w:val="0"/>
              </w:rPr>
              <w:t>in a static field</w:t>
            </w:r>
          </w:p>
          <w:p w:rsidR="00FB5721" w:rsidRPr="00C827A4" w:rsidRDefault="00FB5721" w:rsidP="001F17EA">
            <w:pPr>
              <w:pStyle w:val="PL"/>
              <w:keepNext/>
              <w:rPr>
                <w:noProof w:val="0"/>
              </w:rPr>
            </w:pPr>
            <w:r w:rsidRPr="00C827A4">
              <w:rPr>
                <w:noProof w:val="0"/>
              </w:rPr>
              <w:t xml:space="preserve">9- Applet2 gets an UICC </w:t>
            </w:r>
            <w:r w:rsidRPr="00C827A4">
              <w:rPr>
                <w:i/>
                <w:iCs/>
                <w:noProof w:val="0"/>
              </w:rPr>
              <w:t xml:space="preserve">FileView </w:t>
            </w:r>
            <w:r w:rsidRPr="00C827A4">
              <w:rPr>
                <w:noProof w:val="0"/>
              </w:rPr>
              <w:t>in a field of the toolkit applet</w:t>
            </w:r>
          </w:p>
          <w:p w:rsidR="00FB5721" w:rsidRPr="00C827A4" w:rsidRDefault="00FB5721" w:rsidP="001F17EA">
            <w:pPr>
              <w:pStyle w:val="PL"/>
              <w:keepNext/>
              <w:rPr>
                <w:b/>
                <w:noProof w:val="0"/>
              </w:rPr>
            </w:pPr>
            <w:r w:rsidRPr="00C827A4">
              <w:rPr>
                <w:noProof w:val="0"/>
              </w:rPr>
              <w:t xml:space="preserve">10- Applet2 gets an ADF1 </w:t>
            </w:r>
            <w:r w:rsidRPr="00C827A4">
              <w:rPr>
                <w:i/>
                <w:iCs/>
                <w:noProof w:val="0"/>
              </w:rPr>
              <w:t xml:space="preserve">FileView </w:t>
            </w:r>
            <w:r w:rsidRPr="00C827A4">
              <w:rPr>
                <w:noProof w:val="0"/>
              </w:rPr>
              <w:t>in a field of the toolkit applet</w:t>
            </w:r>
          </w:p>
        </w:tc>
        <w:tc>
          <w:tcPr>
            <w:tcW w:w="2882" w:type="dxa"/>
          </w:tcPr>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Applet1 is triggered</w:t>
            </w:r>
          </w:p>
          <w:p w:rsidR="00FB5721" w:rsidRPr="00C827A4" w:rsidRDefault="00FB5721" w:rsidP="001F17EA">
            <w:pPr>
              <w:pStyle w:val="TAL"/>
              <w:keepLines w:val="0"/>
            </w:pPr>
          </w:p>
          <w:p w:rsidR="00FB5721" w:rsidRPr="00C827A4" w:rsidRDefault="00FB5721" w:rsidP="001F17EA">
            <w:pPr>
              <w:pStyle w:val="TAL"/>
              <w:keepLines w:val="0"/>
            </w:pPr>
            <w:r w:rsidRPr="00C827A4">
              <w:t>2- No exception is thrown</w:t>
            </w:r>
          </w:p>
          <w:p w:rsidR="00FB5721" w:rsidRPr="00C827A4" w:rsidRDefault="00FB5721" w:rsidP="001F17EA">
            <w:pPr>
              <w:pStyle w:val="TAL"/>
              <w:keepLines w:val="0"/>
            </w:pPr>
            <w:r w:rsidRPr="00C827A4">
              <w:t>3- No exception is thrown</w:t>
            </w:r>
          </w:p>
          <w:p w:rsidR="00FB5721" w:rsidRPr="00C827A4" w:rsidRDefault="00FB5721" w:rsidP="001F17EA">
            <w:pPr>
              <w:pStyle w:val="TAL"/>
              <w:keepLines w:val="0"/>
            </w:pPr>
            <w:r w:rsidRPr="00C827A4">
              <w:t>4- No exception is thrown</w:t>
            </w:r>
          </w:p>
          <w:p w:rsidR="00FB5721" w:rsidRPr="00C827A4" w:rsidRDefault="00FB5721" w:rsidP="001F17EA">
            <w:pPr>
              <w:pStyle w:val="TAL"/>
              <w:keepLines w:val="0"/>
            </w:pPr>
          </w:p>
          <w:p w:rsidR="00FB5721" w:rsidRPr="00C827A4" w:rsidRDefault="00FB5721" w:rsidP="001F17EA">
            <w:pPr>
              <w:pStyle w:val="TAL"/>
              <w:keepLines w:val="0"/>
            </w:pPr>
            <w:r w:rsidRPr="00C827A4">
              <w:t>5-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6- Applet2 is triggered</w:t>
            </w:r>
          </w:p>
          <w:p w:rsidR="00FB5721" w:rsidRPr="00C827A4" w:rsidRDefault="00FB5721" w:rsidP="001F17EA">
            <w:pPr>
              <w:pStyle w:val="TAL"/>
              <w:keepLines w:val="0"/>
            </w:pPr>
            <w:r w:rsidRPr="00C827A4">
              <w:t>7- No exception is thrown</w:t>
            </w:r>
          </w:p>
          <w:p w:rsidR="00FB5721" w:rsidRPr="00C827A4" w:rsidRDefault="00FB5721" w:rsidP="001F17EA">
            <w:pPr>
              <w:pStyle w:val="TAL"/>
              <w:keepLines w:val="0"/>
            </w:pPr>
            <w:r w:rsidRPr="00C827A4">
              <w:t>8- No exception is thrown</w:t>
            </w:r>
          </w:p>
          <w:p w:rsidR="00FB5721" w:rsidRPr="00C827A4" w:rsidRDefault="00FB5721" w:rsidP="001F17EA">
            <w:pPr>
              <w:pStyle w:val="TAL"/>
              <w:keepLines w:val="0"/>
            </w:pPr>
            <w:r w:rsidRPr="00C827A4">
              <w:t>9-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10- No exception is thrown</w:t>
            </w:r>
          </w:p>
        </w:tc>
        <w:tc>
          <w:tcPr>
            <w:tcW w:w="2363" w:type="dxa"/>
          </w:tcPr>
          <w:p w:rsidR="00FB5721" w:rsidRPr="00C827A4" w:rsidRDefault="00FB5721" w:rsidP="001F17EA">
            <w:pPr>
              <w:pStyle w:val="TAL"/>
              <w:keepLines w:val="0"/>
            </w:pPr>
          </w:p>
        </w:tc>
      </w:tr>
      <w:tr w:rsidR="00FB5721" w:rsidRPr="00C827A4" w:rsidTr="001F17EA">
        <w:tc>
          <w:tcPr>
            <w:tcW w:w="425" w:type="dxa"/>
            <w:tcBorders>
              <w:left w:val="single" w:sz="4" w:space="0" w:color="auto"/>
            </w:tcBorders>
          </w:tcPr>
          <w:p w:rsidR="00FB5721" w:rsidRPr="00C827A4" w:rsidRDefault="00FB5721" w:rsidP="001F17EA">
            <w:pPr>
              <w:pStyle w:val="TAC"/>
              <w:keepNext w:val="0"/>
              <w:keepLines w:val="0"/>
            </w:pPr>
            <w:r w:rsidRPr="00C827A4">
              <w:t>5</w:t>
            </w:r>
          </w:p>
        </w:tc>
        <w:tc>
          <w:tcPr>
            <w:tcW w:w="4111" w:type="dxa"/>
          </w:tcPr>
          <w:p w:rsidR="00FB5721" w:rsidRPr="00C827A4" w:rsidRDefault="00FB5721" w:rsidP="001F17EA">
            <w:pPr>
              <w:pStyle w:val="TAH"/>
              <w:keepNext w:val="0"/>
              <w:keepLines w:val="0"/>
              <w:rPr>
                <w:rStyle w:val="CODE"/>
                <w:b w:val="0"/>
                <w:bCs/>
                <w:iCs/>
              </w:rPr>
            </w:pPr>
            <w:r w:rsidRPr="00C827A4">
              <w:t>Context independence on FileView object</w:t>
            </w:r>
          </w:p>
          <w:p w:rsidR="00FB5721" w:rsidRPr="00C827A4" w:rsidRDefault="00FB5721" w:rsidP="001F17EA">
            <w:pPr>
              <w:pStyle w:val="PL"/>
              <w:rPr>
                <w:noProof w:val="0"/>
              </w:rPr>
            </w:pPr>
          </w:p>
          <w:p w:rsidR="00FB5721" w:rsidRPr="00C827A4" w:rsidRDefault="00FB5721" w:rsidP="001F17EA">
            <w:pPr>
              <w:pStyle w:val="PL"/>
              <w:rPr>
                <w:i/>
                <w:iCs/>
                <w:noProof w:val="0"/>
              </w:rPr>
            </w:pPr>
            <w:r w:rsidRPr="00C827A4">
              <w:rPr>
                <w:i/>
                <w:iCs/>
                <w:noProof w:val="0"/>
              </w:rPr>
              <w:t>The following sequence shall be performed twice, once with the UICC FileView, then once with the ADF1 FileView</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An envelope menu selection is sent to trigger Applet1</w:t>
            </w:r>
          </w:p>
          <w:p w:rsidR="00FB5721" w:rsidRPr="00C827A4" w:rsidRDefault="00FB5721" w:rsidP="001F17EA">
            <w:pPr>
              <w:pStyle w:val="PL"/>
              <w:rPr>
                <w:noProof w:val="0"/>
              </w:rPr>
            </w:pPr>
            <w:r w:rsidRPr="00C827A4">
              <w:rPr>
                <w:noProof w:val="0"/>
              </w:rPr>
              <w:t>2- Applet1 gets 2 UICC(</w:t>
            </w:r>
            <w:r w:rsidRPr="00C827A4">
              <w:rPr>
                <w:i/>
                <w:iCs/>
                <w:noProof w:val="0"/>
              </w:rPr>
              <w:t>or ADF1</w:t>
            </w:r>
            <w:r w:rsidRPr="00C827A4">
              <w:rPr>
                <w:noProof w:val="0"/>
              </w:rPr>
              <w:t xml:space="preserve">) </w:t>
            </w:r>
            <w:r w:rsidRPr="00C827A4">
              <w:rPr>
                <w:i/>
                <w:iCs/>
                <w:noProof w:val="0"/>
              </w:rPr>
              <w:t xml:space="preserve">FileView </w:t>
            </w:r>
            <w:r w:rsidRPr="00C827A4">
              <w:rPr>
                <w:noProof w:val="0"/>
              </w:rPr>
              <w:t>and stores them in objects FileView1 and FileView2</w:t>
            </w:r>
          </w:p>
          <w:p w:rsidR="00FB5721" w:rsidRPr="00C827A4" w:rsidRDefault="00FB5721" w:rsidP="001F17EA">
            <w:pPr>
              <w:pStyle w:val="PL"/>
              <w:rPr>
                <w:noProof w:val="0"/>
              </w:rPr>
            </w:pPr>
            <w:r w:rsidRPr="00C827A4">
              <w:rPr>
                <w:noProof w:val="0"/>
              </w:rPr>
              <w:t>3- Applet1 selects DF</w:t>
            </w:r>
            <w:r w:rsidRPr="00C827A4">
              <w:rPr>
                <w:noProof w:val="0"/>
                <w:vertAlign w:val="subscript"/>
              </w:rPr>
              <w:t>TEST</w:t>
            </w:r>
            <w:r w:rsidRPr="00C827A4">
              <w:rPr>
                <w:noProof w:val="0"/>
              </w:rPr>
              <w:t>/EF</w:t>
            </w:r>
            <w:r w:rsidRPr="00C827A4">
              <w:rPr>
                <w:noProof w:val="0"/>
                <w:vertAlign w:val="subscript"/>
              </w:rPr>
              <w:t>CARU</w:t>
            </w:r>
            <w:r w:rsidRPr="00C827A4">
              <w:rPr>
                <w:noProof w:val="0"/>
              </w:rPr>
              <w:t xml:space="preserve"> using the FileView1 object</w:t>
            </w:r>
          </w:p>
          <w:p w:rsidR="00FB5721" w:rsidRPr="00C827A4" w:rsidRDefault="00FB5721" w:rsidP="001F17EA">
            <w:pPr>
              <w:pStyle w:val="PL"/>
              <w:rPr>
                <w:noProof w:val="0"/>
              </w:rPr>
            </w:pPr>
            <w:r w:rsidRPr="00C827A4">
              <w:rPr>
                <w:noProof w:val="0"/>
              </w:rPr>
              <w:t>4- Applet1 calls the readRecord() method in the NEXT mode using the FileView1 object</w:t>
            </w:r>
          </w:p>
          <w:p w:rsidR="00FB5721" w:rsidRPr="00C827A4" w:rsidRDefault="00FB5721" w:rsidP="001F17EA">
            <w:pPr>
              <w:pStyle w:val="PL"/>
              <w:rPr>
                <w:noProof w:val="0"/>
              </w:rPr>
            </w:pPr>
            <w:r w:rsidRPr="00C827A4">
              <w:rPr>
                <w:noProof w:val="0"/>
              </w:rPr>
              <w:t>5- Applet1 calls the readRecord() method in the NEXT mode using the FileView1 object</w:t>
            </w:r>
          </w:p>
          <w:p w:rsidR="00FB5721" w:rsidRPr="00C827A4" w:rsidRDefault="00FB5721" w:rsidP="001F17EA">
            <w:pPr>
              <w:pStyle w:val="PL"/>
              <w:rPr>
                <w:noProof w:val="0"/>
              </w:rPr>
            </w:pPr>
            <w:r w:rsidRPr="00C827A4">
              <w:rPr>
                <w:noProof w:val="0"/>
              </w:rPr>
              <w:t>6- Applet1 calls the readRecord() method in the NEXT mode using the FileView2 object</w:t>
            </w:r>
          </w:p>
          <w:p w:rsidR="00FB5721" w:rsidRPr="00C827A4" w:rsidRDefault="00FB5721" w:rsidP="001F17EA">
            <w:pPr>
              <w:pStyle w:val="PL"/>
              <w:rPr>
                <w:noProof w:val="0"/>
              </w:rPr>
            </w:pPr>
            <w:r w:rsidRPr="00C827A4">
              <w:rPr>
                <w:noProof w:val="0"/>
              </w:rPr>
              <w:t>7- Applet1 selects EF</w:t>
            </w:r>
            <w:r w:rsidRPr="00C827A4">
              <w:rPr>
                <w:noProof w:val="0"/>
                <w:vertAlign w:val="subscript"/>
              </w:rPr>
              <w:t>LARU</w:t>
            </w:r>
            <w:r w:rsidRPr="00C827A4">
              <w:rPr>
                <w:noProof w:val="0"/>
              </w:rPr>
              <w:t xml:space="preserve"> using the FileView2 object</w:t>
            </w:r>
          </w:p>
          <w:p w:rsidR="00FB5721" w:rsidRPr="00C827A4" w:rsidRDefault="00FB5721" w:rsidP="001F17EA">
            <w:pPr>
              <w:pStyle w:val="PL"/>
              <w:rPr>
                <w:noProof w:val="0"/>
              </w:rPr>
            </w:pPr>
            <w:r w:rsidRPr="00C827A4">
              <w:rPr>
                <w:noProof w:val="0"/>
              </w:rPr>
              <w:t>8- Applet1 selects DF</w:t>
            </w:r>
            <w:r w:rsidRPr="00C827A4">
              <w:rPr>
                <w:noProof w:val="0"/>
                <w:vertAlign w:val="subscript"/>
              </w:rPr>
              <w:t>test</w:t>
            </w:r>
            <w:r w:rsidRPr="00C827A4">
              <w:rPr>
                <w:noProof w:val="0"/>
              </w:rPr>
              <w:t xml:space="preserve"> using the FileView2 object</w:t>
            </w:r>
          </w:p>
          <w:p w:rsidR="00FB5721" w:rsidRPr="00C827A4" w:rsidRDefault="00FB5721" w:rsidP="001F17EA">
            <w:pPr>
              <w:pStyle w:val="PL"/>
              <w:rPr>
                <w:noProof w:val="0"/>
              </w:rPr>
            </w:pPr>
            <w:r w:rsidRPr="00C827A4">
              <w:rPr>
                <w:noProof w:val="0"/>
              </w:rPr>
              <w:t>9- Applet1 selects EF</w:t>
            </w:r>
            <w:r w:rsidRPr="00C827A4">
              <w:rPr>
                <w:noProof w:val="0"/>
                <w:vertAlign w:val="subscript"/>
              </w:rPr>
              <w:t>CARU</w:t>
            </w:r>
            <w:r w:rsidRPr="00C827A4">
              <w:rPr>
                <w:noProof w:val="0"/>
              </w:rPr>
              <w:t xml:space="preserve"> using the FileView2 object</w:t>
            </w:r>
          </w:p>
          <w:p w:rsidR="00FB5721" w:rsidRPr="00C827A4" w:rsidRDefault="00FB5721" w:rsidP="001F17EA">
            <w:pPr>
              <w:pStyle w:val="PL"/>
              <w:rPr>
                <w:noProof w:val="0"/>
              </w:rPr>
            </w:pPr>
            <w:r w:rsidRPr="00C827A4">
              <w:rPr>
                <w:noProof w:val="0"/>
              </w:rPr>
              <w:t>10- Applet1 calls the readRecord() method in the NEXT mode using the FileView2 object</w:t>
            </w:r>
          </w:p>
          <w:p w:rsidR="00FB5721" w:rsidRPr="00C827A4" w:rsidRDefault="00FB5721" w:rsidP="001F17EA">
            <w:pPr>
              <w:pStyle w:val="PL"/>
              <w:rPr>
                <w:noProof w:val="0"/>
              </w:rPr>
            </w:pPr>
          </w:p>
          <w:p w:rsidR="00FB5721" w:rsidRPr="00C827A4" w:rsidRDefault="00FB5721" w:rsidP="001F17EA">
            <w:pPr>
              <w:pStyle w:val="PL"/>
              <w:rPr>
                <w:i/>
                <w:iCs/>
                <w:noProof w:val="0"/>
              </w:rPr>
            </w:pPr>
            <w:r w:rsidRPr="00C827A4">
              <w:rPr>
                <w:i/>
                <w:iCs/>
                <w:noProof w:val="0"/>
              </w:rPr>
              <w:t>The same test sequence is done using the non toolkit applet Applet2</w:t>
            </w:r>
          </w:p>
        </w:tc>
        <w:tc>
          <w:tcPr>
            <w:tcW w:w="2882" w:type="dxa"/>
          </w:tcPr>
          <w:p w:rsidR="00FB5721" w:rsidRPr="00C827A4" w:rsidRDefault="00FB5721" w:rsidP="001F17EA">
            <w:pPr>
              <w:pStyle w:val="TAL"/>
              <w:keepNext w:val="0"/>
              <w:keepLines w:val="0"/>
              <w:rPr>
                <w:sz w:val="22"/>
              </w:rPr>
            </w:pPr>
          </w:p>
          <w:p w:rsidR="00FB5721" w:rsidRPr="00C827A4" w:rsidRDefault="00FB5721" w:rsidP="001F17EA">
            <w:pPr>
              <w:pStyle w:val="TAL"/>
              <w:keepNext w:val="0"/>
              <w:keepLines w:val="0"/>
              <w:rPr>
                <w:sz w:val="22"/>
              </w:rPr>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 Applet1 is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2-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3-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4- The record value is “55 55 55”</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5- The record value is “AA AA AA”</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6- An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7- An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8-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9-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10- The record value is “55 55 55”</w:t>
            </w:r>
          </w:p>
        </w:tc>
        <w:tc>
          <w:tcPr>
            <w:tcW w:w="2363" w:type="dxa"/>
          </w:tcPr>
          <w:p w:rsidR="00FB5721" w:rsidRPr="00C827A4" w:rsidRDefault="00FB5721" w:rsidP="001F17EA">
            <w:pPr>
              <w:pStyle w:val="TAL"/>
              <w:keepNext w:val="0"/>
              <w:keepLines w:val="0"/>
            </w:pPr>
          </w:p>
        </w:tc>
      </w:tr>
      <w:tr w:rsidR="00FB5721" w:rsidRPr="00C827A4" w:rsidTr="001F17EA">
        <w:tc>
          <w:tcPr>
            <w:tcW w:w="425" w:type="dxa"/>
            <w:tcBorders>
              <w:left w:val="single" w:sz="4" w:space="0" w:color="auto"/>
            </w:tcBorders>
          </w:tcPr>
          <w:p w:rsidR="00FB5721" w:rsidRPr="00C827A4" w:rsidRDefault="00FB5721" w:rsidP="001F17EA">
            <w:pPr>
              <w:pStyle w:val="TAC"/>
              <w:keepLines w:val="0"/>
            </w:pPr>
            <w:r w:rsidRPr="00C827A4">
              <w:lastRenderedPageBreak/>
              <w:t>6</w:t>
            </w:r>
          </w:p>
        </w:tc>
        <w:tc>
          <w:tcPr>
            <w:tcW w:w="4111" w:type="dxa"/>
          </w:tcPr>
          <w:p w:rsidR="00FB5721" w:rsidRPr="00C827A4" w:rsidRDefault="00FB5721" w:rsidP="001F17EA">
            <w:pPr>
              <w:pStyle w:val="TAH"/>
              <w:keepLines w:val="0"/>
              <w:rPr>
                <w:rStyle w:val="CODE"/>
                <w:b w:val="0"/>
                <w:bCs/>
                <w:iCs/>
              </w:rPr>
            </w:pPr>
            <w:r w:rsidRPr="00C827A4">
              <w:t>File Context can be transient or persistent</w:t>
            </w:r>
          </w:p>
          <w:p w:rsidR="00FB5721" w:rsidRPr="00C827A4" w:rsidRDefault="00FB5721" w:rsidP="001F17EA">
            <w:pPr>
              <w:pStyle w:val="PL"/>
              <w:keepNext/>
              <w:rPr>
                <w:noProof w:val="0"/>
              </w:rPr>
            </w:pPr>
          </w:p>
          <w:p w:rsidR="00FB5721" w:rsidRPr="00C827A4" w:rsidRDefault="00FB5721" w:rsidP="001F17EA">
            <w:pPr>
              <w:pStyle w:val="PL"/>
              <w:keepNext/>
              <w:rPr>
                <w:i/>
                <w:iCs/>
                <w:noProof w:val="0"/>
              </w:rPr>
            </w:pPr>
            <w:r w:rsidRPr="00C827A4">
              <w:rPr>
                <w:i/>
                <w:iCs/>
                <w:noProof w:val="0"/>
              </w:rPr>
              <w:t>The following sequence shall be performed twice, once with the UICC FileView, then once with the ADF1 FileView</w:t>
            </w:r>
          </w:p>
          <w:p w:rsidR="00FB5721" w:rsidRPr="00C827A4" w:rsidRDefault="00FB5721" w:rsidP="001F17EA">
            <w:pPr>
              <w:pStyle w:val="PL"/>
              <w:keepNext/>
              <w:rPr>
                <w:noProof w:val="0"/>
              </w:rPr>
            </w:pPr>
          </w:p>
          <w:p w:rsidR="00FB5721" w:rsidRPr="00C827A4" w:rsidRDefault="00FB5721" w:rsidP="001F17EA">
            <w:pPr>
              <w:pStyle w:val="PL"/>
              <w:keepNext/>
              <w:rPr>
                <w:noProof w:val="0"/>
              </w:rPr>
            </w:pPr>
            <w:r w:rsidRPr="00C827A4">
              <w:rPr>
                <w:noProof w:val="0"/>
              </w:rPr>
              <w:t>1- An envelope menu selection is sent to trigger Applet1</w:t>
            </w:r>
          </w:p>
          <w:p w:rsidR="00FB5721" w:rsidRPr="00C827A4" w:rsidRDefault="00FB5721" w:rsidP="001F17EA">
            <w:pPr>
              <w:pStyle w:val="PL"/>
              <w:keepNext/>
              <w:rPr>
                <w:noProof w:val="0"/>
              </w:rPr>
            </w:pPr>
            <w:r w:rsidRPr="00C827A4">
              <w:rPr>
                <w:noProof w:val="0"/>
              </w:rPr>
              <w:t>2- Applet1 gets 2 UICC(</w:t>
            </w:r>
            <w:r w:rsidRPr="00C827A4">
              <w:rPr>
                <w:i/>
                <w:iCs/>
                <w:noProof w:val="0"/>
              </w:rPr>
              <w:t>or ADF1</w:t>
            </w:r>
            <w:r w:rsidRPr="00C827A4">
              <w:rPr>
                <w:noProof w:val="0"/>
              </w:rPr>
              <w:t xml:space="preserve">) </w:t>
            </w:r>
            <w:r w:rsidRPr="00C827A4">
              <w:rPr>
                <w:i/>
                <w:iCs/>
                <w:noProof w:val="0"/>
              </w:rPr>
              <w:t>FileView</w:t>
            </w:r>
            <w:r w:rsidRPr="00C827A4">
              <w:rPr>
                <w:noProof w:val="0"/>
              </w:rPr>
              <w:t>and stores one in a transient object FileView1 and the other in a persistent object FileView2</w:t>
            </w:r>
          </w:p>
          <w:p w:rsidR="00FB5721" w:rsidRPr="00C827A4" w:rsidRDefault="00FB5721" w:rsidP="001F17EA">
            <w:pPr>
              <w:pStyle w:val="PL"/>
              <w:keepNext/>
              <w:rPr>
                <w:noProof w:val="0"/>
              </w:rPr>
            </w:pPr>
            <w:r w:rsidRPr="00C827A4">
              <w:rPr>
                <w:noProof w:val="0"/>
              </w:rPr>
              <w:t>3- Applet1 selects DF</w:t>
            </w:r>
            <w:r w:rsidRPr="00C827A4">
              <w:rPr>
                <w:noProof w:val="0"/>
                <w:vertAlign w:val="subscript"/>
              </w:rPr>
              <w:t>TEST</w:t>
            </w:r>
            <w:r w:rsidRPr="00C827A4">
              <w:rPr>
                <w:noProof w:val="0"/>
              </w:rPr>
              <w:t>/EF</w:t>
            </w:r>
            <w:r w:rsidRPr="00C827A4">
              <w:rPr>
                <w:noProof w:val="0"/>
                <w:vertAlign w:val="subscript"/>
              </w:rPr>
              <w:t>CARU</w:t>
            </w:r>
            <w:r w:rsidRPr="00C827A4">
              <w:rPr>
                <w:noProof w:val="0"/>
              </w:rPr>
              <w:t xml:space="preserve"> using the FileView1 object then the FileView2 object</w:t>
            </w:r>
          </w:p>
          <w:p w:rsidR="00FB5721" w:rsidRPr="00C827A4" w:rsidRDefault="00FB5721" w:rsidP="001F17EA">
            <w:pPr>
              <w:pStyle w:val="PL"/>
              <w:keepNext/>
              <w:rPr>
                <w:noProof w:val="0"/>
              </w:rPr>
            </w:pPr>
            <w:r w:rsidRPr="00C827A4">
              <w:rPr>
                <w:noProof w:val="0"/>
              </w:rPr>
              <w:t>4- Applet1 calls the readRecord() method in the NEXT mode using the FileView1 object then the FileView2 object</w:t>
            </w:r>
          </w:p>
          <w:p w:rsidR="00FB5721" w:rsidRPr="00C827A4" w:rsidRDefault="00FB5721" w:rsidP="001F17EA">
            <w:pPr>
              <w:pStyle w:val="PL"/>
              <w:keepNext/>
              <w:rPr>
                <w:noProof w:val="0"/>
              </w:rPr>
            </w:pPr>
            <w:r w:rsidRPr="00C827A4">
              <w:rPr>
                <w:noProof w:val="0"/>
              </w:rPr>
              <w:t>5- Reset the card</w:t>
            </w:r>
          </w:p>
          <w:p w:rsidR="00FB5721" w:rsidRPr="00C827A4" w:rsidRDefault="00FB5721" w:rsidP="001F17EA">
            <w:pPr>
              <w:pStyle w:val="PL"/>
              <w:keepNext/>
              <w:rPr>
                <w:noProof w:val="0"/>
              </w:rPr>
            </w:pPr>
            <w:r w:rsidRPr="00C827A4">
              <w:rPr>
                <w:noProof w:val="0"/>
              </w:rPr>
              <w:t>6- An envelope menu selection is sent to trigger Applet1</w:t>
            </w:r>
          </w:p>
          <w:p w:rsidR="00FB5721" w:rsidRPr="00C827A4" w:rsidRDefault="00FB5721" w:rsidP="001F17EA">
            <w:pPr>
              <w:pStyle w:val="PL"/>
              <w:keepNext/>
              <w:rPr>
                <w:noProof w:val="0"/>
              </w:rPr>
            </w:pPr>
            <w:r w:rsidRPr="00C827A4">
              <w:rPr>
                <w:noProof w:val="0"/>
              </w:rPr>
              <w:t>7- Applet1 calls the status() command using the FileView1</w:t>
            </w:r>
          </w:p>
          <w:p w:rsidR="00FB5721" w:rsidRPr="00C827A4" w:rsidRDefault="00FB5721" w:rsidP="001F17EA">
            <w:pPr>
              <w:pStyle w:val="PL"/>
              <w:keepNext/>
              <w:rPr>
                <w:noProof w:val="0"/>
              </w:rPr>
            </w:pPr>
            <w:r w:rsidRPr="00C827A4">
              <w:rPr>
                <w:noProof w:val="0"/>
              </w:rPr>
              <w:t>8- Applet1 calls the status() command using the FileView2</w:t>
            </w:r>
          </w:p>
          <w:p w:rsidR="00FB5721" w:rsidRPr="00C827A4" w:rsidRDefault="00FB5721" w:rsidP="001F17EA">
            <w:pPr>
              <w:pStyle w:val="PL"/>
              <w:keepNext/>
              <w:rPr>
                <w:noProof w:val="0"/>
              </w:rPr>
            </w:pPr>
            <w:r w:rsidRPr="00C827A4">
              <w:rPr>
                <w:noProof w:val="0"/>
              </w:rPr>
              <w:t>9- Applet1 calls the readRecord() method in the NEXT mode using the FileView2</w:t>
            </w:r>
          </w:p>
          <w:p w:rsidR="00FB5721" w:rsidRPr="00C827A4" w:rsidRDefault="00FB5721" w:rsidP="001F17EA">
            <w:pPr>
              <w:pStyle w:val="PL"/>
              <w:keepNext/>
              <w:rPr>
                <w:noProof w:val="0"/>
              </w:rPr>
            </w:pPr>
            <w:r w:rsidRPr="00C827A4">
              <w:rPr>
                <w:noProof w:val="0"/>
              </w:rPr>
              <w:t>10- Applet1 calls the readRecord() method in the NEXT mode using the FileView1</w:t>
            </w:r>
          </w:p>
          <w:p w:rsidR="00FB5721" w:rsidRPr="00C827A4" w:rsidRDefault="00FB5721" w:rsidP="001F17EA">
            <w:pPr>
              <w:pStyle w:val="TAL"/>
              <w:keepLines w:val="0"/>
            </w:pPr>
          </w:p>
        </w:tc>
        <w:tc>
          <w:tcPr>
            <w:tcW w:w="2882" w:type="dxa"/>
          </w:tcPr>
          <w:p w:rsidR="00FB5721" w:rsidRPr="00C827A4" w:rsidRDefault="00FB5721" w:rsidP="001F17EA">
            <w:pPr>
              <w:pStyle w:val="TAL"/>
              <w:keepLines w:val="0"/>
              <w:rPr>
                <w:sz w:val="22"/>
              </w:rPr>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1- Applet1 is triggered</w:t>
            </w:r>
          </w:p>
          <w:p w:rsidR="00FB5721" w:rsidRPr="00C827A4" w:rsidRDefault="00FB5721" w:rsidP="001F17EA">
            <w:pPr>
              <w:pStyle w:val="TAL"/>
              <w:keepLines w:val="0"/>
            </w:pPr>
          </w:p>
          <w:p w:rsidR="00FB5721" w:rsidRPr="00C827A4" w:rsidRDefault="00FB5721" w:rsidP="001F17EA">
            <w:pPr>
              <w:pStyle w:val="TAL"/>
              <w:keepLines w:val="0"/>
            </w:pPr>
            <w:r w:rsidRPr="00C827A4">
              <w:t>2- No exception is thrown</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3- No exception is thrown</w:t>
            </w:r>
          </w:p>
          <w:p w:rsidR="00FB5721" w:rsidRPr="00C827A4" w:rsidRDefault="00FB5721" w:rsidP="001F17EA">
            <w:pPr>
              <w:pStyle w:val="TAL"/>
              <w:keepLines w:val="0"/>
            </w:pPr>
          </w:p>
          <w:p w:rsidR="00FB5721" w:rsidRPr="00C827A4" w:rsidRDefault="00FB5721" w:rsidP="001F17EA">
            <w:pPr>
              <w:pStyle w:val="TAL"/>
              <w:keepLines w:val="0"/>
            </w:pPr>
            <w:r w:rsidRPr="00C827A4">
              <w:t>4- The record value is “55 55 55”</w:t>
            </w: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p>
          <w:p w:rsidR="00FB5721" w:rsidRPr="00C827A4" w:rsidRDefault="00FB5721" w:rsidP="001F17EA">
            <w:pPr>
              <w:pStyle w:val="TAL"/>
              <w:keepLines w:val="0"/>
            </w:pPr>
            <w:r w:rsidRPr="00C827A4">
              <w:t>6- Applet1 is triggered</w:t>
            </w:r>
          </w:p>
          <w:p w:rsidR="00FB5721" w:rsidRPr="00C827A4" w:rsidRDefault="00FB5721" w:rsidP="001F17EA">
            <w:pPr>
              <w:pStyle w:val="TAL"/>
              <w:keepLines w:val="0"/>
            </w:pPr>
          </w:p>
          <w:p w:rsidR="00FB5721" w:rsidRPr="00C827A4" w:rsidRDefault="00FB5721" w:rsidP="001F17EA">
            <w:pPr>
              <w:pStyle w:val="TAL"/>
              <w:keepLines w:val="0"/>
            </w:pPr>
            <w:r w:rsidRPr="00C827A4">
              <w:t>7- The current DF is DF</w:t>
            </w:r>
            <w:r w:rsidRPr="00C827A4">
              <w:rPr>
                <w:vertAlign w:val="subscript"/>
              </w:rPr>
              <w:t>TEST</w:t>
            </w:r>
            <w:r w:rsidRPr="00C827A4">
              <w:t xml:space="preserve"> </w:t>
            </w:r>
          </w:p>
          <w:p w:rsidR="00FB5721" w:rsidRPr="00C827A4" w:rsidRDefault="00FB5721" w:rsidP="001F17EA">
            <w:pPr>
              <w:pStyle w:val="TAL"/>
              <w:keepLines w:val="0"/>
            </w:pPr>
          </w:p>
          <w:p w:rsidR="00FB5721" w:rsidRPr="00C827A4" w:rsidRDefault="00FB5721" w:rsidP="001F17EA">
            <w:pPr>
              <w:pStyle w:val="TAL"/>
              <w:keepLines w:val="0"/>
            </w:pPr>
            <w:r w:rsidRPr="00C827A4">
              <w:t>8- The current DF is the root (MF or ADF1)</w:t>
            </w:r>
          </w:p>
          <w:p w:rsidR="00FB5721" w:rsidRPr="00C827A4" w:rsidRDefault="00FB5721" w:rsidP="001F17EA">
            <w:pPr>
              <w:pStyle w:val="TAL"/>
              <w:keepLines w:val="0"/>
            </w:pPr>
            <w:r w:rsidRPr="00C827A4">
              <w:t>9- The record value is “AA AA AA”</w:t>
            </w:r>
          </w:p>
          <w:p w:rsidR="00FB5721" w:rsidRPr="00C827A4" w:rsidRDefault="00FB5721" w:rsidP="001F17EA">
            <w:pPr>
              <w:pStyle w:val="TAL"/>
              <w:keepLines w:val="0"/>
            </w:pPr>
          </w:p>
          <w:p w:rsidR="00FB5721" w:rsidRPr="00C827A4" w:rsidRDefault="00FB5721" w:rsidP="001F17EA">
            <w:pPr>
              <w:pStyle w:val="TAL"/>
              <w:keepLines w:val="0"/>
            </w:pPr>
            <w:r w:rsidRPr="00C827A4">
              <w:t>10- An exception is thrown</w:t>
            </w:r>
          </w:p>
        </w:tc>
        <w:tc>
          <w:tcPr>
            <w:tcW w:w="2363" w:type="dxa"/>
          </w:tcPr>
          <w:p w:rsidR="00FB5721" w:rsidRPr="00C827A4" w:rsidRDefault="00FB5721" w:rsidP="001F17EA">
            <w:pPr>
              <w:pStyle w:val="TAL"/>
              <w:keepLines w:val="0"/>
            </w:pPr>
          </w:p>
        </w:tc>
      </w:tr>
      <w:tr w:rsidR="00FB5721" w:rsidRPr="00C827A4" w:rsidTr="001F17EA">
        <w:tc>
          <w:tcPr>
            <w:tcW w:w="425" w:type="dxa"/>
            <w:tcBorders>
              <w:left w:val="single" w:sz="4" w:space="0" w:color="auto"/>
            </w:tcBorders>
          </w:tcPr>
          <w:p w:rsidR="00FB5721" w:rsidRPr="00C827A4" w:rsidRDefault="00FB5721" w:rsidP="001F17EA">
            <w:pPr>
              <w:pStyle w:val="TAC"/>
              <w:keepNext w:val="0"/>
              <w:keepLines w:val="0"/>
            </w:pPr>
            <w:r w:rsidRPr="00C827A4">
              <w:t>7</w:t>
            </w:r>
          </w:p>
        </w:tc>
        <w:tc>
          <w:tcPr>
            <w:tcW w:w="4111" w:type="dxa"/>
          </w:tcPr>
          <w:p w:rsidR="00FB5721" w:rsidRPr="00C827A4" w:rsidRDefault="00FB5721" w:rsidP="001F17EA">
            <w:pPr>
              <w:pStyle w:val="TAH"/>
              <w:keepNext w:val="0"/>
              <w:keepLines w:val="0"/>
              <w:rPr>
                <w:rStyle w:val="CODE"/>
                <w:b w:val="0"/>
                <w:bCs/>
                <w:iCs/>
              </w:rPr>
            </w:pPr>
            <w:r w:rsidRPr="00C827A4">
              <w:t>File Context integrity</w:t>
            </w:r>
          </w:p>
          <w:p w:rsidR="00FB5721" w:rsidRPr="00C827A4" w:rsidRDefault="00FB5721" w:rsidP="001F17EA">
            <w:pPr>
              <w:pStyle w:val="PL"/>
              <w:rPr>
                <w:noProof w:val="0"/>
              </w:rPr>
            </w:pPr>
          </w:p>
          <w:p w:rsidR="00FB5721" w:rsidRPr="00C827A4" w:rsidRDefault="00FB5721" w:rsidP="001F17EA">
            <w:pPr>
              <w:pStyle w:val="PL"/>
              <w:rPr>
                <w:noProof w:val="0"/>
              </w:rPr>
            </w:pPr>
            <w:r w:rsidRPr="00C827A4">
              <w:rPr>
                <w:noProof w:val="0"/>
              </w:rPr>
              <w:t>1- An envelope menu selection is sent to trigger Applet1</w:t>
            </w:r>
          </w:p>
          <w:p w:rsidR="00FB5721" w:rsidRPr="00C827A4" w:rsidRDefault="00FB5721" w:rsidP="001F17EA">
            <w:pPr>
              <w:pStyle w:val="PL"/>
              <w:rPr>
                <w:noProof w:val="0"/>
              </w:rPr>
            </w:pPr>
            <w:r w:rsidRPr="00C827A4">
              <w:rPr>
                <w:noProof w:val="0"/>
              </w:rPr>
              <w:t xml:space="preserve">2- Applet1 gets a UICC </w:t>
            </w:r>
            <w:r w:rsidRPr="00C827A4">
              <w:rPr>
                <w:i/>
                <w:iCs/>
                <w:noProof w:val="0"/>
              </w:rPr>
              <w:t>FileView</w:t>
            </w:r>
            <w:r w:rsidRPr="00C827A4">
              <w:rPr>
                <w:noProof w:val="0"/>
              </w:rPr>
              <w:t xml:space="preserve"> and selects DF</w:t>
            </w:r>
            <w:r w:rsidRPr="00C827A4">
              <w:rPr>
                <w:noProof w:val="0"/>
                <w:vertAlign w:val="subscript"/>
              </w:rPr>
              <w:t>TEST</w:t>
            </w:r>
            <w:r w:rsidRPr="00C827A4">
              <w:rPr>
                <w:noProof w:val="0"/>
              </w:rPr>
              <w:t>, with it</w:t>
            </w:r>
          </w:p>
          <w:p w:rsidR="00FB5721" w:rsidRPr="00C827A4" w:rsidRDefault="00FB5721" w:rsidP="001F17EA">
            <w:pPr>
              <w:pStyle w:val="PL"/>
              <w:rPr>
                <w:noProof w:val="0"/>
              </w:rPr>
            </w:pPr>
            <w:r w:rsidRPr="00C827A4">
              <w:rPr>
                <w:noProof w:val="0"/>
              </w:rPr>
              <w:t>3- Applet1 sends a Display Text proactive command</w:t>
            </w:r>
          </w:p>
          <w:p w:rsidR="00FB5721" w:rsidRPr="00C827A4" w:rsidRDefault="00FB5721" w:rsidP="001F17EA">
            <w:pPr>
              <w:pStyle w:val="PL"/>
              <w:rPr>
                <w:noProof w:val="0"/>
              </w:rPr>
            </w:pPr>
            <w:r w:rsidRPr="00C827A4">
              <w:rPr>
                <w:noProof w:val="0"/>
              </w:rPr>
              <w:t>4- Send a fetch command</w:t>
            </w:r>
          </w:p>
          <w:p w:rsidR="00FB5721" w:rsidRPr="00C827A4" w:rsidRDefault="00FB5721" w:rsidP="001F17EA">
            <w:pPr>
              <w:pStyle w:val="PL"/>
              <w:rPr>
                <w:noProof w:val="0"/>
              </w:rPr>
            </w:pPr>
            <w:r w:rsidRPr="00C827A4">
              <w:rPr>
                <w:noProof w:val="0"/>
              </w:rPr>
              <w:t>5- An envelope call control by NAA is sent</w:t>
            </w:r>
          </w:p>
          <w:p w:rsidR="00FB5721" w:rsidRPr="00C827A4" w:rsidRDefault="00FB5721" w:rsidP="001F17EA">
            <w:pPr>
              <w:pStyle w:val="PL"/>
              <w:rPr>
                <w:noProof w:val="0"/>
              </w:rPr>
            </w:pPr>
            <w:r w:rsidRPr="00C827A4">
              <w:rPr>
                <w:noProof w:val="0"/>
              </w:rPr>
              <w:t>6- Applet1 selects DF</w:t>
            </w:r>
            <w:r w:rsidRPr="00C827A4">
              <w:rPr>
                <w:noProof w:val="0"/>
                <w:vertAlign w:val="subscript"/>
              </w:rPr>
              <w:t>TEST</w:t>
            </w:r>
            <w:r w:rsidRPr="00C827A4">
              <w:rPr>
                <w:noProof w:val="0"/>
              </w:rPr>
              <w:t>/DF</w:t>
            </w:r>
            <w:r w:rsidRPr="00C827A4">
              <w:rPr>
                <w:noProof w:val="0"/>
                <w:vertAlign w:val="subscript"/>
              </w:rPr>
              <w:t>TEST1</w:t>
            </w:r>
            <w:r w:rsidRPr="00C827A4">
              <w:rPr>
                <w:noProof w:val="0"/>
              </w:rPr>
              <w:t xml:space="preserve">, using the previous UICC </w:t>
            </w:r>
            <w:r w:rsidRPr="00C827A4">
              <w:rPr>
                <w:i/>
                <w:iCs/>
                <w:noProof w:val="0"/>
              </w:rPr>
              <w:t>FileView</w:t>
            </w:r>
            <w:r w:rsidRPr="00C827A4">
              <w:rPr>
                <w:noProof w:val="0"/>
              </w:rPr>
              <w:t>, then finalizes</w:t>
            </w:r>
          </w:p>
          <w:p w:rsidR="00FB5721" w:rsidRPr="00C827A4" w:rsidRDefault="00FB5721" w:rsidP="001F17EA">
            <w:pPr>
              <w:pStyle w:val="PL"/>
              <w:rPr>
                <w:noProof w:val="0"/>
              </w:rPr>
            </w:pPr>
            <w:r w:rsidRPr="00C827A4">
              <w:rPr>
                <w:noProof w:val="0"/>
              </w:rPr>
              <w:t>7- Send terminal response of Display Text command</w:t>
            </w:r>
          </w:p>
          <w:p w:rsidR="00FB5721" w:rsidRPr="00C827A4" w:rsidRDefault="00FB5721" w:rsidP="001F17EA">
            <w:pPr>
              <w:pStyle w:val="PL"/>
              <w:rPr>
                <w:noProof w:val="0"/>
              </w:rPr>
            </w:pPr>
            <w:r w:rsidRPr="00C827A4">
              <w:rPr>
                <w:noProof w:val="0"/>
              </w:rPr>
              <w:t xml:space="preserve">8- Applet1 resumes and calls status() command, using the same UICC </w:t>
            </w:r>
            <w:r w:rsidRPr="00C827A4">
              <w:rPr>
                <w:i/>
                <w:iCs/>
                <w:noProof w:val="0"/>
              </w:rPr>
              <w:t>FileView</w:t>
            </w:r>
          </w:p>
        </w:tc>
        <w:tc>
          <w:tcPr>
            <w:tcW w:w="2882" w:type="dxa"/>
          </w:tcPr>
          <w:p w:rsidR="00FB5721" w:rsidRPr="00C827A4" w:rsidRDefault="00FB5721" w:rsidP="001F17EA">
            <w:pPr>
              <w:pStyle w:val="TAL"/>
              <w:keepNext w:val="0"/>
              <w:keepLines w:val="0"/>
              <w:rPr>
                <w:sz w:val="22"/>
              </w:rPr>
            </w:pPr>
          </w:p>
          <w:p w:rsidR="00FB5721" w:rsidRPr="00C827A4" w:rsidRDefault="00FB5721" w:rsidP="001F17EA">
            <w:pPr>
              <w:pStyle w:val="TAL"/>
              <w:keepNext w:val="0"/>
              <w:keepLines w:val="0"/>
            </w:pPr>
            <w:r w:rsidRPr="00C827A4">
              <w:t>1- Applet1 is triggered</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2-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3- SW = 91 XX</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4- Display Text is fetched</w:t>
            </w:r>
          </w:p>
          <w:p w:rsidR="00FB5721" w:rsidRPr="00C827A4" w:rsidRDefault="00FB5721" w:rsidP="001F17EA">
            <w:pPr>
              <w:pStyle w:val="TAL"/>
              <w:keepNext w:val="0"/>
              <w:keepLines w:val="0"/>
            </w:pPr>
            <w:r w:rsidRPr="00C827A4">
              <w:t>5- Applet1 is triggered</w:t>
            </w:r>
          </w:p>
          <w:p w:rsidR="00FB5721" w:rsidRPr="00C827A4" w:rsidRDefault="00FB5721" w:rsidP="001F17EA">
            <w:pPr>
              <w:pStyle w:val="TAL"/>
              <w:keepNext w:val="0"/>
              <w:keepLines w:val="0"/>
            </w:pPr>
            <w:r w:rsidRPr="00C827A4">
              <w:t>6- No exception is thrown</w:t>
            </w:r>
          </w:p>
          <w:p w:rsidR="00FB5721" w:rsidRPr="00C827A4" w:rsidRDefault="00FB5721" w:rsidP="001F17EA">
            <w:pPr>
              <w:pStyle w:val="TAL"/>
              <w:keepNext w:val="0"/>
              <w:keepLines w:val="0"/>
            </w:pPr>
          </w:p>
          <w:p w:rsidR="00FB5721" w:rsidRPr="00C827A4" w:rsidRDefault="00FB5721" w:rsidP="001F17EA">
            <w:pPr>
              <w:pStyle w:val="TAL"/>
              <w:keepNext w:val="0"/>
              <w:keepLines w:val="0"/>
            </w:pPr>
            <w:r w:rsidRPr="00C827A4">
              <w:t>7- SW = 90 00</w:t>
            </w:r>
          </w:p>
          <w:p w:rsidR="00FB5721" w:rsidRPr="00C827A4" w:rsidRDefault="00FB5721" w:rsidP="001F17EA">
            <w:pPr>
              <w:pStyle w:val="TAL"/>
              <w:keepNext w:val="0"/>
              <w:keepLines w:val="0"/>
            </w:pPr>
          </w:p>
          <w:p w:rsidR="00FB5721" w:rsidRPr="00C827A4" w:rsidRDefault="00FB5721" w:rsidP="001F17EA">
            <w:pPr>
              <w:pStyle w:val="TAL"/>
              <w:keepNext w:val="0"/>
              <w:keepLines w:val="0"/>
              <w:rPr>
                <w:sz w:val="22"/>
              </w:rPr>
            </w:pPr>
            <w:r w:rsidRPr="00C827A4">
              <w:t>8- The current DF is DF</w:t>
            </w:r>
            <w:r w:rsidRPr="00C827A4">
              <w:rPr>
                <w:vertAlign w:val="subscript"/>
              </w:rPr>
              <w:t>TEST1</w:t>
            </w:r>
          </w:p>
        </w:tc>
        <w:tc>
          <w:tcPr>
            <w:tcW w:w="2363" w:type="dxa"/>
          </w:tcPr>
          <w:p w:rsidR="00FB5721" w:rsidRPr="00C827A4" w:rsidRDefault="00FB5721" w:rsidP="001F17EA">
            <w:pPr>
              <w:pStyle w:val="TAL"/>
              <w:keepNext w:val="0"/>
              <w:keepLines w:val="0"/>
            </w:pPr>
          </w:p>
        </w:tc>
      </w:tr>
    </w:tbl>
    <w:p w:rsidR="00FB5721" w:rsidRPr="00C827A4" w:rsidRDefault="00FB5721" w:rsidP="00FB5721"/>
    <w:p w:rsidR="00FB5721" w:rsidRPr="00C827A4" w:rsidRDefault="00FB5721">
      <w:pPr>
        <w:pStyle w:val="Heading4"/>
      </w:pPr>
      <w:r w:rsidRPr="00C827A4">
        <w:t>5.5.8.2</w:t>
      </w:r>
      <w:r w:rsidRPr="00C827A4">
        <w:tab/>
        <w:t>File Access</w:t>
      </w:r>
    </w:p>
    <w:p w:rsidR="00FB5721" w:rsidRPr="00C827A4" w:rsidRDefault="00FB5721" w:rsidP="00FB5721">
      <w:pPr>
        <w:pStyle w:val="EX"/>
        <w:ind w:left="2268" w:hanging="1984"/>
      </w:pPr>
      <w:r w:rsidRPr="00C827A4">
        <w:t>Test Area Reference:</w:t>
      </w:r>
      <w:r w:rsidRPr="00C827A4">
        <w:tab/>
        <w:t>Cre_Ufa_Facc.</w:t>
      </w:r>
    </w:p>
    <w:p w:rsidR="00FB5721" w:rsidRPr="00C827A4" w:rsidRDefault="00FB5721">
      <w:r w:rsidRPr="00C827A4">
        <w:t>Shall be covered in the API access part.</w:t>
      </w:r>
    </w:p>
    <w:p w:rsidR="00FB5721" w:rsidRPr="00C827A4" w:rsidRDefault="00FB5721">
      <w:pPr>
        <w:pStyle w:val="Heading3"/>
      </w:pPr>
      <w:r w:rsidRPr="00C827A4">
        <w:t>5.5.9</w:t>
      </w:r>
      <w:r w:rsidRPr="00C827A4">
        <w:tab/>
        <w:t>Other parts transferred to framework from API</w:t>
      </w:r>
    </w:p>
    <w:p w:rsidR="00FB5721" w:rsidRPr="00C827A4" w:rsidRDefault="00FB5721">
      <w:pPr>
        <w:pStyle w:val="Heading4"/>
      </w:pPr>
      <w:r w:rsidRPr="00C827A4">
        <w:t>5.5.9.1</w:t>
      </w:r>
      <w:r w:rsidRPr="00C827A4">
        <w:tab/>
        <w:t>A handler is a temporary JCRE Entry Point object</w:t>
      </w:r>
    </w:p>
    <w:p w:rsidR="00FB5721" w:rsidRPr="00C827A4" w:rsidRDefault="00FB5721">
      <w:r w:rsidRPr="00C827A4">
        <w:t>Test Area Reference: Cre_Api_Hepo.</w:t>
      </w:r>
    </w:p>
    <w:p w:rsidR="00FB5721" w:rsidRPr="00C827A4" w:rsidRDefault="00FB5721" w:rsidP="00D65C82">
      <w:pPr>
        <w:pStyle w:val="Heading5"/>
      </w:pPr>
      <w:r w:rsidRPr="00C827A4">
        <w:t>5.5.9.1.1</w:t>
      </w:r>
      <w:r w:rsidRPr="00C827A4">
        <w:tab/>
        <w:t>Conformance requirement</w:t>
      </w:r>
    </w:p>
    <w:p w:rsidR="00FB5721" w:rsidRPr="00C827A4" w:rsidRDefault="00FB5721">
      <w:pPr>
        <w:pStyle w:val="H6"/>
      </w:pPr>
      <w:r w:rsidRPr="00C827A4">
        <w:t>5.5.9.1.1.1</w:t>
      </w:r>
      <w:r w:rsidRPr="00C827A4">
        <w:tab/>
        <w:t>Normal execution</w:t>
      </w:r>
    </w:p>
    <w:p w:rsidR="00FB5721" w:rsidRPr="00C827A4" w:rsidRDefault="00FB5721">
      <w:pPr>
        <w:pStyle w:val="B1"/>
      </w:pPr>
      <w:r w:rsidRPr="00C827A4">
        <w:t xml:space="preserve">CRRN1: The EnvelopeHandler is a Temporary JCRE Entry Point Object (see Javacard 2.2.1 Runtime Environment (JCRE) Specification </w:t>
      </w:r>
      <w:r w:rsidR="0047072E" w:rsidRPr="00C827A4">
        <w:t>[2]</w:t>
      </w:r>
      <w:r w:rsidRPr="00C827A4">
        <w:t>).</w:t>
      </w:r>
    </w:p>
    <w:p w:rsidR="00FB5721" w:rsidRPr="00C827A4" w:rsidRDefault="00FB5721">
      <w:pPr>
        <w:pStyle w:val="B1"/>
      </w:pPr>
      <w:r w:rsidRPr="00C827A4">
        <w:t xml:space="preserve">CRRN2: The EnvelopeResponseHandler is a Temporary JCRE Entry Point Object (see Javacard 2.2.1 Runtime Environment (JCRE) Specification </w:t>
      </w:r>
      <w:r w:rsidR="0047072E" w:rsidRPr="00C827A4">
        <w:t>[2]</w:t>
      </w:r>
      <w:r w:rsidRPr="00C827A4">
        <w:t>).</w:t>
      </w:r>
    </w:p>
    <w:p w:rsidR="00FB5721" w:rsidRPr="00C827A4" w:rsidRDefault="00FB5721">
      <w:pPr>
        <w:pStyle w:val="B1"/>
      </w:pPr>
      <w:r w:rsidRPr="00C827A4">
        <w:lastRenderedPageBreak/>
        <w:t xml:space="preserve">CRRN3: The ProactiveHandler is a Temporary JCRE Entry Point Object (see Javacard 2.2.1 Runtime Environment (JCRE) Specification </w:t>
      </w:r>
      <w:r w:rsidR="0047072E" w:rsidRPr="00C827A4">
        <w:t>[2]</w:t>
      </w:r>
      <w:r w:rsidRPr="00C827A4">
        <w:t>).</w:t>
      </w:r>
    </w:p>
    <w:p w:rsidR="00FB5721" w:rsidRPr="00C827A4" w:rsidRDefault="00FB5721">
      <w:pPr>
        <w:pStyle w:val="B1"/>
      </w:pPr>
      <w:r w:rsidRPr="00C827A4">
        <w:t xml:space="preserve">CRRN4: The ProactiveResponseHandler is a Temporary JCRE Entry Point Object (see Javacard 2.2.1 Runtime Environment (JCRE) Specification </w:t>
      </w:r>
      <w:r w:rsidR="0047072E" w:rsidRPr="00C827A4">
        <w:t>[2]</w:t>
      </w:r>
      <w:r w:rsidRPr="00C827A4">
        <w:t>).</w:t>
      </w:r>
    </w:p>
    <w:p w:rsidR="00FB5721" w:rsidRPr="00C827A4" w:rsidRDefault="00FB5721">
      <w:pPr>
        <w:pStyle w:val="H6"/>
      </w:pPr>
      <w:r w:rsidRPr="00C827A4">
        <w:t>5.5.9.1.1.2</w:t>
      </w:r>
      <w:r w:rsidRPr="00C827A4">
        <w:tab/>
        <w:t>Parameter errors</w:t>
      </w:r>
    </w:p>
    <w:p w:rsidR="00FB5721" w:rsidRPr="00C827A4" w:rsidRDefault="00FB5721">
      <w:r w:rsidRPr="00C827A4">
        <w:t>No requirements.</w:t>
      </w:r>
    </w:p>
    <w:p w:rsidR="00FB5721" w:rsidRPr="00C827A4" w:rsidRDefault="00FB5721">
      <w:pPr>
        <w:pStyle w:val="H6"/>
      </w:pPr>
      <w:r w:rsidRPr="00C827A4">
        <w:t>5.5.9.1.1.3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5.5.9.1.2</w:t>
      </w:r>
      <w:r w:rsidRPr="00C827A4">
        <w:tab/>
        <w:t>Test area files</w:t>
      </w:r>
    </w:p>
    <w:p w:rsidR="00FB5721" w:rsidRPr="00C827A4" w:rsidRDefault="00FB5721" w:rsidP="00FB5721">
      <w:pPr>
        <w:pStyle w:val="EX"/>
      </w:pPr>
      <w:r w:rsidRPr="00C827A4">
        <w:t>Test Source:</w:t>
      </w:r>
      <w:r w:rsidRPr="00C827A4">
        <w:tab/>
        <w:t>Test_Cre_Api_Hepo.java.</w:t>
      </w:r>
    </w:p>
    <w:p w:rsidR="00FB5721" w:rsidRPr="00C827A4" w:rsidRDefault="00FB5721" w:rsidP="00FB5721">
      <w:pPr>
        <w:pStyle w:val="EX"/>
      </w:pPr>
      <w:r w:rsidRPr="00C827A4">
        <w:t xml:space="preserve">Test Applet: </w:t>
      </w:r>
      <w:r w:rsidRPr="00C827A4">
        <w:tab/>
        <w:t>Cre_Api_Hepo_1.java.</w:t>
      </w:r>
    </w:p>
    <w:p w:rsidR="00FB5721" w:rsidRPr="00C827A4" w:rsidRDefault="00FB5721" w:rsidP="00FB5721">
      <w:pPr>
        <w:pStyle w:val="EX"/>
      </w:pPr>
      <w:r w:rsidRPr="00C827A4">
        <w:t>Cap File:</w:t>
      </w:r>
      <w:r w:rsidRPr="00C827A4">
        <w:tab/>
      </w:r>
      <w:r w:rsidR="0059237D" w:rsidRPr="00C827A4">
        <w:t>C</w:t>
      </w:r>
      <w:r w:rsidRPr="00C827A4">
        <w:t>re_api_hepo.cap.</w:t>
      </w:r>
    </w:p>
    <w:p w:rsidR="00FB5721" w:rsidRPr="00C827A4" w:rsidRDefault="00FB5721" w:rsidP="00D65C82">
      <w:pPr>
        <w:pStyle w:val="Heading5"/>
      </w:pPr>
      <w:r w:rsidRPr="00C827A4">
        <w:t>5.5.9.1.3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1, 2</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196" w:type="dxa"/>
          </w:tcPr>
          <w:p w:rsidR="00FB5721" w:rsidRPr="00C827A4" w:rsidRDefault="00FB5721">
            <w:pPr>
              <w:pStyle w:val="TAC"/>
              <w:keepNext w:val="0"/>
              <w:keepLines w:val="0"/>
            </w:pPr>
            <w:r w:rsidRPr="00C827A4">
              <w:t>3, 4</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196" w:type="dxa"/>
          </w:tcPr>
          <w:p w:rsidR="00FB5721" w:rsidRPr="00C827A4" w:rsidRDefault="00FB5721">
            <w:pPr>
              <w:pStyle w:val="TAC"/>
              <w:keepNext w:val="0"/>
              <w:keepLines w:val="0"/>
            </w:pPr>
            <w:r w:rsidRPr="00C827A4">
              <w:t>5, 6</w:t>
            </w:r>
          </w:p>
        </w:tc>
      </w:tr>
      <w:tr w:rsidR="00FB5721" w:rsidRPr="00C827A4">
        <w:trPr>
          <w:jc w:val="center"/>
        </w:trPr>
        <w:tc>
          <w:tcPr>
            <w:tcW w:w="2276" w:type="dxa"/>
          </w:tcPr>
          <w:p w:rsidR="00FB5721" w:rsidRPr="00C827A4" w:rsidRDefault="00FB5721">
            <w:pPr>
              <w:pStyle w:val="TAC"/>
              <w:keepNext w:val="0"/>
              <w:keepLines w:val="0"/>
            </w:pPr>
            <w:r w:rsidRPr="00C827A4">
              <w:t>CRRN4</w:t>
            </w:r>
          </w:p>
        </w:tc>
        <w:tc>
          <w:tcPr>
            <w:tcW w:w="2196" w:type="dxa"/>
          </w:tcPr>
          <w:p w:rsidR="00FB5721" w:rsidRPr="00C827A4" w:rsidRDefault="00FB5721">
            <w:pPr>
              <w:pStyle w:val="TAC"/>
              <w:keepNext w:val="0"/>
              <w:keepLines w:val="0"/>
            </w:pPr>
            <w:r w:rsidRPr="00C827A4">
              <w:t>7, 8</w:t>
            </w:r>
          </w:p>
        </w:tc>
      </w:tr>
    </w:tbl>
    <w:p w:rsidR="00FB5721" w:rsidRPr="00C827A4" w:rsidRDefault="00FB5721"/>
    <w:p w:rsidR="00FB5721" w:rsidRPr="00C827A4" w:rsidRDefault="00FB5721" w:rsidP="00D65C82">
      <w:pPr>
        <w:pStyle w:val="Heading5"/>
      </w:pPr>
      <w:r w:rsidRPr="00C827A4">
        <w:t>5.5.9.1.4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tblHeader/>
          <w:jc w:val="center"/>
        </w:trPr>
        <w:tc>
          <w:tcPr>
            <w:tcW w:w="425" w:type="dxa"/>
            <w:tcBorders>
              <w:left w:val="single" w:sz="4" w:space="0" w:color="auto"/>
            </w:tcBorders>
          </w:tcPr>
          <w:p w:rsidR="00FB5721" w:rsidRPr="00C827A4" w:rsidRDefault="00FB5721">
            <w:pPr>
              <w:pStyle w:val="TAH"/>
              <w:keepNext w:val="0"/>
              <w:keepLines w:val="0"/>
            </w:pPr>
            <w:r w:rsidRPr="00C827A4">
              <w:t>Id</w:t>
            </w:r>
          </w:p>
        </w:tc>
        <w:tc>
          <w:tcPr>
            <w:tcW w:w="4111" w:type="dxa"/>
          </w:tcPr>
          <w:p w:rsidR="00FB5721" w:rsidRPr="00C827A4" w:rsidRDefault="00FB5721">
            <w:pPr>
              <w:pStyle w:val="TAH"/>
              <w:keepNext w:val="0"/>
              <w:keepLines w:val="0"/>
            </w:pPr>
            <w:r w:rsidRPr="00C827A4">
              <w:t>Description</w:t>
            </w:r>
          </w:p>
        </w:tc>
        <w:tc>
          <w:tcPr>
            <w:tcW w:w="2911" w:type="dxa"/>
          </w:tcPr>
          <w:p w:rsidR="00FB5721" w:rsidRPr="00C827A4" w:rsidRDefault="00FB5721">
            <w:pPr>
              <w:pStyle w:val="TAH"/>
              <w:keepNext w:val="0"/>
              <w:keepLines w:val="0"/>
            </w:pPr>
            <w:r w:rsidRPr="00C827A4">
              <w:t>API/CAT RE Expectation</w:t>
            </w:r>
          </w:p>
        </w:tc>
        <w:tc>
          <w:tcPr>
            <w:tcW w:w="2334" w:type="dxa"/>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Pr>
          <w:p w:rsidR="00FB5721" w:rsidRPr="00C827A4" w:rsidRDefault="00FB5721">
            <w:pPr>
              <w:pStyle w:val="TAH"/>
              <w:keepNext w:val="0"/>
              <w:keepLines w:val="0"/>
            </w:pPr>
            <w:r w:rsidRPr="00C827A4">
              <w:t xml:space="preserve">EnvelopeHandlerSystem.getTheHandler() </w:t>
            </w:r>
          </w:p>
          <w:p w:rsidR="00FB5721" w:rsidRPr="00C827A4" w:rsidRDefault="00FB5721">
            <w:pPr>
              <w:pStyle w:val="PL"/>
              <w:rPr>
                <w:noProof w:val="0"/>
              </w:rPr>
            </w:pPr>
          </w:p>
          <w:p w:rsidR="00FB5721" w:rsidRPr="00C827A4" w:rsidRDefault="00FB5721">
            <w:pPr>
              <w:pStyle w:val="PL"/>
              <w:rPr>
                <w:noProof w:val="0"/>
              </w:rPr>
            </w:pPr>
            <w:r w:rsidRPr="00C827A4">
              <w:rPr>
                <w:noProof w:val="0"/>
              </w:rPr>
              <w:t>Store it in a static field of the toolkit applet</w:t>
            </w:r>
          </w:p>
        </w:tc>
        <w:tc>
          <w:tcPr>
            <w:tcW w:w="2911" w:type="dxa"/>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Pr>
          <w:p w:rsidR="00FB5721" w:rsidRPr="00C827A4" w:rsidRDefault="00FB5721">
            <w:pPr>
              <w:pStyle w:val="TOC5"/>
              <w:rPr>
                <w:noProof w:val="0"/>
              </w:rPr>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4111" w:type="dxa"/>
            <w:tcBorders>
              <w:top w:val="nil"/>
            </w:tcBorders>
          </w:tcPr>
          <w:p w:rsidR="00FB5721" w:rsidRPr="00C827A4" w:rsidRDefault="00FB5721">
            <w:pPr>
              <w:pStyle w:val="TAH"/>
              <w:keepNext w:val="0"/>
              <w:keepLines w:val="0"/>
            </w:pPr>
            <w:r w:rsidRPr="00C827A4">
              <w:t>EnvelopeHandlerSystem.getTheHandler()</w:t>
            </w:r>
          </w:p>
          <w:p w:rsidR="00FB5721" w:rsidRPr="00C827A4" w:rsidRDefault="00FB5721">
            <w:pPr>
              <w:pStyle w:val="PL"/>
              <w:rPr>
                <w:noProof w:val="0"/>
              </w:rPr>
            </w:pPr>
          </w:p>
          <w:p w:rsidR="00FB5721" w:rsidRPr="00C827A4" w:rsidRDefault="00FB5721">
            <w:pPr>
              <w:pStyle w:val="PL"/>
              <w:rPr>
                <w:noProof w:val="0"/>
              </w:rPr>
            </w:pPr>
            <w:r w:rsidRPr="00C827A4">
              <w:rPr>
                <w:noProof w:val="0"/>
              </w:rPr>
              <w:t>Store it in a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3</w:t>
            </w:r>
          </w:p>
        </w:tc>
        <w:tc>
          <w:tcPr>
            <w:tcW w:w="4111" w:type="dxa"/>
            <w:tcBorders>
              <w:top w:val="nil"/>
            </w:tcBorders>
          </w:tcPr>
          <w:p w:rsidR="00FB5721" w:rsidRPr="00C827A4" w:rsidRDefault="00FB5721">
            <w:pPr>
              <w:pStyle w:val="TAH"/>
              <w:keepNext w:val="0"/>
              <w:keepLines w:val="0"/>
            </w:pPr>
            <w:r w:rsidRPr="00C827A4">
              <w:t>EnvelopeResponseHandlerSystem.getTheHandler()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static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4</w:t>
            </w:r>
          </w:p>
        </w:tc>
        <w:tc>
          <w:tcPr>
            <w:tcW w:w="4111" w:type="dxa"/>
            <w:tcBorders>
              <w:top w:val="nil"/>
            </w:tcBorders>
          </w:tcPr>
          <w:p w:rsidR="00FB5721" w:rsidRPr="00C827A4" w:rsidRDefault="00FB5721">
            <w:pPr>
              <w:pStyle w:val="TAH"/>
              <w:keepNext w:val="0"/>
              <w:keepLines w:val="0"/>
            </w:pPr>
            <w:r w:rsidRPr="00C827A4">
              <w:t>EnvelopeResponseHandlerSystem.getTheHandler()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5</w:t>
            </w:r>
          </w:p>
        </w:tc>
        <w:tc>
          <w:tcPr>
            <w:tcW w:w="4111" w:type="dxa"/>
            <w:tcBorders>
              <w:top w:val="nil"/>
            </w:tcBorders>
          </w:tcPr>
          <w:p w:rsidR="00FB5721" w:rsidRPr="00C827A4" w:rsidRDefault="00FB5721">
            <w:pPr>
              <w:pStyle w:val="TAH"/>
              <w:keepNext w:val="0"/>
              <w:keepLines w:val="0"/>
            </w:pPr>
            <w:r w:rsidRPr="00C827A4">
              <w:t>ProactiveHandlerSystem.getTheHandler()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static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6</w:t>
            </w:r>
          </w:p>
        </w:tc>
        <w:tc>
          <w:tcPr>
            <w:tcW w:w="4111" w:type="dxa"/>
            <w:tcBorders>
              <w:top w:val="nil"/>
            </w:tcBorders>
          </w:tcPr>
          <w:p w:rsidR="00FB5721" w:rsidRPr="00C827A4" w:rsidRDefault="00FB5721">
            <w:pPr>
              <w:pStyle w:val="TAH"/>
              <w:keepNext w:val="0"/>
              <w:keepLines w:val="0"/>
            </w:pPr>
            <w:r w:rsidRPr="00C827A4">
              <w:t>ProactiveHandlerSystem.getTheHandler()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bottom w:val="nil"/>
            </w:tcBorders>
          </w:tcPr>
          <w:p w:rsidR="00FB5721" w:rsidRPr="00C827A4" w:rsidRDefault="00FB5721">
            <w:pPr>
              <w:pStyle w:val="textcell"/>
              <w:rPr>
                <w:rFonts w:ascii="Arial" w:hAnsi="Arial"/>
                <w:sz w:val="18"/>
                <w:lang w:val="en-GB"/>
              </w:rPr>
            </w:pPr>
            <w:r w:rsidRPr="00C827A4">
              <w:rPr>
                <w:rFonts w:ascii="Arial" w:hAnsi="Arial"/>
                <w:sz w:val="18"/>
                <w:lang w:val="en-GB"/>
              </w:rPr>
              <w:t>7</w:t>
            </w:r>
          </w:p>
        </w:tc>
        <w:tc>
          <w:tcPr>
            <w:tcW w:w="4111" w:type="dxa"/>
            <w:tcBorders>
              <w:top w:val="nil"/>
              <w:bottom w:val="nil"/>
            </w:tcBorders>
          </w:tcPr>
          <w:p w:rsidR="00FB5721" w:rsidRPr="00C827A4" w:rsidRDefault="00FB5721">
            <w:pPr>
              <w:pStyle w:val="PL"/>
              <w:rPr>
                <w:b/>
                <w:noProof w:val="0"/>
              </w:rPr>
            </w:pPr>
            <w:r w:rsidRPr="00C827A4">
              <w:rPr>
                <w:noProof w:val="0"/>
              </w:rPr>
              <w:t>Build and send a Display Text command to be able to get the reference of the ProactiveReponseHandler</w:t>
            </w:r>
          </w:p>
        </w:tc>
        <w:tc>
          <w:tcPr>
            <w:tcW w:w="2911" w:type="dxa"/>
            <w:tcBorders>
              <w:top w:val="nil"/>
              <w:bottom w:val="nil"/>
            </w:tcBorders>
          </w:tcPr>
          <w:p w:rsidR="00FB5721" w:rsidRPr="00C827A4" w:rsidRDefault="00FB5721">
            <w:pPr>
              <w:pStyle w:val="TAL"/>
            </w:pPr>
          </w:p>
        </w:tc>
        <w:tc>
          <w:tcPr>
            <w:tcW w:w="2334" w:type="dxa"/>
            <w:tcBorders>
              <w:top w:val="nil"/>
              <w:bottom w:val="nil"/>
            </w:tcBorders>
          </w:tcPr>
          <w:p w:rsidR="00FB5721" w:rsidRPr="00C827A4" w:rsidRDefault="00FB5721">
            <w:pPr>
              <w:pStyle w:val="TAL"/>
              <w:keepNext w:val="0"/>
              <w:keepLines w:val="0"/>
            </w:pPr>
          </w:p>
          <w:p w:rsidR="00FB5721" w:rsidRPr="00C827A4" w:rsidRDefault="00FB5721">
            <w:pPr>
              <w:pStyle w:val="TAL"/>
              <w:keepNext w:val="0"/>
              <w:keepLines w:val="0"/>
            </w:pPr>
            <w:r w:rsidRPr="00C827A4">
              <w:t>Proactive command is fetched and terminal response is issued</w:t>
            </w:r>
          </w:p>
        </w:tc>
      </w:tr>
      <w:tr w:rsidR="00FB5721" w:rsidRPr="00C827A4">
        <w:trPr>
          <w:jc w:val="center"/>
        </w:trPr>
        <w:tc>
          <w:tcPr>
            <w:tcW w:w="425" w:type="dxa"/>
            <w:tcBorders>
              <w:top w:val="nil"/>
              <w:left w:val="single" w:sz="4" w:space="0" w:color="auto"/>
            </w:tcBorders>
          </w:tcPr>
          <w:p w:rsidR="00FB5721" w:rsidRPr="00C827A4" w:rsidRDefault="00FB5721">
            <w:pPr>
              <w:pStyle w:val="textcell"/>
              <w:rPr>
                <w:rFonts w:ascii="Arial" w:hAnsi="Arial"/>
                <w:sz w:val="18"/>
                <w:lang w:val="en-GB"/>
              </w:rPr>
            </w:pPr>
          </w:p>
        </w:tc>
        <w:tc>
          <w:tcPr>
            <w:tcW w:w="4111" w:type="dxa"/>
            <w:tcBorders>
              <w:top w:val="nil"/>
            </w:tcBorders>
          </w:tcPr>
          <w:p w:rsidR="00FB5721" w:rsidRPr="00C827A4" w:rsidRDefault="00FB5721">
            <w:pPr>
              <w:pStyle w:val="TAH"/>
              <w:keepNext w:val="0"/>
              <w:keepLines w:val="0"/>
            </w:pPr>
            <w:r w:rsidRPr="00C827A4">
              <w:t>ProactiveResponseHandlerSystem.getTheHandler()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static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r w:rsidR="00FB5721" w:rsidRPr="00C827A4">
        <w:trPr>
          <w:jc w:val="center"/>
        </w:trPr>
        <w:tc>
          <w:tcPr>
            <w:tcW w:w="425" w:type="dxa"/>
            <w:tcBorders>
              <w:top w:val="single" w:sz="4" w:space="0" w:color="auto"/>
              <w:left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lastRenderedPageBreak/>
              <w:t>8</w:t>
            </w:r>
          </w:p>
        </w:tc>
        <w:tc>
          <w:tcPr>
            <w:tcW w:w="4111" w:type="dxa"/>
            <w:tcBorders>
              <w:top w:val="nil"/>
            </w:tcBorders>
          </w:tcPr>
          <w:p w:rsidR="00FB5721" w:rsidRPr="00C827A4" w:rsidRDefault="00FB5721">
            <w:pPr>
              <w:pStyle w:val="TAH"/>
              <w:keepNext w:val="0"/>
              <w:keepLines w:val="0"/>
            </w:pPr>
            <w:r w:rsidRPr="00C827A4">
              <w:t>ProactiveResponseHandlerSystem.getTheHandler()</w:t>
            </w:r>
          </w:p>
          <w:p w:rsidR="00FB5721" w:rsidRPr="00C827A4" w:rsidRDefault="00FB5721">
            <w:pPr>
              <w:pStyle w:val="TAH"/>
              <w:keepNext w:val="0"/>
              <w:keepLines w:val="0"/>
            </w:pPr>
          </w:p>
          <w:p w:rsidR="00FB5721" w:rsidRPr="00C827A4" w:rsidRDefault="00FB5721">
            <w:pPr>
              <w:pStyle w:val="PL"/>
              <w:rPr>
                <w:noProof w:val="0"/>
              </w:rPr>
            </w:pPr>
            <w:r w:rsidRPr="00C827A4">
              <w:rPr>
                <w:noProof w:val="0"/>
              </w:rPr>
              <w:t>Store it in a field of the toolkit applet</w:t>
            </w:r>
          </w:p>
        </w:tc>
        <w:tc>
          <w:tcPr>
            <w:tcW w:w="2911" w:type="dxa"/>
            <w:tcBorders>
              <w:top w:val="nil"/>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SecurityException is thrown</w:t>
            </w:r>
          </w:p>
        </w:tc>
        <w:tc>
          <w:tcPr>
            <w:tcW w:w="2334" w:type="dxa"/>
            <w:tcBorders>
              <w:top w:val="nil"/>
            </w:tcBorders>
          </w:tcPr>
          <w:p w:rsidR="00FB5721" w:rsidRPr="00C827A4" w:rsidRDefault="00FB5721">
            <w:pPr>
              <w:pStyle w:val="TAL"/>
              <w:keepNext w:val="0"/>
              <w:keepLines w:val="0"/>
            </w:pPr>
          </w:p>
        </w:tc>
      </w:tr>
    </w:tbl>
    <w:p w:rsidR="00FB5721" w:rsidRPr="00C827A4" w:rsidRDefault="00FB5721"/>
    <w:p w:rsidR="00FB5721" w:rsidRPr="00C827A4" w:rsidRDefault="00FB5721">
      <w:pPr>
        <w:pStyle w:val="Heading4"/>
      </w:pPr>
      <w:r w:rsidRPr="00C827A4">
        <w:t>5.5.9.2</w:t>
      </w:r>
      <w:r w:rsidRPr="00C827A4">
        <w:tab/>
        <w:t>Transaction</w:t>
      </w:r>
    </w:p>
    <w:p w:rsidR="00FB5721" w:rsidRPr="00C827A4" w:rsidRDefault="00FB5721">
      <w:r w:rsidRPr="00C827A4">
        <w:t>Test Area Reference: Cre_Api_Tran.</w:t>
      </w:r>
    </w:p>
    <w:p w:rsidR="00FB5721" w:rsidRPr="00C827A4" w:rsidRDefault="00FB5721" w:rsidP="00D65C82">
      <w:pPr>
        <w:pStyle w:val="Heading5"/>
      </w:pPr>
      <w:r w:rsidRPr="00C827A4">
        <w:t>5.5.9.2.1</w:t>
      </w:r>
      <w:r w:rsidRPr="00C827A4">
        <w:tab/>
        <w:t>Conformance requirement</w:t>
      </w:r>
    </w:p>
    <w:p w:rsidR="00FB5721" w:rsidRPr="00C827A4" w:rsidRDefault="00FB5721">
      <w:pPr>
        <w:pStyle w:val="H6"/>
      </w:pPr>
      <w:r w:rsidRPr="00C827A4">
        <w:t>5.5.9.2.1.1</w:t>
      </w:r>
      <w:r w:rsidRPr="00C827A4">
        <w:tab/>
        <w:t>Normal execution</w:t>
      </w:r>
    </w:p>
    <w:p w:rsidR="00FB5721" w:rsidRPr="00C827A4" w:rsidRDefault="00FB5721">
      <w:pPr>
        <w:pStyle w:val="B1"/>
      </w:pPr>
      <w:r w:rsidRPr="00C827A4">
        <w:t>CRRN1: A pending toolkit applet transaction at the ProactiveHandler.send() method invocation is aborted.</w:t>
      </w:r>
    </w:p>
    <w:p w:rsidR="00FB5721" w:rsidRPr="00C827A4" w:rsidRDefault="00FB5721">
      <w:pPr>
        <w:pStyle w:val="B1"/>
      </w:pPr>
      <w:r w:rsidRPr="00C827A4">
        <w:t xml:space="preserve">CRRN2: A pending toolkit applet transaction is aborted on the termination of the toolkit applet (return from the </w:t>
      </w:r>
      <w:r w:rsidRPr="00C827A4">
        <w:rPr>
          <w:i/>
        </w:rPr>
        <w:t xml:space="preserve">processToolkit() </w:t>
      </w:r>
      <w:r w:rsidRPr="00C827A4">
        <w:t>method).</w:t>
      </w:r>
    </w:p>
    <w:p w:rsidR="00FB5721" w:rsidRPr="00C827A4" w:rsidRDefault="00FB5721">
      <w:pPr>
        <w:pStyle w:val="B1"/>
      </w:pPr>
      <w:r w:rsidRPr="00C827A4">
        <w:t xml:space="preserve">CRRN3: At the invocation of the </w:t>
      </w:r>
      <w:r w:rsidRPr="00C827A4">
        <w:rPr>
          <w:i/>
        </w:rPr>
        <w:t>processToolkit()</w:t>
      </w:r>
      <w:r w:rsidRPr="00C827A4">
        <w:t xml:space="preserve"> method there shall be no transaction in progress.</w:t>
      </w:r>
    </w:p>
    <w:p w:rsidR="00FB5721" w:rsidRPr="00C827A4" w:rsidRDefault="00FB5721">
      <w:pPr>
        <w:pStyle w:val="H6"/>
      </w:pPr>
      <w:r w:rsidRPr="00C827A4">
        <w:t>5.5.9.2.1.2</w:t>
      </w:r>
      <w:r w:rsidRPr="00C827A4">
        <w:tab/>
        <w:t>Parameter errors</w:t>
      </w:r>
    </w:p>
    <w:p w:rsidR="00FB5721" w:rsidRPr="00C827A4" w:rsidRDefault="00FB5721">
      <w:r w:rsidRPr="00C827A4">
        <w:t>No requirements.</w:t>
      </w:r>
    </w:p>
    <w:p w:rsidR="00FB5721" w:rsidRPr="00C827A4" w:rsidRDefault="00FB5721">
      <w:pPr>
        <w:pStyle w:val="H6"/>
      </w:pPr>
      <w:r w:rsidRPr="00C827A4">
        <w:t>5.5.9.2.1.3</w:t>
      </w:r>
      <w:r w:rsidRPr="00C827A4">
        <w:tab/>
        <w:t>Context errors</w:t>
      </w:r>
    </w:p>
    <w:p w:rsidR="00FB5721" w:rsidRPr="00C827A4" w:rsidRDefault="00FB5721">
      <w:r w:rsidRPr="00C827A4">
        <w:t>No requirements.</w:t>
      </w:r>
    </w:p>
    <w:p w:rsidR="00FB5721" w:rsidRPr="00C827A4" w:rsidRDefault="00FB5721" w:rsidP="00D65C82">
      <w:pPr>
        <w:pStyle w:val="Heading5"/>
      </w:pPr>
      <w:r w:rsidRPr="00C827A4">
        <w:t>5.5.9.2.2</w:t>
      </w:r>
      <w:r w:rsidRPr="00C827A4">
        <w:tab/>
        <w:t>Test area files</w:t>
      </w:r>
    </w:p>
    <w:p w:rsidR="00FB5721" w:rsidRPr="00C827A4" w:rsidRDefault="00FB5721" w:rsidP="00FB5721">
      <w:pPr>
        <w:pStyle w:val="EX"/>
      </w:pPr>
      <w:r w:rsidRPr="00C827A4">
        <w:t>Test Source:</w:t>
      </w:r>
      <w:r w:rsidRPr="00C827A4">
        <w:tab/>
        <w:t>Test_Cre_Api_Tran.java.</w:t>
      </w:r>
    </w:p>
    <w:p w:rsidR="00FB5721" w:rsidRPr="00927A43" w:rsidRDefault="00FB5721" w:rsidP="00FB5721">
      <w:pPr>
        <w:pStyle w:val="EX"/>
      </w:pPr>
      <w:r w:rsidRPr="00927A43">
        <w:t xml:space="preserve">Test Applet: </w:t>
      </w:r>
      <w:r w:rsidRPr="00927A43">
        <w:tab/>
        <w:t>Cre_Api_Tran_1.java.</w:t>
      </w:r>
    </w:p>
    <w:p w:rsidR="00FB5721" w:rsidRPr="00927A43" w:rsidRDefault="00FB5721" w:rsidP="00FB5721">
      <w:pPr>
        <w:pStyle w:val="EX"/>
      </w:pPr>
      <w:r w:rsidRPr="00927A43">
        <w:tab/>
        <w:t>Cre_Api_Tran_2.java.</w:t>
      </w:r>
    </w:p>
    <w:p w:rsidR="00FB5721" w:rsidRPr="00C827A4" w:rsidRDefault="00FB5721" w:rsidP="00FB5721">
      <w:pPr>
        <w:pStyle w:val="EX"/>
      </w:pPr>
      <w:r w:rsidRPr="00C827A4">
        <w:t>Cap File:</w:t>
      </w:r>
      <w:r w:rsidRPr="00C827A4">
        <w:tab/>
      </w:r>
      <w:r w:rsidR="0059237D" w:rsidRPr="00C827A4">
        <w:t>C</w:t>
      </w:r>
      <w:r w:rsidRPr="00C827A4">
        <w:t>re_api_tran.cap.</w:t>
      </w:r>
    </w:p>
    <w:p w:rsidR="00FB5721" w:rsidRPr="00C827A4" w:rsidRDefault="00FB5721" w:rsidP="00D65C82">
      <w:pPr>
        <w:pStyle w:val="Heading5"/>
      </w:pPr>
      <w:r w:rsidRPr="00C827A4">
        <w:t>5.5.9.2.3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pPr>
            <w:r w:rsidRPr="00C827A4">
              <w:t>CRR number</w:t>
            </w:r>
          </w:p>
        </w:tc>
        <w:tc>
          <w:tcPr>
            <w:tcW w:w="2196" w:type="dxa"/>
          </w:tcPr>
          <w:p w:rsidR="00FB5721" w:rsidRPr="00C827A4" w:rsidRDefault="00FB5721">
            <w:pPr>
              <w:pStyle w:val="TAH"/>
            </w:pPr>
            <w:r w:rsidRPr="00C827A4">
              <w:t>Test case number</w:t>
            </w:r>
          </w:p>
        </w:tc>
      </w:tr>
      <w:tr w:rsidR="00FB5721" w:rsidRPr="00C827A4">
        <w:trPr>
          <w:jc w:val="center"/>
        </w:trPr>
        <w:tc>
          <w:tcPr>
            <w:tcW w:w="2276" w:type="dxa"/>
          </w:tcPr>
          <w:p w:rsidR="00FB5721" w:rsidRPr="00C827A4" w:rsidRDefault="00FB5721">
            <w:pPr>
              <w:pStyle w:val="TAC"/>
            </w:pPr>
            <w:r w:rsidRPr="00C827A4">
              <w:t>CRRN1</w:t>
            </w:r>
          </w:p>
        </w:tc>
        <w:tc>
          <w:tcPr>
            <w:tcW w:w="2196" w:type="dxa"/>
          </w:tcPr>
          <w:p w:rsidR="00FB5721" w:rsidRPr="00C827A4" w:rsidRDefault="00FB5721">
            <w:pPr>
              <w:pStyle w:val="TAC"/>
            </w:pPr>
            <w:r w:rsidRPr="00C827A4">
              <w:t>1</w:t>
            </w:r>
          </w:p>
        </w:tc>
      </w:tr>
      <w:tr w:rsidR="00FB5721" w:rsidRPr="00C827A4">
        <w:trPr>
          <w:jc w:val="center"/>
        </w:trPr>
        <w:tc>
          <w:tcPr>
            <w:tcW w:w="2276" w:type="dxa"/>
          </w:tcPr>
          <w:p w:rsidR="00FB5721" w:rsidRPr="00C827A4" w:rsidRDefault="00FB5721">
            <w:pPr>
              <w:pStyle w:val="TAC"/>
            </w:pPr>
            <w:r w:rsidRPr="00C827A4">
              <w:t>CRRN2</w:t>
            </w:r>
          </w:p>
        </w:tc>
        <w:tc>
          <w:tcPr>
            <w:tcW w:w="2196" w:type="dxa"/>
          </w:tcPr>
          <w:p w:rsidR="00FB5721" w:rsidRPr="00C827A4" w:rsidRDefault="00FB5721">
            <w:pPr>
              <w:pStyle w:val="TAC"/>
            </w:pPr>
            <w:r w:rsidRPr="00C827A4">
              <w:t>2</w:t>
            </w:r>
          </w:p>
        </w:tc>
      </w:tr>
      <w:tr w:rsidR="00FB5721" w:rsidRPr="00C827A4">
        <w:trPr>
          <w:jc w:val="center"/>
        </w:trPr>
        <w:tc>
          <w:tcPr>
            <w:tcW w:w="2276" w:type="dxa"/>
          </w:tcPr>
          <w:p w:rsidR="00FB5721" w:rsidRPr="00C827A4" w:rsidRDefault="00FB5721">
            <w:pPr>
              <w:pStyle w:val="TAC"/>
            </w:pPr>
            <w:r w:rsidRPr="00C827A4">
              <w:t>CRRN3</w:t>
            </w:r>
          </w:p>
        </w:tc>
        <w:tc>
          <w:tcPr>
            <w:tcW w:w="2196" w:type="dxa"/>
          </w:tcPr>
          <w:p w:rsidR="00FB5721" w:rsidRPr="00C827A4" w:rsidRDefault="00FB5721">
            <w:pPr>
              <w:pStyle w:val="TAC"/>
            </w:pPr>
            <w:r w:rsidRPr="00C827A4">
              <w:t>Not testable</w:t>
            </w:r>
          </w:p>
        </w:tc>
      </w:tr>
    </w:tbl>
    <w:p w:rsidR="00FB5721" w:rsidRPr="00C827A4" w:rsidRDefault="00FB5721"/>
    <w:p w:rsidR="00FB5721" w:rsidRPr="00C827A4" w:rsidRDefault="00FB5721" w:rsidP="001F17EA">
      <w:pPr>
        <w:pStyle w:val="Heading5"/>
      </w:pPr>
      <w:r w:rsidRPr="00C827A4">
        <w:lastRenderedPageBreak/>
        <w:t>5.5.9.2.4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tcBorders>
          </w:tcPr>
          <w:p w:rsidR="00FB5721" w:rsidRPr="00C827A4" w:rsidRDefault="00FB5721" w:rsidP="001F17EA">
            <w:pPr>
              <w:pStyle w:val="TAH"/>
              <w:keepLines w:val="0"/>
            </w:pPr>
            <w:r w:rsidRPr="00C827A4">
              <w:t>Id</w:t>
            </w:r>
          </w:p>
        </w:tc>
        <w:tc>
          <w:tcPr>
            <w:tcW w:w="4111" w:type="dxa"/>
          </w:tcPr>
          <w:p w:rsidR="00FB5721" w:rsidRPr="00C827A4" w:rsidRDefault="00FB5721" w:rsidP="001F17EA">
            <w:pPr>
              <w:pStyle w:val="TAH"/>
              <w:keepLines w:val="0"/>
            </w:pPr>
            <w:r w:rsidRPr="00C827A4">
              <w:t>Description</w:t>
            </w:r>
          </w:p>
        </w:tc>
        <w:tc>
          <w:tcPr>
            <w:tcW w:w="2911" w:type="dxa"/>
          </w:tcPr>
          <w:p w:rsidR="00FB5721" w:rsidRPr="00C827A4" w:rsidRDefault="00FB5721" w:rsidP="001F17EA">
            <w:pPr>
              <w:pStyle w:val="TAH"/>
              <w:keepLines w:val="0"/>
            </w:pPr>
            <w:r w:rsidRPr="00C827A4">
              <w:t>API/CAT RE Expectation</w:t>
            </w:r>
          </w:p>
        </w:tc>
        <w:tc>
          <w:tcPr>
            <w:tcW w:w="2334" w:type="dxa"/>
          </w:tcPr>
          <w:p w:rsidR="00FB5721" w:rsidRPr="00C827A4" w:rsidRDefault="00FB5721" w:rsidP="001F17EA">
            <w:pPr>
              <w:pStyle w:val="TAH"/>
              <w:keepLines w:val="0"/>
            </w:pPr>
            <w:r w:rsidRPr="00C827A4">
              <w:t>APDU Expectation</w:t>
            </w:r>
          </w:p>
        </w:tc>
      </w:tr>
      <w:tr w:rsidR="00FB5721" w:rsidRPr="00C827A4">
        <w:trPr>
          <w:cantSplit/>
          <w:trHeight w:val="2510"/>
          <w:jc w:val="center"/>
        </w:trPr>
        <w:tc>
          <w:tcPr>
            <w:tcW w:w="425" w:type="dxa"/>
            <w:tcBorders>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bottom w:val="single" w:sz="4" w:space="0" w:color="auto"/>
            </w:tcBorders>
          </w:tcPr>
          <w:p w:rsidR="00FB5721" w:rsidRPr="00C827A4" w:rsidRDefault="00FB5721">
            <w:pPr>
              <w:pStyle w:val="TAH"/>
              <w:keepNext w:val="0"/>
              <w:keepLines w:val="0"/>
            </w:pPr>
            <w:r w:rsidRPr="00C827A4">
              <w:t>Verify that transaction is aborted when a proactive command is sent</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Applet1 is triggered and performed the following sequence</w:t>
            </w:r>
          </w:p>
          <w:p w:rsidR="00FB5721" w:rsidRPr="00C827A4" w:rsidRDefault="00FB5721">
            <w:pPr>
              <w:pStyle w:val="PL"/>
              <w:rPr>
                <w:noProof w:val="0"/>
              </w:rPr>
            </w:pPr>
            <w:r w:rsidRPr="00C827A4">
              <w:rPr>
                <w:noProof w:val="0"/>
              </w:rPr>
              <w:t>- Initialize a byte field with 0x05</w:t>
            </w:r>
          </w:p>
          <w:p w:rsidR="00FB5721" w:rsidRPr="00C827A4" w:rsidRDefault="00FB5721">
            <w:pPr>
              <w:pStyle w:val="PL"/>
              <w:rPr>
                <w:noProof w:val="0"/>
              </w:rPr>
            </w:pPr>
            <w:r w:rsidRPr="00C827A4">
              <w:rPr>
                <w:noProof w:val="0"/>
              </w:rPr>
              <w:t>- Build a display text proactive command</w:t>
            </w:r>
          </w:p>
          <w:p w:rsidR="00FB5721" w:rsidRPr="00C827A4" w:rsidRDefault="00FB5721">
            <w:pPr>
              <w:pStyle w:val="PL"/>
              <w:rPr>
                <w:noProof w:val="0"/>
              </w:rPr>
            </w:pPr>
            <w:r w:rsidRPr="00C827A4">
              <w:rPr>
                <w:noProof w:val="0"/>
              </w:rPr>
              <w:t>- beginTransaction()</w:t>
            </w:r>
          </w:p>
          <w:p w:rsidR="00FB5721" w:rsidRPr="00C827A4" w:rsidRDefault="00FB5721">
            <w:pPr>
              <w:pStyle w:val="PL"/>
              <w:rPr>
                <w:noProof w:val="0"/>
              </w:rPr>
            </w:pPr>
            <w:r w:rsidRPr="00C827A4">
              <w:rPr>
                <w:noProof w:val="0"/>
              </w:rPr>
              <w:t>- Update the byte with 0x02</w:t>
            </w:r>
          </w:p>
          <w:p w:rsidR="00FB5721" w:rsidRPr="00C827A4" w:rsidRDefault="00FB5721">
            <w:pPr>
              <w:pStyle w:val="PL"/>
              <w:rPr>
                <w:noProof w:val="0"/>
              </w:rPr>
            </w:pPr>
            <w:r w:rsidRPr="00C827A4">
              <w:rPr>
                <w:noProof w:val="0"/>
              </w:rPr>
              <w:t>- send the proactive command</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 is resumed</w:t>
            </w:r>
          </w:p>
          <w:p w:rsidR="00FB5721" w:rsidRPr="00C827A4" w:rsidRDefault="00FB5721">
            <w:pPr>
              <w:pStyle w:val="PL"/>
              <w:rPr>
                <w:noProof w:val="0"/>
              </w:rPr>
            </w:pPr>
            <w:r w:rsidRPr="00C827A4">
              <w:rPr>
                <w:noProof w:val="0"/>
              </w:rPr>
              <w:t>- Verify that the byte value is 0x05</w:t>
            </w:r>
          </w:p>
          <w:p w:rsidR="00FB5721" w:rsidRPr="00C827A4" w:rsidRDefault="00FB5721">
            <w:pPr>
              <w:pStyle w:val="PL"/>
              <w:rPr>
                <w:noProof w:val="0"/>
              </w:rPr>
            </w:pPr>
            <w:r w:rsidRPr="00C827A4">
              <w:rPr>
                <w:noProof w:val="0"/>
              </w:rPr>
              <w:t>- JCSystem.getTransactionDepth()</w:t>
            </w:r>
          </w:p>
        </w:tc>
        <w:tc>
          <w:tcPr>
            <w:tcW w:w="2911"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JCSystem.getTransactionDepth()</w:t>
            </w:r>
            <w:r w:rsidRPr="00C827A4">
              <w:rPr>
                <w:b/>
                <w:bCs/>
              </w:rPr>
              <w:t xml:space="preserve"> </w:t>
            </w:r>
            <w:r w:rsidRPr="00C827A4">
              <w:t>shall return 0</w:t>
            </w:r>
          </w:p>
        </w:tc>
        <w:tc>
          <w:tcPr>
            <w:tcW w:w="2334"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Proactive command fetched and terminal response is issued</w:t>
            </w:r>
          </w:p>
        </w:tc>
      </w:tr>
      <w:tr w:rsidR="00FB5721" w:rsidRPr="00C827A4">
        <w:trPr>
          <w:cantSplit/>
          <w:trHeight w:val="2713"/>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4111" w:type="dxa"/>
            <w:tcBorders>
              <w:top w:val="single" w:sz="4" w:space="0" w:color="auto"/>
              <w:bottom w:val="single" w:sz="4" w:space="0" w:color="auto"/>
            </w:tcBorders>
          </w:tcPr>
          <w:p w:rsidR="00FB5721" w:rsidRPr="00C827A4" w:rsidRDefault="00FB5721">
            <w:pPr>
              <w:pStyle w:val="TAH"/>
            </w:pPr>
            <w:r w:rsidRPr="00C827A4">
              <w:t>Verify that transaction is aborted when a proactive command is sent</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Applet2 is triggered and send a display text proactive command</w:t>
            </w:r>
          </w:p>
          <w:p w:rsidR="00FB5721" w:rsidRPr="00C827A4" w:rsidRDefault="00FB5721">
            <w:pPr>
              <w:pStyle w:val="PL"/>
              <w:rPr>
                <w:noProof w:val="0"/>
              </w:rPr>
            </w:pPr>
            <w:r w:rsidRPr="00C827A4">
              <w:rPr>
                <w:noProof w:val="0"/>
              </w:rPr>
              <w:t>Applet1 is triggered and performed the following sequence</w:t>
            </w:r>
          </w:p>
          <w:p w:rsidR="00FB5721" w:rsidRPr="00C827A4" w:rsidRDefault="00FB5721">
            <w:pPr>
              <w:pStyle w:val="PL"/>
              <w:rPr>
                <w:noProof w:val="0"/>
              </w:rPr>
            </w:pPr>
            <w:r w:rsidRPr="00C827A4">
              <w:rPr>
                <w:noProof w:val="0"/>
              </w:rPr>
              <w:t>- Initialize a static byte field with 0x05</w:t>
            </w:r>
          </w:p>
          <w:p w:rsidR="00FB5721" w:rsidRPr="00C827A4" w:rsidRDefault="00FB5721">
            <w:pPr>
              <w:pStyle w:val="PL"/>
              <w:rPr>
                <w:noProof w:val="0"/>
              </w:rPr>
            </w:pPr>
            <w:r w:rsidRPr="00C827A4">
              <w:rPr>
                <w:noProof w:val="0"/>
              </w:rPr>
              <w:t>- beginTransaction()</w:t>
            </w:r>
          </w:p>
          <w:p w:rsidR="00FB5721" w:rsidRPr="00C827A4" w:rsidRDefault="00FB5721">
            <w:pPr>
              <w:pStyle w:val="PL"/>
              <w:rPr>
                <w:noProof w:val="0"/>
              </w:rPr>
            </w:pPr>
            <w:r w:rsidRPr="00C827A4">
              <w:rPr>
                <w:noProof w:val="0"/>
              </w:rPr>
              <w:t>- Update the byte with 0x02</w:t>
            </w:r>
          </w:p>
          <w:p w:rsidR="00FB5721" w:rsidRPr="00C827A4" w:rsidRDefault="00FB5721">
            <w:pPr>
              <w:pStyle w:val="PL"/>
              <w:rPr>
                <w:noProof w:val="0"/>
              </w:rPr>
            </w:pPr>
            <w:r w:rsidRPr="00C827A4">
              <w:rPr>
                <w:noProof w:val="0"/>
              </w:rPr>
              <w:t>- Finalize</w:t>
            </w: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p>
          <w:p w:rsidR="00FB5721" w:rsidRPr="00C827A4" w:rsidRDefault="00FB5721">
            <w:pPr>
              <w:pStyle w:val="PL"/>
              <w:rPr>
                <w:noProof w:val="0"/>
              </w:rPr>
            </w:pPr>
            <w:r w:rsidRPr="00C827A4">
              <w:rPr>
                <w:noProof w:val="0"/>
              </w:rPr>
              <w:t>3- Applet2 is resumed and</w:t>
            </w:r>
          </w:p>
          <w:p w:rsidR="00FB5721" w:rsidRPr="00C827A4" w:rsidRDefault="00FB5721">
            <w:pPr>
              <w:pStyle w:val="PL"/>
              <w:rPr>
                <w:noProof w:val="0"/>
              </w:rPr>
            </w:pPr>
            <w:r w:rsidRPr="00C827A4">
              <w:rPr>
                <w:noProof w:val="0"/>
              </w:rPr>
              <w:t>- Verify that the byte value is 0x05</w:t>
            </w:r>
          </w:p>
          <w:p w:rsidR="00FB5721" w:rsidRPr="00C827A4" w:rsidRDefault="00FB5721">
            <w:pPr>
              <w:pStyle w:val="PL"/>
              <w:rPr>
                <w:noProof w:val="0"/>
              </w:rPr>
            </w:pPr>
            <w:r w:rsidRPr="00C827A4">
              <w:rPr>
                <w:noProof w:val="0"/>
              </w:rPr>
              <w:t>- JCSystem.getTransactionDepth()</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JCSystem.getTransactionDepth()</w:t>
            </w:r>
            <w:r w:rsidRPr="00C827A4">
              <w:rPr>
                <w:b/>
                <w:bCs/>
              </w:rPr>
              <w:t xml:space="preserve"> </w:t>
            </w:r>
            <w:r w:rsidRPr="00C827A4">
              <w:t>shall return 0</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SW = 91 XX</w:t>
            </w:r>
          </w:p>
          <w:p w:rsidR="00FB5721" w:rsidRPr="00C827A4" w:rsidRDefault="00FB5721">
            <w:pPr>
              <w:pStyle w:val="TAL"/>
            </w:pPr>
            <w:r w:rsidRPr="00C827A4">
              <w:t>Proactive command fetched and terminal response is issued</w:t>
            </w:r>
          </w:p>
        </w:tc>
      </w:tr>
    </w:tbl>
    <w:p w:rsidR="00FB5721" w:rsidRPr="00C827A4" w:rsidRDefault="00FB5721"/>
    <w:p w:rsidR="00FB5721" w:rsidRPr="00C827A4" w:rsidRDefault="00FB5721" w:rsidP="00FB5721">
      <w:pPr>
        <w:pStyle w:val="Heading4"/>
      </w:pPr>
      <w:r w:rsidRPr="00C827A4">
        <w:t>5.5.9.3</w:t>
      </w:r>
      <w:r w:rsidRPr="00C827A4">
        <w:tab/>
        <w:t>Timer Id between Applets</w:t>
      </w:r>
    </w:p>
    <w:p w:rsidR="00FB5721" w:rsidRPr="00C827A4" w:rsidRDefault="00FB5721" w:rsidP="00FB5721">
      <w:pPr>
        <w:keepNext/>
        <w:keepLines/>
      </w:pPr>
      <w:r w:rsidRPr="00C827A4">
        <w:t>Test Area Reference: Cre_Api_Tmid.</w:t>
      </w:r>
    </w:p>
    <w:p w:rsidR="00FB5721" w:rsidRPr="00C827A4" w:rsidRDefault="00FB5721" w:rsidP="00FB5721">
      <w:pPr>
        <w:pStyle w:val="Heading5"/>
      </w:pPr>
      <w:r w:rsidRPr="00C827A4">
        <w:t>5.5.9.3.1</w:t>
      </w:r>
      <w:r w:rsidRPr="00C827A4">
        <w:tab/>
        <w:t>Conformance requirement</w:t>
      </w:r>
    </w:p>
    <w:p w:rsidR="00FB5721" w:rsidRPr="00C827A4" w:rsidRDefault="00FB5721">
      <w:pPr>
        <w:pStyle w:val="H6"/>
      </w:pPr>
      <w:r w:rsidRPr="00C827A4">
        <w:t>5.5.9.3.1.1</w:t>
      </w:r>
      <w:r w:rsidRPr="00C827A4">
        <w:tab/>
        <w:t>Normal execution</w:t>
      </w:r>
    </w:p>
    <w:p w:rsidR="00FB5721" w:rsidRPr="00C827A4" w:rsidRDefault="00FB5721">
      <w:r w:rsidRPr="00C827A4">
        <w:t>No requirements.</w:t>
      </w:r>
    </w:p>
    <w:p w:rsidR="00FB5721" w:rsidRPr="00C827A4" w:rsidRDefault="00FB5721">
      <w:pPr>
        <w:pStyle w:val="H6"/>
      </w:pPr>
      <w:r w:rsidRPr="00C827A4">
        <w:t>5.5.9.3.1.2</w:t>
      </w:r>
      <w:r w:rsidRPr="00C827A4">
        <w:tab/>
        <w:t>Parameter errors</w:t>
      </w:r>
    </w:p>
    <w:p w:rsidR="00FB5721" w:rsidRPr="00C827A4" w:rsidRDefault="00FB5721">
      <w:r w:rsidRPr="00C827A4">
        <w:t>No requirements.</w:t>
      </w:r>
    </w:p>
    <w:p w:rsidR="00FB5721" w:rsidRPr="00C827A4" w:rsidRDefault="00FB5721">
      <w:pPr>
        <w:pStyle w:val="H6"/>
      </w:pPr>
      <w:r w:rsidRPr="00C827A4">
        <w:t>5.5.9.3.1.3</w:t>
      </w:r>
      <w:r w:rsidRPr="00C827A4">
        <w:tab/>
        <w:t>Context errors</w:t>
      </w:r>
    </w:p>
    <w:p w:rsidR="00FB5721" w:rsidRPr="00C827A4" w:rsidRDefault="00FB5721">
      <w:pPr>
        <w:pStyle w:val="B1"/>
      </w:pPr>
      <w:r w:rsidRPr="00C827A4">
        <w:t>CRRC1: The method ToolkitRegistry.releaseTimer() shall throw a ToolkitException with INVALID_TIMER_ID reason if the timer is valid but is not allocated to this applet.</w:t>
      </w:r>
    </w:p>
    <w:p w:rsidR="00FB5721" w:rsidRPr="00C827A4" w:rsidRDefault="00FB5721" w:rsidP="00D65C82">
      <w:pPr>
        <w:pStyle w:val="Heading5"/>
      </w:pPr>
      <w:r w:rsidRPr="00C827A4">
        <w:t>5.5.9.3.2</w:t>
      </w:r>
      <w:r w:rsidRPr="00C827A4">
        <w:tab/>
        <w:t>Test area files</w:t>
      </w:r>
    </w:p>
    <w:p w:rsidR="00FB5721" w:rsidRPr="00C827A4" w:rsidRDefault="00FB5721" w:rsidP="00FB5721">
      <w:pPr>
        <w:pStyle w:val="EX"/>
      </w:pPr>
      <w:r w:rsidRPr="00C827A4">
        <w:t>Test Source:</w:t>
      </w:r>
      <w:r w:rsidRPr="00C827A4">
        <w:tab/>
        <w:t>Test_Cre_Api_Tmid.java.</w:t>
      </w:r>
    </w:p>
    <w:p w:rsidR="00FB5721" w:rsidRPr="00C827A4" w:rsidRDefault="00FB5721" w:rsidP="00FB5721">
      <w:pPr>
        <w:pStyle w:val="EX"/>
      </w:pPr>
      <w:r w:rsidRPr="00C827A4">
        <w:t xml:space="preserve">Test Applet: </w:t>
      </w:r>
      <w:r w:rsidRPr="00C827A4">
        <w:tab/>
        <w:t>Cre_Api_Tmid_1.java.</w:t>
      </w:r>
    </w:p>
    <w:p w:rsidR="00FB5721" w:rsidRPr="00C827A4" w:rsidRDefault="00FB5721" w:rsidP="00FB5721">
      <w:pPr>
        <w:pStyle w:val="EX"/>
      </w:pPr>
      <w:r w:rsidRPr="00C827A4">
        <w:t>Cap File:</w:t>
      </w:r>
      <w:r w:rsidRPr="00C827A4">
        <w:tab/>
      </w:r>
      <w:r w:rsidR="0059237D" w:rsidRPr="00C827A4">
        <w:t>C</w:t>
      </w:r>
      <w:r w:rsidRPr="00C827A4">
        <w:t>re_api_tmid.cap.</w:t>
      </w:r>
    </w:p>
    <w:p w:rsidR="00FB5721" w:rsidRPr="00C827A4" w:rsidRDefault="00FB5721" w:rsidP="00D65C82">
      <w:pPr>
        <w:pStyle w:val="Heading5"/>
      </w:pPr>
      <w:r w:rsidRPr="00C827A4">
        <w:lastRenderedPageBreak/>
        <w:t>5.5.9.3.3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w:t>
            </w:r>
            <w:r w:rsidR="003A5A79" w:rsidRPr="00C827A4">
              <w:t>C</w:t>
            </w:r>
            <w:r w:rsidRPr="00C827A4">
              <w:t>1</w:t>
            </w:r>
          </w:p>
        </w:tc>
        <w:tc>
          <w:tcPr>
            <w:tcW w:w="2196"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D65C82">
      <w:pPr>
        <w:pStyle w:val="Heading5"/>
      </w:pPr>
      <w:r w:rsidRPr="00C827A4">
        <w:t>5.5.9.3.4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bottom w:val="single" w:sz="4" w:space="0" w:color="auto"/>
            </w:tcBorders>
          </w:tcPr>
          <w:p w:rsidR="00FB5721" w:rsidRPr="00C827A4" w:rsidRDefault="00FB5721">
            <w:pPr>
              <w:pStyle w:val="PL"/>
              <w:rPr>
                <w:noProof w:val="0"/>
              </w:rPr>
            </w:pPr>
            <w:r w:rsidRPr="00C827A4">
              <w:rPr>
                <w:noProof w:val="0"/>
              </w:rPr>
              <w:t>During installation :</w:t>
            </w:r>
          </w:p>
          <w:p w:rsidR="00FB5721" w:rsidRPr="00C827A4" w:rsidRDefault="00FB5721">
            <w:pPr>
              <w:pStyle w:val="PL"/>
              <w:rPr>
                <w:noProof w:val="0"/>
              </w:rPr>
            </w:pPr>
            <w:r w:rsidRPr="00C827A4">
              <w:rPr>
                <w:noProof w:val="0"/>
              </w:rPr>
              <w:t>First instance allocate a timer and store the returned value in a static field.</w:t>
            </w:r>
          </w:p>
          <w:p w:rsidR="00FB5721" w:rsidRPr="00C827A4" w:rsidRDefault="00FB5721">
            <w:pPr>
              <w:pStyle w:val="PL"/>
              <w:rPr>
                <w:noProof w:val="0"/>
              </w:rPr>
            </w:pPr>
            <w:r w:rsidRPr="00C827A4">
              <w:rPr>
                <w:noProof w:val="0"/>
              </w:rPr>
              <w:t>Second instance allocate a timer.</w:t>
            </w:r>
          </w:p>
          <w:p w:rsidR="00FB5721" w:rsidRPr="00C827A4" w:rsidRDefault="00FB5721">
            <w:pPr>
              <w:pStyle w:val="PL"/>
              <w:rPr>
                <w:noProof w:val="0"/>
              </w:rPr>
            </w:pPr>
          </w:p>
          <w:p w:rsidR="00FB5721" w:rsidRPr="00C827A4" w:rsidRDefault="00FB5721">
            <w:pPr>
              <w:pStyle w:val="PL"/>
              <w:rPr>
                <w:noProof w:val="0"/>
              </w:rPr>
            </w:pPr>
            <w:r w:rsidRPr="00C827A4">
              <w:rPr>
                <w:noProof w:val="0"/>
              </w:rPr>
              <w:t>Trigger second instance and try to call releaseTimer() method with the static field value.</w:t>
            </w:r>
          </w:p>
        </w:tc>
        <w:tc>
          <w:tcPr>
            <w:tcW w:w="2911" w:type="dxa"/>
            <w:tcBorders>
              <w:bottom w:val="single" w:sz="4" w:space="0" w:color="auto"/>
            </w:tcBorders>
          </w:tcPr>
          <w:p w:rsidR="00FB5721" w:rsidRPr="00C827A4" w:rsidRDefault="00FB5721">
            <w:pPr>
              <w:pStyle w:val="TAH"/>
              <w:keepNext w:val="0"/>
              <w:keepLines w:val="0"/>
            </w:pPr>
          </w:p>
          <w:p w:rsidR="00FB5721" w:rsidRPr="00C827A4" w:rsidRDefault="00FB5721">
            <w:pPr>
              <w:pStyle w:val="TAH"/>
              <w:keepNext w:val="0"/>
              <w:keepLines w:val="0"/>
            </w:pPr>
          </w:p>
          <w:p w:rsidR="00FB5721" w:rsidRPr="00C827A4" w:rsidRDefault="00FB5721">
            <w:pPr>
              <w:pStyle w:val="TAH"/>
              <w:keepNext w:val="0"/>
              <w:keepLines w:val="0"/>
            </w:pPr>
          </w:p>
          <w:p w:rsidR="00FB5721" w:rsidRPr="00C827A4" w:rsidRDefault="00FB5721">
            <w:pPr>
              <w:pStyle w:val="TAH"/>
              <w:keepNext w:val="0"/>
              <w:keepLines w:val="0"/>
            </w:pPr>
          </w:p>
          <w:p w:rsidR="00FB5721" w:rsidRPr="00C827A4" w:rsidRDefault="00FB5721">
            <w:pPr>
              <w:pStyle w:val="TAL"/>
            </w:pPr>
            <w:r w:rsidRPr="00C827A4">
              <w:t>releaseTimer() method call shall throw a ToolkitException with INVALID_TIMER_ID reason</w:t>
            </w:r>
          </w:p>
        </w:tc>
        <w:tc>
          <w:tcPr>
            <w:tcW w:w="2334" w:type="dxa"/>
            <w:tcBorders>
              <w:bottom w:val="single" w:sz="4" w:space="0" w:color="auto"/>
            </w:tcBorders>
          </w:tcPr>
          <w:p w:rsidR="00FB5721" w:rsidRPr="00C827A4" w:rsidRDefault="00FB5721">
            <w:pPr>
              <w:pStyle w:val="TOC5"/>
              <w:rPr>
                <w:noProof w:val="0"/>
              </w:rPr>
            </w:pPr>
          </w:p>
        </w:tc>
      </w:tr>
    </w:tbl>
    <w:p w:rsidR="00FB5721" w:rsidRPr="00C827A4" w:rsidRDefault="00FB5721"/>
    <w:p w:rsidR="00FB5721" w:rsidRPr="00C827A4" w:rsidRDefault="00FB5721">
      <w:pPr>
        <w:pStyle w:val="Heading3"/>
      </w:pPr>
      <w:r w:rsidRPr="00C827A4">
        <w:t>5.5.10</w:t>
      </w:r>
      <w:r w:rsidRPr="00C827A4">
        <w:tab/>
        <w:t>Registration</w:t>
      </w:r>
    </w:p>
    <w:p w:rsidR="00FB5721" w:rsidRPr="00C827A4" w:rsidRDefault="00FB5721">
      <w:pPr>
        <w:pStyle w:val="Heading4"/>
      </w:pPr>
      <w:r w:rsidRPr="00C827A4">
        <w:t>5.5.10.1</w:t>
      </w:r>
      <w:r w:rsidRPr="00C827A4">
        <w:tab/>
        <w:t>Event registration</w:t>
      </w:r>
    </w:p>
    <w:p w:rsidR="00FB5721" w:rsidRPr="00C827A4" w:rsidRDefault="00FB5721">
      <w:r w:rsidRPr="00C827A4">
        <w:t>Test Area Reference: Cre_Reg_Evtr.</w:t>
      </w:r>
    </w:p>
    <w:p w:rsidR="00FB5721" w:rsidRPr="00C827A4" w:rsidRDefault="00FB5721" w:rsidP="00FB5721">
      <w:pPr>
        <w:pStyle w:val="Heading5"/>
      </w:pPr>
      <w:r w:rsidRPr="00C827A4">
        <w:t>5.5.10.1.1</w:t>
      </w:r>
      <w:r w:rsidRPr="00C827A4">
        <w:tab/>
        <w:t>Conformance requirement</w:t>
      </w:r>
    </w:p>
    <w:p w:rsidR="00FB5721" w:rsidRPr="00C827A4" w:rsidRDefault="00FB5721">
      <w:pPr>
        <w:pStyle w:val="H6"/>
      </w:pPr>
      <w:r w:rsidRPr="00C827A4">
        <w:t>5.5.10.1.1.1</w:t>
      </w:r>
      <w:r w:rsidRPr="00C827A4">
        <w:tab/>
        <w:t>Normal execution</w:t>
      </w:r>
    </w:p>
    <w:p w:rsidR="00FB5721" w:rsidRPr="00C827A4" w:rsidRDefault="00FB5721">
      <w:pPr>
        <w:pStyle w:val="B1"/>
      </w:pPr>
      <w:r w:rsidRPr="00C827A4">
        <w:t>CRRN1: A Toolkit Applet can change its registration to toolkit events during its whole life cycle.</w:t>
      </w:r>
    </w:p>
    <w:p w:rsidR="00FB5721" w:rsidRPr="00C827A4" w:rsidRDefault="00FB5721">
      <w:pPr>
        <w:pStyle w:val="B1"/>
      </w:pPr>
      <w:r w:rsidRPr="00C827A4">
        <w:t>CRRN2: The registration of a Toolkit Applet to an event shall not be affected by its life cycle state.</w:t>
      </w:r>
    </w:p>
    <w:p w:rsidR="00FB5721" w:rsidRPr="00C827A4" w:rsidRDefault="00FB5721">
      <w:pPr>
        <w:pStyle w:val="B1"/>
      </w:pPr>
      <w:r w:rsidRPr="00C827A4">
        <w:t xml:space="preserve">CRRN3: The </w:t>
      </w:r>
      <w:r w:rsidRPr="00C827A4">
        <w:rPr>
          <w:i/>
        </w:rPr>
        <w:t xml:space="preserve">getShareableInterfaceObject() </w:t>
      </w:r>
      <w:r w:rsidRPr="00C827A4">
        <w:rPr>
          <w:iCs/>
        </w:rPr>
        <w:t>has to be called before the applet is triggered the first time.</w:t>
      </w:r>
    </w:p>
    <w:p w:rsidR="00FB5721" w:rsidRPr="00C827A4" w:rsidRDefault="00FB5721">
      <w:pPr>
        <w:pStyle w:val="B1"/>
      </w:pPr>
      <w:r w:rsidRPr="00C827A4">
        <w:rPr>
          <w:iCs/>
        </w:rPr>
        <w:t xml:space="preserve">CRRN4: The byte parameter of </w:t>
      </w:r>
      <w:r w:rsidRPr="00C827A4">
        <w:rPr>
          <w:i/>
        </w:rPr>
        <w:t xml:space="preserve">getShareableInterfaceObject() </w:t>
      </w:r>
      <w:r w:rsidRPr="00C827A4">
        <w:rPr>
          <w:iCs/>
        </w:rPr>
        <w:t>method has to be set to '01'.</w:t>
      </w:r>
    </w:p>
    <w:p w:rsidR="00FB5721" w:rsidRPr="00C827A4" w:rsidRDefault="00FB5721">
      <w:pPr>
        <w:pStyle w:val="B1"/>
      </w:pPr>
      <w:r w:rsidRPr="00C827A4">
        <w:rPr>
          <w:iCs/>
        </w:rPr>
        <w:t xml:space="preserve">CRRN5: </w:t>
      </w:r>
      <w:r w:rsidRPr="00C827A4">
        <w:t xml:space="preserve">The AID parameter of the </w:t>
      </w:r>
      <w:r w:rsidRPr="00C827A4">
        <w:rPr>
          <w:i/>
        </w:rPr>
        <w:t>getShareableInterfaceObject()</w:t>
      </w:r>
      <w:r w:rsidRPr="00C827A4">
        <w:t xml:space="preserve"> method shall be set to null.</w:t>
      </w:r>
    </w:p>
    <w:p w:rsidR="00FB5721" w:rsidRPr="00C827A4" w:rsidRDefault="00FB5721">
      <w:pPr>
        <w:pStyle w:val="H6"/>
      </w:pPr>
      <w:r w:rsidRPr="00C827A4">
        <w:t>5.5.10.1.1.2</w:t>
      </w:r>
      <w:r w:rsidRPr="00C827A4">
        <w:tab/>
        <w:t>Parameter errors</w:t>
      </w:r>
    </w:p>
    <w:p w:rsidR="00FB5721" w:rsidRPr="00C827A4" w:rsidRDefault="00FB5721">
      <w:r w:rsidRPr="00C827A4">
        <w:t>No requirements.</w:t>
      </w:r>
    </w:p>
    <w:p w:rsidR="00FB5721" w:rsidRPr="00C827A4" w:rsidRDefault="00FB5721">
      <w:pPr>
        <w:pStyle w:val="H6"/>
      </w:pPr>
      <w:r w:rsidRPr="00C827A4">
        <w:t>5.5.10.1.1.3</w:t>
      </w:r>
      <w:r w:rsidRPr="00C827A4">
        <w:tab/>
        <w:t>Context errors</w:t>
      </w:r>
    </w:p>
    <w:p w:rsidR="00FB5721" w:rsidRPr="00C827A4" w:rsidRDefault="00FB5721">
      <w:r w:rsidRPr="00C827A4">
        <w:t>No requirements.</w:t>
      </w:r>
    </w:p>
    <w:p w:rsidR="00FB5721" w:rsidRPr="00C827A4" w:rsidRDefault="00FB5721" w:rsidP="00FB5721">
      <w:pPr>
        <w:pStyle w:val="Heading5"/>
      </w:pPr>
      <w:r w:rsidRPr="00C827A4">
        <w:t>5.5.10.1.2</w:t>
      </w:r>
      <w:r w:rsidRPr="00C827A4">
        <w:tab/>
        <w:t>Test area files</w:t>
      </w:r>
    </w:p>
    <w:p w:rsidR="00FB5721" w:rsidRPr="00C827A4" w:rsidRDefault="00FB5721" w:rsidP="00FB5721">
      <w:pPr>
        <w:pStyle w:val="EX"/>
      </w:pPr>
      <w:r w:rsidRPr="00C827A4">
        <w:t>Test Source:</w:t>
      </w:r>
      <w:r w:rsidRPr="00C827A4">
        <w:tab/>
        <w:t>Test_Cre_Reg_Evtr.java.</w:t>
      </w:r>
    </w:p>
    <w:p w:rsidR="00FB5721" w:rsidRPr="00C827A4" w:rsidRDefault="00FB5721" w:rsidP="00FB5721">
      <w:pPr>
        <w:pStyle w:val="EX"/>
      </w:pPr>
      <w:r w:rsidRPr="00C827A4">
        <w:t xml:space="preserve">Test Applet: </w:t>
      </w:r>
      <w:r w:rsidRPr="00C827A4">
        <w:tab/>
        <w:t>Cre_Reg_Evtr_1.java.</w:t>
      </w:r>
    </w:p>
    <w:p w:rsidR="00FB5721" w:rsidRPr="00C827A4" w:rsidRDefault="00FB5721" w:rsidP="00FB5721">
      <w:pPr>
        <w:pStyle w:val="EX"/>
      </w:pPr>
      <w:r w:rsidRPr="00C827A4">
        <w:tab/>
        <w:t>Cre_Reg_Evtr_2.java.</w:t>
      </w:r>
    </w:p>
    <w:p w:rsidR="00FB5721" w:rsidRPr="00C827A4" w:rsidRDefault="00FB5721" w:rsidP="00FB5721">
      <w:pPr>
        <w:pStyle w:val="EX"/>
      </w:pPr>
      <w:r w:rsidRPr="00C827A4">
        <w:t>Cap File:</w:t>
      </w:r>
      <w:r w:rsidRPr="00C827A4">
        <w:tab/>
      </w:r>
      <w:r w:rsidR="0059237D" w:rsidRPr="00C827A4">
        <w:t>C</w:t>
      </w:r>
      <w:r w:rsidRPr="00C827A4">
        <w:t>re_reg_evtr.cap.</w:t>
      </w:r>
    </w:p>
    <w:p w:rsidR="00FB5721" w:rsidRPr="00C827A4" w:rsidRDefault="00FB5721" w:rsidP="001F17EA">
      <w:pPr>
        <w:pStyle w:val="Heading5"/>
      </w:pPr>
      <w:r w:rsidRPr="00C827A4">
        <w:lastRenderedPageBreak/>
        <w:t>5.5.10.1.3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316"/>
      </w:tblGrid>
      <w:tr w:rsidR="00FB5721" w:rsidRPr="00C827A4" w:rsidTr="00FB5721">
        <w:trPr>
          <w:jc w:val="center"/>
        </w:trPr>
        <w:tc>
          <w:tcPr>
            <w:tcW w:w="2276" w:type="dxa"/>
          </w:tcPr>
          <w:p w:rsidR="00FB5721" w:rsidRPr="00C827A4" w:rsidRDefault="00FB5721" w:rsidP="001F17EA">
            <w:pPr>
              <w:pStyle w:val="TAH"/>
              <w:keepLines w:val="0"/>
            </w:pPr>
            <w:r w:rsidRPr="00C827A4">
              <w:t>CRR number</w:t>
            </w:r>
          </w:p>
        </w:tc>
        <w:tc>
          <w:tcPr>
            <w:tcW w:w="2316" w:type="dxa"/>
          </w:tcPr>
          <w:p w:rsidR="00FB5721" w:rsidRPr="00C827A4" w:rsidRDefault="00FB5721" w:rsidP="001F17EA">
            <w:pPr>
              <w:pStyle w:val="TAH"/>
              <w:keepLines w:val="0"/>
            </w:pPr>
            <w:r w:rsidRPr="00C827A4">
              <w:t>Test case number</w:t>
            </w:r>
          </w:p>
        </w:tc>
      </w:tr>
      <w:tr w:rsidR="00FB5721" w:rsidRPr="00C827A4" w:rsidTr="00FB5721">
        <w:trPr>
          <w:jc w:val="center"/>
        </w:trPr>
        <w:tc>
          <w:tcPr>
            <w:tcW w:w="2276" w:type="dxa"/>
          </w:tcPr>
          <w:p w:rsidR="00FB5721" w:rsidRPr="00C827A4" w:rsidRDefault="00FB5721" w:rsidP="001F17EA">
            <w:pPr>
              <w:pStyle w:val="TAC"/>
              <w:keepLines w:val="0"/>
            </w:pPr>
            <w:r w:rsidRPr="00C827A4">
              <w:t>CRRN1</w:t>
            </w:r>
          </w:p>
        </w:tc>
        <w:tc>
          <w:tcPr>
            <w:tcW w:w="2316" w:type="dxa"/>
          </w:tcPr>
          <w:p w:rsidR="00FB5721" w:rsidRPr="00C827A4" w:rsidRDefault="00FB5721" w:rsidP="001F17EA">
            <w:pPr>
              <w:pStyle w:val="TAC"/>
              <w:keepLines w:val="0"/>
            </w:pPr>
            <w:r w:rsidRPr="00C827A4">
              <w:t>1 but partially tested</w:t>
            </w:r>
          </w:p>
        </w:tc>
      </w:tr>
      <w:tr w:rsidR="00FB5721" w:rsidRPr="00C827A4" w:rsidTr="00FB5721">
        <w:trPr>
          <w:jc w:val="center"/>
        </w:trPr>
        <w:tc>
          <w:tcPr>
            <w:tcW w:w="2276" w:type="dxa"/>
          </w:tcPr>
          <w:p w:rsidR="00FB5721" w:rsidRPr="00C827A4" w:rsidRDefault="00FB5721" w:rsidP="001F17EA">
            <w:pPr>
              <w:pStyle w:val="TAC"/>
              <w:keepLines w:val="0"/>
            </w:pPr>
            <w:r w:rsidRPr="00C827A4">
              <w:t>CRRN2</w:t>
            </w:r>
          </w:p>
        </w:tc>
        <w:tc>
          <w:tcPr>
            <w:tcW w:w="2316" w:type="dxa"/>
          </w:tcPr>
          <w:p w:rsidR="00FB5721" w:rsidRPr="00C827A4" w:rsidRDefault="00FB5721" w:rsidP="001F17EA">
            <w:pPr>
              <w:pStyle w:val="TAC"/>
              <w:keepLines w:val="0"/>
            </w:pPr>
            <w:r w:rsidRPr="00C827A4">
              <w:t>1,</w:t>
            </w:r>
          </w:p>
          <w:p w:rsidR="00FB5721" w:rsidRPr="00C827A4" w:rsidRDefault="00FB5721" w:rsidP="001F17EA">
            <w:pPr>
              <w:pStyle w:val="TAC"/>
              <w:keepLines w:val="0"/>
            </w:pPr>
            <w:r w:rsidRPr="00C827A4">
              <w:t xml:space="preserve"> and see also </w:t>
            </w:r>
          </w:p>
          <w:p w:rsidR="00FB5721" w:rsidRPr="00C827A4" w:rsidRDefault="00FB5721" w:rsidP="001F17EA">
            <w:pPr>
              <w:pStyle w:val="TAC"/>
              <w:keepLines w:val="0"/>
            </w:pPr>
            <w:r w:rsidRPr="00C827A4">
              <w:t xml:space="preserve">CRRN9 of Cre_Pcs_Spco </w:t>
            </w:r>
          </w:p>
          <w:p w:rsidR="00FB5721" w:rsidRPr="00C827A4" w:rsidRDefault="00FB5721" w:rsidP="001F17EA">
            <w:pPr>
              <w:pStyle w:val="TAC"/>
              <w:keepLines w:val="0"/>
            </w:pPr>
            <w:r w:rsidRPr="00C827A4">
              <w:t xml:space="preserve">and </w:t>
            </w:r>
          </w:p>
          <w:p w:rsidR="00FB5721" w:rsidRPr="00C827A4" w:rsidRDefault="00FB5721" w:rsidP="001F17EA">
            <w:pPr>
              <w:pStyle w:val="TAC"/>
              <w:keepLines w:val="0"/>
            </w:pPr>
            <w:r w:rsidRPr="00C827A4">
              <w:t xml:space="preserve">CRRN3 of Cre_Apt_Eccn </w:t>
            </w:r>
          </w:p>
        </w:tc>
      </w:tr>
      <w:tr w:rsidR="00FB5721" w:rsidRPr="00C827A4" w:rsidTr="00FB5721">
        <w:trPr>
          <w:jc w:val="center"/>
        </w:trPr>
        <w:tc>
          <w:tcPr>
            <w:tcW w:w="2276" w:type="dxa"/>
          </w:tcPr>
          <w:p w:rsidR="00FB5721" w:rsidRPr="00C827A4" w:rsidRDefault="00FB5721">
            <w:pPr>
              <w:pStyle w:val="TAC"/>
              <w:keepNext w:val="0"/>
              <w:keepLines w:val="0"/>
            </w:pPr>
            <w:r w:rsidRPr="00C827A4">
              <w:t>CRRN3</w:t>
            </w:r>
          </w:p>
        </w:tc>
        <w:tc>
          <w:tcPr>
            <w:tcW w:w="2316" w:type="dxa"/>
          </w:tcPr>
          <w:p w:rsidR="00FB5721" w:rsidRPr="00C827A4" w:rsidRDefault="00FB5721">
            <w:pPr>
              <w:pStyle w:val="TAC"/>
              <w:keepNext w:val="0"/>
              <w:keepLines w:val="0"/>
            </w:pPr>
            <w:r w:rsidRPr="00C827A4">
              <w:t>2</w:t>
            </w:r>
          </w:p>
        </w:tc>
      </w:tr>
      <w:tr w:rsidR="00FB5721" w:rsidRPr="00C827A4" w:rsidTr="00FB5721">
        <w:trPr>
          <w:jc w:val="center"/>
        </w:trPr>
        <w:tc>
          <w:tcPr>
            <w:tcW w:w="2276" w:type="dxa"/>
          </w:tcPr>
          <w:p w:rsidR="00FB5721" w:rsidRPr="00C827A4" w:rsidRDefault="00FB5721">
            <w:pPr>
              <w:pStyle w:val="TAC"/>
              <w:keepNext w:val="0"/>
              <w:keepLines w:val="0"/>
            </w:pPr>
            <w:r w:rsidRPr="00C827A4">
              <w:t>CRRN4</w:t>
            </w:r>
          </w:p>
        </w:tc>
        <w:tc>
          <w:tcPr>
            <w:tcW w:w="2316" w:type="dxa"/>
          </w:tcPr>
          <w:p w:rsidR="00FB5721" w:rsidRPr="00C827A4" w:rsidRDefault="00FB5721">
            <w:pPr>
              <w:pStyle w:val="TAC"/>
              <w:keepNext w:val="0"/>
              <w:keepLines w:val="0"/>
            </w:pPr>
            <w:r w:rsidRPr="00C827A4">
              <w:t>2</w:t>
            </w:r>
          </w:p>
        </w:tc>
      </w:tr>
      <w:tr w:rsidR="00FB5721" w:rsidRPr="00C827A4" w:rsidTr="00FB5721">
        <w:trPr>
          <w:jc w:val="center"/>
        </w:trPr>
        <w:tc>
          <w:tcPr>
            <w:tcW w:w="2276" w:type="dxa"/>
          </w:tcPr>
          <w:p w:rsidR="00FB5721" w:rsidRPr="00C827A4" w:rsidRDefault="00FB5721">
            <w:pPr>
              <w:pStyle w:val="TAC"/>
              <w:keepNext w:val="0"/>
              <w:keepLines w:val="0"/>
            </w:pPr>
            <w:r w:rsidRPr="00C827A4">
              <w:t>CRRN5</w:t>
            </w:r>
          </w:p>
        </w:tc>
        <w:tc>
          <w:tcPr>
            <w:tcW w:w="2316"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FB5721">
      <w:pPr>
        <w:pStyle w:val="Heading5"/>
      </w:pPr>
      <w:r w:rsidRPr="00C827A4">
        <w:t>5.5.10.1.4</w:t>
      </w:r>
      <w:r w:rsidRPr="00C827A4">
        <w:tab/>
        <w:t xml:space="preserve">Test procedure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cantSplit/>
          <w:trHeight w:val="2973"/>
          <w:jc w:val="center"/>
        </w:trPr>
        <w:tc>
          <w:tcPr>
            <w:tcW w:w="425" w:type="dxa"/>
            <w:tcBorders>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bottom w:val="single" w:sz="4" w:space="0" w:color="auto"/>
            </w:tcBorders>
          </w:tcPr>
          <w:p w:rsidR="00FB5721" w:rsidRPr="00C827A4" w:rsidRDefault="00FB5721">
            <w:pPr>
              <w:pStyle w:val="TAH"/>
              <w:keepNext w:val="0"/>
              <w:keepLines w:val="0"/>
            </w:pPr>
            <w:r w:rsidRPr="00C827A4">
              <w:t>Toolkit applet can change its registration during its whole life cycle</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Applet1 to let it in the INSTALL state</w:t>
            </w:r>
          </w:p>
          <w:p w:rsidR="00FB5721" w:rsidRPr="00C827A4" w:rsidRDefault="00FB5721">
            <w:pPr>
              <w:pStyle w:val="PL"/>
              <w:rPr>
                <w:noProof w:val="0"/>
              </w:rPr>
            </w:pPr>
            <w:r w:rsidRPr="00C827A4">
              <w:rPr>
                <w:noProof w:val="0"/>
              </w:rPr>
              <w:t>During its install() method, Applet1 registers to EVENT_EVENT_DOWNLOAD_USER_ACTIVITY and EVENT_EVENT_DOWNLOAD_MT_CALL</w:t>
            </w:r>
          </w:p>
          <w:p w:rsidR="00FB5721" w:rsidRPr="00C827A4" w:rsidRDefault="00FB5721">
            <w:pPr>
              <w:pStyle w:val="PL"/>
              <w:rPr>
                <w:noProof w:val="0"/>
              </w:rPr>
            </w:pPr>
          </w:p>
          <w:p w:rsidR="00FB5721" w:rsidRPr="00C827A4" w:rsidRDefault="00FB5721">
            <w:pPr>
              <w:pStyle w:val="PL"/>
              <w:rPr>
                <w:noProof w:val="0"/>
              </w:rPr>
            </w:pPr>
            <w:r w:rsidRPr="00C827A4">
              <w:rPr>
                <w:noProof w:val="0"/>
              </w:rPr>
              <w:t>2- Make selectable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3- An envelope Event Download User Activity is sent to trigger Applet1</w:t>
            </w:r>
          </w:p>
          <w:p w:rsidR="00FB5721" w:rsidRPr="00C827A4" w:rsidRDefault="00FB5721">
            <w:pPr>
              <w:pStyle w:val="PL"/>
              <w:rPr>
                <w:noProof w:val="0"/>
              </w:rPr>
            </w:pPr>
          </w:p>
          <w:p w:rsidR="00FB5721" w:rsidRPr="00C827A4" w:rsidRDefault="00FB5721">
            <w:pPr>
              <w:pStyle w:val="PL"/>
              <w:rPr>
                <w:noProof w:val="0"/>
              </w:rPr>
            </w:pPr>
            <w:r w:rsidRPr="00C827A4">
              <w:rPr>
                <w:noProof w:val="0"/>
              </w:rPr>
              <w:t>4- Applet1 registers to EVENT_EVENT_DOWNLOAD_LOCATION_STATUS and deregisters to EVENT_EVENT_DOWNLOAD_USER_ACTIVITY</w:t>
            </w:r>
          </w:p>
        </w:tc>
        <w:tc>
          <w:tcPr>
            <w:tcW w:w="2911"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Applet1 is triggered</w:t>
            </w:r>
          </w:p>
        </w:tc>
        <w:tc>
          <w:tcPr>
            <w:tcW w:w="2334" w:type="dxa"/>
            <w:tcBorders>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Set Up Event List proactive command is fetched with User Activity and MT Call events</w:t>
            </w:r>
          </w:p>
          <w:p w:rsidR="00FB5721" w:rsidRPr="00C827A4" w:rsidRDefault="00FB5721">
            <w:pPr>
              <w:pStyle w:val="TAL"/>
            </w:pPr>
          </w:p>
          <w:p w:rsidR="00FB5721" w:rsidRPr="00C827A4" w:rsidRDefault="00FB5721">
            <w:pPr>
              <w:pStyle w:val="TAL"/>
            </w:pPr>
            <w:r w:rsidRPr="00C827A4">
              <w:t>4- Set Up Event List proactive command is fetched with Location Status and MT Call events</w:t>
            </w:r>
          </w:p>
        </w:tc>
      </w:tr>
      <w:tr w:rsidR="00FB5721" w:rsidRPr="00C827A4">
        <w:trPr>
          <w:cantSplit/>
          <w:trHeight w:val="1886"/>
          <w:jc w:val="center"/>
        </w:trPr>
        <w:tc>
          <w:tcPr>
            <w:tcW w:w="425" w:type="dxa"/>
            <w:tcBorders>
              <w:top w:val="single" w:sz="4" w:space="0" w:color="auto"/>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2</w:t>
            </w:r>
          </w:p>
        </w:tc>
        <w:tc>
          <w:tcPr>
            <w:tcW w:w="4111" w:type="dxa"/>
            <w:tcBorders>
              <w:top w:val="single" w:sz="4" w:space="0" w:color="auto"/>
              <w:bottom w:val="single" w:sz="4" w:space="0" w:color="auto"/>
            </w:tcBorders>
          </w:tcPr>
          <w:p w:rsidR="00FB5721" w:rsidRPr="00C827A4" w:rsidRDefault="00FB5721">
            <w:pPr>
              <w:pStyle w:val="TAH"/>
            </w:pPr>
            <w:r w:rsidRPr="00C827A4">
              <w:rPr>
                <w:i/>
              </w:rPr>
              <w:t xml:space="preserve">getShareableInterfaceObject() </w:t>
            </w:r>
            <w:r w:rsidRPr="00C827A4">
              <w:t>has to be called before the first triggering</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of Applet2</w:t>
            </w:r>
          </w:p>
          <w:p w:rsidR="00FB5721" w:rsidRPr="00C827A4" w:rsidRDefault="00FB5721">
            <w:pPr>
              <w:pStyle w:val="PL"/>
              <w:rPr>
                <w:iCs/>
                <w:noProof w:val="0"/>
              </w:rPr>
            </w:pPr>
            <w:r w:rsidRPr="00C827A4">
              <w:rPr>
                <w:iCs/>
                <w:noProof w:val="0"/>
              </w:rPr>
              <w:t xml:space="preserve">Applet2 </w:t>
            </w:r>
            <w:r w:rsidRPr="00C827A4">
              <w:rPr>
                <w:i/>
                <w:noProof w:val="0"/>
              </w:rPr>
              <w:t xml:space="preserve">getShareableInterfaceObject() </w:t>
            </w:r>
            <w:r w:rsidRPr="00C827A4">
              <w:rPr>
                <w:iCs/>
                <w:noProof w:val="0"/>
              </w:rPr>
              <w:t>method increments a counter</w:t>
            </w:r>
          </w:p>
          <w:p w:rsidR="00FB5721" w:rsidRPr="00C827A4" w:rsidRDefault="00FB5721">
            <w:pPr>
              <w:pStyle w:val="PL"/>
              <w:rPr>
                <w:noProof w:val="0"/>
              </w:rPr>
            </w:pPr>
          </w:p>
          <w:p w:rsidR="00FB5721" w:rsidRPr="00C827A4" w:rsidRDefault="00FB5721">
            <w:pPr>
              <w:pStyle w:val="PL"/>
              <w:rPr>
                <w:noProof w:val="0"/>
              </w:rPr>
            </w:pPr>
            <w:r w:rsidRPr="00C827A4">
              <w:rPr>
                <w:noProof w:val="0"/>
              </w:rPr>
              <w:t>2- Trigger Applet2</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Applet2 performs the following checks:</w:t>
            </w:r>
          </w:p>
          <w:p w:rsidR="00FB5721" w:rsidRPr="00C827A4" w:rsidRDefault="00FB5721">
            <w:pPr>
              <w:pStyle w:val="TAL"/>
            </w:pPr>
            <w:r w:rsidRPr="00C827A4">
              <w:t>- the counter is incremented</w:t>
            </w:r>
          </w:p>
          <w:p w:rsidR="00FB5721" w:rsidRPr="00C827A4" w:rsidRDefault="00FB5721">
            <w:pPr>
              <w:pStyle w:val="TAL"/>
            </w:pPr>
            <w:r w:rsidRPr="00C827A4">
              <w:t xml:space="preserve">- </w:t>
            </w:r>
            <w:r w:rsidRPr="00C827A4">
              <w:rPr>
                <w:iCs/>
              </w:rPr>
              <w:t xml:space="preserve">byte parameter of </w:t>
            </w:r>
            <w:r w:rsidRPr="00C827A4">
              <w:rPr>
                <w:i/>
              </w:rPr>
              <w:t xml:space="preserve">getShareableInterfaceObject() </w:t>
            </w:r>
            <w:r w:rsidRPr="00C827A4">
              <w:rPr>
                <w:iCs/>
              </w:rPr>
              <w:t>method is set to '01'</w:t>
            </w:r>
          </w:p>
          <w:p w:rsidR="00FB5721" w:rsidRPr="00C827A4" w:rsidRDefault="00FB5721">
            <w:pPr>
              <w:pStyle w:val="TAL"/>
            </w:pPr>
            <w:r w:rsidRPr="00C827A4">
              <w:t xml:space="preserve">- </w:t>
            </w:r>
            <w:r w:rsidRPr="00C827A4">
              <w:rPr>
                <w:iCs/>
              </w:rPr>
              <w:t xml:space="preserve">AID parameter </w:t>
            </w:r>
            <w:r w:rsidRPr="00C827A4">
              <w:rPr>
                <w:i/>
              </w:rPr>
              <w:t xml:space="preserve">getShareableInterfaceObject() </w:t>
            </w:r>
            <w:r w:rsidRPr="00C827A4">
              <w:rPr>
                <w:iCs/>
              </w:rPr>
              <w:t>method is null</w:t>
            </w:r>
          </w:p>
        </w:tc>
        <w:tc>
          <w:tcPr>
            <w:tcW w:w="2334" w:type="dxa"/>
            <w:tcBorders>
              <w:top w:val="single" w:sz="4" w:space="0" w:color="auto"/>
              <w:bottom w:val="single" w:sz="4" w:space="0" w:color="auto"/>
            </w:tcBorders>
          </w:tcPr>
          <w:p w:rsidR="00FB5721" w:rsidRPr="00C827A4" w:rsidRDefault="00FB5721">
            <w:pPr>
              <w:pStyle w:val="TAL"/>
            </w:pPr>
          </w:p>
        </w:tc>
      </w:tr>
    </w:tbl>
    <w:p w:rsidR="00FB5721" w:rsidRPr="00C827A4" w:rsidRDefault="00FB5721"/>
    <w:p w:rsidR="00FB5721" w:rsidRPr="00C827A4" w:rsidRDefault="00FB5721">
      <w:pPr>
        <w:pStyle w:val="Heading3"/>
      </w:pPr>
      <w:r w:rsidRPr="00C827A4">
        <w:t>5.5.11</w:t>
      </w:r>
      <w:r w:rsidRPr="00C827A4">
        <w:tab/>
        <w:t>UICC Toolkit Applet</w:t>
      </w:r>
    </w:p>
    <w:p w:rsidR="00FB5721" w:rsidRPr="00C827A4" w:rsidRDefault="00FB5721">
      <w:pPr>
        <w:pStyle w:val="Heading4"/>
      </w:pPr>
      <w:r w:rsidRPr="00C827A4">
        <w:t>5.5.11.1</w:t>
      </w:r>
      <w:r w:rsidRPr="00C827A4">
        <w:tab/>
        <w:t>Data and function sharing</w:t>
      </w:r>
    </w:p>
    <w:p w:rsidR="00FB5721" w:rsidRPr="00C827A4" w:rsidRDefault="00FB5721">
      <w:r w:rsidRPr="00C827A4">
        <w:t>Test Area Reference: Cre_Uta_Dafs.</w:t>
      </w:r>
    </w:p>
    <w:p w:rsidR="00FB5721" w:rsidRPr="00C827A4" w:rsidRDefault="00FB5721">
      <w:pPr>
        <w:pStyle w:val="H6"/>
      </w:pPr>
      <w:r w:rsidRPr="00C827A4">
        <w:t>5.5.11.1.1</w:t>
      </w:r>
      <w:r w:rsidRPr="00C827A4">
        <w:tab/>
        <w:t>Conformance requirement</w:t>
      </w:r>
    </w:p>
    <w:p w:rsidR="00FB5721" w:rsidRPr="00C827A4" w:rsidRDefault="00FB5721">
      <w:r w:rsidRPr="00C827A4">
        <w:t>The sharing mechanism defined in "Java Card™ 2.2.1 Application Programming Interface Specification" (</w:t>
      </w:r>
      <w:r w:rsidR="0047072E" w:rsidRPr="00C827A4">
        <w:t>[1]</w:t>
      </w:r>
      <w:r w:rsidRPr="00C827A4">
        <w:t>) and "Java Card™ 2.2.1 Runtime Environment Specification" (</w:t>
      </w:r>
      <w:r w:rsidR="0047072E" w:rsidRPr="00C827A4">
        <w:t>[2]</w:t>
      </w:r>
      <w:r w:rsidRPr="00C827A4">
        <w:t>) shall be used by the Toolkit Applet(s) to share data and function.</w:t>
      </w:r>
    </w:p>
    <w:p w:rsidR="00FB5721" w:rsidRPr="00C827A4" w:rsidRDefault="00FB5721">
      <w:pPr>
        <w:pStyle w:val="H6"/>
      </w:pPr>
      <w:r w:rsidRPr="00C827A4">
        <w:lastRenderedPageBreak/>
        <w:t>5.5.11.1.1.1</w:t>
      </w:r>
      <w:r w:rsidRPr="00C827A4">
        <w:tab/>
        <w:t>Normal execution</w:t>
      </w:r>
    </w:p>
    <w:p w:rsidR="00FB5721" w:rsidRPr="00C827A4" w:rsidRDefault="00FB5721">
      <w:pPr>
        <w:pStyle w:val="B1"/>
      </w:pPr>
      <w:r w:rsidRPr="00C827A4">
        <w:t>CRRN1:The interface  shall extend the javacard.framework.shareable interface.</w:t>
      </w:r>
    </w:p>
    <w:p w:rsidR="00FB5721" w:rsidRPr="00C827A4" w:rsidRDefault="00FB5721">
      <w:pPr>
        <w:pStyle w:val="B1"/>
      </w:pPr>
      <w:r w:rsidRPr="00C827A4">
        <w:t>CRRN2: The server Applet shall overwrite the Applet.getShareableInterfaceObject() method.</w:t>
      </w:r>
    </w:p>
    <w:p w:rsidR="00FB5721" w:rsidRPr="00C827A4" w:rsidRDefault="00FB5721">
      <w:pPr>
        <w:pStyle w:val="B1"/>
      </w:pPr>
      <w:r w:rsidRPr="00C827A4">
        <w:t>CRRN3: The client Applet shall use the JCSystem.getAppletShareableInterfaceObject() to retrieve a reference to the server Applet shareable interface.</w:t>
      </w:r>
    </w:p>
    <w:p w:rsidR="00FB5721" w:rsidRPr="00C827A4" w:rsidRDefault="00FB5721">
      <w:pPr>
        <w:pStyle w:val="B1"/>
      </w:pPr>
      <w:r w:rsidRPr="00C827A4">
        <w:t>CRRN4: When the client Applet calls JCSystem.getAppletShareableInterfaceObject() method the Applet.getShareableInterfaceObject() method of the server Applet is called by the CAT RE.</w:t>
      </w:r>
    </w:p>
    <w:p w:rsidR="00FB5721" w:rsidRPr="00C827A4" w:rsidRDefault="00FB5721">
      <w:pPr>
        <w:pStyle w:val="H6"/>
      </w:pPr>
      <w:r w:rsidRPr="00C827A4">
        <w:t>5.5.11.1.1.2</w:t>
      </w:r>
      <w:r w:rsidRPr="00C827A4">
        <w:tab/>
        <w:t>Parameter errors</w:t>
      </w:r>
    </w:p>
    <w:p w:rsidR="00FB5721" w:rsidRPr="00C827A4" w:rsidRDefault="00FB5721">
      <w:r w:rsidRPr="00C827A4">
        <w:t>No requirements.</w:t>
      </w:r>
    </w:p>
    <w:p w:rsidR="00FB5721" w:rsidRPr="00C827A4" w:rsidRDefault="00FB5721">
      <w:pPr>
        <w:pStyle w:val="H6"/>
      </w:pPr>
      <w:r w:rsidRPr="00C827A4">
        <w:t>5.5.11.1.1.3</w:t>
      </w:r>
      <w:r w:rsidRPr="00C827A4">
        <w:tab/>
        <w:t>Context errors</w:t>
      </w:r>
    </w:p>
    <w:p w:rsidR="00FB5721" w:rsidRPr="00C827A4" w:rsidRDefault="00FB5721">
      <w:r w:rsidRPr="00C827A4">
        <w:t>No requirements.</w:t>
      </w:r>
    </w:p>
    <w:p w:rsidR="00FB5721" w:rsidRPr="00C827A4" w:rsidRDefault="00FB5721">
      <w:pPr>
        <w:pStyle w:val="H6"/>
        <w:rPr>
          <w:lang w:eastAsia="es-ES"/>
        </w:rPr>
      </w:pPr>
      <w:r w:rsidRPr="00C827A4">
        <w:t>5.5.11.1.2</w:t>
      </w:r>
      <w:r w:rsidRPr="00C827A4">
        <w:tab/>
        <w:t>Test area files</w:t>
      </w:r>
    </w:p>
    <w:p w:rsidR="00FB5721" w:rsidRPr="00C827A4" w:rsidRDefault="00FB5721" w:rsidP="00FB5721">
      <w:r w:rsidRPr="00C827A4">
        <w:t xml:space="preserve">This </w:t>
      </w:r>
      <w:r w:rsidR="00D17F6A" w:rsidRPr="00C827A4">
        <w:t>clause</w:t>
      </w:r>
      <w:r w:rsidRPr="00C827A4">
        <w:t xml:space="preserve"> uses 2 packages:</w:t>
      </w:r>
    </w:p>
    <w:p w:rsidR="00FB5721" w:rsidRPr="00C827A4" w:rsidRDefault="00FB5721" w:rsidP="00FB5721">
      <w:pPr>
        <w:pStyle w:val="B10"/>
      </w:pPr>
      <w:r w:rsidRPr="00C827A4">
        <w:t>uicc.test.catre.cre_uta_dafs.cre_uta_dafs_a</w:t>
      </w:r>
    </w:p>
    <w:p w:rsidR="00FB5721" w:rsidRPr="00C827A4" w:rsidRDefault="00FB5721" w:rsidP="00FB5721">
      <w:pPr>
        <w:pStyle w:val="B10"/>
      </w:pPr>
      <w:r w:rsidRPr="00C827A4">
        <w:t>uicc.test.catre.cre_uta_dafs.cre_uta_dafs_b</w:t>
      </w:r>
    </w:p>
    <w:p w:rsidR="00FB5721" w:rsidRPr="00C827A4" w:rsidRDefault="00FB5721" w:rsidP="00FB5721">
      <w:pPr>
        <w:pStyle w:val="EX"/>
      </w:pPr>
      <w:r w:rsidRPr="00C827A4">
        <w:t>Test Source:</w:t>
      </w:r>
      <w:r w:rsidRPr="00C827A4">
        <w:tab/>
        <w:t>Test_Cre_Uta_Dafs.java.</w:t>
      </w:r>
    </w:p>
    <w:p w:rsidR="00FB5721" w:rsidRPr="00C827A4" w:rsidRDefault="00FB5721" w:rsidP="00FB5721">
      <w:pPr>
        <w:pStyle w:val="EX"/>
      </w:pPr>
      <w:r w:rsidRPr="00C827A4">
        <w:t xml:space="preserve">Test Applet: </w:t>
      </w:r>
      <w:r w:rsidRPr="00C827A4">
        <w:tab/>
        <w:t>Cre_Uta_Dafs_A_1.java (server applet).</w:t>
      </w:r>
    </w:p>
    <w:p w:rsidR="00FB5721" w:rsidRPr="00C827A4" w:rsidRDefault="00FB5721" w:rsidP="00FB5721">
      <w:pPr>
        <w:pStyle w:val="EX"/>
      </w:pPr>
      <w:r w:rsidRPr="00C827A4">
        <w:tab/>
        <w:t>Cre_Uta_Dafs_A_2.java (server interface).</w:t>
      </w:r>
    </w:p>
    <w:p w:rsidR="00FB5721" w:rsidRPr="00C827A4" w:rsidRDefault="00FB5721" w:rsidP="00FB5721">
      <w:pPr>
        <w:pStyle w:val="EX"/>
      </w:pPr>
      <w:r w:rsidRPr="00C827A4">
        <w:tab/>
        <w:t>Cre_Uta_Dafs_A_3.java (class).</w:t>
      </w:r>
    </w:p>
    <w:p w:rsidR="00FB5721" w:rsidRPr="00927A43" w:rsidRDefault="00FB5721" w:rsidP="00FB5721">
      <w:pPr>
        <w:pStyle w:val="EX"/>
      </w:pPr>
      <w:r w:rsidRPr="00C827A4">
        <w:tab/>
      </w:r>
      <w:r w:rsidRPr="00927A43">
        <w:t>Cre_Uta_Dafs_B_1.java (client applet).</w:t>
      </w:r>
    </w:p>
    <w:p w:rsidR="00FB5721" w:rsidRPr="00C827A4" w:rsidRDefault="0059237D" w:rsidP="00FB5721">
      <w:pPr>
        <w:pStyle w:val="EX"/>
      </w:pPr>
      <w:r w:rsidRPr="00C827A4">
        <w:t>Cap File:</w:t>
      </w:r>
      <w:r w:rsidRPr="00C827A4">
        <w:tab/>
        <w:t>C</w:t>
      </w:r>
      <w:r w:rsidR="00FB5721" w:rsidRPr="00C827A4">
        <w:t>re_uta_dafs_a.cap.</w:t>
      </w:r>
    </w:p>
    <w:p w:rsidR="00FB5721" w:rsidRPr="00C827A4" w:rsidRDefault="0059237D" w:rsidP="00FB5721">
      <w:pPr>
        <w:pStyle w:val="EX"/>
      </w:pPr>
      <w:r w:rsidRPr="00C827A4">
        <w:tab/>
        <w:t>C</w:t>
      </w:r>
      <w:r w:rsidR="00FB5721" w:rsidRPr="00C827A4">
        <w:t>re_uta_dafs_b.cap.</w:t>
      </w:r>
    </w:p>
    <w:p w:rsidR="00FB5721" w:rsidRPr="00C827A4" w:rsidRDefault="00FB5721" w:rsidP="00FB5721">
      <w:pPr>
        <w:pStyle w:val="Heading5"/>
      </w:pPr>
      <w:r w:rsidRPr="00C827A4">
        <w:t>5.5.11.1.3</w:t>
      </w:r>
      <w:r w:rsidRPr="00C827A4">
        <w:tab/>
        <w:t xml:space="preserve">Test coverage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196"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196"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CRRN4</w:t>
            </w:r>
          </w:p>
        </w:tc>
        <w:tc>
          <w:tcPr>
            <w:tcW w:w="2196"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1F17EA">
      <w:pPr>
        <w:pStyle w:val="Heading5"/>
      </w:pPr>
      <w:r w:rsidRPr="00C827A4">
        <w:lastRenderedPageBreak/>
        <w:t>5.5.11.1.4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bottom w:val="single" w:sz="4" w:space="0" w:color="auto"/>
            </w:tcBorders>
          </w:tcPr>
          <w:p w:rsidR="00FB5721" w:rsidRPr="00C827A4" w:rsidRDefault="00FB5721" w:rsidP="001F17EA">
            <w:pPr>
              <w:pStyle w:val="TAH"/>
              <w:keepLines w:val="0"/>
            </w:pPr>
            <w:r w:rsidRPr="00C827A4">
              <w:t>Id</w:t>
            </w:r>
          </w:p>
        </w:tc>
        <w:tc>
          <w:tcPr>
            <w:tcW w:w="4111" w:type="dxa"/>
            <w:tcBorders>
              <w:bottom w:val="single" w:sz="4" w:space="0" w:color="auto"/>
            </w:tcBorders>
          </w:tcPr>
          <w:p w:rsidR="00FB5721" w:rsidRPr="00C827A4" w:rsidRDefault="00FB5721" w:rsidP="001F17EA">
            <w:pPr>
              <w:pStyle w:val="TAH"/>
              <w:keepLines w:val="0"/>
            </w:pPr>
            <w:r w:rsidRPr="00C827A4">
              <w:t>Description</w:t>
            </w:r>
          </w:p>
        </w:tc>
        <w:tc>
          <w:tcPr>
            <w:tcW w:w="2911" w:type="dxa"/>
            <w:tcBorders>
              <w:bottom w:val="single" w:sz="4" w:space="0" w:color="auto"/>
            </w:tcBorders>
          </w:tcPr>
          <w:p w:rsidR="00FB5721" w:rsidRPr="00C827A4" w:rsidRDefault="00FB5721" w:rsidP="001F17EA">
            <w:pPr>
              <w:pStyle w:val="TAH"/>
              <w:keepLines w:val="0"/>
            </w:pPr>
            <w:r w:rsidRPr="00C827A4">
              <w:t>API/CAT RE Expectation</w:t>
            </w:r>
          </w:p>
        </w:tc>
        <w:tc>
          <w:tcPr>
            <w:tcW w:w="2334" w:type="dxa"/>
            <w:tcBorders>
              <w:bottom w:val="single" w:sz="4" w:space="0" w:color="auto"/>
            </w:tcBorders>
          </w:tcPr>
          <w:p w:rsidR="00FB5721" w:rsidRPr="00C827A4" w:rsidRDefault="00FB5721" w:rsidP="001F17EA">
            <w:pPr>
              <w:pStyle w:val="TAH"/>
              <w:keepLines w:val="0"/>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C"/>
            </w:pPr>
            <w:r w:rsidRPr="00C827A4">
              <w:t>0</w:t>
            </w:r>
          </w:p>
        </w:tc>
        <w:tc>
          <w:tcPr>
            <w:tcW w:w="4111" w:type="dxa"/>
            <w:tcBorders>
              <w:bottom w:val="single" w:sz="4" w:space="0" w:color="auto"/>
            </w:tcBorders>
          </w:tcPr>
          <w:p w:rsidR="00FB5721" w:rsidRPr="00C827A4" w:rsidRDefault="00FB5721">
            <w:pPr>
              <w:pStyle w:val="PL"/>
              <w:rPr>
                <w:noProof w:val="0"/>
              </w:rPr>
            </w:pPr>
            <w:r w:rsidRPr="00C827A4">
              <w:rPr>
                <w:noProof w:val="0"/>
              </w:rPr>
              <w:t>1- Install packages PackageA then PackageB</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AppletA1 and AppletB1</w:t>
            </w:r>
          </w:p>
        </w:tc>
        <w:tc>
          <w:tcPr>
            <w:tcW w:w="2911" w:type="dxa"/>
            <w:tcBorders>
              <w:bottom w:val="single" w:sz="4" w:space="0" w:color="auto"/>
            </w:tcBorders>
          </w:tcPr>
          <w:p w:rsidR="00FB5721" w:rsidRPr="00C827A4" w:rsidRDefault="00FB5721">
            <w:pPr>
              <w:pStyle w:val="TAH"/>
              <w:keepNext w:val="0"/>
              <w:keepLines w:val="0"/>
            </w:pPr>
          </w:p>
        </w:tc>
        <w:tc>
          <w:tcPr>
            <w:tcW w:w="2334" w:type="dxa"/>
            <w:tcBorders>
              <w:bottom w:val="single" w:sz="4" w:space="0" w:color="auto"/>
            </w:tcBorders>
          </w:tcPr>
          <w:p w:rsidR="00FB5721" w:rsidRPr="00C827A4" w:rsidRDefault="00FB5721">
            <w:pPr>
              <w:pStyle w:val="TAH"/>
              <w:keepNext w:val="0"/>
              <w:keepLines w:val="0"/>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1</w:t>
            </w:r>
          </w:p>
        </w:tc>
        <w:tc>
          <w:tcPr>
            <w:tcW w:w="4111" w:type="dxa"/>
            <w:tcBorders>
              <w:top w:val="single" w:sz="4" w:space="0" w:color="auto"/>
              <w:bottom w:val="single" w:sz="4" w:space="0" w:color="auto"/>
            </w:tcBorders>
          </w:tcPr>
          <w:p w:rsidR="00FB5721" w:rsidRPr="00C827A4" w:rsidRDefault="00FB5721">
            <w:pPr>
              <w:pStyle w:val="TAH"/>
            </w:pPr>
            <w:r w:rsidRPr="00C827A4">
              <w:t>Use of a shareable interface</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Menu Selection to trigger AppletA1 (Menu Id = 01)</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AppletA1 stores the menu Id</w:t>
            </w:r>
          </w:p>
          <w:p w:rsidR="00FB5721" w:rsidRPr="00C827A4" w:rsidRDefault="00FB5721">
            <w:pPr>
              <w:pStyle w:val="PL"/>
              <w:rPr>
                <w:noProof w:val="0"/>
              </w:rPr>
            </w:pPr>
          </w:p>
          <w:p w:rsidR="00FB5721" w:rsidRPr="00C827A4" w:rsidRDefault="00FB5721">
            <w:pPr>
              <w:pStyle w:val="PL"/>
              <w:rPr>
                <w:noProof w:val="0"/>
              </w:rPr>
            </w:pPr>
            <w:r w:rsidRPr="00C827A4">
              <w:rPr>
                <w:noProof w:val="0"/>
              </w:rPr>
              <w:t>3- Send an envelope Menu Selection to trigger AppletB1</w:t>
            </w:r>
          </w:p>
          <w:p w:rsidR="00FB5721" w:rsidRPr="00C827A4" w:rsidRDefault="00FB5721">
            <w:pPr>
              <w:pStyle w:val="PL"/>
              <w:rPr>
                <w:noProof w:val="0"/>
              </w:rPr>
            </w:pPr>
          </w:p>
          <w:p w:rsidR="00FB5721" w:rsidRPr="00C827A4" w:rsidRDefault="00FB5721">
            <w:pPr>
              <w:pStyle w:val="PL"/>
              <w:rPr>
                <w:noProof w:val="0"/>
              </w:rPr>
            </w:pPr>
            <w:r w:rsidRPr="00C827A4">
              <w:rPr>
                <w:noProof w:val="0"/>
              </w:rPr>
              <w:t>4- AppletB1 uses the shareable interface of AppletA1 to retrieve the Menu Id that was used to trigger AppletA1 previously</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AppletA1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AppletB1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4- Menu Id retrieved shall be 01</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tc>
      </w:tr>
    </w:tbl>
    <w:p w:rsidR="00FB5721" w:rsidRPr="00C827A4" w:rsidRDefault="00FB5721"/>
    <w:p w:rsidR="00FB5721" w:rsidRPr="00C827A4" w:rsidRDefault="00D17F6A">
      <w:pPr>
        <w:pStyle w:val="Heading4"/>
      </w:pPr>
      <w:r w:rsidRPr="00C827A4">
        <w:t>5.5.11.2</w:t>
      </w:r>
      <w:r w:rsidRPr="00C827A4">
        <w:tab/>
        <w:t>Package deletion</w:t>
      </w:r>
    </w:p>
    <w:p w:rsidR="00FB5721" w:rsidRPr="00C827A4" w:rsidRDefault="00FB5721">
      <w:r w:rsidRPr="00C827A4">
        <w:t>Test Area Reference: Cre_Uta_Pdel</w:t>
      </w:r>
      <w:r w:rsidR="00D17F6A" w:rsidRPr="00C827A4">
        <w:t>.</w:t>
      </w:r>
    </w:p>
    <w:p w:rsidR="00FB5721" w:rsidRPr="00C827A4" w:rsidRDefault="00FB5721" w:rsidP="00D17F6A">
      <w:pPr>
        <w:pStyle w:val="Heading5"/>
      </w:pPr>
      <w:r w:rsidRPr="00C827A4">
        <w:t>5.5.11.2.1</w:t>
      </w:r>
      <w:r w:rsidRPr="00C827A4">
        <w:tab/>
        <w:t>Conformance requirement</w:t>
      </w:r>
    </w:p>
    <w:p w:rsidR="00FB5721" w:rsidRPr="00C827A4" w:rsidRDefault="00FB5721">
      <w:r w:rsidRPr="00C827A4">
        <w:t>The Package deletion mechanism defined in "Java Card™ 2.2.1 Runt</w:t>
      </w:r>
      <w:r w:rsidR="00D17F6A" w:rsidRPr="00C827A4">
        <w:t xml:space="preserve">ime Environment Specification" </w:t>
      </w:r>
      <w:r w:rsidRPr="00C827A4">
        <w:t>(</w:t>
      </w:r>
      <w:r w:rsidR="0047072E" w:rsidRPr="00C827A4">
        <w:t>[2]</w:t>
      </w:r>
      <w:r w:rsidRPr="00C827A4">
        <w:t>) shall be used to delete the content from the UICC.</w:t>
      </w:r>
    </w:p>
    <w:p w:rsidR="00FB5721" w:rsidRPr="00C827A4" w:rsidRDefault="00FB5721">
      <w:pPr>
        <w:pStyle w:val="H6"/>
      </w:pPr>
      <w:r w:rsidRPr="00C827A4">
        <w:t>5.5.11.2.1.1</w:t>
      </w:r>
      <w:r w:rsidRPr="00C827A4">
        <w:tab/>
        <w:t>Normal execution</w:t>
      </w:r>
    </w:p>
    <w:p w:rsidR="00FB5721" w:rsidRPr="00C827A4" w:rsidRDefault="00FB5721">
      <w:pPr>
        <w:pStyle w:val="B1"/>
      </w:pPr>
      <w:r w:rsidRPr="00C827A4">
        <w:t>CRRN1: If the applet/library package is resident in mutable memory, then the Java Card RE shall delete the applet/library package.</w:t>
      </w:r>
    </w:p>
    <w:p w:rsidR="00FB5721" w:rsidRPr="00C827A4" w:rsidRDefault="00FB5721">
      <w:pPr>
        <w:pStyle w:val="B1"/>
      </w:pPr>
      <w:r w:rsidRPr="00C827A4">
        <w:t>CRRN2: Following a successful applet/library package deletion, it shall not be possible to install another package which depends on the deleted package.</w:t>
      </w:r>
    </w:p>
    <w:p w:rsidR="00FB5721" w:rsidRPr="00C827A4" w:rsidRDefault="00FB5721">
      <w:pPr>
        <w:pStyle w:val="H6"/>
      </w:pPr>
      <w:r w:rsidRPr="00C827A4">
        <w:t>5.5.11.2.1.2</w:t>
      </w:r>
      <w:r w:rsidRPr="00C827A4">
        <w:tab/>
        <w:t>Parameter errors</w:t>
      </w:r>
    </w:p>
    <w:p w:rsidR="00FB5721" w:rsidRPr="00C827A4" w:rsidRDefault="00FB5721">
      <w:r w:rsidRPr="00C827A4">
        <w:t>No requirements.</w:t>
      </w:r>
    </w:p>
    <w:p w:rsidR="00FB5721" w:rsidRPr="00C827A4" w:rsidRDefault="00FB5721">
      <w:pPr>
        <w:pStyle w:val="H6"/>
      </w:pPr>
      <w:r w:rsidRPr="00C827A4">
        <w:t>5.5.11.2.1.3</w:t>
      </w:r>
      <w:r w:rsidRPr="00C827A4">
        <w:tab/>
        <w:t>Context errors</w:t>
      </w:r>
    </w:p>
    <w:p w:rsidR="00FB5721" w:rsidRPr="00C827A4" w:rsidRDefault="00FB5721">
      <w:pPr>
        <w:pStyle w:val="B1"/>
      </w:pPr>
      <w:r w:rsidRPr="00C827A4">
        <w:t>CRRC1: The deletion shall fail if a reachable (non-garbage) instance of a class belonging to the package being deleted exists on the card.</w:t>
      </w:r>
    </w:p>
    <w:p w:rsidR="00FB5721" w:rsidRPr="00C827A4" w:rsidRDefault="00FB5721">
      <w:pPr>
        <w:pStyle w:val="B1"/>
      </w:pPr>
      <w:r w:rsidRPr="00C827A4">
        <w:t>CRRC2: The deletion shall fail if another package on the card depends on this package (as expressed in the CAP file's import component).</w:t>
      </w:r>
    </w:p>
    <w:p w:rsidR="00FB5721" w:rsidRPr="00C827A4" w:rsidRDefault="00FB5721" w:rsidP="00D17F6A">
      <w:pPr>
        <w:pStyle w:val="Heading5"/>
      </w:pPr>
      <w:r w:rsidRPr="00C827A4">
        <w:t>5.5.11.2.2</w:t>
      </w:r>
      <w:r w:rsidRPr="00C827A4">
        <w:tab/>
        <w:t>Test area files</w:t>
      </w:r>
    </w:p>
    <w:p w:rsidR="00D17F6A" w:rsidRPr="00C827A4" w:rsidRDefault="00FB5721" w:rsidP="00D17F6A">
      <w:r w:rsidRPr="00C827A4">
        <w:t xml:space="preserve">This </w:t>
      </w:r>
      <w:r w:rsidR="00D17F6A" w:rsidRPr="00C827A4">
        <w:t>clause</w:t>
      </w:r>
      <w:r w:rsidRPr="00C827A4">
        <w:t xml:space="preserve"> uses 2 packages:</w:t>
      </w:r>
    </w:p>
    <w:p w:rsidR="00D17F6A" w:rsidRPr="00C827A4" w:rsidRDefault="00FB5721" w:rsidP="00D17F6A">
      <w:pPr>
        <w:pStyle w:val="B10"/>
      </w:pPr>
      <w:r w:rsidRPr="00C827A4">
        <w:t>uicc.test.catre.cre_uta_pdel.cre_uta_pdel_a</w:t>
      </w:r>
    </w:p>
    <w:p w:rsidR="00FB5721" w:rsidRPr="00C827A4" w:rsidRDefault="00FB5721" w:rsidP="00D17F6A">
      <w:pPr>
        <w:pStyle w:val="B10"/>
      </w:pPr>
      <w:r w:rsidRPr="00C827A4">
        <w:t>uicc.test.catre.cre_uta_pdel.cre_uta_pdel_b (depends on uicc.test.catre.cre_uta_pdel.cre_uta_pdel_a)</w:t>
      </w:r>
    </w:p>
    <w:p w:rsidR="00FB5721" w:rsidRPr="00C827A4" w:rsidRDefault="00FB5721" w:rsidP="00D17F6A">
      <w:pPr>
        <w:pStyle w:val="EX"/>
      </w:pPr>
      <w:r w:rsidRPr="00C827A4">
        <w:t>Test Source:</w:t>
      </w:r>
      <w:r w:rsidRPr="00C827A4">
        <w:tab/>
        <w:t>Test_Cre_Uta_Pdel.java</w:t>
      </w:r>
      <w:r w:rsidR="00D17F6A" w:rsidRPr="00C827A4">
        <w:t>.</w:t>
      </w:r>
    </w:p>
    <w:p w:rsidR="00FB5721" w:rsidRPr="00C827A4" w:rsidRDefault="00FB5721" w:rsidP="00D17F6A">
      <w:pPr>
        <w:pStyle w:val="EX"/>
      </w:pPr>
      <w:r w:rsidRPr="00C827A4">
        <w:t xml:space="preserve">Test Applet: </w:t>
      </w:r>
      <w:r w:rsidRPr="00C827A4">
        <w:tab/>
        <w:t>Cre_Uta_Pdel_A_1.java</w:t>
      </w:r>
      <w:r w:rsidR="00D17F6A" w:rsidRPr="00C827A4">
        <w:t>.</w:t>
      </w:r>
    </w:p>
    <w:p w:rsidR="00FB5721" w:rsidRPr="00C827A4" w:rsidRDefault="00FB5721" w:rsidP="00D17F6A">
      <w:pPr>
        <w:pStyle w:val="EX"/>
      </w:pPr>
      <w:r w:rsidRPr="00C827A4">
        <w:tab/>
        <w:t>Cre_Uta_Pdel_A_2.java</w:t>
      </w:r>
      <w:r w:rsidR="00D17F6A" w:rsidRPr="00C827A4">
        <w:t>.</w:t>
      </w:r>
    </w:p>
    <w:p w:rsidR="00FB5721" w:rsidRPr="00C827A4" w:rsidRDefault="00FB5721" w:rsidP="00D17F6A">
      <w:pPr>
        <w:pStyle w:val="EX"/>
      </w:pPr>
      <w:r w:rsidRPr="00C827A4">
        <w:tab/>
        <w:t>Cre_Uta_Pdel_A_3.java (server interface)</w:t>
      </w:r>
      <w:r w:rsidRPr="00C827A4">
        <w:tab/>
        <w:t>Cre_Uta_Pdel_B_1.java (use class Cre_Uta_Pdel_A_2)</w:t>
      </w:r>
      <w:r w:rsidR="00D17F6A" w:rsidRPr="00C827A4">
        <w:t>.</w:t>
      </w:r>
    </w:p>
    <w:p w:rsidR="00FB5721" w:rsidRPr="00927A43" w:rsidRDefault="00FB5721" w:rsidP="00D17F6A">
      <w:pPr>
        <w:pStyle w:val="EX"/>
      </w:pPr>
      <w:r w:rsidRPr="00C827A4">
        <w:lastRenderedPageBreak/>
        <w:tab/>
      </w:r>
      <w:r w:rsidRPr="00927A43">
        <w:t>Cre_Uta_Pdel_B_2.java</w:t>
      </w:r>
      <w:r w:rsidR="00D17F6A" w:rsidRPr="00927A43">
        <w:t>.</w:t>
      </w:r>
    </w:p>
    <w:p w:rsidR="00FB5721" w:rsidRPr="00C827A4" w:rsidRDefault="00FB5721" w:rsidP="00D17F6A">
      <w:pPr>
        <w:pStyle w:val="EX"/>
      </w:pPr>
      <w:r w:rsidRPr="00C827A4">
        <w:t>Cap File:</w:t>
      </w:r>
      <w:r w:rsidRPr="00C827A4">
        <w:tab/>
      </w:r>
      <w:r w:rsidR="0059237D" w:rsidRPr="00C827A4">
        <w:t>C</w:t>
      </w:r>
      <w:r w:rsidRPr="00C827A4">
        <w:t>re_uta_pdel_a.cap</w:t>
      </w:r>
      <w:r w:rsidR="00D17F6A" w:rsidRPr="00C827A4">
        <w:t>.</w:t>
      </w:r>
    </w:p>
    <w:p w:rsidR="00FB5721" w:rsidRPr="00C827A4" w:rsidRDefault="0059237D" w:rsidP="00D17F6A">
      <w:pPr>
        <w:pStyle w:val="EX"/>
      </w:pPr>
      <w:r w:rsidRPr="00C827A4">
        <w:tab/>
        <w:t>C</w:t>
      </w:r>
      <w:r w:rsidR="00FB5721" w:rsidRPr="00C827A4">
        <w:t>re_uta_pdel_b.cap</w:t>
      </w:r>
      <w:r w:rsidR="00D17F6A" w:rsidRPr="00C827A4">
        <w:t>.</w:t>
      </w:r>
    </w:p>
    <w:p w:rsidR="00FB5721" w:rsidRPr="00C827A4" w:rsidRDefault="00D17F6A" w:rsidP="00D17F6A">
      <w:pPr>
        <w:pStyle w:val="Heading5"/>
      </w:pPr>
      <w:r w:rsidRPr="00C827A4">
        <w:t>5.5.11.2.3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1 to 5</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196" w:type="dxa"/>
          </w:tcPr>
          <w:p w:rsidR="00FB5721" w:rsidRPr="00C827A4" w:rsidRDefault="00FB5721">
            <w:pPr>
              <w:pStyle w:val="TAC"/>
              <w:keepNext w:val="0"/>
              <w:keepLines w:val="0"/>
            </w:pPr>
            <w:r w:rsidRPr="00C827A4">
              <w:t>3</w:t>
            </w:r>
          </w:p>
        </w:tc>
      </w:tr>
      <w:tr w:rsidR="00FB5721" w:rsidRPr="00C827A4">
        <w:trPr>
          <w:jc w:val="center"/>
        </w:trPr>
        <w:tc>
          <w:tcPr>
            <w:tcW w:w="2276" w:type="dxa"/>
          </w:tcPr>
          <w:p w:rsidR="00FB5721" w:rsidRPr="00C827A4" w:rsidRDefault="00FB5721">
            <w:pPr>
              <w:pStyle w:val="TAC"/>
              <w:keepNext w:val="0"/>
              <w:keepLines w:val="0"/>
            </w:pPr>
            <w:r w:rsidRPr="00C827A4">
              <w:t>CRRC1</w:t>
            </w:r>
          </w:p>
        </w:tc>
        <w:tc>
          <w:tcPr>
            <w:tcW w:w="2196"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CRRC2</w:t>
            </w:r>
          </w:p>
        </w:tc>
        <w:tc>
          <w:tcPr>
            <w:tcW w:w="2196" w:type="dxa"/>
          </w:tcPr>
          <w:p w:rsidR="00FB5721" w:rsidRPr="00C827A4" w:rsidRDefault="00FB5721">
            <w:pPr>
              <w:pStyle w:val="TAC"/>
              <w:keepNext w:val="0"/>
              <w:keepLines w:val="0"/>
            </w:pPr>
            <w:r w:rsidRPr="00C827A4">
              <w:t>2</w:t>
            </w:r>
          </w:p>
        </w:tc>
      </w:tr>
    </w:tbl>
    <w:p w:rsidR="00FB5721" w:rsidRPr="00C827A4" w:rsidRDefault="00FB5721"/>
    <w:p w:rsidR="00FB5721" w:rsidRPr="00C827A4" w:rsidRDefault="00FB5721" w:rsidP="00D17F6A">
      <w:pPr>
        <w:pStyle w:val="Heading5"/>
      </w:pPr>
      <w:r w:rsidRPr="00C827A4">
        <w:t>5.5.11.2.4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bottom w:val="single" w:sz="4" w:space="0" w:color="auto"/>
            </w:tcBorders>
          </w:tcPr>
          <w:p w:rsidR="00FB5721" w:rsidRPr="00C827A4" w:rsidRDefault="00FB5721" w:rsidP="00D17F6A">
            <w:pPr>
              <w:pStyle w:val="TAH"/>
            </w:pPr>
            <w:r w:rsidRPr="00C827A4">
              <w:t>Id</w:t>
            </w:r>
          </w:p>
        </w:tc>
        <w:tc>
          <w:tcPr>
            <w:tcW w:w="4111" w:type="dxa"/>
            <w:tcBorders>
              <w:bottom w:val="single" w:sz="4" w:space="0" w:color="auto"/>
            </w:tcBorders>
          </w:tcPr>
          <w:p w:rsidR="00FB5721" w:rsidRPr="00C827A4" w:rsidRDefault="00FB5721" w:rsidP="00D17F6A">
            <w:pPr>
              <w:pStyle w:val="TAH"/>
            </w:pPr>
            <w:r w:rsidRPr="00C827A4">
              <w:t>Description</w:t>
            </w:r>
          </w:p>
        </w:tc>
        <w:tc>
          <w:tcPr>
            <w:tcW w:w="2911" w:type="dxa"/>
            <w:tcBorders>
              <w:bottom w:val="single" w:sz="4" w:space="0" w:color="auto"/>
            </w:tcBorders>
          </w:tcPr>
          <w:p w:rsidR="00FB5721" w:rsidRPr="00C827A4" w:rsidRDefault="00FB5721" w:rsidP="00D17F6A">
            <w:pPr>
              <w:pStyle w:val="TAH"/>
            </w:pPr>
            <w:r w:rsidRPr="00C827A4">
              <w:t>API/CAT RE Expectation</w:t>
            </w:r>
          </w:p>
        </w:tc>
        <w:tc>
          <w:tcPr>
            <w:tcW w:w="2334" w:type="dxa"/>
            <w:tcBorders>
              <w:bottom w:val="single" w:sz="4" w:space="0" w:color="auto"/>
            </w:tcBorders>
          </w:tcPr>
          <w:p w:rsidR="00FB5721" w:rsidRPr="00C827A4" w:rsidRDefault="00FB5721" w:rsidP="00D17F6A">
            <w:pPr>
              <w:pStyle w:val="TAH"/>
            </w:pPr>
            <w:r w:rsidRPr="00C827A4">
              <w:t>APDU Expectation</w:t>
            </w:r>
          </w:p>
        </w:tc>
      </w:tr>
      <w:tr w:rsidR="00FB5721" w:rsidRPr="00C827A4">
        <w:trPr>
          <w:jc w:val="center"/>
        </w:trPr>
        <w:tc>
          <w:tcPr>
            <w:tcW w:w="425" w:type="dxa"/>
            <w:tcBorders>
              <w:left w:val="single" w:sz="4" w:space="0" w:color="auto"/>
              <w:bottom w:val="single" w:sz="4" w:space="0" w:color="auto"/>
            </w:tcBorders>
          </w:tcPr>
          <w:p w:rsidR="00FB5721" w:rsidRPr="00C827A4" w:rsidRDefault="00FB5721" w:rsidP="00D17F6A">
            <w:pPr>
              <w:pStyle w:val="TAC"/>
            </w:pPr>
            <w:r w:rsidRPr="00C827A4">
              <w:t>0</w:t>
            </w:r>
          </w:p>
        </w:tc>
        <w:tc>
          <w:tcPr>
            <w:tcW w:w="4111" w:type="dxa"/>
            <w:tcBorders>
              <w:bottom w:val="single" w:sz="4" w:space="0" w:color="auto"/>
            </w:tcBorders>
          </w:tcPr>
          <w:p w:rsidR="00FB5721" w:rsidRPr="00C827A4" w:rsidRDefault="00FB5721" w:rsidP="00D17F6A">
            <w:pPr>
              <w:pStyle w:val="PL"/>
              <w:keepNext/>
              <w:keepLines/>
              <w:rPr>
                <w:noProof w:val="0"/>
              </w:rPr>
            </w:pPr>
            <w:r w:rsidRPr="00C827A4">
              <w:rPr>
                <w:noProof w:val="0"/>
              </w:rPr>
              <w:t>1- Install packages PackageA then PackageB</w:t>
            </w:r>
          </w:p>
          <w:p w:rsidR="00FB5721" w:rsidRPr="00C827A4" w:rsidRDefault="00FB5721" w:rsidP="00D17F6A">
            <w:pPr>
              <w:pStyle w:val="PL"/>
              <w:keepNext/>
              <w:keepLines/>
              <w:rPr>
                <w:noProof w:val="0"/>
              </w:rPr>
            </w:pPr>
          </w:p>
          <w:p w:rsidR="00FB5721" w:rsidRPr="00C827A4" w:rsidRDefault="00FB5721" w:rsidP="00D17F6A">
            <w:pPr>
              <w:pStyle w:val="PL"/>
              <w:keepNext/>
              <w:keepLines/>
              <w:rPr>
                <w:noProof w:val="0"/>
              </w:rPr>
            </w:pPr>
            <w:r w:rsidRPr="00C827A4">
              <w:rPr>
                <w:noProof w:val="0"/>
              </w:rPr>
              <w:t>2- Install AppletB1</w:t>
            </w:r>
          </w:p>
        </w:tc>
        <w:tc>
          <w:tcPr>
            <w:tcW w:w="2911" w:type="dxa"/>
            <w:tcBorders>
              <w:bottom w:val="single" w:sz="4" w:space="0" w:color="auto"/>
            </w:tcBorders>
          </w:tcPr>
          <w:p w:rsidR="00FB5721" w:rsidRPr="00C827A4" w:rsidRDefault="00FB5721" w:rsidP="00D17F6A">
            <w:pPr>
              <w:pStyle w:val="TAH"/>
            </w:pPr>
          </w:p>
        </w:tc>
        <w:tc>
          <w:tcPr>
            <w:tcW w:w="2334" w:type="dxa"/>
            <w:tcBorders>
              <w:bottom w:val="single" w:sz="4" w:space="0" w:color="auto"/>
            </w:tcBorders>
          </w:tcPr>
          <w:p w:rsidR="00FB5721" w:rsidRPr="00C827A4" w:rsidRDefault="00FB5721" w:rsidP="00D17F6A">
            <w:pPr>
              <w:pStyle w:val="TAH"/>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1</w:t>
            </w:r>
          </w:p>
        </w:tc>
        <w:tc>
          <w:tcPr>
            <w:tcW w:w="4111" w:type="dxa"/>
            <w:tcBorders>
              <w:top w:val="single" w:sz="4" w:space="0" w:color="auto"/>
              <w:bottom w:val="single" w:sz="4" w:space="0" w:color="auto"/>
            </w:tcBorders>
          </w:tcPr>
          <w:p w:rsidR="00FB5721" w:rsidRPr="00C827A4" w:rsidRDefault="00FB5721">
            <w:pPr>
              <w:pStyle w:val="TAH"/>
            </w:pPr>
            <w:r w:rsidRPr="00C827A4">
              <w:t>The package deletion is unsuccessful if a reachable instance of a class belonging to the package exists on the card</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PackageB</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AppletB2</w:t>
            </w:r>
          </w:p>
          <w:p w:rsidR="00FB5721" w:rsidRPr="00C827A4" w:rsidRDefault="00FB5721">
            <w:pPr>
              <w:pStyle w:val="PL"/>
              <w:rPr>
                <w:noProof w:val="0"/>
              </w:rPr>
            </w:pPr>
          </w:p>
          <w:p w:rsidR="00FB5721" w:rsidRPr="00C827A4" w:rsidRDefault="00FB5721">
            <w:pPr>
              <w:pStyle w:val="PL"/>
              <w:rPr>
                <w:noProof w:val="0"/>
              </w:rPr>
            </w:pPr>
            <w:r w:rsidRPr="00C827A4">
              <w:rPr>
                <w:noProof w:val="0"/>
              </w:rPr>
              <w:t>3- Delete AppletB1 and AppletB2</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shall be different from 90 00</w:t>
            </w:r>
          </w:p>
          <w:p w:rsidR="00FB5721" w:rsidRPr="00C827A4" w:rsidRDefault="00FB5721">
            <w:pPr>
              <w:pStyle w:val="TAL"/>
            </w:pPr>
            <w:r w:rsidRPr="00C827A4">
              <w:t>2- RAPDU = 00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2</w:t>
            </w:r>
          </w:p>
        </w:tc>
        <w:tc>
          <w:tcPr>
            <w:tcW w:w="4111" w:type="dxa"/>
            <w:tcBorders>
              <w:top w:val="single" w:sz="4" w:space="0" w:color="auto"/>
              <w:bottom w:val="single" w:sz="4" w:space="0" w:color="auto"/>
            </w:tcBorders>
          </w:tcPr>
          <w:p w:rsidR="00FB5721" w:rsidRPr="00C827A4" w:rsidRDefault="00FB5721">
            <w:pPr>
              <w:pStyle w:val="TAH"/>
            </w:pPr>
            <w:r w:rsidRPr="00C827A4">
              <w:t>The package deletion is unsuccessful if another package on the card depends on this package</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PackageA</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3- Delete AppletA1</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shall be different from 90 0</w:t>
            </w:r>
          </w:p>
          <w:p w:rsidR="00FB5721" w:rsidRPr="00C827A4" w:rsidRDefault="00FB5721">
            <w:pPr>
              <w:pStyle w:val="TAL"/>
            </w:pPr>
            <w:r w:rsidRPr="00C827A4">
              <w:t>02- RAPDU = 00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3</w:t>
            </w:r>
          </w:p>
        </w:tc>
        <w:tc>
          <w:tcPr>
            <w:tcW w:w="4111" w:type="dxa"/>
            <w:tcBorders>
              <w:top w:val="single" w:sz="4" w:space="0" w:color="auto"/>
              <w:bottom w:val="single" w:sz="4" w:space="0" w:color="auto"/>
            </w:tcBorders>
          </w:tcPr>
          <w:p w:rsidR="00FB5721" w:rsidRPr="00C827A4" w:rsidRDefault="00FB5721">
            <w:pPr>
              <w:pStyle w:val="TAH"/>
            </w:pPr>
            <w:r w:rsidRPr="00C827A4">
              <w:t>The installation of a package which depends on a deleted package shall fail</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PackageB</w:t>
            </w:r>
          </w:p>
          <w:p w:rsidR="00FB5721" w:rsidRPr="00C827A4" w:rsidRDefault="00FB5721">
            <w:pPr>
              <w:pStyle w:val="PL"/>
              <w:rPr>
                <w:noProof w:val="0"/>
              </w:rPr>
            </w:pPr>
          </w:p>
          <w:p w:rsidR="00FB5721" w:rsidRPr="00C827A4" w:rsidRDefault="00FB5721">
            <w:pPr>
              <w:pStyle w:val="PL"/>
              <w:rPr>
                <w:noProof w:val="0"/>
              </w:rPr>
            </w:pPr>
            <w:r w:rsidRPr="00C827A4">
              <w:rPr>
                <w:noProof w:val="0"/>
              </w:rPr>
              <w:t>2- Delete PackageA</w:t>
            </w:r>
          </w:p>
          <w:p w:rsidR="00FB5721" w:rsidRPr="00C827A4" w:rsidRDefault="00FB5721">
            <w:pPr>
              <w:pStyle w:val="PL"/>
              <w:rPr>
                <w:noProof w:val="0"/>
              </w:rPr>
            </w:pPr>
          </w:p>
          <w:p w:rsidR="00FB5721" w:rsidRPr="00C827A4" w:rsidRDefault="00FB5721">
            <w:pPr>
              <w:pStyle w:val="PL"/>
              <w:rPr>
                <w:noProof w:val="0"/>
              </w:rPr>
            </w:pPr>
            <w:r w:rsidRPr="00C827A4">
              <w:rPr>
                <w:noProof w:val="0"/>
              </w:rPr>
              <w:t>3- Install PackageB</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90 00</w:t>
            </w:r>
          </w:p>
          <w:p w:rsidR="00FB5721" w:rsidRPr="00C827A4" w:rsidRDefault="00FB5721">
            <w:pPr>
              <w:pStyle w:val="TAL"/>
            </w:pPr>
          </w:p>
          <w:p w:rsidR="00FB5721" w:rsidRPr="00C827A4" w:rsidRDefault="00FB5721">
            <w:pPr>
              <w:pStyle w:val="TAL"/>
            </w:pPr>
            <w:r w:rsidRPr="00C827A4">
              <w:t>2- SW = 90 00</w:t>
            </w:r>
          </w:p>
          <w:p w:rsidR="00FB5721" w:rsidRPr="00C827A4" w:rsidRDefault="00FB5721">
            <w:pPr>
              <w:pStyle w:val="TAL"/>
            </w:pPr>
          </w:p>
          <w:p w:rsidR="00FB5721" w:rsidRPr="00C827A4" w:rsidRDefault="00FB5721">
            <w:pPr>
              <w:pStyle w:val="TAL"/>
            </w:pPr>
            <w:r w:rsidRPr="00C827A4">
              <w:t>3- SW shall be different from 90 00</w:t>
            </w: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4</w:t>
            </w:r>
          </w:p>
        </w:tc>
        <w:tc>
          <w:tcPr>
            <w:tcW w:w="4111" w:type="dxa"/>
            <w:tcBorders>
              <w:top w:val="single" w:sz="4" w:space="0" w:color="auto"/>
              <w:bottom w:val="single" w:sz="4" w:space="0" w:color="auto"/>
            </w:tcBorders>
          </w:tcPr>
          <w:p w:rsidR="00FB5721" w:rsidRPr="00C827A4" w:rsidRDefault="00FB5721">
            <w:pPr>
              <w:pStyle w:val="TAH"/>
            </w:pPr>
            <w:r w:rsidRPr="00C827A4">
              <w:t>Once a package is deleted, it shall not be possible to install an applet from this package</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AppletB2</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SW shall be different from 90 00</w:t>
            </w:r>
          </w:p>
          <w:p w:rsidR="00FB5721" w:rsidRPr="00C827A4" w:rsidRDefault="00FB5721">
            <w:pPr>
              <w:pStyle w:val="TAL"/>
            </w:pPr>
          </w:p>
          <w:p w:rsidR="00FB5721" w:rsidRPr="00C827A4" w:rsidRDefault="00FB5721">
            <w:pPr>
              <w:pStyle w:val="TAL"/>
            </w:pPr>
            <w:r w:rsidRPr="00C827A4">
              <w:t>2- SW = SW shall be different from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5</w:t>
            </w:r>
          </w:p>
        </w:tc>
        <w:tc>
          <w:tcPr>
            <w:tcW w:w="4111" w:type="dxa"/>
            <w:tcBorders>
              <w:top w:val="single" w:sz="4" w:space="0" w:color="auto"/>
              <w:bottom w:val="single" w:sz="4" w:space="0" w:color="auto"/>
            </w:tcBorders>
          </w:tcPr>
          <w:p w:rsidR="00FB5721" w:rsidRPr="00C827A4" w:rsidRDefault="00FB5721">
            <w:pPr>
              <w:pStyle w:val="TAH"/>
            </w:pPr>
            <w:r w:rsidRPr="00C827A4">
              <w:t>This test checks that it is possible to re-install the same package</w:t>
            </w:r>
          </w:p>
          <w:p w:rsidR="00FB5721" w:rsidRPr="00C827A4" w:rsidRDefault="00FB5721">
            <w:pPr>
              <w:pStyle w:val="PL"/>
              <w:rPr>
                <w:noProof w:val="0"/>
              </w:rPr>
            </w:pPr>
          </w:p>
          <w:p w:rsidR="00FB5721" w:rsidRPr="00C827A4" w:rsidRDefault="00FB5721">
            <w:pPr>
              <w:pStyle w:val="PL"/>
              <w:rPr>
                <w:noProof w:val="0"/>
              </w:rPr>
            </w:pPr>
            <w:r w:rsidRPr="00C827A4">
              <w:rPr>
                <w:noProof w:val="0"/>
              </w:rPr>
              <w:t>1- Install PackageA</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AppletA1</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RAPDU = 00 90 00</w:t>
            </w:r>
          </w:p>
        </w:tc>
      </w:tr>
    </w:tbl>
    <w:p w:rsidR="00FB5721" w:rsidRPr="00C827A4" w:rsidRDefault="00FB5721"/>
    <w:p w:rsidR="00FB5721" w:rsidRPr="00C827A4" w:rsidRDefault="00D17F6A">
      <w:pPr>
        <w:pStyle w:val="Heading4"/>
      </w:pPr>
      <w:r w:rsidRPr="00C827A4">
        <w:t>5.5.11.3</w:t>
      </w:r>
      <w:r w:rsidRPr="00C827A4">
        <w:tab/>
        <w:t>Applet deletion</w:t>
      </w:r>
    </w:p>
    <w:p w:rsidR="00FB5721" w:rsidRPr="00C827A4" w:rsidRDefault="00FB5721">
      <w:r w:rsidRPr="00C827A4">
        <w:t>Test Area Reference: Cre_Uta_Adel</w:t>
      </w:r>
      <w:r w:rsidR="00D17F6A" w:rsidRPr="00C827A4">
        <w:t>.</w:t>
      </w:r>
    </w:p>
    <w:p w:rsidR="00FB5721" w:rsidRPr="00C827A4" w:rsidRDefault="00FB5721" w:rsidP="00D17F6A">
      <w:pPr>
        <w:pStyle w:val="Heading5"/>
      </w:pPr>
      <w:r w:rsidRPr="00C827A4">
        <w:lastRenderedPageBreak/>
        <w:t>5.5.11.3.1</w:t>
      </w:r>
      <w:r w:rsidRPr="00C827A4">
        <w:tab/>
        <w:t>Conformance requirement</w:t>
      </w:r>
    </w:p>
    <w:p w:rsidR="00FB5721" w:rsidRPr="00C827A4" w:rsidRDefault="00FB5721">
      <w:r w:rsidRPr="00C827A4">
        <w:t>The Applet deletion mechanism defined in "Java Card™ 2.2.1 Runtime Environment Specification" (</w:t>
      </w:r>
      <w:r w:rsidR="0047072E" w:rsidRPr="00C827A4">
        <w:t>[2]</w:t>
      </w:r>
      <w:r w:rsidRPr="00C827A4">
        <w:t>) shall be used to d</w:t>
      </w:r>
      <w:r w:rsidR="00D17F6A" w:rsidRPr="00C827A4">
        <w:t>elete the content from the UICC.</w:t>
      </w:r>
    </w:p>
    <w:p w:rsidR="00FB5721" w:rsidRPr="00C827A4" w:rsidRDefault="00FB5721">
      <w:pPr>
        <w:pStyle w:val="H6"/>
      </w:pPr>
      <w:r w:rsidRPr="00C827A4">
        <w:t>5.5.11.3.1.1</w:t>
      </w:r>
      <w:r w:rsidRPr="00C827A4">
        <w:tab/>
        <w:t>Normal execution</w:t>
      </w:r>
    </w:p>
    <w:p w:rsidR="00FB5721" w:rsidRPr="00C827A4" w:rsidRDefault="00FB5721">
      <w:pPr>
        <w:pStyle w:val="B1"/>
      </w:pPr>
      <w:r w:rsidRPr="00C827A4">
        <w:t>CRRN1: Following a successful applet instance deletion, the Java Card RE shall delete the applet instance.</w:t>
      </w:r>
    </w:p>
    <w:p w:rsidR="00FB5721" w:rsidRPr="00C827A4" w:rsidRDefault="00FB5721">
      <w:pPr>
        <w:pStyle w:val="B1"/>
      </w:pPr>
      <w:r w:rsidRPr="00C827A4">
        <w:t>CRRN2: Following an unsuccessful applet instance deletion, the applet instance shall be selectable, and all objects owned by the applet shall remain unchanged.</w:t>
      </w:r>
    </w:p>
    <w:p w:rsidR="00FB5721" w:rsidRPr="00C827A4" w:rsidRDefault="00FB5721">
      <w:pPr>
        <w:pStyle w:val="B1"/>
      </w:pPr>
      <w:r w:rsidRPr="00C827A4">
        <w:t>CRRN3: Following a successful applet instance deletion, it shall not be possible to select that applet, and no object owned by the applet can be accessed by any applet currently on the card or by a new applet created in the future.</w:t>
      </w:r>
    </w:p>
    <w:p w:rsidR="00FB5721" w:rsidRPr="00C827A4" w:rsidRDefault="00FB5721">
      <w:pPr>
        <w:pStyle w:val="H6"/>
      </w:pPr>
      <w:r w:rsidRPr="00C827A4">
        <w:t>5.5.11.3.1.2</w:t>
      </w:r>
      <w:r w:rsidRPr="00C827A4">
        <w:tab/>
        <w:t>Parameter errors</w:t>
      </w:r>
    </w:p>
    <w:p w:rsidR="00FB5721" w:rsidRPr="00C827A4" w:rsidRDefault="00FB5721">
      <w:r w:rsidRPr="00C827A4">
        <w:t>No requirements.</w:t>
      </w:r>
    </w:p>
    <w:p w:rsidR="00FB5721" w:rsidRPr="00C827A4" w:rsidRDefault="00FB5721">
      <w:pPr>
        <w:pStyle w:val="H6"/>
      </w:pPr>
      <w:r w:rsidRPr="00C827A4">
        <w:t>5.5.11.3.1.3</w:t>
      </w:r>
      <w:r w:rsidRPr="00C827A4">
        <w:tab/>
        <w:t>Context errors</w:t>
      </w:r>
    </w:p>
    <w:p w:rsidR="00FB5721" w:rsidRPr="00C827A4" w:rsidRDefault="00FB5721">
      <w:pPr>
        <w:pStyle w:val="B1"/>
      </w:pPr>
      <w:r w:rsidRPr="00C827A4">
        <w:t>CRRC1: The deletion shall fail if any object owned by the applet instance is referenced from an object owned by another applet instance on the card.</w:t>
      </w:r>
    </w:p>
    <w:p w:rsidR="00FB5721" w:rsidRPr="00C827A4" w:rsidRDefault="00FB5721">
      <w:pPr>
        <w:pStyle w:val="B1"/>
      </w:pPr>
      <w:r w:rsidRPr="00C827A4">
        <w:t>CRRC2: The deletion shall fail if any object owned by the applet instance is referenced from a static field on any package on the card.</w:t>
      </w:r>
    </w:p>
    <w:p w:rsidR="00FB5721" w:rsidRPr="00C827A4" w:rsidRDefault="00FB5721">
      <w:pPr>
        <w:pStyle w:val="B1"/>
      </w:pPr>
      <w:r w:rsidRPr="00C827A4">
        <w:t>CRRC3: The deletion shall fail if an applet instance, belonging to the context of the applet instance being deleted, is active (selected) on the card.</w:t>
      </w:r>
    </w:p>
    <w:p w:rsidR="00FB5721" w:rsidRPr="00C827A4" w:rsidRDefault="00FB5721" w:rsidP="00D17F6A">
      <w:pPr>
        <w:pStyle w:val="Heading5"/>
        <w:rPr>
          <w:lang w:eastAsia="es-ES"/>
        </w:rPr>
      </w:pPr>
      <w:r w:rsidRPr="00C827A4">
        <w:t>5.5.11.3.2</w:t>
      </w:r>
      <w:r w:rsidRPr="00C827A4">
        <w:tab/>
        <w:t>Test area files</w:t>
      </w:r>
    </w:p>
    <w:p w:rsidR="00D17F6A" w:rsidRPr="00C827A4" w:rsidRDefault="00FB5721" w:rsidP="00D17F6A">
      <w:r w:rsidRPr="00C827A4">
        <w:t xml:space="preserve">This </w:t>
      </w:r>
      <w:r w:rsidR="00D17F6A" w:rsidRPr="00C827A4">
        <w:t>clause</w:t>
      </w:r>
      <w:r w:rsidRPr="00C827A4">
        <w:t xml:space="preserve"> uses 2 packages:</w:t>
      </w:r>
    </w:p>
    <w:p w:rsidR="00D17F6A" w:rsidRPr="00C827A4" w:rsidRDefault="00FB5721" w:rsidP="00D17F6A">
      <w:pPr>
        <w:pStyle w:val="B10"/>
      </w:pPr>
      <w:r w:rsidRPr="00C827A4">
        <w:t>uicc.test.catre.cre_uta_adel.cre_uta_adel_a</w:t>
      </w:r>
    </w:p>
    <w:p w:rsidR="00FB5721" w:rsidRPr="00C827A4" w:rsidRDefault="00FB5721" w:rsidP="00D17F6A">
      <w:pPr>
        <w:pStyle w:val="B10"/>
      </w:pPr>
      <w:r w:rsidRPr="00C827A4">
        <w:t>uicc.test.catre.cre_uta_adel.cre_uta_adel_b</w:t>
      </w:r>
    </w:p>
    <w:p w:rsidR="00FB5721" w:rsidRPr="00C827A4" w:rsidRDefault="00FB5721" w:rsidP="00D17F6A">
      <w:pPr>
        <w:pStyle w:val="EX"/>
      </w:pPr>
      <w:r w:rsidRPr="00C827A4">
        <w:t>Test Source:</w:t>
      </w:r>
      <w:r w:rsidRPr="00C827A4">
        <w:tab/>
        <w:t>Test_Cre_Uta_Adel.java</w:t>
      </w:r>
      <w:r w:rsidR="00D17F6A" w:rsidRPr="00C827A4">
        <w:t>.</w:t>
      </w:r>
    </w:p>
    <w:p w:rsidR="00FB5721" w:rsidRPr="00C827A4" w:rsidRDefault="00FB5721" w:rsidP="00D17F6A">
      <w:pPr>
        <w:pStyle w:val="EX"/>
      </w:pPr>
      <w:r w:rsidRPr="00C827A4">
        <w:t xml:space="preserve">Test Applet: </w:t>
      </w:r>
      <w:r w:rsidRPr="00C827A4">
        <w:tab/>
        <w:t>Cre_Uta_Adel_A_1.java</w:t>
      </w:r>
      <w:r w:rsidR="00D17F6A" w:rsidRPr="00C827A4">
        <w:t>.</w:t>
      </w:r>
    </w:p>
    <w:p w:rsidR="00FB5721" w:rsidRPr="00C827A4" w:rsidRDefault="00FB5721" w:rsidP="00D17F6A">
      <w:pPr>
        <w:pStyle w:val="EX"/>
      </w:pPr>
      <w:r w:rsidRPr="00C827A4">
        <w:tab/>
        <w:t>Cre_Uta_Adel_A_2.java</w:t>
      </w:r>
      <w:r w:rsidR="00D17F6A" w:rsidRPr="00C827A4">
        <w:t>.</w:t>
      </w:r>
    </w:p>
    <w:p w:rsidR="00FB5721" w:rsidRPr="00C827A4" w:rsidRDefault="00FB5721" w:rsidP="00D17F6A">
      <w:pPr>
        <w:pStyle w:val="EX"/>
      </w:pPr>
      <w:r w:rsidRPr="00C827A4">
        <w:tab/>
        <w:t>Cre_Uta_Adel_A_3.java</w:t>
      </w:r>
      <w:r w:rsidR="00D17F6A" w:rsidRPr="00C827A4">
        <w:t>.</w:t>
      </w:r>
    </w:p>
    <w:p w:rsidR="00FB5721" w:rsidRPr="00C827A4" w:rsidRDefault="00FB5721" w:rsidP="00D17F6A">
      <w:pPr>
        <w:pStyle w:val="EX"/>
      </w:pPr>
      <w:r w:rsidRPr="00C827A4">
        <w:tab/>
        <w:t>Cre_Uta_Adel_B_1.java</w:t>
      </w:r>
      <w:r w:rsidR="00D17F6A" w:rsidRPr="00C827A4">
        <w:t>.</w:t>
      </w:r>
    </w:p>
    <w:p w:rsidR="00FB5721" w:rsidRPr="00C827A4" w:rsidRDefault="00FB5721" w:rsidP="00D17F6A">
      <w:pPr>
        <w:pStyle w:val="EX"/>
      </w:pPr>
      <w:r w:rsidRPr="00C827A4">
        <w:tab/>
        <w:t>Cre_Uta_Adel_B_2. java</w:t>
      </w:r>
      <w:r w:rsidR="00D17F6A" w:rsidRPr="00C827A4">
        <w:t>.</w:t>
      </w:r>
    </w:p>
    <w:p w:rsidR="00FB5721" w:rsidRPr="00C827A4" w:rsidRDefault="00FB5721" w:rsidP="00D17F6A">
      <w:pPr>
        <w:pStyle w:val="EX"/>
      </w:pPr>
      <w:r w:rsidRPr="00C827A4">
        <w:t>Cap File:</w:t>
      </w:r>
      <w:r w:rsidRPr="00C827A4">
        <w:tab/>
      </w:r>
      <w:r w:rsidR="0059237D" w:rsidRPr="00C827A4">
        <w:t>C</w:t>
      </w:r>
      <w:r w:rsidRPr="00C827A4">
        <w:t>re_uta_adel_a.cap</w:t>
      </w:r>
      <w:r w:rsidR="00D17F6A" w:rsidRPr="00C827A4">
        <w:t>.</w:t>
      </w:r>
    </w:p>
    <w:p w:rsidR="00FB5721" w:rsidRPr="00C827A4" w:rsidRDefault="0059237D" w:rsidP="00D17F6A">
      <w:pPr>
        <w:pStyle w:val="EX"/>
      </w:pPr>
      <w:r w:rsidRPr="00C827A4">
        <w:tab/>
        <w:t>C</w:t>
      </w:r>
      <w:r w:rsidR="00FB5721" w:rsidRPr="00C827A4">
        <w:t>re_uta_adel_b.cap</w:t>
      </w:r>
      <w:r w:rsidR="00D17F6A" w:rsidRPr="00C827A4">
        <w:t>.</w:t>
      </w:r>
    </w:p>
    <w:p w:rsidR="00FB5721" w:rsidRPr="00C827A4" w:rsidRDefault="00D17F6A" w:rsidP="00D17F6A">
      <w:pPr>
        <w:pStyle w:val="Heading5"/>
      </w:pPr>
      <w:r w:rsidRPr="00C827A4">
        <w:t>5.5.11.3.3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3, 4</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196" w:type="dxa"/>
          </w:tcPr>
          <w:p w:rsidR="00FB5721" w:rsidRPr="00C827A4" w:rsidRDefault="00FB5721">
            <w:pPr>
              <w:pStyle w:val="TAC"/>
              <w:keepNext w:val="0"/>
              <w:keepLines w:val="0"/>
            </w:pPr>
            <w:r w:rsidRPr="00C827A4">
              <w:t>1, 2, 3</w:t>
            </w:r>
          </w:p>
        </w:tc>
      </w:tr>
      <w:tr w:rsidR="00FB5721" w:rsidRPr="00C827A4">
        <w:trPr>
          <w:jc w:val="center"/>
        </w:trPr>
        <w:tc>
          <w:tcPr>
            <w:tcW w:w="2276" w:type="dxa"/>
          </w:tcPr>
          <w:p w:rsidR="00FB5721" w:rsidRPr="00C827A4" w:rsidRDefault="00FB5721">
            <w:pPr>
              <w:pStyle w:val="TAC"/>
              <w:keepNext w:val="0"/>
              <w:keepLines w:val="0"/>
            </w:pPr>
            <w:r w:rsidRPr="00C827A4">
              <w:t>CRRN3</w:t>
            </w:r>
          </w:p>
        </w:tc>
        <w:tc>
          <w:tcPr>
            <w:tcW w:w="2196" w:type="dxa"/>
          </w:tcPr>
          <w:p w:rsidR="00FB5721" w:rsidRPr="00C827A4" w:rsidRDefault="00FB5721">
            <w:pPr>
              <w:pStyle w:val="TAC"/>
              <w:keepNext w:val="0"/>
              <w:keepLines w:val="0"/>
            </w:pPr>
            <w:r w:rsidRPr="00C827A4">
              <w:t>4, 5</w:t>
            </w:r>
          </w:p>
        </w:tc>
      </w:tr>
      <w:tr w:rsidR="00FB5721" w:rsidRPr="00C827A4">
        <w:trPr>
          <w:jc w:val="center"/>
        </w:trPr>
        <w:tc>
          <w:tcPr>
            <w:tcW w:w="2276" w:type="dxa"/>
          </w:tcPr>
          <w:p w:rsidR="00FB5721" w:rsidRPr="00C827A4" w:rsidRDefault="00FB5721">
            <w:pPr>
              <w:pStyle w:val="TAC"/>
              <w:keepNext w:val="0"/>
              <w:keepLines w:val="0"/>
            </w:pPr>
            <w:r w:rsidRPr="00C827A4">
              <w:t>CRRC1</w:t>
            </w:r>
          </w:p>
        </w:tc>
        <w:tc>
          <w:tcPr>
            <w:tcW w:w="2196" w:type="dxa"/>
          </w:tcPr>
          <w:p w:rsidR="00FB5721" w:rsidRPr="00C827A4" w:rsidRDefault="00FB5721">
            <w:pPr>
              <w:pStyle w:val="TAC"/>
              <w:keepNext w:val="0"/>
              <w:keepLines w:val="0"/>
            </w:pPr>
            <w:r w:rsidRPr="00C827A4">
              <w:t>1</w:t>
            </w:r>
          </w:p>
        </w:tc>
      </w:tr>
      <w:tr w:rsidR="00FB5721" w:rsidRPr="00C827A4">
        <w:trPr>
          <w:jc w:val="center"/>
        </w:trPr>
        <w:tc>
          <w:tcPr>
            <w:tcW w:w="2276" w:type="dxa"/>
          </w:tcPr>
          <w:p w:rsidR="00FB5721" w:rsidRPr="00C827A4" w:rsidRDefault="00FB5721">
            <w:pPr>
              <w:pStyle w:val="TAC"/>
              <w:keepNext w:val="0"/>
              <w:keepLines w:val="0"/>
            </w:pPr>
            <w:r w:rsidRPr="00C827A4">
              <w:t>CRRC2</w:t>
            </w:r>
          </w:p>
        </w:tc>
        <w:tc>
          <w:tcPr>
            <w:tcW w:w="2196" w:type="dxa"/>
          </w:tcPr>
          <w:p w:rsidR="00FB5721" w:rsidRPr="00C827A4" w:rsidRDefault="00FB5721">
            <w:pPr>
              <w:pStyle w:val="TAC"/>
              <w:keepNext w:val="0"/>
              <w:keepLines w:val="0"/>
            </w:pPr>
            <w:r w:rsidRPr="00C827A4">
              <w:t>2</w:t>
            </w:r>
          </w:p>
        </w:tc>
      </w:tr>
      <w:tr w:rsidR="00FB5721" w:rsidRPr="00C827A4">
        <w:trPr>
          <w:jc w:val="center"/>
        </w:trPr>
        <w:tc>
          <w:tcPr>
            <w:tcW w:w="2276" w:type="dxa"/>
          </w:tcPr>
          <w:p w:rsidR="00FB5721" w:rsidRPr="00C827A4" w:rsidRDefault="00FB5721">
            <w:pPr>
              <w:pStyle w:val="TAC"/>
              <w:keepNext w:val="0"/>
              <w:keepLines w:val="0"/>
            </w:pPr>
            <w:r w:rsidRPr="00C827A4">
              <w:t>CRRC3</w:t>
            </w:r>
          </w:p>
        </w:tc>
        <w:tc>
          <w:tcPr>
            <w:tcW w:w="2196" w:type="dxa"/>
          </w:tcPr>
          <w:p w:rsidR="00FB5721" w:rsidRPr="00C827A4" w:rsidRDefault="00FB5721">
            <w:pPr>
              <w:pStyle w:val="TAC"/>
              <w:keepNext w:val="0"/>
              <w:keepLines w:val="0"/>
            </w:pPr>
            <w:r w:rsidRPr="00C827A4">
              <w:t>3</w:t>
            </w:r>
          </w:p>
        </w:tc>
      </w:tr>
    </w:tbl>
    <w:p w:rsidR="00FB5721" w:rsidRPr="00C827A4" w:rsidRDefault="00FB5721" w:rsidP="00D17F6A">
      <w:pPr>
        <w:pStyle w:val="Heading5"/>
      </w:pPr>
      <w:r w:rsidRPr="00C827A4">
        <w:lastRenderedPageBreak/>
        <w:t>5.5.11.2.4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rsidTr="001F17EA">
        <w:trPr>
          <w:tblHeader/>
          <w:jc w:val="center"/>
        </w:trPr>
        <w:tc>
          <w:tcPr>
            <w:tcW w:w="425" w:type="dxa"/>
            <w:tcBorders>
              <w:left w:val="single" w:sz="4" w:space="0" w:color="auto"/>
              <w:bottom w:val="single" w:sz="4" w:space="0" w:color="auto"/>
            </w:tcBorders>
          </w:tcPr>
          <w:p w:rsidR="00FB5721" w:rsidRPr="00C827A4" w:rsidRDefault="00FB5721" w:rsidP="00D17F6A">
            <w:pPr>
              <w:pStyle w:val="TAH"/>
            </w:pPr>
            <w:r w:rsidRPr="00C827A4">
              <w:t>Id</w:t>
            </w:r>
          </w:p>
        </w:tc>
        <w:tc>
          <w:tcPr>
            <w:tcW w:w="4111" w:type="dxa"/>
            <w:tcBorders>
              <w:bottom w:val="single" w:sz="4" w:space="0" w:color="auto"/>
            </w:tcBorders>
          </w:tcPr>
          <w:p w:rsidR="00FB5721" w:rsidRPr="00C827A4" w:rsidRDefault="00FB5721" w:rsidP="00D17F6A">
            <w:pPr>
              <w:pStyle w:val="TAH"/>
            </w:pPr>
            <w:r w:rsidRPr="00C827A4">
              <w:t>Description</w:t>
            </w:r>
          </w:p>
        </w:tc>
        <w:tc>
          <w:tcPr>
            <w:tcW w:w="2911" w:type="dxa"/>
            <w:tcBorders>
              <w:bottom w:val="single" w:sz="4" w:space="0" w:color="auto"/>
            </w:tcBorders>
          </w:tcPr>
          <w:p w:rsidR="00FB5721" w:rsidRPr="00C827A4" w:rsidRDefault="00FB5721" w:rsidP="00D17F6A">
            <w:pPr>
              <w:pStyle w:val="TAH"/>
            </w:pPr>
            <w:r w:rsidRPr="00C827A4">
              <w:t>API/CAT RE Expectation</w:t>
            </w:r>
          </w:p>
        </w:tc>
        <w:tc>
          <w:tcPr>
            <w:tcW w:w="2334" w:type="dxa"/>
            <w:tcBorders>
              <w:bottom w:val="single" w:sz="4" w:space="0" w:color="auto"/>
            </w:tcBorders>
          </w:tcPr>
          <w:p w:rsidR="00FB5721" w:rsidRPr="00C827A4" w:rsidRDefault="00FB5721" w:rsidP="00D17F6A">
            <w:pPr>
              <w:pStyle w:val="TAH"/>
            </w:pPr>
            <w:r w:rsidRPr="00C827A4">
              <w:t>APDU Expectation</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D17F6A">
            <w:pPr>
              <w:pStyle w:val="TAC"/>
            </w:pPr>
            <w:r w:rsidRPr="00C827A4">
              <w:t>0</w:t>
            </w:r>
          </w:p>
        </w:tc>
        <w:tc>
          <w:tcPr>
            <w:tcW w:w="4111" w:type="dxa"/>
            <w:tcBorders>
              <w:top w:val="single" w:sz="4" w:space="0" w:color="auto"/>
              <w:bottom w:val="single" w:sz="4" w:space="0" w:color="auto"/>
            </w:tcBorders>
          </w:tcPr>
          <w:p w:rsidR="00FB5721" w:rsidRPr="00C827A4" w:rsidRDefault="00FB5721" w:rsidP="00D17F6A">
            <w:pPr>
              <w:pStyle w:val="PL"/>
              <w:keepNext/>
              <w:keepLines/>
              <w:rPr>
                <w:noProof w:val="0"/>
              </w:rPr>
            </w:pPr>
            <w:r w:rsidRPr="00C827A4">
              <w:rPr>
                <w:noProof w:val="0"/>
              </w:rPr>
              <w:t>1- Install packages PackageA then PackageB</w:t>
            </w:r>
          </w:p>
          <w:p w:rsidR="00FB5721" w:rsidRPr="00C827A4" w:rsidRDefault="00FB5721" w:rsidP="00D17F6A">
            <w:pPr>
              <w:pStyle w:val="PL"/>
              <w:keepNext/>
              <w:keepLines/>
              <w:rPr>
                <w:noProof w:val="0"/>
              </w:rPr>
            </w:pPr>
          </w:p>
          <w:p w:rsidR="00FB5721" w:rsidRPr="00C827A4" w:rsidRDefault="00FB5721" w:rsidP="00D17F6A">
            <w:pPr>
              <w:pStyle w:val="PL"/>
              <w:keepNext/>
              <w:keepLines/>
              <w:rPr>
                <w:noProof w:val="0"/>
              </w:rPr>
            </w:pPr>
            <w:r w:rsidRPr="00C827A4">
              <w:rPr>
                <w:noProof w:val="0"/>
              </w:rPr>
              <w:t>2- Install AppletA1, AppletA2, AppletB1 and AppletB2</w:t>
            </w:r>
          </w:p>
        </w:tc>
        <w:tc>
          <w:tcPr>
            <w:tcW w:w="2911" w:type="dxa"/>
            <w:tcBorders>
              <w:top w:val="single" w:sz="4" w:space="0" w:color="auto"/>
              <w:bottom w:val="single" w:sz="4" w:space="0" w:color="auto"/>
            </w:tcBorders>
          </w:tcPr>
          <w:p w:rsidR="00FB5721" w:rsidRPr="00C827A4" w:rsidRDefault="00FB5721" w:rsidP="00D17F6A">
            <w:pPr>
              <w:pStyle w:val="TAL"/>
            </w:pPr>
          </w:p>
        </w:tc>
        <w:tc>
          <w:tcPr>
            <w:tcW w:w="2334" w:type="dxa"/>
            <w:tcBorders>
              <w:top w:val="single" w:sz="4" w:space="0" w:color="auto"/>
              <w:bottom w:val="single" w:sz="4" w:space="0" w:color="auto"/>
            </w:tcBorders>
          </w:tcPr>
          <w:p w:rsidR="00FB5721" w:rsidRPr="00C827A4" w:rsidRDefault="00FB5721" w:rsidP="00D17F6A">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1</w:t>
            </w:r>
          </w:p>
        </w:tc>
        <w:tc>
          <w:tcPr>
            <w:tcW w:w="4111" w:type="dxa"/>
            <w:tcBorders>
              <w:top w:val="single" w:sz="4" w:space="0" w:color="auto"/>
              <w:bottom w:val="single" w:sz="4" w:space="0" w:color="auto"/>
            </w:tcBorders>
          </w:tcPr>
          <w:p w:rsidR="00FB5721" w:rsidRPr="00C827A4" w:rsidRDefault="00FB5721">
            <w:pPr>
              <w:pStyle w:val="TAH"/>
            </w:pPr>
            <w:r w:rsidRPr="00C827A4">
              <w:t>The deletion shall fail if any object owned by the applet instance is referenced from an object owned by another applet instance on the card</w:t>
            </w:r>
          </w:p>
          <w:p w:rsidR="00FB5721" w:rsidRPr="00C827A4" w:rsidRDefault="00FB5721">
            <w:pPr>
              <w:pStyle w:val="PL"/>
              <w:rPr>
                <w:noProof w:val="0"/>
              </w:rPr>
            </w:pPr>
          </w:p>
          <w:p w:rsidR="00FB5721" w:rsidRPr="00C827A4" w:rsidRDefault="00FB5721">
            <w:pPr>
              <w:pStyle w:val="PL"/>
              <w:rPr>
                <w:noProof w:val="0"/>
              </w:rPr>
            </w:pPr>
            <w:r w:rsidRPr="00C827A4">
              <w:rPr>
                <w:noProof w:val="0"/>
              </w:rPr>
              <w:t>1- Send an envelope Menu Selection to trigger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2- AppletA1 store the menu Id</w:t>
            </w:r>
          </w:p>
          <w:p w:rsidR="00FB5721" w:rsidRPr="00C827A4" w:rsidRDefault="00FB5721">
            <w:pPr>
              <w:pStyle w:val="PL"/>
              <w:rPr>
                <w:noProof w:val="0"/>
              </w:rPr>
            </w:pPr>
          </w:p>
          <w:p w:rsidR="00FB5721" w:rsidRPr="00C827A4" w:rsidRDefault="00FB5721">
            <w:pPr>
              <w:pStyle w:val="PL"/>
              <w:rPr>
                <w:noProof w:val="0"/>
              </w:rPr>
            </w:pPr>
            <w:r w:rsidRPr="00C827A4">
              <w:rPr>
                <w:noProof w:val="0"/>
              </w:rPr>
              <w:t>3- Send an envelope Menu Selection to trigger AppletA2</w:t>
            </w:r>
          </w:p>
          <w:p w:rsidR="00FB5721" w:rsidRPr="00C827A4" w:rsidRDefault="00FB5721">
            <w:pPr>
              <w:pStyle w:val="PL"/>
              <w:rPr>
                <w:noProof w:val="0"/>
              </w:rPr>
            </w:pPr>
          </w:p>
          <w:p w:rsidR="00FB5721" w:rsidRPr="00C827A4" w:rsidRDefault="00FB5721">
            <w:pPr>
              <w:pStyle w:val="PL"/>
              <w:rPr>
                <w:noProof w:val="0"/>
              </w:rPr>
            </w:pPr>
            <w:r w:rsidRPr="00C827A4">
              <w:rPr>
                <w:noProof w:val="0"/>
              </w:rPr>
              <w:t>4- AppletA2 gets a reference to the shareable interface to retrieve the menu Id used to trigger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5- Delete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6- Send an envelope Menu Selection to trigger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7- Send an envelope Menu Selection to trigger AppletA2</w:t>
            </w:r>
          </w:p>
          <w:p w:rsidR="00FB5721" w:rsidRPr="00C827A4" w:rsidRDefault="00FB5721">
            <w:pPr>
              <w:pStyle w:val="PL"/>
              <w:rPr>
                <w:noProof w:val="0"/>
              </w:rPr>
            </w:pPr>
          </w:p>
          <w:p w:rsidR="00FB5721" w:rsidRPr="00C827A4" w:rsidRDefault="00FB5721">
            <w:pPr>
              <w:pStyle w:val="PL"/>
              <w:rPr>
                <w:noProof w:val="0"/>
              </w:rPr>
            </w:pPr>
            <w:r w:rsidRPr="00C827A4">
              <w:rPr>
                <w:noProof w:val="0"/>
              </w:rPr>
              <w:t>8- AppletA2 frees the reference to the shareable interface</w:t>
            </w:r>
          </w:p>
          <w:p w:rsidR="00FB5721" w:rsidRPr="00C827A4" w:rsidRDefault="00FB5721">
            <w:pPr>
              <w:pStyle w:val="PL"/>
              <w:rPr>
                <w:noProof w:val="0"/>
              </w:rPr>
            </w:pPr>
          </w:p>
          <w:p w:rsidR="00FB5721" w:rsidRPr="00C827A4" w:rsidRDefault="00FB5721">
            <w:pPr>
              <w:pStyle w:val="PL"/>
              <w:rPr>
                <w:noProof w:val="0"/>
              </w:rPr>
            </w:pPr>
            <w:r w:rsidRPr="00C827A4">
              <w:rPr>
                <w:noProof w:val="0"/>
              </w:rPr>
              <w:t>9- Delete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10- Install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11- Send an envelope Menu Selection to trigger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 xml:space="preserve">12- AppletA1 store the menu Id </w:t>
            </w:r>
          </w:p>
          <w:p w:rsidR="00FB5721" w:rsidRPr="00C827A4" w:rsidRDefault="00FB5721">
            <w:pPr>
              <w:pStyle w:val="PL"/>
              <w:rPr>
                <w:noProof w:val="0"/>
              </w:rPr>
            </w:pPr>
            <w:r w:rsidRPr="00C827A4">
              <w:rPr>
                <w:noProof w:val="0"/>
              </w:rPr>
              <w:t>13- Send an envelope Menu Selection to trigger AppletB2</w:t>
            </w:r>
          </w:p>
          <w:p w:rsidR="00FB5721" w:rsidRPr="00C827A4" w:rsidRDefault="00FB5721">
            <w:pPr>
              <w:pStyle w:val="PL"/>
              <w:rPr>
                <w:noProof w:val="0"/>
              </w:rPr>
            </w:pPr>
          </w:p>
          <w:p w:rsidR="00FB5721" w:rsidRPr="00C827A4" w:rsidRDefault="00FB5721">
            <w:pPr>
              <w:pStyle w:val="PL"/>
              <w:rPr>
                <w:noProof w:val="0"/>
              </w:rPr>
            </w:pPr>
            <w:r w:rsidRPr="00C827A4">
              <w:rPr>
                <w:noProof w:val="0"/>
              </w:rPr>
              <w:t>14- AppletB2 gets a reference to the shareable interface to retrieve the menu Id used to trigger AppletA1</w:t>
            </w:r>
          </w:p>
          <w:p w:rsidR="00FB5721" w:rsidRPr="00C827A4" w:rsidRDefault="00FB5721">
            <w:pPr>
              <w:pStyle w:val="PL"/>
              <w:rPr>
                <w:noProof w:val="0"/>
              </w:rPr>
            </w:pPr>
            <w:r w:rsidRPr="00C827A4">
              <w:rPr>
                <w:noProof w:val="0"/>
              </w:rPr>
              <w:t>15- Delete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16- Send an envelope Menu Selection to trigger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17- Send an envelope Menu Selection to trigger AppletB2</w:t>
            </w:r>
          </w:p>
          <w:p w:rsidR="00FB5721" w:rsidRPr="00C827A4" w:rsidRDefault="00FB5721">
            <w:pPr>
              <w:pStyle w:val="PL"/>
              <w:rPr>
                <w:noProof w:val="0"/>
              </w:rPr>
            </w:pPr>
          </w:p>
          <w:p w:rsidR="00FB5721" w:rsidRPr="00C827A4" w:rsidRDefault="00FB5721">
            <w:pPr>
              <w:pStyle w:val="PL"/>
              <w:rPr>
                <w:noProof w:val="0"/>
              </w:rPr>
            </w:pPr>
            <w:r w:rsidRPr="00C827A4">
              <w:rPr>
                <w:noProof w:val="0"/>
              </w:rPr>
              <w:t>18- AppletB2 frees reference to the shareable interface</w:t>
            </w:r>
          </w:p>
          <w:p w:rsidR="00FB5721" w:rsidRPr="00C827A4" w:rsidRDefault="00FB5721">
            <w:pPr>
              <w:pStyle w:val="PL"/>
              <w:rPr>
                <w:noProof w:val="0"/>
              </w:rPr>
            </w:pPr>
          </w:p>
          <w:p w:rsidR="00FB5721" w:rsidRPr="00C827A4" w:rsidRDefault="00FB5721">
            <w:pPr>
              <w:pStyle w:val="PL"/>
              <w:rPr>
                <w:noProof w:val="0"/>
              </w:rPr>
            </w:pPr>
            <w:r w:rsidRPr="00C827A4">
              <w:rPr>
                <w:noProof w:val="0"/>
              </w:rPr>
              <w:t>19- Delete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20- Install AppletA1</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AppletA1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AppletA2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6- AppletA1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AppletA2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11- AppletA1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13- AppletB2 is triggered</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16- AppletA1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17- AppletB2 is triggered</w:t>
            </w: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5- SW shall be different from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7- SW =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9- SW = 90 00</w:t>
            </w:r>
          </w:p>
          <w:p w:rsidR="00FB5721" w:rsidRPr="00C827A4" w:rsidRDefault="00FB5721">
            <w:pPr>
              <w:pStyle w:val="TAL"/>
            </w:pPr>
          </w:p>
          <w:p w:rsidR="00FB5721" w:rsidRPr="00C827A4" w:rsidRDefault="00FB5721">
            <w:pPr>
              <w:pStyle w:val="TAL"/>
            </w:pPr>
            <w:r w:rsidRPr="00C827A4">
              <w:t>10- RAPDU = 00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15- SW shall be different from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17- SW =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19- SW = 90 00</w:t>
            </w:r>
          </w:p>
          <w:p w:rsidR="00FB5721" w:rsidRPr="00C827A4" w:rsidRDefault="00FB5721">
            <w:pPr>
              <w:pStyle w:val="TAL"/>
            </w:pPr>
          </w:p>
          <w:p w:rsidR="00FB5721" w:rsidRPr="00C827A4" w:rsidRDefault="00FB5721">
            <w:pPr>
              <w:pStyle w:val="TAL"/>
            </w:pPr>
            <w:r w:rsidRPr="00C827A4">
              <w:t>20- RAPDU = 00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2</w:t>
            </w:r>
          </w:p>
        </w:tc>
        <w:tc>
          <w:tcPr>
            <w:tcW w:w="4111" w:type="dxa"/>
            <w:tcBorders>
              <w:top w:val="single" w:sz="4" w:space="0" w:color="auto"/>
              <w:bottom w:val="single" w:sz="4" w:space="0" w:color="auto"/>
            </w:tcBorders>
          </w:tcPr>
          <w:p w:rsidR="00FB5721" w:rsidRPr="00C827A4" w:rsidRDefault="00FB5721" w:rsidP="001F17EA">
            <w:pPr>
              <w:pStyle w:val="TAH"/>
              <w:pageBreakBefore/>
            </w:pPr>
            <w:r w:rsidRPr="00C827A4">
              <w:t>The deletion shall failed if any object owned by the applet instance is referenced from a static field on any package on the card</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 Send an envelope Menu Selection to trigger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 xml:space="preserve">2- AppletA1 store the menu Id </w:t>
            </w:r>
          </w:p>
          <w:p w:rsidR="00FB5721" w:rsidRPr="00C827A4" w:rsidRDefault="00FB5721" w:rsidP="001F17EA">
            <w:pPr>
              <w:pStyle w:val="PL"/>
              <w:keepNext/>
              <w:keepLines/>
              <w:pageBreakBefore/>
              <w:rPr>
                <w:noProof w:val="0"/>
              </w:rPr>
            </w:pPr>
            <w:r w:rsidRPr="00C827A4">
              <w:rPr>
                <w:noProof w:val="0"/>
              </w:rPr>
              <w:t>3- Send an envelope Menu Selection to trigger AppletA2</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 xml:space="preserve">4- AppletA2 gets a reference to the shareable interface and stores it in a static field of PackageA, then retrieves the menu Id used to trigger AppletA1 </w:t>
            </w:r>
          </w:p>
          <w:p w:rsidR="00FB5721" w:rsidRPr="00C827A4" w:rsidRDefault="00FB5721" w:rsidP="001F17EA">
            <w:pPr>
              <w:pStyle w:val="PL"/>
              <w:keepNext/>
              <w:keepLines/>
              <w:pageBreakBefore/>
              <w:rPr>
                <w:noProof w:val="0"/>
              </w:rPr>
            </w:pPr>
            <w:r w:rsidRPr="00C827A4">
              <w:rPr>
                <w:noProof w:val="0"/>
              </w:rPr>
              <w:t>5- Delete AppletA2</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6- Delete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7- Send an envelope Menu Selection to trigger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8- AppletA1 frees the reference to the shareable interface</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9- Delete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10- Install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11- Send an envelope Menu Selection to trigger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 xml:space="preserve">12- AppletA1 store the menu Id </w:t>
            </w:r>
          </w:p>
          <w:p w:rsidR="00FB5721" w:rsidRPr="00C827A4" w:rsidRDefault="00FB5721" w:rsidP="001F17EA">
            <w:pPr>
              <w:pStyle w:val="PL"/>
              <w:keepNext/>
              <w:keepLines/>
              <w:pageBreakBefore/>
              <w:rPr>
                <w:noProof w:val="0"/>
              </w:rPr>
            </w:pPr>
            <w:r w:rsidRPr="00C827A4">
              <w:rPr>
                <w:noProof w:val="0"/>
              </w:rPr>
              <w:t>13- Send an envelope Menu Selection to trigger AppletB2</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 xml:space="preserve">14- AppletB2 gets a reference to the shareable interface and stores it in a static field of PackageB, then retrieves the menu Id used to trigger AppletA1 </w:t>
            </w:r>
          </w:p>
          <w:p w:rsidR="00FB5721" w:rsidRPr="00C827A4" w:rsidRDefault="00FB5721" w:rsidP="001F17EA">
            <w:pPr>
              <w:pStyle w:val="PL"/>
              <w:keepNext/>
              <w:keepLines/>
              <w:pageBreakBefore/>
              <w:rPr>
                <w:noProof w:val="0"/>
              </w:rPr>
            </w:pPr>
            <w:r w:rsidRPr="00C827A4">
              <w:rPr>
                <w:noProof w:val="0"/>
              </w:rPr>
              <w:t>15- Delete AppletB2</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16- Delete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17- Send an envelope Menu Selection to trigger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18- Send an envelope Menu Selection to trigger AppletB1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19- AppletB1 then frees the reference to the shareable interface</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20- Delete AppletA1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21- Install AppletA1</w:t>
            </w:r>
          </w:p>
        </w:tc>
        <w:tc>
          <w:tcPr>
            <w:tcW w:w="2911"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AppletA1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3- AppletA2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7- AppletA1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11- AppletA1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13- AppletB2 is triggered</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17- AppletA1 is triggered</w:t>
            </w:r>
          </w:p>
          <w:p w:rsidR="00FB5721" w:rsidRPr="00C827A4" w:rsidRDefault="00FB5721" w:rsidP="001F17EA">
            <w:pPr>
              <w:pStyle w:val="TAL"/>
              <w:pageBreakBefore/>
            </w:pPr>
          </w:p>
          <w:p w:rsidR="00FB5721" w:rsidRPr="00C827A4" w:rsidRDefault="00FB5721" w:rsidP="001F17EA">
            <w:pPr>
              <w:pStyle w:val="TAL"/>
              <w:pageBreakBefore/>
            </w:pPr>
            <w:r w:rsidRPr="00C827A4">
              <w:t>18- AppletB1 is triggered</w:t>
            </w:r>
          </w:p>
          <w:p w:rsidR="00FB5721" w:rsidRPr="00C827A4" w:rsidRDefault="00FB5721" w:rsidP="001F17EA">
            <w:pPr>
              <w:pStyle w:val="TAL"/>
              <w:pageBreakBefore/>
            </w:pPr>
          </w:p>
          <w:p w:rsidR="00FB5721" w:rsidRPr="00C827A4" w:rsidRDefault="00FB5721" w:rsidP="001F17EA">
            <w:pPr>
              <w:pStyle w:val="TAL"/>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5- SW = 90 00</w:t>
            </w:r>
          </w:p>
          <w:p w:rsidR="00FB5721" w:rsidRPr="00C827A4" w:rsidRDefault="00FB5721" w:rsidP="001F17EA">
            <w:pPr>
              <w:pStyle w:val="TAL"/>
              <w:pageBreakBefore/>
            </w:pPr>
          </w:p>
          <w:p w:rsidR="00FB5721" w:rsidRPr="00C827A4" w:rsidRDefault="00FB5721" w:rsidP="001F17EA">
            <w:pPr>
              <w:pStyle w:val="TAL"/>
              <w:pageBreakBefore/>
            </w:pPr>
            <w:r w:rsidRPr="00C827A4">
              <w:t>6- SW shall be different from 90 00</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9- SW = 90 00</w:t>
            </w:r>
          </w:p>
          <w:p w:rsidR="00FB5721" w:rsidRPr="00C827A4" w:rsidRDefault="00FB5721" w:rsidP="001F17EA">
            <w:pPr>
              <w:pStyle w:val="TAL"/>
              <w:pageBreakBefore/>
            </w:pPr>
          </w:p>
          <w:p w:rsidR="00FB5721" w:rsidRPr="00C827A4" w:rsidRDefault="00FB5721" w:rsidP="001F17EA">
            <w:pPr>
              <w:pStyle w:val="TAL"/>
              <w:pageBreakBefore/>
            </w:pPr>
            <w:r w:rsidRPr="00C827A4">
              <w:t>10- RAPDU = 00 90 00</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15- SW = 90 00</w:t>
            </w:r>
          </w:p>
          <w:p w:rsidR="00FB5721" w:rsidRPr="00C827A4" w:rsidRDefault="00FB5721" w:rsidP="001F17EA">
            <w:pPr>
              <w:pStyle w:val="TAL"/>
              <w:pageBreakBefore/>
            </w:pPr>
          </w:p>
          <w:p w:rsidR="00FB5721" w:rsidRPr="00C827A4" w:rsidRDefault="00FB5721" w:rsidP="001F17EA">
            <w:pPr>
              <w:pStyle w:val="TAL"/>
              <w:pageBreakBefore/>
            </w:pPr>
            <w:r w:rsidRPr="00C827A4">
              <w:t>16- SW shall be different from 90 00</w:t>
            </w: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20- SW = 90 00</w:t>
            </w:r>
          </w:p>
          <w:p w:rsidR="00FB5721" w:rsidRPr="00C827A4" w:rsidRDefault="00FB5721" w:rsidP="001F17EA">
            <w:pPr>
              <w:pStyle w:val="TAL"/>
              <w:pageBreakBefore/>
            </w:pPr>
          </w:p>
          <w:p w:rsidR="00FB5721" w:rsidRPr="00C827A4" w:rsidRDefault="00FB5721" w:rsidP="001F17EA">
            <w:pPr>
              <w:pStyle w:val="TAL"/>
              <w:pageBreakBefore/>
            </w:pPr>
            <w:r w:rsidRPr="00C827A4">
              <w:t>21- RAPDU = 00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3</w:t>
            </w:r>
          </w:p>
        </w:tc>
        <w:tc>
          <w:tcPr>
            <w:tcW w:w="4111" w:type="dxa"/>
            <w:tcBorders>
              <w:top w:val="single" w:sz="4" w:space="0" w:color="auto"/>
              <w:bottom w:val="single" w:sz="4" w:space="0" w:color="auto"/>
            </w:tcBorders>
          </w:tcPr>
          <w:p w:rsidR="00FB5721" w:rsidRPr="00C827A4" w:rsidRDefault="00FB5721">
            <w:pPr>
              <w:pStyle w:val="TAH"/>
            </w:pPr>
            <w:r w:rsidRPr="00C827A4">
              <w:t>Deletion of an active applet instance</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AppletB1</w:t>
            </w:r>
          </w:p>
          <w:p w:rsidR="00FB5721" w:rsidRPr="00C827A4" w:rsidRDefault="00FB5721">
            <w:pPr>
              <w:pStyle w:val="PL"/>
              <w:rPr>
                <w:noProof w:val="0"/>
              </w:rPr>
            </w:pPr>
          </w:p>
          <w:p w:rsidR="00FB5721" w:rsidRPr="00C827A4" w:rsidRDefault="00FB5721">
            <w:pPr>
              <w:pStyle w:val="PL"/>
              <w:rPr>
                <w:noProof w:val="0"/>
              </w:rPr>
            </w:pPr>
            <w:r w:rsidRPr="00C827A4">
              <w:rPr>
                <w:noProof w:val="0"/>
              </w:rPr>
              <w:t>2- Install AppletB1</w:t>
            </w:r>
          </w:p>
          <w:p w:rsidR="00FB5721" w:rsidRPr="00C827A4" w:rsidRDefault="00FB5721">
            <w:pPr>
              <w:pStyle w:val="PL"/>
              <w:rPr>
                <w:noProof w:val="0"/>
              </w:rPr>
            </w:pPr>
          </w:p>
          <w:p w:rsidR="00FB5721" w:rsidRPr="00C827A4" w:rsidRDefault="00FB5721">
            <w:pPr>
              <w:pStyle w:val="PL"/>
              <w:rPr>
                <w:noProof w:val="0"/>
              </w:rPr>
            </w:pPr>
            <w:r w:rsidRPr="00C827A4">
              <w:rPr>
                <w:noProof w:val="0"/>
              </w:rPr>
              <w:t>3- Open another channel and select AppletB1 the new open channel</w:t>
            </w:r>
          </w:p>
          <w:p w:rsidR="00FB5721" w:rsidRPr="00C827A4" w:rsidRDefault="00FB5721">
            <w:pPr>
              <w:pStyle w:val="PL"/>
              <w:rPr>
                <w:noProof w:val="0"/>
              </w:rPr>
            </w:pPr>
          </w:p>
          <w:p w:rsidR="00FB5721" w:rsidRPr="00C827A4" w:rsidRDefault="00FB5721">
            <w:pPr>
              <w:pStyle w:val="PL"/>
              <w:rPr>
                <w:noProof w:val="0"/>
              </w:rPr>
            </w:pPr>
            <w:r w:rsidRPr="00C827A4">
              <w:rPr>
                <w:noProof w:val="0"/>
              </w:rPr>
              <w:t>4- Delete AppletB1 on channel 0</w:t>
            </w:r>
          </w:p>
          <w:p w:rsidR="00FB5721" w:rsidRPr="00C827A4" w:rsidRDefault="00FB5721">
            <w:pPr>
              <w:pStyle w:val="PL"/>
              <w:rPr>
                <w:noProof w:val="0"/>
              </w:rPr>
            </w:pPr>
          </w:p>
          <w:p w:rsidR="00FB5721" w:rsidRPr="00C827A4" w:rsidRDefault="00FB5721">
            <w:pPr>
              <w:pStyle w:val="PL"/>
              <w:rPr>
                <w:noProof w:val="0"/>
              </w:rPr>
            </w:pPr>
            <w:r w:rsidRPr="00C827A4">
              <w:rPr>
                <w:noProof w:val="0"/>
              </w:rPr>
              <w:t>5- Select AppletB1 on Channel 0</w:t>
            </w:r>
          </w:p>
          <w:p w:rsidR="00FB5721" w:rsidRPr="00C827A4" w:rsidRDefault="00FB5721">
            <w:pPr>
              <w:pStyle w:val="PL"/>
              <w:rPr>
                <w:noProof w:val="0"/>
              </w:rPr>
            </w:pPr>
          </w:p>
          <w:p w:rsidR="00FB5721" w:rsidRPr="00C827A4" w:rsidRDefault="00FB5721">
            <w:pPr>
              <w:pStyle w:val="PL"/>
              <w:rPr>
                <w:noProof w:val="0"/>
              </w:rPr>
            </w:pPr>
            <w:r w:rsidRPr="00C827A4">
              <w:rPr>
                <w:noProof w:val="0"/>
              </w:rPr>
              <w:t>6- Reset</w:t>
            </w:r>
          </w:p>
        </w:tc>
        <w:tc>
          <w:tcPr>
            <w:tcW w:w="2911" w:type="dxa"/>
            <w:tcBorders>
              <w:top w:val="single" w:sz="4" w:space="0" w:color="auto"/>
              <w:bottom w:val="single" w:sz="4" w:space="0" w:color="auto"/>
            </w:tcBorders>
          </w:tcPr>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90 00</w:t>
            </w:r>
          </w:p>
          <w:p w:rsidR="00FB5721" w:rsidRPr="00C827A4" w:rsidRDefault="00FB5721">
            <w:pPr>
              <w:pStyle w:val="TAL"/>
            </w:pPr>
          </w:p>
          <w:p w:rsidR="00FB5721" w:rsidRPr="00C827A4" w:rsidRDefault="00FB5721">
            <w:pPr>
              <w:pStyle w:val="TAL"/>
            </w:pPr>
            <w:r w:rsidRPr="00C827A4">
              <w:t>2- RAPDU = 00 90 00</w:t>
            </w:r>
          </w:p>
          <w:p w:rsidR="00FB5721" w:rsidRPr="00C827A4" w:rsidRDefault="00FB5721">
            <w:pPr>
              <w:pStyle w:val="TAL"/>
            </w:pPr>
          </w:p>
          <w:p w:rsidR="00FB5721" w:rsidRPr="00C827A4" w:rsidRDefault="00FB5721">
            <w:pPr>
              <w:pStyle w:val="TAL"/>
            </w:pPr>
            <w:r w:rsidRPr="00C827A4">
              <w:t>3- RAPDU = &lt;applet selected data&gt; 90 00</w:t>
            </w:r>
          </w:p>
          <w:p w:rsidR="00FB5721" w:rsidRPr="00C827A4" w:rsidRDefault="00FB5721">
            <w:pPr>
              <w:pStyle w:val="TAL"/>
            </w:pPr>
          </w:p>
          <w:p w:rsidR="00FB5721" w:rsidRPr="00C827A4" w:rsidRDefault="00FB5721">
            <w:pPr>
              <w:pStyle w:val="TAL"/>
            </w:pPr>
            <w:r w:rsidRPr="00C827A4">
              <w:t>4- SW shall be different from 90 00</w:t>
            </w:r>
          </w:p>
          <w:p w:rsidR="00FB5721" w:rsidRPr="00C827A4" w:rsidRDefault="00FB5721">
            <w:pPr>
              <w:pStyle w:val="TAL"/>
            </w:pPr>
          </w:p>
          <w:p w:rsidR="00FB5721" w:rsidRPr="00C827A4" w:rsidRDefault="00FB5721">
            <w:pPr>
              <w:pStyle w:val="TAL"/>
            </w:pPr>
            <w:r w:rsidRPr="00C827A4">
              <w:t>5- RAPDU = &lt;applet selected data&gt; 90 00</w:t>
            </w:r>
          </w:p>
          <w:p w:rsidR="00FB5721" w:rsidRPr="00C827A4" w:rsidRDefault="00FB5721">
            <w:pPr>
              <w:pStyle w:val="TAL"/>
            </w:pP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rsidP="001F17EA">
            <w:pPr>
              <w:pStyle w:val="TAC"/>
              <w:pageBreakBefore/>
            </w:pPr>
            <w:r w:rsidRPr="00C827A4">
              <w:lastRenderedPageBreak/>
              <w:t>4</w:t>
            </w:r>
          </w:p>
        </w:tc>
        <w:tc>
          <w:tcPr>
            <w:tcW w:w="4111" w:type="dxa"/>
            <w:tcBorders>
              <w:top w:val="single" w:sz="4" w:space="0" w:color="auto"/>
              <w:bottom w:val="single" w:sz="4" w:space="0" w:color="auto"/>
            </w:tcBorders>
          </w:tcPr>
          <w:p w:rsidR="00FB5721" w:rsidRPr="00C827A4" w:rsidRDefault="00FB5721" w:rsidP="001F17EA">
            <w:pPr>
              <w:pStyle w:val="TAH"/>
              <w:pageBreakBefore/>
            </w:pPr>
            <w:r w:rsidRPr="00C827A4">
              <w:t>Selection of a deleted applet instance</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1- Delete AppletB1</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2- Select AppletB1 on Channel 0</w:t>
            </w:r>
          </w:p>
          <w:p w:rsidR="00FB5721" w:rsidRPr="00C827A4" w:rsidRDefault="00FB5721" w:rsidP="001F17EA">
            <w:pPr>
              <w:pStyle w:val="PL"/>
              <w:keepNext/>
              <w:keepLines/>
              <w:pageBreakBefore/>
              <w:rPr>
                <w:noProof w:val="0"/>
              </w:rPr>
            </w:pPr>
          </w:p>
          <w:p w:rsidR="00FB5721" w:rsidRPr="00C827A4" w:rsidRDefault="00FB5721" w:rsidP="001F17EA">
            <w:pPr>
              <w:pStyle w:val="PL"/>
              <w:keepNext/>
              <w:keepLines/>
              <w:pageBreakBefore/>
              <w:rPr>
                <w:noProof w:val="0"/>
              </w:rPr>
            </w:pPr>
            <w:r w:rsidRPr="00C827A4">
              <w:rPr>
                <w:noProof w:val="0"/>
              </w:rPr>
              <w:t>3- Install AppletB1</w:t>
            </w:r>
          </w:p>
        </w:tc>
        <w:tc>
          <w:tcPr>
            <w:tcW w:w="2911" w:type="dxa"/>
            <w:tcBorders>
              <w:top w:val="single" w:sz="4" w:space="0" w:color="auto"/>
              <w:bottom w:val="single" w:sz="4" w:space="0" w:color="auto"/>
            </w:tcBorders>
          </w:tcPr>
          <w:p w:rsidR="00FB5721" w:rsidRPr="00C827A4" w:rsidRDefault="00FB5721" w:rsidP="001F17EA">
            <w:pPr>
              <w:pStyle w:val="TAL"/>
              <w:pageBreakBefore/>
            </w:pPr>
          </w:p>
        </w:tc>
        <w:tc>
          <w:tcPr>
            <w:tcW w:w="2334" w:type="dxa"/>
            <w:tcBorders>
              <w:top w:val="single" w:sz="4" w:space="0" w:color="auto"/>
              <w:bottom w:val="single" w:sz="4" w:space="0" w:color="auto"/>
            </w:tcBorders>
          </w:tcPr>
          <w:p w:rsidR="00FB5721" w:rsidRPr="00C827A4" w:rsidRDefault="00FB5721" w:rsidP="001F17EA">
            <w:pPr>
              <w:pStyle w:val="TAL"/>
              <w:pageBreakBefore/>
            </w:pPr>
          </w:p>
          <w:p w:rsidR="00FB5721" w:rsidRPr="00C827A4" w:rsidRDefault="00FB5721" w:rsidP="001F17EA">
            <w:pPr>
              <w:pStyle w:val="TAL"/>
              <w:pageBreakBefore/>
            </w:pPr>
          </w:p>
          <w:p w:rsidR="00FB5721" w:rsidRPr="00C827A4" w:rsidRDefault="00FB5721" w:rsidP="001F17EA">
            <w:pPr>
              <w:pStyle w:val="TAL"/>
              <w:pageBreakBefore/>
            </w:pPr>
            <w:r w:rsidRPr="00C827A4">
              <w:t>1- SW = 90 00</w:t>
            </w:r>
          </w:p>
          <w:p w:rsidR="00FB5721" w:rsidRPr="00C827A4" w:rsidRDefault="00FB5721" w:rsidP="001F17EA">
            <w:pPr>
              <w:pStyle w:val="TAL"/>
              <w:pageBreakBefore/>
            </w:pPr>
          </w:p>
          <w:p w:rsidR="00FB5721" w:rsidRPr="00C827A4" w:rsidRDefault="00FB5721" w:rsidP="001F17EA">
            <w:pPr>
              <w:pStyle w:val="TAL"/>
              <w:pageBreakBefore/>
            </w:pPr>
            <w:r w:rsidRPr="00C827A4">
              <w:t>2- SW shall be different from 90 00</w:t>
            </w:r>
          </w:p>
          <w:p w:rsidR="00FB5721" w:rsidRPr="00C827A4" w:rsidRDefault="00FB5721" w:rsidP="001F17EA">
            <w:pPr>
              <w:pStyle w:val="TAL"/>
              <w:pageBreakBefore/>
            </w:pPr>
          </w:p>
          <w:p w:rsidR="00FB5721" w:rsidRPr="00C827A4" w:rsidRDefault="00FB5721" w:rsidP="001F17EA">
            <w:pPr>
              <w:pStyle w:val="TAL"/>
              <w:pageBreakBefore/>
            </w:pPr>
            <w:r w:rsidRPr="00C827A4">
              <w:t>3- RAPDU = 00 90 00</w:t>
            </w:r>
          </w:p>
        </w:tc>
      </w:tr>
      <w:tr w:rsidR="00FB5721" w:rsidRPr="00C827A4">
        <w:trPr>
          <w:jc w:val="center"/>
        </w:trPr>
        <w:tc>
          <w:tcPr>
            <w:tcW w:w="425" w:type="dxa"/>
            <w:tcBorders>
              <w:top w:val="single" w:sz="4" w:space="0" w:color="auto"/>
              <w:left w:val="single" w:sz="4" w:space="0" w:color="auto"/>
              <w:bottom w:val="single" w:sz="4" w:space="0" w:color="auto"/>
            </w:tcBorders>
          </w:tcPr>
          <w:p w:rsidR="00FB5721" w:rsidRPr="00C827A4" w:rsidRDefault="00FB5721">
            <w:pPr>
              <w:pStyle w:val="TAC"/>
            </w:pPr>
            <w:r w:rsidRPr="00C827A4">
              <w:t>5</w:t>
            </w:r>
          </w:p>
        </w:tc>
        <w:tc>
          <w:tcPr>
            <w:tcW w:w="4111" w:type="dxa"/>
            <w:tcBorders>
              <w:top w:val="single" w:sz="4" w:space="0" w:color="auto"/>
              <w:bottom w:val="single" w:sz="4" w:space="0" w:color="auto"/>
            </w:tcBorders>
          </w:tcPr>
          <w:p w:rsidR="00FB5721" w:rsidRPr="00C827A4" w:rsidRDefault="00FB5721">
            <w:pPr>
              <w:pStyle w:val="TAH"/>
            </w:pPr>
            <w:r w:rsidRPr="00C827A4">
              <w:t>Object owned by a deleted applet can't be accessed by other applets</w:t>
            </w:r>
          </w:p>
          <w:p w:rsidR="00FB5721" w:rsidRPr="00C827A4" w:rsidRDefault="00FB5721">
            <w:pPr>
              <w:pStyle w:val="PL"/>
              <w:rPr>
                <w:noProof w:val="0"/>
              </w:rPr>
            </w:pPr>
          </w:p>
          <w:p w:rsidR="00FB5721" w:rsidRPr="00C827A4" w:rsidRDefault="00FB5721">
            <w:pPr>
              <w:pStyle w:val="PL"/>
              <w:rPr>
                <w:noProof w:val="0"/>
              </w:rPr>
            </w:pPr>
            <w:r w:rsidRPr="00C827A4">
              <w:rPr>
                <w:noProof w:val="0"/>
              </w:rPr>
              <w:t>1- Delete AppletA1</w:t>
            </w:r>
          </w:p>
          <w:p w:rsidR="00FB5721" w:rsidRPr="00C827A4" w:rsidRDefault="00FB5721">
            <w:pPr>
              <w:pStyle w:val="PL"/>
              <w:rPr>
                <w:noProof w:val="0"/>
              </w:rPr>
            </w:pPr>
          </w:p>
          <w:p w:rsidR="00FB5721" w:rsidRPr="00C827A4" w:rsidRDefault="00FB5721">
            <w:pPr>
              <w:pStyle w:val="PL"/>
              <w:rPr>
                <w:noProof w:val="0"/>
              </w:rPr>
            </w:pPr>
            <w:r w:rsidRPr="00C827A4">
              <w:rPr>
                <w:noProof w:val="0"/>
              </w:rPr>
              <w:t>2- Send an envelope Menu Selection to trigger AppletB1</w:t>
            </w:r>
          </w:p>
          <w:p w:rsidR="00FB5721" w:rsidRPr="00C827A4" w:rsidRDefault="00FB5721">
            <w:pPr>
              <w:pStyle w:val="PL"/>
              <w:rPr>
                <w:noProof w:val="0"/>
              </w:rPr>
            </w:pPr>
          </w:p>
          <w:p w:rsidR="00FB5721" w:rsidRPr="00C827A4" w:rsidRDefault="00FB5721">
            <w:pPr>
              <w:pStyle w:val="PL"/>
              <w:rPr>
                <w:noProof w:val="0"/>
              </w:rPr>
            </w:pPr>
            <w:r w:rsidRPr="00C827A4">
              <w:rPr>
                <w:noProof w:val="0"/>
              </w:rPr>
              <w:t>3- AppletB1 gets a reference to the shareable interface to retrieve the menu Id used to trigger AppletA1</w:t>
            </w:r>
          </w:p>
        </w:tc>
        <w:tc>
          <w:tcPr>
            <w:tcW w:w="2911"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AppletB1 is triggered</w:t>
            </w: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3- An exception is thrown</w:t>
            </w:r>
          </w:p>
          <w:p w:rsidR="00FB5721" w:rsidRPr="00C827A4" w:rsidRDefault="00FB5721">
            <w:pPr>
              <w:pStyle w:val="TAL"/>
            </w:pPr>
          </w:p>
          <w:p w:rsidR="00FB5721" w:rsidRPr="00C827A4" w:rsidRDefault="00FB5721">
            <w:pPr>
              <w:pStyle w:val="TAL"/>
            </w:pPr>
          </w:p>
        </w:tc>
        <w:tc>
          <w:tcPr>
            <w:tcW w:w="2334" w:type="dxa"/>
            <w:tcBorders>
              <w:top w:val="single" w:sz="4" w:space="0" w:color="auto"/>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r w:rsidRPr="00C827A4">
              <w:t>1- SW = 90 00</w:t>
            </w: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p w:rsidR="00FB5721" w:rsidRPr="00C827A4" w:rsidRDefault="00FB5721">
            <w:pPr>
              <w:pStyle w:val="TAL"/>
            </w:pPr>
          </w:p>
        </w:tc>
      </w:tr>
    </w:tbl>
    <w:p w:rsidR="00FB5721" w:rsidRPr="00C827A4" w:rsidRDefault="00FB5721"/>
    <w:p w:rsidR="00FB5721" w:rsidRPr="00C827A4" w:rsidRDefault="00D17F6A">
      <w:pPr>
        <w:pStyle w:val="Heading4"/>
      </w:pPr>
      <w:r w:rsidRPr="00C827A4">
        <w:t>5.5.11.4</w:t>
      </w:r>
      <w:r w:rsidRPr="00C827A4">
        <w:tab/>
        <w:t>Object deletion</w:t>
      </w:r>
    </w:p>
    <w:p w:rsidR="00FB5721" w:rsidRPr="00C827A4" w:rsidRDefault="00FB5721">
      <w:r w:rsidRPr="00C827A4">
        <w:t>Test Area Reference: Cre_Uta_Odel</w:t>
      </w:r>
      <w:r w:rsidR="00D17F6A" w:rsidRPr="00C827A4">
        <w:t>.</w:t>
      </w:r>
    </w:p>
    <w:p w:rsidR="00FB5721" w:rsidRPr="00C827A4" w:rsidRDefault="00FB5721" w:rsidP="00D17F6A">
      <w:pPr>
        <w:pStyle w:val="Heading5"/>
      </w:pPr>
      <w:r w:rsidRPr="00C827A4">
        <w:t>5.5.11.4.1</w:t>
      </w:r>
      <w:r w:rsidRPr="00C827A4">
        <w:tab/>
        <w:t>Conformance requirement</w:t>
      </w:r>
    </w:p>
    <w:p w:rsidR="00FB5721" w:rsidRPr="00C827A4" w:rsidRDefault="00FB5721">
      <w:pPr>
        <w:pStyle w:val="H6"/>
      </w:pPr>
      <w:r w:rsidRPr="00C827A4">
        <w:t>5.5.11.4.1.1</w:t>
      </w:r>
      <w:r w:rsidRPr="00C827A4">
        <w:tab/>
        <w:t>Normal execution</w:t>
      </w:r>
    </w:p>
    <w:p w:rsidR="00FB5721" w:rsidRPr="00C827A4" w:rsidRDefault="00FB5721">
      <w:pPr>
        <w:pStyle w:val="B1"/>
      </w:pPr>
      <w:r w:rsidRPr="00C827A4">
        <w:t>CRRN1: If an object deletion mechanism is supported then the one defined in "Java Card™ 2.2.1 Application Progr</w:t>
      </w:r>
      <w:r w:rsidR="0059237D" w:rsidRPr="00C827A4">
        <w:t>amming Interface Specification"</w:t>
      </w:r>
      <w:r w:rsidRPr="00C827A4">
        <w:t xml:space="preserve"> (</w:t>
      </w:r>
      <w:r w:rsidR="0047072E" w:rsidRPr="00C827A4">
        <w:t>[1]</w:t>
      </w:r>
      <w:r w:rsidRPr="00C827A4">
        <w:t>) shall be used.</w:t>
      </w:r>
    </w:p>
    <w:p w:rsidR="00FB5721" w:rsidRPr="00C827A4" w:rsidRDefault="00FB5721">
      <w:pPr>
        <w:pStyle w:val="H6"/>
      </w:pPr>
      <w:r w:rsidRPr="00C827A4">
        <w:t>5.5.11.4.1.2</w:t>
      </w:r>
      <w:r w:rsidRPr="00C827A4">
        <w:tab/>
        <w:t>Parameter errors</w:t>
      </w:r>
    </w:p>
    <w:p w:rsidR="00FB5721" w:rsidRPr="00C827A4" w:rsidRDefault="00FB5721">
      <w:r w:rsidRPr="00C827A4">
        <w:t>No requirements.</w:t>
      </w:r>
    </w:p>
    <w:p w:rsidR="00FB5721" w:rsidRPr="00C827A4" w:rsidRDefault="00FB5721">
      <w:pPr>
        <w:pStyle w:val="H6"/>
      </w:pPr>
      <w:r w:rsidRPr="00C827A4">
        <w:t>5.5.11.4.1.3</w:t>
      </w:r>
      <w:r w:rsidRPr="00C827A4">
        <w:tab/>
        <w:t>Context errors</w:t>
      </w:r>
    </w:p>
    <w:p w:rsidR="00FB5721" w:rsidRPr="00C827A4" w:rsidRDefault="00FB5721">
      <w:r w:rsidRPr="00C827A4">
        <w:t>No requirements.</w:t>
      </w:r>
    </w:p>
    <w:p w:rsidR="00FB5721" w:rsidRPr="00C827A4" w:rsidRDefault="00FB5721" w:rsidP="00D17F6A">
      <w:pPr>
        <w:pStyle w:val="Heading5"/>
        <w:rPr>
          <w:lang w:eastAsia="es-ES"/>
        </w:rPr>
      </w:pPr>
      <w:r w:rsidRPr="00C827A4">
        <w:t>5.5.11.4.2</w:t>
      </w:r>
      <w:r w:rsidRPr="00C827A4">
        <w:tab/>
        <w:t>Test area files</w:t>
      </w:r>
    </w:p>
    <w:p w:rsidR="00FB5721" w:rsidRPr="00C827A4" w:rsidRDefault="00FB5721">
      <w:pPr>
        <w:pStyle w:val="B10"/>
        <w:tabs>
          <w:tab w:val="left" w:pos="2268"/>
        </w:tabs>
        <w:ind w:left="284" w:firstLine="0"/>
      </w:pPr>
      <w:r w:rsidRPr="00C827A4">
        <w:t>Test Script:</w:t>
      </w:r>
      <w:r w:rsidRPr="00C827A4">
        <w:tab/>
        <w:t>Test_Cre_Uta_Odel.java</w:t>
      </w:r>
    </w:p>
    <w:p w:rsidR="00FB5721" w:rsidRPr="00C827A4" w:rsidRDefault="00FB5721">
      <w:pPr>
        <w:pStyle w:val="B10"/>
        <w:tabs>
          <w:tab w:val="left" w:pos="2268"/>
        </w:tabs>
        <w:ind w:left="284" w:firstLine="0"/>
      </w:pPr>
      <w:r w:rsidRPr="00C827A4">
        <w:t xml:space="preserve">Test Applet: </w:t>
      </w:r>
      <w:r w:rsidRPr="00C827A4">
        <w:tab/>
        <w:t>Cre_Uta_Odel_1.java</w:t>
      </w:r>
    </w:p>
    <w:p w:rsidR="00FB5721" w:rsidRPr="00C827A4" w:rsidRDefault="00FB5721">
      <w:pPr>
        <w:pStyle w:val="B10"/>
        <w:tabs>
          <w:tab w:val="left" w:pos="2268"/>
        </w:tabs>
        <w:ind w:left="284" w:firstLine="0"/>
      </w:pPr>
      <w:r w:rsidRPr="00C827A4">
        <w:t>Cap F</w:t>
      </w:r>
      <w:r w:rsidR="0059237D" w:rsidRPr="00C827A4">
        <w:t>ile:</w:t>
      </w:r>
      <w:r w:rsidR="0059237D" w:rsidRPr="00C827A4">
        <w:tab/>
        <w:t>C</w:t>
      </w:r>
      <w:r w:rsidRPr="00C827A4">
        <w:t>re_uta_odel.cap</w:t>
      </w:r>
    </w:p>
    <w:p w:rsidR="00FB5721" w:rsidRPr="00C827A4" w:rsidRDefault="00FB5721" w:rsidP="00D17F6A">
      <w:pPr>
        <w:pStyle w:val="Heading5"/>
      </w:pPr>
      <w:r w:rsidRPr="00C827A4">
        <w:t>5.5.11.4.3</w:t>
      </w:r>
      <w:r w:rsidRPr="00C827A4">
        <w:tab/>
        <w:t xml:space="preserve">Test coverage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1</w:t>
            </w:r>
          </w:p>
        </w:tc>
      </w:tr>
    </w:tbl>
    <w:p w:rsidR="00FB5721" w:rsidRPr="00C827A4" w:rsidRDefault="00FB5721"/>
    <w:p w:rsidR="00FB5721" w:rsidRPr="00C827A4" w:rsidRDefault="00FB5721" w:rsidP="00D17F6A">
      <w:pPr>
        <w:pStyle w:val="Heading5"/>
        <w:rPr>
          <w:lang w:eastAsia="es-ES"/>
        </w:rPr>
      </w:pPr>
      <w:r w:rsidRPr="00C827A4">
        <w:t>5.5.11.4.4</w:t>
      </w:r>
      <w:r w:rsidRPr="00C827A4">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FB5721" w:rsidRPr="00C827A4">
        <w:trPr>
          <w:jc w:val="center"/>
        </w:trPr>
        <w:tc>
          <w:tcPr>
            <w:tcW w:w="425" w:type="dxa"/>
            <w:tcBorders>
              <w:left w:val="single" w:sz="4" w:space="0" w:color="auto"/>
              <w:bottom w:val="single" w:sz="4" w:space="0" w:color="auto"/>
            </w:tcBorders>
          </w:tcPr>
          <w:p w:rsidR="00FB5721" w:rsidRPr="00C827A4" w:rsidRDefault="00FB5721">
            <w:pPr>
              <w:pStyle w:val="TAH"/>
              <w:keepNext w:val="0"/>
              <w:keepLines w:val="0"/>
            </w:pPr>
            <w:r w:rsidRPr="00C827A4">
              <w:t>Id</w:t>
            </w:r>
          </w:p>
        </w:tc>
        <w:tc>
          <w:tcPr>
            <w:tcW w:w="4111" w:type="dxa"/>
            <w:tcBorders>
              <w:bottom w:val="single" w:sz="4" w:space="0" w:color="auto"/>
            </w:tcBorders>
          </w:tcPr>
          <w:p w:rsidR="00FB5721" w:rsidRPr="00C827A4" w:rsidRDefault="00FB5721">
            <w:pPr>
              <w:pStyle w:val="TAH"/>
              <w:keepNext w:val="0"/>
              <w:keepLines w:val="0"/>
            </w:pPr>
            <w:r w:rsidRPr="00C827A4">
              <w:t>Description</w:t>
            </w:r>
          </w:p>
        </w:tc>
        <w:tc>
          <w:tcPr>
            <w:tcW w:w="2911" w:type="dxa"/>
            <w:tcBorders>
              <w:bottom w:val="single" w:sz="4" w:space="0" w:color="auto"/>
            </w:tcBorders>
          </w:tcPr>
          <w:p w:rsidR="00FB5721" w:rsidRPr="00C827A4" w:rsidRDefault="00FB5721">
            <w:pPr>
              <w:pStyle w:val="TAH"/>
              <w:keepNext w:val="0"/>
              <w:keepLines w:val="0"/>
            </w:pPr>
            <w:r w:rsidRPr="00C827A4">
              <w:t>API/CAT RE Expectation</w:t>
            </w:r>
          </w:p>
        </w:tc>
        <w:tc>
          <w:tcPr>
            <w:tcW w:w="2334" w:type="dxa"/>
            <w:tcBorders>
              <w:bottom w:val="single" w:sz="4" w:space="0" w:color="auto"/>
            </w:tcBorders>
          </w:tcPr>
          <w:p w:rsidR="00FB5721" w:rsidRPr="00C827A4" w:rsidRDefault="00FB5721">
            <w:pPr>
              <w:pStyle w:val="TAH"/>
              <w:keepNext w:val="0"/>
              <w:keepLines w:val="0"/>
            </w:pPr>
            <w:r w:rsidRPr="00C827A4">
              <w:t>APDU Expectation</w:t>
            </w:r>
          </w:p>
        </w:tc>
      </w:tr>
      <w:tr w:rsidR="00FB5721" w:rsidRPr="00C827A4">
        <w:trPr>
          <w:jc w:val="center"/>
        </w:trPr>
        <w:tc>
          <w:tcPr>
            <w:tcW w:w="425" w:type="dxa"/>
            <w:tcBorders>
              <w:top w:val="nil"/>
              <w:left w:val="single" w:sz="4" w:space="0" w:color="auto"/>
              <w:bottom w:val="single" w:sz="4" w:space="0" w:color="auto"/>
            </w:tcBorders>
          </w:tcPr>
          <w:p w:rsidR="00FB5721" w:rsidRPr="00C827A4" w:rsidRDefault="00FB5721">
            <w:pPr>
              <w:pStyle w:val="textcell"/>
              <w:rPr>
                <w:rFonts w:ascii="Arial" w:hAnsi="Arial"/>
                <w:sz w:val="18"/>
                <w:lang w:val="en-GB"/>
              </w:rPr>
            </w:pPr>
            <w:r w:rsidRPr="00C827A4">
              <w:rPr>
                <w:rFonts w:ascii="Arial" w:hAnsi="Arial"/>
                <w:sz w:val="18"/>
                <w:lang w:val="en-GB"/>
              </w:rPr>
              <w:t>1</w:t>
            </w:r>
          </w:p>
        </w:tc>
        <w:tc>
          <w:tcPr>
            <w:tcW w:w="4111" w:type="dxa"/>
            <w:tcBorders>
              <w:top w:val="nil"/>
              <w:bottom w:val="single" w:sz="4" w:space="0" w:color="auto"/>
            </w:tcBorders>
          </w:tcPr>
          <w:p w:rsidR="00FB5721" w:rsidRPr="00C827A4" w:rsidRDefault="00FB5721">
            <w:pPr>
              <w:pStyle w:val="TAH"/>
            </w:pPr>
            <w:r w:rsidRPr="00C827A4">
              <w:t>Object deletion</w:t>
            </w:r>
          </w:p>
          <w:p w:rsidR="00FB5721" w:rsidRPr="00C827A4" w:rsidRDefault="00FB5721">
            <w:pPr>
              <w:pStyle w:val="PL"/>
              <w:rPr>
                <w:noProof w:val="0"/>
              </w:rPr>
            </w:pPr>
          </w:p>
          <w:p w:rsidR="00FB5721" w:rsidRPr="00C827A4" w:rsidRDefault="00FB5721">
            <w:pPr>
              <w:pStyle w:val="PL"/>
              <w:rPr>
                <w:noProof w:val="0"/>
              </w:rPr>
            </w:pPr>
            <w:r w:rsidRPr="00C827A4">
              <w:rPr>
                <w:noProof w:val="0"/>
              </w:rPr>
              <w:t>1- Applet calls JCSystem.isObjectDeletionSupported()</w:t>
            </w:r>
          </w:p>
        </w:tc>
        <w:tc>
          <w:tcPr>
            <w:tcW w:w="2911" w:type="dxa"/>
            <w:tcBorders>
              <w:top w:val="nil"/>
              <w:bottom w:val="single" w:sz="4" w:space="0" w:color="auto"/>
            </w:tcBorders>
          </w:tcPr>
          <w:p w:rsidR="00FB5721" w:rsidRPr="00C827A4" w:rsidRDefault="00FB5721">
            <w:pPr>
              <w:pStyle w:val="TAL"/>
            </w:pPr>
          </w:p>
          <w:p w:rsidR="00FB5721" w:rsidRPr="00C827A4" w:rsidRDefault="00FB5721">
            <w:pPr>
              <w:pStyle w:val="TAL"/>
            </w:pPr>
          </w:p>
          <w:p w:rsidR="00FB5721" w:rsidRPr="00C827A4" w:rsidRDefault="00FB5721">
            <w:pPr>
              <w:pStyle w:val="TAL"/>
            </w:pPr>
            <w:r w:rsidRPr="00C827A4">
              <w:t>2- Returns TRUE</w:t>
            </w:r>
          </w:p>
        </w:tc>
        <w:tc>
          <w:tcPr>
            <w:tcW w:w="2334" w:type="dxa"/>
            <w:tcBorders>
              <w:top w:val="nil"/>
              <w:bottom w:val="single" w:sz="4" w:space="0" w:color="auto"/>
            </w:tcBorders>
          </w:tcPr>
          <w:p w:rsidR="00FB5721" w:rsidRPr="00C827A4" w:rsidRDefault="00FB5721">
            <w:pPr>
              <w:pStyle w:val="TAL"/>
            </w:pPr>
          </w:p>
        </w:tc>
      </w:tr>
    </w:tbl>
    <w:p w:rsidR="00FB5721" w:rsidRPr="00C827A4" w:rsidRDefault="00FB5721"/>
    <w:p w:rsidR="00FB5721" w:rsidRPr="00C827A4" w:rsidRDefault="00FB5721">
      <w:pPr>
        <w:pStyle w:val="Heading3"/>
      </w:pPr>
      <w:r w:rsidRPr="00C827A4">
        <w:lastRenderedPageBreak/>
        <w:t>5.5.12</w:t>
      </w:r>
      <w:r w:rsidRPr="00C827A4">
        <w:tab/>
        <w:t>Proactive Command Handling</w:t>
      </w:r>
    </w:p>
    <w:p w:rsidR="00FB5721" w:rsidRPr="00C827A4" w:rsidRDefault="00D17F6A">
      <w:pPr>
        <w:pStyle w:val="Heading4"/>
      </w:pPr>
      <w:r w:rsidRPr="00C827A4">
        <w:t>5.5.12.1</w:t>
      </w:r>
      <w:r w:rsidRPr="00C827A4">
        <w:tab/>
        <w:t>General behaviour</w:t>
      </w:r>
    </w:p>
    <w:p w:rsidR="00FB5721" w:rsidRPr="00C827A4" w:rsidRDefault="00FB5721">
      <w:r w:rsidRPr="00C827A4">
        <w:t>Test Area Reference: Cre_Pch_Genb</w:t>
      </w:r>
      <w:r w:rsidR="00D17F6A" w:rsidRPr="00C827A4">
        <w:t>.</w:t>
      </w:r>
    </w:p>
    <w:p w:rsidR="00FB5721" w:rsidRPr="00C827A4" w:rsidRDefault="00FB5721" w:rsidP="00D17F6A">
      <w:pPr>
        <w:pStyle w:val="Heading5"/>
      </w:pPr>
      <w:r w:rsidRPr="00C827A4">
        <w:t>5.5.12.1.1</w:t>
      </w:r>
      <w:r w:rsidRPr="00C827A4">
        <w:tab/>
        <w:t>Conformance requirement</w:t>
      </w:r>
    </w:p>
    <w:p w:rsidR="00FB5721" w:rsidRPr="00C827A4" w:rsidRDefault="00FB5721">
      <w:pPr>
        <w:pStyle w:val="H6"/>
      </w:pPr>
      <w:r w:rsidRPr="00C827A4">
        <w:t>5.5.12.1.1.1</w:t>
      </w:r>
      <w:r w:rsidRPr="00C827A4">
        <w:tab/>
        <w:t>Normal execution</w:t>
      </w:r>
    </w:p>
    <w:p w:rsidR="00FB5721" w:rsidRPr="00C827A4" w:rsidRDefault="00FB5721">
      <w:pPr>
        <w:pStyle w:val="B1"/>
      </w:pPr>
      <w:r w:rsidRPr="00C827A4">
        <w:t xml:space="preserve">CRRN1: On the call to the </w:t>
      </w:r>
      <w:r w:rsidRPr="00C827A4">
        <w:rPr>
          <w:i/>
        </w:rPr>
        <w:t xml:space="preserve">send() </w:t>
      </w:r>
      <w:r w:rsidRPr="00C827A4">
        <w:t>method, the CAT Runtime Environment shall handle the transmission of the proactive command to the terminal, and the reception of the response</w:t>
      </w:r>
      <w:r w:rsidRPr="00C827A4">
        <w:rPr>
          <w:color w:val="FF0000"/>
        </w:rPr>
        <w:t>.</w:t>
      </w:r>
    </w:p>
    <w:p w:rsidR="00FB5721" w:rsidRPr="00C827A4" w:rsidRDefault="00FB5721">
      <w:pPr>
        <w:pStyle w:val="B1"/>
      </w:pPr>
      <w:r w:rsidRPr="00C827A4">
        <w:t xml:space="preserve">CRRN2: The CAT Runtime Environment shall resume the Toolkit Applet execution on the return from the </w:t>
      </w:r>
      <w:r w:rsidRPr="00C827A4">
        <w:rPr>
          <w:i/>
        </w:rPr>
        <w:t>send()</w:t>
      </w:r>
      <w:r w:rsidR="00D17F6A" w:rsidRPr="00C827A4">
        <w:t xml:space="preserve"> method.</w:t>
      </w:r>
    </w:p>
    <w:p w:rsidR="00FB5721" w:rsidRPr="00C827A4" w:rsidRDefault="00FB5721">
      <w:pPr>
        <w:pStyle w:val="H6"/>
      </w:pPr>
      <w:r w:rsidRPr="00C827A4">
        <w:t>5.5.12.1.1.2</w:t>
      </w:r>
      <w:r w:rsidRPr="00C827A4">
        <w:tab/>
        <w:t>Parameter errors</w:t>
      </w:r>
    </w:p>
    <w:p w:rsidR="00FB5721" w:rsidRPr="00C827A4" w:rsidRDefault="00FB5721">
      <w:r w:rsidRPr="00C827A4">
        <w:t>No requirements.</w:t>
      </w:r>
    </w:p>
    <w:p w:rsidR="00FB5721" w:rsidRPr="00C827A4" w:rsidRDefault="00FB5721">
      <w:pPr>
        <w:pStyle w:val="H6"/>
      </w:pPr>
      <w:r w:rsidRPr="00C827A4">
        <w:t>5.5.12.1.1.3</w:t>
      </w:r>
      <w:r w:rsidRPr="00C827A4">
        <w:tab/>
        <w:t>Context errors</w:t>
      </w:r>
    </w:p>
    <w:p w:rsidR="00FB5721" w:rsidRPr="00C827A4" w:rsidRDefault="00FB5721">
      <w:r w:rsidRPr="00C827A4">
        <w:t>No requirements.</w:t>
      </w:r>
    </w:p>
    <w:p w:rsidR="00FB5721" w:rsidRPr="00C827A4" w:rsidRDefault="00FB5721" w:rsidP="00D17F6A">
      <w:pPr>
        <w:pStyle w:val="Heading5"/>
        <w:rPr>
          <w:lang w:eastAsia="es-ES"/>
        </w:rPr>
      </w:pPr>
      <w:r w:rsidRPr="00C827A4">
        <w:t>5.5.12.1.2</w:t>
      </w:r>
      <w:r w:rsidRPr="00C827A4">
        <w:tab/>
        <w:t>Test area files</w:t>
      </w:r>
    </w:p>
    <w:p w:rsidR="00FB5721" w:rsidRPr="00C827A4" w:rsidRDefault="00FB5721">
      <w:pPr>
        <w:pStyle w:val="B10"/>
        <w:tabs>
          <w:tab w:val="left" w:pos="2268"/>
        </w:tabs>
        <w:ind w:left="0" w:firstLine="0"/>
      </w:pPr>
      <w:r w:rsidRPr="00C827A4">
        <w:t>None.</w:t>
      </w:r>
    </w:p>
    <w:p w:rsidR="00FB5721" w:rsidRPr="00C827A4" w:rsidRDefault="0059237D" w:rsidP="00D17F6A">
      <w:pPr>
        <w:pStyle w:val="Heading5"/>
      </w:pPr>
      <w:r w:rsidRPr="00C827A4">
        <w:t>5.5.12.1.3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See test case 2 of Cre_Hin_Prhd</w:t>
            </w:r>
          </w:p>
        </w:tc>
      </w:tr>
    </w:tbl>
    <w:p w:rsidR="00D17F6A" w:rsidRPr="00C827A4" w:rsidRDefault="00D17F6A" w:rsidP="00D17F6A"/>
    <w:p w:rsidR="00FB5721" w:rsidRPr="00C827A4" w:rsidRDefault="00FB5721" w:rsidP="00D17F6A">
      <w:pPr>
        <w:pStyle w:val="Heading5"/>
      </w:pPr>
      <w:r w:rsidRPr="00C827A4">
        <w:t>5.5.12.1.4</w:t>
      </w:r>
      <w:r w:rsidRPr="00C827A4">
        <w:tab/>
        <w:t>Test procedure</w:t>
      </w:r>
    </w:p>
    <w:p w:rsidR="00FB5721" w:rsidRPr="00C827A4" w:rsidRDefault="00D17F6A">
      <w:r w:rsidRPr="00C827A4">
        <w:t>None.</w:t>
      </w:r>
    </w:p>
    <w:p w:rsidR="00FB5721" w:rsidRPr="00C827A4" w:rsidRDefault="00FB5721" w:rsidP="00D17F6A">
      <w:pPr>
        <w:pStyle w:val="Heading3"/>
      </w:pPr>
      <w:r w:rsidRPr="00C827A4">
        <w:t>5.5.13</w:t>
      </w:r>
      <w:r w:rsidRPr="00C827A4">
        <w:tab/>
        <w:t>CAT Runtime Environment behaviour</w:t>
      </w:r>
    </w:p>
    <w:p w:rsidR="00FB5721" w:rsidRPr="00C827A4" w:rsidRDefault="00FB5721" w:rsidP="00D17F6A">
      <w:pPr>
        <w:pStyle w:val="Heading4"/>
      </w:pPr>
      <w:r w:rsidRPr="00C827A4">
        <w:t>5.5.13.1</w:t>
      </w:r>
      <w:r w:rsidRPr="00C827A4">
        <w:tab/>
        <w:t>Context</w:t>
      </w:r>
    </w:p>
    <w:p w:rsidR="00FB5721" w:rsidRPr="00C827A4" w:rsidRDefault="00FB5721" w:rsidP="00D17F6A">
      <w:pPr>
        <w:keepNext/>
        <w:keepLines/>
      </w:pPr>
      <w:r w:rsidRPr="00C827A4">
        <w:t>Test Area Reference: Cre_Cat_Ctxt</w:t>
      </w:r>
      <w:r w:rsidR="00D17F6A" w:rsidRPr="00C827A4">
        <w:t>.</w:t>
      </w:r>
    </w:p>
    <w:p w:rsidR="00FB5721" w:rsidRPr="00C827A4" w:rsidRDefault="00FB5721" w:rsidP="00D17F6A">
      <w:pPr>
        <w:pStyle w:val="Heading5"/>
      </w:pPr>
      <w:r w:rsidRPr="00C827A4">
        <w:t>5.5.13.1.1</w:t>
      </w:r>
      <w:r w:rsidRPr="00C827A4">
        <w:tab/>
        <w:t>Conformance requirement</w:t>
      </w:r>
    </w:p>
    <w:p w:rsidR="00FB5721" w:rsidRPr="00C827A4" w:rsidRDefault="00FB5721">
      <w:pPr>
        <w:pStyle w:val="H6"/>
      </w:pPr>
      <w:r w:rsidRPr="00C827A4">
        <w:t>5.5.13.1.1.1</w:t>
      </w:r>
      <w:r w:rsidRPr="00C827A4">
        <w:tab/>
        <w:t>Normal execution</w:t>
      </w:r>
    </w:p>
    <w:p w:rsidR="00FB5721" w:rsidRPr="00C827A4" w:rsidRDefault="00FB5721">
      <w:pPr>
        <w:pStyle w:val="B1"/>
      </w:pPr>
      <w:r w:rsidRPr="00C827A4">
        <w:t xml:space="preserve">CRRN1: At the invocation of the </w:t>
      </w:r>
      <w:r w:rsidRPr="00C827A4">
        <w:rPr>
          <w:i/>
          <w:iCs/>
        </w:rPr>
        <w:t>processToolkit()</w:t>
      </w:r>
      <w:r w:rsidRPr="00C827A4">
        <w:t xml:space="preserve"> method the context as defined in Java Card shall be set to the context of the Toolkit Applet. The previous context (context of the caller) shall be the context of the CAT Runtime Environment.</w:t>
      </w:r>
    </w:p>
    <w:p w:rsidR="00FB5721" w:rsidRPr="00C827A4" w:rsidRDefault="00FB5721">
      <w:pPr>
        <w:pStyle w:val="B1"/>
      </w:pPr>
      <w:r w:rsidRPr="00C827A4">
        <w:t xml:space="preserve">CRRN2: During the execution there might be other context switches, but at the return of the </w:t>
      </w:r>
      <w:r w:rsidRPr="00C827A4">
        <w:rPr>
          <w:i/>
        </w:rPr>
        <w:t xml:space="preserve">send() </w:t>
      </w:r>
      <w:r w:rsidRPr="00C827A4">
        <w:t>method the tool</w:t>
      </w:r>
      <w:r w:rsidR="00D17F6A" w:rsidRPr="00C827A4">
        <w:t>kit applet context is restored.</w:t>
      </w:r>
    </w:p>
    <w:p w:rsidR="00FB5721" w:rsidRPr="00C827A4" w:rsidRDefault="00FB5721">
      <w:pPr>
        <w:pStyle w:val="H6"/>
      </w:pPr>
      <w:r w:rsidRPr="00C827A4">
        <w:lastRenderedPageBreak/>
        <w:t>5.5.13.1.1.2</w:t>
      </w:r>
      <w:r w:rsidRPr="00C827A4">
        <w:tab/>
        <w:t>Parameter errors</w:t>
      </w:r>
    </w:p>
    <w:p w:rsidR="00FB5721" w:rsidRPr="00C827A4" w:rsidRDefault="00FB5721">
      <w:r w:rsidRPr="00C827A4">
        <w:t>No requirements.</w:t>
      </w:r>
    </w:p>
    <w:p w:rsidR="00FB5721" w:rsidRPr="00C827A4" w:rsidRDefault="00FB5721">
      <w:pPr>
        <w:pStyle w:val="H6"/>
      </w:pPr>
      <w:r w:rsidRPr="00C827A4">
        <w:t>5.5.13.1.1.3</w:t>
      </w:r>
      <w:r w:rsidRPr="00C827A4">
        <w:tab/>
        <w:t>Context errors</w:t>
      </w:r>
    </w:p>
    <w:p w:rsidR="00FB5721" w:rsidRPr="00C827A4" w:rsidRDefault="00FB5721">
      <w:r w:rsidRPr="00C827A4">
        <w:t>No requirements.</w:t>
      </w:r>
    </w:p>
    <w:p w:rsidR="00FB5721" w:rsidRPr="00C827A4" w:rsidRDefault="00FB5721" w:rsidP="00D17F6A">
      <w:pPr>
        <w:pStyle w:val="Heading5"/>
        <w:rPr>
          <w:lang w:eastAsia="es-ES"/>
        </w:rPr>
      </w:pPr>
      <w:r w:rsidRPr="00C827A4">
        <w:t>5.5.13.1.2</w:t>
      </w:r>
      <w:r w:rsidRPr="00C827A4">
        <w:tab/>
        <w:t>Test area files</w:t>
      </w:r>
    </w:p>
    <w:p w:rsidR="00FB5721" w:rsidRPr="00C827A4" w:rsidRDefault="00FB5721" w:rsidP="00D17F6A">
      <w:pPr>
        <w:pStyle w:val="EX"/>
      </w:pPr>
      <w:r w:rsidRPr="00C827A4">
        <w:t>Test Source:</w:t>
      </w:r>
      <w:r w:rsidRPr="00C827A4">
        <w:tab/>
        <w:t>Test_Cre_Cat_Ctxt.java</w:t>
      </w:r>
      <w:r w:rsidR="00D17F6A" w:rsidRPr="00C827A4">
        <w:t>.</w:t>
      </w:r>
    </w:p>
    <w:p w:rsidR="00FB5721" w:rsidRPr="00C827A4" w:rsidRDefault="00FB5721" w:rsidP="00D17F6A">
      <w:pPr>
        <w:pStyle w:val="EX"/>
      </w:pPr>
      <w:r w:rsidRPr="00C827A4">
        <w:t xml:space="preserve">Test Applet: </w:t>
      </w:r>
      <w:r w:rsidRPr="00C827A4">
        <w:tab/>
        <w:t>Cre_Cat_Ctxt_1.java</w:t>
      </w:r>
      <w:r w:rsidR="00D17F6A" w:rsidRPr="00C827A4">
        <w:t>.</w:t>
      </w:r>
    </w:p>
    <w:p w:rsidR="00FB5721" w:rsidRPr="00C827A4" w:rsidRDefault="00FB5721" w:rsidP="00D17F6A">
      <w:pPr>
        <w:pStyle w:val="EX"/>
      </w:pPr>
      <w:r w:rsidRPr="00C827A4">
        <w:t>Cap File:</w:t>
      </w:r>
      <w:r w:rsidRPr="00C827A4">
        <w:tab/>
      </w:r>
      <w:r w:rsidR="0059237D" w:rsidRPr="00C827A4">
        <w:t>C</w:t>
      </w:r>
      <w:r w:rsidRPr="00C827A4">
        <w:t>re_cat_ctxt.cap</w:t>
      </w:r>
      <w:r w:rsidR="00D17F6A" w:rsidRPr="00C827A4">
        <w:t>.</w:t>
      </w:r>
    </w:p>
    <w:p w:rsidR="00FB5721" w:rsidRPr="00C827A4" w:rsidRDefault="00FB5721" w:rsidP="00D17F6A">
      <w:pPr>
        <w:pStyle w:val="Heading5"/>
      </w:pPr>
      <w:r w:rsidRPr="00C827A4">
        <w:t>5.5.13.1.3</w:t>
      </w:r>
      <w:r w:rsidRPr="00C827A4">
        <w:tab/>
      </w:r>
      <w:r w:rsidR="00D17F6A" w:rsidRPr="00C827A4">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FB5721" w:rsidRPr="00C827A4">
        <w:trPr>
          <w:jc w:val="center"/>
        </w:trPr>
        <w:tc>
          <w:tcPr>
            <w:tcW w:w="2276" w:type="dxa"/>
          </w:tcPr>
          <w:p w:rsidR="00FB5721" w:rsidRPr="00C827A4" w:rsidRDefault="00FB5721">
            <w:pPr>
              <w:pStyle w:val="TAH"/>
              <w:keepNext w:val="0"/>
              <w:keepLines w:val="0"/>
            </w:pPr>
            <w:r w:rsidRPr="00C827A4">
              <w:t>CRR number</w:t>
            </w:r>
          </w:p>
        </w:tc>
        <w:tc>
          <w:tcPr>
            <w:tcW w:w="2196" w:type="dxa"/>
          </w:tcPr>
          <w:p w:rsidR="00FB5721" w:rsidRPr="00C827A4" w:rsidRDefault="00FB5721">
            <w:pPr>
              <w:pStyle w:val="TAH"/>
              <w:keepNext w:val="0"/>
              <w:keepLines w:val="0"/>
            </w:pPr>
            <w:r w:rsidRPr="00C827A4">
              <w:t>Test case number</w:t>
            </w:r>
          </w:p>
        </w:tc>
      </w:tr>
      <w:tr w:rsidR="00FB5721" w:rsidRPr="00C827A4">
        <w:trPr>
          <w:jc w:val="center"/>
        </w:trPr>
        <w:tc>
          <w:tcPr>
            <w:tcW w:w="2276" w:type="dxa"/>
          </w:tcPr>
          <w:p w:rsidR="00FB5721" w:rsidRPr="00C827A4" w:rsidRDefault="00FB5721">
            <w:pPr>
              <w:pStyle w:val="TAC"/>
              <w:keepNext w:val="0"/>
              <w:keepLines w:val="0"/>
            </w:pPr>
            <w:r w:rsidRPr="00C827A4">
              <w:t>CRRN1</w:t>
            </w:r>
          </w:p>
        </w:tc>
        <w:tc>
          <w:tcPr>
            <w:tcW w:w="2196" w:type="dxa"/>
          </w:tcPr>
          <w:p w:rsidR="00FB5721" w:rsidRPr="00C827A4" w:rsidRDefault="00FB5721">
            <w:pPr>
              <w:pStyle w:val="TAC"/>
              <w:keepNext w:val="0"/>
              <w:keepLines w:val="0"/>
            </w:pPr>
            <w:r w:rsidRPr="00C827A4">
              <w:t>Not Testable</w:t>
            </w:r>
          </w:p>
        </w:tc>
      </w:tr>
      <w:tr w:rsidR="00FB5721" w:rsidRPr="00C827A4">
        <w:trPr>
          <w:jc w:val="center"/>
        </w:trPr>
        <w:tc>
          <w:tcPr>
            <w:tcW w:w="2276" w:type="dxa"/>
          </w:tcPr>
          <w:p w:rsidR="00FB5721" w:rsidRPr="00C827A4" w:rsidRDefault="00FB5721">
            <w:pPr>
              <w:pStyle w:val="TAC"/>
              <w:keepNext w:val="0"/>
              <w:keepLines w:val="0"/>
            </w:pPr>
            <w:r w:rsidRPr="00C827A4">
              <w:t>CRRN2</w:t>
            </w:r>
          </w:p>
        </w:tc>
        <w:tc>
          <w:tcPr>
            <w:tcW w:w="2196" w:type="dxa"/>
          </w:tcPr>
          <w:p w:rsidR="00FB5721" w:rsidRPr="00C827A4" w:rsidRDefault="00FB5721">
            <w:pPr>
              <w:pStyle w:val="TAC"/>
              <w:keepNext w:val="0"/>
              <w:keepLines w:val="0"/>
            </w:pPr>
            <w:r w:rsidRPr="00C827A4">
              <w:t>see Cre_Hin_Enhd</w:t>
            </w:r>
          </w:p>
        </w:tc>
      </w:tr>
    </w:tbl>
    <w:p w:rsidR="00D17F6A" w:rsidRPr="00C827A4" w:rsidRDefault="00D17F6A" w:rsidP="00D17F6A"/>
    <w:p w:rsidR="00FB5721" w:rsidRPr="00C827A4" w:rsidRDefault="00FB5721" w:rsidP="00D17F6A">
      <w:pPr>
        <w:pStyle w:val="Heading5"/>
      </w:pPr>
      <w:r w:rsidRPr="00C827A4">
        <w:t>5.5.13.1.4</w:t>
      </w:r>
      <w:r w:rsidRPr="00C827A4">
        <w:tab/>
      </w:r>
      <w:r w:rsidR="00D17F6A" w:rsidRPr="00C827A4">
        <w:t>Test procedure</w:t>
      </w:r>
    </w:p>
    <w:p w:rsidR="00FB5721" w:rsidRPr="00C827A4" w:rsidRDefault="00D17F6A">
      <w:r w:rsidRPr="00C827A4">
        <w:t>Not applicable.</w:t>
      </w:r>
    </w:p>
    <w:p w:rsidR="00FB5721" w:rsidRPr="00C827A4" w:rsidRDefault="00FB5721">
      <w:pPr>
        <w:pStyle w:val="Heading3"/>
      </w:pPr>
      <w:r w:rsidRPr="00C827A4">
        <w:t>5.5.14</w:t>
      </w:r>
      <w:r w:rsidRPr="00C827A4">
        <w:tab/>
        <w:t>UICC and ADF File System Administration API</w:t>
      </w:r>
    </w:p>
    <w:p w:rsidR="00FB5721" w:rsidRPr="00C827A4" w:rsidRDefault="00FB5721">
      <w:pPr>
        <w:pStyle w:val="Heading4"/>
      </w:pPr>
      <w:r w:rsidRPr="00C827A4">
        <w:t>5.5.14.1</w:t>
      </w:r>
      <w:r w:rsidRPr="00C827A4">
        <w:tab/>
        <w:t>AdminFile View</w:t>
      </w:r>
    </w:p>
    <w:p w:rsidR="00FB5721" w:rsidRPr="00C827A4" w:rsidRDefault="00FB5721">
      <w:r w:rsidRPr="00C827A4">
        <w:t>Test Area Reference: Cre_Fsa_View</w:t>
      </w:r>
    </w:p>
    <w:p w:rsidR="00FB5721" w:rsidRPr="00C827A4" w:rsidRDefault="00FB5721" w:rsidP="00D17F6A">
      <w:pPr>
        <w:pStyle w:val="Heading5"/>
      </w:pPr>
      <w:r w:rsidRPr="00C827A4">
        <w:t>5.5.14.1.1</w:t>
      </w:r>
      <w:r w:rsidRPr="00C827A4">
        <w:tab/>
        <w:t>Conformance requirement</w:t>
      </w:r>
    </w:p>
    <w:p w:rsidR="00FB5721" w:rsidRPr="00C827A4" w:rsidRDefault="00FB5721">
      <w:pPr>
        <w:pStyle w:val="H6"/>
      </w:pPr>
      <w:r w:rsidRPr="00C827A4">
        <w:t>5.5.14.1.1.1</w:t>
      </w:r>
      <w:r w:rsidRPr="00C827A4">
        <w:tab/>
        <w:t>Normal execution</w:t>
      </w:r>
    </w:p>
    <w:p w:rsidR="00FB5721" w:rsidRPr="00C827A4" w:rsidRDefault="00FB5721">
      <w:pPr>
        <w:pStyle w:val="B1"/>
      </w:pPr>
      <w:r w:rsidRPr="00C827A4">
        <w:t xml:space="preserve">CRRN1: </w:t>
      </w:r>
      <w:r w:rsidRPr="00C827A4">
        <w:rPr>
          <w:i/>
          <w:iCs/>
        </w:rPr>
        <w:t xml:space="preserve">AdminFileView </w:t>
      </w:r>
      <w:r w:rsidRPr="00C827A4">
        <w:t xml:space="preserve">objects follow the behaviour of </w:t>
      </w:r>
      <w:r w:rsidRPr="00C827A4">
        <w:rPr>
          <w:i/>
          <w:iCs/>
        </w:rPr>
        <w:t xml:space="preserve">FileView </w:t>
      </w:r>
      <w:r w:rsidRPr="00C827A4">
        <w:t xml:space="preserve">objects and inherit </w:t>
      </w:r>
      <w:r w:rsidRPr="00C827A4">
        <w:rPr>
          <w:i/>
          <w:iCs/>
        </w:rPr>
        <w:t xml:space="preserve">FileView </w:t>
      </w:r>
      <w:r w:rsidRPr="00C827A4">
        <w:t>functionality.</w:t>
      </w:r>
    </w:p>
    <w:p w:rsidR="00FB5721" w:rsidRPr="00C827A4" w:rsidRDefault="00FB5721">
      <w:pPr>
        <w:pStyle w:val="B1"/>
      </w:pPr>
      <w:r w:rsidRPr="00C827A4">
        <w:t xml:space="preserve">CRRN2: An </w:t>
      </w:r>
      <w:r w:rsidRPr="00C827A4">
        <w:rPr>
          <w:i/>
          <w:iCs/>
        </w:rPr>
        <w:t xml:space="preserve">AdminFileView </w:t>
      </w:r>
      <w:r w:rsidRPr="00C827A4">
        <w:t xml:space="preserve">object can be retrieved by invoking one of the </w:t>
      </w:r>
      <w:r w:rsidRPr="00C827A4">
        <w:rPr>
          <w:i/>
          <w:iCs/>
        </w:rPr>
        <w:t xml:space="preserve">getAdminFileView() </w:t>
      </w:r>
      <w:r w:rsidRPr="00C827A4">
        <w:t>methods defined in the AdminFileViewBuilder class.</w:t>
      </w:r>
    </w:p>
    <w:p w:rsidR="00FB5721" w:rsidRPr="00C827A4" w:rsidRDefault="00FB5721">
      <w:pPr>
        <w:pStyle w:val="B1"/>
      </w:pPr>
      <w:r w:rsidRPr="00C827A4">
        <w:t xml:space="preserve">CRRN3: Each </w:t>
      </w:r>
      <w:r w:rsidRPr="00C827A4">
        <w:rPr>
          <w:i/>
          <w:iCs/>
        </w:rPr>
        <w:t xml:space="preserve">AdminFileView </w:t>
      </w:r>
      <w:r w:rsidRPr="00C827A4">
        <w:t>shall be given the access control privileges associated with the UICC or the corresponding ADF for the Applet.</w:t>
      </w:r>
    </w:p>
    <w:p w:rsidR="00FB5721" w:rsidRPr="00C827A4" w:rsidRDefault="00FB5721">
      <w:pPr>
        <w:pStyle w:val="B1"/>
      </w:pPr>
      <w:r w:rsidRPr="00C827A4">
        <w:t xml:space="preserve">CRRN4: The access control privileges are checked against the access rules defined in </w:t>
      </w:r>
      <w:r w:rsidR="00F744FF" w:rsidRPr="00C827A4">
        <w:t xml:space="preserve">ETSI </w:t>
      </w:r>
      <w:r w:rsidRPr="00C827A4">
        <w:t xml:space="preserve">TS 102 221 </w:t>
      </w:r>
      <w:r w:rsidR="0047072E" w:rsidRPr="00C827A4">
        <w:t>[5]</w:t>
      </w:r>
      <w:r w:rsidRPr="00C827A4">
        <w:t xml:space="preserve"> each time a method of the </w:t>
      </w:r>
      <w:r w:rsidRPr="00C827A4">
        <w:rPr>
          <w:i/>
          <w:iCs/>
        </w:rPr>
        <w:t xml:space="preserve">AdminFileView </w:t>
      </w:r>
      <w:r w:rsidRPr="00C827A4">
        <w:t>object is invoked.</w:t>
      </w:r>
    </w:p>
    <w:p w:rsidR="00FB5721" w:rsidRPr="00C827A4" w:rsidRDefault="00FB5721">
      <w:pPr>
        <w:pStyle w:val="H6"/>
      </w:pPr>
      <w:r w:rsidRPr="00C827A4">
        <w:t>5.5.14.1.1.2</w:t>
      </w:r>
      <w:r w:rsidRPr="00C827A4">
        <w:tab/>
        <w:t>Parameter errors</w:t>
      </w:r>
    </w:p>
    <w:p w:rsidR="00FB5721" w:rsidRPr="00C827A4" w:rsidRDefault="00FB5721">
      <w:r w:rsidRPr="00C827A4">
        <w:t>No requirements.</w:t>
      </w:r>
    </w:p>
    <w:p w:rsidR="00FB5721" w:rsidRPr="00C827A4" w:rsidRDefault="00FB5721">
      <w:pPr>
        <w:pStyle w:val="H6"/>
      </w:pPr>
      <w:r w:rsidRPr="00C827A4">
        <w:t>5.5.14.1.1.3</w:t>
      </w:r>
      <w:r w:rsidRPr="00C827A4">
        <w:tab/>
        <w:t>Context errors</w:t>
      </w:r>
    </w:p>
    <w:p w:rsidR="00FB5721" w:rsidRPr="00C827A4" w:rsidRDefault="00FB5721">
      <w:r w:rsidRPr="00C827A4">
        <w:t>No requirements.</w:t>
      </w:r>
    </w:p>
    <w:p w:rsidR="00FB5721" w:rsidRPr="00C827A4" w:rsidRDefault="00FB5721" w:rsidP="00D17F6A">
      <w:pPr>
        <w:pStyle w:val="Heading5"/>
      </w:pPr>
      <w:r w:rsidRPr="00C827A4">
        <w:t>5.5.14.1.2</w:t>
      </w:r>
      <w:r w:rsidRPr="00C827A4">
        <w:tab/>
        <w:t>Test area files</w:t>
      </w:r>
    </w:p>
    <w:p w:rsidR="00FB5721" w:rsidRPr="00C827A4" w:rsidRDefault="00D17F6A">
      <w:r w:rsidRPr="00C827A4">
        <w:t>None.</w:t>
      </w:r>
    </w:p>
    <w:p w:rsidR="00FB5721" w:rsidRPr="00C827A4" w:rsidRDefault="00FB5721" w:rsidP="00D17F6A">
      <w:pPr>
        <w:pStyle w:val="Heading5"/>
      </w:pPr>
      <w:r w:rsidRPr="00C827A4">
        <w:lastRenderedPageBreak/>
        <w:t>5.5.14.1.3</w:t>
      </w:r>
      <w:r w:rsidRPr="00C827A4">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FB5721" w:rsidRPr="00C827A4" w:rsidTr="00D17F6A">
        <w:trPr>
          <w:tblHeader/>
          <w:jc w:val="center"/>
        </w:trPr>
        <w:tc>
          <w:tcPr>
            <w:tcW w:w="2276" w:type="dxa"/>
          </w:tcPr>
          <w:p w:rsidR="00FB5721" w:rsidRPr="00C827A4" w:rsidRDefault="00FB5721">
            <w:pPr>
              <w:pStyle w:val="TAH"/>
            </w:pPr>
            <w:r w:rsidRPr="00C827A4">
              <w:t>CRR number</w:t>
            </w:r>
          </w:p>
        </w:tc>
        <w:tc>
          <w:tcPr>
            <w:tcW w:w="2682" w:type="dxa"/>
          </w:tcPr>
          <w:p w:rsidR="00FB5721" w:rsidRPr="00C827A4" w:rsidRDefault="00FB5721">
            <w:pPr>
              <w:pStyle w:val="TAH"/>
            </w:pPr>
            <w:r w:rsidRPr="00C827A4">
              <w:t>Test case number</w:t>
            </w:r>
          </w:p>
        </w:tc>
      </w:tr>
      <w:tr w:rsidR="00FB5721" w:rsidRPr="00C827A4" w:rsidTr="00D17F6A">
        <w:trPr>
          <w:jc w:val="center"/>
        </w:trPr>
        <w:tc>
          <w:tcPr>
            <w:tcW w:w="2276" w:type="dxa"/>
          </w:tcPr>
          <w:p w:rsidR="00FB5721" w:rsidRPr="00C827A4" w:rsidRDefault="00FB5721">
            <w:pPr>
              <w:pStyle w:val="TAC"/>
            </w:pPr>
            <w:r w:rsidRPr="00C827A4">
              <w:t>CRRN1</w:t>
            </w:r>
          </w:p>
        </w:tc>
        <w:tc>
          <w:tcPr>
            <w:tcW w:w="2682" w:type="dxa"/>
          </w:tcPr>
          <w:p w:rsidR="00FB5721" w:rsidRPr="00C827A4" w:rsidRDefault="00FB5721">
            <w:pPr>
              <w:pStyle w:val="TAC"/>
            </w:pPr>
            <w:r w:rsidRPr="00C827A4">
              <w:t>See API_4_Afv_xxxx</w:t>
            </w:r>
          </w:p>
        </w:tc>
      </w:tr>
      <w:tr w:rsidR="00FB5721" w:rsidRPr="00C827A4" w:rsidTr="00D17F6A">
        <w:trPr>
          <w:jc w:val="center"/>
        </w:trPr>
        <w:tc>
          <w:tcPr>
            <w:tcW w:w="2276" w:type="dxa"/>
          </w:tcPr>
          <w:p w:rsidR="00FB5721" w:rsidRPr="00C827A4" w:rsidRDefault="00FB5721">
            <w:pPr>
              <w:pStyle w:val="TAC"/>
            </w:pPr>
            <w:r w:rsidRPr="00C827A4">
              <w:t>CRRN2</w:t>
            </w:r>
          </w:p>
        </w:tc>
        <w:tc>
          <w:tcPr>
            <w:tcW w:w="2682" w:type="dxa"/>
          </w:tcPr>
          <w:p w:rsidR="00FB5721" w:rsidRPr="00C827A4" w:rsidRDefault="00FB5721">
            <w:pPr>
              <w:pStyle w:val="TAC"/>
            </w:pPr>
            <w:r w:rsidRPr="00C827A4">
              <w:t>See API_4_Afb_xxxx</w:t>
            </w:r>
          </w:p>
        </w:tc>
      </w:tr>
      <w:tr w:rsidR="00FB5721" w:rsidRPr="00C827A4" w:rsidTr="00D17F6A">
        <w:trPr>
          <w:jc w:val="center"/>
        </w:trPr>
        <w:tc>
          <w:tcPr>
            <w:tcW w:w="2276" w:type="dxa"/>
          </w:tcPr>
          <w:p w:rsidR="00FB5721" w:rsidRPr="00C827A4" w:rsidRDefault="00FB5721">
            <w:pPr>
              <w:pStyle w:val="TAC"/>
            </w:pPr>
            <w:r w:rsidRPr="00C827A4">
              <w:t>CRRN3</w:t>
            </w:r>
          </w:p>
        </w:tc>
        <w:tc>
          <w:tcPr>
            <w:tcW w:w="2682" w:type="dxa"/>
          </w:tcPr>
          <w:p w:rsidR="00FB5721" w:rsidRPr="00C827A4" w:rsidRDefault="00FB5721">
            <w:pPr>
              <w:pStyle w:val="TAC"/>
            </w:pPr>
            <w:r w:rsidRPr="00C827A4">
              <w:t>See Cre_Tin_Acdo</w:t>
            </w:r>
          </w:p>
        </w:tc>
      </w:tr>
      <w:tr w:rsidR="00FB5721" w:rsidRPr="00C827A4" w:rsidTr="00D17F6A">
        <w:trPr>
          <w:jc w:val="center"/>
        </w:trPr>
        <w:tc>
          <w:tcPr>
            <w:tcW w:w="2276" w:type="dxa"/>
          </w:tcPr>
          <w:p w:rsidR="00FB5721" w:rsidRPr="00C827A4" w:rsidRDefault="00FB5721">
            <w:pPr>
              <w:pStyle w:val="TAC"/>
            </w:pPr>
            <w:r w:rsidRPr="00C827A4">
              <w:t>CRRN4</w:t>
            </w:r>
          </w:p>
        </w:tc>
        <w:tc>
          <w:tcPr>
            <w:tcW w:w="2682" w:type="dxa"/>
          </w:tcPr>
          <w:p w:rsidR="00FB5721" w:rsidRPr="00C827A4" w:rsidRDefault="00FB5721">
            <w:pPr>
              <w:pStyle w:val="TAC"/>
            </w:pPr>
            <w:r w:rsidRPr="00C827A4">
              <w:t>See Cre_Tin_Acdo</w:t>
            </w:r>
          </w:p>
        </w:tc>
      </w:tr>
    </w:tbl>
    <w:p w:rsidR="00FB5721" w:rsidRPr="00C827A4" w:rsidRDefault="00FB5721" w:rsidP="00D17F6A"/>
    <w:p w:rsidR="00FB5721" w:rsidRPr="00C827A4" w:rsidRDefault="00FB5721" w:rsidP="00D17F6A">
      <w:pPr>
        <w:pStyle w:val="Heading5"/>
      </w:pPr>
      <w:r w:rsidRPr="00C827A4">
        <w:t>5.5.14.1.4</w:t>
      </w:r>
      <w:r w:rsidRPr="00C827A4">
        <w:tab/>
        <w:t>Test procedure</w:t>
      </w:r>
    </w:p>
    <w:p w:rsidR="00FB5721" w:rsidRPr="00C827A4" w:rsidRDefault="00FB5721" w:rsidP="00D17F6A">
      <w:r w:rsidRPr="00C827A4">
        <w:t>None.</w:t>
      </w:r>
    </w:p>
    <w:p w:rsidR="00FB5721" w:rsidRPr="00C827A4" w:rsidRDefault="00FB5721">
      <w:pPr>
        <w:pStyle w:val="Heading4"/>
      </w:pPr>
      <w:r w:rsidRPr="00C827A4">
        <w:t>5.5.14.2</w:t>
      </w:r>
      <w:r w:rsidRPr="00C827A4">
        <w:tab/>
        <w:t>AdminFile Access</w:t>
      </w:r>
    </w:p>
    <w:p w:rsidR="00D17F6A" w:rsidRPr="00C827A4" w:rsidRDefault="00D17F6A" w:rsidP="00D17F6A">
      <w:pPr>
        <w:pStyle w:val="EX"/>
        <w:ind w:left="2268" w:hanging="1984"/>
      </w:pPr>
      <w:r w:rsidRPr="00C827A4">
        <w:t>Test Area Reference:</w:t>
      </w:r>
      <w:r w:rsidRPr="00C827A4">
        <w:tab/>
      </w:r>
      <w:r w:rsidR="00FB5721" w:rsidRPr="00C827A4">
        <w:t>Cre_Fsa_Aacc</w:t>
      </w:r>
      <w:r w:rsidRPr="00C827A4">
        <w:t>.</w:t>
      </w:r>
    </w:p>
    <w:p w:rsidR="00FB5721" w:rsidRPr="00CE0179" w:rsidRDefault="00FB5721">
      <w:r w:rsidRPr="00C827A4">
        <w:t>See API access.administration part.</w:t>
      </w:r>
      <w:bookmarkStart w:id="0" w:name="_GoBack"/>
      <w:bookmarkEnd w:id="0"/>
    </w:p>
    <w:sectPr w:rsidR="00FB5721" w:rsidRPr="00CE0179" w:rsidSect="005C5E3A">
      <w:headerReference w:type="default" r:id="rId7"/>
      <w:footerReference w:type="even" r:id="rId8"/>
      <w:footerReference w:type="default" r:id="rId9"/>
      <w:footnotePr>
        <w:numRestart w:val="eachSect"/>
      </w:footnotePr>
      <w:pgSz w:w="11907" w:h="16840"/>
      <w:pgMar w:top="1418" w:right="1134" w:bottom="1134" w:left="1134" w:header="680" w:footer="340" w:gutter="0"/>
      <w:pgNumType w:start="5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777" w:rsidRDefault="000D1777">
      <w:r>
        <w:separator/>
      </w:r>
    </w:p>
  </w:endnote>
  <w:endnote w:type="continuationSeparator" w:id="0">
    <w:p w:rsidR="000D1777" w:rsidRDefault="000D1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4FF" w:rsidRDefault="008814A5">
    <w:pPr>
      <w:pStyle w:val="Footer"/>
      <w:framePr w:wrap="around" w:vAnchor="text" w:hAnchor="margin" w:xAlign="right" w:y="1"/>
      <w:rPr>
        <w:rStyle w:val="PageNumber"/>
      </w:rPr>
    </w:pPr>
    <w:r>
      <w:rPr>
        <w:rStyle w:val="PageNumber"/>
      </w:rPr>
      <w:fldChar w:fldCharType="begin"/>
    </w:r>
    <w:r w:rsidR="00F744FF">
      <w:rPr>
        <w:rStyle w:val="PageNumber"/>
      </w:rPr>
      <w:instrText xml:space="preserve">PAGE  </w:instrText>
    </w:r>
    <w:r>
      <w:rPr>
        <w:rStyle w:val="PageNumber"/>
      </w:rPr>
      <w:fldChar w:fldCharType="end"/>
    </w:r>
  </w:p>
  <w:p w:rsidR="00F744FF" w:rsidRDefault="00F744F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4FF" w:rsidRDefault="00F744FF">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777" w:rsidRDefault="000D1777">
      <w:r>
        <w:separator/>
      </w:r>
    </w:p>
  </w:footnote>
  <w:footnote w:type="continuationSeparator" w:id="0">
    <w:p w:rsidR="000D1777" w:rsidRDefault="000D1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4FF" w:rsidRDefault="00F744FF">
    <w:pPr>
      <w:pStyle w:val="Header"/>
      <w:tabs>
        <w:tab w:val="center" w:pos="4820"/>
        <w:tab w:val="right" w:pos="9639"/>
      </w:tabs>
      <w:rPr>
        <w:lang w:val="fr-FR"/>
      </w:rPr>
    </w:pPr>
    <w:r>
      <w:t xml:space="preserve">Release </w:t>
    </w:r>
    <w:r w:rsidR="00927A43">
      <w:t>7</w:t>
    </w:r>
    <w:r>
      <w:tab/>
    </w:r>
    <w:r w:rsidR="008814A5">
      <w:fldChar w:fldCharType="begin"/>
    </w:r>
    <w:r>
      <w:rPr>
        <w:lang w:val="fr-FR"/>
      </w:rPr>
      <w:instrText xml:space="preserve"> PAGE </w:instrText>
    </w:r>
    <w:r w:rsidR="008814A5">
      <w:fldChar w:fldCharType="separate"/>
    </w:r>
    <w:r w:rsidR="005C5E3A">
      <w:rPr>
        <w:lang w:val="fr-FR"/>
      </w:rPr>
      <w:t>718</w:t>
    </w:r>
    <w:r w:rsidR="008814A5">
      <w:fldChar w:fldCharType="end"/>
    </w:r>
    <w:r>
      <w:rPr>
        <w:lang w:val="fr-FR"/>
      </w:rPr>
      <w:tab/>
      <w:t>ETSI TS 102 268 V</w:t>
    </w:r>
    <w:r w:rsidR="00927A43">
      <w:rPr>
        <w:lang w:val="fr-FR"/>
      </w:rPr>
      <w:t>7</w:t>
    </w:r>
    <w:r>
      <w:rPr>
        <w:lang w:val="fr-FR"/>
      </w:rPr>
      <w:t>.</w:t>
    </w:r>
    <w:r w:rsidR="00927A43">
      <w:rPr>
        <w:lang w:val="fr-FR"/>
      </w:rPr>
      <w:t>0</w:t>
    </w:r>
    <w:r>
      <w:rPr>
        <w:lang w:val="fr-FR"/>
      </w:rPr>
      <w:t>.0 (2014-0</w:t>
    </w:r>
    <w:r w:rsidR="00C827A4">
      <w:rPr>
        <w:lang w:val="fr-FR"/>
      </w:rPr>
      <w:t>4</w:t>
    </w:r>
    <w:r>
      <w:rPr>
        <w:lang w:val="fr-F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5">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5"/>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4"/>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7409"/>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330"/>
    <w:rsid w:val="000372B6"/>
    <w:rsid w:val="00042B6B"/>
    <w:rsid w:val="000570D2"/>
    <w:rsid w:val="000A0D9D"/>
    <w:rsid w:val="000D1777"/>
    <w:rsid w:val="001470BA"/>
    <w:rsid w:val="001B0B3B"/>
    <w:rsid w:val="001F17EA"/>
    <w:rsid w:val="001F2270"/>
    <w:rsid w:val="00214C0B"/>
    <w:rsid w:val="00270747"/>
    <w:rsid w:val="00275DE9"/>
    <w:rsid w:val="002F5A8F"/>
    <w:rsid w:val="003772E9"/>
    <w:rsid w:val="003A5A79"/>
    <w:rsid w:val="003F51CA"/>
    <w:rsid w:val="00467119"/>
    <w:rsid w:val="0047072E"/>
    <w:rsid w:val="004A084A"/>
    <w:rsid w:val="004C6EC9"/>
    <w:rsid w:val="00586338"/>
    <w:rsid w:val="0059237D"/>
    <w:rsid w:val="005B0935"/>
    <w:rsid w:val="005B6943"/>
    <w:rsid w:val="005C5E3A"/>
    <w:rsid w:val="005F5330"/>
    <w:rsid w:val="005F7D19"/>
    <w:rsid w:val="00621EBE"/>
    <w:rsid w:val="006760F0"/>
    <w:rsid w:val="00677BCD"/>
    <w:rsid w:val="006F1E3B"/>
    <w:rsid w:val="007C3020"/>
    <w:rsid w:val="008164BC"/>
    <w:rsid w:val="008814A5"/>
    <w:rsid w:val="008A0C49"/>
    <w:rsid w:val="00927A43"/>
    <w:rsid w:val="00963369"/>
    <w:rsid w:val="009B395F"/>
    <w:rsid w:val="009D6D22"/>
    <w:rsid w:val="00A731FA"/>
    <w:rsid w:val="00AD2B26"/>
    <w:rsid w:val="00AE59F5"/>
    <w:rsid w:val="00C15EA6"/>
    <w:rsid w:val="00C616C4"/>
    <w:rsid w:val="00C827A4"/>
    <w:rsid w:val="00C90CA8"/>
    <w:rsid w:val="00CE0179"/>
    <w:rsid w:val="00D17F6A"/>
    <w:rsid w:val="00D65C82"/>
    <w:rsid w:val="00DB294B"/>
    <w:rsid w:val="00DC2BEA"/>
    <w:rsid w:val="00F744FF"/>
    <w:rsid w:val="00FB5721"/>
    <w:rsid w:val="00FC51D6"/>
    <w:rsid w:val="00FD4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FAB2B192-107C-4544-AFB0-D1838814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330"/>
    <w:pPr>
      <w:overflowPunct w:val="0"/>
      <w:autoSpaceDE w:val="0"/>
      <w:autoSpaceDN w:val="0"/>
      <w:adjustRightInd w:val="0"/>
      <w:spacing w:after="180"/>
      <w:textAlignment w:val="baseline"/>
    </w:pPr>
    <w:rPr>
      <w:lang w:val="en-GB"/>
    </w:rPr>
  </w:style>
  <w:style w:type="paragraph" w:styleId="Heading1">
    <w:name w:val="heading 1"/>
    <w:next w:val="Normal"/>
    <w:qFormat/>
    <w:rsid w:val="005F5330"/>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5F5330"/>
    <w:pPr>
      <w:pBdr>
        <w:top w:val="none" w:sz="0" w:space="0" w:color="auto"/>
      </w:pBdr>
      <w:spacing w:before="180"/>
      <w:outlineLvl w:val="1"/>
    </w:pPr>
    <w:rPr>
      <w:sz w:val="32"/>
    </w:rPr>
  </w:style>
  <w:style w:type="paragraph" w:styleId="Heading3">
    <w:name w:val="heading 3"/>
    <w:basedOn w:val="Heading2"/>
    <w:next w:val="Normal"/>
    <w:qFormat/>
    <w:rsid w:val="005F5330"/>
    <w:pPr>
      <w:spacing w:before="120"/>
      <w:outlineLvl w:val="2"/>
    </w:pPr>
    <w:rPr>
      <w:sz w:val="28"/>
    </w:rPr>
  </w:style>
  <w:style w:type="paragraph" w:styleId="Heading4">
    <w:name w:val="heading 4"/>
    <w:basedOn w:val="Heading3"/>
    <w:next w:val="Normal"/>
    <w:qFormat/>
    <w:rsid w:val="005F5330"/>
    <w:pPr>
      <w:ind w:left="1418" w:hanging="1418"/>
      <w:outlineLvl w:val="3"/>
    </w:pPr>
    <w:rPr>
      <w:sz w:val="24"/>
    </w:rPr>
  </w:style>
  <w:style w:type="paragraph" w:styleId="Heading5">
    <w:name w:val="heading 5"/>
    <w:basedOn w:val="Heading4"/>
    <w:next w:val="Normal"/>
    <w:qFormat/>
    <w:rsid w:val="005F5330"/>
    <w:pPr>
      <w:ind w:left="1701" w:hanging="1701"/>
      <w:outlineLvl w:val="4"/>
    </w:pPr>
    <w:rPr>
      <w:sz w:val="22"/>
    </w:rPr>
  </w:style>
  <w:style w:type="paragraph" w:styleId="Heading6">
    <w:name w:val="heading 6"/>
    <w:basedOn w:val="H6"/>
    <w:next w:val="Normal"/>
    <w:qFormat/>
    <w:rsid w:val="005F5330"/>
    <w:pPr>
      <w:outlineLvl w:val="5"/>
    </w:pPr>
  </w:style>
  <w:style w:type="paragraph" w:styleId="Heading7">
    <w:name w:val="heading 7"/>
    <w:basedOn w:val="H6"/>
    <w:next w:val="Normal"/>
    <w:qFormat/>
    <w:rsid w:val="005F5330"/>
    <w:pPr>
      <w:outlineLvl w:val="6"/>
    </w:pPr>
  </w:style>
  <w:style w:type="paragraph" w:styleId="Heading8">
    <w:name w:val="heading 8"/>
    <w:basedOn w:val="Heading1"/>
    <w:next w:val="Normal"/>
    <w:qFormat/>
    <w:rsid w:val="005F5330"/>
    <w:pPr>
      <w:ind w:left="0" w:firstLine="0"/>
      <w:outlineLvl w:val="7"/>
    </w:pPr>
  </w:style>
  <w:style w:type="paragraph" w:styleId="Heading9">
    <w:name w:val="heading 9"/>
    <w:basedOn w:val="Heading8"/>
    <w:next w:val="Normal"/>
    <w:qFormat/>
    <w:rsid w:val="005F5330"/>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5F5330"/>
    <w:pPr>
      <w:ind w:left="1985" w:hanging="1985"/>
      <w:outlineLvl w:val="9"/>
    </w:pPr>
    <w:rPr>
      <w:sz w:val="20"/>
    </w:rPr>
  </w:style>
  <w:style w:type="character" w:styleId="Hyperlink">
    <w:name w:val="Hyperlink"/>
    <w:basedOn w:val="DefaultParagraphFont"/>
    <w:rsid w:val="008814A5"/>
    <w:rPr>
      <w:color w:val="0000FF"/>
      <w:u w:val="single"/>
    </w:rPr>
  </w:style>
  <w:style w:type="character" w:styleId="FollowedHyperlink">
    <w:name w:val="FollowedHyperlink"/>
    <w:basedOn w:val="DefaultParagraphFont"/>
    <w:rsid w:val="008814A5"/>
    <w:rPr>
      <w:color w:val="800080"/>
      <w:u w:val="single"/>
    </w:rPr>
  </w:style>
  <w:style w:type="paragraph" w:styleId="HTMLAddress">
    <w:name w:val="HTML Address"/>
    <w:basedOn w:val="Normal"/>
    <w:rsid w:val="008814A5"/>
    <w:rPr>
      <w:i/>
      <w:iCs/>
    </w:rPr>
  </w:style>
  <w:style w:type="character" w:styleId="HTMLCode">
    <w:name w:val="HTML Code"/>
    <w:basedOn w:val="DefaultParagraphFont"/>
    <w:rsid w:val="008814A5"/>
    <w:rPr>
      <w:rFonts w:ascii="Courier New" w:eastAsia="Times New Roman" w:hAnsi="Courier New" w:cs="Times New Roman"/>
      <w:sz w:val="20"/>
      <w:szCs w:val="20"/>
    </w:rPr>
  </w:style>
  <w:style w:type="character" w:styleId="HTMLKeyboard">
    <w:name w:val="HTML Keyboard"/>
    <w:basedOn w:val="DefaultParagraphFont"/>
    <w:rsid w:val="008814A5"/>
    <w:rPr>
      <w:rFonts w:ascii="Courier New" w:eastAsia="Times New Roman" w:hAnsi="Courier New" w:cs="Times New Roman"/>
      <w:sz w:val="20"/>
      <w:szCs w:val="20"/>
    </w:rPr>
  </w:style>
  <w:style w:type="paragraph" w:styleId="HTMLPreformatted">
    <w:name w:val="HTML Preformatted"/>
    <w:basedOn w:val="Normal"/>
    <w:rsid w:val="00881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8814A5"/>
    <w:rPr>
      <w:rFonts w:ascii="Courier New" w:eastAsia="Times New Roman" w:hAnsi="Courier New" w:cs="Times New Roman"/>
    </w:rPr>
  </w:style>
  <w:style w:type="character" w:styleId="HTMLTypewriter">
    <w:name w:val="HTML Typewriter"/>
    <w:basedOn w:val="DefaultParagraphFont"/>
    <w:rsid w:val="008814A5"/>
    <w:rPr>
      <w:rFonts w:ascii="Courier New" w:eastAsia="Times New Roman" w:hAnsi="Courier New" w:cs="Times New Roman"/>
      <w:sz w:val="20"/>
      <w:szCs w:val="20"/>
    </w:rPr>
  </w:style>
  <w:style w:type="paragraph" w:styleId="NormalWeb">
    <w:name w:val="Normal (Web)"/>
    <w:basedOn w:val="Normal"/>
    <w:rsid w:val="008814A5"/>
    <w:rPr>
      <w:sz w:val="24"/>
      <w:szCs w:val="24"/>
    </w:rPr>
  </w:style>
  <w:style w:type="paragraph" w:styleId="Index1">
    <w:name w:val="index 1"/>
    <w:basedOn w:val="Normal"/>
    <w:semiHidden/>
    <w:rsid w:val="005F5330"/>
    <w:pPr>
      <w:keepLines/>
    </w:pPr>
  </w:style>
  <w:style w:type="paragraph" w:styleId="Index2">
    <w:name w:val="index 2"/>
    <w:basedOn w:val="Index1"/>
    <w:semiHidden/>
    <w:rsid w:val="005F5330"/>
    <w:pPr>
      <w:ind w:left="284"/>
    </w:pPr>
  </w:style>
  <w:style w:type="paragraph" w:styleId="Index3">
    <w:name w:val="index 3"/>
    <w:basedOn w:val="Normal"/>
    <w:next w:val="Normal"/>
    <w:autoRedefine/>
    <w:semiHidden/>
    <w:rsid w:val="008814A5"/>
    <w:pPr>
      <w:ind w:left="600" w:hanging="200"/>
    </w:pPr>
  </w:style>
  <w:style w:type="paragraph" w:styleId="Index4">
    <w:name w:val="index 4"/>
    <w:basedOn w:val="Normal"/>
    <w:next w:val="Normal"/>
    <w:autoRedefine/>
    <w:semiHidden/>
    <w:rsid w:val="008814A5"/>
    <w:pPr>
      <w:ind w:left="800" w:hanging="200"/>
    </w:pPr>
  </w:style>
  <w:style w:type="paragraph" w:styleId="Index5">
    <w:name w:val="index 5"/>
    <w:basedOn w:val="Normal"/>
    <w:next w:val="Normal"/>
    <w:autoRedefine/>
    <w:semiHidden/>
    <w:rsid w:val="008814A5"/>
    <w:pPr>
      <w:ind w:left="1000" w:hanging="200"/>
    </w:pPr>
  </w:style>
  <w:style w:type="paragraph" w:styleId="Index6">
    <w:name w:val="index 6"/>
    <w:basedOn w:val="Normal"/>
    <w:next w:val="Normal"/>
    <w:autoRedefine/>
    <w:semiHidden/>
    <w:rsid w:val="008814A5"/>
    <w:pPr>
      <w:ind w:left="1200" w:hanging="200"/>
    </w:pPr>
  </w:style>
  <w:style w:type="paragraph" w:styleId="Index7">
    <w:name w:val="index 7"/>
    <w:basedOn w:val="Normal"/>
    <w:next w:val="Normal"/>
    <w:autoRedefine/>
    <w:semiHidden/>
    <w:rsid w:val="008814A5"/>
    <w:pPr>
      <w:ind w:left="1400" w:hanging="200"/>
    </w:pPr>
  </w:style>
  <w:style w:type="paragraph" w:styleId="Index8">
    <w:name w:val="index 8"/>
    <w:basedOn w:val="Normal"/>
    <w:next w:val="Normal"/>
    <w:autoRedefine/>
    <w:semiHidden/>
    <w:rsid w:val="008814A5"/>
    <w:pPr>
      <w:ind w:left="1600" w:hanging="200"/>
    </w:pPr>
  </w:style>
  <w:style w:type="paragraph" w:styleId="Index9">
    <w:name w:val="index 9"/>
    <w:basedOn w:val="Normal"/>
    <w:next w:val="Normal"/>
    <w:autoRedefine/>
    <w:semiHidden/>
    <w:rsid w:val="008814A5"/>
    <w:pPr>
      <w:ind w:left="1800" w:hanging="200"/>
    </w:pPr>
  </w:style>
  <w:style w:type="paragraph" w:styleId="TOC1">
    <w:name w:val="toc 1"/>
    <w:semiHidden/>
    <w:rsid w:val="005F5330"/>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5F5330"/>
    <w:pPr>
      <w:spacing w:before="0"/>
      <w:ind w:left="851" w:hanging="851"/>
    </w:pPr>
    <w:rPr>
      <w:sz w:val="20"/>
    </w:rPr>
  </w:style>
  <w:style w:type="paragraph" w:styleId="TOC3">
    <w:name w:val="toc 3"/>
    <w:basedOn w:val="TOC2"/>
    <w:semiHidden/>
    <w:rsid w:val="005F5330"/>
    <w:pPr>
      <w:ind w:left="1134" w:hanging="1134"/>
    </w:pPr>
  </w:style>
  <w:style w:type="paragraph" w:styleId="TOC4">
    <w:name w:val="toc 4"/>
    <w:basedOn w:val="TOC3"/>
    <w:semiHidden/>
    <w:rsid w:val="005F5330"/>
    <w:pPr>
      <w:ind w:left="1418" w:hanging="1418"/>
    </w:pPr>
  </w:style>
  <w:style w:type="paragraph" w:styleId="TOC5">
    <w:name w:val="toc 5"/>
    <w:basedOn w:val="TOC4"/>
    <w:semiHidden/>
    <w:rsid w:val="005F5330"/>
    <w:pPr>
      <w:ind w:left="1701" w:hanging="1701"/>
    </w:pPr>
  </w:style>
  <w:style w:type="paragraph" w:styleId="TOC6">
    <w:name w:val="toc 6"/>
    <w:basedOn w:val="TOC5"/>
    <w:next w:val="Normal"/>
    <w:semiHidden/>
    <w:rsid w:val="005F5330"/>
    <w:pPr>
      <w:ind w:left="1985" w:hanging="1985"/>
    </w:pPr>
  </w:style>
  <w:style w:type="paragraph" w:styleId="TOC7">
    <w:name w:val="toc 7"/>
    <w:basedOn w:val="TOC6"/>
    <w:next w:val="Normal"/>
    <w:semiHidden/>
    <w:rsid w:val="005F5330"/>
    <w:pPr>
      <w:ind w:left="2268" w:hanging="2268"/>
    </w:pPr>
  </w:style>
  <w:style w:type="paragraph" w:styleId="TOC8">
    <w:name w:val="toc 8"/>
    <w:basedOn w:val="TOC1"/>
    <w:semiHidden/>
    <w:rsid w:val="005F5330"/>
    <w:pPr>
      <w:spacing w:before="180"/>
      <w:ind w:left="2693" w:hanging="2693"/>
    </w:pPr>
    <w:rPr>
      <w:b/>
    </w:rPr>
  </w:style>
  <w:style w:type="paragraph" w:styleId="TOC9">
    <w:name w:val="toc 9"/>
    <w:basedOn w:val="TOC8"/>
    <w:semiHidden/>
    <w:rsid w:val="005F5330"/>
    <w:pPr>
      <w:ind w:left="1418" w:hanging="1418"/>
    </w:pPr>
  </w:style>
  <w:style w:type="paragraph" w:styleId="NormalIndent">
    <w:name w:val="Normal Indent"/>
    <w:basedOn w:val="Normal"/>
    <w:rsid w:val="008814A5"/>
    <w:pPr>
      <w:ind w:left="720"/>
    </w:pPr>
  </w:style>
  <w:style w:type="paragraph" w:styleId="FootnoteText">
    <w:name w:val="footnote text"/>
    <w:basedOn w:val="Normal"/>
    <w:semiHidden/>
    <w:rsid w:val="005F5330"/>
    <w:pPr>
      <w:keepLines/>
      <w:ind w:left="454" w:hanging="454"/>
    </w:pPr>
    <w:rPr>
      <w:sz w:val="16"/>
    </w:rPr>
  </w:style>
  <w:style w:type="paragraph" w:styleId="CommentText">
    <w:name w:val="annotation text"/>
    <w:basedOn w:val="Normal"/>
    <w:semiHidden/>
    <w:rsid w:val="008814A5"/>
  </w:style>
  <w:style w:type="paragraph" w:styleId="Header">
    <w:name w:val="header"/>
    <w:rsid w:val="005F5330"/>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5F5330"/>
    <w:pPr>
      <w:jc w:val="center"/>
    </w:pPr>
    <w:rPr>
      <w:i/>
    </w:rPr>
  </w:style>
  <w:style w:type="paragraph" w:styleId="IndexHeading">
    <w:name w:val="index heading"/>
    <w:basedOn w:val="Normal"/>
    <w:next w:val="Normal"/>
    <w:semiHidden/>
    <w:rsid w:val="008814A5"/>
    <w:pPr>
      <w:pBdr>
        <w:top w:val="single" w:sz="12" w:space="0" w:color="auto"/>
      </w:pBdr>
      <w:spacing w:before="360" w:after="240"/>
    </w:pPr>
    <w:rPr>
      <w:b/>
      <w:i/>
      <w:sz w:val="26"/>
    </w:rPr>
  </w:style>
  <w:style w:type="paragraph" w:styleId="Caption">
    <w:name w:val="caption"/>
    <w:basedOn w:val="Normal"/>
    <w:next w:val="Normal"/>
    <w:qFormat/>
    <w:rsid w:val="008814A5"/>
    <w:pPr>
      <w:spacing w:before="120" w:after="120"/>
    </w:pPr>
    <w:rPr>
      <w:b/>
      <w:bCs/>
    </w:rPr>
  </w:style>
  <w:style w:type="paragraph" w:styleId="TableofFigures">
    <w:name w:val="table of figures"/>
    <w:basedOn w:val="Normal"/>
    <w:next w:val="Normal"/>
    <w:semiHidden/>
    <w:rsid w:val="008814A5"/>
    <w:pPr>
      <w:ind w:left="400" w:hanging="400"/>
    </w:pPr>
  </w:style>
  <w:style w:type="paragraph" w:styleId="EnvelopeAddress">
    <w:name w:val="envelope address"/>
    <w:basedOn w:val="Normal"/>
    <w:rsid w:val="008814A5"/>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8814A5"/>
    <w:rPr>
      <w:rFonts w:ascii="Arial" w:hAnsi="Arial" w:cs="Arial"/>
    </w:rPr>
  </w:style>
  <w:style w:type="paragraph" w:styleId="EndnoteText">
    <w:name w:val="endnote text"/>
    <w:basedOn w:val="Normal"/>
    <w:semiHidden/>
    <w:rsid w:val="008814A5"/>
  </w:style>
  <w:style w:type="paragraph" w:styleId="TableofAuthorities">
    <w:name w:val="table of authorities"/>
    <w:basedOn w:val="Normal"/>
    <w:next w:val="Normal"/>
    <w:semiHidden/>
    <w:rsid w:val="008814A5"/>
    <w:pPr>
      <w:ind w:left="200" w:hanging="200"/>
    </w:pPr>
  </w:style>
  <w:style w:type="paragraph" w:styleId="MacroText">
    <w:name w:val="macro"/>
    <w:semiHidden/>
    <w:rsid w:val="008814A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8814A5"/>
    <w:pPr>
      <w:spacing w:before="120"/>
    </w:pPr>
    <w:rPr>
      <w:rFonts w:ascii="Arial" w:hAnsi="Arial" w:cs="Arial"/>
      <w:b/>
      <w:bCs/>
      <w:sz w:val="24"/>
      <w:szCs w:val="24"/>
    </w:rPr>
  </w:style>
  <w:style w:type="paragraph" w:styleId="List">
    <w:name w:val="List"/>
    <w:basedOn w:val="Normal"/>
    <w:rsid w:val="005F5330"/>
    <w:pPr>
      <w:ind w:left="568" w:hanging="284"/>
    </w:pPr>
  </w:style>
  <w:style w:type="paragraph" w:styleId="ListBullet">
    <w:name w:val="List Bullet"/>
    <w:basedOn w:val="List"/>
    <w:rsid w:val="005F5330"/>
  </w:style>
  <w:style w:type="paragraph" w:styleId="ListNumber">
    <w:name w:val="List Number"/>
    <w:basedOn w:val="List"/>
    <w:rsid w:val="005F5330"/>
  </w:style>
  <w:style w:type="paragraph" w:styleId="List2">
    <w:name w:val="List 2"/>
    <w:basedOn w:val="List"/>
    <w:rsid w:val="005F5330"/>
    <w:pPr>
      <w:ind w:left="851"/>
    </w:pPr>
  </w:style>
  <w:style w:type="paragraph" w:styleId="List3">
    <w:name w:val="List 3"/>
    <w:basedOn w:val="List2"/>
    <w:rsid w:val="005F5330"/>
    <w:pPr>
      <w:ind w:left="1135"/>
    </w:pPr>
  </w:style>
  <w:style w:type="paragraph" w:styleId="List4">
    <w:name w:val="List 4"/>
    <w:basedOn w:val="List3"/>
    <w:rsid w:val="005F5330"/>
    <w:pPr>
      <w:ind w:left="1418"/>
    </w:pPr>
  </w:style>
  <w:style w:type="paragraph" w:styleId="List5">
    <w:name w:val="List 5"/>
    <w:basedOn w:val="List4"/>
    <w:rsid w:val="005F5330"/>
    <w:pPr>
      <w:ind w:left="1702"/>
    </w:pPr>
  </w:style>
  <w:style w:type="paragraph" w:styleId="ListBullet2">
    <w:name w:val="List Bullet 2"/>
    <w:basedOn w:val="ListBullet"/>
    <w:rsid w:val="005F5330"/>
    <w:pPr>
      <w:ind w:left="851"/>
    </w:pPr>
  </w:style>
  <w:style w:type="paragraph" w:styleId="ListBullet3">
    <w:name w:val="List Bullet 3"/>
    <w:basedOn w:val="ListBullet2"/>
    <w:rsid w:val="005F5330"/>
    <w:pPr>
      <w:ind w:left="1135"/>
    </w:pPr>
  </w:style>
  <w:style w:type="paragraph" w:styleId="ListBullet4">
    <w:name w:val="List Bullet 4"/>
    <w:basedOn w:val="ListBullet3"/>
    <w:rsid w:val="005F5330"/>
    <w:pPr>
      <w:ind w:left="1418"/>
    </w:pPr>
  </w:style>
  <w:style w:type="paragraph" w:styleId="ListBullet5">
    <w:name w:val="List Bullet 5"/>
    <w:basedOn w:val="ListBullet4"/>
    <w:rsid w:val="005F5330"/>
    <w:pPr>
      <w:ind w:left="1702"/>
    </w:pPr>
  </w:style>
  <w:style w:type="paragraph" w:styleId="ListNumber2">
    <w:name w:val="List Number 2"/>
    <w:basedOn w:val="ListNumber"/>
    <w:rsid w:val="005F5330"/>
    <w:pPr>
      <w:ind w:left="851"/>
    </w:pPr>
  </w:style>
  <w:style w:type="paragraph" w:styleId="ListNumber3">
    <w:name w:val="List Number 3"/>
    <w:basedOn w:val="Normal"/>
    <w:rsid w:val="008814A5"/>
    <w:pPr>
      <w:numPr>
        <w:numId w:val="1"/>
      </w:numPr>
    </w:pPr>
  </w:style>
  <w:style w:type="paragraph" w:styleId="ListNumber4">
    <w:name w:val="List Number 4"/>
    <w:basedOn w:val="Normal"/>
    <w:rsid w:val="008814A5"/>
    <w:pPr>
      <w:numPr>
        <w:numId w:val="2"/>
      </w:numPr>
    </w:pPr>
  </w:style>
  <w:style w:type="paragraph" w:styleId="ListNumber5">
    <w:name w:val="List Number 5"/>
    <w:basedOn w:val="Normal"/>
    <w:rsid w:val="008814A5"/>
    <w:pPr>
      <w:numPr>
        <w:numId w:val="3"/>
      </w:numPr>
    </w:pPr>
  </w:style>
  <w:style w:type="paragraph" w:styleId="Title">
    <w:name w:val="Title"/>
    <w:basedOn w:val="Normal"/>
    <w:qFormat/>
    <w:rsid w:val="008814A5"/>
    <w:pPr>
      <w:spacing w:before="240" w:after="60"/>
      <w:jc w:val="center"/>
      <w:outlineLvl w:val="0"/>
    </w:pPr>
    <w:rPr>
      <w:rFonts w:ascii="Arial" w:hAnsi="Arial" w:cs="Arial"/>
      <w:b/>
      <w:bCs/>
      <w:kern w:val="28"/>
      <w:sz w:val="32"/>
      <w:szCs w:val="32"/>
    </w:rPr>
  </w:style>
  <w:style w:type="paragraph" w:styleId="Closing">
    <w:name w:val="Closing"/>
    <w:basedOn w:val="Normal"/>
    <w:rsid w:val="008814A5"/>
    <w:pPr>
      <w:ind w:left="4252"/>
    </w:pPr>
  </w:style>
  <w:style w:type="paragraph" w:styleId="Signature">
    <w:name w:val="Signature"/>
    <w:basedOn w:val="Normal"/>
    <w:rsid w:val="008814A5"/>
    <w:pPr>
      <w:ind w:left="4252"/>
    </w:pPr>
  </w:style>
  <w:style w:type="paragraph" w:styleId="BodyText">
    <w:name w:val="Body Text"/>
    <w:basedOn w:val="Normal"/>
    <w:rsid w:val="008814A5"/>
    <w:pPr>
      <w:keepNext/>
      <w:spacing w:after="140"/>
    </w:pPr>
  </w:style>
  <w:style w:type="paragraph" w:styleId="BodyTextIndent">
    <w:name w:val="Body Text Indent"/>
    <w:basedOn w:val="Normal"/>
    <w:rsid w:val="008814A5"/>
    <w:pPr>
      <w:spacing w:after="120"/>
      <w:ind w:left="283"/>
    </w:pPr>
  </w:style>
  <w:style w:type="paragraph" w:styleId="ListContinue">
    <w:name w:val="List Continue"/>
    <w:basedOn w:val="Normal"/>
    <w:rsid w:val="008814A5"/>
    <w:pPr>
      <w:spacing w:after="120"/>
      <w:ind w:left="283"/>
    </w:pPr>
  </w:style>
  <w:style w:type="paragraph" w:styleId="ListContinue2">
    <w:name w:val="List Continue 2"/>
    <w:basedOn w:val="Normal"/>
    <w:rsid w:val="008814A5"/>
    <w:pPr>
      <w:spacing w:after="120"/>
      <w:ind w:left="566"/>
    </w:pPr>
  </w:style>
  <w:style w:type="paragraph" w:styleId="ListContinue3">
    <w:name w:val="List Continue 3"/>
    <w:basedOn w:val="Normal"/>
    <w:rsid w:val="008814A5"/>
    <w:pPr>
      <w:spacing w:after="120"/>
      <w:ind w:left="849"/>
    </w:pPr>
  </w:style>
  <w:style w:type="paragraph" w:styleId="ListContinue4">
    <w:name w:val="List Continue 4"/>
    <w:basedOn w:val="Normal"/>
    <w:rsid w:val="008814A5"/>
    <w:pPr>
      <w:spacing w:after="120"/>
      <w:ind w:left="1132"/>
    </w:pPr>
  </w:style>
  <w:style w:type="paragraph" w:styleId="ListContinue5">
    <w:name w:val="List Continue 5"/>
    <w:basedOn w:val="Normal"/>
    <w:rsid w:val="008814A5"/>
    <w:pPr>
      <w:spacing w:after="120"/>
      <w:ind w:left="1415"/>
    </w:pPr>
  </w:style>
  <w:style w:type="paragraph" w:styleId="MessageHeader">
    <w:name w:val="Message Header"/>
    <w:basedOn w:val="Normal"/>
    <w:rsid w:val="008814A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8814A5"/>
    <w:pPr>
      <w:spacing w:after="60"/>
      <w:jc w:val="center"/>
      <w:outlineLvl w:val="1"/>
    </w:pPr>
    <w:rPr>
      <w:rFonts w:ascii="Arial" w:hAnsi="Arial" w:cs="Arial"/>
      <w:sz w:val="24"/>
      <w:szCs w:val="24"/>
    </w:rPr>
  </w:style>
  <w:style w:type="paragraph" w:styleId="Salutation">
    <w:name w:val="Salutation"/>
    <w:basedOn w:val="Normal"/>
    <w:next w:val="Normal"/>
    <w:rsid w:val="008814A5"/>
  </w:style>
  <w:style w:type="paragraph" w:styleId="Date">
    <w:name w:val="Date"/>
    <w:basedOn w:val="Normal"/>
    <w:next w:val="Normal"/>
    <w:rsid w:val="008814A5"/>
  </w:style>
  <w:style w:type="paragraph" w:styleId="BodyTextFirstIndent">
    <w:name w:val="Body Text First Indent"/>
    <w:basedOn w:val="BodyText"/>
    <w:rsid w:val="008814A5"/>
    <w:pPr>
      <w:keepNext w:val="0"/>
      <w:spacing w:after="120"/>
      <w:ind w:firstLine="210"/>
    </w:pPr>
  </w:style>
  <w:style w:type="paragraph" w:styleId="BodyTextFirstIndent2">
    <w:name w:val="Body Text First Indent 2"/>
    <w:basedOn w:val="BodyTextIndent"/>
    <w:rsid w:val="008814A5"/>
    <w:pPr>
      <w:ind w:firstLine="210"/>
    </w:pPr>
  </w:style>
  <w:style w:type="paragraph" w:styleId="NoteHeading">
    <w:name w:val="Note Heading"/>
    <w:basedOn w:val="Normal"/>
    <w:next w:val="Normal"/>
    <w:rsid w:val="008814A5"/>
  </w:style>
  <w:style w:type="paragraph" w:styleId="BodyText2">
    <w:name w:val="Body Text 2"/>
    <w:basedOn w:val="Normal"/>
    <w:rsid w:val="008814A5"/>
    <w:pPr>
      <w:spacing w:after="120" w:line="480" w:lineRule="auto"/>
    </w:pPr>
  </w:style>
  <w:style w:type="paragraph" w:styleId="BodyText3">
    <w:name w:val="Body Text 3"/>
    <w:basedOn w:val="Normal"/>
    <w:rsid w:val="008814A5"/>
    <w:pPr>
      <w:spacing w:after="120"/>
    </w:pPr>
    <w:rPr>
      <w:sz w:val="16"/>
      <w:szCs w:val="16"/>
    </w:rPr>
  </w:style>
  <w:style w:type="paragraph" w:styleId="BodyTextIndent2">
    <w:name w:val="Body Text Indent 2"/>
    <w:basedOn w:val="Normal"/>
    <w:rsid w:val="008814A5"/>
    <w:pPr>
      <w:spacing w:after="120" w:line="480" w:lineRule="auto"/>
      <w:ind w:left="283"/>
    </w:pPr>
  </w:style>
  <w:style w:type="paragraph" w:styleId="BodyTextIndent3">
    <w:name w:val="Body Text Indent 3"/>
    <w:basedOn w:val="Normal"/>
    <w:rsid w:val="008814A5"/>
    <w:pPr>
      <w:spacing w:after="120"/>
      <w:ind w:left="283"/>
    </w:pPr>
    <w:rPr>
      <w:sz w:val="16"/>
      <w:szCs w:val="16"/>
    </w:rPr>
  </w:style>
  <w:style w:type="paragraph" w:styleId="BlockText">
    <w:name w:val="Block Text"/>
    <w:basedOn w:val="Normal"/>
    <w:rsid w:val="008814A5"/>
    <w:pPr>
      <w:spacing w:after="120"/>
      <w:ind w:left="1440" w:right="1440"/>
    </w:pPr>
  </w:style>
  <w:style w:type="paragraph" w:styleId="DocumentMap">
    <w:name w:val="Document Map"/>
    <w:basedOn w:val="Normal"/>
    <w:semiHidden/>
    <w:rsid w:val="008814A5"/>
    <w:pPr>
      <w:shd w:val="clear" w:color="auto" w:fill="000080"/>
    </w:pPr>
    <w:rPr>
      <w:rFonts w:ascii="Tahoma" w:hAnsi="Tahoma" w:cs="Tahoma"/>
    </w:rPr>
  </w:style>
  <w:style w:type="paragraph" w:styleId="PlainText">
    <w:name w:val="Plain Text"/>
    <w:basedOn w:val="Normal"/>
    <w:rsid w:val="008814A5"/>
    <w:rPr>
      <w:rFonts w:ascii="Courier New" w:hAnsi="Courier New" w:cs="Courier New"/>
    </w:rPr>
  </w:style>
  <w:style w:type="paragraph" w:styleId="E-mailSignature">
    <w:name w:val="E-mail Signature"/>
    <w:basedOn w:val="Normal"/>
    <w:rsid w:val="008814A5"/>
  </w:style>
  <w:style w:type="paragraph" w:customStyle="1" w:styleId="EQ">
    <w:name w:val="EQ"/>
    <w:basedOn w:val="Normal"/>
    <w:next w:val="Normal"/>
    <w:rsid w:val="005F5330"/>
    <w:pPr>
      <w:keepLines/>
      <w:tabs>
        <w:tab w:val="center" w:pos="4536"/>
        <w:tab w:val="right" w:pos="9072"/>
      </w:tabs>
    </w:pPr>
    <w:rPr>
      <w:noProof/>
    </w:rPr>
  </w:style>
  <w:style w:type="paragraph" w:customStyle="1" w:styleId="ZD">
    <w:name w:val="ZD"/>
    <w:rsid w:val="005F5330"/>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5F5330"/>
    <w:pPr>
      <w:outlineLvl w:val="9"/>
    </w:pPr>
  </w:style>
  <w:style w:type="paragraph" w:customStyle="1" w:styleId="NO">
    <w:name w:val="NO"/>
    <w:basedOn w:val="Normal"/>
    <w:rsid w:val="005F5330"/>
    <w:pPr>
      <w:keepLines/>
      <w:ind w:left="1135" w:hanging="851"/>
    </w:pPr>
  </w:style>
  <w:style w:type="paragraph" w:customStyle="1" w:styleId="PL">
    <w:name w:val="PL"/>
    <w:rsid w:val="005F533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5F5330"/>
    <w:pPr>
      <w:keepNext/>
      <w:keepLines/>
      <w:spacing w:after="0"/>
    </w:pPr>
    <w:rPr>
      <w:rFonts w:ascii="Arial" w:hAnsi="Arial"/>
      <w:sz w:val="18"/>
    </w:rPr>
  </w:style>
  <w:style w:type="paragraph" w:customStyle="1" w:styleId="TAC">
    <w:name w:val="TAC"/>
    <w:basedOn w:val="TAL"/>
    <w:rsid w:val="005F5330"/>
    <w:pPr>
      <w:jc w:val="center"/>
    </w:pPr>
  </w:style>
  <w:style w:type="paragraph" w:customStyle="1" w:styleId="LD">
    <w:name w:val="LD"/>
    <w:rsid w:val="005F5330"/>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5F5330"/>
    <w:pPr>
      <w:keepLines/>
      <w:ind w:left="1702" w:hanging="1418"/>
    </w:pPr>
  </w:style>
  <w:style w:type="paragraph" w:customStyle="1" w:styleId="FP">
    <w:name w:val="FP"/>
    <w:basedOn w:val="Normal"/>
    <w:rsid w:val="005F5330"/>
    <w:pPr>
      <w:spacing w:after="0"/>
    </w:pPr>
  </w:style>
  <w:style w:type="paragraph" w:customStyle="1" w:styleId="NW">
    <w:name w:val="NW"/>
    <w:basedOn w:val="NO"/>
    <w:rsid w:val="005F5330"/>
    <w:pPr>
      <w:spacing w:after="0"/>
    </w:pPr>
  </w:style>
  <w:style w:type="paragraph" w:customStyle="1" w:styleId="EW">
    <w:name w:val="EW"/>
    <w:basedOn w:val="EX"/>
    <w:rsid w:val="005F5330"/>
    <w:pPr>
      <w:spacing w:after="0"/>
    </w:pPr>
  </w:style>
  <w:style w:type="paragraph" w:customStyle="1" w:styleId="B10">
    <w:name w:val="B1"/>
    <w:basedOn w:val="List"/>
    <w:rsid w:val="005F5330"/>
    <w:pPr>
      <w:ind w:left="738" w:hanging="454"/>
    </w:pPr>
  </w:style>
  <w:style w:type="paragraph" w:customStyle="1" w:styleId="EditorsNote">
    <w:name w:val="Editor's Note"/>
    <w:basedOn w:val="NO"/>
    <w:rsid w:val="005F5330"/>
    <w:rPr>
      <w:color w:val="FF0000"/>
    </w:rPr>
  </w:style>
  <w:style w:type="paragraph" w:customStyle="1" w:styleId="TH">
    <w:name w:val="TH"/>
    <w:basedOn w:val="FL"/>
    <w:next w:val="FL"/>
    <w:rsid w:val="005F5330"/>
  </w:style>
  <w:style w:type="paragraph" w:customStyle="1" w:styleId="FL">
    <w:name w:val="FL"/>
    <w:basedOn w:val="Normal"/>
    <w:rsid w:val="005F5330"/>
    <w:pPr>
      <w:keepNext/>
      <w:keepLines/>
      <w:spacing w:before="60"/>
      <w:jc w:val="center"/>
    </w:pPr>
    <w:rPr>
      <w:rFonts w:ascii="Arial" w:hAnsi="Arial"/>
      <w:b/>
    </w:rPr>
  </w:style>
  <w:style w:type="paragraph" w:customStyle="1" w:styleId="ZA">
    <w:name w:val="ZA"/>
    <w:rsid w:val="005F533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5F533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5F5330"/>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5F533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5F5330"/>
    <w:pPr>
      <w:ind w:left="851" w:hanging="851"/>
    </w:pPr>
  </w:style>
  <w:style w:type="paragraph" w:customStyle="1" w:styleId="ZH">
    <w:name w:val="ZH"/>
    <w:rsid w:val="005F5330"/>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5F5330"/>
    <w:pPr>
      <w:keepNext w:val="0"/>
      <w:spacing w:before="0" w:after="240"/>
    </w:pPr>
  </w:style>
  <w:style w:type="paragraph" w:customStyle="1" w:styleId="ZG">
    <w:name w:val="ZG"/>
    <w:rsid w:val="005F5330"/>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5F5330"/>
    <w:pPr>
      <w:ind w:left="1191" w:hanging="454"/>
    </w:pPr>
  </w:style>
  <w:style w:type="paragraph" w:customStyle="1" w:styleId="B30">
    <w:name w:val="B3"/>
    <w:basedOn w:val="List3"/>
    <w:rsid w:val="005F5330"/>
    <w:pPr>
      <w:ind w:left="1645" w:hanging="454"/>
    </w:pPr>
  </w:style>
  <w:style w:type="paragraph" w:customStyle="1" w:styleId="B4">
    <w:name w:val="B4"/>
    <w:basedOn w:val="List4"/>
    <w:rsid w:val="005F5330"/>
    <w:pPr>
      <w:ind w:left="2098" w:hanging="454"/>
    </w:pPr>
  </w:style>
  <w:style w:type="paragraph" w:customStyle="1" w:styleId="B5">
    <w:name w:val="B5"/>
    <w:basedOn w:val="List5"/>
    <w:rsid w:val="005F5330"/>
    <w:pPr>
      <w:ind w:left="2552" w:hanging="454"/>
    </w:pPr>
  </w:style>
  <w:style w:type="paragraph" w:customStyle="1" w:styleId="ZTD">
    <w:name w:val="ZTD"/>
    <w:basedOn w:val="ZB"/>
    <w:rsid w:val="005F5330"/>
    <w:pPr>
      <w:framePr w:hRule="auto" w:wrap="notBeside" w:y="852"/>
    </w:pPr>
    <w:rPr>
      <w:i w:val="0"/>
      <w:sz w:val="40"/>
    </w:rPr>
  </w:style>
  <w:style w:type="paragraph" w:customStyle="1" w:styleId="ZV">
    <w:name w:val="ZV"/>
    <w:basedOn w:val="ZU"/>
    <w:rsid w:val="005F5330"/>
    <w:pPr>
      <w:framePr w:wrap="notBeside" w:y="16161"/>
    </w:pPr>
  </w:style>
  <w:style w:type="paragraph" w:customStyle="1" w:styleId="B3">
    <w:name w:val="B3+"/>
    <w:basedOn w:val="B30"/>
    <w:rsid w:val="005F5330"/>
    <w:pPr>
      <w:numPr>
        <w:numId w:val="4"/>
      </w:numPr>
      <w:tabs>
        <w:tab w:val="left" w:pos="1134"/>
      </w:tabs>
    </w:pPr>
  </w:style>
  <w:style w:type="paragraph" w:customStyle="1" w:styleId="B1">
    <w:name w:val="B1+"/>
    <w:basedOn w:val="B10"/>
    <w:rsid w:val="005F5330"/>
    <w:pPr>
      <w:numPr>
        <w:numId w:val="5"/>
      </w:numPr>
    </w:pPr>
  </w:style>
  <w:style w:type="paragraph" w:customStyle="1" w:styleId="B2">
    <w:name w:val="B2+"/>
    <w:basedOn w:val="B20"/>
    <w:rsid w:val="005F5330"/>
    <w:pPr>
      <w:numPr>
        <w:numId w:val="6"/>
      </w:numPr>
    </w:pPr>
  </w:style>
  <w:style w:type="paragraph" w:customStyle="1" w:styleId="BL">
    <w:name w:val="BL"/>
    <w:basedOn w:val="Normal"/>
    <w:rsid w:val="005F5330"/>
    <w:pPr>
      <w:numPr>
        <w:numId w:val="7"/>
      </w:numPr>
      <w:tabs>
        <w:tab w:val="left" w:pos="851"/>
      </w:tabs>
    </w:pPr>
  </w:style>
  <w:style w:type="paragraph" w:customStyle="1" w:styleId="BN">
    <w:name w:val="BN"/>
    <w:basedOn w:val="Normal"/>
    <w:rsid w:val="005F5330"/>
    <w:pPr>
      <w:numPr>
        <w:numId w:val="8"/>
      </w:numPr>
    </w:pPr>
  </w:style>
  <w:style w:type="character" w:styleId="FootnoteReference">
    <w:name w:val="footnote reference"/>
    <w:basedOn w:val="DefaultParagraphFont"/>
    <w:semiHidden/>
    <w:rsid w:val="005F5330"/>
    <w:rPr>
      <w:b/>
      <w:position w:val="6"/>
      <w:sz w:val="16"/>
    </w:rPr>
  </w:style>
  <w:style w:type="character" w:styleId="CommentReference">
    <w:name w:val="annotation reference"/>
    <w:basedOn w:val="DefaultParagraphFont"/>
    <w:semiHidden/>
    <w:rsid w:val="008814A5"/>
    <w:rPr>
      <w:sz w:val="16"/>
      <w:szCs w:val="16"/>
    </w:rPr>
  </w:style>
  <w:style w:type="character" w:styleId="EndnoteReference">
    <w:name w:val="endnote reference"/>
    <w:basedOn w:val="DefaultParagraphFont"/>
    <w:semiHidden/>
    <w:rsid w:val="008814A5"/>
    <w:rPr>
      <w:vertAlign w:val="superscript"/>
    </w:rPr>
  </w:style>
  <w:style w:type="character" w:customStyle="1" w:styleId="ZGSM">
    <w:name w:val="ZGSM"/>
    <w:rsid w:val="005F5330"/>
  </w:style>
  <w:style w:type="paragraph" w:customStyle="1" w:styleId="TAH">
    <w:name w:val="TAH"/>
    <w:basedOn w:val="TAC"/>
    <w:rsid w:val="005F5330"/>
    <w:rPr>
      <w:b/>
    </w:rPr>
  </w:style>
  <w:style w:type="paragraph" w:customStyle="1" w:styleId="TAR">
    <w:name w:val="TAR"/>
    <w:basedOn w:val="TAL"/>
    <w:rsid w:val="005F5330"/>
    <w:pPr>
      <w:jc w:val="right"/>
    </w:pPr>
  </w:style>
  <w:style w:type="paragraph" w:customStyle="1" w:styleId="NF">
    <w:name w:val="NF"/>
    <w:basedOn w:val="NO"/>
    <w:rsid w:val="005F5330"/>
    <w:pPr>
      <w:keepNext/>
      <w:spacing w:after="0"/>
    </w:pPr>
    <w:rPr>
      <w:rFonts w:ascii="Arial" w:hAnsi="Arial"/>
      <w:sz w:val="18"/>
    </w:rPr>
  </w:style>
  <w:style w:type="paragraph" w:customStyle="1" w:styleId="TAJ">
    <w:name w:val="TAJ"/>
    <w:basedOn w:val="Normal"/>
    <w:rsid w:val="005F5330"/>
    <w:pPr>
      <w:keepNext/>
      <w:keepLines/>
      <w:spacing w:after="0"/>
      <w:jc w:val="both"/>
    </w:pPr>
    <w:rPr>
      <w:rFonts w:ascii="Arial" w:hAnsi="Arial"/>
      <w:sz w:val="18"/>
    </w:rPr>
  </w:style>
  <w:style w:type="paragraph" w:styleId="BalloonText">
    <w:name w:val="Balloon Text"/>
    <w:basedOn w:val="Normal"/>
    <w:semiHidden/>
    <w:rsid w:val="008814A5"/>
    <w:rPr>
      <w:rFonts w:ascii="Tahoma" w:hAnsi="Tahoma" w:cs="Tahoma"/>
      <w:sz w:val="16"/>
      <w:szCs w:val="16"/>
    </w:rPr>
  </w:style>
  <w:style w:type="character" w:customStyle="1" w:styleId="ListBulletChar1Char">
    <w:name w:val="List Bullet Char1 Char"/>
    <w:basedOn w:val="ListChar"/>
    <w:rsid w:val="008814A5"/>
    <w:rPr>
      <w:lang w:val="en-GB" w:eastAsia="en-US"/>
    </w:rPr>
  </w:style>
  <w:style w:type="character" w:customStyle="1" w:styleId="ListChar">
    <w:name w:val="List Char"/>
    <w:basedOn w:val="DefaultParagraphFont"/>
    <w:rsid w:val="008814A5"/>
    <w:rPr>
      <w:lang w:val="en-GB" w:eastAsia="en-US"/>
    </w:rPr>
  </w:style>
  <w:style w:type="character" w:customStyle="1" w:styleId="CODE">
    <w:name w:val="CODE"/>
    <w:rsid w:val="008814A5"/>
    <w:rPr>
      <w:rFonts w:ascii="Courier New" w:hAnsi="Courier New" w:cs="Courier New"/>
      <w:sz w:val="20"/>
      <w:szCs w:val="20"/>
    </w:rPr>
  </w:style>
  <w:style w:type="paragraph" w:customStyle="1" w:styleId="textcell">
    <w:name w:val="text cell"/>
    <w:basedOn w:val="Normal"/>
    <w:rsid w:val="008814A5"/>
    <w:pPr>
      <w:overflowPunct/>
      <w:autoSpaceDE/>
      <w:autoSpaceDN/>
      <w:adjustRightInd/>
      <w:spacing w:after="0"/>
      <w:jc w:val="center"/>
      <w:textAlignment w:val="auto"/>
    </w:pPr>
    <w:rPr>
      <w:sz w:val="16"/>
      <w:szCs w:val="16"/>
      <w:lang w:val="en-US"/>
    </w:rPr>
  </w:style>
  <w:style w:type="character" w:styleId="Emphasis">
    <w:name w:val="Emphasis"/>
    <w:basedOn w:val="DefaultParagraphFont"/>
    <w:qFormat/>
    <w:rsid w:val="008814A5"/>
    <w:rPr>
      <w:i/>
      <w:iCs/>
    </w:rPr>
  </w:style>
  <w:style w:type="paragraph" w:customStyle="1" w:styleId="textTCobjectives">
    <w:name w:val="text TC objectives"/>
    <w:basedOn w:val="Normal"/>
    <w:rsid w:val="008814A5"/>
    <w:pPr>
      <w:overflowPunct/>
      <w:autoSpaceDE/>
      <w:autoSpaceDN/>
      <w:adjustRightInd/>
      <w:spacing w:after="0"/>
      <w:textAlignment w:val="auto"/>
    </w:pPr>
    <w:rPr>
      <w:sz w:val="16"/>
      <w:szCs w:val="16"/>
      <w:lang w:val="en-US" w:eastAsia="es-ES"/>
    </w:rPr>
  </w:style>
  <w:style w:type="paragraph" w:customStyle="1" w:styleId="H5">
    <w:name w:val="H5"/>
    <w:basedOn w:val="Normal"/>
    <w:next w:val="Normal"/>
    <w:rsid w:val="008814A5"/>
    <w:pPr>
      <w:keepNext/>
      <w:widowControl w:val="0"/>
      <w:overflowPunct/>
      <w:autoSpaceDE/>
      <w:autoSpaceDN/>
      <w:adjustRightInd/>
      <w:spacing w:before="100" w:after="100"/>
      <w:textAlignment w:val="auto"/>
    </w:pPr>
    <w:rPr>
      <w:b/>
      <w:bCs/>
      <w:lang w:val="en-AU" w:eastAsia="es-ES"/>
    </w:rPr>
  </w:style>
  <w:style w:type="character" w:styleId="PageNumber">
    <w:name w:val="page number"/>
    <w:basedOn w:val="DefaultParagraphFont"/>
    <w:rsid w:val="008814A5"/>
  </w:style>
  <w:style w:type="paragraph" w:styleId="Revision">
    <w:name w:val="Revision"/>
    <w:hidden/>
    <w:uiPriority w:val="99"/>
    <w:semiHidden/>
    <w:rsid w:val="00927A4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4</TotalTime>
  <Pages>200</Pages>
  <Words>46291</Words>
  <Characters>263862</Characters>
  <Application>Microsoft Office Word</Application>
  <DocSecurity>0</DocSecurity>
  <Lines>2198</Lines>
  <Paragraphs>619</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309534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4</cp:revision>
  <cp:lastPrinted>2002-01-22T14:32:00Z</cp:lastPrinted>
  <dcterms:created xsi:type="dcterms:W3CDTF">2015-04-02T10:26:00Z</dcterms:created>
  <dcterms:modified xsi:type="dcterms:W3CDTF">2015-04-10T13:18:00Z</dcterms:modified>
</cp:coreProperties>
</file>