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41F" w:rsidRPr="00241E66" w:rsidRDefault="00C0341F">
      <w:pPr>
        <w:pStyle w:val="Heading2"/>
      </w:pPr>
      <w:r w:rsidRPr="00241E66">
        <w:t>5.3</w:t>
      </w:r>
      <w:r w:rsidRPr="00241E66">
        <w:tab/>
        <w:t>Package uicc.access.fileadministration</w:t>
      </w:r>
    </w:p>
    <w:p w:rsidR="00C0341F" w:rsidRPr="00241E66" w:rsidRDefault="00C0341F">
      <w:pPr>
        <w:pStyle w:val="Heading3"/>
      </w:pPr>
      <w:r w:rsidRPr="00241E66">
        <w:t>5.3.1</w:t>
      </w:r>
      <w:r w:rsidRPr="00241E66">
        <w:tab/>
        <w:t>Interface AdminFileView</w:t>
      </w:r>
    </w:p>
    <w:p w:rsidR="00C0341F" w:rsidRPr="00241E66" w:rsidRDefault="00C0341F">
      <w:pPr>
        <w:pStyle w:val="Heading4"/>
      </w:pPr>
      <w:r w:rsidRPr="00241E66">
        <w:t>5.3.1.1</w:t>
      </w:r>
      <w:r w:rsidRPr="00241E66">
        <w:tab/>
        <w:t>Method createFile(ViewHandler viewHandler)</w:t>
      </w:r>
    </w:p>
    <w:p w:rsidR="00C0341F" w:rsidRPr="00241E66" w:rsidRDefault="00C0341F">
      <w:r w:rsidRPr="00241E66">
        <w:t>Test Area Reference: Api_4_Afv_Crtf</w:t>
      </w:r>
      <w:r w:rsidR="00B54FD2" w:rsidRPr="00241E66">
        <w:t>.</w:t>
      </w:r>
    </w:p>
    <w:p w:rsidR="00C0341F" w:rsidRPr="00241E66" w:rsidRDefault="00C0341F" w:rsidP="00B54FD2">
      <w:pPr>
        <w:pStyle w:val="Heading5"/>
      </w:pPr>
      <w:r w:rsidRPr="00241E66">
        <w:t>5.3.1.1.1</w:t>
      </w:r>
      <w:r w:rsidRPr="00241E66">
        <w:tab/>
        <w:t>Conformance requirement</w:t>
      </w:r>
    </w:p>
    <w:p w:rsidR="00C0341F" w:rsidRPr="00241E66" w:rsidRDefault="00C0341F" w:rsidP="00B54FD2">
      <w:r w:rsidRPr="00241E66">
        <w:t>The method with following header shall be compliant to its definition in the API.</w:t>
      </w:r>
    </w:p>
    <w:p w:rsidR="00C0341F" w:rsidRPr="00241E66" w:rsidRDefault="00C0341F" w:rsidP="00B54FD2">
      <w:pPr>
        <w:pStyle w:val="PL"/>
        <w:rPr>
          <w:noProof w:val="0"/>
        </w:rPr>
      </w:pPr>
      <w:r w:rsidRPr="00241E66">
        <w:rPr>
          <w:noProof w:val="0"/>
        </w:rPr>
        <w:t>public void createFile(ViewHandler viewHandler)</w:t>
      </w:r>
    </w:p>
    <w:p w:rsidR="00C0341F" w:rsidRPr="00241E66" w:rsidRDefault="00C0341F" w:rsidP="00B54FD2">
      <w:pPr>
        <w:pStyle w:val="PL"/>
        <w:rPr>
          <w:noProof w:val="0"/>
        </w:rPr>
      </w:pPr>
      <w:r w:rsidRPr="00241E66">
        <w:rPr>
          <w:noProof w:val="0"/>
        </w:rPr>
        <w:t xml:space="preserve">                throws java.lang.NullPointerException,</w:t>
      </w:r>
    </w:p>
    <w:p w:rsidR="00C0341F" w:rsidRPr="00241E66" w:rsidRDefault="00C0341F" w:rsidP="00B54FD2">
      <w:pPr>
        <w:pStyle w:val="PL"/>
        <w:rPr>
          <w:noProof w:val="0"/>
        </w:rPr>
      </w:pPr>
      <w:r w:rsidRPr="00241E66">
        <w:rPr>
          <w:noProof w:val="0"/>
        </w:rPr>
        <w:t xml:space="preserve">                       UICCException,</w:t>
      </w:r>
    </w:p>
    <w:p w:rsidR="00C0341F" w:rsidRPr="00241E66" w:rsidRDefault="00C0341F" w:rsidP="00B54FD2">
      <w:pPr>
        <w:pStyle w:val="PL"/>
        <w:rPr>
          <w:noProof w:val="0"/>
        </w:rPr>
      </w:pPr>
      <w:r w:rsidRPr="00241E66">
        <w:rPr>
          <w:noProof w:val="0"/>
        </w:rPr>
        <w:t xml:space="preserve">                       AdminException,</w:t>
      </w:r>
    </w:p>
    <w:p w:rsidR="00C0341F" w:rsidRPr="00241E66" w:rsidRDefault="00C0341F" w:rsidP="00B54FD2">
      <w:pPr>
        <w:pStyle w:val="PL"/>
        <w:rPr>
          <w:noProof w:val="0"/>
        </w:rPr>
      </w:pPr>
      <w:r w:rsidRPr="00241E66">
        <w:rPr>
          <w:noProof w:val="0"/>
        </w:rPr>
        <w:t xml:space="preserve">                       javacard.framework.TransactionException</w:t>
      </w:r>
    </w:p>
    <w:p w:rsidR="00B54FD2" w:rsidRPr="00241E66" w:rsidRDefault="00B54FD2" w:rsidP="00B54FD2">
      <w:pPr>
        <w:pStyle w:val="PL"/>
        <w:rPr>
          <w:rFonts w:eastAsia="Arial Unicode MS"/>
          <w:noProof w:val="0"/>
        </w:rPr>
      </w:pPr>
    </w:p>
    <w:p w:rsidR="00C0341F" w:rsidRPr="00241E66" w:rsidRDefault="00C0341F">
      <w:pPr>
        <w:pStyle w:val="H6"/>
      </w:pPr>
      <w:r w:rsidRPr="00241E66">
        <w:t>5.3.1.1.1.1</w:t>
      </w:r>
      <w:r w:rsidRPr="00241E66">
        <w:tab/>
        <w:t>Normal execution</w:t>
      </w:r>
    </w:p>
    <w:p w:rsidR="00C0341F" w:rsidRPr="00241E66" w:rsidRDefault="00C0341F">
      <w:pPr>
        <w:pStyle w:val="B1"/>
      </w:pPr>
      <w:r w:rsidRPr="00241E66">
        <w:t xml:space="preserve">CRRN1: This method creates a new file under the current DF or ADF, as described in </w:t>
      </w:r>
      <w:r w:rsidR="00DA6956" w:rsidRPr="00241E66">
        <w:t xml:space="preserve">ETSI </w:t>
      </w:r>
      <w:r w:rsidRPr="00241E66">
        <w:t>TS 102 222</w:t>
      </w:r>
      <w:r w:rsidR="00B54FD2" w:rsidRPr="00241E66">
        <w:t xml:space="preserve"> </w:t>
      </w:r>
      <w:r w:rsidR="00326B83" w:rsidRPr="00241E66">
        <w:t>[7]</w:t>
      </w:r>
      <w:r w:rsidRPr="00241E66">
        <w:t>.</w:t>
      </w:r>
    </w:p>
    <w:p w:rsidR="00C0341F" w:rsidRPr="00241E66" w:rsidRDefault="00C0341F">
      <w:pPr>
        <w:pStyle w:val="H6"/>
      </w:pPr>
      <w:r w:rsidRPr="00241E66">
        <w:t>5.3.1.1.1.2</w:t>
      </w:r>
      <w:r w:rsidRPr="00241E66">
        <w:tab/>
        <w:t>Parameter errors</w:t>
      </w:r>
    </w:p>
    <w:p w:rsidR="00C0341F" w:rsidRPr="00241E66" w:rsidRDefault="00C0341F">
      <w:pPr>
        <w:pStyle w:val="B1"/>
      </w:pPr>
      <w:r w:rsidRPr="00241E66">
        <w:t>CRRP1: If viewHandler is null, an instance of java.lang.NullPointerException shall be thrown.</w:t>
      </w:r>
    </w:p>
    <w:p w:rsidR="00C0341F" w:rsidRPr="00241E66" w:rsidRDefault="00C0341F">
      <w:pPr>
        <w:pStyle w:val="B1"/>
      </w:pPr>
      <w:r w:rsidRPr="00241E66">
        <w:t>CRRP2: If the viewHandler parameter includes incorrect parameters, an instance of AdminException shall be thrown. The reason code shall be AdminException.INCORRECT_PARAMETERS.</w:t>
      </w:r>
    </w:p>
    <w:p w:rsidR="00C0341F" w:rsidRPr="00241E66" w:rsidRDefault="00C0341F">
      <w:pPr>
        <w:pStyle w:val="H6"/>
      </w:pPr>
      <w:r w:rsidRPr="00241E66">
        <w:t>5.3.1.1.1.3</w:t>
      </w:r>
      <w:r w:rsidRPr="00241E66">
        <w:tab/>
        <w:t>Context errors</w:t>
      </w:r>
    </w:p>
    <w:p w:rsidR="00C0341F" w:rsidRPr="00241E66" w:rsidRDefault="00C0341F">
      <w:pPr>
        <w:pStyle w:val="B1"/>
      </w:pPr>
      <w:r w:rsidRPr="00241E66">
        <w:t>CRRC1: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CRRC2: If the method call causes an error to occur that is not expected and thus not handled, an instance of UICCException shall be thrown. The reason code shall be UICCException.INTERNAL_ERROR.</w:t>
      </w:r>
    </w:p>
    <w:p w:rsidR="00C0341F" w:rsidRPr="00241E66" w:rsidRDefault="00C0341F">
      <w:pPr>
        <w:pStyle w:val="B1"/>
      </w:pPr>
      <w:r w:rsidRPr="00241E66">
        <w:t>CRRC3: If the file identifier of the EF being created already exists, an instance of AdminException shall be thrown. The reason code shall be AdminException.FILE_ALREADY_EXISTS.</w:t>
      </w:r>
    </w:p>
    <w:p w:rsidR="00C0341F" w:rsidRPr="00241E66" w:rsidRDefault="00C0341F">
      <w:pPr>
        <w:pStyle w:val="B1"/>
      </w:pPr>
      <w:r w:rsidRPr="00241E66">
        <w:t>CRRC4: If the DF name already exists, an instance of AdminException shall be thrown. The reason code shall be AdminException.DF_NAME_ALREADY_EXISTS.</w:t>
      </w:r>
    </w:p>
    <w:p w:rsidR="00C0341F" w:rsidRPr="00241E66" w:rsidRDefault="00C0341F">
      <w:pPr>
        <w:pStyle w:val="B1"/>
      </w:pPr>
      <w:r w:rsidRPr="00241E66">
        <w:t>CRRC5: If there is not enough memory, an instance of AdminException shall be thrown. The reason code shall be AdminException.NOT_ENOUGH_MEMORY_SPACE.</w:t>
      </w:r>
    </w:p>
    <w:p w:rsidR="00C0341F" w:rsidRPr="00241E66" w:rsidRDefault="00C0341F">
      <w:pPr>
        <w:pStyle w:val="B1"/>
      </w:pPr>
      <w:r w:rsidRPr="00241E66">
        <w:t>CRRC6: If the access conditions are not satisfied, an instance of UICCException shall be thrown. The reason code shall be UICCException.SECURITY_STATUS_NOT_SATISFIED.</w:t>
      </w:r>
    </w:p>
    <w:p w:rsidR="00C0341F" w:rsidRPr="00241E66" w:rsidRDefault="00C0341F" w:rsidP="00B54FD2">
      <w:pPr>
        <w:pStyle w:val="Heading5"/>
      </w:pPr>
      <w:r w:rsidRPr="00241E66">
        <w:t>5.3.1.1.2</w:t>
      </w:r>
      <w:r w:rsidRPr="00241E66">
        <w:tab/>
        <w:t>Test area files</w:t>
      </w:r>
    </w:p>
    <w:p w:rsidR="00C0341F" w:rsidRPr="00241E66" w:rsidRDefault="00C0341F" w:rsidP="00B54FD2">
      <w:pPr>
        <w:pStyle w:val="EX"/>
      </w:pPr>
      <w:r w:rsidRPr="00241E66">
        <w:t>Test Source:</w:t>
      </w:r>
      <w:r w:rsidRPr="00241E66">
        <w:tab/>
        <w:t>Test_Api_4_Afv_ Crtf.java</w:t>
      </w:r>
      <w:r w:rsidR="00B54FD2" w:rsidRPr="00241E66">
        <w:t>.</w:t>
      </w:r>
    </w:p>
    <w:p w:rsidR="00C0341F" w:rsidRPr="00241E66" w:rsidRDefault="00C0341F" w:rsidP="00B54FD2">
      <w:pPr>
        <w:pStyle w:val="EX"/>
      </w:pPr>
      <w:r w:rsidRPr="00241E66">
        <w:t>Test Applet:</w:t>
      </w:r>
      <w:r w:rsidRPr="00241E66">
        <w:tab/>
        <w:t>Api_4_Afv_ Crtf _1.java</w:t>
      </w:r>
      <w:r w:rsidR="00B54FD2" w:rsidRPr="00241E66">
        <w:t>.</w:t>
      </w:r>
    </w:p>
    <w:p w:rsidR="00C0341F" w:rsidRPr="00241E66" w:rsidRDefault="00C0341F" w:rsidP="00B54FD2">
      <w:pPr>
        <w:pStyle w:val="EX"/>
      </w:pPr>
      <w:r w:rsidRPr="00241E66">
        <w:t>Cap File:</w:t>
      </w:r>
      <w:r w:rsidRPr="00241E66">
        <w:tab/>
        <w:t>api_4_Afv_ Crtf.cap</w:t>
      </w:r>
      <w:r w:rsidR="00B54FD2" w:rsidRPr="00241E66">
        <w:t>.</w:t>
      </w:r>
    </w:p>
    <w:p w:rsidR="00C0341F" w:rsidRPr="00241E66" w:rsidRDefault="00C0341F" w:rsidP="00B54FD2">
      <w:pPr>
        <w:pStyle w:val="Heading5"/>
      </w:pPr>
      <w:r w:rsidRPr="00241E66">
        <w:lastRenderedPageBreak/>
        <w:t>5.3.1.1.3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798"/>
      </w:tblGrid>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H"/>
            </w:pPr>
            <w:r w:rsidRPr="00241E66">
              <w:t>CRR number</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H"/>
            </w:pPr>
            <w:r w:rsidRPr="00241E66">
              <w:t>Test case number</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N1</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1,</w:t>
            </w:r>
            <w:r w:rsidR="00B54FD2" w:rsidRPr="00241E66">
              <w:t xml:space="preserve"> </w:t>
            </w:r>
            <w:r w:rsidRPr="00241E66">
              <w:t>2</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P1</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3</w:t>
            </w:r>
          </w:p>
        </w:tc>
      </w:tr>
      <w:tr w:rsidR="00C0341F" w:rsidRPr="00241E66" w:rsidTr="00B54FD2">
        <w:trPr>
          <w:jc w:val="center"/>
        </w:trPr>
        <w:tc>
          <w:tcPr>
            <w:tcW w:w="1299" w:type="dxa"/>
            <w:tcBorders>
              <w:top w:val="single" w:sz="4" w:space="0" w:color="auto"/>
              <w:left w:val="single" w:sz="4" w:space="0" w:color="auto"/>
              <w:right w:val="single" w:sz="4" w:space="0" w:color="auto"/>
            </w:tcBorders>
          </w:tcPr>
          <w:p w:rsidR="00C0341F" w:rsidRPr="00241E66" w:rsidRDefault="00C0341F" w:rsidP="00B54FD2">
            <w:pPr>
              <w:pStyle w:val="TAC"/>
            </w:pPr>
            <w:r w:rsidRPr="00241E66">
              <w:t>P2</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4</w:t>
            </w:r>
          </w:p>
        </w:tc>
      </w:tr>
      <w:tr w:rsidR="00C0341F" w:rsidRPr="00241E66" w:rsidTr="00B54FD2">
        <w:trPr>
          <w:jc w:val="center"/>
        </w:trPr>
        <w:tc>
          <w:tcPr>
            <w:tcW w:w="1299" w:type="dxa"/>
            <w:tcBorders>
              <w:left w:val="single" w:sz="4" w:space="0" w:color="auto"/>
              <w:bottom w:val="single" w:sz="4" w:space="0" w:color="auto"/>
              <w:right w:val="single" w:sz="4" w:space="0" w:color="auto"/>
            </w:tcBorders>
          </w:tcPr>
          <w:p w:rsidR="00C0341F" w:rsidRPr="00241E66" w:rsidRDefault="00C0341F" w:rsidP="00B54FD2">
            <w:pPr>
              <w:pStyle w:val="TAC"/>
            </w:pPr>
            <w:r w:rsidRPr="00241E66">
              <w:t>C1</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Not testable</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C2</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Not testable</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37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bl>
    <w:p w:rsidR="00C0341F" w:rsidRPr="00241E66" w:rsidRDefault="00C0341F"/>
    <w:p w:rsidR="00C0341F" w:rsidRPr="00241E66" w:rsidRDefault="00C0341F" w:rsidP="00B54FD2">
      <w:pPr>
        <w:pStyle w:val="Heading5"/>
      </w:pPr>
      <w:r w:rsidRPr="00241E66">
        <w:t>5.3.1.1.4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378"/>
        <w:gridCol w:w="2150"/>
      </w:tblGrid>
      <w:tr w:rsidR="00C0341F" w:rsidRPr="00241E66" w:rsidTr="00B54FD2">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H"/>
            </w:pPr>
            <w:r w:rsidRPr="00241E66">
              <w:t>Create an EF</w:t>
            </w:r>
          </w:p>
          <w:p w:rsidR="00C0341F" w:rsidRPr="00241E66" w:rsidRDefault="00C0341F" w:rsidP="00B54FD2">
            <w:pPr>
              <w:pStyle w:val="PL"/>
              <w:rPr>
                <w:noProof w:val="0"/>
              </w:rPr>
            </w:pPr>
            <w:r w:rsidRPr="00241E66">
              <w:rPr>
                <w:noProof w:val="0"/>
              </w:rPr>
              <w:t>1- applet is triggered by sending an unrecognized envelope</w:t>
            </w:r>
          </w:p>
          <w:p w:rsidR="00C0341F" w:rsidRPr="00241E66" w:rsidRDefault="00C0341F" w:rsidP="00B54FD2">
            <w:pPr>
              <w:pStyle w:val="PL"/>
              <w:rPr>
                <w:noProof w:val="0"/>
              </w:rPr>
            </w:pPr>
            <w:r w:rsidRPr="00241E66">
              <w:rPr>
                <w:noProof w:val="0"/>
              </w:rPr>
              <w:t>2- get an AdminFileView AdminFileViewBuilder.getTheUICCAdminFileView(CLEAR_ON_RESET)</w:t>
            </w:r>
          </w:p>
          <w:p w:rsidR="00C0341F" w:rsidRPr="00241E66" w:rsidRDefault="00C0341F" w:rsidP="00B54FD2">
            <w:pPr>
              <w:pStyle w:val="PL"/>
              <w:rPr>
                <w:noProof w:val="0"/>
                <w:vertAlign w:val="subscript"/>
              </w:rPr>
            </w:pPr>
            <w:r w:rsidRPr="00241E66">
              <w:rPr>
                <w:noProof w:val="0"/>
              </w:rPr>
              <w:t>3- select MF/DF</w:t>
            </w:r>
            <w:r w:rsidRPr="00241E66">
              <w:rPr>
                <w:noProof w:val="0"/>
                <w:vertAlign w:val="subscript"/>
              </w:rPr>
              <w:t>TEST</w:t>
            </w:r>
          </w:p>
          <w:p w:rsidR="00C0341F" w:rsidRPr="00241E66" w:rsidRDefault="00C0341F" w:rsidP="00B54FD2">
            <w:pPr>
              <w:pStyle w:val="PL"/>
              <w:rPr>
                <w:noProof w:val="0"/>
              </w:rPr>
            </w:pPr>
            <w:r w:rsidRPr="00241E66">
              <w:rPr>
                <w:noProof w:val="0"/>
              </w:rPr>
              <w:t>4- create transparent EF</w:t>
            </w:r>
            <w:r w:rsidRPr="00241E66">
              <w:rPr>
                <w:noProof w:val="0"/>
                <w:vertAlign w:val="subscript"/>
              </w:rPr>
              <w:t>RFU0</w:t>
            </w:r>
            <w:r w:rsidRPr="00241E66">
              <w:rPr>
                <w:noProof w:val="0"/>
              </w:rPr>
              <w:t xml:space="preserve"> (6F29)</w:t>
            </w:r>
          </w:p>
          <w:p w:rsidR="00C0341F" w:rsidRPr="00241E66" w:rsidRDefault="00C0341F" w:rsidP="00B54FD2">
            <w:pPr>
              <w:pStyle w:val="PL"/>
              <w:rPr>
                <w:noProof w:val="0"/>
              </w:rPr>
            </w:pPr>
            <w:r w:rsidRPr="00241E66">
              <w:rPr>
                <w:noProof w:val="0"/>
              </w:rPr>
              <w:t>5- select EF</w:t>
            </w:r>
            <w:r w:rsidRPr="00241E66">
              <w:rPr>
                <w:noProof w:val="0"/>
                <w:vertAlign w:val="subscript"/>
              </w:rPr>
              <w:t>RFU0</w:t>
            </w:r>
            <w:r w:rsidRPr="00241E66">
              <w:rPr>
                <w:noProof w:val="0"/>
              </w:rPr>
              <w:t>, update binary 12 34 56</w:t>
            </w:r>
          </w:p>
          <w:p w:rsidR="00C0341F" w:rsidRPr="00241E66" w:rsidRDefault="00C0341F" w:rsidP="00B54FD2">
            <w:pPr>
              <w:pStyle w:val="PL"/>
              <w:rPr>
                <w:noProof w:val="0"/>
              </w:rPr>
            </w:pPr>
            <w:r w:rsidRPr="00241E66">
              <w:rPr>
                <w:noProof w:val="0"/>
              </w:rPr>
              <w:t>6- create Linear fixed EF</w:t>
            </w:r>
            <w:r w:rsidRPr="00241E66">
              <w:rPr>
                <w:noProof w:val="0"/>
                <w:vertAlign w:val="subscript"/>
              </w:rPr>
              <w:t>RFU1</w:t>
            </w:r>
          </w:p>
          <w:p w:rsidR="00C0341F" w:rsidRPr="00241E66" w:rsidRDefault="00C0341F" w:rsidP="00B54FD2">
            <w:pPr>
              <w:pStyle w:val="PL"/>
              <w:rPr>
                <w:noProof w:val="0"/>
              </w:rPr>
            </w:pPr>
            <w:r w:rsidRPr="00241E66">
              <w:rPr>
                <w:noProof w:val="0"/>
              </w:rPr>
              <w:t>7- select EF</w:t>
            </w:r>
            <w:r w:rsidRPr="00241E66">
              <w:rPr>
                <w:noProof w:val="0"/>
                <w:vertAlign w:val="subscript"/>
              </w:rPr>
              <w:t>RFU1</w:t>
            </w:r>
            <w:r w:rsidRPr="00241E66">
              <w:rPr>
                <w:noProof w:val="0"/>
              </w:rPr>
              <w:t>, update record 01</w:t>
            </w:r>
          </w:p>
          <w:p w:rsidR="00C0341F" w:rsidRPr="00241E66" w:rsidRDefault="00C0341F" w:rsidP="00B54FD2">
            <w:pPr>
              <w:pStyle w:val="PL"/>
              <w:rPr>
                <w:noProof w:val="0"/>
              </w:rPr>
            </w:pPr>
            <w:r w:rsidRPr="00241E66">
              <w:rPr>
                <w:noProof w:val="0"/>
              </w:rPr>
              <w:t>8- create Cyclic EF</w:t>
            </w:r>
            <w:r w:rsidRPr="00241E66">
              <w:rPr>
                <w:noProof w:val="0"/>
                <w:vertAlign w:val="subscript"/>
              </w:rPr>
              <w:t>RFU2</w:t>
            </w:r>
          </w:p>
          <w:p w:rsidR="00C0341F" w:rsidRPr="00241E66" w:rsidRDefault="00C0341F" w:rsidP="00B54FD2">
            <w:pPr>
              <w:pStyle w:val="PL"/>
              <w:rPr>
                <w:noProof w:val="0"/>
              </w:rPr>
            </w:pPr>
            <w:r w:rsidRPr="00241E66">
              <w:rPr>
                <w:noProof w:val="0"/>
              </w:rPr>
              <w:t>9- select EF</w:t>
            </w:r>
            <w:r w:rsidRPr="00241E66">
              <w:rPr>
                <w:noProof w:val="0"/>
                <w:vertAlign w:val="subscript"/>
              </w:rPr>
              <w:t>RFU2,</w:t>
            </w:r>
            <w:r w:rsidRPr="00241E66">
              <w:rPr>
                <w:noProof w:val="0"/>
              </w:rPr>
              <w:t xml:space="preserve"> update record 01</w:t>
            </w:r>
          </w:p>
          <w:p w:rsidR="00C0341F" w:rsidRPr="00241E66" w:rsidRDefault="00C0341F" w:rsidP="00B54FD2">
            <w:pPr>
              <w:pStyle w:val="PL"/>
              <w:rPr>
                <w:noProof w:val="0"/>
              </w:rPr>
            </w:pPr>
            <w:r w:rsidRPr="00241E66">
              <w:rPr>
                <w:noProof w:val="0"/>
              </w:rPr>
              <w:t xml:space="preserve">  record:1</w:t>
            </w:r>
          </w:p>
          <w:p w:rsidR="00C0341F" w:rsidRPr="00241E66" w:rsidRDefault="00C0341F" w:rsidP="00B54FD2">
            <w:pPr>
              <w:pStyle w:val="PL"/>
              <w:rPr>
                <w:noProof w:val="0"/>
              </w:rPr>
            </w:pPr>
            <w:r w:rsidRPr="00241E66">
              <w:rPr>
                <w:noProof w:val="0"/>
              </w:rPr>
              <w:t xml:space="preserve">  value: 12 34 56</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Applet finalizes</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10- select MF/DF</w:t>
            </w:r>
            <w:r w:rsidRPr="00241E66">
              <w:rPr>
                <w:noProof w:val="0"/>
                <w:vertAlign w:val="subscript"/>
              </w:rPr>
              <w:t>TEST</w:t>
            </w:r>
            <w:r w:rsidRPr="00241E66">
              <w:rPr>
                <w:noProof w:val="0"/>
              </w:rPr>
              <w:t>/EF</w:t>
            </w:r>
            <w:r w:rsidRPr="00241E66">
              <w:rPr>
                <w:noProof w:val="0"/>
                <w:vertAlign w:val="subscript"/>
              </w:rPr>
              <w:t>RFU0</w:t>
            </w:r>
            <w:r w:rsidRPr="00241E66">
              <w:rPr>
                <w:noProof w:val="0"/>
              </w:rPr>
              <w:t>, read binary</w:t>
            </w:r>
          </w:p>
          <w:p w:rsidR="00C0341F" w:rsidRPr="00241E66" w:rsidRDefault="00C0341F" w:rsidP="00B54FD2">
            <w:pPr>
              <w:pStyle w:val="PL"/>
              <w:rPr>
                <w:noProof w:val="0"/>
              </w:rPr>
            </w:pPr>
            <w:r w:rsidRPr="00241E66">
              <w:rPr>
                <w:noProof w:val="0"/>
              </w:rPr>
              <w:t>11- select MF/DF</w:t>
            </w:r>
            <w:r w:rsidRPr="00241E66">
              <w:rPr>
                <w:noProof w:val="0"/>
                <w:vertAlign w:val="subscript"/>
              </w:rPr>
              <w:t>TEST</w:t>
            </w:r>
            <w:r w:rsidRPr="00241E66">
              <w:rPr>
                <w:noProof w:val="0"/>
              </w:rPr>
              <w:t>/EF</w:t>
            </w:r>
            <w:r w:rsidRPr="00241E66">
              <w:rPr>
                <w:noProof w:val="0"/>
                <w:vertAlign w:val="subscript"/>
              </w:rPr>
              <w:t>RFU1</w:t>
            </w:r>
            <w:r w:rsidRPr="00241E66">
              <w:rPr>
                <w:noProof w:val="0"/>
              </w:rPr>
              <w:t>, read record 1</w:t>
            </w:r>
          </w:p>
          <w:p w:rsidR="00C0341F" w:rsidRPr="00241E66" w:rsidRDefault="00C0341F" w:rsidP="00B54FD2">
            <w:pPr>
              <w:pStyle w:val="PL"/>
              <w:rPr>
                <w:noProof w:val="0"/>
              </w:rPr>
            </w:pPr>
            <w:r w:rsidRPr="00241E66">
              <w:rPr>
                <w:noProof w:val="0"/>
              </w:rPr>
              <w:t>12- select MF/DF</w:t>
            </w:r>
            <w:r w:rsidRPr="00241E66">
              <w:rPr>
                <w:noProof w:val="0"/>
                <w:vertAlign w:val="subscript"/>
              </w:rPr>
              <w:t>TEST</w:t>
            </w:r>
            <w:r w:rsidRPr="00241E66">
              <w:rPr>
                <w:noProof w:val="0"/>
              </w:rPr>
              <w:t>/EF</w:t>
            </w:r>
            <w:r w:rsidRPr="00241E66">
              <w:rPr>
                <w:noProof w:val="0"/>
                <w:vertAlign w:val="subscript"/>
              </w:rPr>
              <w:t>RFU2</w:t>
            </w:r>
            <w:r w:rsidRPr="00241E66">
              <w:rPr>
                <w:noProof w:val="0"/>
              </w:rPr>
              <w:t xml:space="preserve"> ,read record 1</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rPr>
                <w:rFonts w:cs="Arial"/>
              </w:rPr>
            </w:pPr>
          </w:p>
          <w:p w:rsidR="00C0341F" w:rsidRPr="00241E66" w:rsidRDefault="00C0341F">
            <w:pPr>
              <w:pStyle w:val="TAL"/>
              <w:rPr>
                <w:rFonts w:cs="Arial"/>
              </w:rPr>
            </w:pPr>
            <w:r w:rsidRPr="00241E66">
              <w:rPr>
                <w:rFonts w:cs="Arial"/>
              </w:rPr>
              <w:t>4- no exception shall be thrown</w:t>
            </w:r>
          </w:p>
          <w:p w:rsidR="00C0341F" w:rsidRPr="00241E66" w:rsidRDefault="00C0341F">
            <w:pPr>
              <w:pStyle w:val="PL"/>
              <w:rPr>
                <w:noProof w:val="0"/>
              </w:rPr>
            </w:pP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r w:rsidRPr="00241E66">
              <w:rPr>
                <w:sz w:val="16"/>
              </w:rPr>
              <w:t>10- returns: 12 34 56</w:t>
            </w:r>
          </w:p>
          <w:p w:rsidR="00C0341F" w:rsidRPr="00241E66" w:rsidRDefault="00C0341F">
            <w:pPr>
              <w:pStyle w:val="TAL"/>
              <w:keepNext w:val="0"/>
              <w:keepLines w:val="0"/>
              <w:rPr>
                <w:sz w:val="16"/>
              </w:rPr>
            </w:pPr>
            <w:r w:rsidRPr="00241E66">
              <w:rPr>
                <w:sz w:val="16"/>
              </w:rPr>
              <w:t>11- returns: 02</w:t>
            </w:r>
          </w:p>
          <w:p w:rsidR="00C0341F" w:rsidRPr="00241E66" w:rsidRDefault="00C0341F">
            <w:pPr>
              <w:pStyle w:val="TAL"/>
              <w:keepNext w:val="0"/>
              <w:keepLines w:val="0"/>
              <w:rPr>
                <w:sz w:val="16"/>
              </w:rPr>
            </w:pPr>
            <w:r w:rsidRPr="00241E66">
              <w:rPr>
                <w:sz w:val="16"/>
              </w:rPr>
              <w:t>12- returns: 12 34 56</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Create a DF in ADF1</w:t>
            </w:r>
          </w:p>
          <w:p w:rsidR="00C0341F" w:rsidRPr="00241E66" w:rsidRDefault="00C0341F" w:rsidP="00B54FD2">
            <w:pPr>
              <w:pStyle w:val="PL"/>
              <w:rPr>
                <w:noProof w:val="0"/>
              </w:rPr>
            </w:pPr>
            <w:r w:rsidRPr="00241E66">
              <w:rPr>
                <w:noProof w:val="0"/>
              </w:rPr>
              <w:t>1- applet is triggered by sending an unrecognized envelope</w:t>
            </w:r>
          </w:p>
          <w:p w:rsidR="00C0341F" w:rsidRPr="00241E66" w:rsidRDefault="00C0341F" w:rsidP="00B54FD2">
            <w:pPr>
              <w:pStyle w:val="PL"/>
              <w:rPr>
                <w:noProof w:val="0"/>
              </w:rPr>
            </w:pPr>
            <w:r w:rsidRPr="00241E66">
              <w:rPr>
                <w:noProof w:val="0"/>
              </w:rPr>
              <w:t>2- get an AdminFileView AdminFileViewBuilder.getTheAdminFileView(AID_ADF1,CLEAR_ON_RESET)</w:t>
            </w:r>
          </w:p>
          <w:p w:rsidR="00C0341F" w:rsidRPr="00241E66" w:rsidRDefault="00C0341F" w:rsidP="00B54FD2">
            <w:pPr>
              <w:pStyle w:val="PL"/>
              <w:rPr>
                <w:noProof w:val="0"/>
                <w:vertAlign w:val="subscript"/>
              </w:rPr>
            </w:pPr>
            <w:r w:rsidRPr="00241E66">
              <w:rPr>
                <w:noProof w:val="0"/>
              </w:rPr>
              <w:t>3- select ADF1/DF</w:t>
            </w:r>
            <w:r w:rsidRPr="00241E66">
              <w:rPr>
                <w:noProof w:val="0"/>
                <w:vertAlign w:val="subscript"/>
              </w:rPr>
              <w:t>TEST</w:t>
            </w:r>
          </w:p>
          <w:p w:rsidR="00C0341F" w:rsidRPr="00241E66" w:rsidRDefault="00C0341F" w:rsidP="00B54FD2">
            <w:pPr>
              <w:pStyle w:val="PL"/>
              <w:rPr>
                <w:noProof w:val="0"/>
              </w:rPr>
            </w:pPr>
            <w:r w:rsidRPr="00241E66">
              <w:rPr>
                <w:noProof w:val="0"/>
              </w:rPr>
              <w:t>4- create DF</w:t>
            </w:r>
            <w:r w:rsidRPr="00241E66">
              <w:rPr>
                <w:noProof w:val="0"/>
                <w:vertAlign w:val="subscript"/>
              </w:rPr>
              <w:t>RFU1</w:t>
            </w:r>
            <w:r w:rsidRPr="00241E66">
              <w:rPr>
                <w:noProof w:val="0"/>
              </w:rPr>
              <w:t xml:space="preserve"> (5F01)</w:t>
            </w:r>
          </w:p>
          <w:p w:rsidR="00C0341F" w:rsidRPr="00241E66" w:rsidRDefault="00C0341F" w:rsidP="00B54FD2">
            <w:pPr>
              <w:pStyle w:val="PL"/>
              <w:rPr>
                <w:noProof w:val="0"/>
                <w:vertAlign w:val="subscript"/>
              </w:rPr>
            </w:pPr>
            <w:r w:rsidRPr="00241E66">
              <w:rPr>
                <w:noProof w:val="0"/>
              </w:rPr>
              <w:t>5- select DF</w:t>
            </w:r>
            <w:r w:rsidRPr="00241E66">
              <w:rPr>
                <w:noProof w:val="0"/>
                <w:vertAlign w:val="subscript"/>
              </w:rPr>
              <w:t>RFU1</w:t>
            </w:r>
          </w:p>
          <w:p w:rsidR="00C0341F" w:rsidRPr="00241E66" w:rsidRDefault="00C0341F" w:rsidP="00B54FD2">
            <w:pPr>
              <w:pStyle w:val="PL"/>
              <w:rPr>
                <w:noProof w:val="0"/>
              </w:rPr>
            </w:pPr>
            <w:r w:rsidRPr="00241E66">
              <w:rPr>
                <w:noProof w:val="0"/>
              </w:rPr>
              <w:t>6- create EF</w:t>
            </w:r>
            <w:r w:rsidRPr="00241E66">
              <w:rPr>
                <w:noProof w:val="0"/>
                <w:vertAlign w:val="subscript"/>
              </w:rPr>
              <w:t>RFU1</w:t>
            </w:r>
            <w:r w:rsidRPr="00241E66">
              <w:rPr>
                <w:noProof w:val="0"/>
              </w:rPr>
              <w:t xml:space="preserve"> (6F2A)</w:t>
            </w:r>
          </w:p>
          <w:p w:rsidR="00C0341F" w:rsidRPr="00241E66" w:rsidRDefault="00C0341F" w:rsidP="00B54FD2">
            <w:pPr>
              <w:pStyle w:val="PL"/>
              <w:rPr>
                <w:noProof w:val="0"/>
              </w:rPr>
            </w:pPr>
            <w:r w:rsidRPr="00241E66">
              <w:rPr>
                <w:noProof w:val="0"/>
              </w:rPr>
              <w:t>7- select EF</w:t>
            </w:r>
            <w:r w:rsidRPr="00241E66">
              <w:rPr>
                <w:noProof w:val="0"/>
                <w:vertAlign w:val="subscript"/>
              </w:rPr>
              <w:t>RFU1</w:t>
            </w:r>
            <w:r w:rsidRPr="00241E66">
              <w:rPr>
                <w:noProof w:val="0"/>
              </w:rPr>
              <w:t>, update binary 12 34 56</w:t>
            </w:r>
          </w:p>
          <w:p w:rsidR="00C0341F" w:rsidRPr="00241E66" w:rsidRDefault="00C0341F" w:rsidP="00B54FD2">
            <w:pPr>
              <w:pStyle w:val="PL"/>
              <w:rPr>
                <w:noProof w:val="0"/>
              </w:rPr>
            </w:pPr>
            <w:r w:rsidRPr="00241E66">
              <w:rPr>
                <w:noProof w:val="0"/>
              </w:rPr>
              <w:t>Applet finalizes</w:t>
            </w:r>
          </w:p>
          <w:p w:rsidR="00C0341F" w:rsidRPr="00241E66" w:rsidRDefault="00C0341F" w:rsidP="00B54FD2">
            <w:pPr>
              <w:pStyle w:val="PL"/>
              <w:rPr>
                <w:noProof w:val="0"/>
              </w:rPr>
            </w:pPr>
            <w:r w:rsidRPr="00241E66">
              <w:rPr>
                <w:noProof w:val="0"/>
              </w:rPr>
              <w:t>8- select ADF1/DF</w:t>
            </w:r>
            <w:r w:rsidRPr="00241E66">
              <w:rPr>
                <w:noProof w:val="0"/>
                <w:vertAlign w:val="subscript"/>
              </w:rPr>
              <w:t>TEST</w:t>
            </w:r>
            <w:r w:rsidRPr="00241E66">
              <w:rPr>
                <w:noProof w:val="0"/>
              </w:rPr>
              <w:t>/EF</w:t>
            </w:r>
            <w:r w:rsidRPr="00241E66">
              <w:rPr>
                <w:noProof w:val="0"/>
                <w:vertAlign w:val="subscript"/>
              </w:rPr>
              <w:t>RFU1</w:t>
            </w:r>
            <w:r w:rsidRPr="00241E66">
              <w:rPr>
                <w:noProof w:val="0"/>
              </w:rPr>
              <w:t xml:space="preserve"> (6F2A), read binary</w:t>
            </w:r>
          </w:p>
          <w:p w:rsidR="00C0341F" w:rsidRPr="00241E66" w:rsidRDefault="00C0341F" w:rsidP="00B54FD2">
            <w:pPr>
              <w:pStyle w:val="PL"/>
              <w:rPr>
                <w:noProof w:val="0"/>
              </w:rPr>
            </w:pPr>
            <w:r w:rsidRPr="00241E66">
              <w:rPr>
                <w:noProof w:val="0"/>
              </w:rPr>
              <w:t>9- Reset</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PL"/>
              <w:rPr>
                <w:rFonts w:ascii="Arial" w:hAnsi="Arial" w:cs="Arial"/>
                <w:noProof w:val="0"/>
              </w:rPr>
            </w:pP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pPr>
            <w:r w:rsidRPr="00241E66">
              <w:rPr>
                <w:sz w:val="16"/>
              </w:rPr>
              <w:t>8- returns: 12 34 56</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Call createFile with a null viewHandler</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1- call createFile() with null.</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java.lang.NullPointerException shall be thrown</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Call createFile with incorrect parameters</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1- call createFile with incorrect parameters.</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AdminException.INCORRECT_PARAMETERS shall be thrown</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already exists</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1- Select MF/DF</w:t>
            </w:r>
            <w:r w:rsidRPr="00241E66">
              <w:rPr>
                <w:noProof w:val="0"/>
                <w:vertAlign w:val="subscript"/>
              </w:rPr>
              <w:t>TEST</w:t>
            </w:r>
          </w:p>
          <w:p w:rsidR="00C0341F" w:rsidRPr="00241E66" w:rsidRDefault="00C0341F" w:rsidP="00B54FD2">
            <w:pPr>
              <w:pStyle w:val="PL"/>
              <w:rPr>
                <w:noProof w:val="0"/>
              </w:rPr>
            </w:pPr>
            <w:r w:rsidRPr="00241E66">
              <w:rPr>
                <w:noProof w:val="0"/>
              </w:rPr>
              <w:t>2- Call createFile(EF</w:t>
            </w:r>
            <w:r w:rsidRPr="00241E66">
              <w:rPr>
                <w:noProof w:val="0"/>
                <w:vertAlign w:val="subscript"/>
              </w:rPr>
              <w:t>TARU</w:t>
            </w:r>
            <w:r w:rsidRPr="00241E66">
              <w:rPr>
                <w:noProof w:val="0"/>
              </w:rPr>
              <w:t>)</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AdminException.FILE_ALREADY_EXISTS</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lastRenderedPageBreak/>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H"/>
            </w:pPr>
            <w:r w:rsidRPr="00241E66">
              <w:t>DF already exists</w:t>
            </w:r>
          </w:p>
          <w:p w:rsidR="00C0341F" w:rsidRPr="00241E66" w:rsidRDefault="00C0341F" w:rsidP="00B54FD2">
            <w:pPr>
              <w:pStyle w:val="PL"/>
              <w:keepNext/>
              <w:keepLines/>
              <w:rPr>
                <w:noProof w:val="0"/>
              </w:rPr>
            </w:pPr>
          </w:p>
          <w:p w:rsidR="00C0341F" w:rsidRPr="00241E66" w:rsidRDefault="00C0341F" w:rsidP="00B54FD2">
            <w:pPr>
              <w:pStyle w:val="PL"/>
              <w:keepNext/>
              <w:keepLines/>
              <w:rPr>
                <w:noProof w:val="0"/>
              </w:rPr>
            </w:pPr>
            <w:r w:rsidRPr="00241E66">
              <w:rPr>
                <w:noProof w:val="0"/>
              </w:rPr>
              <w:t>1- Call createFile(DF</w:t>
            </w:r>
            <w:r w:rsidRPr="00241E66">
              <w:rPr>
                <w:noProof w:val="0"/>
                <w:vertAlign w:val="subscript"/>
              </w:rPr>
              <w:t>TEST)</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L"/>
            </w:pPr>
          </w:p>
          <w:p w:rsidR="00C0341F" w:rsidRPr="00241E66" w:rsidRDefault="00C0341F" w:rsidP="00B54FD2">
            <w:pPr>
              <w:pStyle w:val="TAL"/>
            </w:pPr>
          </w:p>
          <w:p w:rsidR="00C0341F" w:rsidRPr="00241E66" w:rsidRDefault="00C0341F" w:rsidP="00B54FD2">
            <w:pPr>
              <w:pStyle w:val="TAL"/>
            </w:pPr>
            <w:r w:rsidRPr="00241E66">
              <w:t>1- AdminException.DF_NAME_ALREADY_EXISTS</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Security status not satisfied</w:t>
            </w:r>
          </w:p>
          <w:p w:rsidR="00C0341F" w:rsidRPr="00241E66" w:rsidRDefault="00C0341F" w:rsidP="00B54FD2">
            <w:pPr>
              <w:pStyle w:val="PL"/>
              <w:rPr>
                <w:noProof w:val="0"/>
              </w:rPr>
            </w:pPr>
          </w:p>
          <w:p w:rsidR="00C0341F" w:rsidRPr="00241E66" w:rsidRDefault="00C0341F" w:rsidP="00B54FD2">
            <w:pPr>
              <w:pStyle w:val="PL"/>
              <w:rPr>
                <w:bCs/>
                <w:noProof w:val="0"/>
                <w:vertAlign w:val="subscript"/>
              </w:rPr>
            </w:pPr>
            <w:r w:rsidRPr="00241E66">
              <w:rPr>
                <w:bCs/>
                <w:noProof w:val="0"/>
              </w:rPr>
              <w:t>1- Select MF/DF</w:t>
            </w:r>
            <w:r w:rsidRPr="00241E66">
              <w:rPr>
                <w:bCs/>
                <w:noProof w:val="0"/>
                <w:vertAlign w:val="subscript"/>
              </w:rPr>
              <w:t>TEST</w:t>
            </w:r>
            <w:r w:rsidRPr="00241E66">
              <w:rPr>
                <w:bCs/>
                <w:noProof w:val="0"/>
              </w:rPr>
              <w:t>/DF</w:t>
            </w:r>
            <w:r w:rsidRPr="00241E66">
              <w:rPr>
                <w:bCs/>
                <w:noProof w:val="0"/>
                <w:vertAlign w:val="subscript"/>
              </w:rPr>
              <w:t>ARR2</w:t>
            </w:r>
          </w:p>
          <w:p w:rsidR="00C0341F" w:rsidRPr="00241E66" w:rsidRDefault="00C0341F" w:rsidP="00B54FD2">
            <w:pPr>
              <w:pStyle w:val="PL"/>
              <w:rPr>
                <w:b/>
                <w:bCs/>
                <w:noProof w:val="0"/>
              </w:rPr>
            </w:pPr>
            <w:r w:rsidRPr="00241E66">
              <w:rPr>
                <w:bCs/>
                <w:noProof w:val="0"/>
              </w:rPr>
              <w:t>2- Call createFile() to create some transparent file.</w:t>
            </w:r>
          </w:p>
        </w:tc>
        <w:tc>
          <w:tcPr>
            <w:tcW w:w="337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2-UICCException.SECURITY_STATUS_NOT_SATISFIED</w:t>
            </w:r>
          </w:p>
        </w:tc>
        <w:tc>
          <w:tcPr>
            <w:tcW w:w="215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rsidP="00B54FD2"/>
    <w:p w:rsidR="00C0341F" w:rsidRPr="00241E66" w:rsidRDefault="00C0341F">
      <w:pPr>
        <w:pStyle w:val="Heading4"/>
      </w:pPr>
      <w:r w:rsidRPr="00241E66">
        <w:t>5.3.1.2</w:t>
      </w:r>
      <w:r w:rsidRPr="00241E66">
        <w:tab/>
        <w:t>Method deleteFile(short fid)</w:t>
      </w:r>
    </w:p>
    <w:p w:rsidR="00C0341F" w:rsidRPr="00241E66" w:rsidRDefault="00C0341F">
      <w:r w:rsidRPr="00241E66">
        <w:t>Test Area Reference: Api_4_Afv_Dltf</w:t>
      </w:r>
      <w:r w:rsidR="00B54FD2" w:rsidRPr="00241E66">
        <w:t>.</w:t>
      </w:r>
    </w:p>
    <w:p w:rsidR="00C0341F" w:rsidRPr="00241E66" w:rsidRDefault="00C0341F" w:rsidP="00B54FD2">
      <w:pPr>
        <w:pStyle w:val="Heading5"/>
      </w:pPr>
      <w:r w:rsidRPr="00241E66">
        <w:t>5.3.1.2.1</w:t>
      </w:r>
      <w:r w:rsidRPr="00241E66">
        <w:tab/>
        <w:t>Conformance requirement</w:t>
      </w:r>
    </w:p>
    <w:p w:rsidR="00C0341F" w:rsidRPr="00241E66" w:rsidRDefault="00C0341F" w:rsidP="00B54FD2">
      <w:r w:rsidRPr="00241E66">
        <w:t>The method with following header shall be compliant to its definition in the API.</w:t>
      </w:r>
    </w:p>
    <w:p w:rsidR="00C0341F" w:rsidRPr="00241E66" w:rsidRDefault="00C0341F" w:rsidP="00B54FD2">
      <w:pPr>
        <w:pStyle w:val="PL"/>
        <w:rPr>
          <w:noProof w:val="0"/>
        </w:rPr>
      </w:pPr>
      <w:r w:rsidRPr="00241E66">
        <w:rPr>
          <w:noProof w:val="0"/>
        </w:rPr>
        <w:t>public void deleteFile(short fid)</w:t>
      </w:r>
    </w:p>
    <w:p w:rsidR="00C0341F" w:rsidRPr="00241E66" w:rsidRDefault="00C0341F" w:rsidP="00B54FD2">
      <w:pPr>
        <w:pStyle w:val="PL"/>
        <w:rPr>
          <w:noProof w:val="0"/>
        </w:rPr>
      </w:pPr>
      <w:r w:rsidRPr="00241E66">
        <w:rPr>
          <w:noProof w:val="0"/>
        </w:rPr>
        <w:t xml:space="preserve">                throws UICCException,</w:t>
      </w:r>
    </w:p>
    <w:p w:rsidR="00C0341F" w:rsidRPr="00241E66" w:rsidRDefault="00C0341F" w:rsidP="00B54FD2">
      <w:pPr>
        <w:pStyle w:val="PL"/>
        <w:rPr>
          <w:noProof w:val="0"/>
        </w:rPr>
      </w:pPr>
      <w:r w:rsidRPr="00241E66">
        <w:rPr>
          <w:noProof w:val="0"/>
        </w:rPr>
        <w:t xml:space="preserve">                       javacard.framework.TransactionException</w:t>
      </w:r>
    </w:p>
    <w:p w:rsidR="00C0341F" w:rsidRPr="00241E66" w:rsidRDefault="00C0341F" w:rsidP="00B54FD2">
      <w:pPr>
        <w:pStyle w:val="PL"/>
        <w:rPr>
          <w:noProof w:val="0"/>
        </w:rPr>
      </w:pPr>
    </w:p>
    <w:p w:rsidR="00C0341F" w:rsidRPr="00241E66" w:rsidRDefault="00C0341F">
      <w:pPr>
        <w:pStyle w:val="H6"/>
      </w:pPr>
      <w:r w:rsidRPr="00241E66">
        <w:t>5.3.1.2.1.1</w:t>
      </w:r>
      <w:r w:rsidRPr="00241E66">
        <w:tab/>
        <w:t>Normal execution</w:t>
      </w:r>
    </w:p>
    <w:p w:rsidR="00C0341F" w:rsidRPr="00241E66" w:rsidRDefault="00C0341F">
      <w:pPr>
        <w:pStyle w:val="B1"/>
      </w:pPr>
      <w:r w:rsidRPr="00241E66">
        <w:t xml:space="preserve">CRRN1: This method initiates the deletion of an EF immediately under the current DF, or a DF with its complete subtree, as described in </w:t>
      </w:r>
      <w:r w:rsidR="00DA6956" w:rsidRPr="00241E66">
        <w:t xml:space="preserve">ETSI </w:t>
      </w:r>
      <w:r w:rsidRPr="00241E66">
        <w:t>TS 102 222</w:t>
      </w:r>
      <w:r w:rsidR="00B54FD2" w:rsidRPr="00241E66">
        <w:t xml:space="preserve"> </w:t>
      </w:r>
      <w:r w:rsidR="00326B83" w:rsidRPr="00241E66">
        <w:t>[7]</w:t>
      </w:r>
      <w:r w:rsidRPr="00241E66">
        <w:t>.</w:t>
      </w:r>
    </w:p>
    <w:p w:rsidR="00C0341F" w:rsidRPr="00241E66" w:rsidRDefault="00C0341F">
      <w:pPr>
        <w:pStyle w:val="H6"/>
      </w:pPr>
      <w:r w:rsidRPr="00241E66">
        <w:t>5.3.1.2.1.2</w:t>
      </w:r>
      <w:r w:rsidRPr="00241E66">
        <w:tab/>
        <w:t>Parameter errors</w:t>
      </w:r>
    </w:p>
    <w:p w:rsidR="00C0341F" w:rsidRPr="00241E66" w:rsidRDefault="00C0341F">
      <w:r w:rsidRPr="00241E66">
        <w:t>Not applicable</w:t>
      </w:r>
    </w:p>
    <w:p w:rsidR="00C0341F" w:rsidRPr="00241E66" w:rsidRDefault="00C0341F">
      <w:pPr>
        <w:pStyle w:val="H6"/>
      </w:pPr>
      <w:r w:rsidRPr="00241E66">
        <w:t>5.3.1.2.1.3</w:t>
      </w:r>
      <w:r w:rsidRPr="00241E66">
        <w:tab/>
        <w:t>Context errors</w:t>
      </w:r>
    </w:p>
    <w:p w:rsidR="00C0341F" w:rsidRPr="00241E66" w:rsidRDefault="00C0341F">
      <w:pPr>
        <w:pStyle w:val="B1"/>
      </w:pPr>
      <w:r w:rsidRPr="00241E66">
        <w:t>CRRC1: If the method call causes a memory problem (e.g. memory access error), an instance of UICCException shall be thrown. The reason code shall be UICCException.MEMORY_PROBLEM</w:t>
      </w:r>
      <w:r w:rsidR="00B54FD2" w:rsidRPr="00241E66">
        <w:t>.</w:t>
      </w:r>
    </w:p>
    <w:p w:rsidR="00C0341F" w:rsidRPr="00241E66" w:rsidRDefault="00C0341F">
      <w:pPr>
        <w:pStyle w:val="B1"/>
      </w:pPr>
      <w:r w:rsidRPr="00241E66">
        <w:t>CRRC2: If the method call causes an error to occur that is not expected and thus not handled, an instance of UICCException shall be thrown. The reason code shall be UICCException.INTERNAL_ERROR.</w:t>
      </w:r>
    </w:p>
    <w:p w:rsidR="00C0341F" w:rsidRPr="00241E66" w:rsidRDefault="00C0341F">
      <w:pPr>
        <w:pStyle w:val="B1"/>
      </w:pPr>
      <w:r w:rsidRPr="00241E66">
        <w:t>CRRC3: If the file cannot be found in the current directory, an instance of UICCException. shall be thrown. The reason code shall be UICCException. FILE_NOT_FOUND.</w:t>
      </w:r>
    </w:p>
    <w:p w:rsidR="00C0341F" w:rsidRPr="00241E66" w:rsidRDefault="00C0341F">
      <w:pPr>
        <w:pStyle w:val="B1"/>
      </w:pPr>
      <w:r w:rsidRPr="00241E66">
        <w:t>CRRC4: If the access conditions are not satisfied, an instance of UICCException shall be thrown. The reason code shall be UICCException.SECURITY_STATUS_NOT_SATISFIED.</w:t>
      </w:r>
    </w:p>
    <w:p w:rsidR="00C0341F" w:rsidRPr="00241E66" w:rsidRDefault="00C0341F">
      <w:pPr>
        <w:pStyle w:val="B1"/>
      </w:pPr>
      <w:r w:rsidRPr="00241E66">
        <w:t>CRRC5: If the operation would cause the commit capacity to be exceeded, an instance of javacard.framework.TransactionException shall be thrown.</w:t>
      </w:r>
    </w:p>
    <w:p w:rsidR="00C0341F" w:rsidRPr="00241E66" w:rsidRDefault="00C0341F" w:rsidP="00B54FD2">
      <w:pPr>
        <w:pStyle w:val="Heading5"/>
      </w:pPr>
      <w:r w:rsidRPr="00241E66">
        <w:t>5.3.1.2.2</w:t>
      </w:r>
      <w:r w:rsidRPr="00241E66">
        <w:tab/>
        <w:t>Test area files</w:t>
      </w:r>
    </w:p>
    <w:p w:rsidR="00C0341F" w:rsidRPr="00241E66" w:rsidRDefault="00C0341F" w:rsidP="00B54FD2">
      <w:pPr>
        <w:pStyle w:val="EX"/>
      </w:pPr>
      <w:r w:rsidRPr="00241E66">
        <w:t>Test Source:</w:t>
      </w:r>
      <w:r w:rsidRPr="00241E66">
        <w:tab/>
        <w:t>Test_Api_4_Afv_ Dltf.java</w:t>
      </w:r>
      <w:r w:rsidR="00511BC5" w:rsidRPr="00241E66">
        <w:t>.</w:t>
      </w:r>
    </w:p>
    <w:p w:rsidR="00C0341F" w:rsidRPr="00241E66" w:rsidRDefault="00C0341F" w:rsidP="00B54FD2">
      <w:pPr>
        <w:pStyle w:val="EX"/>
      </w:pPr>
      <w:r w:rsidRPr="00241E66">
        <w:t>Test Applet:</w:t>
      </w:r>
      <w:r w:rsidRPr="00241E66">
        <w:tab/>
        <w:t>Api_4_Afv_ Dltf _1.java</w:t>
      </w:r>
      <w:r w:rsidR="00B54FD2" w:rsidRPr="00241E66">
        <w:t>.</w:t>
      </w:r>
    </w:p>
    <w:p w:rsidR="00C0341F" w:rsidRPr="00241E66" w:rsidRDefault="00C0341F" w:rsidP="00B54FD2">
      <w:pPr>
        <w:pStyle w:val="EX"/>
      </w:pPr>
      <w:r w:rsidRPr="00241E66">
        <w:t>Cap File:</w:t>
      </w:r>
      <w:r w:rsidRPr="00241E66">
        <w:tab/>
        <w:t>api_4_Afv_ Dltf.cap</w:t>
      </w:r>
      <w:r w:rsidR="00B54FD2" w:rsidRPr="00241E66">
        <w:t>.</w:t>
      </w:r>
    </w:p>
    <w:p w:rsidR="00C0341F" w:rsidRPr="00241E66" w:rsidRDefault="00C0341F" w:rsidP="00B54FD2">
      <w:pPr>
        <w:pStyle w:val="Heading5"/>
      </w:pPr>
      <w:r w:rsidRPr="00241E66">
        <w:lastRenderedPageBreak/>
        <w:t>5.3.1.2.3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656"/>
      </w:tblGrid>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H"/>
            </w:pPr>
            <w:r w:rsidRPr="00241E66">
              <w:t>CRR number</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H"/>
            </w:pPr>
            <w:r w:rsidRPr="00241E66">
              <w:t>Test case number</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N1</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1,</w:t>
            </w:r>
            <w:r w:rsidR="00B54FD2" w:rsidRPr="00241E66">
              <w:t xml:space="preserve"> </w:t>
            </w:r>
            <w:r w:rsidRPr="00241E66">
              <w:t>2,</w:t>
            </w:r>
            <w:r w:rsidR="00B54FD2" w:rsidRPr="00241E66">
              <w:t xml:space="preserve"> </w:t>
            </w:r>
            <w:r w:rsidRPr="00241E66">
              <w:t>3,</w:t>
            </w:r>
            <w:r w:rsidR="00B54FD2" w:rsidRPr="00241E66">
              <w:t xml:space="preserve"> </w:t>
            </w:r>
            <w:r w:rsidRPr="00241E66">
              <w:t>4</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C1</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Not testable</w:t>
            </w:r>
          </w:p>
        </w:tc>
      </w:tr>
      <w:tr w:rsidR="00C0341F" w:rsidRPr="00241E66" w:rsidTr="00B54FD2">
        <w:trPr>
          <w:jc w:val="center"/>
        </w:trPr>
        <w:tc>
          <w:tcPr>
            <w:tcW w:w="1299" w:type="dxa"/>
            <w:tcBorders>
              <w:top w:val="single" w:sz="4" w:space="0" w:color="auto"/>
              <w:left w:val="single" w:sz="4" w:space="0" w:color="auto"/>
              <w:right w:val="single" w:sz="4" w:space="0" w:color="auto"/>
            </w:tcBorders>
          </w:tcPr>
          <w:p w:rsidR="00C0341F" w:rsidRPr="00241E66" w:rsidRDefault="00C0341F" w:rsidP="00B54FD2">
            <w:pPr>
              <w:pStyle w:val="TAC"/>
            </w:pPr>
            <w:r w:rsidRPr="00241E66">
              <w:t>C2</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Not testable</w:t>
            </w:r>
          </w:p>
        </w:tc>
      </w:tr>
      <w:tr w:rsidR="00C0341F" w:rsidRPr="00241E66" w:rsidTr="00B54FD2">
        <w:trPr>
          <w:jc w:val="center"/>
        </w:trPr>
        <w:tc>
          <w:tcPr>
            <w:tcW w:w="1299" w:type="dxa"/>
            <w:tcBorders>
              <w:left w:val="single" w:sz="4" w:space="0" w:color="auto"/>
              <w:bottom w:val="single" w:sz="4" w:space="0" w:color="auto"/>
              <w:right w:val="single" w:sz="4" w:space="0" w:color="auto"/>
            </w:tcBorders>
          </w:tcPr>
          <w:p w:rsidR="00C0341F" w:rsidRPr="00241E66" w:rsidRDefault="00C0341F" w:rsidP="00B54FD2">
            <w:pPr>
              <w:pStyle w:val="TAC"/>
            </w:pPr>
            <w:r w:rsidRPr="00241E66">
              <w:t>C3</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5</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C4</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6</w:t>
            </w:r>
          </w:p>
        </w:tc>
      </w:tr>
      <w:tr w:rsidR="00C0341F" w:rsidRPr="00241E66" w:rsidTr="00B54FD2">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C5</w:t>
            </w:r>
          </w:p>
        </w:tc>
        <w:tc>
          <w:tcPr>
            <w:tcW w:w="3656" w:type="dxa"/>
            <w:tcBorders>
              <w:top w:val="single" w:sz="4" w:space="0" w:color="auto"/>
              <w:left w:val="single" w:sz="4" w:space="0" w:color="auto"/>
              <w:bottom w:val="single" w:sz="4" w:space="0" w:color="auto"/>
              <w:right w:val="single" w:sz="4" w:space="0" w:color="auto"/>
            </w:tcBorders>
          </w:tcPr>
          <w:p w:rsidR="00C0341F" w:rsidRPr="00241E66" w:rsidRDefault="00C0341F" w:rsidP="00B54FD2">
            <w:pPr>
              <w:pStyle w:val="TAC"/>
            </w:pPr>
            <w:r w:rsidRPr="00241E66">
              <w:t>Not testable</w:t>
            </w:r>
          </w:p>
        </w:tc>
      </w:tr>
    </w:tbl>
    <w:p w:rsidR="00B54FD2" w:rsidRPr="00241E66" w:rsidRDefault="00B54FD2" w:rsidP="00B54FD2"/>
    <w:p w:rsidR="00C0341F" w:rsidRPr="00241E66" w:rsidRDefault="00C0341F" w:rsidP="00B54FD2">
      <w:pPr>
        <w:pStyle w:val="Heading5"/>
      </w:pPr>
      <w:r w:rsidRPr="00241E66">
        <w:t>5.3.1.2.4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46"/>
        <w:gridCol w:w="3510"/>
        <w:gridCol w:w="1700"/>
      </w:tblGrid>
      <w:tr w:rsidR="00C0341F" w:rsidRPr="00241E66" w:rsidTr="00B54FD2">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0</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Initialization</w:t>
            </w:r>
          </w:p>
          <w:p w:rsidR="00C0341F" w:rsidRPr="00241E66" w:rsidRDefault="00C0341F">
            <w:pPr>
              <w:pStyle w:val="PL"/>
              <w:rPr>
                <w:noProof w:val="0"/>
              </w:rPr>
            </w:pPr>
          </w:p>
          <w:p w:rsidR="00C0341F" w:rsidRPr="00241E66" w:rsidRDefault="00C0341F" w:rsidP="00B54FD2">
            <w:pPr>
              <w:pStyle w:val="PL"/>
              <w:rPr>
                <w:noProof w:val="0"/>
              </w:rPr>
            </w:pPr>
            <w:r w:rsidRPr="00241E66">
              <w:rPr>
                <w:noProof w:val="0"/>
              </w:rPr>
              <w:t>1- applet is triggered by sending an unrecognized envelope</w:t>
            </w:r>
          </w:p>
          <w:p w:rsidR="00C0341F" w:rsidRPr="00241E66" w:rsidRDefault="00C0341F" w:rsidP="00B54FD2">
            <w:pPr>
              <w:pStyle w:val="PL"/>
              <w:rPr>
                <w:noProof w:val="0"/>
              </w:rPr>
            </w:pPr>
            <w:r w:rsidRPr="00241E66">
              <w:rPr>
                <w:noProof w:val="0"/>
              </w:rPr>
              <w:t>2- get an AdminFileView AdminFileViewBuilder.getTheUICCAdminFileView(CLEAR_ON_RESET)</w:t>
            </w:r>
          </w:p>
          <w:p w:rsidR="00C0341F" w:rsidRPr="00241E66" w:rsidRDefault="00C0341F" w:rsidP="00B54FD2">
            <w:pPr>
              <w:pStyle w:val="PL"/>
              <w:rPr>
                <w:noProof w:val="0"/>
                <w:vertAlign w:val="subscript"/>
              </w:rPr>
            </w:pPr>
            <w:r w:rsidRPr="00241E66">
              <w:rPr>
                <w:noProof w:val="0"/>
              </w:rPr>
              <w:t>3- select MF/DF</w:t>
            </w:r>
            <w:r w:rsidRPr="00241E66">
              <w:rPr>
                <w:noProof w:val="0"/>
                <w:vertAlign w:val="subscript"/>
              </w:rPr>
              <w:t>TEST</w:t>
            </w:r>
          </w:p>
          <w:p w:rsidR="00C0341F" w:rsidRPr="00241E66" w:rsidRDefault="00C0341F" w:rsidP="00B54FD2">
            <w:pPr>
              <w:pStyle w:val="PL"/>
              <w:rPr>
                <w:noProof w:val="0"/>
              </w:rPr>
            </w:pPr>
            <w:r w:rsidRPr="00241E66">
              <w:rPr>
                <w:noProof w:val="0"/>
              </w:rPr>
              <w:t>4- create DF</w:t>
            </w:r>
            <w:r w:rsidRPr="00241E66">
              <w:rPr>
                <w:noProof w:val="0"/>
                <w:vertAlign w:val="subscript"/>
              </w:rPr>
              <w:t>RFU1</w:t>
            </w:r>
            <w:r w:rsidRPr="00241E66">
              <w:rPr>
                <w:noProof w:val="0"/>
              </w:rPr>
              <w:t xml:space="preserve"> </w:t>
            </w:r>
          </w:p>
          <w:p w:rsidR="00C0341F" w:rsidRPr="00241E66" w:rsidRDefault="00C0341F" w:rsidP="00B54FD2">
            <w:pPr>
              <w:pStyle w:val="PL"/>
              <w:rPr>
                <w:noProof w:val="0"/>
              </w:rPr>
            </w:pPr>
            <w:r w:rsidRPr="00241E66">
              <w:rPr>
                <w:noProof w:val="0"/>
              </w:rPr>
              <w:t>5- select DF</w:t>
            </w:r>
            <w:r w:rsidRPr="00241E66">
              <w:rPr>
                <w:noProof w:val="0"/>
                <w:vertAlign w:val="subscript"/>
              </w:rPr>
              <w:t>RFU1</w:t>
            </w:r>
            <w:r w:rsidRPr="00241E66">
              <w:rPr>
                <w:noProof w:val="0"/>
              </w:rPr>
              <w:t xml:space="preserve"> </w:t>
            </w:r>
          </w:p>
          <w:p w:rsidR="00C0341F" w:rsidRPr="00241E66" w:rsidRDefault="00C0341F" w:rsidP="00B54FD2">
            <w:pPr>
              <w:pStyle w:val="PL"/>
              <w:rPr>
                <w:noProof w:val="0"/>
                <w:vertAlign w:val="subscript"/>
              </w:rPr>
            </w:pPr>
            <w:r w:rsidRPr="00241E66">
              <w:rPr>
                <w:noProof w:val="0"/>
              </w:rPr>
              <w:t>6- create DF</w:t>
            </w:r>
            <w:r w:rsidRPr="00241E66">
              <w:rPr>
                <w:noProof w:val="0"/>
                <w:vertAlign w:val="subscript"/>
              </w:rPr>
              <w:t>RFU2</w:t>
            </w:r>
            <w:r w:rsidRPr="00241E66">
              <w:rPr>
                <w:noProof w:val="0"/>
              </w:rPr>
              <w:t xml:space="preserve"> , create EF</w:t>
            </w:r>
            <w:r w:rsidRPr="00241E66">
              <w:rPr>
                <w:noProof w:val="0"/>
                <w:vertAlign w:val="subscript"/>
              </w:rPr>
              <w:t>RFU1</w:t>
            </w:r>
            <w:r w:rsidRPr="00241E66">
              <w:rPr>
                <w:noProof w:val="0"/>
              </w:rPr>
              <w:t>, create EF</w:t>
            </w:r>
            <w:r w:rsidRPr="00241E66">
              <w:rPr>
                <w:noProof w:val="0"/>
                <w:vertAlign w:val="subscript"/>
              </w:rPr>
              <w:t>RFU2</w:t>
            </w:r>
          </w:p>
          <w:p w:rsidR="00C0341F" w:rsidRPr="00241E66" w:rsidRDefault="00C0341F" w:rsidP="00B54FD2">
            <w:pPr>
              <w:pStyle w:val="PL"/>
              <w:rPr>
                <w:noProof w:val="0"/>
              </w:rPr>
            </w:pPr>
            <w:r w:rsidRPr="00241E66">
              <w:rPr>
                <w:noProof w:val="0"/>
              </w:rPr>
              <w:t>7- select DF</w:t>
            </w:r>
            <w:r w:rsidRPr="00241E66">
              <w:rPr>
                <w:noProof w:val="0"/>
                <w:vertAlign w:val="subscript"/>
              </w:rPr>
              <w:t>RFU2</w:t>
            </w:r>
            <w:r w:rsidRPr="00241E66">
              <w:rPr>
                <w:noProof w:val="0"/>
              </w:rPr>
              <w:t xml:space="preserve"> </w:t>
            </w:r>
          </w:p>
          <w:p w:rsidR="00C0341F" w:rsidRPr="00241E66" w:rsidRDefault="00C0341F" w:rsidP="00B54FD2">
            <w:pPr>
              <w:pStyle w:val="PL"/>
              <w:rPr>
                <w:noProof w:val="0"/>
                <w:vertAlign w:val="subscript"/>
              </w:rPr>
            </w:pPr>
            <w:r w:rsidRPr="00241E66">
              <w:rPr>
                <w:noProof w:val="0"/>
              </w:rPr>
              <w:t>8- create EF</w:t>
            </w:r>
            <w:r w:rsidRPr="00241E66">
              <w:rPr>
                <w:noProof w:val="0"/>
                <w:vertAlign w:val="subscript"/>
              </w:rPr>
              <w:t>RFU1</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9- get an AdminFileView AdminFileViewBuilder.getTheAdminFileView(AID_ADF1,CLEAR_ON_RESET)</w:t>
            </w:r>
          </w:p>
          <w:p w:rsidR="00C0341F" w:rsidRPr="00241E66" w:rsidRDefault="00C0341F" w:rsidP="00B54FD2">
            <w:pPr>
              <w:pStyle w:val="PL"/>
              <w:rPr>
                <w:noProof w:val="0"/>
                <w:vertAlign w:val="subscript"/>
              </w:rPr>
            </w:pPr>
            <w:r w:rsidRPr="00241E66">
              <w:rPr>
                <w:noProof w:val="0"/>
              </w:rPr>
              <w:t>10- select MF/DF</w:t>
            </w:r>
            <w:r w:rsidRPr="00241E66">
              <w:rPr>
                <w:noProof w:val="0"/>
                <w:vertAlign w:val="subscript"/>
              </w:rPr>
              <w:t>TEST</w:t>
            </w:r>
          </w:p>
          <w:p w:rsidR="00C0341F" w:rsidRPr="00241E66" w:rsidRDefault="00C0341F" w:rsidP="00B54FD2">
            <w:pPr>
              <w:pStyle w:val="PL"/>
              <w:rPr>
                <w:noProof w:val="0"/>
              </w:rPr>
            </w:pPr>
            <w:r w:rsidRPr="00241E66">
              <w:rPr>
                <w:noProof w:val="0"/>
              </w:rPr>
              <w:t>11- create DF</w:t>
            </w:r>
            <w:r w:rsidRPr="00241E66">
              <w:rPr>
                <w:noProof w:val="0"/>
                <w:vertAlign w:val="subscript"/>
              </w:rPr>
              <w:t>RFU1</w:t>
            </w:r>
            <w:r w:rsidRPr="00241E66">
              <w:rPr>
                <w:noProof w:val="0"/>
              </w:rPr>
              <w:t xml:space="preserve"> </w:t>
            </w:r>
          </w:p>
          <w:p w:rsidR="00C0341F" w:rsidRPr="00241E66" w:rsidRDefault="00C0341F" w:rsidP="00B54FD2">
            <w:pPr>
              <w:pStyle w:val="PL"/>
              <w:rPr>
                <w:noProof w:val="0"/>
              </w:rPr>
            </w:pPr>
            <w:r w:rsidRPr="00241E66">
              <w:rPr>
                <w:noProof w:val="0"/>
              </w:rPr>
              <w:t>12- select DF</w:t>
            </w:r>
            <w:r w:rsidRPr="00241E66">
              <w:rPr>
                <w:noProof w:val="0"/>
                <w:vertAlign w:val="subscript"/>
              </w:rPr>
              <w:t>RFU1</w:t>
            </w:r>
            <w:r w:rsidRPr="00241E66">
              <w:rPr>
                <w:noProof w:val="0"/>
              </w:rPr>
              <w:t xml:space="preserve"> </w:t>
            </w:r>
          </w:p>
          <w:p w:rsidR="00C0341F" w:rsidRPr="00241E66" w:rsidRDefault="00C0341F" w:rsidP="00B54FD2">
            <w:pPr>
              <w:pStyle w:val="PL"/>
              <w:rPr>
                <w:noProof w:val="0"/>
                <w:vertAlign w:val="subscript"/>
              </w:rPr>
            </w:pPr>
            <w:r w:rsidRPr="00241E66">
              <w:rPr>
                <w:noProof w:val="0"/>
              </w:rPr>
              <w:t>13- create DF</w:t>
            </w:r>
            <w:r w:rsidRPr="00241E66">
              <w:rPr>
                <w:noProof w:val="0"/>
                <w:vertAlign w:val="subscript"/>
              </w:rPr>
              <w:t>RFU2</w:t>
            </w:r>
            <w:r w:rsidRPr="00241E66">
              <w:rPr>
                <w:noProof w:val="0"/>
              </w:rPr>
              <w:t xml:space="preserve"> , create EF</w:t>
            </w:r>
            <w:r w:rsidRPr="00241E66">
              <w:rPr>
                <w:noProof w:val="0"/>
                <w:vertAlign w:val="subscript"/>
              </w:rPr>
              <w:t>RFU1</w:t>
            </w:r>
            <w:r w:rsidRPr="00241E66">
              <w:rPr>
                <w:noProof w:val="0"/>
              </w:rPr>
              <w:t>, create EF</w:t>
            </w:r>
            <w:r w:rsidRPr="00241E66">
              <w:rPr>
                <w:noProof w:val="0"/>
                <w:vertAlign w:val="subscript"/>
              </w:rPr>
              <w:t>RFU2</w:t>
            </w:r>
          </w:p>
          <w:p w:rsidR="00C0341F" w:rsidRPr="00241E66" w:rsidRDefault="00C0341F" w:rsidP="00B54FD2">
            <w:pPr>
              <w:pStyle w:val="PL"/>
              <w:rPr>
                <w:noProof w:val="0"/>
              </w:rPr>
            </w:pPr>
            <w:r w:rsidRPr="00241E66">
              <w:rPr>
                <w:noProof w:val="0"/>
              </w:rPr>
              <w:t>14- select DF</w:t>
            </w:r>
            <w:r w:rsidRPr="00241E66">
              <w:rPr>
                <w:noProof w:val="0"/>
                <w:vertAlign w:val="subscript"/>
              </w:rPr>
              <w:t>RFU2</w:t>
            </w:r>
            <w:r w:rsidRPr="00241E66">
              <w:rPr>
                <w:noProof w:val="0"/>
              </w:rPr>
              <w:t xml:space="preserve"> </w:t>
            </w:r>
          </w:p>
          <w:p w:rsidR="00C0341F" w:rsidRPr="00241E66" w:rsidRDefault="00C0341F">
            <w:pPr>
              <w:pStyle w:val="PL"/>
              <w:rPr>
                <w:noProof w:val="0"/>
                <w:vertAlign w:val="subscript"/>
              </w:rPr>
            </w:pPr>
            <w:r w:rsidRPr="00241E66">
              <w:rPr>
                <w:noProof w:val="0"/>
              </w:rPr>
              <w:t>15- create EF</w:t>
            </w:r>
            <w:r w:rsidRPr="00241E66">
              <w:rPr>
                <w:noProof w:val="0"/>
                <w:vertAlign w:val="subscript"/>
              </w:rPr>
              <w:t>RFU1</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Delete EF</w:t>
            </w:r>
          </w:p>
          <w:p w:rsidR="00C0341F" w:rsidRPr="00241E66" w:rsidRDefault="00C0341F">
            <w:pPr>
              <w:pStyle w:val="PL"/>
              <w:rPr>
                <w:noProof w:val="0"/>
              </w:rPr>
            </w:pPr>
          </w:p>
          <w:p w:rsidR="00C0341F" w:rsidRPr="00241E66" w:rsidRDefault="00C0341F" w:rsidP="00B54FD2">
            <w:pPr>
              <w:pStyle w:val="PL"/>
              <w:rPr>
                <w:noProof w:val="0"/>
                <w:vertAlign w:val="subscript"/>
              </w:rPr>
            </w:pPr>
            <w:r w:rsidRPr="00241E66">
              <w:rPr>
                <w:noProof w:val="0"/>
              </w:rPr>
              <w:t>1- Select MF/DF</w:t>
            </w:r>
            <w:r w:rsidRPr="00241E66">
              <w:rPr>
                <w:noProof w:val="0"/>
                <w:vertAlign w:val="subscript"/>
              </w:rPr>
              <w:t>TEST</w:t>
            </w:r>
            <w:r w:rsidRPr="00241E66">
              <w:rPr>
                <w:noProof w:val="0"/>
              </w:rPr>
              <w:t>/DF</w:t>
            </w:r>
            <w:r w:rsidRPr="00241E66">
              <w:rPr>
                <w:noProof w:val="0"/>
                <w:vertAlign w:val="subscript"/>
              </w:rPr>
              <w:t>RFU1</w:t>
            </w:r>
          </w:p>
          <w:p w:rsidR="00C0341F" w:rsidRPr="00241E66" w:rsidRDefault="00C0341F" w:rsidP="00B54FD2">
            <w:pPr>
              <w:pStyle w:val="PL"/>
              <w:rPr>
                <w:noProof w:val="0"/>
              </w:rPr>
            </w:pPr>
            <w:r w:rsidRPr="00241E66">
              <w:rPr>
                <w:noProof w:val="0"/>
              </w:rPr>
              <w:t>2- call deleteFile(EF</w:t>
            </w:r>
            <w:r w:rsidRPr="00241E66">
              <w:rPr>
                <w:noProof w:val="0"/>
                <w:vertAlign w:val="subscript"/>
              </w:rPr>
              <w:t>RFU1</w:t>
            </w:r>
            <w:r w:rsidRPr="00241E66">
              <w:rPr>
                <w:noProof w:val="0"/>
              </w:rPr>
              <w:t>)</w:t>
            </w:r>
          </w:p>
          <w:p w:rsidR="00C0341F" w:rsidRPr="00241E66" w:rsidRDefault="00C0341F" w:rsidP="00B54FD2">
            <w:pPr>
              <w:pStyle w:val="PL"/>
              <w:rPr>
                <w:noProof w:val="0"/>
              </w:rPr>
            </w:pPr>
            <w:r w:rsidRPr="00241E66">
              <w:rPr>
                <w:noProof w:val="0"/>
              </w:rPr>
              <w:t>3- Select MF/DF</w:t>
            </w:r>
            <w:r w:rsidRPr="00241E66">
              <w:rPr>
                <w:noProof w:val="0"/>
                <w:vertAlign w:val="subscript"/>
              </w:rPr>
              <w:t>TEST</w:t>
            </w:r>
            <w:r w:rsidRPr="00241E66">
              <w:rPr>
                <w:noProof w:val="0"/>
              </w:rPr>
              <w:t>/DF</w:t>
            </w:r>
            <w:r w:rsidRPr="00241E66">
              <w:rPr>
                <w:noProof w:val="0"/>
                <w:vertAlign w:val="subscript"/>
              </w:rPr>
              <w:t>RFU1</w:t>
            </w:r>
            <w:r w:rsidRPr="00241E66">
              <w:rPr>
                <w:noProof w:val="0"/>
              </w:rPr>
              <w:t>/EF</w:t>
            </w:r>
            <w:r w:rsidRPr="00241E66">
              <w:rPr>
                <w:noProof w:val="0"/>
                <w:vertAlign w:val="subscript"/>
              </w:rPr>
              <w:t>RFU1</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rPr>
                <w:sz w:val="16"/>
              </w:rPr>
            </w:pPr>
          </w:p>
          <w:p w:rsidR="00C0341F" w:rsidRPr="00241E66" w:rsidRDefault="00C0341F">
            <w:pPr>
              <w:pStyle w:val="TAL"/>
              <w:rPr>
                <w:sz w:val="16"/>
              </w:rPr>
            </w:pPr>
            <w:r w:rsidRPr="00241E66">
              <w:rPr>
                <w:sz w:val="16"/>
              </w:rPr>
              <w:t>2- no exception shall be thrown</w:t>
            </w:r>
          </w:p>
          <w:p w:rsidR="00C0341F" w:rsidRPr="00241E66" w:rsidRDefault="00C0341F">
            <w:pPr>
              <w:pStyle w:val="TAL"/>
              <w:rPr>
                <w:sz w:val="16"/>
              </w:rPr>
            </w:pPr>
            <w:r w:rsidRPr="00241E66">
              <w:rPr>
                <w:sz w:val="16"/>
              </w:rPr>
              <w:t>3- UICCException.FILE_NOT_FOUND is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Delete EF in ADF1</w:t>
            </w:r>
          </w:p>
          <w:p w:rsidR="00C0341F" w:rsidRPr="00241E66" w:rsidRDefault="00C0341F">
            <w:pPr>
              <w:pStyle w:val="PL"/>
              <w:rPr>
                <w:noProof w:val="0"/>
              </w:rPr>
            </w:pPr>
          </w:p>
          <w:p w:rsidR="00C0341F" w:rsidRPr="00241E66" w:rsidRDefault="00C0341F" w:rsidP="00B54FD2">
            <w:pPr>
              <w:pStyle w:val="PL"/>
              <w:rPr>
                <w:noProof w:val="0"/>
                <w:vertAlign w:val="subscript"/>
              </w:rPr>
            </w:pPr>
            <w:r w:rsidRPr="00241E66">
              <w:rPr>
                <w:noProof w:val="0"/>
              </w:rPr>
              <w:t>1- Select ADF1/DF</w:t>
            </w:r>
            <w:r w:rsidRPr="00241E66">
              <w:rPr>
                <w:noProof w:val="0"/>
                <w:vertAlign w:val="subscript"/>
              </w:rPr>
              <w:t>TEST</w:t>
            </w:r>
            <w:r w:rsidRPr="00241E66">
              <w:rPr>
                <w:noProof w:val="0"/>
              </w:rPr>
              <w:t>/DF</w:t>
            </w:r>
            <w:r w:rsidRPr="00241E66">
              <w:rPr>
                <w:noProof w:val="0"/>
                <w:vertAlign w:val="subscript"/>
              </w:rPr>
              <w:t>RFU1</w:t>
            </w:r>
          </w:p>
          <w:p w:rsidR="00C0341F" w:rsidRPr="00241E66" w:rsidRDefault="00C0341F" w:rsidP="00B54FD2">
            <w:pPr>
              <w:pStyle w:val="PL"/>
              <w:rPr>
                <w:noProof w:val="0"/>
              </w:rPr>
            </w:pPr>
            <w:r w:rsidRPr="00241E66">
              <w:rPr>
                <w:noProof w:val="0"/>
              </w:rPr>
              <w:t>2- call deleteFile(EF</w:t>
            </w:r>
            <w:r w:rsidRPr="00241E66">
              <w:rPr>
                <w:noProof w:val="0"/>
                <w:vertAlign w:val="subscript"/>
              </w:rPr>
              <w:t>RFU1</w:t>
            </w:r>
            <w:r w:rsidRPr="00241E66">
              <w:rPr>
                <w:noProof w:val="0"/>
              </w:rPr>
              <w:t>)</w:t>
            </w:r>
          </w:p>
          <w:p w:rsidR="00C0341F" w:rsidRPr="00241E66" w:rsidRDefault="00C0341F" w:rsidP="00B54FD2">
            <w:pPr>
              <w:pStyle w:val="PL"/>
              <w:rPr>
                <w:noProof w:val="0"/>
              </w:rPr>
            </w:pPr>
            <w:r w:rsidRPr="00241E66">
              <w:rPr>
                <w:noProof w:val="0"/>
              </w:rPr>
              <w:t>3- Select ADF1/DF</w:t>
            </w:r>
            <w:r w:rsidRPr="00241E66">
              <w:rPr>
                <w:noProof w:val="0"/>
                <w:vertAlign w:val="subscript"/>
              </w:rPr>
              <w:t>TEST</w:t>
            </w:r>
            <w:r w:rsidRPr="00241E66">
              <w:rPr>
                <w:noProof w:val="0"/>
              </w:rPr>
              <w:t>/DF</w:t>
            </w:r>
            <w:r w:rsidRPr="00241E66">
              <w:rPr>
                <w:noProof w:val="0"/>
                <w:vertAlign w:val="subscript"/>
              </w:rPr>
              <w:t>RFU1</w:t>
            </w:r>
            <w:r w:rsidRPr="00241E66">
              <w:rPr>
                <w:noProof w:val="0"/>
              </w:rPr>
              <w:t>/EF</w:t>
            </w:r>
            <w:r w:rsidRPr="00241E66">
              <w:rPr>
                <w:noProof w:val="0"/>
                <w:vertAlign w:val="subscript"/>
              </w:rPr>
              <w:t>RFU1</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r w:rsidRPr="00241E66">
              <w:rPr>
                <w:sz w:val="16"/>
              </w:rPr>
              <w:t>2- no exception shall be thrown</w:t>
            </w:r>
          </w:p>
          <w:p w:rsidR="00C0341F" w:rsidRPr="00241E66" w:rsidRDefault="00C0341F">
            <w:pPr>
              <w:pStyle w:val="TAL"/>
            </w:pPr>
            <w:r w:rsidRPr="00241E66">
              <w:rPr>
                <w:sz w:val="16"/>
              </w:rPr>
              <w:t>3- UICCException.FILE_NOT_FOUND is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Delete DF and its subtree</w:t>
            </w:r>
          </w:p>
          <w:p w:rsidR="00C0341F" w:rsidRPr="00241E66" w:rsidRDefault="00C0341F">
            <w:pPr>
              <w:pStyle w:val="PL"/>
              <w:rPr>
                <w:noProof w:val="0"/>
              </w:rPr>
            </w:pPr>
          </w:p>
          <w:p w:rsidR="00C0341F" w:rsidRPr="00241E66" w:rsidRDefault="00C0341F" w:rsidP="00B54FD2">
            <w:pPr>
              <w:pStyle w:val="PL"/>
              <w:rPr>
                <w:noProof w:val="0"/>
                <w:vertAlign w:val="subscript"/>
              </w:rPr>
            </w:pPr>
            <w:r w:rsidRPr="00241E66">
              <w:rPr>
                <w:noProof w:val="0"/>
              </w:rPr>
              <w:t>1- Select MF/DF</w:t>
            </w:r>
            <w:r w:rsidRPr="00241E66">
              <w:rPr>
                <w:noProof w:val="0"/>
                <w:vertAlign w:val="subscript"/>
              </w:rPr>
              <w:t>TEST</w:t>
            </w:r>
          </w:p>
          <w:p w:rsidR="00C0341F" w:rsidRPr="00241E66" w:rsidRDefault="00C0341F" w:rsidP="00B54FD2">
            <w:pPr>
              <w:pStyle w:val="PL"/>
              <w:rPr>
                <w:noProof w:val="0"/>
              </w:rPr>
            </w:pPr>
            <w:r w:rsidRPr="00241E66">
              <w:rPr>
                <w:noProof w:val="0"/>
              </w:rPr>
              <w:t>2- call deleteFile(DF</w:t>
            </w:r>
            <w:r w:rsidRPr="00241E66">
              <w:rPr>
                <w:noProof w:val="0"/>
                <w:vertAlign w:val="subscript"/>
              </w:rPr>
              <w:t>RFU1</w:t>
            </w:r>
            <w:r w:rsidRPr="00241E66">
              <w:rPr>
                <w:noProof w:val="0"/>
              </w:rPr>
              <w:t>)</w:t>
            </w:r>
          </w:p>
          <w:p w:rsidR="00C0341F" w:rsidRPr="00241E66" w:rsidRDefault="00C0341F" w:rsidP="00B54FD2">
            <w:pPr>
              <w:pStyle w:val="PL"/>
              <w:rPr>
                <w:noProof w:val="0"/>
              </w:rPr>
            </w:pPr>
            <w:r w:rsidRPr="00241E66">
              <w:rPr>
                <w:noProof w:val="0"/>
              </w:rPr>
              <w:t>3- Select MF/DF</w:t>
            </w:r>
            <w:r w:rsidRPr="00241E66">
              <w:rPr>
                <w:noProof w:val="0"/>
                <w:vertAlign w:val="subscript"/>
              </w:rPr>
              <w:t>TEST</w:t>
            </w:r>
            <w:r w:rsidRPr="00241E66">
              <w:rPr>
                <w:noProof w:val="0"/>
              </w:rPr>
              <w:t>/DF</w:t>
            </w:r>
            <w:r w:rsidRPr="00241E66">
              <w:rPr>
                <w:noProof w:val="0"/>
                <w:vertAlign w:val="subscript"/>
              </w:rPr>
              <w:t>RFU1</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rPr>
                <w:sz w:val="16"/>
              </w:rPr>
            </w:pPr>
          </w:p>
          <w:p w:rsidR="00C0341F" w:rsidRPr="00241E66" w:rsidRDefault="00C0341F">
            <w:pPr>
              <w:pStyle w:val="TAL"/>
              <w:rPr>
                <w:sz w:val="16"/>
              </w:rPr>
            </w:pPr>
            <w:r w:rsidRPr="00241E66">
              <w:rPr>
                <w:sz w:val="16"/>
              </w:rPr>
              <w:t>2- no exception shall be thrown</w:t>
            </w:r>
          </w:p>
          <w:p w:rsidR="00C0341F" w:rsidRPr="00241E66" w:rsidRDefault="00C0341F">
            <w:pPr>
              <w:pStyle w:val="TAL"/>
            </w:pPr>
            <w:r w:rsidRPr="00241E66">
              <w:rPr>
                <w:sz w:val="16"/>
              </w:rPr>
              <w:t>3- UICCException.FILE_NOT_FOUND is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Delete DF and its subtree in ADF1</w:t>
            </w:r>
          </w:p>
          <w:p w:rsidR="00C0341F" w:rsidRPr="00241E66" w:rsidRDefault="00C0341F">
            <w:pPr>
              <w:pStyle w:val="PL"/>
              <w:rPr>
                <w:noProof w:val="0"/>
              </w:rPr>
            </w:pPr>
          </w:p>
          <w:p w:rsidR="00C0341F" w:rsidRPr="00241E66" w:rsidRDefault="00C0341F" w:rsidP="00B54FD2">
            <w:pPr>
              <w:pStyle w:val="PL"/>
              <w:rPr>
                <w:noProof w:val="0"/>
                <w:vertAlign w:val="subscript"/>
              </w:rPr>
            </w:pPr>
            <w:r w:rsidRPr="00241E66">
              <w:rPr>
                <w:noProof w:val="0"/>
              </w:rPr>
              <w:t>1- Select ADF1/DF</w:t>
            </w:r>
            <w:r w:rsidRPr="00241E66">
              <w:rPr>
                <w:noProof w:val="0"/>
                <w:vertAlign w:val="subscript"/>
              </w:rPr>
              <w:t>TEST</w:t>
            </w:r>
          </w:p>
          <w:p w:rsidR="00C0341F" w:rsidRPr="00241E66" w:rsidRDefault="00C0341F" w:rsidP="00B54FD2">
            <w:pPr>
              <w:pStyle w:val="PL"/>
              <w:rPr>
                <w:noProof w:val="0"/>
              </w:rPr>
            </w:pPr>
            <w:r w:rsidRPr="00241E66">
              <w:rPr>
                <w:noProof w:val="0"/>
              </w:rPr>
              <w:t>2- call deleteFile(DF</w:t>
            </w:r>
            <w:r w:rsidRPr="00241E66">
              <w:rPr>
                <w:noProof w:val="0"/>
                <w:vertAlign w:val="subscript"/>
              </w:rPr>
              <w:t>RFU1</w:t>
            </w:r>
            <w:r w:rsidRPr="00241E66">
              <w:rPr>
                <w:noProof w:val="0"/>
              </w:rPr>
              <w:t>)</w:t>
            </w:r>
          </w:p>
          <w:p w:rsidR="00C0341F" w:rsidRPr="00241E66" w:rsidRDefault="00C0341F" w:rsidP="00B54FD2">
            <w:pPr>
              <w:pStyle w:val="PL"/>
              <w:rPr>
                <w:noProof w:val="0"/>
              </w:rPr>
            </w:pPr>
            <w:r w:rsidRPr="00241E66">
              <w:rPr>
                <w:noProof w:val="0"/>
              </w:rPr>
              <w:t>3- Select ADF1/DF</w:t>
            </w:r>
            <w:r w:rsidRPr="00241E66">
              <w:rPr>
                <w:noProof w:val="0"/>
                <w:vertAlign w:val="subscript"/>
              </w:rPr>
              <w:t>TEST</w:t>
            </w:r>
            <w:r w:rsidRPr="00241E66">
              <w:rPr>
                <w:noProof w:val="0"/>
              </w:rPr>
              <w:t>/DF</w:t>
            </w:r>
            <w:r w:rsidRPr="00241E66">
              <w:rPr>
                <w:noProof w:val="0"/>
                <w:vertAlign w:val="subscript"/>
              </w:rPr>
              <w:t>RFU1</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rPr>
                <w:sz w:val="16"/>
              </w:rPr>
            </w:pPr>
            <w:r w:rsidRPr="00241E66">
              <w:rPr>
                <w:sz w:val="16"/>
              </w:rPr>
              <w:t>2- no exception shall be thrown</w:t>
            </w:r>
          </w:p>
          <w:p w:rsidR="00C0341F" w:rsidRPr="00241E66" w:rsidRDefault="00C0341F">
            <w:pPr>
              <w:pStyle w:val="TAL"/>
            </w:pPr>
            <w:r w:rsidRPr="00241E66">
              <w:rPr>
                <w:sz w:val="16"/>
              </w:rPr>
              <w:t>3- UICCException.FILE_NOT_FOUND is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File not found</w:t>
            </w:r>
          </w:p>
          <w:p w:rsidR="00C0341F" w:rsidRPr="00241E66" w:rsidRDefault="00C0341F">
            <w:pPr>
              <w:pStyle w:val="PL"/>
              <w:rPr>
                <w:noProof w:val="0"/>
              </w:rPr>
            </w:pPr>
          </w:p>
          <w:p w:rsidR="00C0341F" w:rsidRPr="00241E66" w:rsidRDefault="00C0341F" w:rsidP="00B54FD2">
            <w:pPr>
              <w:pStyle w:val="PL"/>
              <w:rPr>
                <w:noProof w:val="0"/>
              </w:rPr>
            </w:pPr>
            <w:r w:rsidRPr="00241E66">
              <w:rPr>
                <w:noProof w:val="0"/>
              </w:rPr>
              <w:t>1- Select MF/DF</w:t>
            </w:r>
            <w:r w:rsidRPr="00241E66">
              <w:rPr>
                <w:noProof w:val="0"/>
                <w:vertAlign w:val="subscript"/>
              </w:rPr>
              <w:t>TEST</w:t>
            </w:r>
          </w:p>
          <w:p w:rsidR="00C0341F" w:rsidRPr="00241E66" w:rsidRDefault="00C0341F" w:rsidP="00B54FD2">
            <w:pPr>
              <w:pStyle w:val="PL"/>
              <w:rPr>
                <w:noProof w:val="0"/>
              </w:rPr>
            </w:pPr>
            <w:r w:rsidRPr="00241E66">
              <w:rPr>
                <w:noProof w:val="0"/>
              </w:rPr>
              <w:t>2- call deleteFile(DF</w:t>
            </w:r>
            <w:r w:rsidRPr="00241E66">
              <w:rPr>
                <w:noProof w:val="0"/>
                <w:vertAlign w:val="subscript"/>
              </w:rPr>
              <w:t>RFU1</w:t>
            </w:r>
            <w:r w:rsidRPr="00241E66">
              <w:rPr>
                <w:noProof w:val="0"/>
              </w:rPr>
              <w:t>)</w:t>
            </w:r>
          </w:p>
          <w:p w:rsidR="00C0341F" w:rsidRPr="00241E66" w:rsidRDefault="00C0341F" w:rsidP="00B54FD2">
            <w:pPr>
              <w:pStyle w:val="PL"/>
              <w:rPr>
                <w:noProof w:val="0"/>
              </w:rPr>
            </w:pPr>
          </w:p>
          <w:p w:rsidR="00C0341F" w:rsidRPr="00241E66" w:rsidRDefault="00C0341F" w:rsidP="00B54FD2">
            <w:pPr>
              <w:pStyle w:val="PL"/>
              <w:rPr>
                <w:noProof w:val="0"/>
              </w:rPr>
            </w:pPr>
            <w:r w:rsidRPr="00241E66">
              <w:rPr>
                <w:noProof w:val="0"/>
              </w:rPr>
              <w:t>3- Select ADF1/DF</w:t>
            </w:r>
            <w:r w:rsidRPr="00241E66">
              <w:rPr>
                <w:noProof w:val="0"/>
                <w:vertAlign w:val="subscript"/>
              </w:rPr>
              <w:t>TEST</w:t>
            </w:r>
          </w:p>
          <w:p w:rsidR="00C0341F" w:rsidRPr="00241E66" w:rsidRDefault="00C0341F" w:rsidP="00B54FD2">
            <w:pPr>
              <w:pStyle w:val="PL"/>
              <w:rPr>
                <w:noProof w:val="0"/>
              </w:rPr>
            </w:pPr>
            <w:r w:rsidRPr="00241E66">
              <w:rPr>
                <w:noProof w:val="0"/>
              </w:rPr>
              <w:t>4- call deleteFile(EF</w:t>
            </w:r>
            <w:r w:rsidRPr="00241E66">
              <w:rPr>
                <w:noProof w:val="0"/>
                <w:vertAlign w:val="subscript"/>
              </w:rPr>
              <w:t>RFU1</w:t>
            </w:r>
            <w:r w:rsidRPr="00241E66">
              <w:rPr>
                <w:noProof w:val="0"/>
              </w:rPr>
              <w:t>)</w:t>
            </w:r>
          </w:p>
          <w:p w:rsidR="00C0341F" w:rsidRPr="00241E66" w:rsidRDefault="00C0341F">
            <w:pPr>
              <w:pStyle w:val="TAH"/>
              <w:keepNext w:val="0"/>
              <w:keepLines w:val="0"/>
              <w:jc w:val="left"/>
              <w:rPr>
                <w:b w:val="0"/>
                <w:bCs/>
                <w:sz w:val="16"/>
              </w:rPr>
            </w:pP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r w:rsidRPr="00241E66">
              <w:rPr>
                <w:sz w:val="16"/>
              </w:rPr>
              <w:t>2- UICCException.FILE_NOT_FOUND</w:t>
            </w:r>
          </w:p>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r w:rsidRPr="00241E66">
              <w:rPr>
                <w:sz w:val="16"/>
              </w:rPr>
              <w:t>4- UICCException.FILE_NOT_FOUND</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Security status not satisfied</w:t>
            </w:r>
          </w:p>
          <w:p w:rsidR="00C0341F" w:rsidRPr="00241E66" w:rsidRDefault="00C0341F">
            <w:pPr>
              <w:pStyle w:val="PL"/>
              <w:rPr>
                <w:noProof w:val="0"/>
              </w:rPr>
            </w:pPr>
          </w:p>
          <w:p w:rsidR="00C0341F" w:rsidRPr="00241E66" w:rsidRDefault="00C0341F" w:rsidP="00B54FD2">
            <w:pPr>
              <w:pStyle w:val="PL"/>
              <w:rPr>
                <w:noProof w:val="0"/>
              </w:rPr>
            </w:pPr>
            <w:r w:rsidRPr="00241E66">
              <w:rPr>
                <w:noProof w:val="0"/>
              </w:rPr>
              <w:t>1- Select MF/DFTEST/DFARR2</w:t>
            </w:r>
          </w:p>
          <w:p w:rsidR="00C0341F" w:rsidRPr="00241E66" w:rsidRDefault="00C0341F" w:rsidP="00B54FD2">
            <w:pPr>
              <w:pStyle w:val="PL"/>
              <w:rPr>
                <w:noProof w:val="0"/>
              </w:rPr>
            </w:pPr>
            <w:r w:rsidRPr="00241E66">
              <w:rPr>
                <w:noProof w:val="0"/>
              </w:rPr>
              <w:t>2- call deleteFile(EF</w:t>
            </w:r>
            <w:r w:rsidRPr="00241E66">
              <w:rPr>
                <w:noProof w:val="0"/>
                <w:vertAlign w:val="subscript"/>
              </w:rPr>
              <w:t>TAR2T</w:t>
            </w:r>
            <w:r w:rsidRPr="00241E66">
              <w:rPr>
                <w:noProof w:val="0"/>
              </w:rPr>
              <w:t>)</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p>
          <w:p w:rsidR="00C0341F" w:rsidRPr="00241E66" w:rsidRDefault="00C0341F">
            <w:pPr>
              <w:pStyle w:val="TAL"/>
              <w:rPr>
                <w:sz w:val="16"/>
              </w:rPr>
            </w:pPr>
            <w:r w:rsidRPr="00241E66">
              <w:rPr>
                <w:sz w:val="16"/>
              </w:rPr>
              <w:t>2- UICCException.SECURITY_STATUS_NOT_SATISFIED</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p w:rsidR="00C0341F" w:rsidRPr="00241E66" w:rsidRDefault="00C0341F">
      <w:pPr>
        <w:pStyle w:val="Heading4"/>
      </w:pPr>
      <w:r w:rsidRPr="00241E66">
        <w:lastRenderedPageBreak/>
        <w:t>5.3.1.3</w:t>
      </w:r>
      <w:r w:rsidRPr="00241E66">
        <w:tab/>
        <w:t>Method resizeFile(ViewHandler viewHandler)</w:t>
      </w:r>
    </w:p>
    <w:p w:rsidR="00C0341F" w:rsidRPr="00241E66" w:rsidRDefault="00C0341F">
      <w:r w:rsidRPr="00241E66">
        <w:t>Test Area Reference: Api_4_Afv_Rszf</w:t>
      </w:r>
      <w:r w:rsidR="00B54FD2" w:rsidRPr="00241E66">
        <w:t>.</w:t>
      </w:r>
    </w:p>
    <w:p w:rsidR="00C0341F" w:rsidRPr="00241E66" w:rsidRDefault="00C0341F" w:rsidP="00B54FD2">
      <w:pPr>
        <w:pStyle w:val="Heading5"/>
      </w:pPr>
      <w:r w:rsidRPr="00241E66">
        <w:t>5.3.1.3.1</w:t>
      </w:r>
      <w:r w:rsidRPr="00241E66">
        <w:tab/>
        <w:t>Conformance requirement</w:t>
      </w:r>
    </w:p>
    <w:p w:rsidR="00C0341F" w:rsidRPr="00241E66" w:rsidRDefault="00C0341F" w:rsidP="00B54FD2">
      <w:r w:rsidRPr="00241E66">
        <w:t>The method with following header shall be compliant to its definition in the API.</w:t>
      </w:r>
    </w:p>
    <w:p w:rsidR="00C0341F" w:rsidRPr="00241E66" w:rsidRDefault="00C0341F" w:rsidP="00B54FD2">
      <w:pPr>
        <w:pStyle w:val="PL"/>
        <w:rPr>
          <w:noProof w:val="0"/>
        </w:rPr>
      </w:pPr>
      <w:r w:rsidRPr="00241E66">
        <w:rPr>
          <w:noProof w:val="0"/>
        </w:rPr>
        <w:t>public void resizeFile(ViewHandler viewHandler)</w:t>
      </w:r>
    </w:p>
    <w:p w:rsidR="00C0341F" w:rsidRPr="00241E66" w:rsidRDefault="00C0341F" w:rsidP="00B54FD2">
      <w:pPr>
        <w:pStyle w:val="PL"/>
        <w:rPr>
          <w:noProof w:val="0"/>
        </w:rPr>
      </w:pPr>
      <w:r w:rsidRPr="00241E66">
        <w:rPr>
          <w:noProof w:val="0"/>
        </w:rPr>
        <w:t xml:space="preserve">                throws java.lang.NullPointerException,</w:t>
      </w:r>
    </w:p>
    <w:p w:rsidR="00C0341F" w:rsidRPr="00241E66" w:rsidRDefault="00C0341F" w:rsidP="00B54FD2">
      <w:pPr>
        <w:pStyle w:val="PL"/>
        <w:rPr>
          <w:noProof w:val="0"/>
        </w:rPr>
      </w:pPr>
      <w:r w:rsidRPr="00241E66">
        <w:rPr>
          <w:noProof w:val="0"/>
        </w:rPr>
        <w:t xml:space="preserve">                       UICCException,</w:t>
      </w:r>
    </w:p>
    <w:p w:rsidR="00C0341F" w:rsidRPr="00241E66" w:rsidRDefault="00C0341F" w:rsidP="00B54FD2">
      <w:pPr>
        <w:pStyle w:val="PL"/>
        <w:rPr>
          <w:noProof w:val="0"/>
        </w:rPr>
      </w:pPr>
      <w:r w:rsidRPr="00241E66">
        <w:rPr>
          <w:noProof w:val="0"/>
        </w:rPr>
        <w:t xml:space="preserve">                       AdminException,</w:t>
      </w:r>
    </w:p>
    <w:p w:rsidR="00C0341F" w:rsidRPr="00241E66" w:rsidRDefault="00C0341F" w:rsidP="00B54FD2">
      <w:pPr>
        <w:pStyle w:val="PL"/>
        <w:rPr>
          <w:rFonts w:eastAsia="Arial Unicode MS"/>
          <w:noProof w:val="0"/>
        </w:rPr>
      </w:pPr>
      <w:r w:rsidRPr="00241E66">
        <w:rPr>
          <w:noProof w:val="0"/>
        </w:rPr>
        <w:t xml:space="preserve">                       javacard.framework.TransactionException</w:t>
      </w:r>
    </w:p>
    <w:p w:rsidR="00C0341F" w:rsidRPr="00241E66" w:rsidRDefault="00C0341F" w:rsidP="00B54FD2">
      <w:pPr>
        <w:pStyle w:val="PL"/>
        <w:rPr>
          <w:noProof w:val="0"/>
        </w:rPr>
      </w:pPr>
    </w:p>
    <w:p w:rsidR="00C0341F" w:rsidRPr="00241E66" w:rsidRDefault="00C0341F">
      <w:pPr>
        <w:pStyle w:val="H6"/>
      </w:pPr>
      <w:r w:rsidRPr="00241E66">
        <w:t>5.3.1.3.1.1</w:t>
      </w:r>
      <w:r w:rsidRPr="00241E66">
        <w:tab/>
        <w:t>Normal execution</w:t>
      </w:r>
    </w:p>
    <w:p w:rsidR="00C0341F" w:rsidRPr="00241E66" w:rsidRDefault="00C0341F">
      <w:pPr>
        <w:pStyle w:val="B1"/>
      </w:pPr>
      <w:r w:rsidRPr="00241E66">
        <w:t xml:space="preserve">CRRN1: This method resizes a file under the current DF or ADF, as described in </w:t>
      </w:r>
      <w:r w:rsidR="00DA6956" w:rsidRPr="00241E66">
        <w:t xml:space="preserve">ETSI </w:t>
      </w:r>
      <w:r w:rsidRPr="00241E66">
        <w:t>TS 102 222</w:t>
      </w:r>
      <w:r w:rsidR="00B54FD2" w:rsidRPr="00241E66">
        <w:t xml:space="preserve"> </w:t>
      </w:r>
      <w:r w:rsidR="00326B83" w:rsidRPr="00241E66">
        <w:t>[7]</w:t>
      </w:r>
      <w:r w:rsidRPr="00241E66">
        <w:t>.</w:t>
      </w:r>
    </w:p>
    <w:p w:rsidR="00C0341F" w:rsidRPr="00241E66" w:rsidRDefault="00C0341F">
      <w:pPr>
        <w:pStyle w:val="H6"/>
      </w:pPr>
      <w:r w:rsidRPr="00241E66">
        <w:t>5.3.1.3.1.2</w:t>
      </w:r>
      <w:r w:rsidRPr="00241E66">
        <w:tab/>
        <w:t>Parameter errors</w:t>
      </w:r>
    </w:p>
    <w:p w:rsidR="00C0341F" w:rsidRPr="00241E66" w:rsidRDefault="00C0341F">
      <w:pPr>
        <w:pStyle w:val="B1"/>
      </w:pPr>
      <w:r w:rsidRPr="00241E66">
        <w:t>CRRP1: If viewHandler is null, an instance of java.lang.NullPointerException shall be thrown.</w:t>
      </w:r>
    </w:p>
    <w:p w:rsidR="00C0341F" w:rsidRPr="00241E66" w:rsidRDefault="00C0341F">
      <w:pPr>
        <w:pStyle w:val="B1"/>
      </w:pPr>
      <w:r w:rsidRPr="00241E66">
        <w:t>CRRP2: If the viewHandler parameter includes incorrect parameters, an instance of AdminException shall be thrown. The reason code shall be AdminException.INCORRECT_PARAMETERS.</w:t>
      </w:r>
    </w:p>
    <w:p w:rsidR="00C0341F" w:rsidRPr="00241E66" w:rsidRDefault="00C0341F">
      <w:pPr>
        <w:pStyle w:val="H6"/>
      </w:pPr>
      <w:r w:rsidRPr="00241E66">
        <w:t>5.3.1.3.1.3</w:t>
      </w:r>
      <w:r w:rsidRPr="00241E66">
        <w:tab/>
        <w:t>Context errors</w:t>
      </w:r>
    </w:p>
    <w:p w:rsidR="00C0341F" w:rsidRPr="00241E66" w:rsidRDefault="00C0341F">
      <w:pPr>
        <w:pStyle w:val="B1"/>
      </w:pPr>
      <w:r w:rsidRPr="00241E66">
        <w:t>CRRC1: If the method call causes a memory problem (e.g. memory access error), an instance of UICCException shall be thrown. The reason code shall be UICCException.MEMORY_PROBLEM</w:t>
      </w:r>
      <w:r w:rsidR="007C758E" w:rsidRPr="00241E66">
        <w:t>.</w:t>
      </w:r>
    </w:p>
    <w:p w:rsidR="00C0341F" w:rsidRPr="00241E66" w:rsidRDefault="00C0341F">
      <w:pPr>
        <w:pStyle w:val="B1"/>
      </w:pPr>
      <w:r w:rsidRPr="00241E66">
        <w:t>CRRC2: If the method call causes an error to occur that is not expected and thus not handled, an instance of UICCException shall be thrown. The reason code shall be UICCException.INTERNAL_ERROR.</w:t>
      </w:r>
    </w:p>
    <w:p w:rsidR="00C0341F" w:rsidRPr="00241E66" w:rsidRDefault="00C0341F">
      <w:pPr>
        <w:pStyle w:val="B1"/>
      </w:pPr>
      <w:r w:rsidRPr="00241E66">
        <w:t>CRRC3: If the file cannot be found in the current directory, an instance of UICCException. shall be thrown. The reason code shall be UICCException. FILE_NOT_FOUND.</w:t>
      </w:r>
    </w:p>
    <w:p w:rsidR="00C0341F" w:rsidRPr="00241E66" w:rsidRDefault="00C0341F">
      <w:pPr>
        <w:pStyle w:val="B1"/>
      </w:pPr>
      <w:r w:rsidRPr="00241E66">
        <w:t>CRRC4: If the access conditions are not satisfied, an instance of UICCException shall be thrown. The reason code shall be UICCException.SECURITY_STATUS_NOT_SATISFIED.</w:t>
      </w:r>
    </w:p>
    <w:p w:rsidR="00C0341F" w:rsidRPr="00241E66" w:rsidRDefault="00C0341F">
      <w:pPr>
        <w:pStyle w:val="B1"/>
      </w:pPr>
      <w:r w:rsidRPr="00241E66">
        <w:t>CRRC5: If the operation would cause the commit capacity to be exceeded, an instance of javacard.framework.TransactionException shall be thrown.</w:t>
      </w:r>
    </w:p>
    <w:p w:rsidR="00C0341F" w:rsidRPr="00241E66" w:rsidRDefault="00C0341F">
      <w:pPr>
        <w:pStyle w:val="B1"/>
      </w:pPr>
      <w:r w:rsidRPr="00241E66">
        <w:t>CRRC6: If there is not enough memory, an instance of AdminException shall be thrown. The reason code shall be AdminException.NOT_ENOUGH_MEMORY_SPACE.</w:t>
      </w:r>
    </w:p>
    <w:p w:rsidR="00C0341F" w:rsidRPr="00241E66" w:rsidRDefault="00C0341F">
      <w:pPr>
        <w:pStyle w:val="B1"/>
      </w:pPr>
      <w:r w:rsidRPr="00241E66">
        <w:t>CRRC7: If the conditions of use are not satisfied, an instance of AdminException shall be thrown. The reason code shall be AdminException.CONDITIONS_OF_USE_NOT_SATISFIED.</w:t>
      </w:r>
    </w:p>
    <w:p w:rsidR="00C0341F" w:rsidRPr="00241E66" w:rsidRDefault="00C0341F">
      <w:pPr>
        <w:pStyle w:val="B1"/>
      </w:pPr>
      <w:r w:rsidRPr="00241E66">
        <w:t>CRRC8: If the method resizeFile() is applied to a non compatible file, an instance of UICCException shall be thrown. The reason code shall be UICCException.COMMAND_INCOMPATIBLE.</w:t>
      </w:r>
    </w:p>
    <w:p w:rsidR="00C0341F" w:rsidRPr="00241E66" w:rsidRDefault="00C0341F">
      <w:pPr>
        <w:pStyle w:val="B1"/>
      </w:pPr>
      <w:r w:rsidRPr="00241E66">
        <w:t>CRRC9: If the method resizeFile() is applied to invalidated data, an instance of UICCException shall be thrown. The reason code shall be UICCException.REF_DATA_INVALIDATED.</w:t>
      </w:r>
    </w:p>
    <w:p w:rsidR="00C0341F" w:rsidRPr="00241E66" w:rsidRDefault="00C0341F" w:rsidP="00B54FD2">
      <w:pPr>
        <w:pStyle w:val="Heading5"/>
      </w:pPr>
      <w:r w:rsidRPr="00241E66">
        <w:t>5.3.1.3.2</w:t>
      </w:r>
      <w:r w:rsidRPr="00241E66">
        <w:tab/>
        <w:t>Test area files</w:t>
      </w:r>
    </w:p>
    <w:p w:rsidR="00C0341F" w:rsidRPr="00241E66" w:rsidRDefault="001002C6" w:rsidP="001002C6">
      <w:pPr>
        <w:pStyle w:val="EX"/>
      </w:pPr>
      <w:r w:rsidRPr="00241E66">
        <w:t>Test Source:</w:t>
      </w:r>
      <w:r w:rsidRPr="00241E66">
        <w:tab/>
      </w:r>
      <w:r w:rsidR="00C0341F" w:rsidRPr="00241E66">
        <w:t>Test_Api_4_Afv_ Rszf.java</w:t>
      </w:r>
      <w:r w:rsidRPr="00241E66">
        <w:t>.</w:t>
      </w:r>
    </w:p>
    <w:p w:rsidR="00C0341F" w:rsidRPr="00241E66" w:rsidRDefault="00C0341F" w:rsidP="001002C6">
      <w:pPr>
        <w:pStyle w:val="EX"/>
      </w:pPr>
      <w:r w:rsidRPr="00241E66">
        <w:t>Test Applet:</w:t>
      </w:r>
      <w:r w:rsidRPr="00241E66">
        <w:tab/>
        <w:t>Api_4_Afv_ Rszf _1.java</w:t>
      </w:r>
      <w:r w:rsidR="001002C6" w:rsidRPr="00241E66">
        <w:t>.</w:t>
      </w:r>
    </w:p>
    <w:p w:rsidR="00C0341F" w:rsidRPr="00241E66" w:rsidRDefault="00C0341F" w:rsidP="001002C6">
      <w:pPr>
        <w:pStyle w:val="EX"/>
      </w:pPr>
      <w:r w:rsidRPr="00241E66">
        <w:t>Cap File:</w:t>
      </w:r>
      <w:r w:rsidRPr="00241E66">
        <w:tab/>
        <w:t>api_4_Afv_ Rszf.cap</w:t>
      </w:r>
      <w:r w:rsidR="001002C6" w:rsidRPr="00241E66">
        <w:t>.</w:t>
      </w:r>
    </w:p>
    <w:p w:rsidR="00C0341F" w:rsidRPr="00241E66" w:rsidRDefault="00C0341F" w:rsidP="00B54FD2">
      <w:pPr>
        <w:pStyle w:val="Heading5"/>
      </w:pPr>
      <w:r w:rsidRPr="00241E66">
        <w:lastRenderedPageBreak/>
        <w:t>5.3.1.3.3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3514"/>
      </w:tblGrid>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r w:rsidR="001002C6" w:rsidRPr="00241E66">
              <w:t xml:space="preserve"> </w:t>
            </w:r>
            <w:r w:rsidRPr="00241E66">
              <w:t>2</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1002C6">
        <w:trPr>
          <w:trHeight w:val="105"/>
          <w:jc w:val="center"/>
        </w:trPr>
        <w:tc>
          <w:tcPr>
            <w:tcW w:w="1299"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C2</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1002C6">
        <w:trPr>
          <w:trHeight w:val="129"/>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C7</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C8</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C9</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bl>
    <w:p w:rsidR="001002C6" w:rsidRPr="00241E66" w:rsidRDefault="001002C6" w:rsidP="001002C6"/>
    <w:p w:rsidR="00C0341F" w:rsidRPr="00241E66" w:rsidRDefault="00C0341F" w:rsidP="00B54FD2">
      <w:pPr>
        <w:pStyle w:val="Heading5"/>
      </w:pPr>
      <w:r w:rsidRPr="00241E66">
        <w:t>5.3.1.3.4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46"/>
        <w:gridCol w:w="3510"/>
        <w:gridCol w:w="1700"/>
      </w:tblGrid>
      <w:tr w:rsidR="00C0341F" w:rsidRPr="00241E66" w:rsidTr="001002C6">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Resize a Transparent EF</w:t>
            </w:r>
          </w:p>
          <w:p w:rsidR="00C0341F" w:rsidRPr="00241E66" w:rsidRDefault="00C0341F">
            <w:pPr>
              <w:pStyle w:val="TAH"/>
              <w:keepNext w:val="0"/>
              <w:keepLines w:val="0"/>
              <w:jc w:val="left"/>
              <w:rPr>
                <w:b w:val="0"/>
                <w:bCs/>
                <w:sz w:val="16"/>
              </w:rPr>
            </w:pPr>
          </w:p>
          <w:p w:rsidR="00C0341F" w:rsidRPr="00241E66" w:rsidRDefault="00C0341F" w:rsidP="001002C6">
            <w:pPr>
              <w:pStyle w:val="PL"/>
              <w:rPr>
                <w:noProof w:val="0"/>
              </w:rPr>
            </w:pPr>
            <w:r w:rsidRPr="00241E66">
              <w:rPr>
                <w:noProof w:val="0"/>
              </w:rPr>
              <w:t>1- Trigger the applet with an unrecognized envelope</w:t>
            </w:r>
          </w:p>
          <w:p w:rsidR="00C0341F" w:rsidRPr="00241E66" w:rsidRDefault="00C0341F" w:rsidP="001002C6">
            <w:pPr>
              <w:pStyle w:val="PL"/>
              <w:rPr>
                <w:noProof w:val="0"/>
              </w:rPr>
            </w:pPr>
            <w:r w:rsidRPr="00241E66">
              <w:rPr>
                <w:noProof w:val="0"/>
              </w:rPr>
              <w:t>2- Select MF/DF</w:t>
            </w:r>
            <w:r w:rsidRPr="00241E66">
              <w:rPr>
                <w:noProof w:val="0"/>
                <w:vertAlign w:val="subscript"/>
              </w:rPr>
              <w:t>TEST</w:t>
            </w:r>
          </w:p>
          <w:p w:rsidR="00C0341F" w:rsidRPr="00241E66" w:rsidRDefault="00C0341F" w:rsidP="001002C6">
            <w:pPr>
              <w:pStyle w:val="PL"/>
              <w:rPr>
                <w:noProof w:val="0"/>
              </w:rPr>
            </w:pPr>
            <w:r w:rsidRPr="00241E66">
              <w:rPr>
                <w:noProof w:val="0"/>
              </w:rPr>
              <w:t>3- Call ResizeFile() on EF</w:t>
            </w:r>
            <w:r w:rsidRPr="00241E66">
              <w:rPr>
                <w:noProof w:val="0"/>
                <w:vertAlign w:val="subscript"/>
              </w:rPr>
              <w:t>TARU</w:t>
            </w:r>
          </w:p>
          <w:p w:rsidR="00C0341F" w:rsidRPr="00241E66" w:rsidRDefault="00C0341F" w:rsidP="001002C6">
            <w:pPr>
              <w:pStyle w:val="PL"/>
              <w:rPr>
                <w:noProof w:val="0"/>
              </w:rPr>
            </w:pPr>
            <w:r w:rsidRPr="00241E66">
              <w:rPr>
                <w:noProof w:val="0"/>
              </w:rPr>
              <w:t xml:space="preserve">     new size: 10 bytes</w:t>
            </w:r>
          </w:p>
          <w:p w:rsidR="00C0341F" w:rsidRPr="00241E66" w:rsidRDefault="00C0341F" w:rsidP="001002C6">
            <w:pPr>
              <w:pStyle w:val="PL"/>
              <w:rPr>
                <w:noProof w:val="0"/>
              </w:rPr>
            </w:pPr>
          </w:p>
          <w:p w:rsidR="00C0341F" w:rsidRPr="00241E66" w:rsidRDefault="00C0341F" w:rsidP="001002C6">
            <w:pPr>
              <w:pStyle w:val="PL"/>
              <w:rPr>
                <w:noProof w:val="0"/>
              </w:rPr>
            </w:pPr>
            <w:r w:rsidRPr="00241E66">
              <w:rPr>
                <w:noProof w:val="0"/>
              </w:rPr>
              <w:t>Applet finalizes</w:t>
            </w:r>
          </w:p>
          <w:p w:rsidR="00C0341F" w:rsidRPr="00241E66" w:rsidRDefault="00C0341F" w:rsidP="001002C6">
            <w:pPr>
              <w:pStyle w:val="PL"/>
              <w:rPr>
                <w:noProof w:val="0"/>
              </w:rPr>
            </w:pPr>
          </w:p>
          <w:p w:rsidR="00C0341F" w:rsidRPr="00241E66" w:rsidRDefault="00C0341F" w:rsidP="001002C6">
            <w:pPr>
              <w:pStyle w:val="PL"/>
              <w:rPr>
                <w:noProof w:val="0"/>
              </w:rPr>
            </w:pPr>
            <w:r w:rsidRPr="00241E66">
              <w:rPr>
                <w:noProof w:val="0"/>
              </w:rPr>
              <w:t>4- Select MF/DF</w:t>
            </w:r>
            <w:r w:rsidRPr="00241E66">
              <w:rPr>
                <w:noProof w:val="0"/>
                <w:vertAlign w:val="subscript"/>
              </w:rPr>
              <w:t>TEST</w:t>
            </w:r>
            <w:r w:rsidRPr="00241E66">
              <w:rPr>
                <w:noProof w:val="0"/>
              </w:rPr>
              <w:t>/EF</w:t>
            </w:r>
            <w:r w:rsidRPr="00241E66">
              <w:rPr>
                <w:noProof w:val="0"/>
                <w:vertAlign w:val="subscript"/>
              </w:rPr>
              <w:t>TARU</w:t>
            </w:r>
            <w:r w:rsidRPr="00241E66">
              <w:rPr>
                <w:noProof w:val="0"/>
              </w:rPr>
              <w:t xml:space="preserve"> and check size in the returned FCP template.</w:t>
            </w:r>
          </w:p>
          <w:p w:rsidR="00C0341F" w:rsidRPr="00241E66" w:rsidRDefault="00C0341F" w:rsidP="001002C6">
            <w:pPr>
              <w:pStyle w:val="PL"/>
              <w:rPr>
                <w:noProof w:val="0"/>
              </w:rPr>
            </w:pPr>
            <w:r w:rsidRPr="00241E66">
              <w:rPr>
                <w:noProof w:val="0"/>
              </w:rPr>
              <w:t>5- Restore EF</w:t>
            </w:r>
            <w:r w:rsidRPr="00241E66">
              <w:rPr>
                <w:noProof w:val="0"/>
                <w:vertAlign w:val="subscript"/>
              </w:rPr>
              <w:t>TARU</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rFonts w:ascii="Arial" w:hAnsi="Arial" w:cs="Arial"/>
                <w:noProof w:val="0"/>
              </w:rPr>
            </w:pP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rPr>
                <w:sz w:val="16"/>
              </w:rPr>
            </w:pPr>
            <w:r w:rsidRPr="00241E66">
              <w:rPr>
                <w:sz w:val="16"/>
              </w:rPr>
              <w:t>4- should return a size of 10 bytes</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Resize a Linear Fixed EF</w:t>
            </w:r>
          </w:p>
          <w:p w:rsidR="00C0341F" w:rsidRPr="00241E66" w:rsidRDefault="00C0341F">
            <w:pPr>
              <w:pStyle w:val="TAH"/>
              <w:keepNext w:val="0"/>
              <w:keepLines w:val="0"/>
              <w:jc w:val="left"/>
              <w:rPr>
                <w:b w:val="0"/>
                <w:bCs/>
                <w:sz w:val="16"/>
              </w:rPr>
            </w:pPr>
          </w:p>
          <w:p w:rsidR="00C0341F" w:rsidRPr="00241E66" w:rsidRDefault="00C0341F" w:rsidP="001002C6">
            <w:pPr>
              <w:pStyle w:val="PL"/>
              <w:rPr>
                <w:noProof w:val="0"/>
              </w:rPr>
            </w:pPr>
            <w:r w:rsidRPr="00241E66">
              <w:rPr>
                <w:noProof w:val="0"/>
              </w:rPr>
              <w:t>1- Trigger the applet with an unrecognized envelope</w:t>
            </w:r>
          </w:p>
          <w:p w:rsidR="00C0341F" w:rsidRPr="00241E66" w:rsidRDefault="00C0341F" w:rsidP="001002C6">
            <w:pPr>
              <w:pStyle w:val="PL"/>
              <w:rPr>
                <w:noProof w:val="0"/>
              </w:rPr>
            </w:pPr>
            <w:r w:rsidRPr="00241E66">
              <w:rPr>
                <w:noProof w:val="0"/>
              </w:rPr>
              <w:t>2- Select MF/DF</w:t>
            </w:r>
            <w:r w:rsidRPr="00241E66">
              <w:rPr>
                <w:noProof w:val="0"/>
                <w:vertAlign w:val="subscript"/>
              </w:rPr>
              <w:t>TEST</w:t>
            </w:r>
          </w:p>
          <w:p w:rsidR="00C0341F" w:rsidRPr="00241E66" w:rsidRDefault="00C0341F" w:rsidP="001002C6">
            <w:pPr>
              <w:pStyle w:val="PL"/>
              <w:rPr>
                <w:noProof w:val="0"/>
              </w:rPr>
            </w:pPr>
            <w:r w:rsidRPr="00241E66">
              <w:rPr>
                <w:noProof w:val="0"/>
              </w:rPr>
              <w:t>3- Call ResizeFile() on EFLARU</w:t>
            </w:r>
          </w:p>
          <w:p w:rsidR="00C0341F" w:rsidRPr="00241E66" w:rsidRDefault="00C0341F" w:rsidP="001002C6">
            <w:pPr>
              <w:pStyle w:val="PL"/>
              <w:rPr>
                <w:noProof w:val="0"/>
              </w:rPr>
            </w:pPr>
            <w:r w:rsidRPr="00241E66">
              <w:rPr>
                <w:noProof w:val="0"/>
              </w:rPr>
              <w:t xml:space="preserve">     add 2 records.</w:t>
            </w:r>
          </w:p>
          <w:p w:rsidR="00C0341F" w:rsidRPr="00241E66" w:rsidRDefault="00C0341F" w:rsidP="001002C6">
            <w:pPr>
              <w:pStyle w:val="PL"/>
              <w:rPr>
                <w:noProof w:val="0"/>
              </w:rPr>
            </w:pPr>
          </w:p>
          <w:p w:rsidR="00C0341F" w:rsidRPr="00241E66" w:rsidRDefault="00C0341F" w:rsidP="001002C6">
            <w:pPr>
              <w:pStyle w:val="PL"/>
              <w:rPr>
                <w:noProof w:val="0"/>
              </w:rPr>
            </w:pPr>
            <w:r w:rsidRPr="00241E66">
              <w:rPr>
                <w:noProof w:val="0"/>
              </w:rPr>
              <w:t>Applet finalizes</w:t>
            </w:r>
          </w:p>
          <w:p w:rsidR="00C0341F" w:rsidRPr="00241E66" w:rsidRDefault="00C0341F" w:rsidP="001002C6">
            <w:pPr>
              <w:pStyle w:val="PL"/>
              <w:rPr>
                <w:noProof w:val="0"/>
              </w:rPr>
            </w:pPr>
          </w:p>
          <w:p w:rsidR="00C0341F" w:rsidRPr="00241E66" w:rsidRDefault="00C0341F" w:rsidP="001002C6">
            <w:pPr>
              <w:pStyle w:val="PL"/>
              <w:rPr>
                <w:noProof w:val="0"/>
              </w:rPr>
            </w:pPr>
            <w:r w:rsidRPr="00241E66">
              <w:rPr>
                <w:noProof w:val="0"/>
              </w:rPr>
              <w:t>4- Select MF/DF</w:t>
            </w:r>
            <w:r w:rsidRPr="00241E66">
              <w:rPr>
                <w:noProof w:val="0"/>
                <w:vertAlign w:val="subscript"/>
              </w:rPr>
              <w:t>TEST</w:t>
            </w:r>
            <w:r w:rsidRPr="00241E66">
              <w:rPr>
                <w:noProof w:val="0"/>
              </w:rPr>
              <w:t>/EF</w:t>
            </w:r>
            <w:r w:rsidRPr="00241E66">
              <w:rPr>
                <w:noProof w:val="0"/>
                <w:vertAlign w:val="subscript"/>
              </w:rPr>
              <w:t>LARU</w:t>
            </w:r>
            <w:r w:rsidRPr="00241E66">
              <w:rPr>
                <w:noProof w:val="0"/>
              </w:rPr>
              <w:t xml:space="preserve"> and check size in the returned FCP template.</w:t>
            </w:r>
          </w:p>
          <w:p w:rsidR="00C0341F" w:rsidRPr="00241E66" w:rsidRDefault="00C0341F" w:rsidP="001002C6">
            <w:pPr>
              <w:pStyle w:val="PL"/>
              <w:rPr>
                <w:noProof w:val="0"/>
              </w:rPr>
            </w:pPr>
            <w:r w:rsidRPr="00241E66">
              <w:rPr>
                <w:noProof w:val="0"/>
              </w:rPr>
              <w:t>5- Restore EF</w:t>
            </w:r>
            <w:r w:rsidRPr="00241E66">
              <w:rPr>
                <w:noProof w:val="0"/>
                <w:vertAlign w:val="subscript"/>
              </w:rPr>
              <w:t>LARU</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rFonts w:ascii="Arial" w:hAnsi="Arial" w:cs="Arial"/>
                <w:noProof w:val="0"/>
              </w:rPr>
            </w:pP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pPr>
            <w:r w:rsidRPr="00241E66">
              <w:rPr>
                <w:sz w:val="16"/>
              </w:rPr>
              <w:t>4- should return a size of 16 bytes</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Call resizeFile with a null viewHandler</w:t>
            </w:r>
          </w:p>
          <w:p w:rsidR="00C0341F" w:rsidRPr="00241E66" w:rsidRDefault="00C0341F">
            <w:pPr>
              <w:pStyle w:val="PL"/>
              <w:rPr>
                <w:rFonts w:ascii="Arial" w:hAnsi="Arial" w:cs="Arial"/>
                <w:noProof w:val="0"/>
              </w:rPr>
            </w:pPr>
          </w:p>
          <w:p w:rsidR="00C0341F" w:rsidRPr="00241E66" w:rsidRDefault="00C0341F" w:rsidP="001002C6">
            <w:pPr>
              <w:pStyle w:val="PL"/>
              <w:rPr>
                <w:noProof w:val="0"/>
              </w:rPr>
            </w:pPr>
            <w:r w:rsidRPr="00241E66">
              <w:rPr>
                <w:noProof w:val="0"/>
              </w:rPr>
              <w:t>1- Call resizeFile with null.</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r w:rsidRPr="00241E66">
              <w:rPr>
                <w:rFonts w:ascii="Arial" w:hAnsi="Arial" w:cs="Arial"/>
                <w:noProof w:val="0"/>
              </w:rPr>
              <w:t>1- java.lang.NullPointerException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Call createFile with incorrect parameters</w:t>
            </w:r>
          </w:p>
          <w:p w:rsidR="00C0341F" w:rsidRPr="00241E66" w:rsidRDefault="00C0341F">
            <w:pPr>
              <w:pStyle w:val="PL"/>
              <w:rPr>
                <w:rFonts w:ascii="Arial" w:hAnsi="Arial" w:cs="Arial"/>
                <w:noProof w:val="0"/>
              </w:rPr>
            </w:pPr>
          </w:p>
          <w:p w:rsidR="00C0341F" w:rsidRPr="00241E66" w:rsidRDefault="00C0341F" w:rsidP="001002C6">
            <w:pPr>
              <w:pStyle w:val="PL"/>
              <w:rPr>
                <w:noProof w:val="0"/>
              </w:rPr>
            </w:pPr>
            <w:r w:rsidRPr="00241E66">
              <w:rPr>
                <w:noProof w:val="0"/>
              </w:rPr>
              <w:t>1- Call createFile with incorrect parameters.</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r w:rsidRPr="00241E66">
              <w:rPr>
                <w:rFonts w:ascii="Arial" w:hAnsi="Arial" w:cs="Arial"/>
                <w:noProof w:val="0"/>
              </w:rPr>
              <w:t>1- AdminExceptiogn.INCORRECT_PARAMETERS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File not found</w:t>
            </w:r>
          </w:p>
          <w:p w:rsidR="00C0341F" w:rsidRPr="00241E66" w:rsidRDefault="00C0341F">
            <w:pPr>
              <w:pStyle w:val="PL"/>
              <w:rPr>
                <w:noProof w:val="0"/>
              </w:rPr>
            </w:pPr>
          </w:p>
          <w:p w:rsidR="00C0341F" w:rsidRPr="00241E66" w:rsidRDefault="00C0341F" w:rsidP="001002C6">
            <w:pPr>
              <w:pStyle w:val="PL"/>
              <w:rPr>
                <w:noProof w:val="0"/>
              </w:rPr>
            </w:pPr>
            <w:r w:rsidRPr="00241E66">
              <w:rPr>
                <w:noProof w:val="0"/>
              </w:rPr>
              <w:t>1- Select MF/DF</w:t>
            </w:r>
            <w:r w:rsidRPr="00241E66">
              <w:rPr>
                <w:noProof w:val="0"/>
                <w:vertAlign w:val="subscript"/>
              </w:rPr>
              <w:t>TEST</w:t>
            </w:r>
          </w:p>
          <w:p w:rsidR="00C0341F" w:rsidRPr="00241E66" w:rsidRDefault="00C0341F" w:rsidP="001002C6">
            <w:pPr>
              <w:pStyle w:val="PL"/>
              <w:rPr>
                <w:noProof w:val="0"/>
              </w:rPr>
            </w:pPr>
            <w:r w:rsidRPr="00241E66">
              <w:rPr>
                <w:noProof w:val="0"/>
              </w:rPr>
              <w:t>2- Call resizeFile(DF</w:t>
            </w:r>
            <w:r w:rsidRPr="00241E66">
              <w:rPr>
                <w:noProof w:val="0"/>
                <w:vertAlign w:val="subscript"/>
              </w:rPr>
              <w:t>RFU1</w:t>
            </w:r>
            <w:r w:rsidRPr="00241E66">
              <w:rPr>
                <w:noProof w:val="0"/>
              </w:rPr>
              <w:t>)</w:t>
            </w:r>
          </w:p>
          <w:p w:rsidR="00C0341F" w:rsidRPr="00241E66" w:rsidRDefault="00C0341F" w:rsidP="001002C6">
            <w:pPr>
              <w:pStyle w:val="PL"/>
              <w:rPr>
                <w:noProof w:val="0"/>
              </w:rPr>
            </w:pPr>
          </w:p>
          <w:p w:rsidR="00C0341F" w:rsidRPr="00241E66" w:rsidRDefault="00C0341F" w:rsidP="001002C6">
            <w:pPr>
              <w:pStyle w:val="PL"/>
              <w:rPr>
                <w:noProof w:val="0"/>
              </w:rPr>
            </w:pPr>
            <w:r w:rsidRPr="00241E66">
              <w:rPr>
                <w:noProof w:val="0"/>
              </w:rPr>
              <w:t>3- Select ADF1/DF</w:t>
            </w:r>
            <w:r w:rsidRPr="00241E66">
              <w:rPr>
                <w:noProof w:val="0"/>
                <w:vertAlign w:val="subscript"/>
              </w:rPr>
              <w:t>TEST</w:t>
            </w:r>
          </w:p>
          <w:p w:rsidR="00C0341F" w:rsidRPr="00241E66" w:rsidRDefault="00C0341F" w:rsidP="001002C6">
            <w:pPr>
              <w:pStyle w:val="PL"/>
              <w:rPr>
                <w:noProof w:val="0"/>
              </w:rPr>
            </w:pPr>
            <w:r w:rsidRPr="00241E66">
              <w:rPr>
                <w:noProof w:val="0"/>
              </w:rPr>
              <w:t>4- Call resizeFile(EF</w:t>
            </w:r>
            <w:r w:rsidRPr="00241E66">
              <w:rPr>
                <w:noProof w:val="0"/>
                <w:vertAlign w:val="subscript"/>
              </w:rPr>
              <w:t>RFU1</w:t>
            </w:r>
            <w:r w:rsidRPr="00241E66">
              <w:rPr>
                <w:noProof w:val="0"/>
              </w:rPr>
              <w:t>)</w:t>
            </w:r>
          </w:p>
          <w:p w:rsidR="00C0341F" w:rsidRPr="00241E66" w:rsidRDefault="00C0341F">
            <w:pPr>
              <w:pStyle w:val="TAH"/>
              <w:keepNext w:val="0"/>
              <w:keepLines w:val="0"/>
              <w:jc w:val="left"/>
              <w:rPr>
                <w:b w:val="0"/>
                <w:bCs/>
                <w:sz w:val="16"/>
              </w:rPr>
            </w:pP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r w:rsidRPr="00241E66">
              <w:rPr>
                <w:sz w:val="16"/>
              </w:rPr>
              <w:t>2- UICCException.FILE_NOT_FOUND shall be thrown</w:t>
            </w: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r w:rsidRPr="00241E66">
              <w:rPr>
                <w:sz w:val="16"/>
              </w:rPr>
              <w:t>4- UICCException.FILE_NOT_FOUND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Security status not satisfied</w:t>
            </w:r>
          </w:p>
          <w:p w:rsidR="00C0341F" w:rsidRPr="00241E66" w:rsidRDefault="00C0341F">
            <w:pPr>
              <w:pStyle w:val="PL"/>
              <w:rPr>
                <w:noProof w:val="0"/>
              </w:rPr>
            </w:pPr>
          </w:p>
          <w:p w:rsidR="00C0341F" w:rsidRPr="00241E66" w:rsidRDefault="00C0341F" w:rsidP="001002C6">
            <w:pPr>
              <w:pStyle w:val="PL"/>
              <w:rPr>
                <w:noProof w:val="0"/>
              </w:rPr>
            </w:pPr>
            <w:r w:rsidRPr="00241E66">
              <w:rPr>
                <w:noProof w:val="0"/>
              </w:rPr>
              <w:t>1- Select MF/DFTEST/DFARR2</w:t>
            </w:r>
          </w:p>
          <w:p w:rsidR="00C0341F" w:rsidRPr="00241E66" w:rsidRDefault="00C0341F" w:rsidP="001002C6">
            <w:pPr>
              <w:pStyle w:val="PL"/>
              <w:rPr>
                <w:noProof w:val="0"/>
              </w:rPr>
            </w:pPr>
            <w:r w:rsidRPr="00241E66">
              <w:rPr>
                <w:noProof w:val="0"/>
              </w:rPr>
              <w:t>2- Call resizeFile(EF</w:t>
            </w:r>
            <w:r w:rsidRPr="00241E66">
              <w:rPr>
                <w:noProof w:val="0"/>
                <w:vertAlign w:val="subscript"/>
              </w:rPr>
              <w:t>TAR2T</w:t>
            </w:r>
            <w:r w:rsidRPr="00241E66">
              <w:rPr>
                <w:noProof w:val="0"/>
              </w:rPr>
              <w:t>)</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p>
          <w:p w:rsidR="00C0341F" w:rsidRPr="00241E66" w:rsidRDefault="00C0341F">
            <w:pPr>
              <w:pStyle w:val="TAL"/>
              <w:keepNext w:val="0"/>
              <w:keepLines w:val="0"/>
              <w:rPr>
                <w:sz w:val="16"/>
              </w:rPr>
            </w:pPr>
            <w:r w:rsidRPr="00241E66">
              <w:rPr>
                <w:sz w:val="16"/>
              </w:rPr>
              <w:t>2- UICCException.SECURITY_STATUS_NOT_SATISFIED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lastRenderedPageBreak/>
              <w:t>7</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Command incompatible</w:t>
            </w:r>
          </w:p>
          <w:p w:rsidR="00C0341F" w:rsidRPr="00241E66" w:rsidRDefault="00C0341F" w:rsidP="001002C6">
            <w:pPr>
              <w:pStyle w:val="TAH"/>
              <w:jc w:val="left"/>
              <w:rPr>
                <w:b w:val="0"/>
                <w:bCs/>
                <w:sz w:val="16"/>
              </w:rPr>
            </w:pPr>
          </w:p>
          <w:p w:rsidR="00C0341F" w:rsidRPr="00241E66" w:rsidRDefault="00C0341F" w:rsidP="001002C6">
            <w:pPr>
              <w:pStyle w:val="PL"/>
              <w:keepNext/>
              <w:keepLines/>
              <w:rPr>
                <w:noProof w:val="0"/>
              </w:rPr>
            </w:pPr>
            <w:r w:rsidRPr="00241E66">
              <w:rPr>
                <w:noProof w:val="0"/>
              </w:rPr>
              <w:t>1- Select MF/DF</w:t>
            </w:r>
            <w:r w:rsidRPr="00241E66">
              <w:rPr>
                <w:noProof w:val="0"/>
                <w:vertAlign w:val="subscript"/>
              </w:rPr>
              <w:t>TEST</w:t>
            </w:r>
            <w:r w:rsidRPr="00241E66">
              <w:rPr>
                <w:noProof w:val="0"/>
              </w:rPr>
              <w:t>, call resizeFile(EF</w:t>
            </w:r>
            <w:r w:rsidRPr="00241E66">
              <w:rPr>
                <w:noProof w:val="0"/>
                <w:vertAlign w:val="subscript"/>
              </w:rPr>
              <w:t>CARU</w:t>
            </w:r>
            <w:r w:rsidRPr="00241E66">
              <w:rPr>
                <w:noProof w:val="0"/>
              </w:rPr>
              <w:t>)</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PL"/>
              <w:keepNext/>
              <w:keepLines/>
              <w:rPr>
                <w:rFonts w:ascii="Arial" w:hAnsi="Arial" w:cs="Arial"/>
                <w:noProof w:val="0"/>
              </w:rPr>
            </w:pPr>
          </w:p>
          <w:p w:rsidR="00C0341F" w:rsidRPr="00241E66" w:rsidRDefault="00C0341F" w:rsidP="001002C6">
            <w:pPr>
              <w:pStyle w:val="PL"/>
              <w:keepNext/>
              <w:keepLines/>
              <w:rPr>
                <w:rFonts w:ascii="Arial" w:hAnsi="Arial" w:cs="Arial"/>
                <w:noProof w:val="0"/>
              </w:rPr>
            </w:pPr>
          </w:p>
          <w:p w:rsidR="00C0341F" w:rsidRPr="00241E66" w:rsidRDefault="00C0341F" w:rsidP="001002C6">
            <w:pPr>
              <w:pStyle w:val="TAL"/>
              <w:rPr>
                <w:sz w:val="16"/>
              </w:rPr>
            </w:pPr>
            <w:r w:rsidRPr="00241E66">
              <w:rPr>
                <w:sz w:val="16"/>
              </w:rPr>
              <w:t>1- UICCException.COMMAND_INCOMPATIBLE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414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Invalidated data</w:t>
            </w:r>
          </w:p>
          <w:p w:rsidR="00C0341F" w:rsidRPr="00241E66" w:rsidRDefault="00C0341F">
            <w:pPr>
              <w:pStyle w:val="TAH"/>
              <w:keepNext w:val="0"/>
              <w:keepLines w:val="0"/>
              <w:jc w:val="left"/>
              <w:rPr>
                <w:b w:val="0"/>
                <w:bCs/>
                <w:sz w:val="16"/>
              </w:rPr>
            </w:pPr>
          </w:p>
          <w:p w:rsidR="00C0341F" w:rsidRPr="00241E66" w:rsidRDefault="00C0341F" w:rsidP="001002C6">
            <w:pPr>
              <w:pStyle w:val="PL"/>
              <w:rPr>
                <w:noProof w:val="0"/>
              </w:rPr>
            </w:pPr>
            <w:r w:rsidRPr="00241E66">
              <w:rPr>
                <w:noProof w:val="0"/>
              </w:rPr>
              <w:t>1- Select MF/DF</w:t>
            </w:r>
            <w:r w:rsidRPr="00241E66">
              <w:rPr>
                <w:noProof w:val="0"/>
                <w:vertAlign w:val="subscript"/>
              </w:rPr>
              <w:t>TEST</w:t>
            </w:r>
          </w:p>
          <w:p w:rsidR="00C0341F" w:rsidRPr="00241E66" w:rsidRDefault="00C0341F" w:rsidP="001002C6">
            <w:pPr>
              <w:pStyle w:val="PL"/>
              <w:rPr>
                <w:noProof w:val="0"/>
                <w:vertAlign w:val="subscript"/>
              </w:rPr>
            </w:pPr>
            <w:r w:rsidRPr="00241E66">
              <w:rPr>
                <w:noProof w:val="0"/>
              </w:rPr>
              <w:t>2- Invalidate EF</w:t>
            </w:r>
            <w:r w:rsidRPr="00241E66">
              <w:rPr>
                <w:noProof w:val="0"/>
                <w:vertAlign w:val="subscript"/>
              </w:rPr>
              <w:t>TARU</w:t>
            </w:r>
          </w:p>
          <w:p w:rsidR="00C0341F" w:rsidRPr="00241E66" w:rsidRDefault="00C0341F" w:rsidP="001002C6">
            <w:pPr>
              <w:pStyle w:val="PL"/>
              <w:rPr>
                <w:noProof w:val="0"/>
              </w:rPr>
            </w:pPr>
            <w:r w:rsidRPr="00241E66">
              <w:rPr>
                <w:noProof w:val="0"/>
              </w:rPr>
              <w:t>3- Call resizeFile(EF</w:t>
            </w:r>
            <w:r w:rsidRPr="00241E66">
              <w:rPr>
                <w:noProof w:val="0"/>
                <w:vertAlign w:val="subscript"/>
              </w:rPr>
              <w:t>TARU</w:t>
            </w:r>
            <w:r w:rsidRPr="00241E66">
              <w:rPr>
                <w:noProof w:val="0"/>
              </w:rPr>
              <w:t>)</w:t>
            </w:r>
          </w:p>
          <w:p w:rsidR="00C0341F" w:rsidRPr="00241E66" w:rsidRDefault="00C0341F" w:rsidP="001002C6">
            <w:pPr>
              <w:pStyle w:val="PL"/>
              <w:rPr>
                <w:noProof w:val="0"/>
              </w:rPr>
            </w:pPr>
            <w:r w:rsidRPr="00241E66">
              <w:rPr>
                <w:noProof w:val="0"/>
              </w:rPr>
              <w:t>4- Validate EF</w:t>
            </w:r>
            <w:r w:rsidRPr="00241E66">
              <w:rPr>
                <w:noProof w:val="0"/>
                <w:vertAlign w:val="subscript"/>
              </w:rPr>
              <w:t>TARU</w:t>
            </w:r>
          </w:p>
        </w:tc>
        <w:tc>
          <w:tcPr>
            <w:tcW w:w="35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p>
          <w:p w:rsidR="00C0341F" w:rsidRPr="00241E66" w:rsidRDefault="00C0341F">
            <w:pPr>
              <w:pStyle w:val="PL"/>
              <w:rPr>
                <w:rFonts w:ascii="Arial" w:hAnsi="Arial" w:cs="Arial"/>
                <w:noProof w:val="0"/>
              </w:rPr>
            </w:pPr>
            <w:r w:rsidRPr="00241E66">
              <w:rPr>
                <w:rFonts w:ascii="Arial" w:hAnsi="Arial" w:cs="Arial"/>
                <w:noProof w:val="0"/>
              </w:rPr>
              <w:t>3- UICCException.REF_DATA_INVALIDATED shall be thrown.</w:t>
            </w:r>
          </w:p>
        </w:tc>
        <w:tc>
          <w:tcPr>
            <w:tcW w:w="170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p w:rsidR="00C0341F" w:rsidRPr="00241E66" w:rsidRDefault="00C0341F">
      <w:pPr>
        <w:pStyle w:val="Heading4"/>
      </w:pPr>
      <w:r w:rsidRPr="00241E66">
        <w:t>5.3.1.4</w:t>
      </w:r>
      <w:r w:rsidRPr="00241E66">
        <w:tab/>
        <w:t>Method select (byte sfi)</w:t>
      </w:r>
    </w:p>
    <w:p w:rsidR="00C0341F" w:rsidRPr="00241E66" w:rsidRDefault="00C0341F">
      <w:r w:rsidRPr="00241E66">
        <w:t>Test Area Reference: Api_4_Afv_Slctb</w:t>
      </w:r>
      <w:r w:rsidR="001002C6" w:rsidRPr="00241E66">
        <w:t>.</w:t>
      </w:r>
    </w:p>
    <w:p w:rsidR="00C0341F" w:rsidRPr="00241E66" w:rsidRDefault="00C0341F" w:rsidP="00B54FD2">
      <w:pPr>
        <w:pStyle w:val="Heading5"/>
      </w:pPr>
      <w:r w:rsidRPr="00241E66">
        <w:t>5.3.1.4.1</w:t>
      </w:r>
      <w:r w:rsidRPr="00241E66">
        <w:tab/>
        <w:t>Conformance requirement</w:t>
      </w:r>
    </w:p>
    <w:p w:rsidR="00C0341F" w:rsidRPr="00241E66" w:rsidRDefault="00C0341F" w:rsidP="001002C6">
      <w:r w:rsidRPr="00241E66">
        <w:t>The method with following header shall be compliant to its definition in the API.</w:t>
      </w:r>
    </w:p>
    <w:p w:rsidR="00C0341F" w:rsidRPr="00241E66" w:rsidRDefault="00C0341F" w:rsidP="001002C6">
      <w:pPr>
        <w:pStyle w:val="PL"/>
        <w:rPr>
          <w:noProof w:val="0"/>
        </w:rPr>
      </w:pPr>
      <w:r w:rsidRPr="00241E66">
        <w:rPr>
          <w:noProof w:val="0"/>
        </w:rPr>
        <w:t>public void select(byte sfi)</w:t>
      </w:r>
    </w:p>
    <w:p w:rsidR="00C0341F" w:rsidRPr="00241E66" w:rsidRDefault="00C0341F" w:rsidP="001002C6">
      <w:pPr>
        <w:pStyle w:val="PL"/>
        <w:rPr>
          <w:noProof w:val="0"/>
        </w:rPr>
      </w:pPr>
      <w:r w:rsidRPr="00241E66">
        <w:rPr>
          <w:noProof w:val="0"/>
        </w:rPr>
        <w:t xml:space="preserve">            throws UICCException</w:t>
      </w:r>
    </w:p>
    <w:p w:rsidR="001002C6" w:rsidRPr="00241E66" w:rsidRDefault="001002C6" w:rsidP="001002C6">
      <w:pPr>
        <w:pStyle w:val="PL"/>
        <w:rPr>
          <w:noProof w:val="0"/>
        </w:rPr>
      </w:pPr>
    </w:p>
    <w:p w:rsidR="00C0341F" w:rsidRPr="00241E66" w:rsidRDefault="00C0341F">
      <w:pPr>
        <w:pStyle w:val="H6"/>
      </w:pPr>
      <w:r w:rsidRPr="00241E66">
        <w:t>5.3.1.4.1.1</w:t>
      </w:r>
      <w:r w:rsidRPr="00241E66">
        <w:tab/>
        <w:t>Normal execution</w:t>
      </w:r>
    </w:p>
    <w:p w:rsidR="00C0341F" w:rsidRPr="00241E66" w:rsidRDefault="00C0341F">
      <w:pPr>
        <w:pStyle w:val="B1"/>
      </w:pPr>
      <w:r w:rsidRPr="00241E66">
        <w:t>CRRN1: Selects a file by its Short File Identifier in the current directory of the FileView.</w:t>
      </w:r>
    </w:p>
    <w:p w:rsidR="00C0341F" w:rsidRPr="00241E66" w:rsidRDefault="00C0341F">
      <w:pPr>
        <w:pStyle w:val="B1"/>
      </w:pPr>
      <w:r w:rsidRPr="00241E66">
        <w:t>CRRN2: Allows to update the current file without handling the Select Response.</w:t>
      </w:r>
    </w:p>
    <w:p w:rsidR="00C0341F" w:rsidRPr="00241E66" w:rsidRDefault="00C0341F">
      <w:pPr>
        <w:pStyle w:val="B1"/>
      </w:pPr>
      <w:r w:rsidRPr="00241E66">
        <w:t>CRRN3: The current EF it self can be selected.</w:t>
      </w:r>
    </w:p>
    <w:p w:rsidR="00C0341F" w:rsidRPr="00241E66" w:rsidRDefault="00C0341F">
      <w:pPr>
        <w:pStyle w:val="B1"/>
      </w:pPr>
      <w:r w:rsidRPr="00241E66">
        <w:t>CRRN4: The file context associated with the FileView object is changed after successful execution.</w:t>
      </w:r>
    </w:p>
    <w:p w:rsidR="00C0341F" w:rsidRPr="00241E66" w:rsidRDefault="00C0341F">
      <w:pPr>
        <w:pStyle w:val="H6"/>
      </w:pPr>
      <w:r w:rsidRPr="00241E66">
        <w:t>5.3.1.4.1.2</w:t>
      </w:r>
      <w:r w:rsidRPr="00241E66">
        <w:tab/>
        <w:t>Parameter errors</w:t>
      </w:r>
    </w:p>
    <w:p w:rsidR="00C0341F" w:rsidRPr="00241E66" w:rsidRDefault="00C0341F">
      <w:pPr>
        <w:pStyle w:val="B1"/>
      </w:pPr>
      <w:r w:rsidRPr="00241E66">
        <w:t xml:space="preserve">CRRP1: If the file which sfi matches is not in the current directory or no file matches the sfi, an instance of UICCException shall be thrown. The reason code shall </w:t>
      </w:r>
      <w:r w:rsidR="001002C6" w:rsidRPr="00241E66">
        <w:t>be UICCException.FILE_NOT_FOUND.</w:t>
      </w:r>
    </w:p>
    <w:p w:rsidR="00C0341F" w:rsidRPr="00241E66" w:rsidRDefault="00C0341F">
      <w:pPr>
        <w:pStyle w:val="H6"/>
      </w:pPr>
      <w:r w:rsidRPr="00241E66">
        <w:t>5.3.1.4.1.3</w:t>
      </w:r>
      <w:r w:rsidRPr="00241E66">
        <w:tab/>
        <w:t>Context errors</w:t>
      </w:r>
    </w:p>
    <w:p w:rsidR="00C0341F" w:rsidRPr="00241E66" w:rsidRDefault="00C0341F">
      <w:pPr>
        <w:pStyle w:val="B1"/>
      </w:pPr>
      <w:r w:rsidRPr="00241E66">
        <w:t>CRRC1: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CRRC2: If the method call causes an error to occur that is not expected and thus not handled, an instance of UICCException shall be thrown. The reason code shall be UICCException.INTERNAL_ERROR.</w:t>
      </w:r>
    </w:p>
    <w:p w:rsidR="00C0341F" w:rsidRPr="00241E66" w:rsidRDefault="00C0341F" w:rsidP="00B54FD2">
      <w:pPr>
        <w:pStyle w:val="Heading5"/>
      </w:pPr>
      <w:r w:rsidRPr="00241E66">
        <w:t>5.3.1.4.2</w:t>
      </w:r>
      <w:r w:rsidRPr="00241E66">
        <w:tab/>
        <w:t>Test area files</w:t>
      </w:r>
    </w:p>
    <w:p w:rsidR="00C0341F" w:rsidRPr="00241E66" w:rsidRDefault="00C0341F" w:rsidP="001002C6">
      <w:pPr>
        <w:pStyle w:val="EX"/>
      </w:pPr>
      <w:r w:rsidRPr="00241E66">
        <w:t>Test  Source:</w:t>
      </w:r>
      <w:r w:rsidRPr="00241E66">
        <w:tab/>
      </w:r>
      <w:r w:rsidRPr="00241E66">
        <w:tab/>
        <w:t>Test_Api_4_Afv_ Slctb.java</w:t>
      </w:r>
      <w:r w:rsidR="001002C6" w:rsidRPr="00241E66">
        <w:t>.</w:t>
      </w:r>
    </w:p>
    <w:p w:rsidR="00C0341F" w:rsidRPr="00241E66" w:rsidRDefault="00C0341F" w:rsidP="001002C6">
      <w:pPr>
        <w:pStyle w:val="EX"/>
      </w:pPr>
      <w:r w:rsidRPr="00241E66">
        <w:t>Test Applet:</w:t>
      </w:r>
      <w:r w:rsidRPr="00241E66">
        <w:tab/>
        <w:t>Api_4_Afv_ Slctb _1.java</w:t>
      </w:r>
      <w:r w:rsidR="001002C6" w:rsidRPr="00241E66">
        <w:t>.</w:t>
      </w:r>
    </w:p>
    <w:p w:rsidR="00C0341F" w:rsidRPr="00241E66" w:rsidRDefault="00C0341F" w:rsidP="001002C6">
      <w:pPr>
        <w:pStyle w:val="EX"/>
      </w:pPr>
      <w:r w:rsidRPr="00241E66">
        <w:t>Cap File:</w:t>
      </w:r>
      <w:r w:rsidRPr="00241E66">
        <w:tab/>
        <w:t>api_4_Afv_ slctb.cap</w:t>
      </w:r>
      <w:r w:rsidR="001002C6" w:rsidRPr="00241E66">
        <w:t>.</w:t>
      </w:r>
    </w:p>
    <w:p w:rsidR="00C0341F" w:rsidRPr="00241E66" w:rsidRDefault="00C0341F" w:rsidP="001002C6">
      <w:pPr>
        <w:pStyle w:val="Heading5"/>
      </w:pPr>
      <w:r w:rsidRPr="00241E66">
        <w:lastRenderedPageBreak/>
        <w:t>5.3.1.4.3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2947"/>
      </w:tblGrid>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CRR number</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Test case number</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N1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1,</w:t>
            </w:r>
            <w:r w:rsidR="001002C6" w:rsidRPr="00241E66">
              <w:t xml:space="preserve"> </w:t>
            </w:r>
            <w:r w:rsidRPr="00241E66">
              <w:t>2,</w:t>
            </w:r>
            <w:r w:rsidR="001002C6" w:rsidRPr="00241E66">
              <w:t xml:space="preserve"> </w:t>
            </w:r>
            <w:r w:rsidRPr="00241E66">
              <w:t>4</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N2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Not testable</w:t>
            </w:r>
          </w:p>
        </w:tc>
      </w:tr>
      <w:tr w:rsidR="00C0341F" w:rsidRPr="00241E66" w:rsidTr="001002C6">
        <w:trPr>
          <w:jc w:val="center"/>
        </w:trPr>
        <w:tc>
          <w:tcPr>
            <w:tcW w:w="1299" w:type="dxa"/>
            <w:tcBorders>
              <w:top w:val="single" w:sz="4" w:space="0" w:color="auto"/>
              <w:left w:val="single" w:sz="4" w:space="0" w:color="auto"/>
              <w:right w:val="single" w:sz="4" w:space="0" w:color="auto"/>
            </w:tcBorders>
          </w:tcPr>
          <w:p w:rsidR="00C0341F" w:rsidRPr="00241E66" w:rsidRDefault="00C0341F" w:rsidP="001002C6">
            <w:pPr>
              <w:pStyle w:val="TAC"/>
            </w:pPr>
            <w:r w:rsidRPr="00241E66">
              <w:t>N3</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3</w:t>
            </w:r>
          </w:p>
        </w:tc>
      </w:tr>
      <w:tr w:rsidR="00C0341F" w:rsidRPr="00241E66" w:rsidTr="001002C6">
        <w:trPr>
          <w:jc w:val="center"/>
        </w:trPr>
        <w:tc>
          <w:tcPr>
            <w:tcW w:w="1299" w:type="dxa"/>
            <w:tcBorders>
              <w:left w:val="single" w:sz="4" w:space="0" w:color="auto"/>
              <w:bottom w:val="single" w:sz="4" w:space="0" w:color="auto"/>
              <w:right w:val="single" w:sz="4" w:space="0" w:color="auto"/>
            </w:tcBorders>
          </w:tcPr>
          <w:p w:rsidR="00C0341F" w:rsidRPr="00241E66" w:rsidRDefault="00C0341F" w:rsidP="001002C6">
            <w:pPr>
              <w:pStyle w:val="TAC"/>
            </w:pPr>
            <w:r w:rsidRPr="00241E66">
              <w:t>N4</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5</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P1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4</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C1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Not testable</w:t>
            </w:r>
          </w:p>
        </w:tc>
      </w:tr>
      <w:tr w:rsidR="00C0341F" w:rsidRPr="00241E66" w:rsidTr="001002C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C2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Not testable</w:t>
            </w:r>
          </w:p>
        </w:tc>
      </w:tr>
    </w:tbl>
    <w:p w:rsidR="001002C6" w:rsidRPr="00241E66" w:rsidRDefault="001002C6" w:rsidP="001002C6"/>
    <w:p w:rsidR="00C0341F" w:rsidRPr="00241E66" w:rsidRDefault="00C0341F" w:rsidP="001002C6">
      <w:pPr>
        <w:pStyle w:val="Heading5"/>
      </w:pPr>
      <w:r w:rsidRPr="00241E66">
        <w:t>5.3.1.4.4</w:t>
      </w:r>
      <w:r w:rsidRPr="00241E66">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C0341F" w:rsidRPr="00241E66" w:rsidTr="001002C6">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Selection possibilities, UICC file system</w:t>
            </w:r>
          </w:p>
          <w:p w:rsidR="00C0341F" w:rsidRPr="00241E66" w:rsidRDefault="00C0341F">
            <w:pPr>
              <w:pStyle w:val="PL"/>
              <w:rPr>
                <w:noProof w:val="0"/>
              </w:rPr>
            </w:pPr>
            <w:r w:rsidRPr="00241E66">
              <w:rPr>
                <w:noProof w:val="0"/>
              </w:rPr>
              <w:t>1- get an AdminFileView AdminFileViewBuilder.getTheUICCAdminFileView(CLEAR_ON_RESET)</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3- select with sfi EF</w:t>
            </w:r>
            <w:r w:rsidRPr="00241E66">
              <w:rPr>
                <w:noProof w:val="0"/>
                <w:vertAlign w:val="subscript"/>
              </w:rPr>
              <w:t>TNR</w:t>
            </w:r>
            <w:r w:rsidRPr="00241E66">
              <w:rPr>
                <w:noProof w:val="0"/>
              </w:rPr>
              <w:t>, sfi=0x01</w:t>
            </w:r>
          </w:p>
          <w:p w:rsidR="00C0341F" w:rsidRPr="00241E66" w:rsidRDefault="00C0341F">
            <w:pPr>
              <w:pStyle w:val="PL"/>
              <w:rPr>
                <w:noProof w:val="0"/>
              </w:rPr>
            </w:pPr>
            <w:r w:rsidRPr="00241E66">
              <w:rPr>
                <w:noProof w:val="0"/>
              </w:rPr>
              <w:t>4- select with sfi EF</w:t>
            </w:r>
            <w:r w:rsidRPr="00241E66">
              <w:rPr>
                <w:noProof w:val="0"/>
                <w:vertAlign w:val="subscript"/>
              </w:rPr>
              <w:t>TNU</w:t>
            </w:r>
            <w:r w:rsidRPr="00241E66">
              <w:rPr>
                <w:noProof w:val="0"/>
              </w:rPr>
              <w:t>, sfi=0x02</w:t>
            </w:r>
          </w:p>
          <w:p w:rsidR="00C0341F" w:rsidRPr="00241E66" w:rsidRDefault="00C0341F">
            <w:pPr>
              <w:pStyle w:val="PL"/>
              <w:rPr>
                <w:noProof w:val="0"/>
              </w:rPr>
            </w:pPr>
            <w:r w:rsidRPr="00241E66">
              <w:rPr>
                <w:noProof w:val="0"/>
              </w:rPr>
              <w:t>5- select with sfi EF</w:t>
            </w:r>
            <w:r w:rsidRPr="00241E66">
              <w:rPr>
                <w:noProof w:val="0"/>
                <w:vertAlign w:val="subscript"/>
              </w:rPr>
              <w:t>CNU</w:t>
            </w:r>
            <w:r w:rsidRPr="00241E66">
              <w:rPr>
                <w:noProof w:val="0"/>
              </w:rPr>
              <w:t>, sfi=0x05</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no exception shall be thrown</w:t>
            </w:r>
          </w:p>
          <w:p w:rsidR="00C0341F" w:rsidRPr="00241E66" w:rsidRDefault="00C0341F">
            <w:pPr>
              <w:pStyle w:val="TAL"/>
            </w:pPr>
            <w:r w:rsidRPr="00241E66">
              <w:t>3- no exception shall be thrown</w:t>
            </w:r>
          </w:p>
          <w:p w:rsidR="00C0341F" w:rsidRPr="00241E66" w:rsidRDefault="00C0341F">
            <w:pPr>
              <w:pStyle w:val="TAL"/>
            </w:pPr>
            <w:r w:rsidRPr="00241E66">
              <w:t>4- no exception shall be thrown</w:t>
            </w:r>
          </w:p>
          <w:p w:rsidR="00C0341F" w:rsidRPr="00241E66" w:rsidRDefault="00C0341F">
            <w:pPr>
              <w:pStyle w:val="TAL"/>
            </w:pPr>
            <w:r w:rsidRPr="00241E66">
              <w:t>5- 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Selection possibilities, ADF1</w:t>
            </w:r>
          </w:p>
          <w:p w:rsidR="00C0341F" w:rsidRPr="00241E66" w:rsidRDefault="00C0341F">
            <w:pPr>
              <w:pStyle w:val="PL"/>
              <w:rPr>
                <w:noProof w:val="0"/>
              </w:rPr>
            </w:pPr>
            <w:r w:rsidRPr="00241E66">
              <w:rPr>
                <w:noProof w:val="0"/>
              </w:rPr>
              <w:t>1- get an AdminFileView AdminFileViewBuilder.getTheAdminFileView(AID_ADF1,CLEAR_ON_RESET)</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3- select with sfi EF</w:t>
            </w:r>
            <w:r w:rsidRPr="00241E66">
              <w:rPr>
                <w:noProof w:val="0"/>
                <w:vertAlign w:val="subscript"/>
              </w:rPr>
              <w:t>TNR</w:t>
            </w:r>
            <w:r w:rsidRPr="00241E66">
              <w:rPr>
                <w:noProof w:val="0"/>
              </w:rPr>
              <w:t>, sfi=0x01</w:t>
            </w:r>
          </w:p>
          <w:p w:rsidR="00C0341F" w:rsidRPr="00241E66" w:rsidRDefault="00C0341F">
            <w:pPr>
              <w:pStyle w:val="PL"/>
              <w:rPr>
                <w:noProof w:val="0"/>
              </w:rPr>
            </w:pPr>
            <w:r w:rsidRPr="00241E66">
              <w:rPr>
                <w:noProof w:val="0"/>
              </w:rPr>
              <w:t>4- select with sfi EF</w:t>
            </w:r>
            <w:r w:rsidRPr="00241E66">
              <w:rPr>
                <w:noProof w:val="0"/>
                <w:vertAlign w:val="subscript"/>
              </w:rPr>
              <w:t>TNU</w:t>
            </w:r>
            <w:r w:rsidRPr="00241E66">
              <w:rPr>
                <w:noProof w:val="0"/>
              </w:rPr>
              <w:t>, sfi=0x02</w:t>
            </w:r>
          </w:p>
          <w:p w:rsidR="00C0341F" w:rsidRPr="00241E66" w:rsidRDefault="00C0341F">
            <w:pPr>
              <w:pStyle w:val="PL"/>
              <w:rPr>
                <w:noProof w:val="0"/>
              </w:rPr>
            </w:pPr>
            <w:r w:rsidRPr="00241E66">
              <w:rPr>
                <w:noProof w:val="0"/>
              </w:rPr>
              <w:t>5- select with sfi EF</w:t>
            </w:r>
            <w:r w:rsidRPr="00241E66">
              <w:rPr>
                <w:noProof w:val="0"/>
                <w:vertAlign w:val="subscript"/>
              </w:rPr>
              <w:t>CNU</w:t>
            </w:r>
            <w:r w:rsidRPr="00241E66">
              <w:rPr>
                <w:noProof w:val="0"/>
              </w:rPr>
              <w:t>, sfi=0x05</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no exception shall be thrown</w:t>
            </w:r>
          </w:p>
          <w:p w:rsidR="00C0341F" w:rsidRPr="00241E66" w:rsidRDefault="00C0341F">
            <w:pPr>
              <w:pStyle w:val="TAL"/>
            </w:pPr>
            <w:r w:rsidRPr="00241E66">
              <w:t>3- no exception shall be thrown</w:t>
            </w:r>
          </w:p>
          <w:p w:rsidR="00C0341F" w:rsidRPr="00241E66" w:rsidRDefault="00C0341F">
            <w:pPr>
              <w:pStyle w:val="TAL"/>
            </w:pPr>
            <w:r w:rsidRPr="00241E66">
              <w:t>4- no exception shall be thrown</w:t>
            </w:r>
          </w:p>
          <w:p w:rsidR="00C0341F" w:rsidRPr="00241E66" w:rsidRDefault="00C0341F">
            <w:pPr>
              <w:pStyle w:val="TAL"/>
            </w:pPr>
            <w:r w:rsidRPr="00241E66">
              <w:t>5- no exception shall be thrown</w:t>
            </w: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Current EF itself can be selected</w:t>
            </w:r>
          </w:p>
          <w:p w:rsidR="00C0341F" w:rsidRPr="00241E66" w:rsidRDefault="00C0341F">
            <w:pPr>
              <w:pStyle w:val="PL"/>
              <w:rPr>
                <w:noProof w:val="0"/>
              </w:rPr>
            </w:pPr>
            <w:r w:rsidRPr="00241E66">
              <w:rPr>
                <w:noProof w:val="0"/>
              </w:rPr>
              <w:t>1- get an AdminFileView AdminFileViewBuilder.getTheUICCAdminFileView(CLEAR_ON_RESET)</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3- select with sfi EF</w:t>
            </w:r>
            <w:r w:rsidRPr="00241E66">
              <w:rPr>
                <w:noProof w:val="0"/>
                <w:vertAlign w:val="subscript"/>
              </w:rPr>
              <w:t>TNR</w:t>
            </w:r>
            <w:r w:rsidRPr="00241E66">
              <w:rPr>
                <w:noProof w:val="0"/>
              </w:rPr>
              <w:t>, sfi=0x01</w:t>
            </w:r>
          </w:p>
          <w:p w:rsidR="00C0341F" w:rsidRPr="00241E66" w:rsidRDefault="00C0341F">
            <w:pPr>
              <w:pStyle w:val="PL"/>
              <w:rPr>
                <w:noProof w:val="0"/>
              </w:rPr>
            </w:pPr>
            <w:r w:rsidRPr="00241E66">
              <w:rPr>
                <w:noProof w:val="0"/>
              </w:rPr>
              <w:t>4- select with sfi EF</w:t>
            </w:r>
            <w:r w:rsidRPr="00241E66">
              <w:rPr>
                <w:noProof w:val="0"/>
                <w:vertAlign w:val="subscript"/>
              </w:rPr>
              <w:t>TNR</w:t>
            </w:r>
            <w:r w:rsidRPr="00241E66">
              <w:rPr>
                <w:noProof w:val="0"/>
              </w:rPr>
              <w:t>, sfi=0x01</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4- 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FILE_NOT_FOUND</w:t>
            </w:r>
          </w:p>
          <w:p w:rsidR="00C0341F" w:rsidRPr="00241E66" w:rsidRDefault="00C0341F">
            <w:pPr>
              <w:pStyle w:val="PL"/>
              <w:rPr>
                <w:noProof w:val="0"/>
              </w:rPr>
            </w:pPr>
            <w:r w:rsidRPr="00241E66">
              <w:rPr>
                <w:noProof w:val="0"/>
              </w:rPr>
              <w:t>1- try to select a file with sfi=0x55</w:t>
            </w:r>
          </w:p>
          <w:p w:rsidR="00C0341F" w:rsidRPr="00241E66" w:rsidRDefault="00C0341F">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shall throw an uicc.access.UICCException with reason code FILE_NOT_FOUND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File context changed</w:t>
            </w:r>
          </w:p>
          <w:p w:rsidR="00C0341F" w:rsidRPr="00241E66" w:rsidRDefault="00C0341F">
            <w:pPr>
              <w:pStyle w:val="PL"/>
              <w:rPr>
                <w:noProof w:val="0"/>
              </w:rPr>
            </w:pPr>
            <w:r w:rsidRPr="00241E66">
              <w:rPr>
                <w:noProof w:val="0"/>
              </w:rPr>
              <w:t>1- select EF</w:t>
            </w:r>
            <w:r w:rsidRPr="00241E66">
              <w:rPr>
                <w:noProof w:val="0"/>
                <w:vertAlign w:val="subscript"/>
              </w:rPr>
              <w:t>TARU</w:t>
            </w:r>
            <w:r w:rsidRPr="00241E66">
              <w:rPr>
                <w:noProof w:val="0"/>
              </w:rPr>
              <w:t>, sfi=0x03</w:t>
            </w:r>
          </w:p>
          <w:p w:rsidR="00C0341F" w:rsidRPr="00241E66" w:rsidRDefault="00C0341F">
            <w:pPr>
              <w:pStyle w:val="PL"/>
              <w:rPr>
                <w:noProof w:val="0"/>
              </w:rPr>
            </w:pPr>
            <w:r w:rsidRPr="00241E66">
              <w:rPr>
                <w:noProof w:val="0"/>
              </w:rPr>
              <w:t>read 3 first bytes</w:t>
            </w:r>
          </w:p>
          <w:p w:rsidR="00C0341F" w:rsidRPr="00241E66" w:rsidRDefault="00C0341F">
            <w:pPr>
              <w:pStyle w:val="PL"/>
              <w:tabs>
                <w:tab w:val="clear" w:pos="384"/>
              </w:tabs>
              <w:rPr>
                <w:noProof w:val="0"/>
              </w:rPr>
            </w:pPr>
            <w:r w:rsidRPr="00241E66">
              <w:rPr>
                <w:noProof w:val="0"/>
              </w:rPr>
              <w:t>2- select EF</w:t>
            </w:r>
            <w:r w:rsidRPr="00241E66">
              <w:rPr>
                <w:noProof w:val="0"/>
                <w:vertAlign w:val="subscript"/>
              </w:rPr>
              <w:t>TNU</w:t>
            </w:r>
            <w:r w:rsidRPr="00241E66">
              <w:rPr>
                <w:noProof w:val="0"/>
              </w:rPr>
              <w:t>, sfi=0x02</w:t>
            </w:r>
          </w:p>
          <w:p w:rsidR="00C0341F" w:rsidRPr="00241E66" w:rsidRDefault="00C0341F">
            <w:pPr>
              <w:pStyle w:val="PL"/>
              <w:rPr>
                <w:noProof w:val="0"/>
              </w:rPr>
            </w:pPr>
            <w:r w:rsidRPr="00241E66">
              <w:rPr>
                <w:noProof w:val="0"/>
              </w:rPr>
              <w:t>read file content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file content should be {0xFF,0xFF,0xFF}</w:t>
            </w:r>
          </w:p>
          <w:p w:rsidR="00C0341F" w:rsidRPr="00241E66" w:rsidRDefault="00C0341F">
            <w:pPr>
              <w:pStyle w:val="TAL"/>
            </w:pPr>
            <w:r w:rsidRPr="00241E66">
              <w:t>2- file content should be</w:t>
            </w:r>
          </w:p>
          <w:p w:rsidR="00C0341F" w:rsidRPr="00241E66" w:rsidRDefault="00C0341F">
            <w:pPr>
              <w:pStyle w:val="TAL"/>
            </w:pPr>
            <w:r w:rsidRPr="00241E66">
              <w:t>{0x55,0x55,0x55}</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rsidP="001002C6"/>
    <w:p w:rsidR="00C0341F" w:rsidRPr="00241E66" w:rsidRDefault="00C0341F">
      <w:pPr>
        <w:pStyle w:val="Heading4"/>
      </w:pPr>
      <w:r w:rsidRPr="00241E66">
        <w:t>5.3.1.5</w:t>
      </w:r>
      <w:r w:rsidRPr="00241E66">
        <w:tab/>
        <w:t>Method select(short fid, byte[] fcp, short fcpOffset, short fcpLength)</w:t>
      </w:r>
    </w:p>
    <w:p w:rsidR="00C0341F" w:rsidRPr="00241E66" w:rsidRDefault="00C0341F">
      <w:r w:rsidRPr="00241E66">
        <w:t>Test Area Reference: Api_4_Afv_Slctb_bss</w:t>
      </w:r>
      <w:r w:rsidR="001002C6" w:rsidRPr="00241E66">
        <w:t>.</w:t>
      </w:r>
    </w:p>
    <w:p w:rsidR="00C0341F" w:rsidRPr="00241E66" w:rsidRDefault="00C0341F" w:rsidP="00B54FD2">
      <w:pPr>
        <w:pStyle w:val="Heading5"/>
      </w:pPr>
      <w:r w:rsidRPr="00241E66">
        <w:t>5.3.1.5.1</w:t>
      </w:r>
      <w:r w:rsidRPr="00241E66">
        <w:tab/>
        <w:t>Conformance requirement</w:t>
      </w:r>
    </w:p>
    <w:p w:rsidR="00C0341F" w:rsidRPr="00241E66" w:rsidRDefault="00C0341F" w:rsidP="001002C6">
      <w:r w:rsidRPr="00241E66">
        <w:t>The method with following header shall be compliant to its definition in the API.</w:t>
      </w:r>
    </w:p>
    <w:p w:rsidR="00C0341F" w:rsidRPr="00241E66" w:rsidRDefault="00C0341F" w:rsidP="001002C6">
      <w:pPr>
        <w:pStyle w:val="PL"/>
        <w:rPr>
          <w:noProof w:val="0"/>
        </w:rPr>
      </w:pPr>
      <w:r w:rsidRPr="00241E66">
        <w:rPr>
          <w:noProof w:val="0"/>
        </w:rPr>
        <w:t>public short select(short fid,</w:t>
      </w:r>
    </w:p>
    <w:p w:rsidR="00C0341F" w:rsidRPr="00241E66" w:rsidRDefault="00C0341F" w:rsidP="001002C6">
      <w:pPr>
        <w:pStyle w:val="PL"/>
        <w:rPr>
          <w:noProof w:val="0"/>
        </w:rPr>
      </w:pPr>
      <w:r w:rsidRPr="00241E66">
        <w:rPr>
          <w:noProof w:val="0"/>
        </w:rPr>
        <w:t xml:space="preserve">                    byte[] fcp,</w:t>
      </w:r>
    </w:p>
    <w:p w:rsidR="00C0341F" w:rsidRPr="00241E66" w:rsidRDefault="00C0341F" w:rsidP="001002C6">
      <w:pPr>
        <w:pStyle w:val="PL"/>
        <w:rPr>
          <w:noProof w:val="0"/>
        </w:rPr>
      </w:pPr>
      <w:r w:rsidRPr="00241E66">
        <w:rPr>
          <w:noProof w:val="0"/>
        </w:rPr>
        <w:t xml:space="preserve">                    short fcpOffset,</w:t>
      </w:r>
    </w:p>
    <w:p w:rsidR="00C0341F" w:rsidRPr="00241E66" w:rsidRDefault="00C0341F" w:rsidP="001002C6">
      <w:pPr>
        <w:pStyle w:val="PL"/>
        <w:rPr>
          <w:noProof w:val="0"/>
        </w:rPr>
      </w:pPr>
      <w:r w:rsidRPr="00241E66">
        <w:rPr>
          <w:noProof w:val="0"/>
        </w:rPr>
        <w:t xml:space="preserve">                    short fcpLength)</w:t>
      </w:r>
    </w:p>
    <w:p w:rsidR="00C0341F" w:rsidRPr="00241E66" w:rsidRDefault="00C0341F" w:rsidP="001002C6">
      <w:pPr>
        <w:pStyle w:val="PL"/>
        <w:rPr>
          <w:noProof w:val="0"/>
        </w:rPr>
      </w:pPr>
      <w:r w:rsidRPr="00241E66">
        <w:rPr>
          <w:noProof w:val="0"/>
        </w:rPr>
        <w:t xml:space="preserve">             throws java.lang.NullPointerException,</w:t>
      </w:r>
    </w:p>
    <w:p w:rsidR="00C0341F" w:rsidRPr="00241E66" w:rsidRDefault="00C0341F" w:rsidP="001002C6">
      <w:pPr>
        <w:pStyle w:val="PL"/>
        <w:rPr>
          <w:noProof w:val="0"/>
        </w:rPr>
      </w:pPr>
      <w:r w:rsidRPr="00241E66">
        <w:rPr>
          <w:noProof w:val="0"/>
        </w:rPr>
        <w:t xml:space="preserve">                    java.lang.ArrayIndexOutOfBoundsException,</w:t>
      </w:r>
    </w:p>
    <w:p w:rsidR="00C0341F" w:rsidRPr="00241E66" w:rsidRDefault="00C0341F" w:rsidP="001002C6">
      <w:pPr>
        <w:pStyle w:val="PL"/>
        <w:rPr>
          <w:noProof w:val="0"/>
        </w:rPr>
      </w:pPr>
      <w:r w:rsidRPr="00241E66">
        <w:rPr>
          <w:noProof w:val="0"/>
        </w:rPr>
        <w:t xml:space="preserve">                    UICCException</w:t>
      </w:r>
    </w:p>
    <w:p w:rsidR="00C0341F" w:rsidRPr="00241E66" w:rsidRDefault="00C0341F" w:rsidP="001002C6">
      <w:pPr>
        <w:pStyle w:val="PL"/>
        <w:rPr>
          <w:noProof w:val="0"/>
        </w:rPr>
      </w:pPr>
    </w:p>
    <w:p w:rsidR="00C0341F" w:rsidRPr="00241E66" w:rsidRDefault="00C0341F">
      <w:pPr>
        <w:pStyle w:val="H6"/>
      </w:pPr>
      <w:r w:rsidRPr="00241E66">
        <w:lastRenderedPageBreak/>
        <w:t>5.3.1.5.1.1</w:t>
      </w:r>
      <w:r w:rsidRPr="00241E66">
        <w:tab/>
        <w:t>Normal execution</w:t>
      </w:r>
    </w:p>
    <w:p w:rsidR="00C0341F" w:rsidRPr="00241E66" w:rsidRDefault="00C0341F">
      <w:pPr>
        <w:pStyle w:val="B1"/>
      </w:pPr>
      <w:r w:rsidRPr="00241E66">
        <w:t xml:space="preserve">CRRN1: Selects a file of the UICC file system or of an ADF file system as defined in </w:t>
      </w:r>
      <w:r w:rsidR="00E45C0F" w:rsidRPr="00241E66">
        <w:t xml:space="preserve">ETSI </w:t>
      </w:r>
      <w:r w:rsidRPr="00241E66">
        <w:t>TS 102</w:t>
      </w:r>
      <w:r w:rsidR="001002C6" w:rsidRPr="00241E66">
        <w:t xml:space="preserve"> </w:t>
      </w:r>
      <w:r w:rsidRPr="00241E66">
        <w:t>221</w:t>
      </w:r>
      <w:r w:rsidR="001002C6" w:rsidRPr="00241E66">
        <w:t xml:space="preserve"> </w:t>
      </w:r>
      <w:r w:rsidR="00326B83" w:rsidRPr="00241E66">
        <w:t>[5]</w:t>
      </w:r>
      <w:r w:rsidRPr="00241E66">
        <w:t>.</w:t>
      </w:r>
    </w:p>
    <w:p w:rsidR="00C0341F" w:rsidRPr="00241E66" w:rsidRDefault="00C0341F">
      <w:pPr>
        <w:pStyle w:val="B1"/>
      </w:pPr>
      <w:r w:rsidRPr="00241E66">
        <w:t xml:space="preserve">CRRN2: The method returns the FCP information in a form of a TLV structure as specified in </w:t>
      </w:r>
      <w:r w:rsidR="00E45C0F" w:rsidRPr="00241E66">
        <w:t>ETSI </w:t>
      </w:r>
      <w:r w:rsidRPr="00241E66">
        <w:t>TS</w:t>
      </w:r>
      <w:r w:rsidR="00E45C0F" w:rsidRPr="00241E66">
        <w:t> </w:t>
      </w:r>
      <w:r w:rsidRPr="00241E66">
        <w:t>102</w:t>
      </w:r>
      <w:r w:rsidR="00E45C0F" w:rsidRPr="00241E66">
        <w:t> </w:t>
      </w:r>
      <w:r w:rsidRPr="00241E66">
        <w:t>221</w:t>
      </w:r>
      <w:r w:rsidR="001002C6" w:rsidRPr="00241E66">
        <w:t xml:space="preserve"> </w:t>
      </w:r>
      <w:r w:rsidR="00326B83" w:rsidRPr="00241E66">
        <w:t>[5]</w:t>
      </w:r>
      <w:r w:rsidRPr="00241E66">
        <w:t>.</w:t>
      </w:r>
    </w:p>
    <w:p w:rsidR="00C0341F" w:rsidRPr="00241E66" w:rsidRDefault="00C0341F">
      <w:pPr>
        <w:pStyle w:val="B1"/>
        <w:tabs>
          <w:tab w:val="left" w:pos="6096"/>
        </w:tabs>
      </w:pPr>
      <w:r w:rsidRPr="00241E66">
        <w:t>CRRN3: If the fcpLength is greater than the length of the response, the whole response is copied into the fcp buffer and the length of the response is returned by the method.</w:t>
      </w:r>
    </w:p>
    <w:p w:rsidR="00C0341F" w:rsidRPr="00241E66" w:rsidRDefault="00C0341F">
      <w:pPr>
        <w:pStyle w:val="B1"/>
      </w:pPr>
      <w:r w:rsidRPr="00241E66">
        <w:t>CRRN4: If the fcpLength is smaller than the length of the response, the first part of the response is copied into the fcp buffer and the fcpLength is returned by the method.</w:t>
      </w:r>
    </w:p>
    <w:p w:rsidR="00C0341F" w:rsidRPr="00241E66" w:rsidRDefault="00C0341F">
      <w:pPr>
        <w:pStyle w:val="B1"/>
      </w:pPr>
      <w:r w:rsidRPr="00241E66">
        <w:t>CRRN5: After selecting</w:t>
      </w:r>
      <w:r w:rsidR="001002C6" w:rsidRPr="00241E66">
        <w:t xml:space="preserve"> a ADF/MF/DF no EF is selected.</w:t>
      </w:r>
    </w:p>
    <w:p w:rsidR="00C0341F" w:rsidRPr="00241E66" w:rsidRDefault="00C0341F">
      <w:pPr>
        <w:pStyle w:val="B1"/>
      </w:pPr>
      <w:r w:rsidRPr="00241E66">
        <w:t>CRRN6: After selecting a linear fixed EF no record is selected.</w:t>
      </w:r>
    </w:p>
    <w:p w:rsidR="00C0341F" w:rsidRPr="00241E66" w:rsidRDefault="00C0341F">
      <w:pPr>
        <w:pStyle w:val="B1"/>
      </w:pPr>
      <w:r w:rsidRPr="00241E66">
        <w:t>CRRN7: After selecting a cyclic EF the last updated record is the first record.</w:t>
      </w:r>
    </w:p>
    <w:p w:rsidR="00C0341F" w:rsidRPr="00241E66" w:rsidRDefault="00C0341F">
      <w:pPr>
        <w:pStyle w:val="B1"/>
      </w:pPr>
      <w:r w:rsidRPr="00241E66">
        <w:t>CRRN8: Any file can be selected by FID which is an immediate child of the current directory.</w:t>
      </w:r>
    </w:p>
    <w:p w:rsidR="00C0341F" w:rsidRPr="00241E66" w:rsidRDefault="00C0341F">
      <w:pPr>
        <w:pStyle w:val="B1"/>
      </w:pPr>
      <w:r w:rsidRPr="00241E66">
        <w:t>CRRN9: Any DF can be selected by FID which is an immediate child of the parent of the current DF.</w:t>
      </w:r>
    </w:p>
    <w:p w:rsidR="00C0341F" w:rsidRPr="00241E66" w:rsidRDefault="00C0341F">
      <w:pPr>
        <w:pStyle w:val="B1"/>
      </w:pPr>
      <w:r w:rsidRPr="00241E66">
        <w:t>CRRN10: The parent of the current directory can be selected by the FID.</w:t>
      </w:r>
    </w:p>
    <w:p w:rsidR="00C0341F" w:rsidRPr="00241E66" w:rsidRDefault="00C0341F">
      <w:pPr>
        <w:pStyle w:val="B1"/>
      </w:pPr>
      <w:r w:rsidRPr="00241E66">
        <w:t>CRRN11: The ADF of the current active application can be selected by the FID.</w:t>
      </w:r>
    </w:p>
    <w:p w:rsidR="00C0341F" w:rsidRPr="00241E66" w:rsidRDefault="00C0341F">
      <w:pPr>
        <w:pStyle w:val="B1"/>
      </w:pPr>
      <w:r w:rsidRPr="00241E66">
        <w:t>CRRN12: The ADF/MF can always be selected.</w:t>
      </w:r>
    </w:p>
    <w:p w:rsidR="00C0341F" w:rsidRPr="00241E66" w:rsidRDefault="00C0341F">
      <w:pPr>
        <w:pStyle w:val="B1"/>
      </w:pPr>
      <w:r w:rsidRPr="00241E66">
        <w:t>CRRN13: The file context associated with the FileView object is changed after successful execution.</w:t>
      </w:r>
    </w:p>
    <w:p w:rsidR="00C0341F" w:rsidRPr="00241E66" w:rsidRDefault="00C0341F">
      <w:pPr>
        <w:pStyle w:val="B1"/>
      </w:pPr>
      <w:r w:rsidRPr="00241E66">
        <w:t>CRRN14: The current file context of any other applets shall not be changed. This will be tested during the testing of the framework.</w:t>
      </w:r>
    </w:p>
    <w:p w:rsidR="00C0341F" w:rsidRPr="00241E66" w:rsidRDefault="00C0341F">
      <w:pPr>
        <w:pStyle w:val="H6"/>
      </w:pPr>
      <w:r w:rsidRPr="00241E66">
        <w:t>5.3.1.5.1.2</w:t>
      </w:r>
      <w:r w:rsidRPr="00241E66">
        <w:tab/>
        <w:t>Parameter errors</w:t>
      </w:r>
    </w:p>
    <w:p w:rsidR="00C0341F" w:rsidRPr="00241E66" w:rsidRDefault="00C0341F">
      <w:pPr>
        <w:pStyle w:val="B1"/>
      </w:pPr>
      <w:r w:rsidRPr="00241E66">
        <w:t>CRRP1: If the array fcp is null, an instance of NullPointerException shall be thrown.</w:t>
      </w:r>
    </w:p>
    <w:p w:rsidR="00C0341F" w:rsidRPr="00241E66" w:rsidRDefault="00C0341F">
      <w:pPr>
        <w:pStyle w:val="B1"/>
      </w:pPr>
      <w:r w:rsidRPr="00241E66">
        <w:t>CRRP2: If fcpOffset is less than 0, an instance of ArrayIndexOutOfBoundsException shall be thrown.</w:t>
      </w:r>
    </w:p>
    <w:p w:rsidR="00C0341F" w:rsidRPr="00241E66" w:rsidRDefault="00C0341F">
      <w:pPr>
        <w:pStyle w:val="B1"/>
      </w:pPr>
      <w:r w:rsidRPr="00241E66">
        <w:t>CRRP3: If fcpLength is less than 0, an instance of ArrayIndexOutOfBoundsException shall be thrown.</w:t>
      </w:r>
    </w:p>
    <w:p w:rsidR="00C0341F" w:rsidRPr="00241E66" w:rsidRDefault="00C0341F">
      <w:pPr>
        <w:pStyle w:val="B1"/>
      </w:pPr>
      <w:r w:rsidRPr="00241E66">
        <w:t>CRRP4: If fcpOffset plus fcpLength is greater than the length of the array fcp.length an instance of ArrayIndexOutOfBoundsException shall be thrown.</w:t>
      </w:r>
    </w:p>
    <w:p w:rsidR="00C0341F" w:rsidRPr="00241E66" w:rsidRDefault="00C0341F">
      <w:pPr>
        <w:pStyle w:val="H6"/>
      </w:pPr>
      <w:r w:rsidRPr="00241E66">
        <w:t>5.3.1.5.1.3</w:t>
      </w:r>
      <w:r w:rsidRPr="00241E66">
        <w:tab/>
        <w:t>Context errors</w:t>
      </w:r>
    </w:p>
    <w:p w:rsidR="00C0341F" w:rsidRPr="00241E66" w:rsidRDefault="00C0341F">
      <w:pPr>
        <w:pStyle w:val="B1"/>
      </w:pPr>
      <w:r w:rsidRPr="00241E66">
        <w:t>CRRC1: If the file with a File-ID which matches fid could not be found according to the selection rules, an instance of UICCException shall be thrown. The reason code shall be UICCException.FILE_NOT_FOUND.</w:t>
      </w:r>
    </w:p>
    <w:p w:rsidR="00C0341F" w:rsidRPr="00241E66" w:rsidRDefault="00C0341F">
      <w:pPr>
        <w:pStyle w:val="B1"/>
      </w:pPr>
      <w:r w:rsidRPr="00241E66">
        <w:t>CRRC2: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CRRC3: If the method call causes an error to occur that is not expected and thus not handled, an instance of SIMViewException shall be thrown. The reason code shall be UICCException.INTERNAL_ERROR.</w:t>
      </w:r>
    </w:p>
    <w:p w:rsidR="00C0341F" w:rsidRPr="00241E66" w:rsidRDefault="00C0341F" w:rsidP="00B54FD2">
      <w:pPr>
        <w:pStyle w:val="Heading5"/>
      </w:pPr>
      <w:r w:rsidRPr="00241E66">
        <w:t xml:space="preserve"> 5.3.1.5.2</w:t>
      </w:r>
      <w:r w:rsidRPr="00241E66">
        <w:tab/>
        <w:t>Test area files</w:t>
      </w:r>
    </w:p>
    <w:p w:rsidR="00C0341F" w:rsidRPr="00241E66" w:rsidRDefault="00C0341F" w:rsidP="001002C6">
      <w:pPr>
        <w:pStyle w:val="EX"/>
      </w:pPr>
      <w:r w:rsidRPr="00241E66">
        <w:t>Test Source:</w:t>
      </w:r>
      <w:r w:rsidRPr="00241E66">
        <w:tab/>
        <w:t>Test_Api_4_Afv_Slctb_bss.java</w:t>
      </w:r>
      <w:r w:rsidR="001002C6" w:rsidRPr="00241E66">
        <w:t>.</w:t>
      </w:r>
    </w:p>
    <w:p w:rsidR="00C0341F" w:rsidRPr="00241E66" w:rsidRDefault="00C0341F" w:rsidP="001002C6">
      <w:pPr>
        <w:pStyle w:val="EX"/>
      </w:pPr>
      <w:r w:rsidRPr="00241E66">
        <w:t>Test Applet:</w:t>
      </w:r>
      <w:r w:rsidRPr="00241E66">
        <w:tab/>
        <w:t>Api_4_Afv_Slctb_bss_1.java</w:t>
      </w:r>
      <w:r w:rsidR="001002C6" w:rsidRPr="00241E66">
        <w:t>.</w:t>
      </w:r>
    </w:p>
    <w:p w:rsidR="00C0341F" w:rsidRPr="00241E66" w:rsidRDefault="006C0348" w:rsidP="001002C6">
      <w:pPr>
        <w:pStyle w:val="EX"/>
      </w:pPr>
      <w:r w:rsidRPr="00241E66">
        <w:t>Cap File:</w:t>
      </w:r>
      <w:r w:rsidRPr="00241E66">
        <w:tab/>
        <w:t>A</w:t>
      </w:r>
      <w:r w:rsidR="00C0341F" w:rsidRPr="00241E66">
        <w:t>pi_4_Afv_slctb_bss.cap</w:t>
      </w:r>
      <w:r w:rsidR="001002C6" w:rsidRPr="00241E66">
        <w:t>.</w:t>
      </w:r>
    </w:p>
    <w:p w:rsidR="00C0341F" w:rsidRPr="00241E66" w:rsidRDefault="00C0341F" w:rsidP="00B54FD2">
      <w:pPr>
        <w:pStyle w:val="Heading5"/>
      </w:pPr>
      <w:r w:rsidRPr="00241E66">
        <w:lastRenderedPageBreak/>
        <w:t>5.3.1.5.3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5491"/>
      </w:tblGrid>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1, 2, 3, 4, 5, 6, 7,</w:t>
            </w:r>
            <w:r w:rsidR="001002C6" w:rsidRPr="00241E66">
              <w:t xml:space="preserve"> </w:t>
            </w:r>
            <w:r w:rsidRPr="00241E66">
              <w:t>8,</w:t>
            </w:r>
            <w:r w:rsidR="001002C6" w:rsidRPr="00241E66">
              <w:t xml:space="preserve"> </w:t>
            </w:r>
            <w:r w:rsidRPr="00241E66">
              <w:t>14,</w:t>
            </w:r>
            <w:r w:rsidR="001002C6" w:rsidRPr="00241E66">
              <w:t xml:space="preserve"> </w:t>
            </w:r>
            <w:r w:rsidRPr="00241E66">
              <w:t>18,</w:t>
            </w:r>
            <w:r w:rsidR="001002C6" w:rsidRPr="00241E66">
              <w:t xml:space="preserve"> </w:t>
            </w:r>
            <w:r w:rsidRPr="00241E66">
              <w:t>20,</w:t>
            </w:r>
            <w:r w:rsidR="001002C6" w:rsidRPr="00241E66">
              <w:t xml:space="preserve"> </w:t>
            </w:r>
            <w:r w:rsidRPr="00241E66">
              <w:t>21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1, 2, 3, 4, 5, 6, 7,</w:t>
            </w:r>
            <w:r w:rsidR="001002C6" w:rsidRPr="00241E66">
              <w:t xml:space="preserve"> </w:t>
            </w:r>
            <w:r w:rsidRPr="00241E66">
              <w:t>8,</w:t>
            </w:r>
            <w:r w:rsidR="001002C6" w:rsidRPr="00241E66">
              <w:t xml:space="preserve"> </w:t>
            </w:r>
            <w:r w:rsidRPr="00241E66">
              <w:t>14,</w:t>
            </w:r>
            <w:r w:rsidR="001002C6" w:rsidRPr="00241E66">
              <w:t xml:space="preserve"> </w:t>
            </w:r>
            <w:r w:rsidRPr="00241E66">
              <w:t>18,</w:t>
            </w:r>
            <w:r w:rsidR="001002C6" w:rsidRPr="00241E66">
              <w:t xml:space="preserve"> </w:t>
            </w:r>
            <w:r w:rsidRPr="00241E66">
              <w:t>20,</w:t>
            </w:r>
            <w:r w:rsidR="001002C6" w:rsidRPr="00241E66">
              <w:t xml:space="preserve"> </w:t>
            </w:r>
            <w:r w:rsidRPr="00241E66">
              <w:t>21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2, 3, 4 ,5, 6, 7,</w:t>
            </w:r>
            <w:r w:rsidR="001002C6" w:rsidRPr="00241E66">
              <w:t xml:space="preserve"> </w:t>
            </w:r>
            <w:r w:rsidRPr="00241E66">
              <w:t>8</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15,19</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N7</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N8</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N9</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N10</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19, 20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r w:rsidR="001002C6" w:rsidRPr="00241E66">
              <w:t xml:space="preserve"> </w:t>
            </w:r>
            <w:r w:rsidRPr="00241E66">
              <w:t>2,</w:t>
            </w:r>
            <w:r w:rsidR="001002C6" w:rsidRPr="00241E66">
              <w:t xml:space="preserve"> </w:t>
            </w:r>
            <w:r w:rsidRPr="00241E66">
              <w:t>3,</w:t>
            </w:r>
            <w:r w:rsidR="001002C6" w:rsidRPr="00241E66">
              <w:t xml:space="preserve"> </w:t>
            </w:r>
            <w:r w:rsidRPr="00241E66">
              <w:t>4,</w:t>
            </w:r>
            <w:r w:rsidR="001002C6" w:rsidRPr="00241E66">
              <w:t xml:space="preserve"> </w:t>
            </w:r>
            <w:r w:rsidRPr="00241E66">
              <w:t>5,</w:t>
            </w:r>
            <w:r w:rsidR="001002C6" w:rsidRPr="00241E66">
              <w:t xml:space="preserve"> </w:t>
            </w:r>
            <w:r w:rsidRPr="00241E66">
              <w:t>6,</w:t>
            </w:r>
            <w:r w:rsidR="001002C6" w:rsidRPr="00241E66">
              <w:t xml:space="preserve"> </w:t>
            </w:r>
            <w:r w:rsidRPr="00241E66">
              <w:t>7,</w:t>
            </w:r>
            <w:r w:rsidR="001002C6" w:rsidRPr="00241E66">
              <w:t xml:space="preserve"> </w:t>
            </w:r>
            <w:r w:rsidRPr="00241E66">
              <w:t>8,</w:t>
            </w:r>
            <w:r w:rsidR="001002C6" w:rsidRPr="00241E66">
              <w:t xml:space="preserve"> </w:t>
            </w:r>
            <w:r w:rsidRPr="00241E66">
              <w:t>14,</w:t>
            </w:r>
            <w:r w:rsidR="001002C6" w:rsidRPr="00241E66">
              <w:t xml:space="preserve"> </w:t>
            </w:r>
            <w:r w:rsidRPr="00241E66">
              <w:t>18,</w:t>
            </w:r>
            <w:r w:rsidR="001002C6" w:rsidRPr="00241E66">
              <w:t xml:space="preserve"> </w:t>
            </w:r>
            <w:r w:rsidRPr="00241E66">
              <w:t>20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12, 13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1002C6" w:rsidRPr="00241E66" w:rsidRDefault="001002C6" w:rsidP="001002C6"/>
    <w:p w:rsidR="00C0341F" w:rsidRPr="00241E66" w:rsidRDefault="00C0341F" w:rsidP="00B54FD2">
      <w:pPr>
        <w:pStyle w:val="Heading5"/>
      </w:pPr>
      <w:r w:rsidRPr="00241E66">
        <w:t>5.3.1.5.4</w:t>
      </w:r>
      <w:r w:rsidRPr="00241E66">
        <w:tab/>
        <w:t>Test procedure</w:t>
      </w:r>
    </w:p>
    <w:tbl>
      <w:tblPr>
        <w:tblW w:w="9781" w:type="dxa"/>
        <w:jc w:val="center"/>
        <w:tblLayout w:type="fixed"/>
        <w:tblCellMar>
          <w:left w:w="28" w:type="dxa"/>
          <w:right w:w="28" w:type="dxa"/>
        </w:tblCellMar>
        <w:tblLook w:val="0000" w:firstRow="0" w:lastRow="0" w:firstColumn="0" w:lastColumn="0" w:noHBand="0" w:noVBand="0"/>
      </w:tblPr>
      <w:tblGrid>
        <w:gridCol w:w="355"/>
        <w:gridCol w:w="3898"/>
        <w:gridCol w:w="3189"/>
        <w:gridCol w:w="2339"/>
      </w:tblGrid>
      <w:tr w:rsidR="00C0341F" w:rsidRPr="00241E66" w:rsidTr="003C2A6F">
        <w:trPr>
          <w:tblHeade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Id</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APDU Expectation</w:t>
            </w: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0</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Get an AdminFileView object, UICC file system</w:t>
            </w:r>
          </w:p>
          <w:p w:rsidR="00C0341F" w:rsidRPr="00241E66" w:rsidRDefault="00C0341F">
            <w:pPr>
              <w:pStyle w:val="PL"/>
              <w:rPr>
                <w:noProof w:val="0"/>
              </w:rPr>
            </w:pPr>
            <w:r w:rsidRPr="00241E66">
              <w:rPr>
                <w:noProof w:val="0"/>
              </w:rPr>
              <w:t>get an AdminFileView FileView.getTheUICCAdminFileView(CLEAR_ON_RESET)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EFTARU in MF (Transparent EF)</w:t>
            </w:r>
          </w:p>
          <w:p w:rsidR="00C0341F" w:rsidRPr="00241E66" w:rsidRDefault="00C0341F">
            <w:pPr>
              <w:pStyle w:val="PL"/>
              <w:keepNext/>
              <w:keepLines/>
              <w:rPr>
                <w:noProof w:val="0"/>
                <w:vertAlign w:val="subscript"/>
              </w:rPr>
            </w:pPr>
            <w:r w:rsidRPr="00241E66">
              <w:rPr>
                <w:noProof w:val="0"/>
              </w:rPr>
              <w:t>Select DF</w:t>
            </w:r>
            <w:r w:rsidRPr="00241E66">
              <w:rPr>
                <w:noProof w:val="0"/>
                <w:vertAlign w:val="subscript"/>
              </w:rPr>
              <w:t>TEST</w:t>
            </w:r>
          </w:p>
          <w:p w:rsidR="00C0341F" w:rsidRPr="00241E66" w:rsidRDefault="00C0341F">
            <w:pPr>
              <w:pStyle w:val="PL"/>
              <w:keepNext/>
              <w:keepLines/>
              <w:rPr>
                <w:noProof w:val="0"/>
              </w:rPr>
            </w:pPr>
            <w:r w:rsidRPr="00241E66">
              <w:rPr>
                <w:noProof w:val="0"/>
              </w:rPr>
              <w:t>select EF</w:t>
            </w:r>
            <w:r w:rsidRPr="00241E66">
              <w:rPr>
                <w:noProof w:val="0"/>
                <w:vertAlign w:val="subscript"/>
              </w:rPr>
              <w:t>TARU</w:t>
            </w:r>
            <w:r w:rsidRPr="00241E66">
              <w:rPr>
                <w:noProof w:val="0"/>
              </w:rPr>
              <w:t>,</w:t>
            </w:r>
          </w:p>
          <w:p w:rsidR="00C0341F" w:rsidRPr="00241E66" w:rsidRDefault="00C0341F">
            <w:pPr>
              <w:pStyle w:val="PL"/>
              <w:keepNext/>
              <w:keepLines/>
              <w:rPr>
                <w:noProof w:val="0"/>
              </w:rPr>
            </w:pPr>
            <w:r w:rsidRPr="00241E66">
              <w:rPr>
                <w:noProof w:val="0"/>
              </w:rPr>
              <w:t>fid=6F03</w:t>
            </w:r>
          </w:p>
          <w:p w:rsidR="00C0341F" w:rsidRPr="00241E66" w:rsidRDefault="00C0341F">
            <w:pPr>
              <w:pStyle w:val="PL"/>
              <w:keepNext/>
              <w:keepLines/>
              <w:rPr>
                <w:noProof w:val="0"/>
              </w:rPr>
            </w:pPr>
            <w:r w:rsidRPr="00241E66">
              <w:rPr>
                <w:noProof w:val="0"/>
              </w:rPr>
              <w:t>byte[] fcp = new byte[132]</w:t>
            </w:r>
          </w:p>
          <w:p w:rsidR="00C0341F" w:rsidRPr="00241E66" w:rsidRDefault="00C0341F">
            <w:pPr>
              <w:pStyle w:val="PL"/>
              <w:keepNext/>
              <w:keepLines/>
              <w:rPr>
                <w:noProof w:val="0"/>
              </w:rPr>
            </w:pPr>
            <w:r w:rsidRPr="00241E66">
              <w:rPr>
                <w:noProof w:val="0"/>
              </w:rPr>
              <w:t>fcpOffset = 0</w:t>
            </w:r>
          </w:p>
          <w:p w:rsidR="00C0341F" w:rsidRPr="00241E66" w:rsidRDefault="001002C6" w:rsidP="001002C6">
            <w:pPr>
              <w:pStyle w:val="PL"/>
              <w:keepNext/>
              <w:keepLines/>
              <w:rPr>
                <w:noProof w:val="0"/>
              </w:rPr>
            </w:pPr>
            <w:r w:rsidRPr="00241E66">
              <w:rPr>
                <w:noProof w:val="0"/>
              </w:rPr>
              <w:t>fcpLength = 127</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r w:rsidRPr="00241E66">
              <w:t>Shall return at least 19.</w:t>
            </w:r>
          </w:p>
          <w:p w:rsidR="00C0341F" w:rsidRPr="00241E66" w:rsidRDefault="00C0341F">
            <w:pPr>
              <w:pStyle w:val="TAL"/>
            </w:pPr>
            <w:r w:rsidRPr="00241E66">
              <w:t>fcp[] shall contain following TLVs:</w:t>
            </w:r>
          </w:p>
          <w:p w:rsidR="00C0341F" w:rsidRPr="00241E66" w:rsidRDefault="00C0341F">
            <w:pPr>
              <w:pStyle w:val="TAL"/>
            </w:pPr>
            <w:r w:rsidRPr="00241E66">
              <w:t>1. 82 02 41 21 //file descriptor</w:t>
            </w:r>
          </w:p>
          <w:p w:rsidR="00C0341F" w:rsidRPr="00241E66" w:rsidRDefault="00C0341F">
            <w:pPr>
              <w:pStyle w:val="TAL"/>
            </w:pPr>
            <w:r w:rsidRPr="00241E66">
              <w:t>2. 83 02 2F E2 //file id</w:t>
            </w:r>
          </w:p>
          <w:p w:rsidR="00C0341F" w:rsidRPr="00241E66" w:rsidRDefault="00C0341F">
            <w:pPr>
              <w:pStyle w:val="TAL"/>
            </w:pPr>
            <w:r w:rsidRPr="00241E66">
              <w:t>3. 8A 01 05 //life cycle status</w:t>
            </w:r>
          </w:p>
          <w:p w:rsidR="00C0341F" w:rsidRPr="00241E66" w:rsidRDefault="001002C6">
            <w:pPr>
              <w:pStyle w:val="TAL"/>
            </w:pPr>
            <w:r w:rsidRPr="00241E66">
              <w:t>4. 80 02 00 0A // file size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EFTARU in MF (Transparent EF)</w:t>
            </w:r>
          </w:p>
          <w:p w:rsidR="00C0341F" w:rsidRPr="00241E66" w:rsidRDefault="00C0341F">
            <w:pPr>
              <w:pStyle w:val="PL"/>
              <w:rPr>
                <w:noProof w:val="0"/>
              </w:rPr>
            </w:pPr>
            <w:r w:rsidRPr="00241E66">
              <w:rPr>
                <w:noProof w:val="0"/>
              </w:rPr>
              <w:t>select EF</w:t>
            </w:r>
            <w:r w:rsidRPr="00241E66">
              <w:rPr>
                <w:b/>
                <w:bCs/>
                <w:noProof w:val="0"/>
                <w:vertAlign w:val="subscript"/>
              </w:rPr>
              <w:t>TARU</w:t>
            </w:r>
            <w:r w:rsidRPr="00241E66">
              <w:rPr>
                <w:noProof w:val="0"/>
              </w:rPr>
              <w:t>,</w:t>
            </w:r>
          </w:p>
          <w:p w:rsidR="00C0341F" w:rsidRPr="00241E66" w:rsidRDefault="00C0341F">
            <w:pPr>
              <w:pStyle w:val="PL"/>
              <w:rPr>
                <w:noProof w:val="0"/>
              </w:rPr>
            </w:pPr>
            <w:r w:rsidRPr="00241E66">
              <w:rPr>
                <w:noProof w:val="0"/>
              </w:rPr>
              <w:t>fid=6F03</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7</w:t>
            </w:r>
          </w:p>
          <w:p w:rsidR="00C0341F" w:rsidRPr="00241E66" w:rsidRDefault="00C0341F">
            <w:pPr>
              <w:pStyle w:val="PL"/>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return 7.</w:t>
            </w:r>
          </w:p>
          <w:p w:rsidR="00C0341F" w:rsidRPr="00241E66" w:rsidRDefault="00C0341F">
            <w:pPr>
              <w:pStyle w:val="TAL"/>
            </w:pPr>
            <w:r w:rsidRPr="00241E66">
              <w:t>fcp[] shall contain the first 7 bytes of the FCP structure and contain following TLV.</w:t>
            </w:r>
          </w:p>
          <w:p w:rsidR="00C0341F" w:rsidRPr="00241E66" w:rsidRDefault="00C0341F">
            <w:pPr>
              <w:pStyle w:val="TAL"/>
            </w:pPr>
            <w:r w:rsidRPr="00241E66">
              <w:t>1. 82 02 41 21 //file descriptor</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DFTEST in MF</w:t>
            </w:r>
          </w:p>
          <w:p w:rsidR="00C0341F" w:rsidRPr="00241E66" w:rsidRDefault="00C0341F">
            <w:pPr>
              <w:pStyle w:val="PL"/>
              <w:rPr>
                <w:noProof w:val="0"/>
              </w:rPr>
            </w:pPr>
            <w:r w:rsidRPr="00241E66">
              <w:rPr>
                <w:noProof w:val="0"/>
              </w:rPr>
              <w:t>fid =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127</w:t>
            </w:r>
          </w:p>
          <w:p w:rsidR="00C0341F" w:rsidRPr="00241E66" w:rsidRDefault="00C0341F">
            <w:pPr>
              <w:pStyle w:val="PL"/>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return at least 17.</w:t>
            </w:r>
          </w:p>
          <w:p w:rsidR="00C0341F" w:rsidRPr="00241E66" w:rsidRDefault="00C0341F">
            <w:pPr>
              <w:pStyle w:val="TAL"/>
            </w:pPr>
            <w:r w:rsidRPr="00241E66">
              <w:t xml:space="preserve">fcp[] shall contain following TLVs  </w:t>
            </w:r>
          </w:p>
          <w:p w:rsidR="00C0341F" w:rsidRPr="00241E66" w:rsidRDefault="00C0341F">
            <w:pPr>
              <w:pStyle w:val="TAL"/>
            </w:pPr>
            <w:r w:rsidRPr="00241E66">
              <w:t>1. 82 02 78 21 //file descriptor</w:t>
            </w:r>
          </w:p>
          <w:p w:rsidR="00C0341F" w:rsidRPr="00241E66" w:rsidRDefault="00C0341F">
            <w:pPr>
              <w:pStyle w:val="TAL"/>
            </w:pPr>
            <w:r w:rsidRPr="00241E66">
              <w:t>2. 83 02 11 11 //file id</w:t>
            </w:r>
          </w:p>
          <w:p w:rsidR="00C0341F" w:rsidRPr="00241E66" w:rsidRDefault="00BC64A5">
            <w:pPr>
              <w:pStyle w:val="TAL"/>
            </w:pPr>
            <w:r w:rsidRPr="00241E66">
              <w:t>3. 8A 01 05 //life cycle status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EFCARU in DFTEST (Cyclic EF)</w:t>
            </w:r>
          </w:p>
          <w:p w:rsidR="00C0341F" w:rsidRPr="00241E66" w:rsidRDefault="00C0341F">
            <w:pPr>
              <w:pStyle w:val="PL"/>
              <w:rPr>
                <w:noProof w:val="0"/>
              </w:rPr>
            </w:pPr>
            <w:r w:rsidRPr="00241E66">
              <w:rPr>
                <w:noProof w:val="0"/>
              </w:rPr>
              <w:t>select EF</w:t>
            </w:r>
            <w:r w:rsidRPr="00241E66">
              <w:rPr>
                <w:noProof w:val="0"/>
                <w:vertAlign w:val="subscript"/>
              </w:rPr>
              <w:t>CARU</w:t>
            </w:r>
            <w:r w:rsidRPr="00241E66">
              <w:rPr>
                <w:noProof w:val="0"/>
              </w:rPr>
              <w:t xml:space="preserve">, </w:t>
            </w:r>
          </w:p>
          <w:p w:rsidR="00C0341F" w:rsidRPr="00241E66" w:rsidRDefault="00C0341F">
            <w:pPr>
              <w:pStyle w:val="PL"/>
              <w:rPr>
                <w:noProof w:val="0"/>
              </w:rPr>
            </w:pPr>
            <w:r w:rsidRPr="00241E66">
              <w:rPr>
                <w:noProof w:val="0"/>
              </w:rPr>
              <w:t>fid=6f09</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11</w:t>
            </w:r>
          </w:p>
          <w:p w:rsidR="00C0341F" w:rsidRPr="00241E66" w:rsidRDefault="00C0341F">
            <w:pPr>
              <w:pStyle w:val="PL"/>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r w:rsidRPr="00241E66">
              <w:t>Shall return: 11</w:t>
            </w:r>
          </w:p>
          <w:p w:rsidR="00C0341F" w:rsidRPr="00241E66" w:rsidRDefault="00C0341F">
            <w:pPr>
              <w:pStyle w:val="TAL"/>
            </w:pPr>
            <w:r w:rsidRPr="00241E66">
              <w:t>fcp[] shall contain following TLV:</w:t>
            </w:r>
          </w:p>
          <w:p w:rsidR="00C0341F" w:rsidRPr="00241E66" w:rsidRDefault="00C0341F">
            <w:pPr>
              <w:pStyle w:val="TAL"/>
            </w:pPr>
            <w:r w:rsidRPr="00241E66">
              <w:t>82 05 46 21 00 03 02</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5</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pPr>
            <w:r w:rsidRPr="00241E66">
              <w:t>Select ADF1</w:t>
            </w:r>
          </w:p>
          <w:p w:rsidR="00C0341F" w:rsidRPr="00241E66" w:rsidRDefault="00C0341F" w:rsidP="001002C6">
            <w:pPr>
              <w:pStyle w:val="PL"/>
              <w:keepNext/>
              <w:keepLines/>
              <w:rPr>
                <w:noProof w:val="0"/>
              </w:rPr>
            </w:pPr>
            <w:r w:rsidRPr="00241E66">
              <w:rPr>
                <w:noProof w:val="0"/>
              </w:rPr>
              <w:t xml:space="preserve">select ADF </w:t>
            </w:r>
          </w:p>
          <w:p w:rsidR="00C0341F" w:rsidRPr="00241E66" w:rsidRDefault="00C0341F" w:rsidP="001002C6">
            <w:pPr>
              <w:pStyle w:val="PL"/>
              <w:keepNext/>
              <w:keepLines/>
              <w:rPr>
                <w:noProof w:val="0"/>
              </w:rPr>
            </w:pPr>
            <w:r w:rsidRPr="00241E66">
              <w:rPr>
                <w:noProof w:val="0"/>
              </w:rPr>
              <w:t>fid=7FFF</w:t>
            </w:r>
          </w:p>
          <w:p w:rsidR="00C0341F" w:rsidRPr="00241E66" w:rsidRDefault="00C0341F" w:rsidP="001002C6">
            <w:pPr>
              <w:pStyle w:val="PL"/>
              <w:keepNext/>
              <w:keepLines/>
              <w:rPr>
                <w:noProof w:val="0"/>
              </w:rPr>
            </w:pPr>
            <w:r w:rsidRPr="00241E66">
              <w:rPr>
                <w:noProof w:val="0"/>
              </w:rPr>
              <w:t>fcp[0:5]=0x00</w:t>
            </w:r>
          </w:p>
          <w:p w:rsidR="00C0341F" w:rsidRPr="00241E66" w:rsidRDefault="00C0341F" w:rsidP="001002C6">
            <w:pPr>
              <w:pStyle w:val="PL"/>
              <w:keepNext/>
              <w:keepLines/>
              <w:rPr>
                <w:noProof w:val="0"/>
              </w:rPr>
            </w:pPr>
            <w:r w:rsidRPr="00241E66">
              <w:rPr>
                <w:noProof w:val="0"/>
              </w:rPr>
              <w:t>fcpOffset=5</w:t>
            </w:r>
          </w:p>
          <w:p w:rsidR="00C0341F" w:rsidRPr="00241E66" w:rsidRDefault="00C0341F" w:rsidP="001002C6">
            <w:pPr>
              <w:pStyle w:val="PL"/>
              <w:keepNext/>
              <w:keepLines/>
              <w:rPr>
                <w:noProof w:val="0"/>
              </w:rPr>
            </w:pPr>
            <w:r w:rsidRPr="00241E66">
              <w:rPr>
                <w:noProof w:val="0"/>
              </w:rPr>
              <w:t>fcpLength=127</w:t>
            </w:r>
          </w:p>
          <w:p w:rsidR="00C0341F" w:rsidRPr="00241E66" w:rsidRDefault="00C0341F" w:rsidP="001002C6">
            <w:pPr>
              <w:pStyle w:val="PL"/>
              <w:keepNext/>
              <w:keepLines/>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L"/>
            </w:pPr>
          </w:p>
          <w:p w:rsidR="00C0341F" w:rsidRPr="00241E66" w:rsidRDefault="00C0341F" w:rsidP="001002C6">
            <w:pPr>
              <w:pStyle w:val="TAL"/>
            </w:pPr>
            <w:r w:rsidRPr="00241E66">
              <w:t xml:space="preserve">Shall return: at least 27 </w:t>
            </w:r>
          </w:p>
          <w:p w:rsidR="00C0341F" w:rsidRPr="00241E66" w:rsidRDefault="00C0341F" w:rsidP="001002C6">
            <w:pPr>
              <w:pStyle w:val="TAL"/>
            </w:pPr>
            <w:r w:rsidRPr="00241E66">
              <w:t>The first 5 bytes of fcp[] shall be 0x00 and contains following TLVs:</w:t>
            </w:r>
          </w:p>
          <w:p w:rsidR="00C0341F" w:rsidRPr="00241E66" w:rsidRDefault="00C0341F" w:rsidP="001002C6">
            <w:pPr>
              <w:pStyle w:val="TAL"/>
            </w:pPr>
            <w:r w:rsidRPr="00241E66">
              <w:t>1. 82 02 78 21 //file descriptor</w:t>
            </w:r>
          </w:p>
          <w:p w:rsidR="00C0341F" w:rsidRPr="00241E66" w:rsidRDefault="00C0341F" w:rsidP="001002C6">
            <w:pPr>
              <w:pStyle w:val="TAL"/>
            </w:pPr>
            <w:r w:rsidRPr="00241E66">
              <w:t>2. 84 10 A0 00 00 00 09 00 05 FF FF FF FF 89 60 00 00 00 //DF Name</w:t>
            </w:r>
          </w:p>
          <w:p w:rsidR="00C0341F" w:rsidRPr="00241E66" w:rsidRDefault="00BC64A5" w:rsidP="001002C6">
            <w:pPr>
              <w:pStyle w:val="TAL"/>
            </w:pPr>
            <w:r w:rsidRPr="00241E66">
              <w:t>3. 8A 01 05 //life cycle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BC64A5">
            <w:pPr>
              <w:pStyle w:val="TAC"/>
              <w:keepNext w:val="0"/>
              <w:keepLines w:val="0"/>
              <w:pageBreakBefore/>
            </w:pPr>
            <w:r w:rsidRPr="00241E66">
              <w:lastRenderedPageBreak/>
              <w:t>6</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BC64A5">
            <w:pPr>
              <w:pStyle w:val="TAH"/>
              <w:keepNext w:val="0"/>
              <w:keepLines w:val="0"/>
              <w:pageBreakBefore/>
            </w:pPr>
            <w:r w:rsidRPr="00241E66">
              <w:t>Select MF</w:t>
            </w:r>
          </w:p>
          <w:p w:rsidR="00C0341F" w:rsidRPr="00241E66" w:rsidRDefault="00C0341F" w:rsidP="00BC64A5">
            <w:pPr>
              <w:pStyle w:val="PL"/>
              <w:pageBreakBefore/>
              <w:rPr>
                <w:noProof w:val="0"/>
              </w:rPr>
            </w:pPr>
            <w:r w:rsidRPr="00241E66">
              <w:rPr>
                <w:noProof w:val="0"/>
              </w:rPr>
              <w:t xml:space="preserve">select MF, </w:t>
            </w:r>
          </w:p>
          <w:p w:rsidR="00C0341F" w:rsidRPr="00241E66" w:rsidRDefault="00C0341F" w:rsidP="00BC64A5">
            <w:pPr>
              <w:pStyle w:val="PL"/>
              <w:pageBreakBefore/>
              <w:rPr>
                <w:noProof w:val="0"/>
              </w:rPr>
            </w:pPr>
            <w:r w:rsidRPr="00241E66">
              <w:rPr>
                <w:noProof w:val="0"/>
              </w:rPr>
              <w:t>fid= 3F00</w:t>
            </w:r>
          </w:p>
          <w:p w:rsidR="00C0341F" w:rsidRPr="00241E66" w:rsidRDefault="00C0341F" w:rsidP="00BC64A5">
            <w:pPr>
              <w:pStyle w:val="PL"/>
              <w:pageBreakBefore/>
              <w:rPr>
                <w:noProof w:val="0"/>
              </w:rPr>
            </w:pPr>
            <w:r w:rsidRPr="00241E66">
              <w:rPr>
                <w:noProof w:val="0"/>
              </w:rPr>
              <w:t>fcpOffset = 0</w:t>
            </w:r>
          </w:p>
          <w:p w:rsidR="00C0341F" w:rsidRPr="00241E66" w:rsidRDefault="00C0341F" w:rsidP="00BC64A5">
            <w:pPr>
              <w:pStyle w:val="PL"/>
              <w:pageBreakBefore/>
              <w:rPr>
                <w:noProof w:val="0"/>
              </w:rPr>
            </w:pPr>
            <w:r w:rsidRPr="00241E66">
              <w:rPr>
                <w:noProof w:val="0"/>
              </w:rPr>
              <w:t>fcpLength = 11</w:t>
            </w:r>
          </w:p>
          <w:p w:rsidR="00C0341F" w:rsidRPr="00241E66" w:rsidRDefault="00C0341F" w:rsidP="00BC64A5">
            <w:pPr>
              <w:pStyle w:val="PL"/>
              <w:pageBreakBefore/>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BC64A5">
            <w:pPr>
              <w:pStyle w:val="TAL"/>
              <w:pageBreakBefore/>
            </w:pPr>
          </w:p>
          <w:p w:rsidR="00C0341F" w:rsidRPr="00241E66" w:rsidRDefault="00C0341F" w:rsidP="00BC64A5">
            <w:pPr>
              <w:pStyle w:val="TAL"/>
              <w:pageBreakBefore/>
            </w:pPr>
            <w:r w:rsidRPr="00241E66">
              <w:t>Shall return: 11</w:t>
            </w:r>
          </w:p>
          <w:p w:rsidR="00C0341F" w:rsidRPr="00241E66" w:rsidRDefault="00C0341F" w:rsidP="00BC64A5">
            <w:pPr>
              <w:pStyle w:val="TAL"/>
              <w:pageBreakBefore/>
            </w:pPr>
            <w:r w:rsidRPr="00241E66">
              <w:t>fcp[] shall contain following TLVs:</w:t>
            </w:r>
          </w:p>
          <w:p w:rsidR="00C0341F" w:rsidRPr="00241E66" w:rsidRDefault="00C0341F" w:rsidP="00BC64A5">
            <w:pPr>
              <w:pStyle w:val="TAL"/>
              <w:pageBreakBefore/>
            </w:pPr>
            <w:r w:rsidRPr="00241E66">
              <w:t>1. 82 02 38/78 21 //file descriptor</w:t>
            </w:r>
          </w:p>
          <w:p w:rsidR="00C0341F" w:rsidRPr="00241E66" w:rsidRDefault="00C0341F" w:rsidP="00BC64A5">
            <w:pPr>
              <w:pStyle w:val="TAL"/>
              <w:pageBreakBefore/>
            </w:pPr>
            <w:r w:rsidRPr="00241E66">
              <w:t>2. 83 02 3F 00 //file ID</w:t>
            </w:r>
          </w:p>
          <w:p w:rsidR="00C0341F" w:rsidRPr="00241E66" w:rsidRDefault="00C0341F" w:rsidP="00BC64A5">
            <w:pPr>
              <w:pStyle w:val="TAL"/>
              <w:pageBreakBefore/>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C64A5">
            <w:pPr>
              <w:pStyle w:val="TAL"/>
              <w:keepNext w:val="0"/>
              <w:keepLines w:val="0"/>
              <w:pageBreakBefore/>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DFTELECOM in MF</w:t>
            </w:r>
          </w:p>
          <w:p w:rsidR="00C0341F" w:rsidRPr="00241E66" w:rsidRDefault="00C0341F">
            <w:pPr>
              <w:pStyle w:val="PL"/>
              <w:rPr>
                <w:noProof w:val="0"/>
              </w:rPr>
            </w:pPr>
            <w:r w:rsidRPr="00241E66">
              <w:rPr>
                <w:noProof w:val="0"/>
              </w:rPr>
              <w:t>select DF</w:t>
            </w:r>
            <w:r w:rsidRPr="00241E66">
              <w:rPr>
                <w:noProof w:val="0"/>
                <w:vertAlign w:val="subscript"/>
              </w:rPr>
              <w:t>TELECOM</w:t>
            </w:r>
            <w:r w:rsidRPr="00241E66">
              <w:rPr>
                <w:noProof w:val="0"/>
              </w:rPr>
              <w:t xml:space="preserve">, </w:t>
            </w:r>
          </w:p>
          <w:p w:rsidR="00C0341F" w:rsidRPr="00241E66" w:rsidRDefault="00C0341F">
            <w:pPr>
              <w:pStyle w:val="PL"/>
              <w:rPr>
                <w:noProof w:val="0"/>
              </w:rPr>
            </w:pPr>
            <w:r w:rsidRPr="00241E66">
              <w:rPr>
                <w:noProof w:val="0"/>
              </w:rPr>
              <w:t>fid=7F10</w:t>
            </w:r>
          </w:p>
          <w:p w:rsidR="00C0341F" w:rsidRPr="00241E66" w:rsidRDefault="00C0341F">
            <w:pPr>
              <w:pStyle w:val="PL"/>
              <w:rPr>
                <w:noProof w:val="0"/>
              </w:rPr>
            </w:pPr>
            <w:r w:rsidRPr="00241E66">
              <w:rPr>
                <w:noProof w:val="0"/>
              </w:rPr>
              <w:t>fcp[0] = fcp[1] = 0x05</w:t>
            </w:r>
          </w:p>
          <w:p w:rsidR="00C0341F" w:rsidRPr="00241E66" w:rsidRDefault="00C0341F">
            <w:pPr>
              <w:pStyle w:val="PL"/>
              <w:rPr>
                <w:noProof w:val="0"/>
              </w:rPr>
            </w:pPr>
            <w:r w:rsidRPr="00241E66">
              <w:rPr>
                <w:noProof w:val="0"/>
              </w:rPr>
              <w:t>fcpOffset = 2</w:t>
            </w:r>
          </w:p>
          <w:p w:rsidR="00C0341F" w:rsidRPr="00241E66" w:rsidRDefault="00C0341F">
            <w:pPr>
              <w:pStyle w:val="PL"/>
              <w:rPr>
                <w:noProof w:val="0"/>
              </w:rPr>
            </w:pPr>
            <w:r w:rsidRPr="00241E66">
              <w:rPr>
                <w:noProof w:val="0"/>
              </w:rPr>
              <w:t>fcpLength = 13</w:t>
            </w:r>
          </w:p>
          <w:p w:rsidR="00C0341F" w:rsidRPr="00241E66" w:rsidRDefault="00C0341F">
            <w:pPr>
              <w:pStyle w:val="PL"/>
              <w:rPr>
                <w:noProof w:val="0"/>
              </w:rPr>
            </w:pPr>
            <w:r w:rsidRPr="00241E66">
              <w:rPr>
                <w:noProof w:val="0"/>
              </w:rPr>
              <w:t>select()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return 13.</w:t>
            </w:r>
          </w:p>
          <w:p w:rsidR="00C0341F" w:rsidRPr="00241E66" w:rsidRDefault="00C0341F">
            <w:pPr>
              <w:pStyle w:val="TAL"/>
            </w:pPr>
            <w:r w:rsidRPr="00241E66">
              <w:t>The first 2 bytes of fcp[] shall be 0x05 and fcp[] shall contain following TLVs</w:t>
            </w:r>
          </w:p>
          <w:p w:rsidR="00C0341F" w:rsidRPr="00241E66" w:rsidRDefault="00C0341F">
            <w:pPr>
              <w:pStyle w:val="TAL"/>
            </w:pPr>
            <w:r w:rsidRPr="00241E66">
              <w:t>1. 82 02 38/78 21 //file descriptor</w:t>
            </w:r>
          </w:p>
          <w:p w:rsidR="00C0341F" w:rsidRPr="00241E66" w:rsidRDefault="001002C6">
            <w:pPr>
              <w:pStyle w:val="TAL"/>
            </w:pPr>
            <w:r w:rsidRPr="00241E66">
              <w:t>2. 83 02 7F 10 //file id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 EFLARU in DFTELECOM (Linear FixedEF)</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14</w:t>
            </w:r>
          </w:p>
          <w:p w:rsidR="00C0341F" w:rsidRPr="00241E66" w:rsidRDefault="00C0341F">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return 14.</w:t>
            </w:r>
          </w:p>
          <w:p w:rsidR="00C0341F" w:rsidRPr="00241E66" w:rsidRDefault="00C0341F">
            <w:pPr>
              <w:pStyle w:val="TAL"/>
            </w:pPr>
            <w:r w:rsidRPr="00241E66">
              <w:t>fcp[] shall contain following TLVs:</w:t>
            </w:r>
          </w:p>
          <w:p w:rsidR="00C0341F" w:rsidRPr="00241E66" w:rsidRDefault="00C0341F">
            <w:pPr>
              <w:pStyle w:val="TAL"/>
            </w:pPr>
            <w:r w:rsidRPr="00241E66">
              <w:t xml:space="preserve">1. 82 05 42 21 00 04 02 </w:t>
            </w:r>
          </w:p>
          <w:p w:rsidR="00C0341F" w:rsidRPr="00241E66" w:rsidRDefault="001002C6">
            <w:pPr>
              <w:pStyle w:val="TAL"/>
            </w:pPr>
            <w:r w:rsidRPr="00241E66">
              <w:t>2. 83 02 6F 0C</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 is null</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byte[] nullBuffer = null</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w:t>
            </w:r>
            <w:r w:rsidR="001002C6" w:rsidRPr="00241E66">
              <w:rPr>
                <w:noProof w:val="0"/>
              </w:rPr>
              <w:t>ngth = 15</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&lt; 0</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fcpOffset = -1</w:t>
            </w:r>
          </w:p>
          <w:p w:rsidR="00C0341F" w:rsidRPr="00241E66" w:rsidRDefault="001002C6">
            <w:pPr>
              <w:pStyle w:val="PL"/>
              <w:rPr>
                <w:noProof w:val="0"/>
              </w:rPr>
            </w:pPr>
            <w:r w:rsidRPr="00241E66">
              <w:rPr>
                <w:noProof w:val="0"/>
              </w:rPr>
              <w:t>fcpLength = 15</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fcpLength &lt; 0</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 fcpLength &gt; fcp.length</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fcpOffset = 115</w:t>
            </w:r>
          </w:p>
          <w:p w:rsidR="00C0341F" w:rsidRPr="00241E66" w:rsidRDefault="00C0341F">
            <w:pPr>
              <w:pStyle w:val="PL"/>
              <w:rPr>
                <w:noProof w:val="0"/>
              </w:rPr>
            </w:pPr>
            <w:r w:rsidRPr="00241E66">
              <w:rPr>
                <w:noProof w:val="0"/>
              </w:rPr>
              <w:t>fcpLength = 18</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 fcpLength &gt; fcp.length</w:t>
            </w:r>
          </w:p>
          <w:p w:rsidR="00C0341F" w:rsidRPr="00241E66" w:rsidRDefault="00C0341F">
            <w:pPr>
              <w:pStyle w:val="PL"/>
              <w:rPr>
                <w:noProof w:val="0"/>
              </w:rPr>
            </w:pPr>
            <w:r w:rsidRPr="00241E66">
              <w:rPr>
                <w:noProof w:val="0"/>
              </w:rPr>
              <w:t>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 = 6F0C</w:t>
            </w:r>
          </w:p>
          <w:p w:rsidR="00C0341F" w:rsidRPr="00241E66" w:rsidRDefault="00C0341F">
            <w:pPr>
              <w:pStyle w:val="PL"/>
              <w:rPr>
                <w:noProof w:val="0"/>
              </w:rPr>
            </w:pPr>
            <w:r w:rsidRPr="00241E66">
              <w:rPr>
                <w:noProof w:val="0"/>
              </w:rPr>
              <w:t>fcpOffset = fcp.length+1</w:t>
            </w:r>
          </w:p>
          <w:p w:rsidR="00C0341F" w:rsidRPr="00241E66" w:rsidRDefault="00C0341F">
            <w:pPr>
              <w:pStyle w:val="PL"/>
              <w:rPr>
                <w:noProof w:val="0"/>
              </w:rPr>
            </w:pPr>
            <w:r w:rsidRPr="00241E66">
              <w:rPr>
                <w:noProof w:val="0"/>
              </w:rPr>
              <w:t>fcpLength = 0</w:t>
            </w:r>
          </w:p>
          <w:p w:rsidR="00C0341F" w:rsidRPr="00241E66" w:rsidRDefault="00C0341F">
            <w:pPr>
              <w:pStyle w:val="TAH"/>
              <w:keepNext w:val="0"/>
              <w:keepLines w:val="0"/>
              <w:rPr>
                <w:b w:val="0"/>
                <w:bCs/>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Selection possibilities</w:t>
            </w:r>
          </w:p>
          <w:p w:rsidR="00C0341F" w:rsidRPr="00241E66" w:rsidRDefault="00C0341F">
            <w:pPr>
              <w:pStyle w:val="PL"/>
              <w:rPr>
                <w:noProof w:val="0"/>
              </w:rPr>
            </w:pPr>
            <w:r w:rsidRPr="00241E66">
              <w:rPr>
                <w:noProof w:val="0"/>
              </w:rPr>
              <w:t>0- select MF, fid=3F00</w:t>
            </w:r>
          </w:p>
          <w:p w:rsidR="00C0341F" w:rsidRPr="00241E66" w:rsidRDefault="00C0341F">
            <w:pPr>
              <w:pStyle w:val="PL"/>
              <w:rPr>
                <w:noProof w:val="0"/>
              </w:rPr>
            </w:pPr>
            <w:r w:rsidRPr="00241E66">
              <w:rPr>
                <w:noProof w:val="0"/>
              </w:rPr>
              <w:t>1- select EF</w:t>
            </w:r>
            <w:r w:rsidRPr="00241E66">
              <w:rPr>
                <w:noProof w:val="0"/>
                <w:vertAlign w:val="subscript"/>
              </w:rPr>
              <w:t>UICC</w:t>
            </w:r>
            <w:r w:rsidRPr="00241E66">
              <w:rPr>
                <w:noProof w:val="0"/>
              </w:rPr>
              <w:t>, fid=2FF0</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3- select EF</w:t>
            </w:r>
            <w:r w:rsidRPr="00241E66">
              <w:rPr>
                <w:noProof w:val="0"/>
                <w:vertAlign w:val="subscript"/>
              </w:rPr>
              <w:t>CNU</w:t>
            </w:r>
            <w:r w:rsidRPr="00241E66">
              <w:rPr>
                <w:noProof w:val="0"/>
              </w:rPr>
              <w:t>, fid=6F05</w:t>
            </w:r>
          </w:p>
          <w:p w:rsidR="00C0341F" w:rsidRPr="00241E66" w:rsidRDefault="00C0341F">
            <w:pPr>
              <w:pStyle w:val="PL"/>
              <w:rPr>
                <w:noProof w:val="0"/>
              </w:rPr>
            </w:pPr>
            <w:r w:rsidRPr="00241E66">
              <w:rPr>
                <w:noProof w:val="0"/>
              </w:rPr>
              <w:t>4-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5- select DF</w:t>
            </w:r>
            <w:r w:rsidRPr="00241E66">
              <w:rPr>
                <w:noProof w:val="0"/>
                <w:vertAlign w:val="subscript"/>
              </w:rPr>
              <w:t>SUB_TEST</w:t>
            </w:r>
            <w:r w:rsidRPr="00241E66">
              <w:rPr>
                <w:noProof w:val="0"/>
              </w:rPr>
              <w:t>, fid=2211</w:t>
            </w:r>
          </w:p>
          <w:p w:rsidR="00C0341F" w:rsidRPr="00241E66" w:rsidRDefault="00C0341F">
            <w:pPr>
              <w:pStyle w:val="PL"/>
              <w:rPr>
                <w:noProof w:val="0"/>
              </w:rPr>
            </w:pPr>
            <w:r w:rsidRPr="00241E66">
              <w:rPr>
                <w:noProof w:val="0"/>
              </w:rPr>
              <w:t>6-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7-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8-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9- select MF, fid=3F00</w:t>
            </w:r>
          </w:p>
          <w:p w:rsidR="00C0341F" w:rsidRPr="00241E66" w:rsidRDefault="00C0341F">
            <w:pPr>
              <w:pStyle w:val="PL"/>
              <w:rPr>
                <w:noProof w:val="0"/>
              </w:rPr>
            </w:pPr>
            <w:r w:rsidRPr="00241E66">
              <w:rPr>
                <w:noProof w:val="0"/>
              </w:rPr>
              <w:t>10-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11-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12- select MF, fid=3F00</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pPr>
            <w:r w:rsidRPr="00241E66">
              <w:t>15</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pPr>
            <w:r w:rsidRPr="00241E66">
              <w:t xml:space="preserve">EF not selected after MF/DF selection </w:t>
            </w:r>
          </w:p>
          <w:p w:rsidR="00C0341F" w:rsidRPr="00241E66" w:rsidRDefault="00C0341F" w:rsidP="003C2A6F">
            <w:pPr>
              <w:pStyle w:val="PL"/>
              <w:keepLines/>
              <w:rPr>
                <w:noProof w:val="0"/>
              </w:rPr>
            </w:pPr>
            <w:r w:rsidRPr="00241E66">
              <w:rPr>
                <w:noProof w:val="0"/>
              </w:rPr>
              <w:t>1</w:t>
            </w:r>
            <w:r w:rsidR="008714AD" w:rsidRPr="00241E66">
              <w:rPr>
                <w:noProof w:val="0"/>
              </w:rPr>
              <w:t>-</w:t>
            </w:r>
            <w:r w:rsidRPr="00241E66">
              <w:rPr>
                <w:noProof w:val="0"/>
              </w:rPr>
              <w:t xml:space="preserve"> select MF, </w:t>
            </w:r>
          </w:p>
          <w:p w:rsidR="00C0341F" w:rsidRPr="00241E66" w:rsidRDefault="00C0341F" w:rsidP="003C2A6F">
            <w:pPr>
              <w:pStyle w:val="PL"/>
              <w:keepLines/>
              <w:rPr>
                <w:noProof w:val="0"/>
              </w:rPr>
            </w:pPr>
            <w:r w:rsidRPr="00241E66">
              <w:rPr>
                <w:noProof w:val="0"/>
              </w:rPr>
              <w:t>fid = 3F00</w:t>
            </w:r>
          </w:p>
          <w:p w:rsidR="00C0341F" w:rsidRPr="00241E66" w:rsidRDefault="00C0341F" w:rsidP="003C2A6F">
            <w:pPr>
              <w:pStyle w:val="PL"/>
              <w:keepLines/>
              <w:rPr>
                <w:noProof w:val="0"/>
              </w:rPr>
            </w:pPr>
            <w:r w:rsidRPr="00241E66">
              <w:rPr>
                <w:noProof w:val="0"/>
              </w:rPr>
              <w:t>select EF</w:t>
            </w:r>
            <w:r w:rsidRPr="00241E66">
              <w:rPr>
                <w:noProof w:val="0"/>
                <w:vertAlign w:val="subscript"/>
              </w:rPr>
              <w:t>ICCID</w:t>
            </w:r>
            <w:r w:rsidRPr="00241E66">
              <w:rPr>
                <w:noProof w:val="0"/>
              </w:rPr>
              <w:t>,</w:t>
            </w:r>
          </w:p>
          <w:p w:rsidR="00C0341F" w:rsidRPr="00241E66" w:rsidRDefault="00C0341F" w:rsidP="003C2A6F">
            <w:pPr>
              <w:pStyle w:val="PL"/>
              <w:keepLines/>
              <w:rPr>
                <w:noProof w:val="0"/>
              </w:rPr>
            </w:pPr>
            <w:r w:rsidRPr="00241E66">
              <w:rPr>
                <w:noProof w:val="0"/>
              </w:rPr>
              <w:t>fid = 2FE2</w:t>
            </w:r>
          </w:p>
          <w:p w:rsidR="00C0341F" w:rsidRPr="00241E66" w:rsidRDefault="00C0341F" w:rsidP="003C2A6F">
            <w:pPr>
              <w:pStyle w:val="PL"/>
              <w:keepLines/>
              <w:rPr>
                <w:noProof w:val="0"/>
              </w:rPr>
            </w:pPr>
            <w:r w:rsidRPr="00241E66">
              <w:rPr>
                <w:noProof w:val="0"/>
              </w:rPr>
              <w:t xml:space="preserve">2 </w:t>
            </w:r>
            <w:r w:rsidR="008714AD" w:rsidRPr="00241E66">
              <w:rPr>
                <w:noProof w:val="0"/>
              </w:rPr>
              <w:t>-</w:t>
            </w:r>
            <w:r w:rsidRPr="00241E66">
              <w:rPr>
                <w:noProof w:val="0"/>
              </w:rPr>
              <w:t xml:space="preserve"> select MF</w:t>
            </w:r>
          </w:p>
          <w:p w:rsidR="00C0341F" w:rsidRPr="00241E66" w:rsidRDefault="00C0341F" w:rsidP="003C2A6F">
            <w:pPr>
              <w:pStyle w:val="PL"/>
              <w:keepLines/>
              <w:rPr>
                <w:noProof w:val="0"/>
              </w:rPr>
            </w:pPr>
            <w:r w:rsidRPr="00241E66">
              <w:rPr>
                <w:noProof w:val="0"/>
              </w:rPr>
              <w:t>fid = 3F00</w:t>
            </w:r>
          </w:p>
          <w:p w:rsidR="00C0341F" w:rsidRPr="00241E66" w:rsidRDefault="00C0341F" w:rsidP="003C2A6F">
            <w:pPr>
              <w:pStyle w:val="PL"/>
              <w:keepLines/>
              <w:rPr>
                <w:noProof w:val="0"/>
              </w:rPr>
            </w:pPr>
            <w:r w:rsidRPr="00241E66">
              <w:rPr>
                <w:noProof w:val="0"/>
              </w:rPr>
              <w:t>select()</w:t>
            </w:r>
          </w:p>
          <w:p w:rsidR="00C0341F" w:rsidRPr="00241E66" w:rsidRDefault="001002C6" w:rsidP="003C2A6F">
            <w:pPr>
              <w:pStyle w:val="PL"/>
              <w:keepLines/>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pPr>
          </w:p>
          <w:p w:rsidR="00C0341F" w:rsidRPr="00241E66" w:rsidRDefault="00C0341F" w:rsidP="003C2A6F">
            <w:pPr>
              <w:pStyle w:val="TAL"/>
              <w:keepNext w:val="0"/>
            </w:pPr>
          </w:p>
          <w:p w:rsidR="00C0341F" w:rsidRPr="00241E66" w:rsidRDefault="00C0341F" w:rsidP="003C2A6F">
            <w:pPr>
              <w:pStyle w:val="TAL"/>
              <w:keepNext w:val="0"/>
            </w:pPr>
          </w:p>
          <w:p w:rsidR="00C0341F" w:rsidRPr="00241E66" w:rsidRDefault="00C0341F" w:rsidP="003C2A6F">
            <w:pPr>
              <w:pStyle w:val="TAL"/>
              <w:keepNext w:val="0"/>
            </w:pPr>
            <w:r w:rsidRPr="00241E66">
              <w:t>2 - Shall throw uicc.access.UICCException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PL"/>
              <w:keepLines/>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lastRenderedPageBreak/>
              <w:t>16</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No selection of  non-reachable file</w:t>
            </w:r>
          </w:p>
          <w:p w:rsidR="00C0341F" w:rsidRPr="00241E66" w:rsidRDefault="00C0341F" w:rsidP="003C2A6F">
            <w:pPr>
              <w:pStyle w:val="PL"/>
              <w:keepNext/>
              <w:rPr>
                <w:noProof w:val="0"/>
              </w:rPr>
            </w:pPr>
            <w:r w:rsidRPr="00241E66">
              <w:rPr>
                <w:noProof w:val="0"/>
              </w:rPr>
              <w:t xml:space="preserve">1 - select MF, </w:t>
            </w:r>
          </w:p>
          <w:p w:rsidR="00C0341F" w:rsidRPr="00241E66" w:rsidRDefault="00C0341F" w:rsidP="003C2A6F">
            <w:pPr>
              <w:pStyle w:val="PL"/>
              <w:keepNext/>
              <w:rPr>
                <w:noProof w:val="0"/>
              </w:rPr>
            </w:pPr>
            <w:r w:rsidRPr="00241E66">
              <w:rPr>
                <w:noProof w:val="0"/>
              </w:rPr>
              <w:t>fid = 3F00</w:t>
            </w:r>
          </w:p>
          <w:p w:rsidR="00C0341F" w:rsidRPr="00241E66" w:rsidRDefault="00C0341F" w:rsidP="003C2A6F">
            <w:pPr>
              <w:pStyle w:val="PL"/>
              <w:keepNext/>
              <w:rPr>
                <w:noProof w:val="0"/>
              </w:rPr>
            </w:pPr>
            <w:r w:rsidRPr="00241E66">
              <w:rPr>
                <w:noProof w:val="0"/>
              </w:rPr>
              <w:t xml:space="preserve">2 </w:t>
            </w:r>
            <w:r w:rsidR="008714AD" w:rsidRPr="00241E66">
              <w:rPr>
                <w:noProof w:val="0"/>
              </w:rPr>
              <w:t>-</w:t>
            </w:r>
            <w:r w:rsidRPr="00241E66">
              <w:rPr>
                <w:noProof w:val="0"/>
              </w:rPr>
              <w:t xml:space="preserve"> select EF</w:t>
            </w:r>
            <w:r w:rsidRPr="00241E66">
              <w:rPr>
                <w:noProof w:val="0"/>
                <w:vertAlign w:val="subscript"/>
              </w:rPr>
              <w:t>CARU</w:t>
            </w:r>
            <w:r w:rsidRPr="00241E66">
              <w:rPr>
                <w:noProof w:val="0"/>
              </w:rPr>
              <w:t>,</w:t>
            </w:r>
          </w:p>
          <w:p w:rsidR="00C0341F" w:rsidRPr="00241E66" w:rsidRDefault="00C0341F" w:rsidP="003C2A6F">
            <w:pPr>
              <w:pStyle w:val="PL"/>
              <w:keepNext/>
              <w:rPr>
                <w:noProof w:val="0"/>
              </w:rPr>
            </w:pPr>
            <w:r w:rsidRPr="00241E66">
              <w:rPr>
                <w:noProof w:val="0"/>
              </w:rPr>
              <w:t>fid= 0x6F09</w:t>
            </w:r>
          </w:p>
          <w:p w:rsidR="00C0341F" w:rsidRPr="00241E66" w:rsidRDefault="00C0341F" w:rsidP="003C2A6F">
            <w:pPr>
              <w:pStyle w:val="TAH"/>
              <w:keepLines w:val="0"/>
              <w:rPr>
                <w:b w:val="0"/>
                <w:bCs/>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2 - Shall throw uicc.access.UICCException with reason code FILE_NOT_FOUND.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PL"/>
              <w:keepNext/>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record is selected after selecting linear fixed EF</w:t>
            </w:r>
          </w:p>
          <w:p w:rsidR="00C0341F" w:rsidRPr="00241E66" w:rsidRDefault="00C0341F">
            <w:pPr>
              <w:pStyle w:val="PL"/>
              <w:rPr>
                <w:noProof w:val="0"/>
              </w:rPr>
            </w:pPr>
            <w:r w:rsidRPr="00241E66">
              <w:rPr>
                <w:noProof w:val="0"/>
              </w:rPr>
              <w:t xml:space="preserve">1- select MF, </w:t>
            </w:r>
          </w:p>
          <w:p w:rsidR="00C0341F" w:rsidRPr="00241E66" w:rsidRDefault="00C0341F">
            <w:pPr>
              <w:pStyle w:val="PL"/>
              <w:rPr>
                <w:noProof w:val="0"/>
              </w:rPr>
            </w:pPr>
            <w:r w:rsidRPr="00241E66">
              <w:rPr>
                <w:noProof w:val="0"/>
              </w:rPr>
              <w:t>fid = 3F00</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w:t>
            </w:r>
          </w:p>
          <w:p w:rsidR="00C0341F" w:rsidRPr="00241E66" w:rsidRDefault="00C0341F">
            <w:pPr>
              <w:pStyle w:val="PL"/>
              <w:rPr>
                <w:noProof w:val="0"/>
              </w:rPr>
            </w:pPr>
            <w:r w:rsidRPr="00241E66">
              <w:rPr>
                <w:noProof w:val="0"/>
              </w:rPr>
              <w:t>fid=1111</w:t>
            </w:r>
          </w:p>
          <w:p w:rsidR="00C0341F" w:rsidRPr="00241E66" w:rsidRDefault="00C0341F">
            <w:pPr>
              <w:pStyle w:val="PL"/>
              <w:rPr>
                <w:noProof w:val="0"/>
              </w:rPr>
            </w:pPr>
            <w:r w:rsidRPr="00241E66">
              <w:rPr>
                <w:noProof w:val="0"/>
              </w:rPr>
              <w:t>3- select EF</w:t>
            </w:r>
            <w:r w:rsidRPr="00241E66">
              <w:rPr>
                <w:noProof w:val="0"/>
                <w:vertAlign w:val="subscript"/>
              </w:rPr>
              <w:t>LARU</w:t>
            </w:r>
            <w:r w:rsidRPr="00241E66">
              <w:rPr>
                <w:noProof w:val="0"/>
              </w:rPr>
              <w:t>,</w:t>
            </w:r>
          </w:p>
          <w:p w:rsidR="00C0341F" w:rsidRPr="00241E66" w:rsidRDefault="00C0341F">
            <w:pPr>
              <w:pStyle w:val="PL"/>
              <w:rPr>
                <w:noProof w:val="0"/>
              </w:rPr>
            </w:pPr>
            <w:r w:rsidRPr="00241E66">
              <w:rPr>
                <w:noProof w:val="0"/>
              </w:rPr>
              <w:t>fid=6F0C</w:t>
            </w:r>
          </w:p>
          <w:p w:rsidR="00C0341F" w:rsidRPr="00241E66" w:rsidRDefault="00C0341F">
            <w:pPr>
              <w:pStyle w:val="PL"/>
              <w:rPr>
                <w:noProof w:val="0"/>
              </w:rPr>
            </w:pPr>
            <w:r w:rsidRPr="00241E66">
              <w:rPr>
                <w:noProof w:val="0"/>
              </w:rPr>
              <w:t>4 - recNumber = 0</w:t>
            </w:r>
          </w:p>
          <w:p w:rsidR="00C0341F" w:rsidRPr="009B456A" w:rsidRDefault="00C0341F">
            <w:pPr>
              <w:pStyle w:val="PL"/>
              <w:rPr>
                <w:noProof w:val="0"/>
              </w:rPr>
            </w:pPr>
            <w:r w:rsidRPr="009B456A">
              <w:rPr>
                <w:noProof w:val="0"/>
              </w:rPr>
              <w:t>mode = REC_ACC_MODE_ CURRENT</w:t>
            </w:r>
          </w:p>
          <w:p w:rsidR="00C0341F" w:rsidRPr="009B456A" w:rsidRDefault="00C0341F">
            <w:pPr>
              <w:pStyle w:val="PL"/>
              <w:rPr>
                <w:noProof w:val="0"/>
              </w:rPr>
            </w:pPr>
            <w:r w:rsidRPr="009B456A">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9B456A" w:rsidRDefault="00C0341F">
            <w:pPr>
              <w:pStyle w:val="TAL"/>
            </w:pPr>
          </w:p>
          <w:p w:rsidR="00C0341F" w:rsidRPr="00241E66" w:rsidRDefault="00C0341F">
            <w:pPr>
              <w:pStyle w:val="TAL"/>
            </w:pPr>
            <w:r w:rsidRPr="00241E66">
              <w:t>4 - Shall throw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Record pointer in selected cyclic EF </w:t>
            </w:r>
          </w:p>
          <w:p w:rsidR="00C0341F" w:rsidRPr="00241E66" w:rsidRDefault="00C0341F">
            <w:pPr>
              <w:pStyle w:val="PL"/>
              <w:rPr>
                <w:noProof w:val="0"/>
              </w:rPr>
            </w:pPr>
            <w:r w:rsidRPr="00241E66">
              <w:rPr>
                <w:noProof w:val="0"/>
              </w:rPr>
              <w:t xml:space="preserve">1- select MF, </w:t>
            </w:r>
          </w:p>
          <w:p w:rsidR="00C0341F" w:rsidRPr="00241E66" w:rsidRDefault="00C0341F">
            <w:pPr>
              <w:pStyle w:val="PL"/>
              <w:rPr>
                <w:noProof w:val="0"/>
              </w:rPr>
            </w:pPr>
            <w:r w:rsidRPr="00241E66">
              <w:rPr>
                <w:noProof w:val="0"/>
              </w:rPr>
              <w:t>fid = 3F00</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w:t>
            </w:r>
          </w:p>
          <w:p w:rsidR="00C0341F" w:rsidRPr="00241E66" w:rsidRDefault="00C0341F">
            <w:pPr>
              <w:pStyle w:val="PL"/>
              <w:rPr>
                <w:noProof w:val="0"/>
              </w:rPr>
            </w:pPr>
            <w:r w:rsidRPr="00241E66">
              <w:rPr>
                <w:noProof w:val="0"/>
              </w:rPr>
              <w:t>fid=1111</w:t>
            </w:r>
          </w:p>
          <w:p w:rsidR="00C0341F" w:rsidRPr="00241E66" w:rsidRDefault="00C0341F">
            <w:pPr>
              <w:pStyle w:val="PL"/>
              <w:rPr>
                <w:noProof w:val="0"/>
              </w:rPr>
            </w:pPr>
            <w:r w:rsidRPr="00241E66">
              <w:rPr>
                <w:noProof w:val="0"/>
              </w:rPr>
              <w:t>3- select EF</w:t>
            </w:r>
            <w:r w:rsidRPr="00241E66">
              <w:rPr>
                <w:noProof w:val="0"/>
                <w:vertAlign w:val="subscript"/>
              </w:rPr>
              <w:t>CARU</w:t>
            </w:r>
            <w:r w:rsidRPr="00241E66">
              <w:rPr>
                <w:noProof w:val="0"/>
              </w:rPr>
              <w:t>,</w:t>
            </w:r>
          </w:p>
          <w:p w:rsidR="00C0341F" w:rsidRPr="00241E66" w:rsidRDefault="00C0341F">
            <w:pPr>
              <w:pStyle w:val="PL"/>
              <w:rPr>
                <w:noProof w:val="0"/>
              </w:rPr>
            </w:pPr>
            <w:r w:rsidRPr="00241E66">
              <w:rPr>
                <w:noProof w:val="0"/>
              </w:rPr>
              <w:t>fid=6F09</w:t>
            </w:r>
          </w:p>
          <w:p w:rsidR="00C0341F" w:rsidRPr="00241E66" w:rsidRDefault="00C0341F">
            <w:pPr>
              <w:pStyle w:val="PL"/>
              <w:rPr>
                <w:noProof w:val="0"/>
              </w:rPr>
            </w:pPr>
            <w:r w:rsidRPr="00241E66">
              <w:rPr>
                <w:noProof w:val="0"/>
              </w:rPr>
              <w:t>4- byte[] data1 = { 1,2,3 }</w:t>
            </w:r>
          </w:p>
          <w:p w:rsidR="00C0341F" w:rsidRPr="00241E66" w:rsidRDefault="00C0341F">
            <w:pPr>
              <w:pStyle w:val="PL"/>
              <w:rPr>
                <w:noProof w:val="0"/>
              </w:rPr>
            </w:pPr>
            <w:r w:rsidRPr="00241E66">
              <w:rPr>
                <w:noProof w:val="0"/>
              </w:rPr>
              <w:t>mode = REC_ACC_MODE_PREVIOUS</w:t>
            </w:r>
          </w:p>
          <w:p w:rsidR="00C0341F" w:rsidRPr="00241E66" w:rsidRDefault="00C0341F">
            <w:pPr>
              <w:pStyle w:val="PL"/>
              <w:rPr>
                <w:noProof w:val="0"/>
              </w:rPr>
            </w:pPr>
            <w:r w:rsidRPr="00241E66">
              <w:rPr>
                <w:noProof w:val="0"/>
              </w:rPr>
              <w:t>updateRecord(data1)</w:t>
            </w:r>
          </w:p>
          <w:p w:rsidR="00C0341F" w:rsidRPr="00241E66" w:rsidRDefault="00C0341F">
            <w:pPr>
              <w:pStyle w:val="PL"/>
              <w:rPr>
                <w:noProof w:val="0"/>
                <w:vertAlign w:val="subscript"/>
              </w:rPr>
            </w:pPr>
            <w:r w:rsidRPr="00241E66">
              <w:rPr>
                <w:noProof w:val="0"/>
              </w:rPr>
              <w:t>5</w:t>
            </w:r>
            <w:r w:rsidR="008714AD" w:rsidRPr="00241E66">
              <w:rPr>
                <w:noProof w:val="0"/>
              </w:rPr>
              <w:t>-</w:t>
            </w:r>
            <w:r w:rsidRPr="00241E66">
              <w:rPr>
                <w:noProof w:val="0"/>
              </w:rPr>
              <w:t xml:space="preserve"> select EF</w:t>
            </w:r>
            <w:r w:rsidRPr="00241E66">
              <w:rPr>
                <w:noProof w:val="0"/>
                <w:vertAlign w:val="subscript"/>
              </w:rPr>
              <w:t>CARU</w:t>
            </w:r>
          </w:p>
          <w:p w:rsidR="00C0341F" w:rsidRPr="00241E66" w:rsidRDefault="00C0341F">
            <w:pPr>
              <w:pStyle w:val="PL"/>
              <w:rPr>
                <w:noProof w:val="0"/>
              </w:rPr>
            </w:pPr>
            <w:r w:rsidRPr="00241E66">
              <w:rPr>
                <w:noProof w:val="0"/>
              </w:rPr>
              <w:t>fid = 6F09</w:t>
            </w:r>
          </w:p>
          <w:p w:rsidR="00C0341F" w:rsidRPr="00241E66" w:rsidRDefault="00C0341F">
            <w:pPr>
              <w:pStyle w:val="PL"/>
              <w:rPr>
                <w:noProof w:val="0"/>
              </w:rPr>
            </w:pPr>
            <w:r w:rsidRPr="00241E66">
              <w:rPr>
                <w:noProof w:val="0"/>
              </w:rPr>
              <w:t>select()</w:t>
            </w:r>
          </w:p>
          <w:p w:rsidR="00C0341F" w:rsidRPr="00133AF6" w:rsidRDefault="00C0341F">
            <w:pPr>
              <w:pStyle w:val="PL"/>
              <w:rPr>
                <w:noProof w:val="0"/>
              </w:rPr>
            </w:pPr>
            <w:r w:rsidRPr="00133AF6">
              <w:rPr>
                <w:noProof w:val="0"/>
              </w:rPr>
              <w:t>mode  = REC_ACC_MODE_PREVIOUS readRecord()</w:t>
            </w:r>
          </w:p>
          <w:p w:rsidR="00C0341F" w:rsidRPr="00241E66" w:rsidRDefault="00C0341F">
            <w:pPr>
              <w:pStyle w:val="PL"/>
              <w:rPr>
                <w:noProof w:val="0"/>
              </w:rPr>
            </w:pPr>
            <w:r w:rsidRPr="00241E66">
              <w:rPr>
                <w:noProof w:val="0"/>
              </w:rPr>
              <w:t>readRecord(data2)</w:t>
            </w:r>
          </w:p>
          <w:p w:rsidR="00C0341F" w:rsidRPr="00241E66" w:rsidRDefault="00C0341F">
            <w:pPr>
              <w:pStyle w:val="PL"/>
              <w:rPr>
                <w:noProof w:val="0"/>
              </w:rPr>
            </w:pPr>
            <w:r w:rsidRPr="00241E66">
              <w:rPr>
                <w:noProof w:val="0"/>
              </w:rPr>
              <w:t>compare data1 to data2</w:t>
            </w:r>
          </w:p>
          <w:p w:rsidR="00C0341F" w:rsidRPr="00241E66" w:rsidRDefault="00C0341F">
            <w:pPr>
              <w:pStyle w:val="PL"/>
              <w:rPr>
                <w:noProof w:val="0"/>
              </w:rPr>
            </w:pPr>
            <w:r w:rsidRPr="00241E66">
              <w:rPr>
                <w:noProof w:val="0"/>
              </w:rPr>
              <w:t>6- restore original data of EF</w:t>
            </w:r>
            <w:r w:rsidRPr="00241E66">
              <w:rPr>
                <w:noProof w:val="0"/>
                <w:vertAlign w:val="subscript"/>
              </w:rPr>
              <w:t>CARU</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5 - The contents of data1 and data2 shall be identical.</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not selected after ADF/DF selection</w:t>
            </w:r>
          </w:p>
          <w:p w:rsidR="00C0341F" w:rsidRPr="00241E66" w:rsidRDefault="00C0341F">
            <w:pPr>
              <w:pStyle w:val="PL"/>
              <w:rPr>
                <w:noProof w:val="0"/>
              </w:rPr>
            </w:pPr>
            <w:r w:rsidRPr="00241E66">
              <w:rPr>
                <w:noProof w:val="0"/>
              </w:rPr>
              <w:t>1- get an AdminFileView AdminFileViewBuilder.getTheAdminFileView(AID_ADF1,CLEAR_ON_RESET)</w:t>
            </w:r>
          </w:p>
          <w:p w:rsidR="00C0341F" w:rsidRPr="00241E66" w:rsidRDefault="00C0341F">
            <w:pPr>
              <w:pStyle w:val="PL"/>
              <w:rPr>
                <w:noProof w:val="0"/>
              </w:rPr>
            </w:pPr>
            <w:r w:rsidRPr="00241E66">
              <w:rPr>
                <w:noProof w:val="0"/>
              </w:rPr>
              <w:t>2</w:t>
            </w:r>
            <w:r w:rsidR="008714AD" w:rsidRPr="00241E66">
              <w:rPr>
                <w:noProof w:val="0"/>
              </w:rPr>
              <w:t>-</w:t>
            </w:r>
            <w:r w:rsidRPr="00241E66">
              <w:rPr>
                <w:noProof w:val="0"/>
              </w:rPr>
              <w:t xml:space="preserve"> select ADF, </w:t>
            </w:r>
          </w:p>
          <w:p w:rsidR="00C0341F" w:rsidRPr="00241E66" w:rsidRDefault="00C0341F">
            <w:pPr>
              <w:pStyle w:val="PL"/>
              <w:rPr>
                <w:noProof w:val="0"/>
              </w:rPr>
            </w:pPr>
            <w:r w:rsidRPr="00241E66">
              <w:rPr>
                <w:noProof w:val="0"/>
              </w:rPr>
              <w:t>fid = 7FFF</w:t>
            </w:r>
          </w:p>
          <w:p w:rsidR="00C0341F" w:rsidRPr="00241E66" w:rsidRDefault="00C0341F">
            <w:pPr>
              <w:pStyle w:val="PL"/>
              <w:rPr>
                <w:noProof w:val="0"/>
              </w:rPr>
            </w:pPr>
            <w:r w:rsidRPr="00241E66">
              <w:rPr>
                <w:noProof w:val="0"/>
              </w:rPr>
              <w:t>select EF</w:t>
            </w:r>
            <w:r w:rsidRPr="00241E66">
              <w:rPr>
                <w:noProof w:val="0"/>
                <w:vertAlign w:val="subscript"/>
              </w:rPr>
              <w:t>UICC</w:t>
            </w:r>
            <w:r w:rsidRPr="00241E66">
              <w:rPr>
                <w:noProof w:val="0"/>
              </w:rPr>
              <w:t>,</w:t>
            </w:r>
          </w:p>
          <w:p w:rsidR="00C0341F" w:rsidRPr="00241E66" w:rsidRDefault="00C0341F">
            <w:pPr>
              <w:pStyle w:val="PL"/>
              <w:rPr>
                <w:noProof w:val="0"/>
              </w:rPr>
            </w:pPr>
            <w:r w:rsidRPr="00241E66">
              <w:rPr>
                <w:noProof w:val="0"/>
              </w:rPr>
              <w:t>fid = 2FF0</w:t>
            </w:r>
          </w:p>
          <w:p w:rsidR="00C0341F" w:rsidRPr="00241E66" w:rsidRDefault="00C0341F">
            <w:pPr>
              <w:pStyle w:val="PL"/>
              <w:rPr>
                <w:noProof w:val="0"/>
              </w:rPr>
            </w:pPr>
            <w:r w:rsidRPr="00241E66">
              <w:rPr>
                <w:noProof w:val="0"/>
              </w:rPr>
              <w:t xml:space="preserve">3 </w:t>
            </w:r>
            <w:r w:rsidR="008714AD" w:rsidRPr="00241E66">
              <w:rPr>
                <w:noProof w:val="0"/>
              </w:rPr>
              <w:t>-</w:t>
            </w:r>
            <w:r w:rsidRPr="00241E66">
              <w:rPr>
                <w:noProof w:val="0"/>
              </w:rPr>
              <w:t xml:space="preserve"> select ADF</w:t>
            </w:r>
          </w:p>
          <w:p w:rsidR="00C0341F" w:rsidRPr="00241E66" w:rsidRDefault="00C0341F">
            <w:pPr>
              <w:pStyle w:val="PL"/>
              <w:rPr>
                <w:noProof w:val="0"/>
              </w:rPr>
            </w:pPr>
            <w:r w:rsidRPr="00241E66">
              <w:rPr>
                <w:noProof w:val="0"/>
              </w:rPr>
              <w:t>fid = 7FFF</w:t>
            </w:r>
          </w:p>
          <w:p w:rsidR="00C0341F" w:rsidRPr="00241E66" w:rsidRDefault="00C0341F">
            <w:pPr>
              <w:pStyle w:val="PL"/>
              <w:rPr>
                <w:noProof w:val="0"/>
              </w:rPr>
            </w:pPr>
            <w:r w:rsidRPr="00241E66">
              <w:rPr>
                <w:noProof w:val="0"/>
              </w:rPr>
              <w:t>select()</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 Shall throw uicc.access.UICCException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Reselection </w:t>
            </w:r>
          </w:p>
          <w:p w:rsidR="00C0341F" w:rsidRPr="00241E66" w:rsidRDefault="00C0341F">
            <w:pPr>
              <w:pStyle w:val="PL"/>
              <w:rPr>
                <w:noProof w:val="0"/>
              </w:rPr>
            </w:pPr>
            <w:r w:rsidRPr="00241E66">
              <w:rPr>
                <w:noProof w:val="0"/>
              </w:rPr>
              <w:t xml:space="preserve">1- Using the ADF FileView </w:t>
            </w:r>
          </w:p>
          <w:p w:rsidR="00C0341F" w:rsidRPr="00241E66" w:rsidRDefault="00C0341F">
            <w:pPr>
              <w:pStyle w:val="PL"/>
              <w:rPr>
                <w:noProof w:val="0"/>
              </w:rPr>
            </w:pPr>
            <w:r w:rsidRPr="00241E66">
              <w:rPr>
                <w:noProof w:val="0"/>
              </w:rPr>
              <w:t>select ADF, fid=7FFF</w:t>
            </w:r>
          </w:p>
          <w:p w:rsidR="00C0341F" w:rsidRPr="00241E66" w:rsidRDefault="00C0341F">
            <w:pPr>
              <w:pStyle w:val="PL"/>
              <w:rPr>
                <w:noProof w:val="0"/>
              </w:rPr>
            </w:pPr>
            <w:r w:rsidRPr="00241E66">
              <w:rPr>
                <w:noProof w:val="0"/>
              </w:rPr>
              <w:t>select ADF, fid=7FFF</w:t>
            </w:r>
          </w:p>
          <w:p w:rsidR="00C0341F" w:rsidRPr="00241E66" w:rsidRDefault="00C0341F">
            <w:pPr>
              <w:pStyle w:val="PL"/>
              <w:rPr>
                <w:noProof w:val="0"/>
              </w:rPr>
            </w:pPr>
            <w:r w:rsidRPr="00241E66">
              <w:rPr>
                <w:noProof w:val="0"/>
              </w:rPr>
              <w:t xml:space="preserve">2- Using the UICC FileView </w:t>
            </w:r>
          </w:p>
          <w:p w:rsidR="00C0341F" w:rsidRPr="00241E66" w:rsidRDefault="00C0341F">
            <w:pPr>
              <w:pStyle w:val="PL"/>
              <w:rPr>
                <w:noProof w:val="0"/>
              </w:rPr>
            </w:pPr>
            <w:r w:rsidRPr="00241E66">
              <w:rPr>
                <w:noProof w:val="0"/>
              </w:rPr>
              <w:t>select MF, fid=3F00</w:t>
            </w:r>
          </w:p>
          <w:p w:rsidR="00C0341F" w:rsidRPr="00241E66" w:rsidRDefault="00C0341F">
            <w:pPr>
              <w:pStyle w:val="PL"/>
              <w:rPr>
                <w:noProof w:val="0"/>
              </w:rPr>
            </w:pPr>
            <w:r w:rsidRPr="00241E66">
              <w:rPr>
                <w:noProof w:val="0"/>
              </w:rPr>
              <w:t>select MF, fid=3F00</w:t>
            </w:r>
          </w:p>
          <w:p w:rsidR="00C0341F" w:rsidRPr="00241E66" w:rsidRDefault="00C0341F">
            <w:pPr>
              <w:pStyle w:val="PL"/>
              <w:rPr>
                <w:noProof w:val="0"/>
              </w:rPr>
            </w:pPr>
            <w:r w:rsidRPr="00241E66">
              <w:rPr>
                <w:noProof w:val="0"/>
              </w:rPr>
              <w:t>3-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5-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select EF</w:t>
            </w:r>
            <w:r w:rsidRPr="00241E66">
              <w:rPr>
                <w:noProof w:val="0"/>
                <w:vertAlign w:val="subscript"/>
              </w:rPr>
              <w:t>TAAA</w:t>
            </w:r>
            <w:r w:rsidRPr="00241E66">
              <w:rPr>
                <w:noProof w:val="0"/>
              </w:rPr>
              <w:t>, fid=6F16</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No exceptions shall be thrown</w:t>
            </w:r>
          </w:p>
          <w:p w:rsidR="00C0341F" w:rsidRPr="00241E66" w:rsidRDefault="00C0341F">
            <w:pPr>
              <w:pStyle w:val="TAL"/>
            </w:pPr>
          </w:p>
          <w:p w:rsidR="00C0341F" w:rsidRPr="00241E66" w:rsidRDefault="00C0341F">
            <w:pPr>
              <w:pStyle w:val="TAL"/>
            </w:pP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C"/>
            </w:pPr>
            <w:r w:rsidRPr="00241E66">
              <w:t>21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H"/>
              <w:rPr>
                <w:b w:val="0"/>
                <w:bCs/>
              </w:rPr>
            </w:pPr>
            <w:r w:rsidRPr="00241E66">
              <w:t>Security attributes</w:t>
            </w:r>
          </w:p>
          <w:p w:rsidR="00C0341F" w:rsidRPr="00241E66" w:rsidRDefault="00C0341F" w:rsidP="001002C6">
            <w:pPr>
              <w:pStyle w:val="TAH"/>
              <w:rPr>
                <w:b w:val="0"/>
                <w:bCs/>
              </w:rPr>
            </w:pPr>
          </w:p>
          <w:p w:rsidR="00C0341F" w:rsidRPr="00241E66" w:rsidRDefault="00C0341F" w:rsidP="001002C6">
            <w:pPr>
              <w:pStyle w:val="PL"/>
              <w:keepNext/>
              <w:keepLines/>
              <w:rPr>
                <w:noProof w:val="0"/>
              </w:rPr>
            </w:pPr>
            <w:r w:rsidRPr="00241E66">
              <w:rPr>
                <w:noProof w:val="0"/>
              </w:rPr>
              <w:t xml:space="preserve">1- Using the ADF FileView </w:t>
            </w:r>
          </w:p>
          <w:p w:rsidR="00C0341F" w:rsidRPr="00241E66" w:rsidRDefault="00C0341F" w:rsidP="001002C6">
            <w:pPr>
              <w:pStyle w:val="PL"/>
              <w:keepNext/>
              <w:keepLines/>
              <w:rPr>
                <w:noProof w:val="0"/>
              </w:rPr>
            </w:pPr>
            <w:r w:rsidRPr="00241E66">
              <w:rPr>
                <w:noProof w:val="0"/>
              </w:rPr>
              <w:t>select ADF, fid=7FFF</w:t>
            </w:r>
          </w:p>
          <w:p w:rsidR="00C0341F" w:rsidRPr="00241E66" w:rsidRDefault="00C0341F" w:rsidP="001002C6">
            <w:pPr>
              <w:pStyle w:val="PL"/>
              <w:keepNext/>
              <w:keepLines/>
              <w:rPr>
                <w:noProof w:val="0"/>
              </w:rPr>
            </w:pPr>
            <w:r w:rsidRPr="00241E66">
              <w:rPr>
                <w:noProof w:val="0"/>
              </w:rPr>
              <w:t>select DF</w:t>
            </w:r>
            <w:r w:rsidRPr="00241E66">
              <w:rPr>
                <w:noProof w:val="0"/>
                <w:vertAlign w:val="subscript"/>
              </w:rPr>
              <w:t>TEST</w:t>
            </w:r>
            <w:r w:rsidRPr="00241E66">
              <w:rPr>
                <w:noProof w:val="0"/>
              </w:rPr>
              <w:t>, fid=1111</w:t>
            </w:r>
          </w:p>
          <w:p w:rsidR="00C0341F" w:rsidRPr="00241E66" w:rsidRDefault="00C0341F" w:rsidP="001002C6">
            <w:pPr>
              <w:pStyle w:val="PL"/>
              <w:keepNext/>
              <w:keepLines/>
              <w:rPr>
                <w:noProof w:val="0"/>
              </w:rPr>
            </w:pPr>
            <w:r w:rsidRPr="00241E66">
              <w:rPr>
                <w:noProof w:val="0"/>
              </w:rPr>
              <w:t>select EF</w:t>
            </w:r>
            <w:r w:rsidRPr="00241E66">
              <w:rPr>
                <w:noProof w:val="0"/>
                <w:vertAlign w:val="subscript"/>
              </w:rPr>
              <w:t>LARR1</w:t>
            </w:r>
            <w:r w:rsidRPr="00241E66">
              <w:rPr>
                <w:noProof w:val="0"/>
              </w:rPr>
              <w:t>, fid=6FA1</w:t>
            </w:r>
          </w:p>
          <w:p w:rsidR="00C0341F" w:rsidRPr="00241E66" w:rsidRDefault="00C0341F" w:rsidP="001002C6">
            <w:pPr>
              <w:pStyle w:val="PL"/>
              <w:keepNext/>
              <w:keepLines/>
              <w:rPr>
                <w:noProof w:val="0"/>
              </w:rPr>
            </w:pPr>
            <w:r w:rsidRPr="00241E66">
              <w:rPr>
                <w:noProof w:val="0"/>
              </w:rPr>
              <w:t xml:space="preserve">2- Using the UICC FileView </w:t>
            </w:r>
          </w:p>
          <w:p w:rsidR="00C0341F" w:rsidRPr="00241E66" w:rsidRDefault="00C0341F" w:rsidP="001002C6">
            <w:pPr>
              <w:pStyle w:val="PL"/>
              <w:keepNext/>
              <w:keepLines/>
              <w:rPr>
                <w:noProof w:val="0"/>
              </w:rPr>
            </w:pPr>
            <w:r w:rsidRPr="00241E66">
              <w:rPr>
                <w:noProof w:val="0"/>
              </w:rPr>
              <w:t>select MF, fid=3F00</w:t>
            </w:r>
          </w:p>
          <w:p w:rsidR="00C0341F" w:rsidRPr="00241E66" w:rsidRDefault="00C0341F" w:rsidP="001002C6">
            <w:pPr>
              <w:pStyle w:val="PL"/>
              <w:keepNext/>
              <w:keepLines/>
              <w:rPr>
                <w:noProof w:val="0"/>
              </w:rPr>
            </w:pPr>
            <w:r w:rsidRPr="00241E66">
              <w:rPr>
                <w:noProof w:val="0"/>
              </w:rPr>
              <w:t>select DF</w:t>
            </w:r>
            <w:r w:rsidRPr="00241E66">
              <w:rPr>
                <w:noProof w:val="0"/>
                <w:vertAlign w:val="subscript"/>
              </w:rPr>
              <w:t>TEST</w:t>
            </w:r>
            <w:r w:rsidRPr="00241E66">
              <w:rPr>
                <w:noProof w:val="0"/>
              </w:rPr>
              <w:t>, fid=1111</w:t>
            </w:r>
          </w:p>
          <w:p w:rsidR="00C0341F" w:rsidRPr="00241E66" w:rsidRDefault="00C0341F" w:rsidP="001002C6">
            <w:pPr>
              <w:pStyle w:val="PL"/>
              <w:keepNext/>
              <w:keepLines/>
              <w:rPr>
                <w:noProof w:val="0"/>
              </w:rPr>
            </w:pPr>
            <w:r w:rsidRPr="00241E66">
              <w:rPr>
                <w:noProof w:val="0"/>
              </w:rPr>
              <w:t>select EF</w:t>
            </w:r>
            <w:r w:rsidRPr="00241E66">
              <w:rPr>
                <w:noProof w:val="0"/>
                <w:vertAlign w:val="subscript"/>
              </w:rPr>
              <w:t>TARR3</w:t>
            </w:r>
            <w:r w:rsidR="001002C6" w:rsidRPr="00241E66">
              <w:rPr>
                <w:noProof w:val="0"/>
              </w:rPr>
              <w:t>, fid=6FB3</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TAL"/>
            </w:pPr>
          </w:p>
          <w:p w:rsidR="00C0341F" w:rsidRPr="00241E66" w:rsidRDefault="00C0341F" w:rsidP="001002C6">
            <w:pPr>
              <w:pStyle w:val="TAL"/>
            </w:pPr>
          </w:p>
          <w:p w:rsidR="00C0341F" w:rsidRPr="00241E66" w:rsidRDefault="00C0341F" w:rsidP="001002C6">
            <w:pPr>
              <w:pStyle w:val="TAL"/>
            </w:pPr>
            <w:r w:rsidRPr="00241E66">
              <w:t xml:space="preserve">1- fcp[] shall contain the following TLV </w:t>
            </w:r>
          </w:p>
          <w:p w:rsidR="00C0341F" w:rsidRPr="00241E66" w:rsidRDefault="00C0341F" w:rsidP="001002C6">
            <w:pPr>
              <w:pStyle w:val="TAL"/>
            </w:pPr>
            <w:r w:rsidRPr="00241E66">
              <w:t>8B 03 AC 00 01  or</w:t>
            </w:r>
          </w:p>
          <w:p w:rsidR="00C0341F" w:rsidRPr="00241E66" w:rsidRDefault="00C0341F" w:rsidP="001002C6">
            <w:pPr>
              <w:pStyle w:val="TAL"/>
            </w:pPr>
            <w:r w:rsidRPr="00241E66">
              <w:t>8B 06 AC 00 00 01 01 01</w:t>
            </w:r>
          </w:p>
          <w:p w:rsidR="00C0341F" w:rsidRPr="00241E66" w:rsidRDefault="00C0341F" w:rsidP="001002C6">
            <w:pPr>
              <w:pStyle w:val="TAL"/>
            </w:pPr>
            <w:r w:rsidRPr="00241E66">
              <w:t>2- fcp[] shall contain the following TLV</w:t>
            </w:r>
          </w:p>
          <w:p w:rsidR="00C0341F" w:rsidRPr="00241E66" w:rsidRDefault="00C0341F" w:rsidP="001002C6">
            <w:pPr>
              <w:pStyle w:val="TAL"/>
            </w:pPr>
            <w:r w:rsidRPr="00241E66">
              <w:t>8B 03 AC 00 03  or</w:t>
            </w:r>
          </w:p>
          <w:p w:rsidR="00C0341F" w:rsidRPr="00241E66" w:rsidRDefault="00C0341F" w:rsidP="001002C6">
            <w:pPr>
              <w:pStyle w:val="TAL"/>
            </w:pPr>
            <w:r w:rsidRPr="00241E66">
              <w:t>8B 06 AC 00 00 03 01 03</w:t>
            </w:r>
          </w:p>
          <w:p w:rsidR="00C0341F" w:rsidRPr="00241E66" w:rsidRDefault="00C0341F" w:rsidP="001002C6">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1002C6">
            <w:pPr>
              <w:pStyle w:val="PL"/>
              <w:keepNext/>
              <w:keepLines/>
              <w:rPr>
                <w:noProof w:val="0"/>
              </w:rPr>
            </w:pPr>
          </w:p>
        </w:tc>
      </w:tr>
    </w:tbl>
    <w:p w:rsidR="00C0341F" w:rsidRPr="00241E66" w:rsidRDefault="00C0341F"/>
    <w:p w:rsidR="00C0341F" w:rsidRPr="00241E66" w:rsidRDefault="00C0341F" w:rsidP="008542A8">
      <w:pPr>
        <w:pStyle w:val="Heading4"/>
      </w:pPr>
      <w:r w:rsidRPr="00241E66">
        <w:lastRenderedPageBreak/>
        <w:t>5.3.1.6</w:t>
      </w:r>
      <w:r w:rsidRPr="00241E66">
        <w:tab/>
        <w:t>Method select (short fid)</w:t>
      </w:r>
    </w:p>
    <w:p w:rsidR="00C0341F" w:rsidRPr="00241E66" w:rsidRDefault="00C0341F" w:rsidP="008542A8">
      <w:pPr>
        <w:keepNext/>
        <w:keepLines/>
      </w:pPr>
      <w:r w:rsidRPr="00241E66">
        <w:t>Test Area Reference: Api_4_Afv_Slcts</w:t>
      </w:r>
      <w:r w:rsidR="001002C6" w:rsidRPr="00241E66">
        <w:t>.</w:t>
      </w:r>
    </w:p>
    <w:p w:rsidR="00C0341F" w:rsidRPr="00241E66" w:rsidRDefault="00C0341F" w:rsidP="008542A8">
      <w:pPr>
        <w:pStyle w:val="Heading5"/>
      </w:pPr>
      <w:r w:rsidRPr="00241E66">
        <w:t>5.3.1.6.1</w:t>
      </w:r>
      <w:r w:rsidRPr="00241E66">
        <w:tab/>
        <w:t>Conformance requirement</w:t>
      </w:r>
    </w:p>
    <w:p w:rsidR="00C0341F" w:rsidRPr="00241E66" w:rsidRDefault="00C0341F" w:rsidP="008542A8">
      <w:pPr>
        <w:keepNext/>
        <w:keepLines/>
      </w:pPr>
      <w:r w:rsidRPr="00241E66">
        <w:t>The method with following header shall be compliant to its definition in the API.</w:t>
      </w:r>
    </w:p>
    <w:p w:rsidR="00C0341F" w:rsidRPr="00241E66" w:rsidRDefault="00C0341F" w:rsidP="008542A8">
      <w:pPr>
        <w:pStyle w:val="PL"/>
        <w:keepNext/>
        <w:keepLines/>
        <w:rPr>
          <w:noProof w:val="0"/>
        </w:rPr>
      </w:pPr>
      <w:r w:rsidRPr="00241E66">
        <w:rPr>
          <w:noProof w:val="0"/>
        </w:rPr>
        <w:t>public public void select(short fid)</w:t>
      </w:r>
    </w:p>
    <w:p w:rsidR="00C0341F" w:rsidRPr="00241E66" w:rsidRDefault="00C0341F" w:rsidP="008542A8">
      <w:pPr>
        <w:pStyle w:val="PL"/>
        <w:keepNext/>
        <w:keepLines/>
        <w:rPr>
          <w:noProof w:val="0"/>
        </w:rPr>
      </w:pPr>
      <w:r w:rsidRPr="00241E66">
        <w:rPr>
          <w:noProof w:val="0"/>
        </w:rPr>
        <w:t xml:space="preserve">            throws UICCException</w:t>
      </w:r>
    </w:p>
    <w:p w:rsidR="001002C6" w:rsidRPr="00241E66" w:rsidRDefault="001002C6" w:rsidP="008542A8">
      <w:pPr>
        <w:pStyle w:val="PL"/>
        <w:keepNext/>
        <w:keepLines/>
        <w:rPr>
          <w:noProof w:val="0"/>
        </w:rPr>
      </w:pPr>
    </w:p>
    <w:p w:rsidR="00C0341F" w:rsidRPr="00241E66" w:rsidRDefault="00C0341F" w:rsidP="008542A8">
      <w:pPr>
        <w:pStyle w:val="H6"/>
      </w:pPr>
      <w:r w:rsidRPr="00241E66">
        <w:t>5.3.1.6.1.1</w:t>
      </w:r>
      <w:r w:rsidRPr="00241E66">
        <w:tab/>
        <w:t>Normal execution</w:t>
      </w:r>
    </w:p>
    <w:p w:rsidR="00C0341F" w:rsidRPr="00241E66" w:rsidRDefault="00C0341F" w:rsidP="008542A8">
      <w:pPr>
        <w:pStyle w:val="B1"/>
        <w:keepNext/>
        <w:keepLines/>
      </w:pPr>
      <w:r w:rsidRPr="00241E66">
        <w:t>CRRN1: Selects a file of the UICC file system or of an ADF file system by file identifier.</w:t>
      </w:r>
    </w:p>
    <w:p w:rsidR="00C0341F" w:rsidRPr="00241E66" w:rsidRDefault="00C0341F">
      <w:pPr>
        <w:pStyle w:val="B1"/>
      </w:pPr>
      <w:r w:rsidRPr="00241E66">
        <w:t>CRRN2: Allows to update the current file without handling the Select Response.</w:t>
      </w:r>
    </w:p>
    <w:p w:rsidR="00C0341F" w:rsidRPr="00241E66" w:rsidRDefault="00C0341F">
      <w:pPr>
        <w:pStyle w:val="B1"/>
      </w:pPr>
      <w:r w:rsidRPr="00241E66">
        <w:t>CRRN3: After selecting</w:t>
      </w:r>
      <w:r w:rsidR="008542A8" w:rsidRPr="00241E66">
        <w:t xml:space="preserve"> a ADF/MF/DF no EF is selected.</w:t>
      </w:r>
    </w:p>
    <w:p w:rsidR="00C0341F" w:rsidRPr="00241E66" w:rsidRDefault="00C0341F">
      <w:pPr>
        <w:pStyle w:val="B1"/>
      </w:pPr>
      <w:r w:rsidRPr="00241E66">
        <w:t>CRRN4: After selecting a linear fixed EF no record is selected.</w:t>
      </w:r>
    </w:p>
    <w:p w:rsidR="00C0341F" w:rsidRPr="00241E66" w:rsidRDefault="00C0341F">
      <w:pPr>
        <w:pStyle w:val="B1"/>
      </w:pPr>
      <w:r w:rsidRPr="00241E66">
        <w:t>CRRN5: Any file can be selected by FID which is an immediate child of the current directory.</w:t>
      </w:r>
    </w:p>
    <w:p w:rsidR="00C0341F" w:rsidRPr="00241E66" w:rsidRDefault="00C0341F">
      <w:pPr>
        <w:pStyle w:val="B1"/>
      </w:pPr>
      <w:r w:rsidRPr="00241E66">
        <w:t>CRRN6: Any DF can be selected by FID which is an immediate child of the parent of the current DF.</w:t>
      </w:r>
    </w:p>
    <w:p w:rsidR="00C0341F" w:rsidRPr="00241E66" w:rsidRDefault="00C0341F">
      <w:pPr>
        <w:pStyle w:val="B1"/>
      </w:pPr>
      <w:r w:rsidRPr="00241E66">
        <w:t>CRRN7: The parent of the current directory can be selected by the FID.</w:t>
      </w:r>
    </w:p>
    <w:p w:rsidR="00C0341F" w:rsidRPr="00241E66" w:rsidRDefault="00C0341F">
      <w:pPr>
        <w:pStyle w:val="B1"/>
      </w:pPr>
      <w:r w:rsidRPr="00241E66">
        <w:t>CRRN8: The ADF of the current active application can be selected by the FID.</w:t>
      </w:r>
    </w:p>
    <w:p w:rsidR="00C0341F" w:rsidRPr="00241E66" w:rsidRDefault="00C0341F">
      <w:pPr>
        <w:pStyle w:val="B1"/>
      </w:pPr>
      <w:r w:rsidRPr="00241E66">
        <w:t>CRRN9: The ADF/MF/EF can always be self selected.</w:t>
      </w:r>
    </w:p>
    <w:p w:rsidR="00C0341F" w:rsidRPr="00241E66" w:rsidRDefault="00C0341F">
      <w:pPr>
        <w:pStyle w:val="B1"/>
      </w:pPr>
      <w:r w:rsidRPr="00241E66">
        <w:t>CRRN10: The file context associated with the FileView object is changed after successful execution.</w:t>
      </w:r>
    </w:p>
    <w:p w:rsidR="00C0341F" w:rsidRPr="00241E66" w:rsidRDefault="00C0341F">
      <w:pPr>
        <w:pStyle w:val="H6"/>
      </w:pPr>
      <w:r w:rsidRPr="00241E66">
        <w:t>5.3.1.6.1.2</w:t>
      </w:r>
      <w:r w:rsidRPr="00241E66">
        <w:tab/>
        <w:t>Parameter errors</w:t>
      </w:r>
    </w:p>
    <w:p w:rsidR="00C0341F" w:rsidRPr="00241E66" w:rsidRDefault="00C0341F" w:rsidP="001002C6">
      <w:r w:rsidRPr="00241E66">
        <w:t>No requirements.</w:t>
      </w:r>
    </w:p>
    <w:p w:rsidR="00C0341F" w:rsidRPr="00241E66" w:rsidRDefault="00C0341F">
      <w:pPr>
        <w:pStyle w:val="H6"/>
      </w:pPr>
      <w:r w:rsidRPr="00241E66">
        <w:t>5.3.1.6.1.3</w:t>
      </w:r>
      <w:r w:rsidRPr="00241E66">
        <w:tab/>
        <w:t>Context errors</w:t>
      </w:r>
    </w:p>
    <w:p w:rsidR="00C0341F" w:rsidRPr="00241E66" w:rsidRDefault="00C0341F">
      <w:pPr>
        <w:pStyle w:val="B1"/>
      </w:pPr>
      <w:r w:rsidRPr="00241E66">
        <w:t>CRRC1: If the file with a File Identifier which matches fid could not be found according to the selection rule listed in CCRN3, an instance of UICCException shall be thrown. The reason code shall be UICCException.FILE_NOT_FOUND.</w:t>
      </w:r>
    </w:p>
    <w:p w:rsidR="00C0341F" w:rsidRPr="00241E66" w:rsidRDefault="00C0341F">
      <w:pPr>
        <w:pStyle w:val="B1"/>
      </w:pPr>
      <w:r w:rsidRPr="00241E66">
        <w:t>CRRC2: If the file with a File Identifier which matches fid could not be found according to the selection rule listed in CCRN4, an instance of UICCException shall be thrown. The reason code shall be UICCException.FILE_NOT_FOUND.</w:t>
      </w:r>
    </w:p>
    <w:p w:rsidR="00C0341F" w:rsidRPr="00241E66" w:rsidRDefault="00C0341F">
      <w:pPr>
        <w:pStyle w:val="B1"/>
      </w:pPr>
      <w:r w:rsidRPr="00241E66">
        <w:t>CRRC3: If the file with a File Identifier which matches fid could not be found according to the selection rule listed in CCRN5, an instance of UICCException shall be thrown. The reason code shall be UICCException.FILE_NOT_FOUND.</w:t>
      </w:r>
    </w:p>
    <w:p w:rsidR="00C0341F" w:rsidRPr="00241E66" w:rsidRDefault="00C0341F">
      <w:pPr>
        <w:pStyle w:val="B1"/>
      </w:pPr>
      <w:r w:rsidRPr="00241E66">
        <w:t>CRRC4: If the file with a File Identifier which matches fid could not be found according to the selection rule listed in CCRN6, an instance of UICCException shall be thrown. The reason code shall be UICCException.FILE_NOT_FOUND.</w:t>
      </w:r>
    </w:p>
    <w:p w:rsidR="00C0341F" w:rsidRPr="00241E66" w:rsidRDefault="00C0341F">
      <w:pPr>
        <w:pStyle w:val="B1"/>
      </w:pPr>
      <w:r w:rsidRPr="00241E66">
        <w:t>CRRC5: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CRRC6: If the method call causes an error to occur that is not expected and thus not handled, an instance of UICCException shall be thrown. The reason code shall be UICCException.INTERNAL_ERROR.</w:t>
      </w:r>
    </w:p>
    <w:p w:rsidR="00C0341F" w:rsidRPr="00241E66" w:rsidRDefault="00C0341F" w:rsidP="008542A8">
      <w:pPr>
        <w:pStyle w:val="Heading5"/>
        <w:keepLines w:val="0"/>
      </w:pPr>
      <w:r w:rsidRPr="00241E66">
        <w:lastRenderedPageBreak/>
        <w:t>5.3.1.6.2</w:t>
      </w:r>
      <w:r w:rsidRPr="00241E66">
        <w:tab/>
        <w:t>Test area files</w:t>
      </w:r>
    </w:p>
    <w:p w:rsidR="00C0341F" w:rsidRPr="00241E66" w:rsidRDefault="00C0341F" w:rsidP="008542A8">
      <w:pPr>
        <w:pStyle w:val="EX"/>
        <w:keepNext/>
        <w:keepLines w:val="0"/>
      </w:pPr>
      <w:r w:rsidRPr="00241E66">
        <w:t>Test Source:</w:t>
      </w:r>
      <w:r w:rsidRPr="00241E66">
        <w:tab/>
        <w:t>Test_Api_4_Afv_Slcts.java</w:t>
      </w:r>
      <w:r w:rsidR="001002C6" w:rsidRPr="00241E66">
        <w:t>.</w:t>
      </w:r>
    </w:p>
    <w:p w:rsidR="00C0341F" w:rsidRPr="00241E66" w:rsidRDefault="00C0341F" w:rsidP="008542A8">
      <w:pPr>
        <w:pStyle w:val="EX"/>
        <w:keepNext/>
        <w:keepLines w:val="0"/>
      </w:pPr>
      <w:r w:rsidRPr="00241E66">
        <w:t>Test Applet:</w:t>
      </w:r>
      <w:r w:rsidRPr="00241E66">
        <w:tab/>
        <w:t>Api_4_Afv_Slcts_1.java</w:t>
      </w:r>
      <w:r w:rsidR="001002C6" w:rsidRPr="00241E66">
        <w:t>.</w:t>
      </w:r>
    </w:p>
    <w:p w:rsidR="00C0341F" w:rsidRPr="00241E66" w:rsidRDefault="00C0341F" w:rsidP="001002C6">
      <w:pPr>
        <w:pStyle w:val="EX"/>
      </w:pPr>
      <w:r w:rsidRPr="00241E66">
        <w:t>Cap File:</w:t>
      </w:r>
      <w:r w:rsidRPr="00241E66">
        <w:tab/>
        <w:t>api_4_Afv_slcts.cap</w:t>
      </w:r>
      <w:r w:rsidR="001002C6" w:rsidRPr="00241E66">
        <w:t>.</w:t>
      </w:r>
    </w:p>
    <w:p w:rsidR="00C0341F" w:rsidRPr="00241E66" w:rsidRDefault="00C0341F" w:rsidP="00B54FD2">
      <w:pPr>
        <w:pStyle w:val="Heading5"/>
      </w:pPr>
      <w:r w:rsidRPr="00241E66">
        <w:t>5.3.1.6.3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5491"/>
      </w:tblGrid>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N7</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N8</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N9</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N10</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Tested in Api_1_Cont, test case 1 and 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1002C6" w:rsidRPr="00241E66" w:rsidRDefault="001002C6" w:rsidP="001002C6"/>
    <w:p w:rsidR="00C0341F" w:rsidRPr="00241E66" w:rsidRDefault="00C0341F" w:rsidP="00B54FD2">
      <w:pPr>
        <w:pStyle w:val="Heading5"/>
      </w:pPr>
      <w:r w:rsidRPr="00241E66">
        <w:t>5.3.1.6.4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C0341F" w:rsidRPr="00241E66" w:rsidTr="003C2A6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Get an AdminFileView object, UICC file system</w:t>
            </w:r>
          </w:p>
          <w:p w:rsidR="00C0341F" w:rsidRPr="00241E66" w:rsidRDefault="00C0341F">
            <w:pPr>
              <w:pStyle w:val="PL"/>
              <w:rPr>
                <w:noProof w:val="0"/>
              </w:rPr>
            </w:pPr>
          </w:p>
          <w:p w:rsidR="00C0341F" w:rsidRPr="00241E66" w:rsidRDefault="00C0341F">
            <w:pPr>
              <w:pStyle w:val="PL"/>
              <w:rPr>
                <w:noProof w:val="0"/>
              </w:rPr>
            </w:pPr>
            <w:r w:rsidRPr="00241E66">
              <w:rPr>
                <w:noProof w:val="0"/>
              </w:rPr>
              <w:t>1- get an AdminFileView AdminFileViewBuilder.getTheUICCAdminFileView(CLEAR_ON_RESET)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Selection possibilities</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EF</w:t>
            </w:r>
            <w:r w:rsidRPr="00241E66">
              <w:rPr>
                <w:noProof w:val="0"/>
                <w:vertAlign w:val="subscript"/>
              </w:rPr>
              <w:t>UICC</w:t>
            </w:r>
            <w:r w:rsidRPr="00241E66">
              <w:rPr>
                <w:noProof w:val="0"/>
              </w:rPr>
              <w:t>, fid=2FF0</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3- select EF</w:t>
            </w:r>
            <w:r w:rsidRPr="00241E66">
              <w:rPr>
                <w:noProof w:val="0"/>
                <w:vertAlign w:val="subscript"/>
              </w:rPr>
              <w:t>CNU</w:t>
            </w:r>
            <w:r w:rsidRPr="00241E66">
              <w:rPr>
                <w:noProof w:val="0"/>
              </w:rPr>
              <w:t>, fid=6F05</w:t>
            </w:r>
          </w:p>
          <w:p w:rsidR="00C0341F" w:rsidRPr="00241E66" w:rsidRDefault="00C0341F">
            <w:pPr>
              <w:pStyle w:val="PL"/>
              <w:rPr>
                <w:noProof w:val="0"/>
              </w:rPr>
            </w:pPr>
            <w:r w:rsidRPr="00241E66">
              <w:rPr>
                <w:noProof w:val="0"/>
              </w:rPr>
              <w:t>4-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5- select DF</w:t>
            </w:r>
            <w:r w:rsidRPr="00241E66">
              <w:rPr>
                <w:noProof w:val="0"/>
                <w:vertAlign w:val="subscript"/>
              </w:rPr>
              <w:t>SUB_TEST</w:t>
            </w:r>
            <w:r w:rsidRPr="00241E66">
              <w:rPr>
                <w:noProof w:val="0"/>
              </w:rPr>
              <w:t>, fid=2211</w:t>
            </w:r>
          </w:p>
          <w:p w:rsidR="00C0341F" w:rsidRPr="00241E66" w:rsidRDefault="00C0341F">
            <w:pPr>
              <w:pStyle w:val="PL"/>
              <w:rPr>
                <w:noProof w:val="0"/>
              </w:rPr>
            </w:pPr>
            <w:r w:rsidRPr="00241E66">
              <w:rPr>
                <w:noProof w:val="0"/>
              </w:rPr>
              <w:t>6-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7-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8-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9- select MF, fid=3F00</w:t>
            </w:r>
          </w:p>
          <w:p w:rsidR="00C0341F" w:rsidRPr="00241E66" w:rsidRDefault="00C0341F">
            <w:pPr>
              <w:pStyle w:val="PL"/>
              <w:rPr>
                <w:noProof w:val="0"/>
              </w:rPr>
            </w:pPr>
            <w:r w:rsidRPr="00241E66">
              <w:rPr>
                <w:noProof w:val="0"/>
              </w:rPr>
              <w:t>10-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11-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12- select MF, fid=3F00</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keepNext w:val="0"/>
              <w:keepLines w:val="0"/>
            </w:pPr>
            <w:r w:rsidRPr="00241E66">
              <w:t>Selection possibilities, ADF1</w:t>
            </w:r>
          </w:p>
          <w:p w:rsidR="00C0341F" w:rsidRPr="00241E66" w:rsidRDefault="00C0341F" w:rsidP="008542A8">
            <w:pPr>
              <w:pStyle w:val="PL"/>
              <w:rPr>
                <w:noProof w:val="0"/>
              </w:rPr>
            </w:pPr>
          </w:p>
          <w:p w:rsidR="00C0341F" w:rsidRPr="00241E66" w:rsidRDefault="00C0341F" w:rsidP="008542A8">
            <w:pPr>
              <w:pStyle w:val="PL"/>
              <w:rPr>
                <w:noProof w:val="0"/>
              </w:rPr>
            </w:pPr>
            <w:r w:rsidRPr="00241E66">
              <w:rPr>
                <w:noProof w:val="0"/>
              </w:rPr>
              <w:t>1- get an AdminFileView AdminFileViewBuilder.getTheAdminFileView(AID_ADF1,CLEAR_ON_RESET)</w:t>
            </w:r>
          </w:p>
          <w:p w:rsidR="00C0341F" w:rsidRPr="00241E66" w:rsidRDefault="00C0341F" w:rsidP="008542A8">
            <w:pPr>
              <w:pStyle w:val="PL"/>
              <w:rPr>
                <w:noProof w:val="0"/>
              </w:rPr>
            </w:pPr>
            <w:r w:rsidRPr="00241E66">
              <w:rPr>
                <w:noProof w:val="0"/>
              </w:rPr>
              <w:t>2- select EF</w:t>
            </w:r>
            <w:r w:rsidRPr="00241E66">
              <w:rPr>
                <w:noProof w:val="0"/>
                <w:vertAlign w:val="subscript"/>
              </w:rPr>
              <w:t>UICC</w:t>
            </w:r>
            <w:r w:rsidRPr="00241E66">
              <w:rPr>
                <w:noProof w:val="0"/>
              </w:rPr>
              <w:t>, fid=2FF0</w:t>
            </w:r>
          </w:p>
          <w:p w:rsidR="00C0341F" w:rsidRPr="00241E66" w:rsidRDefault="00C0341F" w:rsidP="008542A8">
            <w:pPr>
              <w:pStyle w:val="PL"/>
              <w:rPr>
                <w:noProof w:val="0"/>
              </w:rPr>
            </w:pPr>
            <w:r w:rsidRPr="00241E66">
              <w:rPr>
                <w:noProof w:val="0"/>
              </w:rPr>
              <w:t>3- select DF</w:t>
            </w:r>
            <w:r w:rsidRPr="00241E66">
              <w:rPr>
                <w:noProof w:val="0"/>
                <w:vertAlign w:val="subscript"/>
              </w:rPr>
              <w:t>TEST</w:t>
            </w:r>
            <w:r w:rsidRPr="00241E66">
              <w:rPr>
                <w:noProof w:val="0"/>
              </w:rPr>
              <w:t>, fid=1111</w:t>
            </w:r>
          </w:p>
          <w:p w:rsidR="00C0341F" w:rsidRPr="00241E66" w:rsidRDefault="00C0341F" w:rsidP="008542A8">
            <w:pPr>
              <w:pStyle w:val="PL"/>
              <w:rPr>
                <w:noProof w:val="0"/>
              </w:rPr>
            </w:pPr>
            <w:r w:rsidRPr="00241E66">
              <w:rPr>
                <w:noProof w:val="0"/>
              </w:rPr>
              <w:t>4- select EF</w:t>
            </w:r>
            <w:r w:rsidRPr="00241E66">
              <w:rPr>
                <w:noProof w:val="0"/>
                <w:vertAlign w:val="subscript"/>
              </w:rPr>
              <w:t>CNU</w:t>
            </w:r>
            <w:r w:rsidRPr="00241E66">
              <w:rPr>
                <w:noProof w:val="0"/>
              </w:rPr>
              <w:t>, fid=6F05</w:t>
            </w:r>
          </w:p>
          <w:p w:rsidR="00C0341F" w:rsidRPr="00241E66" w:rsidRDefault="00C0341F" w:rsidP="008542A8">
            <w:pPr>
              <w:pStyle w:val="PL"/>
              <w:rPr>
                <w:noProof w:val="0"/>
              </w:rPr>
            </w:pPr>
            <w:r w:rsidRPr="00241E66">
              <w:rPr>
                <w:noProof w:val="0"/>
              </w:rPr>
              <w:t>5- select EF</w:t>
            </w:r>
            <w:r w:rsidRPr="00241E66">
              <w:rPr>
                <w:noProof w:val="0"/>
                <w:vertAlign w:val="subscript"/>
              </w:rPr>
              <w:t>TAAA</w:t>
            </w:r>
            <w:r w:rsidRPr="00241E66">
              <w:rPr>
                <w:noProof w:val="0"/>
              </w:rPr>
              <w:t>, fid=6F16</w:t>
            </w:r>
          </w:p>
          <w:p w:rsidR="00C0341F" w:rsidRPr="00241E66" w:rsidRDefault="00C0341F" w:rsidP="008542A8">
            <w:pPr>
              <w:pStyle w:val="PL"/>
              <w:rPr>
                <w:noProof w:val="0"/>
              </w:rPr>
            </w:pPr>
            <w:r w:rsidRPr="00241E66">
              <w:rPr>
                <w:noProof w:val="0"/>
              </w:rPr>
              <w:t>6- select DF</w:t>
            </w:r>
            <w:r w:rsidRPr="00241E66">
              <w:rPr>
                <w:noProof w:val="0"/>
                <w:vertAlign w:val="subscript"/>
              </w:rPr>
              <w:t>SUB_TEST</w:t>
            </w:r>
            <w:r w:rsidRPr="00241E66">
              <w:rPr>
                <w:noProof w:val="0"/>
              </w:rPr>
              <w:t>, fid=2211</w:t>
            </w:r>
          </w:p>
          <w:p w:rsidR="00C0341F" w:rsidRPr="00241E66" w:rsidRDefault="00C0341F" w:rsidP="008542A8">
            <w:pPr>
              <w:pStyle w:val="PL"/>
              <w:rPr>
                <w:noProof w:val="0"/>
              </w:rPr>
            </w:pPr>
            <w:r w:rsidRPr="00241E66">
              <w:rPr>
                <w:noProof w:val="0"/>
              </w:rPr>
              <w:t>7- select DF</w:t>
            </w:r>
            <w:r w:rsidRPr="00241E66">
              <w:rPr>
                <w:noProof w:val="0"/>
                <w:vertAlign w:val="subscript"/>
              </w:rPr>
              <w:t>TEST</w:t>
            </w:r>
            <w:r w:rsidRPr="00241E66">
              <w:rPr>
                <w:noProof w:val="0"/>
              </w:rPr>
              <w:t>, fid=1111</w:t>
            </w:r>
          </w:p>
          <w:p w:rsidR="00C0341F" w:rsidRPr="00241E66" w:rsidRDefault="00C0341F" w:rsidP="008542A8">
            <w:pPr>
              <w:pStyle w:val="PL"/>
              <w:rPr>
                <w:noProof w:val="0"/>
              </w:rPr>
            </w:pPr>
            <w:r w:rsidRPr="00241E66">
              <w:rPr>
                <w:noProof w:val="0"/>
              </w:rPr>
              <w:t>8- select EF</w:t>
            </w:r>
            <w:r w:rsidRPr="00241E66">
              <w:rPr>
                <w:noProof w:val="0"/>
                <w:vertAlign w:val="subscript"/>
              </w:rPr>
              <w:t>TAAA</w:t>
            </w:r>
            <w:r w:rsidRPr="00241E66">
              <w:rPr>
                <w:noProof w:val="0"/>
              </w:rPr>
              <w:t>, fid=6F16</w:t>
            </w:r>
          </w:p>
          <w:p w:rsidR="00C0341F" w:rsidRPr="00241E66" w:rsidRDefault="00C0341F" w:rsidP="008542A8">
            <w:pPr>
              <w:pStyle w:val="PL"/>
              <w:rPr>
                <w:noProof w:val="0"/>
              </w:rPr>
            </w:pPr>
            <w:r w:rsidRPr="00241E66">
              <w:rPr>
                <w:noProof w:val="0"/>
              </w:rPr>
              <w:t>9- select DF</w:t>
            </w:r>
            <w:r w:rsidRPr="00241E66">
              <w:rPr>
                <w:noProof w:val="0"/>
                <w:vertAlign w:val="subscript"/>
              </w:rPr>
              <w:t>TEST</w:t>
            </w:r>
            <w:r w:rsidRPr="00241E66">
              <w:rPr>
                <w:noProof w:val="0"/>
              </w:rPr>
              <w:t>, fid=1111</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keepNext w:val="0"/>
              <w:keepLines w:val="0"/>
            </w:pPr>
          </w:p>
          <w:p w:rsidR="00C0341F" w:rsidRPr="00241E66" w:rsidRDefault="00C0341F" w:rsidP="008542A8">
            <w:pPr>
              <w:pStyle w:val="TAL"/>
              <w:keepNext w:val="0"/>
              <w:keepLines w:val="0"/>
            </w:pPr>
            <w:r w:rsidRPr="00241E66">
              <w:t>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No selection of  unreachable file</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1- get an AdminFileView AdminFileViewBuilder.getTheUICCAdminFileView(CLEAR_ON_RESET)</w:t>
            </w:r>
          </w:p>
          <w:p w:rsidR="00C0341F" w:rsidRPr="00241E66" w:rsidRDefault="00C0341F" w:rsidP="008542A8">
            <w:pPr>
              <w:pStyle w:val="PL"/>
              <w:keepNext/>
              <w:keepLines/>
              <w:rPr>
                <w:noProof w:val="0"/>
              </w:rPr>
            </w:pPr>
            <w:r w:rsidRPr="00241E66">
              <w:rPr>
                <w:noProof w:val="0"/>
              </w:rPr>
              <w:t>2- select EF</w:t>
            </w:r>
            <w:r w:rsidRPr="00241E66">
              <w:rPr>
                <w:noProof w:val="0"/>
                <w:vertAlign w:val="subscript"/>
              </w:rPr>
              <w:t>CNU</w:t>
            </w:r>
            <w:r w:rsidRPr="00241E66">
              <w:rPr>
                <w:noProof w:val="0"/>
              </w:rPr>
              <w:t>, fid=6F05</w:t>
            </w:r>
          </w:p>
          <w:p w:rsidR="00C0341F" w:rsidRPr="00241E66" w:rsidRDefault="00C0341F" w:rsidP="008542A8">
            <w:pPr>
              <w:pStyle w:val="PL"/>
              <w:keepNext/>
              <w:keepLines/>
              <w:rPr>
                <w:noProof w:val="0"/>
              </w:rPr>
            </w:pPr>
            <w:r w:rsidRPr="00241E66">
              <w:rPr>
                <w:noProof w:val="0"/>
              </w:rPr>
              <w:t>3- select DF</w:t>
            </w:r>
            <w:r w:rsidRPr="00241E66">
              <w:rPr>
                <w:noProof w:val="0"/>
                <w:vertAlign w:val="subscript"/>
              </w:rPr>
              <w:t>TEST</w:t>
            </w:r>
            <w:r w:rsidRPr="00241E66">
              <w:rPr>
                <w:noProof w:val="0"/>
              </w:rPr>
              <w:t>, fid=1111</w:t>
            </w:r>
          </w:p>
          <w:p w:rsidR="00C0341F" w:rsidRPr="00241E66" w:rsidRDefault="00C0341F" w:rsidP="008542A8">
            <w:pPr>
              <w:pStyle w:val="PL"/>
              <w:keepNext/>
              <w:keepLines/>
              <w:rPr>
                <w:noProof w:val="0"/>
              </w:rPr>
            </w:pPr>
            <w:r w:rsidRPr="00241E66">
              <w:rPr>
                <w:noProof w:val="0"/>
              </w:rPr>
              <w:t>4- select EF</w:t>
            </w:r>
            <w:r w:rsidRPr="00241E66">
              <w:rPr>
                <w:noProof w:val="0"/>
                <w:vertAlign w:val="subscript"/>
              </w:rPr>
              <w:t>TAA</w:t>
            </w:r>
            <w:r w:rsidRPr="00241E66">
              <w:rPr>
                <w:noProof w:val="0"/>
              </w:rPr>
              <w:t>, fid=2222</w:t>
            </w:r>
          </w:p>
          <w:p w:rsidR="00C0341F" w:rsidRPr="00241E66" w:rsidRDefault="00C0341F" w:rsidP="008542A8">
            <w:pPr>
              <w:pStyle w:val="PL"/>
              <w:keepNext/>
              <w:keepLines/>
              <w:rPr>
                <w:noProof w:val="0"/>
              </w:rPr>
            </w:pPr>
            <w:r w:rsidRPr="00241E66">
              <w:rPr>
                <w:noProof w:val="0"/>
              </w:rPr>
              <w:t>5- select EF</w:t>
            </w:r>
            <w:r w:rsidRPr="00241E66">
              <w:rPr>
                <w:noProof w:val="0"/>
                <w:vertAlign w:val="subscript"/>
              </w:rPr>
              <w:t>CNU</w:t>
            </w:r>
            <w:r w:rsidRPr="00241E66">
              <w:rPr>
                <w:noProof w:val="0"/>
              </w:rPr>
              <w:t>, fid=6F05</w:t>
            </w:r>
          </w:p>
          <w:p w:rsidR="00C0341F" w:rsidRPr="00241E66" w:rsidRDefault="00C0341F" w:rsidP="008542A8">
            <w:pPr>
              <w:pStyle w:val="PL"/>
              <w:keepNext/>
              <w:keepLines/>
              <w:rPr>
                <w:noProof w:val="0"/>
              </w:rPr>
            </w:pPr>
            <w:r w:rsidRPr="00241E66">
              <w:rPr>
                <w:noProof w:val="0"/>
              </w:rPr>
              <w:t>6- select DF</w:t>
            </w:r>
            <w:r w:rsidRPr="00241E66">
              <w:rPr>
                <w:noProof w:val="0"/>
                <w:vertAlign w:val="subscript"/>
              </w:rPr>
              <w:t>SUB_TEST</w:t>
            </w:r>
            <w:r w:rsidRPr="00241E66">
              <w:rPr>
                <w:noProof w:val="0"/>
              </w:rPr>
              <w:t>, fid=2211</w:t>
            </w:r>
          </w:p>
          <w:p w:rsidR="00C0341F" w:rsidRPr="00241E66" w:rsidRDefault="00C0341F" w:rsidP="008542A8">
            <w:pPr>
              <w:pStyle w:val="PL"/>
              <w:keepNext/>
              <w:keepLines/>
              <w:rPr>
                <w:noProof w:val="0"/>
              </w:rPr>
            </w:pPr>
            <w:r w:rsidRPr="00241E66">
              <w:rPr>
                <w:noProof w:val="0"/>
              </w:rPr>
              <w:t>7- select EF</w:t>
            </w:r>
            <w:r w:rsidRPr="00241E66">
              <w:rPr>
                <w:noProof w:val="0"/>
                <w:vertAlign w:val="subscript"/>
              </w:rPr>
              <w:t>TAA</w:t>
            </w:r>
            <w:r w:rsidRPr="00241E66">
              <w:rPr>
                <w:noProof w:val="0"/>
              </w:rPr>
              <w:t>, fid=2222</w:t>
            </w:r>
          </w:p>
          <w:p w:rsidR="00C0341F" w:rsidRPr="00241E66" w:rsidRDefault="00C0341F" w:rsidP="008542A8">
            <w:pPr>
              <w:pStyle w:val="PL"/>
              <w:keepNext/>
              <w:keepLines/>
              <w:rPr>
                <w:noProof w:val="0"/>
              </w:rPr>
            </w:pPr>
            <w:r w:rsidRPr="00241E66">
              <w:rPr>
                <w:noProof w:val="0"/>
              </w:rPr>
              <w:t>8- select DF</w:t>
            </w:r>
            <w:r w:rsidRPr="00241E66">
              <w:rPr>
                <w:noProof w:val="0"/>
                <w:vertAlign w:val="subscript"/>
              </w:rPr>
              <w:t>TELECOM</w:t>
            </w:r>
            <w:r w:rsidRPr="00241E66">
              <w:rPr>
                <w:noProof w:val="0"/>
              </w:rPr>
              <w:t>, fid=7F10</w:t>
            </w:r>
          </w:p>
          <w:p w:rsidR="00C0341F" w:rsidRPr="00241E66" w:rsidRDefault="00C0341F" w:rsidP="008542A8">
            <w:pPr>
              <w:pStyle w:val="PL"/>
              <w:keepNext/>
              <w:keepLines/>
              <w:rPr>
                <w:noProof w:val="0"/>
                <w:vertAlign w:val="subscript"/>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p w:rsidR="00C0341F" w:rsidRPr="00241E66" w:rsidRDefault="00C0341F" w:rsidP="008542A8">
            <w:pPr>
              <w:pStyle w:val="TAL"/>
            </w:pPr>
          </w:p>
          <w:p w:rsidR="00C0341F" w:rsidRPr="00241E66" w:rsidRDefault="00C0341F" w:rsidP="008542A8">
            <w:pPr>
              <w:pStyle w:val="TAL"/>
            </w:pPr>
            <w:r w:rsidRPr="00241E66">
              <w:t>2- A UICCException.FILE_NOT_FOUND shall be thrown.</w:t>
            </w:r>
          </w:p>
          <w:p w:rsidR="00C0341F" w:rsidRPr="00241E66" w:rsidRDefault="00C0341F" w:rsidP="008542A8">
            <w:pPr>
              <w:pStyle w:val="TAL"/>
            </w:pPr>
            <w:r w:rsidRPr="00241E66">
              <w:t>3- No exception shall be thrown</w:t>
            </w:r>
          </w:p>
          <w:p w:rsidR="00C0341F" w:rsidRPr="00241E66" w:rsidRDefault="00C0341F" w:rsidP="008542A8">
            <w:pPr>
              <w:pStyle w:val="TAL"/>
            </w:pPr>
            <w:r w:rsidRPr="00241E66">
              <w:t>4- A UICCException.FILE_NOT_FOUND shall be thrown.</w:t>
            </w:r>
          </w:p>
          <w:p w:rsidR="00C0341F" w:rsidRPr="00241E66" w:rsidRDefault="00C0341F" w:rsidP="008542A8">
            <w:pPr>
              <w:pStyle w:val="TAL"/>
            </w:pPr>
            <w:r w:rsidRPr="00241E66">
              <w:t>5- No exception shall be thrown</w:t>
            </w:r>
          </w:p>
          <w:p w:rsidR="00C0341F" w:rsidRPr="00241E66" w:rsidRDefault="00C0341F" w:rsidP="008542A8">
            <w:pPr>
              <w:pStyle w:val="TAL"/>
            </w:pPr>
            <w:r w:rsidRPr="00241E66">
              <w:t>6- No exception shall be thrown</w:t>
            </w:r>
          </w:p>
          <w:p w:rsidR="00C0341F" w:rsidRPr="00241E66" w:rsidRDefault="00C0341F" w:rsidP="008542A8">
            <w:pPr>
              <w:pStyle w:val="TAL"/>
            </w:pPr>
            <w:r w:rsidRPr="00241E66">
              <w:t>7- No exception shall be thrown</w:t>
            </w:r>
          </w:p>
          <w:p w:rsidR="00C0341F" w:rsidRPr="00241E66" w:rsidRDefault="00C0341F" w:rsidP="008542A8">
            <w:pPr>
              <w:pStyle w:val="TAL"/>
            </w:pPr>
            <w:r w:rsidRPr="00241E66">
              <w:t>8- A UICCException.FILE_NOT_FOUND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Self selection</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MF, fid=3F00</w:t>
            </w:r>
          </w:p>
          <w:p w:rsidR="00C0341F" w:rsidRPr="00241E66" w:rsidRDefault="00C0341F">
            <w:pPr>
              <w:pStyle w:val="PL"/>
              <w:rPr>
                <w:noProof w:val="0"/>
              </w:rPr>
            </w:pPr>
            <w:r w:rsidRPr="00241E66">
              <w:rPr>
                <w:noProof w:val="0"/>
              </w:rPr>
              <w:t>2- select MF, fid=3F00</w:t>
            </w:r>
          </w:p>
          <w:p w:rsidR="00C0341F" w:rsidRPr="00241E66" w:rsidRDefault="00C0341F">
            <w:pPr>
              <w:pStyle w:val="PL"/>
              <w:rPr>
                <w:noProof w:val="0"/>
              </w:rPr>
            </w:pPr>
            <w:r w:rsidRPr="00241E66">
              <w:rPr>
                <w:noProof w:val="0"/>
              </w:rPr>
              <w:t>3-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4-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5-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6- select EF</w:t>
            </w:r>
            <w:r w:rsidRPr="00241E66">
              <w:rPr>
                <w:noProof w:val="0"/>
                <w:vertAlign w:val="subscript"/>
              </w:rPr>
              <w:t>TAAA</w:t>
            </w:r>
            <w:r w:rsidRPr="00241E66">
              <w:rPr>
                <w:noProof w:val="0"/>
              </w:rPr>
              <w:t>, fid=6F16</w:t>
            </w:r>
          </w:p>
          <w:p w:rsidR="00C0341F" w:rsidRPr="00241E66" w:rsidRDefault="00C0341F">
            <w:pPr>
              <w:pStyle w:val="PL"/>
              <w:rPr>
                <w:noProof w:val="0"/>
              </w:rPr>
            </w:pPr>
            <w:r w:rsidRPr="00241E66">
              <w:rPr>
                <w:noProof w:val="0"/>
              </w:rPr>
              <w:t>7- get an AdminFileView AdminFileViewBuilder.getTheAdminFileView(AID_ADF1,CLEAR_ON_RESET)</w:t>
            </w:r>
          </w:p>
          <w:p w:rsidR="00C0341F" w:rsidRPr="00241E66" w:rsidRDefault="00C0341F">
            <w:pPr>
              <w:pStyle w:val="PL"/>
              <w:rPr>
                <w:noProof w:val="0"/>
              </w:rPr>
            </w:pPr>
            <w:r w:rsidRPr="00241E66">
              <w:rPr>
                <w:noProof w:val="0"/>
              </w:rPr>
              <w:t>8- select ADF, fid=7FFF</w:t>
            </w:r>
          </w:p>
          <w:p w:rsidR="00C0341F" w:rsidRPr="00241E66" w:rsidRDefault="00C0341F">
            <w:pPr>
              <w:pStyle w:val="PL"/>
              <w:rPr>
                <w:noProof w:val="0"/>
              </w:rPr>
            </w:pPr>
            <w:r w:rsidRPr="00241E66">
              <w:rPr>
                <w:noProof w:val="0"/>
              </w:rPr>
              <w:t>9- select ADF, fid=7FFF</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No exception shall be thrown</w:t>
            </w:r>
          </w:p>
          <w:p w:rsidR="00C0341F" w:rsidRPr="00241E66" w:rsidRDefault="00C0341F">
            <w:pPr>
              <w:pStyle w:val="TAL"/>
            </w:pPr>
          </w:p>
          <w:p w:rsidR="00C0341F" w:rsidRPr="00241E66" w:rsidRDefault="00C0341F">
            <w:pPr>
              <w:pStyle w:val="TAL"/>
            </w:pPr>
            <w:r w:rsidRPr="00241E66">
              <w:t>4- No exception shall be thrown</w:t>
            </w:r>
          </w:p>
          <w:p w:rsidR="00C0341F" w:rsidRPr="00241E66" w:rsidRDefault="00C0341F">
            <w:pPr>
              <w:pStyle w:val="TAL"/>
            </w:pPr>
          </w:p>
          <w:p w:rsidR="00C0341F" w:rsidRPr="00241E66" w:rsidRDefault="00C0341F">
            <w:pPr>
              <w:pStyle w:val="TAL"/>
            </w:pPr>
            <w:r w:rsidRPr="00241E66">
              <w:t>6- No exception shall be thrown</w:t>
            </w:r>
          </w:p>
          <w:p w:rsidR="00C0341F" w:rsidRPr="00241E66" w:rsidRDefault="00C0341F">
            <w:pPr>
              <w:pStyle w:val="TAL"/>
            </w:pPr>
          </w:p>
          <w:p w:rsidR="00C0341F" w:rsidRPr="00241E66" w:rsidRDefault="00C0341F">
            <w:pPr>
              <w:pStyle w:val="TAL"/>
            </w:pPr>
            <w:r w:rsidRPr="00241E66">
              <w:t>8- No exception shall be thrown</w:t>
            </w:r>
          </w:p>
          <w:p w:rsidR="00C0341F" w:rsidRPr="00241E66" w:rsidRDefault="00C0341F">
            <w:pPr>
              <w:pStyle w:val="TAL"/>
            </w:pPr>
          </w:p>
          <w:p w:rsidR="00C0341F" w:rsidRPr="00241E66" w:rsidRDefault="00C0341F">
            <w:pPr>
              <w:pStyle w:val="TAL"/>
            </w:pPr>
            <w:r w:rsidRPr="00241E66">
              <w:t>9- 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 xml:space="preserve">EF not selected after MF/DF selection </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MF, fid=3F00</w:t>
            </w:r>
          </w:p>
          <w:p w:rsidR="00C0341F" w:rsidRPr="00241E66" w:rsidRDefault="00C0341F">
            <w:pPr>
              <w:pStyle w:val="PL"/>
              <w:rPr>
                <w:noProof w:val="0"/>
              </w:rPr>
            </w:pPr>
            <w:r w:rsidRPr="00241E66">
              <w:rPr>
                <w:noProof w:val="0"/>
              </w:rPr>
              <w:t>2- updateRecord()</w:t>
            </w:r>
          </w:p>
          <w:p w:rsidR="00C0341F" w:rsidRPr="00241E66" w:rsidRDefault="00C0341F">
            <w:pPr>
              <w:pStyle w:val="PL"/>
              <w:rPr>
                <w:noProof w:val="0"/>
              </w:rPr>
            </w:pPr>
            <w:r w:rsidRPr="00241E66">
              <w:rPr>
                <w:noProof w:val="0"/>
              </w:rPr>
              <w:t>3- select DF</w:t>
            </w:r>
            <w:r w:rsidRPr="00241E66">
              <w:rPr>
                <w:noProof w:val="0"/>
                <w:vertAlign w:val="subscript"/>
              </w:rPr>
              <w:t>TEST</w:t>
            </w:r>
            <w:r w:rsidRPr="00241E66">
              <w:rPr>
                <w:noProof w:val="0"/>
              </w:rPr>
              <w:t>, fid=1111</w:t>
            </w:r>
          </w:p>
          <w:p w:rsidR="00C0341F" w:rsidRPr="00241E66" w:rsidRDefault="001002C6">
            <w:pPr>
              <w:pStyle w:val="PL"/>
              <w:rPr>
                <w:noProof w:val="0"/>
              </w:rPr>
            </w:pPr>
            <w:r w:rsidRPr="00241E66">
              <w:rPr>
                <w:noProof w:val="0"/>
              </w:rPr>
              <w:t>4- updateRecord()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2- A UICCException.NO_EF_SELECTED shall be thrown</w:t>
            </w:r>
          </w:p>
          <w:p w:rsidR="00C0341F" w:rsidRPr="00241E66" w:rsidRDefault="00C0341F">
            <w:pPr>
              <w:pStyle w:val="TAL"/>
            </w:pPr>
            <w:r w:rsidRPr="00241E66">
              <w:t>4- A UICCException.NO_EF_SELECTED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record is selected after selecting linear fixed EF</w:t>
            </w:r>
          </w:p>
          <w:p w:rsidR="00C0341F" w:rsidRPr="00241E66" w:rsidRDefault="00C0341F">
            <w:pPr>
              <w:pStyle w:val="PL"/>
              <w:rPr>
                <w:noProof w:val="0"/>
              </w:rPr>
            </w:pPr>
          </w:p>
          <w:p w:rsidR="00C0341F" w:rsidRPr="00241E66" w:rsidRDefault="00C0341F">
            <w:pPr>
              <w:pStyle w:val="PL"/>
              <w:rPr>
                <w:noProof w:val="0"/>
              </w:rPr>
            </w:pPr>
            <w:r w:rsidRPr="00241E66">
              <w:rPr>
                <w:noProof w:val="0"/>
              </w:rPr>
              <w:t xml:space="preserve">1- select MF, </w:t>
            </w:r>
          </w:p>
          <w:p w:rsidR="00C0341F" w:rsidRPr="00241E66" w:rsidRDefault="00C0341F">
            <w:pPr>
              <w:pStyle w:val="PL"/>
              <w:rPr>
                <w:noProof w:val="0"/>
              </w:rPr>
            </w:pPr>
            <w:r w:rsidRPr="00241E66">
              <w:rPr>
                <w:noProof w:val="0"/>
              </w:rPr>
              <w:t>fid = 3F00</w:t>
            </w:r>
          </w:p>
          <w:p w:rsidR="00C0341F" w:rsidRPr="00241E66" w:rsidRDefault="00C0341F">
            <w:pPr>
              <w:pStyle w:val="PL"/>
              <w:rPr>
                <w:noProof w:val="0"/>
              </w:rPr>
            </w:pPr>
            <w:r w:rsidRPr="00241E66">
              <w:rPr>
                <w:noProof w:val="0"/>
              </w:rPr>
              <w:t>2- select DF</w:t>
            </w:r>
            <w:r w:rsidRPr="00241E66">
              <w:rPr>
                <w:noProof w:val="0"/>
                <w:vertAlign w:val="subscript"/>
              </w:rPr>
              <w:t>TEST</w:t>
            </w:r>
            <w:r w:rsidRPr="00241E66">
              <w:rPr>
                <w:noProof w:val="0"/>
              </w:rPr>
              <w:t>,</w:t>
            </w:r>
          </w:p>
          <w:p w:rsidR="00C0341F" w:rsidRPr="00133AF6" w:rsidRDefault="00C0341F">
            <w:pPr>
              <w:pStyle w:val="PL"/>
              <w:rPr>
                <w:noProof w:val="0"/>
              </w:rPr>
            </w:pPr>
            <w:r w:rsidRPr="00133AF6">
              <w:rPr>
                <w:noProof w:val="0"/>
              </w:rPr>
              <w:t>3- select EF</w:t>
            </w:r>
            <w:r w:rsidRPr="00133AF6">
              <w:rPr>
                <w:noProof w:val="0"/>
                <w:vertAlign w:val="subscript"/>
              </w:rPr>
              <w:t>LARU</w:t>
            </w:r>
            <w:r w:rsidRPr="00133AF6">
              <w:rPr>
                <w:noProof w:val="0"/>
              </w:rPr>
              <w:t>,</w:t>
            </w:r>
          </w:p>
          <w:p w:rsidR="00C0341F" w:rsidRPr="00133AF6" w:rsidRDefault="00C0341F">
            <w:pPr>
              <w:pStyle w:val="PL"/>
              <w:rPr>
                <w:noProof w:val="0"/>
              </w:rPr>
            </w:pPr>
            <w:r w:rsidRPr="00133AF6">
              <w:rPr>
                <w:noProof w:val="0"/>
              </w:rPr>
              <w:t>4 - recNumber = 0</w:t>
            </w:r>
          </w:p>
          <w:p w:rsidR="00C0341F" w:rsidRPr="00133AF6" w:rsidRDefault="00C0341F">
            <w:pPr>
              <w:pStyle w:val="PL"/>
              <w:rPr>
                <w:noProof w:val="0"/>
              </w:rPr>
            </w:pPr>
            <w:r w:rsidRPr="00133AF6">
              <w:rPr>
                <w:noProof w:val="0"/>
              </w:rPr>
              <w:t>mode = REC_ACC_MODE_ CURRENT</w:t>
            </w:r>
          </w:p>
          <w:p w:rsidR="00C0341F" w:rsidRPr="00133AF6" w:rsidRDefault="00C0341F">
            <w:pPr>
              <w:pStyle w:val="PL"/>
              <w:rPr>
                <w:noProof w:val="0"/>
              </w:rPr>
            </w:pPr>
            <w:r w:rsidRPr="00133AF6">
              <w:rPr>
                <w:noProof w:val="0"/>
              </w:rPr>
              <w:t>readRecord()</w:t>
            </w:r>
          </w:p>
          <w:p w:rsidR="00C0341F" w:rsidRPr="00133AF6" w:rsidRDefault="00C0341F">
            <w:pPr>
              <w:pStyle w:val="PL"/>
              <w:rPr>
                <w:noProof w:val="0"/>
              </w:rPr>
            </w:pPr>
            <w:r w:rsidRPr="00133AF6">
              <w:rPr>
                <w:noProof w:val="0"/>
              </w:rPr>
              <w:t>5- select EF</w:t>
            </w:r>
            <w:r w:rsidRPr="00133AF6">
              <w:rPr>
                <w:noProof w:val="0"/>
                <w:vertAlign w:val="subscript"/>
              </w:rPr>
              <w:t>CARU</w:t>
            </w:r>
            <w:r w:rsidRPr="00133AF6">
              <w:rPr>
                <w:noProof w:val="0"/>
              </w:rPr>
              <w:t>,</w:t>
            </w:r>
          </w:p>
          <w:p w:rsidR="00C0341F" w:rsidRPr="00133AF6" w:rsidRDefault="00C0341F">
            <w:pPr>
              <w:pStyle w:val="PL"/>
              <w:rPr>
                <w:noProof w:val="0"/>
              </w:rPr>
            </w:pPr>
            <w:r w:rsidRPr="00133AF6">
              <w:rPr>
                <w:noProof w:val="0"/>
              </w:rPr>
              <w:t>6 - recNumber = 0</w:t>
            </w:r>
          </w:p>
          <w:p w:rsidR="00C0341F" w:rsidRPr="00133AF6" w:rsidRDefault="00C0341F">
            <w:pPr>
              <w:pStyle w:val="PL"/>
              <w:rPr>
                <w:noProof w:val="0"/>
              </w:rPr>
            </w:pPr>
            <w:r w:rsidRPr="00133AF6">
              <w:rPr>
                <w:noProof w:val="0"/>
              </w:rPr>
              <w:t>mode = REC_ACC_MODE_ CURRENT</w:t>
            </w:r>
          </w:p>
          <w:p w:rsidR="00C0341F" w:rsidRPr="00241E66" w:rsidRDefault="001002C6">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 No exception shall be thrown.</w:t>
            </w:r>
          </w:p>
          <w:p w:rsidR="00C0341F" w:rsidRPr="00241E66" w:rsidRDefault="00C0341F">
            <w:pPr>
              <w:pStyle w:val="TAL"/>
            </w:pPr>
            <w:r w:rsidRPr="00241E66">
              <w:t>2 - No exception shall be thrown.</w:t>
            </w:r>
          </w:p>
          <w:p w:rsidR="00C0341F" w:rsidRPr="00241E66" w:rsidRDefault="00C0341F">
            <w:pPr>
              <w:pStyle w:val="TAL"/>
            </w:pPr>
            <w:r w:rsidRPr="00241E66">
              <w:t>3 - No exception shall be thrown.</w:t>
            </w:r>
          </w:p>
          <w:p w:rsidR="00C0341F" w:rsidRPr="00241E66" w:rsidRDefault="00C0341F">
            <w:pPr>
              <w:pStyle w:val="TAL"/>
            </w:pPr>
            <w:r w:rsidRPr="00241E66">
              <w:t>4 - Shall throw uicc.access.UICC Exception with reason code RECORD_NOT_FOUND.</w:t>
            </w:r>
          </w:p>
          <w:p w:rsidR="00C0341F" w:rsidRPr="00241E66" w:rsidRDefault="00C0341F">
            <w:pPr>
              <w:pStyle w:val="TAL"/>
            </w:pPr>
            <w:r w:rsidRPr="00241E66">
              <w:t>5 - No exception shall be thrown.</w:t>
            </w:r>
          </w:p>
          <w:p w:rsidR="00C0341F" w:rsidRPr="00241E66" w:rsidRDefault="00C0341F">
            <w:pPr>
              <w:pStyle w:val="TAL"/>
            </w:pPr>
            <w:r w:rsidRPr="00241E66">
              <w:t>6 - Shall throw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p w:rsidR="00C0341F" w:rsidRPr="00241E66" w:rsidRDefault="00C0341F" w:rsidP="001002C6">
      <w:pPr>
        <w:pStyle w:val="Heading4"/>
      </w:pPr>
      <w:r w:rsidRPr="00241E66">
        <w:t>5.3.1.7</w:t>
      </w:r>
      <w:r w:rsidRPr="00241E66">
        <w:tab/>
        <w:t>Method status</w:t>
      </w:r>
    </w:p>
    <w:p w:rsidR="00C0341F" w:rsidRPr="00241E66" w:rsidRDefault="00C0341F" w:rsidP="001002C6">
      <w:pPr>
        <w:keepNext/>
        <w:keepLines/>
      </w:pPr>
      <w:r w:rsidRPr="00241E66">
        <w:t>Test Area Reference: Api_4_Afv_Stat</w:t>
      </w:r>
      <w:r w:rsidR="001002C6" w:rsidRPr="00241E66">
        <w:t>.</w:t>
      </w:r>
    </w:p>
    <w:p w:rsidR="00C0341F" w:rsidRPr="00241E66" w:rsidRDefault="00C0341F" w:rsidP="001002C6">
      <w:pPr>
        <w:pStyle w:val="Heading5"/>
      </w:pPr>
      <w:r w:rsidRPr="00241E66">
        <w:t>5.3.1.7.1</w:t>
      </w:r>
      <w:r w:rsidRPr="00241E66">
        <w:tab/>
        <w:t>Conformance requirement</w:t>
      </w:r>
    </w:p>
    <w:p w:rsidR="00C0341F" w:rsidRPr="00241E66" w:rsidRDefault="00C0341F" w:rsidP="001002C6">
      <w:pPr>
        <w:keepNext/>
        <w:keepLines/>
      </w:pPr>
      <w:r w:rsidRPr="00241E66">
        <w:t>The method with following header shall be compliant to its definition in the API.</w:t>
      </w:r>
    </w:p>
    <w:p w:rsidR="00C0341F" w:rsidRPr="00241E66" w:rsidRDefault="00C0341F" w:rsidP="001002C6">
      <w:pPr>
        <w:pStyle w:val="PL"/>
        <w:keepNext/>
        <w:keepLines/>
        <w:rPr>
          <w:noProof w:val="0"/>
        </w:rPr>
      </w:pPr>
      <w:r w:rsidRPr="00241E66">
        <w:rPr>
          <w:noProof w:val="0"/>
        </w:rPr>
        <w:t>public short status(byte[] fcp,</w:t>
      </w:r>
    </w:p>
    <w:p w:rsidR="00C0341F" w:rsidRPr="00241E66" w:rsidRDefault="00C0341F" w:rsidP="001002C6">
      <w:pPr>
        <w:pStyle w:val="PL"/>
        <w:keepNext/>
        <w:keepLines/>
        <w:rPr>
          <w:noProof w:val="0"/>
        </w:rPr>
      </w:pPr>
      <w:r w:rsidRPr="00241E66">
        <w:rPr>
          <w:noProof w:val="0"/>
        </w:rPr>
        <w:t xml:space="preserve">                    short fcpOffset,</w:t>
      </w:r>
    </w:p>
    <w:p w:rsidR="00C0341F" w:rsidRPr="00241E66" w:rsidRDefault="00C0341F">
      <w:pPr>
        <w:pStyle w:val="PL"/>
        <w:rPr>
          <w:noProof w:val="0"/>
        </w:rPr>
      </w:pPr>
      <w:r w:rsidRPr="00241E66">
        <w:rPr>
          <w:noProof w:val="0"/>
        </w:rPr>
        <w:t xml:space="preserve">                    short fcpLength)</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1002C6" w:rsidRPr="00241E66" w:rsidRDefault="001002C6">
      <w:pPr>
        <w:pStyle w:val="PL"/>
        <w:rPr>
          <w:noProof w:val="0"/>
        </w:rPr>
      </w:pPr>
    </w:p>
    <w:p w:rsidR="00C0341F" w:rsidRPr="00241E66" w:rsidRDefault="00C0341F" w:rsidP="008542A8">
      <w:pPr>
        <w:pStyle w:val="H6"/>
      </w:pPr>
      <w:r w:rsidRPr="00241E66">
        <w:lastRenderedPageBreak/>
        <w:t>5.3.1.7.1.1</w:t>
      </w:r>
      <w:r w:rsidRPr="00241E66">
        <w:tab/>
        <w:t>Normal execution</w:t>
      </w:r>
    </w:p>
    <w:p w:rsidR="00C0341F" w:rsidRPr="00241E66" w:rsidRDefault="00C0341F" w:rsidP="008542A8">
      <w:pPr>
        <w:pStyle w:val="B1"/>
        <w:keepNext/>
        <w:keepLines/>
      </w:pPr>
      <w:r w:rsidRPr="00241E66">
        <w:t>CRRN1: The method returns the File Control Parameter of the current selected DF/MF or ADF as defined in TS 102 221</w:t>
      </w:r>
      <w:r w:rsidR="001002C6" w:rsidRPr="00241E66">
        <w:t xml:space="preserve"> </w:t>
      </w:r>
      <w:r w:rsidR="00326B83" w:rsidRPr="00241E66">
        <w:t>[5]</w:t>
      </w:r>
      <w:r w:rsidRPr="00241E66">
        <w:t>.</w:t>
      </w:r>
    </w:p>
    <w:p w:rsidR="00C0341F" w:rsidRPr="00241E66" w:rsidRDefault="00C0341F" w:rsidP="008542A8">
      <w:pPr>
        <w:pStyle w:val="B1"/>
        <w:keepNext/>
        <w:keepLines/>
      </w:pPr>
      <w:r w:rsidRPr="00241E66">
        <w:t xml:space="preserve">CRRN2: If the </w:t>
      </w:r>
      <w:r w:rsidRPr="00241E66">
        <w:rPr>
          <w:rFonts w:ascii="Courier New" w:hAnsi="Courier New" w:cs="Courier New"/>
        </w:rPr>
        <w:t>fcpLength</w:t>
      </w:r>
      <w:r w:rsidRPr="00241E66">
        <w:t xml:space="preserve"> is greater than the length of the response, the whole response is copied into the </w:t>
      </w:r>
      <w:r w:rsidRPr="00241E66">
        <w:rPr>
          <w:rFonts w:ascii="Courier New" w:hAnsi="Courier New" w:cs="Courier New"/>
        </w:rPr>
        <w:t>fcp</w:t>
      </w:r>
      <w:r w:rsidRPr="00241E66">
        <w:t xml:space="preserve"> buffer and the length of the response is returned by the method.</w:t>
      </w:r>
    </w:p>
    <w:p w:rsidR="00C0341F" w:rsidRPr="00241E66" w:rsidRDefault="00C0341F">
      <w:pPr>
        <w:pStyle w:val="B1"/>
      </w:pPr>
      <w:r w:rsidRPr="00241E66">
        <w:t xml:space="preserve">CRRN3: f the </w:t>
      </w:r>
      <w:r w:rsidRPr="00241E66">
        <w:rPr>
          <w:rFonts w:ascii="Courier New" w:hAnsi="Courier New" w:cs="Courier New"/>
        </w:rPr>
        <w:t>fcplength</w:t>
      </w:r>
      <w:r w:rsidRPr="00241E66">
        <w:t xml:space="preserve"> is smaller than the length of the response, the first part of the response is copied into the </w:t>
      </w:r>
      <w:r w:rsidRPr="00241E66">
        <w:rPr>
          <w:rFonts w:ascii="Courier New" w:hAnsi="Courier New" w:cs="Courier New"/>
        </w:rPr>
        <w:t>fcp</w:t>
      </w:r>
      <w:r w:rsidRPr="00241E66">
        <w:t xml:space="preserve"> buffer and the </w:t>
      </w:r>
      <w:r w:rsidRPr="00241E66">
        <w:rPr>
          <w:rFonts w:ascii="Courier New" w:hAnsi="Courier New" w:cs="Courier New"/>
        </w:rPr>
        <w:t>fcpLength</w:t>
      </w:r>
      <w:r w:rsidRPr="00241E66">
        <w:t xml:space="preserve"> is returned by the method.</w:t>
      </w:r>
    </w:p>
    <w:p w:rsidR="00C0341F" w:rsidRPr="00241E66" w:rsidRDefault="00C0341F">
      <w:pPr>
        <w:pStyle w:val="H6"/>
      </w:pPr>
      <w:r w:rsidRPr="00241E66">
        <w:t>5.3.1.7.1.2</w:t>
      </w:r>
      <w:r w:rsidRPr="00241E66">
        <w:tab/>
        <w:t>Parameter errors</w:t>
      </w:r>
    </w:p>
    <w:p w:rsidR="00C0341F" w:rsidRPr="00241E66" w:rsidRDefault="00C0341F">
      <w:pPr>
        <w:pStyle w:val="B1"/>
      </w:pPr>
      <w:r w:rsidRPr="00241E66">
        <w:t>CRRP1: If the array fcp is null, an instance of NullPointerException shall be thrown.</w:t>
      </w:r>
    </w:p>
    <w:p w:rsidR="00C0341F" w:rsidRPr="00241E66" w:rsidRDefault="00C0341F">
      <w:pPr>
        <w:pStyle w:val="B1"/>
      </w:pPr>
      <w:r w:rsidRPr="00241E66">
        <w:t>CRRP2: If fcpOffset is negative, an instance of ArrayIndexOutOfBoundsException shall be thrown.</w:t>
      </w:r>
    </w:p>
    <w:p w:rsidR="00C0341F" w:rsidRPr="00241E66" w:rsidRDefault="00C0341F">
      <w:pPr>
        <w:pStyle w:val="B1"/>
      </w:pPr>
      <w:r w:rsidRPr="00241E66">
        <w:t>CRRP3: If fcpLength is negative, an instance of ArrayIndexOutOfBoundsException shall be thrown.</w:t>
      </w:r>
    </w:p>
    <w:p w:rsidR="00C0341F" w:rsidRPr="00241E66" w:rsidRDefault="00C0341F">
      <w:pPr>
        <w:pStyle w:val="B1"/>
      </w:pPr>
      <w:r w:rsidRPr="00241E66">
        <w:t>CRRP4: If fcpOffset+fcpLength is greater than fcp.length an ArrayIndexOutOfBoundsException shall be thrown.</w:t>
      </w:r>
    </w:p>
    <w:p w:rsidR="00C0341F" w:rsidRPr="00241E66" w:rsidRDefault="001002C6">
      <w:pPr>
        <w:pStyle w:val="H6"/>
      </w:pPr>
      <w:r w:rsidRPr="00241E66">
        <w:t>5.3.1.7.1.3</w:t>
      </w:r>
      <w:r w:rsidR="00C0341F" w:rsidRPr="00241E66">
        <w:tab/>
        <w:t>Context errors</w:t>
      </w:r>
    </w:p>
    <w:p w:rsidR="00C0341F" w:rsidRPr="00241E66" w:rsidRDefault="00C0341F">
      <w:pPr>
        <w:pStyle w:val="B1"/>
      </w:pPr>
      <w:r w:rsidRPr="00241E66">
        <w:t>CRRC1: If the method call causes a memory problem (e.g. memory access error), an instance of UICCException shall be thrown. The reason code shall be UICCException.MEMORY_PROBLEM</w:t>
      </w:r>
      <w:r w:rsidR="001002C6" w:rsidRPr="00241E66">
        <w:t>.</w:t>
      </w:r>
    </w:p>
    <w:p w:rsidR="00C0341F" w:rsidRPr="00241E66" w:rsidRDefault="00C0341F" w:rsidP="001002C6">
      <w:pPr>
        <w:pStyle w:val="B1"/>
      </w:pPr>
      <w:r w:rsidRPr="00241E66">
        <w:t>CRRC2: If the method call causes an error to occur that is not expected and thus not handled, an instance of UICCException shall be thrown. The reason code shall be UICCException.INTERNAL_ERRO</w:t>
      </w:r>
      <w:r w:rsidR="001002C6" w:rsidRPr="00241E66">
        <w:t>R.</w:t>
      </w:r>
    </w:p>
    <w:p w:rsidR="00C0341F" w:rsidRPr="00241E66" w:rsidRDefault="00C0341F" w:rsidP="001002C6">
      <w:pPr>
        <w:pStyle w:val="Heading5"/>
      </w:pPr>
      <w:r w:rsidRPr="00241E66">
        <w:t>5.3.1.7.2</w:t>
      </w:r>
      <w:r w:rsidRPr="00241E66">
        <w:tab/>
        <w:t>Test area files</w:t>
      </w:r>
    </w:p>
    <w:p w:rsidR="00C0341F" w:rsidRPr="00241E66" w:rsidRDefault="00C0341F" w:rsidP="001002C6">
      <w:pPr>
        <w:pStyle w:val="EX"/>
      </w:pPr>
      <w:r w:rsidRPr="00241E66">
        <w:t>Test Source:</w:t>
      </w:r>
      <w:r w:rsidRPr="00241E66">
        <w:tab/>
        <w:t>Test_Api_4_Afv_Stat.java</w:t>
      </w:r>
      <w:r w:rsidR="001002C6" w:rsidRPr="00241E66">
        <w:t>.</w:t>
      </w:r>
    </w:p>
    <w:p w:rsidR="00C0341F" w:rsidRPr="00241E66" w:rsidRDefault="00C0341F" w:rsidP="001002C6">
      <w:pPr>
        <w:pStyle w:val="EX"/>
      </w:pPr>
      <w:r w:rsidRPr="00241E66">
        <w:t>Test Applet:</w:t>
      </w:r>
      <w:r w:rsidRPr="00241E66">
        <w:tab/>
        <w:t>Api_4_Afv_Stat_1.java</w:t>
      </w:r>
      <w:r w:rsidR="001002C6" w:rsidRPr="00241E66">
        <w:t>.</w:t>
      </w:r>
    </w:p>
    <w:p w:rsidR="00C0341F" w:rsidRPr="00241E66" w:rsidRDefault="00C0341F" w:rsidP="001002C6">
      <w:pPr>
        <w:pStyle w:val="EX"/>
      </w:pPr>
      <w:r w:rsidRPr="00241E66">
        <w:t>Cap File:</w:t>
      </w:r>
      <w:r w:rsidRPr="00241E66">
        <w:tab/>
        <w:t>Api_4_Afv_Stat.cap</w:t>
      </w:r>
      <w:r w:rsidR="001002C6" w:rsidRPr="00241E66">
        <w:t>.</w:t>
      </w:r>
    </w:p>
    <w:p w:rsidR="00C0341F" w:rsidRPr="00241E66" w:rsidRDefault="00C0341F" w:rsidP="0033337F">
      <w:pPr>
        <w:pStyle w:val="Heading5"/>
      </w:pPr>
      <w:r w:rsidRPr="00241E66">
        <w:t>5.3.1.7.3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CRR number</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Test case number</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N1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1,</w:t>
            </w:r>
            <w:r w:rsidR="0033337F" w:rsidRPr="00241E66">
              <w:t xml:space="preserve"> </w:t>
            </w:r>
            <w:r w:rsidRPr="00241E66">
              <w:t>2,</w:t>
            </w:r>
            <w:r w:rsidR="0033337F" w:rsidRPr="00241E66">
              <w:t xml:space="preserve"> </w:t>
            </w:r>
            <w:r w:rsidRPr="00241E66">
              <w:t>3,</w:t>
            </w:r>
            <w:r w:rsidR="0033337F" w:rsidRPr="00241E66">
              <w:t xml:space="preserve"> </w:t>
            </w:r>
            <w:r w:rsidRPr="00241E66">
              <w:t>4,</w:t>
            </w:r>
            <w:r w:rsidR="0033337F" w:rsidRPr="00241E66">
              <w:t xml:space="preserve"> </w:t>
            </w:r>
            <w:r w:rsidRPr="00241E66">
              <w:t>5,</w:t>
            </w:r>
            <w:r w:rsidR="0033337F" w:rsidRPr="00241E66">
              <w:t xml:space="preserve"> </w:t>
            </w:r>
            <w:r w:rsidRPr="00241E66">
              <w:t>11</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N2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2,</w:t>
            </w:r>
            <w:r w:rsidR="0033337F" w:rsidRPr="00241E66">
              <w:t xml:space="preserve"> </w:t>
            </w:r>
            <w:r w:rsidRPr="00241E66">
              <w:t>3</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N3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1,</w:t>
            </w:r>
            <w:r w:rsidR="0033337F" w:rsidRPr="00241E66">
              <w:t xml:space="preserve"> </w:t>
            </w:r>
            <w:r w:rsidRPr="00241E66">
              <w:t>4</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P1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6</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P2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7</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P3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8</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P4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9,</w:t>
            </w:r>
            <w:r w:rsidR="0033337F" w:rsidRPr="00241E66">
              <w:t xml:space="preserve"> </w:t>
            </w:r>
            <w:r w:rsidRPr="00241E66">
              <w:t>10</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C1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Not testable</w:t>
            </w:r>
          </w:p>
        </w:tc>
      </w:tr>
      <w:tr w:rsidR="00C0341F" w:rsidRPr="00241E66" w:rsidTr="008542A8">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C2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Not testable</w:t>
            </w:r>
          </w:p>
        </w:tc>
      </w:tr>
    </w:tbl>
    <w:p w:rsidR="0033337F" w:rsidRPr="00241E66" w:rsidRDefault="0033337F" w:rsidP="0033337F"/>
    <w:p w:rsidR="00C0341F" w:rsidRPr="00241E66" w:rsidRDefault="00C0341F" w:rsidP="008542A8">
      <w:pPr>
        <w:pStyle w:val="Heading5"/>
      </w:pPr>
      <w:r w:rsidRPr="00241E66">
        <w:lastRenderedPageBreak/>
        <w:t>5.3.1.7.4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C0341F" w:rsidRPr="00241E66" w:rsidTr="0033337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Status of MF</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1- Get an AdminFileView object, UICC file get an AdminFileView FileView.getTheUICCAdminFileView(CLEAR_ON_RESET)</w:t>
            </w:r>
          </w:p>
          <w:p w:rsidR="00C0341F" w:rsidRPr="00241E66" w:rsidRDefault="00C0341F" w:rsidP="008542A8">
            <w:pPr>
              <w:pStyle w:val="PL"/>
              <w:keepNext/>
              <w:keepLines/>
              <w:rPr>
                <w:noProof w:val="0"/>
              </w:rPr>
            </w:pPr>
            <w:r w:rsidRPr="00241E66">
              <w:rPr>
                <w:noProof w:val="0"/>
              </w:rPr>
              <w:t xml:space="preserve">2- select MF </w:t>
            </w:r>
          </w:p>
          <w:p w:rsidR="00C0341F" w:rsidRPr="00241E66" w:rsidRDefault="00C0341F" w:rsidP="008542A8">
            <w:pPr>
              <w:pStyle w:val="PL"/>
              <w:keepNext/>
              <w:keepLines/>
              <w:rPr>
                <w:noProof w:val="0"/>
              </w:rPr>
            </w:pPr>
            <w:r w:rsidRPr="00241E66">
              <w:rPr>
                <w:noProof w:val="0"/>
              </w:rPr>
              <w:t>byte[] fcp = new byte[127]</w:t>
            </w:r>
          </w:p>
          <w:p w:rsidR="00C0341F" w:rsidRPr="00241E66" w:rsidRDefault="00C0341F" w:rsidP="008542A8">
            <w:pPr>
              <w:pStyle w:val="PL"/>
              <w:keepNext/>
              <w:keepLines/>
              <w:rPr>
                <w:noProof w:val="0"/>
              </w:rPr>
            </w:pPr>
            <w:r w:rsidRPr="00241E66">
              <w:rPr>
                <w:noProof w:val="0"/>
              </w:rPr>
              <w:t>fcp[0:2]= 0xCC</w:t>
            </w:r>
          </w:p>
          <w:p w:rsidR="00C0341F" w:rsidRPr="00241E66" w:rsidRDefault="00C0341F" w:rsidP="008542A8">
            <w:pPr>
              <w:pStyle w:val="PL"/>
              <w:keepNext/>
              <w:keepLines/>
              <w:rPr>
                <w:noProof w:val="0"/>
              </w:rPr>
            </w:pPr>
            <w:r w:rsidRPr="00241E66">
              <w:rPr>
                <w:noProof w:val="0"/>
              </w:rPr>
              <w:t>fcpOffset = 3</w:t>
            </w:r>
          </w:p>
          <w:p w:rsidR="00C0341F" w:rsidRPr="00241E66" w:rsidRDefault="00C0341F" w:rsidP="008542A8">
            <w:pPr>
              <w:pStyle w:val="PL"/>
              <w:keepNext/>
              <w:keepLines/>
              <w:rPr>
                <w:noProof w:val="0"/>
              </w:rPr>
            </w:pPr>
            <w:r w:rsidRPr="00241E66">
              <w:rPr>
                <w:noProof w:val="0"/>
              </w:rPr>
              <w:t>fcpLength = 11</w:t>
            </w:r>
          </w:p>
          <w:p w:rsidR="00C0341F" w:rsidRPr="00241E66" w:rsidRDefault="00C0341F" w:rsidP="008542A8">
            <w:pPr>
              <w:pStyle w:val="PL"/>
              <w:keepNext/>
              <w:keepLines/>
              <w:tabs>
                <w:tab w:val="clear" w:pos="384"/>
              </w:tabs>
              <w:rPr>
                <w:noProof w:val="0"/>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p w:rsidR="00C0341F" w:rsidRPr="00241E66" w:rsidRDefault="00C0341F" w:rsidP="008542A8">
            <w:pPr>
              <w:pStyle w:val="TAL"/>
            </w:pPr>
          </w:p>
          <w:p w:rsidR="00C0341F" w:rsidRPr="00241E66" w:rsidRDefault="00C0341F" w:rsidP="008542A8">
            <w:pPr>
              <w:pStyle w:val="TAL"/>
            </w:pPr>
          </w:p>
          <w:p w:rsidR="00C0341F" w:rsidRPr="00241E66" w:rsidRDefault="00C0341F" w:rsidP="008542A8">
            <w:pPr>
              <w:pStyle w:val="TAL"/>
            </w:pPr>
            <w:r w:rsidRPr="00241E66">
              <w:t>2- Shall return 11.</w:t>
            </w:r>
          </w:p>
          <w:p w:rsidR="00C0341F" w:rsidRPr="00241E66" w:rsidRDefault="00C0341F" w:rsidP="008542A8">
            <w:pPr>
              <w:pStyle w:val="TAL"/>
            </w:pPr>
            <w:r w:rsidRPr="00241E66">
              <w:t xml:space="preserve">The first 3 bytes of fcp[] shall contain 0xCC. </w:t>
            </w:r>
          </w:p>
          <w:p w:rsidR="00C0341F" w:rsidRPr="00241E66" w:rsidRDefault="00C0341F" w:rsidP="008542A8">
            <w:pPr>
              <w:pStyle w:val="TAL"/>
            </w:pPr>
            <w:r w:rsidRPr="00241E66">
              <w:t>fcp[] shall contain following TLVs:</w:t>
            </w:r>
          </w:p>
          <w:p w:rsidR="00C0341F" w:rsidRPr="00241E66" w:rsidRDefault="00C0341F" w:rsidP="008542A8">
            <w:pPr>
              <w:pStyle w:val="TAL"/>
            </w:pPr>
            <w:r w:rsidRPr="00241E66">
              <w:t>1. 82 02 38/78 21 //file descriptor</w:t>
            </w:r>
          </w:p>
          <w:p w:rsidR="00C0341F" w:rsidRPr="00241E66" w:rsidRDefault="00C0341F" w:rsidP="008542A8">
            <w:pPr>
              <w:pStyle w:val="TAL"/>
            </w:pPr>
            <w:r w:rsidRPr="00241E66">
              <w:t>2. 83 02 3F 00 //file ID</w:t>
            </w:r>
          </w:p>
          <w:p w:rsidR="00C0341F" w:rsidRPr="00241E66" w:rsidRDefault="00C0341F" w:rsidP="008542A8">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p w:rsidR="00C0341F" w:rsidRPr="00241E66" w:rsidRDefault="00C0341F" w:rsidP="008542A8">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Status after select </w:t>
            </w:r>
            <w:r w:rsidRPr="00241E66">
              <w:rPr>
                <w:b w:val="0"/>
                <w:bCs/>
              </w:rPr>
              <w:t>EF</w:t>
            </w:r>
            <w:r w:rsidRPr="00241E66">
              <w:rPr>
                <w:b w:val="0"/>
                <w:bCs/>
                <w:vertAlign w:val="subscript"/>
              </w:rPr>
              <w:t>TARU</w:t>
            </w:r>
            <w:r w:rsidRPr="00241E66">
              <w:rPr>
                <w:b w:val="0"/>
                <w:bCs/>
              </w:rPr>
              <w:t xml:space="preserve"> </w:t>
            </w:r>
            <w:r w:rsidRPr="00241E66">
              <w:t>in MF</w:t>
            </w:r>
          </w:p>
          <w:p w:rsidR="00C0341F" w:rsidRPr="00241E66" w:rsidRDefault="00C0341F">
            <w:pPr>
              <w:pStyle w:val="PL"/>
              <w:rPr>
                <w:noProof w:val="0"/>
              </w:rPr>
            </w:pPr>
          </w:p>
          <w:p w:rsidR="00C0341F" w:rsidRPr="00241E66" w:rsidRDefault="00C0341F">
            <w:pPr>
              <w:pStyle w:val="PL"/>
              <w:rPr>
                <w:noProof w:val="0"/>
              </w:rPr>
            </w:pPr>
            <w:r w:rsidRPr="00241E66">
              <w:rPr>
                <w:noProof w:val="0"/>
              </w:rPr>
              <w:t xml:space="preserve">1 </w:t>
            </w:r>
            <w:r w:rsidR="008714AD" w:rsidRPr="00241E66">
              <w:rPr>
                <w:noProof w:val="0"/>
              </w:rPr>
              <w:t>-</w:t>
            </w:r>
            <w:r w:rsidRPr="00241E66">
              <w:rPr>
                <w:noProof w:val="0"/>
              </w:rPr>
              <w:t xml:space="preserve"> select DF</w:t>
            </w:r>
            <w:r w:rsidRPr="00241E66">
              <w:rPr>
                <w:b/>
                <w:bCs/>
                <w:noProof w:val="0"/>
                <w:vertAlign w:val="subscript"/>
              </w:rPr>
              <w:t>TEST</w:t>
            </w:r>
            <w:r w:rsidRPr="00241E66">
              <w:rPr>
                <w:noProof w:val="0"/>
              </w:rPr>
              <w:t xml:space="preserve"> </w:t>
            </w:r>
          </w:p>
          <w:p w:rsidR="00C0341F" w:rsidRPr="00241E66" w:rsidRDefault="00C0341F">
            <w:pPr>
              <w:pStyle w:val="PL"/>
              <w:rPr>
                <w:noProof w:val="0"/>
              </w:rPr>
            </w:pPr>
            <w:r w:rsidRPr="00241E66">
              <w:rPr>
                <w:noProof w:val="0"/>
              </w:rPr>
              <w:t>select EF</w:t>
            </w:r>
            <w:r w:rsidRPr="00241E66">
              <w:rPr>
                <w:b/>
                <w:bCs/>
                <w:noProof w:val="0"/>
                <w:vertAlign w:val="subscript"/>
              </w:rPr>
              <w:t>TARU</w:t>
            </w:r>
            <w:r w:rsidRPr="00241E66">
              <w:rPr>
                <w:noProof w:val="0"/>
              </w:rPr>
              <w:t>, fid = 6F03</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127</w:t>
            </w:r>
          </w:p>
          <w:p w:rsidR="00C0341F" w:rsidRPr="00241E66" w:rsidRDefault="00C0341F">
            <w:pPr>
              <w:pStyle w:val="PL"/>
              <w:rPr>
                <w:noProof w:val="0"/>
              </w:rPr>
            </w:pPr>
            <w:r w:rsidRPr="00241E66">
              <w:rPr>
                <w:noProof w:val="0"/>
              </w:rPr>
              <w:t>select()</w:t>
            </w:r>
          </w:p>
          <w:p w:rsidR="00C0341F" w:rsidRPr="00241E66" w:rsidRDefault="0033337F">
            <w:pPr>
              <w:pStyle w:val="PL"/>
              <w:rPr>
                <w:noProof w:val="0"/>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Shall return at least 19.</w:t>
            </w:r>
          </w:p>
          <w:p w:rsidR="00C0341F" w:rsidRPr="00241E66" w:rsidRDefault="00C0341F">
            <w:pPr>
              <w:pStyle w:val="TAL"/>
            </w:pPr>
            <w:r w:rsidRPr="00241E66">
              <w:t>fcp[] shall contain following TLVs:</w:t>
            </w:r>
          </w:p>
          <w:p w:rsidR="00C0341F" w:rsidRPr="00241E66" w:rsidRDefault="00C0341F">
            <w:pPr>
              <w:pStyle w:val="TAL"/>
            </w:pPr>
            <w:r w:rsidRPr="00241E66">
              <w:t>1. 82 02 38/78 21 //file descriptor</w:t>
            </w:r>
          </w:p>
          <w:p w:rsidR="00C0341F" w:rsidRPr="00241E66" w:rsidRDefault="00C0341F">
            <w:pPr>
              <w:pStyle w:val="TAL"/>
            </w:pPr>
            <w:r w:rsidRPr="00241E66">
              <w:t>2. 83 02 11 11 //file ID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Status of DF</w:t>
            </w:r>
            <w:r w:rsidRPr="00241E66">
              <w:rPr>
                <w:vertAlign w:val="subscript"/>
              </w:rPr>
              <w:t>TELECOM</w:t>
            </w:r>
          </w:p>
          <w:p w:rsidR="00C0341F" w:rsidRPr="00241E66" w:rsidRDefault="00C0341F">
            <w:pPr>
              <w:pStyle w:val="PL"/>
              <w:rPr>
                <w:noProof w:val="0"/>
              </w:rPr>
            </w:pPr>
          </w:p>
          <w:p w:rsidR="00C0341F" w:rsidRPr="00241E66" w:rsidRDefault="00C0341F">
            <w:pPr>
              <w:pStyle w:val="PL"/>
              <w:rPr>
                <w:noProof w:val="0"/>
              </w:rPr>
            </w:pPr>
            <w:r w:rsidRPr="00241E66">
              <w:rPr>
                <w:noProof w:val="0"/>
              </w:rPr>
              <w:t>1 - fid = 7F10</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127</w:t>
            </w:r>
          </w:p>
          <w:p w:rsidR="00C0341F" w:rsidRPr="00241E66" w:rsidRDefault="00C0341F">
            <w:pPr>
              <w:pStyle w:val="PL"/>
              <w:rPr>
                <w:noProof w:val="0"/>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r w:rsidRPr="00241E66">
              <w:t xml:space="preserve">1 - </w:t>
            </w:r>
          </w:p>
          <w:p w:rsidR="00C0341F" w:rsidRPr="00241E66" w:rsidRDefault="00C0341F">
            <w:pPr>
              <w:pStyle w:val="TAL"/>
            </w:pPr>
            <w:r w:rsidRPr="00241E66">
              <w:t>Shall return at least 17 and the entire structure of the file control parameters. The file identifier shall be contain the fid of DF</w:t>
            </w:r>
            <w:r w:rsidRPr="00241E66">
              <w:rPr>
                <w:vertAlign w:val="subscript"/>
              </w:rPr>
              <w:t>TELECOM</w:t>
            </w:r>
            <w:r w:rsidRPr="00241E66">
              <w:t>.</w:t>
            </w: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Status DF</w:t>
            </w:r>
            <w:r w:rsidRPr="00241E66">
              <w:rPr>
                <w:vertAlign w:val="subscript"/>
              </w:rPr>
              <w:t>TELECOM</w:t>
            </w:r>
          </w:p>
          <w:p w:rsidR="00C0341F" w:rsidRPr="00241E66" w:rsidRDefault="00C0341F">
            <w:pPr>
              <w:pStyle w:val="PL"/>
              <w:rPr>
                <w:noProof w:val="0"/>
              </w:rPr>
            </w:pPr>
          </w:p>
          <w:p w:rsidR="00C0341F" w:rsidRPr="00241E66" w:rsidRDefault="00C0341F">
            <w:pPr>
              <w:pStyle w:val="PL"/>
              <w:rPr>
                <w:noProof w:val="0"/>
              </w:rPr>
            </w:pPr>
            <w:r w:rsidRPr="00241E66">
              <w:rPr>
                <w:noProof w:val="0"/>
              </w:rPr>
              <w:t>Select DF</w:t>
            </w:r>
            <w:r w:rsidRPr="00241E66">
              <w:rPr>
                <w:noProof w:val="0"/>
                <w:vertAlign w:val="subscript"/>
              </w:rPr>
              <w:t>TELECOM</w:t>
            </w:r>
            <w:r w:rsidRPr="00241E66">
              <w:rPr>
                <w:noProof w:val="0"/>
              </w:rPr>
              <w:t>, fid=7F10</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11</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return 11.</w:t>
            </w:r>
          </w:p>
          <w:p w:rsidR="00C0341F" w:rsidRPr="00241E66" w:rsidRDefault="00C0341F">
            <w:pPr>
              <w:pStyle w:val="TAL"/>
            </w:pPr>
            <w:r w:rsidRPr="00241E66">
              <w:t>fcp shall contain the first 11 bytes of the FCP structure starting at index 0.</w:t>
            </w:r>
          </w:p>
          <w:p w:rsidR="00C0341F" w:rsidRPr="00241E66" w:rsidRDefault="00C0341F">
            <w:pPr>
              <w:pStyle w:val="TAL"/>
            </w:pPr>
            <w:r w:rsidRPr="00241E66">
              <w:t>fcp[] shall contain following TLVs:</w:t>
            </w:r>
          </w:p>
          <w:p w:rsidR="00C0341F" w:rsidRPr="00241E66" w:rsidRDefault="00C0341F">
            <w:pPr>
              <w:pStyle w:val="TAL"/>
            </w:pPr>
            <w:r w:rsidRPr="00241E66">
              <w:t>1. 82 02 38/78 21 //file descriptor</w:t>
            </w:r>
          </w:p>
          <w:p w:rsidR="00C0341F" w:rsidRPr="00241E66" w:rsidRDefault="00C0341F">
            <w:pPr>
              <w:pStyle w:val="TAL"/>
            </w:pPr>
            <w:r w:rsidRPr="00241E66">
              <w:t>2. 83 02 7F 10 //file id</w:t>
            </w: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Status ADF1</w:t>
            </w:r>
          </w:p>
          <w:p w:rsidR="00C0341F" w:rsidRPr="00241E66" w:rsidRDefault="00C0341F">
            <w:pPr>
              <w:pStyle w:val="PL"/>
              <w:rPr>
                <w:noProof w:val="0"/>
              </w:rPr>
            </w:pPr>
          </w:p>
          <w:p w:rsidR="00C0341F" w:rsidRPr="00241E66" w:rsidRDefault="00C0341F">
            <w:pPr>
              <w:pStyle w:val="PL"/>
              <w:rPr>
                <w:noProof w:val="0"/>
              </w:rPr>
            </w:pPr>
            <w:r w:rsidRPr="00241E66">
              <w:rPr>
                <w:noProof w:val="0"/>
              </w:rPr>
              <w:t>Select ADF, fid=7FFF</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127</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rFonts w:cs="Courier New"/>
                <w:szCs w:val="16"/>
              </w:rPr>
            </w:pPr>
            <w:r w:rsidRPr="00241E66">
              <w:rPr>
                <w:rFonts w:cs="Courier New"/>
                <w:szCs w:val="16"/>
              </w:rPr>
              <w:t>Shall return at least 27</w:t>
            </w:r>
          </w:p>
          <w:p w:rsidR="00C0341F" w:rsidRPr="00241E66" w:rsidRDefault="00C0341F">
            <w:pPr>
              <w:pStyle w:val="TAL"/>
              <w:rPr>
                <w:rFonts w:cs="Courier New"/>
                <w:szCs w:val="16"/>
              </w:rPr>
            </w:pPr>
            <w:r w:rsidRPr="00241E66">
              <w:rPr>
                <w:rFonts w:cs="Courier New"/>
                <w:szCs w:val="16"/>
              </w:rPr>
              <w:t>fcp[] shall contain the entire FCP structure</w:t>
            </w:r>
          </w:p>
          <w:p w:rsidR="00C0341F" w:rsidRPr="00241E66" w:rsidRDefault="00C0341F">
            <w:pPr>
              <w:pStyle w:val="TAL"/>
              <w:rPr>
                <w:rFonts w:cs="Courier New"/>
                <w:szCs w:val="16"/>
              </w:rPr>
            </w:pPr>
            <w:r w:rsidRPr="00241E66">
              <w:rPr>
                <w:rFonts w:cs="Courier New"/>
                <w:szCs w:val="16"/>
              </w:rPr>
              <w:t>fcp[] shall contain following TLVs:</w:t>
            </w:r>
          </w:p>
          <w:p w:rsidR="00C0341F" w:rsidRPr="00241E66" w:rsidRDefault="00C0341F">
            <w:pPr>
              <w:pStyle w:val="TAL"/>
            </w:pPr>
            <w:r w:rsidRPr="00241E66">
              <w:t>1. 82 02 78 21 //file descriptor</w:t>
            </w:r>
          </w:p>
          <w:p w:rsidR="00C0341F" w:rsidRPr="00241E66" w:rsidRDefault="00C0341F">
            <w:pPr>
              <w:pStyle w:val="TAL"/>
            </w:pPr>
            <w:r w:rsidRPr="00241E66">
              <w:t>2. 84 10 A0 00 00 00 09 00 05 FF FF FF FF 89 60 00 00 00 //DF Name</w:t>
            </w:r>
          </w:p>
          <w:p w:rsidR="00C0341F" w:rsidRPr="00241E66" w:rsidRDefault="00C0341F">
            <w:pPr>
              <w:pStyle w:val="TAL"/>
            </w:pPr>
            <w:r w:rsidRPr="00241E66">
              <w:t>3. 8</w:t>
            </w:r>
            <w:r w:rsidR="0033337F" w:rsidRPr="00241E66">
              <w:t>A 01 05 //life cycle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 is null</w:t>
            </w:r>
          </w:p>
          <w:p w:rsidR="00C0341F" w:rsidRPr="00241E66" w:rsidRDefault="00C0341F">
            <w:pPr>
              <w:pStyle w:val="PL"/>
              <w:rPr>
                <w:noProof w:val="0"/>
              </w:rPr>
            </w:pPr>
          </w:p>
          <w:p w:rsidR="00C0341F" w:rsidRPr="00241E66" w:rsidRDefault="00C0341F">
            <w:pPr>
              <w:pStyle w:val="PL"/>
              <w:rPr>
                <w:noProof w:val="0"/>
              </w:rPr>
            </w:pPr>
            <w:r w:rsidRPr="00241E66">
              <w:rPr>
                <w:noProof w:val="0"/>
              </w:rPr>
              <w:t>byte[] nullBuffer = null</w:t>
            </w: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34</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rFonts w:cs="Courier New"/>
                <w:szCs w:val="16"/>
              </w:rPr>
            </w:pPr>
          </w:p>
          <w:p w:rsidR="00C0341F" w:rsidRPr="00241E66" w:rsidRDefault="00C0341F">
            <w:pPr>
              <w:pStyle w:val="TAL"/>
            </w:pPr>
            <w:r w:rsidRPr="00241E66">
              <w:rPr>
                <w:rFonts w:cs="Courier New"/>
                <w:szCs w:val="16"/>
              </w:rPr>
              <w:t>Shall throw java.lang.NullPointerException</w:t>
            </w:r>
            <w:r w:rsidRPr="00241E66">
              <w:t>.</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&lt; 0</w:t>
            </w:r>
          </w:p>
          <w:p w:rsidR="00C0341F" w:rsidRPr="00241E66" w:rsidRDefault="00C0341F">
            <w:pPr>
              <w:pStyle w:val="PL"/>
              <w:rPr>
                <w:noProof w:val="0"/>
              </w:rPr>
            </w:pPr>
          </w:p>
          <w:p w:rsidR="00C0341F" w:rsidRPr="00241E66" w:rsidRDefault="00C0341F">
            <w:pPr>
              <w:pStyle w:val="PL"/>
              <w:rPr>
                <w:noProof w:val="0"/>
              </w:rPr>
            </w:pPr>
            <w:r w:rsidRPr="00241E66">
              <w:rPr>
                <w:noProof w:val="0"/>
              </w:rPr>
              <w:t>fcpOffset = -1</w:t>
            </w:r>
          </w:p>
          <w:p w:rsidR="00C0341F" w:rsidRPr="00241E66" w:rsidRDefault="00C0341F">
            <w:pPr>
              <w:pStyle w:val="PL"/>
              <w:rPr>
                <w:noProof w:val="0"/>
              </w:rPr>
            </w:pPr>
            <w:r w:rsidRPr="00241E66">
              <w:rPr>
                <w:noProof w:val="0"/>
              </w:rPr>
              <w:t>fcpLength = 34</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fcpLength &lt; 0</w:t>
            </w:r>
          </w:p>
          <w:p w:rsidR="00C0341F" w:rsidRPr="00241E66" w:rsidRDefault="00C0341F">
            <w:pPr>
              <w:pStyle w:val="PL"/>
              <w:rPr>
                <w:noProof w:val="0"/>
              </w:rPr>
            </w:pPr>
          </w:p>
          <w:p w:rsidR="00C0341F" w:rsidRPr="00241E66" w:rsidRDefault="00C0341F">
            <w:pPr>
              <w:pStyle w:val="PL"/>
              <w:rPr>
                <w:noProof w:val="0"/>
              </w:rPr>
            </w:pPr>
            <w:r w:rsidRPr="00241E66">
              <w:rPr>
                <w:noProof w:val="0"/>
              </w:rPr>
              <w:t>fcpOffset = 0</w:t>
            </w:r>
          </w:p>
          <w:p w:rsidR="00C0341F" w:rsidRPr="00241E66" w:rsidRDefault="00C0341F">
            <w:pPr>
              <w:pStyle w:val="PL"/>
              <w:rPr>
                <w:noProof w:val="0"/>
              </w:rPr>
            </w:pPr>
            <w:r w:rsidRPr="00241E66">
              <w:rPr>
                <w:noProof w:val="0"/>
              </w:rPr>
              <w:t>fcpLength = -1</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 fcpLength &gt; fcp.length</w:t>
            </w:r>
          </w:p>
          <w:p w:rsidR="00C0341F" w:rsidRPr="00241E66" w:rsidRDefault="00C0341F">
            <w:pPr>
              <w:pStyle w:val="PL"/>
              <w:rPr>
                <w:noProof w:val="0"/>
              </w:rPr>
            </w:pPr>
          </w:p>
          <w:p w:rsidR="00C0341F" w:rsidRPr="00241E66" w:rsidRDefault="00C0341F">
            <w:pPr>
              <w:pStyle w:val="PL"/>
              <w:rPr>
                <w:noProof w:val="0"/>
              </w:rPr>
            </w:pPr>
            <w:r w:rsidRPr="00241E66">
              <w:rPr>
                <w:noProof w:val="0"/>
              </w:rPr>
              <w:t>fcpOffset = fcp.length-1</w:t>
            </w:r>
          </w:p>
          <w:p w:rsidR="00C0341F" w:rsidRPr="00241E66" w:rsidRDefault="00C0341F">
            <w:pPr>
              <w:pStyle w:val="PL"/>
              <w:rPr>
                <w:noProof w:val="0"/>
              </w:rPr>
            </w:pPr>
            <w:r w:rsidRPr="00241E66">
              <w:rPr>
                <w:noProof w:val="0"/>
              </w:rPr>
              <w:t>fcpLength = 15</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fcpOffset + fcpLength &gt; fcp.length</w:t>
            </w:r>
          </w:p>
          <w:p w:rsidR="00C0341F" w:rsidRPr="00241E66" w:rsidRDefault="00C0341F">
            <w:pPr>
              <w:pStyle w:val="PL"/>
              <w:rPr>
                <w:noProof w:val="0"/>
              </w:rPr>
            </w:pPr>
          </w:p>
          <w:p w:rsidR="00C0341F" w:rsidRPr="00241E66" w:rsidRDefault="00C0341F">
            <w:pPr>
              <w:pStyle w:val="PL"/>
              <w:rPr>
                <w:noProof w:val="0"/>
              </w:rPr>
            </w:pPr>
            <w:r w:rsidRPr="00241E66">
              <w:rPr>
                <w:noProof w:val="0"/>
              </w:rPr>
              <w:t>fcpOffset = fcp.length+1</w:t>
            </w:r>
          </w:p>
          <w:p w:rsidR="00C0341F" w:rsidRPr="00241E66" w:rsidRDefault="00C0341F">
            <w:pPr>
              <w:pStyle w:val="PL"/>
              <w:rPr>
                <w:noProof w:val="0"/>
              </w:rPr>
            </w:pPr>
            <w:r w:rsidRPr="00241E66">
              <w:rPr>
                <w:noProof w:val="0"/>
              </w:rPr>
              <w:t>fcpLength = 0</w:t>
            </w:r>
          </w:p>
          <w:p w:rsidR="00C0341F" w:rsidRPr="00241E66" w:rsidRDefault="00C0341F">
            <w:pPr>
              <w:pStyle w:val="PL"/>
              <w:rPr>
                <w:rFonts w:ascii="Arial" w:hAnsi="Arial" w:cs="Arial"/>
                <w:noProof w:val="0"/>
                <w:sz w:val="18"/>
                <w:szCs w:val="18"/>
              </w:rPr>
            </w:pPr>
            <w:r w:rsidRPr="00241E66">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11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rPr>
                <w:b w:val="0"/>
                <w:bCs/>
              </w:rPr>
            </w:pPr>
            <w:r w:rsidRPr="00241E66">
              <w:t>Security attributes</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 xml:space="preserve">1- Using the ADF FileView </w:t>
            </w:r>
          </w:p>
          <w:p w:rsidR="00C0341F" w:rsidRPr="00241E66" w:rsidRDefault="00C0341F" w:rsidP="008542A8">
            <w:pPr>
              <w:pStyle w:val="PL"/>
              <w:keepNext/>
              <w:keepLines/>
              <w:rPr>
                <w:noProof w:val="0"/>
              </w:rPr>
            </w:pPr>
            <w:r w:rsidRPr="00241E66">
              <w:rPr>
                <w:noProof w:val="0"/>
              </w:rPr>
              <w:t>select ADF, fid=7FFF</w:t>
            </w:r>
          </w:p>
          <w:p w:rsidR="00C0341F" w:rsidRPr="00241E66" w:rsidRDefault="00C0341F" w:rsidP="008542A8">
            <w:pPr>
              <w:pStyle w:val="PL"/>
              <w:keepNext/>
              <w:keepLines/>
              <w:rPr>
                <w:noProof w:val="0"/>
              </w:rPr>
            </w:pPr>
            <w:r w:rsidRPr="00241E66">
              <w:rPr>
                <w:noProof w:val="0"/>
              </w:rPr>
              <w:t>select DF</w:t>
            </w:r>
            <w:r w:rsidRPr="00241E66">
              <w:rPr>
                <w:noProof w:val="0"/>
                <w:vertAlign w:val="subscript"/>
              </w:rPr>
              <w:t>TEST</w:t>
            </w:r>
            <w:r w:rsidRPr="00241E66">
              <w:rPr>
                <w:noProof w:val="0"/>
              </w:rPr>
              <w:t xml:space="preserve">, </w:t>
            </w:r>
          </w:p>
          <w:p w:rsidR="00C0341F" w:rsidRPr="00241E66" w:rsidRDefault="00C0341F" w:rsidP="008542A8">
            <w:pPr>
              <w:pStyle w:val="PL"/>
              <w:keepNext/>
              <w:keepLines/>
              <w:rPr>
                <w:noProof w:val="0"/>
              </w:rPr>
            </w:pPr>
            <w:r w:rsidRPr="00241E66">
              <w:rPr>
                <w:noProof w:val="0"/>
              </w:rPr>
              <w:t>select DF</w:t>
            </w:r>
            <w:r w:rsidRPr="00241E66">
              <w:rPr>
                <w:noProof w:val="0"/>
                <w:vertAlign w:val="subscript"/>
              </w:rPr>
              <w:t>ARR2</w:t>
            </w:r>
            <w:r w:rsidRPr="00241E66">
              <w:rPr>
                <w:noProof w:val="0"/>
              </w:rPr>
              <w:t xml:space="preserve">, </w:t>
            </w:r>
          </w:p>
          <w:p w:rsidR="00C0341F" w:rsidRPr="00241E66" w:rsidRDefault="00C0341F" w:rsidP="008542A8">
            <w:pPr>
              <w:pStyle w:val="PL"/>
              <w:keepNext/>
              <w:keepLines/>
              <w:rPr>
                <w:noProof w:val="0"/>
              </w:rPr>
            </w:pPr>
            <w:r w:rsidRPr="00241E66">
              <w:rPr>
                <w:noProof w:val="0"/>
              </w:rPr>
              <w:t xml:space="preserve">2- Using the UICC FileView </w:t>
            </w:r>
          </w:p>
          <w:p w:rsidR="00C0341F" w:rsidRPr="00241E66" w:rsidRDefault="00C0341F" w:rsidP="008542A8">
            <w:pPr>
              <w:pStyle w:val="PL"/>
              <w:keepNext/>
              <w:keepLines/>
              <w:rPr>
                <w:noProof w:val="0"/>
              </w:rPr>
            </w:pPr>
            <w:r w:rsidRPr="00241E66">
              <w:rPr>
                <w:noProof w:val="0"/>
              </w:rPr>
              <w:t>select MF, fid=3F00</w:t>
            </w:r>
          </w:p>
          <w:p w:rsidR="00C0341F" w:rsidRPr="00241E66" w:rsidRDefault="00C0341F" w:rsidP="008542A8">
            <w:pPr>
              <w:pStyle w:val="PL"/>
              <w:keepNext/>
              <w:keepLines/>
              <w:rPr>
                <w:noProof w:val="0"/>
              </w:rPr>
            </w:pPr>
            <w:r w:rsidRPr="00241E66">
              <w:rPr>
                <w:noProof w:val="0"/>
              </w:rPr>
              <w:t>select DF</w:t>
            </w:r>
            <w:r w:rsidRPr="00241E66">
              <w:rPr>
                <w:noProof w:val="0"/>
                <w:vertAlign w:val="subscript"/>
              </w:rPr>
              <w:t>TEST</w:t>
            </w:r>
            <w:r w:rsidRPr="00241E66">
              <w:rPr>
                <w:noProof w:val="0"/>
              </w:rPr>
              <w:t xml:space="preserve">, </w:t>
            </w:r>
          </w:p>
          <w:p w:rsidR="00C0341F" w:rsidRPr="00241E66" w:rsidRDefault="00C0341F" w:rsidP="008542A8">
            <w:pPr>
              <w:pStyle w:val="PL"/>
              <w:keepNext/>
              <w:keepLines/>
              <w:rPr>
                <w:noProof w:val="0"/>
              </w:rPr>
            </w:pPr>
            <w:r w:rsidRPr="00241E66">
              <w:rPr>
                <w:noProof w:val="0"/>
              </w:rPr>
              <w:t>select DF</w:t>
            </w:r>
            <w:r w:rsidRPr="00241E66">
              <w:rPr>
                <w:noProof w:val="0"/>
                <w:vertAlign w:val="subscript"/>
              </w:rPr>
              <w:t>ARR4</w:t>
            </w:r>
            <w:r w:rsidR="0033337F" w:rsidRPr="00241E66">
              <w:rPr>
                <w:noProof w:val="0"/>
              </w:rPr>
              <w:t xml:space="preserve">, </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p w:rsidR="00C0341F" w:rsidRPr="00241E66" w:rsidRDefault="00C0341F" w:rsidP="008542A8">
            <w:pPr>
              <w:pStyle w:val="TAL"/>
            </w:pPr>
          </w:p>
          <w:p w:rsidR="00C0341F" w:rsidRPr="00241E66" w:rsidRDefault="00C0341F" w:rsidP="008542A8">
            <w:pPr>
              <w:pStyle w:val="TAL"/>
            </w:pPr>
            <w:r w:rsidRPr="00241E66">
              <w:t xml:space="preserve">1- fcp[] shall contain the following TLV </w:t>
            </w:r>
          </w:p>
          <w:p w:rsidR="00C0341F" w:rsidRPr="00241E66" w:rsidRDefault="00C0341F" w:rsidP="008542A8">
            <w:pPr>
              <w:pStyle w:val="TAL"/>
            </w:pPr>
            <w:r w:rsidRPr="00241E66">
              <w:t>8B 03 AC 00 02  or</w:t>
            </w:r>
          </w:p>
          <w:p w:rsidR="00C0341F" w:rsidRPr="00241E66" w:rsidRDefault="00C0341F" w:rsidP="008542A8">
            <w:pPr>
              <w:pStyle w:val="TAL"/>
            </w:pPr>
            <w:r w:rsidRPr="00241E66">
              <w:t>8B 06 AC 00 00 02 01 02</w:t>
            </w:r>
          </w:p>
          <w:p w:rsidR="00C0341F" w:rsidRPr="00241E66" w:rsidRDefault="00C0341F" w:rsidP="008542A8">
            <w:pPr>
              <w:pStyle w:val="TAL"/>
            </w:pPr>
            <w:r w:rsidRPr="00241E66">
              <w:t>2- fcp[] shall contain the following TLV</w:t>
            </w:r>
          </w:p>
          <w:p w:rsidR="00C0341F" w:rsidRPr="00241E66" w:rsidRDefault="00C0341F" w:rsidP="008542A8">
            <w:pPr>
              <w:pStyle w:val="TAL"/>
            </w:pPr>
            <w:r w:rsidRPr="00241E66">
              <w:t>8B 03 AC 00 04  or</w:t>
            </w:r>
          </w:p>
          <w:p w:rsidR="00C0341F" w:rsidRPr="00241E66" w:rsidRDefault="00C0341F" w:rsidP="008542A8">
            <w:pPr>
              <w:pStyle w:val="TAL"/>
            </w:pPr>
            <w:r w:rsidRPr="00241E66">
              <w:t>8B 06 AC 00 00 04 01 04</w:t>
            </w:r>
          </w:p>
          <w:p w:rsidR="00C0341F" w:rsidRPr="00241E66" w:rsidRDefault="00C0341F" w:rsidP="008542A8">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bl>
    <w:p w:rsidR="00C0341F" w:rsidRPr="00241E66" w:rsidRDefault="00C0341F" w:rsidP="0033337F"/>
    <w:p w:rsidR="00C0341F" w:rsidRPr="00241E66" w:rsidRDefault="00C0341F">
      <w:pPr>
        <w:pStyle w:val="Heading4"/>
      </w:pPr>
      <w:r w:rsidRPr="00241E66">
        <w:t>5.3.1.8</w:t>
      </w:r>
      <w:r w:rsidRPr="00241E66">
        <w:tab/>
        <w:t>Method readBinary</w:t>
      </w:r>
    </w:p>
    <w:p w:rsidR="00C0341F" w:rsidRPr="00241E66" w:rsidRDefault="00C0341F">
      <w:r w:rsidRPr="00241E66">
        <w:t>Test Area Reference: Api_4_Afv_Redb</w:t>
      </w:r>
      <w:r w:rsidR="0033337F" w:rsidRPr="00241E66">
        <w:t>.</w:t>
      </w:r>
    </w:p>
    <w:p w:rsidR="00C0341F" w:rsidRPr="00241E66" w:rsidRDefault="00C0341F" w:rsidP="00B54FD2">
      <w:pPr>
        <w:pStyle w:val="Heading5"/>
      </w:pPr>
      <w:r w:rsidRPr="00241E66">
        <w:t>5.3.1.8.1</w:t>
      </w:r>
      <w:r w:rsidRPr="00241E66">
        <w:tab/>
        <w:t>Conformance requirement</w:t>
      </w:r>
    </w:p>
    <w:p w:rsidR="00C0341F" w:rsidRPr="00241E66" w:rsidRDefault="00C0341F" w:rsidP="0033337F">
      <w:r w:rsidRPr="00241E66">
        <w:t>The method with following header shall be compliant to its definition in the API.</w:t>
      </w:r>
    </w:p>
    <w:p w:rsidR="00C0341F" w:rsidRPr="00241E66" w:rsidRDefault="00C0341F">
      <w:pPr>
        <w:pStyle w:val="PL"/>
        <w:rPr>
          <w:noProof w:val="0"/>
        </w:rPr>
      </w:pPr>
      <w:r w:rsidRPr="00241E66">
        <w:rPr>
          <w:noProof w:val="0"/>
        </w:rPr>
        <w:t>public short readBinary(short fileOffset,</w:t>
      </w:r>
    </w:p>
    <w:p w:rsidR="00C0341F" w:rsidRPr="00241E66" w:rsidRDefault="00C0341F">
      <w:pPr>
        <w:pStyle w:val="PL"/>
        <w:rPr>
          <w:noProof w:val="0"/>
        </w:rPr>
      </w:pPr>
      <w:r w:rsidRPr="00241E66">
        <w:rPr>
          <w:noProof w:val="0"/>
        </w:rPr>
        <w:t xml:space="preserve">                        byte[] resp,</w:t>
      </w:r>
    </w:p>
    <w:p w:rsidR="00C0341F" w:rsidRPr="00241E66" w:rsidRDefault="00C0341F">
      <w:pPr>
        <w:pStyle w:val="PL"/>
        <w:rPr>
          <w:noProof w:val="0"/>
        </w:rPr>
      </w:pPr>
      <w:r w:rsidRPr="00241E66">
        <w:rPr>
          <w:noProof w:val="0"/>
        </w:rPr>
        <w:t xml:space="preserve">                        short respOffset,</w:t>
      </w:r>
    </w:p>
    <w:p w:rsidR="00C0341F" w:rsidRPr="00241E66" w:rsidRDefault="00C0341F">
      <w:pPr>
        <w:pStyle w:val="PL"/>
        <w:rPr>
          <w:noProof w:val="0"/>
        </w:rPr>
      </w:pPr>
      <w:r w:rsidRPr="00241E66">
        <w:rPr>
          <w:noProof w:val="0"/>
        </w:rPr>
        <w:t xml:space="preserve">                        short respLength)</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33337F" w:rsidRPr="00241E66" w:rsidRDefault="0033337F">
      <w:pPr>
        <w:pStyle w:val="PL"/>
        <w:rPr>
          <w:noProof w:val="0"/>
        </w:rPr>
      </w:pPr>
    </w:p>
    <w:p w:rsidR="00C0341F" w:rsidRPr="00241E66" w:rsidRDefault="00C0341F">
      <w:pPr>
        <w:pStyle w:val="H6"/>
      </w:pPr>
      <w:r w:rsidRPr="00241E66">
        <w:t>5.3.1.8.1.1</w:t>
      </w:r>
      <w:r w:rsidRPr="00241E66">
        <w:tab/>
        <w:t>Normal execution</w:t>
      </w:r>
    </w:p>
    <w:p w:rsidR="00C0341F" w:rsidRPr="00241E66" w:rsidRDefault="00C0341F" w:rsidP="00C0341F">
      <w:pPr>
        <w:pStyle w:val="B1"/>
      </w:pPr>
      <w:r w:rsidRPr="00241E66">
        <w:t xml:space="preserve">CRRN1:. Reads the data bytes of the current transparent EF, as defined in </w:t>
      </w:r>
      <w:r w:rsidR="00E45C0F" w:rsidRPr="00241E66">
        <w:t xml:space="preserve">ETSI </w:t>
      </w:r>
      <w:r w:rsidRPr="00241E66">
        <w:t>TS 102 221</w:t>
      </w:r>
      <w:r w:rsidR="0033337F" w:rsidRPr="00241E66">
        <w:t xml:space="preserve"> </w:t>
      </w:r>
      <w:r w:rsidR="00326B83" w:rsidRPr="00241E66">
        <w:t>[5]</w:t>
      </w:r>
      <w:r w:rsidRPr="00241E66">
        <w:t>.</w:t>
      </w:r>
    </w:p>
    <w:p w:rsidR="00C0341F" w:rsidRPr="00241E66" w:rsidRDefault="00C0341F" w:rsidP="00C0341F">
      <w:pPr>
        <w:pStyle w:val="B1"/>
      </w:pPr>
      <w:r w:rsidRPr="00241E66">
        <w:t>CRRN2: The sum of respOffset plus respLength is returned. and the data bytes of the currently selected transparent file are returned in resp.</w:t>
      </w:r>
    </w:p>
    <w:p w:rsidR="00C0341F" w:rsidRPr="00241E66" w:rsidRDefault="00C0341F">
      <w:pPr>
        <w:pStyle w:val="H6"/>
      </w:pPr>
      <w:r w:rsidRPr="00241E66">
        <w:t>5.3.1.8.1.2</w:t>
      </w:r>
      <w:r w:rsidRPr="00241E66">
        <w:tab/>
        <w:t>Parameter errors</w:t>
      </w:r>
    </w:p>
    <w:p w:rsidR="00C0341F" w:rsidRPr="00241E66" w:rsidRDefault="00C0341F">
      <w:pPr>
        <w:pStyle w:val="B1"/>
      </w:pPr>
      <w:r w:rsidRPr="00241E66">
        <w:t>CRRP1: If fileOffset is negative, an instance of UICCException.OUT_OF_FILE_BOUNDARIES shall be thrown</w:t>
      </w:r>
      <w:r w:rsidR="0033337F" w:rsidRPr="00241E66">
        <w:t>.</w:t>
      </w:r>
    </w:p>
    <w:p w:rsidR="00C0341F" w:rsidRPr="00241E66" w:rsidRDefault="00C0341F">
      <w:pPr>
        <w:pStyle w:val="B1"/>
      </w:pPr>
      <w:r w:rsidRPr="00241E66">
        <w:t>CRRP2: If respOffset is negative, an instance of ArrayIndexOutOfBoundsException shall be thrown.</w:t>
      </w:r>
    </w:p>
    <w:p w:rsidR="00C0341F" w:rsidRPr="00241E66" w:rsidRDefault="00C0341F">
      <w:pPr>
        <w:pStyle w:val="B1"/>
      </w:pPr>
      <w:r w:rsidRPr="00241E66">
        <w:t>CRRP3: If respLength is negative, an instace of ArrayIndexOutOfBoundsException shall be thrown.</w:t>
      </w:r>
    </w:p>
    <w:p w:rsidR="00C0341F" w:rsidRPr="00241E66" w:rsidRDefault="00C0341F">
      <w:pPr>
        <w:pStyle w:val="B1"/>
      </w:pPr>
      <w:r w:rsidRPr="00241E66">
        <w:t>CRRP4: If the array resp is null, an instance of NullPointerException shall be thrown.</w:t>
      </w:r>
    </w:p>
    <w:p w:rsidR="00C0341F" w:rsidRPr="00241E66" w:rsidRDefault="00C0341F">
      <w:pPr>
        <w:pStyle w:val="B1"/>
      </w:pPr>
      <w:r w:rsidRPr="00241E66">
        <w:t>CRRP5: If respOffset plus respLength is greater than the length of the array resp.length, an instance of ArrayIndexOutOfBoundsException shall be thrown and no read is performed.</w:t>
      </w:r>
    </w:p>
    <w:p w:rsidR="00C0341F" w:rsidRPr="00241E66" w:rsidRDefault="00C0341F">
      <w:pPr>
        <w:pStyle w:val="B1"/>
      </w:pPr>
      <w:r w:rsidRPr="00241E66">
        <w:t>CRRP6: If fileOffset plus respLength exceeds the length of the file, an instance of UICCException shall be thrown. The reason code shall be UICCException.OUT_OF_FILE_BOUNDARIES.</w:t>
      </w:r>
    </w:p>
    <w:p w:rsidR="00C0341F" w:rsidRPr="00241E66" w:rsidRDefault="00C0341F">
      <w:pPr>
        <w:pStyle w:val="H6"/>
      </w:pPr>
      <w:r w:rsidRPr="00241E66">
        <w:t>5.3.1.8.1.3</w:t>
      </w:r>
      <w:r w:rsidRPr="00241E66">
        <w:tab/>
        <w:t>Context errors</w:t>
      </w:r>
    </w:p>
    <w:p w:rsidR="00C0341F" w:rsidRPr="00241E66" w:rsidRDefault="00C0341F">
      <w:pPr>
        <w:pStyle w:val="B1"/>
      </w:pPr>
      <w:r w:rsidRPr="00241E66">
        <w:t xml:space="preserve">CRRC1: If the method call causes an error to occur that is not expected and thus not </w:t>
      </w:r>
      <w:r w:rsidR="00BC64A5" w:rsidRPr="00241E66">
        <w:t>handled</w:t>
      </w:r>
      <w:r w:rsidRPr="00241E66">
        <w:t>, an instace of UICCException shall be thrown. The reason code shall be UICCException.INTERNAL_ERROR</w:t>
      </w:r>
      <w:r w:rsidR="0033337F" w:rsidRPr="00241E66">
        <w:t>.</w:t>
      </w:r>
    </w:p>
    <w:p w:rsidR="00C0341F" w:rsidRPr="00241E66" w:rsidRDefault="00C0341F">
      <w:pPr>
        <w:pStyle w:val="B1"/>
      </w:pPr>
      <w:r w:rsidRPr="00241E66">
        <w:t>CRRC2: If the currently selected EF is not transparent, an instance of UICCException shall be thrown. The reason code shall be UICCException.COMMAND_INCOMPATIBLE.</w:t>
      </w:r>
    </w:p>
    <w:p w:rsidR="00C0341F" w:rsidRPr="00241E66" w:rsidRDefault="00C0341F">
      <w:pPr>
        <w:pStyle w:val="B1"/>
      </w:pPr>
      <w:r w:rsidRPr="00241E66">
        <w:t>CRRC3: If the calling applet does not fulfil the access condition, READ, to perform this function, an instance of UICCException shall be thrown. The reason code shall be UICCException.SECURITY_STATUS_NOT_SATISFIED.</w:t>
      </w:r>
    </w:p>
    <w:p w:rsidR="00C0341F" w:rsidRPr="00241E66" w:rsidRDefault="00C0341F">
      <w:pPr>
        <w:pStyle w:val="B1"/>
      </w:pPr>
      <w:r w:rsidRPr="00241E66">
        <w:lastRenderedPageBreak/>
        <w:t>CRRC4: If the currently selected EF is deactivated and the file status of the EF does not allow for the reading of an deactivated file, an instance of UICCException shall be thrown. The reason code shall be UICCException.REF_DAT_INVALIDATED.</w:t>
      </w:r>
    </w:p>
    <w:p w:rsidR="00C0341F" w:rsidRPr="00241E66" w:rsidRDefault="00C0341F" w:rsidP="0033337F">
      <w:pPr>
        <w:pStyle w:val="B1"/>
      </w:pPr>
      <w:r w:rsidRPr="00241E66">
        <w:t>CRRC5:If the calling applet has currently no EF selected, an instance of UICCException shall be thrown. The reason code shall be UICCException.NO_EF_SELECTED.</w:t>
      </w:r>
    </w:p>
    <w:p w:rsidR="00C0341F" w:rsidRPr="00241E66" w:rsidRDefault="00C0341F" w:rsidP="00B54FD2">
      <w:pPr>
        <w:pStyle w:val="Heading5"/>
      </w:pPr>
      <w:r w:rsidRPr="00241E66">
        <w:t>5.3.1.8.2</w:t>
      </w:r>
      <w:r w:rsidRPr="00241E66">
        <w:tab/>
        <w:t>Test area files</w:t>
      </w:r>
    </w:p>
    <w:p w:rsidR="00C0341F" w:rsidRPr="00241E66" w:rsidRDefault="00C0341F" w:rsidP="0033337F">
      <w:pPr>
        <w:pStyle w:val="EX"/>
      </w:pPr>
      <w:r w:rsidRPr="00241E66">
        <w:t>Test Source:</w:t>
      </w:r>
      <w:r w:rsidRPr="00241E66">
        <w:tab/>
        <w:t>Test_Api_4_Afv_Redb.java</w:t>
      </w:r>
      <w:r w:rsidR="0033337F" w:rsidRPr="00241E66">
        <w:t>.</w:t>
      </w:r>
    </w:p>
    <w:p w:rsidR="00C0341F" w:rsidRPr="00241E66" w:rsidRDefault="00C0341F" w:rsidP="0033337F">
      <w:pPr>
        <w:pStyle w:val="EX"/>
      </w:pPr>
      <w:r w:rsidRPr="00241E66">
        <w:t>Test Applet:</w:t>
      </w:r>
      <w:r w:rsidRPr="00241E66">
        <w:tab/>
        <w:t>Api_4_Afv_Redb_1.java</w:t>
      </w:r>
      <w:r w:rsidR="0033337F" w:rsidRPr="00241E66">
        <w:t>.</w:t>
      </w:r>
    </w:p>
    <w:p w:rsidR="00C0341F" w:rsidRPr="00241E66" w:rsidRDefault="00C0341F" w:rsidP="0033337F">
      <w:pPr>
        <w:pStyle w:val="EX"/>
      </w:pPr>
      <w:r w:rsidRPr="00241E66">
        <w:t>Cap File:</w:t>
      </w:r>
      <w:r w:rsidRPr="00241E66">
        <w:tab/>
      </w:r>
      <w:r w:rsidR="008542A8" w:rsidRPr="00241E66">
        <w:t>A</w:t>
      </w:r>
      <w:r w:rsidRPr="00241E66">
        <w:t>pi_4_Afv_redb.cap</w:t>
      </w:r>
      <w:r w:rsidR="0033337F" w:rsidRPr="00241E66">
        <w:t>.</w:t>
      </w:r>
    </w:p>
    <w:p w:rsidR="00C0341F" w:rsidRPr="00241E66" w:rsidRDefault="00C0341F" w:rsidP="00B54FD2">
      <w:pPr>
        <w:pStyle w:val="Heading5"/>
      </w:pPr>
      <w:r w:rsidRPr="00241E66">
        <w:t>5.3.1.8.3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2947"/>
      </w:tblGrid>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33337F">
        <w:trPr>
          <w:trHeight w:val="105"/>
          <w:jc w:val="center"/>
        </w:trPr>
        <w:tc>
          <w:tcPr>
            <w:tcW w:w="1299"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N1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r w:rsidR="0033337F" w:rsidRPr="00241E66">
              <w:t xml:space="preserve"> </w:t>
            </w:r>
            <w:r w:rsidRPr="00241E66">
              <w:t>2</w:t>
            </w:r>
          </w:p>
        </w:tc>
      </w:tr>
      <w:tr w:rsidR="00C0341F" w:rsidRPr="00241E66" w:rsidTr="0033337F">
        <w:trPr>
          <w:trHeight w:val="105"/>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r w:rsidR="0033337F" w:rsidRPr="00241E66">
              <w:t xml:space="preserve"> </w:t>
            </w:r>
            <w:r w:rsidRPr="00241E66">
              <w:t>2</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bl>
    <w:p w:rsidR="00C0341F" w:rsidRPr="00241E66" w:rsidRDefault="00C0341F" w:rsidP="0033337F"/>
    <w:p w:rsidR="00C0341F" w:rsidRPr="00241E66" w:rsidRDefault="00C0341F" w:rsidP="00B54FD2">
      <w:pPr>
        <w:pStyle w:val="Heading5"/>
      </w:pPr>
      <w:r w:rsidRPr="00241E66">
        <w:t>5.3.1.8.4</w:t>
      </w:r>
      <w:r w:rsidRPr="00241E66">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C0341F" w:rsidRPr="00241E66" w:rsidTr="0033337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Read from EF</w:t>
            </w:r>
            <w:r w:rsidRPr="00241E66">
              <w:rPr>
                <w:vertAlign w:val="subscript"/>
              </w:rPr>
              <w:t>TARU</w:t>
            </w:r>
          </w:p>
          <w:p w:rsidR="00C0341F" w:rsidRPr="00241E66" w:rsidRDefault="00C0341F">
            <w:pPr>
              <w:pStyle w:val="PL"/>
              <w:tabs>
                <w:tab w:val="clear" w:pos="384"/>
              </w:tabs>
              <w:rPr>
                <w:noProof w:val="0"/>
              </w:rPr>
            </w:pPr>
          </w:p>
          <w:p w:rsidR="00C0341F" w:rsidRPr="00241E66" w:rsidRDefault="00C0341F">
            <w:pPr>
              <w:pStyle w:val="PL"/>
              <w:tabs>
                <w:tab w:val="clear" w:pos="384"/>
              </w:tabs>
              <w:rPr>
                <w:noProof w:val="0"/>
              </w:rPr>
            </w:pPr>
            <w:r w:rsidRPr="00241E66">
              <w:rPr>
                <w:noProof w:val="0"/>
              </w:rPr>
              <w:t>1- select DF</w:t>
            </w:r>
            <w:r w:rsidRPr="00241E66">
              <w:rPr>
                <w:noProof w:val="0"/>
                <w:vertAlign w:val="subscript"/>
              </w:rPr>
              <w:t>TEST</w:t>
            </w:r>
            <w:r w:rsidRPr="00241E66">
              <w:rPr>
                <w:noProof w:val="0"/>
              </w:rPr>
              <w:t>, fid=1111</w:t>
            </w:r>
          </w:p>
          <w:p w:rsidR="00C0341F" w:rsidRPr="00241E66" w:rsidRDefault="00C0341F">
            <w:pPr>
              <w:pStyle w:val="PL"/>
              <w:tabs>
                <w:tab w:val="clear" w:pos="384"/>
              </w:tabs>
              <w:rPr>
                <w:noProof w:val="0"/>
              </w:rPr>
            </w:pPr>
            <w:r w:rsidRPr="00241E66">
              <w:rPr>
                <w:noProof w:val="0"/>
              </w:rPr>
              <w:t>select EF</w:t>
            </w:r>
            <w:r w:rsidRPr="00241E66">
              <w:rPr>
                <w:noProof w:val="0"/>
                <w:vertAlign w:val="subscript"/>
              </w:rPr>
              <w:t>TARU</w:t>
            </w:r>
            <w:r w:rsidRPr="00241E66">
              <w:rPr>
                <w:noProof w:val="0"/>
              </w:rPr>
              <w:t>, fid=6F03</w:t>
            </w:r>
          </w:p>
          <w:p w:rsidR="00C0341F" w:rsidRPr="00241E66" w:rsidRDefault="00C0341F">
            <w:pPr>
              <w:pStyle w:val="PL"/>
              <w:tabs>
                <w:tab w:val="clear" w:pos="384"/>
              </w:tabs>
              <w:rPr>
                <w:noProof w:val="0"/>
              </w:rPr>
            </w:pPr>
            <w:r w:rsidRPr="00241E66">
              <w:rPr>
                <w:noProof w:val="0"/>
              </w:rPr>
              <w:t>2- fileOffset = 0</w:t>
            </w:r>
          </w:p>
          <w:p w:rsidR="00C0341F" w:rsidRPr="00241E66" w:rsidRDefault="00C0341F">
            <w:pPr>
              <w:pStyle w:val="PL"/>
              <w:rPr>
                <w:noProof w:val="0"/>
              </w:rPr>
            </w:pPr>
            <w:r w:rsidRPr="00241E66">
              <w:rPr>
                <w:noProof w:val="0"/>
              </w:rPr>
              <w:t xml:space="preserve">resp.length = 260  </w:t>
            </w:r>
          </w:p>
          <w:p w:rsidR="00C0341F" w:rsidRPr="00241E66" w:rsidRDefault="00C0341F">
            <w:pPr>
              <w:pStyle w:val="PL"/>
              <w:rPr>
                <w:noProof w:val="0"/>
              </w:rPr>
            </w:pPr>
            <w:r w:rsidRPr="00241E66">
              <w:rPr>
                <w:noProof w:val="0"/>
              </w:rPr>
              <w:t>resp[0:259] = 0x55</w:t>
            </w:r>
          </w:p>
          <w:p w:rsidR="00C0341F" w:rsidRPr="00241E66" w:rsidRDefault="00C0341F">
            <w:pPr>
              <w:pStyle w:val="PL"/>
              <w:rPr>
                <w:noProof w:val="0"/>
              </w:rPr>
            </w:pPr>
            <w:r w:rsidRPr="00241E66">
              <w:rPr>
                <w:noProof w:val="0"/>
              </w:rPr>
              <w:t>respOffset = 10</w:t>
            </w:r>
          </w:p>
          <w:p w:rsidR="00C0341F" w:rsidRPr="00241E66" w:rsidRDefault="00C0341F">
            <w:pPr>
              <w:pStyle w:val="PL"/>
              <w:rPr>
                <w:noProof w:val="0"/>
              </w:rPr>
            </w:pPr>
            <w:r w:rsidRPr="00241E66">
              <w:rPr>
                <w:noProof w:val="0"/>
              </w:rPr>
              <w:t>respLength = 250</w:t>
            </w:r>
          </w:p>
          <w:p w:rsidR="00C0341F" w:rsidRPr="00241E66" w:rsidRDefault="00C0341F">
            <w:pPr>
              <w:pStyle w:val="PL"/>
              <w:tabs>
                <w:tab w:val="clear" w:pos="384"/>
              </w:tabs>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 shall return 20.</w:t>
            </w:r>
          </w:p>
          <w:p w:rsidR="00C0341F" w:rsidRPr="00241E66" w:rsidRDefault="00C0341F">
            <w:pPr>
              <w:pStyle w:val="TAL"/>
            </w:pPr>
            <w:r w:rsidRPr="00241E66">
              <w:t>resp shall contain the contents of EF</w:t>
            </w:r>
            <w:r w:rsidRPr="00241E66">
              <w:rPr>
                <w:vertAlign w:val="subscript"/>
              </w:rPr>
              <w:t>TARU</w:t>
            </w:r>
            <w:r w:rsidRPr="00241E66">
              <w:t xml:space="preserve"> starting at index 10.</w:t>
            </w:r>
          </w:p>
          <w:p w:rsidR="00C0341F" w:rsidRPr="00241E66" w:rsidRDefault="00C0341F">
            <w:pPr>
              <w:pStyle w:val="TAL"/>
            </w:pPr>
            <w:r w:rsidRPr="00241E66">
              <w:t>&lt;Description of resp:</w:t>
            </w:r>
          </w:p>
          <w:p w:rsidR="00C0341F" w:rsidRPr="00241E66" w:rsidRDefault="00C0341F">
            <w:pPr>
              <w:pStyle w:val="TAL"/>
            </w:pPr>
            <w:r w:rsidRPr="00241E66">
              <w:t>55 55 55 55 55 55 55 55 55 55</w:t>
            </w:r>
          </w:p>
          <w:p w:rsidR="00C0341F" w:rsidRPr="00241E66" w:rsidRDefault="00C0341F">
            <w:pPr>
              <w:pStyle w:val="TAL"/>
            </w:pPr>
            <w:r w:rsidRPr="00241E66">
              <w:t>FF FF FF FF FF FF .. .. FF&gt;</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from EF</w:t>
            </w:r>
            <w:r w:rsidRPr="00241E66">
              <w:rPr>
                <w:vertAlign w:val="subscript"/>
              </w:rPr>
              <w:t>TARU</w:t>
            </w:r>
            <w:r w:rsidRPr="00241E66">
              <w:t xml:space="preserve"> </w:t>
            </w:r>
          </w:p>
          <w:p w:rsidR="00C0341F" w:rsidRPr="00241E66" w:rsidRDefault="00C0341F">
            <w:pPr>
              <w:pStyle w:val="PL"/>
              <w:rPr>
                <w:noProof w:val="0"/>
              </w:rPr>
            </w:pPr>
            <w:r w:rsidRPr="00241E66">
              <w:rPr>
                <w:noProof w:val="0"/>
              </w:rPr>
              <w:t>fileOffset = 0x80</w:t>
            </w:r>
          </w:p>
          <w:p w:rsidR="00C0341F" w:rsidRPr="00241E66" w:rsidRDefault="00C0341F">
            <w:pPr>
              <w:pStyle w:val="PL"/>
              <w:rPr>
                <w:noProof w:val="0"/>
              </w:rPr>
            </w:pPr>
            <w:r w:rsidRPr="00241E66">
              <w:rPr>
                <w:noProof w:val="0"/>
              </w:rPr>
              <w:t>resp.length = 260</w:t>
            </w:r>
          </w:p>
          <w:p w:rsidR="00C0341F" w:rsidRPr="00241E66" w:rsidRDefault="00C0341F">
            <w:pPr>
              <w:pStyle w:val="PL"/>
              <w:rPr>
                <w:noProof w:val="0"/>
              </w:rPr>
            </w:pPr>
            <w:r w:rsidRPr="00241E66">
              <w:rPr>
                <w:noProof w:val="0"/>
              </w:rPr>
              <w:t>resp[0:259] = 0x55</w:t>
            </w:r>
          </w:p>
          <w:p w:rsidR="00C0341F" w:rsidRPr="00241E66" w:rsidRDefault="00C0341F">
            <w:pPr>
              <w:pStyle w:val="PL"/>
              <w:rPr>
                <w:noProof w:val="0"/>
              </w:rPr>
            </w:pPr>
            <w:r w:rsidRPr="00241E66">
              <w:rPr>
                <w:noProof w:val="0"/>
              </w:rPr>
              <w:t>respOffset = 5</w:t>
            </w:r>
          </w:p>
          <w:p w:rsidR="00C0341F" w:rsidRPr="00241E66" w:rsidRDefault="00C0341F">
            <w:pPr>
              <w:pStyle w:val="PL"/>
              <w:rPr>
                <w:noProof w:val="0"/>
              </w:rPr>
            </w:pPr>
            <w:r w:rsidRPr="00241E66">
              <w:rPr>
                <w:noProof w:val="0"/>
              </w:rPr>
              <w:t>respLength = 0x80</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r w:rsidRPr="00241E66">
              <w:t>shall return 15</w:t>
            </w:r>
          </w:p>
          <w:p w:rsidR="00C0341F" w:rsidRPr="00241E66" w:rsidRDefault="00C0341F">
            <w:pPr>
              <w:pStyle w:val="TAL"/>
            </w:pPr>
            <w:r w:rsidRPr="00241E66">
              <w:t>resp shall contain the last 5 bytes of EF</w:t>
            </w:r>
            <w:r w:rsidRPr="00241E66">
              <w:rPr>
                <w:vertAlign w:val="subscript"/>
              </w:rPr>
              <w:t>TARU</w:t>
            </w:r>
            <w:r w:rsidRPr="00241E66">
              <w:t xml:space="preserve"> starting at index 10.</w:t>
            </w:r>
          </w:p>
          <w:p w:rsidR="00C0341F" w:rsidRPr="00241E66" w:rsidRDefault="00C0341F">
            <w:pPr>
              <w:pStyle w:val="TAL"/>
            </w:pPr>
            <w:r w:rsidRPr="00241E66">
              <w:t>&lt;Description of resp:</w:t>
            </w:r>
          </w:p>
          <w:p w:rsidR="00C0341F" w:rsidRPr="00241E66" w:rsidRDefault="00C0341F">
            <w:pPr>
              <w:pStyle w:val="TAL"/>
            </w:pPr>
            <w:r w:rsidRPr="00241E66">
              <w:t>55 55 55 55 55 55 55 55 55 55</w:t>
            </w:r>
          </w:p>
          <w:p w:rsidR="00C0341F" w:rsidRPr="00241E66" w:rsidRDefault="00C0341F">
            <w:pPr>
              <w:pStyle w:val="TAL"/>
            </w:pPr>
            <w:r w:rsidRPr="00241E66">
              <w:t>FF FF FF FF FF … 55 55 .. .. 55 FF FF … FF &gt;</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FileOffset is negative</w:t>
            </w:r>
          </w:p>
          <w:p w:rsidR="00C0341F" w:rsidRPr="00241E66" w:rsidRDefault="00C0341F" w:rsidP="0033337F">
            <w:pPr>
              <w:pStyle w:val="PL"/>
              <w:keepNext/>
              <w:keepLines/>
              <w:rPr>
                <w:noProof w:val="0"/>
              </w:rPr>
            </w:pPr>
            <w:r w:rsidRPr="00241E66">
              <w:rPr>
                <w:noProof w:val="0"/>
              </w:rPr>
              <w:t>fileOffset = -1</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10</w:t>
            </w:r>
          </w:p>
          <w:p w:rsidR="00C0341F" w:rsidRPr="00241E66" w:rsidRDefault="00C0341F" w:rsidP="0033337F">
            <w:pPr>
              <w:pStyle w:val="PL"/>
              <w:keepNext/>
              <w:keepLines/>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L"/>
            </w:pPr>
          </w:p>
          <w:p w:rsidR="00C0341F" w:rsidRPr="00241E66" w:rsidRDefault="00C0341F" w:rsidP="0033337F">
            <w:pPr>
              <w:pStyle w:val="TAL"/>
            </w:pPr>
            <w:r w:rsidRPr="00241E66">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FileOffset + respLength &gt; EF length</w:t>
            </w:r>
          </w:p>
          <w:p w:rsidR="00C0341F" w:rsidRPr="00241E66" w:rsidRDefault="00C0341F">
            <w:pPr>
              <w:pStyle w:val="PL"/>
              <w:rPr>
                <w:noProof w:val="0"/>
              </w:rPr>
            </w:pPr>
            <w:r w:rsidRPr="00241E66">
              <w:rPr>
                <w:noProof w:val="0"/>
              </w:rPr>
              <w:t>fileOffset = 259</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lastRenderedPageBreak/>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resp[] is null</w:t>
            </w:r>
          </w:p>
          <w:p w:rsidR="00C0341F" w:rsidRPr="00241E66" w:rsidRDefault="00C0341F" w:rsidP="003C2A6F">
            <w:pPr>
              <w:pStyle w:val="PL"/>
              <w:keepNext/>
              <w:rPr>
                <w:noProof w:val="0"/>
              </w:rPr>
            </w:pPr>
            <w:r w:rsidRPr="00241E66">
              <w:rPr>
                <w:noProof w:val="0"/>
              </w:rPr>
              <w:t>fileOffset = 0</w:t>
            </w:r>
          </w:p>
          <w:p w:rsidR="00C0341F" w:rsidRPr="00241E66" w:rsidRDefault="00C0341F" w:rsidP="003C2A6F">
            <w:pPr>
              <w:pStyle w:val="PL"/>
              <w:keepNext/>
              <w:rPr>
                <w:noProof w:val="0"/>
              </w:rPr>
            </w:pPr>
            <w:r w:rsidRPr="00241E66">
              <w:rPr>
                <w:noProof w:val="0"/>
              </w:rPr>
              <w:t>resp = null</w:t>
            </w:r>
          </w:p>
          <w:p w:rsidR="00C0341F" w:rsidRPr="00241E66" w:rsidRDefault="00C0341F" w:rsidP="003C2A6F">
            <w:pPr>
              <w:pStyle w:val="PL"/>
              <w:keepNext/>
              <w:rPr>
                <w:noProof w:val="0"/>
              </w:rPr>
            </w:pPr>
            <w:r w:rsidRPr="00241E66">
              <w:rPr>
                <w:noProof w:val="0"/>
              </w:rPr>
              <w:t>respOffset = 0</w:t>
            </w:r>
          </w:p>
          <w:p w:rsidR="00C0341F" w:rsidRPr="00241E66" w:rsidRDefault="00C0341F" w:rsidP="003C2A6F">
            <w:pPr>
              <w:pStyle w:val="PL"/>
              <w:keepNext/>
              <w:rPr>
                <w:noProof w:val="0"/>
              </w:rPr>
            </w:pPr>
            <w:r w:rsidRPr="00241E66">
              <w:rPr>
                <w:noProof w:val="0"/>
              </w:rPr>
              <w:t>respLength = 10</w:t>
            </w:r>
          </w:p>
          <w:p w:rsidR="00C0341F" w:rsidRPr="00241E66" w:rsidRDefault="00C0341F" w:rsidP="003C2A6F">
            <w:pPr>
              <w:pStyle w:val="PL"/>
              <w:keepNext/>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pPr>
          </w:p>
          <w:p w:rsidR="00C0341F" w:rsidRPr="00241E66" w:rsidRDefault="00C0341F" w:rsidP="003C2A6F">
            <w:pPr>
              <w:pStyle w:val="TAL"/>
            </w:pPr>
            <w:r w:rsidRPr="00241E66">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respOffset &lt; 0</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10</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respLength &lt; 0</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RespOffset + respLength &gt; resp.length</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resp.length = 20</w:t>
            </w:r>
          </w:p>
          <w:p w:rsidR="00C0341F" w:rsidRPr="00241E66" w:rsidRDefault="00C0341F">
            <w:pPr>
              <w:pStyle w:val="PL"/>
              <w:rPr>
                <w:noProof w:val="0"/>
              </w:rPr>
            </w:pPr>
            <w:r w:rsidRPr="00241E66">
              <w:rPr>
                <w:noProof w:val="0"/>
              </w:rPr>
              <w:t>respOffset = 10</w:t>
            </w:r>
          </w:p>
          <w:p w:rsidR="00C0341F" w:rsidRPr="00241E66" w:rsidRDefault="00C0341F">
            <w:pPr>
              <w:pStyle w:val="PL"/>
              <w:rPr>
                <w:noProof w:val="0"/>
              </w:rPr>
            </w:pPr>
            <w:r w:rsidRPr="00241E66">
              <w:rPr>
                <w:noProof w:val="0"/>
              </w:rPr>
              <w:t>respLength = 11</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not Transparent</w:t>
            </w:r>
          </w:p>
          <w:p w:rsidR="00C0341F" w:rsidRPr="00241E66" w:rsidRDefault="00C0341F">
            <w:pPr>
              <w:pStyle w:val="PL"/>
              <w:numPr>
                <w:ilvl w:val="0"/>
                <w:numId w:val="33"/>
              </w:numPr>
              <w:rPr>
                <w:noProof w:val="0"/>
              </w:rPr>
            </w:pPr>
            <w:r w:rsidRPr="00241E66">
              <w:rPr>
                <w:noProof w:val="0"/>
              </w:rPr>
              <w:t>select EF</w:t>
            </w:r>
            <w:r w:rsidRPr="00241E66">
              <w:rPr>
                <w:noProof w:val="0"/>
                <w:vertAlign w:val="subscript"/>
              </w:rPr>
              <w:t>LARU</w:t>
            </w:r>
            <w:r w:rsidRPr="00241E66">
              <w:rPr>
                <w:noProof w:val="0"/>
              </w:rPr>
              <w:t>, fid=6F0C</w:t>
            </w:r>
          </w:p>
          <w:p w:rsidR="00C0341F" w:rsidRPr="00241E66" w:rsidRDefault="00C0341F">
            <w:pPr>
              <w:pStyle w:val="PL"/>
              <w:numPr>
                <w:ilvl w:val="0"/>
                <w:numId w:val="33"/>
              </w:numPr>
              <w:rPr>
                <w:noProof w:val="0"/>
              </w:rPr>
            </w:pPr>
            <w:r w:rsidRPr="00241E66">
              <w:rPr>
                <w:noProof w:val="0"/>
              </w:rPr>
              <w:t>fileOffset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 Shall throw uicc.access.UICC 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Access condition not fulfilled</w:t>
            </w:r>
          </w:p>
          <w:p w:rsidR="00C0341F" w:rsidRPr="00241E66" w:rsidRDefault="00C0341F">
            <w:pPr>
              <w:pStyle w:val="PL"/>
              <w:rPr>
                <w:noProof w:val="0"/>
              </w:rPr>
            </w:pPr>
            <w:r w:rsidRPr="00241E66">
              <w:rPr>
                <w:noProof w:val="0"/>
              </w:rPr>
              <w:t>1- select EF</w:t>
            </w:r>
            <w:r w:rsidRPr="00241E66">
              <w:rPr>
                <w:noProof w:val="0"/>
                <w:vertAlign w:val="subscript"/>
              </w:rPr>
              <w:t>TRAC</w:t>
            </w:r>
            <w:r w:rsidRPr="00241E66">
              <w:rPr>
                <w:noProof w:val="0"/>
              </w:rPr>
              <w:t>, fid=6F0E</w:t>
            </w:r>
          </w:p>
          <w:p w:rsidR="00C0341F" w:rsidRPr="00241E66" w:rsidRDefault="00C0341F">
            <w:pPr>
              <w:pStyle w:val="PL"/>
              <w:rPr>
                <w:noProof w:val="0"/>
              </w:rPr>
            </w:pPr>
            <w:r w:rsidRPr="00241E66">
              <w:rPr>
                <w:noProof w:val="0"/>
              </w:rPr>
              <w:t>2- fileOffset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2- Shall throw uicc.access.UICC 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deactivated</w:t>
            </w:r>
          </w:p>
          <w:p w:rsidR="00C0341F" w:rsidRPr="00241E66" w:rsidRDefault="00C0341F">
            <w:pPr>
              <w:pStyle w:val="PL"/>
              <w:rPr>
                <w:noProof w:val="0"/>
              </w:rPr>
            </w:pPr>
            <w:r w:rsidRPr="00241E66">
              <w:rPr>
                <w:noProof w:val="0"/>
              </w:rPr>
              <w:t xml:space="preserve">1 </w:t>
            </w:r>
            <w:r w:rsidR="008714AD" w:rsidRPr="00241E66">
              <w:rPr>
                <w:noProof w:val="0"/>
              </w:rPr>
              <w:t>-</w:t>
            </w:r>
            <w:r w:rsidRPr="00241E66">
              <w:rPr>
                <w:noProof w:val="0"/>
              </w:rPr>
              <w:t xml:space="preserve"> select EF</w:t>
            </w:r>
            <w:r w:rsidRPr="00241E66">
              <w:rPr>
                <w:noProof w:val="0"/>
                <w:vertAlign w:val="subscript"/>
              </w:rPr>
              <w:t>TARU</w:t>
            </w:r>
            <w:r w:rsidRPr="00241E66">
              <w:rPr>
                <w:noProof w:val="0"/>
              </w:rPr>
              <w:t>, fid=6F03</w:t>
            </w:r>
          </w:p>
          <w:p w:rsidR="00C0341F" w:rsidRPr="00241E66" w:rsidRDefault="00C0341F">
            <w:pPr>
              <w:pStyle w:val="PL"/>
              <w:rPr>
                <w:noProof w:val="0"/>
              </w:rPr>
            </w:pPr>
            <w:r w:rsidRPr="00241E66">
              <w:rPr>
                <w:noProof w:val="0"/>
              </w:rPr>
              <w:t xml:space="preserve">2 </w:t>
            </w:r>
            <w:r w:rsidR="008714AD" w:rsidRPr="00241E66">
              <w:rPr>
                <w:noProof w:val="0"/>
              </w:rPr>
              <w:t>-</w:t>
            </w:r>
            <w:r w:rsidRPr="00241E66">
              <w:rPr>
                <w:noProof w:val="0"/>
              </w:rPr>
              <w:t xml:space="preserve"> deactivateFile()</w:t>
            </w:r>
          </w:p>
          <w:p w:rsidR="00C0341F" w:rsidRPr="00241E66" w:rsidRDefault="00C0341F">
            <w:pPr>
              <w:pStyle w:val="PL"/>
              <w:rPr>
                <w:noProof w:val="0"/>
              </w:rPr>
            </w:pPr>
            <w:r w:rsidRPr="00241E66">
              <w:rPr>
                <w:noProof w:val="0"/>
              </w:rPr>
              <w:t xml:space="preserve">3 </w:t>
            </w:r>
            <w:r w:rsidR="008714AD" w:rsidRPr="00241E66">
              <w:rPr>
                <w:noProof w:val="0"/>
              </w:rPr>
              <w:t>-</w:t>
            </w:r>
            <w:r w:rsidRPr="00241E66">
              <w:rPr>
                <w:noProof w:val="0"/>
              </w:rPr>
              <w:t xml:space="preserve"> readBinary()</w:t>
            </w:r>
          </w:p>
          <w:p w:rsidR="00C0341F" w:rsidRPr="00241E66" w:rsidRDefault="00C0341F">
            <w:pPr>
              <w:pStyle w:val="PL"/>
              <w:rPr>
                <w:noProof w:val="0"/>
              </w:rPr>
            </w:pPr>
            <w:r w:rsidRPr="00241E66">
              <w:rPr>
                <w:noProof w:val="0"/>
              </w:rPr>
              <w:t xml:space="preserve">4 </w:t>
            </w:r>
            <w:r w:rsidR="008714AD" w:rsidRPr="00241E66">
              <w:rPr>
                <w:noProof w:val="0"/>
              </w:rPr>
              <w:t>-</w:t>
            </w:r>
            <w:r w:rsidRPr="00241E66">
              <w:rPr>
                <w:noProof w:val="0"/>
              </w:rPr>
              <w:t xml:space="preserve"> activateFile())</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 Shall throw uicc.access.UICCException with reason code REF_DATA_INVALIDATED.</w:t>
            </w: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EF selected</w:t>
            </w:r>
          </w:p>
          <w:p w:rsidR="00C0341F" w:rsidRPr="00241E66" w:rsidRDefault="00C0341F">
            <w:pPr>
              <w:pStyle w:val="PL"/>
              <w:tabs>
                <w:tab w:val="clear" w:pos="384"/>
              </w:tabs>
              <w:rPr>
                <w:noProof w:val="0"/>
              </w:rPr>
            </w:pPr>
            <w:r w:rsidRPr="00241E66">
              <w:rPr>
                <w:noProof w:val="0"/>
              </w:rPr>
              <w:t>1- select DF</w:t>
            </w:r>
            <w:r w:rsidRPr="00241E66">
              <w:rPr>
                <w:noProof w:val="0"/>
                <w:vertAlign w:val="subscript"/>
              </w:rPr>
              <w:t xml:space="preserve">TEST </w:t>
            </w:r>
            <w:r w:rsidRPr="00241E66">
              <w:rPr>
                <w:noProof w:val="0"/>
              </w:rPr>
              <w:t>fid=1111</w:t>
            </w:r>
          </w:p>
          <w:p w:rsidR="00C0341F" w:rsidRPr="00241E66" w:rsidRDefault="00C0341F">
            <w:pPr>
              <w:pStyle w:val="PL"/>
              <w:rPr>
                <w:noProof w:val="0"/>
              </w:rPr>
            </w:pPr>
            <w:r w:rsidRPr="00241E66">
              <w:rPr>
                <w:noProof w:val="0"/>
              </w:rPr>
              <w:t>2 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2 - Shall throw uicc.access.UICCException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pPr>
        <w:pStyle w:val="B10"/>
        <w:tabs>
          <w:tab w:val="left" w:pos="2268"/>
        </w:tabs>
      </w:pPr>
    </w:p>
    <w:p w:rsidR="00C0341F" w:rsidRPr="00241E66" w:rsidRDefault="00C0341F" w:rsidP="0033337F">
      <w:pPr>
        <w:pStyle w:val="Heading4"/>
      </w:pPr>
      <w:r w:rsidRPr="00241E66">
        <w:t>5.3.1.9</w:t>
      </w:r>
      <w:r w:rsidRPr="00241E66">
        <w:tab/>
        <w:t>Method updateBinary</w:t>
      </w:r>
    </w:p>
    <w:p w:rsidR="00C0341F" w:rsidRPr="00241E66" w:rsidRDefault="00C0341F" w:rsidP="0033337F">
      <w:pPr>
        <w:keepNext/>
        <w:keepLines/>
      </w:pPr>
      <w:r w:rsidRPr="00241E66">
        <w:t>Test Area Reference: Api_4_Afv_Updb</w:t>
      </w:r>
      <w:r w:rsidR="0033337F" w:rsidRPr="00241E66">
        <w:t>.</w:t>
      </w:r>
    </w:p>
    <w:p w:rsidR="00C0341F" w:rsidRPr="00241E66" w:rsidRDefault="00C0341F" w:rsidP="0033337F">
      <w:pPr>
        <w:pStyle w:val="Heading5"/>
      </w:pPr>
      <w:r w:rsidRPr="00241E66">
        <w:t>5.3.1.9.1</w:t>
      </w:r>
      <w:r w:rsidRPr="00241E66">
        <w:tab/>
        <w:t>Conformance requirement</w:t>
      </w:r>
    </w:p>
    <w:p w:rsidR="00C0341F" w:rsidRPr="00241E66" w:rsidRDefault="00C0341F" w:rsidP="0033337F">
      <w:pPr>
        <w:pStyle w:val="List"/>
        <w:keepNext/>
        <w:keepLines/>
        <w:ind w:left="0" w:firstLine="0"/>
      </w:pPr>
      <w:r w:rsidRPr="00241E66">
        <w:t>The method with following header shall be compliant to its definition in the API.</w:t>
      </w:r>
    </w:p>
    <w:p w:rsidR="00C0341F" w:rsidRPr="00241E66" w:rsidRDefault="00C0341F" w:rsidP="0033337F">
      <w:pPr>
        <w:pStyle w:val="PL"/>
        <w:keepNext/>
        <w:keepLines/>
        <w:rPr>
          <w:noProof w:val="0"/>
        </w:rPr>
      </w:pPr>
      <w:r w:rsidRPr="00241E66">
        <w:rPr>
          <w:noProof w:val="0"/>
        </w:rPr>
        <w:t>public void updateBinary(short fileOffset,</w:t>
      </w:r>
    </w:p>
    <w:p w:rsidR="00C0341F" w:rsidRPr="00241E66" w:rsidRDefault="00C0341F" w:rsidP="0033337F">
      <w:pPr>
        <w:pStyle w:val="PL"/>
        <w:keepNext/>
        <w:keepLines/>
        <w:rPr>
          <w:noProof w:val="0"/>
        </w:rPr>
      </w:pPr>
      <w:r w:rsidRPr="00241E66">
        <w:rPr>
          <w:noProof w:val="0"/>
        </w:rPr>
        <w:t xml:space="preserve">                         byte[] data,</w:t>
      </w:r>
    </w:p>
    <w:p w:rsidR="00C0341F" w:rsidRPr="00241E66" w:rsidRDefault="00C0341F" w:rsidP="0033337F">
      <w:pPr>
        <w:pStyle w:val="PL"/>
        <w:keepNext/>
        <w:keepLines/>
        <w:rPr>
          <w:noProof w:val="0"/>
        </w:rPr>
      </w:pPr>
      <w:r w:rsidRPr="00241E66">
        <w:rPr>
          <w:noProof w:val="0"/>
        </w:rPr>
        <w:t xml:space="preserve">                         short dataOffset,</w:t>
      </w:r>
    </w:p>
    <w:p w:rsidR="00C0341F" w:rsidRPr="00241E66" w:rsidRDefault="00C0341F" w:rsidP="0033337F">
      <w:pPr>
        <w:pStyle w:val="PL"/>
        <w:keepNext/>
        <w:keepLines/>
        <w:rPr>
          <w:noProof w:val="0"/>
        </w:rPr>
      </w:pPr>
      <w:r w:rsidRPr="00241E66">
        <w:rPr>
          <w:noProof w:val="0"/>
        </w:rPr>
        <w:t xml:space="preserve">                         short dataLength)</w:t>
      </w:r>
    </w:p>
    <w:p w:rsidR="00C0341F" w:rsidRPr="00241E66" w:rsidRDefault="00C0341F" w:rsidP="0033337F">
      <w:pPr>
        <w:pStyle w:val="PL"/>
        <w:keepNext/>
        <w:keepLines/>
        <w:rPr>
          <w:noProof w:val="0"/>
        </w:rPr>
      </w:pPr>
      <w:r w:rsidRPr="00241E66">
        <w:rPr>
          <w:noProof w:val="0"/>
        </w:rPr>
        <w:t xml:space="preserve">                  throws java.lang.NullPointerException,</w:t>
      </w:r>
    </w:p>
    <w:p w:rsidR="00C0341F" w:rsidRPr="00241E66" w:rsidRDefault="00C0341F" w:rsidP="0033337F">
      <w:pPr>
        <w:pStyle w:val="PL"/>
        <w:keepNext/>
        <w:keepLines/>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C0341F" w:rsidRPr="00241E66" w:rsidRDefault="0033337F">
      <w:pPr>
        <w:pStyle w:val="H6"/>
      </w:pPr>
      <w:r w:rsidRPr="00241E66">
        <w:t>5.3.1.9.1.1</w:t>
      </w:r>
      <w:r w:rsidR="00C0341F" w:rsidRPr="00241E66">
        <w:tab/>
        <w:t>Normal execution</w:t>
      </w:r>
    </w:p>
    <w:p w:rsidR="00C0341F" w:rsidRPr="00241E66" w:rsidRDefault="00C0341F">
      <w:pPr>
        <w:pStyle w:val="B1"/>
      </w:pPr>
      <w:r w:rsidRPr="00241E66">
        <w:t>CRRN1: Updated the data bytes of the current selected transparent EF.</w:t>
      </w:r>
    </w:p>
    <w:p w:rsidR="00C0341F" w:rsidRPr="00241E66" w:rsidRDefault="0033337F">
      <w:pPr>
        <w:pStyle w:val="H6"/>
      </w:pPr>
      <w:r w:rsidRPr="00241E66">
        <w:lastRenderedPageBreak/>
        <w:t>5.3.1.9.1.2</w:t>
      </w:r>
      <w:r w:rsidR="00C0341F" w:rsidRPr="00241E66">
        <w:tab/>
        <w:t>Parameter errors</w:t>
      </w:r>
    </w:p>
    <w:p w:rsidR="00C0341F" w:rsidRPr="00241E66" w:rsidRDefault="00C0341F">
      <w:pPr>
        <w:pStyle w:val="B1"/>
      </w:pPr>
      <w:r w:rsidRPr="00241E66">
        <w:t>CRRP1: If recOffs</w:t>
      </w:r>
      <w:r w:rsidR="0033337F" w:rsidRPr="00241E66">
        <w:t xml:space="preserve">et is less than 0, an instance </w:t>
      </w:r>
      <w:r w:rsidRPr="00241E66">
        <w:t>of UICCException shall be thrown. The reason code shall be UICCException.OUT_OF_FILE_BOUNDARIES.</w:t>
      </w:r>
    </w:p>
    <w:p w:rsidR="00C0341F" w:rsidRPr="00241E66" w:rsidRDefault="00C0341F">
      <w:pPr>
        <w:pStyle w:val="B1"/>
      </w:pPr>
      <w:r w:rsidRPr="00241E66">
        <w:t>CRRP2: : If fileOffset plus dataLength exceeds the length of the file, an instance of UICCException shall be thrown. The reason code shall be UICCException.OUT_OF_FILE_BOUNDARIES</w:t>
      </w:r>
      <w:r w:rsidR="0033337F" w:rsidRPr="00241E66">
        <w:t>.</w:t>
      </w:r>
    </w:p>
    <w:p w:rsidR="00C0341F" w:rsidRPr="00241E66" w:rsidRDefault="00C0341F">
      <w:pPr>
        <w:pStyle w:val="B1"/>
      </w:pPr>
      <w:r w:rsidRPr="00241E66">
        <w:t>CRRP3: If the array data is null, an instance of NullPointerException shall be thrown.</w:t>
      </w:r>
    </w:p>
    <w:p w:rsidR="00C0341F" w:rsidRPr="00241E66" w:rsidRDefault="00C0341F">
      <w:pPr>
        <w:pStyle w:val="B1"/>
      </w:pPr>
      <w:r w:rsidRPr="00241E66">
        <w:t>CRRP4: If dataOffset is less than 0, an instance of ArrayIndexOutOfBoundsException shall be thrown.</w:t>
      </w:r>
    </w:p>
    <w:p w:rsidR="00C0341F" w:rsidRPr="00241E66" w:rsidRDefault="00C0341F">
      <w:pPr>
        <w:pStyle w:val="B1"/>
      </w:pPr>
      <w:r w:rsidRPr="00241E66">
        <w:t>CRRP5: If dataLength is less than 0, an instance of ArrayIndexOutOfBoundsException shall be thrown.</w:t>
      </w:r>
    </w:p>
    <w:p w:rsidR="00C0341F" w:rsidRPr="00241E66" w:rsidRDefault="00C0341F">
      <w:pPr>
        <w:pStyle w:val="B1"/>
      </w:pPr>
      <w:r w:rsidRPr="00241E66">
        <w:t>CRRP6: If dataOffset plus dataLength greater than the length of the array data.length an instance of ArrayIndexOutOfBoundsException shall be thrown.</w:t>
      </w:r>
    </w:p>
    <w:p w:rsidR="00C0341F" w:rsidRPr="00241E66" w:rsidRDefault="0033337F">
      <w:pPr>
        <w:pStyle w:val="H6"/>
      </w:pPr>
      <w:r w:rsidRPr="00241E66">
        <w:t>5.3.1.9.1.3</w:t>
      </w:r>
      <w:r w:rsidR="00C0341F" w:rsidRPr="00241E66">
        <w:tab/>
        <w:t>Context errors</w:t>
      </w:r>
    </w:p>
    <w:p w:rsidR="00C0341F" w:rsidRPr="00241E66" w:rsidRDefault="00C0341F">
      <w:pPr>
        <w:pStyle w:val="B1"/>
      </w:pPr>
      <w:r w:rsidRPr="00241E66">
        <w:t>CRRC1: If the calling applet has currently no EF selected, an instance of UICCException shall be thrown. The reason code shall be UICCException.NO_EF_SELECTED.</w:t>
      </w:r>
    </w:p>
    <w:p w:rsidR="00C0341F" w:rsidRPr="00241E66" w:rsidRDefault="00C0341F">
      <w:pPr>
        <w:pStyle w:val="B1"/>
      </w:pPr>
      <w:r w:rsidRPr="00241E66">
        <w:t>CRRC2: If the currently selected EF is not transparent, an instance of UICCException shall be thrown. The reason code shall be UICCException.COMMAND_INCOMPATIBLE.</w:t>
      </w:r>
    </w:p>
    <w:p w:rsidR="00C0341F" w:rsidRPr="00241E66" w:rsidRDefault="00C0341F">
      <w:pPr>
        <w:pStyle w:val="B1"/>
      </w:pPr>
      <w:r w:rsidRPr="00241E66">
        <w:t>CRRC3: If the calling applet does not fulfil the access condition, UPDATE, to perform this function, an instance of UICCException shall be thrown. The reason code shall be UICCException.SECURITY_STATUS_NOT_SATISFIED.</w:t>
      </w:r>
    </w:p>
    <w:p w:rsidR="00C0341F" w:rsidRPr="00241E66" w:rsidRDefault="00C0341F">
      <w:pPr>
        <w:pStyle w:val="B1"/>
      </w:pPr>
      <w:r w:rsidRPr="00241E66">
        <w:t>CRRC4: If the currently selected EF is deactivated and the file status of the EF does not allow for updating of a deactivated file, an instance of UICCException shall be thrown. The reason code shall be UICCException.REF_DATA_INVALIDATED.</w:t>
      </w:r>
    </w:p>
    <w:p w:rsidR="00C0341F" w:rsidRPr="00241E66" w:rsidRDefault="00C0341F">
      <w:pPr>
        <w:pStyle w:val="B1"/>
      </w:pPr>
      <w:r w:rsidRPr="00241E66">
        <w:t>CRRC5: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CRRC6: If the method call causes an error to occur that is not expected and thus not handled, an instance of UICCException shall be thrown. The reason code shall be UICCException.INTERNAL_ERROR.</w:t>
      </w:r>
    </w:p>
    <w:p w:rsidR="00C0341F" w:rsidRPr="00241E66" w:rsidRDefault="00C0341F" w:rsidP="0033337F">
      <w:pPr>
        <w:pStyle w:val="Heading5"/>
      </w:pPr>
      <w:r w:rsidRPr="00241E66">
        <w:t>5.3.1.9.2</w:t>
      </w:r>
      <w:r w:rsidRPr="00241E66">
        <w:tab/>
        <w:t>Test area files</w:t>
      </w:r>
    </w:p>
    <w:p w:rsidR="00C0341F" w:rsidRPr="00241E66" w:rsidRDefault="00C0341F" w:rsidP="0033337F">
      <w:pPr>
        <w:pStyle w:val="EX"/>
        <w:keepNext/>
      </w:pPr>
      <w:r w:rsidRPr="00241E66">
        <w:t>Test Source:</w:t>
      </w:r>
      <w:r w:rsidRPr="00241E66">
        <w:tab/>
        <w:t>Test_Api_4_Afv_Updb.java</w:t>
      </w:r>
      <w:r w:rsidR="0033337F" w:rsidRPr="00241E66">
        <w:t>.</w:t>
      </w:r>
    </w:p>
    <w:p w:rsidR="00C0341F" w:rsidRPr="00241E66" w:rsidRDefault="00C0341F" w:rsidP="0033337F">
      <w:pPr>
        <w:pStyle w:val="EX"/>
        <w:keepNext/>
      </w:pPr>
      <w:r w:rsidRPr="00241E66">
        <w:t>Test Applet:</w:t>
      </w:r>
      <w:r w:rsidRPr="00241E66">
        <w:tab/>
        <w:t>Api_4_Afv_Updb _1.java</w:t>
      </w:r>
      <w:r w:rsidR="0033337F" w:rsidRPr="00241E66">
        <w:t>.</w:t>
      </w:r>
    </w:p>
    <w:p w:rsidR="00C0341F" w:rsidRPr="00241E66" w:rsidRDefault="00C0341F" w:rsidP="0033337F">
      <w:pPr>
        <w:pStyle w:val="EX"/>
      </w:pPr>
      <w:r w:rsidRPr="00241E66">
        <w:t>Cap File:</w:t>
      </w:r>
      <w:r w:rsidRPr="00241E66">
        <w:tab/>
      </w:r>
      <w:r w:rsidR="008542A8" w:rsidRPr="00241E66">
        <w:t>A</w:t>
      </w:r>
      <w:r w:rsidRPr="00241E66">
        <w:t>pi_4_Afv_updb.cap</w:t>
      </w:r>
      <w:r w:rsidR="0033337F" w:rsidRPr="00241E66">
        <w:t>.</w:t>
      </w:r>
    </w:p>
    <w:p w:rsidR="00C0341F" w:rsidRPr="00241E66" w:rsidRDefault="00C0341F" w:rsidP="00B54FD2">
      <w:pPr>
        <w:pStyle w:val="Heading5"/>
      </w:pPr>
      <w:r w:rsidRPr="00241E66">
        <w:t>5.3.1.9.3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2664"/>
      </w:tblGrid>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2, 3</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rsidP="0033337F"/>
    <w:p w:rsidR="00C0341F" w:rsidRPr="00241E66" w:rsidRDefault="00C0341F" w:rsidP="008542A8">
      <w:pPr>
        <w:pStyle w:val="Heading5"/>
      </w:pPr>
      <w:r w:rsidRPr="00241E66">
        <w:lastRenderedPageBreak/>
        <w:t>5.3.1.9.4</w:t>
      </w:r>
      <w:r w:rsidRPr="00241E66">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C0341F" w:rsidRPr="00241E66" w:rsidTr="0033337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t>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Get the UICC FileView</w:t>
            </w:r>
          </w:p>
          <w:p w:rsidR="00C0341F" w:rsidRPr="00241E66" w:rsidRDefault="00C0341F" w:rsidP="008542A8">
            <w:pPr>
              <w:pStyle w:val="PL"/>
              <w:keepNext/>
              <w:keepLines/>
              <w:rPr>
                <w:noProof w:val="0"/>
              </w:rPr>
            </w:pPr>
            <w:r w:rsidRPr="00241E66">
              <w:rPr>
                <w:noProof w:val="0"/>
              </w:rPr>
              <w:t>AdminFileViewBuilder.getTheUICCAdminFileView(CLEAR_ON_RESET)</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t>0</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EF selected</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byte[] data = new byte[20]</w:t>
            </w:r>
          </w:p>
          <w:p w:rsidR="00C0341F" w:rsidRPr="00241E66" w:rsidRDefault="00C0341F">
            <w:pPr>
              <w:pStyle w:val="PL"/>
              <w:rPr>
                <w:noProof w:val="0"/>
              </w:rPr>
            </w:pPr>
            <w:r w:rsidRPr="00241E66">
              <w:rPr>
                <w:noProof w:val="0"/>
              </w:rPr>
              <w:t>data[0] = '55'</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10</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uicc.access.UICC 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Transparent EF</w:t>
            </w: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TARU</w:t>
            </w:r>
            <w:r w:rsidRPr="00241E66">
              <w:rPr>
                <w:noProof w:val="0"/>
              </w:rPr>
              <w:t>, fid = 6F03</w:t>
            </w:r>
          </w:p>
          <w:p w:rsidR="00C0341F" w:rsidRPr="00241E66" w:rsidRDefault="00C0341F">
            <w:pPr>
              <w:pStyle w:val="PL"/>
              <w:rPr>
                <w:noProof w:val="0"/>
              </w:rPr>
            </w:pPr>
            <w:r w:rsidRPr="00241E66">
              <w:rPr>
                <w:noProof w:val="0"/>
              </w:rPr>
              <w:t>3- fileOffset = 3</w:t>
            </w:r>
          </w:p>
          <w:p w:rsidR="00C0341F" w:rsidRPr="00241E66" w:rsidRDefault="00C0341F">
            <w:pPr>
              <w:pStyle w:val="PL"/>
              <w:rPr>
                <w:noProof w:val="0"/>
              </w:rPr>
            </w:pPr>
            <w:r w:rsidRPr="00241E66">
              <w:rPr>
                <w:noProof w:val="0"/>
              </w:rPr>
              <w:t>data[0] = '55'</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w:t>
            </w:r>
          </w:p>
          <w:p w:rsidR="00C0341F" w:rsidRPr="00241E66" w:rsidRDefault="00C0341F">
            <w:pPr>
              <w:pStyle w:val="PL"/>
              <w:rPr>
                <w:noProof w:val="0"/>
              </w:rPr>
            </w:pPr>
            <w:r w:rsidRPr="00241E66">
              <w:rPr>
                <w:noProof w:val="0"/>
              </w:rPr>
              <w:t>updateBinary()</w:t>
            </w:r>
          </w:p>
          <w:p w:rsidR="00C0341F" w:rsidRPr="00241E66" w:rsidRDefault="00C0341F">
            <w:pPr>
              <w:pStyle w:val="PL"/>
              <w:rPr>
                <w:noProof w:val="0"/>
              </w:rPr>
            </w:pPr>
            <w:r w:rsidRPr="00241E66">
              <w:rPr>
                <w:noProof w:val="0"/>
              </w:rPr>
              <w:t>4- fileOffset = 3</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r w:rsidRPr="00241E66">
              <w:t>3- No exception shall be thrown.</w:t>
            </w:r>
          </w:p>
          <w:p w:rsidR="00C0341F" w:rsidRPr="00241E66" w:rsidRDefault="00C0341F">
            <w:pPr>
              <w:pStyle w:val="TAL"/>
            </w:pPr>
            <w:r w:rsidRPr="00241E66">
              <w:t>4- No exception shall be thrown.</w:t>
            </w:r>
          </w:p>
          <w:p w:rsidR="00C0341F" w:rsidRPr="00241E66" w:rsidRDefault="00C0341F">
            <w:pPr>
              <w:pStyle w:val="TAL"/>
            </w:pPr>
            <w:r w:rsidRPr="00241E66">
              <w:t>Data in resp[0] shall be '55'.</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fileOffset = 254</w:t>
            </w:r>
          </w:p>
          <w:p w:rsidR="00C0341F" w:rsidRPr="00241E66" w:rsidRDefault="00C0341F">
            <w:pPr>
              <w:pStyle w:val="PL"/>
              <w:rPr>
                <w:noProof w:val="0"/>
              </w:rPr>
            </w:pPr>
            <w:r w:rsidRPr="00241E66">
              <w:rPr>
                <w:noProof w:val="0"/>
              </w:rPr>
              <w:t>1- fileOffset = 254</w:t>
            </w:r>
          </w:p>
          <w:p w:rsidR="00C0341F" w:rsidRPr="00241E66" w:rsidRDefault="00C0341F">
            <w:pPr>
              <w:pStyle w:val="PL"/>
              <w:rPr>
                <w:noProof w:val="0"/>
              </w:rPr>
            </w:pPr>
            <w:r w:rsidRPr="00241E66">
              <w:rPr>
                <w:noProof w:val="0"/>
              </w:rPr>
              <w:t>data[0] = '55'</w:t>
            </w:r>
          </w:p>
          <w:p w:rsidR="00C0341F" w:rsidRPr="00241E66" w:rsidRDefault="00C0341F">
            <w:pPr>
              <w:pStyle w:val="PL"/>
              <w:rPr>
                <w:noProof w:val="0"/>
              </w:rPr>
            </w:pPr>
            <w:r w:rsidRPr="00241E66">
              <w:rPr>
                <w:noProof w:val="0"/>
              </w:rPr>
              <w:t>data[1] = 'AA'</w:t>
            </w:r>
          </w:p>
          <w:p w:rsidR="00C0341F" w:rsidRPr="00241E66" w:rsidRDefault="00C0341F">
            <w:pPr>
              <w:pStyle w:val="PL"/>
              <w:rPr>
                <w:noProof w:val="0"/>
              </w:rPr>
            </w:pPr>
            <w:r w:rsidRPr="00241E66">
              <w:rPr>
                <w:noProof w:val="0"/>
              </w:rPr>
              <w:t>data[2] = '66'</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3</w:t>
            </w:r>
          </w:p>
          <w:p w:rsidR="00C0341F" w:rsidRPr="00241E66" w:rsidRDefault="00C0341F">
            <w:pPr>
              <w:pStyle w:val="PL"/>
              <w:rPr>
                <w:noProof w:val="0"/>
              </w:rPr>
            </w:pPr>
            <w:r w:rsidRPr="00241E66">
              <w:rPr>
                <w:noProof w:val="0"/>
              </w:rPr>
              <w:t>updateBinary()</w:t>
            </w:r>
          </w:p>
          <w:p w:rsidR="00C0341F" w:rsidRPr="00241E66" w:rsidRDefault="00C0341F">
            <w:pPr>
              <w:pStyle w:val="PL"/>
              <w:rPr>
                <w:noProof w:val="0"/>
              </w:rPr>
            </w:pPr>
            <w:r w:rsidRPr="00241E66">
              <w:rPr>
                <w:noProof w:val="0"/>
              </w:rPr>
              <w:t>2- fileOffset = 254</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r w:rsidRPr="00241E66">
              <w:t xml:space="preserve">Data in resp shall be </w:t>
            </w:r>
          </w:p>
          <w:p w:rsidR="00C0341F" w:rsidRPr="00241E66" w:rsidRDefault="00C0341F">
            <w:pPr>
              <w:pStyle w:val="TAL"/>
            </w:pPr>
            <w:r w:rsidRPr="00241E66">
              <w:t>resp[0] = '55'</w:t>
            </w:r>
          </w:p>
          <w:p w:rsidR="00C0341F" w:rsidRPr="00241E66" w:rsidRDefault="00C0341F">
            <w:pPr>
              <w:pStyle w:val="TAL"/>
            </w:pPr>
            <w:r w:rsidRPr="00241E66">
              <w:t>resp[1] = 'AA'</w:t>
            </w:r>
          </w:p>
          <w:p w:rsidR="00C0341F" w:rsidRPr="00241E66" w:rsidRDefault="00C0341F">
            <w:pPr>
              <w:pStyle w:val="TAL"/>
            </w:pPr>
            <w:r w:rsidRPr="00241E66">
              <w:t>resp[2] = '66'</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Offset into File out of bounds</w:t>
            </w:r>
          </w:p>
          <w:p w:rsidR="00C0341F" w:rsidRPr="00241E66" w:rsidRDefault="00C0341F">
            <w:pPr>
              <w:pStyle w:val="PL"/>
              <w:rPr>
                <w:noProof w:val="0"/>
              </w:rPr>
            </w:pPr>
            <w:r w:rsidRPr="00241E66">
              <w:rPr>
                <w:noProof w:val="0"/>
              </w:rPr>
              <w:t>fileOffset = -1</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10</w:t>
            </w:r>
          </w:p>
          <w:p w:rsidR="00C0341F" w:rsidRPr="00241E66" w:rsidRDefault="00C0341F">
            <w:pPr>
              <w:pStyle w:val="PL"/>
              <w:rPr>
                <w:noProof w:val="0"/>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uicc.access.UICCException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fileOffset + dataLength &gt; EF length</w:t>
            </w:r>
          </w:p>
          <w:p w:rsidR="00C0341F" w:rsidRPr="00241E66" w:rsidRDefault="00C0341F" w:rsidP="0033337F">
            <w:pPr>
              <w:pStyle w:val="PL"/>
              <w:keepNext/>
              <w:keepLines/>
              <w:rPr>
                <w:noProof w:val="0"/>
              </w:rPr>
            </w:pPr>
            <w:r w:rsidRPr="00241E66">
              <w:rPr>
                <w:noProof w:val="0"/>
              </w:rPr>
              <w:t>fileOffset = 259</w:t>
            </w:r>
          </w:p>
          <w:p w:rsidR="00C0341F" w:rsidRPr="00241E66" w:rsidRDefault="00C0341F" w:rsidP="0033337F">
            <w:pPr>
              <w:pStyle w:val="PL"/>
              <w:keepNext/>
              <w:keepLines/>
              <w:rPr>
                <w:noProof w:val="0"/>
              </w:rPr>
            </w:pPr>
            <w:r w:rsidRPr="00241E66">
              <w:rPr>
                <w:noProof w:val="0"/>
              </w:rPr>
              <w:t>dataOffset = 0</w:t>
            </w:r>
          </w:p>
          <w:p w:rsidR="00C0341F" w:rsidRPr="00241E66" w:rsidRDefault="00C0341F" w:rsidP="0033337F">
            <w:pPr>
              <w:pStyle w:val="PL"/>
              <w:keepNext/>
              <w:keepLines/>
              <w:rPr>
                <w:noProof w:val="0"/>
              </w:rPr>
            </w:pPr>
            <w:r w:rsidRPr="00241E66">
              <w:rPr>
                <w:noProof w:val="0"/>
              </w:rPr>
              <w:t>dataLength = 2</w:t>
            </w:r>
          </w:p>
          <w:p w:rsidR="00C0341F" w:rsidRPr="00241E66" w:rsidRDefault="00C0341F" w:rsidP="0033337F">
            <w:pPr>
              <w:pStyle w:val="PL"/>
              <w:keepNext/>
              <w:keepLines/>
              <w:rPr>
                <w:noProof w:val="0"/>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L"/>
            </w:pPr>
          </w:p>
          <w:p w:rsidR="00C0341F" w:rsidRPr="00241E66" w:rsidRDefault="00C0341F" w:rsidP="0033337F">
            <w:pPr>
              <w:pStyle w:val="TAL"/>
            </w:pPr>
            <w:r w:rsidRPr="00241E66">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 is null</w:t>
            </w:r>
          </w:p>
          <w:p w:rsidR="00C0341F" w:rsidRPr="00241E66" w:rsidRDefault="00C0341F">
            <w:pPr>
              <w:pStyle w:val="PL"/>
              <w:rPr>
                <w:noProof w:val="0"/>
              </w:rPr>
            </w:pPr>
            <w:r w:rsidRPr="00241E66">
              <w:rPr>
                <w:noProof w:val="0"/>
              </w:rPr>
              <w:t>byte[] nullBuffer = null</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10</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dataOffset &lt; 0</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dataOffset = -1</w:t>
            </w:r>
          </w:p>
          <w:p w:rsidR="00C0341F" w:rsidRPr="00241E66" w:rsidRDefault="00C0341F">
            <w:pPr>
              <w:pStyle w:val="PL"/>
              <w:rPr>
                <w:noProof w:val="0"/>
              </w:rPr>
            </w:pPr>
            <w:r w:rsidRPr="00241E66">
              <w:rPr>
                <w:noProof w:val="0"/>
              </w:rPr>
              <w:t>dataLength = 10</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dataLength &lt; 0</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dataOffset + dataLength &gt; data.length</w:t>
            </w:r>
          </w:p>
          <w:p w:rsidR="00C0341F" w:rsidRPr="00241E66" w:rsidRDefault="00C0341F">
            <w:pPr>
              <w:pStyle w:val="PL"/>
              <w:rPr>
                <w:noProof w:val="0"/>
              </w:rPr>
            </w:pPr>
            <w:r w:rsidRPr="00241E66">
              <w:rPr>
                <w:noProof w:val="0"/>
              </w:rPr>
              <w:t>fileOffset = 0</w:t>
            </w:r>
          </w:p>
          <w:p w:rsidR="00C0341F" w:rsidRPr="00241E66" w:rsidRDefault="00C0341F">
            <w:pPr>
              <w:pStyle w:val="PL"/>
              <w:rPr>
                <w:noProof w:val="0"/>
              </w:rPr>
            </w:pPr>
            <w:r w:rsidRPr="00241E66">
              <w:rPr>
                <w:noProof w:val="0"/>
              </w:rPr>
              <w:t>dataOffset = 10</w:t>
            </w:r>
          </w:p>
          <w:p w:rsidR="00C0341F" w:rsidRPr="00241E66" w:rsidRDefault="00C0341F">
            <w:pPr>
              <w:pStyle w:val="PL"/>
              <w:rPr>
                <w:noProof w:val="0"/>
              </w:rPr>
            </w:pPr>
            <w:r w:rsidRPr="00241E66">
              <w:rPr>
                <w:noProof w:val="0"/>
              </w:rPr>
              <w:t>dataLength = 11</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10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EF is not Transparent</w:t>
            </w:r>
          </w:p>
          <w:p w:rsidR="00C0341F" w:rsidRPr="00241E66" w:rsidRDefault="00C0341F" w:rsidP="008542A8">
            <w:pPr>
              <w:pStyle w:val="PL"/>
              <w:keepNext/>
              <w:keepLines/>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rsidP="008542A8">
            <w:pPr>
              <w:pStyle w:val="PL"/>
              <w:keepNext/>
              <w:keepLines/>
              <w:rPr>
                <w:noProof w:val="0"/>
              </w:rPr>
            </w:pPr>
            <w:r w:rsidRPr="00241E66">
              <w:rPr>
                <w:noProof w:val="0"/>
              </w:rPr>
              <w:t>2- select DF</w:t>
            </w:r>
            <w:r w:rsidRPr="00241E66">
              <w:rPr>
                <w:noProof w:val="0"/>
                <w:vertAlign w:val="subscript"/>
              </w:rPr>
              <w:t>LARU</w:t>
            </w:r>
            <w:r w:rsidRPr="00241E66">
              <w:rPr>
                <w:noProof w:val="0"/>
              </w:rPr>
              <w:t>, fid = 6F0C</w:t>
            </w:r>
          </w:p>
          <w:p w:rsidR="00C0341F" w:rsidRPr="00241E66" w:rsidRDefault="00C0341F" w:rsidP="008542A8">
            <w:pPr>
              <w:pStyle w:val="PL"/>
              <w:keepNext/>
              <w:keepLines/>
              <w:rPr>
                <w:noProof w:val="0"/>
              </w:rPr>
            </w:pPr>
            <w:r w:rsidRPr="00241E66">
              <w:rPr>
                <w:noProof w:val="0"/>
              </w:rPr>
              <w:t>3 - fileOffset = 0</w:t>
            </w:r>
          </w:p>
          <w:p w:rsidR="00C0341F" w:rsidRPr="00241E66" w:rsidRDefault="00C0341F" w:rsidP="008542A8">
            <w:pPr>
              <w:pStyle w:val="PL"/>
              <w:keepNext/>
              <w:keepLines/>
              <w:rPr>
                <w:noProof w:val="0"/>
              </w:rPr>
            </w:pPr>
            <w:r w:rsidRPr="00241E66">
              <w:rPr>
                <w:noProof w:val="0"/>
              </w:rPr>
              <w:t>data[0] = '55'</w:t>
            </w:r>
          </w:p>
          <w:p w:rsidR="00C0341F" w:rsidRPr="00241E66" w:rsidRDefault="00C0341F" w:rsidP="008542A8">
            <w:pPr>
              <w:pStyle w:val="PL"/>
              <w:keepNext/>
              <w:keepLines/>
              <w:rPr>
                <w:noProof w:val="0"/>
              </w:rPr>
            </w:pPr>
            <w:r w:rsidRPr="00241E66">
              <w:rPr>
                <w:noProof w:val="0"/>
              </w:rPr>
              <w:t>dataOffset = 0</w:t>
            </w:r>
          </w:p>
          <w:p w:rsidR="00C0341F" w:rsidRPr="00241E66" w:rsidRDefault="00C0341F" w:rsidP="008542A8">
            <w:pPr>
              <w:pStyle w:val="PL"/>
              <w:keepNext/>
              <w:keepLines/>
              <w:rPr>
                <w:noProof w:val="0"/>
              </w:rPr>
            </w:pPr>
            <w:r w:rsidRPr="00241E66">
              <w:rPr>
                <w:noProof w:val="0"/>
              </w:rPr>
              <w:t>dataLength = 1</w:t>
            </w:r>
          </w:p>
          <w:p w:rsidR="00C0341F" w:rsidRPr="00241E66" w:rsidRDefault="00C0341F" w:rsidP="008542A8">
            <w:pPr>
              <w:pStyle w:val="PL"/>
              <w:keepNext/>
              <w:keepLines/>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p w:rsidR="00C0341F" w:rsidRPr="00241E66" w:rsidRDefault="00C0341F" w:rsidP="008542A8">
            <w:pPr>
              <w:pStyle w:val="TAL"/>
            </w:pPr>
            <w:r w:rsidRPr="00241E66">
              <w:t>1- No exception shall be thrown.</w:t>
            </w:r>
          </w:p>
          <w:p w:rsidR="00C0341F" w:rsidRPr="00241E66" w:rsidRDefault="00C0341F" w:rsidP="008542A8">
            <w:pPr>
              <w:pStyle w:val="TAL"/>
            </w:pPr>
            <w:r w:rsidRPr="00241E66">
              <w:t>2- No exception shall be thrown.</w:t>
            </w:r>
          </w:p>
          <w:p w:rsidR="00C0341F" w:rsidRPr="00241E66" w:rsidRDefault="00C0341F" w:rsidP="008542A8">
            <w:pPr>
              <w:pStyle w:val="TAL"/>
            </w:pPr>
            <w:r w:rsidRPr="00241E66">
              <w:t>3- Shall throw uicc.access.UICC 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Access condition not fulfilled</w:t>
            </w:r>
          </w:p>
          <w:p w:rsidR="00C0341F" w:rsidRPr="00241E66" w:rsidRDefault="00C0341F">
            <w:pPr>
              <w:pStyle w:val="PL"/>
              <w:rPr>
                <w:noProof w:val="0"/>
              </w:rPr>
            </w:pPr>
            <w:r w:rsidRPr="00241E66">
              <w:rPr>
                <w:noProof w:val="0"/>
              </w:rPr>
              <w:t>1</w:t>
            </w:r>
            <w:r w:rsidR="008714AD" w:rsidRPr="00241E66">
              <w:rPr>
                <w:noProof w:val="0"/>
              </w:rPr>
              <w:t>-</w:t>
            </w:r>
            <w:r w:rsidRPr="00241E66">
              <w:rPr>
                <w:noProof w:val="0"/>
              </w:rPr>
              <w:t xml:space="preserve">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TNU</w:t>
            </w:r>
            <w:r w:rsidRPr="00241E66">
              <w:rPr>
                <w:noProof w:val="0"/>
              </w:rPr>
              <w:t>, fid = 6F02</w:t>
            </w:r>
          </w:p>
          <w:p w:rsidR="00C0341F" w:rsidRPr="00241E66" w:rsidRDefault="00C0341F">
            <w:pPr>
              <w:pStyle w:val="PL"/>
              <w:rPr>
                <w:noProof w:val="0"/>
              </w:rPr>
            </w:pPr>
            <w:r w:rsidRPr="00241E66">
              <w:rPr>
                <w:noProof w:val="0"/>
              </w:rPr>
              <w:t>3- fileOffset = 0</w:t>
            </w:r>
          </w:p>
          <w:p w:rsidR="00C0341F" w:rsidRPr="00241E66" w:rsidRDefault="00C0341F">
            <w:pPr>
              <w:pStyle w:val="PL"/>
              <w:rPr>
                <w:noProof w:val="0"/>
              </w:rPr>
            </w:pPr>
            <w:r w:rsidRPr="00241E66">
              <w:rPr>
                <w:noProof w:val="0"/>
              </w:rPr>
              <w:t>data[0] = '55'</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w:t>
            </w:r>
          </w:p>
          <w:p w:rsidR="00C0341F" w:rsidRPr="00241E66" w:rsidRDefault="00C0341F">
            <w:pPr>
              <w:pStyle w:val="PL"/>
              <w:rPr>
                <w:rFonts w:ascii="Arial" w:hAnsi="Arial" w:cs="Arial"/>
                <w:noProof w:val="0"/>
                <w:sz w:val="18"/>
                <w:szCs w:val="18"/>
              </w:rPr>
            </w:pPr>
            <w:r w:rsidRPr="00241E66">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r w:rsidRPr="00241E66">
              <w:t>3- Shall throw uicc.access.UICCException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deactivated</w:t>
            </w:r>
          </w:p>
          <w:p w:rsidR="00C0341F" w:rsidRPr="00241E66" w:rsidRDefault="00C0341F">
            <w:pPr>
              <w:pStyle w:val="PL"/>
              <w:rPr>
                <w:noProof w:val="0"/>
              </w:rPr>
            </w:pPr>
            <w:r w:rsidRPr="00241E66">
              <w:rPr>
                <w:noProof w:val="0"/>
              </w:rPr>
              <w:t>1- select EF</w:t>
            </w:r>
            <w:r w:rsidRPr="00241E66">
              <w:rPr>
                <w:noProof w:val="0"/>
                <w:vertAlign w:val="subscript"/>
              </w:rPr>
              <w:t>TNR</w:t>
            </w:r>
            <w:r w:rsidRPr="00241E66">
              <w:rPr>
                <w:noProof w:val="0"/>
              </w:rPr>
              <w:t>, fid = 6F01</w:t>
            </w:r>
          </w:p>
          <w:p w:rsidR="00C0341F" w:rsidRPr="00241E66" w:rsidRDefault="00C0341F">
            <w:pPr>
              <w:pStyle w:val="PL"/>
              <w:rPr>
                <w:noProof w:val="0"/>
              </w:rPr>
            </w:pPr>
            <w:r w:rsidRPr="00241E66">
              <w:rPr>
                <w:noProof w:val="0"/>
              </w:rPr>
              <w:t>deactiveFile()</w:t>
            </w:r>
          </w:p>
          <w:p w:rsidR="00C0341F" w:rsidRPr="00241E66" w:rsidRDefault="00C0341F">
            <w:pPr>
              <w:pStyle w:val="PL"/>
              <w:rPr>
                <w:noProof w:val="0"/>
              </w:rPr>
            </w:pPr>
            <w:r w:rsidRPr="00241E66">
              <w:rPr>
                <w:noProof w:val="0"/>
              </w:rPr>
              <w:t>2- fileOffset = 0</w:t>
            </w:r>
          </w:p>
          <w:p w:rsidR="00C0341F" w:rsidRPr="00241E66" w:rsidRDefault="00C0341F">
            <w:pPr>
              <w:pStyle w:val="PL"/>
              <w:rPr>
                <w:noProof w:val="0"/>
              </w:rPr>
            </w:pPr>
            <w:r w:rsidRPr="00241E66">
              <w:rPr>
                <w:noProof w:val="0"/>
              </w:rPr>
              <w:t>data[0] = '55'</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w:t>
            </w:r>
          </w:p>
          <w:p w:rsidR="00C0341F" w:rsidRPr="00241E66" w:rsidRDefault="00C0341F">
            <w:pPr>
              <w:pStyle w:val="PL"/>
              <w:rPr>
                <w:noProof w:val="0"/>
              </w:rPr>
            </w:pPr>
            <w:r w:rsidRPr="00241E66">
              <w:rPr>
                <w:noProof w:val="0"/>
              </w:rPr>
              <w:t>updateBinary()</w:t>
            </w:r>
          </w:p>
          <w:p w:rsidR="00C0341F" w:rsidRPr="00241E66" w:rsidRDefault="00C0341F">
            <w:pPr>
              <w:pStyle w:val="PL"/>
              <w:rPr>
                <w:rFonts w:ascii="Arial" w:hAnsi="Arial" w:cs="Arial"/>
                <w:noProof w:val="0"/>
                <w:sz w:val="18"/>
                <w:szCs w:val="18"/>
              </w:rPr>
            </w:pPr>
            <w:r w:rsidRPr="00241E66">
              <w:rPr>
                <w:noProof w:val="0"/>
              </w:rPr>
              <w:t>3- activateFile()</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Shall throw uicc.access.UICCException with reason code REF_DATA_INVALIDATED</w:t>
            </w:r>
          </w:p>
          <w:p w:rsidR="00C0341F" w:rsidRPr="00241E66" w:rsidRDefault="00C0341F">
            <w:pPr>
              <w:pStyle w:val="TAL"/>
            </w:pPr>
            <w:r w:rsidRPr="00241E66">
              <w:t>3- No exception shall be thrown.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bl>
    <w:p w:rsidR="00C0341F" w:rsidRPr="00241E66" w:rsidRDefault="00C0341F" w:rsidP="0033337F"/>
    <w:p w:rsidR="00C0341F" w:rsidRPr="00241E66" w:rsidRDefault="00C0341F">
      <w:pPr>
        <w:pStyle w:val="Heading4"/>
      </w:pPr>
      <w:r w:rsidRPr="00241E66">
        <w:t>5.3.1.10</w:t>
      </w:r>
      <w:r w:rsidRPr="00241E66">
        <w:tab/>
        <w:t>Method readRecord</w:t>
      </w:r>
    </w:p>
    <w:p w:rsidR="00C0341F" w:rsidRPr="00241E66" w:rsidRDefault="00C0341F">
      <w:r w:rsidRPr="00241E66">
        <w:t>Test Area Reference: Api_4_Afv_Redr</w:t>
      </w:r>
      <w:r w:rsidR="0033337F" w:rsidRPr="00241E66">
        <w:t>.</w:t>
      </w:r>
    </w:p>
    <w:p w:rsidR="00C0341F" w:rsidRPr="00241E66" w:rsidRDefault="00C0341F" w:rsidP="0033337F">
      <w:pPr>
        <w:pStyle w:val="Heading5"/>
      </w:pPr>
      <w:r w:rsidRPr="00241E66">
        <w:t>5.3.1.10.1</w:t>
      </w:r>
      <w:r w:rsidRPr="00241E66">
        <w:tab/>
        <w:t>Conformance requirement</w:t>
      </w:r>
    </w:p>
    <w:p w:rsidR="00C0341F" w:rsidRPr="00241E66" w:rsidRDefault="00C0341F">
      <w:pPr>
        <w:pStyle w:val="List"/>
        <w:ind w:left="0" w:firstLine="0"/>
      </w:pPr>
      <w:r w:rsidRPr="00241E66">
        <w:t>The method with following header shall be compliant to its definition in the API.</w:t>
      </w:r>
    </w:p>
    <w:p w:rsidR="00C0341F" w:rsidRPr="00241E66" w:rsidRDefault="00C0341F">
      <w:pPr>
        <w:pStyle w:val="PL"/>
        <w:rPr>
          <w:noProof w:val="0"/>
        </w:rPr>
      </w:pPr>
      <w:r w:rsidRPr="00241E66">
        <w:rPr>
          <w:noProof w:val="0"/>
        </w:rPr>
        <w:t>public short readRecord(short recNumber,</w:t>
      </w:r>
    </w:p>
    <w:p w:rsidR="00C0341F" w:rsidRPr="00241E66" w:rsidRDefault="00C0341F">
      <w:pPr>
        <w:pStyle w:val="PL"/>
        <w:rPr>
          <w:noProof w:val="0"/>
        </w:rPr>
      </w:pPr>
      <w:r w:rsidRPr="00241E66">
        <w:rPr>
          <w:noProof w:val="0"/>
        </w:rPr>
        <w:t xml:space="preserve">                        byte mode,</w:t>
      </w:r>
    </w:p>
    <w:p w:rsidR="00C0341F" w:rsidRPr="00241E66" w:rsidRDefault="00C0341F">
      <w:pPr>
        <w:pStyle w:val="PL"/>
        <w:rPr>
          <w:noProof w:val="0"/>
        </w:rPr>
      </w:pPr>
      <w:r w:rsidRPr="00241E66">
        <w:rPr>
          <w:noProof w:val="0"/>
        </w:rPr>
        <w:t xml:space="preserve">                        short recOffset,</w:t>
      </w:r>
    </w:p>
    <w:p w:rsidR="00C0341F" w:rsidRPr="00241E66" w:rsidRDefault="00C0341F">
      <w:pPr>
        <w:pStyle w:val="PL"/>
        <w:rPr>
          <w:noProof w:val="0"/>
        </w:rPr>
      </w:pPr>
      <w:r w:rsidRPr="00241E66">
        <w:rPr>
          <w:noProof w:val="0"/>
        </w:rPr>
        <w:t xml:space="preserve">                        byte[] resp,</w:t>
      </w:r>
    </w:p>
    <w:p w:rsidR="00C0341F" w:rsidRPr="00241E66" w:rsidRDefault="00C0341F">
      <w:pPr>
        <w:pStyle w:val="PL"/>
        <w:rPr>
          <w:noProof w:val="0"/>
        </w:rPr>
      </w:pPr>
      <w:r w:rsidRPr="00241E66">
        <w:rPr>
          <w:noProof w:val="0"/>
        </w:rPr>
        <w:t xml:space="preserve">                        short respOffset,</w:t>
      </w:r>
    </w:p>
    <w:p w:rsidR="00C0341F" w:rsidRPr="00241E66" w:rsidRDefault="00C0341F">
      <w:pPr>
        <w:pStyle w:val="PL"/>
        <w:rPr>
          <w:noProof w:val="0"/>
        </w:rPr>
      </w:pPr>
      <w:r w:rsidRPr="00241E66">
        <w:rPr>
          <w:noProof w:val="0"/>
        </w:rPr>
        <w:t xml:space="preserve">                        short respLength)</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33337F" w:rsidRPr="00241E66" w:rsidRDefault="0033337F">
      <w:pPr>
        <w:pStyle w:val="PL"/>
        <w:rPr>
          <w:noProof w:val="0"/>
        </w:rPr>
      </w:pPr>
    </w:p>
    <w:p w:rsidR="00C0341F" w:rsidRPr="00241E66" w:rsidRDefault="00C0341F">
      <w:pPr>
        <w:pStyle w:val="H6"/>
      </w:pPr>
      <w:r w:rsidRPr="00241E66">
        <w:t>5.3.1.10.1.1</w:t>
      </w:r>
      <w:r w:rsidRPr="00241E66">
        <w:tab/>
        <w:t>Normal execution</w:t>
      </w:r>
    </w:p>
    <w:p w:rsidR="00C0341F" w:rsidRPr="00241E66" w:rsidRDefault="00C0341F">
      <w:pPr>
        <w:pStyle w:val="B1"/>
      </w:pPr>
      <w:r w:rsidRPr="00241E66">
        <w:t>CRRN1: Reads a record or a part of record of a current linear fixed or cyclic EF into byte array resp and the sum of respOffset plus respLength is returned.</w:t>
      </w:r>
    </w:p>
    <w:p w:rsidR="00C0341F" w:rsidRPr="00241E66" w:rsidRDefault="00C0341F">
      <w:pPr>
        <w:pStyle w:val="B1"/>
      </w:pPr>
      <w:r w:rsidRPr="00241E66">
        <w:t>CRRN2: If the access mode is REC_ACC_MODE_CURRENT the current record will be read and the current record pointer shall not be changed.</w:t>
      </w:r>
    </w:p>
    <w:p w:rsidR="00C0341F" w:rsidRPr="00241E66" w:rsidRDefault="00C0341F">
      <w:pPr>
        <w:pStyle w:val="B1"/>
      </w:pPr>
      <w:r w:rsidRPr="00241E66">
        <w:t>CRRN3: If the access mode is REC_ACC_MODE_ABSOLUTE the record addressed by recNumber will be read and the current record pointer shall not be changed.</w:t>
      </w:r>
    </w:p>
    <w:p w:rsidR="00C0341F" w:rsidRPr="00241E66" w:rsidRDefault="00C0341F">
      <w:pPr>
        <w:pStyle w:val="B1"/>
      </w:pPr>
      <w:r w:rsidRPr="00241E66">
        <w:t>CRRN4: If the access mode is REC_ACC_MODE_NEXT the next record relative to the current selected record will be selected and read. The record pointer will be incremented.</w:t>
      </w:r>
    </w:p>
    <w:p w:rsidR="00C0341F" w:rsidRPr="00241E66" w:rsidRDefault="00C0341F">
      <w:pPr>
        <w:pStyle w:val="B1"/>
        <w:ind w:left="852" w:hanging="568"/>
      </w:pPr>
      <w:r w:rsidRPr="00241E66">
        <w:t>CRRN5: If the access mode is REC_ACC_MODE_NEXT and no current record is selected, the first record will be selected and read. The record pointer will be incremented.</w:t>
      </w:r>
    </w:p>
    <w:p w:rsidR="00C0341F" w:rsidRPr="00241E66" w:rsidRDefault="00C0341F">
      <w:pPr>
        <w:pStyle w:val="B1"/>
      </w:pPr>
      <w:r w:rsidRPr="00241E66">
        <w:t>CRRN6: If the access mode is REC_ACC_MODE NEXT and the current record pointer, of a cyclic EF, is set to the last record, the record pointer is set to the first</w:t>
      </w:r>
      <w:r w:rsidR="0033337F" w:rsidRPr="00241E66">
        <w:t xml:space="preserve"> record and the record is read.</w:t>
      </w:r>
    </w:p>
    <w:p w:rsidR="00C0341F" w:rsidRPr="00241E66" w:rsidRDefault="00C0341F">
      <w:pPr>
        <w:pStyle w:val="B1"/>
      </w:pPr>
      <w:r w:rsidRPr="00241E66">
        <w:t>CRRN7: If the access mode is REC_ACC_MODE_PREVIOUS the previous record relative to the current selected re</w:t>
      </w:r>
      <w:r w:rsidR="0033337F" w:rsidRPr="00241E66">
        <w:t>cord will be selected and read.</w:t>
      </w:r>
    </w:p>
    <w:p w:rsidR="00C0341F" w:rsidRPr="00241E66" w:rsidRDefault="00C0341F">
      <w:pPr>
        <w:pStyle w:val="B1"/>
      </w:pPr>
      <w:r w:rsidRPr="00241E66">
        <w:lastRenderedPageBreak/>
        <w:t>CRRN8: If the access mode is REC_ACC_MODE PREVIOUS and no current record is selected, the last record will be selected and read.</w:t>
      </w:r>
    </w:p>
    <w:p w:rsidR="00C0341F" w:rsidRPr="00241E66" w:rsidRDefault="00C0341F">
      <w:pPr>
        <w:pStyle w:val="B1"/>
      </w:pPr>
      <w:r w:rsidRPr="00241E66">
        <w:t>CRRN9:If the access mode is REC_ACC_MODE_PREVIOUS and the current record pointer of a cyclic EF is set to the first record, the record pointer is set to the last record in this EF and  this record shall be read.</w:t>
      </w:r>
    </w:p>
    <w:p w:rsidR="00C0341F" w:rsidRPr="00241E66" w:rsidRDefault="00C0341F">
      <w:pPr>
        <w:pStyle w:val="B1"/>
      </w:pPr>
      <w:r w:rsidRPr="00241E66">
        <w:t>CRRN10: The current record pointer of any oth</w:t>
      </w:r>
      <w:r w:rsidR="0033337F" w:rsidRPr="00241E66">
        <w:t>er applet shall not be changed.</w:t>
      </w:r>
    </w:p>
    <w:p w:rsidR="00C0341F" w:rsidRPr="00241E66" w:rsidRDefault="00C0341F">
      <w:pPr>
        <w:pStyle w:val="H6"/>
      </w:pPr>
      <w:r w:rsidRPr="00241E66">
        <w:t>5.3.1.10.1.2</w:t>
      </w:r>
      <w:r w:rsidRPr="00241E66">
        <w:tab/>
        <w:t>Parameter errors</w:t>
      </w:r>
    </w:p>
    <w:p w:rsidR="00C0341F" w:rsidRPr="00241E66" w:rsidRDefault="00C0341F">
      <w:pPr>
        <w:pStyle w:val="B1"/>
      </w:pPr>
      <w:r w:rsidRPr="00241E66">
        <w:t>CRRP1: If the currently selected EF is linear fixed and the access mode is REC_ACC_MODE_ABSOLUTE and recNumber is less than 0 or greater than records available, an instance of UICCException shall be thrown. The reason code shall be UICCException.RECORD_NOT_FOUND.</w:t>
      </w:r>
    </w:p>
    <w:p w:rsidR="00C0341F" w:rsidRPr="00241E66" w:rsidRDefault="00C0341F">
      <w:pPr>
        <w:pStyle w:val="B1"/>
      </w:pPr>
      <w:r w:rsidRPr="00241E66">
        <w:t>CRRP2: If the currently selected EF is linear fixed and the access mode is  REC_ACC_MODE_CURRENT, recNumber is 0 and there is no current record selected, an instance of UICCException shall be thrown. The reason code shall be UICCException.RECORD_NOT_FOUND.</w:t>
      </w:r>
    </w:p>
    <w:p w:rsidR="00C0341F" w:rsidRPr="00241E66" w:rsidRDefault="00C0341F">
      <w:pPr>
        <w:pStyle w:val="B1"/>
      </w:pPr>
      <w:r w:rsidRPr="00241E66">
        <w:t>CRRP3: If the currently selected EF is linear fixed and the access mode is REC_ACC_MODE_NEXT and the current record pointer is set to the last record, an instance of UICCException shall be thrown. The reason code shall be UICCException.RECORD_ NOT_FOUND.</w:t>
      </w:r>
    </w:p>
    <w:p w:rsidR="00C0341F" w:rsidRPr="00241E66" w:rsidRDefault="00C0341F">
      <w:pPr>
        <w:pStyle w:val="B1"/>
      </w:pPr>
      <w:r w:rsidRPr="00241E66">
        <w:t>CRRP4: If the currently selected EF is linear fixed and the access mode is REC_ACC_MODE_PREVIOUS and the current record pointer is set to the first record, an instance of UICCException shall be thrown. The reason code shall be UICCException.RECORD_ NOT_FOUND.</w:t>
      </w:r>
    </w:p>
    <w:p w:rsidR="00C0341F" w:rsidRPr="00241E66" w:rsidRDefault="00C0341F">
      <w:pPr>
        <w:pStyle w:val="B1"/>
      </w:pPr>
      <w:r w:rsidRPr="00241E66">
        <w:t>CRRP5: If the specified offset into the selected record recOffset is less than 0, an instance of UICCException shall be thrown. The reason code shall be UICCException.OUT_OF_RECORD_BOUNDARIES.</w:t>
      </w:r>
    </w:p>
    <w:p w:rsidR="00C0341F" w:rsidRPr="00241E66" w:rsidRDefault="00C0341F">
      <w:pPr>
        <w:pStyle w:val="B1"/>
      </w:pPr>
      <w:r w:rsidRPr="00241E66">
        <w:t>CRRP6: If recOffset plus respLength is greater than the record length, an instance of UICCException shall be thrown. The reason code shall be UICC Exception.OUT_OF_RECORD_BOUNDARIES.</w:t>
      </w:r>
    </w:p>
    <w:p w:rsidR="00C0341F" w:rsidRPr="00241E66" w:rsidRDefault="00C0341F">
      <w:pPr>
        <w:pStyle w:val="B1"/>
      </w:pPr>
      <w:r w:rsidRPr="00241E66">
        <w:t>CRRP7: If the access mode is not between 2 and 4 (2 = REC_ACC_MODE_NEXT, etc.), an instance of UICCException shall be thrown. The reason code shall be UICC Exception.INVALID_MODE.</w:t>
      </w:r>
    </w:p>
    <w:p w:rsidR="00C0341F" w:rsidRPr="00241E66" w:rsidRDefault="00C0341F">
      <w:pPr>
        <w:pStyle w:val="B1"/>
      </w:pPr>
      <w:r w:rsidRPr="00241E66">
        <w:t>CRRP8: If the array resp is null, an instance of NullPointerException shall be thrown.</w:t>
      </w:r>
    </w:p>
    <w:p w:rsidR="00C0341F" w:rsidRPr="00241E66" w:rsidRDefault="00C0341F">
      <w:pPr>
        <w:pStyle w:val="B1"/>
      </w:pPr>
      <w:r w:rsidRPr="00241E66">
        <w:t>CRRP9: If respOffset is less than 0, an instance of ArrayIndexOutOfBoundsException shall be thrown.</w:t>
      </w:r>
    </w:p>
    <w:p w:rsidR="00C0341F" w:rsidRPr="00241E66" w:rsidRDefault="00C0341F">
      <w:pPr>
        <w:pStyle w:val="B1"/>
      </w:pPr>
      <w:r w:rsidRPr="00241E66">
        <w:t>CRRP10: If respLength is less than 0, an instance of ArrayIndexOutOfBoundsException shall be thrown.</w:t>
      </w:r>
    </w:p>
    <w:p w:rsidR="00C0341F" w:rsidRPr="00241E66" w:rsidRDefault="00C0341F">
      <w:pPr>
        <w:pStyle w:val="B1"/>
      </w:pPr>
      <w:r w:rsidRPr="00241E66">
        <w:t>CRRP11: If respOffset plus respLength is greater than the length of the array resp.length, or respOffset equals resp.length, an instance of ArrayIndexOutOfBoundsException shall be thrown.</w:t>
      </w:r>
    </w:p>
    <w:p w:rsidR="00C0341F" w:rsidRPr="00241E66" w:rsidRDefault="00C0341F">
      <w:pPr>
        <w:pStyle w:val="H6"/>
      </w:pPr>
      <w:r w:rsidRPr="00241E66">
        <w:t>5.3.1.10.1.3</w:t>
      </w:r>
      <w:r w:rsidRPr="00241E66">
        <w:tab/>
        <w:t>Context errors</w:t>
      </w:r>
    </w:p>
    <w:p w:rsidR="00C0341F" w:rsidRPr="00241E66" w:rsidRDefault="00C0341F">
      <w:pPr>
        <w:pStyle w:val="B1"/>
      </w:pPr>
      <w:r w:rsidRPr="00241E66">
        <w:t>CRRC1: If the calling applet has currently no EF selected, an instance of UICCException shall be thrown. The reason code shall be UICCException.NO_EF_SELECTED.</w:t>
      </w:r>
    </w:p>
    <w:p w:rsidR="00C0341F" w:rsidRPr="00241E66" w:rsidRDefault="00C0341F">
      <w:pPr>
        <w:pStyle w:val="B1"/>
      </w:pPr>
      <w:r w:rsidRPr="00241E66">
        <w:t>CRRC2: If the currently selected EF is neither linear fixed nor cyclic, an instance of UICCException shall be thrown. The reason code shall be UICCException.COMMAND_INCOMPATIBLE.</w:t>
      </w:r>
    </w:p>
    <w:p w:rsidR="00C0341F" w:rsidRPr="00241E66" w:rsidRDefault="00C0341F">
      <w:pPr>
        <w:pStyle w:val="B1"/>
      </w:pPr>
      <w:r w:rsidRPr="00241E66">
        <w:t>CRRC3: If the calling applet does not fulfil the access condition, READ, to perform this function, an instance of UICCException shall be thrown. The reason code shall be UICCException.SECURITY_STATUS_NOT_SATISFIED.</w:t>
      </w:r>
    </w:p>
    <w:p w:rsidR="00C0341F" w:rsidRPr="00241E66" w:rsidRDefault="00C0341F">
      <w:pPr>
        <w:pStyle w:val="B1"/>
      </w:pPr>
      <w:r w:rsidRPr="00241E66">
        <w:t>CRRC4: If the currently selected EF is invalidated and the file status of the EF does not allow for reading an invalidated file, an instance of UICCException shall be thrown. The reason code shall be UICCException.REF_DATA_INVALIDATED.</w:t>
      </w:r>
    </w:p>
    <w:p w:rsidR="00C0341F" w:rsidRPr="00241E66" w:rsidRDefault="00C0341F">
      <w:pPr>
        <w:pStyle w:val="B1"/>
      </w:pPr>
      <w:r w:rsidRPr="00241E66">
        <w:t>CRRC5: If the method call causes an error to occur that is not expected and thus not handled, an instance of UICCException shall be thrown. The reason code shall be UICCException.INTERNAL_ERROR.</w:t>
      </w:r>
    </w:p>
    <w:p w:rsidR="00C0341F" w:rsidRPr="00241E66" w:rsidRDefault="00C0341F" w:rsidP="0033337F">
      <w:pPr>
        <w:pStyle w:val="Heading5"/>
      </w:pPr>
      <w:r w:rsidRPr="00241E66">
        <w:lastRenderedPageBreak/>
        <w:t>5.3.1.10.2</w:t>
      </w:r>
      <w:r w:rsidRPr="00241E66">
        <w:tab/>
        <w:t>Test area files</w:t>
      </w:r>
    </w:p>
    <w:p w:rsidR="00C0341F" w:rsidRPr="00241E66" w:rsidRDefault="008542A8" w:rsidP="0033337F">
      <w:pPr>
        <w:pStyle w:val="EX"/>
      </w:pPr>
      <w:r w:rsidRPr="00241E66">
        <w:t>Test Source:</w:t>
      </w:r>
      <w:r w:rsidRPr="00241E66">
        <w:tab/>
      </w:r>
      <w:r w:rsidR="00C0341F" w:rsidRPr="00241E66">
        <w:t>Test_Api_4_Afv_Redr.java</w:t>
      </w:r>
      <w:r w:rsidR="0033337F" w:rsidRPr="00241E66">
        <w:t>.</w:t>
      </w:r>
    </w:p>
    <w:p w:rsidR="00C0341F" w:rsidRPr="00241E66" w:rsidRDefault="00C0341F" w:rsidP="0033337F">
      <w:pPr>
        <w:pStyle w:val="EX"/>
      </w:pPr>
      <w:r w:rsidRPr="00241E66">
        <w:t>Test Applet:</w:t>
      </w:r>
      <w:r w:rsidRPr="00241E66">
        <w:tab/>
        <w:t>Api_4_Afv_Rredr_1.java</w:t>
      </w:r>
      <w:r w:rsidR="0033337F" w:rsidRPr="00241E66">
        <w:t>.</w:t>
      </w:r>
    </w:p>
    <w:p w:rsidR="00C0341F" w:rsidRPr="00241E66" w:rsidRDefault="00C0341F" w:rsidP="0033337F">
      <w:pPr>
        <w:pStyle w:val="EX"/>
      </w:pPr>
      <w:r w:rsidRPr="00241E66">
        <w:t>Cap File:</w:t>
      </w:r>
      <w:r w:rsidRPr="00241E66">
        <w:tab/>
      </w:r>
      <w:r w:rsidR="008542A8" w:rsidRPr="00241E66">
        <w:t>A</w:t>
      </w:r>
      <w:r w:rsidRPr="00241E66">
        <w:t>pi_4_Afv_redr.cap</w:t>
      </w:r>
      <w:r w:rsidR="0033337F" w:rsidRPr="00241E66">
        <w:t>.</w:t>
      </w:r>
    </w:p>
    <w:p w:rsidR="00C0341F" w:rsidRPr="00241E66" w:rsidRDefault="00C0341F" w:rsidP="0033337F">
      <w:pPr>
        <w:pStyle w:val="Heading5"/>
      </w:pPr>
      <w:r w:rsidRPr="00241E66">
        <w:t>5.3.1.10.3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3514"/>
      </w:tblGrid>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2, 3, 4, 5,6, 8, 9, 10, 11,</w:t>
            </w:r>
            <w:r w:rsidR="0033337F" w:rsidRPr="00241E66">
              <w:t xml:space="preserve"> </w:t>
            </w:r>
            <w:r w:rsidRPr="00241E66">
              <w:t>12,</w:t>
            </w:r>
            <w:r w:rsidR="0033337F" w:rsidRPr="00241E66">
              <w:t xml:space="preserve"> </w:t>
            </w:r>
            <w:r w:rsidRPr="00241E66">
              <w:t>13</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3, 9</w:t>
            </w:r>
          </w:p>
        </w:tc>
      </w:tr>
      <w:tr w:rsidR="00C0341F" w:rsidRPr="00241E66" w:rsidTr="0033337F">
        <w:trPr>
          <w:trHeight w:val="105"/>
          <w:jc w:val="center"/>
        </w:trPr>
        <w:tc>
          <w:tcPr>
            <w:tcW w:w="1299"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N3</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2, 8</w:t>
            </w:r>
          </w:p>
        </w:tc>
      </w:tr>
      <w:tr w:rsidR="00C0341F" w:rsidRPr="00241E66" w:rsidTr="0033337F">
        <w:trPr>
          <w:trHeight w:val="105"/>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3514"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4,</w:t>
            </w:r>
            <w:r w:rsidR="0033337F" w:rsidRPr="00241E66">
              <w:t xml:space="preserve"> </w:t>
            </w:r>
            <w:r w:rsidRPr="00241E66">
              <w:t>5,</w:t>
            </w:r>
            <w:r w:rsidR="0033337F" w:rsidRPr="00241E66">
              <w:t xml:space="preserve"> </w:t>
            </w:r>
            <w:r w:rsidRPr="00241E66">
              <w:t>10,</w:t>
            </w:r>
            <w:r w:rsidR="0033337F" w:rsidRPr="00241E66">
              <w:t xml:space="preserve"> </w:t>
            </w:r>
            <w:r w:rsidRPr="00241E66">
              <w:t>11</w:t>
            </w:r>
          </w:p>
        </w:tc>
      </w:tr>
      <w:tr w:rsidR="00C0341F" w:rsidRPr="00241E66" w:rsidTr="0033337F">
        <w:trPr>
          <w:trHeight w:val="105"/>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3514" w:type="dxa"/>
            <w:tcBorders>
              <w:left w:val="single" w:sz="4" w:space="0" w:color="auto"/>
              <w:right w:val="single" w:sz="4" w:space="0" w:color="auto"/>
            </w:tcBorders>
          </w:tcPr>
          <w:p w:rsidR="00C0341F" w:rsidRPr="00241E66" w:rsidRDefault="00C0341F">
            <w:pPr>
              <w:pStyle w:val="TAC"/>
              <w:keepNext w:val="0"/>
              <w:keepLines w:val="0"/>
            </w:pPr>
            <w:r w:rsidRPr="00241E66">
              <w:t>4,</w:t>
            </w:r>
            <w:r w:rsidR="0033337F" w:rsidRPr="00241E66">
              <w:t xml:space="preserve"> </w:t>
            </w:r>
            <w:r w:rsidRPr="00241E66">
              <w:t>11</w:t>
            </w:r>
          </w:p>
        </w:tc>
      </w:tr>
      <w:tr w:rsidR="00C0341F" w:rsidRPr="00241E66" w:rsidTr="0033337F">
        <w:trPr>
          <w:trHeight w:val="105"/>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N6</w:t>
            </w:r>
          </w:p>
        </w:tc>
        <w:tc>
          <w:tcPr>
            <w:tcW w:w="3514"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rsidTr="0033337F">
        <w:trPr>
          <w:trHeight w:val="105"/>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N7</w:t>
            </w:r>
          </w:p>
        </w:tc>
        <w:tc>
          <w:tcPr>
            <w:tcW w:w="3514"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r w:rsidR="0033337F" w:rsidRPr="00241E66">
              <w:t xml:space="preserve"> </w:t>
            </w:r>
            <w:r w:rsidRPr="00241E66">
              <w:t>7,</w:t>
            </w:r>
            <w:r w:rsidR="0033337F" w:rsidRPr="00241E66">
              <w:t xml:space="preserve"> </w:t>
            </w:r>
            <w:r w:rsidRPr="00241E66">
              <w:t>12,</w:t>
            </w:r>
            <w:r w:rsidR="0033337F" w:rsidRPr="00241E66">
              <w:t xml:space="preserve"> </w:t>
            </w:r>
            <w:r w:rsidRPr="00241E66">
              <w:t>13</w:t>
            </w:r>
          </w:p>
        </w:tc>
      </w:tr>
      <w:tr w:rsidR="00C0341F" w:rsidRPr="00241E66" w:rsidTr="0033337F">
        <w:trPr>
          <w:trHeight w:val="70"/>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N8</w:t>
            </w:r>
          </w:p>
        </w:tc>
        <w:tc>
          <w:tcPr>
            <w:tcW w:w="3514"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r w:rsidR="0033337F" w:rsidRPr="00241E66">
              <w:t xml:space="preserve"> </w:t>
            </w:r>
            <w:r w:rsidRPr="00241E66">
              <w:t>13</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N9</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N10</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P7</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P8</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P9</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P10</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21</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23</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24</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25</w:t>
            </w:r>
          </w:p>
        </w:tc>
      </w:tr>
      <w:tr w:rsidR="00C0341F" w:rsidRPr="00241E66" w:rsidTr="0033337F">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351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rsidP="0033337F"/>
    <w:p w:rsidR="00C0341F" w:rsidRPr="00241E66" w:rsidRDefault="00C0341F" w:rsidP="0033337F">
      <w:pPr>
        <w:pStyle w:val="Heading5"/>
      </w:pPr>
      <w:r w:rsidRPr="00241E66">
        <w:t>5.3.1.10.4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5"/>
        <w:gridCol w:w="3898"/>
        <w:gridCol w:w="3189"/>
        <w:gridCol w:w="2339"/>
      </w:tblGrid>
      <w:tr w:rsidR="00C0341F" w:rsidRPr="00241E66" w:rsidTr="0033337F">
        <w:trPr>
          <w:tblHeade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EF selected</w:t>
            </w:r>
          </w:p>
          <w:p w:rsidR="00C0341F" w:rsidRPr="00241E66" w:rsidRDefault="00C0341F">
            <w:pPr>
              <w:pStyle w:val="PL"/>
              <w:numPr>
                <w:ilvl w:val="0"/>
                <w:numId w:val="34"/>
              </w:numPr>
              <w:rPr>
                <w:noProof w:val="0"/>
              </w:rPr>
            </w:pPr>
            <w:r w:rsidRPr="00241E66">
              <w:rPr>
                <w:noProof w:val="0"/>
              </w:rPr>
              <w:t>select DF</w:t>
            </w:r>
            <w:r w:rsidRPr="00241E66">
              <w:rPr>
                <w:noProof w:val="0"/>
                <w:vertAlign w:val="subscript"/>
              </w:rPr>
              <w:t>TEST</w:t>
            </w:r>
            <w:r w:rsidRPr="00241E66">
              <w:rPr>
                <w:noProof w:val="0"/>
              </w:rPr>
              <w:t>,fid=1111</w:t>
            </w:r>
          </w:p>
          <w:p w:rsidR="00C0341F" w:rsidRPr="00241E66" w:rsidRDefault="00C0341F">
            <w:pPr>
              <w:pStyle w:val="PL"/>
              <w:numPr>
                <w:ilvl w:val="0"/>
                <w:numId w:val="34"/>
              </w:numPr>
              <w:rPr>
                <w:noProof w:val="0"/>
              </w:rPr>
            </w:pPr>
            <w:r w:rsidRPr="00241E66">
              <w:rPr>
                <w:noProof w:val="0"/>
              </w:rPr>
              <w:t>recNumber = 1</w:t>
            </w:r>
          </w:p>
          <w:p w:rsidR="00C0341F" w:rsidRPr="00241E66" w:rsidRDefault="00C0341F">
            <w:pPr>
              <w:pStyle w:val="PL"/>
              <w:rPr>
                <w:noProof w:val="0"/>
              </w:rPr>
            </w:pPr>
            <w:r w:rsidRPr="00241E66">
              <w:rPr>
                <w:noProof w:val="0"/>
              </w:rPr>
              <w:t>mode = REC_ACC_MODE_ABSOLUTE</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byte[] resp = new byte[20]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10</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PL"/>
              <w:rPr>
                <w:noProof w:val="0"/>
              </w:rPr>
            </w:pPr>
            <w:r w:rsidRPr="00241E66">
              <w:rPr>
                <w:noProof w:val="0"/>
              </w:rPr>
              <w:t xml:space="preserve">2-Shall throw </w:t>
            </w:r>
          </w:p>
          <w:p w:rsidR="00C0341F" w:rsidRPr="00241E66" w:rsidRDefault="00C0341F">
            <w:pPr>
              <w:pStyle w:val="PL"/>
              <w:rPr>
                <w:noProof w:val="0"/>
              </w:rPr>
            </w:pPr>
            <w:r w:rsidRPr="00241E66">
              <w:rPr>
                <w:noProof w:val="0"/>
              </w:rPr>
              <w:t>uicc.access.UICCException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Absolute from Linear Fixed EF</w:t>
            </w:r>
          </w:p>
          <w:p w:rsidR="00C0341F" w:rsidRPr="00241E66" w:rsidRDefault="00C0341F">
            <w:pPr>
              <w:pStyle w:val="PL"/>
              <w:rPr>
                <w:noProof w:val="0"/>
              </w:rPr>
            </w:pPr>
            <w:r w:rsidRPr="00241E66">
              <w:rPr>
                <w:noProof w:val="0"/>
              </w:rPr>
              <w:t xml:space="preserve">1 </w:t>
            </w:r>
            <w:r w:rsidR="008714AD" w:rsidRPr="00241E66">
              <w:rPr>
                <w:noProof w:val="0"/>
              </w:rPr>
              <w:t>-</w:t>
            </w:r>
            <w:r w:rsidRPr="00241E66">
              <w:rPr>
                <w:noProof w:val="0"/>
              </w:rPr>
              <w:t xml:space="preserve"> select EF</w:t>
            </w:r>
            <w:r w:rsidRPr="00241E66">
              <w:rPr>
                <w:noProof w:val="0"/>
                <w:vertAlign w:val="subscript"/>
              </w:rPr>
              <w:t>LARU</w:t>
            </w:r>
            <w:r w:rsidRPr="00241E66">
              <w:rPr>
                <w:noProof w:val="0"/>
              </w:rPr>
              <w:t>, fid=6F0c</w:t>
            </w:r>
          </w:p>
          <w:p w:rsidR="00C0341F" w:rsidRPr="00241E66" w:rsidRDefault="00C0341F">
            <w:pPr>
              <w:pStyle w:val="PL"/>
              <w:rPr>
                <w:noProof w:val="0"/>
              </w:rPr>
            </w:pPr>
            <w:r w:rsidRPr="00241E66">
              <w:rPr>
                <w:noProof w:val="0"/>
              </w:rPr>
              <w:t>// Record pointer not set.</w:t>
            </w:r>
          </w:p>
          <w:p w:rsidR="00C0341F" w:rsidRPr="00133AF6" w:rsidRDefault="00C0341F">
            <w:pPr>
              <w:pStyle w:val="PL"/>
              <w:rPr>
                <w:noProof w:val="0"/>
              </w:rPr>
            </w:pPr>
            <w:r w:rsidRPr="00133AF6">
              <w:rPr>
                <w:noProof w:val="0"/>
              </w:rPr>
              <w:t>2 - recNumber = 2</w:t>
            </w:r>
          </w:p>
          <w:p w:rsidR="00C0341F" w:rsidRPr="00133AF6" w:rsidRDefault="00C0341F">
            <w:pPr>
              <w:pStyle w:val="PL"/>
              <w:rPr>
                <w:noProof w:val="0"/>
              </w:rPr>
            </w:pPr>
            <w:r w:rsidRPr="00133AF6">
              <w:rPr>
                <w:noProof w:val="0"/>
              </w:rPr>
              <w:t>mode = REC_ACC_MODE_ABSOLUTE</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p w:rsidR="00C0341F" w:rsidRPr="00241E66" w:rsidRDefault="00C0341F">
            <w:pPr>
              <w:pStyle w:val="PL"/>
              <w:rPr>
                <w:noProof w:val="0"/>
              </w:rPr>
            </w:pPr>
            <w:r w:rsidRPr="00241E66">
              <w:rPr>
                <w:noProof w:val="0"/>
              </w:rPr>
              <w:t>3- recNumber = 0</w:t>
            </w:r>
          </w:p>
          <w:p w:rsidR="00C0341F" w:rsidRPr="00133AF6" w:rsidRDefault="00C0341F">
            <w:pPr>
              <w:pStyle w:val="PL"/>
              <w:rPr>
                <w:noProof w:val="0"/>
              </w:rPr>
            </w:pPr>
            <w:r w:rsidRPr="00133AF6">
              <w:rPr>
                <w:noProof w:val="0"/>
              </w:rPr>
              <w:t>mode = REC_ACC_MODE_NEXT</w:t>
            </w:r>
          </w:p>
          <w:p w:rsidR="00C0341F" w:rsidRPr="00133AF6" w:rsidRDefault="00C0341F">
            <w:pPr>
              <w:pStyle w:val="PL"/>
              <w:rPr>
                <w:noProof w:val="0"/>
              </w:rPr>
            </w:pPr>
            <w:r w:rsidRPr="00133AF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p w:rsidR="00C0341F" w:rsidRPr="00241E66" w:rsidRDefault="00C0341F">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 resp shall be:</w:t>
            </w:r>
          </w:p>
          <w:p w:rsidR="00C0341F" w:rsidRPr="00241E66" w:rsidRDefault="00C0341F">
            <w:pPr>
              <w:pStyle w:val="PL"/>
              <w:rPr>
                <w:noProof w:val="0"/>
              </w:rPr>
            </w:pPr>
            <w:r w:rsidRPr="00241E66">
              <w:rPr>
                <w:noProof w:val="0"/>
              </w:rPr>
              <w:t>resp={0xAA,0xAA,0xAA,0xAA}</w:t>
            </w: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E45C0F" w:rsidP="00E45C0F">
            <w:pPr>
              <w:pStyle w:val="PL"/>
              <w:tabs>
                <w:tab w:val="clear" w:pos="384"/>
              </w:tabs>
              <w:rPr>
                <w:noProof w:val="0"/>
              </w:rPr>
            </w:pPr>
            <w:r w:rsidRPr="00241E66">
              <w:rPr>
                <w:noProof w:val="0"/>
              </w:rPr>
              <w:t xml:space="preserve">3 - </w:t>
            </w:r>
            <w:r w:rsidR="00C0341F" w:rsidRPr="00241E66">
              <w:rPr>
                <w:noProof w:val="0"/>
              </w:rPr>
              <w:t>resp shall be:</w:t>
            </w:r>
          </w:p>
          <w:p w:rsidR="00C0341F" w:rsidRPr="00241E66" w:rsidRDefault="00C0341F">
            <w:pPr>
              <w:pStyle w:val="PL"/>
              <w:rPr>
                <w:noProof w:val="0"/>
              </w:rPr>
            </w:pPr>
            <w:r w:rsidRPr="00241E66">
              <w:rPr>
                <w:noProof w:val="0"/>
              </w:rPr>
              <w:t>Resp={0x55,0x55,0x55,0x55}</w:t>
            </w:r>
          </w:p>
          <w:p w:rsidR="00C0341F" w:rsidRPr="00241E66" w:rsidRDefault="00C0341F">
            <w:pPr>
              <w:pStyle w:val="PL"/>
              <w:rPr>
                <w:noProof w:val="0"/>
              </w:rPr>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3</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Read Current from Linear Fixed EF</w:t>
            </w:r>
          </w:p>
          <w:p w:rsidR="00C0341F" w:rsidRPr="00241E66" w:rsidRDefault="00C0341F" w:rsidP="008542A8">
            <w:pPr>
              <w:pStyle w:val="PL"/>
              <w:keepNext/>
              <w:keepLines/>
              <w:rPr>
                <w:noProof w:val="0"/>
              </w:rPr>
            </w:pPr>
            <w:r w:rsidRPr="00241E66">
              <w:rPr>
                <w:noProof w:val="0"/>
              </w:rPr>
              <w:t>//record pointer shall not be changed</w:t>
            </w:r>
          </w:p>
          <w:p w:rsidR="00C0341F" w:rsidRPr="00133AF6" w:rsidRDefault="00C0341F" w:rsidP="008542A8">
            <w:pPr>
              <w:pStyle w:val="PL"/>
              <w:keepNext/>
              <w:keepLines/>
              <w:rPr>
                <w:noProof w:val="0"/>
              </w:rPr>
            </w:pPr>
            <w:r w:rsidRPr="00133AF6">
              <w:rPr>
                <w:noProof w:val="0"/>
              </w:rPr>
              <w:t>1- recNumber = 0</w:t>
            </w:r>
          </w:p>
          <w:p w:rsidR="00C0341F" w:rsidRPr="00133AF6" w:rsidRDefault="00C0341F" w:rsidP="008542A8">
            <w:pPr>
              <w:pStyle w:val="PL"/>
              <w:keepNext/>
              <w:keepLines/>
              <w:rPr>
                <w:noProof w:val="0"/>
              </w:rPr>
            </w:pPr>
            <w:r w:rsidRPr="00133AF6">
              <w:rPr>
                <w:noProof w:val="0"/>
              </w:rPr>
              <w:t>mode = REC_ACC_MODE_CURRENT</w:t>
            </w:r>
          </w:p>
          <w:p w:rsidR="00C0341F" w:rsidRPr="00241E66" w:rsidRDefault="00C0341F" w:rsidP="008542A8">
            <w:pPr>
              <w:pStyle w:val="PL"/>
              <w:keepNext/>
              <w:keepLines/>
              <w:rPr>
                <w:noProof w:val="0"/>
              </w:rPr>
            </w:pPr>
            <w:r w:rsidRPr="00241E66">
              <w:rPr>
                <w:noProof w:val="0"/>
              </w:rPr>
              <w:t>recOffset = 0</w:t>
            </w:r>
          </w:p>
          <w:p w:rsidR="00C0341F" w:rsidRPr="00241E66" w:rsidRDefault="00C0341F" w:rsidP="008542A8">
            <w:pPr>
              <w:pStyle w:val="PL"/>
              <w:keepNext/>
              <w:keepLines/>
              <w:rPr>
                <w:noProof w:val="0"/>
              </w:rPr>
            </w:pPr>
            <w:r w:rsidRPr="00241E66">
              <w:rPr>
                <w:noProof w:val="0"/>
              </w:rPr>
              <w:t>respOffset = 0</w:t>
            </w:r>
          </w:p>
          <w:p w:rsidR="00C0341F" w:rsidRPr="00241E66" w:rsidRDefault="00C0341F" w:rsidP="008542A8">
            <w:pPr>
              <w:pStyle w:val="PL"/>
              <w:keepNext/>
              <w:keepLines/>
              <w:rPr>
                <w:noProof w:val="0"/>
              </w:rPr>
            </w:pPr>
            <w:r w:rsidRPr="00241E66">
              <w:rPr>
                <w:noProof w:val="0"/>
              </w:rPr>
              <w:t>respLength = 4</w:t>
            </w:r>
          </w:p>
          <w:p w:rsidR="00C0341F" w:rsidRPr="00241E66" w:rsidRDefault="00C0341F" w:rsidP="008542A8">
            <w:pPr>
              <w:pStyle w:val="PL"/>
              <w:keepNext/>
              <w:keepLines/>
              <w:jc w:val="both"/>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resp shall be:</w:t>
            </w:r>
          </w:p>
          <w:p w:rsidR="00C0341F" w:rsidRPr="00241E66" w:rsidRDefault="00C0341F" w:rsidP="008542A8">
            <w:pPr>
              <w:pStyle w:val="PL"/>
              <w:keepNext/>
              <w:keepLines/>
              <w:rPr>
                <w:noProof w:val="0"/>
              </w:rPr>
            </w:pPr>
            <w:r w:rsidRPr="00241E66">
              <w:rPr>
                <w:noProof w:val="0"/>
              </w:rPr>
              <w:t>resp={0x55,0x55,0x55,0x55}</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rPr>
                <w:vertAlign w:val="subscript"/>
              </w:rPr>
            </w:pPr>
            <w:r w:rsidRPr="00241E66">
              <w:t>Read Next from Linear Fixed EF</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fid=6F0c</w:t>
            </w:r>
          </w:p>
          <w:p w:rsidR="00C0341F" w:rsidRPr="00241E66" w:rsidRDefault="00C0341F">
            <w:pPr>
              <w:pStyle w:val="PL"/>
              <w:rPr>
                <w:noProof w:val="0"/>
              </w:rPr>
            </w:pPr>
            <w:r w:rsidRPr="00241E66">
              <w:rPr>
                <w:noProof w:val="0"/>
              </w:rPr>
              <w:t>//no record selected</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REC_ACC_MODE_NEXT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p w:rsidR="00C0341F" w:rsidRPr="00241E66" w:rsidRDefault="00C0341F">
            <w:pPr>
              <w:pStyle w:val="PL"/>
              <w:rPr>
                <w:noProof w:val="0"/>
              </w:rPr>
            </w:pPr>
            <w:r w:rsidRPr="00241E66">
              <w:rPr>
                <w:noProof w:val="0"/>
              </w:rPr>
              <w:t>2- recNumber = 0</w:t>
            </w:r>
          </w:p>
          <w:p w:rsidR="00C0341F" w:rsidRPr="00133AF6" w:rsidRDefault="00C0341F">
            <w:pPr>
              <w:pStyle w:val="PL"/>
              <w:rPr>
                <w:noProof w:val="0"/>
              </w:rPr>
            </w:pPr>
            <w:r w:rsidRPr="00133AF6">
              <w:rPr>
                <w:noProof w:val="0"/>
              </w:rPr>
              <w:t>mode = REC_ACC_MODE_NEXT</w:t>
            </w:r>
          </w:p>
          <w:p w:rsidR="00C0341F" w:rsidRPr="00133AF6" w:rsidRDefault="00C0341F">
            <w:pPr>
              <w:pStyle w:val="PL"/>
              <w:rPr>
                <w:noProof w:val="0"/>
              </w:rPr>
            </w:pPr>
            <w:r w:rsidRPr="00133AF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1- resp shall be:</w:t>
            </w:r>
          </w:p>
          <w:p w:rsidR="00C0341F" w:rsidRPr="00241E66" w:rsidRDefault="00C0341F">
            <w:pPr>
              <w:pStyle w:val="PL"/>
              <w:rPr>
                <w:noProof w:val="0"/>
              </w:rPr>
            </w:pPr>
            <w:r w:rsidRPr="00241E66">
              <w:rPr>
                <w:noProof w:val="0"/>
              </w:rPr>
              <w:t>resp={0x55,0x55,0x55,0x55}</w:t>
            </w: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resp shall be:</w:t>
            </w:r>
          </w:p>
          <w:p w:rsidR="00C0341F" w:rsidRPr="00241E66" w:rsidRDefault="00C0341F">
            <w:pPr>
              <w:pStyle w:val="PL"/>
              <w:rPr>
                <w:noProof w:val="0"/>
              </w:rPr>
            </w:pPr>
            <w:r w:rsidRPr="00241E66">
              <w:rPr>
                <w:noProof w:val="0"/>
              </w:rPr>
              <w:t>resp={0xAA,0xAA,0xAA,0xAA}</w:t>
            </w:r>
          </w:p>
          <w:p w:rsidR="00C0341F" w:rsidRPr="00241E66" w:rsidRDefault="00C0341F">
            <w:pPr>
              <w:pStyle w:val="PL"/>
              <w:rPr>
                <w:noProof w:val="0"/>
              </w:rPr>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Next from Linear Fixed EF</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REC_ACC_MODE_NEXT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Shall throw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6</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Read Previous from Linear Fixed EF</w:t>
            </w:r>
          </w:p>
          <w:p w:rsidR="00C0341F" w:rsidRPr="00133AF6" w:rsidRDefault="00C0341F" w:rsidP="0033337F">
            <w:pPr>
              <w:pStyle w:val="PL"/>
              <w:keepNext/>
              <w:keepLines/>
              <w:rPr>
                <w:noProof w:val="0"/>
              </w:rPr>
            </w:pPr>
            <w:r w:rsidRPr="00133AF6">
              <w:rPr>
                <w:noProof w:val="0"/>
              </w:rPr>
              <w:t>1- recNumber = 0</w:t>
            </w:r>
          </w:p>
          <w:p w:rsidR="00C0341F" w:rsidRPr="00133AF6" w:rsidRDefault="00C0341F" w:rsidP="0033337F">
            <w:pPr>
              <w:pStyle w:val="PL"/>
              <w:keepNext/>
              <w:keepLines/>
              <w:rPr>
                <w:noProof w:val="0"/>
              </w:rPr>
            </w:pPr>
            <w:r w:rsidRPr="00133AF6">
              <w:rPr>
                <w:noProof w:val="0"/>
              </w:rPr>
              <w:t>mode = REC_ACC_MODE_PREVIOUS</w:t>
            </w:r>
          </w:p>
          <w:p w:rsidR="00C0341F" w:rsidRPr="00241E66" w:rsidRDefault="00C0341F" w:rsidP="0033337F">
            <w:pPr>
              <w:pStyle w:val="PL"/>
              <w:keepNext/>
              <w:keepLines/>
              <w:rPr>
                <w:noProof w:val="0"/>
              </w:rPr>
            </w:pPr>
            <w:r w:rsidRPr="00241E66">
              <w:rPr>
                <w:noProof w:val="0"/>
              </w:rPr>
              <w:t>recOffset = 0</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4</w:t>
            </w:r>
          </w:p>
          <w:p w:rsidR="00C0341F" w:rsidRPr="00241E66" w:rsidRDefault="00C0341F" w:rsidP="0033337F">
            <w:pPr>
              <w:pStyle w:val="PL"/>
              <w:keepNext/>
              <w:keepLines/>
              <w:rPr>
                <w:noProof w:val="0"/>
              </w:rPr>
            </w:pPr>
            <w:r w:rsidRPr="00241E66">
              <w:rPr>
                <w:noProof w:val="0"/>
              </w:rPr>
              <w:t>readRecord()</w:t>
            </w:r>
          </w:p>
          <w:p w:rsidR="00C0341F" w:rsidRPr="00241E66" w:rsidRDefault="00C0341F" w:rsidP="0033337F">
            <w:pPr>
              <w:pStyle w:val="PL"/>
              <w:keepNext/>
              <w:keepLines/>
              <w:rPr>
                <w:noProof w:val="0"/>
              </w:rPr>
            </w:pPr>
            <w:r w:rsidRPr="00241E66">
              <w:rPr>
                <w:noProof w:val="0"/>
              </w:rPr>
              <w:t>2- select EF</w:t>
            </w:r>
            <w:r w:rsidRPr="00241E66">
              <w:rPr>
                <w:noProof w:val="0"/>
                <w:vertAlign w:val="subscript"/>
              </w:rPr>
              <w:t>LARU</w:t>
            </w:r>
            <w:r w:rsidRPr="00241E66">
              <w:rPr>
                <w:noProof w:val="0"/>
              </w:rPr>
              <w:t>, fid=6F0c</w:t>
            </w:r>
          </w:p>
          <w:p w:rsidR="00C0341F" w:rsidRPr="00241E66" w:rsidRDefault="00C0341F" w:rsidP="0033337F">
            <w:pPr>
              <w:pStyle w:val="PL"/>
              <w:keepNext/>
              <w:keepLines/>
              <w:rPr>
                <w:noProof w:val="0"/>
              </w:rPr>
            </w:pPr>
            <w:r w:rsidRPr="00241E66">
              <w:rPr>
                <w:noProof w:val="0"/>
              </w:rPr>
              <w:t>//no record selected</w:t>
            </w:r>
          </w:p>
          <w:p w:rsidR="00C0341F" w:rsidRPr="00241E66" w:rsidRDefault="00C0341F" w:rsidP="0033337F">
            <w:pPr>
              <w:pStyle w:val="PL"/>
              <w:keepNext/>
              <w:keepLines/>
              <w:rPr>
                <w:noProof w:val="0"/>
              </w:rPr>
            </w:pPr>
            <w:r w:rsidRPr="00241E66">
              <w:rPr>
                <w:noProof w:val="0"/>
              </w:rPr>
              <w:t>recNumber = 0</w:t>
            </w:r>
          </w:p>
          <w:p w:rsidR="00C0341F" w:rsidRPr="00241E66" w:rsidRDefault="00C0341F" w:rsidP="0033337F">
            <w:pPr>
              <w:pStyle w:val="PL"/>
              <w:keepNext/>
              <w:keepLines/>
              <w:rPr>
                <w:noProof w:val="0"/>
              </w:rPr>
            </w:pPr>
            <w:r w:rsidRPr="00241E66">
              <w:rPr>
                <w:noProof w:val="0"/>
              </w:rPr>
              <w:t>mode = REC_ACC_MODE_PREVIOUS</w:t>
            </w:r>
          </w:p>
          <w:p w:rsidR="00C0341F" w:rsidRPr="00241E66" w:rsidRDefault="00C0341F" w:rsidP="0033337F">
            <w:pPr>
              <w:pStyle w:val="PL"/>
              <w:keepNext/>
              <w:keepLines/>
              <w:rPr>
                <w:noProof w:val="0"/>
              </w:rPr>
            </w:pPr>
            <w:r w:rsidRPr="00241E66">
              <w:rPr>
                <w:noProof w:val="0"/>
              </w:rPr>
              <w:t>recOffset = 0</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4</w:t>
            </w:r>
          </w:p>
          <w:p w:rsidR="00C0341F" w:rsidRPr="00241E66" w:rsidRDefault="00C0341F" w:rsidP="0033337F">
            <w:pPr>
              <w:pStyle w:val="PL"/>
              <w:keepNext/>
              <w:keepLines/>
              <w:rPr>
                <w:noProof w:val="0"/>
              </w:rPr>
            </w:pPr>
            <w:r w:rsidRPr="00241E66">
              <w:rPr>
                <w:noProof w:val="0"/>
              </w:rPr>
              <w:t>readRecord()</w:t>
            </w:r>
          </w:p>
          <w:p w:rsidR="00C0341F" w:rsidRPr="00241E66" w:rsidRDefault="00C0341F" w:rsidP="0033337F">
            <w:pPr>
              <w:pStyle w:val="PL"/>
              <w:keepNext/>
              <w:keepLines/>
              <w:rPr>
                <w:noProof w:val="0"/>
              </w:rPr>
            </w:pPr>
            <w:r w:rsidRPr="00241E66">
              <w:rPr>
                <w:noProof w:val="0"/>
              </w:rPr>
              <w:t>3- Set the record to the first record</w:t>
            </w:r>
          </w:p>
          <w:p w:rsidR="00C0341F" w:rsidRPr="00241E66" w:rsidRDefault="00C0341F" w:rsidP="0033337F">
            <w:pPr>
              <w:pStyle w:val="PL"/>
              <w:keepNext/>
              <w:keepLines/>
              <w:rPr>
                <w:noProof w:val="0"/>
              </w:rPr>
            </w:pPr>
            <w:r w:rsidRPr="00241E66">
              <w:rPr>
                <w:noProof w:val="0"/>
              </w:rPr>
              <w:t>by reading the file</w:t>
            </w:r>
          </w:p>
          <w:p w:rsidR="00C0341F" w:rsidRPr="00241E66" w:rsidRDefault="00C0341F" w:rsidP="0033337F">
            <w:pPr>
              <w:pStyle w:val="PL"/>
              <w:keepNext/>
              <w:keepLines/>
              <w:rPr>
                <w:noProof w:val="0"/>
              </w:rPr>
            </w:pPr>
            <w:r w:rsidRPr="00241E66">
              <w:rPr>
                <w:noProof w:val="0"/>
              </w:rPr>
              <w:t>recNumber = 0</w:t>
            </w:r>
          </w:p>
          <w:p w:rsidR="00C0341F" w:rsidRPr="00133AF6" w:rsidRDefault="00C0341F" w:rsidP="0033337F">
            <w:pPr>
              <w:pStyle w:val="PL"/>
              <w:keepNext/>
              <w:keepLines/>
              <w:rPr>
                <w:noProof w:val="0"/>
              </w:rPr>
            </w:pPr>
            <w:r w:rsidRPr="00133AF6">
              <w:rPr>
                <w:noProof w:val="0"/>
              </w:rPr>
              <w:t>mode = REC_ACC_MODE_PREVIOUS</w:t>
            </w:r>
          </w:p>
          <w:p w:rsidR="00C0341F" w:rsidRPr="00133AF6" w:rsidRDefault="00C0341F" w:rsidP="0033337F">
            <w:pPr>
              <w:pStyle w:val="PL"/>
              <w:keepNext/>
              <w:keepLines/>
              <w:rPr>
                <w:noProof w:val="0"/>
              </w:rPr>
            </w:pPr>
            <w:r w:rsidRPr="00133AF6">
              <w:rPr>
                <w:noProof w:val="0"/>
              </w:rPr>
              <w:t>recOffset = 0</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4</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r w:rsidRPr="00241E66">
              <w:rPr>
                <w:noProof w:val="0"/>
              </w:rPr>
              <w:t>1- resp shall be:</w:t>
            </w:r>
          </w:p>
          <w:p w:rsidR="00C0341F" w:rsidRPr="00241E66" w:rsidRDefault="00C0341F" w:rsidP="0033337F">
            <w:pPr>
              <w:pStyle w:val="PL"/>
              <w:keepNext/>
              <w:keepLines/>
              <w:rPr>
                <w:noProof w:val="0"/>
              </w:rPr>
            </w:pPr>
            <w:r w:rsidRPr="00241E66">
              <w:rPr>
                <w:noProof w:val="0"/>
              </w:rPr>
              <w:t>resp={0x55,0x55,0x55,0x55}</w:t>
            </w: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r w:rsidRPr="00241E66">
              <w:rPr>
                <w:noProof w:val="0"/>
              </w:rPr>
              <w:t>2- resp shall be:</w:t>
            </w:r>
          </w:p>
          <w:p w:rsidR="00C0341F" w:rsidRPr="00241E66" w:rsidRDefault="00C0341F" w:rsidP="0033337F">
            <w:pPr>
              <w:pStyle w:val="PL"/>
              <w:keepNext/>
              <w:keepLines/>
              <w:rPr>
                <w:noProof w:val="0"/>
              </w:rPr>
            </w:pPr>
            <w:r w:rsidRPr="00241E66">
              <w:rPr>
                <w:noProof w:val="0"/>
              </w:rPr>
              <w:t>resp={0xAA,0xAA,0xAA,0xAA}</w:t>
            </w:r>
          </w:p>
          <w:p w:rsidR="00C0341F" w:rsidRPr="00241E66" w:rsidRDefault="00C0341F" w:rsidP="0033337F">
            <w:pPr>
              <w:pStyle w:val="PL"/>
              <w:keepNext/>
              <w:keepLines/>
              <w:rPr>
                <w:noProof w:val="0"/>
              </w:rPr>
            </w:pPr>
            <w:r w:rsidRPr="00241E66">
              <w:rPr>
                <w:noProof w:val="0"/>
              </w:rPr>
              <w:t>3- resp={0x55,0x55,0x55,0x55}</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Previous from Linear Fixed EF</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REC_ACC_MODE_PREVIOUS</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Shall throw uicc.access.UICCException with reason code RECORD 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8</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Read Absolute from Cyclic EF</w:t>
            </w:r>
          </w:p>
          <w:p w:rsidR="00C0341F" w:rsidRPr="00241E66" w:rsidRDefault="00C0341F" w:rsidP="008542A8">
            <w:pPr>
              <w:pStyle w:val="PL"/>
              <w:keepNext/>
              <w:keepLines/>
              <w:rPr>
                <w:noProof w:val="0"/>
              </w:rPr>
            </w:pPr>
            <w:r w:rsidRPr="00241E66">
              <w:rPr>
                <w:noProof w:val="0"/>
              </w:rPr>
              <w:t>1 select EF</w:t>
            </w:r>
            <w:r w:rsidRPr="00241E66">
              <w:rPr>
                <w:noProof w:val="0"/>
                <w:vertAlign w:val="subscript"/>
              </w:rPr>
              <w:t>CARU</w:t>
            </w:r>
            <w:r w:rsidRPr="00241E66">
              <w:rPr>
                <w:noProof w:val="0"/>
              </w:rPr>
              <w:t>, fid = 6F09</w:t>
            </w:r>
          </w:p>
          <w:p w:rsidR="00C0341F" w:rsidRPr="00133AF6" w:rsidRDefault="00C0341F" w:rsidP="008542A8">
            <w:pPr>
              <w:pStyle w:val="PL"/>
              <w:keepNext/>
              <w:keepLines/>
              <w:rPr>
                <w:noProof w:val="0"/>
              </w:rPr>
            </w:pPr>
            <w:r w:rsidRPr="00133AF6">
              <w:rPr>
                <w:noProof w:val="0"/>
              </w:rPr>
              <w:t>2- recNumber = 2</w:t>
            </w:r>
          </w:p>
          <w:p w:rsidR="00C0341F" w:rsidRPr="00133AF6" w:rsidRDefault="00C0341F" w:rsidP="008542A8">
            <w:pPr>
              <w:pStyle w:val="PL"/>
              <w:keepNext/>
              <w:keepLines/>
              <w:rPr>
                <w:noProof w:val="0"/>
              </w:rPr>
            </w:pPr>
            <w:r w:rsidRPr="00133AF6">
              <w:rPr>
                <w:noProof w:val="0"/>
              </w:rPr>
              <w:t>mode = REC_ACC_MODE_ABSOLUTE</w:t>
            </w:r>
          </w:p>
          <w:p w:rsidR="00C0341F" w:rsidRPr="00241E66" w:rsidRDefault="00C0341F" w:rsidP="008542A8">
            <w:pPr>
              <w:pStyle w:val="PL"/>
              <w:keepNext/>
              <w:keepLines/>
              <w:rPr>
                <w:noProof w:val="0"/>
              </w:rPr>
            </w:pPr>
            <w:r w:rsidRPr="00241E66">
              <w:rPr>
                <w:noProof w:val="0"/>
              </w:rPr>
              <w:t>recOffset = 0</w:t>
            </w:r>
          </w:p>
          <w:p w:rsidR="00C0341F" w:rsidRPr="00241E66" w:rsidRDefault="00C0341F" w:rsidP="008542A8">
            <w:pPr>
              <w:pStyle w:val="PL"/>
              <w:keepNext/>
              <w:keepLines/>
              <w:rPr>
                <w:noProof w:val="0"/>
              </w:rPr>
            </w:pPr>
            <w:r w:rsidRPr="00241E66">
              <w:rPr>
                <w:noProof w:val="0"/>
              </w:rPr>
              <w:t>respOffset = 0</w:t>
            </w:r>
          </w:p>
          <w:p w:rsidR="00C0341F" w:rsidRPr="00241E66" w:rsidRDefault="00C0341F" w:rsidP="008542A8">
            <w:pPr>
              <w:pStyle w:val="PL"/>
              <w:keepNext/>
              <w:keepLines/>
              <w:rPr>
                <w:noProof w:val="0"/>
              </w:rPr>
            </w:pPr>
            <w:r w:rsidRPr="00241E66">
              <w:rPr>
                <w:noProof w:val="0"/>
              </w:rPr>
              <w:t>respLength = 3</w:t>
            </w:r>
          </w:p>
          <w:p w:rsidR="00C0341F" w:rsidRPr="00241E66" w:rsidRDefault="00C0341F" w:rsidP="008542A8">
            <w:pPr>
              <w:pStyle w:val="PL"/>
              <w:keepNext/>
              <w:keepLines/>
              <w:rPr>
                <w:noProof w:val="0"/>
              </w:rPr>
            </w:pPr>
            <w:r w:rsidRPr="00241E66">
              <w:rPr>
                <w:noProof w:val="0"/>
              </w:rPr>
              <w:t>readRecord()</w:t>
            </w:r>
          </w:p>
          <w:p w:rsidR="00C0341F" w:rsidRPr="00241E66" w:rsidRDefault="00C0341F" w:rsidP="008542A8">
            <w:pPr>
              <w:pStyle w:val="PL"/>
              <w:keepNext/>
              <w:keepLines/>
              <w:rPr>
                <w:noProof w:val="0"/>
              </w:rPr>
            </w:pPr>
            <w:r w:rsidRPr="00241E66">
              <w:rPr>
                <w:noProof w:val="0"/>
              </w:rPr>
              <w:t>3- recNumber = 1</w:t>
            </w:r>
          </w:p>
          <w:p w:rsidR="00C0341F" w:rsidRPr="00241E66" w:rsidRDefault="00C0341F" w:rsidP="008542A8">
            <w:pPr>
              <w:pStyle w:val="PL"/>
              <w:keepNext/>
              <w:keepLines/>
              <w:rPr>
                <w:noProof w:val="0"/>
              </w:rPr>
            </w:pPr>
            <w:r w:rsidRPr="00241E66">
              <w:rPr>
                <w:noProof w:val="0"/>
              </w:rPr>
              <w:t>readRecord()</w:t>
            </w:r>
          </w:p>
          <w:p w:rsidR="00C0341F" w:rsidRPr="00241E66" w:rsidRDefault="00C0341F" w:rsidP="008542A8">
            <w:pPr>
              <w:pStyle w:val="PL"/>
              <w:keepNext/>
              <w:keepLines/>
              <w:rPr>
                <w:noProof w:val="0"/>
              </w:rPr>
            </w:pPr>
            <w:r w:rsidRPr="00241E66">
              <w:rPr>
                <w:noProof w:val="0"/>
              </w:rPr>
              <w:t>4- Read the file in next mode to set the record pointer to the first position.</w:t>
            </w:r>
          </w:p>
          <w:p w:rsidR="00C0341F" w:rsidRPr="00133AF6" w:rsidRDefault="00C0341F" w:rsidP="008542A8">
            <w:pPr>
              <w:pStyle w:val="PL"/>
              <w:keepNext/>
              <w:keepLines/>
              <w:rPr>
                <w:noProof w:val="0"/>
              </w:rPr>
            </w:pPr>
            <w:r w:rsidRPr="00133AF6">
              <w:rPr>
                <w:noProof w:val="0"/>
              </w:rPr>
              <w:t>recNumber = 0</w:t>
            </w:r>
          </w:p>
          <w:p w:rsidR="00C0341F" w:rsidRPr="00133AF6" w:rsidRDefault="00C0341F" w:rsidP="008542A8">
            <w:pPr>
              <w:pStyle w:val="PL"/>
              <w:keepNext/>
              <w:keepLines/>
              <w:rPr>
                <w:noProof w:val="0"/>
              </w:rPr>
            </w:pPr>
            <w:r w:rsidRPr="00133AF6">
              <w:rPr>
                <w:noProof w:val="0"/>
              </w:rPr>
              <w:t>mode = REC_ACC_MODE_NEXT</w:t>
            </w:r>
          </w:p>
          <w:p w:rsidR="00C0341F" w:rsidRPr="00241E66" w:rsidRDefault="00C0341F" w:rsidP="008542A8">
            <w:pPr>
              <w:pStyle w:val="PL"/>
              <w:keepNext/>
              <w:keepLines/>
              <w:rPr>
                <w:noProof w:val="0"/>
              </w:rPr>
            </w:pPr>
            <w:r w:rsidRPr="00241E66">
              <w:rPr>
                <w:noProof w:val="0"/>
              </w:rPr>
              <w:t>recOffset = 0</w:t>
            </w:r>
          </w:p>
          <w:p w:rsidR="00C0341F" w:rsidRPr="00241E66" w:rsidRDefault="00C0341F" w:rsidP="008542A8">
            <w:pPr>
              <w:pStyle w:val="PL"/>
              <w:keepNext/>
              <w:keepLines/>
              <w:rPr>
                <w:noProof w:val="0"/>
              </w:rPr>
            </w:pPr>
            <w:r w:rsidRPr="00241E66">
              <w:rPr>
                <w:noProof w:val="0"/>
              </w:rPr>
              <w:t>respOffset = 0</w:t>
            </w:r>
          </w:p>
          <w:p w:rsidR="00C0341F" w:rsidRPr="00241E66" w:rsidRDefault="00C0341F" w:rsidP="008542A8">
            <w:pPr>
              <w:pStyle w:val="PL"/>
              <w:keepNext/>
              <w:keepLines/>
              <w:rPr>
                <w:noProof w:val="0"/>
              </w:rPr>
            </w:pPr>
            <w:r w:rsidRPr="00241E66">
              <w:rPr>
                <w:noProof w:val="0"/>
              </w:rPr>
              <w:t>respLength = 3</w:t>
            </w:r>
          </w:p>
          <w:p w:rsidR="00C0341F" w:rsidRPr="00241E66" w:rsidRDefault="00C0341F" w:rsidP="008542A8">
            <w:pPr>
              <w:pStyle w:val="PL"/>
              <w:keepNext/>
              <w:keepLines/>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2 - resp shall be:</w:t>
            </w:r>
          </w:p>
          <w:p w:rsidR="00C0341F" w:rsidRPr="00241E66" w:rsidRDefault="00C0341F" w:rsidP="008542A8">
            <w:pPr>
              <w:pStyle w:val="PL"/>
              <w:keepNext/>
              <w:keepLines/>
              <w:rPr>
                <w:noProof w:val="0"/>
              </w:rPr>
            </w:pPr>
            <w:r w:rsidRPr="00241E66">
              <w:rPr>
                <w:noProof w:val="0"/>
              </w:rPr>
              <w:t>resp={0xAA,0xAA,0xAA}</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3 - resp shall be:</w:t>
            </w:r>
          </w:p>
          <w:p w:rsidR="00C0341F" w:rsidRPr="00241E66" w:rsidRDefault="00C0341F" w:rsidP="008542A8">
            <w:pPr>
              <w:pStyle w:val="PL"/>
              <w:keepNext/>
              <w:keepLines/>
              <w:rPr>
                <w:noProof w:val="0"/>
              </w:rPr>
            </w:pPr>
            <w:r w:rsidRPr="00241E66">
              <w:rPr>
                <w:noProof w:val="0"/>
              </w:rPr>
              <w:t>resp={0xAA,0xAA,0xAA}</w:t>
            </w:r>
          </w:p>
          <w:p w:rsidR="00C0341F" w:rsidRPr="00241E66" w:rsidRDefault="00C0341F" w:rsidP="008542A8">
            <w:pPr>
              <w:pStyle w:val="PL"/>
              <w:keepNext/>
              <w:keepLines/>
              <w:rPr>
                <w:noProof w:val="0"/>
              </w:rPr>
            </w:pPr>
            <w:r w:rsidRPr="00241E66">
              <w:rPr>
                <w:noProof w:val="0"/>
              </w:rPr>
              <w:t>4 - resp shall be:</w:t>
            </w:r>
          </w:p>
          <w:p w:rsidR="00C0341F" w:rsidRPr="00241E66" w:rsidRDefault="00C0341F" w:rsidP="008542A8">
            <w:pPr>
              <w:pStyle w:val="PL"/>
              <w:keepNext/>
              <w:keepLines/>
              <w:rPr>
                <w:noProof w:val="0"/>
              </w:rPr>
            </w:pPr>
            <w:r w:rsidRPr="00241E66">
              <w:rPr>
                <w:noProof w:val="0"/>
              </w:rPr>
              <w:t xml:space="preserve">resp={0xAA,0xAA,0xAA} </w:t>
            </w:r>
          </w:p>
          <w:p w:rsidR="00C0341F" w:rsidRPr="00241E66" w:rsidRDefault="00C0341F" w:rsidP="008542A8">
            <w:pPr>
              <w:pStyle w:val="PL"/>
              <w:keepNext/>
              <w:keepLines/>
              <w:rPr>
                <w:noProof w:val="0"/>
              </w:rPr>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Current from Cyclic EF</w:t>
            </w:r>
          </w:p>
          <w:p w:rsidR="00C0341F" w:rsidRPr="00241E66" w:rsidRDefault="00C0341F">
            <w:pPr>
              <w:pStyle w:val="PL"/>
              <w:rPr>
                <w:noProof w:val="0"/>
              </w:rPr>
            </w:pPr>
            <w:r w:rsidRPr="00241E66">
              <w:rPr>
                <w:noProof w:val="0"/>
              </w:rPr>
              <w:t>//record pointer shall not be changed //from testcase before</w:t>
            </w:r>
          </w:p>
          <w:p w:rsidR="00C0341F" w:rsidRPr="00133AF6" w:rsidRDefault="00C0341F">
            <w:pPr>
              <w:pStyle w:val="PL"/>
              <w:rPr>
                <w:noProof w:val="0"/>
              </w:rPr>
            </w:pPr>
            <w:r w:rsidRPr="00133AF6">
              <w:rPr>
                <w:noProof w:val="0"/>
              </w:rPr>
              <w:t>1- recNumber = 0</w:t>
            </w:r>
          </w:p>
          <w:p w:rsidR="00C0341F" w:rsidRPr="00133AF6" w:rsidRDefault="00C0341F">
            <w:pPr>
              <w:pStyle w:val="PL"/>
              <w:rPr>
                <w:noProof w:val="0"/>
              </w:rPr>
            </w:pPr>
            <w:r w:rsidRPr="00133AF6">
              <w:rPr>
                <w:noProof w:val="0"/>
              </w:rPr>
              <w:t>mode = REC_ACC_MODE_CURRENT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numPr>
                <w:ilvl w:val="0"/>
                <w:numId w:val="38"/>
              </w:numPr>
              <w:rPr>
                <w:noProof w:val="0"/>
              </w:rPr>
            </w:pPr>
            <w:r w:rsidRPr="00241E66">
              <w:rPr>
                <w:noProof w:val="0"/>
              </w:rPr>
              <w:t>resp shall be:</w:t>
            </w:r>
          </w:p>
          <w:p w:rsidR="00C0341F" w:rsidRPr="00241E66" w:rsidRDefault="00C0341F">
            <w:pPr>
              <w:pStyle w:val="PL"/>
              <w:rPr>
                <w:noProof w:val="0"/>
              </w:rPr>
            </w:pPr>
            <w:r w:rsidRPr="00241E66">
              <w:rPr>
                <w:noProof w:val="0"/>
              </w:rPr>
              <w:t>resp={0xAA,0xAA,0xAA}</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Next from Cyclic EF</w:t>
            </w:r>
          </w:p>
          <w:p w:rsidR="00C0341F" w:rsidRPr="00241E66" w:rsidRDefault="00C0341F">
            <w:pPr>
              <w:pStyle w:val="PL"/>
              <w:rPr>
                <w:noProof w:val="0"/>
              </w:rPr>
            </w:pPr>
            <w:r w:rsidRPr="00241E66">
              <w:rPr>
                <w:noProof w:val="0"/>
              </w:rPr>
              <w:t>recNumber = 0</w:t>
            </w:r>
          </w:p>
          <w:p w:rsidR="00C0341F" w:rsidRPr="00241E66" w:rsidRDefault="00C0341F">
            <w:pPr>
              <w:pStyle w:val="PL"/>
              <w:rPr>
                <w:noProof w:val="0"/>
              </w:rPr>
            </w:pPr>
            <w:r w:rsidRPr="00241E66">
              <w:rPr>
                <w:noProof w:val="0"/>
              </w:rPr>
              <w:t>mode = REC_ACC_MODE_NEXT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resp shall be:</w:t>
            </w:r>
          </w:p>
          <w:p w:rsidR="00C0341F" w:rsidRPr="00241E66" w:rsidRDefault="00C0341F">
            <w:pPr>
              <w:pStyle w:val="PL"/>
              <w:rPr>
                <w:noProof w:val="0"/>
              </w:rPr>
            </w:pPr>
            <w:r w:rsidRPr="00241E66">
              <w:rPr>
                <w:noProof w:val="0"/>
              </w:rPr>
              <w:t>resp={0xAA,0xAA,0xAA}</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C"/>
            </w:pPr>
            <w:r w:rsidRPr="00241E66">
              <w:t>11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H"/>
            </w:pPr>
            <w:r w:rsidRPr="00241E66">
              <w:t>Read Next from Cyclic EF</w:t>
            </w:r>
          </w:p>
          <w:p w:rsidR="00C0341F" w:rsidRPr="00241E66" w:rsidRDefault="00C0341F" w:rsidP="0033337F">
            <w:pPr>
              <w:pStyle w:val="PL"/>
              <w:keepNext/>
              <w:keepLines/>
              <w:rPr>
                <w:noProof w:val="0"/>
              </w:rPr>
            </w:pPr>
            <w:r w:rsidRPr="00241E66">
              <w:rPr>
                <w:noProof w:val="0"/>
              </w:rPr>
              <w:t>1- recNumber = 0</w:t>
            </w:r>
          </w:p>
          <w:p w:rsidR="00C0341F" w:rsidRPr="00241E66" w:rsidRDefault="00C0341F" w:rsidP="0033337F">
            <w:pPr>
              <w:pStyle w:val="PL"/>
              <w:keepNext/>
              <w:keepLines/>
              <w:rPr>
                <w:noProof w:val="0"/>
              </w:rPr>
            </w:pPr>
            <w:r w:rsidRPr="00241E66">
              <w:rPr>
                <w:noProof w:val="0"/>
              </w:rPr>
              <w:t>mode = REC_ACC_MODE_NEXT</w:t>
            </w:r>
          </w:p>
          <w:p w:rsidR="00C0341F" w:rsidRPr="00241E66" w:rsidRDefault="00C0341F" w:rsidP="0033337F">
            <w:pPr>
              <w:pStyle w:val="PL"/>
              <w:keepNext/>
              <w:keepLines/>
              <w:rPr>
                <w:noProof w:val="0"/>
              </w:rPr>
            </w:pPr>
            <w:r w:rsidRPr="00241E66">
              <w:rPr>
                <w:noProof w:val="0"/>
              </w:rPr>
              <w:t>recOffset = 0</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3</w:t>
            </w:r>
          </w:p>
          <w:p w:rsidR="00C0341F" w:rsidRPr="00241E66" w:rsidRDefault="00C0341F" w:rsidP="0033337F">
            <w:pPr>
              <w:pStyle w:val="PL"/>
              <w:keepNext/>
              <w:keepLines/>
              <w:rPr>
                <w:noProof w:val="0"/>
              </w:rPr>
            </w:pPr>
            <w:r w:rsidRPr="00241E66">
              <w:rPr>
                <w:noProof w:val="0"/>
              </w:rPr>
              <w:t>readRecord()</w:t>
            </w:r>
          </w:p>
          <w:p w:rsidR="00C0341F" w:rsidRPr="00241E66" w:rsidRDefault="00C0341F" w:rsidP="0033337F">
            <w:pPr>
              <w:pStyle w:val="PL"/>
              <w:keepNext/>
              <w:keepLines/>
              <w:numPr>
                <w:ilvl w:val="0"/>
                <w:numId w:val="38"/>
              </w:numPr>
              <w:rPr>
                <w:noProof w:val="0"/>
              </w:rPr>
            </w:pPr>
            <w:r w:rsidRPr="00241E66">
              <w:rPr>
                <w:noProof w:val="0"/>
              </w:rPr>
              <w:t>select EF</w:t>
            </w:r>
            <w:r w:rsidRPr="00241E66">
              <w:rPr>
                <w:noProof w:val="0"/>
                <w:vertAlign w:val="subscript"/>
              </w:rPr>
              <w:t>CARU</w:t>
            </w:r>
            <w:r w:rsidRPr="00241E66">
              <w:rPr>
                <w:noProof w:val="0"/>
              </w:rPr>
              <w:t>, fid = 6F09</w:t>
            </w:r>
          </w:p>
          <w:p w:rsidR="00C0341F" w:rsidRPr="00241E66" w:rsidRDefault="00C0341F" w:rsidP="0033337F">
            <w:pPr>
              <w:pStyle w:val="PL"/>
              <w:keepNext/>
              <w:keepLines/>
              <w:rPr>
                <w:noProof w:val="0"/>
              </w:rPr>
            </w:pPr>
            <w:r w:rsidRPr="00241E66">
              <w:rPr>
                <w:noProof w:val="0"/>
              </w:rPr>
              <w:t>//no rec selected</w:t>
            </w:r>
          </w:p>
          <w:p w:rsidR="00C0341F" w:rsidRPr="00241E66" w:rsidRDefault="00C0341F" w:rsidP="0033337F">
            <w:pPr>
              <w:pStyle w:val="PL"/>
              <w:keepNext/>
              <w:keepLines/>
              <w:rPr>
                <w:noProof w:val="0"/>
              </w:rPr>
            </w:pPr>
            <w:r w:rsidRPr="00241E66">
              <w:rPr>
                <w:noProof w:val="0"/>
              </w:rPr>
              <w:t>recNumber = 0</w:t>
            </w:r>
          </w:p>
          <w:p w:rsidR="00C0341F" w:rsidRPr="00241E66" w:rsidRDefault="00C0341F" w:rsidP="0033337F">
            <w:pPr>
              <w:pStyle w:val="PL"/>
              <w:keepNext/>
              <w:keepLines/>
              <w:rPr>
                <w:noProof w:val="0"/>
              </w:rPr>
            </w:pPr>
            <w:r w:rsidRPr="00241E66">
              <w:rPr>
                <w:noProof w:val="0"/>
              </w:rPr>
              <w:t>mode = REC_ACC_MODE_NEXT</w:t>
            </w:r>
          </w:p>
          <w:p w:rsidR="00C0341F" w:rsidRPr="00241E66" w:rsidRDefault="00C0341F" w:rsidP="0033337F">
            <w:pPr>
              <w:pStyle w:val="PL"/>
              <w:keepNext/>
              <w:keepLines/>
              <w:rPr>
                <w:noProof w:val="0"/>
              </w:rPr>
            </w:pPr>
            <w:r w:rsidRPr="00241E66">
              <w:rPr>
                <w:noProof w:val="0"/>
              </w:rPr>
              <w:t>recOffset = 0</w:t>
            </w:r>
          </w:p>
          <w:p w:rsidR="00C0341F" w:rsidRPr="00241E66" w:rsidRDefault="00C0341F" w:rsidP="0033337F">
            <w:pPr>
              <w:pStyle w:val="PL"/>
              <w:keepNext/>
              <w:keepLines/>
              <w:rPr>
                <w:noProof w:val="0"/>
              </w:rPr>
            </w:pPr>
            <w:r w:rsidRPr="00241E66">
              <w:rPr>
                <w:noProof w:val="0"/>
              </w:rPr>
              <w:t>respOffset = 0</w:t>
            </w:r>
          </w:p>
          <w:p w:rsidR="00C0341F" w:rsidRPr="00241E66" w:rsidRDefault="00C0341F" w:rsidP="0033337F">
            <w:pPr>
              <w:pStyle w:val="PL"/>
              <w:keepNext/>
              <w:keepLines/>
              <w:rPr>
                <w:noProof w:val="0"/>
              </w:rPr>
            </w:pPr>
            <w:r w:rsidRPr="00241E66">
              <w:rPr>
                <w:noProof w:val="0"/>
              </w:rPr>
              <w:t>respLength = 3</w:t>
            </w:r>
          </w:p>
          <w:p w:rsidR="00C0341F" w:rsidRPr="00241E66" w:rsidRDefault="00C0341F" w:rsidP="0033337F">
            <w:pPr>
              <w:pStyle w:val="PL"/>
              <w:keepNext/>
              <w:keepLines/>
              <w:rPr>
                <w:noProof w:val="0"/>
              </w:rPr>
            </w:pPr>
            <w:r w:rsidRPr="00241E66">
              <w:rPr>
                <w:noProof w:val="0"/>
              </w:rPr>
              <w:t>readRecord()</w:t>
            </w:r>
          </w:p>
          <w:p w:rsidR="00C0341F" w:rsidRPr="00241E66" w:rsidRDefault="00C0341F" w:rsidP="0033337F">
            <w:pPr>
              <w:pStyle w:val="PL"/>
              <w:keepNext/>
              <w:keepLines/>
              <w:rPr>
                <w:noProof w:val="0"/>
              </w:rPr>
            </w:pP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r w:rsidRPr="00241E66">
              <w:rPr>
                <w:noProof w:val="0"/>
              </w:rPr>
              <w:t>1- resp shall be:</w:t>
            </w:r>
          </w:p>
          <w:p w:rsidR="00C0341F" w:rsidRPr="00241E66" w:rsidRDefault="00C0341F" w:rsidP="0033337F">
            <w:pPr>
              <w:pStyle w:val="PL"/>
              <w:keepNext/>
              <w:keepLines/>
              <w:rPr>
                <w:noProof w:val="0"/>
              </w:rPr>
            </w:pPr>
            <w:r w:rsidRPr="00241E66">
              <w:rPr>
                <w:noProof w:val="0"/>
              </w:rPr>
              <w:t>resp={0x55,0x55,0x55}</w:t>
            </w: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p>
          <w:p w:rsidR="00C0341F" w:rsidRPr="00241E66" w:rsidRDefault="00C0341F" w:rsidP="0033337F">
            <w:pPr>
              <w:pStyle w:val="PL"/>
              <w:keepNext/>
              <w:keepLines/>
              <w:rPr>
                <w:noProof w:val="0"/>
              </w:rPr>
            </w:pPr>
            <w:r w:rsidRPr="00241E66">
              <w:rPr>
                <w:noProof w:val="0"/>
              </w:rPr>
              <w:t xml:space="preserve">2- Shall throw </w:t>
            </w:r>
          </w:p>
          <w:p w:rsidR="00C0341F" w:rsidRPr="00241E66" w:rsidRDefault="00C0341F" w:rsidP="0033337F">
            <w:pPr>
              <w:pStyle w:val="PL"/>
              <w:keepNext/>
              <w:keepLines/>
              <w:rPr>
                <w:noProof w:val="0"/>
              </w:rPr>
            </w:pPr>
            <w:r w:rsidRPr="00241E66">
              <w:rPr>
                <w:noProof w:val="0"/>
              </w:rPr>
              <w:t>uicc.access.UICCException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33337F">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Previous from Cyclic EF</w:t>
            </w:r>
          </w:p>
          <w:p w:rsidR="00C0341F" w:rsidRPr="00241E66" w:rsidRDefault="00C0341F">
            <w:pPr>
              <w:pStyle w:val="PL"/>
              <w:rPr>
                <w:noProof w:val="0"/>
              </w:rPr>
            </w:pPr>
            <w:r w:rsidRPr="00241E66">
              <w:rPr>
                <w:noProof w:val="0"/>
              </w:rPr>
              <w:t>1- recNumber = 0</w:t>
            </w:r>
          </w:p>
          <w:p w:rsidR="00C0341F" w:rsidRPr="00133AF6" w:rsidRDefault="00C0341F">
            <w:pPr>
              <w:pStyle w:val="PL"/>
              <w:rPr>
                <w:noProof w:val="0"/>
              </w:rPr>
            </w:pPr>
            <w:r w:rsidRPr="00133AF6">
              <w:rPr>
                <w:noProof w:val="0"/>
              </w:rPr>
              <w:t>mode = REC_ACC_MODE_PREVIOUS</w:t>
            </w:r>
          </w:p>
          <w:p w:rsidR="00C0341F" w:rsidRPr="00133AF6" w:rsidRDefault="00C0341F">
            <w:pPr>
              <w:pStyle w:val="PL"/>
              <w:rPr>
                <w:noProof w:val="0"/>
              </w:rPr>
            </w:pPr>
            <w:r w:rsidRPr="00133AF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1- resp shall be:</w:t>
            </w:r>
          </w:p>
          <w:p w:rsidR="00C0341F" w:rsidRPr="00241E66" w:rsidRDefault="00C0341F">
            <w:pPr>
              <w:pStyle w:val="PL"/>
              <w:rPr>
                <w:noProof w:val="0"/>
              </w:rPr>
            </w:pPr>
            <w:r w:rsidRPr="00241E66">
              <w:rPr>
                <w:noProof w:val="0"/>
              </w:rPr>
              <w:t>resp={0xAA,0xAA,0xAA}</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Read Previous from Cyclic EF</w:t>
            </w:r>
          </w:p>
          <w:p w:rsidR="00C0341F" w:rsidRPr="00241E66" w:rsidRDefault="00C0341F">
            <w:pPr>
              <w:pStyle w:val="PL"/>
              <w:rPr>
                <w:noProof w:val="0"/>
              </w:rPr>
            </w:pPr>
            <w:r w:rsidRPr="00241E66">
              <w:rPr>
                <w:noProof w:val="0"/>
              </w:rPr>
              <w:t>1- recNumber = 0</w:t>
            </w:r>
          </w:p>
          <w:p w:rsidR="00C0341F" w:rsidRPr="00133AF6" w:rsidRDefault="00C0341F">
            <w:pPr>
              <w:pStyle w:val="PL"/>
              <w:rPr>
                <w:noProof w:val="0"/>
              </w:rPr>
            </w:pPr>
            <w:r w:rsidRPr="00133AF6">
              <w:rPr>
                <w:noProof w:val="0"/>
              </w:rPr>
              <w:t>mode = REC_ACC_MODE_PREVIOUS</w:t>
            </w:r>
          </w:p>
          <w:p w:rsidR="00C0341F" w:rsidRPr="00133AF6" w:rsidRDefault="00C0341F">
            <w:pPr>
              <w:pStyle w:val="PL"/>
              <w:rPr>
                <w:noProof w:val="0"/>
              </w:rPr>
            </w:pPr>
            <w:r w:rsidRPr="00133AF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p w:rsidR="00C0341F" w:rsidRPr="00241E66" w:rsidRDefault="00C0341F">
            <w:pPr>
              <w:pStyle w:val="PL"/>
              <w:tabs>
                <w:tab w:val="clear" w:pos="384"/>
              </w:tabs>
              <w:rPr>
                <w:noProof w:val="0"/>
              </w:rPr>
            </w:pPr>
            <w:r w:rsidRPr="00241E66">
              <w:rPr>
                <w:noProof w:val="0"/>
              </w:rPr>
              <w:t>2- select EF</w:t>
            </w:r>
            <w:r w:rsidRPr="00241E66">
              <w:rPr>
                <w:noProof w:val="0"/>
                <w:vertAlign w:val="subscript"/>
              </w:rPr>
              <w:t>CARU</w:t>
            </w:r>
            <w:r w:rsidRPr="00241E66">
              <w:rPr>
                <w:noProof w:val="0"/>
              </w:rPr>
              <w:t xml:space="preserve">, fid = 6F09 </w:t>
            </w:r>
          </w:p>
          <w:p w:rsidR="00C0341F" w:rsidRPr="00241E66" w:rsidRDefault="00C0341F">
            <w:pPr>
              <w:pStyle w:val="PL"/>
              <w:rPr>
                <w:noProof w:val="0"/>
              </w:rPr>
            </w:pPr>
            <w:r w:rsidRPr="00241E66">
              <w:rPr>
                <w:noProof w:val="0"/>
              </w:rPr>
              <w:t>// no rec selected</w:t>
            </w:r>
          </w:p>
          <w:p w:rsidR="00C0341F" w:rsidRPr="00241E66" w:rsidRDefault="00C0341F">
            <w:pPr>
              <w:pStyle w:val="PL"/>
              <w:rPr>
                <w:noProof w:val="0"/>
              </w:rPr>
            </w:pPr>
            <w:r w:rsidRPr="00241E66">
              <w:rPr>
                <w:noProof w:val="0"/>
              </w:rPr>
              <w:t>recNumber = 0</w:t>
            </w:r>
          </w:p>
          <w:p w:rsidR="00C0341F" w:rsidRPr="00241E66" w:rsidRDefault="00C0341F">
            <w:pPr>
              <w:pStyle w:val="PL"/>
              <w:rPr>
                <w:noProof w:val="0"/>
              </w:rPr>
            </w:pPr>
            <w:r w:rsidRPr="00241E66">
              <w:rPr>
                <w:noProof w:val="0"/>
              </w:rPr>
              <w:t>mode = REC_ACC_MODE_PREVIOUS</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1- resp shall be:</w:t>
            </w:r>
          </w:p>
          <w:p w:rsidR="00C0341F" w:rsidRPr="00241E66" w:rsidRDefault="00C0341F">
            <w:pPr>
              <w:pStyle w:val="PL"/>
              <w:rPr>
                <w:noProof w:val="0"/>
              </w:rPr>
            </w:pPr>
            <w:r w:rsidRPr="00241E66">
              <w:rPr>
                <w:noProof w:val="0"/>
              </w:rPr>
              <w:t>resp={0x55,0x55,0x55}</w:t>
            </w: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resp shall be:</w:t>
            </w:r>
          </w:p>
          <w:p w:rsidR="00C0341F" w:rsidRPr="00241E66" w:rsidRDefault="00C0341F">
            <w:pPr>
              <w:pStyle w:val="PL"/>
              <w:rPr>
                <w:noProof w:val="0"/>
              </w:rPr>
            </w:pPr>
            <w:r w:rsidRPr="00241E66">
              <w:rPr>
                <w:noProof w:val="0"/>
              </w:rPr>
              <w:t>resp={0xAA,0xAA,0xAA}</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 xml:space="preserve">14 </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PL"/>
              <w:keepNext/>
              <w:keepLines/>
              <w:rPr>
                <w:noProof w:val="0"/>
              </w:rPr>
            </w:pPr>
            <w:r w:rsidRPr="00241E66">
              <w:rPr>
                <w:rFonts w:ascii="Arial" w:hAnsi="Arial" w:cs="Arial"/>
                <w:b/>
                <w:bCs/>
                <w:noProof w:val="0"/>
                <w:sz w:val="18"/>
                <w:szCs w:val="18"/>
              </w:rPr>
              <w:t>Read Absolute from Linear Fixed EF beyond Records</w:t>
            </w:r>
          </w:p>
          <w:p w:rsidR="00C0341F" w:rsidRPr="00241E66" w:rsidRDefault="00C0341F" w:rsidP="008542A8">
            <w:pPr>
              <w:pStyle w:val="PL"/>
              <w:keepNext/>
              <w:keepLines/>
              <w:rPr>
                <w:noProof w:val="0"/>
              </w:rPr>
            </w:pPr>
            <w:r w:rsidRPr="00241E66">
              <w:rPr>
                <w:noProof w:val="0"/>
              </w:rPr>
              <w:t>1-  select EF</w:t>
            </w:r>
            <w:r w:rsidRPr="00241E66">
              <w:rPr>
                <w:noProof w:val="0"/>
                <w:vertAlign w:val="subscript"/>
              </w:rPr>
              <w:t>LARU</w:t>
            </w:r>
            <w:r w:rsidRPr="00241E66">
              <w:rPr>
                <w:noProof w:val="0"/>
              </w:rPr>
              <w:t>, fid=6F0C</w:t>
            </w:r>
          </w:p>
          <w:p w:rsidR="00C0341F" w:rsidRPr="00241E66" w:rsidRDefault="00C0341F" w:rsidP="008542A8">
            <w:pPr>
              <w:pStyle w:val="PL"/>
              <w:keepNext/>
              <w:keepLines/>
              <w:rPr>
                <w:noProof w:val="0"/>
              </w:rPr>
            </w:pPr>
            <w:r w:rsidRPr="00241E66">
              <w:rPr>
                <w:noProof w:val="0"/>
              </w:rPr>
              <w:t>2- recNumber = -1</w:t>
            </w:r>
          </w:p>
          <w:p w:rsidR="00C0341F" w:rsidRPr="00133AF6" w:rsidRDefault="00C0341F" w:rsidP="008542A8">
            <w:pPr>
              <w:pStyle w:val="PL"/>
              <w:keepNext/>
              <w:keepLines/>
              <w:rPr>
                <w:noProof w:val="0"/>
              </w:rPr>
            </w:pPr>
            <w:r w:rsidRPr="00133AF6">
              <w:rPr>
                <w:noProof w:val="0"/>
              </w:rPr>
              <w:t>mode = REC_ACC_MODE_ABSOLUTE</w:t>
            </w:r>
          </w:p>
          <w:p w:rsidR="00C0341F" w:rsidRPr="00133AF6" w:rsidRDefault="00C0341F" w:rsidP="008542A8">
            <w:pPr>
              <w:pStyle w:val="PL"/>
              <w:keepNext/>
              <w:keepLines/>
              <w:rPr>
                <w:noProof w:val="0"/>
              </w:rPr>
            </w:pPr>
            <w:r w:rsidRPr="00133AF6">
              <w:rPr>
                <w:noProof w:val="0"/>
              </w:rPr>
              <w:t>recOffset = 0</w:t>
            </w:r>
          </w:p>
          <w:p w:rsidR="00C0341F" w:rsidRPr="00241E66" w:rsidRDefault="00C0341F" w:rsidP="008542A8">
            <w:pPr>
              <w:pStyle w:val="PL"/>
              <w:keepNext/>
              <w:keepLines/>
              <w:rPr>
                <w:noProof w:val="0"/>
              </w:rPr>
            </w:pPr>
            <w:r w:rsidRPr="00241E66">
              <w:rPr>
                <w:noProof w:val="0"/>
              </w:rPr>
              <w:t>respOffset = 0</w:t>
            </w:r>
          </w:p>
          <w:p w:rsidR="00C0341F" w:rsidRPr="00241E66" w:rsidRDefault="00C0341F" w:rsidP="008542A8">
            <w:pPr>
              <w:pStyle w:val="PL"/>
              <w:keepNext/>
              <w:keepLines/>
              <w:rPr>
                <w:noProof w:val="0"/>
              </w:rPr>
            </w:pPr>
            <w:r w:rsidRPr="00241E66">
              <w:rPr>
                <w:noProof w:val="0"/>
              </w:rPr>
              <w:t>respLength = 4</w:t>
            </w:r>
          </w:p>
          <w:p w:rsidR="00C0341F" w:rsidRPr="00241E66" w:rsidRDefault="00C0341F" w:rsidP="008542A8">
            <w:pPr>
              <w:pStyle w:val="PL"/>
              <w:keepNext/>
              <w:keepLines/>
              <w:rPr>
                <w:noProof w:val="0"/>
              </w:rPr>
            </w:pPr>
            <w:r w:rsidRPr="00241E66">
              <w:rPr>
                <w:noProof w:val="0"/>
              </w:rPr>
              <w:t>readRecord()</w:t>
            </w:r>
          </w:p>
          <w:p w:rsidR="00C0341F" w:rsidRPr="00241E66" w:rsidRDefault="00C0341F" w:rsidP="008542A8">
            <w:pPr>
              <w:pStyle w:val="PL"/>
              <w:keepNext/>
              <w:keepLines/>
              <w:rPr>
                <w:noProof w:val="0"/>
              </w:rPr>
            </w:pPr>
            <w:r w:rsidRPr="00241E66">
              <w:rPr>
                <w:noProof w:val="0"/>
              </w:rPr>
              <w:t>3- recNumber = 3</w:t>
            </w:r>
          </w:p>
          <w:p w:rsidR="00C0341F" w:rsidRPr="00241E66" w:rsidRDefault="00C0341F" w:rsidP="008542A8">
            <w:pPr>
              <w:pStyle w:val="PL"/>
              <w:keepNext/>
              <w:keepLines/>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u w:val="single"/>
              </w:rPr>
            </w:pPr>
          </w:p>
          <w:p w:rsidR="00C0341F" w:rsidRPr="00241E66" w:rsidRDefault="00C0341F" w:rsidP="008542A8">
            <w:pPr>
              <w:pStyle w:val="PL"/>
              <w:keepNext/>
              <w:keepLines/>
              <w:rPr>
                <w:noProof w:val="0"/>
              </w:rPr>
            </w:pPr>
            <w:r w:rsidRPr="00241E66">
              <w:rPr>
                <w:noProof w:val="0"/>
              </w:rPr>
              <w:t>2- Shall throw an uicc.access.UICCException with reason code UICCException.RECORD_NOT_FOUND.</w:t>
            </w:r>
          </w:p>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3- Shall throw an uicc.access.UICCException with reason code UICCException.RECORD_NOT_FOUND.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r w:rsidRPr="00241E66">
              <w:rPr>
                <w:rFonts w:ascii="Arial" w:hAnsi="Arial" w:cs="Arial"/>
                <w:b/>
                <w:bCs/>
                <w:noProof w:val="0"/>
                <w:sz w:val="18"/>
                <w:szCs w:val="18"/>
              </w:rPr>
              <w:t>No current record in linear fixed EF, read current</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fid=6F0C // No current record</w:t>
            </w:r>
          </w:p>
          <w:p w:rsidR="00C0341F" w:rsidRPr="00133AF6" w:rsidRDefault="00C0341F">
            <w:pPr>
              <w:pStyle w:val="PL"/>
              <w:rPr>
                <w:noProof w:val="0"/>
              </w:rPr>
            </w:pPr>
            <w:r w:rsidRPr="00133AF6">
              <w:rPr>
                <w:noProof w:val="0"/>
              </w:rPr>
              <w:t>2- recNumber = 0  // curr rec</w:t>
            </w:r>
          </w:p>
          <w:p w:rsidR="00C0341F" w:rsidRPr="00133AF6" w:rsidRDefault="00C0341F">
            <w:pPr>
              <w:pStyle w:val="PL"/>
              <w:rPr>
                <w:noProof w:val="0"/>
              </w:rPr>
            </w:pPr>
            <w:r w:rsidRPr="00133AF6">
              <w:rPr>
                <w:noProof w:val="0"/>
              </w:rPr>
              <w:t>mode = REC_ACC_MODE_CURRENT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 xml:space="preserve">2 - Shall throw uicc.access.UICC Exception with reason code </w:t>
            </w:r>
          </w:p>
          <w:p w:rsidR="00C0341F" w:rsidRPr="00241E66" w:rsidRDefault="00C0341F">
            <w:pPr>
              <w:pStyle w:val="PL"/>
              <w:rPr>
                <w:noProof w:val="0"/>
              </w:rPr>
            </w:pPr>
            <w:r w:rsidRPr="00241E66">
              <w:rPr>
                <w:noProof w:val="0"/>
              </w:rPr>
              <w:t>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recOffset &lt; 0</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xml:space="preserve">, fid=6F0C </w:t>
            </w:r>
          </w:p>
          <w:p w:rsidR="00C0341F" w:rsidRPr="00241E66" w:rsidRDefault="00C0341F">
            <w:pPr>
              <w:pStyle w:val="PL"/>
              <w:rPr>
                <w:noProof w:val="0"/>
              </w:rPr>
            </w:pPr>
            <w:r w:rsidRPr="00241E66">
              <w:rPr>
                <w:noProof w:val="0"/>
              </w:rPr>
              <w:t>2- recNumber = 1  // rec 1</w:t>
            </w:r>
          </w:p>
          <w:p w:rsidR="00C0341F" w:rsidRPr="00133AF6" w:rsidRDefault="00C0341F">
            <w:pPr>
              <w:pStyle w:val="PL"/>
              <w:rPr>
                <w:noProof w:val="0"/>
              </w:rPr>
            </w:pPr>
            <w:r w:rsidRPr="00133AF6">
              <w:rPr>
                <w:noProof w:val="0"/>
              </w:rPr>
              <w:t>mode = REC_ACC_MODE_ABSOLUTE</w:t>
            </w:r>
          </w:p>
          <w:p w:rsidR="00C0341F" w:rsidRPr="00133AF6" w:rsidRDefault="00C0341F">
            <w:pPr>
              <w:pStyle w:val="PL"/>
              <w:rPr>
                <w:noProof w:val="0"/>
              </w:rPr>
            </w:pPr>
            <w:r w:rsidRPr="00133AF6">
              <w:rPr>
                <w:noProof w:val="0"/>
              </w:rPr>
              <w:t>recOffset = -1</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 Shall throw uicc.access.UICCException with reason code OUT_OF_RECORD_BOUNDARIES.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recOffset + respLength &gt; Record Length </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fid=6F0C</w:t>
            </w:r>
          </w:p>
          <w:p w:rsidR="00C0341F" w:rsidRPr="00133AF6" w:rsidRDefault="00C0341F">
            <w:pPr>
              <w:pStyle w:val="PL"/>
              <w:rPr>
                <w:noProof w:val="0"/>
              </w:rPr>
            </w:pPr>
            <w:r w:rsidRPr="00133AF6">
              <w:rPr>
                <w:noProof w:val="0"/>
              </w:rPr>
              <w:t>2- recNumber = 1</w:t>
            </w:r>
          </w:p>
          <w:p w:rsidR="00C0341F" w:rsidRPr="00133AF6" w:rsidRDefault="00C0341F">
            <w:pPr>
              <w:pStyle w:val="PL"/>
              <w:rPr>
                <w:noProof w:val="0"/>
              </w:rPr>
            </w:pPr>
            <w:r w:rsidRPr="00133AF6">
              <w:rPr>
                <w:noProof w:val="0"/>
              </w:rPr>
              <w:t>mode = REC_ACC_MODE_ABSOLUTE</w:t>
            </w:r>
          </w:p>
          <w:p w:rsidR="00C0341F" w:rsidRPr="00241E66" w:rsidRDefault="00C0341F">
            <w:pPr>
              <w:pStyle w:val="PL"/>
              <w:rPr>
                <w:noProof w:val="0"/>
              </w:rPr>
            </w:pPr>
            <w:r w:rsidRPr="00241E66">
              <w:rPr>
                <w:noProof w:val="0"/>
              </w:rPr>
              <w:t>recOffset = 2</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PL"/>
              <w:rPr>
                <w:noProof w:val="0"/>
              </w:rPr>
            </w:pPr>
            <w:r w:rsidRPr="00241E66">
              <w:rPr>
                <w:noProof w:val="0"/>
              </w:rPr>
              <w:t>2 - Shall throw sim.access.SIMViewException with reason code OUT_OF_RECORD_BOUNDARIES.</w:t>
            </w:r>
          </w:p>
          <w:p w:rsidR="00C0341F" w:rsidRPr="00241E66" w:rsidRDefault="00C0341F">
            <w:pPr>
              <w:pStyle w:val="TAL"/>
              <w:keepNext w:val="0"/>
              <w:keepLines w:val="0"/>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Reading with invalid mode </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fid=6F0C</w:t>
            </w:r>
          </w:p>
          <w:p w:rsidR="00C0341F" w:rsidRPr="00241E66" w:rsidRDefault="00C0341F">
            <w:pPr>
              <w:pStyle w:val="PL"/>
              <w:rPr>
                <w:noProof w:val="0"/>
              </w:rPr>
            </w:pPr>
            <w:r w:rsidRPr="00241E66">
              <w:rPr>
                <w:noProof w:val="0"/>
              </w:rPr>
              <w:t>2- recNumber = 0</w:t>
            </w:r>
          </w:p>
          <w:p w:rsidR="00C0341F" w:rsidRPr="00241E66" w:rsidRDefault="00C0341F">
            <w:pPr>
              <w:pStyle w:val="PL"/>
              <w:rPr>
                <w:noProof w:val="0"/>
              </w:rPr>
            </w:pPr>
            <w:r w:rsidRPr="00241E66">
              <w:rPr>
                <w:noProof w:val="0"/>
              </w:rPr>
              <w:t>mode = 1</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readRecord()</w:t>
            </w:r>
          </w:p>
          <w:p w:rsidR="00C0341F" w:rsidRPr="00241E66" w:rsidRDefault="00C0341F">
            <w:pPr>
              <w:pStyle w:val="PL"/>
              <w:rPr>
                <w:noProof w:val="0"/>
              </w:rPr>
            </w:pPr>
            <w:r w:rsidRPr="00241E66">
              <w:rPr>
                <w:noProof w:val="0"/>
              </w:rPr>
              <w:t>3- mode = 5</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 Shall throw uicc.access.UICCException with reason code COMMAND_INCOMPATIBLE.</w:t>
            </w:r>
          </w:p>
          <w:p w:rsidR="00C0341F" w:rsidRPr="00241E66" w:rsidRDefault="00C0341F">
            <w:pPr>
              <w:pStyle w:val="PL"/>
              <w:rPr>
                <w:noProof w:val="0"/>
              </w:rPr>
            </w:pPr>
            <w:r w:rsidRPr="00241E66">
              <w:rPr>
                <w:noProof w:val="0"/>
              </w:rPr>
              <w:t>3 - Shall throw uicc.access.</w:t>
            </w:r>
          </w:p>
          <w:p w:rsidR="00C0341F" w:rsidRPr="00241E66" w:rsidRDefault="00C0341F">
            <w:pPr>
              <w:pStyle w:val="PL"/>
              <w:rPr>
                <w:noProof w:val="0"/>
              </w:rPr>
            </w:pPr>
            <w:r w:rsidRPr="00241E66">
              <w:rPr>
                <w:noProof w:val="0"/>
              </w:rPr>
              <w:t>UICCException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c>
          <w:tcPr>
            <w:tcW w:w="3898" w:type="dxa"/>
            <w:tcBorders>
              <w:top w:val="single" w:sz="4" w:space="0" w:color="auto"/>
              <w:left w:val="single" w:sz="4" w:space="0" w:color="auto"/>
              <w:bottom w:val="single" w:sz="4" w:space="0" w:color="auto"/>
              <w:right w:val="single" w:sz="4" w:space="0" w:color="auto"/>
            </w:tcBorders>
          </w:tcPr>
          <w:p w:rsidR="00C0341F" w:rsidRPr="00133AF6" w:rsidRDefault="00C0341F">
            <w:pPr>
              <w:pStyle w:val="TAH"/>
              <w:keepNext w:val="0"/>
              <w:keepLines w:val="0"/>
            </w:pPr>
            <w:r w:rsidRPr="00133AF6">
              <w:t>resp is null</w:t>
            </w:r>
          </w:p>
          <w:p w:rsidR="00C0341F" w:rsidRPr="00133AF6" w:rsidRDefault="00C0341F">
            <w:pPr>
              <w:pStyle w:val="PL"/>
              <w:rPr>
                <w:noProof w:val="0"/>
              </w:rPr>
            </w:pPr>
            <w:r w:rsidRPr="00133AF6">
              <w:rPr>
                <w:noProof w:val="0"/>
              </w:rPr>
              <w:t>resp[] = null</w:t>
            </w:r>
          </w:p>
          <w:p w:rsidR="00C0341F" w:rsidRPr="00133AF6" w:rsidRDefault="00C0341F">
            <w:pPr>
              <w:pStyle w:val="PL"/>
              <w:rPr>
                <w:noProof w:val="0"/>
              </w:rPr>
            </w:pPr>
            <w:r w:rsidRPr="00133AF6">
              <w:rPr>
                <w:noProof w:val="0"/>
              </w:rPr>
              <w:t>mode = REC_ACC_MODE_CURRENT</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10</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respOffset &lt; 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10</w:t>
            </w:r>
          </w:p>
          <w:p w:rsidR="00C0341F" w:rsidRPr="00241E66" w:rsidRDefault="00C0341F">
            <w:pPr>
              <w:pStyle w:val="PL"/>
              <w:rPr>
                <w:rFonts w:ascii="Arial" w:hAnsi="Arial" w:cs="Arial"/>
                <w:noProof w:val="0"/>
                <w:sz w:val="18"/>
                <w:szCs w:val="18"/>
              </w:rPr>
            </w:pPr>
            <w:r w:rsidRPr="00241E66">
              <w:rPr>
                <w:noProof w:val="0"/>
              </w:rPr>
              <w:t>readRecord ()</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 xml:space="preserve">Shall throw </w:t>
            </w:r>
          </w:p>
          <w:p w:rsidR="00C0341F" w:rsidRPr="00241E66" w:rsidRDefault="00C0341F">
            <w:pPr>
              <w:pStyle w:val="PL"/>
              <w:rPr>
                <w:noProof w:val="0"/>
              </w:rPr>
            </w:pPr>
            <w:r w:rsidRPr="00241E66">
              <w:rPr>
                <w:noProof w:val="0"/>
              </w:rPr>
              <w:t>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21</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respLength &lt;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rFonts w:ascii="Arial" w:hAnsi="Arial" w:cs="Arial"/>
                <w:noProof w:val="0"/>
                <w:sz w:val="18"/>
                <w:szCs w:val="18"/>
              </w:rPr>
            </w:pPr>
            <w:r w:rsidRPr="00241E66">
              <w:rPr>
                <w:noProof w:val="0"/>
              </w:rPr>
              <w:t>readRecord ()</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r w:rsidRPr="00241E66">
              <w:rPr>
                <w:noProof w:val="0"/>
              </w:rPr>
              <w:t xml:space="preserve">Shall throw </w:t>
            </w:r>
          </w:p>
          <w:p w:rsidR="00C0341F" w:rsidRPr="00241E66" w:rsidRDefault="00C0341F">
            <w:pPr>
              <w:pStyle w:val="PL"/>
              <w:rPr>
                <w:noProof w:val="0"/>
              </w:rPr>
            </w:pPr>
            <w:r w:rsidRPr="00241E66">
              <w:rPr>
                <w:noProof w:val="0"/>
              </w:rPr>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respOffset + respLength &gt; resp.length</w:t>
            </w:r>
          </w:p>
          <w:p w:rsidR="00C0341F" w:rsidRPr="00241E66" w:rsidRDefault="00C0341F">
            <w:pPr>
              <w:pStyle w:val="PL"/>
              <w:rPr>
                <w:noProof w:val="0"/>
              </w:rPr>
            </w:pPr>
            <w:r w:rsidRPr="00241E66">
              <w:rPr>
                <w:noProof w:val="0"/>
              </w:rPr>
              <w:t>respOffset = 11</w:t>
            </w:r>
          </w:p>
          <w:p w:rsidR="00C0341F" w:rsidRPr="00241E66" w:rsidRDefault="00C0341F">
            <w:pPr>
              <w:pStyle w:val="PL"/>
              <w:rPr>
                <w:noProof w:val="0"/>
              </w:rPr>
            </w:pPr>
            <w:r w:rsidRPr="00241E66">
              <w:rPr>
                <w:noProof w:val="0"/>
              </w:rPr>
              <w:t>respLength = 4</w:t>
            </w:r>
          </w:p>
          <w:p w:rsidR="00C0341F" w:rsidRPr="00241E66" w:rsidRDefault="00C0341F">
            <w:pPr>
              <w:pStyle w:val="PL"/>
              <w:rPr>
                <w:rFonts w:ascii="Arial" w:hAnsi="Arial" w:cs="Arial"/>
                <w:noProof w:val="0"/>
                <w:sz w:val="18"/>
                <w:szCs w:val="18"/>
              </w:rPr>
            </w:pPr>
            <w:r w:rsidRPr="00241E66">
              <w:rPr>
                <w:noProof w:val="0"/>
              </w:rPr>
              <w:t>readRecord ()</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 xml:space="preserve">Shall throw </w:t>
            </w:r>
          </w:p>
          <w:p w:rsidR="00C0341F" w:rsidRPr="00241E66" w:rsidRDefault="00C0341F">
            <w:pPr>
              <w:pStyle w:val="PL"/>
              <w:rPr>
                <w:noProof w:val="0"/>
              </w:rPr>
            </w:pPr>
            <w:r w:rsidRPr="00241E66">
              <w:rPr>
                <w:noProof w:val="0"/>
              </w:rPr>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23</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neither Cyclic nor Linear Fixed</w:t>
            </w:r>
          </w:p>
          <w:p w:rsidR="00C0341F" w:rsidRPr="00241E66" w:rsidRDefault="00C0341F">
            <w:pPr>
              <w:pStyle w:val="PL"/>
              <w:rPr>
                <w:noProof w:val="0"/>
              </w:rPr>
            </w:pPr>
            <w:r w:rsidRPr="00241E66">
              <w:rPr>
                <w:noProof w:val="0"/>
              </w:rPr>
              <w:t>1- select EF</w:t>
            </w:r>
            <w:r w:rsidRPr="00241E66">
              <w:rPr>
                <w:noProof w:val="0"/>
                <w:vertAlign w:val="subscript"/>
              </w:rPr>
              <w:t>TNU</w:t>
            </w:r>
            <w:r w:rsidRPr="00241E66">
              <w:rPr>
                <w:noProof w:val="0"/>
              </w:rPr>
              <w:t>, fid=6F02</w:t>
            </w:r>
          </w:p>
          <w:p w:rsidR="00C0341F" w:rsidRPr="00241E66" w:rsidRDefault="00C0341F">
            <w:pPr>
              <w:pStyle w:val="PL"/>
              <w:rPr>
                <w:noProof w:val="0"/>
              </w:rPr>
            </w:pPr>
            <w:r w:rsidRPr="00241E66">
              <w:rPr>
                <w:noProof w:val="0"/>
              </w:rPr>
              <w:t>2- 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p>
          <w:p w:rsidR="00C0341F" w:rsidRPr="00241E66" w:rsidRDefault="00C0341F">
            <w:pPr>
              <w:pStyle w:val="PL"/>
              <w:rPr>
                <w:noProof w:val="0"/>
              </w:rPr>
            </w:pPr>
            <w:r w:rsidRPr="00241E66">
              <w:rPr>
                <w:noProof w:val="0"/>
              </w:rPr>
              <w:t>2 - Shall throw uicc.access.UICCException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C"/>
            </w:pPr>
            <w:r w:rsidRPr="00241E66">
              <w:lastRenderedPageBreak/>
              <w:t>24</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H"/>
            </w:pPr>
            <w:r w:rsidRPr="00241E66">
              <w:t>Access condition not fulfilled</w:t>
            </w:r>
          </w:p>
          <w:p w:rsidR="00C0341F" w:rsidRPr="00241E66" w:rsidRDefault="00C0341F" w:rsidP="008542A8">
            <w:pPr>
              <w:pStyle w:val="PL"/>
              <w:keepNext/>
              <w:keepLines/>
              <w:rPr>
                <w:noProof w:val="0"/>
              </w:rPr>
            </w:pPr>
            <w:r w:rsidRPr="00241E66">
              <w:rPr>
                <w:noProof w:val="0"/>
              </w:rPr>
              <w:t>1- select EF</w:t>
            </w:r>
            <w:r w:rsidRPr="00241E66">
              <w:rPr>
                <w:noProof w:val="0"/>
                <w:vertAlign w:val="subscript"/>
              </w:rPr>
              <w:t>CNR</w:t>
            </w:r>
            <w:r w:rsidRPr="00241E66">
              <w:rPr>
                <w:noProof w:val="0"/>
              </w:rPr>
              <w:t>, fid=6F04</w:t>
            </w:r>
          </w:p>
          <w:p w:rsidR="00C0341F" w:rsidRPr="00241E66" w:rsidRDefault="00C0341F" w:rsidP="008542A8">
            <w:pPr>
              <w:pStyle w:val="PL"/>
              <w:keepNext/>
              <w:keepLines/>
              <w:rPr>
                <w:noProof w:val="0"/>
              </w:rPr>
            </w:pPr>
            <w:r w:rsidRPr="00241E66">
              <w:rPr>
                <w:noProof w:val="0"/>
              </w:rPr>
              <w:t>2 - respLength = 3</w:t>
            </w:r>
          </w:p>
          <w:p w:rsidR="00C0341F" w:rsidRPr="00241E66" w:rsidRDefault="00C0341F" w:rsidP="008542A8">
            <w:pPr>
              <w:pStyle w:val="PL"/>
              <w:keepNext/>
              <w:keepLines/>
              <w:rPr>
                <w:rFonts w:ascii="Arial" w:hAnsi="Arial" w:cs="Arial"/>
                <w:noProof w:val="0"/>
                <w:sz w:val="18"/>
                <w:szCs w:val="18"/>
              </w:rPr>
            </w:pPr>
            <w:r w:rsidRPr="00241E66">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PL"/>
              <w:keepNext/>
              <w:keepLines/>
              <w:rPr>
                <w:noProof w:val="0"/>
              </w:rPr>
            </w:pPr>
          </w:p>
          <w:p w:rsidR="00C0341F" w:rsidRPr="00241E66" w:rsidRDefault="00C0341F" w:rsidP="008542A8">
            <w:pPr>
              <w:pStyle w:val="PL"/>
              <w:keepNext/>
              <w:keepLines/>
              <w:rPr>
                <w:noProof w:val="0"/>
              </w:rPr>
            </w:pPr>
            <w:r w:rsidRPr="00241E66">
              <w:rPr>
                <w:noProof w:val="0"/>
              </w:rPr>
              <w:t>2 - Shall throw uicc.access.UICCException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8542A8">
            <w:pPr>
              <w:pStyle w:val="TAL"/>
            </w:pPr>
          </w:p>
        </w:tc>
      </w:tr>
      <w:tr w:rsidR="00C0341F" w:rsidRPr="00241E66">
        <w:trPr>
          <w:jc w:val="center"/>
        </w:trPr>
        <w:tc>
          <w:tcPr>
            <w:tcW w:w="3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25</w:t>
            </w:r>
          </w:p>
        </w:tc>
        <w:tc>
          <w:tcPr>
            <w:tcW w:w="389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deactivated</w:t>
            </w:r>
          </w:p>
          <w:p w:rsidR="00C0341F" w:rsidRPr="00241E66" w:rsidRDefault="00C0341F">
            <w:pPr>
              <w:pStyle w:val="PL"/>
              <w:rPr>
                <w:noProof w:val="0"/>
              </w:rPr>
            </w:pPr>
            <w:r w:rsidRPr="00241E66">
              <w:rPr>
                <w:noProof w:val="0"/>
              </w:rPr>
              <w:t>1 - select EF</w:t>
            </w:r>
            <w:r w:rsidRPr="00241E66">
              <w:rPr>
                <w:noProof w:val="0"/>
                <w:vertAlign w:val="subscript"/>
              </w:rPr>
              <w:t>CNU</w:t>
            </w:r>
            <w:r w:rsidRPr="00241E66">
              <w:rPr>
                <w:noProof w:val="0"/>
              </w:rPr>
              <w:t>, fid=6F05</w:t>
            </w:r>
          </w:p>
          <w:p w:rsidR="00C0341F" w:rsidRPr="00241E66" w:rsidRDefault="00C0341F">
            <w:pPr>
              <w:pStyle w:val="PL"/>
              <w:rPr>
                <w:noProof w:val="0"/>
              </w:rPr>
            </w:pPr>
            <w:r w:rsidRPr="00241E66">
              <w:rPr>
                <w:noProof w:val="0"/>
              </w:rPr>
              <w:t>deactivateFile()</w:t>
            </w:r>
          </w:p>
          <w:p w:rsidR="00C0341F" w:rsidRPr="00241E66" w:rsidRDefault="00C0341F">
            <w:pPr>
              <w:pStyle w:val="PL"/>
              <w:rPr>
                <w:noProof w:val="0"/>
              </w:rPr>
            </w:pPr>
            <w:r w:rsidRPr="00241E66">
              <w:rPr>
                <w:noProof w:val="0"/>
              </w:rPr>
              <w:t>2 - readRecord()</w:t>
            </w:r>
          </w:p>
          <w:p w:rsidR="00C0341F" w:rsidRPr="00241E66" w:rsidRDefault="00C0341F">
            <w:pPr>
              <w:pStyle w:val="PL"/>
              <w:rPr>
                <w:rFonts w:ascii="Arial" w:hAnsi="Arial" w:cs="Arial"/>
                <w:noProof w:val="0"/>
                <w:sz w:val="18"/>
                <w:szCs w:val="18"/>
              </w:rPr>
            </w:pPr>
            <w:r w:rsidRPr="00241E66">
              <w:rPr>
                <w:noProof w:val="0"/>
              </w:rPr>
              <w:t xml:space="preserve">3 </w:t>
            </w:r>
            <w:r w:rsidR="008714AD" w:rsidRPr="00241E66">
              <w:rPr>
                <w:noProof w:val="0"/>
              </w:rPr>
              <w:t>-</w:t>
            </w:r>
            <w:r w:rsidRPr="00241E66">
              <w:rPr>
                <w:noProof w:val="0"/>
              </w:rPr>
              <w:t xml:space="preserve"> activateFile</w:t>
            </w:r>
          </w:p>
        </w:tc>
        <w:tc>
          <w:tcPr>
            <w:tcW w:w="31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p>
          <w:p w:rsidR="00C0341F" w:rsidRPr="00241E66" w:rsidRDefault="00C0341F">
            <w:pPr>
              <w:pStyle w:val="PL"/>
              <w:rPr>
                <w:noProof w:val="0"/>
              </w:rPr>
            </w:pPr>
            <w:r w:rsidRPr="00241E66">
              <w:rPr>
                <w:noProof w:val="0"/>
              </w:rPr>
              <w:t>2 - Shall throw uicc.access.UICC Exception with reason code REF_DATA_INVALIDATED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rsidP="0033337F"/>
    <w:p w:rsidR="00C0341F" w:rsidRPr="00241E66" w:rsidRDefault="00C0341F">
      <w:pPr>
        <w:pStyle w:val="Heading4"/>
      </w:pPr>
      <w:r w:rsidRPr="00241E66">
        <w:t>5.3.1.11</w:t>
      </w:r>
      <w:r w:rsidRPr="00241E66">
        <w:tab/>
        <w:t>Method updateRecord</w:t>
      </w:r>
    </w:p>
    <w:p w:rsidR="00C0341F" w:rsidRPr="00241E66" w:rsidRDefault="00C0341F">
      <w:r w:rsidRPr="00241E66">
        <w:t>Test Area Reference: Api_4_Afv_Updr</w:t>
      </w:r>
      <w:r w:rsidR="0033337F" w:rsidRPr="00241E66">
        <w:t>.</w:t>
      </w:r>
    </w:p>
    <w:p w:rsidR="00C0341F" w:rsidRPr="00241E66" w:rsidRDefault="00C0341F" w:rsidP="00BD73B1">
      <w:pPr>
        <w:pStyle w:val="Heading5"/>
      </w:pPr>
      <w:r w:rsidRPr="00241E66">
        <w:t>5.3.1.11.1</w:t>
      </w:r>
      <w:r w:rsidRPr="00241E66">
        <w:tab/>
        <w:t>Conformance requirement</w:t>
      </w:r>
    </w:p>
    <w:p w:rsidR="00C0341F" w:rsidRPr="00241E66" w:rsidRDefault="00C0341F">
      <w:pPr>
        <w:pStyle w:val="List"/>
        <w:ind w:left="0" w:firstLine="0"/>
      </w:pPr>
      <w:r w:rsidRPr="00241E66">
        <w:t>The method with following header shall be compliant to its definition in the API.</w:t>
      </w:r>
    </w:p>
    <w:p w:rsidR="00C0341F" w:rsidRPr="00241E66" w:rsidRDefault="00C0341F">
      <w:pPr>
        <w:pStyle w:val="PL"/>
        <w:rPr>
          <w:noProof w:val="0"/>
        </w:rPr>
      </w:pPr>
      <w:r w:rsidRPr="00241E66">
        <w:rPr>
          <w:noProof w:val="0"/>
        </w:rPr>
        <w:t>public void updateRecord(short recNumber,</w:t>
      </w:r>
    </w:p>
    <w:p w:rsidR="00C0341F" w:rsidRPr="00241E66" w:rsidRDefault="00C0341F">
      <w:pPr>
        <w:pStyle w:val="PL"/>
        <w:rPr>
          <w:noProof w:val="0"/>
        </w:rPr>
      </w:pPr>
      <w:r w:rsidRPr="00241E66">
        <w:rPr>
          <w:noProof w:val="0"/>
        </w:rPr>
        <w:t xml:space="preserve">                         byte mode,</w:t>
      </w:r>
    </w:p>
    <w:p w:rsidR="00C0341F" w:rsidRPr="00241E66" w:rsidRDefault="00C0341F">
      <w:pPr>
        <w:pStyle w:val="PL"/>
        <w:rPr>
          <w:noProof w:val="0"/>
        </w:rPr>
      </w:pPr>
      <w:r w:rsidRPr="00241E66">
        <w:rPr>
          <w:noProof w:val="0"/>
        </w:rPr>
        <w:t xml:space="preserve">                         short recOffset,</w:t>
      </w:r>
    </w:p>
    <w:p w:rsidR="00C0341F" w:rsidRPr="00241E66" w:rsidRDefault="00C0341F">
      <w:pPr>
        <w:pStyle w:val="PL"/>
        <w:rPr>
          <w:noProof w:val="0"/>
        </w:rPr>
      </w:pPr>
      <w:r w:rsidRPr="00241E66">
        <w:rPr>
          <w:noProof w:val="0"/>
        </w:rPr>
        <w:t xml:space="preserve">                         byte[] data,</w:t>
      </w:r>
    </w:p>
    <w:p w:rsidR="00C0341F" w:rsidRPr="00241E66" w:rsidRDefault="00C0341F">
      <w:pPr>
        <w:pStyle w:val="PL"/>
        <w:rPr>
          <w:noProof w:val="0"/>
        </w:rPr>
      </w:pPr>
      <w:r w:rsidRPr="00241E66">
        <w:rPr>
          <w:noProof w:val="0"/>
        </w:rPr>
        <w:t xml:space="preserve">                         short dataOffset,</w:t>
      </w:r>
    </w:p>
    <w:p w:rsidR="00C0341F" w:rsidRPr="00241E66" w:rsidRDefault="00C0341F">
      <w:pPr>
        <w:pStyle w:val="PL"/>
        <w:rPr>
          <w:noProof w:val="0"/>
        </w:rPr>
      </w:pPr>
      <w:r w:rsidRPr="00241E66">
        <w:rPr>
          <w:noProof w:val="0"/>
        </w:rPr>
        <w:t xml:space="preserve">                         short dataLength)</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BD73B1" w:rsidRPr="00241E66" w:rsidRDefault="00BD73B1">
      <w:pPr>
        <w:pStyle w:val="PL"/>
        <w:rPr>
          <w:noProof w:val="0"/>
        </w:rPr>
      </w:pPr>
    </w:p>
    <w:p w:rsidR="00C0341F" w:rsidRPr="00241E66" w:rsidRDefault="00C0341F" w:rsidP="00BD73B1">
      <w:pPr>
        <w:pStyle w:val="H6"/>
      </w:pPr>
      <w:r w:rsidRPr="00241E66">
        <w:t>5.3.1.11.1.1</w:t>
      </w:r>
      <w:r w:rsidRPr="00241E66">
        <w:tab/>
        <w:t>Normal execution</w:t>
      </w:r>
    </w:p>
    <w:p w:rsidR="00C0341F" w:rsidRPr="00241E66" w:rsidRDefault="00C0341F" w:rsidP="00BD73B1">
      <w:pPr>
        <w:pStyle w:val="B1"/>
        <w:keepNext/>
        <w:keepLines/>
      </w:pPr>
      <w:r w:rsidRPr="00241E66">
        <w:t xml:space="preserve">CRRN1: </w:t>
      </w:r>
      <w:r w:rsidRPr="00241E66">
        <w:rPr>
          <w:rStyle w:val="ListBulletChar1Char"/>
        </w:rPr>
        <w:t>Reads a record or a part of record of the current linear fixed or cyclic EF into byte array data[].</w:t>
      </w:r>
    </w:p>
    <w:p w:rsidR="00C0341F" w:rsidRPr="00241E66" w:rsidRDefault="00C0341F" w:rsidP="00BD73B1">
      <w:pPr>
        <w:pStyle w:val="B1"/>
        <w:keepNext/>
        <w:keepLines/>
      </w:pPr>
      <w:r w:rsidRPr="00241E66">
        <w:t>CRRN2: If the access mode is REC_ACC_MODE_ CURRENT the current selected record will be updated. The current recor</w:t>
      </w:r>
      <w:r w:rsidR="00BD73B1" w:rsidRPr="00241E66">
        <w:t>d pointer shall not be changed.</w:t>
      </w:r>
    </w:p>
    <w:p w:rsidR="00C0341F" w:rsidRPr="00241E66" w:rsidRDefault="00C0341F" w:rsidP="00BD73B1">
      <w:pPr>
        <w:pStyle w:val="B1"/>
        <w:keepNext/>
        <w:keepLines/>
      </w:pPr>
      <w:r w:rsidRPr="00241E66">
        <w:t>CRRN3:If the access mode is REC_ACC_MODE_ABSOLUTE  and the file is linear fixed EF, the record addresss by recNumber will be updated. The current record pointer shall not be changed.</w:t>
      </w:r>
    </w:p>
    <w:p w:rsidR="00C0341F" w:rsidRPr="00241E66" w:rsidRDefault="00C0341F">
      <w:pPr>
        <w:pStyle w:val="B1"/>
      </w:pPr>
      <w:r w:rsidRPr="00241E66">
        <w:t>CRRN4: If the access mode is REC_ACC_MODE_NEXT and the file is a linear fixed EF the next record relative to the current selected record will be selected and updated. The record pointer shall be updated.</w:t>
      </w:r>
    </w:p>
    <w:p w:rsidR="00C0341F" w:rsidRPr="00241E66" w:rsidRDefault="00C0341F">
      <w:pPr>
        <w:pStyle w:val="B1"/>
      </w:pPr>
      <w:r w:rsidRPr="00241E66">
        <w:t>CRRN5: If the access mode is REC_ACC_MODE_NEXT and the record pointer has not been previously set within the selected EF, the record pointer shall be set to the first record and this record should be updated.</w:t>
      </w:r>
    </w:p>
    <w:p w:rsidR="00C0341F" w:rsidRPr="00241E66" w:rsidRDefault="00C0341F">
      <w:pPr>
        <w:pStyle w:val="B1"/>
      </w:pPr>
      <w:r w:rsidRPr="00241E66">
        <w:t>CRRN6: If the access mode is REC_ACC_MODE_PREVIOUS the previous record relative to the current selected record will be selected and updated. The record pointer shall be updated.</w:t>
      </w:r>
    </w:p>
    <w:p w:rsidR="00C0341F" w:rsidRPr="00241E66" w:rsidRDefault="00C0341F">
      <w:pPr>
        <w:pStyle w:val="B1"/>
      </w:pPr>
      <w:r w:rsidRPr="00241E66">
        <w:t>CRRN7: If the access mode is REC_ACC_MODE_PREVIOUS and the record pointer has not been previously set within the selected EF, then the record pointer should be set to the last record in this EF. This record should be updated.</w:t>
      </w:r>
    </w:p>
    <w:p w:rsidR="00C0341F" w:rsidRPr="00241E66" w:rsidRDefault="00C0341F">
      <w:pPr>
        <w:pStyle w:val="B1"/>
      </w:pPr>
      <w:r w:rsidRPr="00241E66">
        <w:t>CRRN8: If the access mode is REC_ACC_MODE_PREVIOUS, the file is a cyclic EF, the oldest record will be updated independent of the current record pointer and this record becomes record number 1 and the current record.</w:t>
      </w:r>
    </w:p>
    <w:p w:rsidR="00C0341F" w:rsidRPr="00241E66" w:rsidRDefault="00BD73B1" w:rsidP="008542A8">
      <w:pPr>
        <w:pStyle w:val="H6"/>
      </w:pPr>
      <w:r w:rsidRPr="00241E66">
        <w:lastRenderedPageBreak/>
        <w:t>5.3.1.11.1.2</w:t>
      </w:r>
      <w:r w:rsidR="00C0341F" w:rsidRPr="00241E66">
        <w:tab/>
        <w:t>Parameter errors</w:t>
      </w:r>
    </w:p>
    <w:p w:rsidR="00C0341F" w:rsidRPr="00241E66" w:rsidRDefault="00C0341F" w:rsidP="008542A8">
      <w:pPr>
        <w:pStyle w:val="B1"/>
        <w:keepNext/>
        <w:keepLines/>
      </w:pPr>
      <w:r w:rsidRPr="00241E66">
        <w:t>CRRP1: If the currently selected EF is linear fixed and the access mode is REC_ACC_MODE_ABSOLUTE and recNumber is less than 0 or greater than records available, an instance of UICCException shall be thrown. The reason code shall be UICCException.RECORD_NOT_FOUND.</w:t>
      </w:r>
    </w:p>
    <w:p w:rsidR="00C0341F" w:rsidRPr="00241E66" w:rsidRDefault="00C0341F" w:rsidP="008542A8">
      <w:pPr>
        <w:pStyle w:val="B1"/>
        <w:keepNext/>
        <w:keepLines/>
      </w:pPr>
      <w:r w:rsidRPr="00241E66">
        <w:t>CRRP2: If the currently selected EF is linear fixed and the access mode is REC_ACC_MODE _CURRENT, recNumber is 0 and there is no current record selected, an instance of UICCException shall be thrown. The reason code shall be UICCException. RECORD_NOT_FOUND.</w:t>
      </w:r>
    </w:p>
    <w:p w:rsidR="00C0341F" w:rsidRPr="00241E66" w:rsidRDefault="00C0341F">
      <w:pPr>
        <w:pStyle w:val="B1"/>
      </w:pPr>
      <w:r w:rsidRPr="00241E66">
        <w:t>CRRP3: If the currently selected EF is linear fixed and the access mode is REC_ACC_MODE_NEXT and the current record pointer is set to the last record, an instance of UICCException shall be thrown. The reason code shall be UICCException. RECORD_NOT_FOUND.</w:t>
      </w:r>
    </w:p>
    <w:p w:rsidR="00C0341F" w:rsidRPr="00241E66" w:rsidRDefault="00C0341F">
      <w:pPr>
        <w:pStyle w:val="B1"/>
      </w:pPr>
      <w:r w:rsidRPr="00241E66">
        <w:t>CRRP4: If the currently selected EF is linear fixed and the access mode is REC_ACC_MODE_PREVIOUS and the current record pointer is set to the first record; an instance of UICCException shall be thrown. The reason code shall be UICCException. RECORD_NOT_FOUND.</w:t>
      </w:r>
    </w:p>
    <w:p w:rsidR="00C0341F" w:rsidRPr="00241E66" w:rsidRDefault="00C0341F">
      <w:pPr>
        <w:pStyle w:val="B1"/>
      </w:pPr>
      <w:r w:rsidRPr="00241E66">
        <w:t>CRRP5: If the specified offset into the selected record recOffset is less than 0, an instance of UICCException shall be thrown. The reason code shall be UICCException.OUT_OF_RECORD_BOUNDARIES.</w:t>
      </w:r>
    </w:p>
    <w:p w:rsidR="00C0341F" w:rsidRPr="00241E66" w:rsidRDefault="00C0341F">
      <w:pPr>
        <w:pStyle w:val="B1"/>
      </w:pPr>
      <w:r w:rsidRPr="00241E66">
        <w:t>CRRP6: If recOffset plus dataLength is greater than the record length, an instance of UICCException shall be thrown. The reason code shall be UICCException.OUT_OF_RECORD_BOUNDARIES.</w:t>
      </w:r>
    </w:p>
    <w:p w:rsidR="00C0341F" w:rsidRPr="00241E66" w:rsidRDefault="00C0341F">
      <w:pPr>
        <w:pStyle w:val="B1"/>
      </w:pPr>
      <w:r w:rsidRPr="00241E66">
        <w:t>CRRP7: If the access mode is not between 2 and 4 inclusive (2 = REC_ACC_MODE_NEXT, etc.), an instance of UICCException shall be thrown. The reason code shall be UICCException.INVALID_MODE.</w:t>
      </w:r>
    </w:p>
    <w:p w:rsidR="00C0341F" w:rsidRPr="00241E66" w:rsidRDefault="00C0341F">
      <w:pPr>
        <w:pStyle w:val="B1"/>
      </w:pPr>
      <w:r w:rsidRPr="00241E66">
        <w:t>CRRP8: If the currently selected EF is cyclic and the mode of record access mode is not REC_ACC_MODE_PREVIOUS, an instance of UICCException shall be thrown. The reason code shall be UICCException.INVALID_MODE.</w:t>
      </w:r>
    </w:p>
    <w:p w:rsidR="00C0341F" w:rsidRPr="00241E66" w:rsidRDefault="00C0341F">
      <w:pPr>
        <w:pStyle w:val="B1"/>
      </w:pPr>
      <w:r w:rsidRPr="00241E66">
        <w:t>CRRP9: If the array data is null, an instance of NullPointerException shall be thrown.</w:t>
      </w:r>
    </w:p>
    <w:p w:rsidR="00C0341F" w:rsidRPr="00241E66" w:rsidRDefault="00C0341F">
      <w:pPr>
        <w:pStyle w:val="B1"/>
      </w:pPr>
      <w:r w:rsidRPr="00241E66">
        <w:t>CRRP10: If dataOffset is less than 0, an instance of ArrayIndexOutOfBoundsException shall be thrown.</w:t>
      </w:r>
    </w:p>
    <w:p w:rsidR="00C0341F" w:rsidRPr="00241E66" w:rsidRDefault="00C0341F">
      <w:pPr>
        <w:pStyle w:val="B1"/>
      </w:pPr>
      <w:r w:rsidRPr="00241E66">
        <w:t>CRRP11: If dataLength is less than 0, an instance of ArrayIndexOutOfBoundsException shall be thrown.</w:t>
      </w:r>
    </w:p>
    <w:p w:rsidR="00C0341F" w:rsidRPr="00241E66" w:rsidRDefault="00C0341F">
      <w:pPr>
        <w:pStyle w:val="B1"/>
      </w:pPr>
      <w:r w:rsidRPr="00241E66">
        <w:t>CRRP12: If dataOffset plus dataLength, is greater than the length of the array data.length, or dataOffset equals data.length, an instance of ArrayIndexOutOfBoundsException shall be thrown.</w:t>
      </w:r>
    </w:p>
    <w:p w:rsidR="00C0341F" w:rsidRPr="00241E66" w:rsidRDefault="00BD73B1" w:rsidP="00BD73B1">
      <w:pPr>
        <w:pStyle w:val="H6"/>
      </w:pPr>
      <w:r w:rsidRPr="00241E66">
        <w:t>5.3.1.11.1.3</w:t>
      </w:r>
      <w:r w:rsidR="00C0341F" w:rsidRPr="00241E66">
        <w:tab/>
        <w:t>Context errors</w:t>
      </w:r>
    </w:p>
    <w:p w:rsidR="00C0341F" w:rsidRPr="00241E66" w:rsidRDefault="00C0341F" w:rsidP="00BD73B1">
      <w:pPr>
        <w:pStyle w:val="B1"/>
        <w:keepNext/>
        <w:keepLines/>
      </w:pPr>
      <w:r w:rsidRPr="00241E66">
        <w:t>CRRC1: If the calling applet has currently no EF selected, an instance of UICCException shall be thrown. The reason code shall be UICCException.NO_EF_SELECTED.</w:t>
      </w:r>
    </w:p>
    <w:p w:rsidR="00C0341F" w:rsidRPr="00241E66" w:rsidRDefault="00C0341F" w:rsidP="00BD73B1">
      <w:pPr>
        <w:pStyle w:val="B1"/>
        <w:keepNext/>
        <w:keepLines/>
      </w:pPr>
      <w:r w:rsidRPr="00241E66">
        <w:t>CRRC2: If the currently selected EF is neither linear fixed nor cyclic, an instance of UICCException shall be thrown. The reason code shall be UICCException.COMMAND_INCOMPATIBLE.</w:t>
      </w:r>
    </w:p>
    <w:p w:rsidR="00C0341F" w:rsidRPr="00241E66" w:rsidRDefault="00C0341F">
      <w:pPr>
        <w:pStyle w:val="B1"/>
      </w:pPr>
      <w:r w:rsidRPr="00241E66">
        <w:t>CRRC3: If the calling applet does not fulfil the access condition, UPDATE, to perform this function, an instance of UICCException shall be thrown. The reason code shall be UICCException.</w:t>
      </w:r>
      <w:r w:rsidRPr="00241E66">
        <w:rPr>
          <w:rFonts w:ascii="Courier New" w:hAnsi="Courier New" w:cs="Courier New"/>
        </w:rPr>
        <w:t xml:space="preserve"> </w:t>
      </w:r>
      <w:r w:rsidRPr="00241E66">
        <w:t>SECURITY_STATUS_NOT_SATISFIED.</w:t>
      </w:r>
    </w:p>
    <w:p w:rsidR="00C0341F" w:rsidRPr="00241E66" w:rsidRDefault="00C0341F">
      <w:pPr>
        <w:pStyle w:val="B1"/>
      </w:pPr>
      <w:r w:rsidRPr="00241E66">
        <w:t>CRRC4: If the currently selected EF is deactivated and the file status of the EF does not allow for updating an deactivated file, an instance of UICCException shall be thrown. The reason code shall be UICCException. REF_DATA_INVALIDATED.</w:t>
      </w:r>
    </w:p>
    <w:p w:rsidR="00C0341F" w:rsidRPr="00241E66" w:rsidRDefault="00C0341F">
      <w:pPr>
        <w:pStyle w:val="B1"/>
      </w:pPr>
      <w:r w:rsidRPr="00241E66">
        <w:t>CRRC5: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CRRC6: If the method call causes an error to occur that is not expected and thus not handled, an instance of UICCException shall be thrown. The reason code shall be UICCException.INTERNAL_ERROR.</w:t>
      </w:r>
    </w:p>
    <w:p w:rsidR="00C0341F" w:rsidRPr="00241E66" w:rsidRDefault="00C0341F" w:rsidP="00BD73B1">
      <w:pPr>
        <w:pStyle w:val="Heading5"/>
      </w:pPr>
      <w:r w:rsidRPr="00241E66">
        <w:lastRenderedPageBreak/>
        <w:t>5.3.1.11.2</w:t>
      </w:r>
      <w:r w:rsidRPr="00241E66">
        <w:tab/>
        <w:t>Test area files</w:t>
      </w:r>
    </w:p>
    <w:p w:rsidR="00C0341F" w:rsidRPr="00241E66" w:rsidRDefault="00C0341F" w:rsidP="00BD73B1">
      <w:pPr>
        <w:pStyle w:val="EX"/>
      </w:pPr>
      <w:r w:rsidRPr="00241E66">
        <w:t>Test Source:</w:t>
      </w:r>
      <w:r w:rsidRPr="00241E66">
        <w:tab/>
        <w:t>Test_Api_4_Afv_Updr.java</w:t>
      </w:r>
      <w:r w:rsidR="00BD73B1" w:rsidRPr="00241E66">
        <w:t>.</w:t>
      </w:r>
    </w:p>
    <w:p w:rsidR="00C0341F" w:rsidRPr="00241E66" w:rsidRDefault="00C0341F" w:rsidP="00BD73B1">
      <w:pPr>
        <w:pStyle w:val="EX"/>
      </w:pPr>
      <w:r w:rsidRPr="00241E66">
        <w:t>Test Applet:</w:t>
      </w:r>
      <w:r w:rsidRPr="00241E66">
        <w:tab/>
        <w:t>Api_4_Afv_ Updr_1.java</w:t>
      </w:r>
      <w:r w:rsidR="00BD73B1" w:rsidRPr="00241E66">
        <w:t>.</w:t>
      </w:r>
    </w:p>
    <w:p w:rsidR="00C0341F" w:rsidRPr="00241E66" w:rsidRDefault="00C0341F" w:rsidP="00BD73B1">
      <w:pPr>
        <w:pStyle w:val="EX"/>
      </w:pPr>
      <w:r w:rsidRPr="00241E66">
        <w:t>Cap File:</w:t>
      </w:r>
      <w:r w:rsidRPr="00241E66">
        <w:tab/>
      </w:r>
      <w:r w:rsidR="008542A8" w:rsidRPr="00241E66">
        <w:t>A</w:t>
      </w:r>
      <w:r w:rsidRPr="00241E66">
        <w:t>pi_4_Afv_updr.cap</w:t>
      </w:r>
      <w:r w:rsidR="00BD73B1" w:rsidRPr="00241E66">
        <w:t>.</w:t>
      </w:r>
    </w:p>
    <w:p w:rsidR="00C0341F" w:rsidRPr="00241E66" w:rsidRDefault="00C0341F" w:rsidP="00BD73B1">
      <w:pPr>
        <w:pStyle w:val="Heading5"/>
      </w:pPr>
      <w:r w:rsidRPr="00241E66">
        <w:t>5.3.1.11.3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2806"/>
      </w:tblGrid>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2, 3, 4, 5, 7, 8, 10</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7, 8, 9, 10</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N7</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N8</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P7</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P8</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P9</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P10</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P11</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P12</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280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rsidP="00BD73B1"/>
    <w:p w:rsidR="00C0341F" w:rsidRPr="00241E66" w:rsidRDefault="00C0341F" w:rsidP="003C2A6F">
      <w:pPr>
        <w:pStyle w:val="Heading5"/>
      </w:pPr>
      <w:r w:rsidRPr="00241E66">
        <w:lastRenderedPageBreak/>
        <w:t>5.3.1.11.4</w:t>
      </w:r>
      <w:r w:rsidRPr="00241E66">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
        <w:gridCol w:w="3828"/>
        <w:gridCol w:w="3260"/>
        <w:gridCol w:w="2055"/>
      </w:tblGrid>
      <w:tr w:rsidR="00C0341F" w:rsidRPr="00241E66" w:rsidTr="003C2A6F">
        <w:trPr>
          <w:tblHeade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Description</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API Expectation</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APDU Expectation</w:t>
            </w:r>
          </w:p>
        </w:tc>
      </w:tr>
      <w:tr w:rsidR="00C0341F" w:rsidRPr="00241E66">
        <w:trPr>
          <w:trHeight w:val="317"/>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Get the UICC AdminFileView</w:t>
            </w:r>
          </w:p>
          <w:p w:rsidR="00C0341F" w:rsidRPr="00241E66" w:rsidRDefault="00C0341F" w:rsidP="003C2A6F">
            <w:pPr>
              <w:pStyle w:val="PL"/>
              <w:keepNext/>
              <w:rPr>
                <w:noProof w:val="0"/>
              </w:rPr>
            </w:pPr>
            <w:r w:rsidRPr="00241E66">
              <w:rPr>
                <w:noProof w:val="0"/>
              </w:rPr>
              <w:t>AdminFileViewBuilder.getTheUICCAdminFileView (CLEAR_ON_RESET)</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pP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trHeight w:val="299"/>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No EF selected</w:t>
            </w:r>
          </w:p>
          <w:p w:rsidR="00C0341F" w:rsidRPr="00241E66" w:rsidRDefault="00C0341F" w:rsidP="003C2A6F">
            <w:pPr>
              <w:pStyle w:val="PL"/>
              <w:keepNext/>
              <w:rPr>
                <w:noProof w:val="0"/>
              </w:rPr>
            </w:pPr>
            <w:r w:rsidRPr="00241E66">
              <w:rPr>
                <w:noProof w:val="0"/>
              </w:rPr>
              <w:t>RecNumber = 1</w:t>
            </w:r>
          </w:p>
          <w:p w:rsidR="00C0341F" w:rsidRPr="00241E66" w:rsidRDefault="00C0341F" w:rsidP="003C2A6F">
            <w:pPr>
              <w:pStyle w:val="PL"/>
              <w:keepNext/>
              <w:rPr>
                <w:noProof w:val="0"/>
              </w:rPr>
            </w:pPr>
            <w:r w:rsidRPr="00241E66">
              <w:rPr>
                <w:noProof w:val="0"/>
              </w:rPr>
              <w:t>mode = REC_ACC_MODE_ABSOLUTE</w:t>
            </w:r>
          </w:p>
          <w:p w:rsidR="00C0341F" w:rsidRPr="00241E66" w:rsidRDefault="00C0341F" w:rsidP="003C2A6F">
            <w:pPr>
              <w:pStyle w:val="PL"/>
              <w:keepNext/>
              <w:rPr>
                <w:noProof w:val="0"/>
              </w:rPr>
            </w:pPr>
            <w:r w:rsidRPr="00241E66">
              <w:rPr>
                <w:noProof w:val="0"/>
              </w:rPr>
              <w:t>recOffset = 0</w:t>
            </w:r>
          </w:p>
          <w:p w:rsidR="00C0341F" w:rsidRPr="00241E66" w:rsidRDefault="00C0341F" w:rsidP="003C2A6F">
            <w:pPr>
              <w:pStyle w:val="PL"/>
              <w:keepNext/>
              <w:rPr>
                <w:noProof w:val="0"/>
              </w:rPr>
            </w:pPr>
            <w:r w:rsidRPr="00241E66">
              <w:rPr>
                <w:noProof w:val="0"/>
              </w:rPr>
              <w:t>byte[] data = new byte[20]</w:t>
            </w:r>
          </w:p>
          <w:p w:rsidR="00C0341F" w:rsidRPr="00241E66" w:rsidRDefault="00C0341F" w:rsidP="003C2A6F">
            <w:pPr>
              <w:pStyle w:val="PL"/>
              <w:keepNext/>
              <w:rPr>
                <w:noProof w:val="0"/>
              </w:rPr>
            </w:pPr>
            <w:r w:rsidRPr="00241E66">
              <w:rPr>
                <w:noProof w:val="0"/>
              </w:rPr>
              <w:t>dataOffset = 0</w:t>
            </w:r>
          </w:p>
          <w:p w:rsidR="00C0341F" w:rsidRPr="00241E66" w:rsidRDefault="00C0341F" w:rsidP="003C2A6F">
            <w:pPr>
              <w:pStyle w:val="PL"/>
              <w:keepNext/>
              <w:rPr>
                <w:noProof w:val="0"/>
              </w:rPr>
            </w:pPr>
            <w:r w:rsidRPr="00241E66">
              <w:rPr>
                <w:noProof w:val="0"/>
              </w:rPr>
              <w:t>dataLength = 10</w:t>
            </w:r>
          </w:p>
          <w:p w:rsidR="00C0341F" w:rsidRPr="00241E66" w:rsidRDefault="00C0341F" w:rsidP="003C2A6F">
            <w:pPr>
              <w:pStyle w:val="PL"/>
              <w:keepNext/>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pPr>
          </w:p>
          <w:p w:rsidR="00C0341F" w:rsidRPr="00241E66" w:rsidRDefault="00C0341F" w:rsidP="003C2A6F">
            <w:pPr>
              <w:pStyle w:val="TAL"/>
            </w:pPr>
            <w:r w:rsidRPr="00241E66">
              <w:t>Shall throw uicc.access.UICC Exception with reason code NO_EF_SELECTED.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Update Absolute from Linear Fixed EF</w:t>
            </w:r>
          </w:p>
          <w:p w:rsidR="00C0341F" w:rsidRPr="00241E66" w:rsidRDefault="00C0341F" w:rsidP="003C2A6F">
            <w:pPr>
              <w:pStyle w:val="PL"/>
              <w:keepNext/>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rsidP="003C2A6F">
            <w:pPr>
              <w:pStyle w:val="PL"/>
              <w:keepNext/>
              <w:rPr>
                <w:noProof w:val="0"/>
              </w:rPr>
            </w:pPr>
            <w:r w:rsidRPr="00241E66">
              <w:rPr>
                <w:noProof w:val="0"/>
              </w:rPr>
              <w:t>2- select EF</w:t>
            </w:r>
            <w:r w:rsidRPr="00241E66">
              <w:rPr>
                <w:noProof w:val="0"/>
                <w:vertAlign w:val="subscript"/>
              </w:rPr>
              <w:t>LARU</w:t>
            </w:r>
            <w:r w:rsidRPr="00241E66">
              <w:rPr>
                <w:noProof w:val="0"/>
              </w:rPr>
              <w:t>, fid = 6F0C</w:t>
            </w:r>
          </w:p>
          <w:p w:rsidR="00C0341F" w:rsidRPr="00241E66" w:rsidRDefault="00C0341F" w:rsidP="003C2A6F">
            <w:pPr>
              <w:pStyle w:val="PL"/>
              <w:keepNext/>
              <w:rPr>
                <w:noProof w:val="0"/>
              </w:rPr>
            </w:pPr>
            <w:r w:rsidRPr="00241E66">
              <w:rPr>
                <w:noProof w:val="0"/>
              </w:rPr>
              <w:t>// Record pointer not set.</w:t>
            </w:r>
          </w:p>
          <w:p w:rsidR="00C0341F" w:rsidRPr="00241E66" w:rsidRDefault="00C0341F" w:rsidP="003C2A6F">
            <w:pPr>
              <w:pStyle w:val="PL"/>
              <w:keepNext/>
              <w:rPr>
                <w:noProof w:val="0"/>
              </w:rPr>
            </w:pPr>
            <w:r w:rsidRPr="00241E66">
              <w:rPr>
                <w:noProof w:val="0"/>
              </w:rPr>
              <w:t>3- recNumber = 2</w:t>
            </w:r>
          </w:p>
          <w:p w:rsidR="00C0341F" w:rsidRPr="00133AF6" w:rsidRDefault="00C0341F" w:rsidP="003C2A6F">
            <w:pPr>
              <w:pStyle w:val="PL"/>
              <w:keepNext/>
              <w:rPr>
                <w:noProof w:val="0"/>
              </w:rPr>
            </w:pPr>
            <w:r w:rsidRPr="00133AF6">
              <w:rPr>
                <w:noProof w:val="0"/>
              </w:rPr>
              <w:t>mode = REC_ACC_MODE_ABSOLUTE</w:t>
            </w:r>
          </w:p>
          <w:p w:rsidR="00C0341F" w:rsidRPr="00133AF6" w:rsidRDefault="00C0341F" w:rsidP="003C2A6F">
            <w:pPr>
              <w:pStyle w:val="PL"/>
              <w:keepNext/>
              <w:rPr>
                <w:noProof w:val="0"/>
              </w:rPr>
            </w:pPr>
            <w:r w:rsidRPr="00133AF6">
              <w:rPr>
                <w:noProof w:val="0"/>
              </w:rPr>
              <w:t>data[0:3] = '11'</w:t>
            </w:r>
          </w:p>
          <w:p w:rsidR="00C0341F" w:rsidRPr="00133AF6" w:rsidRDefault="00C0341F" w:rsidP="003C2A6F">
            <w:pPr>
              <w:pStyle w:val="PL"/>
              <w:keepNext/>
              <w:rPr>
                <w:noProof w:val="0"/>
              </w:rPr>
            </w:pPr>
            <w:r w:rsidRPr="00133AF6">
              <w:rPr>
                <w:noProof w:val="0"/>
              </w:rPr>
              <w:t>recOffset = 0</w:t>
            </w:r>
          </w:p>
          <w:p w:rsidR="00C0341F" w:rsidRPr="00241E66" w:rsidRDefault="00C0341F" w:rsidP="003C2A6F">
            <w:pPr>
              <w:pStyle w:val="PL"/>
              <w:keepNext/>
              <w:rPr>
                <w:noProof w:val="0"/>
              </w:rPr>
            </w:pPr>
            <w:r w:rsidRPr="00241E66">
              <w:rPr>
                <w:noProof w:val="0"/>
              </w:rPr>
              <w:t>dataOffset = 0</w:t>
            </w:r>
          </w:p>
          <w:p w:rsidR="00C0341F" w:rsidRPr="00241E66" w:rsidRDefault="00C0341F" w:rsidP="003C2A6F">
            <w:pPr>
              <w:pStyle w:val="PL"/>
              <w:keepNext/>
              <w:rPr>
                <w:noProof w:val="0"/>
              </w:rPr>
            </w:pPr>
            <w:r w:rsidRPr="00241E66">
              <w:rPr>
                <w:noProof w:val="0"/>
              </w:rPr>
              <w:t>dataLength = 4</w:t>
            </w:r>
          </w:p>
          <w:p w:rsidR="00C0341F" w:rsidRPr="00241E66" w:rsidRDefault="00C0341F" w:rsidP="003C2A6F">
            <w:pPr>
              <w:pStyle w:val="PL"/>
              <w:keepNext/>
              <w:rPr>
                <w:noProof w:val="0"/>
              </w:rPr>
            </w:pPr>
            <w:r w:rsidRPr="00241E66">
              <w:rPr>
                <w:noProof w:val="0"/>
              </w:rPr>
              <w:t>updateRecord()</w:t>
            </w:r>
          </w:p>
          <w:p w:rsidR="00C0341F" w:rsidRPr="00241E66" w:rsidRDefault="00C0341F" w:rsidP="003C2A6F">
            <w:pPr>
              <w:pStyle w:val="PL"/>
              <w:keepNext/>
              <w:rPr>
                <w:noProof w:val="0"/>
              </w:rPr>
            </w:pPr>
            <w:r w:rsidRPr="00241E66">
              <w:rPr>
                <w:noProof w:val="0"/>
              </w:rPr>
              <w:t>respOffset = 0</w:t>
            </w:r>
          </w:p>
          <w:p w:rsidR="00C0341F" w:rsidRPr="00241E66" w:rsidRDefault="00C0341F" w:rsidP="003C2A6F">
            <w:pPr>
              <w:pStyle w:val="PL"/>
              <w:keepNext/>
              <w:rPr>
                <w:noProof w:val="0"/>
              </w:rPr>
            </w:pPr>
            <w:r w:rsidRPr="00241E66">
              <w:rPr>
                <w:noProof w:val="0"/>
              </w:rPr>
              <w:t>respLength = 0</w:t>
            </w:r>
          </w:p>
          <w:p w:rsidR="00C0341F" w:rsidRPr="00241E66" w:rsidRDefault="00C0341F" w:rsidP="003C2A6F">
            <w:pPr>
              <w:pStyle w:val="PL"/>
              <w:keepNext/>
              <w:rPr>
                <w:noProof w:val="0"/>
              </w:rPr>
            </w:pPr>
            <w:r w:rsidRPr="00241E66">
              <w:rPr>
                <w:noProof w:val="0"/>
              </w:rPr>
              <w:t>readRecord()</w:t>
            </w:r>
          </w:p>
          <w:p w:rsidR="00C0341F" w:rsidRPr="00241E66" w:rsidRDefault="00C0341F" w:rsidP="003C2A6F">
            <w:pPr>
              <w:pStyle w:val="PL"/>
              <w:keepNext/>
              <w:rPr>
                <w:noProof w:val="0"/>
              </w:rPr>
            </w:pPr>
            <w:r w:rsidRPr="00241E66">
              <w:rPr>
                <w:noProof w:val="0"/>
              </w:rPr>
              <w:t>4- // verify result</w:t>
            </w:r>
          </w:p>
          <w:p w:rsidR="00C0341F" w:rsidRPr="00241E66" w:rsidRDefault="00C0341F" w:rsidP="003C2A6F">
            <w:pPr>
              <w:pStyle w:val="PL"/>
              <w:keepNext/>
              <w:keepLines/>
              <w:rPr>
                <w:noProof w:val="0"/>
              </w:rPr>
            </w:pPr>
            <w:r w:rsidRPr="00241E66">
              <w:rPr>
                <w:noProof w:val="0"/>
              </w:rPr>
              <w:t>read respOffset = 0</w:t>
            </w:r>
          </w:p>
          <w:p w:rsidR="00C0341F" w:rsidRPr="00241E66" w:rsidRDefault="00C0341F" w:rsidP="003C2A6F">
            <w:pPr>
              <w:pStyle w:val="PL"/>
              <w:keepNext/>
              <w:keepLines/>
              <w:rPr>
                <w:noProof w:val="0"/>
              </w:rPr>
            </w:pPr>
            <w:r w:rsidRPr="00241E66">
              <w:rPr>
                <w:noProof w:val="0"/>
              </w:rPr>
              <w:t>respLength = 4</w:t>
            </w:r>
          </w:p>
          <w:p w:rsidR="00C0341F" w:rsidRPr="00241E66" w:rsidRDefault="00C0341F" w:rsidP="003C2A6F">
            <w:pPr>
              <w:pStyle w:val="PL"/>
              <w:keepNext/>
              <w:keepLines/>
              <w:rPr>
                <w:noProof w:val="0"/>
              </w:rPr>
            </w:pPr>
            <w:r w:rsidRPr="00241E66">
              <w:rPr>
                <w:noProof w:val="0"/>
              </w:rPr>
              <w:t>recNumber = 0</w:t>
            </w:r>
          </w:p>
          <w:p w:rsidR="00C0341F" w:rsidRPr="00241E66" w:rsidRDefault="00C0341F" w:rsidP="003C2A6F">
            <w:pPr>
              <w:pStyle w:val="PL"/>
              <w:keepNext/>
              <w:keepLines/>
              <w:rPr>
                <w:noProof w:val="0"/>
              </w:rPr>
            </w:pPr>
            <w:r w:rsidRPr="00241E66">
              <w:rPr>
                <w:noProof w:val="0"/>
              </w:rPr>
              <w:t>mode = REC_ACC_MODE_CURRENT</w:t>
            </w:r>
          </w:p>
          <w:p w:rsidR="00C0341F" w:rsidRPr="00241E66" w:rsidRDefault="00C0341F" w:rsidP="003C2A6F">
            <w:pPr>
              <w:pStyle w:val="PL"/>
              <w:keepNext/>
              <w:rPr>
                <w:noProof w:val="0"/>
              </w:rPr>
            </w:pPr>
            <w:r w:rsidRPr="00241E66">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1- No exception shall be thrown.</w:t>
            </w:r>
          </w:p>
          <w:p w:rsidR="00C0341F" w:rsidRPr="00241E66" w:rsidRDefault="00C0341F" w:rsidP="003C2A6F">
            <w:pPr>
              <w:pStyle w:val="TAL"/>
            </w:pPr>
            <w:r w:rsidRPr="00241E66">
              <w:t>2- No exception shall be thrown.</w:t>
            </w:r>
          </w:p>
          <w:p w:rsidR="00C0341F" w:rsidRPr="00241E66" w:rsidRDefault="00C0341F" w:rsidP="003C2A6F">
            <w:pPr>
              <w:pStyle w:val="TAL"/>
            </w:pPr>
          </w:p>
          <w:p w:rsidR="00C0341F" w:rsidRPr="00241E66" w:rsidRDefault="00C0341F" w:rsidP="003C2A6F">
            <w:pPr>
              <w:pStyle w:val="TAL"/>
            </w:pPr>
            <w:r w:rsidRPr="00241E66">
              <w:t>3- No exception shall be thrown.</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4- Resp shall be: 11 11 11 11</w:t>
            </w:r>
          </w:p>
          <w:p w:rsidR="00C0341F" w:rsidRPr="00241E66" w:rsidRDefault="00C0341F" w:rsidP="003C2A6F">
            <w:pPr>
              <w:pStyle w:val="TAL"/>
            </w:pP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rPr>
                <w:rFonts w:ascii="Times New Roman" w:hAnsi="Times New Roman"/>
              </w:rPr>
            </w:pPr>
            <w:r w:rsidRPr="00241E66">
              <w:t>Update Current from Linear Fixed EF</w:t>
            </w: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LARU</w:t>
            </w:r>
            <w:r w:rsidRPr="00241E66">
              <w:rPr>
                <w:noProof w:val="0"/>
              </w:rPr>
              <w:t>, fid = 6F0C</w:t>
            </w:r>
          </w:p>
          <w:p w:rsidR="00C0341F" w:rsidRPr="00241E66" w:rsidRDefault="00C0341F">
            <w:pPr>
              <w:pStyle w:val="PL"/>
              <w:keepNext/>
              <w:keepLines/>
              <w:rPr>
                <w:noProof w:val="0"/>
              </w:rPr>
            </w:pPr>
            <w:r w:rsidRPr="00241E66">
              <w:rPr>
                <w:noProof w:val="0"/>
              </w:rPr>
              <w:t>// Set record pointer with mode "next".</w:t>
            </w:r>
          </w:p>
          <w:p w:rsidR="00C0341F" w:rsidRPr="00133AF6" w:rsidRDefault="00C0341F">
            <w:pPr>
              <w:pStyle w:val="PL"/>
              <w:keepNext/>
              <w:keepLines/>
              <w:rPr>
                <w:noProof w:val="0"/>
              </w:rPr>
            </w:pPr>
            <w:r w:rsidRPr="00133AF6">
              <w:rPr>
                <w:noProof w:val="0"/>
              </w:rPr>
              <w:t>3- recNumber = 0</w:t>
            </w:r>
          </w:p>
          <w:p w:rsidR="00C0341F" w:rsidRPr="00133AF6" w:rsidRDefault="00C0341F">
            <w:pPr>
              <w:pStyle w:val="PL"/>
              <w:keepNext/>
              <w:keepLines/>
              <w:rPr>
                <w:noProof w:val="0"/>
              </w:rPr>
            </w:pPr>
            <w:r w:rsidRPr="00133AF6">
              <w:rPr>
                <w:noProof w:val="0"/>
              </w:rPr>
              <w:t>mode = REC_ACC_MODE_NEXT</w:t>
            </w:r>
          </w:p>
          <w:p w:rsidR="00C0341F" w:rsidRPr="00241E66" w:rsidRDefault="00C0341F">
            <w:pPr>
              <w:pStyle w:val="PL"/>
              <w:keepNext/>
              <w:keepLines/>
              <w:rPr>
                <w:noProof w:val="0"/>
              </w:rPr>
            </w:pPr>
            <w:r w:rsidRPr="00241E66">
              <w:rPr>
                <w:noProof w:val="0"/>
              </w:rPr>
              <w:t>recOffset = 0</w:t>
            </w:r>
          </w:p>
          <w:p w:rsidR="00C0341F" w:rsidRPr="00241E66" w:rsidRDefault="00C0341F">
            <w:pPr>
              <w:pStyle w:val="PL"/>
              <w:keepNext/>
              <w:keepLines/>
              <w:rPr>
                <w:noProof w:val="0"/>
              </w:rPr>
            </w:pPr>
            <w:r w:rsidRPr="00241E66">
              <w:rPr>
                <w:noProof w:val="0"/>
              </w:rPr>
              <w:t>data[0:3] = '00'</w:t>
            </w:r>
          </w:p>
          <w:p w:rsidR="00C0341F" w:rsidRPr="00241E66" w:rsidRDefault="00C0341F">
            <w:pPr>
              <w:pStyle w:val="PL"/>
              <w:keepNext/>
              <w:keepLines/>
              <w:rPr>
                <w:noProof w:val="0"/>
              </w:rPr>
            </w:pPr>
            <w:r w:rsidRPr="00241E66">
              <w:rPr>
                <w:noProof w:val="0"/>
              </w:rPr>
              <w:t>dataOffset = 0</w:t>
            </w:r>
          </w:p>
          <w:p w:rsidR="00C0341F" w:rsidRPr="00241E66" w:rsidRDefault="00C0341F">
            <w:pPr>
              <w:pStyle w:val="PL"/>
              <w:keepNext/>
              <w:keepLines/>
              <w:rPr>
                <w:noProof w:val="0"/>
              </w:rPr>
            </w:pPr>
            <w:r w:rsidRPr="00241E66">
              <w:rPr>
                <w:noProof w:val="0"/>
              </w:rPr>
              <w:t>dataLength = 4</w:t>
            </w:r>
          </w:p>
          <w:p w:rsidR="00C0341F" w:rsidRPr="00241E66" w:rsidRDefault="00C0341F">
            <w:pPr>
              <w:pStyle w:val="PL"/>
              <w:keepNext/>
              <w:keepLines/>
              <w:rPr>
                <w:noProof w:val="0"/>
              </w:rPr>
            </w:pPr>
            <w:r w:rsidRPr="00241E66">
              <w:rPr>
                <w:noProof w:val="0"/>
              </w:rPr>
              <w:t>updateRecord()</w:t>
            </w:r>
          </w:p>
          <w:p w:rsidR="00C0341F" w:rsidRPr="00241E66" w:rsidRDefault="00C0341F">
            <w:pPr>
              <w:pStyle w:val="PL"/>
              <w:keepNext/>
              <w:keepLines/>
              <w:rPr>
                <w:noProof w:val="0"/>
              </w:rPr>
            </w:pPr>
            <w:r w:rsidRPr="00241E66">
              <w:rPr>
                <w:noProof w:val="0"/>
              </w:rPr>
              <w:t>// write data with mode "current"</w:t>
            </w:r>
          </w:p>
          <w:p w:rsidR="00C0341F" w:rsidRPr="00241E66" w:rsidRDefault="00C0341F">
            <w:pPr>
              <w:pStyle w:val="PL"/>
              <w:keepNext/>
              <w:keepLines/>
              <w:rPr>
                <w:noProof w:val="0"/>
              </w:rPr>
            </w:pPr>
            <w:r w:rsidRPr="00241E66">
              <w:rPr>
                <w:noProof w:val="0"/>
              </w:rPr>
              <w:t>4- recNumber = 0</w:t>
            </w:r>
          </w:p>
          <w:p w:rsidR="00C0341F" w:rsidRPr="00241E66" w:rsidRDefault="00C0341F">
            <w:pPr>
              <w:pStyle w:val="PL"/>
              <w:keepNext/>
              <w:keepLines/>
              <w:rPr>
                <w:noProof w:val="0"/>
              </w:rPr>
            </w:pPr>
            <w:r w:rsidRPr="00241E66">
              <w:rPr>
                <w:noProof w:val="0"/>
              </w:rPr>
              <w:t>data[0:3] = '22'</w:t>
            </w:r>
          </w:p>
          <w:p w:rsidR="00C0341F" w:rsidRPr="00241E66" w:rsidRDefault="00C0341F">
            <w:pPr>
              <w:pStyle w:val="PL"/>
              <w:keepNext/>
              <w:keepLines/>
              <w:rPr>
                <w:noProof w:val="0"/>
              </w:rPr>
            </w:pPr>
            <w:r w:rsidRPr="00241E66">
              <w:rPr>
                <w:noProof w:val="0"/>
              </w:rPr>
              <w:t>mode = REC_ACC_MODECURRENT</w:t>
            </w:r>
          </w:p>
          <w:p w:rsidR="00C0341F" w:rsidRPr="00241E66" w:rsidRDefault="00C0341F">
            <w:pPr>
              <w:pStyle w:val="PL"/>
              <w:keepNext/>
              <w:keepLines/>
              <w:rPr>
                <w:noProof w:val="0"/>
              </w:rPr>
            </w:pPr>
            <w:r w:rsidRPr="00241E66">
              <w:rPr>
                <w:noProof w:val="0"/>
              </w:rPr>
              <w:t>updateRecord()</w:t>
            </w:r>
          </w:p>
          <w:p w:rsidR="00C0341F" w:rsidRPr="00241E66" w:rsidRDefault="00C0341F">
            <w:pPr>
              <w:pStyle w:val="PL"/>
              <w:keepNext/>
              <w:keepLines/>
              <w:rPr>
                <w:noProof w:val="0"/>
              </w:rPr>
            </w:pPr>
            <w:r w:rsidRPr="00241E66">
              <w:rPr>
                <w:noProof w:val="0"/>
              </w:rPr>
              <w:t xml:space="preserve">5- //verify result </w:t>
            </w:r>
          </w:p>
          <w:p w:rsidR="00C0341F" w:rsidRPr="00241E66" w:rsidRDefault="00C0341F">
            <w:pPr>
              <w:pStyle w:val="PL"/>
              <w:keepNext/>
              <w:keepLines/>
              <w:rPr>
                <w:noProof w:val="0"/>
              </w:rPr>
            </w:pPr>
            <w:r w:rsidRPr="00241E66">
              <w:rPr>
                <w:noProof w:val="0"/>
              </w:rPr>
              <w:t>respOffset = 0</w:t>
            </w:r>
          </w:p>
          <w:p w:rsidR="00C0341F" w:rsidRPr="00241E66" w:rsidRDefault="00C0341F">
            <w:pPr>
              <w:pStyle w:val="PL"/>
              <w:keepNext/>
              <w:keepLines/>
              <w:rPr>
                <w:noProof w:val="0"/>
              </w:rPr>
            </w:pPr>
            <w:r w:rsidRPr="00241E66">
              <w:rPr>
                <w:noProof w:val="0"/>
              </w:rPr>
              <w:t>respLength = 4</w:t>
            </w:r>
          </w:p>
          <w:p w:rsidR="00C0341F" w:rsidRPr="00241E66" w:rsidRDefault="00C0341F">
            <w:pPr>
              <w:pStyle w:val="PL"/>
              <w:keepNext/>
              <w:keepLines/>
              <w:rPr>
                <w:noProof w:val="0"/>
              </w:rPr>
            </w:pPr>
            <w:r w:rsidRPr="00241E66">
              <w:rPr>
                <w:noProof w:val="0"/>
              </w:rPr>
              <w:t>recNumber = 0</w:t>
            </w:r>
          </w:p>
          <w:p w:rsidR="00C0341F" w:rsidRPr="009B456A" w:rsidRDefault="00C0341F">
            <w:pPr>
              <w:pStyle w:val="PL"/>
              <w:keepNext/>
              <w:keepLines/>
              <w:rPr>
                <w:noProof w:val="0"/>
              </w:rPr>
            </w:pPr>
            <w:r w:rsidRPr="009B456A">
              <w:rPr>
                <w:noProof w:val="0"/>
              </w:rPr>
              <w:t>mode = REC_ACC_MODE_ CURRENT</w:t>
            </w:r>
          </w:p>
          <w:p w:rsidR="00C0341F" w:rsidRPr="009B456A" w:rsidRDefault="00C0341F">
            <w:pPr>
              <w:pStyle w:val="PL"/>
              <w:keepNext/>
              <w:keepLines/>
              <w:rPr>
                <w:noProof w:val="0"/>
              </w:rPr>
            </w:pPr>
            <w:r w:rsidRPr="009B456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9B456A"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p>
          <w:p w:rsidR="00C0341F" w:rsidRPr="00241E66" w:rsidRDefault="00C0341F">
            <w:pPr>
              <w:pStyle w:val="TAL"/>
            </w:pPr>
            <w:r w:rsidRPr="00241E66">
              <w:t>3- No exception shall be thrown.</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5- No exception shall be thrown.</w:t>
            </w:r>
          </w:p>
          <w:p w:rsidR="00C0341F" w:rsidRPr="00241E66" w:rsidRDefault="00C0341F">
            <w:pPr>
              <w:pStyle w:val="TAL"/>
            </w:pPr>
            <w:r w:rsidRPr="00241E66">
              <w:t>resp shall be:</w:t>
            </w:r>
          </w:p>
          <w:p w:rsidR="00C0341F" w:rsidRPr="00241E66" w:rsidRDefault="00C0341F">
            <w:pPr>
              <w:pStyle w:val="TAL"/>
            </w:pPr>
            <w:r w:rsidRPr="00241E66">
              <w:t>resp[0] = '22'</w:t>
            </w:r>
          </w:p>
          <w:p w:rsidR="00C0341F" w:rsidRPr="00241E66" w:rsidRDefault="00C0341F">
            <w:pPr>
              <w:pStyle w:val="TAL"/>
            </w:pPr>
            <w:r w:rsidRPr="00241E66">
              <w:t>resp[1] = '22'</w:t>
            </w:r>
          </w:p>
          <w:p w:rsidR="00C0341F" w:rsidRPr="00241E66" w:rsidRDefault="00C0341F">
            <w:pPr>
              <w:pStyle w:val="TAL"/>
            </w:pPr>
            <w:r w:rsidRPr="00241E66">
              <w:t>resp[2] = '22'</w:t>
            </w:r>
          </w:p>
          <w:p w:rsidR="00C0341F" w:rsidRPr="00241E66" w:rsidRDefault="00BD73B1">
            <w:pPr>
              <w:pStyle w:val="TAL"/>
            </w:pPr>
            <w:r w:rsidRPr="00241E66">
              <w:t>resp[3] = '22'</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Next from Linear Fixed EF, no record pointer set</w:t>
            </w: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LARU</w:t>
            </w:r>
            <w:r w:rsidRPr="00241E66">
              <w:rPr>
                <w:noProof w:val="0"/>
              </w:rPr>
              <w:t>, fid = 6F0C</w:t>
            </w:r>
          </w:p>
          <w:p w:rsidR="00C0341F" w:rsidRPr="00133AF6" w:rsidRDefault="00C0341F">
            <w:pPr>
              <w:pStyle w:val="PL"/>
              <w:rPr>
                <w:noProof w:val="0"/>
              </w:rPr>
            </w:pPr>
            <w:r w:rsidRPr="00133AF6">
              <w:rPr>
                <w:noProof w:val="0"/>
              </w:rPr>
              <w:t>3- recNumber = 0</w:t>
            </w:r>
          </w:p>
          <w:p w:rsidR="00C0341F" w:rsidRPr="00133AF6" w:rsidRDefault="00C0341F">
            <w:pPr>
              <w:pStyle w:val="PL"/>
              <w:rPr>
                <w:noProof w:val="0"/>
              </w:rPr>
            </w:pPr>
            <w:r w:rsidRPr="00133AF6">
              <w:rPr>
                <w:noProof w:val="0"/>
              </w:rPr>
              <w:t>mode = REC_ACC_MODE_NEXT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data[0:3] = '33'</w:t>
            </w:r>
          </w:p>
          <w:p w:rsidR="00C0341F" w:rsidRPr="00241E66" w:rsidRDefault="00C0341F">
            <w:pPr>
              <w:pStyle w:val="PL"/>
              <w:rPr>
                <w:noProof w:val="0"/>
              </w:rPr>
            </w:pPr>
            <w:r w:rsidRPr="00241E66">
              <w:rPr>
                <w:noProof w:val="0"/>
              </w:rPr>
              <w:t>dataOffset = respOffset = 0</w:t>
            </w:r>
          </w:p>
          <w:p w:rsidR="00C0341F" w:rsidRPr="00241E66" w:rsidRDefault="00C0341F">
            <w:pPr>
              <w:pStyle w:val="PL"/>
              <w:rPr>
                <w:noProof w:val="0"/>
              </w:rPr>
            </w:pPr>
            <w:r w:rsidRPr="00241E66">
              <w:rPr>
                <w:noProof w:val="0"/>
              </w:rPr>
              <w:t>dataLength = respLength = 4</w:t>
            </w:r>
          </w:p>
          <w:p w:rsidR="00C0341F" w:rsidRPr="00241E66" w:rsidRDefault="00C0341F">
            <w:pPr>
              <w:pStyle w:val="PL"/>
              <w:rPr>
                <w:noProof w:val="0"/>
              </w:rPr>
            </w:pPr>
            <w:r w:rsidRPr="00241E66">
              <w:rPr>
                <w:noProof w:val="0"/>
              </w:rPr>
              <w:t>updateRecord()</w:t>
            </w:r>
          </w:p>
          <w:p w:rsidR="00C0341F" w:rsidRPr="00241E66" w:rsidRDefault="00C0341F">
            <w:pPr>
              <w:pStyle w:val="PL"/>
              <w:rPr>
                <w:noProof w:val="0"/>
              </w:rPr>
            </w:pPr>
            <w:r w:rsidRPr="00241E66">
              <w:rPr>
                <w:noProof w:val="0"/>
              </w:rPr>
              <w:t>mode = REC_ACC_MODE_ABSOLUTE_CURRENT</w:t>
            </w:r>
          </w:p>
          <w:p w:rsidR="00C0341F" w:rsidRPr="00241E66" w:rsidRDefault="00C0341F">
            <w:pPr>
              <w:pStyle w:val="PL"/>
              <w:rPr>
                <w:noProof w:val="0"/>
              </w:rPr>
            </w:pPr>
            <w:r w:rsidRPr="00241E66">
              <w:rPr>
                <w:noProof w:val="0"/>
              </w:rPr>
              <w:t>4-// verify result</w:t>
            </w:r>
          </w:p>
          <w:p w:rsidR="00C0341F" w:rsidRPr="00241E66" w:rsidRDefault="00C0341F">
            <w:pPr>
              <w:pStyle w:val="PL"/>
              <w:rPr>
                <w:noProof w:val="0"/>
              </w:rPr>
            </w:pPr>
            <w:r w:rsidRPr="00241E66">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4- No exception shall be thrown.</w:t>
            </w:r>
          </w:p>
          <w:p w:rsidR="00C0341F" w:rsidRPr="00241E66" w:rsidRDefault="00C0341F">
            <w:pPr>
              <w:pStyle w:val="TAL"/>
            </w:pPr>
            <w:r w:rsidRPr="00241E66">
              <w:t>resp shall be:</w:t>
            </w:r>
          </w:p>
          <w:p w:rsidR="00C0341F" w:rsidRPr="00241E66" w:rsidRDefault="00C0341F">
            <w:pPr>
              <w:pStyle w:val="TAL"/>
            </w:pPr>
            <w:r w:rsidRPr="00241E66">
              <w:t>resp[0] = '33'</w:t>
            </w:r>
          </w:p>
          <w:p w:rsidR="00C0341F" w:rsidRPr="00241E66" w:rsidRDefault="00C0341F">
            <w:pPr>
              <w:pStyle w:val="TAL"/>
            </w:pPr>
            <w:r w:rsidRPr="00241E66">
              <w:t>resp[1] = '33'</w:t>
            </w:r>
          </w:p>
          <w:p w:rsidR="00C0341F" w:rsidRPr="00241E66" w:rsidRDefault="00C0341F">
            <w:pPr>
              <w:pStyle w:val="TAL"/>
            </w:pPr>
            <w:r w:rsidRPr="00241E66">
              <w:t>resp[2] = '33'</w:t>
            </w:r>
          </w:p>
          <w:p w:rsidR="00C0341F" w:rsidRPr="00241E66" w:rsidRDefault="00C0341F">
            <w:pPr>
              <w:pStyle w:val="TAL"/>
            </w:pPr>
            <w:r w:rsidRPr="00241E66">
              <w:t>resp[3] = '33'</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keepNext w:val="0"/>
              <w:keepLines w:val="0"/>
              <w:pageBreakBefore/>
              <w:rPr>
                <w:rFonts w:ascii="Times New Roman" w:hAnsi="Times New Roman"/>
              </w:rPr>
            </w:pPr>
            <w:r w:rsidRPr="00241E66">
              <w:t>Update Next from Linear Fixed EF, record pointer set</w:t>
            </w:r>
          </w:p>
          <w:p w:rsidR="00C0341F" w:rsidRPr="00133AF6" w:rsidRDefault="00C0341F" w:rsidP="00BD73B1">
            <w:pPr>
              <w:pStyle w:val="PL"/>
              <w:pageBreakBefore/>
              <w:rPr>
                <w:noProof w:val="0"/>
              </w:rPr>
            </w:pPr>
            <w:r w:rsidRPr="00133AF6">
              <w:rPr>
                <w:noProof w:val="0"/>
              </w:rPr>
              <w:t>1- recNumber = 0</w:t>
            </w:r>
          </w:p>
          <w:p w:rsidR="00C0341F" w:rsidRPr="00133AF6" w:rsidRDefault="00C0341F" w:rsidP="00BD73B1">
            <w:pPr>
              <w:pStyle w:val="PL"/>
              <w:pageBreakBefore/>
              <w:rPr>
                <w:rStyle w:val="CODE"/>
                <w:noProof w:val="0"/>
              </w:rPr>
            </w:pPr>
            <w:r w:rsidRPr="00133AF6">
              <w:rPr>
                <w:noProof w:val="0"/>
              </w:rPr>
              <w:t>mode = REC_ACC_MODE_NEXT</w:t>
            </w:r>
          </w:p>
          <w:p w:rsidR="00C0341F" w:rsidRPr="00241E66" w:rsidRDefault="00C0341F" w:rsidP="00BD73B1">
            <w:pPr>
              <w:pStyle w:val="PL"/>
              <w:pageBreakBefore/>
              <w:rPr>
                <w:noProof w:val="0"/>
              </w:rPr>
            </w:pPr>
            <w:r w:rsidRPr="00241E66">
              <w:rPr>
                <w:noProof w:val="0"/>
              </w:rPr>
              <w:t>recOffset = 0</w:t>
            </w:r>
          </w:p>
          <w:p w:rsidR="00C0341F" w:rsidRPr="00241E66" w:rsidRDefault="00C0341F" w:rsidP="00BD73B1">
            <w:pPr>
              <w:pStyle w:val="PL"/>
              <w:pageBreakBefore/>
              <w:rPr>
                <w:noProof w:val="0"/>
              </w:rPr>
            </w:pPr>
            <w:r w:rsidRPr="00241E66">
              <w:rPr>
                <w:noProof w:val="0"/>
              </w:rPr>
              <w:t>data[0:3] = '44'</w:t>
            </w:r>
          </w:p>
          <w:p w:rsidR="00C0341F" w:rsidRPr="00241E66" w:rsidRDefault="00C0341F" w:rsidP="00BD73B1">
            <w:pPr>
              <w:pStyle w:val="PL"/>
              <w:pageBreakBefore/>
              <w:rPr>
                <w:noProof w:val="0"/>
              </w:rPr>
            </w:pPr>
            <w:r w:rsidRPr="00241E66">
              <w:rPr>
                <w:noProof w:val="0"/>
              </w:rPr>
              <w:t>dataOffset = 0</w:t>
            </w:r>
          </w:p>
          <w:p w:rsidR="00C0341F" w:rsidRPr="00241E66" w:rsidRDefault="00C0341F" w:rsidP="00BD73B1">
            <w:pPr>
              <w:pStyle w:val="PL"/>
              <w:pageBreakBefore/>
              <w:rPr>
                <w:noProof w:val="0"/>
              </w:rPr>
            </w:pPr>
            <w:r w:rsidRPr="00241E66">
              <w:rPr>
                <w:noProof w:val="0"/>
              </w:rPr>
              <w:t>dataLength = 4</w:t>
            </w:r>
          </w:p>
          <w:p w:rsidR="00C0341F" w:rsidRPr="00241E66" w:rsidRDefault="00C0341F" w:rsidP="00BD73B1">
            <w:pPr>
              <w:pStyle w:val="PL"/>
              <w:pageBreakBefore/>
              <w:rPr>
                <w:noProof w:val="0"/>
              </w:rPr>
            </w:pPr>
            <w:r w:rsidRPr="00241E66">
              <w:rPr>
                <w:noProof w:val="0"/>
              </w:rPr>
              <w:t>updateRecord()</w:t>
            </w:r>
          </w:p>
          <w:p w:rsidR="00C0341F" w:rsidRPr="00241E66" w:rsidRDefault="00C0341F" w:rsidP="00BD73B1">
            <w:pPr>
              <w:pStyle w:val="PL"/>
              <w:pageBreakBefore/>
              <w:rPr>
                <w:noProof w:val="0"/>
              </w:rPr>
            </w:pPr>
            <w:r w:rsidRPr="00241E66">
              <w:rPr>
                <w:noProof w:val="0"/>
              </w:rPr>
              <w:t xml:space="preserve">2- //verify result </w:t>
            </w:r>
          </w:p>
          <w:p w:rsidR="00C0341F" w:rsidRPr="00241E66" w:rsidRDefault="00C0341F" w:rsidP="00BD73B1">
            <w:pPr>
              <w:pStyle w:val="PL"/>
              <w:pageBreakBefore/>
              <w:rPr>
                <w:noProof w:val="0"/>
              </w:rPr>
            </w:pPr>
            <w:r w:rsidRPr="00241E66">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r w:rsidRPr="00241E66">
              <w:t>1- No exception shall be thrown.</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No exception shall be thrown.</w:t>
            </w:r>
          </w:p>
          <w:p w:rsidR="00C0341F" w:rsidRPr="00241E66" w:rsidRDefault="00C0341F" w:rsidP="00BD73B1">
            <w:pPr>
              <w:pStyle w:val="TAL"/>
              <w:pageBreakBefore/>
            </w:pPr>
            <w:r w:rsidRPr="00241E66">
              <w:t>resp shall be:</w:t>
            </w:r>
          </w:p>
          <w:p w:rsidR="00C0341F" w:rsidRPr="00241E66" w:rsidRDefault="00C0341F" w:rsidP="00BD73B1">
            <w:pPr>
              <w:pStyle w:val="TAL"/>
              <w:pageBreakBefore/>
            </w:pPr>
            <w:r w:rsidRPr="00241E66">
              <w:t>resp[0] = '44'</w:t>
            </w:r>
          </w:p>
          <w:p w:rsidR="00C0341F" w:rsidRPr="00241E66" w:rsidRDefault="00C0341F" w:rsidP="00BD73B1">
            <w:pPr>
              <w:pStyle w:val="TAL"/>
              <w:pageBreakBefore/>
            </w:pPr>
            <w:r w:rsidRPr="00241E66">
              <w:t>resp[1] = '44'</w:t>
            </w:r>
          </w:p>
          <w:p w:rsidR="00C0341F" w:rsidRPr="00241E66" w:rsidRDefault="00C0341F" w:rsidP="00BD73B1">
            <w:pPr>
              <w:pStyle w:val="TAL"/>
              <w:pageBreakBefore/>
            </w:pPr>
            <w:r w:rsidRPr="00241E66">
              <w:t>resp[2] = '44'</w:t>
            </w:r>
          </w:p>
          <w:p w:rsidR="00C0341F" w:rsidRPr="00241E66" w:rsidRDefault="00C0341F" w:rsidP="00BD73B1">
            <w:pPr>
              <w:pStyle w:val="TAL"/>
              <w:pageBreakBefore/>
            </w:pPr>
            <w:r w:rsidRPr="00241E66">
              <w:t>resp[3] = '44'</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keepNext w:val="0"/>
              <w:keepLines w:val="0"/>
              <w:pageBreakBefore/>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Next from Linear Fixed EF, no more records</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REC_ACC_MODE_NEXT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data[0:3] = '55'</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noProof w:val="0"/>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Previous from Linear Fixed EF, no record pointer set</w:t>
            </w: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LARU</w:t>
            </w:r>
            <w:r w:rsidRPr="00241E66">
              <w:rPr>
                <w:noProof w:val="0"/>
              </w:rPr>
              <w:t>, fid = 6F0C</w:t>
            </w:r>
          </w:p>
          <w:p w:rsidR="00C0341F" w:rsidRPr="00133AF6" w:rsidRDefault="00C0341F">
            <w:pPr>
              <w:pStyle w:val="PL"/>
              <w:rPr>
                <w:noProof w:val="0"/>
              </w:rPr>
            </w:pPr>
            <w:r w:rsidRPr="00133AF6">
              <w:rPr>
                <w:noProof w:val="0"/>
              </w:rPr>
              <w:t>3- recNumber = 0</w:t>
            </w:r>
          </w:p>
          <w:p w:rsidR="00C0341F" w:rsidRPr="00133AF6" w:rsidRDefault="00C0341F">
            <w:pPr>
              <w:pStyle w:val="PL"/>
              <w:rPr>
                <w:noProof w:val="0"/>
              </w:rPr>
            </w:pPr>
            <w:r w:rsidRPr="00133AF6">
              <w:rPr>
                <w:noProof w:val="0"/>
              </w:rPr>
              <w:t>mode = REC_ACC_MODE_PREVIOUS</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data[0:3] = '66'</w:t>
            </w:r>
          </w:p>
          <w:p w:rsidR="00C0341F" w:rsidRPr="00241E66" w:rsidRDefault="00C0341F">
            <w:pPr>
              <w:pStyle w:val="PL"/>
              <w:rPr>
                <w:noProof w:val="0"/>
              </w:rPr>
            </w:pPr>
            <w:r w:rsidRPr="00241E66">
              <w:rPr>
                <w:noProof w:val="0"/>
              </w:rPr>
              <w:t>dataOffset = respOffset = 0</w:t>
            </w:r>
          </w:p>
          <w:p w:rsidR="00C0341F" w:rsidRPr="00241E66" w:rsidRDefault="00C0341F">
            <w:pPr>
              <w:pStyle w:val="PL"/>
              <w:rPr>
                <w:noProof w:val="0"/>
              </w:rPr>
            </w:pPr>
            <w:r w:rsidRPr="00241E66">
              <w:rPr>
                <w:noProof w:val="0"/>
              </w:rPr>
              <w:t>dataLength = respLength = 4</w:t>
            </w:r>
          </w:p>
          <w:p w:rsidR="00C0341F" w:rsidRPr="00241E66" w:rsidRDefault="00C0341F">
            <w:pPr>
              <w:pStyle w:val="PL"/>
              <w:rPr>
                <w:noProof w:val="0"/>
              </w:rPr>
            </w:pPr>
            <w:r w:rsidRPr="00241E66">
              <w:rPr>
                <w:noProof w:val="0"/>
              </w:rPr>
              <w:t>updateRecord()</w:t>
            </w:r>
          </w:p>
          <w:p w:rsidR="00C0341F" w:rsidRPr="00241E66" w:rsidRDefault="00C0341F">
            <w:pPr>
              <w:pStyle w:val="PL"/>
              <w:rPr>
                <w:noProof w:val="0"/>
              </w:rPr>
            </w:pPr>
            <w:r w:rsidRPr="00241E66">
              <w:rPr>
                <w:noProof w:val="0"/>
              </w:rPr>
              <w:t xml:space="preserve">4- //verify result </w:t>
            </w:r>
          </w:p>
          <w:p w:rsidR="00C0341F" w:rsidRPr="00241E66" w:rsidRDefault="00C0341F">
            <w:pPr>
              <w:pStyle w:val="PL"/>
              <w:rPr>
                <w:noProof w:val="0"/>
              </w:rPr>
            </w:pPr>
            <w:r w:rsidRPr="00241E66">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r w:rsidRPr="00241E66">
              <w:t>3- No exception shall be thrown.</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4- No exception shall be thrown.</w:t>
            </w:r>
          </w:p>
          <w:p w:rsidR="00C0341F" w:rsidRPr="00241E66" w:rsidRDefault="00C0341F">
            <w:pPr>
              <w:pStyle w:val="TAL"/>
            </w:pPr>
            <w:r w:rsidRPr="00241E66">
              <w:t>resp shall be:</w:t>
            </w:r>
          </w:p>
          <w:p w:rsidR="00C0341F" w:rsidRPr="00241E66" w:rsidRDefault="00C0341F">
            <w:pPr>
              <w:pStyle w:val="TAL"/>
            </w:pPr>
            <w:r w:rsidRPr="00241E66">
              <w:t>resp[0] = '66'</w:t>
            </w:r>
          </w:p>
          <w:p w:rsidR="00C0341F" w:rsidRPr="00241E66" w:rsidRDefault="00C0341F">
            <w:pPr>
              <w:pStyle w:val="TAL"/>
            </w:pPr>
            <w:r w:rsidRPr="00241E66">
              <w:t>resp[1] = '66'</w:t>
            </w:r>
          </w:p>
          <w:p w:rsidR="00C0341F" w:rsidRPr="00241E66" w:rsidRDefault="00C0341F">
            <w:pPr>
              <w:pStyle w:val="TAL"/>
            </w:pPr>
            <w:r w:rsidRPr="00241E66">
              <w:t>resp[2] = '66'</w:t>
            </w:r>
          </w:p>
          <w:p w:rsidR="00C0341F" w:rsidRPr="00241E66" w:rsidRDefault="00C0341F">
            <w:pPr>
              <w:pStyle w:val="TAL"/>
            </w:pPr>
            <w:r w:rsidRPr="00241E66">
              <w:t>resp[3] = '66'</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Update Previous from Linear Fixed EF, record pointer set</w:t>
            </w:r>
          </w:p>
          <w:p w:rsidR="00C0341F" w:rsidRPr="00133AF6" w:rsidRDefault="00C0341F">
            <w:pPr>
              <w:pStyle w:val="PL"/>
              <w:keepNext/>
              <w:keepLines/>
              <w:rPr>
                <w:noProof w:val="0"/>
              </w:rPr>
            </w:pPr>
            <w:r w:rsidRPr="00133AF6">
              <w:rPr>
                <w:noProof w:val="0"/>
              </w:rPr>
              <w:t>1- recNumber = 0</w:t>
            </w:r>
          </w:p>
          <w:p w:rsidR="00C0341F" w:rsidRPr="00133AF6" w:rsidRDefault="00C0341F">
            <w:pPr>
              <w:pStyle w:val="PL"/>
              <w:keepNext/>
              <w:keepLines/>
              <w:rPr>
                <w:noProof w:val="0"/>
              </w:rPr>
            </w:pPr>
            <w:r w:rsidRPr="00133AF6">
              <w:rPr>
                <w:noProof w:val="0"/>
              </w:rPr>
              <w:t>mode = REC_ACC_MODE_PREVIOUS</w:t>
            </w:r>
          </w:p>
          <w:p w:rsidR="00C0341F" w:rsidRPr="00241E66" w:rsidRDefault="00C0341F">
            <w:pPr>
              <w:pStyle w:val="PL"/>
              <w:keepNext/>
              <w:keepLines/>
              <w:rPr>
                <w:noProof w:val="0"/>
              </w:rPr>
            </w:pPr>
            <w:r w:rsidRPr="00241E66">
              <w:rPr>
                <w:noProof w:val="0"/>
              </w:rPr>
              <w:t>recOffset = 0</w:t>
            </w:r>
          </w:p>
          <w:p w:rsidR="00C0341F" w:rsidRPr="00241E66" w:rsidRDefault="00C0341F">
            <w:pPr>
              <w:pStyle w:val="PL"/>
              <w:keepNext/>
              <w:keepLines/>
              <w:rPr>
                <w:noProof w:val="0"/>
              </w:rPr>
            </w:pPr>
            <w:r w:rsidRPr="00241E66">
              <w:rPr>
                <w:noProof w:val="0"/>
              </w:rPr>
              <w:t>data[0:3] = '77'</w:t>
            </w:r>
          </w:p>
          <w:p w:rsidR="00C0341F" w:rsidRPr="00241E66" w:rsidRDefault="00C0341F">
            <w:pPr>
              <w:pStyle w:val="PL"/>
              <w:keepNext/>
              <w:keepLines/>
              <w:rPr>
                <w:noProof w:val="0"/>
              </w:rPr>
            </w:pPr>
            <w:r w:rsidRPr="00241E66">
              <w:rPr>
                <w:noProof w:val="0"/>
              </w:rPr>
              <w:t>dataOffset = respOffset = 0</w:t>
            </w:r>
          </w:p>
          <w:p w:rsidR="00C0341F" w:rsidRPr="00241E66" w:rsidRDefault="00C0341F">
            <w:pPr>
              <w:pStyle w:val="PL"/>
              <w:keepNext/>
              <w:keepLines/>
              <w:rPr>
                <w:noProof w:val="0"/>
              </w:rPr>
            </w:pPr>
            <w:r w:rsidRPr="00241E66">
              <w:rPr>
                <w:noProof w:val="0"/>
              </w:rPr>
              <w:t>dataLength = respLength = 4</w:t>
            </w:r>
          </w:p>
          <w:p w:rsidR="00C0341F" w:rsidRPr="00241E66" w:rsidRDefault="00C0341F">
            <w:pPr>
              <w:pStyle w:val="PL"/>
              <w:keepNext/>
              <w:keepLines/>
              <w:rPr>
                <w:noProof w:val="0"/>
              </w:rPr>
            </w:pPr>
            <w:r w:rsidRPr="00241E66">
              <w:rPr>
                <w:noProof w:val="0"/>
              </w:rPr>
              <w:t>updateRecord()</w:t>
            </w:r>
          </w:p>
          <w:p w:rsidR="00C0341F" w:rsidRPr="00241E66" w:rsidRDefault="00C0341F">
            <w:pPr>
              <w:pStyle w:val="PL"/>
              <w:keepNext/>
              <w:keepLines/>
              <w:rPr>
                <w:noProof w:val="0"/>
              </w:rPr>
            </w:pPr>
            <w:r w:rsidRPr="00241E66">
              <w:rPr>
                <w:noProof w:val="0"/>
              </w:rPr>
              <w:t>2- //verify result</w:t>
            </w:r>
          </w:p>
          <w:p w:rsidR="00C0341F" w:rsidRPr="00241E66" w:rsidRDefault="00C0341F">
            <w:pPr>
              <w:pStyle w:val="PL"/>
              <w:keepNext/>
              <w:keepLines/>
              <w:rPr>
                <w:noProof w:val="0"/>
              </w:rPr>
            </w:pPr>
            <w:r w:rsidRPr="00241E66">
              <w:rPr>
                <w:noProof w:val="0"/>
              </w:rPr>
              <w:t>readRecord()</w:t>
            </w:r>
          </w:p>
          <w:p w:rsidR="00C0341F" w:rsidRPr="00241E66" w:rsidRDefault="00C0341F">
            <w:pPr>
              <w:pStyle w:val="PL"/>
              <w:keepNext/>
              <w:keepLines/>
              <w:rPr>
                <w:noProof w:val="0"/>
              </w:rPr>
            </w:pP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p>
          <w:p w:rsidR="00C0341F" w:rsidRPr="00241E66" w:rsidRDefault="00C0341F">
            <w:pPr>
              <w:pStyle w:val="TAL"/>
            </w:pPr>
            <w:r w:rsidRPr="00241E66">
              <w:t>2- No exception shall be thrown.</w:t>
            </w:r>
          </w:p>
          <w:p w:rsidR="00C0341F" w:rsidRPr="00241E66" w:rsidRDefault="00C0341F">
            <w:pPr>
              <w:pStyle w:val="TAL"/>
            </w:pPr>
            <w:r w:rsidRPr="00241E66">
              <w:t>esp shall be:</w:t>
            </w:r>
          </w:p>
          <w:p w:rsidR="00C0341F" w:rsidRPr="00241E66" w:rsidRDefault="00C0341F">
            <w:pPr>
              <w:pStyle w:val="TAL"/>
            </w:pPr>
            <w:r w:rsidRPr="00241E66">
              <w:t>resp[0] = '77'</w:t>
            </w:r>
          </w:p>
          <w:p w:rsidR="00C0341F" w:rsidRPr="00241E66" w:rsidRDefault="00C0341F">
            <w:pPr>
              <w:pStyle w:val="TAL"/>
            </w:pPr>
            <w:r w:rsidRPr="00241E66">
              <w:t>resp[1] = '77'</w:t>
            </w:r>
          </w:p>
          <w:p w:rsidR="00C0341F" w:rsidRPr="00241E66" w:rsidRDefault="00C0341F">
            <w:pPr>
              <w:pStyle w:val="TAL"/>
            </w:pPr>
            <w:r w:rsidRPr="00241E66">
              <w:t>resp[2] = '77'</w:t>
            </w:r>
          </w:p>
          <w:p w:rsidR="00C0341F" w:rsidRPr="00241E66" w:rsidRDefault="00C0341F">
            <w:pPr>
              <w:pStyle w:val="TAL"/>
            </w:pPr>
            <w:r w:rsidRPr="00241E66">
              <w:t>resp[3] = '77'</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Previous from Linear Fixed EF , no more records</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REC_ACC_MODE_PREVIOUS</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data[0:3] = '88'</w:t>
            </w:r>
          </w:p>
          <w:p w:rsidR="00C0341F" w:rsidRPr="00241E66" w:rsidRDefault="00C0341F">
            <w:pPr>
              <w:pStyle w:val="PL"/>
              <w:rPr>
                <w:noProof w:val="0"/>
              </w:rPr>
            </w:pPr>
            <w:r w:rsidRPr="00241E66">
              <w:rPr>
                <w:noProof w:val="0"/>
              </w:rPr>
              <w:t>dataOffset = respOffset = 0</w:t>
            </w:r>
          </w:p>
          <w:p w:rsidR="00C0341F" w:rsidRPr="00241E66" w:rsidRDefault="00C0341F">
            <w:pPr>
              <w:pStyle w:val="PL"/>
              <w:rPr>
                <w:noProof w:val="0"/>
              </w:rPr>
            </w:pPr>
            <w:r w:rsidRPr="00241E66">
              <w:rPr>
                <w:noProof w:val="0"/>
              </w:rPr>
              <w:t>dataLength = respLength = 4</w:t>
            </w:r>
          </w:p>
          <w:p w:rsidR="00C0341F" w:rsidRPr="00241E66" w:rsidRDefault="00C0341F">
            <w:pPr>
              <w:pStyle w:val="PL"/>
              <w:rPr>
                <w:noProof w:val="0"/>
              </w:rPr>
            </w:pP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sim.access.SIMViewException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pPr>
            <w:r w:rsidRPr="00241E66">
              <w:lastRenderedPageBreak/>
              <w:t>10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Pr>
            <w:r w:rsidRPr="00241E66">
              <w:t>Update Previous from Cyclic EF</w:t>
            </w:r>
          </w:p>
          <w:p w:rsidR="00C0341F" w:rsidRPr="00241E66" w:rsidRDefault="00C0341F" w:rsidP="00BD73B1">
            <w:pPr>
              <w:pStyle w:val="PL"/>
              <w:keepNext/>
              <w:keepLines/>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rsidP="00BD73B1">
            <w:pPr>
              <w:pStyle w:val="PL"/>
              <w:keepNext/>
              <w:keepLines/>
              <w:rPr>
                <w:noProof w:val="0"/>
              </w:rPr>
            </w:pPr>
            <w:r w:rsidRPr="00241E66">
              <w:rPr>
                <w:noProof w:val="0"/>
              </w:rPr>
              <w:t>2- select EF</w:t>
            </w:r>
            <w:r w:rsidRPr="00241E66">
              <w:rPr>
                <w:noProof w:val="0"/>
                <w:vertAlign w:val="subscript"/>
              </w:rPr>
              <w:t>CARU</w:t>
            </w:r>
            <w:r w:rsidRPr="00241E66">
              <w:rPr>
                <w:noProof w:val="0"/>
              </w:rPr>
              <w:t>, fid = 6F09</w:t>
            </w:r>
          </w:p>
          <w:p w:rsidR="00C0341F" w:rsidRPr="00241E66" w:rsidRDefault="00C0341F" w:rsidP="00BD73B1">
            <w:pPr>
              <w:pStyle w:val="PL"/>
              <w:keepNext/>
              <w:keepLines/>
              <w:rPr>
                <w:noProof w:val="0"/>
              </w:rPr>
            </w:pPr>
            <w:r w:rsidRPr="00241E66">
              <w:rPr>
                <w:noProof w:val="0"/>
              </w:rPr>
              <w:t>3- recNumber = 2</w:t>
            </w:r>
          </w:p>
          <w:p w:rsidR="00C0341F" w:rsidRPr="00133AF6" w:rsidRDefault="00C0341F" w:rsidP="00BD73B1">
            <w:pPr>
              <w:pStyle w:val="PL"/>
              <w:keepNext/>
              <w:keepLines/>
              <w:rPr>
                <w:noProof w:val="0"/>
              </w:rPr>
            </w:pPr>
            <w:r w:rsidRPr="00133AF6">
              <w:rPr>
                <w:noProof w:val="0"/>
              </w:rPr>
              <w:t>mode = REC_ACC_MODE_ABSOLUTE</w:t>
            </w:r>
          </w:p>
          <w:p w:rsidR="00C0341F" w:rsidRPr="00133AF6" w:rsidRDefault="00C0341F" w:rsidP="00BD73B1">
            <w:pPr>
              <w:pStyle w:val="PL"/>
              <w:keepNext/>
              <w:keepLines/>
              <w:rPr>
                <w:noProof w:val="0"/>
              </w:rPr>
            </w:pPr>
            <w:r w:rsidRPr="00133AF6">
              <w:rPr>
                <w:noProof w:val="0"/>
              </w:rPr>
              <w:t>recOffset = 0</w:t>
            </w:r>
          </w:p>
          <w:p w:rsidR="00C0341F" w:rsidRPr="00241E66" w:rsidRDefault="00C0341F" w:rsidP="00BD73B1">
            <w:pPr>
              <w:pStyle w:val="PL"/>
              <w:keepNext/>
              <w:keepLines/>
              <w:rPr>
                <w:noProof w:val="0"/>
              </w:rPr>
            </w:pPr>
            <w:r w:rsidRPr="00241E66">
              <w:rPr>
                <w:noProof w:val="0"/>
              </w:rPr>
              <w:t>respOffset = 0</w:t>
            </w:r>
          </w:p>
          <w:p w:rsidR="00C0341F" w:rsidRPr="00241E66" w:rsidRDefault="00C0341F" w:rsidP="00BD73B1">
            <w:pPr>
              <w:pStyle w:val="PL"/>
              <w:keepNext/>
              <w:keepLines/>
              <w:rPr>
                <w:noProof w:val="0"/>
              </w:rPr>
            </w:pPr>
            <w:r w:rsidRPr="00241E66">
              <w:rPr>
                <w:noProof w:val="0"/>
              </w:rPr>
              <w:t>respLength = 3</w:t>
            </w:r>
          </w:p>
          <w:p w:rsidR="00C0341F" w:rsidRPr="00241E66" w:rsidRDefault="00C0341F" w:rsidP="00BD73B1">
            <w:pPr>
              <w:pStyle w:val="PL"/>
              <w:keepNext/>
              <w:keepLines/>
              <w:rPr>
                <w:noProof w:val="0"/>
              </w:rPr>
            </w:pPr>
            <w:r w:rsidRPr="00241E66">
              <w:rPr>
                <w:noProof w:val="0"/>
              </w:rPr>
              <w:t>readRecord()</w:t>
            </w:r>
          </w:p>
          <w:p w:rsidR="00C0341F" w:rsidRPr="00241E66" w:rsidRDefault="00C0341F" w:rsidP="00BD73B1">
            <w:pPr>
              <w:pStyle w:val="PL"/>
              <w:keepNext/>
              <w:keepLines/>
              <w:rPr>
                <w:noProof w:val="0"/>
              </w:rPr>
            </w:pPr>
            <w:r w:rsidRPr="00241E66">
              <w:rPr>
                <w:noProof w:val="0"/>
              </w:rPr>
              <w:t>4- recNumber = 2</w:t>
            </w:r>
          </w:p>
          <w:p w:rsidR="00C0341F" w:rsidRPr="00241E66" w:rsidRDefault="00C0341F" w:rsidP="00BD73B1">
            <w:pPr>
              <w:pStyle w:val="PL"/>
              <w:keepNext/>
              <w:keepLines/>
              <w:rPr>
                <w:noProof w:val="0"/>
              </w:rPr>
            </w:pPr>
            <w:r w:rsidRPr="00241E66">
              <w:rPr>
                <w:noProof w:val="0"/>
              </w:rPr>
              <w:t>mode = REC_ACC_MODE_PREVIOUS</w:t>
            </w:r>
          </w:p>
          <w:p w:rsidR="00C0341F" w:rsidRPr="00241E66" w:rsidRDefault="00C0341F" w:rsidP="00BD73B1">
            <w:pPr>
              <w:pStyle w:val="PL"/>
              <w:keepNext/>
              <w:keepLines/>
              <w:rPr>
                <w:noProof w:val="0"/>
              </w:rPr>
            </w:pPr>
            <w:r w:rsidRPr="00241E66">
              <w:rPr>
                <w:noProof w:val="0"/>
              </w:rPr>
              <w:t>data[0:2] = 'FF'</w:t>
            </w:r>
          </w:p>
          <w:p w:rsidR="00C0341F" w:rsidRPr="00241E66" w:rsidRDefault="00C0341F" w:rsidP="00BD73B1">
            <w:pPr>
              <w:pStyle w:val="PL"/>
              <w:keepNext/>
              <w:keepLines/>
              <w:rPr>
                <w:noProof w:val="0"/>
              </w:rPr>
            </w:pPr>
            <w:r w:rsidRPr="00241E66">
              <w:rPr>
                <w:noProof w:val="0"/>
              </w:rPr>
              <w:t>dataOffset = 0</w:t>
            </w:r>
          </w:p>
          <w:p w:rsidR="00C0341F" w:rsidRPr="00241E66" w:rsidRDefault="00C0341F" w:rsidP="00BD73B1">
            <w:pPr>
              <w:pStyle w:val="PL"/>
              <w:keepNext/>
              <w:keepLines/>
              <w:rPr>
                <w:noProof w:val="0"/>
              </w:rPr>
            </w:pPr>
            <w:r w:rsidRPr="00241E66">
              <w:rPr>
                <w:noProof w:val="0"/>
              </w:rPr>
              <w:t>dataLength = 3</w:t>
            </w:r>
          </w:p>
          <w:p w:rsidR="00C0341F" w:rsidRPr="00241E66" w:rsidRDefault="00C0341F" w:rsidP="00BD73B1">
            <w:pPr>
              <w:pStyle w:val="PL"/>
              <w:keepNext/>
              <w:keepLines/>
              <w:rPr>
                <w:noProof w:val="0"/>
              </w:rPr>
            </w:pPr>
            <w:r w:rsidRPr="00241E66">
              <w:rPr>
                <w:noProof w:val="0"/>
              </w:rPr>
              <w:t>updateRecord()</w:t>
            </w:r>
          </w:p>
          <w:p w:rsidR="00C0341F" w:rsidRPr="00241E66" w:rsidRDefault="00C0341F" w:rsidP="00BD73B1">
            <w:pPr>
              <w:pStyle w:val="PL"/>
              <w:keepNext/>
              <w:keepLines/>
              <w:rPr>
                <w:noProof w:val="0"/>
              </w:rPr>
            </w:pPr>
            <w:r w:rsidRPr="00241E66">
              <w:rPr>
                <w:noProof w:val="0"/>
              </w:rPr>
              <w:t xml:space="preserve">5- //verify result </w:t>
            </w:r>
          </w:p>
          <w:p w:rsidR="00C0341F" w:rsidRPr="00241E66" w:rsidRDefault="00C0341F" w:rsidP="00BD73B1">
            <w:pPr>
              <w:pStyle w:val="PL"/>
              <w:keepNext/>
              <w:keepLines/>
              <w:rPr>
                <w:noProof w:val="0"/>
              </w:rPr>
            </w:pPr>
            <w:r w:rsidRPr="00241E66">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1- No exception shall be thrown.</w:t>
            </w:r>
          </w:p>
          <w:p w:rsidR="00C0341F" w:rsidRPr="00241E66" w:rsidRDefault="00C0341F" w:rsidP="00BD73B1">
            <w:pPr>
              <w:pStyle w:val="TAL"/>
            </w:pPr>
            <w:r w:rsidRPr="00241E66">
              <w:t>2- No exception shall be thrown.</w:t>
            </w:r>
          </w:p>
          <w:p w:rsidR="00C0341F" w:rsidRPr="00241E66" w:rsidRDefault="00C0341F" w:rsidP="00BD73B1">
            <w:pPr>
              <w:pStyle w:val="TAL"/>
            </w:pPr>
            <w:r w:rsidRPr="00241E66">
              <w:t>3- No exception shall be thrown.</w:t>
            </w: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4- No exception shall be thrown.</w:t>
            </w: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5- No exception shall be thrown.</w:t>
            </w:r>
          </w:p>
          <w:p w:rsidR="00C0341F" w:rsidRPr="00241E66" w:rsidRDefault="00C0341F" w:rsidP="00BD73B1">
            <w:pPr>
              <w:pStyle w:val="TAL"/>
            </w:pPr>
            <w:r w:rsidRPr="00241E66">
              <w:t>resp shall be:</w:t>
            </w:r>
          </w:p>
          <w:p w:rsidR="00C0341F" w:rsidRPr="00241E66" w:rsidRDefault="00C0341F" w:rsidP="00BD73B1">
            <w:pPr>
              <w:pStyle w:val="TAL"/>
            </w:pPr>
            <w:r w:rsidRPr="00241E66">
              <w:t>resp[0] = 'FF'resp[1] = 'FF'</w:t>
            </w:r>
          </w:p>
          <w:p w:rsidR="00C0341F" w:rsidRPr="00241E66" w:rsidRDefault="00C0341F" w:rsidP="00BD73B1">
            <w:pPr>
              <w:pStyle w:val="TAL"/>
            </w:pPr>
            <w:r w:rsidRPr="00241E66">
              <w:t>resp[2] = 'FF'</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Update Absolute from Linear Fixed EF beyond Records</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 = 6F0C</w:t>
            </w:r>
          </w:p>
          <w:p w:rsidR="00C0341F" w:rsidRPr="00241E66" w:rsidRDefault="00C0341F">
            <w:pPr>
              <w:pStyle w:val="PL"/>
              <w:rPr>
                <w:noProof w:val="0"/>
              </w:rPr>
            </w:pPr>
            <w:r w:rsidRPr="00241E66">
              <w:rPr>
                <w:noProof w:val="0"/>
              </w:rPr>
              <w:t>2-recNumber = -1</w:t>
            </w:r>
          </w:p>
          <w:p w:rsidR="00C0341F" w:rsidRPr="00133AF6" w:rsidRDefault="00C0341F">
            <w:pPr>
              <w:pStyle w:val="PL"/>
              <w:rPr>
                <w:noProof w:val="0"/>
              </w:rPr>
            </w:pPr>
            <w:r w:rsidRPr="00133AF6">
              <w:rPr>
                <w:noProof w:val="0"/>
              </w:rPr>
              <w:t>mode = REC_ACC_MODE_ABSOLUTE</w:t>
            </w:r>
          </w:p>
          <w:p w:rsidR="00C0341F" w:rsidRPr="00133AF6" w:rsidRDefault="00C0341F">
            <w:pPr>
              <w:pStyle w:val="PL"/>
              <w:rPr>
                <w:noProof w:val="0"/>
              </w:rPr>
            </w:pPr>
            <w:r w:rsidRPr="00133AF6">
              <w:rPr>
                <w:noProof w:val="0"/>
              </w:rPr>
              <w:t>recOffset =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noProof w:val="0"/>
              </w:rPr>
            </w:pPr>
            <w:r w:rsidRPr="00241E66">
              <w:rPr>
                <w:noProof w:val="0"/>
              </w:rPr>
              <w:t>updateRecord()</w:t>
            </w:r>
          </w:p>
          <w:p w:rsidR="00C0341F" w:rsidRPr="00241E66" w:rsidRDefault="00C0341F">
            <w:pPr>
              <w:pStyle w:val="PL"/>
              <w:rPr>
                <w:noProof w:val="0"/>
              </w:rPr>
            </w:pPr>
            <w:r w:rsidRPr="00241E66">
              <w:rPr>
                <w:noProof w:val="0"/>
              </w:rPr>
              <w:t>3- recNumber = 3</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Shall throw uicc.access.UICCException with reason code RECORD_NOT_FOUND.</w:t>
            </w:r>
          </w:p>
          <w:p w:rsidR="00C0341F" w:rsidRPr="00241E66" w:rsidRDefault="00C0341F">
            <w:pPr>
              <w:pStyle w:val="TAL"/>
            </w:pPr>
            <w:r w:rsidRPr="00241E66">
              <w:t>3- 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current record in linear fixed EF, update current</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 = 6F0C</w:t>
            </w:r>
          </w:p>
          <w:p w:rsidR="00C0341F" w:rsidRPr="00241E66" w:rsidRDefault="00C0341F">
            <w:pPr>
              <w:pStyle w:val="PL"/>
              <w:rPr>
                <w:noProof w:val="0"/>
              </w:rPr>
            </w:pPr>
            <w:r w:rsidRPr="00241E66">
              <w:rPr>
                <w:noProof w:val="0"/>
              </w:rPr>
              <w:t>// No curr rec</w:t>
            </w:r>
          </w:p>
          <w:p w:rsidR="00C0341F" w:rsidRPr="00133AF6" w:rsidRDefault="00C0341F">
            <w:pPr>
              <w:pStyle w:val="PL"/>
              <w:rPr>
                <w:noProof w:val="0"/>
              </w:rPr>
            </w:pPr>
            <w:r w:rsidRPr="00133AF6">
              <w:rPr>
                <w:noProof w:val="0"/>
              </w:rPr>
              <w:t>2- recNumber = 0  // curr rec</w:t>
            </w:r>
          </w:p>
          <w:p w:rsidR="00C0341F" w:rsidRPr="00133AF6" w:rsidRDefault="00C0341F">
            <w:pPr>
              <w:pStyle w:val="PL"/>
              <w:rPr>
                <w:noProof w:val="0"/>
              </w:rPr>
            </w:pPr>
            <w:r w:rsidRPr="00133AF6">
              <w:rPr>
                <w:noProof w:val="0"/>
              </w:rPr>
              <w:t>mode = REC_ACC_MODE _CURRENT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 No exception shall be thrown.</w:t>
            </w:r>
          </w:p>
          <w:p w:rsidR="00C0341F" w:rsidRPr="00241E66" w:rsidRDefault="00C0341F">
            <w:pPr>
              <w:pStyle w:val="TAL"/>
            </w:pPr>
          </w:p>
          <w:p w:rsidR="00C0341F" w:rsidRPr="00241E66" w:rsidRDefault="00C0341F">
            <w:pPr>
              <w:pStyle w:val="TAL"/>
            </w:pPr>
            <w:r w:rsidRPr="00241E66">
              <w:t>2 - 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recOffset &lt; 0</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 = 6F0C</w:t>
            </w:r>
          </w:p>
          <w:p w:rsidR="00C0341F" w:rsidRPr="00241E66" w:rsidRDefault="00C0341F">
            <w:pPr>
              <w:pStyle w:val="PL"/>
              <w:rPr>
                <w:noProof w:val="0"/>
              </w:rPr>
            </w:pPr>
            <w:r w:rsidRPr="00241E66">
              <w:rPr>
                <w:noProof w:val="0"/>
              </w:rPr>
              <w:t>2- recNumber = 1  // rec 1</w:t>
            </w:r>
          </w:p>
          <w:p w:rsidR="00C0341F" w:rsidRPr="00133AF6" w:rsidRDefault="00C0341F">
            <w:pPr>
              <w:pStyle w:val="PL"/>
              <w:rPr>
                <w:noProof w:val="0"/>
              </w:rPr>
            </w:pPr>
            <w:r w:rsidRPr="00133AF6">
              <w:rPr>
                <w:noProof w:val="0"/>
              </w:rPr>
              <w:t>mode = REC_ACC_MODE_ABSOLUTE</w:t>
            </w:r>
          </w:p>
          <w:p w:rsidR="00C0341F" w:rsidRPr="00133AF6" w:rsidRDefault="00C0341F">
            <w:pPr>
              <w:pStyle w:val="PL"/>
              <w:rPr>
                <w:noProof w:val="0"/>
              </w:rPr>
            </w:pPr>
            <w:r w:rsidRPr="00133AF6">
              <w:rPr>
                <w:noProof w:val="0"/>
              </w:rPr>
              <w:t>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Shall throw uicc.access.UICC Exception with reason code OUT_OF_RECORD_BOUNDARIES.</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 xml:space="preserve">recOffset + dataLength &gt; record.length </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 = 6F0C</w:t>
            </w:r>
          </w:p>
          <w:p w:rsidR="00C0341F" w:rsidRPr="00133AF6" w:rsidRDefault="00C0341F">
            <w:pPr>
              <w:pStyle w:val="PL"/>
              <w:keepNext/>
              <w:keepLines/>
              <w:rPr>
                <w:noProof w:val="0"/>
              </w:rPr>
            </w:pPr>
            <w:r w:rsidRPr="00133AF6">
              <w:rPr>
                <w:noProof w:val="0"/>
              </w:rPr>
              <w:t>2- recNumber = 1</w:t>
            </w:r>
          </w:p>
          <w:p w:rsidR="00C0341F" w:rsidRPr="00133AF6" w:rsidRDefault="00C0341F">
            <w:pPr>
              <w:pStyle w:val="PL"/>
              <w:keepNext/>
              <w:keepLines/>
              <w:rPr>
                <w:noProof w:val="0"/>
              </w:rPr>
            </w:pPr>
            <w:r w:rsidRPr="00133AF6">
              <w:rPr>
                <w:noProof w:val="0"/>
              </w:rPr>
              <w:t>mode = REC_ACC_MODE_ABSOLUTE</w:t>
            </w:r>
          </w:p>
          <w:p w:rsidR="00C0341F" w:rsidRPr="00241E66" w:rsidRDefault="00C0341F">
            <w:pPr>
              <w:pStyle w:val="PL"/>
              <w:keepNext/>
              <w:keepLines/>
              <w:rPr>
                <w:noProof w:val="0"/>
              </w:rPr>
            </w:pPr>
            <w:r w:rsidRPr="00241E66">
              <w:rPr>
                <w:noProof w:val="0"/>
              </w:rPr>
              <w:t>recOffset = 2</w:t>
            </w:r>
          </w:p>
          <w:p w:rsidR="00C0341F" w:rsidRPr="00241E66" w:rsidRDefault="00C0341F">
            <w:pPr>
              <w:pStyle w:val="PL"/>
              <w:keepNext/>
              <w:keepLines/>
              <w:rPr>
                <w:noProof w:val="0"/>
              </w:rPr>
            </w:pPr>
            <w:r w:rsidRPr="00241E66">
              <w:rPr>
                <w:noProof w:val="0"/>
              </w:rPr>
              <w:t>dataOffset = 0</w:t>
            </w:r>
          </w:p>
          <w:p w:rsidR="00C0341F" w:rsidRPr="00241E66" w:rsidRDefault="00C0341F">
            <w:pPr>
              <w:pStyle w:val="PL"/>
              <w:keepNext/>
              <w:keepLines/>
              <w:rPr>
                <w:noProof w:val="0"/>
              </w:rPr>
            </w:pPr>
            <w:r w:rsidRPr="00241E66">
              <w:rPr>
                <w:noProof w:val="0"/>
              </w:rPr>
              <w:t>dataLength = 4</w:t>
            </w:r>
          </w:p>
          <w:p w:rsidR="00C0341F" w:rsidRPr="00241E66" w:rsidRDefault="00C0341F">
            <w:pPr>
              <w:pStyle w:val="PL"/>
              <w:keepNext/>
              <w:keepLines/>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p>
          <w:p w:rsidR="00C0341F" w:rsidRPr="00241E66" w:rsidRDefault="00C0341F">
            <w:pPr>
              <w:pStyle w:val="TAL"/>
            </w:pPr>
            <w:r w:rsidRPr="00241E66">
              <w:t>2- Shall throw uicc.access.UICC Exception with reason code OUT_OF_RECORD_BOUNDARIES.</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 xml:space="preserve">Updating with invalid mode </w:t>
            </w: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 = 6F0C</w:t>
            </w:r>
          </w:p>
          <w:p w:rsidR="00C0341F" w:rsidRPr="00241E66" w:rsidRDefault="00C0341F">
            <w:pPr>
              <w:pStyle w:val="PL"/>
              <w:rPr>
                <w:noProof w:val="0"/>
              </w:rPr>
            </w:pPr>
            <w:r w:rsidRPr="00241E66">
              <w:rPr>
                <w:noProof w:val="0"/>
              </w:rPr>
              <w:t>2- recNumber = 0</w:t>
            </w:r>
          </w:p>
          <w:p w:rsidR="00C0341F" w:rsidRPr="00241E66" w:rsidRDefault="00C0341F">
            <w:pPr>
              <w:pStyle w:val="PL"/>
              <w:rPr>
                <w:noProof w:val="0"/>
              </w:rPr>
            </w:pPr>
            <w:r w:rsidRPr="00241E66">
              <w:rPr>
                <w:noProof w:val="0"/>
              </w:rPr>
              <w:t>mode = 1</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noProof w:val="0"/>
              </w:rPr>
            </w:pPr>
            <w:r w:rsidRPr="00241E66">
              <w:rPr>
                <w:noProof w:val="0"/>
              </w:rPr>
              <w:t>updateRecord()</w:t>
            </w:r>
          </w:p>
          <w:p w:rsidR="00C0341F" w:rsidRPr="00241E66" w:rsidRDefault="00C0341F">
            <w:pPr>
              <w:pStyle w:val="PL"/>
              <w:rPr>
                <w:noProof w:val="0"/>
              </w:rPr>
            </w:pPr>
            <w:r w:rsidRPr="00241E66">
              <w:rPr>
                <w:noProof w:val="0"/>
              </w:rPr>
              <w:t>3- mode = 5</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 No exception shall be thrown.</w:t>
            </w:r>
          </w:p>
          <w:p w:rsidR="00C0341F" w:rsidRPr="00241E66" w:rsidRDefault="00C0341F">
            <w:pPr>
              <w:pStyle w:val="TAL"/>
            </w:pPr>
            <w:r w:rsidRPr="00241E66">
              <w:t>2 - Shall throw uicc.access.UICC Exception with reason code INVALID_MODE.</w:t>
            </w: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 Shall throw uicc.access. UICC Exception with reason code INVALID_MODE.</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pPr>
            <w:r w:rsidRPr="00241E66">
              <w:lastRenderedPageBreak/>
              <w:t>16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Pr>
            <w:r w:rsidRPr="00241E66">
              <w:t>Updating Cyclic EF with invalid mode</w:t>
            </w:r>
          </w:p>
          <w:p w:rsidR="00C0341F" w:rsidRPr="00241E66" w:rsidRDefault="00C0341F" w:rsidP="00BD73B1">
            <w:pPr>
              <w:pStyle w:val="PL"/>
              <w:keepNext/>
              <w:keepLines/>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rsidP="00BD73B1">
            <w:pPr>
              <w:pStyle w:val="PL"/>
              <w:keepNext/>
              <w:keepLines/>
              <w:rPr>
                <w:noProof w:val="0"/>
              </w:rPr>
            </w:pPr>
            <w:r w:rsidRPr="00241E66">
              <w:rPr>
                <w:noProof w:val="0"/>
              </w:rPr>
              <w:t>2- select EF</w:t>
            </w:r>
            <w:r w:rsidRPr="00241E66">
              <w:rPr>
                <w:noProof w:val="0"/>
                <w:vertAlign w:val="subscript"/>
              </w:rPr>
              <w:t>CARU</w:t>
            </w:r>
            <w:r w:rsidRPr="00241E66">
              <w:rPr>
                <w:noProof w:val="0"/>
              </w:rPr>
              <w:t>, fid = 6F09</w:t>
            </w:r>
          </w:p>
          <w:p w:rsidR="00C0341F" w:rsidRPr="00241E66" w:rsidRDefault="00C0341F" w:rsidP="00BD73B1">
            <w:pPr>
              <w:pStyle w:val="PL"/>
              <w:keepNext/>
              <w:keepLines/>
              <w:rPr>
                <w:noProof w:val="0"/>
              </w:rPr>
            </w:pPr>
            <w:r w:rsidRPr="00241E66">
              <w:rPr>
                <w:noProof w:val="0"/>
              </w:rPr>
              <w:t>set record pointer to record nr 1</w:t>
            </w:r>
          </w:p>
          <w:p w:rsidR="00C0341F" w:rsidRPr="00133AF6" w:rsidRDefault="00C0341F" w:rsidP="00BD73B1">
            <w:pPr>
              <w:pStyle w:val="PL"/>
              <w:keepNext/>
              <w:keepLines/>
              <w:rPr>
                <w:noProof w:val="0"/>
              </w:rPr>
            </w:pPr>
            <w:r w:rsidRPr="00133AF6">
              <w:rPr>
                <w:noProof w:val="0"/>
              </w:rPr>
              <w:t>3- recNumber = 0</w:t>
            </w:r>
          </w:p>
          <w:p w:rsidR="00C0341F" w:rsidRPr="00133AF6" w:rsidRDefault="00C0341F" w:rsidP="00BD73B1">
            <w:pPr>
              <w:pStyle w:val="PL"/>
              <w:keepNext/>
              <w:keepLines/>
              <w:rPr>
                <w:noProof w:val="0"/>
              </w:rPr>
            </w:pPr>
            <w:r w:rsidRPr="00133AF6">
              <w:rPr>
                <w:noProof w:val="0"/>
              </w:rPr>
              <w:t>mode = REC_ACC_MODE_NEXT</w:t>
            </w:r>
          </w:p>
          <w:p w:rsidR="00C0341F" w:rsidRPr="00241E66" w:rsidRDefault="00C0341F" w:rsidP="00BD73B1">
            <w:pPr>
              <w:pStyle w:val="PL"/>
              <w:keepNext/>
              <w:keepLines/>
              <w:rPr>
                <w:noProof w:val="0"/>
              </w:rPr>
            </w:pPr>
            <w:r w:rsidRPr="00241E66">
              <w:rPr>
                <w:noProof w:val="0"/>
              </w:rPr>
              <w:t>recOffset = 0</w:t>
            </w:r>
          </w:p>
          <w:p w:rsidR="00C0341F" w:rsidRPr="00241E66" w:rsidRDefault="00C0341F" w:rsidP="00BD73B1">
            <w:pPr>
              <w:pStyle w:val="PL"/>
              <w:keepNext/>
              <w:keepLines/>
              <w:rPr>
                <w:noProof w:val="0"/>
              </w:rPr>
            </w:pPr>
            <w:r w:rsidRPr="00241E66">
              <w:rPr>
                <w:noProof w:val="0"/>
              </w:rPr>
              <w:t>data[0:2] = '00'</w:t>
            </w:r>
          </w:p>
          <w:p w:rsidR="00C0341F" w:rsidRPr="00241E66" w:rsidRDefault="00C0341F" w:rsidP="00BD73B1">
            <w:pPr>
              <w:pStyle w:val="PL"/>
              <w:keepNext/>
              <w:keepLines/>
              <w:rPr>
                <w:noProof w:val="0"/>
              </w:rPr>
            </w:pPr>
            <w:r w:rsidRPr="00241E66">
              <w:rPr>
                <w:noProof w:val="0"/>
              </w:rPr>
              <w:t>dataOffset = 0</w:t>
            </w:r>
          </w:p>
          <w:p w:rsidR="00C0341F" w:rsidRPr="00241E66" w:rsidRDefault="00C0341F" w:rsidP="00BD73B1">
            <w:pPr>
              <w:pStyle w:val="PL"/>
              <w:keepNext/>
              <w:keepLines/>
              <w:rPr>
                <w:noProof w:val="0"/>
              </w:rPr>
            </w:pPr>
            <w:r w:rsidRPr="00241E66">
              <w:rPr>
                <w:noProof w:val="0"/>
              </w:rPr>
              <w:t>dataLength = 3</w:t>
            </w:r>
          </w:p>
          <w:p w:rsidR="00C0341F" w:rsidRPr="00241E66" w:rsidRDefault="00C0341F" w:rsidP="00BD73B1">
            <w:pPr>
              <w:pStyle w:val="PL"/>
              <w:keepNext/>
              <w:keepLines/>
              <w:rPr>
                <w:noProof w:val="0"/>
              </w:rPr>
            </w:pPr>
            <w:r w:rsidRPr="00241E66">
              <w:rPr>
                <w:noProof w:val="0"/>
              </w:rPr>
              <w:t>updateRecord()</w:t>
            </w:r>
          </w:p>
          <w:p w:rsidR="00C0341F" w:rsidRPr="00241E66" w:rsidRDefault="00C0341F" w:rsidP="00BD73B1">
            <w:pPr>
              <w:pStyle w:val="PL"/>
              <w:keepNext/>
              <w:keepLines/>
              <w:rPr>
                <w:noProof w:val="0"/>
              </w:rPr>
            </w:pPr>
            <w:r w:rsidRPr="00241E66">
              <w:rPr>
                <w:noProof w:val="0"/>
              </w:rPr>
              <w:t>4- recNumber = 0</w:t>
            </w:r>
          </w:p>
          <w:p w:rsidR="00C0341F" w:rsidRPr="00241E66" w:rsidRDefault="00C0341F" w:rsidP="00BD73B1">
            <w:pPr>
              <w:pStyle w:val="PL"/>
              <w:keepNext/>
              <w:keepLines/>
              <w:rPr>
                <w:noProof w:val="0"/>
              </w:rPr>
            </w:pPr>
            <w:r w:rsidRPr="00241E66">
              <w:rPr>
                <w:noProof w:val="0"/>
              </w:rPr>
              <w:t>mode = REC_ACC_MODE_ABSOLUTE</w:t>
            </w:r>
          </w:p>
          <w:p w:rsidR="00C0341F" w:rsidRPr="00241E66" w:rsidRDefault="00C0341F" w:rsidP="00BD73B1">
            <w:pPr>
              <w:pStyle w:val="PL"/>
              <w:keepNext/>
              <w:keepLines/>
              <w:rPr>
                <w:noProof w:val="0"/>
              </w:rPr>
            </w:pPr>
            <w:r w:rsidRPr="00241E66">
              <w:rPr>
                <w:noProof w:val="0"/>
              </w:rPr>
              <w:t>updateRecord()</w:t>
            </w:r>
          </w:p>
          <w:p w:rsidR="00C0341F" w:rsidRPr="00241E66" w:rsidRDefault="00C0341F" w:rsidP="00BD73B1">
            <w:pPr>
              <w:pStyle w:val="PL"/>
              <w:keepNext/>
              <w:keepLines/>
              <w:rPr>
                <w:noProof w:val="0"/>
              </w:rPr>
            </w:pPr>
            <w:r w:rsidRPr="00241E66">
              <w:rPr>
                <w:noProof w:val="0"/>
              </w:rPr>
              <w:t>5- recNumber = 2</w:t>
            </w:r>
          </w:p>
          <w:p w:rsidR="00C0341F" w:rsidRPr="009B456A" w:rsidRDefault="00C0341F" w:rsidP="00BD73B1">
            <w:pPr>
              <w:pStyle w:val="PL"/>
              <w:keepNext/>
              <w:keepLines/>
              <w:rPr>
                <w:noProof w:val="0"/>
              </w:rPr>
            </w:pPr>
            <w:r w:rsidRPr="009B456A">
              <w:rPr>
                <w:noProof w:val="0"/>
              </w:rPr>
              <w:t>mode = REC_ACC_MODE_ABSOLUTE</w:t>
            </w:r>
          </w:p>
          <w:p w:rsidR="00C0341F" w:rsidRPr="009B456A" w:rsidRDefault="00C0341F" w:rsidP="00BD73B1">
            <w:pPr>
              <w:pStyle w:val="PL"/>
              <w:keepNext/>
              <w:keepLines/>
              <w:rPr>
                <w:noProof w:val="0"/>
              </w:rPr>
            </w:pPr>
            <w:r w:rsidRPr="009B456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9B456A" w:rsidRDefault="00C0341F" w:rsidP="00BD73B1">
            <w:pPr>
              <w:pStyle w:val="TAL"/>
            </w:pPr>
          </w:p>
          <w:p w:rsidR="00C0341F" w:rsidRPr="00241E66" w:rsidRDefault="00C0341F" w:rsidP="00BD73B1">
            <w:pPr>
              <w:pStyle w:val="TAL"/>
            </w:pPr>
            <w:r w:rsidRPr="00241E66">
              <w:t>1 - No exception shall be thrown.</w:t>
            </w:r>
          </w:p>
          <w:p w:rsidR="00C0341F" w:rsidRPr="00241E66" w:rsidRDefault="00C0341F" w:rsidP="00BD73B1">
            <w:pPr>
              <w:pStyle w:val="TAL"/>
            </w:pPr>
            <w:r w:rsidRPr="00241E66">
              <w:t>2 - No exception shall be thrown.</w:t>
            </w:r>
          </w:p>
          <w:p w:rsidR="00C0341F" w:rsidRPr="00241E66" w:rsidRDefault="00C0341F" w:rsidP="00BD73B1">
            <w:pPr>
              <w:pStyle w:val="TAL"/>
            </w:pPr>
            <w:r w:rsidRPr="00241E66">
              <w:t>3 - Shall throw uicc.access. UICC Exception with reason code INVALID_MODE.</w:t>
            </w: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4 - Shall throw uicc.access.UICC Exception with reason code INVALID_MODE.</w:t>
            </w:r>
          </w:p>
          <w:p w:rsidR="00C0341F" w:rsidRPr="00241E66" w:rsidRDefault="00C0341F" w:rsidP="00BD73B1">
            <w:pPr>
              <w:pStyle w:val="TAL"/>
            </w:pPr>
            <w:r w:rsidRPr="00241E66">
              <w:t>5 - Shall throw uicc.access. UICC Exception with reason code INVALID_MODE.</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 is null</w:t>
            </w:r>
          </w:p>
          <w:p w:rsidR="00C0341F" w:rsidRPr="00241E66" w:rsidRDefault="00C0341F">
            <w:pPr>
              <w:pStyle w:val="PL"/>
              <w:rPr>
                <w:noProof w:val="0"/>
              </w:rPr>
            </w:pPr>
            <w:r w:rsidRPr="00241E66">
              <w:rPr>
                <w:noProof w:val="0"/>
              </w:rPr>
              <w:t>data[] = null</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10</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java.lang.NullPointerException.</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dataOffset &lt; 0</w:t>
            </w:r>
          </w:p>
          <w:p w:rsidR="00C0341F" w:rsidRPr="00241E66" w:rsidRDefault="00C0341F">
            <w:pPr>
              <w:pStyle w:val="PL"/>
              <w:rPr>
                <w:noProof w:val="0"/>
              </w:rPr>
            </w:pPr>
            <w:r w:rsidRPr="00241E66">
              <w:rPr>
                <w:noProof w:val="0"/>
              </w:rPr>
              <w:t>dataOffset = -1</w:t>
            </w:r>
          </w:p>
          <w:p w:rsidR="00C0341F" w:rsidRPr="00241E66" w:rsidRDefault="00C0341F">
            <w:pPr>
              <w:pStyle w:val="PL"/>
              <w:rPr>
                <w:noProof w:val="0"/>
              </w:rPr>
            </w:pPr>
            <w:r w:rsidRPr="00241E66">
              <w:rPr>
                <w:noProof w:val="0"/>
              </w:rPr>
              <w:t>dataLength = 10</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dataLength &lt; 0</w:t>
            </w:r>
          </w:p>
          <w:p w:rsidR="00C0341F" w:rsidRPr="00241E66" w:rsidRDefault="00C0341F">
            <w:pPr>
              <w:pStyle w:val="PL"/>
              <w:rPr>
                <w:noProof w:val="0"/>
              </w:rPr>
            </w:pPr>
            <w:r w:rsidRPr="00241E66">
              <w:rPr>
                <w:noProof w:val="0"/>
              </w:rPr>
              <w:t>dataOffset = 0</w:t>
            </w:r>
          </w:p>
          <w:p w:rsidR="00C0341F" w:rsidRPr="00241E66" w:rsidRDefault="00C0341F">
            <w:pPr>
              <w:pStyle w:val="PL"/>
              <w:rPr>
                <w:noProof w:val="0"/>
              </w:rPr>
            </w:pPr>
            <w:r w:rsidRPr="00241E66">
              <w:rPr>
                <w:noProof w:val="0"/>
              </w:rPr>
              <w:t>dataLength = -1</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dataOffset + dataLength &gt; data.length</w:t>
            </w:r>
          </w:p>
          <w:p w:rsidR="00C0341F" w:rsidRPr="00241E66" w:rsidRDefault="00C0341F">
            <w:pPr>
              <w:pStyle w:val="PL"/>
              <w:rPr>
                <w:noProof w:val="0"/>
              </w:rPr>
            </w:pPr>
            <w:r w:rsidRPr="00241E66">
              <w:rPr>
                <w:noProof w:val="0"/>
              </w:rPr>
              <w:t>dataOffset = 10</w:t>
            </w:r>
          </w:p>
          <w:p w:rsidR="00C0341F" w:rsidRPr="00241E66" w:rsidRDefault="00C0341F">
            <w:pPr>
              <w:pStyle w:val="PL"/>
              <w:rPr>
                <w:noProof w:val="0"/>
              </w:rPr>
            </w:pPr>
            <w:r w:rsidRPr="00241E66">
              <w:rPr>
                <w:noProof w:val="0"/>
              </w:rPr>
              <w:t>dataLength = 11</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EF is neither Cyclic nor Linear Fixed</w:t>
            </w: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 = 1111</w:t>
            </w:r>
          </w:p>
          <w:p w:rsidR="00C0341F" w:rsidRPr="00241E66" w:rsidRDefault="00C0341F">
            <w:pPr>
              <w:pStyle w:val="PL"/>
              <w:rPr>
                <w:noProof w:val="0"/>
              </w:rPr>
            </w:pPr>
            <w:r w:rsidRPr="00241E66">
              <w:rPr>
                <w:noProof w:val="0"/>
              </w:rPr>
              <w:t>2- select EF</w:t>
            </w:r>
            <w:r w:rsidRPr="00241E66">
              <w:rPr>
                <w:noProof w:val="0"/>
                <w:vertAlign w:val="subscript"/>
              </w:rPr>
              <w:t>TARU</w:t>
            </w:r>
            <w:r w:rsidRPr="00241E66">
              <w:rPr>
                <w:noProof w:val="0"/>
              </w:rPr>
              <w:t>, fid = 6F03</w:t>
            </w:r>
          </w:p>
          <w:p w:rsidR="00C0341F" w:rsidRPr="00241E66" w:rsidRDefault="00C0341F">
            <w:pPr>
              <w:pStyle w:val="PL"/>
              <w:rPr>
                <w:noProof w:val="0"/>
              </w:rPr>
            </w:pPr>
            <w:r w:rsidRPr="00241E66">
              <w:rPr>
                <w:noProof w:val="0"/>
              </w:rPr>
              <w:t>3- dataOffset = 0</w:t>
            </w:r>
          </w:p>
          <w:p w:rsidR="00C0341F" w:rsidRPr="00241E66" w:rsidRDefault="00C0341F">
            <w:pPr>
              <w:pStyle w:val="PL"/>
              <w:rPr>
                <w:noProof w:val="0"/>
              </w:rPr>
            </w:pPr>
            <w:r w:rsidRPr="00241E66">
              <w:rPr>
                <w:noProof w:val="0"/>
              </w:rPr>
              <w:t>dataLength = 4</w:t>
            </w:r>
          </w:p>
          <w:p w:rsidR="00C0341F" w:rsidRPr="00241E66" w:rsidRDefault="00C0341F">
            <w:pPr>
              <w:pStyle w:val="PL"/>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No exception shall be thrown.</w:t>
            </w:r>
          </w:p>
          <w:p w:rsidR="00C0341F" w:rsidRPr="00241E66" w:rsidRDefault="00C0341F">
            <w:pPr>
              <w:pStyle w:val="TAL"/>
            </w:pPr>
            <w:r w:rsidRPr="00241E66">
              <w:t>3- Shall throw uii.access.UICC Exception with reason code COMMAND_INCOMPATIBLE.</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rsidTr="00BD73B1">
        <w:trPr>
          <w:jc w:val="center"/>
        </w:trPr>
        <w:tc>
          <w:tcPr>
            <w:tcW w:w="6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Access condition not fulfilled</w:t>
            </w:r>
          </w:p>
          <w:p w:rsidR="00C0341F" w:rsidRPr="00241E66" w:rsidRDefault="00C0341F">
            <w:pPr>
              <w:pStyle w:val="PL"/>
              <w:keepNext/>
              <w:keepLines/>
              <w:rPr>
                <w:noProof w:val="0"/>
              </w:rPr>
            </w:pPr>
            <w:r w:rsidRPr="00241E66">
              <w:rPr>
                <w:noProof w:val="0"/>
              </w:rPr>
              <w:t>1- select EF</w:t>
            </w:r>
            <w:r w:rsidRPr="00241E66">
              <w:rPr>
                <w:noProof w:val="0"/>
                <w:vertAlign w:val="subscript"/>
              </w:rPr>
              <w:t>CNU</w:t>
            </w:r>
            <w:r w:rsidRPr="00241E66">
              <w:rPr>
                <w:noProof w:val="0"/>
              </w:rPr>
              <w:t>, fid = 6F05</w:t>
            </w:r>
          </w:p>
          <w:p w:rsidR="00C0341F" w:rsidRPr="00241E66" w:rsidRDefault="00C0341F">
            <w:pPr>
              <w:pStyle w:val="PL"/>
              <w:keepNext/>
              <w:keepLines/>
              <w:rPr>
                <w:noProof w:val="0"/>
              </w:rPr>
            </w:pPr>
            <w:r w:rsidRPr="00241E66">
              <w:rPr>
                <w:noProof w:val="0"/>
              </w:rPr>
              <w:t>2- recOffset = 0</w:t>
            </w:r>
          </w:p>
          <w:p w:rsidR="00C0341F" w:rsidRPr="00241E66" w:rsidRDefault="00C0341F">
            <w:pPr>
              <w:pStyle w:val="PL"/>
              <w:keepNext/>
              <w:keepLines/>
              <w:rPr>
                <w:noProof w:val="0"/>
              </w:rPr>
            </w:pPr>
            <w:r w:rsidRPr="00241E66">
              <w:rPr>
                <w:noProof w:val="0"/>
              </w:rPr>
              <w:t>dataOffset = 0</w:t>
            </w:r>
          </w:p>
          <w:p w:rsidR="00C0341F" w:rsidRPr="00241E66" w:rsidRDefault="00C0341F">
            <w:pPr>
              <w:pStyle w:val="PL"/>
              <w:keepNext/>
              <w:keepLines/>
              <w:rPr>
                <w:noProof w:val="0"/>
              </w:rPr>
            </w:pPr>
            <w:r w:rsidRPr="00241E66">
              <w:rPr>
                <w:noProof w:val="0"/>
              </w:rPr>
              <w:t>dataLength = 1</w:t>
            </w:r>
          </w:p>
          <w:p w:rsidR="00C0341F" w:rsidRPr="00241E66" w:rsidRDefault="00C0341F">
            <w:pPr>
              <w:pStyle w:val="PL"/>
              <w:keepNext/>
              <w:keepLines/>
              <w:rPr>
                <w:rStyle w:val="CODE"/>
                <w:noProof w:val="0"/>
              </w:rPr>
            </w:pPr>
            <w:r w:rsidRPr="00241E66">
              <w:rPr>
                <w:noProof w:val="0"/>
              </w:rPr>
              <w:t>mode = REC_ACC_MODE_PREVIOUS</w:t>
            </w:r>
          </w:p>
          <w:p w:rsidR="00C0341F" w:rsidRPr="00241E66" w:rsidRDefault="00C0341F">
            <w:pPr>
              <w:pStyle w:val="PL"/>
              <w:keepNext/>
              <w:keepLines/>
              <w:rPr>
                <w:noProof w:val="0"/>
              </w:rPr>
            </w:pPr>
            <w:r w:rsidRPr="00241E66">
              <w:rPr>
                <w:noProof w:val="0"/>
              </w:rPr>
              <w:t>updateRecord()</w:t>
            </w:r>
          </w:p>
          <w:p w:rsidR="00C0341F" w:rsidRPr="00133AF6" w:rsidRDefault="00C0341F">
            <w:pPr>
              <w:pStyle w:val="PL"/>
              <w:keepNext/>
              <w:keepLines/>
              <w:rPr>
                <w:noProof w:val="0"/>
              </w:rPr>
            </w:pPr>
            <w:r w:rsidRPr="00133AF6">
              <w:rPr>
                <w:noProof w:val="0"/>
              </w:rPr>
              <w:t>3- fid = EFLNU</w:t>
            </w:r>
          </w:p>
          <w:p w:rsidR="00C0341F" w:rsidRPr="00133AF6" w:rsidRDefault="00C0341F">
            <w:pPr>
              <w:pStyle w:val="PL"/>
              <w:keepNext/>
              <w:keepLines/>
              <w:rPr>
                <w:noProof w:val="0"/>
              </w:rPr>
            </w:pPr>
            <w:r w:rsidRPr="00133AF6">
              <w:rPr>
                <w:noProof w:val="0"/>
              </w:rPr>
              <w:t>select()</w:t>
            </w:r>
          </w:p>
          <w:p w:rsidR="00C0341F" w:rsidRPr="00133AF6" w:rsidRDefault="00C0341F">
            <w:pPr>
              <w:pStyle w:val="PL"/>
              <w:keepNext/>
              <w:keepLines/>
              <w:rPr>
                <w:noProof w:val="0"/>
              </w:rPr>
            </w:pPr>
            <w:r w:rsidRPr="00133AF6">
              <w:rPr>
                <w:noProof w:val="0"/>
              </w:rPr>
              <w:t>4- recNumber = 1</w:t>
            </w:r>
          </w:p>
          <w:p w:rsidR="00C0341F" w:rsidRPr="00133AF6" w:rsidRDefault="00C0341F">
            <w:pPr>
              <w:pStyle w:val="PL"/>
              <w:keepNext/>
              <w:keepLines/>
              <w:rPr>
                <w:noProof w:val="0"/>
              </w:rPr>
            </w:pPr>
            <w:r w:rsidRPr="00133AF6">
              <w:rPr>
                <w:noProof w:val="0"/>
              </w:rPr>
              <w:t>mode = REC_ACC_MODE_ CURRENT</w:t>
            </w:r>
          </w:p>
          <w:p w:rsidR="00C0341F" w:rsidRPr="00241E66" w:rsidRDefault="00C0341F">
            <w:pPr>
              <w:pStyle w:val="PL"/>
              <w:keepNext/>
              <w:keepLines/>
              <w:rPr>
                <w:noProof w:val="0"/>
              </w:rPr>
            </w:pPr>
            <w:r w:rsidRPr="00241E66">
              <w:rPr>
                <w:noProof w:val="0"/>
              </w:rPr>
              <w:t>recOffset = 0</w:t>
            </w:r>
          </w:p>
          <w:p w:rsidR="00C0341F" w:rsidRPr="00241E66" w:rsidRDefault="00C0341F">
            <w:pPr>
              <w:pStyle w:val="PL"/>
              <w:keepNext/>
              <w:keepLines/>
              <w:rPr>
                <w:noProof w:val="0"/>
              </w:rPr>
            </w:pPr>
            <w:r w:rsidRPr="00241E66">
              <w:rPr>
                <w:noProof w:val="0"/>
              </w:rPr>
              <w:t>dataOffset = 0</w:t>
            </w:r>
          </w:p>
          <w:p w:rsidR="00C0341F" w:rsidRPr="00241E66" w:rsidRDefault="00C0341F">
            <w:pPr>
              <w:pStyle w:val="PL"/>
              <w:keepNext/>
              <w:keepLines/>
              <w:rPr>
                <w:noProof w:val="0"/>
              </w:rPr>
            </w:pPr>
            <w:r w:rsidRPr="00241E66">
              <w:rPr>
                <w:noProof w:val="0"/>
              </w:rPr>
              <w:t>dataLength = 1</w:t>
            </w:r>
          </w:p>
          <w:p w:rsidR="00C0341F" w:rsidRPr="00241E66" w:rsidRDefault="00C0341F">
            <w:pPr>
              <w:pStyle w:val="PL"/>
              <w:keepNext/>
              <w:keepLines/>
              <w:rPr>
                <w:rFonts w:ascii="Arial" w:hAnsi="Arial" w:cs="Arial"/>
                <w:noProof w:val="0"/>
                <w:sz w:val="18"/>
                <w:szCs w:val="18"/>
              </w:rPr>
            </w:pPr>
            <w:r w:rsidRPr="00241E66">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Shall throw uicc.access.UICC Exception with reason code SECURITY_STATUS_NOT_SATISFIED.</w:t>
            </w: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No exception shall be thrown.</w:t>
            </w:r>
          </w:p>
          <w:p w:rsidR="00C0341F" w:rsidRPr="00241E66" w:rsidRDefault="00C0341F">
            <w:pPr>
              <w:pStyle w:val="TAL"/>
            </w:pPr>
          </w:p>
          <w:p w:rsidR="00C0341F" w:rsidRPr="00241E66" w:rsidRDefault="00C0341F">
            <w:pPr>
              <w:pStyle w:val="TAL"/>
            </w:pPr>
            <w:r w:rsidRPr="00241E66">
              <w:t>4- Shall throw uicc.access.UICC Exception with reason code SECURITY_STATUS_NOT_SATISFIED</w:t>
            </w:r>
          </w:p>
        </w:tc>
        <w:tc>
          <w:tcPr>
            <w:tcW w:w="205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rsidTr="00BD73B1">
        <w:trPr>
          <w:jc w:val="center"/>
        </w:trPr>
        <w:tc>
          <w:tcPr>
            <w:tcW w:w="638" w:type="dxa"/>
            <w:tcBorders>
              <w:top w:val="single" w:sz="4" w:space="0" w:color="auto"/>
              <w:left w:val="single" w:sz="4" w:space="0" w:color="auto"/>
              <w:bottom w:val="nil"/>
              <w:right w:val="single" w:sz="4" w:space="0" w:color="auto"/>
            </w:tcBorders>
          </w:tcPr>
          <w:p w:rsidR="00C0341F" w:rsidRPr="00241E66" w:rsidRDefault="00C0341F">
            <w:pPr>
              <w:pStyle w:val="TAC"/>
              <w:keepNext w:val="0"/>
              <w:keepLines w:val="0"/>
            </w:pPr>
            <w:r w:rsidRPr="00241E66">
              <w:t>23</w:t>
            </w:r>
          </w:p>
        </w:tc>
        <w:tc>
          <w:tcPr>
            <w:tcW w:w="3828" w:type="dxa"/>
            <w:tcBorders>
              <w:top w:val="single" w:sz="4" w:space="0" w:color="auto"/>
              <w:left w:val="single" w:sz="4" w:space="0" w:color="auto"/>
              <w:bottom w:val="nil"/>
              <w:right w:val="single" w:sz="4" w:space="0" w:color="auto"/>
            </w:tcBorders>
          </w:tcPr>
          <w:p w:rsidR="00C0341F" w:rsidRPr="00241E66" w:rsidRDefault="00C0341F">
            <w:pPr>
              <w:pStyle w:val="TAH"/>
              <w:keepNext w:val="0"/>
              <w:keepLines w:val="0"/>
            </w:pPr>
            <w:r w:rsidRPr="00241E66">
              <w:t>EF is deactivated</w:t>
            </w:r>
          </w:p>
          <w:p w:rsidR="00C0341F" w:rsidRPr="00241E66" w:rsidRDefault="00C0341F">
            <w:pPr>
              <w:pStyle w:val="PL"/>
              <w:rPr>
                <w:noProof w:val="0"/>
              </w:rPr>
            </w:pPr>
            <w:r w:rsidRPr="00241E66">
              <w:rPr>
                <w:noProof w:val="0"/>
              </w:rPr>
              <w:t>1- select EF</w:t>
            </w:r>
            <w:r w:rsidRPr="00241E66">
              <w:rPr>
                <w:noProof w:val="0"/>
                <w:vertAlign w:val="subscript"/>
              </w:rPr>
              <w:t>CNR</w:t>
            </w:r>
            <w:r w:rsidRPr="00241E66">
              <w:rPr>
                <w:noProof w:val="0"/>
              </w:rPr>
              <w:t>, fid = 6F04</w:t>
            </w:r>
          </w:p>
          <w:p w:rsidR="00C0341F" w:rsidRPr="00241E66" w:rsidRDefault="00C0341F">
            <w:pPr>
              <w:pStyle w:val="PL"/>
              <w:rPr>
                <w:noProof w:val="0"/>
              </w:rPr>
            </w:pPr>
            <w:r w:rsidRPr="00241E66">
              <w:rPr>
                <w:noProof w:val="0"/>
              </w:rPr>
              <w:t>invalidate()</w:t>
            </w:r>
          </w:p>
          <w:p w:rsidR="00C0341F" w:rsidRPr="00241E66" w:rsidRDefault="00C0341F">
            <w:pPr>
              <w:pStyle w:val="PL"/>
              <w:rPr>
                <w:noProof w:val="0"/>
              </w:rPr>
            </w:pPr>
            <w:r w:rsidRPr="00241E66">
              <w:rPr>
                <w:noProof w:val="0"/>
              </w:rPr>
              <w:t>2- updateRecord()</w:t>
            </w:r>
          </w:p>
          <w:p w:rsidR="00C0341F" w:rsidRPr="00241E66" w:rsidRDefault="00C0341F">
            <w:pPr>
              <w:pStyle w:val="PL"/>
              <w:rPr>
                <w:noProof w:val="0"/>
              </w:rPr>
            </w:pPr>
            <w:r w:rsidRPr="00241E66">
              <w:rPr>
                <w:noProof w:val="0"/>
              </w:rPr>
              <w:t>3- activateFile()</w:t>
            </w:r>
          </w:p>
          <w:p w:rsidR="00C0341F" w:rsidRPr="00241E66" w:rsidRDefault="00C0341F" w:rsidP="00BD73B1">
            <w:pPr>
              <w:pStyle w:val="PL"/>
              <w:rPr>
                <w:noProof w:val="0"/>
                <w:vertAlign w:val="subscript"/>
              </w:rPr>
            </w:pPr>
            <w:r w:rsidRPr="00241E66">
              <w:rPr>
                <w:noProof w:val="0"/>
              </w:rPr>
              <w:t>4- restore the file content EF</w:t>
            </w:r>
            <w:r w:rsidRPr="00241E66">
              <w:rPr>
                <w:noProof w:val="0"/>
                <w:vertAlign w:val="subscript"/>
              </w:rPr>
              <w:t xml:space="preserve">LARU, </w:t>
            </w:r>
            <w:r w:rsidRPr="00241E66">
              <w:rPr>
                <w:noProof w:val="0"/>
              </w:rPr>
              <w:t>EF</w:t>
            </w:r>
            <w:r w:rsidRPr="00241E66">
              <w:rPr>
                <w:noProof w:val="0"/>
                <w:vertAlign w:val="subscript"/>
              </w:rPr>
              <w:t>CARU</w:t>
            </w:r>
          </w:p>
        </w:tc>
        <w:tc>
          <w:tcPr>
            <w:tcW w:w="3260" w:type="dxa"/>
            <w:tcBorders>
              <w:top w:val="single" w:sz="4" w:space="0" w:color="auto"/>
              <w:left w:val="single" w:sz="4" w:space="0" w:color="auto"/>
              <w:bottom w:val="nil"/>
              <w:right w:val="single" w:sz="4" w:space="0" w:color="auto"/>
            </w:tcBorders>
          </w:tcPr>
          <w:p w:rsidR="00C0341F" w:rsidRPr="00241E66" w:rsidRDefault="00C0341F">
            <w:pPr>
              <w:pStyle w:val="TAL"/>
            </w:pPr>
          </w:p>
          <w:p w:rsidR="00C0341F" w:rsidRPr="00241E66" w:rsidRDefault="00C0341F">
            <w:pPr>
              <w:pStyle w:val="TAL"/>
            </w:pPr>
            <w:r w:rsidRPr="00241E66">
              <w:t>1- No exception shall be thrown.</w:t>
            </w:r>
          </w:p>
          <w:p w:rsidR="00C0341F" w:rsidRPr="00241E66" w:rsidRDefault="00C0341F">
            <w:pPr>
              <w:pStyle w:val="TAL"/>
            </w:pPr>
            <w:r w:rsidRPr="00241E66">
              <w:t>2- Shall throw uicc.access.UICCException with reason codeREF_DATA_INVALIDATED</w:t>
            </w:r>
          </w:p>
          <w:p w:rsidR="00C0341F" w:rsidRPr="00241E66" w:rsidRDefault="00C0341F">
            <w:pPr>
              <w:pStyle w:val="TAL"/>
            </w:pPr>
            <w:r w:rsidRPr="00241E66">
              <w:t>3- No exception shall be thrown.</w:t>
            </w:r>
          </w:p>
        </w:tc>
        <w:tc>
          <w:tcPr>
            <w:tcW w:w="2055" w:type="dxa"/>
            <w:tcBorders>
              <w:top w:val="single" w:sz="4" w:space="0" w:color="auto"/>
              <w:left w:val="single" w:sz="4" w:space="0" w:color="auto"/>
              <w:bottom w:val="nil"/>
              <w:right w:val="single" w:sz="4" w:space="0" w:color="auto"/>
            </w:tcBorders>
          </w:tcPr>
          <w:p w:rsidR="00C0341F" w:rsidRPr="00241E66" w:rsidRDefault="00C0341F">
            <w:pPr>
              <w:pStyle w:val="TAL"/>
              <w:keepNext w:val="0"/>
              <w:keepLines w:val="0"/>
            </w:pPr>
          </w:p>
        </w:tc>
      </w:tr>
      <w:tr w:rsidR="00C0341F" w:rsidRPr="00241E66" w:rsidTr="00BD73B1">
        <w:trPr>
          <w:jc w:val="center"/>
        </w:trPr>
        <w:tc>
          <w:tcPr>
            <w:tcW w:w="638" w:type="dxa"/>
            <w:tcBorders>
              <w:top w:val="nil"/>
              <w:left w:val="single" w:sz="4" w:space="0" w:color="auto"/>
              <w:bottom w:val="single" w:sz="4" w:space="0" w:color="auto"/>
              <w:right w:val="single" w:sz="4" w:space="0" w:color="auto"/>
            </w:tcBorders>
          </w:tcPr>
          <w:p w:rsidR="00C0341F" w:rsidRPr="00241E66" w:rsidRDefault="00C0341F">
            <w:pPr>
              <w:pStyle w:val="TAC"/>
              <w:keepNext w:val="0"/>
              <w:keepLines w:val="0"/>
            </w:pPr>
          </w:p>
        </w:tc>
        <w:tc>
          <w:tcPr>
            <w:tcW w:w="3828" w:type="dxa"/>
            <w:tcBorders>
              <w:top w:val="nil"/>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Restore the file content</w:t>
            </w:r>
          </w:p>
          <w:p w:rsidR="00C0341F" w:rsidRPr="00241E66" w:rsidRDefault="00C0341F">
            <w:pPr>
              <w:pStyle w:val="PL"/>
              <w:tabs>
                <w:tab w:val="clear" w:pos="384"/>
              </w:tabs>
              <w:rPr>
                <w:noProof w:val="0"/>
              </w:rPr>
            </w:pPr>
            <w:r w:rsidRPr="00241E66">
              <w:rPr>
                <w:noProof w:val="0"/>
              </w:rPr>
              <w:t>1- restore the file content of EF</w:t>
            </w:r>
            <w:r w:rsidRPr="00241E66">
              <w:rPr>
                <w:noProof w:val="0"/>
                <w:vertAlign w:val="subscript"/>
              </w:rPr>
              <w:t>LARU</w:t>
            </w:r>
            <w:r w:rsidRPr="00241E66">
              <w:rPr>
                <w:noProof w:val="0"/>
              </w:rPr>
              <w:t>:</w:t>
            </w:r>
          </w:p>
          <w:p w:rsidR="00C0341F" w:rsidRPr="00241E66" w:rsidRDefault="00C0341F">
            <w:pPr>
              <w:pStyle w:val="PL"/>
              <w:tabs>
                <w:tab w:val="clear" w:pos="384"/>
              </w:tabs>
              <w:rPr>
                <w:noProof w:val="0"/>
              </w:rPr>
            </w:pPr>
            <w:r w:rsidRPr="00241E66">
              <w:rPr>
                <w:noProof w:val="0"/>
              </w:rPr>
              <w:t>record 1 = 0x55,0x55,0x55,0x55</w:t>
            </w:r>
          </w:p>
          <w:p w:rsidR="00C0341F" w:rsidRPr="00241E66" w:rsidRDefault="00C0341F">
            <w:pPr>
              <w:pStyle w:val="PL"/>
              <w:tabs>
                <w:tab w:val="clear" w:pos="384"/>
              </w:tabs>
              <w:rPr>
                <w:noProof w:val="0"/>
              </w:rPr>
            </w:pPr>
            <w:r w:rsidRPr="00241E66">
              <w:rPr>
                <w:noProof w:val="0"/>
              </w:rPr>
              <w:t>record 2 = 0xAA,0xAA,0xAA,0xAA</w:t>
            </w:r>
          </w:p>
          <w:p w:rsidR="00C0341F" w:rsidRPr="00241E66" w:rsidRDefault="00C0341F">
            <w:pPr>
              <w:pStyle w:val="PL"/>
              <w:tabs>
                <w:tab w:val="clear" w:pos="384"/>
              </w:tabs>
              <w:rPr>
                <w:noProof w:val="0"/>
              </w:rPr>
            </w:pPr>
            <w:r w:rsidRPr="00241E66">
              <w:rPr>
                <w:noProof w:val="0"/>
              </w:rPr>
              <w:t>2- restore the file content of EF</w:t>
            </w:r>
            <w:r w:rsidRPr="00241E66">
              <w:rPr>
                <w:noProof w:val="0"/>
                <w:vertAlign w:val="subscript"/>
              </w:rPr>
              <w:t>CARU</w:t>
            </w:r>
            <w:r w:rsidRPr="00241E66">
              <w:rPr>
                <w:noProof w:val="0"/>
              </w:rPr>
              <w:t>:</w:t>
            </w:r>
          </w:p>
          <w:p w:rsidR="00C0341F" w:rsidRPr="00241E66" w:rsidRDefault="00C0341F">
            <w:pPr>
              <w:pStyle w:val="PL"/>
              <w:tabs>
                <w:tab w:val="clear" w:pos="384"/>
              </w:tabs>
              <w:rPr>
                <w:noProof w:val="0"/>
              </w:rPr>
            </w:pPr>
            <w:r w:rsidRPr="00241E66">
              <w:rPr>
                <w:noProof w:val="0"/>
              </w:rPr>
              <w:t>record 1 = 0x55,0x55,0x55</w:t>
            </w:r>
          </w:p>
          <w:p w:rsidR="00C0341F" w:rsidRPr="00241E66" w:rsidRDefault="00C0341F">
            <w:pPr>
              <w:pStyle w:val="PL"/>
              <w:tabs>
                <w:tab w:val="clear" w:pos="384"/>
              </w:tabs>
              <w:rPr>
                <w:noProof w:val="0"/>
              </w:rPr>
            </w:pPr>
            <w:r w:rsidRPr="00241E66">
              <w:rPr>
                <w:noProof w:val="0"/>
              </w:rPr>
              <w:t>record 2 = 0xAA,0xAA,0xAA</w:t>
            </w:r>
          </w:p>
        </w:tc>
        <w:tc>
          <w:tcPr>
            <w:tcW w:w="3260" w:type="dxa"/>
            <w:tcBorders>
              <w:top w:val="nil"/>
              <w:left w:val="single" w:sz="4" w:space="0" w:color="auto"/>
              <w:bottom w:val="single" w:sz="4" w:space="0" w:color="auto"/>
              <w:right w:val="single" w:sz="4" w:space="0" w:color="auto"/>
            </w:tcBorders>
          </w:tcPr>
          <w:p w:rsidR="00C0341F" w:rsidRPr="00241E66" w:rsidRDefault="00C0341F">
            <w:pPr>
              <w:pStyle w:val="TAL"/>
            </w:pPr>
          </w:p>
        </w:tc>
        <w:tc>
          <w:tcPr>
            <w:tcW w:w="2055" w:type="dxa"/>
            <w:tcBorders>
              <w:top w:val="nil"/>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rsidP="00BD73B1"/>
    <w:p w:rsidR="00C0341F" w:rsidRPr="00241E66" w:rsidRDefault="00C0341F">
      <w:pPr>
        <w:pStyle w:val="Heading4"/>
      </w:pPr>
      <w:r w:rsidRPr="00241E66">
        <w:lastRenderedPageBreak/>
        <w:t>5.3.1.12</w:t>
      </w:r>
      <w:r w:rsidRPr="00241E66">
        <w:tab/>
        <w:t>Method searchRecord</w:t>
      </w:r>
    </w:p>
    <w:p w:rsidR="00C0341F" w:rsidRPr="00241E66" w:rsidRDefault="00C0341F">
      <w:r w:rsidRPr="00241E66">
        <w:t>Test Area Reference: Api_4_Afv_Sear</w:t>
      </w:r>
      <w:r w:rsidR="00BD73B1" w:rsidRPr="00241E66">
        <w:t>.</w:t>
      </w:r>
    </w:p>
    <w:p w:rsidR="00C0341F" w:rsidRPr="00241E66" w:rsidRDefault="00C0341F" w:rsidP="00BD73B1">
      <w:pPr>
        <w:pStyle w:val="Heading5"/>
      </w:pPr>
      <w:r w:rsidRPr="00241E66">
        <w:t>5.3.1.12.1</w:t>
      </w:r>
      <w:r w:rsidRPr="00241E66">
        <w:tab/>
        <w:t>Conformance requirement</w:t>
      </w:r>
    </w:p>
    <w:p w:rsidR="00C0341F" w:rsidRPr="00241E66" w:rsidRDefault="00C0341F">
      <w:pPr>
        <w:pStyle w:val="List"/>
        <w:ind w:left="0" w:firstLine="0"/>
      </w:pPr>
      <w:r w:rsidRPr="00241E66">
        <w:t>The method with following header shall be compliant to its definition in the API.</w:t>
      </w:r>
    </w:p>
    <w:p w:rsidR="00C0341F" w:rsidRPr="00241E66" w:rsidRDefault="00C0341F">
      <w:pPr>
        <w:pStyle w:val="PL"/>
        <w:rPr>
          <w:noProof w:val="0"/>
        </w:rPr>
      </w:pPr>
      <w:r w:rsidRPr="00241E66">
        <w:rPr>
          <w:noProof w:val="0"/>
        </w:rPr>
        <w:t>public short searchRecord(byte mode,</w:t>
      </w:r>
    </w:p>
    <w:p w:rsidR="00C0341F" w:rsidRPr="00241E66" w:rsidRDefault="00C0341F">
      <w:pPr>
        <w:pStyle w:val="PL"/>
        <w:rPr>
          <w:noProof w:val="0"/>
        </w:rPr>
      </w:pPr>
      <w:r w:rsidRPr="00241E66">
        <w:rPr>
          <w:noProof w:val="0"/>
        </w:rPr>
        <w:t xml:space="preserve">                          short recordNum,</w:t>
      </w:r>
    </w:p>
    <w:p w:rsidR="00C0341F" w:rsidRPr="00241E66" w:rsidRDefault="00C0341F">
      <w:pPr>
        <w:pStyle w:val="PL"/>
        <w:rPr>
          <w:noProof w:val="0"/>
        </w:rPr>
      </w:pPr>
      <w:r w:rsidRPr="00241E66">
        <w:rPr>
          <w:noProof w:val="0"/>
        </w:rPr>
        <w:t xml:space="preserve">                          short searchIndication,</w:t>
      </w:r>
    </w:p>
    <w:p w:rsidR="00C0341F" w:rsidRPr="00241E66" w:rsidRDefault="00C0341F">
      <w:pPr>
        <w:pStyle w:val="PL"/>
        <w:rPr>
          <w:noProof w:val="0"/>
        </w:rPr>
      </w:pPr>
      <w:r w:rsidRPr="00241E66">
        <w:rPr>
          <w:noProof w:val="0"/>
        </w:rPr>
        <w:t xml:space="preserve">                          byte[] patt,</w:t>
      </w:r>
    </w:p>
    <w:p w:rsidR="00C0341F" w:rsidRPr="00241E66" w:rsidRDefault="00C0341F">
      <w:pPr>
        <w:pStyle w:val="PL"/>
        <w:rPr>
          <w:noProof w:val="0"/>
        </w:rPr>
      </w:pPr>
      <w:r w:rsidRPr="00241E66">
        <w:rPr>
          <w:noProof w:val="0"/>
        </w:rPr>
        <w:t xml:space="preserve">                          short pattOffset,</w:t>
      </w:r>
    </w:p>
    <w:p w:rsidR="00C0341F" w:rsidRPr="00241E66" w:rsidRDefault="00C0341F">
      <w:pPr>
        <w:pStyle w:val="PL"/>
        <w:rPr>
          <w:noProof w:val="0"/>
        </w:rPr>
      </w:pPr>
      <w:r w:rsidRPr="00241E66">
        <w:rPr>
          <w:noProof w:val="0"/>
        </w:rPr>
        <w:t xml:space="preserve">                          short pattLength,</w:t>
      </w:r>
    </w:p>
    <w:p w:rsidR="00C0341F" w:rsidRPr="00241E66" w:rsidRDefault="00C0341F">
      <w:pPr>
        <w:pStyle w:val="PL"/>
        <w:rPr>
          <w:noProof w:val="0"/>
        </w:rPr>
      </w:pPr>
      <w:r w:rsidRPr="00241E66">
        <w:rPr>
          <w:noProof w:val="0"/>
        </w:rPr>
        <w:t xml:space="preserve">                          short[] response,</w:t>
      </w:r>
    </w:p>
    <w:p w:rsidR="00C0341F" w:rsidRPr="00241E66" w:rsidRDefault="00C0341F">
      <w:pPr>
        <w:pStyle w:val="PL"/>
        <w:rPr>
          <w:noProof w:val="0"/>
        </w:rPr>
      </w:pPr>
      <w:r w:rsidRPr="00241E66">
        <w:rPr>
          <w:noProof w:val="0"/>
        </w:rPr>
        <w:t xml:space="preserve">                          short respOffset,</w:t>
      </w:r>
    </w:p>
    <w:p w:rsidR="00C0341F" w:rsidRPr="00241E66" w:rsidRDefault="00C0341F">
      <w:pPr>
        <w:pStyle w:val="PL"/>
        <w:rPr>
          <w:noProof w:val="0"/>
        </w:rPr>
      </w:pPr>
      <w:r w:rsidRPr="00241E66">
        <w:rPr>
          <w:noProof w:val="0"/>
        </w:rPr>
        <w:t xml:space="preserve">                          short respLength)</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BD73B1" w:rsidRPr="00241E66" w:rsidRDefault="00BD73B1">
      <w:pPr>
        <w:pStyle w:val="PL"/>
        <w:rPr>
          <w:noProof w:val="0"/>
        </w:rPr>
      </w:pPr>
    </w:p>
    <w:p w:rsidR="00C0341F" w:rsidRPr="00241E66" w:rsidRDefault="00C0341F">
      <w:pPr>
        <w:pStyle w:val="H6"/>
      </w:pPr>
      <w:r w:rsidRPr="00241E66">
        <w:t>5.3.1.12.1.1</w:t>
      </w:r>
      <w:r w:rsidRPr="00241E66">
        <w:tab/>
        <w:t>Normal execution</w:t>
      </w:r>
    </w:p>
    <w:p w:rsidR="00C0341F" w:rsidRPr="00241E66" w:rsidRDefault="00C0341F">
      <w:pPr>
        <w:pStyle w:val="B1"/>
      </w:pPr>
      <w:r w:rsidRPr="00241E66">
        <w:t>CRRN1: Search a given pattern in byte array patt[] of a current linear fixed or cyclic EF.</w:t>
      </w:r>
    </w:p>
    <w:p w:rsidR="00C0341F" w:rsidRPr="00241E66" w:rsidRDefault="00C0341F">
      <w:pPr>
        <w:pStyle w:val="B1"/>
      </w:pPr>
      <w:r w:rsidRPr="00241E66">
        <w:t>CRRN2: If the pattern is found, the number of each record is stored in byte array response[] and the total number of updated bytes in the array response[] buffer is returned.</w:t>
      </w:r>
    </w:p>
    <w:p w:rsidR="00C0341F" w:rsidRPr="00241E66" w:rsidRDefault="00C0341F">
      <w:pPr>
        <w:pStyle w:val="B1"/>
      </w:pPr>
      <w:r w:rsidRPr="00241E66">
        <w:t>CRRN3: If the value of respLength is greater than the number of records found, the whole response is copied into the response buffer and the number of elements copied is returned by the method.</w:t>
      </w:r>
    </w:p>
    <w:p w:rsidR="00C0341F" w:rsidRPr="00241E66" w:rsidRDefault="00C0341F">
      <w:pPr>
        <w:pStyle w:val="B1"/>
      </w:pPr>
      <w:r w:rsidRPr="00241E66">
        <w:t>CRRN4: If the value of respLength is smaller than the number of found patterns, the first record numbers are copied into the response array and the value of respLength is returned.</w:t>
      </w:r>
    </w:p>
    <w:p w:rsidR="00C0341F" w:rsidRPr="00241E66" w:rsidRDefault="00C0341F">
      <w:pPr>
        <w:pStyle w:val="B1"/>
      </w:pPr>
      <w:r w:rsidRPr="00241E66">
        <w:t>CRRN5: If mode is SIMPLE_SEARCH_START_FORWARD, the search starts at the given record number forward towards the end of the file.</w:t>
      </w:r>
    </w:p>
    <w:p w:rsidR="00C0341F" w:rsidRPr="00241E66" w:rsidRDefault="00C0341F">
      <w:pPr>
        <w:pStyle w:val="B1"/>
      </w:pPr>
      <w:r w:rsidRPr="00241E66">
        <w:t>CRRN6: If mode is SIMPLE_SEARCH _START_BACKWARD, the search starts at a given record number backward towards to the beginning of the file.</w:t>
      </w:r>
    </w:p>
    <w:p w:rsidR="00C0341F" w:rsidRPr="00241E66" w:rsidRDefault="00C0341F">
      <w:pPr>
        <w:pStyle w:val="B1"/>
      </w:pPr>
      <w:r w:rsidRPr="00241E66">
        <w:t>CRRN7: If mode is ENHANCED_SEARCH and SEARCH_INDICATION_START_BACKWARD_FROM_PREVIOUS is set in searchIndication, the search is backward starting from previous record towards to the beginning of the file.</w:t>
      </w:r>
    </w:p>
    <w:p w:rsidR="00C0341F" w:rsidRPr="00241E66" w:rsidRDefault="00C0341F">
      <w:pPr>
        <w:pStyle w:val="B1"/>
      </w:pPr>
      <w:r w:rsidRPr="00241E66">
        <w:t>CRRN8: If the mode is ENHANCED_SEARCH and SEARCH_INDICATION_START_BACKWARD_FROM_PREVIOUS_GR is set in searchIndication, the search is backward starting at a given record from previous record towards to the beginning of the file.</w:t>
      </w:r>
    </w:p>
    <w:p w:rsidR="00C0341F" w:rsidRPr="00241E66" w:rsidRDefault="00C0341F">
      <w:pPr>
        <w:pStyle w:val="B1"/>
      </w:pPr>
      <w:r w:rsidRPr="00241E66">
        <w:t>CRRN9: If the mode is ENHANCED_SEARCH and SEARCH_INDICATION_START_FORWARD_FROM_NEXT is set in searchIndication, the search is forward starting at the next record towards the end of the file.</w:t>
      </w:r>
    </w:p>
    <w:p w:rsidR="00C0341F" w:rsidRPr="00241E66" w:rsidRDefault="00C0341F">
      <w:pPr>
        <w:pStyle w:val="B1"/>
      </w:pPr>
      <w:r w:rsidRPr="00241E66">
        <w:t>CRRN10: If the mode is ENHANCED_SEARCH and SEARCH_INDICATION_FORWARD_FROM_NEXT_GR is set in searchIndication, the search is forward starting at a given record number towards to the end of the file.</w:t>
      </w:r>
    </w:p>
    <w:p w:rsidR="00C0341F" w:rsidRPr="00241E66" w:rsidRDefault="00C0341F">
      <w:pPr>
        <w:pStyle w:val="B1"/>
      </w:pPr>
      <w:r w:rsidRPr="00241E66">
        <w:t xml:space="preserve">CRRN11: If the mode is ENHANCED_SEARCH, and bit 4 of the most significant byte of the searchIndication is not set, the search starts in the record from the offset (absolute position) given in the less significant byte of searchIndication. </w:t>
      </w:r>
    </w:p>
    <w:p w:rsidR="00C0341F" w:rsidRPr="00241E66" w:rsidRDefault="00C0341F">
      <w:pPr>
        <w:pStyle w:val="B1"/>
      </w:pPr>
      <w:r w:rsidRPr="00241E66">
        <w:t>CRRN12: If the mode is ENHANCED_SEARCH, and bit 4 of the most significant byte of the searchIndication is set, the search starts in the record after the first occurrence of the value contained in the less significant byte of searchIndication.</w:t>
      </w:r>
    </w:p>
    <w:p w:rsidR="00C0341F" w:rsidRPr="00241E66" w:rsidRDefault="00C0341F">
      <w:pPr>
        <w:pStyle w:val="B1"/>
      </w:pPr>
      <w:r w:rsidRPr="00241E66">
        <w:t>CRRN13: If pattern given in patt[] is not found, the method returns 0.</w:t>
      </w:r>
    </w:p>
    <w:p w:rsidR="00C0341F" w:rsidRPr="00241E66" w:rsidRDefault="00C0341F">
      <w:pPr>
        <w:pStyle w:val="B1"/>
      </w:pPr>
      <w:r w:rsidRPr="00241E66">
        <w:lastRenderedPageBreak/>
        <w:t>CRRN14: If one or more matches are found the record pointer shall be set to the first record where the search pattern was found.</w:t>
      </w:r>
    </w:p>
    <w:p w:rsidR="00C0341F" w:rsidRPr="00241E66" w:rsidRDefault="00C0341F">
      <w:pPr>
        <w:pStyle w:val="H6"/>
      </w:pPr>
      <w:r w:rsidRPr="00241E66">
        <w:t>5.3.1.12.1.2</w:t>
      </w:r>
      <w:r w:rsidRPr="00241E66">
        <w:tab/>
        <w:t>Parameter errors</w:t>
      </w:r>
    </w:p>
    <w:p w:rsidR="00C0341F" w:rsidRPr="00241E66" w:rsidRDefault="00C0341F">
      <w:pPr>
        <w:pStyle w:val="B1"/>
      </w:pPr>
      <w:r w:rsidRPr="00241E66">
        <w:t>CRRP1: If mode is not 4, 5 or 6, an instance of UICCException shall be thrown. The reason code shall be UICCException.INVALID_MODE.</w:t>
      </w:r>
    </w:p>
    <w:p w:rsidR="00C0341F" w:rsidRPr="00241E66" w:rsidRDefault="00C0341F">
      <w:pPr>
        <w:pStyle w:val="B1"/>
      </w:pPr>
      <w:r w:rsidRPr="00241E66">
        <w:t>CRRP2: If the pattern array patt is null, an instance of java.lang.NullPointerException shall be thrown.</w:t>
      </w:r>
    </w:p>
    <w:p w:rsidR="00C0341F" w:rsidRPr="00241E66" w:rsidRDefault="00C0341F">
      <w:pPr>
        <w:pStyle w:val="B1"/>
      </w:pPr>
      <w:r w:rsidRPr="00241E66">
        <w:t>CRRP3: If the response array response is null, an instance of java.lang.NullPointerExceptino shall be thrown.</w:t>
      </w:r>
    </w:p>
    <w:p w:rsidR="00C0341F" w:rsidRPr="00241E66" w:rsidRDefault="00C0341F">
      <w:pPr>
        <w:pStyle w:val="B1"/>
      </w:pPr>
      <w:r w:rsidRPr="00241E66">
        <w:t>CRRP4: If parameter pattOffset is negative, an instance of  java.lang.ArrayIndexOutOfBoundsException shall be thrown.</w:t>
      </w:r>
    </w:p>
    <w:p w:rsidR="00C0341F" w:rsidRPr="00241E66" w:rsidRDefault="00C0341F">
      <w:pPr>
        <w:pStyle w:val="B1"/>
      </w:pPr>
      <w:r w:rsidRPr="00241E66">
        <w:t>CRRP5: If parameter pattLength is negative, an instance of  java.lang.ArrayIndexOutOfBoundsException shall be thrown.</w:t>
      </w:r>
    </w:p>
    <w:p w:rsidR="00C0341F" w:rsidRPr="00241E66" w:rsidRDefault="00C0341F">
      <w:pPr>
        <w:pStyle w:val="B1"/>
      </w:pPr>
      <w:r w:rsidRPr="00241E66">
        <w:t>CRRP6: If parameter respOffset is negative, an instance of  java.lang.ArrayIndexOutOfBoundsException shall be thrown.</w:t>
      </w:r>
    </w:p>
    <w:p w:rsidR="00C0341F" w:rsidRPr="00241E66" w:rsidRDefault="00C0341F">
      <w:pPr>
        <w:pStyle w:val="B1"/>
      </w:pPr>
      <w:r w:rsidRPr="00241E66">
        <w:t>CRRP7: If parameter respLength negative, an instance of  java.lang.ArrayIndexOutOfBoundsException shall be thrown.</w:t>
      </w:r>
    </w:p>
    <w:p w:rsidR="00C0341F" w:rsidRPr="00241E66" w:rsidRDefault="00C0341F">
      <w:pPr>
        <w:pStyle w:val="B1"/>
      </w:pPr>
      <w:r w:rsidRPr="00241E66">
        <w:t>CRRP8: If parameter pattOffset plus pattLength are greater than the length of array patt, an instance of java.lang.ArrayIndexOutOfBoundsException shall be thrown.</w:t>
      </w:r>
    </w:p>
    <w:p w:rsidR="00C0341F" w:rsidRPr="00241E66" w:rsidRDefault="00C0341F">
      <w:pPr>
        <w:pStyle w:val="B1"/>
      </w:pPr>
      <w:r w:rsidRPr="00241E66">
        <w:t>CRRP9: If parameter respOffset plus respLength are greater than the length of array response a ArrayIndexOutOfBoundsException shall be thrown.</w:t>
      </w:r>
    </w:p>
    <w:p w:rsidR="00C0341F" w:rsidRPr="00241E66" w:rsidRDefault="00C0341F">
      <w:pPr>
        <w:pStyle w:val="B1"/>
      </w:pPr>
      <w:r w:rsidRPr="00241E66">
        <w:t>CRRP10: If parameter recordNum is negative, an instance of UICCException shall be thrown. The reason code shall be UICCException.RECORD_NOT_FOUND.</w:t>
      </w:r>
    </w:p>
    <w:p w:rsidR="00C0341F" w:rsidRPr="00241E66" w:rsidRDefault="00C0341F">
      <w:pPr>
        <w:pStyle w:val="B1"/>
      </w:pPr>
      <w:r w:rsidRPr="00241E66">
        <w:t>CRRP11: If parameter recordNum is greather than, the total number of records from the currently selected EF, an instance of UICCException shall be thrown. The reason code shall be UICCException.RECORD_NOT_FOUND.</w:t>
      </w:r>
    </w:p>
    <w:p w:rsidR="00C0341F" w:rsidRPr="00241E66" w:rsidRDefault="00C0341F">
      <w:pPr>
        <w:pStyle w:val="B1"/>
      </w:pPr>
      <w:r w:rsidRPr="00241E66">
        <w:t>CRRP12</w:t>
      </w:r>
      <w:r w:rsidRPr="00241E66">
        <w:rPr>
          <w:rStyle w:val="CommentReference"/>
          <w:vanish/>
        </w:rPr>
        <w:t>:</w:t>
      </w:r>
      <w:r w:rsidRPr="00241E66">
        <w:t xml:space="preserve"> If  pattLength is greater than record size of the currently selected EF an instance of UICCException shall be thrown. The reason code shall be UICCException.OUT_OF_FILE_BOUNDARIES.</w:t>
      </w:r>
    </w:p>
    <w:p w:rsidR="00C0341F" w:rsidRPr="00241E66" w:rsidRDefault="00C0341F">
      <w:pPr>
        <w:pStyle w:val="H6"/>
      </w:pPr>
      <w:r w:rsidRPr="00241E66">
        <w:t>5.3.1.12.1.3</w:t>
      </w:r>
      <w:r w:rsidRPr="00241E66">
        <w:tab/>
        <w:t>Context errors</w:t>
      </w:r>
    </w:p>
    <w:p w:rsidR="00C0341F" w:rsidRPr="00241E66" w:rsidRDefault="00C0341F">
      <w:pPr>
        <w:pStyle w:val="B1"/>
      </w:pPr>
      <w:r w:rsidRPr="00241E66">
        <w:t>CRRC1: If the calling applet has currently no EF selected, an instance of UICCException shall be thrown. The reason code shall be UICCException.NO_EF_SELECTED.</w:t>
      </w:r>
    </w:p>
    <w:p w:rsidR="00C0341F" w:rsidRPr="00241E66" w:rsidRDefault="00C0341F">
      <w:pPr>
        <w:pStyle w:val="B1"/>
      </w:pPr>
      <w:r w:rsidRPr="00241E66">
        <w:t>CRRC2: If the currently selected EF is not linear fixed or cyclic, an instance of UICCException shall be thrown. The reason code shall be UICCException.COMMAND_INCOMPATIBLE.</w:t>
      </w:r>
    </w:p>
    <w:p w:rsidR="00C0341F" w:rsidRPr="00241E66" w:rsidRDefault="00C0341F">
      <w:pPr>
        <w:pStyle w:val="B1"/>
      </w:pPr>
      <w:r w:rsidRPr="00241E66">
        <w:t>CRRC3: If the calling applet does not fulfil the access condition, READ, to perform this function, an instance of UICCException shall be thrown. The reason code shall be UICCException.SECURITY_STATUS_NOT_SATISFIED.</w:t>
      </w:r>
    </w:p>
    <w:p w:rsidR="00C0341F" w:rsidRPr="00241E66" w:rsidRDefault="00C0341F">
      <w:pPr>
        <w:pStyle w:val="B1"/>
      </w:pPr>
      <w:r w:rsidRPr="00241E66">
        <w:t>CRRC4: If the currently selected EF is deactivated and the file status of the EF does not allow for reading a deactivated file, an instance of UICCException shall be thrown. The reason code shall be UICCException.REF_DATA_INVALIDATED.</w:t>
      </w:r>
    </w:p>
    <w:p w:rsidR="00C0341F" w:rsidRPr="00241E66" w:rsidRDefault="00C0341F">
      <w:pPr>
        <w:pStyle w:val="B1"/>
      </w:pPr>
      <w:r w:rsidRPr="00241E66">
        <w:t>CRRC5: If the method call causes an error to occur that is not expected and thus not handled, an instance of UICCException shall be thrown. The reason code shall be UICCException.INTERNAL_ERROR.</w:t>
      </w:r>
    </w:p>
    <w:p w:rsidR="00C0341F" w:rsidRPr="00241E66" w:rsidRDefault="00C0341F" w:rsidP="008542A8">
      <w:pPr>
        <w:pStyle w:val="Heading5"/>
        <w:keepLines w:val="0"/>
      </w:pPr>
      <w:r w:rsidRPr="00241E66">
        <w:lastRenderedPageBreak/>
        <w:t>5.3.1.12.2</w:t>
      </w:r>
      <w:r w:rsidRPr="00241E66">
        <w:tab/>
        <w:t>Test area files</w:t>
      </w:r>
    </w:p>
    <w:p w:rsidR="00C0341F" w:rsidRPr="00241E66" w:rsidRDefault="00C0341F" w:rsidP="008542A8">
      <w:pPr>
        <w:pStyle w:val="EX"/>
        <w:keepNext/>
        <w:keepLines w:val="0"/>
      </w:pPr>
      <w:r w:rsidRPr="00241E66">
        <w:t>Test  Source:</w:t>
      </w:r>
      <w:r w:rsidRPr="00241E66">
        <w:tab/>
        <w:t>Test_Api_4_Afv_Sear.java</w:t>
      </w:r>
      <w:r w:rsidR="00BD73B1" w:rsidRPr="00241E66">
        <w:t>.</w:t>
      </w:r>
    </w:p>
    <w:p w:rsidR="00C0341F" w:rsidRPr="00241E66" w:rsidRDefault="00C0341F" w:rsidP="008542A8">
      <w:pPr>
        <w:pStyle w:val="EX"/>
        <w:keepNext/>
        <w:keepLines w:val="0"/>
      </w:pPr>
      <w:r w:rsidRPr="00241E66">
        <w:t>Test Applet:</w:t>
      </w:r>
      <w:r w:rsidRPr="00241E66">
        <w:tab/>
        <w:t>Api_4_Afv_Sear_1.java</w:t>
      </w:r>
      <w:r w:rsidR="00BD73B1" w:rsidRPr="00241E66">
        <w:t>.</w:t>
      </w:r>
    </w:p>
    <w:p w:rsidR="00C0341F" w:rsidRPr="00241E66" w:rsidRDefault="00C0341F" w:rsidP="008542A8">
      <w:pPr>
        <w:pStyle w:val="EX"/>
        <w:keepNext/>
        <w:keepLines w:val="0"/>
      </w:pPr>
      <w:r w:rsidRPr="00241E66">
        <w:t>Cap File:</w:t>
      </w:r>
      <w:r w:rsidRPr="00241E66">
        <w:tab/>
        <w:t>Api_4_Afv_sear.cap</w:t>
      </w:r>
      <w:r w:rsidR="00BD73B1" w:rsidRPr="00241E66">
        <w:t>.</w:t>
      </w:r>
    </w:p>
    <w:p w:rsidR="00C0341F" w:rsidRPr="00241E66" w:rsidRDefault="00C0341F" w:rsidP="00BD73B1">
      <w:pPr>
        <w:pStyle w:val="Heading5"/>
      </w:pPr>
      <w:r w:rsidRPr="00241E66">
        <w:t>5.3.1.12.3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5491"/>
      </w:tblGrid>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r w:rsidR="00BD73B1" w:rsidRPr="00241E66">
              <w:t xml:space="preserve"> </w:t>
            </w:r>
            <w:r w:rsidRPr="00241E66">
              <w:t>4,</w:t>
            </w:r>
            <w:r w:rsidR="00BD73B1" w:rsidRPr="00241E66">
              <w:t xml:space="preserve"> </w:t>
            </w:r>
            <w:r w:rsidRPr="00241E66">
              <w:t>5,</w:t>
            </w:r>
            <w:r w:rsidR="00BD73B1" w:rsidRPr="00241E66">
              <w:t xml:space="preserve"> </w:t>
            </w:r>
            <w:r w:rsidRPr="00241E66">
              <w:t>6,</w:t>
            </w:r>
            <w:r w:rsidR="00BD73B1" w:rsidRPr="00241E66">
              <w:t xml:space="preserve"> </w:t>
            </w:r>
            <w:r w:rsidRPr="00241E66">
              <w:t>7,</w:t>
            </w:r>
            <w:r w:rsidR="00BD73B1" w:rsidRPr="00241E66">
              <w:t xml:space="preserve"> </w:t>
            </w:r>
            <w:r w:rsidRPr="00241E66">
              <w:t>8,</w:t>
            </w:r>
            <w:r w:rsidR="00BD73B1" w:rsidRPr="00241E66">
              <w:t xml:space="preserve"> </w:t>
            </w:r>
            <w:r w:rsidRPr="00241E66">
              <w:t>9,</w:t>
            </w:r>
            <w:r w:rsidR="00BD73B1" w:rsidRPr="00241E66">
              <w:t xml:space="preserve"> </w:t>
            </w:r>
            <w:r w:rsidRPr="00241E66">
              <w:t>10,</w:t>
            </w:r>
            <w:r w:rsidR="00BD73B1" w:rsidRPr="00241E66">
              <w:t xml:space="preserve"> </w:t>
            </w:r>
            <w:r w:rsidRPr="00241E66">
              <w:t>11,</w:t>
            </w:r>
            <w:r w:rsidR="00BD73B1" w:rsidRPr="00241E66">
              <w:t xml:space="preserve"> </w:t>
            </w:r>
            <w:r w:rsidRPr="00241E66">
              <w:t>28, 29,</w:t>
            </w:r>
            <w:r w:rsidR="00BD73B1" w:rsidRPr="00241E66">
              <w:t xml:space="preserve"> </w:t>
            </w:r>
            <w:r w:rsidRPr="00241E66">
              <w:t>30,</w:t>
            </w:r>
            <w:r w:rsidR="00BD73B1" w:rsidRPr="00241E66">
              <w:t xml:space="preserve"> </w:t>
            </w:r>
            <w:r w:rsidRPr="00241E66">
              <w:t>31,</w:t>
            </w:r>
            <w:r w:rsidR="00BD73B1" w:rsidRPr="00241E66">
              <w:t xml:space="preserve"> </w:t>
            </w:r>
            <w:r w:rsidRPr="00241E66">
              <w:t>32,</w:t>
            </w:r>
            <w:r w:rsidR="00BD73B1" w:rsidRPr="00241E66">
              <w:t xml:space="preserve"> </w:t>
            </w:r>
            <w:r w:rsidRPr="00241E66">
              <w:t>33,</w:t>
            </w:r>
            <w:r w:rsidR="00BD73B1" w:rsidRPr="00241E66">
              <w:t xml:space="preserve"> </w:t>
            </w:r>
            <w:r w:rsidRPr="00241E66">
              <w:t>34,</w:t>
            </w:r>
            <w:r w:rsidR="00BD73B1" w:rsidRPr="00241E66">
              <w:t xml:space="preserve"> </w:t>
            </w:r>
            <w:r w:rsidRPr="00241E66">
              <w:t>35,</w:t>
            </w:r>
            <w:r w:rsidR="00BD73B1" w:rsidRPr="00241E66">
              <w:t xml:space="preserve"> </w:t>
            </w:r>
            <w:r w:rsidRPr="00241E66">
              <w:t>36,</w:t>
            </w:r>
            <w:r w:rsidR="00BD73B1" w:rsidRPr="00241E66">
              <w:t xml:space="preserve"> </w:t>
            </w:r>
            <w:r w:rsidRPr="00241E66">
              <w:t>37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r w:rsidR="00BD73B1" w:rsidRPr="00241E66">
              <w:t xml:space="preserve"> </w:t>
            </w:r>
            <w:r w:rsidRPr="00241E66">
              <w:t>4,</w:t>
            </w:r>
            <w:r w:rsidR="00BD73B1" w:rsidRPr="00241E66">
              <w:t xml:space="preserve"> </w:t>
            </w:r>
            <w:r w:rsidRPr="00241E66">
              <w:t>5,</w:t>
            </w:r>
            <w:r w:rsidR="00BD73B1" w:rsidRPr="00241E66">
              <w:t xml:space="preserve"> </w:t>
            </w:r>
            <w:r w:rsidRPr="00241E66">
              <w:t>6,</w:t>
            </w:r>
            <w:r w:rsidR="00BD73B1" w:rsidRPr="00241E66">
              <w:t xml:space="preserve"> </w:t>
            </w:r>
            <w:r w:rsidRPr="00241E66">
              <w:t>7,</w:t>
            </w:r>
            <w:r w:rsidR="00BD73B1" w:rsidRPr="00241E66">
              <w:t xml:space="preserve"> </w:t>
            </w:r>
            <w:r w:rsidRPr="00241E66">
              <w:t>8,</w:t>
            </w:r>
            <w:r w:rsidR="00BD73B1" w:rsidRPr="00241E66">
              <w:t xml:space="preserve"> </w:t>
            </w:r>
            <w:r w:rsidRPr="00241E66">
              <w:t>9,</w:t>
            </w:r>
            <w:r w:rsidR="00BD73B1" w:rsidRPr="00241E66">
              <w:t xml:space="preserve"> </w:t>
            </w:r>
            <w:r w:rsidRPr="00241E66">
              <w:t>10,</w:t>
            </w:r>
            <w:r w:rsidR="00BD73B1" w:rsidRPr="00241E66">
              <w:t xml:space="preserve"> </w:t>
            </w:r>
            <w:r w:rsidRPr="00241E66">
              <w:t>11,</w:t>
            </w:r>
            <w:r w:rsidR="00BD73B1" w:rsidRPr="00241E66">
              <w:t xml:space="preserve"> </w:t>
            </w:r>
            <w:r w:rsidRPr="00241E66">
              <w:t>28,</w:t>
            </w:r>
            <w:r w:rsidR="00BD73B1" w:rsidRPr="00241E66">
              <w:t xml:space="preserve"> </w:t>
            </w:r>
            <w:r w:rsidRPr="00241E66">
              <w:t>29,</w:t>
            </w:r>
            <w:r w:rsidR="00BD73B1" w:rsidRPr="00241E66">
              <w:t xml:space="preserve"> </w:t>
            </w:r>
            <w:r w:rsidRPr="00241E66">
              <w:t>30,</w:t>
            </w:r>
            <w:r w:rsidR="00BD73B1" w:rsidRPr="00241E66">
              <w:t xml:space="preserve"> </w:t>
            </w:r>
            <w:r w:rsidRPr="00241E66">
              <w:t>31,</w:t>
            </w:r>
            <w:r w:rsidR="00BD73B1" w:rsidRPr="00241E66">
              <w:t xml:space="preserve"> </w:t>
            </w:r>
            <w:r w:rsidRPr="00241E66">
              <w:t>32,</w:t>
            </w:r>
            <w:r w:rsidR="00BD73B1" w:rsidRPr="00241E66">
              <w:t xml:space="preserve"> </w:t>
            </w:r>
            <w:r w:rsidRPr="00241E66">
              <w:t>33,</w:t>
            </w:r>
            <w:r w:rsidR="00BD73B1" w:rsidRPr="00241E66">
              <w:t xml:space="preserve"> </w:t>
            </w:r>
            <w:r w:rsidRPr="00241E66">
              <w:t>34,</w:t>
            </w:r>
            <w:r w:rsidR="00BD73B1" w:rsidRPr="00241E66">
              <w:t xml:space="preserve"> </w:t>
            </w:r>
            <w:r w:rsidRPr="00241E66">
              <w:t>35,</w:t>
            </w:r>
            <w:r w:rsidR="00BD73B1" w:rsidRPr="00241E66">
              <w:t xml:space="preserve"> </w:t>
            </w:r>
            <w:r w:rsidRPr="00241E66">
              <w:t>36,</w:t>
            </w:r>
            <w:r w:rsidR="00BD73B1" w:rsidRPr="00241E66">
              <w:t xml:space="preserve"> </w:t>
            </w:r>
            <w:r w:rsidRPr="00241E66">
              <w:t>37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r w:rsidR="00BD73B1" w:rsidRPr="00241E66">
              <w:t xml:space="preserve"> </w:t>
            </w:r>
            <w:r w:rsidRPr="00241E66">
              <w:t>4,</w:t>
            </w:r>
            <w:r w:rsidR="00BD73B1" w:rsidRPr="00241E66">
              <w:t xml:space="preserve"> </w:t>
            </w:r>
            <w:r w:rsidRPr="00241E66">
              <w:t>5,</w:t>
            </w:r>
            <w:r w:rsidR="00BD73B1" w:rsidRPr="00241E66">
              <w:t xml:space="preserve"> </w:t>
            </w:r>
            <w:r w:rsidRPr="00241E66">
              <w:t>6,</w:t>
            </w:r>
            <w:r w:rsidR="00BD73B1" w:rsidRPr="00241E66">
              <w:t xml:space="preserve"> </w:t>
            </w:r>
            <w:r w:rsidRPr="00241E66">
              <w:t>7,</w:t>
            </w:r>
            <w:r w:rsidR="00BD73B1" w:rsidRPr="00241E66">
              <w:t xml:space="preserve"> </w:t>
            </w:r>
            <w:r w:rsidRPr="00241E66">
              <w:t>8,</w:t>
            </w:r>
            <w:r w:rsidR="00BD73B1" w:rsidRPr="00241E66">
              <w:t xml:space="preserve"> </w:t>
            </w:r>
            <w:r w:rsidRPr="00241E66">
              <w:t>9,</w:t>
            </w:r>
            <w:r w:rsidR="00BD73B1" w:rsidRPr="00241E66">
              <w:t xml:space="preserve"> </w:t>
            </w:r>
            <w:r w:rsidRPr="00241E66">
              <w:t>10,</w:t>
            </w:r>
            <w:r w:rsidR="00BD73B1" w:rsidRPr="00241E66">
              <w:t xml:space="preserve"> </w:t>
            </w:r>
            <w:r w:rsidRPr="00241E66">
              <w:t>11,</w:t>
            </w:r>
            <w:r w:rsidR="00BD73B1" w:rsidRPr="00241E66">
              <w:t xml:space="preserve"> </w:t>
            </w:r>
            <w:r w:rsidRPr="00241E66">
              <w:t>28,</w:t>
            </w:r>
            <w:r w:rsidR="00BD73B1" w:rsidRPr="00241E66">
              <w:t xml:space="preserve"> </w:t>
            </w:r>
            <w:r w:rsidRPr="00241E66">
              <w:t>29,</w:t>
            </w:r>
            <w:r w:rsidR="00BD73B1" w:rsidRPr="00241E66">
              <w:t xml:space="preserve"> </w:t>
            </w:r>
            <w:r w:rsidRPr="00241E66">
              <w:t>30,</w:t>
            </w:r>
            <w:r w:rsidR="00BD73B1" w:rsidRPr="00241E66">
              <w:t xml:space="preserve"> </w:t>
            </w:r>
            <w:r w:rsidRPr="00241E66">
              <w:t>31,</w:t>
            </w:r>
            <w:r w:rsidR="00BD73B1" w:rsidRPr="00241E66">
              <w:t xml:space="preserve"> </w:t>
            </w:r>
            <w:r w:rsidRPr="00241E66">
              <w:t>32,</w:t>
            </w:r>
            <w:r w:rsidR="00BD73B1" w:rsidRPr="00241E66">
              <w:t xml:space="preserve"> </w:t>
            </w:r>
            <w:r w:rsidRPr="00241E66">
              <w:t>33,</w:t>
            </w:r>
            <w:r w:rsidR="00BD73B1" w:rsidRPr="00241E66">
              <w:t xml:space="preserve"> </w:t>
            </w:r>
            <w:r w:rsidRPr="00241E66">
              <w:t>34,</w:t>
            </w:r>
            <w:r w:rsidR="00BD73B1" w:rsidRPr="00241E66">
              <w:t xml:space="preserve"> </w:t>
            </w:r>
            <w:r w:rsidRPr="00241E66">
              <w:t>35,</w:t>
            </w:r>
            <w:r w:rsidR="00BD73B1" w:rsidRPr="00241E66">
              <w:t xml:space="preserve"> </w:t>
            </w:r>
            <w:r w:rsidRPr="00241E66">
              <w:t>36,</w:t>
            </w:r>
            <w:r w:rsidR="00BD73B1" w:rsidRPr="00241E66">
              <w:t xml:space="preserve"> </w:t>
            </w:r>
            <w:r w:rsidRPr="00241E66">
              <w:t>37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28</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r w:rsidR="00BD73B1" w:rsidRPr="00241E66">
              <w:t xml:space="preserve"> </w:t>
            </w:r>
            <w:r w:rsidRPr="00241E66">
              <w:t>29</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N7</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6,</w:t>
            </w:r>
            <w:r w:rsidR="00BD73B1" w:rsidRPr="00241E66">
              <w:t xml:space="preserve"> </w:t>
            </w:r>
            <w:r w:rsidRPr="00241E66">
              <w:t>7,</w:t>
            </w:r>
            <w:r w:rsidR="00BD73B1" w:rsidRPr="00241E66">
              <w:t xml:space="preserve"> </w:t>
            </w:r>
            <w:r w:rsidRPr="00241E66">
              <w:t>34,</w:t>
            </w:r>
            <w:r w:rsidR="00BD73B1" w:rsidRPr="00241E66">
              <w:t xml:space="preserve"> </w:t>
            </w:r>
            <w:r w:rsidRPr="00241E66">
              <w:t>35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N8</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r w:rsidR="00BD73B1" w:rsidRPr="00241E66">
              <w:t xml:space="preserve"> </w:t>
            </w:r>
            <w:r w:rsidRPr="00241E66">
              <w:t>9,</w:t>
            </w:r>
            <w:r w:rsidR="00BD73B1" w:rsidRPr="00241E66">
              <w:t xml:space="preserve"> </w:t>
            </w:r>
            <w:r w:rsidRPr="00241E66">
              <w:t>36,</w:t>
            </w:r>
            <w:r w:rsidR="00BD73B1" w:rsidRPr="00241E66">
              <w:t xml:space="preserve"> </w:t>
            </w:r>
            <w:r w:rsidRPr="00241E66">
              <w:t>37</w:t>
            </w:r>
          </w:p>
        </w:tc>
      </w:tr>
      <w:tr w:rsidR="00C0341F" w:rsidRPr="00241E66">
        <w:trPr>
          <w:trHeight w:val="105"/>
          <w:jc w:val="center"/>
        </w:trPr>
        <w:tc>
          <w:tcPr>
            <w:tcW w:w="1299"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N9</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r w:rsidR="00BD73B1" w:rsidRPr="00241E66">
              <w:t xml:space="preserve"> </w:t>
            </w:r>
            <w:r w:rsidRPr="00241E66">
              <w:t>11,</w:t>
            </w:r>
            <w:r w:rsidR="00BD73B1" w:rsidRPr="00241E66">
              <w:t xml:space="preserve"> </w:t>
            </w:r>
            <w:r w:rsidRPr="00241E66">
              <w:t>30,</w:t>
            </w:r>
            <w:r w:rsidR="00BD73B1" w:rsidRPr="00241E66">
              <w:t xml:space="preserve"> </w:t>
            </w:r>
            <w:r w:rsidRPr="00241E66">
              <w:t>31</w:t>
            </w:r>
          </w:p>
        </w:tc>
      </w:tr>
      <w:tr w:rsidR="00C0341F" w:rsidRPr="00241E66">
        <w:trPr>
          <w:trHeight w:val="105"/>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N10</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r w:rsidR="00BD73B1" w:rsidRPr="00241E66">
              <w:t xml:space="preserve"> </w:t>
            </w:r>
            <w:r w:rsidRPr="00241E66">
              <w:t>13,</w:t>
            </w:r>
            <w:r w:rsidR="00BD73B1" w:rsidRPr="00241E66">
              <w:t xml:space="preserve"> </w:t>
            </w:r>
            <w:r w:rsidRPr="00241E66">
              <w:t>32,</w:t>
            </w:r>
            <w:r w:rsidR="00BD73B1" w:rsidRPr="00241E66">
              <w:t xml:space="preserve"> </w:t>
            </w:r>
            <w:r w:rsidRPr="00241E66">
              <w:t>33</w:t>
            </w:r>
          </w:p>
        </w:tc>
      </w:tr>
      <w:tr w:rsidR="00C0341F" w:rsidRPr="00241E66">
        <w:trPr>
          <w:trHeight w:val="105"/>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N11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r w:rsidR="00BD73B1" w:rsidRPr="00241E66">
              <w:t xml:space="preserve"> </w:t>
            </w:r>
            <w:r w:rsidRPr="00241E66">
              <w:t>8,</w:t>
            </w:r>
            <w:r w:rsidR="00BD73B1" w:rsidRPr="00241E66">
              <w:t xml:space="preserve"> </w:t>
            </w:r>
            <w:r w:rsidRPr="00241E66">
              <w:t>10,</w:t>
            </w:r>
            <w:r w:rsidR="00BD73B1" w:rsidRPr="00241E66">
              <w:t xml:space="preserve"> </w:t>
            </w:r>
            <w:r w:rsidRPr="00241E66">
              <w:t>12,</w:t>
            </w:r>
            <w:r w:rsidR="00BD73B1" w:rsidRPr="00241E66">
              <w:t xml:space="preserve"> </w:t>
            </w:r>
            <w:r w:rsidRPr="00241E66">
              <w:t>30,</w:t>
            </w:r>
            <w:r w:rsidR="00BD73B1" w:rsidRPr="00241E66">
              <w:t xml:space="preserve"> </w:t>
            </w:r>
            <w:r w:rsidRPr="00241E66">
              <w:t>32,</w:t>
            </w:r>
            <w:r w:rsidR="00BD73B1" w:rsidRPr="00241E66">
              <w:t xml:space="preserve"> </w:t>
            </w:r>
            <w:r w:rsidRPr="00241E66">
              <w:t>34,</w:t>
            </w:r>
            <w:r w:rsidR="00BD73B1" w:rsidRPr="00241E66">
              <w:t xml:space="preserve"> </w:t>
            </w:r>
            <w:r w:rsidRPr="00241E66">
              <w:t>36</w:t>
            </w:r>
          </w:p>
        </w:tc>
      </w:tr>
      <w:tr w:rsidR="00C0341F" w:rsidRPr="00241E66">
        <w:trPr>
          <w:trHeight w:val="105"/>
          <w:jc w:val="center"/>
        </w:trPr>
        <w:tc>
          <w:tcPr>
            <w:tcW w:w="1299" w:type="dxa"/>
            <w:tcBorders>
              <w:left w:val="single" w:sz="4" w:space="0" w:color="auto"/>
              <w:right w:val="single" w:sz="4" w:space="0" w:color="auto"/>
            </w:tcBorders>
          </w:tcPr>
          <w:p w:rsidR="00C0341F" w:rsidRPr="00241E66" w:rsidRDefault="00C0341F">
            <w:pPr>
              <w:pStyle w:val="TAC"/>
              <w:keepNext w:val="0"/>
              <w:keepLines w:val="0"/>
            </w:pPr>
            <w:r w:rsidRPr="00241E66">
              <w:t>N12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r w:rsidR="00BD73B1" w:rsidRPr="00241E66">
              <w:t xml:space="preserve"> </w:t>
            </w:r>
            <w:r w:rsidRPr="00241E66">
              <w:t>9,</w:t>
            </w:r>
            <w:r w:rsidR="00BD73B1" w:rsidRPr="00241E66">
              <w:t xml:space="preserve"> </w:t>
            </w:r>
            <w:r w:rsidRPr="00241E66">
              <w:t>11,</w:t>
            </w:r>
            <w:r w:rsidR="00BD73B1" w:rsidRPr="00241E66">
              <w:t xml:space="preserve"> </w:t>
            </w:r>
            <w:r w:rsidRPr="00241E66">
              <w:t>13,</w:t>
            </w:r>
            <w:r w:rsidR="00BD73B1" w:rsidRPr="00241E66">
              <w:t xml:space="preserve"> </w:t>
            </w:r>
            <w:r w:rsidRPr="00241E66">
              <w:t>31,</w:t>
            </w:r>
            <w:r w:rsidR="00BD73B1" w:rsidRPr="00241E66">
              <w:t xml:space="preserve"> </w:t>
            </w:r>
            <w:r w:rsidRPr="00241E66">
              <w:t>33,</w:t>
            </w:r>
            <w:r w:rsidR="00BD73B1" w:rsidRPr="00241E66">
              <w:t xml:space="preserve"> </w:t>
            </w:r>
            <w:r w:rsidRPr="00241E66">
              <w:t>35,</w:t>
            </w:r>
            <w:r w:rsidR="00BD73B1" w:rsidRPr="00241E66">
              <w:t xml:space="preserve"> </w:t>
            </w:r>
            <w:r w:rsidRPr="00241E66">
              <w:t>37</w:t>
            </w:r>
          </w:p>
        </w:tc>
      </w:tr>
      <w:tr w:rsidR="00C0341F" w:rsidRPr="00241E66">
        <w:trPr>
          <w:trHeight w:val="105"/>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r w:rsidR="00BD73B1" w:rsidRPr="00241E66">
              <w:t xml:space="preserve"> </w:t>
            </w:r>
            <w:r w:rsidRPr="00241E66">
              <w:t>5,</w:t>
            </w:r>
            <w:r w:rsidR="00BD73B1" w:rsidRPr="00241E66">
              <w:t xml:space="preserve"> </w:t>
            </w:r>
            <w:r w:rsidRPr="00241E66">
              <w:t>7,</w:t>
            </w:r>
            <w:r w:rsidR="00BD73B1" w:rsidRPr="00241E66">
              <w:t xml:space="preserve"> </w:t>
            </w:r>
            <w:r w:rsidRPr="00241E66">
              <w:t>9,</w:t>
            </w:r>
            <w:r w:rsidR="00BD73B1" w:rsidRPr="00241E66">
              <w:t xml:space="preserve"> </w:t>
            </w:r>
            <w:r w:rsidRPr="00241E66">
              <w:t>11,</w:t>
            </w:r>
            <w:r w:rsidR="00BD73B1" w:rsidRPr="00241E66">
              <w:t xml:space="preserve"> </w:t>
            </w:r>
            <w:r w:rsidRPr="00241E66">
              <w:t>28,</w:t>
            </w:r>
            <w:r w:rsidR="00BD73B1" w:rsidRPr="00241E66">
              <w:t xml:space="preserve"> </w:t>
            </w:r>
            <w:r w:rsidRPr="00241E66">
              <w:t>31</w:t>
            </w:r>
          </w:p>
        </w:tc>
      </w:tr>
      <w:tr w:rsidR="00C0341F" w:rsidRPr="00241E66">
        <w:trPr>
          <w:trHeight w:val="105"/>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r w:rsidR="00BD73B1" w:rsidRPr="00241E66">
              <w:t xml:space="preserve"> </w:t>
            </w:r>
            <w:r w:rsidRPr="00241E66">
              <w:t>7,</w:t>
            </w:r>
            <w:r w:rsidR="00BD73B1" w:rsidRPr="00241E66">
              <w:t xml:space="preserve"> </w:t>
            </w:r>
            <w:r w:rsidRPr="00241E66">
              <w:t>10,</w:t>
            </w:r>
            <w:r w:rsidR="00BD73B1" w:rsidRPr="00241E66">
              <w:t xml:space="preserve"> </w:t>
            </w:r>
            <w:r w:rsidRPr="00241E66">
              <w:t>11,</w:t>
            </w:r>
            <w:r w:rsidR="00BD73B1" w:rsidRPr="00241E66">
              <w:t xml:space="preserve"> </w:t>
            </w:r>
            <w:r w:rsidRPr="00241E66">
              <w:t>30,</w:t>
            </w:r>
            <w:r w:rsidR="00BD73B1" w:rsidRPr="00241E66">
              <w:t xml:space="preserve"> </w:t>
            </w:r>
            <w:r w:rsidRPr="00241E66">
              <w:t>31,</w:t>
            </w:r>
            <w:r w:rsidR="00BD73B1" w:rsidRPr="00241E66">
              <w:t xml:space="preserve"> </w:t>
            </w:r>
            <w:r w:rsidRPr="00241E66">
              <w:t>34,</w:t>
            </w:r>
            <w:r w:rsidR="00BD73B1" w:rsidRPr="00241E66">
              <w:t xml:space="preserve"> </w:t>
            </w:r>
            <w:r w:rsidRPr="00241E66">
              <w:t>35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P7</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19</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P8</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P9</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P10</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23</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24</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25</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26</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27</w:t>
            </w:r>
          </w:p>
        </w:tc>
      </w:tr>
      <w:tr w:rsidR="00C0341F" w:rsidRPr="00241E66">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549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rsidP="00BD73B1"/>
    <w:p w:rsidR="00C0341F" w:rsidRPr="00241E66" w:rsidRDefault="00C0341F" w:rsidP="00BD73B1">
      <w:pPr>
        <w:pStyle w:val="Heading5"/>
      </w:pPr>
      <w:r w:rsidRPr="00241E66">
        <w:t>5.3.1.12.4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99"/>
        <w:gridCol w:w="3118"/>
        <w:gridCol w:w="2339"/>
      </w:tblGrid>
      <w:tr w:rsidR="00C0341F" w:rsidRPr="00241E66" w:rsidTr="00BD73B1">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Description</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API Expectation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No EF selected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fid=1111</w:t>
            </w:r>
          </w:p>
          <w:p w:rsidR="00C0341F" w:rsidRPr="00241E66" w:rsidRDefault="00C0341F">
            <w:pPr>
              <w:pStyle w:val="PL"/>
              <w:rPr>
                <w:noProof w:val="0"/>
              </w:rPr>
            </w:pPr>
            <w:r w:rsidRPr="00241E66">
              <w:rPr>
                <w:noProof w:val="0"/>
              </w:rPr>
              <w:t>2- 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2-shall throw uicc.access.UICC 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pPr>
            <w:r w:rsidRPr="00241E66">
              <w:lastRenderedPageBreak/>
              <w:t>2</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Pr>
            <w:r w:rsidRPr="00241E66">
              <w:t>Fixed linear EF,</w:t>
            </w:r>
          </w:p>
          <w:p w:rsidR="00C0341F" w:rsidRPr="00241E66" w:rsidRDefault="00C0341F" w:rsidP="00BD73B1">
            <w:pPr>
              <w:pStyle w:val="TAH"/>
            </w:pPr>
            <w:r w:rsidRPr="00241E66">
              <w:t>Simple mode search forward</w:t>
            </w:r>
          </w:p>
          <w:p w:rsidR="00C0341F" w:rsidRPr="00241E66" w:rsidRDefault="00C0341F" w:rsidP="00BD73B1">
            <w:pPr>
              <w:pStyle w:val="PL"/>
              <w:keepNext/>
              <w:keepLines/>
              <w:rPr>
                <w:noProof w:val="0"/>
              </w:rPr>
            </w:pPr>
          </w:p>
          <w:p w:rsidR="00C0341F" w:rsidRPr="00241E66" w:rsidRDefault="00C0341F" w:rsidP="00BD73B1">
            <w:pPr>
              <w:pStyle w:val="PL"/>
              <w:keepNext/>
              <w:keepLines/>
              <w:rPr>
                <w:noProof w:val="0"/>
              </w:rPr>
            </w:pPr>
            <w:r w:rsidRPr="00241E66">
              <w:rPr>
                <w:noProof w:val="0"/>
              </w:rPr>
              <w:t>1</w:t>
            </w:r>
            <w:r w:rsidR="008714AD" w:rsidRPr="00241E66">
              <w:rPr>
                <w:noProof w:val="0"/>
              </w:rPr>
              <w:t>-</w:t>
            </w:r>
            <w:r w:rsidRPr="00241E66">
              <w:rPr>
                <w:noProof w:val="0"/>
              </w:rPr>
              <w:t xml:space="preserve"> select EF</w:t>
            </w:r>
            <w:r w:rsidRPr="00241E66">
              <w:rPr>
                <w:noProof w:val="0"/>
                <w:vertAlign w:val="subscript"/>
              </w:rPr>
              <w:t>LSEA</w:t>
            </w:r>
            <w:r w:rsidRPr="00241E66">
              <w:rPr>
                <w:noProof w:val="0"/>
              </w:rPr>
              <w:t>, fid=6F1A</w:t>
            </w:r>
          </w:p>
          <w:p w:rsidR="00C0341F" w:rsidRPr="00241E66" w:rsidRDefault="00C0341F" w:rsidP="00BD73B1">
            <w:pPr>
              <w:pStyle w:val="PL"/>
              <w:keepNext/>
              <w:keepLines/>
              <w:rPr>
                <w:noProof w:val="0"/>
              </w:rPr>
            </w:pPr>
            <w:r w:rsidRPr="00241E66">
              <w:rPr>
                <w:noProof w:val="0"/>
              </w:rPr>
              <w:t>2</w:t>
            </w:r>
            <w:r w:rsidR="008714AD" w:rsidRPr="00241E66">
              <w:rPr>
                <w:noProof w:val="0"/>
              </w:rPr>
              <w:t>-</w:t>
            </w:r>
            <w:r w:rsidRPr="00241E66">
              <w:rPr>
                <w:noProof w:val="0"/>
              </w:rPr>
              <w:t xml:space="preserve"> mode = SIMPLE_SEARCH_START_FORWARD</w:t>
            </w:r>
          </w:p>
          <w:p w:rsidR="00C0341F" w:rsidRPr="00241E66" w:rsidRDefault="00C0341F" w:rsidP="00BD73B1">
            <w:pPr>
              <w:pStyle w:val="PL"/>
              <w:keepNext/>
              <w:keepLines/>
              <w:rPr>
                <w:noProof w:val="0"/>
              </w:rPr>
            </w:pPr>
            <w:r w:rsidRPr="00241E66">
              <w:rPr>
                <w:noProof w:val="0"/>
              </w:rPr>
              <w:t>recordNum = 1</w:t>
            </w:r>
          </w:p>
          <w:p w:rsidR="00C0341F" w:rsidRPr="00241E66" w:rsidRDefault="00C0341F" w:rsidP="00BD73B1">
            <w:pPr>
              <w:pStyle w:val="PL"/>
              <w:keepNext/>
              <w:keepLines/>
              <w:rPr>
                <w:noProof w:val="0"/>
              </w:rPr>
            </w:pPr>
            <w:r w:rsidRPr="00241E66">
              <w:rPr>
                <w:noProof w:val="0"/>
              </w:rPr>
              <w:t>patt[]={0x10,0x03,0x04}</w:t>
            </w:r>
          </w:p>
          <w:p w:rsidR="00C0341F" w:rsidRPr="00241E66" w:rsidRDefault="00C0341F" w:rsidP="00BD73B1">
            <w:pPr>
              <w:pStyle w:val="PL"/>
              <w:keepNext/>
              <w:keepLines/>
              <w:rPr>
                <w:noProof w:val="0"/>
              </w:rPr>
            </w:pPr>
            <w:r w:rsidRPr="00241E66">
              <w:rPr>
                <w:noProof w:val="0"/>
              </w:rPr>
              <w:t>pattOffset = 0</w:t>
            </w:r>
          </w:p>
          <w:p w:rsidR="00C0341F" w:rsidRPr="00241E66" w:rsidRDefault="00C0341F" w:rsidP="00BD73B1">
            <w:pPr>
              <w:pStyle w:val="PL"/>
              <w:keepNext/>
              <w:keepLines/>
              <w:rPr>
                <w:noProof w:val="0"/>
              </w:rPr>
            </w:pPr>
            <w:r w:rsidRPr="00241E66">
              <w:rPr>
                <w:noProof w:val="0"/>
              </w:rPr>
              <w:t>pattLength = 1</w:t>
            </w:r>
          </w:p>
          <w:p w:rsidR="00C0341F" w:rsidRPr="00241E66" w:rsidRDefault="00C0341F" w:rsidP="00BD73B1">
            <w:pPr>
              <w:pStyle w:val="PL"/>
              <w:keepNext/>
              <w:keepLines/>
              <w:rPr>
                <w:noProof w:val="0"/>
              </w:rPr>
            </w:pPr>
            <w:r w:rsidRPr="00241E66">
              <w:rPr>
                <w:noProof w:val="0"/>
              </w:rPr>
              <w:t>response[] = {0,0,0,0}</w:t>
            </w:r>
          </w:p>
          <w:p w:rsidR="00C0341F" w:rsidRPr="00241E66" w:rsidRDefault="00C0341F" w:rsidP="00BD73B1">
            <w:pPr>
              <w:pStyle w:val="PL"/>
              <w:keepNext/>
              <w:keepLines/>
              <w:rPr>
                <w:noProof w:val="0"/>
              </w:rPr>
            </w:pPr>
            <w:r w:rsidRPr="00241E66">
              <w:rPr>
                <w:noProof w:val="0"/>
              </w:rPr>
              <w:t>respOffset = 0</w:t>
            </w:r>
          </w:p>
          <w:p w:rsidR="00C0341F" w:rsidRPr="00241E66" w:rsidRDefault="00C0341F" w:rsidP="00BD73B1">
            <w:pPr>
              <w:pStyle w:val="PL"/>
              <w:keepNext/>
              <w:keepLines/>
              <w:rPr>
                <w:noProof w:val="0"/>
              </w:rPr>
            </w:pPr>
            <w:r w:rsidRPr="00241E66">
              <w:rPr>
                <w:noProof w:val="0"/>
              </w:rPr>
              <w:t>respLength = 4</w:t>
            </w:r>
          </w:p>
          <w:p w:rsidR="00C0341F" w:rsidRPr="00241E66" w:rsidRDefault="00C0341F" w:rsidP="00BD73B1">
            <w:pPr>
              <w:pStyle w:val="PL"/>
              <w:keepNext/>
              <w:keepLines/>
              <w:rPr>
                <w:noProof w:val="0"/>
              </w:rPr>
            </w:pPr>
            <w:r w:rsidRPr="00241E66">
              <w:rPr>
                <w:noProof w:val="0"/>
              </w:rPr>
              <w:t>searchRecord()</w:t>
            </w:r>
          </w:p>
          <w:p w:rsidR="00C0341F" w:rsidRPr="00241E66" w:rsidRDefault="00C0341F" w:rsidP="00BD73B1">
            <w:pPr>
              <w:pStyle w:val="PL"/>
              <w:keepNext/>
              <w:keepLines/>
              <w:rPr>
                <w:noProof w:val="0"/>
              </w:rPr>
            </w:pPr>
            <w:r w:rsidRPr="00241E66">
              <w:rPr>
                <w:noProof w:val="0"/>
              </w:rPr>
              <w:t>3- Simple mode search forward</w:t>
            </w:r>
          </w:p>
          <w:p w:rsidR="00C0341F" w:rsidRPr="00241E66" w:rsidRDefault="00C0341F" w:rsidP="00BD73B1">
            <w:pPr>
              <w:pStyle w:val="PL"/>
              <w:keepNext/>
              <w:keepLines/>
              <w:rPr>
                <w:noProof w:val="0"/>
              </w:rPr>
            </w:pPr>
            <w:r w:rsidRPr="00241E66">
              <w:rPr>
                <w:noProof w:val="0"/>
              </w:rPr>
              <w:t>mode = SIMPLE_SEARCH_START_FORWARD</w:t>
            </w:r>
          </w:p>
          <w:p w:rsidR="00C0341F" w:rsidRPr="00241E66" w:rsidRDefault="00C0341F" w:rsidP="00BD73B1">
            <w:pPr>
              <w:pStyle w:val="PL"/>
              <w:keepNext/>
              <w:keepLines/>
              <w:rPr>
                <w:noProof w:val="0"/>
              </w:rPr>
            </w:pPr>
            <w:r w:rsidRPr="00241E66">
              <w:rPr>
                <w:noProof w:val="0"/>
              </w:rPr>
              <w:t>recordNum = 2</w:t>
            </w:r>
          </w:p>
          <w:p w:rsidR="00C0341F" w:rsidRPr="00241E66" w:rsidRDefault="00C0341F" w:rsidP="00BD73B1">
            <w:pPr>
              <w:pStyle w:val="PL"/>
              <w:keepNext/>
              <w:keepLines/>
              <w:rPr>
                <w:noProof w:val="0"/>
              </w:rPr>
            </w:pPr>
            <w:r w:rsidRPr="00241E66">
              <w:rPr>
                <w:noProof w:val="0"/>
              </w:rPr>
              <w:t>patt[]={0x10,0x03,0x04}</w:t>
            </w:r>
          </w:p>
          <w:p w:rsidR="00C0341F" w:rsidRPr="00241E66" w:rsidRDefault="00C0341F" w:rsidP="00BD73B1">
            <w:pPr>
              <w:pStyle w:val="PL"/>
              <w:keepNext/>
              <w:keepLines/>
              <w:rPr>
                <w:noProof w:val="0"/>
              </w:rPr>
            </w:pPr>
            <w:r w:rsidRPr="00241E66">
              <w:rPr>
                <w:noProof w:val="0"/>
              </w:rPr>
              <w:t>pattOffset = 1</w:t>
            </w:r>
          </w:p>
          <w:p w:rsidR="00C0341F" w:rsidRPr="00241E66" w:rsidRDefault="00C0341F" w:rsidP="00BD73B1">
            <w:pPr>
              <w:pStyle w:val="PL"/>
              <w:keepNext/>
              <w:keepLines/>
              <w:rPr>
                <w:noProof w:val="0"/>
              </w:rPr>
            </w:pPr>
            <w:r w:rsidRPr="00241E66">
              <w:rPr>
                <w:noProof w:val="0"/>
              </w:rPr>
              <w:t>pattLength = 2</w:t>
            </w:r>
          </w:p>
          <w:p w:rsidR="00C0341F" w:rsidRPr="00241E66" w:rsidRDefault="00C0341F" w:rsidP="00BD73B1">
            <w:pPr>
              <w:pStyle w:val="PL"/>
              <w:keepNext/>
              <w:keepLines/>
              <w:rPr>
                <w:noProof w:val="0"/>
              </w:rPr>
            </w:pPr>
            <w:r w:rsidRPr="00241E66">
              <w:rPr>
                <w:noProof w:val="0"/>
              </w:rPr>
              <w:t>resp.length = 4</w:t>
            </w:r>
          </w:p>
          <w:p w:rsidR="00C0341F" w:rsidRPr="00241E66" w:rsidRDefault="00C0341F" w:rsidP="00BD73B1">
            <w:pPr>
              <w:pStyle w:val="PL"/>
              <w:keepNext/>
              <w:keepLines/>
              <w:rPr>
                <w:noProof w:val="0"/>
              </w:rPr>
            </w:pPr>
            <w:r w:rsidRPr="00241E66">
              <w:rPr>
                <w:noProof w:val="0"/>
              </w:rPr>
              <w:t>respOffset = 1</w:t>
            </w:r>
          </w:p>
          <w:p w:rsidR="00C0341F" w:rsidRPr="00241E66" w:rsidRDefault="00C0341F" w:rsidP="00BD73B1">
            <w:pPr>
              <w:pStyle w:val="PL"/>
              <w:keepNext/>
              <w:keepLines/>
              <w:rPr>
                <w:noProof w:val="0"/>
              </w:rPr>
            </w:pPr>
            <w:r w:rsidRPr="00241E66">
              <w:rPr>
                <w:noProof w:val="0"/>
              </w:rPr>
              <w:t>respLength = 3</w:t>
            </w:r>
          </w:p>
          <w:p w:rsidR="00C0341F" w:rsidRPr="00241E66" w:rsidRDefault="00C0341F" w:rsidP="00BD73B1">
            <w:pPr>
              <w:pStyle w:val="PL"/>
              <w:keepNext/>
              <w:keepLines/>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2- no exception shall be thrown</w:t>
            </w:r>
          </w:p>
          <w:p w:rsidR="00C0341F" w:rsidRPr="00241E66" w:rsidRDefault="00C0341F" w:rsidP="00BD73B1">
            <w:pPr>
              <w:pStyle w:val="TAL"/>
            </w:pPr>
            <w:r w:rsidRPr="00241E66">
              <w:t>Shall return 0.</w:t>
            </w:r>
          </w:p>
          <w:p w:rsidR="00C0341F" w:rsidRPr="00241E66" w:rsidRDefault="00C0341F" w:rsidP="00BD73B1">
            <w:pPr>
              <w:pStyle w:val="TAL"/>
            </w:pPr>
            <w:r w:rsidRPr="00241E66">
              <w:t>response shall be:</w:t>
            </w:r>
          </w:p>
          <w:p w:rsidR="00C0341F" w:rsidRPr="00241E66" w:rsidRDefault="00C0341F" w:rsidP="00BD73B1">
            <w:pPr>
              <w:pStyle w:val="TAL"/>
            </w:pPr>
            <w:r w:rsidRPr="00241E66">
              <w:t>response={0,0,0,0}</w:t>
            </w: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3- Shall return 2.</w:t>
            </w:r>
          </w:p>
          <w:p w:rsidR="00C0341F" w:rsidRPr="00241E66" w:rsidRDefault="00C0341F" w:rsidP="00BD73B1">
            <w:pPr>
              <w:pStyle w:val="TAL"/>
            </w:pPr>
            <w:r w:rsidRPr="00241E66">
              <w:t>response shall be:</w:t>
            </w:r>
          </w:p>
          <w:p w:rsidR="00C0341F" w:rsidRPr="00241E66" w:rsidRDefault="00C0341F" w:rsidP="00BD73B1">
            <w:pPr>
              <w:pStyle w:val="TAL"/>
            </w:pPr>
            <w:r w:rsidRPr="00241E66">
              <w:t>response={0,2,4,0}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Simple mode, search backward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SIMPLE_SEARCH_START_BACKWARD</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patt[]={0x08,0x0A,0x0B}</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2-mode = SIMPLE_SEARCH_START_BACKWARD</w:t>
            </w:r>
          </w:p>
          <w:p w:rsidR="00C0341F" w:rsidRPr="00241E66" w:rsidRDefault="00C0341F">
            <w:pPr>
              <w:pStyle w:val="PL"/>
              <w:rPr>
                <w:noProof w:val="0"/>
              </w:rPr>
            </w:pPr>
            <w:r w:rsidRPr="00241E66">
              <w:rPr>
                <w:noProof w:val="0"/>
              </w:rPr>
              <w:t>recordNum = 6</w:t>
            </w:r>
          </w:p>
          <w:p w:rsidR="00C0341F" w:rsidRPr="00241E66" w:rsidRDefault="00C0341F">
            <w:pPr>
              <w:pStyle w:val="PL"/>
              <w:rPr>
                <w:noProof w:val="0"/>
              </w:rPr>
            </w:pPr>
            <w:r w:rsidRPr="00241E66">
              <w:rPr>
                <w:noProof w:val="0"/>
              </w:rPr>
              <w:t>patt[]={0x08,0x09,0x0A,0x0B }</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0.</w:t>
            </w:r>
          </w:p>
          <w:p w:rsidR="00C0341F" w:rsidRPr="00241E66" w:rsidRDefault="00C0341F">
            <w:pPr>
              <w:pStyle w:val="TAL"/>
            </w:pPr>
            <w:r w:rsidRPr="00241E66">
              <w:t>response shall be:</w:t>
            </w:r>
          </w:p>
          <w:p w:rsidR="00C0341F" w:rsidRPr="00241E66" w:rsidRDefault="00C0341F">
            <w:pPr>
              <w:pStyle w:val="TAL"/>
            </w:pPr>
            <w:r w:rsidRPr="00241E66">
              <w:t>response={0,0,0,0}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3.</w:t>
            </w:r>
          </w:p>
          <w:p w:rsidR="00C0341F" w:rsidRPr="00241E66" w:rsidRDefault="00C0341F">
            <w:pPr>
              <w:pStyle w:val="TAL"/>
            </w:pPr>
            <w:r w:rsidRPr="00241E66">
              <w:t>response shall be:</w:t>
            </w:r>
          </w:p>
          <w:p w:rsidR="00C0341F" w:rsidRPr="00241E66" w:rsidRDefault="00C0341F">
            <w:pPr>
              <w:pStyle w:val="TAL"/>
            </w:pPr>
            <w:r w:rsidRPr="00241E66">
              <w:t>response={0,4,3,1}</w:t>
            </w: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Enhanced Mode, search backward from previous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ENHANCED_SEARCH</w:t>
            </w:r>
          </w:p>
          <w:p w:rsidR="00C0341F" w:rsidRPr="00241E66" w:rsidRDefault="00C0341F">
            <w:pPr>
              <w:pStyle w:val="PL"/>
              <w:rPr>
                <w:noProof w:val="0"/>
              </w:rPr>
            </w:pPr>
            <w:r w:rsidRPr="00241E66">
              <w:rPr>
                <w:noProof w:val="0"/>
              </w:rPr>
              <w:t>searchIndication= SEARCH_INDICATION_BACKWARD_FROM_PREVIOUS + 0x0009</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patt[]={0x01,0x02,0x03,0x04}</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2- mode = ENHANCED_SEARCH</w:t>
            </w:r>
          </w:p>
          <w:p w:rsidR="00C0341F" w:rsidRPr="00241E66" w:rsidRDefault="00C0341F">
            <w:pPr>
              <w:pStyle w:val="PL"/>
              <w:rPr>
                <w:noProof w:val="0"/>
              </w:rPr>
            </w:pPr>
            <w:r w:rsidRPr="00241E66">
              <w:rPr>
                <w:noProof w:val="0"/>
              </w:rPr>
              <w:t>searchIndication= SEARCH_INDICATION_BACKWARD_FROM_PREVIOUS+0x0000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patt[]={0x0C,0x0D,0x0E,0x0F,0x01,0x02}</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5</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1,</w:t>
            </w:r>
          </w:p>
          <w:p w:rsidR="00C0341F" w:rsidRPr="00241E66" w:rsidRDefault="00C0341F">
            <w:pPr>
              <w:pStyle w:val="TAL"/>
            </w:pPr>
            <w:r w:rsidRPr="00241E66">
              <w:t>response shall be:</w:t>
            </w:r>
          </w:p>
          <w:p w:rsidR="00C0341F" w:rsidRPr="00241E66" w:rsidRDefault="00C0341F">
            <w:pPr>
              <w:pStyle w:val="TAL"/>
            </w:pPr>
            <w:r w:rsidRPr="00241E66">
              <w:t>resp={3,0,0,0}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1</w:t>
            </w:r>
          </w:p>
          <w:p w:rsidR="00C0341F" w:rsidRPr="00241E66" w:rsidRDefault="00C0341F">
            <w:pPr>
              <w:pStyle w:val="TAL"/>
            </w:pPr>
            <w:r w:rsidRPr="00241E66">
              <w:t>response shall be:</w:t>
            </w:r>
          </w:p>
          <w:p w:rsidR="00C0341F" w:rsidRPr="00241E66" w:rsidRDefault="00C0341F">
            <w:pPr>
              <w:pStyle w:val="TAL"/>
            </w:pPr>
            <w:r w:rsidRPr="00241E66">
              <w:t>response={0,0,2,0}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5</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Enhanced Mode, search backward from previous record, start from a value in record.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mode = ENHANCED_SEARCH</w:t>
            </w:r>
          </w:p>
          <w:p w:rsidR="00C0341F" w:rsidRPr="00241E66" w:rsidRDefault="00C0341F" w:rsidP="00BD73B1">
            <w:pPr>
              <w:pStyle w:val="PL"/>
              <w:pageBreakBefore/>
              <w:rPr>
                <w:noProof w:val="0"/>
              </w:rPr>
            </w:pPr>
            <w:r w:rsidRPr="00241E66">
              <w:rPr>
                <w:noProof w:val="0"/>
              </w:rPr>
              <w:t>searchIndication= SEARCH_INDICATION_BACKWARD_FROM_PREVIOUS + 0x0810</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patt[]={0x01,0x02,0x03,0x04}</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3</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p w:rsidR="00C0341F" w:rsidRPr="00241E66" w:rsidRDefault="00C0341F" w:rsidP="00BD73B1">
            <w:pPr>
              <w:pStyle w:val="PL"/>
              <w:pageBreakBefore/>
              <w:rPr>
                <w:noProof w:val="0"/>
              </w:rPr>
            </w:pPr>
            <w:r w:rsidRPr="00241E66">
              <w:rPr>
                <w:noProof w:val="0"/>
              </w:rPr>
              <w:t>2- perform 3 readRecord() in next mode to set current pointer to pointer 5</w:t>
            </w:r>
          </w:p>
          <w:p w:rsidR="00C0341F" w:rsidRPr="00241E66" w:rsidRDefault="00C0341F" w:rsidP="00BD73B1">
            <w:pPr>
              <w:pStyle w:val="PL"/>
              <w:pageBreakBefore/>
              <w:rPr>
                <w:noProof w:val="0"/>
              </w:rPr>
            </w:pPr>
            <w:r w:rsidRPr="00241E66">
              <w:rPr>
                <w:noProof w:val="0"/>
              </w:rPr>
              <w:t>3- mode = ENHANCED_SEARCH</w:t>
            </w:r>
          </w:p>
          <w:p w:rsidR="00C0341F" w:rsidRPr="00241E66" w:rsidRDefault="00C0341F" w:rsidP="00BD73B1">
            <w:pPr>
              <w:pStyle w:val="PL"/>
              <w:pageBreakBefore/>
              <w:rPr>
                <w:noProof w:val="0"/>
              </w:rPr>
            </w:pPr>
            <w:r w:rsidRPr="00241E66">
              <w:rPr>
                <w:noProof w:val="0"/>
              </w:rPr>
              <w:t>searchIndication= SEARCH_INDICATION_BACKWARD_FROM_PREVIOUS+0x080E</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patt[]={0x01,0x02,0x03,0x04}</w:t>
            </w:r>
          </w:p>
          <w:p w:rsidR="00C0341F" w:rsidRPr="00241E66" w:rsidRDefault="00C0341F" w:rsidP="00BD73B1">
            <w:pPr>
              <w:pStyle w:val="PL"/>
              <w:pageBreakBefore/>
              <w:rPr>
                <w:noProof w:val="0"/>
              </w:rPr>
            </w:pPr>
            <w:r w:rsidRPr="00241E66">
              <w:rPr>
                <w:noProof w:val="0"/>
              </w:rPr>
              <w:t>pattOffset = 3</w:t>
            </w:r>
          </w:p>
          <w:p w:rsidR="00C0341F" w:rsidRPr="00241E66" w:rsidRDefault="00C0341F" w:rsidP="00BD73B1">
            <w:pPr>
              <w:pStyle w:val="PL"/>
              <w:pageBreakBefore/>
              <w:rPr>
                <w:noProof w:val="0"/>
              </w:rPr>
            </w:pPr>
            <w:r w:rsidRPr="00241E66">
              <w:rPr>
                <w:noProof w:val="0"/>
              </w:rPr>
              <w:t>pattLength = 1</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1- shall return 0,</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resp={0,0,0,0}</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3- shall return 2</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response={4,2,0,0}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Enhanced Mode, search backward from previous given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ENHANCED_SEARCH</w:t>
            </w:r>
          </w:p>
          <w:p w:rsidR="00C0341F" w:rsidRPr="00241E66" w:rsidRDefault="00C0341F">
            <w:pPr>
              <w:pStyle w:val="PL"/>
              <w:rPr>
                <w:noProof w:val="0"/>
              </w:rPr>
            </w:pPr>
            <w:r w:rsidRPr="00241E66">
              <w:rPr>
                <w:noProof w:val="0"/>
              </w:rPr>
              <w:t>searchIndication= SEARCH_INDICATION_BACKWARD_FROM_PREVIOUS_GR + 0x0000</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2- mode = ENHANCED_SEARCH</w:t>
            </w:r>
          </w:p>
          <w:p w:rsidR="00C0341F" w:rsidRPr="00241E66" w:rsidRDefault="00C0341F">
            <w:pPr>
              <w:pStyle w:val="PL"/>
              <w:rPr>
                <w:noProof w:val="0"/>
              </w:rPr>
            </w:pPr>
            <w:r w:rsidRPr="00241E66">
              <w:rPr>
                <w:noProof w:val="0"/>
              </w:rPr>
              <w:t>searchIndication= SEARCH_INDICATION_BACKWARD_FROM_PREVIOUS_GR + 0x0004</w:t>
            </w:r>
          </w:p>
          <w:p w:rsidR="00C0341F" w:rsidRPr="00241E66" w:rsidRDefault="00C0341F">
            <w:pPr>
              <w:pStyle w:val="PL"/>
              <w:rPr>
                <w:noProof w:val="0"/>
              </w:rPr>
            </w:pPr>
            <w:r w:rsidRPr="00241E66">
              <w:rPr>
                <w:noProof w:val="0"/>
              </w:rPr>
              <w:t>recordNum = 6</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1,</w:t>
            </w:r>
          </w:p>
          <w:p w:rsidR="00C0341F" w:rsidRPr="00241E66" w:rsidRDefault="00C0341F">
            <w:pPr>
              <w:pStyle w:val="TAL"/>
            </w:pPr>
            <w:r w:rsidRPr="00241E66">
              <w:t>response shall be:</w:t>
            </w:r>
          </w:p>
          <w:p w:rsidR="00C0341F" w:rsidRPr="00241E66" w:rsidRDefault="00C0341F">
            <w:pPr>
              <w:pStyle w:val="TAL"/>
            </w:pPr>
            <w:r w:rsidRPr="00241E66">
              <w:t>resp={1,0,0,0}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4</w:t>
            </w:r>
          </w:p>
          <w:p w:rsidR="00C0341F" w:rsidRPr="00241E66" w:rsidRDefault="00C0341F">
            <w:pPr>
              <w:pStyle w:val="TAL"/>
            </w:pPr>
            <w:r w:rsidRPr="00241E66">
              <w:t>response shall be:</w:t>
            </w:r>
          </w:p>
          <w:p w:rsidR="00C0341F" w:rsidRPr="00241E66" w:rsidRDefault="00C0341F">
            <w:pPr>
              <w:pStyle w:val="TAL"/>
            </w:pPr>
            <w:r w:rsidRPr="00241E66">
              <w:t>response={5,4,3,2}</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7</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Enhanced Mode, search backward from previous given record, start from a value in record.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mode = ENHANCED_SEARCH</w:t>
            </w:r>
          </w:p>
          <w:p w:rsidR="00C0341F" w:rsidRPr="00241E66" w:rsidRDefault="00C0341F" w:rsidP="00BD73B1">
            <w:pPr>
              <w:pStyle w:val="PL"/>
              <w:pageBreakBefore/>
              <w:rPr>
                <w:noProof w:val="0"/>
              </w:rPr>
            </w:pPr>
            <w:r w:rsidRPr="00241E66">
              <w:rPr>
                <w:noProof w:val="0"/>
              </w:rPr>
              <w:t>searchIndication= SEARCH_INDICATION_BACKWARD_FROM_PREVIOUS_GR + 0x080D</w:t>
            </w:r>
          </w:p>
          <w:p w:rsidR="00C0341F" w:rsidRPr="00241E66" w:rsidRDefault="00C0341F" w:rsidP="00BD73B1">
            <w:pPr>
              <w:pStyle w:val="PL"/>
              <w:pageBreakBefore/>
              <w:rPr>
                <w:noProof w:val="0"/>
              </w:rPr>
            </w:pPr>
            <w:r w:rsidRPr="00241E66">
              <w:rPr>
                <w:noProof w:val="0"/>
              </w:rPr>
              <w:t>recordNum = 1</w:t>
            </w:r>
          </w:p>
          <w:p w:rsidR="00C0341F" w:rsidRPr="00241E66" w:rsidRDefault="00C0341F" w:rsidP="00BD73B1">
            <w:pPr>
              <w:pStyle w:val="PL"/>
              <w:pageBreakBefore/>
              <w:rPr>
                <w:noProof w:val="0"/>
              </w:rPr>
            </w:pPr>
            <w:r w:rsidRPr="00241E66">
              <w:rPr>
                <w:noProof w:val="0"/>
              </w:rPr>
              <w:t>patt[]={0x0E,0x0E,0x0E}</w:t>
            </w:r>
          </w:p>
          <w:p w:rsidR="00C0341F" w:rsidRPr="00241E66" w:rsidRDefault="00C0341F" w:rsidP="00BD73B1">
            <w:pPr>
              <w:pStyle w:val="PL"/>
              <w:pageBreakBefore/>
              <w:rPr>
                <w:noProof w:val="0"/>
              </w:rPr>
            </w:pPr>
            <w:r w:rsidRPr="00241E66">
              <w:rPr>
                <w:noProof w:val="0"/>
              </w:rPr>
              <w:t>pattOffset = 1</w:t>
            </w:r>
          </w:p>
          <w:p w:rsidR="00C0341F" w:rsidRPr="00241E66" w:rsidRDefault="00C0341F" w:rsidP="00BD73B1">
            <w:pPr>
              <w:pStyle w:val="PL"/>
              <w:pageBreakBefore/>
              <w:rPr>
                <w:noProof w:val="0"/>
              </w:rPr>
            </w:pPr>
            <w:r w:rsidRPr="00241E66">
              <w:rPr>
                <w:noProof w:val="0"/>
              </w:rPr>
              <w:t>pattLength = 1</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p w:rsidR="00C0341F" w:rsidRPr="00241E66" w:rsidRDefault="00C0341F" w:rsidP="00BD73B1">
            <w:pPr>
              <w:pStyle w:val="PL"/>
              <w:pageBreakBefore/>
              <w:rPr>
                <w:noProof w:val="0"/>
              </w:rPr>
            </w:pPr>
            <w:r w:rsidRPr="00241E66">
              <w:rPr>
                <w:noProof w:val="0"/>
              </w:rPr>
              <w:t>2- mode = ENHANCED_SEARCH</w:t>
            </w:r>
          </w:p>
          <w:p w:rsidR="00C0341F" w:rsidRPr="00241E66" w:rsidRDefault="00C0341F" w:rsidP="00BD73B1">
            <w:pPr>
              <w:pStyle w:val="PL"/>
              <w:pageBreakBefore/>
              <w:rPr>
                <w:noProof w:val="0"/>
              </w:rPr>
            </w:pPr>
            <w:r w:rsidRPr="00241E66">
              <w:rPr>
                <w:noProof w:val="0"/>
              </w:rPr>
              <w:t>searchIndication= SEARCH_INDICATION_BACKWARD_FROM_PREVIOUS_GR + 0x0800</w:t>
            </w:r>
          </w:p>
          <w:p w:rsidR="00C0341F" w:rsidRPr="00241E66" w:rsidRDefault="00C0341F" w:rsidP="00BD73B1">
            <w:pPr>
              <w:pStyle w:val="PL"/>
              <w:pageBreakBefore/>
              <w:rPr>
                <w:noProof w:val="0"/>
              </w:rPr>
            </w:pPr>
            <w:r w:rsidRPr="00241E66">
              <w:rPr>
                <w:noProof w:val="0"/>
              </w:rPr>
              <w:t>recordNum = 6</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3</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1- shall return 1,</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resp={1,0,0,0}</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return 0</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response={0,0,0,0}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Enhanced Mode, search forward from next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ENHANCED_SEARCH</w:t>
            </w:r>
          </w:p>
          <w:p w:rsidR="00C0341F" w:rsidRPr="00241E66" w:rsidRDefault="00C0341F">
            <w:pPr>
              <w:pStyle w:val="PL"/>
              <w:rPr>
                <w:noProof w:val="0"/>
              </w:rPr>
            </w:pPr>
            <w:r w:rsidRPr="00241E66">
              <w:rPr>
                <w:noProof w:val="0"/>
              </w:rPr>
              <w:t>searchIndication= SEARCH_INDICATION_FORWARD_FROM_NEXT + 0x0003</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patt[]={0x00,0x0A,0x0B}</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2- Perform readRecord() in previous mode</w:t>
            </w:r>
          </w:p>
          <w:p w:rsidR="00C0341F" w:rsidRPr="00241E66" w:rsidRDefault="00C0341F">
            <w:pPr>
              <w:pStyle w:val="PL"/>
              <w:rPr>
                <w:noProof w:val="0"/>
              </w:rPr>
            </w:pPr>
            <w:r w:rsidRPr="00241E66">
              <w:rPr>
                <w:noProof w:val="0"/>
              </w:rPr>
              <w:t>3- mode = ENHANCED_SEARCH</w:t>
            </w:r>
          </w:p>
          <w:p w:rsidR="00C0341F" w:rsidRPr="00241E66" w:rsidRDefault="00C0341F">
            <w:pPr>
              <w:pStyle w:val="PL"/>
              <w:rPr>
                <w:noProof w:val="0"/>
              </w:rPr>
            </w:pPr>
            <w:r w:rsidRPr="00241E66">
              <w:rPr>
                <w:noProof w:val="0"/>
              </w:rPr>
              <w:t>searchIndication= SEARCH_INDICATION_FORWARD_FROM_NEXT + 0x0003</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patt[]={0x00,0x0A,0x0B}</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2</w:t>
            </w:r>
          </w:p>
          <w:p w:rsidR="00C0341F" w:rsidRPr="00241E66" w:rsidRDefault="00C0341F">
            <w:pPr>
              <w:pStyle w:val="TAL"/>
            </w:pPr>
            <w:r w:rsidRPr="00241E66">
              <w:t>response shall be:</w:t>
            </w:r>
          </w:p>
          <w:p w:rsidR="00C0341F" w:rsidRPr="00241E66" w:rsidRDefault="00C0341F">
            <w:pPr>
              <w:pStyle w:val="TAL"/>
            </w:pPr>
            <w:r w:rsidRPr="00241E66">
              <w:t>resp={0,0,3,4}</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shall return 1</w:t>
            </w:r>
          </w:p>
          <w:p w:rsidR="00C0341F" w:rsidRPr="00241E66" w:rsidRDefault="00C0341F">
            <w:pPr>
              <w:pStyle w:val="TAL"/>
            </w:pPr>
            <w:r w:rsidRPr="00241E66">
              <w:t>response shall be:</w:t>
            </w:r>
          </w:p>
          <w:p w:rsidR="00C0341F" w:rsidRPr="00241E66" w:rsidRDefault="00C0341F">
            <w:pPr>
              <w:pStyle w:val="TAL"/>
            </w:pPr>
            <w:r w:rsidRPr="00241E66">
              <w:t>response={4,0,0,0}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9</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Enhanced Mode, search forward from next record, start from a value in record.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mode = ENHANCED_SEARCH</w:t>
            </w:r>
          </w:p>
          <w:p w:rsidR="00C0341F" w:rsidRPr="00241E66" w:rsidRDefault="00C0341F" w:rsidP="00BD73B1">
            <w:pPr>
              <w:pStyle w:val="PL"/>
              <w:pageBreakBefore/>
              <w:rPr>
                <w:noProof w:val="0"/>
              </w:rPr>
            </w:pPr>
            <w:r w:rsidRPr="00241E66">
              <w:rPr>
                <w:noProof w:val="0"/>
              </w:rPr>
              <w:t>searchIndication= SEARCH_INDICATION_FORWARD_FROM_NEXT + 0x0804</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1</w:t>
            </w:r>
          </w:p>
          <w:p w:rsidR="00C0341F" w:rsidRPr="00241E66" w:rsidRDefault="00C0341F" w:rsidP="00BD73B1">
            <w:pPr>
              <w:pStyle w:val="PL"/>
              <w:pageBreakBefore/>
              <w:rPr>
                <w:noProof w:val="0"/>
              </w:rPr>
            </w:pPr>
            <w:r w:rsidRPr="00241E66">
              <w:rPr>
                <w:noProof w:val="0"/>
              </w:rPr>
              <w:t>pattLength = 2</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2</w:t>
            </w:r>
          </w:p>
          <w:p w:rsidR="00C0341F" w:rsidRPr="00241E66" w:rsidRDefault="00C0341F" w:rsidP="00BD73B1">
            <w:pPr>
              <w:pStyle w:val="PL"/>
              <w:pageBreakBefore/>
              <w:rPr>
                <w:noProof w:val="0"/>
              </w:rPr>
            </w:pPr>
            <w:r w:rsidRPr="00241E66">
              <w:rPr>
                <w:noProof w:val="0"/>
              </w:rPr>
              <w:t>respLength = 2</w:t>
            </w:r>
          </w:p>
          <w:p w:rsidR="00C0341F" w:rsidRPr="00241E66" w:rsidRDefault="00C0341F" w:rsidP="00BD73B1">
            <w:pPr>
              <w:pStyle w:val="PL"/>
              <w:pageBreakBefore/>
              <w:rPr>
                <w:noProof w:val="0"/>
              </w:rPr>
            </w:pPr>
            <w:r w:rsidRPr="00241E66">
              <w:rPr>
                <w:noProof w:val="0"/>
              </w:rPr>
              <w:t>searchRecord()</w:t>
            </w:r>
          </w:p>
          <w:p w:rsidR="00C0341F" w:rsidRPr="00241E66" w:rsidRDefault="00C0341F" w:rsidP="00BD73B1">
            <w:pPr>
              <w:pStyle w:val="PL"/>
              <w:pageBreakBefore/>
              <w:rPr>
                <w:noProof w:val="0"/>
              </w:rPr>
            </w:pPr>
            <w:r w:rsidRPr="00241E66">
              <w:rPr>
                <w:noProof w:val="0"/>
              </w:rPr>
              <w:t>2- mode = ENHANCED_SEARCH</w:t>
            </w:r>
          </w:p>
          <w:p w:rsidR="00C0341F" w:rsidRPr="00241E66" w:rsidRDefault="00C0341F" w:rsidP="00BD73B1">
            <w:pPr>
              <w:pStyle w:val="PL"/>
              <w:pageBreakBefore/>
              <w:rPr>
                <w:noProof w:val="0"/>
              </w:rPr>
            </w:pPr>
            <w:r w:rsidRPr="00241E66">
              <w:rPr>
                <w:noProof w:val="0"/>
              </w:rPr>
              <w:t>searchIndication= SEARCH_INDICATION_FORWARD_FROM_NEXT + 0x0801</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2</w:t>
            </w:r>
          </w:p>
          <w:p w:rsidR="00C0341F" w:rsidRPr="00241E66" w:rsidRDefault="00C0341F" w:rsidP="00BD73B1">
            <w:pPr>
              <w:pStyle w:val="PL"/>
              <w:pageBreakBefore/>
              <w:rPr>
                <w:noProof w:val="0"/>
              </w:rPr>
            </w:pPr>
            <w:r w:rsidRPr="00241E66">
              <w:rPr>
                <w:noProof w:val="0"/>
              </w:rPr>
              <w:t>pattLength = 1</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1- shall return 0,</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resp={0,0,0,0}</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return 2</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response={5,6,0,0}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Enhanced Mode, search forward from next given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ENHANCED_SEARCH</w:t>
            </w:r>
          </w:p>
          <w:p w:rsidR="00C0341F" w:rsidRPr="00241E66" w:rsidRDefault="00C0341F">
            <w:pPr>
              <w:pStyle w:val="PL"/>
              <w:rPr>
                <w:noProof w:val="0"/>
              </w:rPr>
            </w:pPr>
            <w:r w:rsidRPr="00241E66">
              <w:rPr>
                <w:noProof w:val="0"/>
              </w:rPr>
              <w:t>searchIndication= SEARCH_INDICATION_FORWARD_FROM_NEXT_GR + 0x0007</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2- mode = ENHANCED_SEARCH</w:t>
            </w:r>
          </w:p>
          <w:p w:rsidR="00C0341F" w:rsidRPr="00241E66" w:rsidRDefault="00C0341F">
            <w:pPr>
              <w:pStyle w:val="PL"/>
              <w:rPr>
                <w:noProof w:val="0"/>
              </w:rPr>
            </w:pPr>
            <w:r w:rsidRPr="00241E66">
              <w:rPr>
                <w:noProof w:val="0"/>
              </w:rPr>
              <w:t>searchIndication= SEARCH_INDICATION_FORWARD_FROM_NEXT_GR + 0x000C</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patt[]={0x03,0x02,0x01}</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3,</w:t>
            </w:r>
          </w:p>
          <w:p w:rsidR="00C0341F" w:rsidRPr="00241E66" w:rsidRDefault="00C0341F">
            <w:pPr>
              <w:pStyle w:val="TAL"/>
            </w:pPr>
            <w:r w:rsidRPr="00241E66">
              <w:t>response shall be:</w:t>
            </w:r>
          </w:p>
          <w:p w:rsidR="00C0341F" w:rsidRPr="00241E66" w:rsidRDefault="00C0341F">
            <w:pPr>
              <w:pStyle w:val="TAL"/>
            </w:pPr>
            <w:r w:rsidRPr="00241E66">
              <w:t>resp={0,3,4,5}</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1</w:t>
            </w:r>
          </w:p>
          <w:p w:rsidR="00C0341F" w:rsidRPr="00241E66" w:rsidRDefault="00C0341F">
            <w:pPr>
              <w:pStyle w:val="TAL"/>
            </w:pPr>
            <w:r w:rsidRPr="00241E66">
              <w:t>response shall be:</w:t>
            </w:r>
          </w:p>
          <w:p w:rsidR="00C0341F" w:rsidRPr="00241E66" w:rsidRDefault="00C0341F">
            <w:pPr>
              <w:pStyle w:val="TAL"/>
            </w:pPr>
            <w:r w:rsidRPr="00241E66">
              <w:t>response={6,0,0,0}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11</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Enhanced Mode, search forward from next given record, start from a value in record.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mode = ENHANCED_SEARCH</w:t>
            </w:r>
          </w:p>
          <w:p w:rsidR="00C0341F" w:rsidRPr="00241E66" w:rsidRDefault="00C0341F" w:rsidP="00BD73B1">
            <w:pPr>
              <w:pStyle w:val="PL"/>
              <w:pageBreakBefore/>
              <w:rPr>
                <w:noProof w:val="0"/>
              </w:rPr>
            </w:pPr>
            <w:r w:rsidRPr="00241E66">
              <w:rPr>
                <w:noProof w:val="0"/>
              </w:rPr>
              <w:t>searchIndication= SEARCH_INDICATION_FORWARD_FROM_NEXT_GR + 0x080D</w:t>
            </w:r>
          </w:p>
          <w:p w:rsidR="00C0341F" w:rsidRPr="00241E66" w:rsidRDefault="00C0341F" w:rsidP="00BD73B1">
            <w:pPr>
              <w:pStyle w:val="PL"/>
              <w:pageBreakBefore/>
              <w:rPr>
                <w:noProof w:val="0"/>
              </w:rPr>
            </w:pPr>
            <w:r w:rsidRPr="00241E66">
              <w:rPr>
                <w:noProof w:val="0"/>
              </w:rPr>
              <w:t>recordNum = 5</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3</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p w:rsidR="00C0341F" w:rsidRPr="00241E66" w:rsidRDefault="00C0341F" w:rsidP="00BD73B1">
            <w:pPr>
              <w:pStyle w:val="PL"/>
              <w:pageBreakBefore/>
              <w:rPr>
                <w:noProof w:val="0"/>
              </w:rPr>
            </w:pPr>
            <w:r w:rsidRPr="00241E66">
              <w:rPr>
                <w:noProof w:val="0"/>
              </w:rPr>
              <w:t>2- mode = ENHANCED_SEARCH</w:t>
            </w:r>
          </w:p>
          <w:p w:rsidR="00C0341F" w:rsidRPr="00241E66" w:rsidRDefault="00C0341F" w:rsidP="00BD73B1">
            <w:pPr>
              <w:pStyle w:val="PL"/>
              <w:pageBreakBefore/>
              <w:rPr>
                <w:noProof w:val="0"/>
              </w:rPr>
            </w:pPr>
            <w:r w:rsidRPr="00241E66">
              <w:rPr>
                <w:noProof w:val="0"/>
              </w:rPr>
              <w:t>searchIndication= SEARCH_INDICATION_FORWARD_FROM_NEXT_GR + 0x080C</w:t>
            </w:r>
          </w:p>
          <w:p w:rsidR="00C0341F" w:rsidRPr="00241E66" w:rsidRDefault="00C0341F" w:rsidP="00BD73B1">
            <w:pPr>
              <w:pStyle w:val="PL"/>
              <w:pageBreakBefore/>
              <w:rPr>
                <w:noProof w:val="0"/>
              </w:rPr>
            </w:pPr>
            <w:r w:rsidRPr="00241E66">
              <w:rPr>
                <w:noProof w:val="0"/>
              </w:rPr>
              <w:t>recordNum = 5</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3</w:t>
            </w:r>
          </w:p>
          <w:p w:rsidR="00C0341F" w:rsidRPr="00241E66" w:rsidRDefault="00C0341F" w:rsidP="00BD73B1">
            <w:pPr>
              <w:pStyle w:val="PL"/>
              <w:pageBreakBefore/>
              <w:rPr>
                <w:noProof w:val="0"/>
              </w:rPr>
            </w:pPr>
            <w:r w:rsidRPr="00241E66">
              <w:rPr>
                <w:noProof w:val="0"/>
              </w:rPr>
              <w:t>response[] = {0,0,0,0}</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1- shall return 0,</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resp={0,0,0,0}</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return 1</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response={5,0,0,0}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Simple mode, total number of found patterns exceed response[]</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SIMPLE_SEARCH_START_FORWARD</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p>
          <w:p w:rsidR="00C0341F" w:rsidRPr="00241E66" w:rsidRDefault="00C0341F">
            <w:pPr>
              <w:pStyle w:val="PL"/>
              <w:rPr>
                <w:noProof w:val="0"/>
              </w:rPr>
            </w:pPr>
            <w:r w:rsidRPr="00241E66">
              <w:rPr>
                <w:noProof w:val="0"/>
              </w:rPr>
              <w:t>2- mode = SIMPLE_SEARCH_START_FORWARD</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4</w:t>
            </w:r>
          </w:p>
          <w:p w:rsidR="00C0341F" w:rsidRPr="00241E66" w:rsidRDefault="00C0341F">
            <w:pPr>
              <w:pStyle w:val="TAL"/>
            </w:pPr>
            <w:r w:rsidRPr="00241E66">
              <w:t>response shall be:</w:t>
            </w:r>
          </w:p>
          <w:p w:rsidR="00C0341F" w:rsidRPr="00241E66" w:rsidRDefault="00C0341F">
            <w:pPr>
              <w:pStyle w:val="TAL"/>
            </w:pPr>
            <w:r w:rsidRPr="00241E66">
              <w:t>response={1,2,3,4}</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4</w:t>
            </w:r>
          </w:p>
          <w:p w:rsidR="00C0341F" w:rsidRPr="00241E66" w:rsidRDefault="00C0341F">
            <w:pPr>
              <w:pStyle w:val="TAL"/>
            </w:pPr>
            <w:r w:rsidRPr="00241E66">
              <w:t>response shall be:</w:t>
            </w:r>
          </w:p>
          <w:p w:rsidR="00C0341F" w:rsidRPr="00241E66" w:rsidRDefault="00C0341F">
            <w:pPr>
              <w:pStyle w:val="TAL"/>
            </w:pPr>
            <w:r w:rsidRPr="00241E66">
              <w:t>response={1,2,3,4,0}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Invalid mode</w:t>
            </w:r>
          </w:p>
          <w:p w:rsidR="00C0341F" w:rsidRPr="00241E66" w:rsidRDefault="00C0341F">
            <w:pPr>
              <w:pStyle w:val="PL"/>
              <w:rPr>
                <w:noProof w:val="0"/>
              </w:rPr>
            </w:pPr>
          </w:p>
          <w:p w:rsidR="00C0341F" w:rsidRPr="00241E66" w:rsidRDefault="00C0341F">
            <w:pPr>
              <w:pStyle w:val="PL"/>
              <w:rPr>
                <w:noProof w:val="0"/>
              </w:rPr>
            </w:pPr>
            <w:r w:rsidRPr="00241E66">
              <w:rPr>
                <w:noProof w:val="0"/>
              </w:rPr>
              <w:t>mode = 0x14 (simple search forward with SFI)</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2</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uicc.access.UICC Exception with reason code INVALID_MODE.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Pattern array is null</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 null</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15</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Response array is null</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mode = SIMPLE_SEARCH_START_FORWARD</w:t>
            </w:r>
          </w:p>
          <w:p w:rsidR="00C0341F" w:rsidRPr="00241E66" w:rsidRDefault="00C0341F" w:rsidP="00BD73B1">
            <w:pPr>
              <w:pStyle w:val="PL"/>
              <w:pageBreakBefore/>
              <w:rPr>
                <w:noProof w:val="0"/>
              </w:rPr>
            </w:pPr>
            <w:r w:rsidRPr="00241E66">
              <w:rPr>
                <w:noProof w:val="0"/>
              </w:rPr>
              <w:t>searchIndication= 0</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1</w:t>
            </w:r>
          </w:p>
          <w:p w:rsidR="00C0341F" w:rsidRPr="00241E66" w:rsidRDefault="00C0341F" w:rsidP="00BD73B1">
            <w:pPr>
              <w:pStyle w:val="PL"/>
              <w:pageBreakBefore/>
              <w:rPr>
                <w:noProof w:val="0"/>
              </w:rPr>
            </w:pPr>
            <w:r w:rsidRPr="00241E66">
              <w:rPr>
                <w:noProof w:val="0"/>
              </w:rPr>
              <w:t>response[] = null</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respLength = 5</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shall throw an instance of java.lang.NullPointerException.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16</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pattOffset&lt;0</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17</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pattLength&lt;0</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18</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respOffset &lt;0</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29</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respLength &lt;0</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-1</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20</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PattOffset + pattLength &gt; patt[]</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2</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21</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RespOffset + respLength &gt; response[]</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mode = SIMPLE_SEARCH_START_FORWARD</w:t>
            </w:r>
          </w:p>
          <w:p w:rsidR="00C0341F" w:rsidRPr="00241E66" w:rsidRDefault="00C0341F" w:rsidP="00BD73B1">
            <w:pPr>
              <w:pStyle w:val="PL"/>
              <w:pageBreakBefore/>
              <w:rPr>
                <w:noProof w:val="0"/>
              </w:rPr>
            </w:pPr>
            <w:r w:rsidRPr="00241E66">
              <w:rPr>
                <w:noProof w:val="0"/>
              </w:rPr>
              <w:t>searchIndication= 0</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1</w:t>
            </w:r>
          </w:p>
          <w:p w:rsidR="00C0341F" w:rsidRPr="00241E66" w:rsidRDefault="00C0341F" w:rsidP="00BD73B1">
            <w:pPr>
              <w:pStyle w:val="PL"/>
              <w:pageBreakBefore/>
              <w:rPr>
                <w:noProof w:val="0"/>
              </w:rPr>
            </w:pPr>
            <w:r w:rsidRPr="00241E66">
              <w:rPr>
                <w:noProof w:val="0"/>
              </w:rPr>
              <w:t>response[] = {0,0,0,0,0}</w:t>
            </w:r>
          </w:p>
          <w:p w:rsidR="00C0341F" w:rsidRPr="00241E66" w:rsidRDefault="00C0341F" w:rsidP="00BD73B1">
            <w:pPr>
              <w:pStyle w:val="PL"/>
              <w:pageBreakBefore/>
              <w:rPr>
                <w:noProof w:val="0"/>
              </w:rPr>
            </w:pPr>
            <w:r w:rsidRPr="00241E66">
              <w:rPr>
                <w:noProof w:val="0"/>
              </w:rPr>
              <w:t>respOffset = 3</w:t>
            </w:r>
          </w:p>
          <w:p w:rsidR="00C0341F" w:rsidRPr="00241E66" w:rsidRDefault="00C0341F" w:rsidP="00BD73B1">
            <w:pPr>
              <w:pStyle w:val="PL"/>
              <w:pageBreakBefore/>
              <w:rPr>
                <w:noProof w:val="0"/>
              </w:rPr>
            </w:pPr>
            <w:r w:rsidRPr="00241E66">
              <w:rPr>
                <w:noProof w:val="0"/>
              </w:rPr>
              <w:t>respLength = 3</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22</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recordNum &lt; 0</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throw an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23</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RecordNum &gt;  total number of file records</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7</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p>
          <w:p w:rsidR="00C0341F" w:rsidRPr="00241E66" w:rsidRDefault="00C0341F">
            <w:pPr>
              <w:pStyle w:val="PL"/>
              <w:rPr>
                <w:noProof w:val="0"/>
              </w:rPr>
            </w:pPr>
            <w:r w:rsidRPr="00241E66">
              <w:rPr>
                <w:noProof w:val="0"/>
              </w:rPr>
              <w:t>2- 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throw an uicc.access.UICC Exception with reason code RECORD_NOT_FOUND</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throw an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24</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pattlength &gt; record length</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SIMPLE_SEARCH_START_FORWARD</w:t>
            </w:r>
          </w:p>
          <w:p w:rsidR="00C0341F" w:rsidRPr="00241E66" w:rsidRDefault="00C0341F">
            <w:pPr>
              <w:pStyle w:val="PL"/>
              <w:rPr>
                <w:noProof w:val="0"/>
              </w:rPr>
            </w:pPr>
            <w:r w:rsidRPr="00241E66">
              <w:rPr>
                <w:noProof w:val="0"/>
              </w:rPr>
              <w:t>searchIndication= 0</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patt[16]={0x55,0x55,…,0x55}</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16</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p>
          <w:p w:rsidR="00C0341F" w:rsidRPr="00241E66" w:rsidRDefault="00C0341F">
            <w:pPr>
              <w:pStyle w:val="PL"/>
              <w:rPr>
                <w:noProof w:val="0"/>
              </w:rPr>
            </w:pPr>
            <w:r w:rsidRPr="00241E66">
              <w:rPr>
                <w:noProof w:val="0"/>
              </w:rPr>
              <w:t>2- mode = ENHANCED_SEARCH</w:t>
            </w:r>
          </w:p>
          <w:p w:rsidR="00C0341F" w:rsidRPr="00241E66" w:rsidRDefault="00C0341F">
            <w:pPr>
              <w:pStyle w:val="PL"/>
              <w:rPr>
                <w:noProof w:val="0"/>
              </w:rPr>
            </w:pPr>
            <w:r w:rsidRPr="00241E66">
              <w:rPr>
                <w:noProof w:val="0"/>
              </w:rPr>
              <w:t>searchIndication= SEARCH_INDICATION_FORWARD_FROM_NEXT_GR + 0x000E</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throw an uicc.access.UICCException with reason code OUT_OF_FILE_BOUNDARIES.</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throw an uicc.access.UICCException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25</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Wrong file structure</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select EF</w:t>
            </w:r>
            <w:r w:rsidRPr="00241E66">
              <w:rPr>
                <w:noProof w:val="0"/>
                <w:vertAlign w:val="subscript"/>
              </w:rPr>
              <w:t>TDAC</w:t>
            </w:r>
            <w:r w:rsidRPr="00241E66">
              <w:rPr>
                <w:noProof w:val="0"/>
              </w:rPr>
              <w:t>, fid=6F0F</w:t>
            </w:r>
          </w:p>
          <w:p w:rsidR="00C0341F" w:rsidRPr="00241E66" w:rsidRDefault="00C0341F" w:rsidP="00BD73B1">
            <w:pPr>
              <w:pStyle w:val="PL"/>
              <w:pageBreakBefore/>
              <w:rPr>
                <w:noProof w:val="0"/>
              </w:rPr>
            </w:pPr>
            <w:r w:rsidRPr="00241E66">
              <w:rPr>
                <w:noProof w:val="0"/>
              </w:rPr>
              <w:t>2- searchRecord()</w:t>
            </w:r>
          </w:p>
          <w:p w:rsidR="00C0341F" w:rsidRPr="00241E66" w:rsidRDefault="00C0341F" w:rsidP="00BD73B1">
            <w:pPr>
              <w:pStyle w:val="TAL"/>
              <w:pageBreakBefore/>
            </w:pP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throw an uicc.access.UICCException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26</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Security status not satisfied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EF</w:t>
            </w:r>
            <w:r w:rsidRPr="00241E66">
              <w:rPr>
                <w:noProof w:val="0"/>
                <w:vertAlign w:val="subscript"/>
              </w:rPr>
              <w:t>LNR</w:t>
            </w:r>
            <w:r w:rsidRPr="00241E66">
              <w:rPr>
                <w:noProof w:val="0"/>
              </w:rPr>
              <w:t>, fid=6F0A</w:t>
            </w:r>
          </w:p>
          <w:p w:rsidR="00C0341F" w:rsidRPr="00241E66" w:rsidRDefault="00C0341F">
            <w:pPr>
              <w:pStyle w:val="PL"/>
              <w:rPr>
                <w:noProof w:val="0"/>
              </w:rPr>
            </w:pPr>
            <w:r w:rsidRPr="00241E66">
              <w:rPr>
                <w:noProof w:val="0"/>
              </w:rPr>
              <w:t>2- 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throw an uicc.access.UICCException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27</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File deactivated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EF</w:t>
            </w:r>
            <w:r w:rsidRPr="00241E66">
              <w:rPr>
                <w:noProof w:val="0"/>
                <w:vertAlign w:val="subscript"/>
              </w:rPr>
              <w:t>LARU</w:t>
            </w:r>
            <w:r w:rsidRPr="00241E66">
              <w:rPr>
                <w:noProof w:val="0"/>
              </w:rPr>
              <w:t>, fid=6F10</w:t>
            </w:r>
          </w:p>
          <w:p w:rsidR="00C0341F" w:rsidRPr="00241E66" w:rsidRDefault="00C0341F">
            <w:pPr>
              <w:pStyle w:val="PL"/>
              <w:rPr>
                <w:noProof w:val="0"/>
              </w:rPr>
            </w:pPr>
            <w:r w:rsidRPr="00241E66">
              <w:rPr>
                <w:noProof w:val="0"/>
              </w:rPr>
              <w:t>2- deactivateFile EF</w:t>
            </w:r>
            <w:r w:rsidRPr="00241E66">
              <w:rPr>
                <w:noProof w:val="0"/>
                <w:vertAlign w:val="subscript"/>
              </w:rPr>
              <w:t>LARU</w:t>
            </w:r>
          </w:p>
          <w:p w:rsidR="00C0341F" w:rsidRPr="00241E66" w:rsidRDefault="00C0341F">
            <w:pPr>
              <w:pStyle w:val="PL"/>
              <w:rPr>
                <w:noProof w:val="0"/>
              </w:rPr>
            </w:pPr>
            <w:r w:rsidRPr="00241E66">
              <w:rPr>
                <w:noProof w:val="0"/>
              </w:rPr>
              <w:t>3- searchRecord()</w:t>
            </w:r>
          </w:p>
          <w:p w:rsidR="00C0341F" w:rsidRPr="00241E66" w:rsidRDefault="00C0341F">
            <w:pPr>
              <w:pStyle w:val="PL"/>
              <w:rPr>
                <w:noProof w:val="0"/>
              </w:rPr>
            </w:pPr>
            <w:r w:rsidRPr="00241E66">
              <w:rPr>
                <w:noProof w:val="0"/>
              </w:rPr>
              <w:t>4- activateFile()</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shall throw an uicc.access.UICCException with reason code DATA_INVALIDATED</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28</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Simple mode search forward</w:t>
            </w:r>
          </w:p>
          <w:p w:rsidR="00C0341F" w:rsidRPr="00241E66" w:rsidRDefault="00C0341F">
            <w:pPr>
              <w:pStyle w:val="PL"/>
              <w:rPr>
                <w:noProof w:val="0"/>
              </w:rPr>
            </w:pPr>
          </w:p>
          <w:p w:rsidR="00C0341F" w:rsidRPr="00241E66" w:rsidRDefault="00C0341F">
            <w:pPr>
              <w:pStyle w:val="PL"/>
              <w:rPr>
                <w:noProof w:val="0"/>
              </w:rPr>
            </w:pPr>
            <w:r w:rsidRPr="00241E66">
              <w:rPr>
                <w:noProof w:val="0"/>
              </w:rPr>
              <w:t>1</w:t>
            </w:r>
            <w:r w:rsidR="008714AD" w:rsidRPr="00241E66">
              <w:rPr>
                <w:noProof w:val="0"/>
              </w:rPr>
              <w:t>-</w:t>
            </w:r>
            <w:r w:rsidRPr="00241E66">
              <w:rPr>
                <w:noProof w:val="0"/>
              </w:rPr>
              <w:t xml:space="preserve"> select EF</w:t>
            </w:r>
            <w:r w:rsidRPr="00241E66">
              <w:rPr>
                <w:noProof w:val="0"/>
                <w:vertAlign w:val="subscript"/>
              </w:rPr>
              <w:t>CSEA</w:t>
            </w:r>
            <w:r w:rsidRPr="00241E66">
              <w:rPr>
                <w:noProof w:val="0"/>
              </w:rPr>
              <w:t>, fid=6F1B</w:t>
            </w:r>
          </w:p>
          <w:p w:rsidR="00C0341F" w:rsidRPr="00241E66" w:rsidRDefault="00C0341F">
            <w:pPr>
              <w:pStyle w:val="PL"/>
              <w:rPr>
                <w:noProof w:val="0"/>
              </w:rPr>
            </w:pPr>
            <w:r w:rsidRPr="00241E66">
              <w:rPr>
                <w:noProof w:val="0"/>
              </w:rPr>
              <w:t>2</w:t>
            </w:r>
            <w:r w:rsidR="008714AD" w:rsidRPr="00241E66">
              <w:rPr>
                <w:noProof w:val="0"/>
              </w:rPr>
              <w:t>-</w:t>
            </w:r>
            <w:r w:rsidRPr="00241E66">
              <w:rPr>
                <w:noProof w:val="0"/>
              </w:rPr>
              <w:t xml:space="preserve"> mode = SIMPLE_SEARCH_START_FORWARD</w:t>
            </w:r>
          </w:p>
          <w:p w:rsidR="00C0341F" w:rsidRPr="00241E66" w:rsidRDefault="00C0341F">
            <w:pPr>
              <w:pStyle w:val="PL"/>
              <w:rPr>
                <w:noProof w:val="0"/>
              </w:rPr>
            </w:pPr>
            <w:r w:rsidRPr="00241E66">
              <w:rPr>
                <w:noProof w:val="0"/>
              </w:rPr>
              <w:t>recordNum = 1</w:t>
            </w:r>
          </w:p>
          <w:p w:rsidR="00C0341F" w:rsidRPr="00241E66" w:rsidRDefault="00C0341F">
            <w:pPr>
              <w:pStyle w:val="PL"/>
              <w:rPr>
                <w:noProof w:val="0"/>
              </w:rPr>
            </w:pPr>
            <w:r w:rsidRPr="00241E66">
              <w:rPr>
                <w:noProof w:val="0"/>
              </w:rPr>
              <w:t>patt[]={0x10,0x03,0x04}</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3- mode = SIMPLE_SEARCH_START_FORWARD</w:t>
            </w:r>
          </w:p>
          <w:p w:rsidR="00C0341F" w:rsidRPr="00241E66" w:rsidRDefault="00C0341F">
            <w:pPr>
              <w:pStyle w:val="PL"/>
              <w:rPr>
                <w:noProof w:val="0"/>
              </w:rPr>
            </w:pPr>
            <w:r w:rsidRPr="00241E66">
              <w:rPr>
                <w:noProof w:val="0"/>
              </w:rPr>
              <w:t>recordNum = 2</w:t>
            </w:r>
          </w:p>
          <w:p w:rsidR="00C0341F" w:rsidRPr="00241E66" w:rsidRDefault="00C0341F">
            <w:pPr>
              <w:pStyle w:val="PL"/>
              <w:rPr>
                <w:noProof w:val="0"/>
              </w:rPr>
            </w:pPr>
            <w:r w:rsidRPr="00241E66">
              <w:rPr>
                <w:noProof w:val="0"/>
              </w:rPr>
              <w:t>patt[]={0x10,0x03,0x04}</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r w:rsidRPr="00241E66">
              <w:rPr>
                <w:noProof w:val="0"/>
              </w:rPr>
              <w:t>4- updateRecord() in previous mode with value {0x03,0x02,0x01,0x03,0x02,0x01,0x03,0x02,0x01,0x03,0x02,0x01,0x03,0x02,0x01} (new record 1 is set to previous record 6)</w:t>
            </w:r>
          </w:p>
          <w:p w:rsidR="00C0341F" w:rsidRPr="00241E66" w:rsidRDefault="00C0341F">
            <w:pPr>
              <w:pStyle w:val="PL"/>
              <w:rPr>
                <w:noProof w:val="0"/>
              </w:rPr>
            </w:pPr>
            <w:r w:rsidRPr="00241E66">
              <w:rPr>
                <w:noProof w:val="0"/>
              </w:rPr>
              <w:t>5- mode = SIMPLE_SEARCH_START_FORWARD</w:t>
            </w:r>
          </w:p>
          <w:p w:rsidR="00C0341F" w:rsidRPr="00241E66" w:rsidRDefault="00C0341F">
            <w:pPr>
              <w:pStyle w:val="PL"/>
              <w:rPr>
                <w:noProof w:val="0"/>
              </w:rPr>
            </w:pPr>
            <w:r w:rsidRPr="00241E66">
              <w:rPr>
                <w:noProof w:val="0"/>
              </w:rPr>
              <w:t>recordNum = 2</w:t>
            </w:r>
          </w:p>
          <w:p w:rsidR="00C0341F" w:rsidRPr="00241E66" w:rsidRDefault="00C0341F">
            <w:pPr>
              <w:pStyle w:val="PL"/>
              <w:rPr>
                <w:noProof w:val="0"/>
              </w:rPr>
            </w:pPr>
            <w:r w:rsidRPr="00241E66">
              <w:rPr>
                <w:noProof w:val="0"/>
              </w:rPr>
              <w:t>patt[]={0x10,0x03,0x04}</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shall return 0</w:t>
            </w:r>
          </w:p>
          <w:p w:rsidR="00C0341F" w:rsidRPr="00241E66" w:rsidRDefault="00C0341F">
            <w:pPr>
              <w:pStyle w:val="TAL"/>
            </w:pPr>
            <w:r w:rsidRPr="00241E66">
              <w:t>response shall be:</w:t>
            </w:r>
          </w:p>
          <w:p w:rsidR="00C0341F" w:rsidRPr="00241E66" w:rsidRDefault="00C0341F">
            <w:pPr>
              <w:pStyle w:val="TAL"/>
            </w:pPr>
            <w:r w:rsidRPr="00241E66">
              <w:t>response={0,0,0,0,0}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Shall return 3.</w:t>
            </w:r>
          </w:p>
          <w:p w:rsidR="00C0341F" w:rsidRPr="00241E66" w:rsidRDefault="00C0341F">
            <w:pPr>
              <w:pStyle w:val="TAL"/>
            </w:pPr>
            <w:r w:rsidRPr="00241E66">
              <w:t>response shall be:</w:t>
            </w:r>
          </w:p>
          <w:p w:rsidR="00C0341F" w:rsidRPr="00241E66" w:rsidRDefault="00C0341F">
            <w:pPr>
              <w:pStyle w:val="TAL"/>
            </w:pPr>
            <w:r w:rsidRPr="00241E66">
              <w:t>response={0,0,2,4,1}</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5- Shall return 3.</w:t>
            </w:r>
          </w:p>
          <w:p w:rsidR="00C0341F" w:rsidRPr="00241E66" w:rsidRDefault="00C0341F">
            <w:pPr>
              <w:pStyle w:val="TAL"/>
            </w:pPr>
            <w:r w:rsidRPr="00241E66">
              <w:t>response shall be:</w:t>
            </w:r>
          </w:p>
          <w:p w:rsidR="00C0341F" w:rsidRPr="00241E66" w:rsidRDefault="00C0341F">
            <w:pPr>
              <w:pStyle w:val="TAL"/>
            </w:pPr>
            <w:r w:rsidRPr="00241E66">
              <w:t>response={0,0,2,3,5}</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29</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Simple mode search backward</w:t>
            </w:r>
          </w:p>
          <w:p w:rsidR="00C0341F" w:rsidRPr="00241E66" w:rsidRDefault="00C0341F">
            <w:pPr>
              <w:pStyle w:val="PL"/>
              <w:rPr>
                <w:noProof w:val="0"/>
              </w:rPr>
            </w:pPr>
          </w:p>
          <w:p w:rsidR="00C0341F" w:rsidRPr="00241E66" w:rsidRDefault="00C0341F">
            <w:pPr>
              <w:pStyle w:val="PL"/>
              <w:rPr>
                <w:noProof w:val="0"/>
              </w:rPr>
            </w:pPr>
            <w:r w:rsidRPr="00241E66">
              <w:rPr>
                <w:noProof w:val="0"/>
              </w:rPr>
              <w:t>mode = SIMPLE_SEARCH_START_BACKWARD</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patt[]={0x10,0x03,0x04}</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3</w:t>
            </w:r>
          </w:p>
          <w:p w:rsidR="00C0341F" w:rsidRPr="00241E66" w:rsidRDefault="00C0341F">
            <w:pPr>
              <w:pStyle w:val="TAL"/>
            </w:pPr>
            <w:r w:rsidRPr="00241E66">
              <w:t>response shall be:</w:t>
            </w:r>
          </w:p>
          <w:p w:rsidR="00C0341F" w:rsidRPr="00241E66" w:rsidRDefault="00C0341F">
            <w:pPr>
              <w:pStyle w:val="TAL"/>
            </w:pPr>
            <w:r w:rsidRPr="00241E66">
              <w:t>response={0,3,2,5,0}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30</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Cyclic EF, Enhanced mode, search forward from next record, start from an offset in record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mode = ENHANCED_MODE</w:t>
            </w:r>
          </w:p>
          <w:p w:rsidR="00C0341F" w:rsidRPr="00241E66" w:rsidRDefault="00C0341F" w:rsidP="00BD73B1">
            <w:pPr>
              <w:pStyle w:val="PL"/>
              <w:pageBreakBefore/>
              <w:rPr>
                <w:noProof w:val="0"/>
              </w:rPr>
            </w:pPr>
            <w:r w:rsidRPr="00241E66">
              <w:rPr>
                <w:noProof w:val="0"/>
              </w:rPr>
              <w:t>searchIndication= SEARCH_INDICATION_START_FORWARD_FROM_NEXT + 0x0009</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patt[]={0x01,0x02,0x03}</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3</w:t>
            </w:r>
          </w:p>
          <w:p w:rsidR="00C0341F" w:rsidRPr="00241E66" w:rsidRDefault="00C0341F" w:rsidP="00BD73B1">
            <w:pPr>
              <w:pStyle w:val="PL"/>
              <w:pageBreakBefore/>
              <w:rPr>
                <w:noProof w:val="0"/>
              </w:rPr>
            </w:pPr>
            <w:r w:rsidRPr="00241E66">
              <w:rPr>
                <w:noProof w:val="0"/>
              </w:rPr>
              <w:t>response[] = {0,0,0,0,0}</w:t>
            </w:r>
          </w:p>
          <w:p w:rsidR="00C0341F" w:rsidRPr="00241E66" w:rsidRDefault="00C0341F" w:rsidP="00BD73B1">
            <w:pPr>
              <w:pStyle w:val="PL"/>
              <w:pageBreakBefore/>
              <w:rPr>
                <w:noProof w:val="0"/>
              </w:rPr>
            </w:pPr>
            <w:r w:rsidRPr="00241E66">
              <w:rPr>
                <w:noProof w:val="0"/>
              </w:rPr>
              <w:t>respOffset = 2</w:t>
            </w:r>
          </w:p>
          <w:p w:rsidR="00C0341F" w:rsidRPr="00241E66" w:rsidRDefault="00C0341F" w:rsidP="00BD73B1">
            <w:pPr>
              <w:pStyle w:val="PL"/>
              <w:pageBreakBefore/>
              <w:rPr>
                <w:noProof w:val="0"/>
              </w:rPr>
            </w:pPr>
            <w:r w:rsidRPr="00241E66">
              <w:rPr>
                <w:noProof w:val="0"/>
              </w:rPr>
              <w:t>respLength = 3</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shall return 3</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response={0,0,4,5,6}</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31</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Enhanced mode, search forward from next record, start from a value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mode = ENHANCED_MODE</w:t>
            </w:r>
          </w:p>
          <w:p w:rsidR="00C0341F" w:rsidRPr="00241E66" w:rsidRDefault="00C0341F">
            <w:pPr>
              <w:pStyle w:val="PL"/>
              <w:rPr>
                <w:noProof w:val="0"/>
              </w:rPr>
            </w:pPr>
            <w:r w:rsidRPr="00241E66">
              <w:rPr>
                <w:noProof w:val="0"/>
              </w:rPr>
              <w:t>searchIndication= SEARCH_INDICATION_START_FORWARD_FROM_NEXT + 0x0810</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3</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0</w:t>
            </w:r>
          </w:p>
          <w:p w:rsidR="00C0341F" w:rsidRPr="00241E66" w:rsidRDefault="00C0341F">
            <w:pPr>
              <w:pStyle w:val="TAL"/>
            </w:pPr>
            <w:r w:rsidRPr="00241E66">
              <w:t>response shall be:</w:t>
            </w:r>
          </w:p>
          <w:p w:rsidR="00C0341F" w:rsidRPr="00241E66" w:rsidRDefault="00C0341F">
            <w:pPr>
              <w:pStyle w:val="TAL"/>
            </w:pPr>
            <w:r w:rsidRPr="00241E66">
              <w:t>response={0,0,0,0,0}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32</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Enhanced mode, search forward from next given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mode = ENHANCED_MODE</w:t>
            </w:r>
          </w:p>
          <w:p w:rsidR="00C0341F" w:rsidRPr="00241E66" w:rsidRDefault="00C0341F">
            <w:pPr>
              <w:pStyle w:val="PL"/>
              <w:rPr>
                <w:noProof w:val="0"/>
              </w:rPr>
            </w:pPr>
            <w:r w:rsidRPr="00241E66">
              <w:rPr>
                <w:noProof w:val="0"/>
              </w:rPr>
              <w:t>searchIndication= SEARCH_INDICATION_START_FORWARD_FROM_NEXT_GR + 0x0005</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1</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5</w:t>
            </w:r>
          </w:p>
          <w:p w:rsidR="00C0341F" w:rsidRPr="00241E66" w:rsidRDefault="00C0341F">
            <w:pPr>
              <w:pStyle w:val="TAL"/>
            </w:pPr>
            <w:r w:rsidRPr="00241E66">
              <w:t>response shall be:</w:t>
            </w:r>
          </w:p>
          <w:p w:rsidR="00C0341F" w:rsidRPr="00241E66" w:rsidRDefault="00C0341F">
            <w:pPr>
              <w:pStyle w:val="TAL"/>
            </w:pPr>
            <w:r w:rsidRPr="00241E66">
              <w:t>response={3,4,5,6,1}</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33</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Enhanced mode, search forward from next given record, start from a value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1- mode = ENHANCED_MODE</w:t>
            </w:r>
          </w:p>
          <w:p w:rsidR="00C0341F" w:rsidRPr="00241E66" w:rsidRDefault="00C0341F">
            <w:pPr>
              <w:pStyle w:val="PL"/>
              <w:rPr>
                <w:noProof w:val="0"/>
              </w:rPr>
            </w:pPr>
            <w:r w:rsidRPr="00241E66">
              <w:rPr>
                <w:noProof w:val="0"/>
              </w:rPr>
              <w:t>searchIndication= SEARCH_INDICATION_START_FORWARD_FROM_NEXT_GR + 0x0805</w:t>
            </w:r>
          </w:p>
          <w:p w:rsidR="00C0341F" w:rsidRPr="00241E66" w:rsidRDefault="00C0341F">
            <w:pPr>
              <w:pStyle w:val="PL"/>
              <w:rPr>
                <w:noProof w:val="0"/>
              </w:rPr>
            </w:pPr>
            <w:r w:rsidRPr="00241E66">
              <w:rPr>
                <w:noProof w:val="0"/>
              </w:rPr>
              <w:t>recordNum = 6</w:t>
            </w:r>
          </w:p>
          <w:p w:rsidR="00C0341F" w:rsidRPr="00241E66" w:rsidRDefault="00C0341F">
            <w:pPr>
              <w:pStyle w:val="PL"/>
              <w:rPr>
                <w:noProof w:val="0"/>
              </w:rPr>
            </w:pPr>
            <w:r w:rsidRPr="00241E66">
              <w:rPr>
                <w:noProof w:val="0"/>
              </w:rPr>
              <w:t>patt[]={0x0E,0x0F,0x00}</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p w:rsidR="00C0341F" w:rsidRPr="00241E66" w:rsidRDefault="00C0341F">
            <w:pPr>
              <w:pStyle w:val="PL"/>
              <w:rPr>
                <w:noProof w:val="0"/>
              </w:rPr>
            </w:pPr>
          </w:p>
          <w:p w:rsidR="00C0341F" w:rsidRPr="00241E66" w:rsidRDefault="00C0341F">
            <w:pPr>
              <w:pStyle w:val="PL"/>
              <w:rPr>
                <w:noProof w:val="0"/>
              </w:rPr>
            </w:pPr>
            <w:r w:rsidRPr="00241E66">
              <w:rPr>
                <w:noProof w:val="0"/>
              </w:rPr>
              <w:t>2- Restore EF initial state (record 1 shall be assigned to the record that content is {0x01,0x02,0x03,0x04,0x05,0x06,0x07,0x08,0x09,0x0A, 0x0B,0x0C,0x0D,0xE,0x0F}) using 5 updateRecord() in previous mode</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shall return 2</w:t>
            </w:r>
          </w:p>
          <w:p w:rsidR="00C0341F" w:rsidRPr="00241E66" w:rsidRDefault="00C0341F">
            <w:pPr>
              <w:pStyle w:val="TAL"/>
            </w:pPr>
            <w:r w:rsidRPr="00241E66">
              <w:t>response shall be:</w:t>
            </w:r>
          </w:p>
          <w:p w:rsidR="00C0341F" w:rsidRPr="00241E66" w:rsidRDefault="00C0341F">
            <w:pPr>
              <w:pStyle w:val="TAL"/>
            </w:pPr>
            <w:r w:rsidRPr="00241E66">
              <w:t>response={2,4,0,0,0}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34</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 xml:space="preserve">Cyclic EF, Enhanced mode, search backward from previous record, start from an offset in record </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Set current record pointer to record 6 using 5 readRecord() in next mode</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2- mode = ENHANCED_MODE</w:t>
            </w:r>
          </w:p>
          <w:p w:rsidR="00C0341F" w:rsidRPr="00241E66" w:rsidRDefault="00C0341F" w:rsidP="00BD73B1">
            <w:pPr>
              <w:pStyle w:val="PL"/>
              <w:pageBreakBefore/>
              <w:rPr>
                <w:noProof w:val="0"/>
              </w:rPr>
            </w:pPr>
            <w:r w:rsidRPr="00241E66">
              <w:rPr>
                <w:noProof w:val="0"/>
              </w:rPr>
              <w:t>searchIndication= SEARCH_INDICATION_START_BACKWARD_FROM_PREVIOUS + 0x0003</w:t>
            </w:r>
          </w:p>
          <w:p w:rsidR="00C0341F" w:rsidRPr="00241E66" w:rsidRDefault="00C0341F" w:rsidP="00BD73B1">
            <w:pPr>
              <w:pStyle w:val="PL"/>
              <w:pageBreakBefore/>
              <w:rPr>
                <w:noProof w:val="0"/>
              </w:rPr>
            </w:pPr>
            <w:r w:rsidRPr="00241E66">
              <w:rPr>
                <w:noProof w:val="0"/>
              </w:rPr>
              <w:t>recordNum = 0</w:t>
            </w:r>
          </w:p>
          <w:p w:rsidR="00C0341F" w:rsidRPr="00241E66" w:rsidRDefault="00C0341F" w:rsidP="00BD73B1">
            <w:pPr>
              <w:pStyle w:val="PL"/>
              <w:pageBreakBefore/>
              <w:rPr>
                <w:noProof w:val="0"/>
              </w:rPr>
            </w:pPr>
            <w:r w:rsidRPr="00241E66">
              <w:rPr>
                <w:noProof w:val="0"/>
              </w:rPr>
              <w:t>patt[]={0x02,0x01,0x00}</w:t>
            </w:r>
          </w:p>
          <w:p w:rsidR="00C0341F" w:rsidRPr="00241E66" w:rsidRDefault="00C0341F" w:rsidP="00BD73B1">
            <w:pPr>
              <w:pStyle w:val="PL"/>
              <w:pageBreakBefore/>
              <w:rPr>
                <w:noProof w:val="0"/>
              </w:rPr>
            </w:pPr>
            <w:r w:rsidRPr="00241E66">
              <w:rPr>
                <w:noProof w:val="0"/>
              </w:rPr>
              <w:t>pattOffset = 0</w:t>
            </w:r>
          </w:p>
          <w:p w:rsidR="00C0341F" w:rsidRPr="00241E66" w:rsidRDefault="00C0341F" w:rsidP="00BD73B1">
            <w:pPr>
              <w:pStyle w:val="PL"/>
              <w:pageBreakBefore/>
              <w:rPr>
                <w:noProof w:val="0"/>
              </w:rPr>
            </w:pPr>
            <w:r w:rsidRPr="00241E66">
              <w:rPr>
                <w:noProof w:val="0"/>
              </w:rPr>
              <w:t>pattLength = 2</w:t>
            </w:r>
          </w:p>
          <w:p w:rsidR="00C0341F" w:rsidRPr="00241E66" w:rsidRDefault="00C0341F" w:rsidP="00BD73B1">
            <w:pPr>
              <w:pStyle w:val="PL"/>
              <w:pageBreakBefore/>
              <w:rPr>
                <w:noProof w:val="0"/>
              </w:rPr>
            </w:pPr>
            <w:r w:rsidRPr="00241E66">
              <w:rPr>
                <w:noProof w:val="0"/>
              </w:rPr>
              <w:t>response[] = {0,0,0,0,0}</w:t>
            </w:r>
          </w:p>
          <w:p w:rsidR="00C0341F" w:rsidRPr="00241E66" w:rsidRDefault="00C0341F" w:rsidP="00BD73B1">
            <w:pPr>
              <w:pStyle w:val="PL"/>
              <w:pageBreakBefore/>
              <w:rPr>
                <w:noProof w:val="0"/>
              </w:rPr>
            </w:pPr>
            <w:r w:rsidRPr="00241E66">
              <w:rPr>
                <w:noProof w:val="0"/>
              </w:rPr>
              <w:t>respOffset = 3</w:t>
            </w:r>
          </w:p>
          <w:p w:rsidR="00C0341F" w:rsidRPr="00241E66" w:rsidRDefault="00C0341F" w:rsidP="00BD73B1">
            <w:pPr>
              <w:pStyle w:val="PL"/>
              <w:pageBreakBefore/>
              <w:rPr>
                <w:noProof w:val="0"/>
              </w:rPr>
            </w:pPr>
            <w:r w:rsidRPr="00241E66">
              <w:rPr>
                <w:noProof w:val="0"/>
              </w:rPr>
              <w:t>respLength = 2</w:t>
            </w:r>
          </w:p>
          <w:p w:rsidR="00C0341F" w:rsidRPr="00241E66" w:rsidRDefault="00C0341F" w:rsidP="00BD73B1">
            <w:pPr>
              <w:pStyle w:val="PL"/>
              <w:pageBreakBefore/>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return 1</w:t>
            </w:r>
          </w:p>
          <w:p w:rsidR="00C0341F" w:rsidRPr="00241E66" w:rsidRDefault="00C0341F" w:rsidP="00BD73B1">
            <w:pPr>
              <w:pStyle w:val="TAL"/>
              <w:pageBreakBefore/>
            </w:pPr>
            <w:r w:rsidRPr="00241E66">
              <w:t>response shall be:</w:t>
            </w:r>
          </w:p>
          <w:p w:rsidR="00C0341F" w:rsidRPr="00241E66" w:rsidRDefault="00C0341F" w:rsidP="00BD73B1">
            <w:pPr>
              <w:pStyle w:val="TAL"/>
              <w:pageBreakBefore/>
            </w:pPr>
            <w:r w:rsidRPr="00241E66">
              <w:t>response={0,0,0,6,0}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35</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 xml:space="preserve">Cyclic EF, Enhanced mode, search backward from previous record, start from a  value in record </w:t>
            </w:r>
          </w:p>
          <w:p w:rsidR="00C0341F" w:rsidRPr="00241E66" w:rsidRDefault="00C0341F">
            <w:pPr>
              <w:pStyle w:val="PL"/>
              <w:rPr>
                <w:noProof w:val="0"/>
              </w:rPr>
            </w:pPr>
          </w:p>
          <w:p w:rsidR="00C0341F" w:rsidRPr="00241E66" w:rsidRDefault="00C0341F">
            <w:pPr>
              <w:pStyle w:val="PL"/>
              <w:rPr>
                <w:noProof w:val="0"/>
              </w:rPr>
            </w:pPr>
            <w:r w:rsidRPr="00241E66">
              <w:rPr>
                <w:noProof w:val="0"/>
              </w:rPr>
              <w:t>mode = ENHANCED_MODE</w:t>
            </w:r>
          </w:p>
          <w:p w:rsidR="00C0341F" w:rsidRPr="00241E66" w:rsidRDefault="00C0341F">
            <w:pPr>
              <w:pStyle w:val="PL"/>
              <w:rPr>
                <w:noProof w:val="0"/>
              </w:rPr>
            </w:pPr>
            <w:r w:rsidRPr="00241E66">
              <w:rPr>
                <w:noProof w:val="0"/>
              </w:rPr>
              <w:t>searchIndication= SEARCH_INDICATION_START_BACKWARD_FROM_PREVIOUS + 0x0801</w:t>
            </w:r>
          </w:p>
          <w:p w:rsidR="00C0341F" w:rsidRPr="00241E66" w:rsidRDefault="00C0341F">
            <w:pPr>
              <w:pStyle w:val="PL"/>
              <w:rPr>
                <w:noProof w:val="0"/>
              </w:rPr>
            </w:pPr>
            <w:r w:rsidRPr="00241E66">
              <w:rPr>
                <w:noProof w:val="0"/>
              </w:rPr>
              <w:t>recordNum = 0</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5</w:t>
            </w:r>
          </w:p>
          <w:p w:rsidR="00C0341F" w:rsidRPr="00241E66" w:rsidRDefault="00C0341F">
            <w:pPr>
              <w:pStyle w:val="TAL"/>
            </w:pPr>
            <w:r w:rsidRPr="00241E66">
              <w:t>response shall be:</w:t>
            </w:r>
          </w:p>
          <w:p w:rsidR="00C0341F" w:rsidRPr="00241E66" w:rsidRDefault="00C0341F">
            <w:pPr>
              <w:pStyle w:val="TAL"/>
            </w:pPr>
            <w:r w:rsidRPr="00241E66">
              <w:t>response={5,4,3,2,1}</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36</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Enhanced mode, search backward from given record, start from an offset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mode = ENHANCED_MODE</w:t>
            </w:r>
          </w:p>
          <w:p w:rsidR="00C0341F" w:rsidRPr="00241E66" w:rsidRDefault="00C0341F">
            <w:pPr>
              <w:pStyle w:val="PL"/>
              <w:rPr>
                <w:noProof w:val="0"/>
              </w:rPr>
            </w:pPr>
            <w:r w:rsidRPr="00241E66">
              <w:rPr>
                <w:noProof w:val="0"/>
              </w:rPr>
              <w:t>searchIndication= SEARCH_INDICATION_START_BACKWARD_FROM_PREVIOUS_GR + 0x0003</w:t>
            </w:r>
          </w:p>
          <w:p w:rsidR="00C0341F" w:rsidRPr="00241E66" w:rsidRDefault="00C0341F">
            <w:pPr>
              <w:pStyle w:val="PL"/>
              <w:rPr>
                <w:noProof w:val="0"/>
              </w:rPr>
            </w:pPr>
            <w:r w:rsidRPr="00241E66">
              <w:rPr>
                <w:noProof w:val="0"/>
              </w:rPr>
              <w:t>recordNum = 5</w:t>
            </w:r>
          </w:p>
          <w:p w:rsidR="00C0341F" w:rsidRPr="00241E66" w:rsidRDefault="00C0341F">
            <w:pPr>
              <w:pStyle w:val="PL"/>
              <w:rPr>
                <w:noProof w:val="0"/>
              </w:rPr>
            </w:pPr>
            <w:r w:rsidRPr="00241E66">
              <w:rPr>
                <w:noProof w:val="0"/>
              </w:rPr>
              <w:t>patt[]={0x02,0x01,0x00}</w:t>
            </w:r>
          </w:p>
          <w:p w:rsidR="00C0341F" w:rsidRPr="00241E66" w:rsidRDefault="00C0341F">
            <w:pPr>
              <w:pStyle w:val="PL"/>
              <w:rPr>
                <w:noProof w:val="0"/>
              </w:rPr>
            </w:pPr>
            <w:r w:rsidRPr="00241E66">
              <w:rPr>
                <w:noProof w:val="0"/>
              </w:rPr>
              <w:t>pattOffset = 0</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3</w:t>
            </w:r>
          </w:p>
          <w:p w:rsidR="00C0341F" w:rsidRPr="00241E66" w:rsidRDefault="00C0341F">
            <w:pPr>
              <w:pStyle w:val="PL"/>
              <w:rPr>
                <w:noProof w:val="0"/>
              </w:rPr>
            </w:pPr>
            <w:r w:rsidRPr="00241E66">
              <w:rPr>
                <w:noProof w:val="0"/>
              </w:rPr>
              <w:t>respLength = 2</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1</w:t>
            </w:r>
          </w:p>
          <w:p w:rsidR="00C0341F" w:rsidRPr="00241E66" w:rsidRDefault="00C0341F">
            <w:pPr>
              <w:pStyle w:val="TAL"/>
            </w:pPr>
            <w:r w:rsidRPr="00241E66">
              <w:t>response shall be:</w:t>
            </w:r>
          </w:p>
          <w:p w:rsidR="00C0341F" w:rsidRPr="00241E66" w:rsidRDefault="00C0341F">
            <w:pPr>
              <w:pStyle w:val="TAL"/>
            </w:pPr>
            <w:r w:rsidRPr="00241E66">
              <w:t>response={0,0,0,6,0}</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37</w:t>
            </w:r>
          </w:p>
        </w:tc>
        <w:tc>
          <w:tcPr>
            <w:tcW w:w="38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Cyclic EF, Enhanced mode, search backward from given record, start from a value in record</w:t>
            </w:r>
          </w:p>
          <w:p w:rsidR="00C0341F" w:rsidRPr="00241E66" w:rsidRDefault="00C0341F">
            <w:pPr>
              <w:pStyle w:val="PL"/>
              <w:rPr>
                <w:noProof w:val="0"/>
              </w:rPr>
            </w:pPr>
          </w:p>
          <w:p w:rsidR="00C0341F" w:rsidRPr="00241E66" w:rsidRDefault="00C0341F">
            <w:pPr>
              <w:pStyle w:val="PL"/>
              <w:rPr>
                <w:noProof w:val="0"/>
              </w:rPr>
            </w:pPr>
            <w:r w:rsidRPr="00241E66">
              <w:rPr>
                <w:noProof w:val="0"/>
              </w:rPr>
              <w:t>mode = ENHANCED_MODE</w:t>
            </w:r>
          </w:p>
          <w:p w:rsidR="00C0341F" w:rsidRPr="00241E66" w:rsidRDefault="00C0341F">
            <w:pPr>
              <w:pStyle w:val="PL"/>
              <w:rPr>
                <w:noProof w:val="0"/>
              </w:rPr>
            </w:pPr>
            <w:r w:rsidRPr="00241E66">
              <w:rPr>
                <w:noProof w:val="0"/>
              </w:rPr>
              <w:t>searchIndication= SEARCH_INDICATION_START_BACKWARD_FROM_PREVIOUS + 0x0801</w:t>
            </w:r>
          </w:p>
          <w:p w:rsidR="00C0341F" w:rsidRPr="00241E66" w:rsidRDefault="00C0341F">
            <w:pPr>
              <w:pStyle w:val="PL"/>
              <w:rPr>
                <w:noProof w:val="0"/>
              </w:rPr>
            </w:pPr>
            <w:r w:rsidRPr="00241E66">
              <w:rPr>
                <w:noProof w:val="0"/>
              </w:rPr>
              <w:t>recordNum = 3</w:t>
            </w:r>
          </w:p>
          <w:p w:rsidR="00C0341F" w:rsidRPr="00241E66" w:rsidRDefault="00C0341F">
            <w:pPr>
              <w:pStyle w:val="PL"/>
              <w:rPr>
                <w:noProof w:val="0"/>
              </w:rPr>
            </w:pPr>
            <w:r w:rsidRPr="00241E66">
              <w:rPr>
                <w:noProof w:val="0"/>
              </w:rPr>
              <w:t>patt[]={0x01,0x02,0x03}</w:t>
            </w:r>
          </w:p>
          <w:p w:rsidR="00C0341F" w:rsidRPr="00241E66" w:rsidRDefault="00C0341F">
            <w:pPr>
              <w:pStyle w:val="PL"/>
              <w:rPr>
                <w:noProof w:val="0"/>
              </w:rPr>
            </w:pPr>
            <w:r w:rsidRPr="00241E66">
              <w:rPr>
                <w:noProof w:val="0"/>
              </w:rPr>
              <w:t>pattOffset = 1</w:t>
            </w:r>
          </w:p>
          <w:p w:rsidR="00C0341F" w:rsidRPr="00241E66" w:rsidRDefault="00C0341F">
            <w:pPr>
              <w:pStyle w:val="PL"/>
              <w:rPr>
                <w:noProof w:val="0"/>
              </w:rPr>
            </w:pPr>
            <w:r w:rsidRPr="00241E66">
              <w:rPr>
                <w:noProof w:val="0"/>
              </w:rPr>
              <w:t>pattLength = 2</w:t>
            </w:r>
          </w:p>
          <w:p w:rsidR="00C0341F" w:rsidRPr="00241E66" w:rsidRDefault="00C0341F">
            <w:pPr>
              <w:pStyle w:val="PL"/>
              <w:rPr>
                <w:noProof w:val="0"/>
              </w:rPr>
            </w:pPr>
            <w:r w:rsidRPr="00241E66">
              <w:rPr>
                <w:noProof w:val="0"/>
              </w:rPr>
              <w:t>response[] = {0,0,0,0,0}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5</w:t>
            </w:r>
          </w:p>
          <w:p w:rsidR="00C0341F" w:rsidRPr="00241E66" w:rsidRDefault="00C0341F">
            <w:pPr>
              <w:pStyle w:val="PL"/>
              <w:rPr>
                <w:noProof w:val="0"/>
              </w:rPr>
            </w:pPr>
            <w:r w:rsidRPr="00241E66">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shall return 5</w:t>
            </w:r>
          </w:p>
          <w:p w:rsidR="00C0341F" w:rsidRPr="00241E66" w:rsidRDefault="00C0341F">
            <w:pPr>
              <w:pStyle w:val="TAL"/>
            </w:pPr>
            <w:r w:rsidRPr="00241E66">
              <w:t>response shall be:</w:t>
            </w:r>
          </w:p>
          <w:p w:rsidR="00C0341F" w:rsidRPr="00241E66" w:rsidRDefault="00C0341F">
            <w:pPr>
              <w:pStyle w:val="TAL"/>
            </w:pPr>
            <w:r w:rsidRPr="00241E66">
              <w:t>response={3,2,1,5,4}</w:t>
            </w:r>
          </w:p>
        </w:tc>
        <w:tc>
          <w:tcPr>
            <w:tcW w:w="233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bl>
    <w:p w:rsidR="00C0341F" w:rsidRPr="00241E66" w:rsidRDefault="00C0341F"/>
    <w:p w:rsidR="00C0341F" w:rsidRPr="00241E66" w:rsidRDefault="00C0341F" w:rsidP="00BD73B1">
      <w:pPr>
        <w:pStyle w:val="Heading4"/>
      </w:pPr>
      <w:r w:rsidRPr="00241E66">
        <w:lastRenderedPageBreak/>
        <w:t>5.3.1.13</w:t>
      </w:r>
      <w:r w:rsidRPr="00241E66">
        <w:tab/>
        <w:t>Method increase</w:t>
      </w:r>
    </w:p>
    <w:p w:rsidR="00C0341F" w:rsidRPr="00241E66" w:rsidRDefault="00C0341F" w:rsidP="00BD73B1">
      <w:pPr>
        <w:keepNext/>
        <w:keepLines/>
      </w:pPr>
      <w:r w:rsidRPr="00241E66">
        <w:t>Test Area Reference: Api_4_Afv_Incr</w:t>
      </w:r>
      <w:r w:rsidR="00BD73B1" w:rsidRPr="00241E66">
        <w:t>.</w:t>
      </w:r>
    </w:p>
    <w:p w:rsidR="00C0341F" w:rsidRPr="00241E66" w:rsidRDefault="00C0341F" w:rsidP="00BD73B1">
      <w:pPr>
        <w:pStyle w:val="Heading5"/>
      </w:pPr>
      <w:r w:rsidRPr="00241E66">
        <w:t>5.3.1.13.1</w:t>
      </w:r>
      <w:r w:rsidRPr="00241E66">
        <w:tab/>
        <w:t>Conformance requirement</w:t>
      </w:r>
    </w:p>
    <w:p w:rsidR="00C0341F" w:rsidRPr="00241E66" w:rsidRDefault="00C0341F">
      <w:r w:rsidRPr="00241E66">
        <w:t>The method with following header shall be compliant to its definition in the API.</w:t>
      </w:r>
    </w:p>
    <w:p w:rsidR="00C0341F" w:rsidRPr="00241E66" w:rsidRDefault="00C0341F">
      <w:pPr>
        <w:pStyle w:val="PL"/>
        <w:rPr>
          <w:noProof w:val="0"/>
        </w:rPr>
      </w:pPr>
      <w:r w:rsidRPr="00241E66">
        <w:rPr>
          <w:noProof w:val="0"/>
        </w:rPr>
        <w:t>public short increase(byte[] incr,</w:t>
      </w:r>
    </w:p>
    <w:p w:rsidR="00C0341F" w:rsidRPr="00241E66" w:rsidRDefault="00C0341F">
      <w:pPr>
        <w:pStyle w:val="PL"/>
        <w:rPr>
          <w:noProof w:val="0"/>
        </w:rPr>
      </w:pPr>
      <w:r w:rsidRPr="00241E66">
        <w:rPr>
          <w:noProof w:val="0"/>
        </w:rPr>
        <w:t xml:space="preserve">                      short incrOffset,</w:t>
      </w:r>
    </w:p>
    <w:p w:rsidR="00C0341F" w:rsidRPr="00241E66" w:rsidRDefault="00C0341F">
      <w:pPr>
        <w:pStyle w:val="PL"/>
        <w:rPr>
          <w:noProof w:val="0"/>
        </w:rPr>
      </w:pPr>
      <w:r w:rsidRPr="00241E66">
        <w:rPr>
          <w:noProof w:val="0"/>
        </w:rPr>
        <w:t xml:space="preserve">                      short incrLength,</w:t>
      </w:r>
    </w:p>
    <w:p w:rsidR="00C0341F" w:rsidRPr="00241E66" w:rsidRDefault="00C0341F">
      <w:pPr>
        <w:pStyle w:val="PL"/>
        <w:rPr>
          <w:noProof w:val="0"/>
        </w:rPr>
      </w:pPr>
      <w:r w:rsidRPr="00241E66">
        <w:rPr>
          <w:noProof w:val="0"/>
        </w:rPr>
        <w:t xml:space="preserve">                      byte[] resp,</w:t>
      </w:r>
    </w:p>
    <w:p w:rsidR="00C0341F" w:rsidRPr="00241E66" w:rsidRDefault="00C0341F">
      <w:pPr>
        <w:pStyle w:val="PL"/>
        <w:rPr>
          <w:noProof w:val="0"/>
        </w:rPr>
      </w:pPr>
      <w:r w:rsidRPr="00241E66">
        <w:rPr>
          <w:noProof w:val="0"/>
        </w:rPr>
        <w:t xml:space="preserve">                      short respOffset)</w:t>
      </w:r>
    </w:p>
    <w:p w:rsidR="00C0341F" w:rsidRPr="00241E66" w:rsidRDefault="00C0341F">
      <w:pPr>
        <w:pStyle w:val="PL"/>
        <w:rPr>
          <w:noProof w:val="0"/>
        </w:rPr>
      </w:pPr>
      <w:r w:rsidRPr="00241E66">
        <w:rPr>
          <w:noProof w:val="0"/>
        </w:rPr>
        <w:t xml:space="preserve">               throws java.lang.NullPointerException,</w:t>
      </w:r>
    </w:p>
    <w:p w:rsidR="00C0341F" w:rsidRPr="00241E66" w:rsidRDefault="00C0341F">
      <w:pPr>
        <w:pStyle w:val="PL"/>
        <w:rPr>
          <w:noProof w:val="0"/>
        </w:rPr>
      </w:pPr>
      <w:r w:rsidRPr="00241E66">
        <w:rPr>
          <w:noProof w:val="0"/>
        </w:rPr>
        <w:t xml:space="preserve">                      java.lang.ArrayIndexOutOfBoundsException,</w:t>
      </w:r>
    </w:p>
    <w:p w:rsidR="00C0341F" w:rsidRPr="00241E66" w:rsidRDefault="00C0341F">
      <w:pPr>
        <w:pStyle w:val="PL"/>
        <w:rPr>
          <w:noProof w:val="0"/>
        </w:rPr>
      </w:pPr>
      <w:r w:rsidRPr="00241E66">
        <w:rPr>
          <w:noProof w:val="0"/>
        </w:rPr>
        <w:t xml:space="preserve">                      UICCException</w:t>
      </w:r>
    </w:p>
    <w:p w:rsidR="00BD73B1" w:rsidRPr="00241E66" w:rsidRDefault="00BD73B1">
      <w:pPr>
        <w:pStyle w:val="PL"/>
        <w:rPr>
          <w:noProof w:val="0"/>
        </w:rPr>
      </w:pPr>
    </w:p>
    <w:p w:rsidR="00C0341F" w:rsidRPr="00241E66" w:rsidRDefault="00C0341F">
      <w:pPr>
        <w:pStyle w:val="H6"/>
      </w:pPr>
      <w:r w:rsidRPr="00241E66">
        <w:t>5.3.1.13.1.1</w:t>
      </w:r>
      <w:r w:rsidRPr="00241E66">
        <w:tab/>
        <w:t>Normal execution</w:t>
      </w:r>
    </w:p>
    <w:p w:rsidR="00C0341F" w:rsidRPr="00241E66" w:rsidRDefault="00C0341F" w:rsidP="00C0341F">
      <w:pPr>
        <w:pStyle w:val="B1"/>
      </w:pPr>
      <w:r w:rsidRPr="00241E66">
        <w:t>CRRN1: This method increase</w:t>
      </w:r>
      <w:r w:rsidR="00BD73B1" w:rsidRPr="00241E66">
        <w:t>s the current cyclic EF record.</w:t>
      </w:r>
    </w:p>
    <w:p w:rsidR="00C0341F" w:rsidRPr="00241E66" w:rsidRDefault="00C0341F" w:rsidP="00C0341F">
      <w:pPr>
        <w:pStyle w:val="B1"/>
      </w:pPr>
      <w:r w:rsidRPr="00241E66">
        <w:t>CRRN2: The response buffer will only contain the value of the increased record.</w:t>
      </w:r>
    </w:p>
    <w:p w:rsidR="00C0341F" w:rsidRPr="00241E66" w:rsidRDefault="00C0341F">
      <w:pPr>
        <w:pStyle w:val="H6"/>
      </w:pPr>
      <w:r w:rsidRPr="00241E66">
        <w:t>5.3.1.13.1.2</w:t>
      </w:r>
      <w:r w:rsidRPr="00241E66">
        <w:tab/>
        <w:t>Parameter errors</w:t>
      </w:r>
    </w:p>
    <w:p w:rsidR="00C0341F" w:rsidRPr="00241E66" w:rsidRDefault="00C0341F">
      <w:pPr>
        <w:pStyle w:val="B1"/>
      </w:pPr>
      <w:r w:rsidRPr="00241E66">
        <w:t>CRRP1: If the array incr is null, an instance of NullPo</w:t>
      </w:r>
      <w:r w:rsidR="00BD73B1" w:rsidRPr="00241E66">
        <w:t>interException shall be thrown.</w:t>
      </w:r>
    </w:p>
    <w:p w:rsidR="00C0341F" w:rsidRPr="00241E66" w:rsidRDefault="00C0341F">
      <w:pPr>
        <w:pStyle w:val="B1"/>
      </w:pPr>
      <w:r w:rsidRPr="00241E66">
        <w:t>CRRP2: If the array resp is null, an instance of NullPointerException shall be thrown.</w:t>
      </w:r>
    </w:p>
    <w:p w:rsidR="00C0341F" w:rsidRPr="00241E66" w:rsidRDefault="00C0341F">
      <w:pPr>
        <w:pStyle w:val="B1"/>
      </w:pPr>
      <w:r w:rsidRPr="00241E66">
        <w:t>CRRP3: If incrOffset is negative, an instance of ArrayIndexOutOfBoundsException shall be thrown.</w:t>
      </w:r>
    </w:p>
    <w:p w:rsidR="00C0341F" w:rsidRPr="00241E66" w:rsidRDefault="00C0341F">
      <w:pPr>
        <w:pStyle w:val="B1"/>
      </w:pPr>
      <w:r w:rsidRPr="00241E66">
        <w:t>CRRP4: If incrLength is negative, an instance of ArrayIndexOutOfBoundsException shall be thrown.</w:t>
      </w:r>
    </w:p>
    <w:p w:rsidR="00C0341F" w:rsidRPr="00241E66" w:rsidRDefault="00C0341F">
      <w:pPr>
        <w:pStyle w:val="B1"/>
      </w:pPr>
      <w:r w:rsidRPr="00241E66">
        <w:t>CRRP5: If respOffset is negative, an instance of ArrayIndexOutOfBoundsExceptoin shall be thrown.</w:t>
      </w:r>
    </w:p>
    <w:p w:rsidR="00C0341F" w:rsidRPr="00241E66" w:rsidRDefault="00C0341F">
      <w:pPr>
        <w:pStyle w:val="B1"/>
      </w:pPr>
      <w:r w:rsidRPr="00241E66">
        <w:t>CRRP6: If incrOffset plus incrLength, is greater than the length of array incr, an instance of ArrayIndexOutOfBoundsException shall be thrown and no increase is performed.</w:t>
      </w:r>
    </w:p>
    <w:p w:rsidR="00C0341F" w:rsidRPr="00241E66" w:rsidRDefault="00C0341F">
      <w:pPr>
        <w:pStyle w:val="B1"/>
      </w:pPr>
      <w:r w:rsidRPr="00241E66">
        <w:t>CRRP7: If respOffset is greater than the length of array resp, an instance of ArrayIndexOutOfboundsException shall be thrown.</w:t>
      </w:r>
    </w:p>
    <w:p w:rsidR="00C0341F" w:rsidRPr="00241E66" w:rsidRDefault="00C0341F">
      <w:pPr>
        <w:pStyle w:val="B1"/>
      </w:pPr>
      <w:r w:rsidRPr="00241E66">
        <w:t>CRRP8: If the result of the addition is greater than the maximum value of the record (represented by all bytes set to 'FF'), an instance of UICCException shall be thrown. The reason code shall be UICCException.MAX_VALUE_REACHED.</w:t>
      </w:r>
    </w:p>
    <w:p w:rsidR="00C0341F" w:rsidRPr="00241E66" w:rsidRDefault="00C0341F">
      <w:pPr>
        <w:pStyle w:val="B1"/>
      </w:pPr>
      <w:r w:rsidRPr="00241E66">
        <w:t>CRRP9: If incrLength is greater than 127, and exception shall be thrown.</w:t>
      </w:r>
    </w:p>
    <w:p w:rsidR="00C0341F" w:rsidRPr="00241E66" w:rsidRDefault="00C0341F">
      <w:pPr>
        <w:pStyle w:val="H6"/>
      </w:pPr>
      <w:r w:rsidRPr="00241E66">
        <w:t>5.3.1.13.1.3</w:t>
      </w:r>
      <w:r w:rsidRPr="00241E66">
        <w:tab/>
        <w:t>Context errors</w:t>
      </w:r>
    </w:p>
    <w:p w:rsidR="00C0341F" w:rsidRPr="00241E66" w:rsidRDefault="00C0341F">
      <w:pPr>
        <w:pStyle w:val="B1"/>
      </w:pPr>
      <w:r w:rsidRPr="00241E66">
        <w:t>CRRC1: If the calling applet has currently no EF selected, an instance of UICCException shall be thrown. The reason code shall be UICCException.NO_EF_SELECTED.</w:t>
      </w:r>
    </w:p>
    <w:p w:rsidR="00C0341F" w:rsidRPr="00241E66" w:rsidRDefault="00C0341F">
      <w:pPr>
        <w:pStyle w:val="B1"/>
      </w:pPr>
      <w:r w:rsidRPr="00241E66">
        <w:t>CRRC2: If the method call causes a memory problem (e.g. memory access error), an instance of UICCException. shall be thrown. The reason code shall be UICCException.MEMORY_PROBLEM.</w:t>
      </w:r>
    </w:p>
    <w:p w:rsidR="00C0341F" w:rsidRPr="00241E66" w:rsidRDefault="00C0341F">
      <w:pPr>
        <w:pStyle w:val="B1"/>
      </w:pPr>
      <w:r w:rsidRPr="00241E66">
        <w:t>CRRC3: If the method call causes an error to occur that is not expected and thus not handled, an instance of UICCException shall be thrown. The reason code shall be UICCException.INTERNAL_ERROR.</w:t>
      </w:r>
    </w:p>
    <w:p w:rsidR="00C0341F" w:rsidRPr="00241E66" w:rsidRDefault="00C0341F">
      <w:pPr>
        <w:pStyle w:val="B1"/>
      </w:pPr>
      <w:r w:rsidRPr="00241E66">
        <w:t>CRRC4: If file is not a cyclic one, an instance of the UICCException shall be thrown. The reason code shall be UICCException.COMMAND_INCOMPATIBLE.</w:t>
      </w:r>
    </w:p>
    <w:p w:rsidR="00C0341F" w:rsidRPr="00241E66" w:rsidRDefault="00C0341F">
      <w:pPr>
        <w:pStyle w:val="B1"/>
      </w:pPr>
      <w:r w:rsidRPr="00241E66">
        <w:t>CRRC5: If the calling applet does not fulfil the access condition, INCREASE, to perform this function, an instance of UICCException shall be thrown. The reason code shall be UICCException.SECURITY_STATUS_NOTSATISFIED.</w:t>
      </w:r>
    </w:p>
    <w:p w:rsidR="00C0341F" w:rsidRPr="00241E66" w:rsidRDefault="00C0341F">
      <w:pPr>
        <w:pStyle w:val="B1"/>
      </w:pPr>
      <w:r w:rsidRPr="00241E66">
        <w:lastRenderedPageBreak/>
        <w:t>CRRC6: If the currently selected EF is invalidated, an instance of UICCException shall be thrown. The reason code shall be UICCException.REF_DATA_INVALIDATED.</w:t>
      </w:r>
    </w:p>
    <w:p w:rsidR="00C0341F" w:rsidRPr="00241E66" w:rsidRDefault="00C0341F">
      <w:pPr>
        <w:pStyle w:val="B1"/>
      </w:pPr>
      <w:r w:rsidRPr="00241E66">
        <w:t>CRRC7: If the currently selected cyclic EF has no record, an instance of UICCException shall be thrown. The reason code shall be UICCException.NO_RECORD_FOUND.</w:t>
      </w:r>
    </w:p>
    <w:p w:rsidR="00C0341F" w:rsidRPr="00241E66" w:rsidRDefault="00C0341F" w:rsidP="00BD73B1">
      <w:pPr>
        <w:pStyle w:val="Heading5"/>
      </w:pPr>
      <w:r w:rsidRPr="00241E66">
        <w:t>5.3.1.13.2</w:t>
      </w:r>
      <w:r w:rsidRPr="00241E66">
        <w:tab/>
        <w:t>Test areafiles</w:t>
      </w:r>
    </w:p>
    <w:p w:rsidR="00C0341F" w:rsidRPr="00241E66" w:rsidRDefault="00C0341F" w:rsidP="00BD73B1">
      <w:pPr>
        <w:pStyle w:val="EX"/>
      </w:pPr>
      <w:r w:rsidRPr="00241E66">
        <w:t xml:space="preserve">Test Source: </w:t>
      </w:r>
      <w:r w:rsidRPr="00241E66">
        <w:tab/>
        <w:t>Test_Api_4_Afv_Incr.java</w:t>
      </w:r>
      <w:r w:rsidR="00BD73B1" w:rsidRPr="00241E66">
        <w:t>.</w:t>
      </w:r>
    </w:p>
    <w:p w:rsidR="00C0341F" w:rsidRPr="00241E66" w:rsidRDefault="00C0341F" w:rsidP="00BD73B1">
      <w:pPr>
        <w:pStyle w:val="EX"/>
      </w:pPr>
      <w:r w:rsidRPr="00241E66">
        <w:t xml:space="preserve">Test Applet: </w:t>
      </w:r>
      <w:r w:rsidRPr="00241E66">
        <w:tab/>
        <w:t>Api_4_Afv_Incr_1.java</w:t>
      </w:r>
      <w:r w:rsidR="00BD73B1" w:rsidRPr="00241E66">
        <w:t>.</w:t>
      </w:r>
    </w:p>
    <w:p w:rsidR="00C0341F" w:rsidRPr="00241E66" w:rsidRDefault="00C0341F" w:rsidP="00BD73B1">
      <w:pPr>
        <w:pStyle w:val="EX"/>
      </w:pPr>
      <w:r w:rsidRPr="00241E66">
        <w:t xml:space="preserve">Cap File: </w:t>
      </w:r>
      <w:r w:rsidRPr="00241E66">
        <w:tab/>
        <w:t>Api_4_Afv_incr.cap</w:t>
      </w:r>
      <w:r w:rsidR="00BD73B1" w:rsidRPr="00241E66">
        <w:t>.</w:t>
      </w:r>
    </w:p>
    <w:p w:rsidR="00C0341F" w:rsidRPr="00241E66" w:rsidRDefault="00C0341F" w:rsidP="00BD73B1">
      <w:pPr>
        <w:pStyle w:val="Heading5"/>
      </w:pPr>
      <w:r w:rsidRPr="00241E66">
        <w:t>5.3.1.13.3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2947"/>
      </w:tblGrid>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BD73B1">
        <w:trPr>
          <w:trHeight w:val="107"/>
          <w:jc w:val="center"/>
        </w:trPr>
        <w:tc>
          <w:tcPr>
            <w:tcW w:w="1299" w:type="dxa"/>
            <w:tcBorders>
              <w:top w:val="single" w:sz="4" w:space="0" w:color="auto"/>
              <w:left w:val="single" w:sz="4" w:space="0" w:color="auto"/>
              <w:right w:val="single" w:sz="4" w:space="0" w:color="auto"/>
            </w:tcBorders>
          </w:tcPr>
          <w:p w:rsidR="00C0341F" w:rsidRPr="00241E66" w:rsidRDefault="00C0341F">
            <w:pPr>
              <w:pStyle w:val="TAC"/>
              <w:keepNext w:val="0"/>
              <w:keepLines w:val="0"/>
            </w:pPr>
            <w:r w:rsidRPr="00241E66">
              <w:t>N1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r w:rsidR="00BD73B1" w:rsidRPr="00241E66">
              <w:t xml:space="preserve"> </w:t>
            </w:r>
            <w:r w:rsidRPr="00241E66">
              <w:t>2,</w:t>
            </w:r>
            <w:r w:rsidR="00BD73B1" w:rsidRPr="00241E66">
              <w:t xml:space="preserve"> </w:t>
            </w:r>
            <w:r w:rsidRPr="00241E66">
              <w:t>3,</w:t>
            </w:r>
            <w:r w:rsidR="00BD73B1" w:rsidRPr="00241E66">
              <w:t xml:space="preserve"> </w:t>
            </w:r>
            <w:r w:rsidRPr="00241E66">
              <w:t>15</w:t>
            </w:r>
          </w:p>
        </w:tc>
      </w:tr>
      <w:tr w:rsidR="00C0341F" w:rsidRPr="00241E66" w:rsidTr="00BD73B1">
        <w:trPr>
          <w:trHeight w:val="106"/>
          <w:jc w:val="center"/>
        </w:trPr>
        <w:tc>
          <w:tcPr>
            <w:tcW w:w="1299" w:type="dxa"/>
            <w:tcBorders>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r w:rsidR="00BD73B1" w:rsidRPr="00241E66">
              <w:t xml:space="preserve"> </w:t>
            </w:r>
            <w:r w:rsidRPr="00241E66">
              <w:t>15</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P6</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P7</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P8</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P9</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C4</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C5</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C6</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C7</w:t>
            </w:r>
          </w:p>
        </w:tc>
        <w:tc>
          <w:tcPr>
            <w:tcW w:w="2947"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p w:rsidR="00C0341F" w:rsidRPr="00241E66" w:rsidRDefault="00C0341F" w:rsidP="00BD73B1">
      <w:pPr>
        <w:pStyle w:val="Heading5"/>
      </w:pPr>
      <w:r w:rsidRPr="00241E66">
        <w:t>5.3.1.13.4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C0341F" w:rsidRPr="00241E66" w:rsidTr="00BD73B1">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No EF selected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 xml:space="preserve">TEST </w:t>
            </w:r>
            <w:r w:rsidRPr="00241E66">
              <w:rPr>
                <w:noProof w:val="0"/>
              </w:rPr>
              <w:t>fid=1111</w:t>
            </w:r>
          </w:p>
          <w:p w:rsidR="00C0341F" w:rsidRPr="00241E66" w:rsidRDefault="00C0341F">
            <w:pPr>
              <w:pStyle w:val="PL"/>
              <w:rPr>
                <w:noProof w:val="0"/>
              </w:rPr>
            </w:pPr>
            <w:r w:rsidRPr="00241E66">
              <w:rPr>
                <w:noProof w:val="0"/>
              </w:rPr>
              <w:t>2- byte[] incr = new byte[4]</w:t>
            </w:r>
          </w:p>
          <w:p w:rsidR="00C0341F" w:rsidRPr="00241E66" w:rsidRDefault="00C0341F">
            <w:pPr>
              <w:pStyle w:val="PL"/>
              <w:rPr>
                <w:noProof w:val="0"/>
              </w:rPr>
            </w:pPr>
            <w:r w:rsidRPr="00241E66">
              <w:rPr>
                <w:noProof w:val="0"/>
              </w:rPr>
              <w:t>byte[] resp = new byte[4]</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2</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An UICCException.NO_EF_SELECTED should be thrown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pPr>
            <w:r w:rsidRPr="00241E66">
              <w:lastRenderedPageBreak/>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Pr>
            <w:r w:rsidRPr="00241E66">
              <w:t>increase , verify response</w:t>
            </w:r>
          </w:p>
          <w:p w:rsidR="00C0341F" w:rsidRPr="00241E66" w:rsidRDefault="00C0341F" w:rsidP="00BD73B1">
            <w:pPr>
              <w:pStyle w:val="PL"/>
              <w:keepNext/>
              <w:keepLines/>
              <w:rPr>
                <w:noProof w:val="0"/>
              </w:rPr>
            </w:pPr>
          </w:p>
          <w:p w:rsidR="00C0341F" w:rsidRPr="00241E66" w:rsidRDefault="00C0341F" w:rsidP="00BD73B1">
            <w:pPr>
              <w:pStyle w:val="PL"/>
              <w:keepNext/>
              <w:keepLines/>
              <w:rPr>
                <w:noProof w:val="0"/>
              </w:rPr>
            </w:pPr>
            <w:r w:rsidRPr="00241E66">
              <w:rPr>
                <w:noProof w:val="0"/>
              </w:rPr>
              <w:t>1- select EF</w:t>
            </w:r>
            <w:r w:rsidRPr="00241E66">
              <w:rPr>
                <w:noProof w:val="0"/>
                <w:vertAlign w:val="subscript"/>
              </w:rPr>
              <w:t xml:space="preserve">CARU, </w:t>
            </w:r>
            <w:r w:rsidRPr="00241E66">
              <w:rPr>
                <w:noProof w:val="0"/>
              </w:rPr>
              <w:t>fid=6F09</w:t>
            </w:r>
          </w:p>
          <w:p w:rsidR="00C0341F" w:rsidRPr="00241E66" w:rsidRDefault="00C0341F" w:rsidP="00BD73B1">
            <w:pPr>
              <w:pStyle w:val="PL"/>
              <w:keepNext/>
              <w:keepLines/>
              <w:rPr>
                <w:noProof w:val="0"/>
              </w:rPr>
            </w:pPr>
            <w:r w:rsidRPr="00241E66">
              <w:rPr>
                <w:noProof w:val="0"/>
              </w:rPr>
              <w:t>set the record pointer with readRecord() in PREVIOUS mode</w:t>
            </w:r>
          </w:p>
          <w:p w:rsidR="00C0341F" w:rsidRPr="00241E66" w:rsidRDefault="00C0341F" w:rsidP="00BD73B1">
            <w:pPr>
              <w:pStyle w:val="PL"/>
              <w:keepNext/>
              <w:keepLines/>
              <w:rPr>
                <w:noProof w:val="0"/>
              </w:rPr>
            </w:pPr>
            <w:r w:rsidRPr="00241E66">
              <w:rPr>
                <w:noProof w:val="0"/>
              </w:rPr>
              <w:t>2-//Set both record to 00 00 00</w:t>
            </w:r>
          </w:p>
          <w:p w:rsidR="00C0341F" w:rsidRPr="00241E66" w:rsidRDefault="00C0341F" w:rsidP="00BD73B1">
            <w:pPr>
              <w:pStyle w:val="PL"/>
              <w:keepNext/>
              <w:keepLines/>
              <w:rPr>
                <w:noProof w:val="0"/>
              </w:rPr>
            </w:pPr>
            <w:r w:rsidRPr="00241E66">
              <w:rPr>
                <w:noProof w:val="0"/>
              </w:rPr>
              <w:t>mode = REC_ACC_MODE_PREVIOUS</w:t>
            </w:r>
          </w:p>
          <w:p w:rsidR="00C0341F" w:rsidRPr="00241E66" w:rsidRDefault="00C0341F" w:rsidP="00BD73B1">
            <w:pPr>
              <w:pStyle w:val="PL"/>
              <w:keepNext/>
              <w:keepLines/>
              <w:rPr>
                <w:noProof w:val="0"/>
              </w:rPr>
            </w:pPr>
            <w:r w:rsidRPr="00241E66">
              <w:rPr>
                <w:noProof w:val="0"/>
              </w:rPr>
              <w:t>data[] = {0x00,0x00,0x00}</w:t>
            </w:r>
          </w:p>
          <w:p w:rsidR="00C0341F" w:rsidRPr="00241E66" w:rsidRDefault="00C0341F" w:rsidP="00BD73B1">
            <w:pPr>
              <w:pStyle w:val="PL"/>
              <w:keepNext/>
              <w:keepLines/>
              <w:rPr>
                <w:noProof w:val="0"/>
              </w:rPr>
            </w:pPr>
            <w:r w:rsidRPr="00241E66">
              <w:rPr>
                <w:noProof w:val="0"/>
              </w:rPr>
              <w:t>recOffset = 0</w:t>
            </w:r>
          </w:p>
          <w:p w:rsidR="00C0341F" w:rsidRPr="00241E66" w:rsidRDefault="00C0341F" w:rsidP="00BD73B1">
            <w:pPr>
              <w:pStyle w:val="PL"/>
              <w:keepNext/>
              <w:keepLines/>
              <w:rPr>
                <w:noProof w:val="0"/>
              </w:rPr>
            </w:pPr>
            <w:r w:rsidRPr="00241E66">
              <w:rPr>
                <w:noProof w:val="0"/>
              </w:rPr>
              <w:t>dataOffset = 0</w:t>
            </w:r>
          </w:p>
          <w:p w:rsidR="00C0341F" w:rsidRPr="00241E66" w:rsidRDefault="00C0341F" w:rsidP="00BD73B1">
            <w:pPr>
              <w:pStyle w:val="PL"/>
              <w:keepNext/>
              <w:keepLines/>
              <w:rPr>
                <w:noProof w:val="0"/>
              </w:rPr>
            </w:pPr>
            <w:r w:rsidRPr="00241E66">
              <w:rPr>
                <w:noProof w:val="0"/>
              </w:rPr>
              <w:t>dataLength = 3</w:t>
            </w:r>
          </w:p>
          <w:p w:rsidR="00C0341F" w:rsidRPr="00241E66" w:rsidRDefault="00C0341F" w:rsidP="00BD73B1">
            <w:pPr>
              <w:pStyle w:val="PL"/>
              <w:keepNext/>
              <w:keepLines/>
              <w:rPr>
                <w:noProof w:val="0"/>
              </w:rPr>
            </w:pPr>
            <w:r w:rsidRPr="00241E66">
              <w:rPr>
                <w:noProof w:val="0"/>
              </w:rPr>
              <w:t>updateRecord() //update Record 1</w:t>
            </w:r>
          </w:p>
          <w:p w:rsidR="00C0341F" w:rsidRPr="00241E66" w:rsidRDefault="00C0341F" w:rsidP="00BD73B1">
            <w:pPr>
              <w:pStyle w:val="PL"/>
              <w:keepNext/>
              <w:keepLines/>
              <w:rPr>
                <w:noProof w:val="0"/>
              </w:rPr>
            </w:pPr>
            <w:r w:rsidRPr="00241E66">
              <w:rPr>
                <w:noProof w:val="0"/>
              </w:rPr>
              <w:t>updateRecord() //update Record 2</w:t>
            </w:r>
          </w:p>
          <w:p w:rsidR="00C0341F" w:rsidRPr="00241E66" w:rsidRDefault="00C0341F" w:rsidP="00BD73B1">
            <w:pPr>
              <w:pStyle w:val="PL"/>
              <w:keepNext/>
              <w:keepLines/>
              <w:rPr>
                <w:noProof w:val="0"/>
              </w:rPr>
            </w:pPr>
            <w:r w:rsidRPr="00241E66">
              <w:rPr>
                <w:noProof w:val="0"/>
              </w:rPr>
              <w:t>3- incr[] = {0x00,0x00,0x01}</w:t>
            </w:r>
          </w:p>
          <w:p w:rsidR="00C0341F" w:rsidRPr="00241E66" w:rsidRDefault="00C0341F" w:rsidP="00BD73B1">
            <w:pPr>
              <w:pStyle w:val="PL"/>
              <w:keepNext/>
              <w:keepLines/>
              <w:rPr>
                <w:noProof w:val="0"/>
              </w:rPr>
            </w:pPr>
            <w:r w:rsidRPr="00241E66">
              <w:rPr>
                <w:noProof w:val="0"/>
              </w:rPr>
              <w:t>incrOffset = 0</w:t>
            </w:r>
          </w:p>
          <w:p w:rsidR="00C0341F" w:rsidRPr="00241E66" w:rsidRDefault="00C0341F" w:rsidP="00BD73B1">
            <w:pPr>
              <w:pStyle w:val="PL"/>
              <w:keepNext/>
              <w:keepLines/>
              <w:rPr>
                <w:noProof w:val="0"/>
              </w:rPr>
            </w:pPr>
            <w:r w:rsidRPr="00241E66">
              <w:rPr>
                <w:noProof w:val="0"/>
              </w:rPr>
              <w:t>incrLength = 3</w:t>
            </w:r>
          </w:p>
          <w:p w:rsidR="00C0341F" w:rsidRPr="00241E66" w:rsidRDefault="00C0341F" w:rsidP="00BD73B1">
            <w:pPr>
              <w:pStyle w:val="PL"/>
              <w:keepNext/>
              <w:keepLines/>
              <w:rPr>
                <w:noProof w:val="0"/>
              </w:rPr>
            </w:pPr>
            <w:r w:rsidRPr="00241E66">
              <w:rPr>
                <w:noProof w:val="0"/>
              </w:rPr>
              <w:t>resp.length = 4</w:t>
            </w:r>
          </w:p>
          <w:p w:rsidR="00C0341F" w:rsidRPr="00241E66" w:rsidRDefault="00C0341F" w:rsidP="00BD73B1">
            <w:pPr>
              <w:pStyle w:val="PL"/>
              <w:keepNext/>
              <w:keepLines/>
              <w:rPr>
                <w:noProof w:val="0"/>
              </w:rPr>
            </w:pPr>
            <w:r w:rsidRPr="00241E66">
              <w:rPr>
                <w:noProof w:val="0"/>
              </w:rPr>
              <w:t>respOffset = 0</w:t>
            </w:r>
          </w:p>
          <w:p w:rsidR="00C0341F" w:rsidRPr="00241E66" w:rsidRDefault="00C0341F" w:rsidP="00BD73B1">
            <w:pPr>
              <w:pStyle w:val="PL"/>
              <w:keepNext/>
              <w:keepLines/>
              <w:rPr>
                <w:noProof w:val="0"/>
              </w:rPr>
            </w:pPr>
            <w:r w:rsidRPr="00241E66">
              <w:rPr>
                <w:noProof w:val="0"/>
              </w:rPr>
              <w:t>ret = 3</w:t>
            </w:r>
          </w:p>
          <w:p w:rsidR="00C0341F" w:rsidRPr="00241E66" w:rsidRDefault="00C0341F" w:rsidP="00BD73B1">
            <w:pPr>
              <w:pStyle w:val="PL"/>
              <w:keepNext/>
              <w:keepLines/>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p>
          <w:p w:rsidR="00C0341F" w:rsidRPr="00241E66" w:rsidRDefault="00C0341F" w:rsidP="00BD73B1">
            <w:pPr>
              <w:pStyle w:val="TAL"/>
            </w:pPr>
            <w:r w:rsidRPr="00241E66">
              <w:t>3- resp[]  = {0x00,0x00,0x01,0x00}</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increase, verify file</w:t>
            </w:r>
          </w:p>
          <w:p w:rsidR="00C0341F" w:rsidRPr="00241E66" w:rsidRDefault="00C0341F">
            <w:pPr>
              <w:pStyle w:val="PL"/>
              <w:rPr>
                <w:noProof w:val="0"/>
              </w:rPr>
            </w:pPr>
          </w:p>
          <w:p w:rsidR="00C0341F" w:rsidRPr="00241E66" w:rsidRDefault="00C0341F">
            <w:pPr>
              <w:pStyle w:val="PL"/>
              <w:rPr>
                <w:noProof w:val="0"/>
              </w:rPr>
            </w:pPr>
            <w:r w:rsidRPr="00241E66">
              <w:rPr>
                <w:noProof w:val="0"/>
              </w:rPr>
              <w:t>1- incr[]={0x00,0x00,0x00,0x02}</w:t>
            </w:r>
          </w:p>
          <w:p w:rsidR="00C0341F" w:rsidRPr="00241E66" w:rsidRDefault="00C0341F">
            <w:pPr>
              <w:pStyle w:val="PL"/>
              <w:rPr>
                <w:noProof w:val="0"/>
              </w:rPr>
            </w:pPr>
            <w:r w:rsidRPr="00241E66">
              <w:rPr>
                <w:noProof w:val="0"/>
              </w:rPr>
              <w:t>incrOffset = 1</w:t>
            </w:r>
          </w:p>
          <w:p w:rsidR="00C0341F" w:rsidRPr="00241E66" w:rsidRDefault="00C0341F">
            <w:pPr>
              <w:pStyle w:val="PL"/>
              <w:rPr>
                <w:noProof w:val="0"/>
              </w:rPr>
            </w:pPr>
            <w:r w:rsidRPr="00241E66">
              <w:rPr>
                <w:noProof w:val="0"/>
              </w:rPr>
              <w:t>incrLength = 3</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increase()</w:t>
            </w:r>
          </w:p>
          <w:p w:rsidR="00C0341F" w:rsidRPr="00241E66" w:rsidRDefault="00C0341F">
            <w:pPr>
              <w:pStyle w:val="PL"/>
              <w:rPr>
                <w:noProof w:val="0"/>
              </w:rPr>
            </w:pPr>
            <w:r w:rsidRPr="00241E66">
              <w:rPr>
                <w:noProof w:val="0"/>
              </w:rPr>
              <w:t>2- resp[] = {0x00,0x00,0x00,0x00}</w:t>
            </w:r>
          </w:p>
          <w:p w:rsidR="00C0341F" w:rsidRPr="00133AF6" w:rsidRDefault="00C0341F">
            <w:pPr>
              <w:pStyle w:val="PL"/>
              <w:rPr>
                <w:noProof w:val="0"/>
              </w:rPr>
            </w:pPr>
            <w:r w:rsidRPr="00133AF6">
              <w:rPr>
                <w:noProof w:val="0"/>
              </w:rPr>
              <w:t>recNumber = 0</w:t>
            </w:r>
          </w:p>
          <w:p w:rsidR="00C0341F" w:rsidRPr="00133AF6" w:rsidRDefault="00C0341F">
            <w:pPr>
              <w:pStyle w:val="PL"/>
              <w:rPr>
                <w:noProof w:val="0"/>
              </w:rPr>
            </w:pPr>
            <w:r w:rsidRPr="00133AF6">
              <w:rPr>
                <w:noProof w:val="0"/>
              </w:rPr>
              <w:t>mode = REC_ACC_MODE_ABSOLUTE_CURRENT</w:t>
            </w:r>
          </w:p>
          <w:p w:rsidR="00C0341F" w:rsidRPr="00241E66" w:rsidRDefault="00C0341F">
            <w:pPr>
              <w:pStyle w:val="PL"/>
              <w:rPr>
                <w:noProof w:val="0"/>
              </w:rPr>
            </w:pPr>
            <w:r w:rsidRPr="00241E66">
              <w:rPr>
                <w:noProof w:val="0"/>
              </w:rPr>
              <w:t>recOffset = 0</w:t>
            </w:r>
          </w:p>
          <w:p w:rsidR="00C0341F" w:rsidRPr="00241E66" w:rsidRDefault="00C0341F">
            <w:pPr>
              <w:pStyle w:val="PL"/>
              <w:rPr>
                <w:noProof w:val="0"/>
              </w:rPr>
            </w:pPr>
            <w:r w:rsidRPr="00241E66">
              <w:rPr>
                <w:noProof w:val="0"/>
              </w:rPr>
              <w:t>resp.length =4</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readRecord()</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resp[] = {0x00,0x00,0x00,0x03}</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resp[] = {0x00,0x00,0x03,0x00}</w:t>
            </w:r>
          </w:p>
          <w:p w:rsidR="00C0341F" w:rsidRPr="00241E66" w:rsidRDefault="00C0341F">
            <w:pPr>
              <w:pStyle w:val="TAL"/>
            </w:pPr>
          </w:p>
          <w:p w:rsidR="00C0341F" w:rsidRPr="00241E66" w:rsidRDefault="00C0341F">
            <w:pPr>
              <w:pStyle w:val="TAL"/>
            </w:pP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 is null</w:t>
            </w:r>
          </w:p>
          <w:p w:rsidR="00C0341F" w:rsidRPr="00241E66" w:rsidRDefault="00C0341F">
            <w:pPr>
              <w:pStyle w:val="PL"/>
              <w:rPr>
                <w:noProof w:val="0"/>
              </w:rPr>
            </w:pPr>
          </w:p>
          <w:p w:rsidR="00C0341F" w:rsidRPr="00241E66" w:rsidRDefault="00C0341F">
            <w:pPr>
              <w:pStyle w:val="PL"/>
              <w:rPr>
                <w:noProof w:val="0"/>
              </w:rPr>
            </w:pPr>
            <w:r w:rsidRPr="00241E66">
              <w:rPr>
                <w:noProof w:val="0"/>
              </w:rPr>
              <w:t>incr[] = null</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1</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respOffset = 0</w:t>
            </w:r>
          </w:p>
          <w:p w:rsidR="00C0341F" w:rsidRPr="00241E66" w:rsidRDefault="00C0341F">
            <w:pPr>
              <w:pStyle w:val="TAL"/>
            </w:pPr>
            <w:r w:rsidRPr="00241E66">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Shall throw java.lang.NullPointerException.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incrLength&lt; 0</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-1</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incrOffset &lt; 0</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-1</w:t>
            </w:r>
          </w:p>
          <w:p w:rsidR="00C0341F" w:rsidRPr="00241E66" w:rsidRDefault="00C0341F">
            <w:pPr>
              <w:pStyle w:val="PL"/>
              <w:rPr>
                <w:noProof w:val="0"/>
              </w:rPr>
            </w:pPr>
            <w:r w:rsidRPr="00241E66">
              <w:rPr>
                <w:noProof w:val="0"/>
              </w:rPr>
              <w:t>incrLength = 1</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IncrOffset + incrLength &gt; incr.length</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1</w:t>
            </w:r>
          </w:p>
          <w:p w:rsidR="00C0341F" w:rsidRPr="00241E66" w:rsidRDefault="00C0341F">
            <w:pPr>
              <w:pStyle w:val="PL"/>
              <w:rPr>
                <w:noProof w:val="0"/>
              </w:rPr>
            </w:pPr>
            <w:r w:rsidRPr="00241E66">
              <w:rPr>
                <w:noProof w:val="0"/>
              </w:rPr>
              <w:t>incLength = 4resp.length = 4</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8</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Reach Maximum Value</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 incr[0:3] = 0xFF</w:t>
            </w:r>
          </w:p>
          <w:p w:rsidR="00C0341F" w:rsidRPr="00241E66" w:rsidRDefault="00C0341F" w:rsidP="00BD73B1">
            <w:pPr>
              <w:pStyle w:val="PL"/>
              <w:pageBreakBefore/>
              <w:rPr>
                <w:noProof w:val="0"/>
              </w:rPr>
            </w:pPr>
            <w:r w:rsidRPr="00241E66">
              <w:rPr>
                <w:noProof w:val="0"/>
              </w:rPr>
              <w:t>incrOffset = 0</w:t>
            </w:r>
          </w:p>
          <w:p w:rsidR="00C0341F" w:rsidRPr="00241E66" w:rsidRDefault="00C0341F" w:rsidP="00BD73B1">
            <w:pPr>
              <w:pStyle w:val="PL"/>
              <w:pageBreakBefore/>
              <w:rPr>
                <w:noProof w:val="0"/>
              </w:rPr>
            </w:pPr>
            <w:r w:rsidRPr="00241E66">
              <w:rPr>
                <w:noProof w:val="0"/>
              </w:rPr>
              <w:t>incrLength = 3</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increase()</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2- //Set both record to FF FF FF</w:t>
            </w:r>
          </w:p>
          <w:p w:rsidR="00C0341F" w:rsidRPr="009B456A" w:rsidRDefault="00C0341F" w:rsidP="00BD73B1">
            <w:pPr>
              <w:pStyle w:val="PL"/>
              <w:pageBreakBefore/>
              <w:rPr>
                <w:noProof w:val="0"/>
              </w:rPr>
            </w:pPr>
            <w:r w:rsidRPr="009B456A">
              <w:rPr>
                <w:noProof w:val="0"/>
              </w:rPr>
              <w:t>mode = REC_ACC_MODE_PREVIOUS</w:t>
            </w:r>
          </w:p>
          <w:p w:rsidR="00C0341F" w:rsidRPr="009B456A" w:rsidRDefault="00C0341F" w:rsidP="00BD73B1">
            <w:pPr>
              <w:pStyle w:val="PL"/>
              <w:pageBreakBefore/>
              <w:rPr>
                <w:noProof w:val="0"/>
              </w:rPr>
            </w:pPr>
            <w:r w:rsidRPr="009B456A">
              <w:rPr>
                <w:noProof w:val="0"/>
              </w:rPr>
              <w:t>data[] = {0xFF,0xFF,0xFF}</w:t>
            </w:r>
          </w:p>
          <w:p w:rsidR="00C0341F" w:rsidRPr="00241E66" w:rsidRDefault="00C0341F" w:rsidP="00BD73B1">
            <w:pPr>
              <w:pStyle w:val="PL"/>
              <w:pageBreakBefore/>
              <w:rPr>
                <w:noProof w:val="0"/>
              </w:rPr>
            </w:pPr>
            <w:r w:rsidRPr="00241E66">
              <w:rPr>
                <w:noProof w:val="0"/>
              </w:rPr>
              <w:t>recOffset = 0</w:t>
            </w:r>
          </w:p>
          <w:p w:rsidR="00C0341F" w:rsidRPr="00241E66" w:rsidRDefault="00C0341F" w:rsidP="00BD73B1">
            <w:pPr>
              <w:pStyle w:val="PL"/>
              <w:pageBreakBefore/>
              <w:rPr>
                <w:noProof w:val="0"/>
              </w:rPr>
            </w:pPr>
            <w:r w:rsidRPr="00241E66">
              <w:rPr>
                <w:noProof w:val="0"/>
              </w:rPr>
              <w:t>dataOffset = 0</w:t>
            </w:r>
          </w:p>
          <w:p w:rsidR="00C0341F" w:rsidRPr="00241E66" w:rsidRDefault="00C0341F" w:rsidP="00BD73B1">
            <w:pPr>
              <w:pStyle w:val="PL"/>
              <w:pageBreakBefore/>
              <w:rPr>
                <w:noProof w:val="0"/>
              </w:rPr>
            </w:pPr>
            <w:r w:rsidRPr="00241E66">
              <w:rPr>
                <w:noProof w:val="0"/>
              </w:rPr>
              <w:t>dataLength = 3</w:t>
            </w:r>
          </w:p>
          <w:p w:rsidR="00C0341F" w:rsidRPr="00241E66" w:rsidRDefault="00C0341F" w:rsidP="00BD73B1">
            <w:pPr>
              <w:pStyle w:val="PL"/>
              <w:pageBreakBefore/>
              <w:rPr>
                <w:noProof w:val="0"/>
              </w:rPr>
            </w:pPr>
            <w:r w:rsidRPr="00241E66">
              <w:rPr>
                <w:noProof w:val="0"/>
              </w:rPr>
              <w:t>updateRecord() //update Record 1</w:t>
            </w:r>
          </w:p>
          <w:p w:rsidR="00C0341F" w:rsidRPr="00241E66" w:rsidRDefault="00C0341F" w:rsidP="00BD73B1">
            <w:pPr>
              <w:pStyle w:val="PL"/>
              <w:pageBreakBefore/>
              <w:rPr>
                <w:noProof w:val="0"/>
              </w:rPr>
            </w:pPr>
            <w:r w:rsidRPr="00241E66">
              <w:rPr>
                <w:noProof w:val="0"/>
              </w:rPr>
              <w:t>updateRecord() //update Record 2</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3- incr[] = {0x00,0x00,0x01}</w:t>
            </w:r>
          </w:p>
          <w:p w:rsidR="00C0341F" w:rsidRPr="00241E66" w:rsidRDefault="00C0341F" w:rsidP="00BD73B1">
            <w:pPr>
              <w:pStyle w:val="PL"/>
              <w:pageBreakBefore/>
              <w:rPr>
                <w:noProof w:val="0"/>
              </w:rPr>
            </w:pPr>
            <w:r w:rsidRPr="00241E66">
              <w:rPr>
                <w:noProof w:val="0"/>
              </w:rPr>
              <w:t>incrOffset = 0</w:t>
            </w:r>
          </w:p>
          <w:p w:rsidR="00C0341F" w:rsidRPr="00241E66" w:rsidRDefault="00C0341F" w:rsidP="00BD73B1">
            <w:pPr>
              <w:pStyle w:val="PL"/>
              <w:pageBreakBefore/>
              <w:rPr>
                <w:noProof w:val="0"/>
              </w:rPr>
            </w:pPr>
            <w:r w:rsidRPr="00241E66">
              <w:rPr>
                <w:noProof w:val="0"/>
              </w:rPr>
              <w:t>incrLength = 3</w:t>
            </w:r>
          </w:p>
          <w:p w:rsidR="00C0341F" w:rsidRPr="00241E66" w:rsidRDefault="00C0341F" w:rsidP="00BD73B1">
            <w:pPr>
              <w:pStyle w:val="PL"/>
              <w:pageBreakBefore/>
              <w:rPr>
                <w:noProof w:val="0"/>
              </w:rPr>
            </w:pPr>
            <w:r w:rsidRPr="00241E66">
              <w:rPr>
                <w:noProof w:val="0"/>
              </w:rPr>
              <w:t>resp.length = 4</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1- Shall throw uicc.access.UICCException with reason code MAX_VALUE_REACHED.</w:t>
            </w: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2- Shall throw uicc.access.UICCException with reason code MAX_VALUE_REACHED.</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resp[] is null</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1</w:t>
            </w:r>
          </w:p>
          <w:p w:rsidR="00C0341F" w:rsidRPr="00241E66" w:rsidRDefault="00C0341F">
            <w:pPr>
              <w:pStyle w:val="PL"/>
              <w:rPr>
                <w:noProof w:val="0"/>
              </w:rPr>
            </w:pPr>
            <w:r w:rsidRPr="00241E66">
              <w:rPr>
                <w:noProof w:val="0"/>
              </w:rPr>
              <w:t>resp[] = null</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respOffset &lt; 0</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1</w:t>
            </w:r>
          </w:p>
          <w:p w:rsidR="00C0341F" w:rsidRPr="00241E66" w:rsidRDefault="00C0341F">
            <w:pPr>
              <w:pStyle w:val="PL"/>
              <w:rPr>
                <w:noProof w:val="0"/>
              </w:rPr>
            </w:pPr>
            <w:r w:rsidRPr="00241E66">
              <w:rPr>
                <w:noProof w:val="0"/>
              </w:rPr>
              <w:t>resp.length = 4</w:t>
            </w:r>
          </w:p>
          <w:p w:rsidR="00C0341F" w:rsidRPr="00241E66" w:rsidRDefault="00C0341F">
            <w:pPr>
              <w:pStyle w:val="PL"/>
              <w:rPr>
                <w:noProof w:val="0"/>
              </w:rPr>
            </w:pPr>
            <w:r w:rsidRPr="00241E66">
              <w:rPr>
                <w:noProof w:val="0"/>
              </w:rPr>
              <w:t>respOffset = -1</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 xml:space="preserve"> respOffset + recordLength &gt; resp.length</w:t>
            </w:r>
          </w:p>
          <w:p w:rsidR="00C0341F" w:rsidRPr="00241E66" w:rsidRDefault="00C0341F">
            <w:pPr>
              <w:pStyle w:val="PL"/>
              <w:rPr>
                <w:noProof w:val="0"/>
              </w:rPr>
            </w:pPr>
          </w:p>
          <w:p w:rsidR="00C0341F" w:rsidRPr="00241E66" w:rsidRDefault="00C0341F">
            <w:pPr>
              <w:pStyle w:val="PL"/>
              <w:rPr>
                <w:noProof w:val="0"/>
              </w:rPr>
            </w:pPr>
            <w:r w:rsidRPr="00241E66">
              <w:rPr>
                <w:noProof w:val="0"/>
              </w:rPr>
              <w:t>incr.length = 4</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3</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respOffset = 2</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r w:rsidRPr="00241E66">
              <w:t xml:space="preserve">Shall throw </w:t>
            </w:r>
          </w:p>
          <w:p w:rsidR="00C0341F" w:rsidRPr="00241E66" w:rsidRDefault="00C0341F">
            <w:pPr>
              <w:pStyle w:val="TAL"/>
            </w:pPr>
            <w:r w:rsidRPr="00241E66">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EF is not Cyclic</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EF</w:t>
            </w:r>
            <w:r w:rsidRPr="00241E66">
              <w:rPr>
                <w:noProof w:val="0"/>
                <w:vertAlign w:val="subscript"/>
              </w:rPr>
              <w:t>TARU</w:t>
            </w:r>
            <w:r w:rsidRPr="00241E66">
              <w:rPr>
                <w:noProof w:val="0"/>
              </w:rPr>
              <w:t xml:space="preserve"> fid= 6F03</w:t>
            </w:r>
          </w:p>
          <w:p w:rsidR="00C0341F" w:rsidRPr="00241E66" w:rsidRDefault="00C0341F">
            <w:pPr>
              <w:pStyle w:val="PL"/>
              <w:rPr>
                <w:noProof w:val="0"/>
              </w:rPr>
            </w:pPr>
            <w:r w:rsidRPr="00241E66">
              <w:rPr>
                <w:noProof w:val="0"/>
              </w:rPr>
              <w:t>2- incr.length= 3</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3</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p w:rsidR="00C0341F" w:rsidRPr="00241E66" w:rsidRDefault="00C0341F">
            <w:pPr>
              <w:pStyle w:val="PL"/>
              <w:rPr>
                <w:noProof w:val="0"/>
              </w:rPr>
            </w:pPr>
            <w:r w:rsidRPr="00241E66">
              <w:rPr>
                <w:noProof w:val="0"/>
              </w:rPr>
              <w:t xml:space="preserve">3 </w:t>
            </w:r>
            <w:r w:rsidR="008714AD" w:rsidRPr="00241E66">
              <w:rPr>
                <w:noProof w:val="0"/>
              </w:rPr>
              <w:t>-</w:t>
            </w:r>
            <w:r w:rsidRPr="00241E66">
              <w:rPr>
                <w:noProof w:val="0"/>
              </w:rPr>
              <w:t xml:space="preserve"> select EF</w:t>
            </w:r>
            <w:r w:rsidRPr="00241E66">
              <w:rPr>
                <w:noProof w:val="0"/>
                <w:vertAlign w:val="subscript"/>
              </w:rPr>
              <w:t>LARU</w:t>
            </w:r>
            <w:r w:rsidRPr="00241E66">
              <w:rPr>
                <w:noProof w:val="0"/>
              </w:rPr>
              <w:t>, fid=6F0C</w:t>
            </w:r>
          </w:p>
          <w:p w:rsidR="00C0341F" w:rsidRPr="00241E66" w:rsidRDefault="00C0341F">
            <w:pPr>
              <w:pStyle w:val="PL"/>
              <w:rPr>
                <w:noProof w:val="0"/>
              </w:rPr>
            </w:pPr>
            <w:r w:rsidRPr="00241E66">
              <w:rPr>
                <w:noProof w:val="0"/>
              </w:rPr>
              <w:t>4 - incr.length= 3</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3</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 Shall throw uicc.access.UICCException with reason code COMMAND_INCOMPATIBLE.</w:t>
            </w: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4 - Shall throw uicc.access.UICCException with reason code COMMAND_INCOMPATIBLE.</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Access condition not fulfilled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EF</w:t>
            </w:r>
            <w:r w:rsidRPr="00241E66">
              <w:rPr>
                <w:noProof w:val="0"/>
                <w:vertAlign w:val="subscript"/>
              </w:rPr>
              <w:t>CNIC</w:t>
            </w:r>
            <w:r w:rsidRPr="00241E66">
              <w:rPr>
                <w:noProof w:val="0"/>
              </w:rPr>
              <w:t>, fid=6F06</w:t>
            </w:r>
          </w:p>
          <w:p w:rsidR="00C0341F" w:rsidRPr="00241E66" w:rsidRDefault="00C0341F">
            <w:pPr>
              <w:pStyle w:val="PL"/>
              <w:rPr>
                <w:noProof w:val="0"/>
              </w:rPr>
            </w:pPr>
            <w:r w:rsidRPr="00241E66">
              <w:rPr>
                <w:noProof w:val="0"/>
              </w:rPr>
              <w:t>2- incr.length= 3</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3</w:t>
            </w:r>
          </w:p>
          <w:p w:rsidR="00C0341F" w:rsidRPr="00241E66" w:rsidRDefault="00C0341F">
            <w:pPr>
              <w:pStyle w:val="PL"/>
              <w:rPr>
                <w:noProof w:val="0"/>
              </w:rPr>
            </w:pPr>
            <w:r w:rsidRPr="00241E66">
              <w:rPr>
                <w:noProof w:val="0"/>
              </w:rPr>
              <w:t>resp.length = 3</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2 - Shall throw uicc.access.UICCException with reason code SECURITY_STATUS_NOT_SATISFIED.</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C"/>
              <w:keepNext w:val="0"/>
              <w:keepLines w:val="0"/>
              <w:pageBreakBefore/>
            </w:pPr>
            <w:r w:rsidRPr="00241E66">
              <w:lastRenderedPageBreak/>
              <w:t>14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H"/>
              <w:pageBreakBefore/>
            </w:pPr>
            <w:r w:rsidRPr="00241E66">
              <w:t>EF is invalidated</w:t>
            </w:r>
          </w:p>
          <w:p w:rsidR="00C0341F" w:rsidRPr="00241E66" w:rsidRDefault="00C0341F" w:rsidP="00BD73B1">
            <w:pPr>
              <w:pStyle w:val="PL"/>
              <w:pageBreakBefore/>
              <w:rPr>
                <w:noProof w:val="0"/>
              </w:rPr>
            </w:pPr>
          </w:p>
          <w:p w:rsidR="00C0341F" w:rsidRPr="00241E66" w:rsidRDefault="00C0341F" w:rsidP="00BD73B1">
            <w:pPr>
              <w:pStyle w:val="PL"/>
              <w:pageBreakBefore/>
              <w:rPr>
                <w:noProof w:val="0"/>
              </w:rPr>
            </w:pPr>
            <w:r w:rsidRPr="00241E66">
              <w:rPr>
                <w:noProof w:val="0"/>
              </w:rPr>
              <w:t>1-select EF</w:t>
            </w:r>
            <w:r w:rsidRPr="00241E66">
              <w:rPr>
                <w:noProof w:val="0"/>
                <w:vertAlign w:val="subscript"/>
              </w:rPr>
              <w:t>CARU</w:t>
            </w:r>
            <w:r w:rsidRPr="00241E66">
              <w:rPr>
                <w:noProof w:val="0"/>
              </w:rPr>
              <w:t>, fid=6F09</w:t>
            </w:r>
          </w:p>
          <w:p w:rsidR="00C0341F" w:rsidRPr="00241E66" w:rsidRDefault="00C0341F" w:rsidP="00BD73B1">
            <w:pPr>
              <w:pStyle w:val="PL"/>
              <w:pageBreakBefore/>
              <w:rPr>
                <w:noProof w:val="0"/>
              </w:rPr>
            </w:pPr>
            <w:r w:rsidRPr="00241E66">
              <w:rPr>
                <w:noProof w:val="0"/>
              </w:rPr>
              <w:t>2 - invalidate()</w:t>
            </w:r>
          </w:p>
          <w:p w:rsidR="00C0341F" w:rsidRPr="00241E66" w:rsidRDefault="00C0341F" w:rsidP="00BD73B1">
            <w:pPr>
              <w:pStyle w:val="PL"/>
              <w:pageBreakBefore/>
              <w:rPr>
                <w:noProof w:val="0"/>
              </w:rPr>
            </w:pPr>
            <w:r w:rsidRPr="00241E66">
              <w:rPr>
                <w:noProof w:val="0"/>
              </w:rPr>
              <w:t>3 - incr.length= 3</w:t>
            </w:r>
          </w:p>
          <w:p w:rsidR="00C0341F" w:rsidRPr="00241E66" w:rsidRDefault="00C0341F" w:rsidP="00BD73B1">
            <w:pPr>
              <w:pStyle w:val="PL"/>
              <w:pageBreakBefore/>
              <w:rPr>
                <w:noProof w:val="0"/>
              </w:rPr>
            </w:pPr>
            <w:r w:rsidRPr="00241E66">
              <w:rPr>
                <w:noProof w:val="0"/>
              </w:rPr>
              <w:t>incrOffset = 0</w:t>
            </w:r>
          </w:p>
          <w:p w:rsidR="00C0341F" w:rsidRPr="00241E66" w:rsidRDefault="00C0341F" w:rsidP="00BD73B1">
            <w:pPr>
              <w:pStyle w:val="PL"/>
              <w:pageBreakBefore/>
              <w:rPr>
                <w:noProof w:val="0"/>
              </w:rPr>
            </w:pPr>
            <w:r w:rsidRPr="00241E66">
              <w:rPr>
                <w:noProof w:val="0"/>
              </w:rPr>
              <w:t>incrLength = 3</w:t>
            </w:r>
          </w:p>
          <w:p w:rsidR="00C0341F" w:rsidRPr="00241E66" w:rsidRDefault="00C0341F" w:rsidP="00BD73B1">
            <w:pPr>
              <w:pStyle w:val="PL"/>
              <w:pageBreakBefore/>
              <w:rPr>
                <w:noProof w:val="0"/>
              </w:rPr>
            </w:pPr>
            <w:r w:rsidRPr="00241E66">
              <w:rPr>
                <w:noProof w:val="0"/>
              </w:rPr>
              <w:t>resp.length = 3</w:t>
            </w:r>
          </w:p>
          <w:p w:rsidR="00C0341F" w:rsidRPr="00241E66" w:rsidRDefault="00C0341F" w:rsidP="00BD73B1">
            <w:pPr>
              <w:pStyle w:val="PL"/>
              <w:pageBreakBefore/>
              <w:rPr>
                <w:noProof w:val="0"/>
              </w:rPr>
            </w:pPr>
            <w:r w:rsidRPr="00241E66">
              <w:rPr>
                <w:noProof w:val="0"/>
              </w:rPr>
              <w:t>respOffset = 0</w:t>
            </w:r>
          </w:p>
          <w:p w:rsidR="00C0341F" w:rsidRPr="00241E66" w:rsidRDefault="00C0341F" w:rsidP="00BD73B1">
            <w:pPr>
              <w:pStyle w:val="PL"/>
              <w:pageBreakBefore/>
              <w:rPr>
                <w:noProof w:val="0"/>
              </w:rPr>
            </w:pPr>
            <w:r w:rsidRPr="00241E66">
              <w:rPr>
                <w:noProof w:val="0"/>
              </w:rPr>
              <w:t>increase()</w:t>
            </w:r>
          </w:p>
          <w:p w:rsidR="00C0341F" w:rsidRPr="00241E66" w:rsidRDefault="00C0341F" w:rsidP="00BD73B1">
            <w:pPr>
              <w:pStyle w:val="PL"/>
              <w:pageBreakBefore/>
              <w:rPr>
                <w:noProof w:val="0"/>
              </w:rPr>
            </w:pPr>
            <w:r w:rsidRPr="00241E66">
              <w:rPr>
                <w:noProof w:val="0"/>
              </w:rPr>
              <w:t>4 - rehabilitate()</w:t>
            </w:r>
          </w:p>
          <w:p w:rsidR="00C0341F" w:rsidRPr="00241E66" w:rsidRDefault="00C0341F" w:rsidP="00BD73B1">
            <w:pPr>
              <w:pStyle w:val="PL"/>
              <w:pageBreakBefore/>
              <w:rPr>
                <w:noProof w:val="0"/>
              </w:rPr>
            </w:pPr>
            <w:r w:rsidRPr="00241E66">
              <w:rPr>
                <w:noProof w:val="0"/>
              </w:rPr>
              <w:t>5- Restore initial content of EF</w:t>
            </w:r>
            <w:r w:rsidRPr="00241E66">
              <w:rPr>
                <w:noProof w:val="0"/>
                <w:vertAlign w:val="subscript"/>
              </w:rPr>
              <w:t>CARU</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p>
          <w:p w:rsidR="00C0341F" w:rsidRPr="00241E66" w:rsidRDefault="00C0341F" w:rsidP="00BD73B1">
            <w:pPr>
              <w:pStyle w:val="TAL"/>
              <w:pageBreakBefore/>
            </w:pPr>
            <w:r w:rsidRPr="00241E66">
              <w:t>3 - Shall throw uicc.access.UICCException with reason code REF_DATA_INVALIDATED</w:t>
            </w:r>
          </w:p>
          <w:p w:rsidR="00C0341F" w:rsidRPr="00241E66" w:rsidRDefault="00C0341F" w:rsidP="00BD73B1">
            <w:pPr>
              <w:pStyle w:val="TAL"/>
              <w:pageBreakBefore/>
            </w:pP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rsidP="00BD73B1">
            <w:pPr>
              <w:pStyle w:val="TAL"/>
              <w:pageBreakBefore/>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15</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incrLength out of range</w:t>
            </w:r>
          </w:p>
          <w:p w:rsidR="00C0341F" w:rsidRPr="00241E66" w:rsidRDefault="00C0341F">
            <w:pPr>
              <w:pStyle w:val="PL"/>
              <w:rPr>
                <w:noProof w:val="0"/>
              </w:rPr>
            </w:pPr>
          </w:p>
          <w:p w:rsidR="00C0341F" w:rsidRPr="00241E66" w:rsidRDefault="00C0341F">
            <w:pPr>
              <w:pStyle w:val="PL"/>
              <w:rPr>
                <w:noProof w:val="0"/>
              </w:rPr>
            </w:pPr>
            <w:r w:rsidRPr="00241E66">
              <w:rPr>
                <w:noProof w:val="0"/>
              </w:rPr>
              <w:t>1- Create an EF Cyclic with 1 record of 0x7F length, fid=0x2C7F</w:t>
            </w:r>
          </w:p>
          <w:p w:rsidR="00C0341F" w:rsidRPr="00241E66" w:rsidRDefault="00C0341F">
            <w:pPr>
              <w:pStyle w:val="PL"/>
              <w:rPr>
                <w:noProof w:val="0"/>
              </w:rPr>
            </w:pPr>
            <w:r w:rsidRPr="00241E66">
              <w:rPr>
                <w:noProof w:val="0"/>
              </w:rPr>
              <w:t>2- Select EF Cyclic, fid=0x2C7F</w:t>
            </w:r>
          </w:p>
          <w:p w:rsidR="00C0341F" w:rsidRPr="00241E66" w:rsidRDefault="00C0341F">
            <w:pPr>
              <w:pStyle w:val="PL"/>
              <w:rPr>
                <w:noProof w:val="0"/>
              </w:rPr>
            </w:pPr>
            <w:r w:rsidRPr="00241E66">
              <w:rPr>
                <w:noProof w:val="0"/>
              </w:rPr>
              <w:t>3- Set record to following value rec[0] = 0; rec[1..126] = 0xFF with an update record.</w:t>
            </w:r>
          </w:p>
          <w:p w:rsidR="00C0341F" w:rsidRPr="00241E66" w:rsidRDefault="00C0341F">
            <w:pPr>
              <w:pStyle w:val="PL"/>
              <w:rPr>
                <w:noProof w:val="0"/>
              </w:rPr>
            </w:pPr>
            <w:r w:rsidRPr="00241E66">
              <w:rPr>
                <w:noProof w:val="0"/>
              </w:rPr>
              <w:t>4- incr.length=128</w:t>
            </w:r>
          </w:p>
          <w:p w:rsidR="00C0341F" w:rsidRPr="00241E66" w:rsidRDefault="00C0341F">
            <w:pPr>
              <w:pStyle w:val="PL"/>
              <w:rPr>
                <w:noProof w:val="0"/>
              </w:rPr>
            </w:pPr>
            <w:r w:rsidRPr="00241E66">
              <w:rPr>
                <w:noProof w:val="0"/>
              </w:rPr>
              <w:t>incrOffset = 1</w:t>
            </w:r>
          </w:p>
          <w:p w:rsidR="00C0341F" w:rsidRPr="00241E66" w:rsidRDefault="00C0341F">
            <w:pPr>
              <w:pStyle w:val="PL"/>
              <w:rPr>
                <w:noProof w:val="0"/>
              </w:rPr>
            </w:pPr>
            <w:r w:rsidRPr="00241E66">
              <w:rPr>
                <w:noProof w:val="0"/>
              </w:rPr>
              <w:t>incrLength = 127</w:t>
            </w:r>
          </w:p>
          <w:p w:rsidR="00C0341F" w:rsidRPr="00241E66" w:rsidRDefault="00C0341F">
            <w:pPr>
              <w:pStyle w:val="PL"/>
              <w:rPr>
                <w:noProof w:val="0"/>
              </w:rPr>
            </w:pPr>
            <w:r w:rsidRPr="00241E66">
              <w:rPr>
                <w:noProof w:val="0"/>
              </w:rPr>
              <w:t>resp.length = 255</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 initialized to = {0x00,… ,0x00,0x01}</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ret = 0x7F</w:t>
            </w:r>
          </w:p>
          <w:p w:rsidR="00C0341F" w:rsidRPr="00241E66" w:rsidRDefault="00C0341F">
            <w:pPr>
              <w:pStyle w:val="PL"/>
              <w:rPr>
                <w:noProof w:val="0"/>
              </w:rPr>
            </w:pPr>
            <w:r w:rsidRPr="00241E66">
              <w:rPr>
                <w:noProof w:val="0"/>
              </w:rPr>
              <w:t>increase()</w:t>
            </w:r>
          </w:p>
          <w:p w:rsidR="00C0341F" w:rsidRPr="00241E66" w:rsidRDefault="00C0341F">
            <w:pPr>
              <w:pStyle w:val="PL"/>
              <w:rPr>
                <w:noProof w:val="0"/>
              </w:rPr>
            </w:pPr>
            <w:r w:rsidRPr="00241E66">
              <w:rPr>
                <w:noProof w:val="0"/>
              </w:rPr>
              <w:t>5- incr.length=128</w:t>
            </w:r>
          </w:p>
          <w:p w:rsidR="00C0341F" w:rsidRPr="00241E66" w:rsidRDefault="00C0341F">
            <w:pPr>
              <w:pStyle w:val="PL"/>
              <w:rPr>
                <w:noProof w:val="0"/>
              </w:rPr>
            </w:pPr>
            <w:r w:rsidRPr="00241E66">
              <w:rPr>
                <w:noProof w:val="0"/>
              </w:rPr>
              <w:t>incrOffset = 0</w:t>
            </w:r>
          </w:p>
          <w:p w:rsidR="00C0341F" w:rsidRPr="00241E66" w:rsidRDefault="00C0341F">
            <w:pPr>
              <w:pStyle w:val="PL"/>
              <w:rPr>
                <w:noProof w:val="0"/>
              </w:rPr>
            </w:pPr>
            <w:r w:rsidRPr="00241E66">
              <w:rPr>
                <w:noProof w:val="0"/>
              </w:rPr>
              <w:t>incrLength = 128</w:t>
            </w:r>
          </w:p>
          <w:p w:rsidR="00C0341F" w:rsidRPr="00241E66" w:rsidRDefault="00C0341F">
            <w:pPr>
              <w:pStyle w:val="PL"/>
              <w:rPr>
                <w:noProof w:val="0"/>
              </w:rPr>
            </w:pPr>
            <w:r w:rsidRPr="00241E66">
              <w:rPr>
                <w:noProof w:val="0"/>
              </w:rPr>
              <w:t>resp.length = 255</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 initialized to 0</w:t>
            </w:r>
          </w:p>
          <w:p w:rsidR="00C0341F" w:rsidRPr="00241E66" w:rsidRDefault="00C0341F">
            <w:pPr>
              <w:pStyle w:val="PL"/>
              <w:rPr>
                <w:noProof w:val="0"/>
              </w:rPr>
            </w:pPr>
            <w:r w:rsidRPr="00241E66">
              <w:rPr>
                <w:noProof w:val="0"/>
              </w:rPr>
              <w:t>respOffset = 0</w:t>
            </w:r>
          </w:p>
          <w:p w:rsidR="00C0341F" w:rsidRPr="00241E66" w:rsidRDefault="00C0341F">
            <w:pPr>
              <w:pStyle w:val="PL"/>
              <w:rPr>
                <w:noProof w:val="0"/>
              </w:rPr>
            </w:pPr>
            <w:r w:rsidRPr="00241E66">
              <w:rPr>
                <w:noProof w:val="0"/>
              </w:rPr>
              <w:t>increase()</w:t>
            </w:r>
          </w:p>
          <w:p w:rsidR="00C0341F" w:rsidRPr="00241E66" w:rsidRDefault="00C0341F">
            <w:pPr>
              <w:pStyle w:val="PL"/>
              <w:rPr>
                <w:noProof w:val="0"/>
              </w:rPr>
            </w:pPr>
          </w:p>
          <w:p w:rsidR="00C0341F" w:rsidRPr="00241E66" w:rsidRDefault="00C0341F">
            <w:pPr>
              <w:pStyle w:val="PL"/>
              <w:rPr>
                <w:noProof w:val="0"/>
              </w:rPr>
            </w:pPr>
            <w:r w:rsidRPr="00241E66">
              <w:rPr>
                <w:noProof w:val="0"/>
              </w:rPr>
              <w:t>6- Delete EF Cyclic with fid=0x2C7F</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4- resp[0..126]  = {0x01,0x00,0x00,…,0x00}</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5- Shall throw an exception</w:t>
            </w:r>
          </w:p>
          <w:p w:rsidR="00C0341F" w:rsidRPr="00241E66" w:rsidRDefault="00C0341F">
            <w:pPr>
              <w:pStyle w:val="TAL"/>
            </w:pP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tc>
      </w:tr>
    </w:tbl>
    <w:p w:rsidR="00C0341F" w:rsidRPr="00241E66" w:rsidRDefault="00C0341F" w:rsidP="00BD73B1"/>
    <w:p w:rsidR="00C0341F" w:rsidRPr="00241E66" w:rsidRDefault="00C0341F">
      <w:pPr>
        <w:pStyle w:val="Heading4"/>
      </w:pPr>
      <w:r w:rsidRPr="00241E66">
        <w:t>5.3.1.14</w:t>
      </w:r>
      <w:r w:rsidRPr="00241E66">
        <w:tab/>
        <w:t>Method deactivateFile</w:t>
      </w:r>
    </w:p>
    <w:p w:rsidR="00C0341F" w:rsidRPr="00241E66" w:rsidRDefault="00C0341F">
      <w:r w:rsidRPr="00241E66">
        <w:t>Test Area Reference: Api_4_Afv_Dacf</w:t>
      </w:r>
      <w:r w:rsidR="00BD73B1" w:rsidRPr="00241E66">
        <w:t>.</w:t>
      </w:r>
    </w:p>
    <w:p w:rsidR="00C0341F" w:rsidRPr="00241E66" w:rsidRDefault="00BD73B1" w:rsidP="00BD73B1">
      <w:pPr>
        <w:pStyle w:val="Heading5"/>
      </w:pPr>
      <w:r w:rsidRPr="00241E66">
        <w:t>5.3.1.14.1</w:t>
      </w:r>
      <w:r w:rsidR="00C0341F" w:rsidRPr="00241E66">
        <w:tab/>
        <w:t>Conformance requirement</w:t>
      </w:r>
    </w:p>
    <w:p w:rsidR="00C0341F" w:rsidRPr="00241E66" w:rsidRDefault="00C0341F">
      <w:r w:rsidRPr="00241E66">
        <w:t>The method with following header shall be compliant to its definition in the API.</w:t>
      </w:r>
    </w:p>
    <w:p w:rsidR="00C0341F" w:rsidRPr="00241E66" w:rsidRDefault="00C0341F">
      <w:pPr>
        <w:pStyle w:val="PL"/>
        <w:rPr>
          <w:noProof w:val="0"/>
        </w:rPr>
      </w:pPr>
      <w:r w:rsidRPr="00241E66">
        <w:rPr>
          <w:noProof w:val="0"/>
        </w:rPr>
        <w:t>public void deactivateFile()</w:t>
      </w:r>
    </w:p>
    <w:p w:rsidR="00C0341F" w:rsidRPr="00241E66" w:rsidRDefault="00C0341F">
      <w:pPr>
        <w:pStyle w:val="PL"/>
        <w:rPr>
          <w:noProof w:val="0"/>
        </w:rPr>
      </w:pPr>
      <w:r w:rsidRPr="00241E66">
        <w:rPr>
          <w:noProof w:val="0"/>
        </w:rPr>
        <w:t xml:space="preserve">                    throws UICCException</w:t>
      </w:r>
    </w:p>
    <w:p w:rsidR="00BD73B1" w:rsidRPr="00241E66" w:rsidRDefault="00BD73B1">
      <w:pPr>
        <w:pStyle w:val="PL"/>
        <w:rPr>
          <w:noProof w:val="0"/>
        </w:rPr>
      </w:pPr>
    </w:p>
    <w:p w:rsidR="00C0341F" w:rsidRPr="00241E66" w:rsidRDefault="00C0341F">
      <w:pPr>
        <w:pStyle w:val="H6"/>
      </w:pPr>
      <w:r w:rsidRPr="00241E66">
        <w:t>5.3.1.14.1.1</w:t>
      </w:r>
      <w:r w:rsidRPr="00241E66">
        <w:tab/>
        <w:t>Normal execution</w:t>
      </w:r>
    </w:p>
    <w:p w:rsidR="00C0341F" w:rsidRPr="00241E66" w:rsidRDefault="00C0341F">
      <w:pPr>
        <w:pStyle w:val="B1"/>
      </w:pPr>
      <w:r w:rsidRPr="00241E66">
        <w:t xml:space="preserve">CRRN1: The currently selected EF of the calling applet shall be deactivated, as defined in </w:t>
      </w:r>
      <w:r w:rsidR="00E45C0F" w:rsidRPr="00241E66">
        <w:t>ETSI </w:t>
      </w:r>
      <w:r w:rsidRPr="00241E66">
        <w:t>TS</w:t>
      </w:r>
      <w:r w:rsidR="00E45C0F" w:rsidRPr="00241E66">
        <w:t> </w:t>
      </w:r>
      <w:r w:rsidRPr="00241E66">
        <w:t>102</w:t>
      </w:r>
      <w:r w:rsidR="00E45C0F" w:rsidRPr="00241E66">
        <w:t> </w:t>
      </w:r>
      <w:r w:rsidRPr="00241E66">
        <w:t>222</w:t>
      </w:r>
      <w:r w:rsidR="00E45C0F" w:rsidRPr="00241E66">
        <w:t> </w:t>
      </w:r>
      <w:r w:rsidR="00326B83" w:rsidRPr="00241E66">
        <w:t>[7]</w:t>
      </w:r>
      <w:r w:rsidRPr="00241E66">
        <w:t>.</w:t>
      </w:r>
    </w:p>
    <w:p w:rsidR="00C0341F" w:rsidRPr="00241E66" w:rsidRDefault="00C0341F">
      <w:pPr>
        <w:pStyle w:val="H6"/>
      </w:pPr>
      <w:r w:rsidRPr="00241E66">
        <w:t>5.3.1.14.1.2</w:t>
      </w:r>
      <w:r w:rsidRPr="00241E66">
        <w:tab/>
        <w:t>Parameter errors</w:t>
      </w:r>
    </w:p>
    <w:p w:rsidR="00C0341F" w:rsidRPr="00241E66" w:rsidRDefault="00C0341F">
      <w:r w:rsidRPr="00241E66">
        <w:t>No requirements.</w:t>
      </w:r>
    </w:p>
    <w:p w:rsidR="00C0341F" w:rsidRPr="00241E66" w:rsidRDefault="00C0341F" w:rsidP="00E45C0F">
      <w:pPr>
        <w:pStyle w:val="H6"/>
      </w:pPr>
      <w:r w:rsidRPr="00241E66">
        <w:lastRenderedPageBreak/>
        <w:t>5.3.1.14.1.3</w:t>
      </w:r>
      <w:r w:rsidRPr="00241E66">
        <w:tab/>
        <w:t>Context errors</w:t>
      </w:r>
    </w:p>
    <w:p w:rsidR="00C0341F" w:rsidRPr="00241E66" w:rsidRDefault="00C0341F" w:rsidP="00E45C0F">
      <w:pPr>
        <w:pStyle w:val="B1"/>
        <w:keepNext/>
        <w:keepLines/>
      </w:pPr>
      <w:r w:rsidRPr="00241E66">
        <w:t>CRRC1: If the calling applet has currently no EF selected, an instance of UICCException shall be thrown. The reason code shall be UICCException.NO_EF_SELECTED.</w:t>
      </w:r>
    </w:p>
    <w:p w:rsidR="00C0341F" w:rsidRPr="00241E66" w:rsidRDefault="00C0341F" w:rsidP="00E45C0F">
      <w:pPr>
        <w:pStyle w:val="B1"/>
        <w:keepNext/>
        <w:keepLines/>
      </w:pPr>
      <w:r w:rsidRPr="00241E66">
        <w:t>CRRC2: If the calling applet does not fulfil the access condition, activate, to perform this function, an instance of UICCException shall be thrown. The reason code shall be UICCException.SECURITY_STATUS_NOT_SATISFIED.</w:t>
      </w:r>
    </w:p>
    <w:p w:rsidR="00C0341F" w:rsidRPr="00241E66" w:rsidRDefault="00C0341F">
      <w:pPr>
        <w:pStyle w:val="B1"/>
      </w:pPr>
      <w:r w:rsidRPr="00241E66">
        <w:t>CCRC3: If the method call causes an error to occur that is not expected and thus not handled, an instance of UICCException shall be thrown. The reason code shall b</w:t>
      </w:r>
      <w:r w:rsidR="00BD73B1" w:rsidRPr="00241E66">
        <w:t>e UICCException.INTERNAL_ERROR.</w:t>
      </w:r>
    </w:p>
    <w:p w:rsidR="00C0341F" w:rsidRPr="00241E66" w:rsidRDefault="00C0341F" w:rsidP="00BD73B1">
      <w:pPr>
        <w:pStyle w:val="Heading5"/>
      </w:pPr>
      <w:r w:rsidRPr="00241E66">
        <w:t>5.3.1.14.2</w:t>
      </w:r>
      <w:r w:rsidRPr="00241E66">
        <w:tab/>
        <w:t>Test area files</w:t>
      </w:r>
    </w:p>
    <w:p w:rsidR="00C0341F" w:rsidRPr="00241E66" w:rsidRDefault="00C0341F" w:rsidP="00BD73B1">
      <w:pPr>
        <w:pStyle w:val="EX"/>
      </w:pPr>
      <w:r w:rsidRPr="00241E66">
        <w:t xml:space="preserve">Test Sourec: </w:t>
      </w:r>
      <w:r w:rsidRPr="00241E66">
        <w:tab/>
        <w:t>Test_Api_4_Afv_Dacf.java</w:t>
      </w:r>
      <w:r w:rsidR="00BD73B1" w:rsidRPr="00241E66">
        <w:t>.</w:t>
      </w:r>
    </w:p>
    <w:p w:rsidR="00C0341F" w:rsidRPr="00241E66" w:rsidRDefault="00C0341F" w:rsidP="00BD73B1">
      <w:pPr>
        <w:pStyle w:val="EX"/>
      </w:pPr>
      <w:r w:rsidRPr="00241E66">
        <w:t xml:space="preserve">Test Applet: </w:t>
      </w:r>
      <w:r w:rsidRPr="00241E66">
        <w:tab/>
        <w:t>Api_4_Afv_Dacf_1.java</w:t>
      </w:r>
      <w:r w:rsidR="00BD73B1" w:rsidRPr="00241E66">
        <w:t>.</w:t>
      </w:r>
    </w:p>
    <w:p w:rsidR="00C0341F" w:rsidRPr="00241E66" w:rsidRDefault="00C0341F" w:rsidP="00BD73B1">
      <w:pPr>
        <w:pStyle w:val="EX"/>
      </w:pPr>
      <w:r w:rsidRPr="00241E66">
        <w:t xml:space="preserve">Cap File: </w:t>
      </w:r>
      <w:r w:rsidRPr="00241E66">
        <w:tab/>
        <w:t>Api_4_Afv_dacf.cap</w:t>
      </w:r>
      <w:r w:rsidR="00BD73B1" w:rsidRPr="00241E66">
        <w:t>.</w:t>
      </w:r>
    </w:p>
    <w:p w:rsidR="00C0341F" w:rsidRPr="00241E66" w:rsidRDefault="00C0341F" w:rsidP="00BD73B1">
      <w:pPr>
        <w:pStyle w:val="Heading5"/>
      </w:pPr>
      <w:r w:rsidRPr="00241E66">
        <w:t>5.3.1.14.3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2664"/>
      </w:tblGrid>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266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BD73B1" w:rsidRPr="00241E66" w:rsidRDefault="00BD73B1" w:rsidP="00BD73B1"/>
    <w:p w:rsidR="00C0341F" w:rsidRPr="00241E66" w:rsidRDefault="00C0341F" w:rsidP="00BD73B1">
      <w:pPr>
        <w:pStyle w:val="Heading5"/>
      </w:pPr>
      <w:r w:rsidRPr="00241E66">
        <w:t>5.3.1.14.4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C0341F" w:rsidRPr="00241E66" w:rsidTr="00BD73B1">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rPr>
                <w:b w:val="0"/>
              </w:rPr>
            </w:pPr>
            <w:r w:rsidRPr="00241E66">
              <w:rPr>
                <w:b w:val="0"/>
              </w:rPr>
              <w:t>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r w:rsidRPr="00241E66">
              <w:rPr>
                <w:noProof w:val="0"/>
              </w:rPr>
              <w:t>Test applet is installed with no access right on Application Pin2</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EF is selected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 xml:space="preserve">TEST </w:t>
            </w:r>
            <w:r w:rsidRPr="00241E66">
              <w:rPr>
                <w:noProof w:val="0"/>
              </w:rPr>
              <w:t>fid=1111</w:t>
            </w:r>
          </w:p>
          <w:p w:rsidR="00C0341F" w:rsidRPr="00241E66" w:rsidRDefault="00C0341F">
            <w:pPr>
              <w:pStyle w:val="PL"/>
              <w:rPr>
                <w:noProof w:val="0"/>
              </w:rPr>
            </w:pPr>
            <w:r w:rsidRPr="00241E66">
              <w:rPr>
                <w:noProof w:val="0"/>
              </w:rPr>
              <w:t>2- call deactivateFile()</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pPr>
            <w:r w:rsidRPr="00241E66">
              <w:t>2- An UICCException NO_EF_SELECTED is thrown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Deactivate activated File</w:t>
            </w:r>
          </w:p>
          <w:p w:rsidR="00C0341F" w:rsidRPr="00241E66" w:rsidRDefault="00C0341F">
            <w:pPr>
              <w:pStyle w:val="PL"/>
              <w:rPr>
                <w:noProof w:val="0"/>
              </w:rPr>
            </w:pPr>
          </w:p>
          <w:p w:rsidR="00C0341F" w:rsidRPr="00241E66" w:rsidRDefault="00C0341F">
            <w:pPr>
              <w:pStyle w:val="PL"/>
              <w:rPr>
                <w:noProof w:val="0"/>
              </w:rPr>
            </w:pPr>
            <w:r w:rsidRPr="00241E66">
              <w:rPr>
                <w:noProof w:val="0"/>
              </w:rPr>
              <w:t>0- Select root directory</w:t>
            </w:r>
          </w:p>
          <w:p w:rsidR="00C0341F" w:rsidRPr="00241E66" w:rsidRDefault="00C0341F">
            <w:pPr>
              <w:pStyle w:val="PL"/>
              <w:rPr>
                <w:noProof w:val="0"/>
              </w:rPr>
            </w:pPr>
            <w:r w:rsidRPr="00241E66">
              <w:rPr>
                <w:noProof w:val="0"/>
              </w:rPr>
              <w:t>1- Select EF</w:t>
            </w:r>
            <w:r w:rsidRPr="00241E66">
              <w:rPr>
                <w:noProof w:val="0"/>
                <w:vertAlign w:val="subscript"/>
              </w:rPr>
              <w:t xml:space="preserve">UICC </w:t>
            </w:r>
            <w:r w:rsidRPr="00241E66">
              <w:rPr>
                <w:noProof w:val="0"/>
              </w:rPr>
              <w:t>fid=2FF0</w:t>
            </w:r>
          </w:p>
          <w:p w:rsidR="00C0341F" w:rsidRPr="00241E66" w:rsidRDefault="00C0341F">
            <w:pPr>
              <w:pStyle w:val="PL"/>
              <w:rPr>
                <w:noProof w:val="0"/>
              </w:rPr>
            </w:pPr>
            <w:r w:rsidRPr="00241E66">
              <w:rPr>
                <w:noProof w:val="0"/>
              </w:rPr>
              <w:t>2- ReadBinary EF</w:t>
            </w:r>
            <w:r w:rsidRPr="00241E66">
              <w:rPr>
                <w:noProof w:val="0"/>
                <w:vertAlign w:val="subscript"/>
              </w:rPr>
              <w:t>UICC</w:t>
            </w:r>
            <w:r w:rsidRPr="00241E66">
              <w:rPr>
                <w:noProof w:val="0"/>
              </w:rPr>
              <w:t xml:space="preserve"> </w:t>
            </w:r>
          </w:p>
          <w:p w:rsidR="00C0341F" w:rsidRPr="00241E66" w:rsidRDefault="00C0341F">
            <w:pPr>
              <w:pStyle w:val="PL"/>
              <w:rPr>
                <w:noProof w:val="0"/>
              </w:rPr>
            </w:pPr>
            <w:r w:rsidRPr="00241E66">
              <w:rPr>
                <w:noProof w:val="0"/>
              </w:rPr>
              <w:t>3- Deactivate EF</w:t>
            </w:r>
            <w:r w:rsidRPr="00241E66">
              <w:rPr>
                <w:noProof w:val="0"/>
                <w:vertAlign w:val="subscript"/>
              </w:rPr>
              <w:t>UICC</w:t>
            </w:r>
          </w:p>
          <w:p w:rsidR="00C0341F" w:rsidRPr="00241E66" w:rsidRDefault="00C0341F">
            <w:pPr>
              <w:pStyle w:val="PL"/>
              <w:rPr>
                <w:noProof w:val="0"/>
              </w:rPr>
            </w:pPr>
            <w:r w:rsidRPr="00241E66">
              <w:rPr>
                <w:noProof w:val="0"/>
              </w:rPr>
              <w:t>4- ReadBinary EF</w:t>
            </w:r>
            <w:r w:rsidRPr="00241E66">
              <w:rPr>
                <w:noProof w:val="0"/>
                <w:vertAlign w:val="subscript"/>
              </w:rPr>
              <w:t>UICC</w:t>
            </w:r>
          </w:p>
          <w:p w:rsidR="00C0341F" w:rsidRPr="00241E66" w:rsidRDefault="00C0341F">
            <w:pPr>
              <w:pStyle w:val="PL"/>
              <w:tabs>
                <w:tab w:val="clear" w:pos="384"/>
              </w:tabs>
              <w:rPr>
                <w:noProof w:val="0"/>
              </w:rPr>
            </w:pP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2- No Exception shall be thrown</w:t>
            </w:r>
          </w:p>
          <w:p w:rsidR="00C0341F" w:rsidRPr="00241E66" w:rsidRDefault="00C0341F">
            <w:pPr>
              <w:pStyle w:val="TAL"/>
              <w:keepNext w:val="0"/>
              <w:keepLines w:val="0"/>
            </w:pPr>
            <w:r w:rsidRPr="00241E66">
              <w:t>4- UICCException.REF_DATA_INVALIDATED is thrown</w:t>
            </w:r>
          </w:p>
          <w:p w:rsidR="00C0341F" w:rsidRPr="00241E66" w:rsidRDefault="00C0341F">
            <w:pPr>
              <w:pStyle w:val="TAL"/>
              <w:keepNext w:val="0"/>
              <w:keepLines w:val="0"/>
            </w:pP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Deactivate deactivated File</w:t>
            </w:r>
          </w:p>
          <w:p w:rsidR="00C0341F" w:rsidRPr="00241E66" w:rsidRDefault="00C0341F">
            <w:pPr>
              <w:pStyle w:val="PL"/>
              <w:rPr>
                <w:noProof w:val="0"/>
              </w:rPr>
            </w:pPr>
          </w:p>
          <w:p w:rsidR="00C0341F" w:rsidRPr="00241E66" w:rsidRDefault="00C0341F">
            <w:pPr>
              <w:pStyle w:val="PL"/>
              <w:rPr>
                <w:noProof w:val="0"/>
              </w:rPr>
            </w:pPr>
            <w:r w:rsidRPr="00241E66">
              <w:rPr>
                <w:noProof w:val="0"/>
              </w:rPr>
              <w:t>1- deactivateFile EF</w:t>
            </w:r>
            <w:r w:rsidRPr="00241E66">
              <w:rPr>
                <w:noProof w:val="0"/>
                <w:vertAlign w:val="subscript"/>
              </w:rPr>
              <w:t>UICC</w:t>
            </w:r>
          </w:p>
          <w:p w:rsidR="00C0341F" w:rsidRPr="00241E66" w:rsidRDefault="00C0341F">
            <w:pPr>
              <w:pStyle w:val="PL"/>
              <w:rPr>
                <w:noProof w:val="0"/>
              </w:rPr>
            </w:pPr>
            <w:r w:rsidRPr="00241E66">
              <w:rPr>
                <w:noProof w:val="0"/>
              </w:rPr>
              <w:t>2- activateFile EF</w:t>
            </w:r>
            <w:r w:rsidRPr="00241E66">
              <w:rPr>
                <w:noProof w:val="0"/>
                <w:vertAlign w:val="subscript"/>
              </w:rPr>
              <w:t>UICC</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1- No Exception shall be thrown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Access condition not fulfilled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xml:space="preserve"> fid=1111</w:t>
            </w:r>
          </w:p>
          <w:p w:rsidR="00C0341F" w:rsidRPr="00241E66" w:rsidRDefault="00C0341F">
            <w:pPr>
              <w:pStyle w:val="PL"/>
              <w:rPr>
                <w:noProof w:val="0"/>
              </w:rPr>
            </w:pPr>
            <w:r w:rsidRPr="00241E66">
              <w:rPr>
                <w:noProof w:val="0"/>
              </w:rPr>
              <w:t>2- select EF</w:t>
            </w:r>
            <w:r w:rsidRPr="00241E66">
              <w:rPr>
                <w:noProof w:val="0"/>
                <w:vertAlign w:val="subscript"/>
              </w:rPr>
              <w:t>LADA</w:t>
            </w:r>
            <w:r w:rsidRPr="00241E66">
              <w:rPr>
                <w:noProof w:val="0"/>
              </w:rPr>
              <w:t xml:space="preserve"> fid=6F15</w:t>
            </w:r>
          </w:p>
          <w:p w:rsidR="00C0341F" w:rsidRPr="00241E66" w:rsidRDefault="00C0341F">
            <w:pPr>
              <w:pStyle w:val="PL"/>
              <w:rPr>
                <w:noProof w:val="0"/>
              </w:rPr>
            </w:pPr>
            <w:r w:rsidRPr="00241E66">
              <w:rPr>
                <w:noProof w:val="0"/>
              </w:rPr>
              <w:t>3- deactivateFile EF</w:t>
            </w:r>
            <w:r w:rsidRPr="00241E66">
              <w:rPr>
                <w:noProof w:val="0"/>
                <w:vertAlign w:val="subscript"/>
              </w:rPr>
              <w:t>LADA</w:t>
            </w:r>
          </w:p>
        </w:tc>
        <w:tc>
          <w:tcPr>
            <w:tcW w:w="240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3- An UICCException SECURITY_STATUS_NOT_SATISFIED is thrown</w:t>
            </w:r>
          </w:p>
        </w:tc>
        <w:tc>
          <w:tcPr>
            <w:tcW w:w="31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C0341F" w:rsidRPr="00241E66" w:rsidRDefault="00C0341F" w:rsidP="00BD73B1"/>
    <w:p w:rsidR="00C0341F" w:rsidRPr="00241E66" w:rsidRDefault="00C0341F">
      <w:pPr>
        <w:pStyle w:val="Heading4"/>
      </w:pPr>
      <w:r w:rsidRPr="00241E66">
        <w:t>5.3.1.15</w:t>
      </w:r>
      <w:r w:rsidRPr="00241E66">
        <w:tab/>
        <w:t>Method activateFile</w:t>
      </w:r>
    </w:p>
    <w:p w:rsidR="00C0341F" w:rsidRPr="00241E66" w:rsidRDefault="00C0341F">
      <w:r w:rsidRPr="00241E66">
        <w:t>Test Area Reference: Api_4_Afv_Actf</w:t>
      </w:r>
      <w:r w:rsidR="00BD73B1" w:rsidRPr="00241E66">
        <w:t>.</w:t>
      </w:r>
    </w:p>
    <w:p w:rsidR="00C0341F" w:rsidRPr="00241E66" w:rsidRDefault="00BD73B1" w:rsidP="00BD73B1">
      <w:pPr>
        <w:pStyle w:val="Heading5"/>
      </w:pPr>
      <w:r w:rsidRPr="00241E66">
        <w:lastRenderedPageBreak/>
        <w:t>5.3.1.15.1</w:t>
      </w:r>
      <w:r w:rsidRPr="00241E66">
        <w:tab/>
      </w:r>
      <w:r w:rsidR="00C0341F" w:rsidRPr="00241E66">
        <w:t>Conformance requirement</w:t>
      </w:r>
    </w:p>
    <w:p w:rsidR="00C0341F" w:rsidRPr="00241E66" w:rsidRDefault="00C0341F" w:rsidP="00BD73B1">
      <w:r w:rsidRPr="00241E66">
        <w:t>The method with following header shall be compliant to its definition in the API.</w:t>
      </w:r>
    </w:p>
    <w:p w:rsidR="00C0341F" w:rsidRPr="00241E66" w:rsidRDefault="00C0341F">
      <w:pPr>
        <w:pStyle w:val="PL"/>
        <w:rPr>
          <w:noProof w:val="0"/>
        </w:rPr>
      </w:pPr>
      <w:r w:rsidRPr="00241E66">
        <w:rPr>
          <w:noProof w:val="0"/>
        </w:rPr>
        <w:t>public void activateFile()</w:t>
      </w:r>
    </w:p>
    <w:p w:rsidR="00C0341F" w:rsidRPr="00241E66" w:rsidRDefault="00C0341F">
      <w:pPr>
        <w:pStyle w:val="PL"/>
        <w:rPr>
          <w:noProof w:val="0"/>
        </w:rPr>
      </w:pPr>
      <w:r w:rsidRPr="00241E66">
        <w:rPr>
          <w:noProof w:val="0"/>
        </w:rPr>
        <w:tab/>
      </w:r>
      <w:r w:rsidRPr="00241E66">
        <w:rPr>
          <w:noProof w:val="0"/>
        </w:rPr>
        <w:tab/>
      </w:r>
      <w:r w:rsidRPr="00241E66">
        <w:rPr>
          <w:noProof w:val="0"/>
        </w:rPr>
        <w:tab/>
      </w:r>
      <w:r w:rsidRPr="00241E66">
        <w:rPr>
          <w:noProof w:val="0"/>
        </w:rPr>
        <w:tab/>
        <w:t>throws UICCException</w:t>
      </w:r>
    </w:p>
    <w:p w:rsidR="00BD73B1" w:rsidRPr="00241E66" w:rsidRDefault="00BD73B1">
      <w:pPr>
        <w:pStyle w:val="PL"/>
        <w:rPr>
          <w:noProof w:val="0"/>
        </w:rPr>
      </w:pPr>
    </w:p>
    <w:p w:rsidR="00C0341F" w:rsidRPr="00241E66" w:rsidRDefault="00BD73B1">
      <w:pPr>
        <w:pStyle w:val="H6"/>
      </w:pPr>
      <w:r w:rsidRPr="00241E66">
        <w:t>5.3.1.15.1.1</w:t>
      </w:r>
      <w:r w:rsidRPr="00241E66">
        <w:tab/>
      </w:r>
      <w:r w:rsidR="00C0341F" w:rsidRPr="00241E66">
        <w:t>Normal execution</w:t>
      </w:r>
    </w:p>
    <w:p w:rsidR="00C0341F" w:rsidRPr="00241E66" w:rsidRDefault="00C0341F">
      <w:pPr>
        <w:pStyle w:val="B1"/>
      </w:pPr>
      <w:r w:rsidRPr="00241E66">
        <w:t xml:space="preserve">CRRN1: The currently selected EF of the calling applet shall be activated, as defined in </w:t>
      </w:r>
      <w:r w:rsidR="00E45C0F" w:rsidRPr="00241E66">
        <w:t xml:space="preserve">ETSI </w:t>
      </w:r>
      <w:r w:rsidRPr="00241E66">
        <w:t>TS 102 222</w:t>
      </w:r>
      <w:r w:rsidR="008714AD" w:rsidRPr="00241E66">
        <w:t xml:space="preserve"> </w:t>
      </w:r>
      <w:r w:rsidR="00326B83" w:rsidRPr="00241E66">
        <w:t>[7]</w:t>
      </w:r>
      <w:r w:rsidRPr="00241E66">
        <w:t>.</w:t>
      </w:r>
    </w:p>
    <w:p w:rsidR="00C0341F" w:rsidRPr="00241E66" w:rsidRDefault="00BD73B1">
      <w:pPr>
        <w:pStyle w:val="H6"/>
      </w:pPr>
      <w:r w:rsidRPr="00241E66">
        <w:t>5.3.1.15.1.2</w:t>
      </w:r>
      <w:r w:rsidRPr="00241E66">
        <w:tab/>
      </w:r>
      <w:r w:rsidR="00C0341F" w:rsidRPr="00241E66">
        <w:t>Parameter errors</w:t>
      </w:r>
    </w:p>
    <w:p w:rsidR="00C0341F" w:rsidRPr="00241E66" w:rsidRDefault="00C0341F">
      <w:pPr>
        <w:pStyle w:val="B1"/>
        <w:numPr>
          <w:ilvl w:val="0"/>
          <w:numId w:val="0"/>
        </w:numPr>
      </w:pPr>
      <w:r w:rsidRPr="00241E66">
        <w:t>No requirements.</w:t>
      </w:r>
    </w:p>
    <w:p w:rsidR="00C0341F" w:rsidRPr="00241E66" w:rsidRDefault="00BD73B1">
      <w:pPr>
        <w:pStyle w:val="H6"/>
      </w:pPr>
      <w:r w:rsidRPr="00241E66">
        <w:t>5.3.1.15.1.3</w:t>
      </w:r>
      <w:r w:rsidRPr="00241E66">
        <w:tab/>
      </w:r>
      <w:r w:rsidR="00C0341F" w:rsidRPr="00241E66">
        <w:t>Context errors</w:t>
      </w:r>
    </w:p>
    <w:p w:rsidR="00C0341F" w:rsidRPr="00241E66" w:rsidRDefault="00C0341F" w:rsidP="00C0341F">
      <w:pPr>
        <w:pStyle w:val="B1"/>
      </w:pPr>
      <w:r w:rsidRPr="00241E66">
        <w:t>CRRC1: If the calling applet has currently no EF selected, an instance of UICCException shall be thrown. The reason code shall b</w:t>
      </w:r>
      <w:r w:rsidR="00BD73B1" w:rsidRPr="00241E66">
        <w:t>e UICCException.NO_EF_SELECTED.</w:t>
      </w:r>
    </w:p>
    <w:p w:rsidR="00C0341F" w:rsidRPr="00241E66" w:rsidRDefault="00C0341F" w:rsidP="00C0341F">
      <w:pPr>
        <w:pStyle w:val="B1"/>
      </w:pPr>
      <w:r w:rsidRPr="00241E66">
        <w:t>CRRC2: If the calling applet does not fulfil the access condition, activate, to perform this function, an instance of UICCException shall be thrown. The reason code shall be UICCException.SECURITY_STATUS_NOT_SATISFIED.</w:t>
      </w:r>
    </w:p>
    <w:p w:rsidR="00C0341F" w:rsidRPr="00241E66" w:rsidRDefault="00C0341F" w:rsidP="00C0341F">
      <w:pPr>
        <w:pStyle w:val="B1"/>
      </w:pPr>
      <w:r w:rsidRPr="00241E66">
        <w:t>CRRC3: If the method call causes an error to occur that is not expected and thus not handled, an instance of UICCException shall be thrown. The reason code shall be UICCException.INTERNAL_ERROR.</w:t>
      </w:r>
    </w:p>
    <w:p w:rsidR="00C0341F" w:rsidRPr="00241E66" w:rsidRDefault="00BD73B1" w:rsidP="00BD73B1">
      <w:pPr>
        <w:pStyle w:val="Heading5"/>
      </w:pPr>
      <w:r w:rsidRPr="00241E66">
        <w:t>5.3.1.15.2</w:t>
      </w:r>
      <w:r w:rsidRPr="00241E66">
        <w:tab/>
      </w:r>
      <w:r w:rsidR="00C0341F" w:rsidRPr="00241E66">
        <w:t>Test area files</w:t>
      </w:r>
    </w:p>
    <w:p w:rsidR="00C0341F" w:rsidRPr="00241E66" w:rsidRDefault="00C0341F" w:rsidP="00BD73B1">
      <w:pPr>
        <w:pStyle w:val="EX"/>
      </w:pPr>
      <w:r w:rsidRPr="00241E66">
        <w:t>Test  Source:</w:t>
      </w:r>
      <w:r w:rsidRPr="00241E66">
        <w:tab/>
        <w:t>Test_Api_4_Afv_Actf.java</w:t>
      </w:r>
      <w:r w:rsidR="00BD73B1" w:rsidRPr="00241E66">
        <w:t>.</w:t>
      </w:r>
    </w:p>
    <w:p w:rsidR="00C0341F" w:rsidRPr="00241E66" w:rsidRDefault="00C0341F" w:rsidP="00BD73B1">
      <w:pPr>
        <w:pStyle w:val="EX"/>
      </w:pPr>
      <w:r w:rsidRPr="00241E66">
        <w:t>Test Applet:</w:t>
      </w:r>
      <w:r w:rsidRPr="00241E66">
        <w:tab/>
        <w:t>Api_4_Afv_Actf_1.java</w:t>
      </w:r>
      <w:r w:rsidR="00BD73B1" w:rsidRPr="00241E66">
        <w:t>.</w:t>
      </w:r>
    </w:p>
    <w:p w:rsidR="00C0341F" w:rsidRPr="00241E66" w:rsidRDefault="00C0341F" w:rsidP="00BD73B1">
      <w:pPr>
        <w:pStyle w:val="EX"/>
      </w:pPr>
      <w:r w:rsidRPr="00241E66">
        <w:t>Cap File:</w:t>
      </w:r>
      <w:r w:rsidRPr="00241E66">
        <w:tab/>
        <w:t>Api_4_Afv_actf.cap</w:t>
      </w:r>
      <w:r w:rsidR="00BD73B1" w:rsidRPr="00241E66">
        <w:t>.</w:t>
      </w:r>
    </w:p>
    <w:p w:rsidR="00C0341F" w:rsidRPr="00241E66" w:rsidRDefault="00BD73B1" w:rsidP="00BD73B1">
      <w:pPr>
        <w:pStyle w:val="Heading5"/>
      </w:pPr>
      <w:r w:rsidRPr="00241E66">
        <w:t>5.3.1.15.3</w:t>
      </w:r>
      <w:r w:rsidRPr="00241E66">
        <w:tab/>
      </w:r>
      <w:r w:rsidR="00C0341F" w:rsidRPr="00241E66">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3089"/>
      </w:tblGrid>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30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30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r w:rsidR="00BD73B1" w:rsidRPr="00241E66">
              <w:t xml:space="preserve"> </w:t>
            </w:r>
            <w:r w:rsidRPr="00241E66">
              <w:t>3</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30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30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r w:rsidR="00C0341F" w:rsidRPr="00241E66" w:rsidTr="00BD73B1">
        <w:trPr>
          <w:jc w:val="center"/>
        </w:trPr>
        <w:tc>
          <w:tcPr>
            <w:tcW w:w="129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C3</w:t>
            </w:r>
          </w:p>
        </w:tc>
        <w:tc>
          <w:tcPr>
            <w:tcW w:w="308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Not testable</w:t>
            </w:r>
          </w:p>
        </w:tc>
      </w:tr>
    </w:tbl>
    <w:p w:rsidR="00C0341F" w:rsidRPr="00241E66" w:rsidRDefault="00C0341F" w:rsidP="00BD73B1"/>
    <w:p w:rsidR="00C0341F" w:rsidRPr="00241E66" w:rsidRDefault="00BD73B1" w:rsidP="00BD73B1">
      <w:pPr>
        <w:pStyle w:val="Heading5"/>
      </w:pPr>
      <w:r w:rsidRPr="00241E66">
        <w:t>5.3.1.15.4</w:t>
      </w:r>
      <w:r w:rsidRPr="00241E66">
        <w:tab/>
      </w:r>
      <w:r w:rsidR="00C0341F" w:rsidRPr="00241E66">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738"/>
        <w:gridCol w:w="1790"/>
      </w:tblGrid>
      <w:tr w:rsidR="00C0341F" w:rsidRPr="00241E66" w:rsidTr="00BD73B1">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Id</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Description</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API Expectation</w:t>
            </w: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rPr>
                <w:b w:val="0"/>
              </w:rPr>
            </w:pPr>
            <w:r w:rsidRPr="00241E66">
              <w:rPr>
                <w:b w:val="0"/>
              </w:rPr>
              <w:t>0</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r w:rsidRPr="00241E66">
              <w:rPr>
                <w:noProof w:val="0"/>
              </w:rPr>
              <w:t>Test applet is installed with no access right on Application Pin2</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No EF is selected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 xml:space="preserve">TEST </w:t>
            </w:r>
            <w:r w:rsidRPr="00241E66">
              <w:rPr>
                <w:noProof w:val="0"/>
              </w:rPr>
              <w:t>fid=1111</w:t>
            </w:r>
          </w:p>
          <w:p w:rsidR="00C0341F" w:rsidRPr="00241E66" w:rsidRDefault="00C0341F">
            <w:pPr>
              <w:pStyle w:val="PL"/>
              <w:rPr>
                <w:noProof w:val="0"/>
              </w:rPr>
            </w:pPr>
            <w:r w:rsidRPr="00241E66">
              <w:rPr>
                <w:noProof w:val="0"/>
              </w:rPr>
              <w:t>2- Call activateFile()</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pPr>
            <w:r w:rsidRPr="00241E66">
              <w:t>2- A UICCException NO_EF_SELECTED is thrown</w:t>
            </w: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Activate deactivated File</w:t>
            </w:r>
          </w:p>
          <w:p w:rsidR="00C0341F" w:rsidRPr="00241E66" w:rsidRDefault="00C0341F">
            <w:pPr>
              <w:pStyle w:val="PL"/>
              <w:rPr>
                <w:noProof w:val="0"/>
              </w:rPr>
            </w:pPr>
          </w:p>
          <w:p w:rsidR="00C0341F" w:rsidRPr="00241E66" w:rsidRDefault="00C0341F">
            <w:pPr>
              <w:pStyle w:val="PL"/>
              <w:rPr>
                <w:noProof w:val="0"/>
              </w:rPr>
            </w:pPr>
            <w:r w:rsidRPr="00241E66">
              <w:rPr>
                <w:noProof w:val="0"/>
              </w:rPr>
              <w:t>0- Select Root directory</w:t>
            </w:r>
          </w:p>
          <w:p w:rsidR="00C0341F" w:rsidRPr="00241E66" w:rsidRDefault="00C0341F">
            <w:pPr>
              <w:pStyle w:val="PL"/>
              <w:rPr>
                <w:noProof w:val="0"/>
              </w:rPr>
            </w:pPr>
            <w:r w:rsidRPr="00241E66">
              <w:rPr>
                <w:noProof w:val="0"/>
              </w:rPr>
              <w:t>1- Select EF</w:t>
            </w:r>
            <w:r w:rsidRPr="00241E66">
              <w:rPr>
                <w:noProof w:val="0"/>
                <w:vertAlign w:val="subscript"/>
              </w:rPr>
              <w:t xml:space="preserve">UICC </w:t>
            </w:r>
            <w:r w:rsidRPr="00241E66">
              <w:rPr>
                <w:noProof w:val="0"/>
              </w:rPr>
              <w:t>fid=2FF0</w:t>
            </w:r>
          </w:p>
          <w:p w:rsidR="00C0341F" w:rsidRPr="00241E66" w:rsidRDefault="00C0341F">
            <w:pPr>
              <w:pStyle w:val="PL"/>
              <w:rPr>
                <w:noProof w:val="0"/>
              </w:rPr>
            </w:pPr>
            <w:r w:rsidRPr="00241E66">
              <w:rPr>
                <w:noProof w:val="0"/>
              </w:rPr>
              <w:t>2- ReadBinary EF</w:t>
            </w:r>
            <w:r w:rsidRPr="00241E66">
              <w:rPr>
                <w:noProof w:val="0"/>
                <w:vertAlign w:val="subscript"/>
              </w:rPr>
              <w:t>UICC</w:t>
            </w:r>
            <w:r w:rsidRPr="00241E66">
              <w:rPr>
                <w:noProof w:val="0"/>
              </w:rPr>
              <w:t xml:space="preserve"> </w:t>
            </w:r>
          </w:p>
          <w:p w:rsidR="00C0341F" w:rsidRPr="00241E66" w:rsidRDefault="00C0341F">
            <w:pPr>
              <w:pStyle w:val="PL"/>
              <w:rPr>
                <w:noProof w:val="0"/>
              </w:rPr>
            </w:pPr>
            <w:r w:rsidRPr="00241E66">
              <w:rPr>
                <w:noProof w:val="0"/>
              </w:rPr>
              <w:t>3- Deactivate EF</w:t>
            </w:r>
            <w:r w:rsidRPr="00241E66">
              <w:rPr>
                <w:noProof w:val="0"/>
                <w:vertAlign w:val="subscript"/>
              </w:rPr>
              <w:t>UICC</w:t>
            </w:r>
          </w:p>
          <w:p w:rsidR="00C0341F" w:rsidRPr="00241E66" w:rsidRDefault="00C0341F">
            <w:pPr>
              <w:pStyle w:val="PL"/>
              <w:rPr>
                <w:noProof w:val="0"/>
              </w:rPr>
            </w:pPr>
            <w:r w:rsidRPr="00241E66">
              <w:rPr>
                <w:noProof w:val="0"/>
              </w:rPr>
              <w:t>4- ReadBinary EF</w:t>
            </w:r>
            <w:r w:rsidRPr="00241E66">
              <w:rPr>
                <w:noProof w:val="0"/>
                <w:vertAlign w:val="subscript"/>
              </w:rPr>
              <w:t>UICC</w:t>
            </w:r>
          </w:p>
          <w:p w:rsidR="00C0341F" w:rsidRPr="00241E66" w:rsidRDefault="00C0341F">
            <w:pPr>
              <w:pStyle w:val="PL"/>
              <w:rPr>
                <w:noProof w:val="0"/>
              </w:rPr>
            </w:pPr>
          </w:p>
          <w:p w:rsidR="00C0341F" w:rsidRPr="00241E66" w:rsidRDefault="00C0341F">
            <w:pPr>
              <w:pStyle w:val="PL"/>
              <w:rPr>
                <w:noProof w:val="0"/>
              </w:rPr>
            </w:pPr>
            <w:r w:rsidRPr="00241E66">
              <w:rPr>
                <w:noProof w:val="0"/>
              </w:rPr>
              <w:t>5 -ActivateFile EF</w:t>
            </w:r>
            <w:r w:rsidRPr="00241E66">
              <w:rPr>
                <w:noProof w:val="0"/>
                <w:vertAlign w:val="subscript"/>
              </w:rPr>
              <w:t>UICC</w:t>
            </w:r>
          </w:p>
          <w:p w:rsidR="00C0341F" w:rsidRPr="00241E66" w:rsidRDefault="00C0341F" w:rsidP="00BD73B1">
            <w:pPr>
              <w:pStyle w:val="PL"/>
              <w:rPr>
                <w:noProof w:val="0"/>
              </w:rPr>
            </w:pPr>
            <w:r w:rsidRPr="00241E66">
              <w:rPr>
                <w:noProof w:val="0"/>
              </w:rPr>
              <w:t>6- ReadBinary EF</w:t>
            </w:r>
            <w:r w:rsidRPr="00241E66">
              <w:rPr>
                <w:noProof w:val="0"/>
                <w:vertAlign w:val="subscript"/>
              </w:rPr>
              <w:t>UICC</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2- No Exception shall be thrown</w:t>
            </w:r>
          </w:p>
          <w:p w:rsidR="00C0341F" w:rsidRPr="00241E66" w:rsidRDefault="00C0341F">
            <w:pPr>
              <w:pStyle w:val="TAL"/>
              <w:keepNext w:val="0"/>
              <w:keepLines w:val="0"/>
            </w:pPr>
            <w:r w:rsidRPr="00241E66">
              <w:t>4- UICCException.REF_DATA_INVALIDATED is thrown</w:t>
            </w:r>
          </w:p>
          <w:p w:rsidR="00C0341F" w:rsidRPr="00241E66" w:rsidRDefault="00C0341F">
            <w:pPr>
              <w:pStyle w:val="TAL"/>
              <w:keepNext w:val="0"/>
              <w:keepLines w:val="0"/>
            </w:pPr>
            <w:r w:rsidRPr="00241E66">
              <w:t>6- No Exception shall be thrown</w:t>
            </w: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Lines w:val="0"/>
            </w:pPr>
            <w:r w:rsidRPr="00241E66">
              <w:lastRenderedPageBreak/>
              <w:t>3</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pPr>
            <w:r w:rsidRPr="00241E66">
              <w:t>Activate activated File</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ActiveFile EF</w:t>
            </w:r>
            <w:r w:rsidRPr="00241E66">
              <w:rPr>
                <w:noProof w:val="0"/>
                <w:vertAlign w:val="subscript"/>
              </w:rPr>
              <w:t>UICC</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No Exception shall be thrown</w:t>
            </w: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382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Access condition not fulfilled</w:t>
            </w:r>
          </w:p>
          <w:p w:rsidR="00C0341F" w:rsidRPr="00241E66" w:rsidRDefault="00C0341F">
            <w:pPr>
              <w:pStyle w:val="PL"/>
              <w:rPr>
                <w:noProof w:val="0"/>
              </w:rPr>
            </w:pPr>
          </w:p>
          <w:p w:rsidR="00C0341F" w:rsidRPr="00241E66" w:rsidRDefault="00C0341F">
            <w:pPr>
              <w:pStyle w:val="PL"/>
              <w:rPr>
                <w:noProof w:val="0"/>
              </w:rPr>
            </w:pPr>
            <w:r w:rsidRPr="00241E66">
              <w:rPr>
                <w:noProof w:val="0"/>
              </w:rPr>
              <w:t>1- Select DF</w:t>
            </w:r>
            <w:r w:rsidRPr="00241E66">
              <w:rPr>
                <w:noProof w:val="0"/>
                <w:vertAlign w:val="subscript"/>
              </w:rPr>
              <w:t>TEST</w:t>
            </w:r>
            <w:r w:rsidRPr="00241E66">
              <w:rPr>
                <w:noProof w:val="0"/>
              </w:rPr>
              <w:t xml:space="preserve"> fid=1111</w:t>
            </w:r>
          </w:p>
          <w:p w:rsidR="00C0341F" w:rsidRPr="00241E66" w:rsidRDefault="00C0341F">
            <w:pPr>
              <w:pStyle w:val="PL"/>
              <w:rPr>
                <w:noProof w:val="0"/>
              </w:rPr>
            </w:pPr>
            <w:r w:rsidRPr="00241E66">
              <w:rPr>
                <w:noProof w:val="0"/>
              </w:rPr>
              <w:t>2- Select EF</w:t>
            </w:r>
            <w:r w:rsidRPr="00241E66">
              <w:rPr>
                <w:noProof w:val="0"/>
                <w:vertAlign w:val="subscript"/>
              </w:rPr>
              <w:t>LADA</w:t>
            </w:r>
            <w:r w:rsidRPr="00241E66">
              <w:rPr>
                <w:noProof w:val="0"/>
              </w:rPr>
              <w:t xml:space="preserve"> fid=6F15</w:t>
            </w:r>
          </w:p>
          <w:p w:rsidR="00C0341F" w:rsidRPr="00241E66" w:rsidRDefault="00C0341F">
            <w:pPr>
              <w:pStyle w:val="PL"/>
              <w:rPr>
                <w:noProof w:val="0"/>
              </w:rPr>
            </w:pPr>
            <w:r w:rsidRPr="00241E66">
              <w:rPr>
                <w:noProof w:val="0"/>
              </w:rPr>
              <w:t>3- ActivateFile EF</w:t>
            </w:r>
            <w:r w:rsidRPr="00241E66">
              <w:rPr>
                <w:noProof w:val="0"/>
                <w:vertAlign w:val="subscript"/>
              </w:rPr>
              <w:t>LADA</w:t>
            </w:r>
          </w:p>
        </w:tc>
        <w:tc>
          <w:tcPr>
            <w:tcW w:w="3738"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3- A UICCException SECURITY_STATUS_NOT_SATISFIED is thrown</w:t>
            </w:r>
          </w:p>
        </w:tc>
        <w:tc>
          <w:tcPr>
            <w:tcW w:w="179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bl>
    <w:p w:rsidR="00E45C0F" w:rsidRPr="00241E66" w:rsidRDefault="00E45C0F" w:rsidP="00E45C0F"/>
    <w:p w:rsidR="00C0341F" w:rsidRPr="00241E66" w:rsidRDefault="00C0341F">
      <w:pPr>
        <w:pStyle w:val="Heading3"/>
      </w:pPr>
      <w:r w:rsidRPr="00241E66">
        <w:t>5</w:t>
      </w:r>
      <w:r w:rsidR="00BD73B1" w:rsidRPr="00241E66">
        <w:t>.3.2</w:t>
      </w:r>
      <w:r w:rsidR="00BD73B1" w:rsidRPr="00241E66">
        <w:tab/>
        <w:t>Class AdminFileViewBuilder</w:t>
      </w:r>
    </w:p>
    <w:p w:rsidR="00C0341F" w:rsidRPr="00241E66" w:rsidRDefault="00C0341F">
      <w:pPr>
        <w:pStyle w:val="Heading4"/>
      </w:pPr>
      <w:r w:rsidRPr="00241E66">
        <w:t>5.3.2.1</w:t>
      </w:r>
      <w:r w:rsidRPr="00241E66">
        <w:tab/>
        <w:t>Method getTheUICCAdminFileView</w:t>
      </w:r>
    </w:p>
    <w:p w:rsidR="00C0341F" w:rsidRPr="00241E66" w:rsidRDefault="00C0341F">
      <w:r w:rsidRPr="00241E66">
        <w:t>Test Area Reference: Api_4_Afb_Gtafb</w:t>
      </w:r>
      <w:r w:rsidR="00BD73B1" w:rsidRPr="00241E66">
        <w:t>.</w:t>
      </w:r>
    </w:p>
    <w:p w:rsidR="00C0341F" w:rsidRPr="00241E66" w:rsidRDefault="00C0341F" w:rsidP="00B54FD2">
      <w:pPr>
        <w:pStyle w:val="Heading5"/>
      </w:pPr>
      <w:r w:rsidRPr="00241E66">
        <w:t>5.</w:t>
      </w:r>
      <w:r w:rsidR="00BD73B1" w:rsidRPr="00241E66">
        <w:t>3.2.1.1</w:t>
      </w:r>
      <w:r w:rsidR="00BD73B1" w:rsidRPr="00241E66">
        <w:tab/>
        <w:t>Conformance requirement</w:t>
      </w:r>
    </w:p>
    <w:p w:rsidR="00C0341F" w:rsidRPr="00241E66" w:rsidRDefault="00C0341F">
      <w:r w:rsidRPr="00241E66">
        <w:t>The method with following header shall compliant to its definition in the API.</w:t>
      </w:r>
    </w:p>
    <w:p w:rsidR="00C0341F" w:rsidRPr="00241E66" w:rsidRDefault="00C0341F">
      <w:pPr>
        <w:pStyle w:val="PL"/>
        <w:rPr>
          <w:noProof w:val="0"/>
        </w:rPr>
      </w:pPr>
      <w:r w:rsidRPr="00241E66">
        <w:rPr>
          <w:noProof w:val="0"/>
        </w:rPr>
        <w:t>public static AdminFileView getTheUICCAdminFileView(byte event)</w:t>
      </w:r>
    </w:p>
    <w:p w:rsidR="00C0341F" w:rsidRPr="00241E66" w:rsidRDefault="00C0341F">
      <w:pPr>
        <w:pStyle w:val="PL"/>
        <w:rPr>
          <w:noProof w:val="0"/>
        </w:rPr>
      </w:pPr>
      <w:r w:rsidRPr="00241E66">
        <w:rPr>
          <w:noProof w:val="0"/>
        </w:rPr>
        <w:tab/>
      </w:r>
      <w:r w:rsidRPr="00241E66">
        <w:rPr>
          <w:noProof w:val="0"/>
        </w:rPr>
        <w:tab/>
      </w:r>
      <w:r w:rsidRPr="00241E66">
        <w:rPr>
          <w:noProof w:val="0"/>
        </w:rPr>
        <w:tab/>
      </w:r>
      <w:r w:rsidRPr="00241E66">
        <w:rPr>
          <w:noProof w:val="0"/>
        </w:rPr>
        <w:tab/>
        <w:t>throws javacard.framework.SystemException</w:t>
      </w:r>
    </w:p>
    <w:p w:rsidR="00BD73B1" w:rsidRPr="00241E66" w:rsidRDefault="00BD73B1">
      <w:pPr>
        <w:pStyle w:val="PL"/>
        <w:rPr>
          <w:noProof w:val="0"/>
        </w:rPr>
      </w:pPr>
    </w:p>
    <w:p w:rsidR="00C0341F" w:rsidRPr="00241E66" w:rsidRDefault="00C0341F">
      <w:pPr>
        <w:pStyle w:val="H6"/>
      </w:pPr>
      <w:r w:rsidRPr="00241E66">
        <w:t>5.3.2.1.1.1</w:t>
      </w:r>
      <w:r w:rsidRPr="00241E66">
        <w:tab/>
        <w:t>Normal execution</w:t>
      </w:r>
    </w:p>
    <w:p w:rsidR="00C0341F" w:rsidRPr="00241E66" w:rsidRDefault="00C0341F" w:rsidP="00BD73B1">
      <w:pPr>
        <w:pStyle w:val="B1"/>
      </w:pPr>
      <w:r w:rsidRPr="00241E66">
        <w:t>CRRN1: returns a reference to class which implements the FileView interface on the UICC file system.</w:t>
      </w:r>
    </w:p>
    <w:p w:rsidR="00C0341F" w:rsidRPr="00241E66" w:rsidRDefault="00C0341F" w:rsidP="00BD73B1">
      <w:pPr>
        <w:pStyle w:val="B1"/>
      </w:pPr>
      <w:r w:rsidRPr="00241E66">
        <w:t>CRRN2: return null if one of the javacard.framework.Applet.register(..) method has not previously invoked by the applet invoking this method or the filesystem server returns null.</w:t>
      </w:r>
    </w:p>
    <w:p w:rsidR="00C0341F" w:rsidRPr="00241E66" w:rsidRDefault="00C0341F" w:rsidP="00BD73B1">
      <w:pPr>
        <w:pStyle w:val="B1"/>
      </w:pPr>
      <w:r w:rsidRPr="00241E66">
        <w:t>CRRN3: It is not possible to get access to files which are located under any ADF with this FileView.</w:t>
      </w:r>
    </w:p>
    <w:p w:rsidR="00C0341F" w:rsidRPr="00241E66" w:rsidRDefault="00C0341F" w:rsidP="00BD73B1">
      <w:pPr>
        <w:pStyle w:val="B1"/>
      </w:pPr>
      <w:r w:rsidRPr="00241E66">
        <w:t>CRRN4: After a successful invocation of the method, the MF is the current selected file.</w:t>
      </w:r>
    </w:p>
    <w:p w:rsidR="00C0341F" w:rsidRPr="00241E66" w:rsidRDefault="00C0341F" w:rsidP="00BD73B1">
      <w:pPr>
        <w:pStyle w:val="B1"/>
      </w:pPr>
      <w:r w:rsidRPr="00241E66">
        <w:t>CRRN5: A separate and independent file context shall be associated with each and every FileView object: the operation performed on files in a given FileView object shall not affect the file context associated with any other FileView object. This context can be transient or persistent depending on what was required by the Applet during the creation of the FileView object.</w:t>
      </w:r>
    </w:p>
    <w:p w:rsidR="00C0341F" w:rsidRPr="00241E66" w:rsidRDefault="00C0341F">
      <w:pPr>
        <w:pStyle w:val="H6"/>
      </w:pPr>
      <w:r w:rsidRPr="00241E66">
        <w:t>5.3.2.1.1.2</w:t>
      </w:r>
      <w:r w:rsidRPr="00241E66">
        <w:tab/>
        <w:t>Parameter errors</w:t>
      </w:r>
    </w:p>
    <w:p w:rsidR="00C0341F" w:rsidRPr="00241E66" w:rsidRDefault="00C0341F" w:rsidP="00BD73B1">
      <w:pPr>
        <w:pStyle w:val="B1"/>
      </w:pPr>
      <w:r w:rsidRPr="00241E66">
        <w:t>CRRP1: If event is not one of the following values JCSystem.NOT_A_TRANSIENT_OBJECT, JCSystem.CLEAR_ON_DESELECT, or JCSystem.CLEAR_ON_RESET a SystemException is thrown. The value of the SystemException shall be SystemException.ILLEGAL_VALUE.</w:t>
      </w:r>
    </w:p>
    <w:p w:rsidR="00C0341F" w:rsidRPr="00241E66" w:rsidRDefault="00C0341F">
      <w:pPr>
        <w:pStyle w:val="H6"/>
      </w:pPr>
      <w:r w:rsidRPr="00241E66">
        <w:t>5.3.2.1.1.3</w:t>
      </w:r>
      <w:r w:rsidRPr="00241E66">
        <w:tab/>
        <w:t>Context errors</w:t>
      </w:r>
    </w:p>
    <w:p w:rsidR="00C0341F" w:rsidRPr="00241E66" w:rsidRDefault="00C0341F" w:rsidP="00BD73B1">
      <w:pPr>
        <w:pStyle w:val="B1"/>
      </w:pPr>
      <w:r w:rsidRPr="00241E66">
        <w:t>CRRC1: If event is JCSystem.CLEAR_ON_RESET or JCSystem.CLEAR_ON_DESELECT and not enough transient memory space is available a SystemException shall be thrown with reason code SystemException.NO_TRANSIENT_SPACE.</w:t>
      </w:r>
    </w:p>
    <w:p w:rsidR="00C0341F" w:rsidRPr="00241E66" w:rsidRDefault="00C0341F" w:rsidP="00BD73B1">
      <w:pPr>
        <w:pStyle w:val="B1"/>
      </w:pPr>
      <w:r w:rsidRPr="00241E66">
        <w:t>CRRC2: If event is JCSystem.CLEAR_ON_DESELECT and the applet is not a currently selected applet a SystemException with reason code SystemException.ILLEGAL_TRANSIENT shall be thrown.</w:t>
      </w:r>
    </w:p>
    <w:p w:rsidR="00C0341F" w:rsidRPr="00241E66" w:rsidRDefault="008714AD" w:rsidP="00E45C0F">
      <w:pPr>
        <w:pStyle w:val="Heading5"/>
      </w:pPr>
      <w:r w:rsidRPr="00241E66">
        <w:lastRenderedPageBreak/>
        <w:t>5.3.2.1.2</w:t>
      </w:r>
      <w:r w:rsidRPr="00241E66">
        <w:tab/>
        <w:t>Test area files</w:t>
      </w:r>
    </w:p>
    <w:p w:rsidR="00C0341F" w:rsidRPr="00241E66" w:rsidRDefault="00C0341F" w:rsidP="00E45C0F">
      <w:pPr>
        <w:pStyle w:val="EX"/>
        <w:keepNext/>
      </w:pPr>
      <w:r w:rsidRPr="00241E66">
        <w:t>Test Source:</w:t>
      </w:r>
      <w:r w:rsidRPr="00241E66">
        <w:tab/>
        <w:t>Test_ Api_4_Afb_Gtafb.java</w:t>
      </w:r>
      <w:r w:rsidR="00BD73B1" w:rsidRPr="00241E66">
        <w:t>.</w:t>
      </w:r>
    </w:p>
    <w:p w:rsidR="00C0341F" w:rsidRPr="00241E66" w:rsidRDefault="00C0341F" w:rsidP="00E45C0F">
      <w:pPr>
        <w:pStyle w:val="EX"/>
        <w:keepNext/>
      </w:pPr>
      <w:r w:rsidRPr="00241E66">
        <w:t>Test Applet:</w:t>
      </w:r>
      <w:r w:rsidRPr="00241E66">
        <w:tab/>
        <w:t>Api_4_Afb_Gtafb_1.java</w:t>
      </w:r>
      <w:r w:rsidR="00BD73B1" w:rsidRPr="00241E66">
        <w:t>.</w:t>
      </w:r>
    </w:p>
    <w:p w:rsidR="00C0341F" w:rsidRPr="00241E66" w:rsidRDefault="008714AD" w:rsidP="00BD73B1">
      <w:pPr>
        <w:pStyle w:val="EX"/>
      </w:pPr>
      <w:r w:rsidRPr="00241E66">
        <w:t>Cap File:</w:t>
      </w:r>
      <w:r w:rsidRPr="00241E66">
        <w:tab/>
        <w:t>A</w:t>
      </w:r>
      <w:r w:rsidR="00C0341F" w:rsidRPr="00241E66">
        <w:t>pi_4_Afb_Gtafb.cap</w:t>
      </w:r>
      <w:r w:rsidR="00BD73B1" w:rsidRPr="00241E66">
        <w:t>.</w:t>
      </w:r>
    </w:p>
    <w:p w:rsidR="00C0341F" w:rsidRPr="00241E66" w:rsidRDefault="00C0341F" w:rsidP="00C0341F">
      <w:pPr>
        <w:pStyle w:val="Heading5"/>
      </w:pPr>
      <w:r w:rsidRPr="00241E66">
        <w:t>5.3.2.1.3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4989"/>
      </w:tblGrid>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H"/>
            </w:pPr>
            <w:r w:rsidRPr="00241E66">
              <w:t>CRR number</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H"/>
            </w:pPr>
            <w:r w:rsidRPr="00241E66">
              <w:t>Test case number</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N1</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2</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N2</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1</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N3</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2</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N4</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2</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N5</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3</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P1</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7</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C1</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5, 6</w:t>
            </w:r>
          </w:p>
          <w:p w:rsidR="00C0341F" w:rsidRPr="00241E66" w:rsidRDefault="00C0341F" w:rsidP="00C0341F">
            <w:pPr>
              <w:pStyle w:val="TAC"/>
            </w:pPr>
            <w:r w:rsidRPr="00241E66">
              <w:t>Testable only if available transient space is lower than 32767</w:t>
            </w:r>
          </w:p>
        </w:tc>
      </w:tr>
      <w:tr w:rsidR="00C0341F" w:rsidRPr="00241E66" w:rsidTr="00BD73B1">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C2</w:t>
            </w:r>
          </w:p>
        </w:tc>
        <w:tc>
          <w:tcPr>
            <w:tcW w:w="4989" w:type="dxa"/>
            <w:tcBorders>
              <w:top w:val="single" w:sz="4" w:space="0" w:color="auto"/>
              <w:left w:val="single" w:sz="4" w:space="0" w:color="auto"/>
              <w:bottom w:val="single" w:sz="4" w:space="0" w:color="auto"/>
              <w:right w:val="single" w:sz="4" w:space="0" w:color="auto"/>
            </w:tcBorders>
          </w:tcPr>
          <w:p w:rsidR="00C0341F" w:rsidRPr="00241E66" w:rsidRDefault="00C0341F" w:rsidP="00C0341F">
            <w:pPr>
              <w:pStyle w:val="TAC"/>
            </w:pPr>
            <w:r w:rsidRPr="00241E66">
              <w:t>4</w:t>
            </w:r>
          </w:p>
        </w:tc>
      </w:tr>
    </w:tbl>
    <w:p w:rsidR="00C0341F" w:rsidRPr="00241E66" w:rsidRDefault="00C0341F" w:rsidP="00C0341F"/>
    <w:p w:rsidR="00C0341F" w:rsidRPr="00241E66" w:rsidRDefault="00C0341F" w:rsidP="003C2A6F">
      <w:pPr>
        <w:pStyle w:val="Heading5"/>
        <w:keepNext w:val="0"/>
        <w:keepLines w:val="0"/>
      </w:pPr>
      <w:r w:rsidRPr="00241E66">
        <w:t>5.3.2.1.4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326"/>
        <w:gridCol w:w="2696"/>
        <w:gridCol w:w="2334"/>
      </w:tblGrid>
      <w:tr w:rsidR="00C0341F" w:rsidRPr="00241E66" w:rsidTr="00C0341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Id</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Description</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API Expectation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1</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Method returns null</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Install Applet1 with full access rights on the  UICC file system</w:t>
            </w:r>
          </w:p>
          <w:p w:rsidR="00C0341F" w:rsidRPr="00241E66" w:rsidRDefault="00C0341F" w:rsidP="003C2A6F">
            <w:pPr>
              <w:pStyle w:val="PL"/>
              <w:rPr>
                <w:noProof w:val="0"/>
              </w:rPr>
            </w:pPr>
          </w:p>
          <w:p w:rsidR="00C0341F" w:rsidRPr="00241E66" w:rsidRDefault="00C0341F" w:rsidP="003C2A6F">
            <w:pPr>
              <w:pStyle w:val="PL"/>
              <w:rPr>
                <w:b/>
                <w:bCs/>
                <w:noProof w:val="0"/>
                <w:sz w:val="18"/>
              </w:rPr>
            </w:pPr>
            <w:r w:rsidRPr="00241E66">
              <w:rPr>
                <w:noProof w:val="0"/>
              </w:rPr>
              <w:t>Invoke the method getTheUICCView  before the javacard.framework.Applet.register(..) method invocation</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returns null</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jc w:val="left"/>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2</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Normal execution</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1- Envelope menu selection is sent to the UICC</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getTheUICCView() with the event JCSystem.NOT_A_TRANSIENT_OBJECT</w:t>
            </w:r>
          </w:p>
          <w:p w:rsidR="00C0341F" w:rsidRPr="00241E66" w:rsidRDefault="00C0341F" w:rsidP="003C2A6F">
            <w:pPr>
              <w:pStyle w:val="PL"/>
              <w:rPr>
                <w:noProof w:val="0"/>
              </w:rPr>
            </w:pPr>
            <w:r w:rsidRPr="00241E66">
              <w:rPr>
                <w:noProof w:val="0"/>
              </w:rPr>
              <w:t>and stores the result in a class variable FV1</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Select DF</w:t>
            </w:r>
            <w:r w:rsidRPr="00241E66">
              <w:rPr>
                <w:noProof w:val="0"/>
                <w:szCs w:val="18"/>
                <w:vertAlign w:val="subscript"/>
              </w:rPr>
              <w:t>Test</w:t>
            </w:r>
            <w:r w:rsidRPr="00241E66">
              <w:rPr>
                <w:noProof w:val="0"/>
              </w:rPr>
              <w:t xml:space="preserve"> using FV1</w:t>
            </w:r>
          </w:p>
          <w:p w:rsidR="00C0341F" w:rsidRPr="00241E66" w:rsidRDefault="00C0341F" w:rsidP="003C2A6F">
            <w:pPr>
              <w:pStyle w:val="PL"/>
              <w:rPr>
                <w:noProof w:val="0"/>
              </w:rPr>
            </w:pPr>
            <w:r w:rsidRPr="00241E66">
              <w:rPr>
                <w:noProof w:val="0"/>
              </w:rPr>
              <w:t>Select EF</w:t>
            </w:r>
            <w:r w:rsidRPr="00241E66">
              <w:rPr>
                <w:noProof w:val="0"/>
                <w:szCs w:val="18"/>
                <w:vertAlign w:val="subscript"/>
              </w:rPr>
              <w:t>TARU</w:t>
            </w:r>
            <w:r w:rsidRPr="00241E66">
              <w:rPr>
                <w:noProof w:val="0"/>
              </w:rPr>
              <w:t xml:space="preserve"> using FV1</w:t>
            </w:r>
          </w:p>
          <w:p w:rsidR="00C0341F" w:rsidRPr="00241E66" w:rsidRDefault="00C0341F" w:rsidP="003C2A6F">
            <w:pPr>
              <w:pStyle w:val="PL"/>
              <w:rPr>
                <w:noProof w:val="0"/>
              </w:rPr>
            </w:pPr>
            <w:r w:rsidRPr="00241E66">
              <w:rPr>
                <w:noProof w:val="0"/>
              </w:rPr>
              <w:t>Read first 3 bytes using FV1</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Reset</w:t>
            </w:r>
          </w:p>
          <w:p w:rsidR="00C0341F" w:rsidRPr="00241E66" w:rsidRDefault="00C0341F" w:rsidP="003C2A6F">
            <w:pPr>
              <w:pStyle w:val="PL"/>
              <w:rPr>
                <w:noProof w:val="0"/>
              </w:rPr>
            </w:pPr>
            <w:r w:rsidRPr="00241E66">
              <w:rPr>
                <w:noProof w:val="0"/>
              </w:rPr>
              <w:t>Terminal profile</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2- Envelope menu selection is sent to the UICC</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FV1.status()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 xml:space="preserve">Applet1 calls FV1.select(0x7FFF) </w:t>
            </w:r>
          </w:p>
          <w:p w:rsidR="00C0341F" w:rsidRPr="00241E66" w:rsidRDefault="00C0341F" w:rsidP="003C2A6F">
            <w:pPr>
              <w:pStyle w:val="PL"/>
              <w:rPr>
                <w:noProof w:val="0"/>
              </w:rPr>
            </w:pPr>
          </w:p>
          <w:p w:rsidR="00C0341F" w:rsidRPr="00241E66" w:rsidRDefault="00C0341F" w:rsidP="003C2A6F">
            <w:pPr>
              <w:pStyle w:val="PL"/>
              <w:rPr>
                <w:noProof w:val="0"/>
              </w:rPr>
            </w:pP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getTheUICCView() with the event JCSystem.CLEAR_ON_RESET and stores the result in a class variable FV2</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FV2.status()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Select DF</w:t>
            </w:r>
            <w:r w:rsidRPr="00241E66">
              <w:rPr>
                <w:noProof w:val="0"/>
                <w:vertAlign w:val="subscript"/>
              </w:rPr>
              <w:t>Test</w:t>
            </w:r>
            <w:r w:rsidRPr="00241E66">
              <w:rPr>
                <w:noProof w:val="0"/>
              </w:rPr>
              <w:t xml:space="preserve"> using FV2</w:t>
            </w:r>
          </w:p>
          <w:p w:rsidR="00C0341F" w:rsidRPr="00241E66" w:rsidRDefault="00C0341F" w:rsidP="003C2A6F">
            <w:pPr>
              <w:pStyle w:val="PL"/>
              <w:rPr>
                <w:noProof w:val="0"/>
              </w:rPr>
            </w:pPr>
            <w:r w:rsidRPr="00241E66">
              <w:rPr>
                <w:noProof w:val="0"/>
              </w:rPr>
              <w:t>Select EF</w:t>
            </w:r>
            <w:r w:rsidRPr="00241E66">
              <w:rPr>
                <w:noProof w:val="0"/>
                <w:vertAlign w:val="subscript"/>
              </w:rPr>
              <w:t>TARU</w:t>
            </w:r>
            <w:r w:rsidRPr="00241E66">
              <w:rPr>
                <w:noProof w:val="0"/>
              </w:rPr>
              <w:t xml:space="preserve"> using FV2</w:t>
            </w:r>
          </w:p>
          <w:p w:rsidR="00C0341F" w:rsidRPr="00241E66" w:rsidRDefault="00C0341F" w:rsidP="003C2A6F">
            <w:pPr>
              <w:pStyle w:val="PL"/>
              <w:rPr>
                <w:noProof w:val="0"/>
              </w:rPr>
            </w:pPr>
            <w:r w:rsidRPr="00241E66">
              <w:rPr>
                <w:noProof w:val="0"/>
              </w:rPr>
              <w:t>Read first 3 bytes using FV2</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Reset</w:t>
            </w:r>
          </w:p>
          <w:p w:rsidR="00C0341F" w:rsidRPr="00241E66" w:rsidRDefault="00C0341F" w:rsidP="003C2A6F">
            <w:pPr>
              <w:pStyle w:val="PL"/>
              <w:rPr>
                <w:noProof w:val="0"/>
              </w:rPr>
            </w:pPr>
            <w:r w:rsidRPr="00241E66">
              <w:rPr>
                <w:noProof w:val="0"/>
              </w:rPr>
              <w:lastRenderedPageBreak/>
              <w:t>Terminal profile</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4 - Envelope menu selection is sent to the UICC</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 xml:space="preserve">Applet1 calls select(0x7FFF) </w:t>
            </w:r>
          </w:p>
          <w:p w:rsidR="00C0341F" w:rsidRPr="00241E66" w:rsidRDefault="00C0341F" w:rsidP="003C2A6F">
            <w:pPr>
              <w:pStyle w:val="PL"/>
              <w:rPr>
                <w:noProof w:val="0"/>
              </w:rPr>
            </w:pP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5- Select the Applet by AID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 xml:space="preserve">Invoke the method in the method process() getTheUICCView() with the event </w:t>
            </w:r>
          </w:p>
          <w:p w:rsidR="00C0341F" w:rsidRPr="00241E66" w:rsidRDefault="00C0341F" w:rsidP="003C2A6F">
            <w:pPr>
              <w:pStyle w:val="PL"/>
              <w:rPr>
                <w:noProof w:val="0"/>
              </w:rPr>
            </w:pPr>
            <w:r w:rsidRPr="00241E66">
              <w:rPr>
                <w:noProof w:val="0"/>
              </w:rPr>
              <w:t>JCSystem.CLEAR_ON_DESELECT and stores the result in a class variable</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Select DF</w:t>
            </w:r>
            <w:r w:rsidRPr="00241E66">
              <w:rPr>
                <w:noProof w:val="0"/>
                <w:vertAlign w:val="subscript"/>
              </w:rPr>
              <w:t>Test</w:t>
            </w:r>
            <w:r w:rsidRPr="00241E66">
              <w:rPr>
                <w:noProof w:val="0"/>
              </w:rPr>
              <w:t xml:space="preserve"> using FV3</w:t>
            </w:r>
          </w:p>
          <w:p w:rsidR="00C0341F" w:rsidRPr="00241E66" w:rsidRDefault="00C0341F" w:rsidP="003C2A6F">
            <w:pPr>
              <w:pStyle w:val="PL"/>
              <w:rPr>
                <w:noProof w:val="0"/>
              </w:rPr>
            </w:pPr>
            <w:r w:rsidRPr="00241E66">
              <w:rPr>
                <w:noProof w:val="0"/>
              </w:rPr>
              <w:t>Select EF</w:t>
            </w:r>
            <w:r w:rsidRPr="00241E66">
              <w:rPr>
                <w:noProof w:val="0"/>
                <w:vertAlign w:val="subscript"/>
              </w:rPr>
              <w:t>TARU</w:t>
            </w:r>
            <w:r w:rsidRPr="00241E66">
              <w:rPr>
                <w:noProof w:val="0"/>
              </w:rPr>
              <w:t xml:space="preserve"> using FV3</w:t>
            </w:r>
          </w:p>
          <w:p w:rsidR="00C0341F" w:rsidRPr="00241E66" w:rsidRDefault="00C0341F" w:rsidP="003C2A6F">
            <w:pPr>
              <w:pStyle w:val="PL"/>
              <w:rPr>
                <w:noProof w:val="0"/>
              </w:rPr>
            </w:pPr>
            <w:r w:rsidRPr="00241E66">
              <w:rPr>
                <w:noProof w:val="0"/>
              </w:rPr>
              <w:t>Read first 3 bytes using FV3</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Select ADF2 by AID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6- Select the Applet by AID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Applet1 calls status() command</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 xml:space="preserve">Applet1 calls select(0x7FFF) </w:t>
            </w:r>
          </w:p>
          <w:p w:rsidR="00C0341F" w:rsidRPr="00241E66" w:rsidRDefault="00C0341F" w:rsidP="003C2A6F">
            <w:pPr>
              <w:pStyle w:val="ZT"/>
              <w:framePr w:wrap="notBeside"/>
              <w:widowControl/>
              <w:jc w:val="left"/>
              <w:rPr>
                <w:b w:val="0"/>
                <w:bCs/>
                <w:sz w:val="18"/>
              </w:rPr>
            </w:pP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1-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is the MF</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Expected value is {FF FF FF}</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ZT"/>
              <w:framePr w:wrap="notBeside"/>
              <w:widowControl/>
              <w:jc w:val="left"/>
              <w:rPr>
                <w:b w:val="0"/>
                <w:bCs/>
                <w:sz w:val="18"/>
              </w:rPr>
            </w:pPr>
            <w:r w:rsidRPr="00241E66">
              <w:rPr>
                <w:b w:val="0"/>
                <w:bCs/>
                <w:sz w:val="18"/>
              </w:rPr>
              <w:t>2-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is DF</w:t>
            </w:r>
            <w:r w:rsidRPr="00241E66">
              <w:rPr>
                <w:vertAlign w:val="subscript"/>
              </w:rPr>
              <w:t>Test</w:t>
            </w:r>
          </w:p>
          <w:p w:rsidR="00C0341F" w:rsidRPr="00241E66" w:rsidRDefault="00C0341F" w:rsidP="003C2A6F">
            <w:pPr>
              <w:pStyle w:val="TAL"/>
              <w:keepNext w:val="0"/>
              <w:keepLines w:val="0"/>
            </w:pPr>
          </w:p>
          <w:p w:rsidR="00C0341F" w:rsidRPr="00241E66" w:rsidRDefault="009F0B5C" w:rsidP="003C2A6F">
            <w:pPr>
              <w:pStyle w:val="TAL"/>
              <w:keepNext w:val="0"/>
              <w:keepLines w:val="0"/>
            </w:pPr>
            <w:hyperlink r:id="rId7" w:tooltip="class in uicc.access" w:history="1">
              <w:r w:rsidR="00C0341F" w:rsidRPr="00241E66">
                <w:t>UICCException</w:t>
              </w:r>
            </w:hyperlink>
            <w:r w:rsidR="00C0341F" w:rsidRPr="00241E66">
              <w:t>.FILE_NOT_FOUND is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the MF</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Expected value is {FF FF FF}</w:t>
            </w:r>
          </w:p>
          <w:p w:rsidR="00C0341F" w:rsidRPr="00241E66" w:rsidRDefault="00C0341F" w:rsidP="003C2A6F">
            <w:pPr>
              <w:pStyle w:val="TAL"/>
              <w:keepNext w:val="0"/>
              <w:keepLines w:val="0"/>
            </w:pPr>
          </w:p>
          <w:p w:rsidR="00C0341F" w:rsidRPr="00241E66" w:rsidRDefault="00C0341F" w:rsidP="003C2A6F">
            <w:pPr>
              <w:pStyle w:val="ZT"/>
              <w:framePr w:wrap="notBeside"/>
              <w:widowControl/>
              <w:jc w:val="left"/>
              <w:rPr>
                <w:b w:val="0"/>
                <w:bCs/>
                <w:sz w:val="18"/>
              </w:rPr>
            </w:pPr>
          </w:p>
          <w:p w:rsidR="00C0341F" w:rsidRPr="00241E66" w:rsidRDefault="00C0341F" w:rsidP="003C2A6F">
            <w:pPr>
              <w:pStyle w:val="ZT"/>
              <w:framePr w:wrap="notBeside"/>
              <w:widowControl/>
              <w:jc w:val="left"/>
              <w:rPr>
                <w:b w:val="0"/>
                <w:bCs/>
                <w:sz w:val="18"/>
              </w:rPr>
            </w:pPr>
            <w:r w:rsidRPr="00241E66">
              <w:rPr>
                <w:b w:val="0"/>
                <w:bCs/>
                <w:sz w:val="18"/>
              </w:rPr>
              <w:t>4-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is the MF</w:t>
            </w:r>
          </w:p>
          <w:p w:rsidR="00C0341F" w:rsidRPr="00241E66" w:rsidRDefault="00C0341F" w:rsidP="003C2A6F">
            <w:pPr>
              <w:pStyle w:val="TAL"/>
              <w:keepNext w:val="0"/>
              <w:keepLines w:val="0"/>
            </w:pPr>
          </w:p>
          <w:p w:rsidR="00C0341F" w:rsidRPr="00241E66" w:rsidRDefault="009F0B5C" w:rsidP="003C2A6F">
            <w:pPr>
              <w:pStyle w:val="TAL"/>
              <w:keepNext w:val="0"/>
              <w:keepLines w:val="0"/>
            </w:pPr>
            <w:hyperlink r:id="rId8" w:tooltip="class in uicc.access" w:history="1">
              <w:r w:rsidR="00C0341F" w:rsidRPr="00241E66">
                <w:t>UICCException</w:t>
              </w:r>
            </w:hyperlink>
            <w:r w:rsidR="00C0341F" w:rsidRPr="00241E66">
              <w:t>.FILE_NOT_FOUND is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5- Applet1 is selected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the MF</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Expected value is {FF FF FF}</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6- Applet1 is selected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Current selected DF is the MF</w:t>
            </w:r>
          </w:p>
          <w:p w:rsidR="00C0341F" w:rsidRPr="00241E66" w:rsidRDefault="009F0B5C" w:rsidP="003C2A6F">
            <w:pPr>
              <w:pStyle w:val="TAL"/>
              <w:keepNext w:val="0"/>
              <w:keepLines w:val="0"/>
            </w:pPr>
            <w:hyperlink r:id="rId9" w:tooltip="class in uicc.access" w:history="1">
              <w:r w:rsidR="00C0341F" w:rsidRPr="00241E66">
                <w:t>UICCException</w:t>
              </w:r>
            </w:hyperlink>
            <w:r w:rsidR="00C0341F" w:rsidRPr="00241E66">
              <w:t>.FILE_NOT_FOUND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lastRenderedPageBreak/>
              <w:t>3</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Fileview context independency</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1- Envelope menu selection is sent to the UICC</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2- Check that previous fileviews are different (FV1 != FV2 != FV3)</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3- Select DF</w:t>
            </w:r>
            <w:r w:rsidRPr="00241E66">
              <w:rPr>
                <w:noProof w:val="0"/>
                <w:szCs w:val="18"/>
                <w:vertAlign w:val="subscript"/>
              </w:rPr>
              <w:t>Test</w:t>
            </w:r>
            <w:r w:rsidRPr="00241E66">
              <w:rPr>
                <w:noProof w:val="0"/>
              </w:rPr>
              <w:t>/EF</w:t>
            </w:r>
            <w:r w:rsidRPr="00241E66">
              <w:rPr>
                <w:noProof w:val="0"/>
                <w:szCs w:val="18"/>
                <w:vertAlign w:val="subscript"/>
              </w:rPr>
              <w:t>LARU</w:t>
            </w:r>
            <w:r w:rsidRPr="00241E66">
              <w:rPr>
                <w:noProof w:val="0"/>
                <w:szCs w:val="18"/>
              </w:rPr>
              <w:t xml:space="preserve"> </w:t>
            </w:r>
            <w:r w:rsidRPr="00241E66">
              <w:rPr>
                <w:noProof w:val="0"/>
              </w:rPr>
              <w:t>using FV1</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4- Select DF</w:t>
            </w:r>
            <w:r w:rsidRPr="00241E66">
              <w:rPr>
                <w:noProof w:val="0"/>
                <w:vertAlign w:val="subscript"/>
              </w:rPr>
              <w:t>Test</w:t>
            </w:r>
            <w:r w:rsidRPr="00241E66">
              <w:rPr>
                <w:noProof w:val="0"/>
              </w:rPr>
              <w:t>/EF</w:t>
            </w:r>
            <w:r w:rsidRPr="00241E66">
              <w:rPr>
                <w:noProof w:val="0"/>
                <w:vertAlign w:val="subscript"/>
              </w:rPr>
              <w:t>CARU</w:t>
            </w:r>
            <w:r w:rsidRPr="00241E66">
              <w:rPr>
                <w:noProof w:val="0"/>
              </w:rPr>
              <w:t xml:space="preserve"> using FV2</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5- Select DF</w:t>
            </w:r>
            <w:r w:rsidRPr="00241E66">
              <w:rPr>
                <w:noProof w:val="0"/>
                <w:vertAlign w:val="subscript"/>
              </w:rPr>
              <w:t>Test</w:t>
            </w:r>
            <w:r w:rsidRPr="00241E66">
              <w:rPr>
                <w:noProof w:val="0"/>
              </w:rPr>
              <w:t>/EF</w:t>
            </w:r>
            <w:r w:rsidRPr="00241E66">
              <w:rPr>
                <w:noProof w:val="0"/>
                <w:vertAlign w:val="subscript"/>
              </w:rPr>
              <w:t>CARU</w:t>
            </w:r>
            <w:r w:rsidRPr="00241E66">
              <w:rPr>
                <w:noProof w:val="0"/>
              </w:rPr>
              <w:t xml:space="preserve"> using FV3</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6- Read record number 1 using FV1 (in absolute mode)</w:t>
            </w:r>
          </w:p>
          <w:p w:rsidR="00C0341F" w:rsidRPr="00241E66" w:rsidRDefault="00C0341F" w:rsidP="003C2A6F">
            <w:pPr>
              <w:pStyle w:val="PL"/>
              <w:rPr>
                <w:noProof w:val="0"/>
              </w:rPr>
            </w:pPr>
          </w:p>
          <w:p w:rsidR="00C0341F" w:rsidRPr="00241E66" w:rsidRDefault="00C0341F" w:rsidP="003C2A6F">
            <w:pPr>
              <w:pStyle w:val="PL"/>
              <w:rPr>
                <w:b/>
                <w:bCs/>
                <w:noProof w:val="0"/>
                <w:sz w:val="18"/>
              </w:rPr>
            </w:pPr>
            <w:r w:rsidRPr="00241E66">
              <w:rPr>
                <w:noProof w:val="0"/>
              </w:rPr>
              <w:t>7- Read record number 2 using FV2 (in absolute mode)</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1-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3- No exception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4- No exception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5- An exception is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6- Expected value is “55 55 55 55”</w:t>
            </w:r>
          </w:p>
          <w:p w:rsidR="00C0341F" w:rsidRPr="00241E66" w:rsidRDefault="00C0341F" w:rsidP="003C2A6F">
            <w:pPr>
              <w:pStyle w:val="TAL"/>
              <w:keepNext w:val="0"/>
              <w:keepLines w:val="0"/>
            </w:pPr>
            <w:r w:rsidRPr="00241E66">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OC1"/>
              <w:keepLines w:val="0"/>
              <w:widowControl/>
              <w:rPr>
                <w:noProof w:val="0"/>
                <w:sz w:val="18"/>
              </w:rPr>
            </w:pPr>
            <w:r w:rsidRPr="00241E66">
              <w:rPr>
                <w:noProof w:val="0"/>
                <w:sz w:val="18"/>
              </w:rPr>
              <w:t>4</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ILLEGAL_TRANSIENT SystemException</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1- Envelope menu selection is sent to the UICC</w:t>
            </w:r>
          </w:p>
          <w:p w:rsidR="00C0341F" w:rsidRPr="00241E66" w:rsidRDefault="00C0341F" w:rsidP="003C2A6F">
            <w:pPr>
              <w:pStyle w:val="PL"/>
              <w:rPr>
                <w:noProof w:val="0"/>
              </w:rPr>
            </w:pPr>
          </w:p>
          <w:p w:rsidR="00C0341F" w:rsidRPr="00241E66" w:rsidRDefault="00C0341F" w:rsidP="003C2A6F">
            <w:pPr>
              <w:pStyle w:val="PL"/>
              <w:rPr>
                <w:b/>
                <w:bCs/>
                <w:noProof w:val="0"/>
                <w:sz w:val="18"/>
              </w:rPr>
            </w:pPr>
            <w:r w:rsidRPr="00241E66">
              <w:rPr>
                <w:noProof w:val="0"/>
              </w:rPr>
              <w:t>2- Applet1 calls getTheUICCView() method with the event JCSystem. CLEAR_ON_DESELECT</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1-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rPr>
                <w:b/>
                <w:bCs/>
              </w:rPr>
            </w:pPr>
            <w:r w:rsidRPr="00241E66">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Lines w:val="0"/>
            </w:pPr>
            <w:r w:rsidRPr="00241E66">
              <w:lastRenderedPageBreak/>
              <w:t>5</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pPr>
            <w:r w:rsidRPr="00241E66">
              <w:t>NO_TRANSIENT_SPACESystemException</w:t>
            </w:r>
            <w:r w:rsidRPr="00241E66">
              <w:br/>
              <w:t>with CLEAR_ON_RESET Fileview object</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1- Get the available transient memory space using method length=JCSystem.</w:t>
            </w:r>
            <w:hyperlink r:id="rId10" w:anchor="getAvailableMemory%28byte%29" w:history="1">
              <w:r w:rsidRPr="00241E66">
                <w:rPr>
                  <w:noProof w:val="0"/>
                </w:rPr>
                <w:t>getAvailableMemory</w:t>
              </w:r>
            </w:hyperlink>
            <w:r w:rsidRPr="00241E66">
              <w:rPr>
                <w:noProof w:val="0"/>
              </w:rPr>
              <w:t>(MEMORY_TYPE_TRANSIENT_RESET)</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2- If length &lt; 32767, (test case could be performed)</w:t>
            </w:r>
          </w:p>
          <w:p w:rsidR="00C0341F" w:rsidRPr="00241E66" w:rsidRDefault="00C0341F" w:rsidP="00E45C0F">
            <w:pPr>
              <w:pStyle w:val="PL"/>
              <w:keepNext/>
              <w:rPr>
                <w:noProof w:val="0"/>
              </w:rPr>
            </w:pPr>
            <w:r w:rsidRPr="00241E66">
              <w:rPr>
                <w:noProof w:val="0"/>
              </w:rPr>
              <w:t>2.1- Fill the available transient memory space by creating array, using method JCSystem.makeTransientByteArray(length, JCSystem.CLEAR_ON_RESET)</w:t>
            </w:r>
          </w:p>
          <w:p w:rsidR="00C0341F" w:rsidRPr="00241E66" w:rsidRDefault="00C0341F" w:rsidP="00E45C0F">
            <w:pPr>
              <w:pStyle w:val="PL"/>
              <w:keepNext/>
              <w:rPr>
                <w:noProof w:val="0"/>
              </w:rPr>
            </w:pP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 xml:space="preserve">2.2- Applet calls method getTheUICCView() with event </w:t>
            </w:r>
          </w:p>
          <w:p w:rsidR="00C0341F" w:rsidRPr="00241E66" w:rsidRDefault="00C0341F" w:rsidP="00E45C0F">
            <w:pPr>
              <w:pStyle w:val="PL"/>
              <w:keepNext/>
              <w:rPr>
                <w:noProof w:val="0"/>
              </w:rPr>
            </w:pPr>
            <w:r w:rsidRPr="00241E66">
              <w:rPr>
                <w:noProof w:val="0"/>
              </w:rPr>
              <w:t>JCSystem.CLEAR_ON_RESET</w:t>
            </w:r>
          </w:p>
          <w:p w:rsidR="00C0341F" w:rsidRPr="00241E66" w:rsidRDefault="00C0341F" w:rsidP="00E45C0F">
            <w:pPr>
              <w:pStyle w:val="PL"/>
              <w:keepNext/>
              <w:rPr>
                <w:noProof w:val="0"/>
              </w:rPr>
            </w:pPr>
          </w:p>
          <w:p w:rsidR="00C0341F" w:rsidRPr="00241E66" w:rsidRDefault="00C0341F" w:rsidP="00E45C0F">
            <w:pPr>
              <w:pStyle w:val="PL"/>
              <w:keepNext/>
              <w:rPr>
                <w:b/>
                <w:bCs/>
                <w:noProof w:val="0"/>
                <w:sz w:val="18"/>
              </w:rPr>
            </w:pPr>
            <w:r w:rsidRPr="00241E66">
              <w:rPr>
                <w:noProof w:val="0"/>
              </w:rPr>
              <w:t>4- Reset</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1- No exception shall be thrown</w:t>
            </w: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2.1- No exception shall be thrown</w:t>
            </w: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2.2-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6</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rPr>
                <w:b w:val="0"/>
                <w:bCs/>
              </w:rPr>
            </w:pPr>
            <w:r w:rsidRPr="00241E66">
              <w:t>NO_TRANSIENT_SPACE SystemException</w:t>
            </w:r>
            <w:r w:rsidRPr="00241E66">
              <w:br/>
              <w:t>with CLEAR_ON_DESELECT Fileview object</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1- Select the Applet by AID</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2- Get the available transient memory space using method length=JCSystem.</w:t>
            </w:r>
            <w:hyperlink r:id="rId11" w:anchor="getAvailableMemory%28byte%29" w:history="1">
              <w:r w:rsidRPr="00241E66">
                <w:rPr>
                  <w:noProof w:val="0"/>
                </w:rPr>
                <w:t>getAvailableMemory</w:t>
              </w:r>
            </w:hyperlink>
            <w:r w:rsidRPr="00241E66">
              <w:rPr>
                <w:noProof w:val="0"/>
              </w:rPr>
              <w:t>(MEMORY_TYPE_TRANSIENT_DESELECT)</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3- If length &lt; 32767, (test case could be performed)</w:t>
            </w:r>
          </w:p>
          <w:p w:rsidR="00C0341F" w:rsidRPr="00241E66" w:rsidRDefault="00C0341F" w:rsidP="003C2A6F">
            <w:pPr>
              <w:pStyle w:val="PL"/>
              <w:keepNext/>
              <w:rPr>
                <w:noProof w:val="0"/>
              </w:rPr>
            </w:pPr>
            <w:r w:rsidRPr="00241E66">
              <w:rPr>
                <w:noProof w:val="0"/>
              </w:rPr>
              <w:t>3.1- Fill the available transient memory space by creating array, using method JCSystem.makeTransientByteArray(length, JCSystem.CLEAR_ON_DESELECT)</w:t>
            </w:r>
          </w:p>
          <w:p w:rsidR="00C0341F" w:rsidRPr="00241E66" w:rsidRDefault="00C0341F" w:rsidP="003C2A6F">
            <w:pPr>
              <w:pStyle w:val="PL"/>
              <w:keepNext/>
              <w:rPr>
                <w:noProof w:val="0"/>
              </w:rPr>
            </w:pP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 xml:space="preserve">3.2- Applet calls method getTheUICCView() with event </w:t>
            </w:r>
          </w:p>
          <w:p w:rsidR="00C0341F" w:rsidRPr="00241E66" w:rsidRDefault="00C0341F" w:rsidP="003C2A6F">
            <w:pPr>
              <w:pStyle w:val="PL"/>
              <w:keepNext/>
              <w:rPr>
                <w:noProof w:val="0"/>
              </w:rPr>
            </w:pPr>
            <w:r w:rsidRPr="00241E66">
              <w:rPr>
                <w:noProof w:val="0"/>
              </w:rPr>
              <w:t>JCSystem.CLEAR_ON_DESELECT</w:t>
            </w:r>
          </w:p>
          <w:p w:rsidR="00C0341F" w:rsidRPr="00241E66" w:rsidRDefault="00C0341F" w:rsidP="003C2A6F">
            <w:pPr>
              <w:pStyle w:val="ZT"/>
              <w:keepNext/>
              <w:framePr w:wrap="notBeside"/>
              <w:widowControl/>
              <w:jc w:val="left"/>
              <w:rPr>
                <w:b w:val="0"/>
                <w:bCs/>
                <w:sz w:val="18"/>
              </w:rPr>
            </w:pPr>
          </w:p>
          <w:p w:rsidR="00C0341F" w:rsidRPr="00241E66" w:rsidRDefault="00C0341F" w:rsidP="003C2A6F">
            <w:pPr>
              <w:pStyle w:val="PL"/>
              <w:keepNext/>
              <w:framePr w:wrap="notBeside" w:hAnchor="margin" w:yAlign="center"/>
              <w:rPr>
                <w:b/>
                <w:bCs/>
                <w:noProof w:val="0"/>
                <w:sz w:val="18"/>
              </w:rPr>
            </w:pPr>
            <w:r w:rsidRPr="00241E66">
              <w:rPr>
                <w:noProof w:val="0"/>
              </w:rPr>
              <w:t>4- Reset</w:t>
            </w: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ZT"/>
              <w:keepNext/>
              <w:framePr w:wrap="notBeside"/>
              <w:widowControl/>
              <w:jc w:val="left"/>
              <w:rPr>
                <w:b w:val="0"/>
                <w:bCs/>
                <w:sz w:val="18"/>
              </w:rPr>
            </w:pPr>
          </w:p>
          <w:p w:rsidR="00C0341F" w:rsidRPr="00241E66" w:rsidRDefault="00C0341F" w:rsidP="003C2A6F">
            <w:pPr>
              <w:pStyle w:val="ZT"/>
              <w:keepNext/>
              <w:framePr w:wrap="notBeside"/>
              <w:widowControl/>
              <w:jc w:val="left"/>
              <w:rPr>
                <w:b w:val="0"/>
                <w:bCs/>
                <w:sz w:val="18"/>
              </w:rPr>
            </w:pPr>
          </w:p>
          <w:p w:rsidR="00C0341F" w:rsidRPr="00241E66" w:rsidRDefault="00C0341F" w:rsidP="003C2A6F">
            <w:pPr>
              <w:pStyle w:val="ZT"/>
              <w:keepNext/>
              <w:framePr w:wrap="notBeside"/>
              <w:widowControl/>
              <w:jc w:val="left"/>
              <w:rPr>
                <w:b w:val="0"/>
                <w:bCs/>
                <w:sz w:val="18"/>
              </w:rPr>
            </w:pPr>
          </w:p>
          <w:p w:rsidR="00C0341F" w:rsidRPr="00241E66" w:rsidRDefault="00C0341F" w:rsidP="003C2A6F">
            <w:pPr>
              <w:pStyle w:val="ZT"/>
              <w:keepNext/>
              <w:framePr w:wrap="notBeside"/>
              <w:widowControl/>
              <w:jc w:val="left"/>
              <w:rPr>
                <w:b w:val="0"/>
                <w:bCs/>
                <w:sz w:val="18"/>
              </w:rPr>
            </w:pPr>
            <w:r w:rsidRPr="00241E66">
              <w:rPr>
                <w:b w:val="0"/>
                <w:bCs/>
                <w:sz w:val="18"/>
              </w:rPr>
              <w:t>1- Applet1 is selected</w:t>
            </w:r>
          </w:p>
          <w:p w:rsidR="00C0341F" w:rsidRPr="00241E66" w:rsidRDefault="00C0341F" w:rsidP="003C2A6F">
            <w:pPr>
              <w:pStyle w:val="TAL"/>
              <w:keepLines w:val="0"/>
            </w:pPr>
          </w:p>
          <w:p w:rsidR="00C0341F" w:rsidRPr="00241E66" w:rsidRDefault="00C0341F" w:rsidP="003C2A6F">
            <w:pPr>
              <w:pStyle w:val="TAL"/>
              <w:keepLines w:val="0"/>
            </w:pPr>
            <w:r w:rsidRPr="00241E66">
              <w:t>2- No exception shall be thrown</w:t>
            </w: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r w:rsidRPr="00241E66">
              <w:t>3.1- No exception shall be thrown</w:t>
            </w: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r w:rsidRPr="00241E66">
              <w:t>3.2-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7</w:t>
            </w:r>
          </w:p>
        </w:tc>
        <w:tc>
          <w:tcPr>
            <w:tcW w:w="432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ILLEGAL_VALUE SystemException</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getTheUICCView() with every event codes except 0,1,2</w:t>
            </w:r>
          </w:p>
          <w:p w:rsidR="00C0341F" w:rsidRPr="00241E66" w:rsidRDefault="00C0341F" w:rsidP="003C2A6F">
            <w:pPr>
              <w:pStyle w:val="PL"/>
              <w:rPr>
                <w:noProof w:val="0"/>
              </w:rPr>
            </w:pPr>
          </w:p>
          <w:p w:rsidR="00C0341F" w:rsidRPr="00241E66" w:rsidRDefault="00C0341F" w:rsidP="003C2A6F">
            <w:pPr>
              <w:pStyle w:val="PL"/>
              <w:rPr>
                <w:noProof w:val="0"/>
              </w:rPr>
            </w:pPr>
          </w:p>
        </w:tc>
        <w:tc>
          <w:tcPr>
            <w:tcW w:w="2696"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1- SystemException.ILLEGAL_VALUE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bl>
    <w:p w:rsidR="00C0341F" w:rsidRPr="00241E66" w:rsidRDefault="00C0341F"/>
    <w:p w:rsidR="00C0341F" w:rsidRPr="00241E66" w:rsidRDefault="00C0341F">
      <w:pPr>
        <w:pStyle w:val="Heading4"/>
      </w:pPr>
      <w:r w:rsidRPr="00241E66">
        <w:t>5.3.2.2</w:t>
      </w:r>
      <w:r w:rsidRPr="00241E66">
        <w:tab/>
        <w:t>Method getTheAdminFileView(javacard.framework.AID aid, byte event)</w:t>
      </w:r>
    </w:p>
    <w:p w:rsidR="00C0341F" w:rsidRPr="00241E66" w:rsidRDefault="00C0341F">
      <w:r w:rsidRPr="00241E66">
        <w:t>Test Area Reference: Api_4_Afb_Gtafob.</w:t>
      </w:r>
    </w:p>
    <w:p w:rsidR="00C0341F" w:rsidRPr="00241E66" w:rsidRDefault="00C0341F" w:rsidP="00B54FD2">
      <w:pPr>
        <w:pStyle w:val="Heading5"/>
      </w:pPr>
      <w:r w:rsidRPr="00241E66">
        <w:t>5.3.2.2.1</w:t>
      </w:r>
      <w:r w:rsidRPr="00241E66">
        <w:tab/>
        <w:t>Conformance requirement:</w:t>
      </w:r>
    </w:p>
    <w:p w:rsidR="00C0341F" w:rsidRPr="00241E66" w:rsidRDefault="00C0341F">
      <w:r w:rsidRPr="00241E66">
        <w:t>The method with following header shall compliant to its definition in the API.</w:t>
      </w:r>
    </w:p>
    <w:p w:rsidR="00C0341F" w:rsidRPr="00241E66" w:rsidRDefault="00C0341F">
      <w:pPr>
        <w:pStyle w:val="PL"/>
        <w:rPr>
          <w:noProof w:val="0"/>
        </w:rPr>
      </w:pPr>
      <w:r w:rsidRPr="00241E66">
        <w:rPr>
          <w:noProof w:val="0"/>
        </w:rPr>
        <w:t>public static AdminFileView getTheAdminFileView(javacard.framework.AID aid, byte event)</w:t>
      </w:r>
    </w:p>
    <w:p w:rsidR="00C0341F" w:rsidRPr="00241E66" w:rsidRDefault="00C0341F">
      <w:pPr>
        <w:pStyle w:val="PL"/>
        <w:rPr>
          <w:noProof w:val="0"/>
        </w:rPr>
      </w:pPr>
      <w:r w:rsidRPr="00241E66">
        <w:rPr>
          <w:noProof w:val="0"/>
        </w:rPr>
        <w:tab/>
      </w:r>
      <w:r w:rsidRPr="00241E66">
        <w:rPr>
          <w:noProof w:val="0"/>
        </w:rPr>
        <w:tab/>
      </w:r>
      <w:r w:rsidRPr="00241E66">
        <w:rPr>
          <w:noProof w:val="0"/>
        </w:rPr>
        <w:tab/>
      </w:r>
      <w:r w:rsidRPr="00241E66">
        <w:rPr>
          <w:noProof w:val="0"/>
        </w:rPr>
        <w:tab/>
        <w:t xml:space="preserve">throws NullPointerException, </w:t>
      </w:r>
    </w:p>
    <w:p w:rsidR="00C0341F" w:rsidRPr="00241E66" w:rsidRDefault="00C0341F">
      <w:pPr>
        <w:pStyle w:val="PL"/>
        <w:rPr>
          <w:noProof w:val="0"/>
        </w:rPr>
      </w:pPr>
      <w:r w:rsidRPr="00241E66">
        <w:rPr>
          <w:noProof w:val="0"/>
        </w:rPr>
        <w:tab/>
      </w:r>
      <w:r w:rsidRPr="00241E66">
        <w:rPr>
          <w:noProof w:val="0"/>
        </w:rPr>
        <w:tab/>
      </w:r>
      <w:r w:rsidRPr="00241E66">
        <w:rPr>
          <w:noProof w:val="0"/>
        </w:rPr>
        <w:tab/>
      </w:r>
      <w:r w:rsidRPr="00241E66">
        <w:rPr>
          <w:noProof w:val="0"/>
        </w:rPr>
        <w:tab/>
      </w:r>
      <w:r w:rsidRPr="00241E66">
        <w:rPr>
          <w:noProof w:val="0"/>
        </w:rPr>
        <w:tab/>
        <w:t xml:space="preserve">   javacard.framework.SystemException</w:t>
      </w:r>
    </w:p>
    <w:p w:rsidR="00C0341F" w:rsidRPr="00241E66" w:rsidRDefault="00C0341F">
      <w:pPr>
        <w:pStyle w:val="PL"/>
        <w:rPr>
          <w:noProof w:val="0"/>
        </w:rPr>
      </w:pPr>
    </w:p>
    <w:p w:rsidR="00C0341F" w:rsidRPr="00241E66" w:rsidRDefault="00C0341F">
      <w:pPr>
        <w:pStyle w:val="H6"/>
      </w:pPr>
      <w:r w:rsidRPr="00241E66">
        <w:t>5.3.2.2.1.1</w:t>
      </w:r>
      <w:r w:rsidRPr="00241E66">
        <w:tab/>
        <w:t>Normal execution</w:t>
      </w:r>
    </w:p>
    <w:p w:rsidR="00C0341F" w:rsidRPr="00241E66" w:rsidRDefault="00C0341F" w:rsidP="00C0341F">
      <w:pPr>
        <w:pStyle w:val="B1"/>
      </w:pPr>
      <w:r w:rsidRPr="00241E66">
        <w:t>CRRN1: returns a reference to class which implements the AdminFileView  interface on an ADF file system defined by is AID.</w:t>
      </w:r>
    </w:p>
    <w:p w:rsidR="00C0341F" w:rsidRPr="00241E66" w:rsidRDefault="00C0341F" w:rsidP="00C0341F">
      <w:pPr>
        <w:pStyle w:val="B1"/>
      </w:pPr>
      <w:r w:rsidRPr="00241E66">
        <w:t>CRRN2: returns null if the ADF with the AID does not exist.</w:t>
      </w:r>
    </w:p>
    <w:p w:rsidR="00C0341F" w:rsidRPr="00241E66" w:rsidRDefault="00C0341F" w:rsidP="00C0341F">
      <w:pPr>
        <w:pStyle w:val="B1"/>
      </w:pPr>
      <w:r w:rsidRPr="00241E66">
        <w:lastRenderedPageBreak/>
        <w:t>CRRN3: returns null if one of the javacard.framework.Applet.register(..) method has not previously invoked by the applet invoking this method or the filesystem server does not exist or the filesystem server returns null.</w:t>
      </w:r>
    </w:p>
    <w:p w:rsidR="00C0341F" w:rsidRPr="00241E66" w:rsidRDefault="00C0341F" w:rsidP="00C0341F">
      <w:pPr>
        <w:pStyle w:val="B1"/>
      </w:pPr>
      <w:r w:rsidRPr="00241E66">
        <w:t>CRRN4: After a successful invocation of the method the ADF is the currently selected file.</w:t>
      </w:r>
    </w:p>
    <w:p w:rsidR="00C0341F" w:rsidRPr="00241E66" w:rsidRDefault="00C0341F" w:rsidP="00C0341F">
      <w:pPr>
        <w:pStyle w:val="B1"/>
      </w:pPr>
      <w:r w:rsidRPr="00241E66">
        <w:t>CRRN5: A separate and independent file context shall be associated with each and every AdminFileView  object: the operation performed on files in a given AdminFileView  object shall not affect the file context associated with any other AdminFileView  object.This context can be transient or persistent depending on what was required by the Applet during the creation of the AdminFileView object.</w:t>
      </w:r>
    </w:p>
    <w:p w:rsidR="00C0341F" w:rsidRPr="00241E66" w:rsidRDefault="00C0341F" w:rsidP="00C0341F">
      <w:pPr>
        <w:pStyle w:val="B1"/>
      </w:pPr>
      <w:r w:rsidRPr="00241E66">
        <w:t>CRRN6: It is not possible to access files which are not located under the ADF.</w:t>
      </w:r>
    </w:p>
    <w:p w:rsidR="00C0341F" w:rsidRPr="00241E66" w:rsidRDefault="00C0341F" w:rsidP="003C2A6F">
      <w:pPr>
        <w:pStyle w:val="H6"/>
      </w:pPr>
      <w:r w:rsidRPr="00241E66">
        <w:t>5.3.2.2.1.2</w:t>
      </w:r>
      <w:r w:rsidRPr="00241E66">
        <w:tab/>
        <w:t>Parameter errors</w:t>
      </w:r>
    </w:p>
    <w:p w:rsidR="00C0341F" w:rsidRPr="00241E66" w:rsidRDefault="00C0341F" w:rsidP="003C2A6F">
      <w:pPr>
        <w:pStyle w:val="B1"/>
        <w:keepNext/>
      </w:pPr>
      <w:r w:rsidRPr="00241E66">
        <w:t>CRRP1: If event is not one of the following values JCSystem.NOT_A_TRANSIENT_OBJECT, JCSystem.CLEAR_ON_DESELECT, or JCSystem.CLEAR_ON_RESET a SystemException is thrown. The value of the SystemException shall be SystemException.ILLEGAL_VALUE.</w:t>
      </w:r>
    </w:p>
    <w:p w:rsidR="00C0341F" w:rsidRPr="00241E66" w:rsidRDefault="00C0341F" w:rsidP="00C0341F">
      <w:pPr>
        <w:pStyle w:val="B1"/>
      </w:pPr>
      <w:r w:rsidRPr="00241E66">
        <w:t>CRRP2:</w:t>
      </w:r>
      <w:r w:rsidRPr="00241E66">
        <w:rPr>
          <w:rStyle w:val="HTMLCode"/>
        </w:rPr>
        <w:t xml:space="preserve"> </w:t>
      </w:r>
      <w:r w:rsidRPr="00241E66">
        <w:t>If the AID is null a NullPointerException shall be thrown.</w:t>
      </w:r>
    </w:p>
    <w:p w:rsidR="00C0341F" w:rsidRPr="00241E66" w:rsidRDefault="00C0341F">
      <w:pPr>
        <w:pStyle w:val="H6"/>
      </w:pPr>
      <w:r w:rsidRPr="00241E66">
        <w:t>5.3.2.2.1.3</w:t>
      </w:r>
      <w:r w:rsidRPr="00241E66">
        <w:tab/>
        <w:t>Context errors</w:t>
      </w:r>
    </w:p>
    <w:p w:rsidR="00C0341F" w:rsidRPr="00241E66" w:rsidRDefault="00C0341F" w:rsidP="00C0341F">
      <w:pPr>
        <w:pStyle w:val="B1"/>
      </w:pPr>
      <w:r w:rsidRPr="00241E66">
        <w:t>CRRC1: If event is JCSystem.CLEAR_ON_RESET or JCSystem.CLEAR_ON_DESELECT and not enough transient memory space is available a SystemException shall be thrown with reason code SystemException.NO_TRANSIENT_SPACE.</w:t>
      </w:r>
    </w:p>
    <w:p w:rsidR="00C0341F" w:rsidRPr="00241E66" w:rsidRDefault="00C0341F" w:rsidP="00C0341F">
      <w:pPr>
        <w:pStyle w:val="B1"/>
      </w:pPr>
      <w:r w:rsidRPr="00241E66">
        <w:t>CRRC2: If event is JCSystem.CLEAR_ON_DESELECT and the applet is not a currently selected applet a SystemException with reason code SystemException.ILLEGAL_TRANSIENT shall be thrown.</w:t>
      </w:r>
    </w:p>
    <w:p w:rsidR="00C0341F" w:rsidRPr="00241E66" w:rsidRDefault="00C0341F" w:rsidP="00B54FD2">
      <w:pPr>
        <w:pStyle w:val="Heading5"/>
      </w:pPr>
      <w:r w:rsidRPr="00241E66">
        <w:t>5.3.2.2.2</w:t>
      </w:r>
      <w:r w:rsidRPr="00241E66">
        <w:tab/>
        <w:t xml:space="preserve">Test area files </w:t>
      </w:r>
    </w:p>
    <w:p w:rsidR="00C0341F" w:rsidRPr="00241E66" w:rsidRDefault="00C0341F" w:rsidP="00C0341F">
      <w:pPr>
        <w:pStyle w:val="EX"/>
      </w:pPr>
      <w:r w:rsidRPr="00241E66">
        <w:t>Test Source:</w:t>
      </w:r>
      <w:r w:rsidRPr="00241E66">
        <w:tab/>
        <w:t>Test_ Api_4_Afb_Gtafob.java.</w:t>
      </w:r>
    </w:p>
    <w:p w:rsidR="00C0341F" w:rsidRPr="00241E66" w:rsidRDefault="00C0341F" w:rsidP="00C0341F">
      <w:pPr>
        <w:pStyle w:val="EX"/>
      </w:pPr>
      <w:r w:rsidRPr="00241E66">
        <w:t>Test Applet:</w:t>
      </w:r>
      <w:r w:rsidRPr="00241E66">
        <w:tab/>
        <w:t>Api_4_Afb_Gtafob.java.</w:t>
      </w:r>
    </w:p>
    <w:p w:rsidR="00C0341F" w:rsidRPr="00241E66" w:rsidRDefault="00C0341F" w:rsidP="00C0341F">
      <w:pPr>
        <w:pStyle w:val="EX"/>
      </w:pPr>
      <w:r w:rsidRPr="00241E66">
        <w:t>Cap File:</w:t>
      </w:r>
      <w:r w:rsidRPr="00241E66">
        <w:tab/>
      </w:r>
      <w:r w:rsidR="008714AD" w:rsidRPr="00241E66">
        <w:t>A</w:t>
      </w:r>
      <w:r w:rsidRPr="00241E66">
        <w:t>pi_4_Afb_Gtafob.cap.</w:t>
      </w:r>
    </w:p>
    <w:p w:rsidR="00C0341F" w:rsidRPr="00241E66" w:rsidRDefault="00C0341F" w:rsidP="00B54FD2">
      <w:pPr>
        <w:pStyle w:val="Heading5"/>
      </w:pPr>
      <w:r w:rsidRPr="00241E66">
        <w:t>5.3.2.2.3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5051"/>
      </w:tblGrid>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 to 3</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5, 6</w:t>
            </w:r>
          </w:p>
          <w:p w:rsidR="00C0341F" w:rsidRPr="00241E66" w:rsidRDefault="00C0341F">
            <w:pPr>
              <w:pStyle w:val="TAC"/>
              <w:keepNext w:val="0"/>
              <w:keepLines w:val="0"/>
            </w:pPr>
            <w:r w:rsidRPr="00241E66">
              <w:t>Testable only if available transient space is lower than 32767</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r>
    </w:tbl>
    <w:p w:rsidR="00C0341F" w:rsidRPr="00241E66" w:rsidRDefault="00C0341F" w:rsidP="00C0341F"/>
    <w:p w:rsidR="00C0341F" w:rsidRPr="00241E66" w:rsidRDefault="00C0341F" w:rsidP="00E45C0F">
      <w:pPr>
        <w:pStyle w:val="Heading5"/>
        <w:keepLines w:val="0"/>
      </w:pPr>
      <w:r w:rsidRPr="00241E66">
        <w:lastRenderedPageBreak/>
        <w:t>5.3.2.2.4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C0341F" w:rsidRPr="00241E66" w:rsidTr="00C0341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pPr>
            <w:r w:rsidRPr="00241E66">
              <w:t>Id</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rPr>
                <w:sz w:val="16"/>
              </w:rPr>
            </w:pPr>
            <w:r w:rsidRPr="00241E66">
              <w:rPr>
                <w:sz w:val="16"/>
              </w:rPr>
              <w:t>Description</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rPr>
                <w:sz w:val="16"/>
              </w:rPr>
            </w:pPr>
            <w:r w:rsidRPr="00241E66">
              <w:rPr>
                <w:sz w:val="16"/>
              </w:rPr>
              <w:t>API Expectation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rPr>
                <w:sz w:val="16"/>
              </w:rPr>
            </w:pPr>
            <w:r w:rsidRPr="00241E66">
              <w:rPr>
                <w:sz w:val="16"/>
              </w:rPr>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Lines w:val="0"/>
            </w:pPr>
            <w:r w:rsidRPr="00241E66">
              <w:t>1</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pPr>
            <w:r w:rsidRPr="00241E66">
              <w:t>Method returns null</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1- Install Applet1 with full access rights on the  UICC file system</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2- Invoke the method getTheAdminFileView  before the javacard.framework.Applet.register(..) method invocation</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3- Envelope menu selection is sent to the UICC</w:t>
            </w:r>
          </w:p>
          <w:p w:rsidR="00C0341F" w:rsidRPr="00241E66" w:rsidRDefault="00C0341F" w:rsidP="00E45C0F">
            <w:pPr>
              <w:pStyle w:val="PL"/>
              <w:keepNext/>
              <w:rPr>
                <w:noProof w:val="0"/>
              </w:rPr>
            </w:pPr>
          </w:p>
          <w:p w:rsidR="00C0341F" w:rsidRPr="00241E66" w:rsidRDefault="00C0341F" w:rsidP="00E45C0F">
            <w:pPr>
              <w:pStyle w:val="PL"/>
              <w:keepNext/>
              <w:rPr>
                <w:noProof w:val="0"/>
              </w:rPr>
            </w:pPr>
            <w:r w:rsidRPr="00241E66">
              <w:rPr>
                <w:noProof w:val="0"/>
              </w:rPr>
              <w:t xml:space="preserve">4- Invoke the method </w:t>
            </w:r>
            <w:r w:rsidRPr="00241E66">
              <w:rPr>
                <w:bCs/>
                <w:noProof w:val="0"/>
              </w:rPr>
              <w:t>getTheAdminFileView() with AID = unknown ADF AID</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2- returns null</w:t>
            </w: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p>
          <w:p w:rsidR="00C0341F" w:rsidRPr="00241E66" w:rsidRDefault="00C0341F" w:rsidP="00E45C0F">
            <w:pPr>
              <w:pStyle w:val="TAL"/>
              <w:keepLines w:val="0"/>
            </w:pPr>
            <w:r w:rsidRPr="00241E66">
              <w:t>3- applet is triggered</w:t>
            </w:r>
          </w:p>
          <w:p w:rsidR="00C0341F" w:rsidRPr="00241E66" w:rsidRDefault="00C0341F" w:rsidP="00E45C0F">
            <w:pPr>
              <w:pStyle w:val="TAL"/>
              <w:keepLines w:val="0"/>
            </w:pPr>
          </w:p>
          <w:p w:rsidR="00C0341F" w:rsidRPr="00241E66" w:rsidRDefault="00C0341F" w:rsidP="00E45C0F">
            <w:pPr>
              <w:pStyle w:val="TAL"/>
              <w:keepLines w:val="0"/>
              <w:rPr>
                <w:b/>
                <w:bCs/>
                <w:sz w:val="16"/>
              </w:rPr>
            </w:pPr>
            <w:r w:rsidRPr="00241E66">
              <w:t>4- returns null</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Lines w:val="0"/>
              <w:jc w:val="left"/>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2</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pPr>
            <w:r w:rsidRPr="00241E66">
              <w:t>Normal execution</w:t>
            </w:r>
          </w:p>
          <w:p w:rsidR="00C0341F" w:rsidRPr="00241E66" w:rsidRDefault="00C0341F" w:rsidP="003C2A6F">
            <w:pPr>
              <w:pStyle w:val="PL"/>
              <w:keepNext/>
              <w:rPr>
                <w:bCs/>
                <w:noProof w:val="0"/>
              </w:rPr>
            </w:pPr>
            <w:r w:rsidRPr="00241E66">
              <w:rPr>
                <w:bCs/>
                <w:noProof w:val="0"/>
              </w:rPr>
              <w:t>1- Envelope menu selection is sent to the UICC</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Invoke the method getTheAdminFileView() with AID = ADF1 with the event JCSystem.NOT_A_TRANSIENT_OBJECT</w:t>
            </w:r>
          </w:p>
          <w:p w:rsidR="00C0341F" w:rsidRPr="00241E66" w:rsidRDefault="00C0341F" w:rsidP="003C2A6F">
            <w:pPr>
              <w:pStyle w:val="PL"/>
              <w:keepNext/>
              <w:rPr>
                <w:bCs/>
                <w:noProof w:val="0"/>
              </w:rPr>
            </w:pPr>
            <w:r w:rsidRPr="00241E66">
              <w:rPr>
                <w:bCs/>
                <w:noProof w:val="0"/>
              </w:rPr>
              <w:t>and stores the result in a class variable FV1</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FV1.status() command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Select DFTest using FV1 Select EFTARU using FV1Read first 3 bytes using FV1</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Reset</w:t>
            </w:r>
          </w:p>
          <w:p w:rsidR="00C0341F" w:rsidRPr="00241E66" w:rsidRDefault="00C0341F" w:rsidP="003C2A6F">
            <w:pPr>
              <w:pStyle w:val="PL"/>
              <w:keepNext/>
              <w:rPr>
                <w:bCs/>
                <w:noProof w:val="0"/>
              </w:rPr>
            </w:pPr>
            <w:r w:rsidRPr="00241E66">
              <w:rPr>
                <w:bCs/>
                <w:noProof w:val="0"/>
              </w:rPr>
              <w:t>Terminal profile</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2 - Envelope menu selection is sent to the UICC</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FV1.status() command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Read first 3 bytes using FV1</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 xml:space="preserve">Applet1 calls FV1.select(EFRFU1) </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Invoke the method getTheAdminFileView() with the event JCSystem.CLEAR_ON_RESET and stores the result in a class variable FV2</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FV2.status() command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Select DFTest using FV2</w:t>
            </w:r>
          </w:p>
          <w:p w:rsidR="00C0341F" w:rsidRPr="00241E66" w:rsidRDefault="00C0341F" w:rsidP="003C2A6F">
            <w:pPr>
              <w:pStyle w:val="PL"/>
              <w:keepNext/>
              <w:rPr>
                <w:bCs/>
                <w:noProof w:val="0"/>
              </w:rPr>
            </w:pPr>
            <w:r w:rsidRPr="00241E66">
              <w:rPr>
                <w:bCs/>
                <w:noProof w:val="0"/>
              </w:rPr>
              <w:t>Select EFTARU using FV2</w:t>
            </w:r>
          </w:p>
          <w:p w:rsidR="00C0341F" w:rsidRPr="00241E66" w:rsidRDefault="00C0341F" w:rsidP="003C2A6F">
            <w:pPr>
              <w:pStyle w:val="PL"/>
              <w:keepNext/>
              <w:rPr>
                <w:bCs/>
                <w:noProof w:val="0"/>
              </w:rPr>
            </w:pPr>
            <w:r w:rsidRPr="00241E66">
              <w:rPr>
                <w:bCs/>
                <w:noProof w:val="0"/>
              </w:rPr>
              <w:t>Read first 3 bytes using FV2</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Reset</w:t>
            </w:r>
          </w:p>
          <w:p w:rsidR="00C0341F" w:rsidRPr="00241E66" w:rsidRDefault="00C0341F" w:rsidP="003C2A6F">
            <w:pPr>
              <w:pStyle w:val="PL"/>
              <w:keepNext/>
              <w:rPr>
                <w:bCs/>
                <w:noProof w:val="0"/>
              </w:rPr>
            </w:pPr>
            <w:r w:rsidRPr="00241E66">
              <w:rPr>
                <w:bCs/>
                <w:noProof w:val="0"/>
              </w:rPr>
              <w:t>Terminal profile</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4 - Envelope menu selection is sent to the UICC</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FV2.status() command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Read first 3 bytes using FV2</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 xml:space="preserve">Applet1 calls FV2.select(EFRFU1) </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5- Select the Applet by AID</w:t>
            </w:r>
          </w:p>
          <w:p w:rsidR="00C0341F" w:rsidRPr="00241E66" w:rsidRDefault="00C0341F" w:rsidP="003C2A6F">
            <w:pPr>
              <w:pStyle w:val="PL"/>
              <w:keepNext/>
              <w:rPr>
                <w:bCs/>
                <w:noProof w:val="0"/>
              </w:rPr>
            </w:pPr>
            <w:r w:rsidRPr="00241E66">
              <w:rPr>
                <w:bCs/>
                <w:noProof w:val="0"/>
              </w:rPr>
              <w:t xml:space="preserve">Invoke the method getTheAdminFileView() with AID = ADF1 with the event: </w:t>
            </w:r>
            <w:r w:rsidRPr="00241E66">
              <w:rPr>
                <w:bCs/>
                <w:noProof w:val="0"/>
              </w:rPr>
              <w:lastRenderedPageBreak/>
              <w:t>JCSystem.CLEAR_ON_DESELECT and stores the result in a class variable FV3</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FV3.status() command</w:t>
            </w:r>
          </w:p>
          <w:p w:rsidR="00C0341F" w:rsidRPr="00241E66" w:rsidRDefault="00C0341F" w:rsidP="003C2A6F">
            <w:pPr>
              <w:pStyle w:val="PL"/>
              <w:keepNext/>
              <w:rPr>
                <w:bCs/>
                <w:noProof w:val="0"/>
              </w:rPr>
            </w:pPr>
            <w:r w:rsidRPr="00241E66">
              <w:rPr>
                <w:bCs/>
                <w:noProof w:val="0"/>
              </w:rPr>
              <w:t>Select DFTest using FV3 Select EFTARU using FV3</w:t>
            </w:r>
          </w:p>
          <w:p w:rsidR="00C0341F" w:rsidRPr="00241E66" w:rsidRDefault="00C0341F" w:rsidP="003C2A6F">
            <w:pPr>
              <w:pStyle w:val="PL"/>
              <w:keepNext/>
              <w:rPr>
                <w:bCs/>
                <w:noProof w:val="0"/>
              </w:rPr>
            </w:pPr>
            <w:r w:rsidRPr="00241E66">
              <w:rPr>
                <w:bCs/>
                <w:noProof w:val="0"/>
              </w:rPr>
              <w:t>Read first 3 bytes using FV3</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6- Select the Applet by AID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Applet1 calls FV3.status() command</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Read first 3 bytes using FV3</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 xml:space="preserve">Applet1 calls FV3.select(EFRFU1) </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p>
          <w:p w:rsidR="00C0341F" w:rsidRPr="00241E66" w:rsidRDefault="00C0341F" w:rsidP="003C2A6F">
            <w:pPr>
              <w:pStyle w:val="PL"/>
              <w:keepNext/>
              <w:framePr w:wrap="notBeside" w:hAnchor="margin" w:yAlign="center"/>
              <w:rPr>
                <w:b/>
                <w:bCs/>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rPr>
                <w:bCs/>
              </w:rPr>
            </w:pPr>
          </w:p>
          <w:p w:rsidR="00C0341F" w:rsidRPr="00241E66" w:rsidRDefault="00C0341F" w:rsidP="003C2A6F">
            <w:pPr>
              <w:pStyle w:val="TAL"/>
            </w:pPr>
            <w:r w:rsidRPr="00241E66">
              <w:t>1- Applet1 is triggered</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r w:rsidRPr="00241E66">
              <w:rPr>
                <w:bCs/>
              </w:rPr>
              <w:t>No Exception shall be thrown</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pPr>
            <w:r w:rsidRPr="00241E66">
              <w:t>Current selected DF is ADF1</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pPr>
            <w:r w:rsidRPr="00241E66">
              <w:t>Expected value is {FF FF FF}</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r w:rsidRPr="00241E66">
              <w:rPr>
                <w:bCs/>
              </w:rPr>
              <w:t>2- Applet1 is triggered</w:t>
            </w:r>
          </w:p>
          <w:p w:rsidR="00C0341F" w:rsidRPr="00241E66" w:rsidRDefault="00C0341F" w:rsidP="003C2A6F">
            <w:pPr>
              <w:pStyle w:val="TAL"/>
              <w:rPr>
                <w:bCs/>
              </w:rPr>
            </w:pPr>
          </w:p>
          <w:p w:rsidR="00C0341F" w:rsidRPr="00241E66" w:rsidRDefault="00C0341F" w:rsidP="003C2A6F">
            <w:pPr>
              <w:pStyle w:val="TAL"/>
              <w:rPr>
                <w:vertAlign w:val="subscript"/>
              </w:rPr>
            </w:pPr>
            <w:r w:rsidRPr="00241E66">
              <w:t>Current selected DF is DF</w:t>
            </w:r>
            <w:r w:rsidRPr="00241E66">
              <w:rPr>
                <w:vertAlign w:val="subscript"/>
              </w:rPr>
              <w:t>Test</w:t>
            </w:r>
          </w:p>
          <w:p w:rsidR="00C0341F" w:rsidRPr="00241E66" w:rsidRDefault="00C0341F" w:rsidP="003C2A6F">
            <w:pPr>
              <w:pStyle w:val="TAL"/>
              <w:rPr>
                <w:vertAlign w:val="subscript"/>
              </w:rPr>
            </w:pPr>
          </w:p>
          <w:p w:rsidR="00C0341F" w:rsidRPr="00241E66" w:rsidRDefault="00C0341F" w:rsidP="003C2A6F">
            <w:pPr>
              <w:pStyle w:val="TAL"/>
            </w:pPr>
            <w:r w:rsidRPr="00241E66">
              <w:t>Expected value is {FF FF FF}</w:t>
            </w:r>
          </w:p>
          <w:p w:rsidR="00C0341F" w:rsidRPr="00241E66" w:rsidRDefault="00C0341F" w:rsidP="003C2A6F">
            <w:pPr>
              <w:pStyle w:val="TAL"/>
            </w:pPr>
          </w:p>
          <w:p w:rsidR="00C0341F" w:rsidRPr="00241E66" w:rsidRDefault="00C0341F" w:rsidP="003C2A6F">
            <w:pPr>
              <w:pStyle w:val="TAL"/>
            </w:pPr>
            <w:r w:rsidRPr="00241E66">
              <w:t>UICCExceptionUICCException.FILE_NOT_FOUND is thrown</w:t>
            </w:r>
          </w:p>
          <w:p w:rsidR="00C0341F" w:rsidRPr="00241E66" w:rsidRDefault="00C0341F" w:rsidP="003C2A6F">
            <w:pPr>
              <w:pStyle w:val="TAL"/>
            </w:pPr>
          </w:p>
          <w:p w:rsidR="00C0341F" w:rsidRPr="00241E66" w:rsidRDefault="00C0341F" w:rsidP="003C2A6F">
            <w:pPr>
              <w:pStyle w:val="TAL"/>
            </w:pPr>
            <w:r w:rsidRPr="00241E66">
              <w:t>No exception shall be thrown</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pPr>
            <w:r w:rsidRPr="00241E66">
              <w:t>Current selected DF is the ADF1</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Expected value is {FF FF FF}</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4- Applet1 is triggered</w:t>
            </w:r>
          </w:p>
          <w:p w:rsidR="00C0341F" w:rsidRPr="00241E66" w:rsidRDefault="00C0341F" w:rsidP="003C2A6F">
            <w:pPr>
              <w:pStyle w:val="TAL"/>
            </w:pPr>
          </w:p>
          <w:p w:rsidR="00C0341F" w:rsidRPr="00241E66" w:rsidRDefault="00C0341F" w:rsidP="003C2A6F">
            <w:pPr>
              <w:pStyle w:val="TAL"/>
            </w:pPr>
            <w:r w:rsidRPr="00241E66">
              <w:t>Current selected DF is the ADF1</w:t>
            </w:r>
          </w:p>
          <w:p w:rsidR="00C0341F" w:rsidRPr="00241E66" w:rsidRDefault="00C0341F" w:rsidP="003C2A6F">
            <w:pPr>
              <w:pStyle w:val="TAL"/>
            </w:pPr>
          </w:p>
          <w:p w:rsidR="00C0341F" w:rsidRPr="00241E66" w:rsidRDefault="009F0B5C" w:rsidP="003C2A6F">
            <w:pPr>
              <w:pStyle w:val="TAL"/>
            </w:pPr>
            <w:hyperlink r:id="rId12" w:tooltip="class in uicc.access" w:history="1">
              <w:r w:rsidR="00C0341F" w:rsidRPr="00241E66">
                <w:t>UICCException</w:t>
              </w:r>
            </w:hyperlink>
            <w:r w:rsidR="00C0341F" w:rsidRPr="00241E66">
              <w:t>. NO_EF_SELECTED</w:t>
            </w:r>
          </w:p>
          <w:p w:rsidR="00C0341F" w:rsidRPr="00241E66" w:rsidRDefault="00C0341F" w:rsidP="003C2A6F">
            <w:pPr>
              <w:pStyle w:val="TAL"/>
            </w:pPr>
          </w:p>
          <w:p w:rsidR="00C0341F" w:rsidRPr="00241E66" w:rsidRDefault="00C0341F" w:rsidP="003C2A6F">
            <w:pPr>
              <w:pStyle w:val="TAL"/>
            </w:pPr>
          </w:p>
          <w:p w:rsidR="00C0341F" w:rsidRPr="00241E66" w:rsidRDefault="009F0B5C" w:rsidP="003C2A6F">
            <w:pPr>
              <w:pStyle w:val="TAL"/>
            </w:pPr>
            <w:hyperlink r:id="rId13" w:tooltip="class in uicc.access" w:history="1">
              <w:r w:rsidR="00C0341F" w:rsidRPr="00241E66">
                <w:t>UICCException</w:t>
              </w:r>
            </w:hyperlink>
            <w:r w:rsidR="00C0341F" w:rsidRPr="00241E66">
              <w:t>.FILE_NOT_FOUND is thrown</w:t>
            </w:r>
          </w:p>
          <w:p w:rsidR="00C0341F" w:rsidRPr="00241E66" w:rsidRDefault="00C0341F" w:rsidP="003C2A6F">
            <w:pPr>
              <w:pStyle w:val="TAL"/>
            </w:pPr>
          </w:p>
          <w:p w:rsidR="00C0341F" w:rsidRPr="00241E66" w:rsidRDefault="00C0341F" w:rsidP="003C2A6F">
            <w:pPr>
              <w:pStyle w:val="TAL"/>
            </w:pPr>
            <w:r w:rsidRPr="00241E66">
              <w:t>5- Applet1 is selected</w:t>
            </w:r>
          </w:p>
          <w:p w:rsidR="00C0341F" w:rsidRPr="00241E66" w:rsidRDefault="00C0341F" w:rsidP="003C2A6F">
            <w:pPr>
              <w:pStyle w:val="TAL"/>
              <w:rPr>
                <w:bCs/>
              </w:rPr>
            </w:pPr>
          </w:p>
          <w:p w:rsidR="00C0341F" w:rsidRPr="00241E66" w:rsidRDefault="00C0341F" w:rsidP="003C2A6F">
            <w:pPr>
              <w:pStyle w:val="TAL"/>
              <w:rPr>
                <w:bCs/>
              </w:rPr>
            </w:pPr>
          </w:p>
          <w:p w:rsidR="00C0341F" w:rsidRPr="00241E66" w:rsidRDefault="00C0341F" w:rsidP="003C2A6F">
            <w:pPr>
              <w:pStyle w:val="TAL"/>
              <w:rPr>
                <w:bCs/>
              </w:rPr>
            </w:pPr>
            <w:r w:rsidRPr="00241E66">
              <w:rPr>
                <w:bCs/>
              </w:rPr>
              <w:lastRenderedPageBreak/>
              <w:t>No Exception shall be thrown</w:t>
            </w:r>
          </w:p>
          <w:p w:rsidR="00C0341F" w:rsidRPr="00241E66" w:rsidRDefault="00C0341F" w:rsidP="003C2A6F">
            <w:pPr>
              <w:pStyle w:val="TAL"/>
              <w:rPr>
                <w:bCs/>
              </w:rPr>
            </w:pPr>
          </w:p>
          <w:p w:rsidR="00C0341F" w:rsidRPr="00241E66" w:rsidRDefault="00C0341F" w:rsidP="003C2A6F">
            <w:pPr>
              <w:pStyle w:val="TAL"/>
            </w:pPr>
            <w:r w:rsidRPr="00241E66">
              <w:t>Current selected DF is ADF1</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Expected value is {FF FF FF}</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6- Applet1 is selected</w:t>
            </w:r>
          </w:p>
          <w:p w:rsidR="00C0341F" w:rsidRPr="00241E66" w:rsidRDefault="00C0341F" w:rsidP="003C2A6F">
            <w:pPr>
              <w:pStyle w:val="TAL"/>
            </w:pPr>
          </w:p>
          <w:p w:rsidR="00C0341F" w:rsidRPr="00241E66" w:rsidRDefault="00C0341F" w:rsidP="003C2A6F">
            <w:pPr>
              <w:pStyle w:val="TAL"/>
            </w:pPr>
            <w:r w:rsidRPr="00241E66">
              <w:t>Current selected DF is ADF1</w:t>
            </w:r>
          </w:p>
          <w:p w:rsidR="00C0341F" w:rsidRPr="00241E66" w:rsidRDefault="00C0341F" w:rsidP="003C2A6F">
            <w:pPr>
              <w:pStyle w:val="TAL"/>
            </w:pPr>
          </w:p>
          <w:p w:rsidR="00C0341F" w:rsidRPr="00241E66" w:rsidRDefault="00C0341F" w:rsidP="003C2A6F">
            <w:pPr>
              <w:pStyle w:val="TAL"/>
            </w:pPr>
            <w:r w:rsidRPr="00241E66">
              <w:t>UICCException.NO_EF_SELECTED shall be thrown</w:t>
            </w:r>
          </w:p>
          <w:p w:rsidR="00C0341F" w:rsidRPr="00241E66" w:rsidRDefault="00C0341F" w:rsidP="003C2A6F">
            <w:pPr>
              <w:pStyle w:val="TAL"/>
            </w:pPr>
          </w:p>
          <w:p w:rsidR="00C0341F" w:rsidRPr="00241E66" w:rsidRDefault="00C0341F" w:rsidP="003C2A6F">
            <w:pPr>
              <w:pStyle w:val="TAL"/>
            </w:pPr>
          </w:p>
          <w:p w:rsidR="00C0341F" w:rsidRPr="00241E66" w:rsidRDefault="00C0341F" w:rsidP="003C2A6F">
            <w:pPr>
              <w:pStyle w:val="TAL"/>
            </w:pPr>
            <w:r w:rsidRPr="00241E66">
              <w:t>UICCException.FILE_NOT_FOUND shall be thrown</w:t>
            </w:r>
          </w:p>
          <w:p w:rsidR="00C0341F" w:rsidRPr="00241E66" w:rsidRDefault="00C0341F" w:rsidP="003C2A6F">
            <w:pPr>
              <w:pStyle w:val="TAL"/>
              <w:rPr>
                <w:sz w:val="16"/>
              </w:rPr>
            </w:pP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lastRenderedPageBreak/>
              <w:t>3</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FileView context independency</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1- Envelope menu selection is sent to the UICC</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2- Check that previous fileviews are different (FV1 != FV2 != FV3)</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3- Select DFTest/EFLARU using FV1</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4- Select DFTest/EFCARU using FV2</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5- Select DFTest/EFCARU using FV3</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6- Read record number 1 using FV1 (in absolute mode)</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7- Read record number 2 using FV2 (in absolute mode)</w:t>
            </w:r>
          </w:p>
          <w:p w:rsidR="00C0341F" w:rsidRPr="00241E66" w:rsidRDefault="00C0341F">
            <w:pPr>
              <w:pStyle w:val="PL"/>
              <w:framePr w:wrap="notBeside" w:hAnchor="margin" w:yAlign="center"/>
              <w:rPr>
                <w:b/>
                <w:bCs/>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Applet1 is triggered</w:t>
            </w: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p>
          <w:p w:rsidR="00C0341F" w:rsidRPr="00241E66" w:rsidRDefault="00C0341F">
            <w:pPr>
              <w:pStyle w:val="TAL"/>
            </w:pPr>
            <w:r w:rsidRPr="00241E66">
              <w:t>3- No exception shall be thrown</w:t>
            </w:r>
          </w:p>
          <w:p w:rsidR="00C0341F" w:rsidRPr="00241E66" w:rsidRDefault="00C0341F">
            <w:pPr>
              <w:pStyle w:val="TAL"/>
            </w:pPr>
          </w:p>
          <w:p w:rsidR="00C0341F" w:rsidRPr="00241E66" w:rsidRDefault="00C0341F">
            <w:pPr>
              <w:pStyle w:val="TAL"/>
            </w:pPr>
            <w:r w:rsidRPr="00241E66">
              <w:t>4- No exception shall be thrown</w:t>
            </w:r>
          </w:p>
          <w:p w:rsidR="00C0341F" w:rsidRPr="00241E66" w:rsidRDefault="00C0341F">
            <w:pPr>
              <w:pStyle w:val="TAL"/>
            </w:pPr>
          </w:p>
          <w:p w:rsidR="00C0341F" w:rsidRPr="00241E66" w:rsidRDefault="00C0341F">
            <w:pPr>
              <w:pStyle w:val="TAL"/>
            </w:pPr>
            <w:r w:rsidRPr="00241E66">
              <w:t>5- An exception shall be thrown</w:t>
            </w:r>
          </w:p>
          <w:p w:rsidR="00C0341F" w:rsidRPr="00241E66" w:rsidRDefault="00C0341F">
            <w:pPr>
              <w:pStyle w:val="TAL"/>
            </w:pPr>
          </w:p>
          <w:p w:rsidR="00C0341F" w:rsidRPr="00241E66" w:rsidRDefault="00C0341F">
            <w:pPr>
              <w:pStyle w:val="TAL"/>
            </w:pPr>
            <w:r w:rsidRPr="00241E66">
              <w:t>6- Expected value is “55 55 55 55”</w:t>
            </w:r>
          </w:p>
          <w:p w:rsidR="00C0341F" w:rsidRPr="00241E66" w:rsidRDefault="00C0341F">
            <w:pPr>
              <w:pStyle w:val="TAL"/>
            </w:pPr>
          </w:p>
          <w:p w:rsidR="00C0341F" w:rsidRPr="00241E66" w:rsidRDefault="00C0341F">
            <w:pPr>
              <w:pStyle w:val="TAL"/>
              <w:rPr>
                <w:sz w:val="16"/>
              </w:rPr>
            </w:pPr>
            <w:r w:rsidRPr="00241E66">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HTMLPreformatted"/>
              <w:jc w:val="center"/>
            </w:pPr>
            <w:r w:rsidRPr="00241E66">
              <w:t>4</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ILLEGAL_TRANSIENT SystemException</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1- Envelope menu selection is sent to the UICC</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2- Applet1 calls getTheAdminFileView() method with the event JCSystem.CLEAR_ON_DESELECT</w:t>
            </w:r>
          </w:p>
          <w:p w:rsidR="00C0341F" w:rsidRPr="00241E66" w:rsidRDefault="00C0341F">
            <w:pPr>
              <w:pStyle w:val="PL"/>
              <w:framePr w:wrap="notBeside" w:hAnchor="margin" w:yAlign="center"/>
              <w:rPr>
                <w:b/>
                <w:bCs/>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p>
          <w:p w:rsidR="00C0341F" w:rsidRPr="00241E66" w:rsidRDefault="00C0341F">
            <w:pPr>
              <w:pStyle w:val="TAL"/>
            </w:pPr>
          </w:p>
          <w:p w:rsidR="00C0341F" w:rsidRPr="00241E66" w:rsidRDefault="00C0341F">
            <w:pPr>
              <w:pStyle w:val="TAL"/>
            </w:pPr>
            <w:r w:rsidRPr="00241E66">
              <w:t>1- Applet1 is triggered</w:t>
            </w:r>
          </w:p>
          <w:p w:rsidR="00C0341F" w:rsidRPr="00241E66" w:rsidRDefault="00C0341F">
            <w:pPr>
              <w:pStyle w:val="TAL"/>
            </w:pPr>
          </w:p>
          <w:p w:rsidR="00C0341F" w:rsidRPr="00241E66" w:rsidRDefault="00C0341F">
            <w:pPr>
              <w:pStyle w:val="TAL"/>
              <w:rPr>
                <w:sz w:val="16"/>
              </w:rPr>
            </w:pPr>
            <w:r w:rsidRPr="00241E66">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pPr>
              <w:pStyle w:val="HTMLPreformatted"/>
              <w:jc w:val="center"/>
            </w:pPr>
            <w:r w:rsidRPr="00241E66">
              <w:t>5</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NO_TRANSIENT_SPACE SystemException</w:t>
            </w:r>
          </w:p>
          <w:p w:rsidR="00C0341F" w:rsidRPr="00241E66" w:rsidRDefault="00C0341F">
            <w:pPr>
              <w:pStyle w:val="TAH"/>
            </w:pPr>
            <w:r w:rsidRPr="00241E66">
              <w:t>with CLEAR_ON_RESET FileView object</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1  Get the available transient memory space using method length = JCSystem.getAvailableMemory(MEMORY_TYPE_TRANSIENT_RESET)</w:t>
            </w:r>
          </w:p>
          <w:p w:rsidR="00C0341F" w:rsidRPr="00241E66" w:rsidRDefault="00C0341F">
            <w:pPr>
              <w:pStyle w:val="PL"/>
              <w:rPr>
                <w:bCs/>
                <w:noProof w:val="0"/>
              </w:rPr>
            </w:pPr>
          </w:p>
          <w:p w:rsidR="00C0341F" w:rsidRPr="00241E66" w:rsidRDefault="00C0341F">
            <w:pPr>
              <w:pStyle w:val="PL"/>
              <w:rPr>
                <w:bCs/>
                <w:noProof w:val="0"/>
              </w:rPr>
            </w:pPr>
            <w:r w:rsidRPr="00241E66">
              <w:rPr>
                <w:noProof w:val="0"/>
              </w:rPr>
              <w:t>2- If length &lt; 32767, (test case could be performed)</w:t>
            </w:r>
          </w:p>
          <w:p w:rsidR="00C0341F" w:rsidRPr="00241E66" w:rsidRDefault="00C0341F">
            <w:pPr>
              <w:pStyle w:val="PL"/>
              <w:rPr>
                <w:bCs/>
                <w:noProof w:val="0"/>
              </w:rPr>
            </w:pPr>
            <w:r w:rsidRPr="00241E66">
              <w:rPr>
                <w:bCs/>
                <w:noProof w:val="0"/>
              </w:rPr>
              <w:t>2.1- Fill the available transient memory space by creating array, using method JCSystem.makeTransientByteArray(length, JCSystem.CLEAR_ON_RESET)</w:t>
            </w:r>
          </w:p>
          <w:p w:rsidR="00C0341F" w:rsidRPr="00241E66" w:rsidRDefault="00C0341F">
            <w:pPr>
              <w:pStyle w:val="PL"/>
              <w:rPr>
                <w:bCs/>
                <w:noProof w:val="0"/>
              </w:rPr>
            </w:pPr>
          </w:p>
          <w:p w:rsidR="00C0341F" w:rsidRPr="00241E66" w:rsidRDefault="00C0341F">
            <w:pPr>
              <w:pStyle w:val="PL"/>
              <w:rPr>
                <w:bCs/>
                <w:noProof w:val="0"/>
              </w:rPr>
            </w:pPr>
            <w:r w:rsidRPr="00241E66">
              <w:rPr>
                <w:bCs/>
                <w:noProof w:val="0"/>
              </w:rPr>
              <w:t>2.2- Applet calls method getTheAdminFileView() with AID = ADF1</w:t>
            </w:r>
          </w:p>
          <w:p w:rsidR="00C0341F" w:rsidRPr="00241E66" w:rsidRDefault="00C0341F">
            <w:pPr>
              <w:pStyle w:val="PL"/>
              <w:rPr>
                <w:bCs/>
                <w:noProof w:val="0"/>
              </w:rPr>
            </w:pPr>
            <w:r w:rsidRPr="00241E66">
              <w:rPr>
                <w:bCs/>
                <w:noProof w:val="0"/>
              </w:rPr>
              <w:t xml:space="preserve"> with event </w:t>
            </w:r>
          </w:p>
          <w:p w:rsidR="00C0341F" w:rsidRPr="00241E66" w:rsidRDefault="00C0341F" w:rsidP="00C0341F">
            <w:pPr>
              <w:pStyle w:val="PL"/>
              <w:rPr>
                <w:bCs/>
                <w:noProof w:val="0"/>
              </w:rPr>
            </w:pPr>
            <w:r w:rsidRPr="00241E66">
              <w:rPr>
                <w:bCs/>
                <w:noProof w:val="0"/>
              </w:rPr>
              <w:t>JCSystem.CLEAR_ON_RESET</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bCs/>
              </w:rPr>
            </w:pPr>
            <w:r w:rsidRPr="00241E66">
              <w:rPr>
                <w:bCs/>
              </w:rPr>
              <w:t>1- No Exception shall be thrown</w:t>
            </w:r>
          </w:p>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bCs/>
              </w:rPr>
            </w:pPr>
            <w:r w:rsidRPr="00241E66">
              <w:rPr>
                <w:bCs/>
              </w:rPr>
              <w:t>2.1- No Exception shall be thrown</w:t>
            </w:r>
          </w:p>
          <w:p w:rsidR="00C0341F" w:rsidRPr="00241E66" w:rsidRDefault="00C0341F">
            <w:pPr>
              <w:pStyle w:val="TAL"/>
              <w:rPr>
                <w:bCs/>
              </w:rPr>
            </w:pPr>
          </w:p>
          <w:p w:rsidR="00C0341F" w:rsidRPr="00241E66" w:rsidRDefault="00C0341F">
            <w:pPr>
              <w:pStyle w:val="TAL"/>
              <w:rPr>
                <w:bCs/>
              </w:rPr>
            </w:pPr>
          </w:p>
          <w:p w:rsidR="00C0341F" w:rsidRPr="00241E66" w:rsidRDefault="00C0341F">
            <w:pPr>
              <w:pStyle w:val="TAL"/>
              <w:rPr>
                <w:sz w:val="16"/>
              </w:rPr>
            </w:pPr>
            <w:r w:rsidRPr="00241E66">
              <w:rPr>
                <w:bCs/>
              </w:rPr>
              <w:t>2.2-SystemException.NO_TRANSIENT_SPACE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Lines w:val="0"/>
            </w:pPr>
            <w:r w:rsidRPr="00241E66">
              <w:lastRenderedPageBreak/>
              <w:t>6</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Lines w:val="0"/>
            </w:pPr>
            <w:r w:rsidRPr="00241E66">
              <w:t>NO_TRANSIENT_SPACE SystemException</w:t>
            </w:r>
          </w:p>
          <w:p w:rsidR="00C0341F" w:rsidRPr="00241E66" w:rsidRDefault="00C0341F" w:rsidP="00E45C0F">
            <w:pPr>
              <w:pStyle w:val="TAH"/>
              <w:keepLines w:val="0"/>
            </w:pPr>
            <w:r w:rsidRPr="00241E66">
              <w:t>with CLEAR_ON_DESELECT FileView object</w:t>
            </w:r>
          </w:p>
          <w:p w:rsidR="00C0341F" w:rsidRPr="00241E66" w:rsidRDefault="00C0341F" w:rsidP="00E45C0F">
            <w:pPr>
              <w:pStyle w:val="PL"/>
              <w:keepNext/>
              <w:rPr>
                <w:bCs/>
                <w:noProof w:val="0"/>
              </w:rPr>
            </w:pPr>
          </w:p>
          <w:p w:rsidR="00C0341F" w:rsidRPr="00241E66" w:rsidRDefault="00C0341F" w:rsidP="00E45C0F">
            <w:pPr>
              <w:pStyle w:val="PL"/>
              <w:keepNext/>
              <w:rPr>
                <w:bCs/>
                <w:noProof w:val="0"/>
              </w:rPr>
            </w:pPr>
            <w:r w:rsidRPr="00241E66">
              <w:rPr>
                <w:bCs/>
                <w:noProof w:val="0"/>
              </w:rPr>
              <w:t>1 - Select the Applet by AID</w:t>
            </w:r>
          </w:p>
          <w:p w:rsidR="00C0341F" w:rsidRPr="00241E66" w:rsidRDefault="00C0341F" w:rsidP="00E45C0F">
            <w:pPr>
              <w:pStyle w:val="PL"/>
              <w:keepNext/>
              <w:rPr>
                <w:bCs/>
                <w:noProof w:val="0"/>
              </w:rPr>
            </w:pPr>
          </w:p>
          <w:p w:rsidR="00C0341F" w:rsidRPr="00241E66" w:rsidRDefault="00C0341F" w:rsidP="00E45C0F">
            <w:pPr>
              <w:pStyle w:val="PL"/>
              <w:keepNext/>
              <w:rPr>
                <w:bCs/>
                <w:noProof w:val="0"/>
              </w:rPr>
            </w:pPr>
            <w:r w:rsidRPr="00241E66">
              <w:rPr>
                <w:bCs/>
                <w:noProof w:val="0"/>
              </w:rPr>
              <w:t>2- Get the available transient memory space using method length = JCSystem.getAvailableMemory(MEMORY_TYPE_TRANSIENT_DESELECT)</w:t>
            </w:r>
          </w:p>
          <w:p w:rsidR="00C0341F" w:rsidRPr="00241E66" w:rsidRDefault="00C0341F" w:rsidP="00E45C0F">
            <w:pPr>
              <w:pStyle w:val="PL"/>
              <w:keepNext/>
              <w:rPr>
                <w:bCs/>
                <w:noProof w:val="0"/>
              </w:rPr>
            </w:pPr>
          </w:p>
          <w:p w:rsidR="00C0341F" w:rsidRPr="00241E66" w:rsidRDefault="00C0341F" w:rsidP="00E45C0F">
            <w:pPr>
              <w:pStyle w:val="PL"/>
              <w:keepNext/>
              <w:rPr>
                <w:bCs/>
                <w:noProof w:val="0"/>
              </w:rPr>
            </w:pPr>
            <w:r w:rsidRPr="00241E66">
              <w:rPr>
                <w:noProof w:val="0"/>
              </w:rPr>
              <w:t>3- If length &lt; 32767, (test case could be performed)</w:t>
            </w:r>
          </w:p>
          <w:p w:rsidR="00C0341F" w:rsidRPr="00241E66" w:rsidRDefault="00C0341F" w:rsidP="00E45C0F">
            <w:pPr>
              <w:pStyle w:val="PL"/>
              <w:keepNext/>
              <w:rPr>
                <w:bCs/>
                <w:noProof w:val="0"/>
              </w:rPr>
            </w:pPr>
            <w:r w:rsidRPr="00241E66">
              <w:rPr>
                <w:bCs/>
                <w:noProof w:val="0"/>
              </w:rPr>
              <w:t>3.1- Fill the available transient memory space by creating array, using method JCSystem.makeTransientByteArray(length, JCSystem.CLEAR_ON_DESELECT)</w:t>
            </w:r>
          </w:p>
          <w:p w:rsidR="00C0341F" w:rsidRPr="00241E66" w:rsidRDefault="00C0341F" w:rsidP="00E45C0F">
            <w:pPr>
              <w:pStyle w:val="PL"/>
              <w:keepNext/>
              <w:rPr>
                <w:bCs/>
                <w:noProof w:val="0"/>
              </w:rPr>
            </w:pPr>
            <w:r w:rsidRPr="00241E66">
              <w:rPr>
                <w:bCs/>
                <w:noProof w:val="0"/>
              </w:rPr>
              <w:t>}</w:t>
            </w:r>
          </w:p>
          <w:p w:rsidR="00C0341F" w:rsidRPr="00241E66" w:rsidRDefault="00C0341F" w:rsidP="00E45C0F">
            <w:pPr>
              <w:pStyle w:val="PL"/>
              <w:keepNext/>
              <w:rPr>
                <w:bCs/>
                <w:noProof w:val="0"/>
              </w:rPr>
            </w:pPr>
          </w:p>
          <w:p w:rsidR="00C0341F" w:rsidRPr="00241E66" w:rsidRDefault="00C0341F" w:rsidP="00E45C0F">
            <w:pPr>
              <w:pStyle w:val="PL"/>
              <w:keepNext/>
              <w:rPr>
                <w:bCs/>
                <w:noProof w:val="0"/>
              </w:rPr>
            </w:pPr>
            <w:r w:rsidRPr="00241E66">
              <w:rPr>
                <w:bCs/>
                <w:noProof w:val="0"/>
              </w:rPr>
              <w:t>3.2- Applet calls method getTheAdminFileView() with AID = ADF1</w:t>
            </w:r>
          </w:p>
          <w:p w:rsidR="00C0341F" w:rsidRPr="00241E66" w:rsidRDefault="00C0341F" w:rsidP="00E45C0F">
            <w:pPr>
              <w:pStyle w:val="PL"/>
              <w:keepNext/>
              <w:rPr>
                <w:bCs/>
                <w:noProof w:val="0"/>
              </w:rPr>
            </w:pPr>
            <w:r w:rsidRPr="00241E66">
              <w:rPr>
                <w:bCs/>
                <w:noProof w:val="0"/>
              </w:rPr>
              <w:t xml:space="preserve"> with event:</w:t>
            </w:r>
          </w:p>
          <w:p w:rsidR="00C0341F" w:rsidRPr="00241E66" w:rsidRDefault="00C0341F" w:rsidP="00E45C0F">
            <w:pPr>
              <w:pStyle w:val="PL"/>
              <w:keepNext/>
              <w:framePr w:wrap="notBeside" w:hAnchor="margin" w:yAlign="center"/>
              <w:rPr>
                <w:bCs/>
                <w:noProof w:val="0"/>
              </w:rPr>
            </w:pPr>
            <w:r w:rsidRPr="00241E66">
              <w:rPr>
                <w:bCs/>
                <w:noProof w:val="0"/>
              </w:rPr>
              <w:t>JCSystem.CLEAR_ON_DESELECT</w:t>
            </w:r>
          </w:p>
          <w:p w:rsidR="00C0341F" w:rsidRPr="00241E66" w:rsidRDefault="00C0341F" w:rsidP="00E45C0F">
            <w:pPr>
              <w:pStyle w:val="PL"/>
              <w:keepNext/>
              <w:framePr w:wrap="notBeside" w:hAnchor="margin" w:yAlign="center"/>
              <w:rPr>
                <w:bCs/>
                <w:noProof w:val="0"/>
              </w:rPr>
            </w:pPr>
          </w:p>
          <w:p w:rsidR="00C0341F" w:rsidRPr="00241E66" w:rsidRDefault="00C0341F" w:rsidP="00E45C0F">
            <w:pPr>
              <w:pStyle w:val="PL"/>
              <w:keepNext/>
              <w:framePr w:wrap="notBeside" w:hAnchor="margin" w:yAlign="center"/>
              <w:rPr>
                <w:b/>
                <w:bCs/>
                <w:noProof w:val="0"/>
              </w:rPr>
            </w:pPr>
            <w:r w:rsidRPr="00241E66">
              <w:rPr>
                <w:bCs/>
                <w:noProof w:val="0"/>
              </w:rPr>
              <w:t>4- Reset</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r w:rsidRPr="00241E66">
              <w:rPr>
                <w:bCs/>
              </w:rPr>
              <w:t>1- Applet1 is triggered</w:t>
            </w:r>
          </w:p>
          <w:p w:rsidR="00C0341F" w:rsidRPr="00241E66" w:rsidRDefault="00C0341F" w:rsidP="00E45C0F">
            <w:pPr>
              <w:pStyle w:val="TAL"/>
              <w:keepLines w:val="0"/>
              <w:rPr>
                <w:bCs/>
              </w:rPr>
            </w:pPr>
          </w:p>
          <w:p w:rsidR="00C0341F" w:rsidRPr="00241E66" w:rsidRDefault="00C0341F" w:rsidP="00E45C0F">
            <w:pPr>
              <w:pStyle w:val="TAL"/>
              <w:keepLines w:val="0"/>
              <w:rPr>
                <w:bCs/>
              </w:rPr>
            </w:pPr>
            <w:r w:rsidRPr="00241E66">
              <w:rPr>
                <w:bCs/>
              </w:rPr>
              <w:t>2- No Exception shall be thrown</w:t>
            </w: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r w:rsidRPr="00241E66">
              <w:rPr>
                <w:bCs/>
              </w:rPr>
              <w:t>3.1- No Exception shall be thrown</w:t>
            </w: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rPr>
                <w:bCs/>
              </w:rPr>
            </w:pPr>
          </w:p>
          <w:p w:rsidR="00C0341F" w:rsidRPr="00241E66" w:rsidRDefault="00C0341F" w:rsidP="00E45C0F">
            <w:pPr>
              <w:pStyle w:val="TAL"/>
              <w:keepLines w:val="0"/>
              <w:framePr w:wrap="notBeside" w:hAnchor="margin" w:yAlign="center"/>
              <w:rPr>
                <w:b/>
                <w:bCs/>
                <w:sz w:val="16"/>
              </w:rPr>
            </w:pPr>
            <w:r w:rsidRPr="00241E66">
              <w:rPr>
                <w:bCs/>
              </w:rPr>
              <w:t>3.2-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Next w:val="0"/>
              <w:keepLines w:val="0"/>
            </w:pPr>
            <w:r w:rsidRPr="00241E66">
              <w:t>7</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Next w:val="0"/>
              <w:keepLines w:val="0"/>
            </w:pPr>
            <w:r w:rsidRPr="00241E66">
              <w:t>ILLEGAL_VALUE SystemException</w:t>
            </w:r>
          </w:p>
          <w:p w:rsidR="00C0341F" w:rsidRPr="00241E66" w:rsidRDefault="00C0341F" w:rsidP="00E45C0F">
            <w:pPr>
              <w:pStyle w:val="PL"/>
              <w:rPr>
                <w:bCs/>
                <w:noProof w:val="0"/>
              </w:rPr>
            </w:pPr>
          </w:p>
          <w:p w:rsidR="00C0341F" w:rsidRPr="00241E66" w:rsidRDefault="00C0341F" w:rsidP="00E45C0F">
            <w:pPr>
              <w:pStyle w:val="PL"/>
              <w:rPr>
                <w:bCs/>
                <w:noProof w:val="0"/>
              </w:rPr>
            </w:pPr>
            <w:r w:rsidRPr="00241E66">
              <w:rPr>
                <w:bCs/>
                <w:noProof w:val="0"/>
              </w:rPr>
              <w:t>1- Invoke the method getTheAdminFileView() with every event codes except: 0, 1, 2</w:t>
            </w:r>
          </w:p>
          <w:p w:rsidR="00C0341F" w:rsidRPr="00241E66" w:rsidRDefault="00C0341F" w:rsidP="00E45C0F">
            <w:pPr>
              <w:pStyle w:val="PL"/>
              <w:framePr w:wrap="notBeside" w:hAnchor="margin" w:yAlign="center"/>
              <w:rPr>
                <w:b/>
                <w:bCs/>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Next w:val="0"/>
              <w:keepLines w:val="0"/>
            </w:pPr>
          </w:p>
          <w:p w:rsidR="00C0341F" w:rsidRPr="00241E66" w:rsidRDefault="00C0341F" w:rsidP="00E45C0F">
            <w:pPr>
              <w:pStyle w:val="TAL"/>
              <w:keepNext w:val="0"/>
              <w:keepLines w:val="0"/>
            </w:pPr>
          </w:p>
          <w:p w:rsidR="00C0341F" w:rsidRPr="00241E66" w:rsidRDefault="00C0341F" w:rsidP="00E45C0F">
            <w:pPr>
              <w:pStyle w:val="TAL"/>
              <w:keepNext w:val="0"/>
              <w:keepLines w:val="0"/>
            </w:pPr>
            <w:r w:rsidRPr="00241E66">
              <w:t>1- SystemException.ILLEGAL_VALUE is thrown</w:t>
            </w:r>
          </w:p>
          <w:p w:rsidR="00C0341F" w:rsidRPr="00241E66" w:rsidRDefault="00C0341F" w:rsidP="00E45C0F">
            <w:pPr>
              <w:pStyle w:val="TAL"/>
              <w:keepNext w:val="0"/>
              <w:keepLines w:val="0"/>
              <w:rPr>
                <w:sz w:val="16"/>
              </w:rPr>
            </w:pP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Next w:val="0"/>
              <w:keepLines w:val="0"/>
              <w:rPr>
                <w:sz w:val="16"/>
              </w:rPr>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C"/>
              <w:keepNext w:val="0"/>
              <w:keepLines w:val="0"/>
            </w:pPr>
            <w:r w:rsidRPr="00241E66">
              <w:t>8</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H"/>
              <w:keepNext w:val="0"/>
              <w:keepLines w:val="0"/>
            </w:pPr>
            <w:r w:rsidRPr="00241E66">
              <w:t>NullPointerException</w:t>
            </w:r>
          </w:p>
          <w:p w:rsidR="00C0341F" w:rsidRPr="00241E66" w:rsidRDefault="00C0341F" w:rsidP="00E45C0F">
            <w:pPr>
              <w:pStyle w:val="PL"/>
              <w:rPr>
                <w:bCs/>
                <w:noProof w:val="0"/>
              </w:rPr>
            </w:pPr>
          </w:p>
          <w:p w:rsidR="00C0341F" w:rsidRPr="00241E66" w:rsidRDefault="00C0341F" w:rsidP="00E45C0F">
            <w:pPr>
              <w:pStyle w:val="PL"/>
              <w:rPr>
                <w:bCs/>
                <w:noProof w:val="0"/>
              </w:rPr>
            </w:pPr>
            <w:r w:rsidRPr="00241E66">
              <w:rPr>
                <w:bCs/>
                <w:noProof w:val="0"/>
              </w:rPr>
              <w:t>Invoke the method getTheAdminFileView() with AID = NULL</w:t>
            </w:r>
          </w:p>
          <w:p w:rsidR="00C0341F" w:rsidRPr="00241E66" w:rsidRDefault="00C0341F" w:rsidP="00E45C0F">
            <w:pPr>
              <w:pStyle w:val="PL"/>
              <w:rPr>
                <w:bCs/>
                <w:noProof w:val="0"/>
              </w:rPr>
            </w:pPr>
            <w:r w:rsidRPr="00241E66">
              <w:rPr>
                <w:bCs/>
                <w:noProof w:val="0"/>
              </w:rPr>
              <w:t xml:space="preserve"> with event:</w:t>
            </w:r>
          </w:p>
          <w:p w:rsidR="00C0341F" w:rsidRPr="00241E66" w:rsidRDefault="00C0341F" w:rsidP="00E45C0F">
            <w:pPr>
              <w:pStyle w:val="PL"/>
              <w:rPr>
                <w:bCs/>
                <w:noProof w:val="0"/>
              </w:rPr>
            </w:pPr>
            <w:r w:rsidRPr="00241E66">
              <w:rPr>
                <w:bCs/>
                <w:noProof w:val="0"/>
              </w:rPr>
              <w:t>1 - JCSystem.CLEAR_ON_RESET</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Next w:val="0"/>
              <w:keepLines w:val="0"/>
              <w:rPr>
                <w:bCs/>
              </w:rPr>
            </w:pPr>
          </w:p>
          <w:p w:rsidR="00C0341F" w:rsidRPr="00241E66" w:rsidRDefault="00C0341F" w:rsidP="00E45C0F">
            <w:pPr>
              <w:pStyle w:val="TAL"/>
              <w:keepNext w:val="0"/>
              <w:keepLines w:val="0"/>
              <w:rPr>
                <w:bCs/>
              </w:rPr>
            </w:pPr>
          </w:p>
          <w:p w:rsidR="00C0341F" w:rsidRPr="00241E66" w:rsidRDefault="00C0341F" w:rsidP="00E45C0F">
            <w:pPr>
              <w:pStyle w:val="TAL"/>
              <w:keepNext w:val="0"/>
              <w:keepLines w:val="0"/>
              <w:rPr>
                <w:bCs/>
              </w:rPr>
            </w:pPr>
          </w:p>
          <w:p w:rsidR="00C0341F" w:rsidRPr="00241E66" w:rsidRDefault="00C0341F" w:rsidP="00E45C0F">
            <w:pPr>
              <w:pStyle w:val="TAL"/>
              <w:keepNext w:val="0"/>
              <w:keepLines w:val="0"/>
              <w:rPr>
                <w:bCs/>
              </w:rPr>
            </w:pPr>
          </w:p>
          <w:p w:rsidR="00C0341F" w:rsidRPr="00241E66" w:rsidRDefault="00C0341F" w:rsidP="00E45C0F">
            <w:pPr>
              <w:pStyle w:val="TAL"/>
              <w:keepNext w:val="0"/>
              <w:keepLines w:val="0"/>
              <w:rPr>
                <w:bCs/>
              </w:rPr>
            </w:pPr>
            <w:r w:rsidRPr="00241E66">
              <w:rPr>
                <w:bCs/>
              </w:rPr>
              <w:t>1- Shall be thrown</w:t>
            </w:r>
          </w:p>
          <w:p w:rsidR="00C0341F" w:rsidRPr="00241E66" w:rsidRDefault="00C0341F" w:rsidP="00E45C0F">
            <w:pPr>
              <w:pStyle w:val="TAL"/>
              <w:keepNext w:val="0"/>
              <w:keepLines w:val="0"/>
              <w:rPr>
                <w:bCs/>
              </w:rPr>
            </w:pPr>
            <w:r w:rsidRPr="00241E66">
              <w:rPr>
                <w:bCs/>
              </w:rPr>
              <w:t>java.lang.NullPointerException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E45C0F">
            <w:pPr>
              <w:pStyle w:val="TAL"/>
              <w:keepNext w:val="0"/>
              <w:keepLines w:val="0"/>
              <w:rPr>
                <w:sz w:val="16"/>
              </w:rPr>
            </w:pPr>
          </w:p>
        </w:tc>
      </w:tr>
    </w:tbl>
    <w:p w:rsidR="00C0341F" w:rsidRPr="00241E66" w:rsidRDefault="00C0341F" w:rsidP="00E45C0F"/>
    <w:p w:rsidR="00C0341F" w:rsidRPr="00241E66" w:rsidRDefault="00C0341F">
      <w:pPr>
        <w:pStyle w:val="Heading4"/>
      </w:pPr>
      <w:r w:rsidRPr="00241E66">
        <w:t>5.3.2.3</w:t>
      </w:r>
      <w:r w:rsidRPr="00241E66">
        <w:tab/>
        <w:t>Method getTheAdminFileView(byte[] buffer, short bOffset, short bLength, byte event)</w:t>
      </w:r>
    </w:p>
    <w:p w:rsidR="00C0341F" w:rsidRPr="00241E66" w:rsidRDefault="00C0341F">
      <w:r w:rsidRPr="00241E66">
        <w:t>Test Area Reference: Api_4_Afb_Gtaf_Bsbb.</w:t>
      </w:r>
    </w:p>
    <w:p w:rsidR="00C0341F" w:rsidRPr="00241E66" w:rsidRDefault="00C0341F" w:rsidP="00B54FD2">
      <w:pPr>
        <w:pStyle w:val="Heading5"/>
      </w:pPr>
      <w:r w:rsidRPr="00241E66">
        <w:t>5.3.2.3.1</w:t>
      </w:r>
      <w:r w:rsidRPr="00241E66">
        <w:tab/>
        <w:t>Conformance requirement:</w:t>
      </w:r>
    </w:p>
    <w:p w:rsidR="00C0341F" w:rsidRPr="00241E66" w:rsidRDefault="00C0341F">
      <w:r w:rsidRPr="00241E66">
        <w:t>The method with following header shall compliant to its definition in the API.</w:t>
      </w:r>
    </w:p>
    <w:p w:rsidR="00C0341F" w:rsidRPr="00241E66" w:rsidRDefault="00C0341F">
      <w:pPr>
        <w:pStyle w:val="PL"/>
        <w:rPr>
          <w:noProof w:val="0"/>
        </w:rPr>
      </w:pPr>
      <w:r w:rsidRPr="00241E66">
        <w:rPr>
          <w:noProof w:val="0"/>
        </w:rPr>
        <w:t>public static AdminFileView getTheAdminFileView(byte[] buffer, short bOffset, short bLength, byte event)</w:t>
      </w:r>
    </w:p>
    <w:p w:rsidR="00C0341F" w:rsidRPr="00241E66" w:rsidRDefault="00C0341F">
      <w:pPr>
        <w:pStyle w:val="PL"/>
        <w:rPr>
          <w:noProof w:val="0"/>
        </w:rPr>
      </w:pPr>
      <w:r w:rsidRPr="00241E66">
        <w:rPr>
          <w:noProof w:val="0"/>
        </w:rPr>
        <w:tab/>
      </w:r>
      <w:r w:rsidRPr="00241E66">
        <w:rPr>
          <w:noProof w:val="0"/>
        </w:rPr>
        <w:tab/>
      </w:r>
      <w:r w:rsidRPr="00241E66">
        <w:rPr>
          <w:noProof w:val="0"/>
        </w:rPr>
        <w:tab/>
      </w:r>
      <w:r w:rsidRPr="00241E66">
        <w:rPr>
          <w:noProof w:val="0"/>
        </w:rPr>
        <w:tab/>
        <w:t xml:space="preserve">throws NullPointerException, </w:t>
      </w:r>
    </w:p>
    <w:p w:rsidR="00C0341F" w:rsidRPr="00241E66" w:rsidRDefault="008714AD">
      <w:pPr>
        <w:pStyle w:val="PL"/>
        <w:ind w:left="1440"/>
        <w:rPr>
          <w:noProof w:val="0"/>
        </w:rPr>
      </w:pPr>
      <w:r w:rsidRPr="00241E66">
        <w:rPr>
          <w:noProof w:val="0"/>
        </w:rPr>
        <w:tab/>
        <w:t xml:space="preserve">    </w:t>
      </w:r>
      <w:r w:rsidR="00C0341F" w:rsidRPr="00241E66">
        <w:rPr>
          <w:noProof w:val="0"/>
        </w:rPr>
        <w:t xml:space="preserve">   javacard.framework.SystemException,</w:t>
      </w:r>
    </w:p>
    <w:p w:rsidR="00C0341F" w:rsidRPr="00241E66" w:rsidRDefault="00C0341F">
      <w:pPr>
        <w:pStyle w:val="PL"/>
        <w:ind w:left="1440"/>
        <w:rPr>
          <w:noProof w:val="0"/>
        </w:rPr>
      </w:pPr>
      <w:r w:rsidRPr="00241E66">
        <w:rPr>
          <w:noProof w:val="0"/>
        </w:rPr>
        <w:tab/>
        <w:t xml:space="preserve">       ArrayIndexOutOfBoundException</w:t>
      </w:r>
    </w:p>
    <w:p w:rsidR="00C0341F" w:rsidRPr="00241E66" w:rsidRDefault="00C0341F">
      <w:pPr>
        <w:pStyle w:val="PL"/>
        <w:rPr>
          <w:noProof w:val="0"/>
        </w:rPr>
      </w:pPr>
    </w:p>
    <w:p w:rsidR="00C0341F" w:rsidRPr="00241E66" w:rsidRDefault="00C0341F">
      <w:pPr>
        <w:pStyle w:val="H6"/>
      </w:pPr>
      <w:r w:rsidRPr="00241E66">
        <w:t>5.3.2.3.1.1</w:t>
      </w:r>
      <w:r w:rsidRPr="00241E66">
        <w:tab/>
        <w:t>Normal execution</w:t>
      </w:r>
    </w:p>
    <w:p w:rsidR="00C0341F" w:rsidRPr="00241E66" w:rsidRDefault="00C0341F" w:rsidP="00C0341F">
      <w:pPr>
        <w:pStyle w:val="B1"/>
      </w:pPr>
      <w:r w:rsidRPr="00241E66">
        <w:t>CRRN1: returns a reference to class which implements the AdminFileView interface on an ADF file system defined by its AID.</w:t>
      </w:r>
    </w:p>
    <w:p w:rsidR="00C0341F" w:rsidRPr="00241E66" w:rsidRDefault="00C0341F" w:rsidP="00C0341F">
      <w:pPr>
        <w:pStyle w:val="B1"/>
      </w:pPr>
      <w:r w:rsidRPr="00241E66">
        <w:t>CRRN2: returns null if the ADF with the full AID given in the buffer does not exist.</w:t>
      </w:r>
    </w:p>
    <w:p w:rsidR="00C0341F" w:rsidRPr="00241E66" w:rsidRDefault="00C0341F" w:rsidP="00C0341F">
      <w:pPr>
        <w:pStyle w:val="B1"/>
      </w:pPr>
      <w:r w:rsidRPr="00241E66">
        <w:t>CRRN3: returns null if one of the javacard.framework.Applet.register(..) method has not previously invoked by the applet invoking this method or the filesystem server does not exist or the filesystem server returns null.</w:t>
      </w:r>
    </w:p>
    <w:p w:rsidR="00C0341F" w:rsidRPr="00241E66" w:rsidRDefault="00C0341F" w:rsidP="00C0341F">
      <w:pPr>
        <w:pStyle w:val="B1"/>
      </w:pPr>
      <w:r w:rsidRPr="00241E66">
        <w:t>CRRN4: After a successful invocation of the method the ADF is the currently selected file.</w:t>
      </w:r>
    </w:p>
    <w:p w:rsidR="00C0341F" w:rsidRPr="00241E66" w:rsidRDefault="00C0341F" w:rsidP="00C0341F">
      <w:pPr>
        <w:pStyle w:val="B1"/>
        <w:keepNext/>
        <w:keepLines/>
      </w:pPr>
      <w:r w:rsidRPr="00241E66">
        <w:lastRenderedPageBreak/>
        <w:t>CRRN5: A separate and independent file context shall be associated with each and every AdminFileView object: the operation performed on files in a given FileView object shall not affect the file context associated with any other AdminFileView object. This context can be transient or persistent depending on what was required by the Applet during the creation of the AdminFileView object.</w:t>
      </w:r>
    </w:p>
    <w:p w:rsidR="00C0341F" w:rsidRPr="00241E66" w:rsidRDefault="00C0341F" w:rsidP="00C0341F">
      <w:pPr>
        <w:pStyle w:val="B1"/>
      </w:pPr>
      <w:r w:rsidRPr="00241E66">
        <w:t>CRRN6: It is not possible to access files which are not located under the ADF.</w:t>
      </w:r>
    </w:p>
    <w:p w:rsidR="00C0341F" w:rsidRPr="00241E66" w:rsidRDefault="00C0341F">
      <w:pPr>
        <w:pStyle w:val="H6"/>
      </w:pPr>
      <w:r w:rsidRPr="00241E66">
        <w:t>5.3.2.3.1.2</w:t>
      </w:r>
      <w:r w:rsidRPr="00241E66">
        <w:tab/>
        <w:t>Parameters error</w:t>
      </w:r>
    </w:p>
    <w:p w:rsidR="00C0341F" w:rsidRPr="00241E66" w:rsidRDefault="00C0341F" w:rsidP="00C0341F">
      <w:pPr>
        <w:pStyle w:val="B1"/>
      </w:pPr>
      <w:r w:rsidRPr="00241E66">
        <w:t>CRRP1: If event is not one of the following values JCSystem.NOT_A_TRANSIENT_OBJECT, JCSystem.CLEAR_ON_DESELECT, or JCSystem.CLEAR_ON_RESET a SystemException is thrown. The value of the SystemException shall be SystemException.ILLEGAL_VALUE.</w:t>
      </w:r>
    </w:p>
    <w:p w:rsidR="00C0341F" w:rsidRPr="00241E66" w:rsidRDefault="00C0341F" w:rsidP="00C0341F">
      <w:pPr>
        <w:pStyle w:val="B1"/>
      </w:pPr>
      <w:r w:rsidRPr="00241E66">
        <w:t>CRRP2: If the buffer is null a NullPointerException shall be thrown.</w:t>
      </w:r>
    </w:p>
    <w:p w:rsidR="00C0341F" w:rsidRPr="00241E66" w:rsidRDefault="00C0341F" w:rsidP="00C0341F">
      <w:pPr>
        <w:pStyle w:val="B1"/>
      </w:pPr>
      <w:r w:rsidRPr="00241E66">
        <w:t>CRRP3: if bLength is less then 0, an instance of ArrayIndexOutOfBoundsException shall be thrown.</w:t>
      </w:r>
    </w:p>
    <w:p w:rsidR="00C0341F" w:rsidRPr="00241E66" w:rsidRDefault="00C0341F" w:rsidP="00C0341F">
      <w:pPr>
        <w:pStyle w:val="B1"/>
      </w:pPr>
      <w:r w:rsidRPr="00241E66">
        <w:t>CRRP4: if bOffset plus bLength is greater than the length of the array buffer.length, an instance of ArrayIndexOutOfBoundsException shall be thrown.</w:t>
      </w:r>
    </w:p>
    <w:p w:rsidR="00C0341F" w:rsidRPr="00241E66" w:rsidRDefault="00C0341F" w:rsidP="00C0341F">
      <w:pPr>
        <w:pStyle w:val="B1"/>
      </w:pPr>
      <w:r w:rsidRPr="00241E66">
        <w:t xml:space="preserve">CRRP5: if bLength is not in the range of 5 </w:t>
      </w:r>
      <w:r w:rsidR="008714AD" w:rsidRPr="00241E66">
        <w:t>-</w:t>
      </w:r>
      <w:r w:rsidRPr="00241E66">
        <w:t xml:space="preserve"> 16 bytes a SystemException.ILLEGAL_VALUE shall be thrown.</w:t>
      </w:r>
    </w:p>
    <w:p w:rsidR="00C0341F" w:rsidRPr="00241E66" w:rsidRDefault="00C0341F">
      <w:pPr>
        <w:pStyle w:val="H6"/>
      </w:pPr>
      <w:r w:rsidRPr="00241E66">
        <w:t>5.3.2.3.1.3</w:t>
      </w:r>
      <w:r w:rsidRPr="00241E66">
        <w:tab/>
        <w:t>Context errors</w:t>
      </w:r>
    </w:p>
    <w:p w:rsidR="00C0341F" w:rsidRPr="00241E66" w:rsidRDefault="00C0341F" w:rsidP="00C0341F">
      <w:pPr>
        <w:pStyle w:val="B1"/>
      </w:pPr>
      <w:r w:rsidRPr="00241E66">
        <w:t>CRRC1: If event is  JCSystem.CLEAR_ON_RESET or JCSystem.CLEAR_ON_DESELECT and not enough transient memory space is available a SystemException shall be thrown with reason code SystemException.NO_TRANSIENT_SPACE.</w:t>
      </w:r>
    </w:p>
    <w:p w:rsidR="00C0341F" w:rsidRPr="00241E66" w:rsidRDefault="00C0341F" w:rsidP="00C0341F">
      <w:pPr>
        <w:pStyle w:val="B1"/>
      </w:pPr>
      <w:r w:rsidRPr="00241E66">
        <w:t>CRRC2: If event is JCSystem.CLEAR_ON_DESELECT and the applet is not a currently selected applet a SystemException with reason code SystemException.ILLEGAL_TRANSIENT shall be thrown.</w:t>
      </w:r>
    </w:p>
    <w:p w:rsidR="00C0341F" w:rsidRPr="00241E66" w:rsidRDefault="00C0341F" w:rsidP="00B54FD2">
      <w:pPr>
        <w:pStyle w:val="Heading5"/>
      </w:pPr>
      <w:r w:rsidRPr="00241E66">
        <w:t>5.3.2.3.2</w:t>
      </w:r>
      <w:r w:rsidRPr="00241E66">
        <w:tab/>
        <w:t xml:space="preserve">Test area files </w:t>
      </w:r>
    </w:p>
    <w:p w:rsidR="00C0341F" w:rsidRPr="00241E66" w:rsidRDefault="00C0341F" w:rsidP="00C0341F">
      <w:pPr>
        <w:pStyle w:val="EX"/>
      </w:pPr>
      <w:r w:rsidRPr="00241E66">
        <w:t>Test Source:</w:t>
      </w:r>
      <w:r w:rsidRPr="00241E66">
        <w:tab/>
        <w:t>Test_ Api_4_Afb_Gtaf_Bsbb.java.</w:t>
      </w:r>
    </w:p>
    <w:p w:rsidR="00C0341F" w:rsidRPr="00241E66" w:rsidRDefault="00C0341F" w:rsidP="00C0341F">
      <w:pPr>
        <w:pStyle w:val="EX"/>
      </w:pPr>
      <w:r w:rsidRPr="00241E66">
        <w:t>Test Applet:</w:t>
      </w:r>
      <w:r w:rsidRPr="00241E66">
        <w:tab/>
        <w:t>Api_4_Afb_Gtaf_Bsbb.java.</w:t>
      </w:r>
    </w:p>
    <w:p w:rsidR="00C0341F" w:rsidRPr="00241E66" w:rsidRDefault="008714AD" w:rsidP="00C0341F">
      <w:pPr>
        <w:pStyle w:val="EX"/>
      </w:pPr>
      <w:r w:rsidRPr="00241E66">
        <w:t>Cap File:</w:t>
      </w:r>
      <w:r w:rsidRPr="00241E66">
        <w:tab/>
        <w:t>A</w:t>
      </w:r>
      <w:r w:rsidR="00C0341F" w:rsidRPr="00241E66">
        <w:t>pi_4_Afb_Gtaf_Bsbb.cap.</w:t>
      </w:r>
    </w:p>
    <w:p w:rsidR="00C0341F" w:rsidRPr="00241E66" w:rsidRDefault="00C0341F" w:rsidP="00B54FD2">
      <w:pPr>
        <w:pStyle w:val="Heading5"/>
      </w:pPr>
      <w:r w:rsidRPr="00241E66">
        <w:t>5.3.2.3.3</w:t>
      </w:r>
      <w:r w:rsidRPr="00241E66">
        <w:tab/>
        <w:t xml:space="preserve">Test coverage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5051"/>
      </w:tblGrid>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N3</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N4</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N5</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11, 12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N6</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P3</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7</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P4</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8</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P5</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9</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C1</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11, 12</w:t>
            </w:r>
          </w:p>
          <w:p w:rsidR="00C0341F" w:rsidRPr="00241E66" w:rsidRDefault="00C0341F">
            <w:pPr>
              <w:pStyle w:val="TAC"/>
              <w:keepNext w:val="0"/>
              <w:keepLines w:val="0"/>
            </w:pPr>
            <w:r w:rsidRPr="00241E66">
              <w:t>Testable only if available transient space is lower than 32767</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C2</w:t>
            </w:r>
          </w:p>
        </w:tc>
        <w:tc>
          <w:tcPr>
            <w:tcW w:w="505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6</w:t>
            </w:r>
          </w:p>
        </w:tc>
      </w:tr>
    </w:tbl>
    <w:p w:rsidR="00C0341F" w:rsidRPr="00241E66" w:rsidRDefault="00C0341F" w:rsidP="00C0341F"/>
    <w:p w:rsidR="00C0341F" w:rsidRPr="00241E66" w:rsidRDefault="00C0341F" w:rsidP="003C2A6F">
      <w:pPr>
        <w:pStyle w:val="Heading5"/>
      </w:pPr>
      <w:r w:rsidRPr="00241E66">
        <w:lastRenderedPageBreak/>
        <w:t>5.3.2.3.4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C0341F" w:rsidRPr="00241E66" w:rsidTr="003C2A6F">
        <w:trPr>
          <w:tblHeade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Id</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jc w:val="left"/>
            </w:pPr>
            <w:r w:rsidRPr="00241E66">
              <w:t>Description</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jc w:val="left"/>
            </w:pPr>
            <w:r w:rsidRPr="00241E66">
              <w:t>API Expectation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jc w:val="left"/>
            </w:pPr>
            <w:r w:rsidRPr="00241E66">
              <w:t>APDU Expectation</w:t>
            </w: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t>1</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Method returns null</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1- Install Applet1 with full access rights on the  UICC file system</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2- Invoke the method getTheFileView  before the javacard.framework.Applet.register(..) method invocation</w:t>
            </w:r>
          </w:p>
          <w:p w:rsidR="00C0341F" w:rsidRPr="00241E66" w:rsidRDefault="00C0341F" w:rsidP="003C2A6F">
            <w:pPr>
              <w:pStyle w:val="PL"/>
              <w:keepNext/>
              <w:rPr>
                <w:bCs/>
                <w:noProof w:val="0"/>
              </w:rPr>
            </w:pPr>
            <w:r w:rsidRPr="00241E66">
              <w:rPr>
                <w:bCs/>
                <w:noProof w:val="0"/>
              </w:rPr>
              <w:t>Invoke the method getTheAdminFileView() with buffer[20] = {ADF1,…}</w:t>
            </w:r>
          </w:p>
          <w:p w:rsidR="00C0341F" w:rsidRPr="00241E66" w:rsidRDefault="00C0341F" w:rsidP="003C2A6F">
            <w:pPr>
              <w:pStyle w:val="PL"/>
              <w:keepNext/>
              <w:rPr>
                <w:bCs/>
                <w:noProof w:val="0"/>
              </w:rPr>
            </w:pPr>
            <w:r w:rsidRPr="00241E66">
              <w:rPr>
                <w:bCs/>
                <w:noProof w:val="0"/>
              </w:rPr>
              <w:t>bOffset= 0</w:t>
            </w:r>
          </w:p>
          <w:p w:rsidR="00C0341F" w:rsidRPr="00241E66" w:rsidRDefault="00C0341F" w:rsidP="003C2A6F">
            <w:pPr>
              <w:pStyle w:val="PL"/>
              <w:keepNext/>
              <w:rPr>
                <w:bCs/>
                <w:noProof w:val="0"/>
              </w:rPr>
            </w:pPr>
            <w:r w:rsidRPr="00241E66">
              <w:rPr>
                <w:bCs/>
                <w:noProof w:val="0"/>
              </w:rPr>
              <w:t>bLength= 16</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3- Envelope menu selection is sent to the UICC</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4- Invoke the method getTheAdminFileView  before the javacard.framework.Applet.register(..) method invocation</w:t>
            </w:r>
          </w:p>
          <w:p w:rsidR="00C0341F" w:rsidRPr="00241E66" w:rsidRDefault="00C0341F" w:rsidP="003C2A6F">
            <w:pPr>
              <w:pStyle w:val="PL"/>
              <w:keepNext/>
              <w:rPr>
                <w:bCs/>
                <w:noProof w:val="0"/>
              </w:rPr>
            </w:pPr>
            <w:r w:rsidRPr="00241E66">
              <w:rPr>
                <w:bCs/>
                <w:noProof w:val="0"/>
              </w:rPr>
              <w:t>Invoke the method getTheAdminFileView() with buffer[] = unknown aid</w:t>
            </w:r>
          </w:p>
          <w:p w:rsidR="00C0341F" w:rsidRPr="00241E66" w:rsidRDefault="00C0341F" w:rsidP="003C2A6F">
            <w:pPr>
              <w:pStyle w:val="PL"/>
              <w:keepNext/>
              <w:rPr>
                <w:b/>
                <w:bCs/>
                <w:noProof w:val="0"/>
                <w:sz w:val="18"/>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2- returns null</w:t>
            </w: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3- Applet is triggered</w:t>
            </w: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4- returns null</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jc w:val="left"/>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2</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Normal execution</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1- Envelope menu selection is sent to the UICC</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Invoke the method getTheAdminFileView()</w:t>
            </w:r>
          </w:p>
          <w:p w:rsidR="00C0341F" w:rsidRPr="00241E66" w:rsidRDefault="00C0341F" w:rsidP="003C2A6F">
            <w:pPr>
              <w:pStyle w:val="PL"/>
              <w:rPr>
                <w:bCs/>
                <w:noProof w:val="0"/>
              </w:rPr>
            </w:pPr>
            <w:r w:rsidRPr="00241E66">
              <w:rPr>
                <w:bCs/>
                <w:noProof w:val="0"/>
              </w:rPr>
              <w:t>with buffer[20] = {ADF1,…}</w:t>
            </w:r>
          </w:p>
          <w:p w:rsidR="00C0341F" w:rsidRPr="00241E66" w:rsidRDefault="00C0341F" w:rsidP="003C2A6F">
            <w:pPr>
              <w:pStyle w:val="PL"/>
              <w:rPr>
                <w:bCs/>
                <w:noProof w:val="0"/>
              </w:rPr>
            </w:pPr>
            <w:r w:rsidRPr="00241E66">
              <w:rPr>
                <w:bCs/>
                <w:noProof w:val="0"/>
              </w:rPr>
              <w:t>bOffset= 0</w:t>
            </w:r>
          </w:p>
          <w:p w:rsidR="00C0341F" w:rsidRPr="00241E66" w:rsidRDefault="00C0341F" w:rsidP="003C2A6F">
            <w:pPr>
              <w:pStyle w:val="PL"/>
              <w:rPr>
                <w:bCs/>
                <w:noProof w:val="0"/>
              </w:rPr>
            </w:pPr>
            <w:r w:rsidRPr="00241E66">
              <w:rPr>
                <w:bCs/>
                <w:noProof w:val="0"/>
              </w:rPr>
              <w:t>bLength= 16</w:t>
            </w:r>
          </w:p>
          <w:p w:rsidR="00C0341F" w:rsidRPr="00241E66" w:rsidRDefault="00C0341F" w:rsidP="003C2A6F">
            <w:pPr>
              <w:pStyle w:val="PL"/>
              <w:rPr>
                <w:bCs/>
                <w:noProof w:val="0"/>
              </w:rPr>
            </w:pPr>
            <w:r w:rsidRPr="00241E66">
              <w:rPr>
                <w:bCs/>
                <w:noProof w:val="0"/>
              </w:rPr>
              <w:t>JCSystem.NOT_A_TRANSIENT_OBJECT</w:t>
            </w:r>
          </w:p>
          <w:p w:rsidR="00C0341F" w:rsidRPr="00241E66" w:rsidRDefault="00C0341F" w:rsidP="003C2A6F">
            <w:pPr>
              <w:pStyle w:val="PL"/>
              <w:rPr>
                <w:bCs/>
                <w:noProof w:val="0"/>
              </w:rPr>
            </w:pPr>
            <w:r w:rsidRPr="00241E66">
              <w:rPr>
                <w:bCs/>
                <w:noProof w:val="0"/>
              </w:rPr>
              <w:t>and stores the result in a class variable FV1</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FV1.status() command</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 xml:space="preserve">Select DFTest using FV1 </w:t>
            </w:r>
          </w:p>
          <w:p w:rsidR="00C0341F" w:rsidRPr="00241E66" w:rsidRDefault="00C0341F" w:rsidP="003C2A6F">
            <w:pPr>
              <w:pStyle w:val="PL"/>
              <w:rPr>
                <w:bCs/>
                <w:noProof w:val="0"/>
              </w:rPr>
            </w:pPr>
            <w:r w:rsidRPr="00241E66">
              <w:rPr>
                <w:bCs/>
                <w:noProof w:val="0"/>
              </w:rPr>
              <w:t>Select EFTARU using FV1</w:t>
            </w:r>
          </w:p>
          <w:p w:rsidR="00C0341F" w:rsidRPr="00241E66" w:rsidRDefault="00C0341F" w:rsidP="003C2A6F">
            <w:pPr>
              <w:pStyle w:val="PL"/>
              <w:rPr>
                <w:bCs/>
                <w:noProof w:val="0"/>
              </w:rPr>
            </w:pPr>
            <w:r w:rsidRPr="00241E66">
              <w:rPr>
                <w:bCs/>
                <w:noProof w:val="0"/>
              </w:rPr>
              <w:t>Read first 3 bytes using FV1</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Reset</w:t>
            </w:r>
          </w:p>
          <w:p w:rsidR="00C0341F" w:rsidRPr="00241E66" w:rsidRDefault="00C0341F" w:rsidP="003C2A6F">
            <w:pPr>
              <w:pStyle w:val="PL"/>
              <w:rPr>
                <w:bCs/>
                <w:noProof w:val="0"/>
              </w:rPr>
            </w:pPr>
            <w:r w:rsidRPr="00241E66">
              <w:rPr>
                <w:bCs/>
                <w:noProof w:val="0"/>
              </w:rPr>
              <w:t>Terminal profile</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2 - Envelope menu selection is sent to the UICC</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FV1.status() command</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Read first 3 bytes using FV1</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 xml:space="preserve">Applet1 calls FV1.select(EFRFU1) </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Invoke the method getTheAdminFileView() with the event JCSystem.CLEAR_ON_RESET and stores the result in a class variable FV2</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FV2.status() command</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Select DFTest using FV2</w:t>
            </w:r>
          </w:p>
          <w:p w:rsidR="00C0341F" w:rsidRPr="00241E66" w:rsidRDefault="00C0341F" w:rsidP="003C2A6F">
            <w:pPr>
              <w:pStyle w:val="PL"/>
              <w:rPr>
                <w:bCs/>
                <w:noProof w:val="0"/>
              </w:rPr>
            </w:pPr>
            <w:r w:rsidRPr="00241E66">
              <w:rPr>
                <w:bCs/>
                <w:noProof w:val="0"/>
              </w:rPr>
              <w:t>Select EFTARU using FV2</w:t>
            </w:r>
          </w:p>
          <w:p w:rsidR="00C0341F" w:rsidRPr="00241E66" w:rsidRDefault="00C0341F" w:rsidP="003C2A6F">
            <w:pPr>
              <w:pStyle w:val="PL"/>
              <w:rPr>
                <w:bCs/>
                <w:noProof w:val="0"/>
              </w:rPr>
            </w:pPr>
            <w:r w:rsidRPr="00241E66">
              <w:rPr>
                <w:bCs/>
                <w:noProof w:val="0"/>
              </w:rPr>
              <w:t>Read first 3 bytes using FV2</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Reset</w:t>
            </w:r>
          </w:p>
          <w:p w:rsidR="00C0341F" w:rsidRPr="00241E66" w:rsidRDefault="00C0341F" w:rsidP="003C2A6F">
            <w:pPr>
              <w:pStyle w:val="PL"/>
              <w:rPr>
                <w:bCs/>
                <w:noProof w:val="0"/>
              </w:rPr>
            </w:pPr>
            <w:r w:rsidRPr="00241E66">
              <w:rPr>
                <w:bCs/>
                <w:noProof w:val="0"/>
              </w:rPr>
              <w:t>Terminal profile</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4 - Envelope menu selection is sent to the UICC</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FV2.status() command</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Read first 3 bytes using FV2</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 xml:space="preserve">Applet1 calls FV2.select(EFRFU1) </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5- Select the Applet by AID</w:t>
            </w:r>
          </w:p>
          <w:p w:rsidR="00C0341F" w:rsidRPr="00241E66" w:rsidRDefault="00C0341F" w:rsidP="003C2A6F">
            <w:pPr>
              <w:pStyle w:val="PL"/>
              <w:rPr>
                <w:bCs/>
                <w:noProof w:val="0"/>
              </w:rPr>
            </w:pPr>
            <w:r w:rsidRPr="00241E66">
              <w:rPr>
                <w:bCs/>
                <w:noProof w:val="0"/>
              </w:rPr>
              <w:t xml:space="preserve">Invoke the method getTheAdminFileView() with AID = ADF1 with </w:t>
            </w:r>
          </w:p>
          <w:p w:rsidR="00C0341F" w:rsidRPr="00241E66" w:rsidRDefault="00C0341F" w:rsidP="003C2A6F">
            <w:pPr>
              <w:pStyle w:val="PL"/>
              <w:rPr>
                <w:bCs/>
                <w:noProof w:val="0"/>
              </w:rPr>
            </w:pPr>
            <w:r w:rsidRPr="00241E66">
              <w:rPr>
                <w:bCs/>
                <w:noProof w:val="0"/>
              </w:rPr>
              <w:t>buffer[20] = {ADF1,…}</w:t>
            </w:r>
          </w:p>
          <w:p w:rsidR="00C0341F" w:rsidRPr="00241E66" w:rsidRDefault="00C0341F" w:rsidP="003C2A6F">
            <w:pPr>
              <w:pStyle w:val="PL"/>
              <w:rPr>
                <w:bCs/>
                <w:noProof w:val="0"/>
              </w:rPr>
            </w:pPr>
            <w:r w:rsidRPr="00241E66">
              <w:rPr>
                <w:bCs/>
                <w:noProof w:val="0"/>
              </w:rPr>
              <w:t>bOffset= 0</w:t>
            </w:r>
          </w:p>
          <w:p w:rsidR="00C0341F" w:rsidRPr="00241E66" w:rsidRDefault="00C0341F" w:rsidP="003C2A6F">
            <w:pPr>
              <w:pStyle w:val="PL"/>
              <w:rPr>
                <w:bCs/>
                <w:noProof w:val="0"/>
              </w:rPr>
            </w:pPr>
            <w:r w:rsidRPr="00241E66">
              <w:rPr>
                <w:bCs/>
                <w:noProof w:val="0"/>
              </w:rPr>
              <w:t>bLength= 16</w:t>
            </w:r>
          </w:p>
          <w:p w:rsidR="00C0341F" w:rsidRPr="00241E66" w:rsidRDefault="00C0341F" w:rsidP="003C2A6F">
            <w:pPr>
              <w:pStyle w:val="PL"/>
              <w:rPr>
                <w:bCs/>
                <w:noProof w:val="0"/>
              </w:rPr>
            </w:pPr>
            <w:r w:rsidRPr="00241E66">
              <w:rPr>
                <w:bCs/>
                <w:noProof w:val="0"/>
              </w:rPr>
              <w:t>the event:JCSystem.CLEAR_ON_DESELECT and stores the result in a class variable FV3</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FV3.status() command</w:t>
            </w:r>
          </w:p>
          <w:p w:rsidR="00C0341F" w:rsidRPr="00241E66" w:rsidRDefault="00C0341F" w:rsidP="003C2A6F">
            <w:pPr>
              <w:pStyle w:val="PL"/>
              <w:rPr>
                <w:bCs/>
                <w:noProof w:val="0"/>
              </w:rPr>
            </w:pPr>
            <w:r w:rsidRPr="00241E66">
              <w:rPr>
                <w:bCs/>
                <w:noProof w:val="0"/>
              </w:rPr>
              <w:t xml:space="preserve">Select DFTest using FV3 </w:t>
            </w:r>
          </w:p>
          <w:p w:rsidR="00C0341F" w:rsidRPr="00241E66" w:rsidRDefault="00C0341F" w:rsidP="003C2A6F">
            <w:pPr>
              <w:pStyle w:val="PL"/>
              <w:rPr>
                <w:bCs/>
                <w:noProof w:val="0"/>
              </w:rPr>
            </w:pPr>
            <w:r w:rsidRPr="00241E66">
              <w:rPr>
                <w:bCs/>
                <w:noProof w:val="0"/>
              </w:rPr>
              <w:t>Select EFTARU using FV3</w:t>
            </w:r>
          </w:p>
          <w:p w:rsidR="00C0341F" w:rsidRPr="00241E66" w:rsidRDefault="00C0341F" w:rsidP="003C2A6F">
            <w:pPr>
              <w:pStyle w:val="PL"/>
              <w:rPr>
                <w:bCs/>
                <w:noProof w:val="0"/>
              </w:rPr>
            </w:pPr>
            <w:r w:rsidRPr="00241E66">
              <w:rPr>
                <w:bCs/>
                <w:noProof w:val="0"/>
              </w:rPr>
              <w:t>Read first 3 bytes using FV3</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6- Select the Applet by AID</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FV3.status() command</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Read first 3 bytes using FV3</w:t>
            </w: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Applet1 calls FV3.select(EFRFU1)</w:t>
            </w:r>
          </w:p>
          <w:p w:rsidR="00C0341F" w:rsidRPr="00241E66" w:rsidRDefault="00C0341F" w:rsidP="003C2A6F">
            <w:pPr>
              <w:pStyle w:val="PL"/>
              <w:rPr>
                <w:b/>
                <w:bCs/>
                <w:noProof w:val="0"/>
                <w:sz w:val="18"/>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ADF1</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Expected value is {FF FF FF}</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2-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DFTest</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Expected value is {FF FF FF}</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UICCExceptionUICCException.FILE_NOT_FOUND is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ADF1</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Expected value is {FF FF FF}</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4-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ADF1</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UICCException.NO_EF_SELECTED.</w:t>
            </w:r>
          </w:p>
          <w:p w:rsidR="00C0341F" w:rsidRPr="00241E66" w:rsidRDefault="00C0341F" w:rsidP="003C2A6F">
            <w:pPr>
              <w:pStyle w:val="TAL"/>
              <w:keepNext w:val="0"/>
              <w:keepLines w:val="0"/>
              <w:rPr>
                <w:bCs/>
              </w:rPr>
            </w:pPr>
          </w:p>
          <w:p w:rsidR="00C0341F" w:rsidRPr="00241E66" w:rsidRDefault="009F0B5C" w:rsidP="003C2A6F">
            <w:pPr>
              <w:pStyle w:val="TAL"/>
              <w:keepNext w:val="0"/>
              <w:keepLines w:val="0"/>
              <w:rPr>
                <w:bCs/>
              </w:rPr>
            </w:pPr>
            <w:hyperlink r:id="rId14" w:tooltip="class in uicc.access" w:history="1">
              <w:r w:rsidR="00C0341F" w:rsidRPr="00241E66">
                <w:rPr>
                  <w:bCs/>
                </w:rPr>
                <w:t>UICCException</w:t>
              </w:r>
            </w:hyperlink>
            <w:r w:rsidR="00C0341F" w:rsidRPr="00241E66">
              <w:rPr>
                <w:bCs/>
              </w:rPr>
              <w:t>.FILE_NOT_FOUND is thrown</w:t>
            </w:r>
          </w:p>
          <w:p w:rsidR="00C0341F" w:rsidRPr="00241E66" w:rsidRDefault="00C0341F" w:rsidP="003C2A6F">
            <w:pPr>
              <w:pStyle w:val="TAL"/>
              <w:keepNext w:val="0"/>
              <w:keepLines w:val="0"/>
              <w:rPr>
                <w:bCs/>
              </w:rPr>
            </w:pPr>
          </w:p>
          <w:p w:rsidR="00C0341F" w:rsidRPr="00241E66" w:rsidRDefault="00C0341F" w:rsidP="003C2A6F">
            <w:pPr>
              <w:pStyle w:val="TAC"/>
              <w:keepNext w:val="0"/>
              <w:keepLines w:val="0"/>
              <w:jc w:val="left"/>
              <w:rPr>
                <w:bCs/>
              </w:rPr>
            </w:pPr>
          </w:p>
          <w:p w:rsidR="00C0341F" w:rsidRPr="00241E66" w:rsidRDefault="00C0341F" w:rsidP="003C2A6F">
            <w:pPr>
              <w:pStyle w:val="TAC"/>
              <w:keepNext w:val="0"/>
              <w:keepLines w:val="0"/>
              <w:jc w:val="left"/>
              <w:rPr>
                <w:bCs/>
              </w:rPr>
            </w:pPr>
          </w:p>
          <w:p w:rsidR="00C0341F" w:rsidRPr="00241E66" w:rsidRDefault="00C0341F" w:rsidP="003C2A6F">
            <w:pPr>
              <w:pStyle w:val="TAL"/>
              <w:keepNext w:val="0"/>
              <w:keepLines w:val="0"/>
              <w:rPr>
                <w:bCs/>
              </w:rPr>
            </w:pPr>
            <w:r w:rsidRPr="00241E66">
              <w:rPr>
                <w:bCs/>
              </w:rPr>
              <w:t>5- Applet1 is selected</w:t>
            </w:r>
          </w:p>
          <w:p w:rsidR="00C0341F" w:rsidRPr="00241E66" w:rsidRDefault="00C0341F" w:rsidP="003C2A6F">
            <w:pPr>
              <w:pStyle w:val="TAL"/>
              <w:keepNext w:val="0"/>
              <w:keepLines w:val="0"/>
              <w:rPr>
                <w:bCs/>
              </w:rPr>
            </w:pPr>
            <w:r w:rsidRPr="00241E66">
              <w:rPr>
                <w:bCs/>
              </w:rPr>
              <w:t>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ADF1</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Expected value is {FF FF FF}</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6- Applet1 is selected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Current selected DF is ADF1</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UICCException.NO_EF_SELECTED.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9F0B5C" w:rsidP="003C2A6F">
            <w:pPr>
              <w:pStyle w:val="TAL"/>
              <w:keepNext w:val="0"/>
              <w:keepLines w:val="0"/>
              <w:rPr>
                <w:bCs/>
              </w:rPr>
            </w:pPr>
            <w:hyperlink r:id="rId15" w:tooltip="class in uicc.access" w:history="1">
              <w:r w:rsidR="00C0341F" w:rsidRPr="00241E66">
                <w:rPr>
                  <w:bCs/>
                </w:rPr>
                <w:t>UICCException</w:t>
              </w:r>
            </w:hyperlink>
            <w:r w:rsidR="00C0341F" w:rsidRPr="00241E66">
              <w:rPr>
                <w:bCs/>
              </w:rPr>
              <w:t>.FILE_NOT_FOUND is thrown</w:t>
            </w:r>
          </w:p>
          <w:p w:rsidR="00C0341F" w:rsidRPr="00241E66" w:rsidRDefault="00C0341F" w:rsidP="003C2A6F">
            <w:pPr>
              <w:pStyle w:val="TAL"/>
              <w:keepNext w:val="0"/>
              <w:keepLines w:val="0"/>
              <w:rPr>
                <w:bCs/>
              </w:rPr>
            </w:pP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lastRenderedPageBreak/>
              <w:t>3</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FileView context independency</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1- Envelope menu selection is sent to the UICC</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2- Check that previous fileviews are different (FV1 != FV2 != FV3)</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3- Select DFTest/EFLARU using FV1</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4- Select DFTest/EFCARU using FV2</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5- Select DFTest/EFCARU using FV3</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6- Read record number 1 using FV1 (in absolute mode)</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7- Read record number 2 using FV2 (in absolute mode)</w:t>
            </w:r>
          </w:p>
          <w:p w:rsidR="00C0341F" w:rsidRPr="00241E66" w:rsidRDefault="00C0341F" w:rsidP="003C2A6F">
            <w:pPr>
              <w:pStyle w:val="PL"/>
              <w:rPr>
                <w:b/>
                <w:bCs/>
                <w:noProof w:val="0"/>
                <w:sz w:val="18"/>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3- 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4- 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5- An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6- Expected value is “55 55 55 55”</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4</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ILLEGAL_TRANSIENT SystemException</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1- Envelope menu selection is sent to the UICC</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 xml:space="preserve">2- Applet1 calls getTheAdminFileView() method with </w:t>
            </w:r>
          </w:p>
          <w:p w:rsidR="00C0341F" w:rsidRPr="00241E66" w:rsidRDefault="00C0341F" w:rsidP="003C2A6F">
            <w:pPr>
              <w:pStyle w:val="PL"/>
              <w:rPr>
                <w:bCs/>
                <w:noProof w:val="0"/>
              </w:rPr>
            </w:pPr>
            <w:r w:rsidRPr="00241E66">
              <w:rPr>
                <w:bCs/>
                <w:noProof w:val="0"/>
              </w:rPr>
              <w:t>buffer[20] = {ADF1,…}</w:t>
            </w:r>
          </w:p>
          <w:p w:rsidR="00C0341F" w:rsidRPr="00241E66" w:rsidRDefault="00C0341F" w:rsidP="003C2A6F">
            <w:pPr>
              <w:pStyle w:val="PL"/>
              <w:rPr>
                <w:bCs/>
                <w:noProof w:val="0"/>
              </w:rPr>
            </w:pPr>
            <w:r w:rsidRPr="00241E66">
              <w:rPr>
                <w:bCs/>
                <w:noProof w:val="0"/>
              </w:rPr>
              <w:t>bOffset= 0</w:t>
            </w:r>
          </w:p>
          <w:p w:rsidR="00C0341F" w:rsidRPr="00241E66" w:rsidRDefault="00C0341F" w:rsidP="003C2A6F">
            <w:pPr>
              <w:pStyle w:val="PL"/>
              <w:rPr>
                <w:bCs/>
                <w:noProof w:val="0"/>
              </w:rPr>
            </w:pPr>
            <w:r w:rsidRPr="00241E66">
              <w:rPr>
                <w:bCs/>
                <w:noProof w:val="0"/>
              </w:rPr>
              <w:t>bLength= 16</w:t>
            </w:r>
          </w:p>
          <w:p w:rsidR="00C0341F" w:rsidRPr="00241E66" w:rsidRDefault="00C0341F" w:rsidP="003C2A6F">
            <w:pPr>
              <w:pStyle w:val="PL"/>
              <w:rPr>
                <w:bCs/>
                <w:noProof w:val="0"/>
              </w:rPr>
            </w:pPr>
            <w:r w:rsidRPr="00241E66">
              <w:rPr>
                <w:bCs/>
                <w:noProof w:val="0"/>
              </w:rPr>
              <w:t xml:space="preserve">with </w:t>
            </w:r>
          </w:p>
          <w:p w:rsidR="00C0341F" w:rsidRPr="00241E66" w:rsidRDefault="00C0341F" w:rsidP="003C2A6F">
            <w:pPr>
              <w:pStyle w:val="PL"/>
              <w:rPr>
                <w:bCs/>
                <w:noProof w:val="0"/>
              </w:rPr>
            </w:pPr>
            <w:r w:rsidRPr="00241E66">
              <w:rPr>
                <w:bCs/>
                <w:noProof w:val="0"/>
              </w:rPr>
              <w:t>the event JCSystem.CLEAR_ON_DESELECT</w:t>
            </w:r>
          </w:p>
          <w:p w:rsidR="00C0341F" w:rsidRPr="00241E66" w:rsidRDefault="00C0341F" w:rsidP="003C2A6F">
            <w:pPr>
              <w:pStyle w:val="PL"/>
              <w:rPr>
                <w:b/>
                <w:bCs/>
                <w:noProof w:val="0"/>
                <w:sz w:val="18"/>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pPr>
            <w:r w:rsidRPr="00241E66">
              <w:rPr>
                <w:bCs/>
              </w:rPr>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lastRenderedPageBreak/>
              <w:t>5</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NO_TRANSIENT_SPACE SystemException</w:t>
            </w:r>
          </w:p>
          <w:p w:rsidR="00C0341F" w:rsidRPr="00241E66" w:rsidRDefault="00C0341F" w:rsidP="003C2A6F">
            <w:pPr>
              <w:pStyle w:val="TAH"/>
              <w:keepLines w:val="0"/>
            </w:pPr>
            <w:r w:rsidRPr="00241E66">
              <w:t>with CLEAR_ON_RESET FileView object</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1- Get the available transient memory space using method length = JCSystem.getAvailableMemory(MEMORY_TYP_TRANSIENT_RESET)</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noProof w:val="0"/>
              </w:rPr>
              <w:t>2- If length &lt; 32767, (test case could be performed)</w:t>
            </w:r>
          </w:p>
          <w:p w:rsidR="00C0341F" w:rsidRPr="00241E66" w:rsidRDefault="00C0341F" w:rsidP="003C2A6F">
            <w:pPr>
              <w:pStyle w:val="PL"/>
              <w:keepNext/>
              <w:rPr>
                <w:bCs/>
                <w:noProof w:val="0"/>
              </w:rPr>
            </w:pPr>
            <w:r w:rsidRPr="00241E66">
              <w:rPr>
                <w:bCs/>
                <w:noProof w:val="0"/>
              </w:rPr>
              <w:t>2.1- Fill the available transient memory space by creating array, using method JCSystem.makeTransientByteArray(length, JCSystem.CLEAR_ON_RESET)</w:t>
            </w:r>
          </w:p>
          <w:p w:rsidR="00C0341F" w:rsidRPr="00241E66" w:rsidRDefault="00C0341F" w:rsidP="003C2A6F">
            <w:pPr>
              <w:pStyle w:val="PL"/>
              <w:keepNext/>
              <w:rPr>
                <w:bCs/>
                <w:noProof w:val="0"/>
              </w:rPr>
            </w:pPr>
          </w:p>
          <w:p w:rsidR="00C0341F" w:rsidRPr="00241E66" w:rsidRDefault="00C0341F" w:rsidP="003C2A6F">
            <w:pPr>
              <w:pStyle w:val="PL"/>
              <w:keepNext/>
              <w:rPr>
                <w:bCs/>
                <w:noProof w:val="0"/>
              </w:rPr>
            </w:pPr>
            <w:r w:rsidRPr="00241E66">
              <w:rPr>
                <w:bCs/>
                <w:noProof w:val="0"/>
              </w:rPr>
              <w:t>2.2- Applet calls method getTheAdminFileView() with buffer[20] = {ADF1,…}</w:t>
            </w:r>
          </w:p>
          <w:p w:rsidR="00C0341F" w:rsidRPr="00241E66" w:rsidRDefault="00C0341F" w:rsidP="003C2A6F">
            <w:pPr>
              <w:pStyle w:val="PL"/>
              <w:keepNext/>
              <w:rPr>
                <w:bCs/>
                <w:noProof w:val="0"/>
              </w:rPr>
            </w:pPr>
            <w:r w:rsidRPr="00241E66">
              <w:rPr>
                <w:bCs/>
                <w:noProof w:val="0"/>
              </w:rPr>
              <w:t>bOffset= 0</w:t>
            </w:r>
          </w:p>
          <w:p w:rsidR="00C0341F" w:rsidRPr="00241E66" w:rsidRDefault="00C0341F" w:rsidP="003C2A6F">
            <w:pPr>
              <w:pStyle w:val="PL"/>
              <w:keepNext/>
              <w:rPr>
                <w:bCs/>
                <w:noProof w:val="0"/>
              </w:rPr>
            </w:pPr>
            <w:r w:rsidRPr="00241E66">
              <w:rPr>
                <w:bCs/>
                <w:noProof w:val="0"/>
              </w:rPr>
              <w:t>bLength= 16</w:t>
            </w:r>
          </w:p>
          <w:p w:rsidR="00C0341F" w:rsidRPr="00241E66" w:rsidRDefault="00C0341F" w:rsidP="003C2A6F">
            <w:pPr>
              <w:pStyle w:val="PL"/>
              <w:keepNext/>
              <w:rPr>
                <w:bCs/>
                <w:noProof w:val="0"/>
              </w:rPr>
            </w:pPr>
            <w:r w:rsidRPr="00241E66">
              <w:rPr>
                <w:bCs/>
                <w:noProof w:val="0"/>
              </w:rPr>
              <w:t xml:space="preserve">with the event </w:t>
            </w:r>
          </w:p>
          <w:p w:rsidR="00C0341F" w:rsidRPr="00241E66" w:rsidRDefault="00C0341F" w:rsidP="003C2A6F">
            <w:pPr>
              <w:pStyle w:val="PL"/>
              <w:keepNext/>
              <w:rPr>
                <w:bCs/>
                <w:noProof w:val="0"/>
              </w:rPr>
            </w:pPr>
            <w:r w:rsidRPr="00241E66">
              <w:rPr>
                <w:bCs/>
                <w:noProof w:val="0"/>
              </w:rPr>
              <w:t>JCSystem.CLEAR_ON_RESET</w:t>
            </w:r>
          </w:p>
          <w:p w:rsidR="00C0341F" w:rsidRPr="00241E66" w:rsidRDefault="00C0341F" w:rsidP="003C2A6F">
            <w:pPr>
              <w:pStyle w:val="PL"/>
              <w:keepNext/>
              <w:rPr>
                <w:bCs/>
                <w:noProof w:val="0"/>
              </w:rPr>
            </w:pPr>
          </w:p>
          <w:p w:rsidR="00C0341F" w:rsidRPr="00241E66" w:rsidRDefault="00C0341F" w:rsidP="003C2A6F">
            <w:pPr>
              <w:pStyle w:val="PL"/>
              <w:keepNext/>
              <w:rPr>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1- No Exception shall be thrown</w:t>
            </w: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2.1- No Exception shall be thrown</w:t>
            </w: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pPr>
            <w:r w:rsidRPr="00241E66">
              <w:rPr>
                <w:bCs/>
              </w:rPr>
              <w:t>2.2-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6</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NO_TRANSIENT_SPACE SystemException</w:t>
            </w:r>
          </w:p>
          <w:p w:rsidR="00C0341F" w:rsidRPr="00241E66" w:rsidRDefault="00C0341F" w:rsidP="003C2A6F">
            <w:pPr>
              <w:pStyle w:val="TAH"/>
              <w:keepNext w:val="0"/>
              <w:keepLines w:val="0"/>
            </w:pPr>
            <w:r w:rsidRPr="00241E66">
              <w:t>with CLEAR_ON_DESELECT FileView object</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1 - Select the Applet by AID</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2- Get the available transient memory space using method length = JCSystem.getAvailableMemory(MEMORY_TYPE_TRANSIENT_DESELECT)</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noProof w:val="0"/>
              </w:rPr>
              <w:t>3- If length &lt; 32767, (test case could be performed)</w:t>
            </w:r>
          </w:p>
          <w:p w:rsidR="00C0341F" w:rsidRPr="00241E66" w:rsidRDefault="00C0341F" w:rsidP="003C2A6F">
            <w:pPr>
              <w:pStyle w:val="PL"/>
              <w:rPr>
                <w:bCs/>
                <w:noProof w:val="0"/>
              </w:rPr>
            </w:pPr>
            <w:r w:rsidRPr="00241E66">
              <w:rPr>
                <w:bCs/>
                <w:noProof w:val="0"/>
              </w:rPr>
              <w:t>3.1- Fill the available transient memory space by creating array, using method JCSystem.makeTransientByteArray(length, JCSystem.CLEAR_ON_DESELECT)</w:t>
            </w:r>
          </w:p>
          <w:p w:rsidR="00C0341F" w:rsidRPr="00241E66" w:rsidRDefault="00C0341F" w:rsidP="003C2A6F">
            <w:pPr>
              <w:pStyle w:val="PL"/>
              <w:rPr>
                <w:bCs/>
                <w:noProof w:val="0"/>
              </w:rPr>
            </w:pPr>
            <w:r w:rsidRPr="00241E66">
              <w:rPr>
                <w:bCs/>
                <w:noProof w:val="0"/>
              </w:rPr>
              <w:t>}</w:t>
            </w:r>
          </w:p>
          <w:p w:rsidR="00C0341F" w:rsidRPr="00241E66" w:rsidRDefault="00C0341F" w:rsidP="003C2A6F">
            <w:pPr>
              <w:pStyle w:val="PL"/>
              <w:rPr>
                <w:bCs/>
                <w:noProof w:val="0"/>
              </w:rPr>
            </w:pPr>
          </w:p>
          <w:p w:rsidR="00C0341F" w:rsidRPr="00241E66" w:rsidRDefault="00C0341F" w:rsidP="003C2A6F">
            <w:pPr>
              <w:pStyle w:val="PL"/>
              <w:rPr>
                <w:bCs/>
                <w:noProof w:val="0"/>
              </w:rPr>
            </w:pPr>
            <w:r w:rsidRPr="00241E66">
              <w:rPr>
                <w:bCs/>
                <w:noProof w:val="0"/>
              </w:rPr>
              <w:t>3.2- Applet calls method getTheAdminFileView() with buffer[20] = {ADF1,…}</w:t>
            </w:r>
          </w:p>
          <w:p w:rsidR="00C0341F" w:rsidRPr="00241E66" w:rsidRDefault="00C0341F" w:rsidP="003C2A6F">
            <w:pPr>
              <w:pStyle w:val="PL"/>
              <w:rPr>
                <w:bCs/>
                <w:noProof w:val="0"/>
              </w:rPr>
            </w:pPr>
            <w:r w:rsidRPr="00241E66">
              <w:rPr>
                <w:bCs/>
                <w:noProof w:val="0"/>
              </w:rPr>
              <w:t>bOffset= 0</w:t>
            </w:r>
          </w:p>
          <w:p w:rsidR="00C0341F" w:rsidRPr="00241E66" w:rsidRDefault="00C0341F" w:rsidP="003C2A6F">
            <w:pPr>
              <w:pStyle w:val="PL"/>
              <w:rPr>
                <w:bCs/>
                <w:noProof w:val="0"/>
              </w:rPr>
            </w:pPr>
            <w:r w:rsidRPr="00241E66">
              <w:rPr>
                <w:bCs/>
                <w:noProof w:val="0"/>
              </w:rPr>
              <w:t>bLength= 16</w:t>
            </w:r>
          </w:p>
          <w:p w:rsidR="00C0341F" w:rsidRPr="00241E66" w:rsidRDefault="00C0341F" w:rsidP="003C2A6F">
            <w:pPr>
              <w:pStyle w:val="PL"/>
              <w:rPr>
                <w:bCs/>
                <w:noProof w:val="0"/>
              </w:rPr>
            </w:pPr>
            <w:r w:rsidRPr="00241E66">
              <w:rPr>
                <w:bCs/>
                <w:noProof w:val="0"/>
              </w:rPr>
              <w:t>with event:</w:t>
            </w:r>
          </w:p>
          <w:p w:rsidR="00C0341F" w:rsidRPr="00241E66" w:rsidRDefault="00C0341F" w:rsidP="003C2A6F">
            <w:pPr>
              <w:pStyle w:val="PL"/>
              <w:rPr>
                <w:bCs/>
                <w:noProof w:val="0"/>
              </w:rPr>
            </w:pPr>
            <w:r w:rsidRPr="00241E66">
              <w:rPr>
                <w:bCs/>
                <w:noProof w:val="0"/>
              </w:rPr>
              <w:t>JCSystem.CLEAR_ON_DESELECT</w:t>
            </w:r>
          </w:p>
          <w:p w:rsidR="00C0341F" w:rsidRPr="00241E66" w:rsidRDefault="00C0341F" w:rsidP="003C2A6F">
            <w:pPr>
              <w:pStyle w:val="PL"/>
              <w:rPr>
                <w:bCs/>
                <w:noProof w:val="0"/>
              </w:rPr>
            </w:pPr>
          </w:p>
          <w:p w:rsidR="00C0341F" w:rsidRPr="00241E66" w:rsidRDefault="00C0341F" w:rsidP="003C2A6F">
            <w:pPr>
              <w:pStyle w:val="PL"/>
              <w:rPr>
                <w:noProof w:val="0"/>
              </w:rPr>
            </w:pPr>
            <w:r w:rsidRPr="00241E66">
              <w:rPr>
                <w:bCs/>
                <w:noProof w:val="0"/>
              </w:rPr>
              <w:t>4- Reset</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Applet1 is triggered</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2- 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3.1- No Exception shall be thrown</w:t>
            </w: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pPr>
            <w:r w:rsidRPr="00241E66">
              <w:rPr>
                <w:bCs/>
              </w:rPr>
              <w:t>3.2-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7</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ILLEGAL_VALUE SystemException</w:t>
            </w:r>
          </w:p>
          <w:p w:rsidR="00C0341F" w:rsidRPr="00241E66" w:rsidRDefault="00C0341F" w:rsidP="003C2A6F">
            <w:pPr>
              <w:pStyle w:val="PL"/>
              <w:rPr>
                <w:noProof w:val="0"/>
              </w:rPr>
            </w:pPr>
          </w:p>
          <w:p w:rsidR="00C0341F" w:rsidRPr="00241E66" w:rsidRDefault="00C0341F" w:rsidP="003C2A6F">
            <w:pPr>
              <w:pStyle w:val="PL"/>
              <w:rPr>
                <w:b/>
                <w:bCs/>
                <w:noProof w:val="0"/>
                <w:sz w:val="18"/>
              </w:rPr>
            </w:pPr>
            <w:r w:rsidRPr="00241E66">
              <w:rPr>
                <w:noProof w:val="0"/>
              </w:rPr>
              <w:t>1- Invoke the method getTheAdminFileView() with every event codes except: 0, 1, 2</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SystemException.ILLEGAL_VALUE is thrown</w:t>
            </w:r>
          </w:p>
          <w:p w:rsidR="00C0341F" w:rsidRPr="00241E66" w:rsidRDefault="00C0341F" w:rsidP="003C2A6F">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8</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NullPointerException</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getTheAdminFileView() with buffer[20] = null</w:t>
            </w:r>
          </w:p>
          <w:p w:rsidR="00C0341F" w:rsidRPr="00241E66" w:rsidRDefault="00C0341F" w:rsidP="003C2A6F">
            <w:pPr>
              <w:pStyle w:val="PL"/>
              <w:rPr>
                <w:noProof w:val="0"/>
              </w:rPr>
            </w:pPr>
            <w:r w:rsidRPr="00241E66">
              <w:rPr>
                <w:noProof w:val="0"/>
              </w:rPr>
              <w:t>bOffset= 0</w:t>
            </w:r>
          </w:p>
          <w:p w:rsidR="00C0341F" w:rsidRPr="00241E66" w:rsidRDefault="00C0341F" w:rsidP="003C2A6F">
            <w:pPr>
              <w:pStyle w:val="PL"/>
              <w:rPr>
                <w:noProof w:val="0"/>
              </w:rPr>
            </w:pPr>
            <w:r w:rsidRPr="00241E66">
              <w:rPr>
                <w:noProof w:val="0"/>
              </w:rPr>
              <w:t>bLength= 16</w:t>
            </w:r>
          </w:p>
          <w:p w:rsidR="00C0341F" w:rsidRPr="00241E66" w:rsidRDefault="00C0341F" w:rsidP="003C2A6F">
            <w:pPr>
              <w:pStyle w:val="PL"/>
              <w:rPr>
                <w:noProof w:val="0"/>
              </w:rPr>
            </w:pPr>
            <w:r w:rsidRPr="00241E66">
              <w:rPr>
                <w:noProof w:val="0"/>
              </w:rPr>
              <w:t xml:space="preserve"> with event:</w:t>
            </w:r>
          </w:p>
          <w:p w:rsidR="00C0341F" w:rsidRPr="00241E66" w:rsidRDefault="00C0341F" w:rsidP="003C2A6F">
            <w:pPr>
              <w:pStyle w:val="PL"/>
              <w:rPr>
                <w:noProof w:val="0"/>
              </w:rPr>
            </w:pPr>
            <w:r w:rsidRPr="00241E66">
              <w:rPr>
                <w:noProof w:val="0"/>
              </w:rPr>
              <w:t>1 - JCSystem.CLEAR_ON_RESET</w:t>
            </w:r>
          </w:p>
          <w:p w:rsidR="00C0341F" w:rsidRPr="00241E66" w:rsidRDefault="00C0341F" w:rsidP="003C2A6F">
            <w:pPr>
              <w:pStyle w:val="PL"/>
              <w:rPr>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p>
          <w:p w:rsidR="00C0341F" w:rsidRPr="00241E66" w:rsidRDefault="00C0341F" w:rsidP="003C2A6F">
            <w:pPr>
              <w:pStyle w:val="TAL"/>
              <w:keepNext w:val="0"/>
              <w:keepLines w:val="0"/>
              <w:rPr>
                <w:bCs/>
              </w:rPr>
            </w:pPr>
            <w:r w:rsidRPr="00241E66">
              <w:rPr>
                <w:bCs/>
              </w:rPr>
              <w:t>1- Shall be thrown</w:t>
            </w:r>
          </w:p>
          <w:p w:rsidR="00C0341F" w:rsidRPr="00241E66" w:rsidRDefault="00C0341F" w:rsidP="003C2A6F">
            <w:pPr>
              <w:pStyle w:val="TAL"/>
              <w:keepNext w:val="0"/>
              <w:keepLines w:val="0"/>
              <w:rPr>
                <w:bCs/>
              </w:rPr>
            </w:pPr>
            <w:r w:rsidRPr="00241E66">
              <w:rPr>
                <w:bCs/>
              </w:rPr>
              <w:t>java.lang.NullPointerException</w:t>
            </w:r>
          </w:p>
          <w:p w:rsidR="00C0341F" w:rsidRPr="00241E66" w:rsidRDefault="00C0341F" w:rsidP="003C2A6F">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Lines w:val="0"/>
            </w:pPr>
            <w:r w:rsidRPr="00241E66">
              <w:lastRenderedPageBreak/>
              <w:t>9</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ArrayIndexOutOfBoundsException</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1-Envelope menu selection is sent to the UICC</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Invoke the method getTheAdminFileView() with buffer[20] = {ADF1,…}</w:t>
            </w:r>
          </w:p>
          <w:p w:rsidR="00C0341F" w:rsidRPr="00241E66" w:rsidRDefault="00C0341F" w:rsidP="003C2A6F">
            <w:pPr>
              <w:pStyle w:val="PL"/>
              <w:keepNext/>
              <w:rPr>
                <w:noProof w:val="0"/>
              </w:rPr>
            </w:pPr>
            <w:r w:rsidRPr="00241E66">
              <w:rPr>
                <w:noProof w:val="0"/>
              </w:rPr>
              <w:t>bOffset= 5</w:t>
            </w:r>
          </w:p>
          <w:p w:rsidR="00C0341F" w:rsidRPr="00241E66" w:rsidRDefault="00C0341F" w:rsidP="003C2A6F">
            <w:pPr>
              <w:pStyle w:val="PL"/>
              <w:keepNext/>
              <w:rPr>
                <w:noProof w:val="0"/>
              </w:rPr>
            </w:pPr>
            <w:r w:rsidRPr="00241E66">
              <w:rPr>
                <w:noProof w:val="0"/>
              </w:rPr>
              <w:t>bLength= 16</w:t>
            </w:r>
          </w:p>
          <w:p w:rsidR="00C0341F" w:rsidRPr="00241E66" w:rsidRDefault="00C0341F" w:rsidP="003C2A6F">
            <w:pPr>
              <w:pStyle w:val="PL"/>
              <w:keepNext/>
              <w:rPr>
                <w:noProof w:val="0"/>
              </w:rPr>
            </w:pPr>
            <w:r w:rsidRPr="00241E66">
              <w:rPr>
                <w:noProof w:val="0"/>
              </w:rPr>
              <w:t>event =JCSystem. CLEAR_ON_RESET</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Invoke the method getTheAdminFileView() with buffer[20] = {ADF1,…}</w:t>
            </w:r>
          </w:p>
          <w:p w:rsidR="00C0341F" w:rsidRPr="00241E66" w:rsidRDefault="00C0341F" w:rsidP="003C2A6F">
            <w:pPr>
              <w:pStyle w:val="PL"/>
              <w:keepNext/>
              <w:rPr>
                <w:noProof w:val="0"/>
              </w:rPr>
            </w:pPr>
            <w:r w:rsidRPr="00241E66">
              <w:rPr>
                <w:noProof w:val="0"/>
              </w:rPr>
              <w:t>bOffset= -1</w:t>
            </w:r>
          </w:p>
          <w:p w:rsidR="00C0341F" w:rsidRPr="00241E66" w:rsidRDefault="00C0341F" w:rsidP="003C2A6F">
            <w:pPr>
              <w:pStyle w:val="PL"/>
              <w:keepNext/>
              <w:rPr>
                <w:noProof w:val="0"/>
              </w:rPr>
            </w:pPr>
            <w:r w:rsidRPr="00241E66">
              <w:rPr>
                <w:noProof w:val="0"/>
              </w:rPr>
              <w:t>bLength= 16</w:t>
            </w:r>
          </w:p>
          <w:p w:rsidR="00C0341F" w:rsidRPr="00241E66" w:rsidRDefault="00C0341F" w:rsidP="003C2A6F">
            <w:pPr>
              <w:pStyle w:val="PL"/>
              <w:keepNext/>
              <w:rPr>
                <w:noProof w:val="0"/>
              </w:rPr>
            </w:pPr>
            <w:r w:rsidRPr="00241E66">
              <w:rPr>
                <w:noProof w:val="0"/>
              </w:rPr>
              <w:t>event =JCSystem. CLEAR_ON_RESET</w:t>
            </w:r>
          </w:p>
          <w:p w:rsidR="00C0341F" w:rsidRPr="00241E66" w:rsidRDefault="00C0341F" w:rsidP="003C2A6F">
            <w:pPr>
              <w:pStyle w:val="PL"/>
              <w:keepNext/>
              <w:rPr>
                <w:noProof w:val="0"/>
              </w:rPr>
            </w:pPr>
          </w:p>
          <w:p w:rsidR="00C0341F" w:rsidRPr="00241E66" w:rsidRDefault="00C0341F" w:rsidP="003C2A6F">
            <w:pPr>
              <w:pStyle w:val="PL"/>
              <w:keepNext/>
              <w:rPr>
                <w:noProof w:val="0"/>
              </w:rPr>
            </w:pP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1- Applet1 is triggered</w:t>
            </w:r>
          </w:p>
          <w:p w:rsidR="00C0341F" w:rsidRPr="00241E66" w:rsidRDefault="00C0341F" w:rsidP="003C2A6F">
            <w:pPr>
              <w:pStyle w:val="TAL"/>
              <w:keepLines w:val="0"/>
              <w:rPr>
                <w:bCs/>
              </w:rPr>
            </w:pPr>
          </w:p>
          <w:p w:rsidR="00C0341F" w:rsidRPr="00241E66" w:rsidRDefault="00C0341F" w:rsidP="003C2A6F">
            <w:pPr>
              <w:pStyle w:val="TAL"/>
              <w:keepLines w:val="0"/>
              <w:rPr>
                <w:bCs/>
              </w:rPr>
            </w:pPr>
            <w:r w:rsidRPr="00241E66">
              <w:rPr>
                <w:bCs/>
              </w:rPr>
              <w:t>Shall be thrown ArrayIndexOutOfBoundsException</w:t>
            </w: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rPr>
                <w:bCs/>
              </w:rPr>
            </w:pPr>
          </w:p>
          <w:p w:rsidR="00C0341F" w:rsidRPr="00241E66" w:rsidRDefault="00C0341F" w:rsidP="003C2A6F">
            <w:pPr>
              <w:pStyle w:val="TAL"/>
              <w:keepLines w:val="0"/>
            </w:pPr>
            <w:r w:rsidRPr="00241E66">
              <w:rPr>
                <w:bCs/>
              </w:rPr>
              <w:t>Shall be thrown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Lines w:val="0"/>
            </w:pPr>
          </w:p>
        </w:tc>
      </w:tr>
      <w:tr w:rsidR="00C0341F" w:rsidRPr="00241E66">
        <w:trPr>
          <w:jc w:val="center"/>
        </w:trPr>
        <w:tc>
          <w:tcPr>
            <w:tcW w:w="42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C"/>
              <w:keepNext w:val="0"/>
              <w:keepLines w:val="0"/>
            </w:pPr>
            <w:r w:rsidRPr="00241E66">
              <w:t>10</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Next w:val="0"/>
              <w:keepLines w:val="0"/>
            </w:pPr>
            <w:r w:rsidRPr="00241E66">
              <w:t>SystemException.ILLEGAL_VALUE</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1-Envelope menu selection is sent to the UICC</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getTheAdminFileView() with buffer[20] = {ADF1,…}</w:t>
            </w:r>
          </w:p>
          <w:p w:rsidR="00C0341F" w:rsidRPr="00241E66" w:rsidRDefault="00C0341F" w:rsidP="003C2A6F">
            <w:pPr>
              <w:pStyle w:val="PL"/>
              <w:rPr>
                <w:noProof w:val="0"/>
              </w:rPr>
            </w:pPr>
            <w:r w:rsidRPr="00241E66">
              <w:rPr>
                <w:noProof w:val="0"/>
              </w:rPr>
              <w:t>bOffset= 0</w:t>
            </w:r>
          </w:p>
          <w:p w:rsidR="00C0341F" w:rsidRPr="00241E66" w:rsidRDefault="00C0341F" w:rsidP="003C2A6F">
            <w:pPr>
              <w:pStyle w:val="PL"/>
              <w:rPr>
                <w:noProof w:val="0"/>
              </w:rPr>
            </w:pPr>
            <w:r w:rsidRPr="00241E66">
              <w:rPr>
                <w:noProof w:val="0"/>
              </w:rPr>
              <w:t>bLength= 4</w:t>
            </w:r>
          </w:p>
          <w:p w:rsidR="00C0341F" w:rsidRPr="00241E66" w:rsidRDefault="00C0341F" w:rsidP="003C2A6F">
            <w:pPr>
              <w:pStyle w:val="PL"/>
              <w:rPr>
                <w:noProof w:val="0"/>
              </w:rPr>
            </w:pPr>
            <w:r w:rsidRPr="00241E66">
              <w:rPr>
                <w:noProof w:val="0"/>
              </w:rPr>
              <w:t>event =JCSystem. CLEAR_ON_RESET</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Invoke the method getTheAdminFileView() with buffer[20] = {ADF1,…}</w:t>
            </w:r>
          </w:p>
          <w:p w:rsidR="00C0341F" w:rsidRPr="00241E66" w:rsidRDefault="00C0341F" w:rsidP="003C2A6F">
            <w:pPr>
              <w:pStyle w:val="PL"/>
              <w:rPr>
                <w:noProof w:val="0"/>
              </w:rPr>
            </w:pPr>
            <w:r w:rsidRPr="00241E66">
              <w:rPr>
                <w:noProof w:val="0"/>
              </w:rPr>
              <w:t>bOffset= 0</w:t>
            </w:r>
          </w:p>
          <w:p w:rsidR="00C0341F" w:rsidRPr="00241E66" w:rsidRDefault="00C0341F" w:rsidP="003C2A6F">
            <w:pPr>
              <w:pStyle w:val="PL"/>
              <w:rPr>
                <w:noProof w:val="0"/>
              </w:rPr>
            </w:pPr>
            <w:r w:rsidRPr="00241E66">
              <w:rPr>
                <w:noProof w:val="0"/>
              </w:rPr>
              <w:t>bLength= 17</w:t>
            </w:r>
          </w:p>
          <w:p w:rsidR="00C0341F" w:rsidRPr="00241E66" w:rsidRDefault="00C0341F" w:rsidP="003C2A6F">
            <w:pPr>
              <w:pStyle w:val="PL"/>
              <w:rPr>
                <w:noProof w:val="0"/>
              </w:rPr>
            </w:pPr>
            <w:r w:rsidRPr="00241E66">
              <w:rPr>
                <w:noProof w:val="0"/>
              </w:rPr>
              <w:t xml:space="preserve">event =JCSystem. CLEAR_ON_RESET </w:t>
            </w:r>
          </w:p>
        </w:tc>
        <w:tc>
          <w:tcPr>
            <w:tcW w:w="29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H"/>
              <w:keepNext w:val="0"/>
              <w:keepLines w:val="0"/>
              <w:jc w:val="left"/>
              <w:rPr>
                <w:b w:val="0"/>
                <w:bCs/>
              </w:rPr>
            </w:pPr>
            <w:r w:rsidRPr="00241E66">
              <w:rPr>
                <w:b w:val="0"/>
                <w:bCs/>
              </w:rPr>
              <w:t>1- Applet1 is triggered</w:t>
            </w: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SystemException.ILLEGAL_VALUE shall be thrown</w:t>
            </w: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SystemException.ILLEGAL_VALUE shall be thrown</w:t>
            </w:r>
          </w:p>
        </w:tc>
        <w:tc>
          <w:tcPr>
            <w:tcW w:w="2334"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L"/>
              <w:keepNext w:val="0"/>
              <w:keepLines w:val="0"/>
            </w:pPr>
          </w:p>
        </w:tc>
      </w:tr>
    </w:tbl>
    <w:p w:rsidR="00C0341F" w:rsidRPr="00241E66" w:rsidRDefault="00C0341F"/>
    <w:p w:rsidR="00C0341F" w:rsidRPr="00241E66" w:rsidRDefault="00C0341F">
      <w:pPr>
        <w:pStyle w:val="Heading3"/>
      </w:pPr>
      <w:r w:rsidRPr="00241E66">
        <w:t>5.3.3</w:t>
      </w:r>
      <w:r w:rsidRPr="00241E66">
        <w:tab/>
        <w:t>Class AdminException</w:t>
      </w:r>
    </w:p>
    <w:p w:rsidR="00C0341F" w:rsidRPr="00241E66" w:rsidRDefault="00C0341F">
      <w:pPr>
        <w:pStyle w:val="Heading4"/>
      </w:pPr>
      <w:r w:rsidRPr="00241E66">
        <w:t>5.3.3.1</w:t>
      </w:r>
      <w:r w:rsidRPr="00241E66">
        <w:tab/>
        <w:t>Constructor</w:t>
      </w:r>
    </w:p>
    <w:p w:rsidR="00C0341F" w:rsidRPr="00241E66" w:rsidRDefault="00C0341F">
      <w:r w:rsidRPr="00241E66">
        <w:t>Test Area Reference: Api_4_Aex_Coor.</w:t>
      </w:r>
    </w:p>
    <w:p w:rsidR="00C0341F" w:rsidRPr="00241E66" w:rsidRDefault="00C0341F" w:rsidP="00C0341F">
      <w:pPr>
        <w:pStyle w:val="Heading5"/>
      </w:pPr>
      <w:r w:rsidRPr="00241E66">
        <w:t>5.3.3.1.1</w:t>
      </w:r>
      <w:r w:rsidRPr="00241E66">
        <w:tab/>
        <w:t>Conformance requirement</w:t>
      </w:r>
    </w:p>
    <w:p w:rsidR="00C0341F" w:rsidRPr="00241E66" w:rsidRDefault="00C0341F">
      <w:r w:rsidRPr="00241E66">
        <w:t>The method with following header shall be compliant to its definition in the API.</w:t>
      </w:r>
    </w:p>
    <w:p w:rsidR="00C0341F" w:rsidRPr="00241E66" w:rsidRDefault="00C0341F">
      <w:pPr>
        <w:pStyle w:val="PL"/>
        <w:rPr>
          <w:noProof w:val="0"/>
        </w:rPr>
      </w:pPr>
      <w:r w:rsidRPr="00241E66">
        <w:rPr>
          <w:noProof w:val="0"/>
        </w:rPr>
        <w:t>public AdminException(short reason)</w:t>
      </w:r>
    </w:p>
    <w:p w:rsidR="00C0341F" w:rsidRPr="00241E66" w:rsidRDefault="00C0341F">
      <w:pPr>
        <w:pStyle w:val="PL"/>
        <w:rPr>
          <w:noProof w:val="0"/>
        </w:rPr>
      </w:pPr>
    </w:p>
    <w:p w:rsidR="00C0341F" w:rsidRPr="00241E66" w:rsidRDefault="00C0341F">
      <w:pPr>
        <w:pStyle w:val="H6"/>
      </w:pPr>
      <w:r w:rsidRPr="00241E66">
        <w:t>5.3.3.1.1.1</w:t>
      </w:r>
      <w:r w:rsidRPr="00241E66">
        <w:tab/>
        <w:t>Normal execution</w:t>
      </w:r>
    </w:p>
    <w:p w:rsidR="00C0341F" w:rsidRPr="00241E66" w:rsidRDefault="00C0341F">
      <w:pPr>
        <w:pStyle w:val="B1"/>
      </w:pPr>
      <w:r w:rsidRPr="00241E66">
        <w:t>CRRN1: Constructs an AdminException with the specified reason.</w:t>
      </w:r>
    </w:p>
    <w:p w:rsidR="00C0341F" w:rsidRPr="00241E66" w:rsidRDefault="00C0341F">
      <w:pPr>
        <w:pStyle w:val="H6"/>
      </w:pPr>
      <w:r w:rsidRPr="00241E66">
        <w:t>5.3.3.1.1.2</w:t>
      </w:r>
      <w:r w:rsidRPr="00241E66">
        <w:tab/>
        <w:t>Parameter errors</w:t>
      </w:r>
    </w:p>
    <w:p w:rsidR="00C0341F" w:rsidRPr="00241E66" w:rsidRDefault="00C0341F">
      <w:r w:rsidRPr="00241E66">
        <w:t>No requirements.</w:t>
      </w:r>
    </w:p>
    <w:p w:rsidR="00C0341F" w:rsidRPr="00241E66" w:rsidRDefault="00C0341F">
      <w:pPr>
        <w:pStyle w:val="H6"/>
      </w:pPr>
      <w:r w:rsidRPr="00241E66">
        <w:t>5.3.3.1.1.3</w:t>
      </w:r>
      <w:r w:rsidRPr="00241E66">
        <w:tab/>
        <w:t>Context errors</w:t>
      </w:r>
    </w:p>
    <w:p w:rsidR="00C0341F" w:rsidRPr="00241E66" w:rsidRDefault="00C0341F">
      <w:r w:rsidRPr="00241E66">
        <w:t>No requirements.</w:t>
      </w:r>
    </w:p>
    <w:p w:rsidR="00C0341F" w:rsidRPr="00241E66" w:rsidRDefault="00C0341F" w:rsidP="00B54FD2">
      <w:pPr>
        <w:pStyle w:val="Heading5"/>
      </w:pPr>
      <w:r w:rsidRPr="00241E66">
        <w:t>5.3.3.1.2</w:t>
      </w:r>
      <w:r w:rsidRPr="00241E66">
        <w:tab/>
        <w:t>Test area files</w:t>
      </w:r>
    </w:p>
    <w:p w:rsidR="00C0341F" w:rsidRPr="00241E66" w:rsidRDefault="00C0341F" w:rsidP="00C0341F">
      <w:pPr>
        <w:pStyle w:val="EX"/>
      </w:pPr>
      <w:r w:rsidRPr="00241E66">
        <w:t>Test Source:</w:t>
      </w:r>
      <w:r w:rsidRPr="00241E66">
        <w:tab/>
        <w:t>Test_Api_4_Aex_Coor.java.</w:t>
      </w:r>
    </w:p>
    <w:p w:rsidR="00C0341F" w:rsidRPr="00241E66" w:rsidRDefault="00C0341F" w:rsidP="00C0341F">
      <w:pPr>
        <w:pStyle w:val="EX"/>
      </w:pPr>
      <w:r w:rsidRPr="00241E66">
        <w:t>Test Applet:</w:t>
      </w:r>
      <w:r w:rsidRPr="00241E66">
        <w:tab/>
        <w:t>Api_4_Aex_Coor_1.java.</w:t>
      </w:r>
    </w:p>
    <w:p w:rsidR="00C0341F" w:rsidRPr="00241E66" w:rsidRDefault="00C0341F" w:rsidP="00C0341F">
      <w:pPr>
        <w:pStyle w:val="EX"/>
      </w:pPr>
      <w:r w:rsidRPr="00241E66">
        <w:t>Cap File:</w:t>
      </w:r>
      <w:r w:rsidRPr="00241E66">
        <w:tab/>
        <w:t>Api_4_Aex_Coor.cap.</w:t>
      </w:r>
    </w:p>
    <w:p w:rsidR="00C0341F" w:rsidRPr="00241E66" w:rsidRDefault="00C0341F" w:rsidP="00B54FD2">
      <w:pPr>
        <w:pStyle w:val="Heading5"/>
      </w:pPr>
      <w:r w:rsidRPr="00241E66">
        <w:lastRenderedPageBreak/>
        <w:t>5.3.3.1.3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3940"/>
      </w:tblGrid>
      <w:tr w:rsidR="00C0341F" w:rsidRPr="00241E66" w:rsidTr="00C0341F">
        <w:trPr>
          <w:jc w:val="center"/>
        </w:trPr>
        <w:tc>
          <w:tcPr>
            <w:tcW w:w="1299" w:type="dxa"/>
          </w:tcPr>
          <w:p w:rsidR="00C0341F" w:rsidRPr="00241E66" w:rsidRDefault="00C0341F">
            <w:pPr>
              <w:pStyle w:val="TAH"/>
              <w:keepNext w:val="0"/>
              <w:keepLines w:val="0"/>
            </w:pPr>
            <w:r w:rsidRPr="00241E66">
              <w:t>CRR number</w:t>
            </w:r>
          </w:p>
        </w:tc>
        <w:tc>
          <w:tcPr>
            <w:tcW w:w="3940" w:type="dxa"/>
          </w:tcPr>
          <w:p w:rsidR="00C0341F" w:rsidRPr="00241E66" w:rsidRDefault="00C0341F">
            <w:pPr>
              <w:pStyle w:val="TAH"/>
              <w:keepNext w:val="0"/>
              <w:keepLines w:val="0"/>
            </w:pPr>
            <w:r w:rsidRPr="00241E66">
              <w:t>Test case number</w:t>
            </w:r>
          </w:p>
        </w:tc>
      </w:tr>
      <w:tr w:rsidR="00C0341F" w:rsidRPr="00241E66" w:rsidTr="00C0341F">
        <w:trPr>
          <w:jc w:val="center"/>
        </w:trPr>
        <w:tc>
          <w:tcPr>
            <w:tcW w:w="1299" w:type="dxa"/>
          </w:tcPr>
          <w:p w:rsidR="00C0341F" w:rsidRPr="00241E66" w:rsidRDefault="00C0341F">
            <w:pPr>
              <w:pStyle w:val="TAC"/>
              <w:keepNext w:val="0"/>
              <w:keepLines w:val="0"/>
            </w:pPr>
            <w:r w:rsidRPr="00241E66">
              <w:t>N1</w:t>
            </w:r>
          </w:p>
        </w:tc>
        <w:tc>
          <w:tcPr>
            <w:tcW w:w="3940" w:type="dxa"/>
          </w:tcPr>
          <w:p w:rsidR="00C0341F" w:rsidRPr="00241E66" w:rsidRDefault="00C0341F">
            <w:pPr>
              <w:pStyle w:val="TAC"/>
              <w:keepNext w:val="0"/>
              <w:keepLines w:val="0"/>
            </w:pPr>
            <w:r w:rsidRPr="00241E66">
              <w:t>1</w:t>
            </w:r>
          </w:p>
        </w:tc>
      </w:tr>
    </w:tbl>
    <w:p w:rsidR="00C0341F" w:rsidRPr="00241E66" w:rsidRDefault="00C0341F" w:rsidP="00C0341F"/>
    <w:p w:rsidR="00C0341F" w:rsidRPr="00241E66" w:rsidRDefault="00C0341F" w:rsidP="00B54FD2">
      <w:pPr>
        <w:pStyle w:val="Heading5"/>
      </w:pPr>
      <w:r w:rsidRPr="00241E66">
        <w:t>5.3.3.1.4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C0341F" w:rsidRPr="00241E66">
        <w:trPr>
          <w:jc w:val="center"/>
        </w:trPr>
        <w:tc>
          <w:tcPr>
            <w:tcW w:w="425" w:type="dxa"/>
            <w:tcBorders>
              <w:left w:val="single" w:sz="4" w:space="0" w:color="auto"/>
            </w:tcBorders>
          </w:tcPr>
          <w:p w:rsidR="00C0341F" w:rsidRPr="00241E66" w:rsidRDefault="00C0341F">
            <w:pPr>
              <w:pStyle w:val="TAH"/>
              <w:keepNext w:val="0"/>
              <w:keepLines w:val="0"/>
            </w:pPr>
            <w:r w:rsidRPr="00241E66">
              <w:t>Id</w:t>
            </w:r>
          </w:p>
        </w:tc>
        <w:tc>
          <w:tcPr>
            <w:tcW w:w="3828" w:type="dxa"/>
          </w:tcPr>
          <w:p w:rsidR="00C0341F" w:rsidRPr="00241E66" w:rsidRDefault="00C0341F">
            <w:pPr>
              <w:pStyle w:val="TAH"/>
              <w:keepNext w:val="0"/>
              <w:keepLines w:val="0"/>
            </w:pPr>
            <w:r w:rsidRPr="00241E66">
              <w:t>Description</w:t>
            </w:r>
          </w:p>
        </w:tc>
        <w:tc>
          <w:tcPr>
            <w:tcW w:w="2409" w:type="dxa"/>
          </w:tcPr>
          <w:p w:rsidR="00C0341F" w:rsidRPr="00241E66" w:rsidRDefault="00C0341F">
            <w:pPr>
              <w:pStyle w:val="TAH"/>
              <w:keepNext w:val="0"/>
              <w:keepLines w:val="0"/>
            </w:pPr>
            <w:r w:rsidRPr="00241E66">
              <w:t>API Expectation</w:t>
            </w:r>
          </w:p>
        </w:tc>
        <w:tc>
          <w:tcPr>
            <w:tcW w:w="3119" w:type="dxa"/>
          </w:tcPr>
          <w:p w:rsidR="00C0341F" w:rsidRPr="00241E66" w:rsidRDefault="00C0341F">
            <w:pPr>
              <w:pStyle w:val="TAH"/>
              <w:keepNext w:val="0"/>
              <w:keepLines w:val="0"/>
            </w:pPr>
            <w:r w:rsidRPr="00241E66">
              <w:t>APDU Expectation</w:t>
            </w: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1</w:t>
            </w:r>
          </w:p>
        </w:tc>
        <w:tc>
          <w:tcPr>
            <w:tcW w:w="3828" w:type="dxa"/>
          </w:tcPr>
          <w:p w:rsidR="00C0341F" w:rsidRPr="00241E66" w:rsidRDefault="00C0341F">
            <w:pPr>
              <w:pStyle w:val="TAH"/>
              <w:keepNext w:val="0"/>
              <w:keepLines w:val="0"/>
            </w:pPr>
            <w:r w:rsidRPr="00241E66">
              <w:t>AdminException with the specified reason</w:t>
            </w:r>
          </w:p>
          <w:p w:rsidR="00C0341F" w:rsidRPr="00241E66" w:rsidRDefault="00C0341F">
            <w:pPr>
              <w:pStyle w:val="PL"/>
              <w:rPr>
                <w:noProof w:val="0"/>
              </w:rPr>
            </w:pPr>
          </w:p>
          <w:p w:rsidR="00C0341F" w:rsidRPr="00241E66" w:rsidRDefault="00C0341F">
            <w:pPr>
              <w:pStyle w:val="PL"/>
              <w:rPr>
                <w:noProof w:val="0"/>
              </w:rPr>
            </w:pPr>
            <w:r w:rsidRPr="00241E66">
              <w:rPr>
                <w:noProof w:val="0"/>
              </w:rPr>
              <w:t>(The reason shall set with setReason and compare the Exception with getReason)</w:t>
            </w:r>
          </w:p>
        </w:tc>
        <w:tc>
          <w:tcPr>
            <w:tcW w:w="2409" w:type="dxa"/>
          </w:tcPr>
          <w:p w:rsidR="00C0341F" w:rsidRPr="00241E66" w:rsidRDefault="00C0341F">
            <w:pPr>
              <w:pStyle w:val="TAL"/>
              <w:keepNext w:val="0"/>
              <w:keepLines w:val="0"/>
            </w:pPr>
          </w:p>
          <w:p w:rsidR="00C0341F" w:rsidRPr="00241E66" w:rsidRDefault="00C0341F">
            <w:pPr>
              <w:pStyle w:val="TAL"/>
              <w:keepNext w:val="0"/>
              <w:keepLines w:val="0"/>
            </w:pPr>
            <w:r w:rsidRPr="00241E66">
              <w:t>Reason (specified)</w:t>
            </w:r>
          </w:p>
        </w:tc>
        <w:tc>
          <w:tcPr>
            <w:tcW w:w="3119" w:type="dxa"/>
          </w:tcPr>
          <w:p w:rsidR="00C0341F" w:rsidRPr="00241E66" w:rsidRDefault="00C0341F">
            <w:pPr>
              <w:pStyle w:val="TAL"/>
              <w:keepNext w:val="0"/>
              <w:keepLines w:val="0"/>
            </w:pPr>
          </w:p>
        </w:tc>
      </w:tr>
    </w:tbl>
    <w:p w:rsidR="00C0341F" w:rsidRPr="00241E66" w:rsidRDefault="00C0341F"/>
    <w:p w:rsidR="00C0341F" w:rsidRPr="00241E66" w:rsidRDefault="00C0341F">
      <w:pPr>
        <w:pStyle w:val="Heading4"/>
      </w:pPr>
      <w:r w:rsidRPr="00241E66">
        <w:t>5.3.3.2</w:t>
      </w:r>
      <w:r w:rsidRPr="00241E66">
        <w:tab/>
        <w:t>Method throwIt</w:t>
      </w:r>
    </w:p>
    <w:p w:rsidR="00C0341F" w:rsidRPr="00241E66" w:rsidRDefault="00C0341F">
      <w:r w:rsidRPr="00241E66">
        <w:t>Test Area Reference: Api_4_Aex_Thit.</w:t>
      </w:r>
    </w:p>
    <w:p w:rsidR="00C0341F" w:rsidRPr="00241E66" w:rsidRDefault="00C0341F" w:rsidP="00B54FD2">
      <w:pPr>
        <w:pStyle w:val="Heading5"/>
      </w:pPr>
      <w:r w:rsidRPr="00241E66">
        <w:t>5.3.3.2.1</w:t>
      </w:r>
      <w:r w:rsidRPr="00241E66">
        <w:tab/>
        <w:t>Conformance requirement</w:t>
      </w:r>
    </w:p>
    <w:p w:rsidR="00C0341F" w:rsidRPr="00241E66" w:rsidRDefault="00C0341F">
      <w:r w:rsidRPr="00241E66">
        <w:t>The method with following header shall be compliant to its definition in the API.</w:t>
      </w:r>
    </w:p>
    <w:p w:rsidR="00C0341F" w:rsidRPr="00241E66" w:rsidRDefault="00C0341F">
      <w:pPr>
        <w:pStyle w:val="PL"/>
        <w:rPr>
          <w:noProof w:val="0"/>
        </w:rPr>
      </w:pPr>
      <w:r w:rsidRPr="00241E66">
        <w:rPr>
          <w:noProof w:val="0"/>
        </w:rPr>
        <w:t>public static void throwIt(short reason)</w:t>
      </w:r>
    </w:p>
    <w:p w:rsidR="00C0341F" w:rsidRPr="00241E66" w:rsidRDefault="00C0341F">
      <w:pPr>
        <w:pStyle w:val="PL"/>
        <w:rPr>
          <w:noProof w:val="0"/>
        </w:rPr>
      </w:pPr>
      <w:r w:rsidRPr="00241E66">
        <w:rPr>
          <w:noProof w:val="0"/>
        </w:rPr>
        <w:t xml:space="preserve">                    throws AdminException</w:t>
      </w:r>
    </w:p>
    <w:p w:rsidR="00C0341F" w:rsidRPr="00241E66" w:rsidRDefault="00C0341F">
      <w:pPr>
        <w:pStyle w:val="PL"/>
        <w:rPr>
          <w:noProof w:val="0"/>
        </w:rPr>
      </w:pPr>
    </w:p>
    <w:p w:rsidR="00C0341F" w:rsidRPr="00241E66" w:rsidRDefault="00C0341F">
      <w:pPr>
        <w:pStyle w:val="H6"/>
      </w:pPr>
      <w:r w:rsidRPr="00241E66">
        <w:t>5.3.3.2.1.1</w:t>
      </w:r>
      <w:r w:rsidRPr="00241E66">
        <w:tab/>
        <w:t>Normal execution</w:t>
      </w:r>
    </w:p>
    <w:p w:rsidR="00C0341F" w:rsidRPr="00241E66" w:rsidRDefault="00C0341F">
      <w:pPr>
        <w:pStyle w:val="B1"/>
      </w:pPr>
      <w:r w:rsidRPr="00241E66">
        <w:t>CRRN1: Throws the JCRE instance of AdminException with the specified reason.</w:t>
      </w:r>
    </w:p>
    <w:p w:rsidR="00C0341F" w:rsidRPr="00241E66" w:rsidRDefault="00C0341F">
      <w:pPr>
        <w:pStyle w:val="B1"/>
      </w:pPr>
      <w:r w:rsidRPr="00241E66">
        <w:t>CRRN2: Etends javacard.framework.CardRuntimeException.</w:t>
      </w:r>
    </w:p>
    <w:p w:rsidR="00C0341F" w:rsidRPr="00241E66" w:rsidRDefault="00C0341F">
      <w:pPr>
        <w:pStyle w:val="H6"/>
      </w:pPr>
      <w:r w:rsidRPr="00241E66">
        <w:t>5.3.3.2.1.2</w:t>
      </w:r>
      <w:r w:rsidRPr="00241E66">
        <w:tab/>
        <w:t>Parameter errors</w:t>
      </w:r>
    </w:p>
    <w:p w:rsidR="00C0341F" w:rsidRPr="00241E66" w:rsidRDefault="00C0341F">
      <w:r w:rsidRPr="00241E66">
        <w:t>No requirements.</w:t>
      </w:r>
    </w:p>
    <w:p w:rsidR="00C0341F" w:rsidRPr="00241E66" w:rsidRDefault="00C0341F">
      <w:pPr>
        <w:pStyle w:val="H6"/>
      </w:pPr>
      <w:r w:rsidRPr="00241E66">
        <w:t>5.3.3.2.1.3</w:t>
      </w:r>
      <w:r w:rsidRPr="00241E66">
        <w:tab/>
        <w:t>Context errors</w:t>
      </w:r>
    </w:p>
    <w:p w:rsidR="00C0341F" w:rsidRPr="00241E66" w:rsidRDefault="00C0341F">
      <w:r w:rsidRPr="00241E66">
        <w:t>No requirements.</w:t>
      </w:r>
    </w:p>
    <w:p w:rsidR="00C0341F" w:rsidRPr="00241E66" w:rsidRDefault="00C0341F" w:rsidP="00B54FD2">
      <w:pPr>
        <w:pStyle w:val="Heading5"/>
      </w:pPr>
      <w:r w:rsidRPr="00241E66">
        <w:t>5.3.3.2.2</w:t>
      </w:r>
      <w:r w:rsidRPr="00241E66">
        <w:tab/>
        <w:t>Test area files</w:t>
      </w:r>
    </w:p>
    <w:p w:rsidR="00C0341F" w:rsidRPr="00241E66" w:rsidRDefault="00C0341F" w:rsidP="00C0341F">
      <w:pPr>
        <w:pStyle w:val="EX"/>
      </w:pPr>
      <w:r w:rsidRPr="00241E66">
        <w:t>Test Source:</w:t>
      </w:r>
      <w:r w:rsidRPr="00241E66">
        <w:tab/>
        <w:t>Test_Api_4_Aex_Thit.java.</w:t>
      </w:r>
    </w:p>
    <w:p w:rsidR="00C0341F" w:rsidRPr="00241E66" w:rsidRDefault="00C0341F" w:rsidP="00C0341F">
      <w:pPr>
        <w:pStyle w:val="EX"/>
      </w:pPr>
      <w:r w:rsidRPr="00241E66">
        <w:t>Test Applet:</w:t>
      </w:r>
      <w:r w:rsidRPr="00241E66">
        <w:tab/>
        <w:t>Api_4_Aex_Thit_1.java.</w:t>
      </w:r>
    </w:p>
    <w:p w:rsidR="00C0341F" w:rsidRPr="00241E66" w:rsidRDefault="00C0341F" w:rsidP="00C0341F">
      <w:pPr>
        <w:pStyle w:val="EX"/>
      </w:pPr>
      <w:r w:rsidRPr="00241E66">
        <w:t>Cap File:</w:t>
      </w:r>
      <w:r w:rsidRPr="00241E66">
        <w:tab/>
        <w:t>Api_4_Aex_Thit.cap.</w:t>
      </w:r>
    </w:p>
    <w:p w:rsidR="00C0341F" w:rsidRPr="00241E66" w:rsidRDefault="00C0341F" w:rsidP="00B54FD2">
      <w:pPr>
        <w:pStyle w:val="Heading5"/>
      </w:pPr>
      <w:r w:rsidRPr="00241E66">
        <w:t>5.3.3.2.3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5491"/>
      </w:tblGrid>
      <w:tr w:rsidR="00C0341F" w:rsidRPr="00241E66">
        <w:trPr>
          <w:jc w:val="center"/>
        </w:trPr>
        <w:tc>
          <w:tcPr>
            <w:tcW w:w="1299" w:type="dxa"/>
          </w:tcPr>
          <w:p w:rsidR="00C0341F" w:rsidRPr="00241E66" w:rsidRDefault="00C0341F">
            <w:pPr>
              <w:pStyle w:val="TAH"/>
              <w:keepNext w:val="0"/>
              <w:keepLines w:val="0"/>
            </w:pPr>
            <w:r w:rsidRPr="00241E66">
              <w:t>CRR number</w:t>
            </w:r>
          </w:p>
        </w:tc>
        <w:tc>
          <w:tcPr>
            <w:tcW w:w="5491" w:type="dxa"/>
          </w:tcPr>
          <w:p w:rsidR="00C0341F" w:rsidRPr="00241E66" w:rsidRDefault="00C0341F">
            <w:pPr>
              <w:pStyle w:val="TAH"/>
              <w:keepNext w:val="0"/>
              <w:keepLines w:val="0"/>
            </w:pPr>
            <w:r w:rsidRPr="00241E66">
              <w:t>Test case number</w:t>
            </w:r>
          </w:p>
        </w:tc>
      </w:tr>
      <w:tr w:rsidR="00C0341F" w:rsidRPr="00241E66">
        <w:trPr>
          <w:jc w:val="center"/>
        </w:trPr>
        <w:tc>
          <w:tcPr>
            <w:tcW w:w="1299" w:type="dxa"/>
          </w:tcPr>
          <w:p w:rsidR="00C0341F" w:rsidRPr="00241E66" w:rsidRDefault="00C0341F">
            <w:pPr>
              <w:pStyle w:val="TAC"/>
              <w:keepNext w:val="0"/>
              <w:keepLines w:val="0"/>
            </w:pPr>
            <w:r w:rsidRPr="00241E66">
              <w:t>N1</w:t>
            </w:r>
          </w:p>
        </w:tc>
        <w:tc>
          <w:tcPr>
            <w:tcW w:w="5491" w:type="dxa"/>
          </w:tcPr>
          <w:p w:rsidR="00C0341F" w:rsidRPr="00241E66" w:rsidRDefault="00C0341F">
            <w:pPr>
              <w:pStyle w:val="TAC"/>
              <w:keepNext w:val="0"/>
              <w:keepLines w:val="0"/>
            </w:pPr>
            <w:r w:rsidRPr="00241E66">
              <w:t>1, 2, 3</w:t>
            </w:r>
          </w:p>
        </w:tc>
      </w:tr>
      <w:tr w:rsidR="00C0341F" w:rsidRPr="00241E66">
        <w:trPr>
          <w:jc w:val="center"/>
        </w:trPr>
        <w:tc>
          <w:tcPr>
            <w:tcW w:w="1299" w:type="dxa"/>
          </w:tcPr>
          <w:p w:rsidR="00C0341F" w:rsidRPr="00241E66" w:rsidRDefault="00C0341F">
            <w:pPr>
              <w:pStyle w:val="TAC"/>
              <w:keepNext w:val="0"/>
              <w:keepLines w:val="0"/>
            </w:pPr>
            <w:r w:rsidRPr="00241E66">
              <w:t>N2</w:t>
            </w:r>
          </w:p>
        </w:tc>
        <w:tc>
          <w:tcPr>
            <w:tcW w:w="5491" w:type="dxa"/>
          </w:tcPr>
          <w:p w:rsidR="00C0341F" w:rsidRPr="00241E66" w:rsidRDefault="00C0341F">
            <w:pPr>
              <w:pStyle w:val="TAC"/>
              <w:keepNext w:val="0"/>
              <w:keepLines w:val="0"/>
            </w:pPr>
            <w:r w:rsidRPr="00241E66">
              <w:t>4, 5, 6</w:t>
            </w:r>
          </w:p>
        </w:tc>
      </w:tr>
    </w:tbl>
    <w:p w:rsidR="00C0341F" w:rsidRPr="00241E66" w:rsidRDefault="00C0341F" w:rsidP="00C0341F"/>
    <w:p w:rsidR="00C0341F" w:rsidRPr="00241E66" w:rsidRDefault="00C0341F" w:rsidP="003C2A6F">
      <w:pPr>
        <w:pStyle w:val="Heading5"/>
      </w:pPr>
      <w:r w:rsidRPr="00241E66">
        <w:lastRenderedPageBreak/>
        <w:t>5.3.3.2.4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82"/>
        <w:gridCol w:w="2055"/>
        <w:gridCol w:w="3119"/>
      </w:tblGrid>
      <w:tr w:rsidR="00C0341F" w:rsidRPr="00241E66">
        <w:trPr>
          <w:jc w:val="center"/>
        </w:trPr>
        <w:tc>
          <w:tcPr>
            <w:tcW w:w="425" w:type="dxa"/>
            <w:tcBorders>
              <w:left w:val="single" w:sz="4" w:space="0" w:color="auto"/>
            </w:tcBorders>
          </w:tcPr>
          <w:p w:rsidR="00C0341F" w:rsidRPr="00241E66" w:rsidRDefault="00C0341F" w:rsidP="003C2A6F">
            <w:pPr>
              <w:pStyle w:val="TAH"/>
              <w:keepLines w:val="0"/>
            </w:pPr>
            <w:r w:rsidRPr="00241E66">
              <w:t>Id</w:t>
            </w:r>
          </w:p>
        </w:tc>
        <w:tc>
          <w:tcPr>
            <w:tcW w:w="4182" w:type="dxa"/>
          </w:tcPr>
          <w:p w:rsidR="00C0341F" w:rsidRPr="00241E66" w:rsidRDefault="00C0341F" w:rsidP="003C2A6F">
            <w:pPr>
              <w:pStyle w:val="TAH"/>
              <w:keepLines w:val="0"/>
            </w:pPr>
            <w:r w:rsidRPr="00241E66">
              <w:t>Description</w:t>
            </w:r>
          </w:p>
        </w:tc>
        <w:tc>
          <w:tcPr>
            <w:tcW w:w="2055" w:type="dxa"/>
          </w:tcPr>
          <w:p w:rsidR="00C0341F" w:rsidRPr="00241E66" w:rsidRDefault="00C0341F" w:rsidP="003C2A6F">
            <w:pPr>
              <w:pStyle w:val="TAH"/>
              <w:keepLines w:val="0"/>
            </w:pPr>
            <w:r w:rsidRPr="00241E66">
              <w:t>API Expectation</w:t>
            </w:r>
          </w:p>
        </w:tc>
        <w:tc>
          <w:tcPr>
            <w:tcW w:w="3119" w:type="dxa"/>
          </w:tcPr>
          <w:p w:rsidR="00C0341F" w:rsidRPr="00241E66" w:rsidRDefault="00C0341F" w:rsidP="003C2A6F">
            <w:pPr>
              <w:pStyle w:val="TAH"/>
              <w:keepLines w:val="0"/>
            </w:pPr>
            <w:r w:rsidRPr="00241E66">
              <w:t>APDU Expectation</w:t>
            </w:r>
          </w:p>
        </w:tc>
      </w:tr>
      <w:tr w:rsidR="00C0341F" w:rsidRPr="00241E66">
        <w:trPr>
          <w:jc w:val="center"/>
        </w:trPr>
        <w:tc>
          <w:tcPr>
            <w:tcW w:w="425" w:type="dxa"/>
            <w:tcBorders>
              <w:left w:val="single" w:sz="4" w:space="0" w:color="auto"/>
            </w:tcBorders>
          </w:tcPr>
          <w:p w:rsidR="00C0341F" w:rsidRPr="00241E66" w:rsidRDefault="00C0341F" w:rsidP="003C2A6F">
            <w:pPr>
              <w:pStyle w:val="TAC"/>
              <w:keepLines w:val="0"/>
            </w:pPr>
            <w:r w:rsidRPr="00241E66">
              <w:t>1</w:t>
            </w:r>
          </w:p>
        </w:tc>
        <w:tc>
          <w:tcPr>
            <w:tcW w:w="4182" w:type="dxa"/>
          </w:tcPr>
          <w:p w:rsidR="00C0341F" w:rsidRPr="00241E66" w:rsidRDefault="00C0341F" w:rsidP="003C2A6F">
            <w:pPr>
              <w:pStyle w:val="TAL"/>
            </w:pPr>
            <w:r w:rsidRPr="00241E66">
              <w:t>Throws the JCRE instance of AdminException with the specified reason</w:t>
            </w:r>
          </w:p>
        </w:tc>
        <w:tc>
          <w:tcPr>
            <w:tcW w:w="2055" w:type="dxa"/>
          </w:tcPr>
          <w:p w:rsidR="00C0341F" w:rsidRPr="00241E66" w:rsidRDefault="00C0341F" w:rsidP="003C2A6F">
            <w:pPr>
              <w:pStyle w:val="TAL"/>
              <w:keepLines w:val="0"/>
            </w:pPr>
            <w:r w:rsidRPr="00241E66">
              <w:t>Reason = 0</w:t>
            </w:r>
          </w:p>
        </w:tc>
        <w:tc>
          <w:tcPr>
            <w:tcW w:w="3119" w:type="dxa"/>
          </w:tcPr>
          <w:p w:rsidR="00C0341F" w:rsidRPr="00241E66" w:rsidRDefault="00C0341F" w:rsidP="003C2A6F">
            <w:pPr>
              <w:pStyle w:val="TAL"/>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Lines w:val="0"/>
            </w:pPr>
            <w:r w:rsidRPr="00241E66">
              <w:t>2</w:t>
            </w:r>
          </w:p>
        </w:tc>
        <w:tc>
          <w:tcPr>
            <w:tcW w:w="4182" w:type="dxa"/>
          </w:tcPr>
          <w:p w:rsidR="00C0341F" w:rsidRPr="00241E66" w:rsidRDefault="00C0341F" w:rsidP="003C2A6F">
            <w:pPr>
              <w:pStyle w:val="TAL"/>
            </w:pPr>
            <w:r w:rsidRPr="00241E66">
              <w:t>Throws the JCRE instance of AdminException with the specified reason</w:t>
            </w:r>
          </w:p>
        </w:tc>
        <w:tc>
          <w:tcPr>
            <w:tcW w:w="2055" w:type="dxa"/>
          </w:tcPr>
          <w:p w:rsidR="00C0341F" w:rsidRPr="00241E66" w:rsidRDefault="00C0341F" w:rsidP="003C2A6F">
            <w:pPr>
              <w:pStyle w:val="TAL"/>
              <w:keepLines w:val="0"/>
            </w:pPr>
            <w:r w:rsidRPr="00241E66">
              <w:t>Reason = 1</w:t>
            </w:r>
          </w:p>
        </w:tc>
        <w:tc>
          <w:tcPr>
            <w:tcW w:w="3119" w:type="dxa"/>
          </w:tcPr>
          <w:p w:rsidR="00C0341F" w:rsidRPr="00241E66" w:rsidRDefault="00C0341F" w:rsidP="003C2A6F">
            <w:pPr>
              <w:pStyle w:val="TAL"/>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3</w:t>
            </w:r>
          </w:p>
        </w:tc>
        <w:tc>
          <w:tcPr>
            <w:tcW w:w="4182" w:type="dxa"/>
          </w:tcPr>
          <w:p w:rsidR="00C0341F" w:rsidRPr="00241E66" w:rsidRDefault="00C0341F" w:rsidP="008714AD">
            <w:pPr>
              <w:pStyle w:val="TAL"/>
            </w:pPr>
            <w:r w:rsidRPr="00241E66">
              <w:t>Throws the JCRE instance of AdminException with the specified reason</w:t>
            </w:r>
          </w:p>
        </w:tc>
        <w:tc>
          <w:tcPr>
            <w:tcW w:w="2055" w:type="dxa"/>
          </w:tcPr>
          <w:p w:rsidR="00C0341F" w:rsidRPr="00241E66" w:rsidRDefault="00C0341F">
            <w:pPr>
              <w:pStyle w:val="TAL"/>
              <w:keepNext w:val="0"/>
              <w:keepLines w:val="0"/>
            </w:pPr>
            <w:r w:rsidRPr="00241E66">
              <w:t>Reason = 0xA55A</w:t>
            </w:r>
          </w:p>
        </w:tc>
        <w:tc>
          <w:tcPr>
            <w:tcW w:w="3119" w:type="dxa"/>
          </w:tcPr>
          <w:p w:rsidR="00C0341F" w:rsidRPr="00241E66" w:rsidRDefault="00C0341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4</w:t>
            </w:r>
          </w:p>
        </w:tc>
        <w:tc>
          <w:tcPr>
            <w:tcW w:w="4182" w:type="dxa"/>
          </w:tcPr>
          <w:p w:rsidR="00C0341F" w:rsidRPr="00241E66" w:rsidRDefault="00C0341F" w:rsidP="008714AD">
            <w:pPr>
              <w:pStyle w:val="TAL"/>
            </w:pPr>
            <w:r w:rsidRPr="00241E66">
              <w:t>AdminException extends javacard.framework.CardRuntimeException</w:t>
            </w:r>
          </w:p>
        </w:tc>
        <w:tc>
          <w:tcPr>
            <w:tcW w:w="2055" w:type="dxa"/>
          </w:tcPr>
          <w:p w:rsidR="00C0341F" w:rsidRPr="00241E66" w:rsidRDefault="00C0341F">
            <w:pPr>
              <w:pStyle w:val="TAL"/>
              <w:keepNext w:val="0"/>
              <w:keepLines w:val="0"/>
            </w:pPr>
            <w:r w:rsidRPr="00241E66">
              <w:t>Reason = 0</w:t>
            </w:r>
          </w:p>
        </w:tc>
        <w:tc>
          <w:tcPr>
            <w:tcW w:w="3119" w:type="dxa"/>
          </w:tcPr>
          <w:p w:rsidR="00C0341F" w:rsidRPr="00241E66" w:rsidRDefault="00C0341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5</w:t>
            </w:r>
          </w:p>
        </w:tc>
        <w:tc>
          <w:tcPr>
            <w:tcW w:w="4182" w:type="dxa"/>
          </w:tcPr>
          <w:p w:rsidR="00C0341F" w:rsidRPr="00241E66" w:rsidRDefault="00C0341F" w:rsidP="008714AD">
            <w:pPr>
              <w:pStyle w:val="TAL"/>
            </w:pPr>
            <w:r w:rsidRPr="00241E66">
              <w:t>AdminException extends javacard.framework.CardRuntimeException</w:t>
            </w:r>
          </w:p>
        </w:tc>
        <w:tc>
          <w:tcPr>
            <w:tcW w:w="2055" w:type="dxa"/>
          </w:tcPr>
          <w:p w:rsidR="00C0341F" w:rsidRPr="00241E66" w:rsidRDefault="00C0341F">
            <w:pPr>
              <w:pStyle w:val="TAL"/>
              <w:keepNext w:val="0"/>
              <w:keepLines w:val="0"/>
            </w:pPr>
            <w:r w:rsidRPr="00241E66">
              <w:t>Reason = 1</w:t>
            </w:r>
          </w:p>
        </w:tc>
        <w:tc>
          <w:tcPr>
            <w:tcW w:w="3119" w:type="dxa"/>
          </w:tcPr>
          <w:p w:rsidR="00C0341F" w:rsidRPr="00241E66" w:rsidRDefault="00C0341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pPr>
              <w:pStyle w:val="TAC"/>
            </w:pPr>
            <w:r w:rsidRPr="00241E66">
              <w:t>6</w:t>
            </w:r>
          </w:p>
        </w:tc>
        <w:tc>
          <w:tcPr>
            <w:tcW w:w="4182" w:type="dxa"/>
          </w:tcPr>
          <w:p w:rsidR="00C0341F" w:rsidRPr="00241E66" w:rsidRDefault="00C0341F" w:rsidP="008714AD">
            <w:pPr>
              <w:pStyle w:val="TAL"/>
            </w:pPr>
            <w:r w:rsidRPr="00241E66">
              <w:t>AdminException extends javacard.framework.CardRuntimeException</w:t>
            </w:r>
          </w:p>
        </w:tc>
        <w:tc>
          <w:tcPr>
            <w:tcW w:w="2055" w:type="dxa"/>
          </w:tcPr>
          <w:p w:rsidR="00C0341F" w:rsidRPr="00241E66" w:rsidRDefault="00C0341F">
            <w:pPr>
              <w:pStyle w:val="TAL"/>
              <w:keepNext w:val="0"/>
              <w:keepLines w:val="0"/>
            </w:pPr>
            <w:r w:rsidRPr="00241E66">
              <w:t>Reason = 0xA55A</w:t>
            </w:r>
          </w:p>
        </w:tc>
        <w:tc>
          <w:tcPr>
            <w:tcW w:w="3119" w:type="dxa"/>
          </w:tcPr>
          <w:p w:rsidR="00C0341F" w:rsidRPr="00241E66" w:rsidRDefault="00C0341F">
            <w:pPr>
              <w:pStyle w:val="TAL"/>
            </w:pPr>
          </w:p>
        </w:tc>
      </w:tr>
    </w:tbl>
    <w:p w:rsidR="00C0341F" w:rsidRPr="00241E66" w:rsidRDefault="00C0341F"/>
    <w:p w:rsidR="00C0341F" w:rsidRPr="00241E66" w:rsidRDefault="00C0341F" w:rsidP="00C0341F">
      <w:pPr>
        <w:pStyle w:val="Heading4"/>
      </w:pPr>
      <w:r w:rsidRPr="00241E66">
        <w:t>5.3.3.3</w:t>
      </w:r>
      <w:r w:rsidRPr="00241E66">
        <w:tab/>
        <w:t>Reason Codes</w:t>
      </w:r>
    </w:p>
    <w:p w:rsidR="00C0341F" w:rsidRPr="00241E66" w:rsidRDefault="00C0341F" w:rsidP="00C0341F">
      <w:pPr>
        <w:keepNext/>
        <w:keepLines/>
      </w:pPr>
      <w:r w:rsidRPr="00241E66">
        <w:t>Test Area Reference: Api_4_Aex_Cons.</w:t>
      </w:r>
    </w:p>
    <w:p w:rsidR="00C0341F" w:rsidRPr="00241E66" w:rsidRDefault="00C0341F" w:rsidP="00C0341F">
      <w:pPr>
        <w:pStyle w:val="Heading5"/>
      </w:pPr>
      <w:r w:rsidRPr="00241E66">
        <w:t>5.3.3.3.1</w:t>
      </w:r>
      <w:r w:rsidRPr="00241E66">
        <w:tab/>
        <w:t>Conformance Requirement:</w:t>
      </w:r>
    </w:p>
    <w:p w:rsidR="00C0341F" w:rsidRPr="00241E66" w:rsidRDefault="00C0341F">
      <w:r w:rsidRPr="00241E66">
        <w:t>There is no API, only constants. These constants shall compliant to its definition in the API.</w:t>
      </w:r>
    </w:p>
    <w:p w:rsidR="00C0341F" w:rsidRPr="00241E66" w:rsidRDefault="00C0341F">
      <w:pPr>
        <w:pStyle w:val="H6"/>
      </w:pPr>
      <w:r w:rsidRPr="00241E66">
        <w:t>5.3.3.3.1.1</w:t>
      </w:r>
      <w:r w:rsidRPr="00241E66">
        <w:tab/>
        <w:t>Normal execution</w:t>
      </w:r>
    </w:p>
    <w:p w:rsidR="00C0341F" w:rsidRPr="00241E66" w:rsidRDefault="00C0341F" w:rsidP="00C0341F">
      <w:pPr>
        <w:pStyle w:val="B1"/>
      </w:pPr>
      <w:r w:rsidRPr="00241E66">
        <w:t xml:space="preserve">CRRN1: The Constants of the class AdminException shall all have the same name and value defined in the </w:t>
      </w:r>
      <w:r w:rsidR="00E45C0F" w:rsidRPr="00241E66">
        <w:t>ETSI </w:t>
      </w:r>
      <w:r w:rsidRPr="00241E66">
        <w:t xml:space="preserve">TS 102 241 </w:t>
      </w:r>
      <w:r w:rsidR="00326B83" w:rsidRPr="00241E66">
        <w:t>[9]</w:t>
      </w:r>
      <w:r w:rsidRPr="00241E66">
        <w:t>.</w:t>
      </w:r>
    </w:p>
    <w:p w:rsidR="00C0341F" w:rsidRPr="00241E66" w:rsidRDefault="00C0341F" w:rsidP="00C0341F">
      <w:pPr>
        <w:pStyle w:val="B1"/>
      </w:pPr>
      <w:r w:rsidRPr="00241E66">
        <w:t>CRRN2: Constructs AdminException an Exception with the specified reason.</w:t>
      </w:r>
    </w:p>
    <w:p w:rsidR="00C0341F" w:rsidRPr="00241E66" w:rsidRDefault="00C0341F">
      <w:pPr>
        <w:pStyle w:val="H6"/>
      </w:pPr>
      <w:r w:rsidRPr="00241E66">
        <w:t>5.3.3.3.1.2</w:t>
      </w:r>
      <w:r w:rsidRPr="00241E66">
        <w:tab/>
        <w:t>Parameter errors</w:t>
      </w:r>
    </w:p>
    <w:p w:rsidR="00C0341F" w:rsidRPr="00241E66" w:rsidRDefault="00C0341F">
      <w:r w:rsidRPr="00241E66">
        <w:t>No requirements.</w:t>
      </w:r>
    </w:p>
    <w:p w:rsidR="00C0341F" w:rsidRPr="00241E66" w:rsidRDefault="00C0341F">
      <w:pPr>
        <w:pStyle w:val="H6"/>
      </w:pPr>
      <w:r w:rsidRPr="00241E66">
        <w:t>5.3.3.3.1.3</w:t>
      </w:r>
      <w:r w:rsidRPr="00241E66">
        <w:tab/>
        <w:t>Context errors</w:t>
      </w:r>
    </w:p>
    <w:p w:rsidR="00C0341F" w:rsidRPr="00241E66" w:rsidRDefault="00C0341F">
      <w:r w:rsidRPr="00241E66">
        <w:t>No requirements.</w:t>
      </w:r>
    </w:p>
    <w:p w:rsidR="00C0341F" w:rsidRPr="00241E66" w:rsidRDefault="00C0341F" w:rsidP="00B54FD2">
      <w:pPr>
        <w:pStyle w:val="Heading5"/>
      </w:pPr>
      <w:r w:rsidRPr="00241E66">
        <w:t>5.3.3.3.2</w:t>
      </w:r>
      <w:r w:rsidRPr="00241E66">
        <w:tab/>
        <w:t>Test area files</w:t>
      </w:r>
    </w:p>
    <w:p w:rsidR="00C0341F" w:rsidRPr="00241E66" w:rsidRDefault="00C0341F">
      <w:r w:rsidRPr="00241E66">
        <w:t>None.</w:t>
      </w:r>
    </w:p>
    <w:p w:rsidR="00C0341F" w:rsidRPr="00241E66" w:rsidRDefault="00C0341F" w:rsidP="00B54FD2">
      <w:pPr>
        <w:pStyle w:val="Heading5"/>
      </w:pPr>
      <w:r w:rsidRPr="00241E66">
        <w:t>5.3.3.3.3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7419"/>
      </w:tblGrid>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CRR number</w:t>
            </w:r>
          </w:p>
        </w:tc>
        <w:tc>
          <w:tcPr>
            <w:tcW w:w="74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Test case number</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PL"/>
              <w:rPr>
                <w:noProof w:val="0"/>
              </w:rPr>
            </w:pPr>
            <w:r w:rsidRPr="00241E66">
              <w:rPr>
                <w:noProof w:val="0"/>
              </w:rPr>
              <w:t>N1 &amp; N2</w:t>
            </w:r>
          </w:p>
        </w:tc>
        <w:tc>
          <w:tcPr>
            <w:tcW w:w="7419"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pPr>
            <w:r w:rsidRPr="00241E66">
              <w:t>The constants in Java are resolved at compilation time, therefore a runtime test is not useful. No test of constants will be performed</w:t>
            </w:r>
          </w:p>
        </w:tc>
      </w:tr>
    </w:tbl>
    <w:p w:rsidR="00C0341F" w:rsidRPr="00241E66" w:rsidRDefault="00C0341F" w:rsidP="00C0341F"/>
    <w:p w:rsidR="00C0341F" w:rsidRPr="00241E66" w:rsidRDefault="00C0341F" w:rsidP="00B54FD2">
      <w:pPr>
        <w:pStyle w:val="Heading5"/>
      </w:pPr>
      <w:r w:rsidRPr="00241E66">
        <w:t>5.3.3.3.4</w:t>
      </w:r>
      <w:r w:rsidRPr="00241E66">
        <w:tab/>
        <w:t>Test Procedure</w:t>
      </w:r>
    </w:p>
    <w:p w:rsidR="00C0341F" w:rsidRPr="00241E66" w:rsidRDefault="00C0341F">
      <w:r w:rsidRPr="00241E66">
        <w:t>None.</w:t>
      </w:r>
    </w:p>
    <w:p w:rsidR="00C0341F" w:rsidRPr="00241E66" w:rsidRDefault="00C0341F">
      <w:pPr>
        <w:pStyle w:val="Heading2"/>
      </w:pPr>
      <w:r w:rsidRPr="00241E66">
        <w:lastRenderedPageBreak/>
        <w:t>5.4</w:t>
      </w:r>
      <w:r w:rsidRPr="00241E66">
        <w:tab/>
        <w:t>Package uicc.system</w:t>
      </w:r>
    </w:p>
    <w:p w:rsidR="00C0341F" w:rsidRPr="00241E66" w:rsidRDefault="00C0341F">
      <w:pPr>
        <w:pStyle w:val="Heading3"/>
      </w:pPr>
      <w:r w:rsidRPr="00241E66">
        <w:t>5.4.1</w:t>
      </w:r>
      <w:r w:rsidRPr="00241E66">
        <w:tab/>
        <w:t>Class HandlerBuilder</w:t>
      </w:r>
    </w:p>
    <w:p w:rsidR="00C0341F" w:rsidRPr="00241E66" w:rsidRDefault="00C0341F">
      <w:pPr>
        <w:pStyle w:val="Heading4"/>
      </w:pPr>
      <w:r w:rsidRPr="00241E66">
        <w:t>5.4.1.1</w:t>
      </w:r>
      <w:r w:rsidRPr="00241E66">
        <w:tab/>
        <w:t>Method buildTLVHandler(byte type, short capacity)</w:t>
      </w:r>
    </w:p>
    <w:p w:rsidR="00C0341F" w:rsidRPr="00241E66" w:rsidRDefault="00C0341F">
      <w:r w:rsidRPr="00241E66">
        <w:t>Test Area Reference: Api_3_Hdb_Bthdbs.</w:t>
      </w:r>
    </w:p>
    <w:p w:rsidR="00C0341F" w:rsidRPr="00241E66" w:rsidRDefault="00C0341F" w:rsidP="00B54FD2">
      <w:pPr>
        <w:pStyle w:val="Heading5"/>
      </w:pPr>
      <w:r w:rsidRPr="00241E66">
        <w:t>5.4.1.1.1</w:t>
      </w:r>
      <w:r w:rsidRPr="00241E66">
        <w:tab/>
        <w:t>Conformance requirement</w:t>
      </w:r>
    </w:p>
    <w:p w:rsidR="00C0341F" w:rsidRPr="00241E66" w:rsidRDefault="00C0341F">
      <w:r w:rsidRPr="00241E66">
        <w:t>The method with following header shall be compliant to its definition in the API.</w:t>
      </w:r>
    </w:p>
    <w:p w:rsidR="00C0341F" w:rsidRPr="00241E66" w:rsidRDefault="00C0341F">
      <w:pPr>
        <w:pStyle w:val="PL"/>
        <w:rPr>
          <w:noProof w:val="0"/>
        </w:rPr>
      </w:pPr>
      <w:r w:rsidRPr="00241E66">
        <w:rPr>
          <w:noProof w:val="0"/>
        </w:rPr>
        <w:t>public static ViewHandler buildTLVHandler(byte type,</w:t>
      </w:r>
    </w:p>
    <w:p w:rsidR="00C0341F" w:rsidRPr="00241E66" w:rsidRDefault="00C0341F">
      <w:pPr>
        <w:pStyle w:val="PL"/>
        <w:rPr>
          <w:noProof w:val="0"/>
        </w:rPr>
      </w:pPr>
      <w:r w:rsidRPr="00241E66">
        <w:rPr>
          <w:noProof w:val="0"/>
        </w:rPr>
        <w:t xml:space="preserve">                                          short capacity)</w:t>
      </w:r>
    </w:p>
    <w:p w:rsidR="00C0341F" w:rsidRPr="00241E66" w:rsidRDefault="00C0341F">
      <w:pPr>
        <w:pStyle w:val="PL"/>
        <w:rPr>
          <w:noProof w:val="0"/>
        </w:rPr>
      </w:pPr>
      <w:r w:rsidRPr="00241E66">
        <w:rPr>
          <w:noProof w:val="0"/>
        </w:rPr>
        <w:t xml:space="preserve">                                   throws java.lang.ArrayIndexOutOfBoundsException,</w:t>
      </w:r>
    </w:p>
    <w:p w:rsidR="00C0341F" w:rsidRPr="00241E66" w:rsidRDefault="00C0341F">
      <w:pPr>
        <w:pStyle w:val="PL"/>
        <w:rPr>
          <w:noProof w:val="0"/>
        </w:rPr>
      </w:pPr>
      <w:r w:rsidRPr="00241E66">
        <w:rPr>
          <w:noProof w:val="0"/>
        </w:rPr>
        <w:t xml:space="preserve">                                          javacard.framework.SystemException</w:t>
      </w:r>
    </w:p>
    <w:p w:rsidR="00C0341F" w:rsidRPr="00241E66" w:rsidRDefault="00C0341F">
      <w:pPr>
        <w:pStyle w:val="PL"/>
        <w:rPr>
          <w:noProof w:val="0"/>
        </w:rPr>
      </w:pPr>
    </w:p>
    <w:p w:rsidR="00C0341F" w:rsidRPr="00241E66" w:rsidRDefault="00C0341F">
      <w:pPr>
        <w:pStyle w:val="H6"/>
      </w:pPr>
      <w:r w:rsidRPr="00241E66">
        <w:t>5.4.1.1.1.1</w:t>
      </w:r>
      <w:r w:rsidRPr="00241E66">
        <w:tab/>
        <w:t>Normal execution</w:t>
      </w:r>
    </w:p>
    <w:p w:rsidR="00C0341F" w:rsidRPr="00241E66" w:rsidRDefault="00C0341F">
      <w:pPr>
        <w:pStyle w:val="B1"/>
      </w:pPr>
      <w:r w:rsidRPr="00241E66">
        <w:t>CRRN1: Allocates a TLVHandler with an internal buffer of length capacity.</w:t>
      </w:r>
    </w:p>
    <w:p w:rsidR="00C0341F" w:rsidRPr="00241E66" w:rsidRDefault="00C0341F">
      <w:pPr>
        <w:pStyle w:val="H6"/>
      </w:pPr>
      <w:r w:rsidRPr="00241E66">
        <w:t>5.4.1.1.1.2</w:t>
      </w:r>
      <w:r w:rsidRPr="00241E66">
        <w:tab/>
        <w:t>Parameter errors</w:t>
      </w:r>
    </w:p>
    <w:p w:rsidR="00C0341F" w:rsidRPr="00241E66" w:rsidRDefault="00C0341F">
      <w:pPr>
        <w:pStyle w:val="B1"/>
      </w:pPr>
      <w:r w:rsidRPr="00241E66">
        <w:t>CRRP1: If the type parameter does not match with the predefined values, a javacard.framework.SystemException is thrown with ILLEGAL_VALUE reason code.</w:t>
      </w:r>
    </w:p>
    <w:p w:rsidR="00C0341F" w:rsidRPr="00241E66" w:rsidRDefault="00C0341F">
      <w:pPr>
        <w:pStyle w:val="B1"/>
      </w:pPr>
      <w:r w:rsidRPr="00241E66">
        <w:t>CRRP2: If capacity is negative, a javacard.framework.SystemException is thrown with ILLEGAL_VALUE reason code.</w:t>
      </w:r>
    </w:p>
    <w:p w:rsidR="00C0341F" w:rsidRPr="00241E66" w:rsidRDefault="00C0341F">
      <w:pPr>
        <w:pStyle w:val="H6"/>
      </w:pPr>
      <w:r w:rsidRPr="00241E66">
        <w:t>5.4.1.1.1.3</w:t>
      </w:r>
      <w:r w:rsidRPr="00241E66">
        <w:tab/>
        <w:t>Context errors</w:t>
      </w:r>
    </w:p>
    <w:p w:rsidR="00C0341F" w:rsidRPr="00241E66" w:rsidRDefault="00C0341F">
      <w:pPr>
        <w:pStyle w:val="B1"/>
        <w:rPr>
          <w:rStyle w:val="ListBulletChar1Char"/>
        </w:rPr>
      </w:pPr>
      <w:r w:rsidRPr="00241E66">
        <w:t>CRRC1: If there are not enough resources in the card to allocate the handler, a javacard.framework.SystemException is thrown with NO_RESOURCE reason code.</w:t>
      </w:r>
    </w:p>
    <w:p w:rsidR="00C0341F" w:rsidRPr="00241E66" w:rsidRDefault="00C0341F" w:rsidP="00B54FD2">
      <w:pPr>
        <w:pStyle w:val="Heading5"/>
      </w:pPr>
      <w:r w:rsidRPr="00241E66">
        <w:t>5.4.1.1.2</w:t>
      </w:r>
      <w:r w:rsidRPr="00241E66">
        <w:tab/>
        <w:t>Test area files</w:t>
      </w:r>
    </w:p>
    <w:p w:rsidR="00C0341F" w:rsidRPr="00241E66" w:rsidRDefault="00C0341F" w:rsidP="00C0341F">
      <w:pPr>
        <w:pStyle w:val="EX"/>
      </w:pPr>
      <w:r w:rsidRPr="00241E66">
        <w:t>Test Source:</w:t>
      </w:r>
      <w:r w:rsidRPr="00241E66">
        <w:tab/>
        <w:t>Test_Api_3_Hdb_Bthdbs.java.</w:t>
      </w:r>
    </w:p>
    <w:p w:rsidR="00C0341F" w:rsidRPr="00241E66" w:rsidRDefault="00C0341F" w:rsidP="00C0341F">
      <w:pPr>
        <w:pStyle w:val="EX"/>
      </w:pPr>
      <w:r w:rsidRPr="00241E66">
        <w:t>Test Applet:</w:t>
      </w:r>
      <w:r w:rsidRPr="00241E66">
        <w:tab/>
        <w:t>Api_3_Hdb_Bthdbs_1.java.</w:t>
      </w:r>
    </w:p>
    <w:p w:rsidR="00C0341F" w:rsidRPr="00241E66" w:rsidRDefault="00C0341F" w:rsidP="00C0341F">
      <w:pPr>
        <w:pStyle w:val="EX"/>
      </w:pPr>
      <w:r w:rsidRPr="00241E66">
        <w:t>Cap File:</w:t>
      </w:r>
      <w:r w:rsidRPr="00241E66">
        <w:tab/>
      </w:r>
      <w:r w:rsidR="008714AD" w:rsidRPr="00241E66">
        <w:t>A</w:t>
      </w:r>
      <w:r w:rsidRPr="00241E66">
        <w:t>pi_3_hdb_bthdbs.cap.</w:t>
      </w:r>
    </w:p>
    <w:p w:rsidR="00C0341F" w:rsidRPr="00241E66" w:rsidRDefault="00C0341F" w:rsidP="00B54FD2">
      <w:pPr>
        <w:pStyle w:val="Heading5"/>
      </w:pPr>
      <w:r w:rsidRPr="00241E66">
        <w:t>5.4.1.1.3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99"/>
        <w:gridCol w:w="5491"/>
      </w:tblGrid>
      <w:tr w:rsidR="00C0341F" w:rsidRPr="00241E66">
        <w:trPr>
          <w:jc w:val="center"/>
        </w:trPr>
        <w:tc>
          <w:tcPr>
            <w:tcW w:w="1299" w:type="dxa"/>
          </w:tcPr>
          <w:p w:rsidR="00C0341F" w:rsidRPr="00241E66" w:rsidRDefault="00C0341F">
            <w:pPr>
              <w:pStyle w:val="TAH"/>
              <w:keepNext w:val="0"/>
              <w:keepLines w:val="0"/>
            </w:pPr>
            <w:r w:rsidRPr="00241E66">
              <w:t>CRR number</w:t>
            </w:r>
          </w:p>
        </w:tc>
        <w:tc>
          <w:tcPr>
            <w:tcW w:w="5491" w:type="dxa"/>
          </w:tcPr>
          <w:p w:rsidR="00C0341F" w:rsidRPr="00241E66" w:rsidRDefault="00C0341F">
            <w:pPr>
              <w:pStyle w:val="TAH"/>
              <w:keepNext w:val="0"/>
              <w:keepLines w:val="0"/>
            </w:pPr>
            <w:r w:rsidRPr="00241E66">
              <w:t>Test case number</w:t>
            </w:r>
          </w:p>
        </w:tc>
      </w:tr>
      <w:tr w:rsidR="00C0341F" w:rsidRPr="00241E66">
        <w:trPr>
          <w:jc w:val="center"/>
        </w:trPr>
        <w:tc>
          <w:tcPr>
            <w:tcW w:w="1299" w:type="dxa"/>
          </w:tcPr>
          <w:p w:rsidR="00C0341F" w:rsidRPr="00241E66" w:rsidRDefault="00C0341F">
            <w:pPr>
              <w:pStyle w:val="TAC"/>
              <w:keepNext w:val="0"/>
              <w:keepLines w:val="0"/>
            </w:pPr>
            <w:r w:rsidRPr="00241E66">
              <w:t>N1</w:t>
            </w:r>
          </w:p>
        </w:tc>
        <w:tc>
          <w:tcPr>
            <w:tcW w:w="5491" w:type="dxa"/>
          </w:tcPr>
          <w:p w:rsidR="00C0341F" w:rsidRPr="00241E66" w:rsidRDefault="00C0341F">
            <w:pPr>
              <w:pStyle w:val="TAC"/>
              <w:keepNext w:val="0"/>
              <w:keepLines w:val="0"/>
            </w:pPr>
            <w:r w:rsidRPr="00241E66">
              <w:t>1, 2</w:t>
            </w:r>
          </w:p>
        </w:tc>
      </w:tr>
      <w:tr w:rsidR="00C0341F" w:rsidRPr="00241E66">
        <w:trPr>
          <w:jc w:val="center"/>
        </w:trPr>
        <w:tc>
          <w:tcPr>
            <w:tcW w:w="1299" w:type="dxa"/>
          </w:tcPr>
          <w:p w:rsidR="00C0341F" w:rsidRPr="00241E66" w:rsidRDefault="00C0341F">
            <w:pPr>
              <w:pStyle w:val="TAC"/>
              <w:keepNext w:val="0"/>
              <w:keepLines w:val="0"/>
            </w:pPr>
            <w:r w:rsidRPr="00241E66">
              <w:t>P1</w:t>
            </w:r>
          </w:p>
        </w:tc>
        <w:tc>
          <w:tcPr>
            <w:tcW w:w="5491" w:type="dxa"/>
          </w:tcPr>
          <w:p w:rsidR="00C0341F" w:rsidRPr="00241E66" w:rsidRDefault="00C0341F">
            <w:pPr>
              <w:pStyle w:val="TAC"/>
              <w:keepNext w:val="0"/>
              <w:keepLines w:val="0"/>
            </w:pPr>
            <w:r w:rsidRPr="00241E66">
              <w:t>4, 5</w:t>
            </w:r>
          </w:p>
        </w:tc>
      </w:tr>
      <w:tr w:rsidR="00C0341F" w:rsidRPr="00241E66">
        <w:trPr>
          <w:jc w:val="center"/>
        </w:trPr>
        <w:tc>
          <w:tcPr>
            <w:tcW w:w="1299" w:type="dxa"/>
          </w:tcPr>
          <w:p w:rsidR="00C0341F" w:rsidRPr="00241E66" w:rsidRDefault="00C0341F">
            <w:pPr>
              <w:pStyle w:val="TAC"/>
              <w:keepNext w:val="0"/>
              <w:keepLines w:val="0"/>
            </w:pPr>
            <w:r w:rsidRPr="00241E66">
              <w:t>P2</w:t>
            </w:r>
          </w:p>
        </w:tc>
        <w:tc>
          <w:tcPr>
            <w:tcW w:w="5491" w:type="dxa"/>
          </w:tcPr>
          <w:p w:rsidR="00C0341F" w:rsidRPr="00241E66" w:rsidRDefault="00C0341F">
            <w:pPr>
              <w:pStyle w:val="TAC"/>
              <w:keepNext w:val="0"/>
              <w:keepLines w:val="0"/>
            </w:pPr>
            <w:r w:rsidRPr="00241E66">
              <w:t>3</w:t>
            </w:r>
          </w:p>
        </w:tc>
      </w:tr>
      <w:tr w:rsidR="00C0341F" w:rsidRPr="00241E66">
        <w:trPr>
          <w:jc w:val="center"/>
        </w:trPr>
        <w:tc>
          <w:tcPr>
            <w:tcW w:w="1299" w:type="dxa"/>
          </w:tcPr>
          <w:p w:rsidR="00C0341F" w:rsidRPr="00241E66" w:rsidRDefault="00C0341F">
            <w:pPr>
              <w:pStyle w:val="TAC"/>
              <w:keepNext w:val="0"/>
              <w:keepLines w:val="0"/>
            </w:pPr>
            <w:r w:rsidRPr="00241E66">
              <w:t>C1</w:t>
            </w:r>
          </w:p>
        </w:tc>
        <w:tc>
          <w:tcPr>
            <w:tcW w:w="5491" w:type="dxa"/>
          </w:tcPr>
          <w:p w:rsidR="00C0341F" w:rsidRPr="00241E66" w:rsidRDefault="00C0341F">
            <w:pPr>
              <w:pStyle w:val="TAC"/>
              <w:keepNext w:val="0"/>
              <w:keepLines w:val="0"/>
            </w:pPr>
            <w:r w:rsidRPr="00241E66">
              <w:t>Not testable</w:t>
            </w:r>
          </w:p>
        </w:tc>
      </w:tr>
    </w:tbl>
    <w:p w:rsidR="00C0341F" w:rsidRPr="00241E66" w:rsidRDefault="00C0341F" w:rsidP="00C0341F"/>
    <w:p w:rsidR="00C0341F" w:rsidRPr="00241E66" w:rsidRDefault="00C0341F" w:rsidP="003C2A6F">
      <w:pPr>
        <w:pStyle w:val="Heading5"/>
      </w:pPr>
      <w:r w:rsidRPr="00241E66">
        <w:lastRenderedPageBreak/>
        <w:t>5.4.1.1.4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C0341F" w:rsidRPr="00241E66">
        <w:trPr>
          <w:jc w:val="center"/>
        </w:trPr>
        <w:tc>
          <w:tcPr>
            <w:tcW w:w="425" w:type="dxa"/>
            <w:tcBorders>
              <w:left w:val="single" w:sz="4" w:space="0" w:color="auto"/>
            </w:tcBorders>
          </w:tcPr>
          <w:p w:rsidR="00C0341F" w:rsidRPr="00241E66" w:rsidRDefault="00C0341F" w:rsidP="003C2A6F">
            <w:pPr>
              <w:pStyle w:val="TAH"/>
              <w:keepLines w:val="0"/>
            </w:pPr>
            <w:r w:rsidRPr="00241E66">
              <w:t>Id</w:t>
            </w:r>
          </w:p>
        </w:tc>
        <w:tc>
          <w:tcPr>
            <w:tcW w:w="3828" w:type="dxa"/>
          </w:tcPr>
          <w:p w:rsidR="00C0341F" w:rsidRPr="00241E66" w:rsidRDefault="00C0341F" w:rsidP="003C2A6F">
            <w:pPr>
              <w:pStyle w:val="TAH"/>
              <w:keepLines w:val="0"/>
            </w:pPr>
            <w:r w:rsidRPr="00241E66">
              <w:t>Description</w:t>
            </w:r>
          </w:p>
        </w:tc>
        <w:tc>
          <w:tcPr>
            <w:tcW w:w="2409" w:type="dxa"/>
          </w:tcPr>
          <w:p w:rsidR="00C0341F" w:rsidRPr="00241E66" w:rsidRDefault="00C0341F" w:rsidP="003C2A6F">
            <w:pPr>
              <w:pStyle w:val="TAH"/>
              <w:keepLines w:val="0"/>
            </w:pPr>
            <w:r w:rsidRPr="00241E66">
              <w:t>API Expectation</w:t>
            </w:r>
          </w:p>
        </w:tc>
        <w:tc>
          <w:tcPr>
            <w:tcW w:w="3119" w:type="dxa"/>
          </w:tcPr>
          <w:p w:rsidR="00C0341F" w:rsidRPr="00241E66" w:rsidRDefault="00C0341F" w:rsidP="003C2A6F">
            <w:pPr>
              <w:pStyle w:val="TAH"/>
              <w:keepLines w:val="0"/>
            </w:pPr>
            <w:r w:rsidRPr="00241E66">
              <w:t>APDU Expectation</w:t>
            </w:r>
          </w:p>
        </w:tc>
      </w:tr>
      <w:tr w:rsidR="00C0341F" w:rsidRPr="00241E66">
        <w:trPr>
          <w:jc w:val="center"/>
        </w:trPr>
        <w:tc>
          <w:tcPr>
            <w:tcW w:w="425" w:type="dxa"/>
            <w:tcBorders>
              <w:left w:val="single" w:sz="4" w:space="0" w:color="auto"/>
            </w:tcBorders>
          </w:tcPr>
          <w:p w:rsidR="00C0341F" w:rsidRPr="00241E66" w:rsidRDefault="00C0341F" w:rsidP="003C2A6F">
            <w:pPr>
              <w:pStyle w:val="TAC"/>
              <w:keepLines w:val="0"/>
            </w:pPr>
            <w:r w:rsidRPr="00241E66">
              <w:t>1</w:t>
            </w:r>
          </w:p>
        </w:tc>
        <w:tc>
          <w:tcPr>
            <w:tcW w:w="3828" w:type="dxa"/>
          </w:tcPr>
          <w:p w:rsidR="00C0341F" w:rsidRPr="00241E66" w:rsidRDefault="00C0341F" w:rsidP="003C2A6F">
            <w:pPr>
              <w:pStyle w:val="TAH"/>
              <w:keepLines w:val="0"/>
            </w:pPr>
            <w:r w:rsidRPr="00241E66">
              <w:t>Call buildTLVHandler() method with EDIT_HANDLER type</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Type = EDIT_HANDLER</w:t>
            </w:r>
          </w:p>
          <w:p w:rsidR="00C0341F" w:rsidRPr="00241E66" w:rsidRDefault="00C0341F" w:rsidP="003C2A6F">
            <w:pPr>
              <w:pStyle w:val="PL"/>
              <w:keepNext/>
              <w:rPr>
                <w:noProof w:val="0"/>
              </w:rPr>
            </w:pPr>
            <w:r w:rsidRPr="00241E66">
              <w:rPr>
                <w:noProof w:val="0"/>
              </w:rPr>
              <w:t>Capacity = (short)10</w:t>
            </w:r>
          </w:p>
          <w:p w:rsidR="00C0341F" w:rsidRPr="00241E66" w:rsidRDefault="00C0341F" w:rsidP="003C2A6F">
            <w:pPr>
              <w:pStyle w:val="PL"/>
              <w:keepNext/>
              <w:rPr>
                <w:noProof w:val="0"/>
              </w:rPr>
            </w:pPr>
            <w:r w:rsidRPr="00241E66">
              <w:rPr>
                <w:noProof w:val="0"/>
              </w:rPr>
              <w:t>Check the created object is not null</w:t>
            </w:r>
          </w:p>
        </w:tc>
        <w:tc>
          <w:tcPr>
            <w:tcW w:w="2409" w:type="dxa"/>
          </w:tcPr>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r w:rsidRPr="00241E66">
              <w:t>No exception shall be thrown</w:t>
            </w:r>
          </w:p>
        </w:tc>
        <w:tc>
          <w:tcPr>
            <w:tcW w:w="3119" w:type="dxa"/>
          </w:tcPr>
          <w:p w:rsidR="00C0341F" w:rsidRPr="00241E66" w:rsidRDefault="00C0341F" w:rsidP="003C2A6F">
            <w:pPr>
              <w:pStyle w:val="TAL"/>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Lines w:val="0"/>
            </w:pPr>
            <w:r w:rsidRPr="00241E66">
              <w:t>2</w:t>
            </w:r>
          </w:p>
        </w:tc>
        <w:tc>
          <w:tcPr>
            <w:tcW w:w="3828" w:type="dxa"/>
          </w:tcPr>
          <w:p w:rsidR="00C0341F" w:rsidRPr="00241E66" w:rsidRDefault="00C0341F" w:rsidP="003C2A6F">
            <w:pPr>
              <w:pStyle w:val="TAH"/>
              <w:keepLines w:val="0"/>
            </w:pPr>
            <w:r w:rsidRPr="00241E66">
              <w:t>Call buildTLVHandler() method with BER_EDIT_HANDLER type</w:t>
            </w:r>
          </w:p>
          <w:p w:rsidR="00C0341F" w:rsidRPr="00241E66" w:rsidRDefault="00C0341F" w:rsidP="003C2A6F">
            <w:pPr>
              <w:pStyle w:val="PL"/>
              <w:keepNext/>
              <w:rPr>
                <w:noProof w:val="0"/>
              </w:rPr>
            </w:pPr>
          </w:p>
          <w:p w:rsidR="00C0341F" w:rsidRPr="00241E66" w:rsidRDefault="00C0341F" w:rsidP="003C2A6F">
            <w:pPr>
              <w:pStyle w:val="PL"/>
              <w:keepNext/>
              <w:rPr>
                <w:noProof w:val="0"/>
              </w:rPr>
            </w:pPr>
            <w:r w:rsidRPr="00241E66">
              <w:rPr>
                <w:noProof w:val="0"/>
              </w:rPr>
              <w:t>Type = BER_EDIT_HANDLER</w:t>
            </w:r>
          </w:p>
          <w:p w:rsidR="00C0341F" w:rsidRPr="00241E66" w:rsidRDefault="00C0341F" w:rsidP="003C2A6F">
            <w:pPr>
              <w:pStyle w:val="PL"/>
              <w:keepNext/>
              <w:rPr>
                <w:noProof w:val="0"/>
              </w:rPr>
            </w:pPr>
            <w:r w:rsidRPr="00241E66">
              <w:rPr>
                <w:noProof w:val="0"/>
              </w:rPr>
              <w:t>Capacity = (short)10</w:t>
            </w:r>
          </w:p>
          <w:p w:rsidR="00C0341F" w:rsidRPr="00241E66" w:rsidRDefault="00C0341F" w:rsidP="003C2A6F">
            <w:pPr>
              <w:pStyle w:val="PL"/>
              <w:keepNext/>
              <w:rPr>
                <w:noProof w:val="0"/>
              </w:rPr>
            </w:pPr>
            <w:r w:rsidRPr="00241E66">
              <w:rPr>
                <w:noProof w:val="0"/>
              </w:rPr>
              <w:t>Check the created object is not null</w:t>
            </w:r>
          </w:p>
        </w:tc>
        <w:tc>
          <w:tcPr>
            <w:tcW w:w="2409" w:type="dxa"/>
          </w:tcPr>
          <w:p w:rsidR="00C0341F" w:rsidRPr="00241E66" w:rsidRDefault="00C0341F" w:rsidP="003C2A6F">
            <w:pPr>
              <w:pStyle w:val="TAL"/>
              <w:keepLines w:val="0"/>
            </w:pPr>
          </w:p>
          <w:p w:rsidR="00C0341F" w:rsidRPr="00241E66" w:rsidRDefault="00C0341F" w:rsidP="003C2A6F">
            <w:pPr>
              <w:pStyle w:val="TAL"/>
              <w:keepLines w:val="0"/>
            </w:pPr>
          </w:p>
          <w:p w:rsidR="00C0341F" w:rsidRPr="00241E66" w:rsidRDefault="00C0341F" w:rsidP="003C2A6F">
            <w:pPr>
              <w:pStyle w:val="TAL"/>
              <w:keepLines w:val="0"/>
            </w:pPr>
            <w:r w:rsidRPr="00241E66">
              <w:t>No exception shall be thrown</w:t>
            </w:r>
          </w:p>
        </w:tc>
        <w:tc>
          <w:tcPr>
            <w:tcW w:w="3119" w:type="dxa"/>
          </w:tcPr>
          <w:p w:rsidR="00C0341F" w:rsidRPr="00241E66" w:rsidRDefault="00C0341F" w:rsidP="003C2A6F">
            <w:pPr>
              <w:pStyle w:val="TAL"/>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3</w:t>
            </w:r>
          </w:p>
        </w:tc>
        <w:tc>
          <w:tcPr>
            <w:tcW w:w="3828" w:type="dxa"/>
          </w:tcPr>
          <w:p w:rsidR="00C0341F" w:rsidRPr="00241E66" w:rsidRDefault="00C0341F">
            <w:pPr>
              <w:pStyle w:val="TAH"/>
              <w:keepNext w:val="0"/>
              <w:keepLines w:val="0"/>
            </w:pPr>
            <w:r w:rsidRPr="00241E66">
              <w:t>Negative capacity</w:t>
            </w:r>
          </w:p>
          <w:p w:rsidR="00C0341F" w:rsidRPr="00241E66" w:rsidRDefault="00C0341F">
            <w:pPr>
              <w:pStyle w:val="PL"/>
              <w:rPr>
                <w:noProof w:val="0"/>
              </w:rPr>
            </w:pPr>
          </w:p>
          <w:p w:rsidR="00C0341F" w:rsidRPr="00241E66" w:rsidRDefault="00C0341F">
            <w:pPr>
              <w:pStyle w:val="PL"/>
              <w:rPr>
                <w:noProof w:val="0"/>
              </w:rPr>
            </w:pPr>
            <w:r w:rsidRPr="00241E66">
              <w:rPr>
                <w:noProof w:val="0"/>
              </w:rPr>
              <w:t>Type = EDIT_HANDLER</w:t>
            </w:r>
          </w:p>
          <w:p w:rsidR="00C0341F" w:rsidRPr="00241E66" w:rsidRDefault="00C0341F">
            <w:pPr>
              <w:pStyle w:val="PL"/>
              <w:rPr>
                <w:noProof w:val="0"/>
              </w:rPr>
            </w:pPr>
            <w:r w:rsidRPr="00241E66">
              <w:rPr>
                <w:noProof w:val="0"/>
              </w:rPr>
              <w:t>Capacity = (short)-10</w:t>
            </w:r>
          </w:p>
        </w:tc>
        <w:tc>
          <w:tcPr>
            <w:tcW w:w="2409" w:type="dxa"/>
          </w:tcPr>
          <w:p w:rsidR="00C0341F" w:rsidRPr="00241E66" w:rsidRDefault="00C0341F">
            <w:pPr>
              <w:pStyle w:val="TAL"/>
              <w:keepNext w:val="0"/>
              <w:keepLines w:val="0"/>
            </w:pPr>
          </w:p>
          <w:p w:rsidR="00C0341F" w:rsidRPr="00241E66" w:rsidRDefault="00C0341F">
            <w:pPr>
              <w:pStyle w:val="TAL"/>
              <w:keepNext w:val="0"/>
              <w:keepLines w:val="0"/>
            </w:pPr>
            <w:r w:rsidRPr="00241E66">
              <w:t>A javacard.framework.SystemException is thrown with ILLEGAL_VALUE reason code..</w:t>
            </w:r>
          </w:p>
        </w:tc>
        <w:tc>
          <w:tcPr>
            <w:tcW w:w="3119" w:type="dxa"/>
          </w:tcPr>
          <w:p w:rsidR="00C0341F" w:rsidRPr="00241E66" w:rsidRDefault="00C0341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4</w:t>
            </w:r>
          </w:p>
        </w:tc>
        <w:tc>
          <w:tcPr>
            <w:tcW w:w="3828" w:type="dxa"/>
          </w:tcPr>
          <w:p w:rsidR="00C0341F" w:rsidRPr="00241E66" w:rsidRDefault="00C0341F">
            <w:pPr>
              <w:pStyle w:val="TAH"/>
            </w:pPr>
            <w:r w:rsidRPr="00241E66">
              <w:t>Type does not match with predefined values</w:t>
            </w:r>
          </w:p>
          <w:p w:rsidR="00C0341F" w:rsidRPr="00241E66" w:rsidRDefault="00C0341F">
            <w:pPr>
              <w:pStyle w:val="PL"/>
              <w:rPr>
                <w:noProof w:val="0"/>
              </w:rPr>
            </w:pPr>
          </w:p>
          <w:p w:rsidR="00C0341F" w:rsidRPr="00241E66" w:rsidRDefault="00C0341F">
            <w:pPr>
              <w:pStyle w:val="PL"/>
              <w:rPr>
                <w:noProof w:val="0"/>
              </w:rPr>
            </w:pPr>
            <w:r w:rsidRPr="00241E66">
              <w:rPr>
                <w:noProof w:val="0"/>
              </w:rPr>
              <w:t>Type = (byte)3</w:t>
            </w:r>
          </w:p>
          <w:p w:rsidR="00C0341F" w:rsidRPr="00241E66" w:rsidRDefault="00C0341F">
            <w:pPr>
              <w:pStyle w:val="PL"/>
              <w:rPr>
                <w:noProof w:val="0"/>
              </w:rPr>
            </w:pPr>
            <w:r w:rsidRPr="00241E66">
              <w:rPr>
                <w:noProof w:val="0"/>
              </w:rPr>
              <w:t>Capacity = (short)10</w:t>
            </w:r>
          </w:p>
        </w:tc>
        <w:tc>
          <w:tcPr>
            <w:tcW w:w="2409" w:type="dxa"/>
          </w:tcPr>
          <w:p w:rsidR="00C0341F" w:rsidRPr="00241E66" w:rsidRDefault="00C0341F">
            <w:pPr>
              <w:pStyle w:val="TAL"/>
              <w:keepNext w:val="0"/>
              <w:keepLines w:val="0"/>
            </w:pPr>
            <w:r w:rsidRPr="00241E66">
              <w:t>javacard.framework.SystemException shall be thrown with ILLEGAL_VALUE reason code.</w:t>
            </w:r>
          </w:p>
        </w:tc>
        <w:tc>
          <w:tcPr>
            <w:tcW w:w="3119" w:type="dxa"/>
          </w:tcPr>
          <w:p w:rsidR="00C0341F" w:rsidRPr="00241E66" w:rsidRDefault="00C0341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pPr>
              <w:pStyle w:val="TAC"/>
              <w:keepNext w:val="0"/>
              <w:keepLines w:val="0"/>
            </w:pPr>
            <w:r w:rsidRPr="00241E66">
              <w:t>5</w:t>
            </w:r>
          </w:p>
        </w:tc>
        <w:tc>
          <w:tcPr>
            <w:tcW w:w="3828" w:type="dxa"/>
          </w:tcPr>
          <w:p w:rsidR="00C0341F" w:rsidRPr="00241E66" w:rsidRDefault="00C0341F">
            <w:pPr>
              <w:pStyle w:val="TAH"/>
            </w:pPr>
            <w:r w:rsidRPr="00241E66">
              <w:t>Type does not match with predefined values</w:t>
            </w:r>
          </w:p>
          <w:p w:rsidR="00C0341F" w:rsidRPr="00241E66" w:rsidRDefault="00C0341F">
            <w:pPr>
              <w:pStyle w:val="PL"/>
              <w:rPr>
                <w:noProof w:val="0"/>
              </w:rPr>
            </w:pPr>
          </w:p>
          <w:p w:rsidR="00C0341F" w:rsidRPr="00241E66" w:rsidRDefault="00C0341F">
            <w:pPr>
              <w:pStyle w:val="PL"/>
              <w:rPr>
                <w:noProof w:val="0"/>
              </w:rPr>
            </w:pPr>
            <w:r w:rsidRPr="00241E66">
              <w:rPr>
                <w:noProof w:val="0"/>
              </w:rPr>
              <w:t>Type = (byte)0</w:t>
            </w:r>
          </w:p>
          <w:p w:rsidR="00C0341F" w:rsidRPr="00241E66" w:rsidRDefault="00C0341F">
            <w:pPr>
              <w:pStyle w:val="PL"/>
              <w:rPr>
                <w:noProof w:val="0"/>
              </w:rPr>
            </w:pPr>
            <w:r w:rsidRPr="00241E66">
              <w:rPr>
                <w:noProof w:val="0"/>
              </w:rPr>
              <w:t>Capacity = (short)10</w:t>
            </w:r>
          </w:p>
        </w:tc>
        <w:tc>
          <w:tcPr>
            <w:tcW w:w="2409" w:type="dxa"/>
          </w:tcPr>
          <w:p w:rsidR="00C0341F" w:rsidRPr="00241E66" w:rsidRDefault="00C0341F">
            <w:pPr>
              <w:pStyle w:val="TAL"/>
              <w:keepNext w:val="0"/>
              <w:keepLines w:val="0"/>
            </w:pPr>
            <w:r w:rsidRPr="00241E66">
              <w:t>javacard.framework.SystemException shall be thrown with ILLEGAL_VALUE reason code.</w:t>
            </w:r>
          </w:p>
        </w:tc>
        <w:tc>
          <w:tcPr>
            <w:tcW w:w="3119" w:type="dxa"/>
          </w:tcPr>
          <w:p w:rsidR="00C0341F" w:rsidRPr="00241E66" w:rsidRDefault="00C0341F">
            <w:pPr>
              <w:pStyle w:val="TAL"/>
              <w:keepNext w:val="0"/>
              <w:keepLines w:val="0"/>
            </w:pPr>
          </w:p>
        </w:tc>
      </w:tr>
    </w:tbl>
    <w:p w:rsidR="00C0341F" w:rsidRPr="00241E66" w:rsidRDefault="00C0341F"/>
    <w:p w:rsidR="00C0341F" w:rsidRPr="00241E66" w:rsidRDefault="00C0341F">
      <w:pPr>
        <w:pStyle w:val="Heading4"/>
      </w:pPr>
      <w:r w:rsidRPr="00241E66">
        <w:t>5.4.1.2</w:t>
      </w:r>
      <w:r w:rsidRPr="00241E66">
        <w:tab/>
        <w:t xml:space="preserve">Method buildTLVHandler(byte type, short capacity, byte[] buffer , short </w:t>
      </w:r>
      <w:r w:rsidR="00133AF6">
        <w:t>o</w:t>
      </w:r>
      <w:r w:rsidRPr="00241E66">
        <w:t xml:space="preserve">ffset, short </w:t>
      </w:r>
      <w:r w:rsidR="00133AF6">
        <w:t>l</w:t>
      </w:r>
      <w:r w:rsidRPr="00241E66">
        <w:t>ength)</w:t>
      </w:r>
    </w:p>
    <w:p w:rsidR="00C0341F" w:rsidRPr="00241E66" w:rsidRDefault="00C0341F">
      <w:r w:rsidRPr="00241E66">
        <w:t>Test Area Reference: Api_3_Hdb_Bthdbs_Bss.</w:t>
      </w:r>
    </w:p>
    <w:p w:rsidR="00C0341F" w:rsidRPr="00241E66" w:rsidRDefault="00C0341F" w:rsidP="00B54FD2">
      <w:pPr>
        <w:pStyle w:val="Heading5"/>
      </w:pPr>
      <w:r w:rsidRPr="00241E66">
        <w:t>5.4.1.2.1</w:t>
      </w:r>
      <w:r w:rsidRPr="00241E66">
        <w:tab/>
        <w:t>Conformance requirement</w:t>
      </w:r>
    </w:p>
    <w:p w:rsidR="00C0341F" w:rsidRPr="00241E66" w:rsidRDefault="00C0341F">
      <w:pPr>
        <w:keepNext/>
        <w:keepLines/>
      </w:pPr>
      <w:r w:rsidRPr="00241E66">
        <w:t>The method with following header shall be compliant to its definition in the API.</w:t>
      </w:r>
    </w:p>
    <w:p w:rsidR="00C0341F" w:rsidRPr="00241E66" w:rsidRDefault="00C0341F">
      <w:pPr>
        <w:pStyle w:val="PL"/>
        <w:rPr>
          <w:noProof w:val="0"/>
        </w:rPr>
      </w:pPr>
      <w:r w:rsidRPr="00241E66">
        <w:rPr>
          <w:noProof w:val="0"/>
        </w:rPr>
        <w:t>public static ViewHandler buildTLVHandler(byte type,</w:t>
      </w:r>
    </w:p>
    <w:p w:rsidR="00C0341F" w:rsidRPr="00241E66" w:rsidRDefault="00C0341F">
      <w:pPr>
        <w:pStyle w:val="PL"/>
        <w:rPr>
          <w:noProof w:val="0"/>
        </w:rPr>
      </w:pPr>
      <w:r w:rsidRPr="00241E66">
        <w:rPr>
          <w:noProof w:val="0"/>
        </w:rPr>
        <w:t xml:space="preserve">                                          short capacity,</w:t>
      </w:r>
    </w:p>
    <w:p w:rsidR="00C0341F" w:rsidRPr="00241E66" w:rsidRDefault="00C0341F">
      <w:pPr>
        <w:pStyle w:val="PL"/>
        <w:rPr>
          <w:noProof w:val="0"/>
        </w:rPr>
      </w:pPr>
      <w:r w:rsidRPr="00241E66">
        <w:rPr>
          <w:noProof w:val="0"/>
        </w:rPr>
        <w:t xml:space="preserve">                                          byte[] buffer,</w:t>
      </w:r>
    </w:p>
    <w:p w:rsidR="00C0341F" w:rsidRPr="00241E66" w:rsidRDefault="00C0341F">
      <w:pPr>
        <w:pStyle w:val="PL"/>
        <w:rPr>
          <w:noProof w:val="0"/>
        </w:rPr>
      </w:pPr>
      <w:r w:rsidRPr="00241E66">
        <w:rPr>
          <w:noProof w:val="0"/>
        </w:rPr>
        <w:t xml:space="preserve">                                          short </w:t>
      </w:r>
      <w:r w:rsidR="00133AF6">
        <w:rPr>
          <w:noProof w:val="0"/>
        </w:rPr>
        <w:t>o</w:t>
      </w:r>
      <w:r w:rsidRPr="00241E66">
        <w:rPr>
          <w:noProof w:val="0"/>
        </w:rPr>
        <w:t>ffset,</w:t>
      </w:r>
    </w:p>
    <w:p w:rsidR="00C0341F" w:rsidRPr="00241E66" w:rsidRDefault="00C0341F">
      <w:pPr>
        <w:pStyle w:val="PL"/>
        <w:rPr>
          <w:noProof w:val="0"/>
        </w:rPr>
      </w:pPr>
      <w:r w:rsidRPr="00241E66">
        <w:rPr>
          <w:noProof w:val="0"/>
        </w:rPr>
        <w:t xml:space="preserve">                                          short </w:t>
      </w:r>
      <w:r w:rsidR="00133AF6">
        <w:rPr>
          <w:noProof w:val="0"/>
        </w:rPr>
        <w:t>l</w:t>
      </w:r>
      <w:r w:rsidRPr="00241E66">
        <w:rPr>
          <w:noProof w:val="0"/>
        </w:rPr>
        <w:t>ength)</w:t>
      </w:r>
    </w:p>
    <w:p w:rsidR="00C0341F" w:rsidRPr="00241E66" w:rsidRDefault="00C0341F">
      <w:pPr>
        <w:pStyle w:val="PL"/>
        <w:rPr>
          <w:noProof w:val="0"/>
        </w:rPr>
      </w:pPr>
      <w:r w:rsidRPr="00241E66">
        <w:rPr>
          <w:noProof w:val="0"/>
        </w:rPr>
        <w:t xml:space="preserve">                                   throws java.lang.ArrayIndexOutOfBoundsException,</w:t>
      </w:r>
    </w:p>
    <w:p w:rsidR="00C0341F" w:rsidRPr="00241E66" w:rsidRDefault="00C0341F">
      <w:pPr>
        <w:pStyle w:val="PL"/>
        <w:rPr>
          <w:noProof w:val="0"/>
        </w:rPr>
      </w:pPr>
      <w:r w:rsidRPr="00241E66">
        <w:rPr>
          <w:noProof w:val="0"/>
        </w:rPr>
        <w:t xml:space="preserve">                                          javacard.framework.SystemException,</w:t>
      </w:r>
    </w:p>
    <w:p w:rsidR="00C0341F" w:rsidRPr="00241E66" w:rsidRDefault="00C0341F">
      <w:pPr>
        <w:pStyle w:val="PL"/>
        <w:rPr>
          <w:noProof w:val="0"/>
        </w:rPr>
      </w:pPr>
      <w:r w:rsidRPr="00241E66">
        <w:rPr>
          <w:noProof w:val="0"/>
        </w:rPr>
        <w:t xml:space="preserve">                                          java.lang.NullPointerException</w:t>
      </w:r>
    </w:p>
    <w:p w:rsidR="00C0341F" w:rsidRPr="00241E66" w:rsidRDefault="00C0341F">
      <w:pPr>
        <w:pStyle w:val="PL"/>
        <w:rPr>
          <w:noProof w:val="0"/>
        </w:rPr>
      </w:pPr>
    </w:p>
    <w:p w:rsidR="00C0341F" w:rsidRPr="00241E66" w:rsidRDefault="00C0341F">
      <w:pPr>
        <w:pStyle w:val="H6"/>
      </w:pPr>
      <w:r w:rsidRPr="00241E66">
        <w:t>5.4.1.2.1.1</w:t>
      </w:r>
      <w:r w:rsidRPr="00241E66">
        <w:tab/>
        <w:t>Normal execution</w:t>
      </w:r>
    </w:p>
    <w:p w:rsidR="00C0341F" w:rsidRPr="00241E66" w:rsidRDefault="00C0341F">
      <w:pPr>
        <w:pStyle w:val="B1"/>
      </w:pPr>
      <w:r w:rsidRPr="00241E66">
        <w:t>CRRN1: Allocates a TLVHandler with an inte</w:t>
      </w:r>
      <w:r w:rsidR="008714AD" w:rsidRPr="00241E66">
        <w:t>rnal buffer of length capacity.</w:t>
      </w:r>
    </w:p>
    <w:p w:rsidR="00C0341F" w:rsidRPr="00241E66" w:rsidRDefault="00C0341F">
      <w:pPr>
        <w:pStyle w:val="B1"/>
      </w:pPr>
      <w:r w:rsidRPr="00241E66">
        <w:t>CRRN2: Copies the buffer content to an internal buffer of the TLVHandler starting at bOffset.</w:t>
      </w:r>
    </w:p>
    <w:p w:rsidR="00C0341F" w:rsidRPr="00241E66" w:rsidRDefault="00C0341F">
      <w:pPr>
        <w:pStyle w:val="B1"/>
      </w:pPr>
      <w:r w:rsidRPr="00241E66">
        <w:t>CRRN3: The internal buffer shall be at least bLength long.</w:t>
      </w:r>
    </w:p>
    <w:p w:rsidR="00C0341F" w:rsidRPr="00241E66" w:rsidRDefault="00C0341F">
      <w:pPr>
        <w:pStyle w:val="H6"/>
      </w:pPr>
      <w:r w:rsidRPr="00241E66">
        <w:t>5.4.1.2.1.2</w:t>
      </w:r>
      <w:r w:rsidRPr="00241E66">
        <w:tab/>
        <w:t>Parameter errors</w:t>
      </w:r>
    </w:p>
    <w:p w:rsidR="00C0341F" w:rsidRPr="00241E66" w:rsidRDefault="00C0341F">
      <w:pPr>
        <w:pStyle w:val="B1"/>
      </w:pPr>
      <w:r w:rsidRPr="00241E66">
        <w:t>CRRP1: If the type does not match with the predefined values, a javacard.framework.SystemException is thrown with ILLEGAL_VALUE reason code.</w:t>
      </w:r>
    </w:p>
    <w:p w:rsidR="00C0341F" w:rsidRPr="00241E66" w:rsidRDefault="00C0341F">
      <w:pPr>
        <w:pStyle w:val="B1"/>
      </w:pPr>
      <w:r w:rsidRPr="00241E66">
        <w:t>CRRP2: If buffer is null, a java.lang.NullPointerException is thrown.</w:t>
      </w:r>
    </w:p>
    <w:p w:rsidR="00C0341F" w:rsidRPr="00241E66" w:rsidRDefault="00C0341F">
      <w:pPr>
        <w:pStyle w:val="B1"/>
        <w:rPr>
          <w:rFonts w:eastAsia="Arial Unicode MS"/>
        </w:rPr>
      </w:pPr>
      <w:r w:rsidRPr="00241E66">
        <w:lastRenderedPageBreak/>
        <w:t>CRRP3: If bOffset would cause access outside array bounds, an java.lang.ArrayIndexOutOfBoundsException is thrown.</w:t>
      </w:r>
    </w:p>
    <w:p w:rsidR="00C0341F" w:rsidRPr="00241E66" w:rsidRDefault="00C0341F">
      <w:pPr>
        <w:pStyle w:val="B1"/>
      </w:pPr>
      <w:r w:rsidRPr="00241E66">
        <w:t>CRRP4: if bLength is negative, a java.lang.ArrayIndexOutOfBoundsException is thrown.</w:t>
      </w:r>
    </w:p>
    <w:p w:rsidR="00C0341F" w:rsidRPr="00241E66" w:rsidRDefault="00C0341F">
      <w:pPr>
        <w:pStyle w:val="B1"/>
      </w:pPr>
      <w:r w:rsidRPr="00241E66">
        <w:t>CRRP5: If capacity is negative, a javacard.framework.SystemException is thrown with ILLEGAL_VALUE reason code.</w:t>
      </w:r>
    </w:p>
    <w:p w:rsidR="00C0341F" w:rsidRPr="00241E66" w:rsidRDefault="00C0341F">
      <w:pPr>
        <w:pStyle w:val="B1"/>
      </w:pPr>
      <w:r w:rsidRPr="00241E66">
        <w:t>CRRP6: If bOffset+bLength is greater than the length of the buffer, a java.lang.ArrayIndexOutOfBoundsException is thrown.</w:t>
      </w:r>
    </w:p>
    <w:p w:rsidR="00C0341F" w:rsidRPr="00241E66" w:rsidRDefault="00C0341F">
      <w:pPr>
        <w:pStyle w:val="H6"/>
      </w:pPr>
      <w:r w:rsidRPr="00241E66">
        <w:t>5.4.1.2.1.3</w:t>
      </w:r>
      <w:r w:rsidRPr="00241E66">
        <w:tab/>
        <w:t>Context errors</w:t>
      </w:r>
    </w:p>
    <w:p w:rsidR="00C0341F" w:rsidRPr="00241E66" w:rsidRDefault="00C0341F">
      <w:pPr>
        <w:pStyle w:val="B1"/>
      </w:pPr>
      <w:r w:rsidRPr="00241E66">
        <w:t>CRRC1: If there are not enough resources in the card to allocate the handler, a javacard.framework.SystemException is thrown with NO_RESOURCE reason code.</w:t>
      </w:r>
    </w:p>
    <w:p w:rsidR="00C0341F" w:rsidRPr="00241E66" w:rsidRDefault="00C0341F" w:rsidP="00B54FD2">
      <w:pPr>
        <w:pStyle w:val="Heading5"/>
      </w:pPr>
      <w:r w:rsidRPr="00241E66">
        <w:t>5.4.1.2.2</w:t>
      </w:r>
      <w:r w:rsidRPr="00241E66">
        <w:tab/>
        <w:t>Test area files</w:t>
      </w:r>
    </w:p>
    <w:p w:rsidR="00C0341F" w:rsidRPr="00241E66" w:rsidRDefault="00C0341F" w:rsidP="00C0341F">
      <w:pPr>
        <w:pStyle w:val="EX"/>
      </w:pPr>
      <w:r w:rsidRPr="00241E66">
        <w:t>Test Source:</w:t>
      </w:r>
      <w:r w:rsidRPr="00241E66">
        <w:tab/>
        <w:t>Test_Api_3_Hdb_Bthdbs_Bss.java.</w:t>
      </w:r>
    </w:p>
    <w:p w:rsidR="00C0341F" w:rsidRPr="00241E66" w:rsidRDefault="00C0341F" w:rsidP="00C0341F">
      <w:pPr>
        <w:pStyle w:val="EX"/>
      </w:pPr>
      <w:r w:rsidRPr="00241E66">
        <w:t>Test Applet:</w:t>
      </w:r>
      <w:r w:rsidRPr="00241E66">
        <w:tab/>
        <w:t>Api_3_Hdb_Bthdbs_Bss_1.java.</w:t>
      </w:r>
    </w:p>
    <w:p w:rsidR="00C0341F" w:rsidRPr="00241E66" w:rsidRDefault="008714AD" w:rsidP="00C0341F">
      <w:pPr>
        <w:pStyle w:val="EX"/>
      </w:pPr>
      <w:r w:rsidRPr="00241E66">
        <w:t>Cap File:</w:t>
      </w:r>
      <w:r w:rsidRPr="00241E66">
        <w:tab/>
        <w:t>A</w:t>
      </w:r>
      <w:r w:rsidR="00C0341F" w:rsidRPr="00241E66">
        <w:t>pi_3_hdb_bthdbs_bss.cap.</w:t>
      </w:r>
    </w:p>
    <w:p w:rsidR="00C0341F" w:rsidRPr="00241E66" w:rsidRDefault="00C0341F" w:rsidP="00C0341F">
      <w:pPr>
        <w:pStyle w:val="Heading5"/>
      </w:pPr>
      <w:r w:rsidRPr="00241E66">
        <w:t>5.4.1.2.3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76"/>
        <w:gridCol w:w="2196"/>
      </w:tblGrid>
      <w:tr w:rsidR="00C0341F" w:rsidRPr="00241E66">
        <w:trPr>
          <w:jc w:val="center"/>
        </w:trPr>
        <w:tc>
          <w:tcPr>
            <w:tcW w:w="2276" w:type="dxa"/>
          </w:tcPr>
          <w:p w:rsidR="00C0341F" w:rsidRPr="00241E66" w:rsidRDefault="00C0341F" w:rsidP="00C0341F">
            <w:pPr>
              <w:pStyle w:val="TAH"/>
            </w:pPr>
            <w:r w:rsidRPr="00241E66">
              <w:t>CRR number</w:t>
            </w:r>
          </w:p>
        </w:tc>
        <w:tc>
          <w:tcPr>
            <w:tcW w:w="2196" w:type="dxa"/>
          </w:tcPr>
          <w:p w:rsidR="00C0341F" w:rsidRPr="00241E66" w:rsidRDefault="00C0341F" w:rsidP="00C0341F">
            <w:pPr>
              <w:pStyle w:val="TAH"/>
            </w:pPr>
            <w:r w:rsidRPr="00241E66">
              <w:t>Test case number</w:t>
            </w:r>
          </w:p>
        </w:tc>
      </w:tr>
      <w:tr w:rsidR="00C0341F" w:rsidRPr="00241E66">
        <w:trPr>
          <w:jc w:val="center"/>
        </w:trPr>
        <w:tc>
          <w:tcPr>
            <w:tcW w:w="2276" w:type="dxa"/>
          </w:tcPr>
          <w:p w:rsidR="00C0341F" w:rsidRPr="00241E66" w:rsidRDefault="00C0341F" w:rsidP="00C0341F">
            <w:pPr>
              <w:pStyle w:val="TAC"/>
            </w:pPr>
            <w:r w:rsidRPr="00241E66">
              <w:t>N1</w:t>
            </w:r>
          </w:p>
        </w:tc>
        <w:tc>
          <w:tcPr>
            <w:tcW w:w="2196" w:type="dxa"/>
          </w:tcPr>
          <w:p w:rsidR="00C0341F" w:rsidRPr="00241E66" w:rsidRDefault="00C0341F" w:rsidP="00C0341F">
            <w:pPr>
              <w:pStyle w:val="TAC"/>
            </w:pPr>
            <w:r w:rsidRPr="00241E66">
              <w:t>1, 2</w:t>
            </w:r>
          </w:p>
        </w:tc>
      </w:tr>
      <w:tr w:rsidR="00C0341F" w:rsidRPr="00241E66">
        <w:trPr>
          <w:jc w:val="center"/>
        </w:trPr>
        <w:tc>
          <w:tcPr>
            <w:tcW w:w="2276" w:type="dxa"/>
          </w:tcPr>
          <w:p w:rsidR="00C0341F" w:rsidRPr="00241E66" w:rsidRDefault="00C0341F" w:rsidP="00C0341F">
            <w:pPr>
              <w:pStyle w:val="TAC"/>
            </w:pPr>
            <w:r w:rsidRPr="00241E66">
              <w:t>N2</w:t>
            </w:r>
          </w:p>
        </w:tc>
        <w:tc>
          <w:tcPr>
            <w:tcW w:w="2196" w:type="dxa"/>
          </w:tcPr>
          <w:p w:rsidR="00C0341F" w:rsidRPr="00241E66" w:rsidRDefault="00C0341F" w:rsidP="00C0341F">
            <w:pPr>
              <w:pStyle w:val="TAC"/>
            </w:pPr>
            <w:r w:rsidRPr="00241E66">
              <w:t>6</w:t>
            </w:r>
          </w:p>
        </w:tc>
      </w:tr>
      <w:tr w:rsidR="00C0341F" w:rsidRPr="00241E66">
        <w:trPr>
          <w:jc w:val="center"/>
        </w:trPr>
        <w:tc>
          <w:tcPr>
            <w:tcW w:w="2276" w:type="dxa"/>
          </w:tcPr>
          <w:p w:rsidR="00C0341F" w:rsidRPr="00241E66" w:rsidRDefault="00C0341F" w:rsidP="00C0341F">
            <w:pPr>
              <w:pStyle w:val="TAC"/>
            </w:pPr>
            <w:r w:rsidRPr="00241E66">
              <w:t>N3</w:t>
            </w:r>
          </w:p>
        </w:tc>
        <w:tc>
          <w:tcPr>
            <w:tcW w:w="2196" w:type="dxa"/>
          </w:tcPr>
          <w:p w:rsidR="00C0341F" w:rsidRPr="00241E66" w:rsidRDefault="00C0341F" w:rsidP="00C0341F">
            <w:pPr>
              <w:pStyle w:val="TAC"/>
            </w:pPr>
            <w:r w:rsidRPr="00241E66">
              <w:t>1, 2, 6</w:t>
            </w:r>
          </w:p>
        </w:tc>
      </w:tr>
      <w:tr w:rsidR="00C0341F" w:rsidRPr="00241E66">
        <w:trPr>
          <w:jc w:val="center"/>
        </w:trPr>
        <w:tc>
          <w:tcPr>
            <w:tcW w:w="2276" w:type="dxa"/>
          </w:tcPr>
          <w:p w:rsidR="00C0341F" w:rsidRPr="00241E66" w:rsidRDefault="00C0341F" w:rsidP="00C0341F">
            <w:pPr>
              <w:pStyle w:val="TAC"/>
            </w:pPr>
            <w:r w:rsidRPr="00241E66">
              <w:t>P1</w:t>
            </w:r>
          </w:p>
        </w:tc>
        <w:tc>
          <w:tcPr>
            <w:tcW w:w="2196" w:type="dxa"/>
          </w:tcPr>
          <w:p w:rsidR="00C0341F" w:rsidRPr="00241E66" w:rsidRDefault="00C0341F" w:rsidP="00C0341F">
            <w:pPr>
              <w:pStyle w:val="TAC"/>
            </w:pPr>
            <w:r w:rsidRPr="00241E66">
              <w:t>4, 5</w:t>
            </w:r>
          </w:p>
        </w:tc>
      </w:tr>
      <w:tr w:rsidR="00C0341F" w:rsidRPr="00241E66">
        <w:trPr>
          <w:jc w:val="center"/>
        </w:trPr>
        <w:tc>
          <w:tcPr>
            <w:tcW w:w="2276" w:type="dxa"/>
          </w:tcPr>
          <w:p w:rsidR="00C0341F" w:rsidRPr="00241E66" w:rsidRDefault="00C0341F" w:rsidP="00C0341F">
            <w:pPr>
              <w:pStyle w:val="TAC"/>
            </w:pPr>
            <w:r w:rsidRPr="00241E66">
              <w:t>P2</w:t>
            </w:r>
          </w:p>
        </w:tc>
        <w:tc>
          <w:tcPr>
            <w:tcW w:w="2196" w:type="dxa"/>
          </w:tcPr>
          <w:p w:rsidR="00C0341F" w:rsidRPr="00241E66" w:rsidRDefault="00C0341F" w:rsidP="00C0341F">
            <w:pPr>
              <w:pStyle w:val="TAC"/>
            </w:pPr>
            <w:r w:rsidRPr="00241E66">
              <w:t>7</w:t>
            </w:r>
          </w:p>
        </w:tc>
      </w:tr>
      <w:tr w:rsidR="00C0341F" w:rsidRPr="00241E66">
        <w:trPr>
          <w:jc w:val="center"/>
        </w:trPr>
        <w:tc>
          <w:tcPr>
            <w:tcW w:w="2276" w:type="dxa"/>
          </w:tcPr>
          <w:p w:rsidR="00C0341F" w:rsidRPr="00241E66" w:rsidRDefault="00C0341F" w:rsidP="00C0341F">
            <w:pPr>
              <w:pStyle w:val="TAC"/>
            </w:pPr>
            <w:r w:rsidRPr="00241E66">
              <w:t>P3</w:t>
            </w:r>
          </w:p>
        </w:tc>
        <w:tc>
          <w:tcPr>
            <w:tcW w:w="2196" w:type="dxa"/>
          </w:tcPr>
          <w:p w:rsidR="00C0341F" w:rsidRPr="00241E66" w:rsidRDefault="00C0341F" w:rsidP="00C0341F">
            <w:pPr>
              <w:pStyle w:val="TAC"/>
            </w:pPr>
            <w:r w:rsidRPr="00241E66">
              <w:t>8, 9</w:t>
            </w:r>
          </w:p>
        </w:tc>
      </w:tr>
      <w:tr w:rsidR="00C0341F" w:rsidRPr="00241E66">
        <w:trPr>
          <w:jc w:val="center"/>
        </w:trPr>
        <w:tc>
          <w:tcPr>
            <w:tcW w:w="2276" w:type="dxa"/>
          </w:tcPr>
          <w:p w:rsidR="00C0341F" w:rsidRPr="00241E66" w:rsidRDefault="00C0341F" w:rsidP="00C0341F">
            <w:pPr>
              <w:pStyle w:val="TAC"/>
            </w:pPr>
            <w:r w:rsidRPr="00241E66">
              <w:t>P4</w:t>
            </w:r>
          </w:p>
        </w:tc>
        <w:tc>
          <w:tcPr>
            <w:tcW w:w="2196" w:type="dxa"/>
          </w:tcPr>
          <w:p w:rsidR="00C0341F" w:rsidRPr="00241E66" w:rsidRDefault="00C0341F" w:rsidP="00C0341F">
            <w:pPr>
              <w:pStyle w:val="TAC"/>
            </w:pPr>
            <w:r w:rsidRPr="00241E66">
              <w:t>10</w:t>
            </w:r>
          </w:p>
        </w:tc>
      </w:tr>
      <w:tr w:rsidR="00C0341F" w:rsidRPr="00241E66">
        <w:trPr>
          <w:jc w:val="center"/>
        </w:trPr>
        <w:tc>
          <w:tcPr>
            <w:tcW w:w="2276" w:type="dxa"/>
          </w:tcPr>
          <w:p w:rsidR="00C0341F" w:rsidRPr="00241E66" w:rsidRDefault="00C0341F">
            <w:pPr>
              <w:pStyle w:val="TAC"/>
              <w:keepNext w:val="0"/>
              <w:keepLines w:val="0"/>
            </w:pPr>
            <w:r w:rsidRPr="00241E66">
              <w:t>P5</w:t>
            </w:r>
          </w:p>
        </w:tc>
        <w:tc>
          <w:tcPr>
            <w:tcW w:w="2196" w:type="dxa"/>
          </w:tcPr>
          <w:p w:rsidR="00C0341F" w:rsidRPr="00241E66" w:rsidRDefault="00C0341F">
            <w:pPr>
              <w:pStyle w:val="TAC"/>
              <w:keepNext w:val="0"/>
              <w:keepLines w:val="0"/>
            </w:pPr>
            <w:r w:rsidRPr="00241E66">
              <w:t>3</w:t>
            </w:r>
          </w:p>
        </w:tc>
      </w:tr>
      <w:tr w:rsidR="00C0341F" w:rsidRPr="00241E66">
        <w:trPr>
          <w:jc w:val="center"/>
        </w:trPr>
        <w:tc>
          <w:tcPr>
            <w:tcW w:w="2276" w:type="dxa"/>
          </w:tcPr>
          <w:p w:rsidR="00C0341F" w:rsidRPr="00241E66" w:rsidRDefault="00C0341F">
            <w:pPr>
              <w:pStyle w:val="TAC"/>
              <w:keepNext w:val="0"/>
              <w:keepLines w:val="0"/>
            </w:pPr>
            <w:r w:rsidRPr="00241E66">
              <w:t>P6</w:t>
            </w:r>
          </w:p>
        </w:tc>
        <w:tc>
          <w:tcPr>
            <w:tcW w:w="2196" w:type="dxa"/>
          </w:tcPr>
          <w:p w:rsidR="00C0341F" w:rsidRPr="00241E66" w:rsidRDefault="00C0341F">
            <w:pPr>
              <w:pStyle w:val="TAC"/>
              <w:keepNext w:val="0"/>
              <w:keepLines w:val="0"/>
            </w:pPr>
            <w:r w:rsidRPr="00241E66">
              <w:t>11</w:t>
            </w:r>
          </w:p>
        </w:tc>
      </w:tr>
      <w:tr w:rsidR="00C0341F" w:rsidRPr="00241E66">
        <w:trPr>
          <w:jc w:val="center"/>
        </w:trPr>
        <w:tc>
          <w:tcPr>
            <w:tcW w:w="2276" w:type="dxa"/>
          </w:tcPr>
          <w:p w:rsidR="00C0341F" w:rsidRPr="00241E66" w:rsidRDefault="00C0341F">
            <w:pPr>
              <w:pStyle w:val="TAC"/>
              <w:keepNext w:val="0"/>
              <w:keepLines w:val="0"/>
            </w:pPr>
            <w:r w:rsidRPr="00241E66">
              <w:t>C1</w:t>
            </w:r>
          </w:p>
        </w:tc>
        <w:tc>
          <w:tcPr>
            <w:tcW w:w="2196" w:type="dxa"/>
          </w:tcPr>
          <w:p w:rsidR="00C0341F" w:rsidRPr="00241E66" w:rsidRDefault="00C0341F">
            <w:pPr>
              <w:pStyle w:val="TAC"/>
              <w:keepNext w:val="0"/>
              <w:keepLines w:val="0"/>
            </w:pPr>
            <w:r w:rsidRPr="00241E66">
              <w:t>Not testable</w:t>
            </w:r>
          </w:p>
        </w:tc>
      </w:tr>
    </w:tbl>
    <w:p w:rsidR="00C0341F" w:rsidRPr="00241E66" w:rsidRDefault="00C0341F" w:rsidP="00C0341F"/>
    <w:p w:rsidR="00C0341F" w:rsidRPr="00241E66" w:rsidRDefault="00C0341F" w:rsidP="003C2A6F">
      <w:pPr>
        <w:pStyle w:val="Heading5"/>
        <w:keepNext w:val="0"/>
        <w:keepLines w:val="0"/>
      </w:pPr>
      <w:r w:rsidRPr="00241E66">
        <w:t>5.4.1.2.4</w:t>
      </w:r>
      <w:r w:rsidRPr="00241E66">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C0341F" w:rsidRPr="00241E66" w:rsidTr="003C2A6F">
        <w:trPr>
          <w:tblHeader/>
          <w:jc w:val="center"/>
        </w:trPr>
        <w:tc>
          <w:tcPr>
            <w:tcW w:w="425" w:type="dxa"/>
            <w:tcBorders>
              <w:left w:val="single" w:sz="4" w:space="0" w:color="auto"/>
            </w:tcBorders>
          </w:tcPr>
          <w:p w:rsidR="00C0341F" w:rsidRPr="00241E66" w:rsidRDefault="00C0341F" w:rsidP="003C2A6F">
            <w:pPr>
              <w:pStyle w:val="TAH"/>
              <w:keepNext w:val="0"/>
              <w:keepLines w:val="0"/>
            </w:pPr>
            <w:r w:rsidRPr="00241E66">
              <w:t>Id</w:t>
            </w:r>
          </w:p>
        </w:tc>
        <w:tc>
          <w:tcPr>
            <w:tcW w:w="3828" w:type="dxa"/>
          </w:tcPr>
          <w:p w:rsidR="00C0341F" w:rsidRPr="00241E66" w:rsidRDefault="00C0341F" w:rsidP="003C2A6F">
            <w:pPr>
              <w:pStyle w:val="TAH"/>
              <w:keepNext w:val="0"/>
              <w:keepLines w:val="0"/>
            </w:pPr>
            <w:r w:rsidRPr="00241E66">
              <w:t>Description</w:t>
            </w:r>
          </w:p>
        </w:tc>
        <w:tc>
          <w:tcPr>
            <w:tcW w:w="2409" w:type="dxa"/>
          </w:tcPr>
          <w:p w:rsidR="00C0341F" w:rsidRPr="00241E66" w:rsidRDefault="00C0341F" w:rsidP="003C2A6F">
            <w:pPr>
              <w:pStyle w:val="TAH"/>
              <w:keepNext w:val="0"/>
              <w:keepLines w:val="0"/>
            </w:pPr>
            <w:r w:rsidRPr="00241E66">
              <w:t>API Expectation</w:t>
            </w:r>
          </w:p>
        </w:tc>
        <w:tc>
          <w:tcPr>
            <w:tcW w:w="3119" w:type="dxa"/>
          </w:tcPr>
          <w:p w:rsidR="00C0341F" w:rsidRPr="00241E66" w:rsidRDefault="00C0341F" w:rsidP="003C2A6F">
            <w:pPr>
              <w:pStyle w:val="TAH"/>
              <w:keepNext w:val="0"/>
              <w:keepLines w:val="0"/>
            </w:pPr>
            <w:r w:rsidRPr="00241E66">
              <w:t>APDU Expectation</w:t>
            </w: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1</w:t>
            </w:r>
          </w:p>
        </w:tc>
        <w:tc>
          <w:tcPr>
            <w:tcW w:w="3828" w:type="dxa"/>
          </w:tcPr>
          <w:p w:rsidR="00C0341F" w:rsidRPr="00241E66" w:rsidRDefault="00C0341F" w:rsidP="003C2A6F">
            <w:pPr>
              <w:pStyle w:val="TAH"/>
              <w:keepNext w:val="0"/>
              <w:keepLines w:val="0"/>
            </w:pPr>
            <w:r w:rsidRPr="00241E66">
              <w:t>Call buildTLVHandler() method with EDIT_HANDLER type</w:t>
            </w:r>
          </w:p>
          <w:p w:rsidR="00C0341F" w:rsidRPr="00241E66" w:rsidRDefault="00C0341F" w:rsidP="003C2A6F">
            <w:pPr>
              <w:pStyle w:val="PL"/>
              <w:rPr>
                <w:noProof w:val="0"/>
              </w:rPr>
            </w:pPr>
          </w:p>
          <w:p w:rsidR="00C0341F" w:rsidRPr="00241E66" w:rsidRDefault="00C0341F" w:rsidP="003C2A6F">
            <w:pPr>
              <w:pStyle w:val="PL"/>
              <w:rPr>
                <w:noProof w:val="0"/>
              </w:rPr>
            </w:pPr>
            <w:r w:rsidRPr="00241E66">
              <w:rPr>
                <w:noProof w:val="0"/>
              </w:rPr>
              <w:t>Type = EDIT_HANDLER</w:t>
            </w:r>
          </w:p>
          <w:p w:rsidR="00C0341F" w:rsidRPr="00241E66" w:rsidRDefault="00C0341F" w:rsidP="003C2A6F">
            <w:pPr>
              <w:pStyle w:val="PL"/>
              <w:rPr>
                <w:noProof w:val="0"/>
              </w:rPr>
            </w:pPr>
            <w:r w:rsidRPr="00241E66">
              <w:rPr>
                <w:noProof w:val="0"/>
              </w:rPr>
              <w:t>Capacity = (short)10</w:t>
            </w:r>
          </w:p>
          <w:p w:rsidR="00C0341F" w:rsidRPr="00241E66" w:rsidRDefault="00C0341F" w:rsidP="003C2A6F">
            <w:pPr>
              <w:pStyle w:val="PL"/>
              <w:rPr>
                <w:noProof w:val="0"/>
              </w:rPr>
            </w:pPr>
            <w:r w:rsidRPr="00241E66">
              <w:rPr>
                <w:noProof w:val="0"/>
              </w:rPr>
              <w:t>Buffer[10]</w:t>
            </w:r>
          </w:p>
          <w:p w:rsidR="00C0341F" w:rsidRPr="00241E66" w:rsidRDefault="00C0341F" w:rsidP="003C2A6F">
            <w:pPr>
              <w:pStyle w:val="PL"/>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(short)0</w:t>
            </w:r>
          </w:p>
          <w:p w:rsidR="00C0341F" w:rsidRPr="00241E66" w:rsidRDefault="00C0341F" w:rsidP="003C2A6F">
            <w:pPr>
              <w:pStyle w:val="PL"/>
              <w:rPr>
                <w:noProof w:val="0"/>
              </w:rPr>
            </w:pPr>
            <w:r w:rsidRPr="00241E66">
              <w:rPr>
                <w:noProof w:val="0"/>
              </w:rPr>
              <w:t>Check the created object is not null</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2</w:t>
            </w:r>
          </w:p>
        </w:tc>
        <w:tc>
          <w:tcPr>
            <w:tcW w:w="3828" w:type="dxa"/>
          </w:tcPr>
          <w:p w:rsidR="00C0341F" w:rsidRPr="00241E66" w:rsidRDefault="00C0341F" w:rsidP="003C2A6F">
            <w:pPr>
              <w:pStyle w:val="TAH"/>
              <w:keepNext w:val="0"/>
              <w:keepLines w:val="0"/>
            </w:pPr>
            <w:r w:rsidRPr="00241E66">
              <w:t>Call buildTLVHandler() method with BER_EDIT_HANDLER type</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BER_EDIT_HANDLER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tabs>
                <w:tab w:val="clear" w:pos="384"/>
              </w:tabs>
              <w:rPr>
                <w:noProof w:val="0"/>
              </w:rPr>
            </w:pPr>
            <w:r w:rsidRPr="00241E66">
              <w:rPr>
                <w:noProof w:val="0"/>
              </w:rPr>
              <w:t>Length = (short)0</w:t>
            </w:r>
          </w:p>
          <w:p w:rsidR="00C0341F" w:rsidRPr="00241E66" w:rsidRDefault="00C0341F" w:rsidP="003C2A6F">
            <w:pPr>
              <w:pStyle w:val="PL"/>
              <w:tabs>
                <w:tab w:val="clear" w:pos="384"/>
              </w:tabs>
              <w:rPr>
                <w:noProof w:val="0"/>
              </w:rPr>
            </w:pPr>
            <w:r w:rsidRPr="00241E66">
              <w:rPr>
                <w:noProof w:val="0"/>
              </w:rPr>
              <w:t>Check the created object is not null</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3</w:t>
            </w:r>
          </w:p>
        </w:tc>
        <w:tc>
          <w:tcPr>
            <w:tcW w:w="3828" w:type="dxa"/>
          </w:tcPr>
          <w:p w:rsidR="00C0341F" w:rsidRPr="00241E66" w:rsidRDefault="00C0341F" w:rsidP="003C2A6F">
            <w:pPr>
              <w:pStyle w:val="TAH"/>
              <w:keepNext w:val="0"/>
              <w:keepLines w:val="0"/>
            </w:pPr>
            <w:r w:rsidRPr="00241E66">
              <w:t>Negative capacity</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(short)5</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javacard.framework.SystemException is thrown with ILLEGAL_VALUE reason code..</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lastRenderedPageBreak/>
              <w:t>4</w:t>
            </w:r>
          </w:p>
        </w:tc>
        <w:tc>
          <w:tcPr>
            <w:tcW w:w="3828" w:type="dxa"/>
          </w:tcPr>
          <w:p w:rsidR="00C0341F" w:rsidRPr="00241E66" w:rsidRDefault="00C0341F" w:rsidP="003C2A6F">
            <w:pPr>
              <w:pStyle w:val="TAH"/>
              <w:keepNext w:val="0"/>
              <w:keepLines w:val="0"/>
            </w:pPr>
            <w:r w:rsidRPr="00241E66">
              <w:t>Type does not match with predefined values</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(byte)0</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(short)5</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javacard.framework.SystemException shall be thrown with ILLEGAL_VALUE reason code</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5</w:t>
            </w:r>
          </w:p>
        </w:tc>
        <w:tc>
          <w:tcPr>
            <w:tcW w:w="3828" w:type="dxa"/>
          </w:tcPr>
          <w:p w:rsidR="00C0341F" w:rsidRPr="00241E66" w:rsidRDefault="00C0341F" w:rsidP="003C2A6F">
            <w:pPr>
              <w:pStyle w:val="TAH"/>
              <w:keepNext w:val="0"/>
              <w:keepLines w:val="0"/>
            </w:pPr>
            <w:r w:rsidRPr="00241E66">
              <w:t>Type does not match with predefined values</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(byte)3</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(short)5</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javacard.framework.SystemException shall be thrown with ILLEGAL_VALUE reason code</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6</w:t>
            </w:r>
          </w:p>
        </w:tc>
        <w:tc>
          <w:tcPr>
            <w:tcW w:w="3828" w:type="dxa"/>
          </w:tcPr>
          <w:p w:rsidR="00C0341F" w:rsidRPr="00241E66" w:rsidRDefault="00C0341F" w:rsidP="003C2A6F">
            <w:pPr>
              <w:pStyle w:val="TAH"/>
              <w:keepNext w:val="0"/>
              <w:keepLines w:val="0"/>
            </w:pPr>
            <w:r w:rsidRPr="00241E66">
              <w:t>Internal Buffer starts at bOffset</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(short)4</w:t>
            </w:r>
          </w:p>
          <w:p w:rsidR="00C0341F" w:rsidRPr="00241E66" w:rsidRDefault="00C0341F" w:rsidP="003C2A6F">
            <w:pPr>
              <w:pStyle w:val="PL"/>
              <w:tabs>
                <w:tab w:val="clear" w:pos="384"/>
              </w:tabs>
              <w:rPr>
                <w:noProof w:val="0"/>
              </w:rPr>
            </w:pPr>
            <w:r w:rsidRPr="00241E66">
              <w:rPr>
                <w:noProof w:val="0"/>
              </w:rPr>
              <w:t>Length = (short)5</w:t>
            </w:r>
          </w:p>
          <w:p w:rsidR="00C0341F" w:rsidRPr="00241E66" w:rsidRDefault="00C0341F" w:rsidP="003C2A6F">
            <w:pPr>
              <w:pStyle w:val="PL"/>
              <w:tabs>
                <w:tab w:val="clear" w:pos="384"/>
              </w:tabs>
              <w:rPr>
                <w:noProof w:val="0"/>
              </w:rPr>
            </w:pPr>
            <w:r w:rsidRPr="00241E66">
              <w:rPr>
                <w:noProof w:val="0"/>
              </w:rPr>
              <w:t>Check the internal buffer of the TLVHandler starts with bOffset data.</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No 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7</w:t>
            </w:r>
          </w:p>
        </w:tc>
        <w:tc>
          <w:tcPr>
            <w:tcW w:w="3828" w:type="dxa"/>
          </w:tcPr>
          <w:p w:rsidR="00C0341F" w:rsidRPr="00241E66" w:rsidRDefault="00C0341F" w:rsidP="003C2A6F">
            <w:pPr>
              <w:pStyle w:val="TAH"/>
              <w:keepNext w:val="0"/>
              <w:keepLines w:val="0"/>
            </w:pPr>
            <w:r w:rsidRPr="00241E66">
              <w:t>Buffer is null</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 = null</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(short)5</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java.lang.NullPointerException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8</w:t>
            </w:r>
          </w:p>
        </w:tc>
        <w:tc>
          <w:tcPr>
            <w:tcW w:w="3828" w:type="dxa"/>
          </w:tcPr>
          <w:p w:rsidR="00C0341F" w:rsidRPr="00241E66" w:rsidRDefault="00C0341F" w:rsidP="003C2A6F">
            <w:pPr>
              <w:pStyle w:val="TAH"/>
              <w:keepNext w:val="0"/>
              <w:keepLines w:val="0"/>
            </w:pPr>
            <w:r w:rsidRPr="00241E66">
              <w:t>bOffset &gt; Buffer Length</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(short)11</w:t>
            </w:r>
          </w:p>
          <w:p w:rsidR="00C0341F" w:rsidRPr="00241E66" w:rsidRDefault="00C0341F" w:rsidP="003C2A6F">
            <w:pPr>
              <w:pStyle w:val="PL"/>
              <w:rPr>
                <w:noProof w:val="0"/>
              </w:rPr>
            </w:pPr>
            <w:r w:rsidRPr="00241E66">
              <w:rPr>
                <w:noProof w:val="0"/>
              </w:rPr>
              <w:t>Length = (short)0</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java.lang.ArrayIndexOutOfBoundsException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9</w:t>
            </w:r>
          </w:p>
        </w:tc>
        <w:tc>
          <w:tcPr>
            <w:tcW w:w="3828" w:type="dxa"/>
          </w:tcPr>
          <w:p w:rsidR="00C0341F" w:rsidRPr="00241E66" w:rsidRDefault="00C0341F" w:rsidP="003C2A6F">
            <w:pPr>
              <w:pStyle w:val="TAH"/>
              <w:keepNext w:val="0"/>
              <w:keepLines w:val="0"/>
            </w:pPr>
            <w:r w:rsidRPr="00241E66">
              <w:t>bOffset &lt; 0</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(short)-1</w:t>
            </w:r>
          </w:p>
          <w:p w:rsidR="00C0341F" w:rsidRPr="00241E66" w:rsidRDefault="00C0341F" w:rsidP="003C2A6F">
            <w:pPr>
              <w:pStyle w:val="PL"/>
              <w:rPr>
                <w:noProof w:val="0"/>
              </w:rPr>
            </w:pPr>
            <w:r w:rsidRPr="00241E66">
              <w:rPr>
                <w:noProof w:val="0"/>
              </w:rPr>
              <w:t>Length = (short)0</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java.lang.ArrayIndexOutOfBoundsException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10</w:t>
            </w:r>
          </w:p>
        </w:tc>
        <w:tc>
          <w:tcPr>
            <w:tcW w:w="3828" w:type="dxa"/>
          </w:tcPr>
          <w:p w:rsidR="00C0341F" w:rsidRPr="00241E66" w:rsidRDefault="00C0341F" w:rsidP="003C2A6F">
            <w:pPr>
              <w:pStyle w:val="TAH"/>
              <w:keepNext w:val="0"/>
              <w:keepLines w:val="0"/>
            </w:pPr>
            <w:r w:rsidRPr="00241E66">
              <w:t>bLength &lt; 0</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(short)0</w:t>
            </w:r>
          </w:p>
          <w:p w:rsidR="00C0341F" w:rsidRPr="00241E66" w:rsidRDefault="00C0341F" w:rsidP="003C2A6F">
            <w:pPr>
              <w:pStyle w:val="PL"/>
              <w:rPr>
                <w:noProof w:val="0"/>
              </w:rPr>
            </w:pPr>
            <w:r w:rsidRPr="00241E66">
              <w:rPr>
                <w:noProof w:val="0"/>
              </w:rPr>
              <w:t>Length = (short)-1</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java.lang.ArrayIndexOutOfBoundsException shall be thrown</w:t>
            </w:r>
          </w:p>
        </w:tc>
        <w:tc>
          <w:tcPr>
            <w:tcW w:w="3119" w:type="dxa"/>
          </w:tcPr>
          <w:p w:rsidR="00C0341F" w:rsidRPr="00241E66" w:rsidRDefault="00C0341F" w:rsidP="003C2A6F">
            <w:pPr>
              <w:pStyle w:val="TAL"/>
              <w:keepNext w:val="0"/>
              <w:keepLines w:val="0"/>
            </w:pPr>
          </w:p>
        </w:tc>
      </w:tr>
      <w:tr w:rsidR="00C0341F" w:rsidRPr="00241E66">
        <w:trPr>
          <w:jc w:val="center"/>
        </w:trPr>
        <w:tc>
          <w:tcPr>
            <w:tcW w:w="425" w:type="dxa"/>
            <w:tcBorders>
              <w:left w:val="single" w:sz="4" w:space="0" w:color="auto"/>
            </w:tcBorders>
          </w:tcPr>
          <w:p w:rsidR="00C0341F" w:rsidRPr="00241E66" w:rsidRDefault="00C0341F" w:rsidP="003C2A6F">
            <w:pPr>
              <w:pStyle w:val="TAC"/>
              <w:keepNext w:val="0"/>
              <w:keepLines w:val="0"/>
            </w:pPr>
            <w:r w:rsidRPr="00241E66">
              <w:t>11</w:t>
            </w:r>
          </w:p>
        </w:tc>
        <w:tc>
          <w:tcPr>
            <w:tcW w:w="3828" w:type="dxa"/>
          </w:tcPr>
          <w:p w:rsidR="00C0341F" w:rsidRPr="00241E66" w:rsidRDefault="00C0341F" w:rsidP="003C2A6F">
            <w:pPr>
              <w:pStyle w:val="TAH"/>
              <w:keepNext w:val="0"/>
              <w:keepLines w:val="0"/>
            </w:pPr>
            <w:r w:rsidRPr="00241E66">
              <w:t>bOffset+bLength &gt; buffer length</w:t>
            </w:r>
          </w:p>
          <w:p w:rsidR="00C0341F" w:rsidRPr="00241E66" w:rsidRDefault="00C0341F" w:rsidP="003C2A6F">
            <w:pPr>
              <w:pStyle w:val="PL"/>
              <w:tabs>
                <w:tab w:val="clear" w:pos="384"/>
              </w:tabs>
              <w:rPr>
                <w:noProof w:val="0"/>
              </w:rPr>
            </w:pPr>
          </w:p>
          <w:p w:rsidR="00C0341F" w:rsidRPr="00241E66" w:rsidRDefault="00C0341F" w:rsidP="003C2A6F">
            <w:pPr>
              <w:pStyle w:val="PL"/>
              <w:tabs>
                <w:tab w:val="clear" w:pos="384"/>
              </w:tabs>
              <w:rPr>
                <w:noProof w:val="0"/>
              </w:rPr>
            </w:pPr>
            <w:r w:rsidRPr="00241E66">
              <w:rPr>
                <w:noProof w:val="0"/>
              </w:rPr>
              <w:t>Type = EDIT_HANDLER</w:t>
            </w:r>
          </w:p>
          <w:p w:rsidR="00C0341F" w:rsidRPr="00241E66" w:rsidRDefault="00C0341F" w:rsidP="003C2A6F">
            <w:pPr>
              <w:pStyle w:val="PL"/>
              <w:tabs>
                <w:tab w:val="clear" w:pos="384"/>
              </w:tabs>
              <w:rPr>
                <w:noProof w:val="0"/>
              </w:rPr>
            </w:pPr>
            <w:r w:rsidRPr="00241E66">
              <w:rPr>
                <w:noProof w:val="0"/>
              </w:rPr>
              <w:t>Capacity = (short)10</w:t>
            </w:r>
          </w:p>
          <w:p w:rsidR="00C0341F" w:rsidRPr="00241E66" w:rsidRDefault="00C0341F" w:rsidP="003C2A6F">
            <w:pPr>
              <w:pStyle w:val="PL"/>
              <w:tabs>
                <w:tab w:val="clear" w:pos="384"/>
              </w:tabs>
              <w:rPr>
                <w:noProof w:val="0"/>
              </w:rPr>
            </w:pPr>
            <w:r w:rsidRPr="00241E66">
              <w:rPr>
                <w:noProof w:val="0"/>
              </w:rPr>
              <w:t>Buffer[10]</w:t>
            </w:r>
          </w:p>
          <w:p w:rsidR="00C0341F" w:rsidRPr="00241E66" w:rsidRDefault="00C0341F" w:rsidP="003C2A6F">
            <w:pPr>
              <w:pStyle w:val="PL"/>
              <w:tabs>
                <w:tab w:val="clear" w:pos="384"/>
              </w:tabs>
              <w:rPr>
                <w:noProof w:val="0"/>
              </w:rPr>
            </w:pPr>
            <w:r w:rsidRPr="00241E66">
              <w:rPr>
                <w:noProof w:val="0"/>
              </w:rPr>
              <w:t>Offset = (short)7</w:t>
            </w:r>
          </w:p>
          <w:p w:rsidR="00C0341F" w:rsidRPr="00241E66" w:rsidRDefault="00C0341F" w:rsidP="003C2A6F">
            <w:pPr>
              <w:pStyle w:val="PL"/>
              <w:rPr>
                <w:noProof w:val="0"/>
              </w:rPr>
            </w:pPr>
            <w:r w:rsidRPr="00241E66">
              <w:rPr>
                <w:noProof w:val="0"/>
              </w:rPr>
              <w:t>Length = (short)8</w:t>
            </w:r>
          </w:p>
        </w:tc>
        <w:tc>
          <w:tcPr>
            <w:tcW w:w="2409" w:type="dxa"/>
          </w:tcPr>
          <w:p w:rsidR="00C0341F" w:rsidRPr="00241E66" w:rsidRDefault="00C0341F" w:rsidP="003C2A6F">
            <w:pPr>
              <w:pStyle w:val="TAL"/>
              <w:keepNext w:val="0"/>
              <w:keepLines w:val="0"/>
            </w:pPr>
          </w:p>
          <w:p w:rsidR="00C0341F" w:rsidRPr="00241E66" w:rsidRDefault="00C0341F" w:rsidP="003C2A6F">
            <w:pPr>
              <w:pStyle w:val="TAL"/>
              <w:keepNext w:val="0"/>
              <w:keepLines w:val="0"/>
            </w:pPr>
          </w:p>
          <w:p w:rsidR="00C0341F" w:rsidRPr="00241E66" w:rsidRDefault="00C0341F" w:rsidP="003C2A6F">
            <w:pPr>
              <w:pStyle w:val="TAL"/>
              <w:keepNext w:val="0"/>
              <w:keepLines w:val="0"/>
            </w:pPr>
            <w:r w:rsidRPr="00241E66">
              <w:t>A java.lang.ArrayIndexOutOfBoundsException shall be thrown</w:t>
            </w:r>
          </w:p>
        </w:tc>
        <w:tc>
          <w:tcPr>
            <w:tcW w:w="3119" w:type="dxa"/>
          </w:tcPr>
          <w:p w:rsidR="00C0341F" w:rsidRPr="00241E66" w:rsidRDefault="00C0341F" w:rsidP="003C2A6F">
            <w:pPr>
              <w:pStyle w:val="TAL"/>
              <w:keepNext w:val="0"/>
              <w:keepLines w:val="0"/>
            </w:pPr>
          </w:p>
        </w:tc>
      </w:tr>
    </w:tbl>
    <w:p w:rsidR="00C0341F" w:rsidRPr="00241E66" w:rsidRDefault="00C0341F"/>
    <w:p w:rsidR="00C0341F" w:rsidRPr="00241E66" w:rsidRDefault="00C0341F" w:rsidP="003C2A6F">
      <w:pPr>
        <w:pStyle w:val="Heading3"/>
      </w:pPr>
      <w:r w:rsidRPr="00241E66">
        <w:lastRenderedPageBreak/>
        <w:t>5.4.2</w:t>
      </w:r>
      <w:r w:rsidRPr="00241E66">
        <w:tab/>
        <w:t>Interface UICCPlatform</w:t>
      </w:r>
    </w:p>
    <w:p w:rsidR="00C0341F" w:rsidRPr="00241E66" w:rsidRDefault="00C0341F" w:rsidP="003C2A6F">
      <w:pPr>
        <w:pStyle w:val="Heading4"/>
      </w:pPr>
      <w:r w:rsidRPr="00241E66">
        <w:t>5.4.2.1</w:t>
      </w:r>
      <w:r w:rsidRPr="00241E66">
        <w:tab/>
        <w:t>Method getTheVolatileByteArray</w:t>
      </w:r>
    </w:p>
    <w:p w:rsidR="00C0341F" w:rsidRPr="00241E66" w:rsidRDefault="008714AD" w:rsidP="003C2A6F">
      <w:pPr>
        <w:pStyle w:val="EX"/>
        <w:keepNext/>
        <w:ind w:left="2268" w:hanging="1984"/>
      </w:pPr>
      <w:r w:rsidRPr="00241E66">
        <w:t>Test Area Reference:</w:t>
      </w:r>
      <w:r w:rsidRPr="00241E66">
        <w:tab/>
      </w:r>
      <w:r w:rsidR="00C0341F" w:rsidRPr="00241E66">
        <w:t>Api_3_Upf_Gvba.</w:t>
      </w:r>
    </w:p>
    <w:p w:rsidR="00C0341F" w:rsidRPr="00241E66" w:rsidRDefault="00C0341F" w:rsidP="003C2A6F">
      <w:pPr>
        <w:pStyle w:val="Heading5"/>
      </w:pPr>
      <w:r w:rsidRPr="00241E66">
        <w:t>5.4.2.1.1</w:t>
      </w:r>
      <w:r w:rsidRPr="00241E66">
        <w:tab/>
        <w:t>Conformance requirement</w:t>
      </w:r>
    </w:p>
    <w:p w:rsidR="00C0341F" w:rsidRPr="00241E66" w:rsidRDefault="00C0341F" w:rsidP="003C2A6F">
      <w:pPr>
        <w:keepNext/>
      </w:pPr>
      <w:r w:rsidRPr="00241E66">
        <w:t>The method with following header shall be compliant to its definition in the API.</w:t>
      </w:r>
    </w:p>
    <w:p w:rsidR="00C0341F" w:rsidRPr="00241E66" w:rsidRDefault="00C0341F">
      <w:pPr>
        <w:pStyle w:val="PL"/>
        <w:rPr>
          <w:noProof w:val="0"/>
        </w:rPr>
      </w:pPr>
      <w:r w:rsidRPr="00241E66">
        <w:rPr>
          <w:noProof w:val="0"/>
        </w:rPr>
        <w:t>public static byte[] getTheVolatileByteArray()</w:t>
      </w:r>
    </w:p>
    <w:p w:rsidR="00C0341F" w:rsidRPr="00241E66" w:rsidRDefault="00C0341F">
      <w:pPr>
        <w:pStyle w:val="PL"/>
        <w:rPr>
          <w:noProof w:val="0"/>
        </w:rPr>
      </w:pPr>
    </w:p>
    <w:p w:rsidR="00C0341F" w:rsidRPr="00241E66" w:rsidRDefault="00C0341F">
      <w:pPr>
        <w:pStyle w:val="H6"/>
      </w:pPr>
      <w:r w:rsidRPr="00241E66">
        <w:t>5.4.2.1.1.1</w:t>
      </w:r>
      <w:r w:rsidRPr="00241E66">
        <w:tab/>
        <w:t>Normal execution</w:t>
      </w:r>
    </w:p>
    <w:p w:rsidR="00C0341F" w:rsidRPr="00241E66" w:rsidRDefault="00C0341F">
      <w:pPr>
        <w:pStyle w:val="B1"/>
      </w:pPr>
      <w:r w:rsidRPr="00241E66">
        <w:t>CRRN1: Returns the instance of the volatile byte array designated by the JCRE as global array. The byte array length shall be at least equal to 256 bytes.</w:t>
      </w:r>
    </w:p>
    <w:p w:rsidR="00C0341F" w:rsidRPr="00241E66" w:rsidRDefault="00C0341F">
      <w:pPr>
        <w:pStyle w:val="H6"/>
      </w:pPr>
      <w:r w:rsidRPr="00241E66">
        <w:t>5.4.2.1.1.2</w:t>
      </w:r>
      <w:r w:rsidRPr="00241E66">
        <w:tab/>
        <w:t>Parameter errors</w:t>
      </w:r>
    </w:p>
    <w:p w:rsidR="00C0341F" w:rsidRPr="00241E66" w:rsidRDefault="00C0341F">
      <w:r w:rsidRPr="00241E66">
        <w:t>No requirement.</w:t>
      </w:r>
    </w:p>
    <w:p w:rsidR="00C0341F" w:rsidRPr="00241E66" w:rsidRDefault="00C0341F">
      <w:pPr>
        <w:pStyle w:val="H6"/>
      </w:pPr>
      <w:r w:rsidRPr="00241E66">
        <w:t>5.4.2.1.1.3</w:t>
      </w:r>
      <w:r w:rsidRPr="00241E66">
        <w:tab/>
        <w:t>Context errors</w:t>
      </w:r>
    </w:p>
    <w:p w:rsidR="00C0341F" w:rsidRPr="00241E66" w:rsidRDefault="00C0341F">
      <w:pPr>
        <w:pStyle w:val="B1"/>
      </w:pPr>
      <w:r w:rsidRPr="00241E66">
        <w:t>CRRC1: If the method is invoked from a context which is not the currently selected applet or the currently triggered applet i.e. the context of the applet that treats the current APDU or the context of the applet that has been triggered by the current APDU, a java.lang.SecurityException is thrown.</w:t>
      </w:r>
    </w:p>
    <w:p w:rsidR="00C0341F" w:rsidRPr="00241E66" w:rsidRDefault="00C0341F">
      <w:pPr>
        <w:pStyle w:val="B1"/>
      </w:pPr>
      <w:r w:rsidRPr="00241E66">
        <w:t>CRRC2: A reference to this byte array cannot be stored in class variables or instance variables or array components.</w:t>
      </w:r>
    </w:p>
    <w:p w:rsidR="00C0341F" w:rsidRPr="00241E66" w:rsidRDefault="00C0341F" w:rsidP="00B54FD2">
      <w:pPr>
        <w:pStyle w:val="Heading5"/>
      </w:pPr>
      <w:r w:rsidRPr="00241E66">
        <w:t>5.4.2.1.2</w:t>
      </w:r>
      <w:r w:rsidRPr="00241E66">
        <w:tab/>
        <w:t>Test area files</w:t>
      </w:r>
    </w:p>
    <w:p w:rsidR="00C0341F" w:rsidRPr="00241E66" w:rsidRDefault="00C0341F" w:rsidP="00C0341F">
      <w:pPr>
        <w:pStyle w:val="EX"/>
      </w:pPr>
      <w:r w:rsidRPr="00241E66">
        <w:t>Test Source:</w:t>
      </w:r>
      <w:r w:rsidRPr="00241E66">
        <w:tab/>
        <w:t>Test_Api_3_Upf_Gvba.java.</w:t>
      </w:r>
    </w:p>
    <w:p w:rsidR="00C0341F" w:rsidRPr="00241E66" w:rsidRDefault="00C0341F" w:rsidP="00C0341F">
      <w:pPr>
        <w:pStyle w:val="EX"/>
      </w:pPr>
      <w:r w:rsidRPr="00241E66">
        <w:t>Test Applet:</w:t>
      </w:r>
      <w:r w:rsidRPr="00241E66">
        <w:tab/>
        <w:t>Api_3_Upf_Gvba_1.java.</w:t>
      </w:r>
    </w:p>
    <w:p w:rsidR="00C0341F" w:rsidRPr="00241E66" w:rsidRDefault="00C0341F" w:rsidP="00C0341F">
      <w:pPr>
        <w:pStyle w:val="EX"/>
      </w:pPr>
      <w:r w:rsidRPr="00241E66">
        <w:tab/>
        <w:t>Api_ShareableInterface.java.</w:t>
      </w:r>
    </w:p>
    <w:p w:rsidR="00C0341F" w:rsidRPr="00241E66" w:rsidRDefault="00C0341F" w:rsidP="00C0341F">
      <w:pPr>
        <w:pStyle w:val="EX"/>
      </w:pPr>
      <w:r w:rsidRPr="00241E66">
        <w:tab/>
        <w:t>Api_GetShareableClientApplet.java.</w:t>
      </w:r>
    </w:p>
    <w:p w:rsidR="00C0341F" w:rsidRPr="00241E66" w:rsidRDefault="00C0341F" w:rsidP="00C0341F">
      <w:pPr>
        <w:pStyle w:val="EX"/>
      </w:pPr>
      <w:r w:rsidRPr="00241E66">
        <w:t>Cap File:</w:t>
      </w:r>
      <w:r w:rsidRPr="00241E66">
        <w:tab/>
      </w:r>
      <w:r w:rsidR="008714AD" w:rsidRPr="00241E66">
        <w:t>A</w:t>
      </w:r>
      <w:r w:rsidRPr="00241E66">
        <w:t>pi_3_upf_gvba.cap.</w:t>
      </w:r>
    </w:p>
    <w:p w:rsidR="00C0341F" w:rsidRPr="00241E66" w:rsidRDefault="008714AD" w:rsidP="00C0341F">
      <w:pPr>
        <w:pStyle w:val="EX"/>
      </w:pPr>
      <w:r w:rsidRPr="00241E66">
        <w:tab/>
        <w:t>A</w:t>
      </w:r>
      <w:r w:rsidR="00C0341F" w:rsidRPr="00241E66">
        <w:t>pi_3_upf_gvba2.cap.</w:t>
      </w:r>
    </w:p>
    <w:p w:rsidR="00C0341F" w:rsidRPr="00241E66" w:rsidRDefault="00C0341F" w:rsidP="00B54FD2">
      <w:pPr>
        <w:pStyle w:val="Heading5"/>
      </w:pPr>
      <w:r w:rsidRPr="00241E66">
        <w:t>5.4.2.1.3</w:t>
      </w:r>
      <w:r w:rsidRPr="00241E66">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CRR number</w:t>
            </w:r>
          </w:p>
        </w:tc>
        <w:tc>
          <w:tcPr>
            <w:tcW w:w="219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Test case number</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N1</w:t>
            </w:r>
          </w:p>
        </w:tc>
        <w:tc>
          <w:tcPr>
            <w:tcW w:w="219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1</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C1</w:t>
            </w:r>
          </w:p>
        </w:tc>
        <w:tc>
          <w:tcPr>
            <w:tcW w:w="219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2</w:t>
            </w:r>
          </w:p>
        </w:tc>
      </w:tr>
      <w:tr w:rsidR="00C0341F" w:rsidRPr="00241E66" w:rsidTr="00C0341F">
        <w:trPr>
          <w:jc w:val="center"/>
        </w:trPr>
        <w:tc>
          <w:tcPr>
            <w:tcW w:w="227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C2</w:t>
            </w:r>
          </w:p>
        </w:tc>
        <w:tc>
          <w:tcPr>
            <w:tcW w:w="2196"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pPr>
            <w:r w:rsidRPr="00241E66">
              <w:t>3, 4, 5</w:t>
            </w:r>
          </w:p>
        </w:tc>
      </w:tr>
    </w:tbl>
    <w:p w:rsidR="00C0341F" w:rsidRPr="00241E66" w:rsidRDefault="00C0341F" w:rsidP="00C0341F"/>
    <w:p w:rsidR="00C0341F" w:rsidRPr="00241E66" w:rsidRDefault="00C0341F" w:rsidP="003C2A6F">
      <w:pPr>
        <w:pStyle w:val="Heading5"/>
      </w:pPr>
      <w:r w:rsidRPr="00241E66">
        <w:lastRenderedPageBreak/>
        <w:t>5.4.2.1.4</w:t>
      </w:r>
      <w:r w:rsidRPr="00241E66">
        <w:tab/>
        <w:t>Test procedure</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4111"/>
        <w:gridCol w:w="2835"/>
        <w:gridCol w:w="2410"/>
      </w:tblGrid>
      <w:tr w:rsidR="00C0341F" w:rsidRPr="00241E66">
        <w:trPr>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Id</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Description</w:t>
            </w:r>
          </w:p>
        </w:tc>
        <w:tc>
          <w:tcPr>
            <w:tcW w:w="2835"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API Expectation</w:t>
            </w:r>
          </w:p>
        </w:tc>
        <w:tc>
          <w:tcPr>
            <w:tcW w:w="2410" w:type="dxa"/>
            <w:tcBorders>
              <w:top w:val="single" w:sz="4" w:space="0" w:color="auto"/>
              <w:left w:val="single" w:sz="4" w:space="0" w:color="auto"/>
              <w:bottom w:val="single" w:sz="4" w:space="0" w:color="auto"/>
              <w:right w:val="single" w:sz="4" w:space="0" w:color="auto"/>
            </w:tcBorders>
          </w:tcPr>
          <w:p w:rsidR="00C0341F" w:rsidRPr="00241E66" w:rsidRDefault="00C0341F" w:rsidP="003C2A6F">
            <w:pPr>
              <w:pStyle w:val="TAH"/>
              <w:keepLines w:val="0"/>
            </w:pPr>
            <w:r w:rsidRPr="00241E66">
              <w:t>APDU Expectation</w:t>
            </w:r>
          </w:p>
        </w:tc>
      </w:tr>
      <w:tr w:rsidR="00C0341F" w:rsidRPr="00241E66">
        <w:trPr>
          <w:cantSplit/>
          <w:trHeight w:val="875"/>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1</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keepNext w:val="0"/>
              <w:keepLines w:val="0"/>
            </w:pPr>
            <w:r w:rsidRPr="00241E66">
              <w:t>Call getTheVolatileByteArray() method and store it in a local variable</w:t>
            </w:r>
          </w:p>
          <w:p w:rsidR="00C0341F" w:rsidRPr="00241E66" w:rsidRDefault="00C0341F">
            <w:pPr>
              <w:pStyle w:val="PL"/>
              <w:rPr>
                <w:noProof w:val="0"/>
              </w:rPr>
            </w:pPr>
          </w:p>
          <w:p w:rsidR="00C0341F" w:rsidRPr="00241E66" w:rsidRDefault="00C0341F">
            <w:pPr>
              <w:pStyle w:val="PL"/>
              <w:rPr>
                <w:noProof w:val="0"/>
              </w:rPr>
            </w:pPr>
            <w:r w:rsidRPr="00241E66">
              <w:rPr>
                <w:noProof w:val="0"/>
              </w:rPr>
              <w:t>1- Trigger the applet and check the returned byte array length is at least equal to 256 bytes.</w:t>
            </w:r>
          </w:p>
          <w:p w:rsidR="00C0341F" w:rsidRPr="00241E66" w:rsidRDefault="00C0341F">
            <w:pPr>
              <w:pStyle w:val="PL"/>
              <w:rPr>
                <w:noProof w:val="0"/>
              </w:rPr>
            </w:pPr>
          </w:p>
          <w:p w:rsidR="00C0341F" w:rsidRPr="00241E66" w:rsidRDefault="00C0341F">
            <w:pPr>
              <w:pStyle w:val="PL"/>
              <w:rPr>
                <w:noProof w:val="0"/>
              </w:rPr>
            </w:pPr>
            <w:r w:rsidRPr="00241E66">
              <w:rPr>
                <w:noProof w:val="0"/>
              </w:rPr>
              <w:t>2- Select the applet and check the returned byte array length is at least equal to 256 bytes.</w:t>
            </w:r>
          </w:p>
        </w:tc>
        <w:tc>
          <w:tcPr>
            <w:tcW w:w="283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1- No exception shall be thrown.</w:t>
            </w:r>
          </w:p>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2- No exception shall be thrown.</w:t>
            </w:r>
          </w:p>
        </w:tc>
        <w:tc>
          <w:tcPr>
            <w:tcW w:w="24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2</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Method invoked from a different context</w:t>
            </w:r>
          </w:p>
          <w:p w:rsidR="00C0341F" w:rsidRPr="00241E66" w:rsidRDefault="00C0341F">
            <w:pPr>
              <w:pStyle w:val="PL"/>
              <w:rPr>
                <w:noProof w:val="0"/>
              </w:rPr>
            </w:pPr>
          </w:p>
          <w:p w:rsidR="00C0341F" w:rsidRPr="00241E66" w:rsidRDefault="00C0341F">
            <w:pPr>
              <w:pStyle w:val="PL"/>
              <w:rPr>
                <w:noProof w:val="0"/>
              </w:rPr>
            </w:pPr>
            <w:r w:rsidRPr="00241E66">
              <w:rPr>
                <w:noProof w:val="0"/>
              </w:rPr>
              <w:t>By the way of the Shareable Interface, call the getTheVolatileByteArray() method through another applet.</w:t>
            </w:r>
          </w:p>
        </w:tc>
        <w:tc>
          <w:tcPr>
            <w:tcW w:w="283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p w:rsidR="00C0341F" w:rsidRPr="00241E66" w:rsidRDefault="00C0341F">
            <w:pPr>
              <w:pStyle w:val="TAL"/>
              <w:keepNext w:val="0"/>
              <w:keepLines w:val="0"/>
            </w:pPr>
          </w:p>
          <w:p w:rsidR="00C0341F" w:rsidRPr="00241E66" w:rsidRDefault="00C0341F">
            <w:pPr>
              <w:pStyle w:val="TAL"/>
              <w:keepNext w:val="0"/>
              <w:keepLines w:val="0"/>
            </w:pPr>
            <w:r w:rsidRPr="00241E66">
              <w:t>A java.lang.SecurityException shall be thrown.</w:t>
            </w:r>
          </w:p>
        </w:tc>
        <w:tc>
          <w:tcPr>
            <w:tcW w:w="24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3</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Store the instance in a class variable</w:t>
            </w:r>
          </w:p>
        </w:tc>
        <w:tc>
          <w:tcPr>
            <w:tcW w:w="283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r w:rsidRPr="00241E66">
              <w:t>A java.lang.SecurityException shall be thrown.</w:t>
            </w:r>
          </w:p>
        </w:tc>
        <w:tc>
          <w:tcPr>
            <w:tcW w:w="24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241E66">
        <w:trPr>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4</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Store the instance in an instance variable</w:t>
            </w:r>
          </w:p>
        </w:tc>
        <w:tc>
          <w:tcPr>
            <w:tcW w:w="2835"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r w:rsidRPr="00241E66">
              <w:t>A java.lang.SecurityException shall be thrown.</w:t>
            </w:r>
          </w:p>
        </w:tc>
        <w:tc>
          <w:tcPr>
            <w:tcW w:w="241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L"/>
              <w:keepNext w:val="0"/>
              <w:keepLines w:val="0"/>
            </w:pPr>
          </w:p>
        </w:tc>
      </w:tr>
      <w:tr w:rsidR="00C0341F" w:rsidRPr="00393261">
        <w:trPr>
          <w:jc w:val="center"/>
        </w:trPr>
        <w:tc>
          <w:tcPr>
            <w:tcW w:w="430"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C"/>
              <w:keepNext w:val="0"/>
              <w:keepLines w:val="0"/>
            </w:pPr>
            <w:r w:rsidRPr="00241E66">
              <w:t>5</w:t>
            </w:r>
          </w:p>
        </w:tc>
        <w:tc>
          <w:tcPr>
            <w:tcW w:w="4111" w:type="dxa"/>
            <w:tcBorders>
              <w:top w:val="single" w:sz="4" w:space="0" w:color="auto"/>
              <w:left w:val="single" w:sz="4" w:space="0" w:color="auto"/>
              <w:bottom w:val="single" w:sz="4" w:space="0" w:color="auto"/>
              <w:right w:val="single" w:sz="4" w:space="0" w:color="auto"/>
            </w:tcBorders>
          </w:tcPr>
          <w:p w:rsidR="00C0341F" w:rsidRPr="00241E66" w:rsidRDefault="00C0341F">
            <w:pPr>
              <w:pStyle w:val="TAH"/>
            </w:pPr>
            <w:r w:rsidRPr="00241E66">
              <w:t>Store the instance in an array component</w:t>
            </w:r>
          </w:p>
        </w:tc>
        <w:tc>
          <w:tcPr>
            <w:tcW w:w="2835" w:type="dxa"/>
            <w:tcBorders>
              <w:top w:val="single" w:sz="4" w:space="0" w:color="auto"/>
              <w:left w:val="single" w:sz="4" w:space="0" w:color="auto"/>
              <w:bottom w:val="single" w:sz="4" w:space="0" w:color="auto"/>
              <w:right w:val="single" w:sz="4" w:space="0" w:color="auto"/>
            </w:tcBorders>
          </w:tcPr>
          <w:p w:rsidR="00C0341F" w:rsidRPr="00393261" w:rsidRDefault="00C0341F">
            <w:pPr>
              <w:pStyle w:val="TAL"/>
              <w:keepNext w:val="0"/>
              <w:keepLines w:val="0"/>
            </w:pPr>
            <w:r w:rsidRPr="00241E66">
              <w:t>A java.lang.SecurityException shall be thrown.</w:t>
            </w:r>
          </w:p>
        </w:tc>
        <w:tc>
          <w:tcPr>
            <w:tcW w:w="2410" w:type="dxa"/>
            <w:tcBorders>
              <w:top w:val="single" w:sz="4" w:space="0" w:color="auto"/>
              <w:left w:val="single" w:sz="4" w:space="0" w:color="auto"/>
              <w:bottom w:val="single" w:sz="4" w:space="0" w:color="auto"/>
              <w:right w:val="single" w:sz="4" w:space="0" w:color="auto"/>
            </w:tcBorders>
          </w:tcPr>
          <w:p w:rsidR="00C0341F" w:rsidRPr="00393261" w:rsidRDefault="00C0341F">
            <w:pPr>
              <w:pStyle w:val="TAL"/>
              <w:keepNext w:val="0"/>
              <w:keepLines w:val="0"/>
            </w:pPr>
          </w:p>
        </w:tc>
      </w:tr>
    </w:tbl>
    <w:p w:rsidR="00C0341F" w:rsidRPr="00393261" w:rsidRDefault="00C0341F">
      <w:bookmarkStart w:id="0" w:name="_GoBack"/>
      <w:bookmarkEnd w:id="0"/>
    </w:p>
    <w:sectPr w:rsidR="00C0341F" w:rsidRPr="00393261" w:rsidSect="009F0B5C">
      <w:headerReference w:type="default" r:id="rId16"/>
      <w:footerReference w:type="even" r:id="rId17"/>
      <w:footerReference w:type="default" r:id="rId18"/>
      <w:footnotePr>
        <w:numRestart w:val="eachSect"/>
      </w:footnotePr>
      <w:pgSz w:w="11907" w:h="16840"/>
      <w:pgMar w:top="1418" w:right="1134" w:bottom="1134" w:left="1134" w:header="680" w:footer="340" w:gutter="0"/>
      <w:pgNumType w:start="44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2D" w:rsidRDefault="006A292D">
      <w:r>
        <w:separator/>
      </w:r>
    </w:p>
  </w:endnote>
  <w:endnote w:type="continuationSeparator" w:id="0">
    <w:p w:rsidR="006A292D" w:rsidRDefault="006A2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56" w:rsidRDefault="00C2167E">
    <w:pPr>
      <w:pStyle w:val="Footer"/>
      <w:framePr w:wrap="around" w:vAnchor="text" w:hAnchor="margin" w:xAlign="right" w:y="1"/>
      <w:rPr>
        <w:rStyle w:val="PageNumber"/>
      </w:rPr>
    </w:pPr>
    <w:r>
      <w:rPr>
        <w:rStyle w:val="PageNumber"/>
      </w:rPr>
      <w:fldChar w:fldCharType="begin"/>
    </w:r>
    <w:r w:rsidR="00DA6956">
      <w:rPr>
        <w:rStyle w:val="PageNumber"/>
      </w:rPr>
      <w:instrText xml:space="preserve">PAGE  </w:instrText>
    </w:r>
    <w:r>
      <w:rPr>
        <w:rStyle w:val="PageNumber"/>
      </w:rPr>
      <w:fldChar w:fldCharType="end"/>
    </w:r>
  </w:p>
  <w:p w:rsidR="00DA6956" w:rsidRDefault="00DA69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56" w:rsidRDefault="00DA6956">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2D" w:rsidRDefault="006A292D">
      <w:r>
        <w:separator/>
      </w:r>
    </w:p>
  </w:footnote>
  <w:footnote w:type="continuationSeparator" w:id="0">
    <w:p w:rsidR="006A292D" w:rsidRDefault="006A2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56" w:rsidRDefault="00DA6956">
    <w:pPr>
      <w:pStyle w:val="Header"/>
      <w:tabs>
        <w:tab w:val="center" w:pos="4820"/>
        <w:tab w:val="right" w:pos="9639"/>
      </w:tabs>
      <w:rPr>
        <w:lang w:val="fr-FR"/>
      </w:rPr>
    </w:pPr>
    <w:r>
      <w:t xml:space="preserve">Release </w:t>
    </w:r>
    <w:r w:rsidR="009B456A">
      <w:t>7</w:t>
    </w:r>
    <w:r>
      <w:tab/>
    </w:r>
    <w:r w:rsidR="00C2167E">
      <w:fldChar w:fldCharType="begin"/>
    </w:r>
    <w:r>
      <w:rPr>
        <w:lang w:val="fr-FR"/>
      </w:rPr>
      <w:instrText xml:space="preserve"> PAGE </w:instrText>
    </w:r>
    <w:r w:rsidR="00C2167E">
      <w:fldChar w:fldCharType="separate"/>
    </w:r>
    <w:r w:rsidR="009F0B5C">
      <w:rPr>
        <w:lang w:val="fr-FR"/>
      </w:rPr>
      <w:t>518</w:t>
    </w:r>
    <w:r w:rsidR="00C2167E">
      <w:fldChar w:fldCharType="end"/>
    </w:r>
    <w:r>
      <w:rPr>
        <w:lang w:val="fr-FR"/>
      </w:rPr>
      <w:tab/>
      <w:t>ETSI TS 102 268 V</w:t>
    </w:r>
    <w:r w:rsidR="009B456A">
      <w:rPr>
        <w:lang w:val="fr-FR"/>
      </w:rPr>
      <w:t>7</w:t>
    </w:r>
    <w:r>
      <w:rPr>
        <w:lang w:val="fr-FR"/>
      </w:rPr>
      <w:t>.</w:t>
    </w:r>
    <w:r w:rsidR="009B456A">
      <w:rPr>
        <w:lang w:val="fr-FR"/>
      </w:rPr>
      <w:t>0</w:t>
    </w:r>
    <w:r>
      <w:rPr>
        <w:lang w:val="fr-FR"/>
      </w:rPr>
      <w:t>.0 (2015-0</w:t>
    </w:r>
    <w:r w:rsidR="00241E66">
      <w:rPr>
        <w:lang w:val="fr-FR"/>
      </w:rPr>
      <w:t>4</w:t>
    </w:r>
    <w:r>
      <w:rPr>
        <w:lang w:val="fr-F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5">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5"/>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4"/>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4FD2"/>
    <w:rsid w:val="001002C6"/>
    <w:rsid w:val="00126FB2"/>
    <w:rsid w:val="00133AF6"/>
    <w:rsid w:val="00241E66"/>
    <w:rsid w:val="0032698A"/>
    <w:rsid w:val="00326B83"/>
    <w:rsid w:val="0033337F"/>
    <w:rsid w:val="00393261"/>
    <w:rsid w:val="003C2A6F"/>
    <w:rsid w:val="004549C2"/>
    <w:rsid w:val="004A078D"/>
    <w:rsid w:val="004A678E"/>
    <w:rsid w:val="004F586C"/>
    <w:rsid w:val="00511BC5"/>
    <w:rsid w:val="0054388F"/>
    <w:rsid w:val="005A04B6"/>
    <w:rsid w:val="006A292D"/>
    <w:rsid w:val="006A59AB"/>
    <w:rsid w:val="006C0348"/>
    <w:rsid w:val="007A43BC"/>
    <w:rsid w:val="007C758E"/>
    <w:rsid w:val="007E7E09"/>
    <w:rsid w:val="007F123B"/>
    <w:rsid w:val="008542A8"/>
    <w:rsid w:val="008714AD"/>
    <w:rsid w:val="008A5BA2"/>
    <w:rsid w:val="008F5786"/>
    <w:rsid w:val="009B456A"/>
    <w:rsid w:val="009D221F"/>
    <w:rsid w:val="009F0B5C"/>
    <w:rsid w:val="00A66CA3"/>
    <w:rsid w:val="00A76B7E"/>
    <w:rsid w:val="00AB3E3B"/>
    <w:rsid w:val="00B10E0C"/>
    <w:rsid w:val="00B54FD2"/>
    <w:rsid w:val="00B824CA"/>
    <w:rsid w:val="00BC0816"/>
    <w:rsid w:val="00BC64A5"/>
    <w:rsid w:val="00BD73B1"/>
    <w:rsid w:val="00C0341F"/>
    <w:rsid w:val="00C2167E"/>
    <w:rsid w:val="00CC58BD"/>
    <w:rsid w:val="00CE6F4A"/>
    <w:rsid w:val="00DA6956"/>
    <w:rsid w:val="00E45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BF97D308-31B4-4F2E-9B05-2FC230A6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FD2"/>
    <w:pPr>
      <w:overflowPunct w:val="0"/>
      <w:autoSpaceDE w:val="0"/>
      <w:autoSpaceDN w:val="0"/>
      <w:adjustRightInd w:val="0"/>
      <w:spacing w:after="180"/>
      <w:textAlignment w:val="baseline"/>
    </w:pPr>
    <w:rPr>
      <w:lang w:val="en-GB"/>
    </w:rPr>
  </w:style>
  <w:style w:type="paragraph" w:styleId="Heading1">
    <w:name w:val="heading 1"/>
    <w:next w:val="Normal"/>
    <w:qFormat/>
    <w:rsid w:val="00B54FD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B54FD2"/>
    <w:pPr>
      <w:pBdr>
        <w:top w:val="none" w:sz="0" w:space="0" w:color="auto"/>
      </w:pBdr>
      <w:spacing w:before="180"/>
      <w:outlineLvl w:val="1"/>
    </w:pPr>
    <w:rPr>
      <w:sz w:val="32"/>
    </w:rPr>
  </w:style>
  <w:style w:type="paragraph" w:styleId="Heading3">
    <w:name w:val="heading 3"/>
    <w:basedOn w:val="Heading2"/>
    <w:next w:val="Normal"/>
    <w:qFormat/>
    <w:rsid w:val="00B54FD2"/>
    <w:pPr>
      <w:spacing w:before="120"/>
      <w:outlineLvl w:val="2"/>
    </w:pPr>
    <w:rPr>
      <w:sz w:val="28"/>
    </w:rPr>
  </w:style>
  <w:style w:type="paragraph" w:styleId="Heading4">
    <w:name w:val="heading 4"/>
    <w:basedOn w:val="Heading3"/>
    <w:next w:val="Normal"/>
    <w:qFormat/>
    <w:rsid w:val="00B54FD2"/>
    <w:pPr>
      <w:ind w:left="1418" w:hanging="1418"/>
      <w:outlineLvl w:val="3"/>
    </w:pPr>
    <w:rPr>
      <w:sz w:val="24"/>
    </w:rPr>
  </w:style>
  <w:style w:type="paragraph" w:styleId="Heading5">
    <w:name w:val="heading 5"/>
    <w:basedOn w:val="Heading4"/>
    <w:next w:val="Normal"/>
    <w:qFormat/>
    <w:rsid w:val="00B54FD2"/>
    <w:pPr>
      <w:ind w:left="1701" w:hanging="1701"/>
      <w:outlineLvl w:val="4"/>
    </w:pPr>
    <w:rPr>
      <w:sz w:val="22"/>
    </w:rPr>
  </w:style>
  <w:style w:type="paragraph" w:styleId="Heading6">
    <w:name w:val="heading 6"/>
    <w:basedOn w:val="H6"/>
    <w:next w:val="Normal"/>
    <w:qFormat/>
    <w:rsid w:val="00B54FD2"/>
    <w:pPr>
      <w:outlineLvl w:val="5"/>
    </w:pPr>
  </w:style>
  <w:style w:type="paragraph" w:styleId="Heading7">
    <w:name w:val="heading 7"/>
    <w:basedOn w:val="H6"/>
    <w:next w:val="Normal"/>
    <w:qFormat/>
    <w:rsid w:val="00B54FD2"/>
    <w:pPr>
      <w:outlineLvl w:val="6"/>
    </w:pPr>
  </w:style>
  <w:style w:type="paragraph" w:styleId="Heading8">
    <w:name w:val="heading 8"/>
    <w:basedOn w:val="Heading1"/>
    <w:next w:val="Normal"/>
    <w:qFormat/>
    <w:rsid w:val="00B54FD2"/>
    <w:pPr>
      <w:ind w:left="0" w:firstLine="0"/>
      <w:outlineLvl w:val="7"/>
    </w:pPr>
  </w:style>
  <w:style w:type="paragraph" w:styleId="Heading9">
    <w:name w:val="heading 9"/>
    <w:basedOn w:val="Heading8"/>
    <w:next w:val="Normal"/>
    <w:qFormat/>
    <w:rsid w:val="00B54FD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54FD2"/>
    <w:pPr>
      <w:ind w:left="1985" w:hanging="1985"/>
      <w:outlineLvl w:val="9"/>
    </w:pPr>
    <w:rPr>
      <w:sz w:val="20"/>
    </w:rPr>
  </w:style>
  <w:style w:type="character" w:styleId="Hyperlink">
    <w:name w:val="Hyperlink"/>
    <w:basedOn w:val="DefaultParagraphFont"/>
    <w:rsid w:val="004A078D"/>
    <w:rPr>
      <w:color w:val="0000FF"/>
      <w:u w:val="single"/>
    </w:rPr>
  </w:style>
  <w:style w:type="character" w:styleId="FollowedHyperlink">
    <w:name w:val="FollowedHyperlink"/>
    <w:basedOn w:val="DefaultParagraphFont"/>
    <w:rsid w:val="004A078D"/>
    <w:rPr>
      <w:color w:val="800080"/>
      <w:u w:val="single"/>
    </w:rPr>
  </w:style>
  <w:style w:type="paragraph" w:styleId="HTMLAddress">
    <w:name w:val="HTML Address"/>
    <w:basedOn w:val="Normal"/>
    <w:rsid w:val="004A078D"/>
    <w:rPr>
      <w:i/>
      <w:iCs/>
    </w:rPr>
  </w:style>
  <w:style w:type="character" w:styleId="HTMLCode">
    <w:name w:val="HTML Code"/>
    <w:basedOn w:val="DefaultParagraphFont"/>
    <w:rsid w:val="004A078D"/>
    <w:rPr>
      <w:rFonts w:ascii="Courier New" w:eastAsia="Times New Roman" w:hAnsi="Courier New" w:cs="Times New Roman"/>
      <w:sz w:val="20"/>
      <w:szCs w:val="20"/>
    </w:rPr>
  </w:style>
  <w:style w:type="character" w:styleId="HTMLKeyboard">
    <w:name w:val="HTML Keyboard"/>
    <w:basedOn w:val="DefaultParagraphFont"/>
    <w:rsid w:val="004A078D"/>
    <w:rPr>
      <w:rFonts w:ascii="Courier New" w:eastAsia="Times New Roman" w:hAnsi="Courier New" w:cs="Times New Roman"/>
      <w:sz w:val="20"/>
      <w:szCs w:val="20"/>
    </w:rPr>
  </w:style>
  <w:style w:type="paragraph" w:styleId="HTMLPreformatted">
    <w:name w:val="HTML Preformatted"/>
    <w:basedOn w:val="Normal"/>
    <w:rsid w:val="004A0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4A078D"/>
    <w:rPr>
      <w:rFonts w:ascii="Courier New" w:eastAsia="Times New Roman" w:hAnsi="Courier New" w:cs="Times New Roman"/>
    </w:rPr>
  </w:style>
  <w:style w:type="character" w:styleId="HTMLTypewriter">
    <w:name w:val="HTML Typewriter"/>
    <w:basedOn w:val="DefaultParagraphFont"/>
    <w:rsid w:val="004A078D"/>
    <w:rPr>
      <w:rFonts w:ascii="Courier New" w:eastAsia="Times New Roman" w:hAnsi="Courier New" w:cs="Times New Roman"/>
      <w:sz w:val="20"/>
      <w:szCs w:val="20"/>
    </w:rPr>
  </w:style>
  <w:style w:type="paragraph" w:styleId="NormalWeb">
    <w:name w:val="Normal (Web)"/>
    <w:basedOn w:val="Normal"/>
    <w:rsid w:val="004A078D"/>
    <w:rPr>
      <w:sz w:val="24"/>
      <w:szCs w:val="24"/>
    </w:rPr>
  </w:style>
  <w:style w:type="paragraph" w:styleId="Index1">
    <w:name w:val="index 1"/>
    <w:basedOn w:val="Normal"/>
    <w:semiHidden/>
    <w:rsid w:val="00B54FD2"/>
    <w:pPr>
      <w:keepLines/>
    </w:pPr>
  </w:style>
  <w:style w:type="paragraph" w:styleId="Index2">
    <w:name w:val="index 2"/>
    <w:basedOn w:val="Index1"/>
    <w:semiHidden/>
    <w:rsid w:val="00B54FD2"/>
    <w:pPr>
      <w:ind w:left="284"/>
    </w:pPr>
  </w:style>
  <w:style w:type="paragraph" w:styleId="Index3">
    <w:name w:val="index 3"/>
    <w:basedOn w:val="Normal"/>
    <w:next w:val="Normal"/>
    <w:autoRedefine/>
    <w:semiHidden/>
    <w:rsid w:val="004A078D"/>
    <w:pPr>
      <w:ind w:left="600" w:hanging="200"/>
    </w:pPr>
  </w:style>
  <w:style w:type="paragraph" w:styleId="Index4">
    <w:name w:val="index 4"/>
    <w:basedOn w:val="Normal"/>
    <w:next w:val="Normal"/>
    <w:autoRedefine/>
    <w:semiHidden/>
    <w:rsid w:val="004A078D"/>
    <w:pPr>
      <w:ind w:left="800" w:hanging="200"/>
    </w:pPr>
  </w:style>
  <w:style w:type="paragraph" w:styleId="Index5">
    <w:name w:val="index 5"/>
    <w:basedOn w:val="Normal"/>
    <w:next w:val="Normal"/>
    <w:autoRedefine/>
    <w:semiHidden/>
    <w:rsid w:val="004A078D"/>
    <w:pPr>
      <w:ind w:left="1000" w:hanging="200"/>
    </w:pPr>
  </w:style>
  <w:style w:type="paragraph" w:styleId="Index6">
    <w:name w:val="index 6"/>
    <w:basedOn w:val="Normal"/>
    <w:next w:val="Normal"/>
    <w:autoRedefine/>
    <w:semiHidden/>
    <w:rsid w:val="004A078D"/>
    <w:pPr>
      <w:ind w:left="1200" w:hanging="200"/>
    </w:pPr>
  </w:style>
  <w:style w:type="paragraph" w:styleId="Index7">
    <w:name w:val="index 7"/>
    <w:basedOn w:val="Normal"/>
    <w:next w:val="Normal"/>
    <w:autoRedefine/>
    <w:semiHidden/>
    <w:rsid w:val="004A078D"/>
    <w:pPr>
      <w:ind w:left="1400" w:hanging="200"/>
    </w:pPr>
  </w:style>
  <w:style w:type="paragraph" w:styleId="Index8">
    <w:name w:val="index 8"/>
    <w:basedOn w:val="Normal"/>
    <w:next w:val="Normal"/>
    <w:autoRedefine/>
    <w:semiHidden/>
    <w:rsid w:val="004A078D"/>
    <w:pPr>
      <w:ind w:left="1600" w:hanging="200"/>
    </w:pPr>
  </w:style>
  <w:style w:type="paragraph" w:styleId="Index9">
    <w:name w:val="index 9"/>
    <w:basedOn w:val="Normal"/>
    <w:next w:val="Normal"/>
    <w:autoRedefine/>
    <w:semiHidden/>
    <w:rsid w:val="004A078D"/>
    <w:pPr>
      <w:ind w:left="1800" w:hanging="200"/>
    </w:pPr>
  </w:style>
  <w:style w:type="paragraph" w:styleId="TOC1">
    <w:name w:val="toc 1"/>
    <w:semiHidden/>
    <w:rsid w:val="00B54FD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B54FD2"/>
    <w:pPr>
      <w:spacing w:before="0"/>
      <w:ind w:left="851" w:hanging="851"/>
    </w:pPr>
    <w:rPr>
      <w:sz w:val="20"/>
    </w:rPr>
  </w:style>
  <w:style w:type="paragraph" w:styleId="TOC3">
    <w:name w:val="toc 3"/>
    <w:basedOn w:val="TOC2"/>
    <w:semiHidden/>
    <w:rsid w:val="00B54FD2"/>
    <w:pPr>
      <w:ind w:left="1134" w:hanging="1134"/>
    </w:pPr>
  </w:style>
  <w:style w:type="paragraph" w:styleId="TOC4">
    <w:name w:val="toc 4"/>
    <w:basedOn w:val="TOC3"/>
    <w:semiHidden/>
    <w:rsid w:val="00B54FD2"/>
    <w:pPr>
      <w:ind w:left="1418" w:hanging="1418"/>
    </w:pPr>
  </w:style>
  <w:style w:type="paragraph" w:styleId="TOC5">
    <w:name w:val="toc 5"/>
    <w:basedOn w:val="TOC4"/>
    <w:semiHidden/>
    <w:rsid w:val="00B54FD2"/>
    <w:pPr>
      <w:ind w:left="1701" w:hanging="1701"/>
    </w:pPr>
  </w:style>
  <w:style w:type="paragraph" w:styleId="TOC6">
    <w:name w:val="toc 6"/>
    <w:basedOn w:val="TOC5"/>
    <w:next w:val="Normal"/>
    <w:semiHidden/>
    <w:rsid w:val="00B54FD2"/>
    <w:pPr>
      <w:ind w:left="1985" w:hanging="1985"/>
    </w:pPr>
  </w:style>
  <w:style w:type="paragraph" w:styleId="TOC7">
    <w:name w:val="toc 7"/>
    <w:basedOn w:val="TOC6"/>
    <w:next w:val="Normal"/>
    <w:semiHidden/>
    <w:rsid w:val="00B54FD2"/>
    <w:pPr>
      <w:ind w:left="2268" w:hanging="2268"/>
    </w:pPr>
  </w:style>
  <w:style w:type="paragraph" w:styleId="TOC8">
    <w:name w:val="toc 8"/>
    <w:basedOn w:val="TOC1"/>
    <w:semiHidden/>
    <w:rsid w:val="00B54FD2"/>
    <w:pPr>
      <w:spacing w:before="180"/>
      <w:ind w:left="2693" w:hanging="2693"/>
    </w:pPr>
    <w:rPr>
      <w:b/>
    </w:rPr>
  </w:style>
  <w:style w:type="paragraph" w:styleId="TOC9">
    <w:name w:val="toc 9"/>
    <w:basedOn w:val="TOC8"/>
    <w:semiHidden/>
    <w:rsid w:val="00B54FD2"/>
    <w:pPr>
      <w:ind w:left="1418" w:hanging="1418"/>
    </w:pPr>
  </w:style>
  <w:style w:type="paragraph" w:styleId="NormalIndent">
    <w:name w:val="Normal Indent"/>
    <w:basedOn w:val="Normal"/>
    <w:rsid w:val="004A078D"/>
    <w:pPr>
      <w:ind w:left="720"/>
    </w:pPr>
  </w:style>
  <w:style w:type="paragraph" w:styleId="FootnoteText">
    <w:name w:val="footnote text"/>
    <w:basedOn w:val="Normal"/>
    <w:semiHidden/>
    <w:rsid w:val="00B54FD2"/>
    <w:pPr>
      <w:keepLines/>
      <w:ind w:left="454" w:hanging="454"/>
    </w:pPr>
    <w:rPr>
      <w:sz w:val="16"/>
    </w:rPr>
  </w:style>
  <w:style w:type="paragraph" w:styleId="CommentText">
    <w:name w:val="annotation text"/>
    <w:basedOn w:val="Normal"/>
    <w:semiHidden/>
    <w:rsid w:val="004A078D"/>
  </w:style>
  <w:style w:type="paragraph" w:styleId="Header">
    <w:name w:val="header"/>
    <w:rsid w:val="00B54FD2"/>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B54FD2"/>
    <w:pPr>
      <w:jc w:val="center"/>
    </w:pPr>
    <w:rPr>
      <w:i/>
    </w:rPr>
  </w:style>
  <w:style w:type="paragraph" w:styleId="IndexHeading">
    <w:name w:val="index heading"/>
    <w:basedOn w:val="Normal"/>
    <w:next w:val="Normal"/>
    <w:semiHidden/>
    <w:rsid w:val="004A078D"/>
    <w:pPr>
      <w:pBdr>
        <w:top w:val="single" w:sz="12" w:space="0" w:color="auto"/>
      </w:pBdr>
      <w:spacing w:before="360" w:after="240"/>
    </w:pPr>
    <w:rPr>
      <w:b/>
      <w:i/>
      <w:sz w:val="26"/>
    </w:rPr>
  </w:style>
  <w:style w:type="paragraph" w:styleId="Caption">
    <w:name w:val="caption"/>
    <w:basedOn w:val="Normal"/>
    <w:next w:val="Normal"/>
    <w:qFormat/>
    <w:rsid w:val="004A078D"/>
    <w:pPr>
      <w:spacing w:before="120" w:after="120"/>
    </w:pPr>
    <w:rPr>
      <w:b/>
      <w:bCs/>
    </w:rPr>
  </w:style>
  <w:style w:type="paragraph" w:styleId="TableofFigures">
    <w:name w:val="table of figures"/>
    <w:basedOn w:val="Normal"/>
    <w:next w:val="Normal"/>
    <w:semiHidden/>
    <w:rsid w:val="004A078D"/>
    <w:pPr>
      <w:ind w:left="400" w:hanging="400"/>
    </w:pPr>
  </w:style>
  <w:style w:type="paragraph" w:styleId="EnvelopeAddress">
    <w:name w:val="envelope address"/>
    <w:basedOn w:val="Normal"/>
    <w:rsid w:val="004A078D"/>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4A078D"/>
    <w:rPr>
      <w:rFonts w:ascii="Arial" w:hAnsi="Arial" w:cs="Arial"/>
    </w:rPr>
  </w:style>
  <w:style w:type="paragraph" w:styleId="EndnoteText">
    <w:name w:val="endnote text"/>
    <w:basedOn w:val="Normal"/>
    <w:semiHidden/>
    <w:rsid w:val="004A078D"/>
  </w:style>
  <w:style w:type="paragraph" w:styleId="TableofAuthorities">
    <w:name w:val="table of authorities"/>
    <w:basedOn w:val="Normal"/>
    <w:next w:val="Normal"/>
    <w:semiHidden/>
    <w:rsid w:val="004A078D"/>
    <w:pPr>
      <w:ind w:left="200" w:hanging="200"/>
    </w:pPr>
  </w:style>
  <w:style w:type="paragraph" w:styleId="MacroText">
    <w:name w:val="macro"/>
    <w:semiHidden/>
    <w:rsid w:val="004A078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4A078D"/>
    <w:pPr>
      <w:spacing w:before="120"/>
    </w:pPr>
    <w:rPr>
      <w:rFonts w:ascii="Arial" w:hAnsi="Arial" w:cs="Arial"/>
      <w:b/>
      <w:bCs/>
      <w:sz w:val="24"/>
      <w:szCs w:val="24"/>
    </w:rPr>
  </w:style>
  <w:style w:type="paragraph" w:styleId="List">
    <w:name w:val="List"/>
    <w:basedOn w:val="Normal"/>
    <w:rsid w:val="00B54FD2"/>
    <w:pPr>
      <w:ind w:left="568" w:hanging="284"/>
    </w:pPr>
  </w:style>
  <w:style w:type="paragraph" w:styleId="ListBullet">
    <w:name w:val="List Bullet"/>
    <w:basedOn w:val="List"/>
    <w:rsid w:val="00B54FD2"/>
  </w:style>
  <w:style w:type="paragraph" w:styleId="ListNumber">
    <w:name w:val="List Number"/>
    <w:basedOn w:val="List"/>
    <w:rsid w:val="00B54FD2"/>
  </w:style>
  <w:style w:type="paragraph" w:styleId="List2">
    <w:name w:val="List 2"/>
    <w:basedOn w:val="List"/>
    <w:rsid w:val="00B54FD2"/>
    <w:pPr>
      <w:ind w:left="851"/>
    </w:pPr>
  </w:style>
  <w:style w:type="paragraph" w:styleId="List3">
    <w:name w:val="List 3"/>
    <w:basedOn w:val="List2"/>
    <w:rsid w:val="00B54FD2"/>
    <w:pPr>
      <w:ind w:left="1135"/>
    </w:pPr>
  </w:style>
  <w:style w:type="paragraph" w:styleId="List4">
    <w:name w:val="List 4"/>
    <w:basedOn w:val="List3"/>
    <w:rsid w:val="00B54FD2"/>
    <w:pPr>
      <w:ind w:left="1418"/>
    </w:pPr>
  </w:style>
  <w:style w:type="paragraph" w:styleId="List5">
    <w:name w:val="List 5"/>
    <w:basedOn w:val="List4"/>
    <w:rsid w:val="00B54FD2"/>
    <w:pPr>
      <w:ind w:left="1702"/>
    </w:pPr>
  </w:style>
  <w:style w:type="paragraph" w:styleId="ListBullet2">
    <w:name w:val="List Bullet 2"/>
    <w:basedOn w:val="ListBullet"/>
    <w:rsid w:val="00B54FD2"/>
    <w:pPr>
      <w:ind w:left="851"/>
    </w:pPr>
  </w:style>
  <w:style w:type="paragraph" w:styleId="ListBullet3">
    <w:name w:val="List Bullet 3"/>
    <w:basedOn w:val="ListBullet2"/>
    <w:rsid w:val="00B54FD2"/>
    <w:pPr>
      <w:ind w:left="1135"/>
    </w:pPr>
  </w:style>
  <w:style w:type="paragraph" w:styleId="ListBullet4">
    <w:name w:val="List Bullet 4"/>
    <w:basedOn w:val="ListBullet3"/>
    <w:rsid w:val="00B54FD2"/>
    <w:pPr>
      <w:ind w:left="1418"/>
    </w:pPr>
  </w:style>
  <w:style w:type="paragraph" w:styleId="ListBullet5">
    <w:name w:val="List Bullet 5"/>
    <w:basedOn w:val="ListBullet4"/>
    <w:rsid w:val="00B54FD2"/>
    <w:pPr>
      <w:ind w:left="1702"/>
    </w:pPr>
  </w:style>
  <w:style w:type="paragraph" w:styleId="ListNumber2">
    <w:name w:val="List Number 2"/>
    <w:basedOn w:val="ListNumber"/>
    <w:rsid w:val="00B54FD2"/>
    <w:pPr>
      <w:ind w:left="851"/>
    </w:pPr>
  </w:style>
  <w:style w:type="paragraph" w:styleId="ListNumber3">
    <w:name w:val="List Number 3"/>
    <w:basedOn w:val="Normal"/>
    <w:rsid w:val="004A078D"/>
    <w:pPr>
      <w:numPr>
        <w:numId w:val="1"/>
      </w:numPr>
    </w:pPr>
  </w:style>
  <w:style w:type="paragraph" w:styleId="ListNumber4">
    <w:name w:val="List Number 4"/>
    <w:basedOn w:val="Normal"/>
    <w:rsid w:val="004A078D"/>
    <w:pPr>
      <w:numPr>
        <w:numId w:val="2"/>
      </w:numPr>
    </w:pPr>
  </w:style>
  <w:style w:type="paragraph" w:styleId="ListNumber5">
    <w:name w:val="List Number 5"/>
    <w:basedOn w:val="Normal"/>
    <w:rsid w:val="004A078D"/>
    <w:pPr>
      <w:numPr>
        <w:numId w:val="3"/>
      </w:numPr>
    </w:pPr>
  </w:style>
  <w:style w:type="paragraph" w:styleId="Title">
    <w:name w:val="Title"/>
    <w:basedOn w:val="Normal"/>
    <w:qFormat/>
    <w:rsid w:val="004A078D"/>
    <w:pPr>
      <w:spacing w:before="240" w:after="60"/>
      <w:jc w:val="center"/>
      <w:outlineLvl w:val="0"/>
    </w:pPr>
    <w:rPr>
      <w:rFonts w:ascii="Arial" w:hAnsi="Arial" w:cs="Arial"/>
      <w:b/>
      <w:bCs/>
      <w:kern w:val="28"/>
      <w:sz w:val="32"/>
      <w:szCs w:val="32"/>
    </w:rPr>
  </w:style>
  <w:style w:type="paragraph" w:styleId="Closing">
    <w:name w:val="Closing"/>
    <w:basedOn w:val="Normal"/>
    <w:rsid w:val="004A078D"/>
    <w:pPr>
      <w:ind w:left="4252"/>
    </w:pPr>
  </w:style>
  <w:style w:type="paragraph" w:styleId="Signature">
    <w:name w:val="Signature"/>
    <w:basedOn w:val="Normal"/>
    <w:rsid w:val="004A078D"/>
    <w:pPr>
      <w:ind w:left="4252"/>
    </w:pPr>
  </w:style>
  <w:style w:type="paragraph" w:styleId="BodyText">
    <w:name w:val="Body Text"/>
    <w:basedOn w:val="Normal"/>
    <w:rsid w:val="004A078D"/>
    <w:pPr>
      <w:keepNext/>
      <w:spacing w:after="140"/>
    </w:pPr>
  </w:style>
  <w:style w:type="paragraph" w:styleId="BodyTextIndent">
    <w:name w:val="Body Text Indent"/>
    <w:basedOn w:val="Normal"/>
    <w:rsid w:val="004A078D"/>
    <w:pPr>
      <w:spacing w:after="120"/>
      <w:ind w:left="283"/>
    </w:pPr>
  </w:style>
  <w:style w:type="paragraph" w:styleId="ListContinue">
    <w:name w:val="List Continue"/>
    <w:basedOn w:val="Normal"/>
    <w:rsid w:val="004A078D"/>
    <w:pPr>
      <w:spacing w:after="120"/>
      <w:ind w:left="283"/>
    </w:pPr>
  </w:style>
  <w:style w:type="paragraph" w:styleId="ListContinue2">
    <w:name w:val="List Continue 2"/>
    <w:basedOn w:val="Normal"/>
    <w:rsid w:val="004A078D"/>
    <w:pPr>
      <w:spacing w:after="120"/>
      <w:ind w:left="566"/>
    </w:pPr>
  </w:style>
  <w:style w:type="paragraph" w:styleId="ListContinue3">
    <w:name w:val="List Continue 3"/>
    <w:basedOn w:val="Normal"/>
    <w:rsid w:val="004A078D"/>
    <w:pPr>
      <w:spacing w:after="120"/>
      <w:ind w:left="849"/>
    </w:pPr>
  </w:style>
  <w:style w:type="paragraph" w:styleId="ListContinue4">
    <w:name w:val="List Continue 4"/>
    <w:basedOn w:val="Normal"/>
    <w:rsid w:val="004A078D"/>
    <w:pPr>
      <w:spacing w:after="120"/>
      <w:ind w:left="1132"/>
    </w:pPr>
  </w:style>
  <w:style w:type="paragraph" w:styleId="ListContinue5">
    <w:name w:val="List Continue 5"/>
    <w:basedOn w:val="Normal"/>
    <w:rsid w:val="004A078D"/>
    <w:pPr>
      <w:spacing w:after="120"/>
      <w:ind w:left="1415"/>
    </w:pPr>
  </w:style>
  <w:style w:type="paragraph" w:styleId="MessageHeader">
    <w:name w:val="Message Header"/>
    <w:basedOn w:val="Normal"/>
    <w:rsid w:val="004A078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4A078D"/>
    <w:pPr>
      <w:spacing w:after="60"/>
      <w:jc w:val="center"/>
      <w:outlineLvl w:val="1"/>
    </w:pPr>
    <w:rPr>
      <w:rFonts w:ascii="Arial" w:hAnsi="Arial" w:cs="Arial"/>
      <w:sz w:val="24"/>
      <w:szCs w:val="24"/>
    </w:rPr>
  </w:style>
  <w:style w:type="paragraph" w:styleId="Salutation">
    <w:name w:val="Salutation"/>
    <w:basedOn w:val="Normal"/>
    <w:next w:val="Normal"/>
    <w:rsid w:val="004A078D"/>
  </w:style>
  <w:style w:type="paragraph" w:styleId="Date">
    <w:name w:val="Date"/>
    <w:basedOn w:val="Normal"/>
    <w:next w:val="Normal"/>
    <w:rsid w:val="004A078D"/>
  </w:style>
  <w:style w:type="paragraph" w:styleId="BodyTextFirstIndent">
    <w:name w:val="Body Text First Indent"/>
    <w:basedOn w:val="BodyText"/>
    <w:rsid w:val="004A078D"/>
    <w:pPr>
      <w:keepNext w:val="0"/>
      <w:spacing w:after="120"/>
      <w:ind w:firstLine="210"/>
    </w:pPr>
  </w:style>
  <w:style w:type="paragraph" w:styleId="BodyTextFirstIndent2">
    <w:name w:val="Body Text First Indent 2"/>
    <w:basedOn w:val="BodyTextIndent"/>
    <w:rsid w:val="004A078D"/>
    <w:pPr>
      <w:ind w:firstLine="210"/>
    </w:pPr>
  </w:style>
  <w:style w:type="paragraph" w:styleId="NoteHeading">
    <w:name w:val="Note Heading"/>
    <w:basedOn w:val="Normal"/>
    <w:next w:val="Normal"/>
    <w:rsid w:val="004A078D"/>
  </w:style>
  <w:style w:type="paragraph" w:styleId="BodyText2">
    <w:name w:val="Body Text 2"/>
    <w:basedOn w:val="Normal"/>
    <w:rsid w:val="004A078D"/>
    <w:pPr>
      <w:spacing w:after="120" w:line="480" w:lineRule="auto"/>
    </w:pPr>
  </w:style>
  <w:style w:type="paragraph" w:styleId="BodyText3">
    <w:name w:val="Body Text 3"/>
    <w:basedOn w:val="Normal"/>
    <w:rsid w:val="004A078D"/>
    <w:pPr>
      <w:spacing w:after="120"/>
    </w:pPr>
    <w:rPr>
      <w:sz w:val="16"/>
      <w:szCs w:val="16"/>
    </w:rPr>
  </w:style>
  <w:style w:type="paragraph" w:styleId="BodyTextIndent2">
    <w:name w:val="Body Text Indent 2"/>
    <w:basedOn w:val="Normal"/>
    <w:rsid w:val="004A078D"/>
    <w:pPr>
      <w:spacing w:after="120" w:line="480" w:lineRule="auto"/>
      <w:ind w:left="283"/>
    </w:pPr>
  </w:style>
  <w:style w:type="paragraph" w:styleId="BodyTextIndent3">
    <w:name w:val="Body Text Indent 3"/>
    <w:basedOn w:val="Normal"/>
    <w:rsid w:val="004A078D"/>
    <w:pPr>
      <w:spacing w:after="120"/>
      <w:ind w:left="283"/>
    </w:pPr>
    <w:rPr>
      <w:sz w:val="16"/>
      <w:szCs w:val="16"/>
    </w:rPr>
  </w:style>
  <w:style w:type="paragraph" w:styleId="BlockText">
    <w:name w:val="Block Text"/>
    <w:basedOn w:val="Normal"/>
    <w:rsid w:val="004A078D"/>
    <w:pPr>
      <w:spacing w:after="120"/>
      <w:ind w:left="1440" w:right="1440"/>
    </w:pPr>
  </w:style>
  <w:style w:type="paragraph" w:styleId="DocumentMap">
    <w:name w:val="Document Map"/>
    <w:basedOn w:val="Normal"/>
    <w:semiHidden/>
    <w:rsid w:val="004A078D"/>
    <w:pPr>
      <w:shd w:val="clear" w:color="auto" w:fill="000080"/>
    </w:pPr>
    <w:rPr>
      <w:rFonts w:ascii="Tahoma" w:hAnsi="Tahoma" w:cs="Tahoma"/>
    </w:rPr>
  </w:style>
  <w:style w:type="paragraph" w:styleId="PlainText">
    <w:name w:val="Plain Text"/>
    <w:basedOn w:val="Normal"/>
    <w:rsid w:val="004A078D"/>
    <w:rPr>
      <w:rFonts w:ascii="Courier New" w:hAnsi="Courier New" w:cs="Courier New"/>
    </w:rPr>
  </w:style>
  <w:style w:type="paragraph" w:styleId="E-mailSignature">
    <w:name w:val="E-mail Signature"/>
    <w:basedOn w:val="Normal"/>
    <w:rsid w:val="004A078D"/>
  </w:style>
  <w:style w:type="paragraph" w:customStyle="1" w:styleId="EQ">
    <w:name w:val="EQ"/>
    <w:basedOn w:val="Normal"/>
    <w:next w:val="Normal"/>
    <w:rsid w:val="00B54FD2"/>
    <w:pPr>
      <w:keepLines/>
      <w:tabs>
        <w:tab w:val="center" w:pos="4536"/>
        <w:tab w:val="right" w:pos="9072"/>
      </w:tabs>
    </w:pPr>
    <w:rPr>
      <w:noProof/>
    </w:rPr>
  </w:style>
  <w:style w:type="paragraph" w:customStyle="1" w:styleId="ZD">
    <w:name w:val="ZD"/>
    <w:rsid w:val="00B54FD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B54FD2"/>
    <w:pPr>
      <w:outlineLvl w:val="9"/>
    </w:pPr>
  </w:style>
  <w:style w:type="paragraph" w:customStyle="1" w:styleId="NO">
    <w:name w:val="NO"/>
    <w:basedOn w:val="Normal"/>
    <w:rsid w:val="00B54FD2"/>
    <w:pPr>
      <w:keepLines/>
      <w:ind w:left="1135" w:hanging="851"/>
    </w:pPr>
  </w:style>
  <w:style w:type="paragraph" w:customStyle="1" w:styleId="PL">
    <w:name w:val="PL"/>
    <w:rsid w:val="00B54FD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B54FD2"/>
    <w:pPr>
      <w:keepNext/>
      <w:keepLines/>
      <w:spacing w:after="0"/>
    </w:pPr>
    <w:rPr>
      <w:rFonts w:ascii="Arial" w:hAnsi="Arial"/>
      <w:sz w:val="18"/>
    </w:rPr>
  </w:style>
  <w:style w:type="paragraph" w:customStyle="1" w:styleId="TAC">
    <w:name w:val="TAC"/>
    <w:basedOn w:val="TAL"/>
    <w:rsid w:val="00B54FD2"/>
    <w:pPr>
      <w:jc w:val="center"/>
    </w:pPr>
  </w:style>
  <w:style w:type="paragraph" w:customStyle="1" w:styleId="LD">
    <w:name w:val="LD"/>
    <w:rsid w:val="00B54FD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54FD2"/>
    <w:pPr>
      <w:keepLines/>
      <w:ind w:left="1702" w:hanging="1418"/>
    </w:pPr>
  </w:style>
  <w:style w:type="paragraph" w:customStyle="1" w:styleId="FP">
    <w:name w:val="FP"/>
    <w:basedOn w:val="Normal"/>
    <w:rsid w:val="00B54FD2"/>
    <w:pPr>
      <w:spacing w:after="0"/>
    </w:pPr>
  </w:style>
  <w:style w:type="paragraph" w:customStyle="1" w:styleId="NW">
    <w:name w:val="NW"/>
    <w:basedOn w:val="NO"/>
    <w:rsid w:val="00B54FD2"/>
    <w:pPr>
      <w:spacing w:after="0"/>
    </w:pPr>
  </w:style>
  <w:style w:type="paragraph" w:customStyle="1" w:styleId="EW">
    <w:name w:val="EW"/>
    <w:basedOn w:val="EX"/>
    <w:rsid w:val="00B54FD2"/>
    <w:pPr>
      <w:spacing w:after="0"/>
    </w:pPr>
  </w:style>
  <w:style w:type="paragraph" w:customStyle="1" w:styleId="B10">
    <w:name w:val="B1"/>
    <w:basedOn w:val="List"/>
    <w:rsid w:val="00B54FD2"/>
    <w:pPr>
      <w:ind w:left="738" w:hanging="454"/>
    </w:pPr>
  </w:style>
  <w:style w:type="paragraph" w:customStyle="1" w:styleId="EditorsNote">
    <w:name w:val="Editor's Note"/>
    <w:basedOn w:val="NO"/>
    <w:rsid w:val="00B54FD2"/>
    <w:rPr>
      <w:color w:val="FF0000"/>
    </w:rPr>
  </w:style>
  <w:style w:type="paragraph" w:customStyle="1" w:styleId="TH">
    <w:name w:val="TH"/>
    <w:basedOn w:val="FL"/>
    <w:next w:val="FL"/>
    <w:rsid w:val="00B54FD2"/>
  </w:style>
  <w:style w:type="paragraph" w:customStyle="1" w:styleId="FL">
    <w:name w:val="FL"/>
    <w:basedOn w:val="Normal"/>
    <w:rsid w:val="00B54FD2"/>
    <w:pPr>
      <w:keepNext/>
      <w:keepLines/>
      <w:spacing w:before="60"/>
      <w:jc w:val="center"/>
    </w:pPr>
    <w:rPr>
      <w:rFonts w:ascii="Arial" w:hAnsi="Arial"/>
      <w:b/>
    </w:rPr>
  </w:style>
  <w:style w:type="paragraph" w:customStyle="1" w:styleId="ZA">
    <w:name w:val="ZA"/>
    <w:rsid w:val="00B54FD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54FD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54FD2"/>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B54FD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54FD2"/>
    <w:pPr>
      <w:ind w:left="851" w:hanging="851"/>
    </w:pPr>
  </w:style>
  <w:style w:type="paragraph" w:customStyle="1" w:styleId="ZH">
    <w:name w:val="ZH"/>
    <w:rsid w:val="00B54FD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54FD2"/>
    <w:pPr>
      <w:keepNext w:val="0"/>
      <w:spacing w:before="0" w:after="240"/>
    </w:pPr>
  </w:style>
  <w:style w:type="paragraph" w:customStyle="1" w:styleId="ZG">
    <w:name w:val="ZG"/>
    <w:rsid w:val="00B54FD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B54FD2"/>
    <w:pPr>
      <w:ind w:left="1191" w:hanging="454"/>
    </w:pPr>
  </w:style>
  <w:style w:type="paragraph" w:customStyle="1" w:styleId="B30">
    <w:name w:val="B3"/>
    <w:basedOn w:val="List3"/>
    <w:rsid w:val="00B54FD2"/>
    <w:pPr>
      <w:ind w:left="1645" w:hanging="454"/>
    </w:pPr>
  </w:style>
  <w:style w:type="paragraph" w:customStyle="1" w:styleId="B4">
    <w:name w:val="B4"/>
    <w:basedOn w:val="List4"/>
    <w:rsid w:val="00B54FD2"/>
    <w:pPr>
      <w:ind w:left="2098" w:hanging="454"/>
    </w:pPr>
  </w:style>
  <w:style w:type="paragraph" w:customStyle="1" w:styleId="B5">
    <w:name w:val="B5"/>
    <w:basedOn w:val="List5"/>
    <w:rsid w:val="00B54FD2"/>
    <w:pPr>
      <w:ind w:left="2552" w:hanging="454"/>
    </w:pPr>
  </w:style>
  <w:style w:type="paragraph" w:customStyle="1" w:styleId="ZTD">
    <w:name w:val="ZTD"/>
    <w:basedOn w:val="ZB"/>
    <w:rsid w:val="00B54FD2"/>
    <w:pPr>
      <w:framePr w:hRule="auto" w:wrap="notBeside" w:y="852"/>
    </w:pPr>
    <w:rPr>
      <w:i w:val="0"/>
      <w:sz w:val="40"/>
    </w:rPr>
  </w:style>
  <w:style w:type="paragraph" w:customStyle="1" w:styleId="ZV">
    <w:name w:val="ZV"/>
    <w:basedOn w:val="ZU"/>
    <w:rsid w:val="00B54FD2"/>
    <w:pPr>
      <w:framePr w:wrap="notBeside" w:y="16161"/>
    </w:pPr>
  </w:style>
  <w:style w:type="paragraph" w:customStyle="1" w:styleId="B3">
    <w:name w:val="B3+"/>
    <w:basedOn w:val="B30"/>
    <w:rsid w:val="00B54FD2"/>
    <w:pPr>
      <w:numPr>
        <w:numId w:val="4"/>
      </w:numPr>
      <w:tabs>
        <w:tab w:val="left" w:pos="1134"/>
      </w:tabs>
    </w:pPr>
  </w:style>
  <w:style w:type="paragraph" w:customStyle="1" w:styleId="B1">
    <w:name w:val="B1+"/>
    <w:basedOn w:val="B10"/>
    <w:rsid w:val="00B54FD2"/>
    <w:pPr>
      <w:numPr>
        <w:numId w:val="5"/>
      </w:numPr>
    </w:pPr>
  </w:style>
  <w:style w:type="paragraph" w:customStyle="1" w:styleId="B2">
    <w:name w:val="B2+"/>
    <w:basedOn w:val="B20"/>
    <w:rsid w:val="00B54FD2"/>
    <w:pPr>
      <w:numPr>
        <w:numId w:val="6"/>
      </w:numPr>
    </w:pPr>
  </w:style>
  <w:style w:type="paragraph" w:customStyle="1" w:styleId="BL">
    <w:name w:val="BL"/>
    <w:basedOn w:val="Normal"/>
    <w:rsid w:val="00B54FD2"/>
    <w:pPr>
      <w:numPr>
        <w:numId w:val="7"/>
      </w:numPr>
      <w:tabs>
        <w:tab w:val="left" w:pos="851"/>
      </w:tabs>
    </w:pPr>
  </w:style>
  <w:style w:type="paragraph" w:customStyle="1" w:styleId="BN">
    <w:name w:val="BN"/>
    <w:basedOn w:val="Normal"/>
    <w:rsid w:val="00B54FD2"/>
    <w:pPr>
      <w:numPr>
        <w:numId w:val="8"/>
      </w:numPr>
    </w:pPr>
  </w:style>
  <w:style w:type="character" w:styleId="FootnoteReference">
    <w:name w:val="footnote reference"/>
    <w:basedOn w:val="DefaultParagraphFont"/>
    <w:semiHidden/>
    <w:rsid w:val="00B54FD2"/>
    <w:rPr>
      <w:b/>
      <w:position w:val="6"/>
      <w:sz w:val="16"/>
    </w:rPr>
  </w:style>
  <w:style w:type="character" w:styleId="CommentReference">
    <w:name w:val="annotation reference"/>
    <w:basedOn w:val="DefaultParagraphFont"/>
    <w:semiHidden/>
    <w:rsid w:val="004A078D"/>
    <w:rPr>
      <w:sz w:val="16"/>
      <w:szCs w:val="16"/>
    </w:rPr>
  </w:style>
  <w:style w:type="character" w:styleId="EndnoteReference">
    <w:name w:val="endnote reference"/>
    <w:basedOn w:val="DefaultParagraphFont"/>
    <w:semiHidden/>
    <w:rsid w:val="004A078D"/>
    <w:rPr>
      <w:vertAlign w:val="superscript"/>
    </w:rPr>
  </w:style>
  <w:style w:type="character" w:customStyle="1" w:styleId="ZGSM">
    <w:name w:val="ZGSM"/>
    <w:rsid w:val="00B54FD2"/>
  </w:style>
  <w:style w:type="paragraph" w:customStyle="1" w:styleId="TAH">
    <w:name w:val="TAH"/>
    <w:basedOn w:val="TAC"/>
    <w:rsid w:val="00B54FD2"/>
    <w:rPr>
      <w:b/>
    </w:rPr>
  </w:style>
  <w:style w:type="paragraph" w:customStyle="1" w:styleId="TAR">
    <w:name w:val="TAR"/>
    <w:basedOn w:val="TAL"/>
    <w:rsid w:val="00B54FD2"/>
    <w:pPr>
      <w:jc w:val="right"/>
    </w:pPr>
  </w:style>
  <w:style w:type="paragraph" w:customStyle="1" w:styleId="NF">
    <w:name w:val="NF"/>
    <w:basedOn w:val="NO"/>
    <w:rsid w:val="00B54FD2"/>
    <w:pPr>
      <w:keepNext/>
      <w:spacing w:after="0"/>
    </w:pPr>
    <w:rPr>
      <w:rFonts w:ascii="Arial" w:hAnsi="Arial"/>
      <w:sz w:val="18"/>
    </w:rPr>
  </w:style>
  <w:style w:type="paragraph" w:customStyle="1" w:styleId="TAJ">
    <w:name w:val="TAJ"/>
    <w:basedOn w:val="Normal"/>
    <w:rsid w:val="00B54FD2"/>
    <w:pPr>
      <w:keepNext/>
      <w:keepLines/>
      <w:spacing w:after="0"/>
      <w:jc w:val="both"/>
    </w:pPr>
    <w:rPr>
      <w:rFonts w:ascii="Arial" w:hAnsi="Arial"/>
      <w:sz w:val="18"/>
    </w:rPr>
  </w:style>
  <w:style w:type="paragraph" w:styleId="BalloonText">
    <w:name w:val="Balloon Text"/>
    <w:basedOn w:val="Normal"/>
    <w:semiHidden/>
    <w:rsid w:val="004A078D"/>
    <w:rPr>
      <w:rFonts w:ascii="Tahoma" w:hAnsi="Tahoma" w:cs="Tahoma"/>
      <w:sz w:val="16"/>
      <w:szCs w:val="16"/>
    </w:rPr>
  </w:style>
  <w:style w:type="character" w:customStyle="1" w:styleId="ListBulletChar1Char">
    <w:name w:val="List Bullet Char1 Char"/>
    <w:basedOn w:val="ListChar"/>
    <w:rsid w:val="004A078D"/>
    <w:rPr>
      <w:lang w:val="en-GB" w:eastAsia="en-US"/>
    </w:rPr>
  </w:style>
  <w:style w:type="character" w:customStyle="1" w:styleId="ListChar">
    <w:name w:val="List Char"/>
    <w:basedOn w:val="DefaultParagraphFont"/>
    <w:rsid w:val="004A078D"/>
    <w:rPr>
      <w:lang w:val="en-GB" w:eastAsia="en-US"/>
    </w:rPr>
  </w:style>
  <w:style w:type="character" w:customStyle="1" w:styleId="CODE">
    <w:name w:val="CODE"/>
    <w:rsid w:val="004A078D"/>
    <w:rPr>
      <w:rFonts w:ascii="Courier New" w:hAnsi="Courier New" w:cs="Courier New"/>
      <w:sz w:val="20"/>
      <w:szCs w:val="20"/>
    </w:rPr>
  </w:style>
  <w:style w:type="character" w:styleId="Emphasis">
    <w:name w:val="Emphasis"/>
    <w:basedOn w:val="DefaultParagraphFont"/>
    <w:qFormat/>
    <w:rsid w:val="004A078D"/>
    <w:rPr>
      <w:i/>
      <w:iCs/>
    </w:rPr>
  </w:style>
  <w:style w:type="character" w:styleId="PageNumber">
    <w:name w:val="page number"/>
    <w:basedOn w:val="DefaultParagraphFont"/>
    <w:rsid w:val="004A078D"/>
  </w:style>
  <w:style w:type="paragraph" w:styleId="Revision">
    <w:name w:val="Revision"/>
    <w:hidden/>
    <w:uiPriority w:val="99"/>
    <w:semiHidden/>
    <w:rsid w:val="009B456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Documenti\Standard%20&amp;%20Specifications\ETSI\TSStandard\ts_102241v060700p0\102241_Annex_A_HTML\uicc\access\UICCException.html" TargetMode="External"/><Relationship Id="rId13" Type="http://schemas.openxmlformats.org/officeDocument/2006/relationships/hyperlink" Target="file:///e:\Documenti\Standard%20&amp;%20Specifications\ETSI\TSStandard\ts_102241v060700p0\102241_Annex_A_HTML\uicc\access\UICCException.html"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e:\Documenti\Standard%20&amp;%20Specifications\ETSI\TSStandard\ts_102241v060700p0\102241_Annex_A_HTML\uicc\access\UICCException.html" TargetMode="External"/><Relationship Id="rId12" Type="http://schemas.openxmlformats.org/officeDocument/2006/relationships/hyperlink" Target="file:///e:\Documenti\Standard%20&amp;%20Specifications\ETSI\TSStandard\ts_102241v060700p0\102241_Annex_A_HTML\uicc\access\UICCException.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Documenti\Standard%20%26%20Specifications\JavaCard_221\specs\api\html\javacard\framework\JCSystem.html" TargetMode="External"/><Relationship Id="rId5" Type="http://schemas.openxmlformats.org/officeDocument/2006/relationships/footnotes" Target="footnotes.xml"/><Relationship Id="rId15" Type="http://schemas.openxmlformats.org/officeDocument/2006/relationships/hyperlink" Target="file:///e:\Documenti\Standard%20&amp;%20Specifications\ETSI\TSStandard\ts_102241v060700p0\102241_Annex_A_HTML\uicc\access\UICCException.html" TargetMode="External"/><Relationship Id="rId10" Type="http://schemas.openxmlformats.org/officeDocument/2006/relationships/hyperlink" Target="file:///E:\Documenti\Standard%20%26%20Specifications\JavaCard_221\specs\api\html\javacard\framework\JCSystem.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Documenti\Standard%20&amp;%20Specifications\ETSI\TSStandard\ts_102241v060700p0\102241_Annex_A_HTML\uicc\access\UICCException.html" TargetMode="External"/><Relationship Id="rId14" Type="http://schemas.openxmlformats.org/officeDocument/2006/relationships/hyperlink" Target="file:///e:\Documenti\Standard%20&amp;%20Specifications\ETSI\TSStandard\ts_102241v060700p0\102241_Annex_A_HTML\uicc\access\UICCExcep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4</TotalTime>
  <Pages>76</Pages>
  <Words>21519</Words>
  <Characters>122659</Characters>
  <Application>Microsoft Office Word</Application>
  <DocSecurity>0</DocSecurity>
  <Lines>1022</Lines>
  <Paragraphs>287</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143891</CharactersWithSpaces>
  <SharedDoc>false</SharedDoc>
  <HLinks>
    <vt:vector size="54" baseType="variant">
      <vt:variant>
        <vt:i4>7209055</vt:i4>
      </vt:variant>
      <vt:variant>
        <vt:i4>24</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21</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18</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15</vt:i4>
      </vt:variant>
      <vt:variant>
        <vt:i4>0</vt:i4>
      </vt:variant>
      <vt:variant>
        <vt:i4>5</vt:i4>
      </vt:variant>
      <vt:variant>
        <vt:lpwstr>e:\Documenti\Standard &amp; Specifications\ETSI\TSStandard\ts_102241v060700p0\102241_Annex_A_HTML\uicc\access\UICCException.html</vt:lpwstr>
      </vt:variant>
      <vt:variant>
        <vt:lpwstr/>
      </vt:variant>
      <vt:variant>
        <vt:i4>3342429</vt:i4>
      </vt:variant>
      <vt:variant>
        <vt:i4>12</vt:i4>
      </vt:variant>
      <vt:variant>
        <vt:i4>0</vt:i4>
      </vt:variant>
      <vt:variant>
        <vt:i4>5</vt:i4>
      </vt:variant>
      <vt:variant>
        <vt:lpwstr>../../../../../../Documenti/Standard &amp; Specifications/JavaCard_221/specs/api/html/javacard/framework/JCSystem.html</vt:lpwstr>
      </vt:variant>
      <vt:variant>
        <vt:lpwstr>getAvailableMemory%28byte%29</vt:lpwstr>
      </vt:variant>
      <vt:variant>
        <vt:i4>3342429</vt:i4>
      </vt:variant>
      <vt:variant>
        <vt:i4>9</vt:i4>
      </vt:variant>
      <vt:variant>
        <vt:i4>0</vt:i4>
      </vt:variant>
      <vt:variant>
        <vt:i4>5</vt:i4>
      </vt:variant>
      <vt:variant>
        <vt:lpwstr>../../../../../../Documenti/Standard &amp; Specifications/JavaCard_221/specs/api/html/javacard/framework/JCSystem.html</vt:lpwstr>
      </vt:variant>
      <vt:variant>
        <vt:lpwstr>getAvailableMemory%28byte%29</vt:lpwstr>
      </vt:variant>
      <vt:variant>
        <vt:i4>7209055</vt:i4>
      </vt:variant>
      <vt:variant>
        <vt:i4>6</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3</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0</vt:i4>
      </vt:variant>
      <vt:variant>
        <vt:i4>0</vt:i4>
      </vt:variant>
      <vt:variant>
        <vt:i4>5</vt:i4>
      </vt:variant>
      <vt:variant>
        <vt:lpwstr>e:\Documenti\Standard &amp; Specifications\ETSI\TSStandard\ts_102241v060700p0\102241_Annex_A_HTML\uicc\access\UICCException.html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5</cp:revision>
  <cp:lastPrinted>2002-01-22T14:32:00Z</cp:lastPrinted>
  <dcterms:created xsi:type="dcterms:W3CDTF">2015-04-02T10:25:00Z</dcterms:created>
  <dcterms:modified xsi:type="dcterms:W3CDTF">2015-04-10T13:18:00Z</dcterms:modified>
</cp:coreProperties>
</file>