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EBB" w:rsidRPr="00870ED0" w:rsidRDefault="00714EBB">
      <w:pPr>
        <w:pStyle w:val="Heading2"/>
      </w:pPr>
      <w:r w:rsidRPr="00870ED0">
        <w:t>5.2</w:t>
      </w:r>
      <w:r w:rsidRPr="00870ED0">
        <w:tab/>
        <w:t>Package uicc.toolkit</w:t>
      </w:r>
    </w:p>
    <w:p w:rsidR="00714EBB" w:rsidRPr="00870ED0" w:rsidRDefault="00714EBB">
      <w:pPr>
        <w:pStyle w:val="Heading3"/>
      </w:pPr>
      <w:r w:rsidRPr="00870ED0">
        <w:t>5.2.1</w:t>
      </w:r>
      <w:r w:rsidRPr="00870ED0">
        <w:tab/>
        <w:t>Interface EditHandler</w:t>
      </w:r>
    </w:p>
    <w:p w:rsidR="00714EBB" w:rsidRPr="00870ED0" w:rsidRDefault="00714EBB">
      <w:r w:rsidRPr="00870ED0">
        <w:t>Tests are done in inheriting interfaces EnvelopeResponseHandler and ProactiveHandler.</w:t>
      </w:r>
    </w:p>
    <w:p w:rsidR="00714EBB" w:rsidRPr="00870ED0" w:rsidRDefault="00714EBB">
      <w:pPr>
        <w:pStyle w:val="Heading3"/>
      </w:pPr>
      <w:r w:rsidRPr="00870ED0">
        <w:t>5.2.2</w:t>
      </w:r>
      <w:r w:rsidRPr="00870ED0">
        <w:tab/>
        <w:t>Interface EnvelopeHandler</w:t>
      </w:r>
    </w:p>
    <w:p w:rsidR="00714EBB" w:rsidRPr="00870ED0" w:rsidRDefault="00714EBB">
      <w:pPr>
        <w:pStyle w:val="Heading4"/>
      </w:pPr>
      <w:r w:rsidRPr="00870ED0">
        <w:t>5.2.2.1</w:t>
      </w:r>
      <w:r w:rsidRPr="00870ED0">
        <w:tab/>
        <w:t>Method getItemIdentifier</w:t>
      </w:r>
    </w:p>
    <w:p w:rsidR="00714EBB" w:rsidRPr="00870ED0" w:rsidRDefault="00714EBB">
      <w:r w:rsidRPr="00870ED0">
        <w:t>Test Area Reference: Api_2_Enh_Giid</w:t>
      </w:r>
    </w:p>
    <w:p w:rsidR="00714EBB" w:rsidRPr="00870ED0" w:rsidRDefault="00714EBB" w:rsidP="00714EBB">
      <w:pPr>
        <w:pStyle w:val="Heading5"/>
      </w:pPr>
      <w:r w:rsidRPr="00870ED0">
        <w:t>5.2.2.1.1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getItemIdentifier()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5.2.2.1.1.1</w:t>
      </w:r>
      <w:r w:rsidRPr="00870ED0">
        <w:tab/>
        <w:t>Normal execution</w:t>
      </w:r>
    </w:p>
    <w:p w:rsidR="00714EBB" w:rsidRPr="00870ED0" w:rsidRDefault="00714EBB">
      <w:pPr>
        <w:pStyle w:val="B1"/>
      </w:pPr>
      <w:r w:rsidRPr="00870ED0">
        <w:t>CRRN1:The method shall return the item identifier byte value.</w:t>
      </w:r>
    </w:p>
    <w:p w:rsidR="00714EBB" w:rsidRPr="00870ED0" w:rsidRDefault="00714EBB">
      <w:pPr>
        <w:pStyle w:val="B1"/>
      </w:pPr>
      <w:r w:rsidRPr="00870ED0">
        <w:t>CRRN2:The item identifier byte value returned shall be from the first Item Identifier TLV element.</w:t>
      </w:r>
    </w:p>
    <w:p w:rsidR="00714EBB" w:rsidRPr="00870ED0" w:rsidRDefault="00714EBB">
      <w:pPr>
        <w:pStyle w:val="B1"/>
      </w:pPr>
      <w:r w:rsidRPr="00870ED0">
        <w:t>CRRN3: If the element is available it becomes the TLV selected.</w:t>
      </w:r>
    </w:p>
    <w:p w:rsidR="00714EBB" w:rsidRPr="00870ED0" w:rsidRDefault="00714EBB">
      <w:pPr>
        <w:pStyle w:val="B1"/>
      </w:pPr>
      <w:r w:rsidRPr="00870ED0">
        <w:t>CRRN4: The item identifier is available for all triggered toolkit applets from the invocation to the termination of their processToolkit method if the EnvelopeHandler is available.</w:t>
      </w:r>
    </w:p>
    <w:p w:rsidR="00714EBB" w:rsidRPr="00870ED0" w:rsidRDefault="00714EBB">
      <w:pPr>
        <w:pStyle w:val="H6"/>
        <w:outlineLvl w:val="0"/>
      </w:pPr>
      <w:r w:rsidRPr="00870ED0">
        <w:t>5.2.2.1.1.2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5.2.2.1.1.3</w:t>
      </w:r>
      <w:r w:rsidRPr="00870ED0">
        <w:tab/>
        <w:t>Context errors</w:t>
      </w:r>
    </w:p>
    <w:p w:rsidR="00714EBB" w:rsidRPr="00870ED0" w:rsidRDefault="00714EBB">
      <w:pPr>
        <w:pStyle w:val="B1"/>
      </w:pPr>
      <w:r w:rsidRPr="00870ED0">
        <w:t>CRRC1: The method shall throw ToolkitException.UNAVAILABLE_ELEMENT if the item identifier TLV is not present.</w:t>
      </w:r>
    </w:p>
    <w:p w:rsidR="00714EBB" w:rsidRPr="00870ED0" w:rsidRDefault="00714EBB">
      <w:pPr>
        <w:pStyle w:val="B1"/>
      </w:pPr>
      <w:r w:rsidRPr="00870ED0">
        <w:t>CRRC2: The method shall throw ToolkitException.OUT_OF_TLV_BOUNDARIES if the item identifier byte is missing in the Item Identifier Comprehension TLV.</w:t>
      </w:r>
    </w:p>
    <w:p w:rsidR="00714EBB" w:rsidRPr="00870ED0" w:rsidRDefault="00714EBB" w:rsidP="00714EBB">
      <w:pPr>
        <w:pStyle w:val="Heading5"/>
      </w:pPr>
      <w:r w:rsidRPr="00870ED0">
        <w:t>5.2.2.1.2</w:t>
      </w:r>
      <w:r w:rsidRPr="00870ED0">
        <w:tab/>
        <w:t>Test area files</w:t>
      </w:r>
    </w:p>
    <w:p w:rsidR="00714EBB" w:rsidRPr="00870ED0" w:rsidRDefault="00714EBB" w:rsidP="00714EBB">
      <w:pPr>
        <w:pStyle w:val="EX"/>
      </w:pPr>
      <w:r w:rsidRPr="00870ED0">
        <w:t>Test Source:</w:t>
      </w:r>
      <w:r w:rsidRPr="00870ED0">
        <w:tab/>
        <w:t>Test_Api_2_Enh_Giid.java.</w:t>
      </w:r>
    </w:p>
    <w:p w:rsidR="00714EBB" w:rsidRPr="00870ED0" w:rsidRDefault="00714EBB" w:rsidP="00714EBB">
      <w:pPr>
        <w:pStyle w:val="EX"/>
      </w:pPr>
      <w:r w:rsidRPr="00870ED0">
        <w:t>Test Applet:</w:t>
      </w:r>
      <w:r w:rsidRPr="00870ED0">
        <w:tab/>
        <w:t>Api_2_Enh_Giid_1.java.</w:t>
      </w:r>
    </w:p>
    <w:p w:rsidR="00714EBB" w:rsidRPr="00870ED0" w:rsidRDefault="00714EBB" w:rsidP="00714EBB">
      <w:pPr>
        <w:pStyle w:val="EX"/>
      </w:pPr>
      <w:r w:rsidRPr="00870ED0">
        <w:t>Cap File:</w:t>
      </w:r>
      <w:r w:rsidRPr="00870ED0">
        <w:tab/>
        <w:t>api_2_enh_giid.cap.</w:t>
      </w:r>
    </w:p>
    <w:p w:rsidR="00714EBB" w:rsidRPr="00870ED0" w:rsidRDefault="00714EBB" w:rsidP="00714EBB">
      <w:pPr>
        <w:pStyle w:val="Heading5"/>
      </w:pPr>
      <w:r w:rsidRPr="00870ED0">
        <w:t>5.2.2.1.3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Pr>
          <w:p w:rsidR="00714EBB" w:rsidRPr="00870ED0" w:rsidRDefault="00714EBB">
            <w:pPr>
              <w:pStyle w:val="TAH"/>
              <w:keepNext w:val="0"/>
              <w:keepLines w:val="0"/>
            </w:pPr>
            <w:r w:rsidRPr="00870ED0">
              <w:t>CRR number</w:t>
            </w:r>
          </w:p>
        </w:tc>
        <w:tc>
          <w:tcPr>
            <w:tcW w:w="2196"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Pr>
          <w:p w:rsidR="00714EBB" w:rsidRPr="00870ED0" w:rsidRDefault="00714EBB">
            <w:pPr>
              <w:pStyle w:val="TAC"/>
              <w:keepNext w:val="0"/>
              <w:keepLines w:val="0"/>
            </w:pPr>
            <w:r w:rsidRPr="00870ED0">
              <w:t>N1</w:t>
            </w:r>
          </w:p>
        </w:tc>
        <w:tc>
          <w:tcPr>
            <w:tcW w:w="2196" w:type="dxa"/>
          </w:tcPr>
          <w:p w:rsidR="00714EBB" w:rsidRPr="00870ED0" w:rsidRDefault="00714EBB">
            <w:pPr>
              <w:pStyle w:val="TAC"/>
              <w:keepNext w:val="0"/>
              <w:keepLines w:val="0"/>
            </w:pPr>
            <w:r w:rsidRPr="00870ED0">
              <w:t>1, 2, 3</w:t>
            </w:r>
          </w:p>
        </w:tc>
      </w:tr>
      <w:tr w:rsidR="00714EBB" w:rsidRPr="00870ED0" w:rsidTr="00714EBB">
        <w:trPr>
          <w:jc w:val="center"/>
        </w:trPr>
        <w:tc>
          <w:tcPr>
            <w:tcW w:w="2276" w:type="dxa"/>
          </w:tcPr>
          <w:p w:rsidR="00714EBB" w:rsidRPr="00870ED0" w:rsidRDefault="00714EBB">
            <w:pPr>
              <w:pStyle w:val="TAC"/>
              <w:keepNext w:val="0"/>
              <w:keepLines w:val="0"/>
            </w:pPr>
            <w:r w:rsidRPr="00870ED0">
              <w:t>N2</w:t>
            </w:r>
          </w:p>
        </w:tc>
        <w:tc>
          <w:tcPr>
            <w:tcW w:w="2196" w:type="dxa"/>
          </w:tcPr>
          <w:p w:rsidR="00714EBB" w:rsidRPr="00870ED0" w:rsidRDefault="00714EBB">
            <w:pPr>
              <w:pStyle w:val="TAC"/>
              <w:keepNext w:val="0"/>
              <w:keepLines w:val="0"/>
            </w:pPr>
            <w:r w:rsidRPr="00870ED0">
              <w:t>2, 3</w:t>
            </w:r>
          </w:p>
        </w:tc>
      </w:tr>
      <w:tr w:rsidR="00714EBB" w:rsidRPr="00870ED0" w:rsidTr="00714EBB">
        <w:trPr>
          <w:jc w:val="center"/>
        </w:trPr>
        <w:tc>
          <w:tcPr>
            <w:tcW w:w="2276" w:type="dxa"/>
          </w:tcPr>
          <w:p w:rsidR="00714EBB" w:rsidRPr="00870ED0" w:rsidRDefault="00714EBB">
            <w:pPr>
              <w:pStyle w:val="TAC"/>
              <w:keepNext w:val="0"/>
              <w:keepLines w:val="0"/>
            </w:pPr>
            <w:r w:rsidRPr="00870ED0">
              <w:t>N3</w:t>
            </w:r>
          </w:p>
        </w:tc>
        <w:tc>
          <w:tcPr>
            <w:tcW w:w="2196" w:type="dxa"/>
          </w:tcPr>
          <w:p w:rsidR="00714EBB" w:rsidRPr="00870ED0" w:rsidRDefault="00714EBB">
            <w:pPr>
              <w:pStyle w:val="TAC"/>
              <w:keepNext w:val="0"/>
              <w:keepLines w:val="0"/>
            </w:pPr>
            <w:r w:rsidRPr="00870ED0">
              <w:t>4</w:t>
            </w:r>
          </w:p>
        </w:tc>
      </w:tr>
      <w:tr w:rsidR="00714EBB" w:rsidRPr="00870ED0" w:rsidTr="00714EBB">
        <w:trPr>
          <w:jc w:val="center"/>
        </w:trPr>
        <w:tc>
          <w:tcPr>
            <w:tcW w:w="2276" w:type="dxa"/>
          </w:tcPr>
          <w:p w:rsidR="00714EBB" w:rsidRPr="00870ED0" w:rsidRDefault="00714EBB">
            <w:pPr>
              <w:pStyle w:val="TAC"/>
              <w:keepNext w:val="0"/>
              <w:keepLines w:val="0"/>
            </w:pPr>
            <w:r w:rsidRPr="00870ED0">
              <w:t>N4</w:t>
            </w:r>
          </w:p>
        </w:tc>
        <w:tc>
          <w:tcPr>
            <w:tcW w:w="2196" w:type="dxa"/>
          </w:tcPr>
          <w:p w:rsidR="00714EBB" w:rsidRPr="00870ED0" w:rsidRDefault="00714EBB">
            <w:pPr>
              <w:pStyle w:val="TAC"/>
              <w:keepNext w:val="0"/>
              <w:keepLines w:val="0"/>
            </w:pPr>
            <w:r w:rsidRPr="00870ED0">
              <w:t>6</w:t>
            </w:r>
          </w:p>
        </w:tc>
      </w:tr>
      <w:tr w:rsidR="00714EBB" w:rsidRPr="00870ED0" w:rsidTr="00714EBB">
        <w:trPr>
          <w:jc w:val="center"/>
        </w:trPr>
        <w:tc>
          <w:tcPr>
            <w:tcW w:w="2276" w:type="dxa"/>
          </w:tcPr>
          <w:p w:rsidR="00714EBB" w:rsidRPr="00870ED0" w:rsidRDefault="00714EBB">
            <w:pPr>
              <w:pStyle w:val="TAC"/>
              <w:keepNext w:val="0"/>
              <w:keepLines w:val="0"/>
            </w:pPr>
            <w:r w:rsidRPr="00870ED0">
              <w:t>C1</w:t>
            </w:r>
          </w:p>
        </w:tc>
        <w:tc>
          <w:tcPr>
            <w:tcW w:w="2196" w:type="dxa"/>
          </w:tcPr>
          <w:p w:rsidR="00714EBB" w:rsidRPr="00870ED0" w:rsidRDefault="00714EBB">
            <w:pPr>
              <w:pStyle w:val="TAC"/>
              <w:keepNext w:val="0"/>
              <w:keepLines w:val="0"/>
            </w:pPr>
            <w:r w:rsidRPr="00870ED0">
              <w:t>5</w:t>
            </w:r>
          </w:p>
        </w:tc>
      </w:tr>
      <w:tr w:rsidR="00714EBB" w:rsidRPr="00870ED0" w:rsidTr="00714EBB">
        <w:trPr>
          <w:jc w:val="center"/>
        </w:trPr>
        <w:tc>
          <w:tcPr>
            <w:tcW w:w="2276" w:type="dxa"/>
          </w:tcPr>
          <w:p w:rsidR="00714EBB" w:rsidRPr="00870ED0" w:rsidRDefault="00714EBB">
            <w:pPr>
              <w:pStyle w:val="TAC"/>
              <w:keepNext w:val="0"/>
              <w:keepLines w:val="0"/>
            </w:pPr>
            <w:r w:rsidRPr="00870ED0">
              <w:t>C2</w:t>
            </w:r>
          </w:p>
        </w:tc>
        <w:tc>
          <w:tcPr>
            <w:tcW w:w="2196" w:type="dxa"/>
          </w:tcPr>
          <w:p w:rsidR="00714EBB" w:rsidRPr="00870ED0" w:rsidRDefault="00714EBB">
            <w:pPr>
              <w:pStyle w:val="TAC"/>
              <w:keepNext w:val="0"/>
              <w:keepLines w:val="0"/>
            </w:pPr>
            <w:r w:rsidRPr="00870ED0">
              <w:t>7</w:t>
            </w:r>
          </w:p>
        </w:tc>
      </w:tr>
    </w:tbl>
    <w:p w:rsidR="00714EBB" w:rsidRPr="00870ED0" w:rsidRDefault="00714EBB" w:rsidP="00714EBB"/>
    <w:p w:rsidR="00714EBB" w:rsidRPr="00870ED0" w:rsidRDefault="00714EBB" w:rsidP="00714EBB">
      <w:pPr>
        <w:pStyle w:val="Heading5"/>
      </w:pPr>
      <w:r w:rsidRPr="00870ED0">
        <w:lastRenderedPageBreak/>
        <w:t>5.2.2.1.4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left w:val="single" w:sz="4" w:space="0" w:color="auto"/>
            </w:tcBorders>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911" w:type="dxa"/>
          </w:tcPr>
          <w:p w:rsidR="00714EBB" w:rsidRPr="00870ED0" w:rsidRDefault="00714EBB">
            <w:pPr>
              <w:pStyle w:val="TAH"/>
              <w:keepNext w:val="0"/>
              <w:keepLines w:val="0"/>
            </w:pPr>
            <w:r w:rsidRPr="00870ED0">
              <w:t>API Expectation</w:t>
            </w:r>
          </w:p>
        </w:tc>
        <w:tc>
          <w:tcPr>
            <w:tcW w:w="2334" w:type="dxa"/>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1</w:t>
            </w:r>
          </w:p>
        </w:tc>
        <w:tc>
          <w:tcPr>
            <w:tcW w:w="4111" w:type="dxa"/>
          </w:tcPr>
          <w:p w:rsidR="00714EBB" w:rsidRPr="00870ED0" w:rsidRDefault="00714EBB">
            <w:pPr>
              <w:pStyle w:val="PL"/>
              <w:rPr>
                <w:noProof w:val="0"/>
              </w:rPr>
            </w:pPr>
            <w:r w:rsidRPr="00870ED0">
              <w:rPr>
                <w:noProof w:val="0"/>
              </w:rPr>
              <w:t>Send envelope Menu Selection with item identifier TLV and identifier value of 03</w:t>
            </w:r>
          </w:p>
        </w:tc>
        <w:tc>
          <w:tcPr>
            <w:tcW w:w="2911" w:type="dxa"/>
          </w:tcPr>
          <w:p w:rsidR="00714EBB" w:rsidRPr="00870ED0" w:rsidRDefault="00714EBB">
            <w:pPr>
              <w:pStyle w:val="TAL"/>
              <w:keepNext w:val="0"/>
              <w:keepLines w:val="0"/>
            </w:pPr>
            <w:r w:rsidRPr="00870ED0">
              <w:t>Returns 03</w:t>
            </w:r>
          </w:p>
        </w:tc>
        <w:tc>
          <w:tcPr>
            <w:tcW w:w="2334" w:type="dxa"/>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tcBorders>
          </w:tcPr>
          <w:p w:rsidR="00714EBB" w:rsidRPr="00870ED0" w:rsidRDefault="00714EBB">
            <w:pPr>
              <w:pStyle w:val="TAC"/>
              <w:keepNext w:val="0"/>
              <w:keepLines w:val="0"/>
            </w:pPr>
            <w:r w:rsidRPr="00870ED0">
              <w:t>2</w:t>
            </w:r>
          </w:p>
        </w:tc>
        <w:tc>
          <w:tcPr>
            <w:tcW w:w="4111" w:type="dxa"/>
            <w:tcBorders>
              <w:top w:val="nil"/>
            </w:tcBorders>
          </w:tcPr>
          <w:p w:rsidR="00714EBB" w:rsidRPr="00870ED0" w:rsidRDefault="00714EBB">
            <w:pPr>
              <w:pStyle w:val="PL"/>
              <w:rPr>
                <w:noProof w:val="0"/>
              </w:rPr>
            </w:pPr>
            <w:r w:rsidRPr="00870ED0">
              <w:rPr>
                <w:noProof w:val="0"/>
              </w:rPr>
              <w:t>Send envelope Menu Selection with two item identifier TLV with first value 02 and second 01</w:t>
            </w:r>
          </w:p>
        </w:tc>
        <w:tc>
          <w:tcPr>
            <w:tcW w:w="2911" w:type="dxa"/>
            <w:tcBorders>
              <w:top w:val="nil"/>
            </w:tcBorders>
          </w:tcPr>
          <w:p w:rsidR="00714EBB" w:rsidRPr="00870ED0" w:rsidRDefault="00714EBB">
            <w:pPr>
              <w:pStyle w:val="TAL"/>
              <w:keepNext w:val="0"/>
              <w:keepLines w:val="0"/>
            </w:pPr>
            <w:r w:rsidRPr="00870ED0">
              <w:t>Returns 02</w:t>
            </w:r>
          </w:p>
        </w:tc>
        <w:tc>
          <w:tcPr>
            <w:tcW w:w="2334" w:type="dxa"/>
            <w:tcBorders>
              <w:top w:val="nil"/>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tcBorders>
          </w:tcPr>
          <w:p w:rsidR="00714EBB" w:rsidRPr="00870ED0" w:rsidRDefault="00714EBB">
            <w:pPr>
              <w:pStyle w:val="TAC"/>
              <w:keepNext w:val="0"/>
              <w:keepLines w:val="0"/>
            </w:pPr>
            <w:r w:rsidRPr="00870ED0">
              <w:t>3</w:t>
            </w:r>
          </w:p>
        </w:tc>
        <w:tc>
          <w:tcPr>
            <w:tcW w:w="4111" w:type="dxa"/>
            <w:tcBorders>
              <w:top w:val="nil"/>
            </w:tcBorders>
          </w:tcPr>
          <w:p w:rsidR="00714EBB" w:rsidRPr="00870ED0" w:rsidRDefault="00714EBB">
            <w:pPr>
              <w:pStyle w:val="PL"/>
              <w:rPr>
                <w:noProof w:val="0"/>
              </w:rPr>
            </w:pPr>
            <w:r w:rsidRPr="00870ED0">
              <w:rPr>
                <w:noProof w:val="0"/>
              </w:rPr>
              <w:t>Send envelope Menu Selection with two item identifier TLV with first value 04 and second 01, call twice the method getItemIdentifier()</w:t>
            </w:r>
          </w:p>
        </w:tc>
        <w:tc>
          <w:tcPr>
            <w:tcW w:w="2911" w:type="dxa"/>
            <w:tcBorders>
              <w:top w:val="nil"/>
            </w:tcBorders>
          </w:tcPr>
          <w:p w:rsidR="00714EBB" w:rsidRPr="00870ED0" w:rsidRDefault="00714EBB">
            <w:pPr>
              <w:pStyle w:val="TAL"/>
              <w:keepNext w:val="0"/>
              <w:keepLines w:val="0"/>
            </w:pPr>
            <w:r w:rsidRPr="00870ED0">
              <w:t>Returns 04</w:t>
            </w:r>
          </w:p>
          <w:p w:rsidR="00714EBB" w:rsidRPr="00870ED0" w:rsidRDefault="00714EBB">
            <w:pPr>
              <w:pStyle w:val="TAL"/>
              <w:keepNext w:val="0"/>
              <w:keepLines w:val="0"/>
            </w:pPr>
            <w:r w:rsidRPr="00870ED0">
              <w:t>Returns 04</w:t>
            </w:r>
          </w:p>
        </w:tc>
        <w:tc>
          <w:tcPr>
            <w:tcW w:w="2334" w:type="dxa"/>
            <w:tcBorders>
              <w:top w:val="nil"/>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tcBorders>
          </w:tcPr>
          <w:p w:rsidR="00714EBB" w:rsidRPr="00870ED0" w:rsidRDefault="00714EBB">
            <w:pPr>
              <w:pStyle w:val="TAC"/>
              <w:keepNext w:val="0"/>
              <w:keepLines w:val="0"/>
            </w:pPr>
            <w:r w:rsidRPr="00870ED0">
              <w:t>4</w:t>
            </w:r>
          </w:p>
        </w:tc>
        <w:tc>
          <w:tcPr>
            <w:tcW w:w="4111" w:type="dxa"/>
            <w:tcBorders>
              <w:top w:val="nil"/>
            </w:tcBorders>
          </w:tcPr>
          <w:p w:rsidR="00714EBB" w:rsidRPr="00870ED0" w:rsidRDefault="00714EBB">
            <w:pPr>
              <w:pStyle w:val="PL"/>
              <w:rPr>
                <w:noProof w:val="0"/>
              </w:rPr>
            </w:pPr>
            <w:r w:rsidRPr="00870ED0">
              <w:rPr>
                <w:noProof w:val="0"/>
              </w:rPr>
              <w:t>Send envelope Menu Selection with item identifier TLV and value of 66. FindTLV() with TAG 02. getItemIdentifier() and then getValueByte() with offset 0</w:t>
            </w:r>
          </w:p>
        </w:tc>
        <w:tc>
          <w:tcPr>
            <w:tcW w:w="2911" w:type="dxa"/>
            <w:tcBorders>
              <w:top w:val="nil"/>
            </w:tcBorders>
          </w:tcPr>
          <w:p w:rsidR="00714EBB" w:rsidRPr="00870ED0" w:rsidRDefault="00714EBB">
            <w:pPr>
              <w:pStyle w:val="TAL"/>
              <w:keepNext w:val="0"/>
              <w:keepLines w:val="0"/>
            </w:pPr>
            <w:r w:rsidRPr="00870ED0">
              <w:t>getItemIdentifier()=getValueByte()</w:t>
            </w:r>
          </w:p>
        </w:tc>
        <w:tc>
          <w:tcPr>
            <w:tcW w:w="2334" w:type="dxa"/>
            <w:tcBorders>
              <w:top w:val="nil"/>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nil"/>
            </w:tcBorders>
          </w:tcPr>
          <w:p w:rsidR="00714EBB" w:rsidRPr="00870ED0" w:rsidRDefault="00714EBB">
            <w:pPr>
              <w:pStyle w:val="TAC"/>
              <w:keepNext w:val="0"/>
              <w:keepLines w:val="0"/>
            </w:pPr>
            <w:r w:rsidRPr="00870ED0">
              <w:t>5</w:t>
            </w:r>
          </w:p>
        </w:tc>
        <w:tc>
          <w:tcPr>
            <w:tcW w:w="4111" w:type="dxa"/>
            <w:tcBorders>
              <w:top w:val="nil"/>
              <w:bottom w:val="nil"/>
            </w:tcBorders>
          </w:tcPr>
          <w:p w:rsidR="00714EBB" w:rsidRPr="00870ED0" w:rsidRDefault="00714EBB">
            <w:pPr>
              <w:pStyle w:val="PL"/>
              <w:rPr>
                <w:noProof w:val="0"/>
              </w:rPr>
            </w:pPr>
            <w:r w:rsidRPr="00870ED0">
              <w:rPr>
                <w:noProof w:val="0"/>
              </w:rPr>
              <w:t>Send unrecognized envelope without item identifier TLV and getItemIdentifier()</w:t>
            </w:r>
          </w:p>
        </w:tc>
        <w:tc>
          <w:tcPr>
            <w:tcW w:w="2911" w:type="dxa"/>
            <w:tcBorders>
              <w:top w:val="nil"/>
              <w:bottom w:val="nil"/>
            </w:tcBorders>
          </w:tcPr>
          <w:p w:rsidR="00714EBB" w:rsidRPr="00870ED0" w:rsidRDefault="00714EBB">
            <w:pPr>
              <w:pStyle w:val="TAL"/>
              <w:keepNext w:val="0"/>
              <w:keepLines w:val="0"/>
            </w:pPr>
            <w:r w:rsidRPr="00870ED0">
              <w:t>ToolkitException.UNAVAILABLE_ELEMENT</w:t>
            </w:r>
          </w:p>
        </w:tc>
        <w:tc>
          <w:tcPr>
            <w:tcW w:w="2334" w:type="dxa"/>
            <w:tcBorders>
              <w:top w:val="nil"/>
              <w:bottom w:val="nil"/>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bottom w:val="single" w:sz="4" w:space="0" w:color="auto"/>
            </w:tcBorders>
          </w:tcPr>
          <w:p w:rsidR="00714EBB" w:rsidRPr="00870ED0" w:rsidRDefault="00714EBB">
            <w:pPr>
              <w:pStyle w:val="PL"/>
              <w:rPr>
                <w:noProof w:val="0"/>
              </w:rPr>
            </w:pPr>
            <w:r w:rsidRPr="00870ED0">
              <w:rPr>
                <w:noProof w:val="0"/>
              </w:rPr>
              <w:t>Send Envelope Menu Selection with item identifier TLV (66), send proactive command. Then getItemIdentifier()</w:t>
            </w:r>
          </w:p>
        </w:tc>
        <w:tc>
          <w:tcPr>
            <w:tcW w:w="2911" w:type="dxa"/>
            <w:tcBorders>
              <w:top w:val="single" w:sz="4" w:space="0" w:color="auto"/>
              <w:bottom w:val="single" w:sz="4" w:space="0" w:color="auto"/>
            </w:tcBorders>
          </w:tcPr>
          <w:p w:rsidR="00714EBB" w:rsidRPr="00870ED0" w:rsidRDefault="00714EBB">
            <w:pPr>
              <w:pStyle w:val="TAL"/>
              <w:keepNext w:val="0"/>
              <w:keepLines w:val="0"/>
            </w:pPr>
            <w:r w:rsidRPr="00870ED0">
              <w:t>Returns 66</w:t>
            </w:r>
          </w:p>
        </w:tc>
        <w:tc>
          <w:tcPr>
            <w:tcW w:w="2334"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nil"/>
              <w:left w:val="single" w:sz="4" w:space="0" w:color="auto"/>
            </w:tcBorders>
          </w:tcPr>
          <w:p w:rsidR="00714EBB" w:rsidRPr="00870ED0" w:rsidRDefault="00714EBB">
            <w:pPr>
              <w:pStyle w:val="TAC"/>
              <w:keepNext w:val="0"/>
              <w:keepLines w:val="0"/>
            </w:pPr>
            <w:r w:rsidRPr="00870ED0">
              <w:t>7</w:t>
            </w:r>
          </w:p>
        </w:tc>
        <w:tc>
          <w:tcPr>
            <w:tcW w:w="4111" w:type="dxa"/>
            <w:tcBorders>
              <w:top w:val="nil"/>
            </w:tcBorders>
          </w:tcPr>
          <w:p w:rsidR="00714EBB" w:rsidRPr="00870ED0" w:rsidRDefault="00714EBB">
            <w:pPr>
              <w:pStyle w:val="PL"/>
              <w:rPr>
                <w:noProof w:val="0"/>
              </w:rPr>
            </w:pPr>
            <w:r w:rsidRPr="00870ED0">
              <w:rPr>
                <w:noProof w:val="0"/>
              </w:rPr>
              <w:t>Send Unrecognized Envelope with item identifier TLV but without item number</w:t>
            </w:r>
          </w:p>
        </w:tc>
        <w:tc>
          <w:tcPr>
            <w:tcW w:w="2911" w:type="dxa"/>
            <w:tcBorders>
              <w:top w:val="nil"/>
            </w:tcBorders>
          </w:tcPr>
          <w:p w:rsidR="00714EBB" w:rsidRPr="00870ED0" w:rsidRDefault="00714EBB">
            <w:pPr>
              <w:pStyle w:val="TAL"/>
              <w:keepNext w:val="0"/>
              <w:keepLines w:val="0"/>
            </w:pPr>
            <w:r w:rsidRPr="00870ED0">
              <w:t>ToolkitException.OUT_OF_TLV_BOUNDARIES</w:t>
            </w:r>
          </w:p>
        </w:tc>
        <w:tc>
          <w:tcPr>
            <w:tcW w:w="2334" w:type="dxa"/>
            <w:tcBorders>
              <w:top w:val="nil"/>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5.2.2.2</w:t>
      </w:r>
      <w:r w:rsidRPr="00870ED0">
        <w:tab/>
        <w:t>Method getLength</w:t>
      </w:r>
    </w:p>
    <w:p w:rsidR="00714EBB" w:rsidRPr="00870ED0" w:rsidRDefault="00714EBB">
      <w:r w:rsidRPr="00870ED0">
        <w:t>Test Area Reference: Api_2_Enh_Glen.</w:t>
      </w:r>
    </w:p>
    <w:p w:rsidR="00714EBB" w:rsidRPr="00870ED0" w:rsidRDefault="00714EBB" w:rsidP="00714EBB">
      <w:pPr>
        <w:pStyle w:val="Heading5"/>
      </w:pPr>
      <w:r w:rsidRPr="00870ED0">
        <w:t>5.2.2.2.1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5.2.2.2.1.1</w:t>
      </w:r>
      <w:r w:rsidRPr="00870ED0">
        <w:tab/>
        <w:t>Normal execution</w:t>
      </w:r>
    </w:p>
    <w:p w:rsidR="00714EBB" w:rsidRPr="00870ED0" w:rsidRDefault="00714EBB">
      <w:pPr>
        <w:pStyle w:val="B1"/>
      </w:pPr>
      <w:r w:rsidRPr="00870ED0">
        <w:t>CRRN1: returns the length in bytes of the TLV list.</w:t>
      </w:r>
    </w:p>
    <w:p w:rsidR="00714EBB" w:rsidRPr="00870ED0" w:rsidRDefault="00714EBB">
      <w:pPr>
        <w:pStyle w:val="H6"/>
        <w:outlineLvl w:val="0"/>
      </w:pPr>
      <w:r w:rsidRPr="00870ED0">
        <w:t>5.2.2.2.1.2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5.2.2.2.1.3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714EBB">
      <w:pPr>
        <w:pStyle w:val="Heading5"/>
      </w:pPr>
      <w:r w:rsidRPr="00870ED0">
        <w:t>5.2.2.2.2</w:t>
      </w:r>
      <w:r w:rsidRPr="00870ED0">
        <w:tab/>
        <w:t>Test area files</w:t>
      </w:r>
    </w:p>
    <w:p w:rsidR="00714EBB" w:rsidRPr="00870ED0" w:rsidRDefault="00714EBB">
      <w:r w:rsidRPr="00870ED0">
        <w:t>Specific triggering: Unrecognized envelope</w:t>
      </w:r>
      <w:r w:rsidR="006B5DEB" w:rsidRPr="00870ED0">
        <w:t>:</w:t>
      </w:r>
    </w:p>
    <w:p w:rsidR="00714EBB" w:rsidRPr="00870ED0" w:rsidRDefault="00714EBB" w:rsidP="00714EBB">
      <w:pPr>
        <w:pStyle w:val="EX"/>
      </w:pPr>
      <w:r w:rsidRPr="00870ED0">
        <w:t>Test Source:</w:t>
      </w:r>
      <w:r w:rsidRPr="00870ED0">
        <w:tab/>
        <w:t>Test_Api_2_Enh_Glen.java.</w:t>
      </w:r>
    </w:p>
    <w:p w:rsidR="00714EBB" w:rsidRPr="00870ED0" w:rsidRDefault="00714EBB" w:rsidP="00714EBB">
      <w:pPr>
        <w:pStyle w:val="EX"/>
      </w:pPr>
      <w:r w:rsidRPr="00870ED0">
        <w:t xml:space="preserve">Test Applet: </w:t>
      </w:r>
      <w:r w:rsidRPr="00870ED0">
        <w:tab/>
        <w:t>Api_2_Enh_Glen_1.java.</w:t>
      </w:r>
    </w:p>
    <w:p w:rsidR="00714EBB" w:rsidRPr="00870ED0" w:rsidRDefault="00714EBB" w:rsidP="00714EBB">
      <w:pPr>
        <w:pStyle w:val="EX"/>
      </w:pPr>
      <w:r w:rsidRPr="00870ED0">
        <w:t>Cap File:</w:t>
      </w:r>
      <w:r w:rsidRPr="00870ED0">
        <w:tab/>
        <w:t>api_2_enh_glen.cap.</w:t>
      </w:r>
    </w:p>
    <w:p w:rsidR="00714EBB" w:rsidRPr="00870ED0" w:rsidRDefault="00714EBB" w:rsidP="00714EBB">
      <w:pPr>
        <w:pStyle w:val="Heading5"/>
      </w:pPr>
      <w:r w:rsidRPr="00870ED0">
        <w:t>5.2.2.2.3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Pr>
          <w:p w:rsidR="00714EBB" w:rsidRPr="00870ED0" w:rsidRDefault="00714EBB">
            <w:pPr>
              <w:pStyle w:val="TAH"/>
            </w:pPr>
            <w:r w:rsidRPr="00870ED0">
              <w:t>CRR number</w:t>
            </w:r>
          </w:p>
        </w:tc>
        <w:tc>
          <w:tcPr>
            <w:tcW w:w="2196" w:type="dxa"/>
          </w:tcPr>
          <w:p w:rsidR="00714EBB" w:rsidRPr="00870ED0" w:rsidRDefault="00714EBB">
            <w:pPr>
              <w:pStyle w:val="TAH"/>
            </w:pPr>
            <w:r w:rsidRPr="00870ED0">
              <w:t>Test case number</w:t>
            </w:r>
          </w:p>
        </w:tc>
      </w:tr>
      <w:tr w:rsidR="00714EBB" w:rsidRPr="00870ED0" w:rsidTr="00714EBB">
        <w:trPr>
          <w:jc w:val="center"/>
        </w:trPr>
        <w:tc>
          <w:tcPr>
            <w:tcW w:w="2276" w:type="dxa"/>
          </w:tcPr>
          <w:p w:rsidR="00714EBB" w:rsidRPr="00870ED0" w:rsidRDefault="00714EBB">
            <w:pPr>
              <w:pStyle w:val="TAC"/>
            </w:pPr>
            <w:r w:rsidRPr="00870ED0">
              <w:t>N1</w:t>
            </w:r>
          </w:p>
        </w:tc>
        <w:tc>
          <w:tcPr>
            <w:tcW w:w="2196" w:type="dxa"/>
          </w:tcPr>
          <w:p w:rsidR="00714EBB" w:rsidRPr="00870ED0" w:rsidRDefault="00714EBB">
            <w:pPr>
              <w:pStyle w:val="TAC"/>
            </w:pPr>
            <w:r w:rsidRPr="00870ED0">
              <w:t>1, 2, 3, 4</w:t>
            </w:r>
          </w:p>
        </w:tc>
      </w:tr>
      <w:tr w:rsidR="00714EBB" w:rsidRPr="00870ED0" w:rsidTr="00714EBB">
        <w:trPr>
          <w:jc w:val="center"/>
        </w:trPr>
        <w:tc>
          <w:tcPr>
            <w:tcW w:w="2276" w:type="dxa"/>
          </w:tcPr>
          <w:p w:rsidR="00714EBB" w:rsidRPr="00870ED0" w:rsidRDefault="00714EBB">
            <w:pPr>
              <w:pStyle w:val="TAC"/>
            </w:pPr>
            <w:r w:rsidRPr="00870ED0">
              <w:t>C1</w:t>
            </w:r>
          </w:p>
        </w:tc>
        <w:tc>
          <w:tcPr>
            <w:tcW w:w="2196" w:type="dxa"/>
          </w:tcPr>
          <w:p w:rsidR="00714EBB" w:rsidRPr="00870ED0" w:rsidRDefault="00714EBB">
            <w:pPr>
              <w:pStyle w:val="TAC"/>
            </w:pPr>
            <w:r w:rsidRPr="00870ED0">
              <w:t>Not testable</w:t>
            </w:r>
          </w:p>
        </w:tc>
      </w:tr>
    </w:tbl>
    <w:p w:rsidR="00714EBB" w:rsidRPr="00870ED0" w:rsidRDefault="00714EBB" w:rsidP="00714EBB"/>
    <w:p w:rsidR="00714EBB" w:rsidRPr="00870ED0" w:rsidRDefault="00714EBB" w:rsidP="00714EBB">
      <w:pPr>
        <w:pStyle w:val="Heading5"/>
      </w:pPr>
      <w:r w:rsidRPr="00870ED0">
        <w:lastRenderedPageBreak/>
        <w:t>5.2.2.2.4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451"/>
        <w:gridCol w:w="2840"/>
        <w:gridCol w:w="1779"/>
      </w:tblGrid>
      <w:tr w:rsidR="00714EBB" w:rsidRPr="00870ED0" w:rsidTr="00714EBB">
        <w:trPr>
          <w:jc w:val="center"/>
        </w:trPr>
        <w:tc>
          <w:tcPr>
            <w:tcW w:w="425" w:type="dxa"/>
          </w:tcPr>
          <w:p w:rsidR="00714EBB" w:rsidRPr="00870ED0" w:rsidRDefault="00714EBB">
            <w:pPr>
              <w:pStyle w:val="TAH"/>
              <w:keepNext w:val="0"/>
              <w:keepLines w:val="0"/>
            </w:pPr>
            <w:r w:rsidRPr="00870ED0">
              <w:t>Id</w:t>
            </w:r>
          </w:p>
        </w:tc>
        <w:tc>
          <w:tcPr>
            <w:tcW w:w="4451" w:type="dxa"/>
          </w:tcPr>
          <w:p w:rsidR="00714EBB" w:rsidRPr="00870ED0" w:rsidRDefault="00714EBB">
            <w:pPr>
              <w:pStyle w:val="TAH"/>
              <w:keepNext w:val="0"/>
              <w:keepLines w:val="0"/>
            </w:pPr>
            <w:r w:rsidRPr="00870ED0">
              <w:t>Description</w:t>
            </w:r>
          </w:p>
        </w:tc>
        <w:tc>
          <w:tcPr>
            <w:tcW w:w="2840" w:type="dxa"/>
          </w:tcPr>
          <w:p w:rsidR="00714EBB" w:rsidRPr="00870ED0" w:rsidRDefault="00714EBB">
            <w:pPr>
              <w:pStyle w:val="TAH"/>
              <w:keepNext w:val="0"/>
              <w:keepLines w:val="0"/>
            </w:pPr>
            <w:r w:rsidRPr="00870ED0">
              <w:t>API Expectation</w:t>
            </w:r>
          </w:p>
        </w:tc>
        <w:tc>
          <w:tcPr>
            <w:tcW w:w="1779"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r w:rsidRPr="00870ED0">
              <w:t>1</w:t>
            </w:r>
          </w:p>
        </w:tc>
        <w:tc>
          <w:tcPr>
            <w:tcW w:w="4451" w:type="dxa"/>
          </w:tcPr>
          <w:p w:rsidR="00714EBB" w:rsidRPr="00870ED0" w:rsidRDefault="00714EBB">
            <w:pPr>
              <w:pStyle w:val="PL"/>
              <w:rPr>
                <w:noProof w:val="0"/>
              </w:rPr>
            </w:pPr>
            <w:r w:rsidRPr="00870ED0">
              <w:rPr>
                <w:noProof w:val="0"/>
              </w:rPr>
              <w:t>Send an Unrecognized Envelope with BER length of 0x31</w:t>
            </w:r>
          </w:p>
        </w:tc>
        <w:tc>
          <w:tcPr>
            <w:tcW w:w="2840" w:type="dxa"/>
          </w:tcPr>
          <w:p w:rsidR="00714EBB" w:rsidRPr="00870ED0" w:rsidRDefault="00714EBB">
            <w:pPr>
              <w:pStyle w:val="TAL"/>
              <w:keepNext w:val="0"/>
              <w:keepLines w:val="0"/>
            </w:pPr>
            <w:r w:rsidRPr="00870ED0">
              <w:t>Result of getLength() is 0x0031</w:t>
            </w:r>
          </w:p>
        </w:tc>
        <w:tc>
          <w:tcPr>
            <w:tcW w:w="1779"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w:t>
            </w:r>
          </w:p>
        </w:tc>
        <w:tc>
          <w:tcPr>
            <w:tcW w:w="4451" w:type="dxa"/>
          </w:tcPr>
          <w:p w:rsidR="00714EBB" w:rsidRPr="00870ED0" w:rsidRDefault="00714EBB">
            <w:pPr>
              <w:pStyle w:val="PL"/>
              <w:rPr>
                <w:noProof w:val="0"/>
              </w:rPr>
            </w:pPr>
            <w:r w:rsidRPr="00870ED0">
              <w:rPr>
                <w:noProof w:val="0"/>
              </w:rPr>
              <w:t>Send an Unrecognized Envelope with BER length of 0x7F</w:t>
            </w:r>
          </w:p>
        </w:tc>
        <w:tc>
          <w:tcPr>
            <w:tcW w:w="2840" w:type="dxa"/>
          </w:tcPr>
          <w:p w:rsidR="00714EBB" w:rsidRPr="00870ED0" w:rsidRDefault="00714EBB">
            <w:pPr>
              <w:pStyle w:val="TAL"/>
              <w:keepNext w:val="0"/>
              <w:keepLines w:val="0"/>
            </w:pPr>
            <w:r w:rsidRPr="00870ED0">
              <w:t>Result of getLength() is 0x007Fh</w:t>
            </w:r>
          </w:p>
        </w:tc>
        <w:tc>
          <w:tcPr>
            <w:tcW w:w="1779"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3</w:t>
            </w:r>
          </w:p>
        </w:tc>
        <w:tc>
          <w:tcPr>
            <w:tcW w:w="4451" w:type="dxa"/>
          </w:tcPr>
          <w:p w:rsidR="00714EBB" w:rsidRPr="00870ED0" w:rsidRDefault="00714EBB">
            <w:pPr>
              <w:pStyle w:val="PL"/>
              <w:rPr>
                <w:noProof w:val="0"/>
              </w:rPr>
            </w:pPr>
            <w:r w:rsidRPr="00870ED0">
              <w:rPr>
                <w:noProof w:val="0"/>
              </w:rPr>
              <w:t>Send an Unrecognized Envelope with BER length of 81 80</w:t>
            </w:r>
          </w:p>
        </w:tc>
        <w:tc>
          <w:tcPr>
            <w:tcW w:w="2840" w:type="dxa"/>
          </w:tcPr>
          <w:p w:rsidR="00714EBB" w:rsidRPr="00870ED0" w:rsidRDefault="00714EBB">
            <w:pPr>
              <w:pStyle w:val="TAL"/>
              <w:keepNext w:val="0"/>
              <w:keepLines w:val="0"/>
            </w:pPr>
            <w:r w:rsidRPr="00870ED0">
              <w:t>Result of getLength() is 0x0080h</w:t>
            </w:r>
          </w:p>
        </w:tc>
        <w:tc>
          <w:tcPr>
            <w:tcW w:w="1779"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4</w:t>
            </w:r>
          </w:p>
        </w:tc>
        <w:tc>
          <w:tcPr>
            <w:tcW w:w="4451" w:type="dxa"/>
          </w:tcPr>
          <w:p w:rsidR="00714EBB" w:rsidRPr="00870ED0" w:rsidRDefault="00714EBB">
            <w:pPr>
              <w:pStyle w:val="PL"/>
              <w:rPr>
                <w:noProof w:val="0"/>
              </w:rPr>
            </w:pPr>
            <w:r w:rsidRPr="00870ED0">
              <w:rPr>
                <w:noProof w:val="0"/>
              </w:rPr>
              <w:t xml:space="preserve">Send an Unrecognized Envelope with BER length of 81 FC </w:t>
            </w:r>
          </w:p>
        </w:tc>
        <w:tc>
          <w:tcPr>
            <w:tcW w:w="2840" w:type="dxa"/>
          </w:tcPr>
          <w:p w:rsidR="00714EBB" w:rsidRPr="00870ED0" w:rsidRDefault="00714EBB">
            <w:pPr>
              <w:pStyle w:val="TAL"/>
              <w:keepNext w:val="0"/>
              <w:keepLines w:val="0"/>
            </w:pPr>
            <w:r w:rsidRPr="00870ED0">
              <w:t>Result of getLength() is 0x00FCh</w:t>
            </w:r>
          </w:p>
        </w:tc>
        <w:tc>
          <w:tcPr>
            <w:tcW w:w="1779" w:type="dxa"/>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5.2.2.3</w:t>
      </w:r>
      <w:r w:rsidRPr="00870ED0">
        <w:tab/>
        <w:t>Method copy</w:t>
      </w:r>
    </w:p>
    <w:p w:rsidR="00714EBB" w:rsidRPr="00870ED0" w:rsidRDefault="00714EBB">
      <w:r w:rsidRPr="00870ED0">
        <w:t>Test Area Reference: Api_2_Enh_Copy.</w:t>
      </w:r>
    </w:p>
    <w:p w:rsidR="00714EBB" w:rsidRPr="00870ED0" w:rsidRDefault="00714EBB" w:rsidP="00714EBB">
      <w:pPr>
        <w:pStyle w:val="Heading5"/>
      </w:pPr>
      <w:r w:rsidRPr="00870ED0">
        <w:t>5.2.2.3.1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5.2.2.3.1.1</w:t>
      </w:r>
      <w:r w:rsidRPr="00870ED0">
        <w:tab/>
        <w:t>Normal execution</w:t>
      </w:r>
    </w:p>
    <w:p w:rsidR="00714EBB" w:rsidRPr="00870ED0" w:rsidRDefault="00714EBB">
      <w:pPr>
        <w:pStyle w:val="B1"/>
      </w:pPr>
      <w:r w:rsidRPr="00870ED0">
        <w:t>CRRN1: copies the Comprehension TLV list contained in the handler to the destination byte array.</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5.2.2.3.1.2</w:t>
      </w:r>
      <w:r w:rsidRPr="00870ED0">
        <w:tab/>
        <w:t>Parameter errors</w:t>
      </w:r>
    </w:p>
    <w:p w:rsidR="00714EBB" w:rsidRPr="00870ED0" w:rsidRDefault="00714EBB">
      <w:pPr>
        <w:pStyle w:val="B1"/>
      </w:pPr>
      <w:r w:rsidRPr="00870ED0">
        <w:t>CRRP1: if dstBuffer is null a NullPointerException is thrown.</w:t>
      </w:r>
    </w:p>
    <w:p w:rsidR="00714EBB" w:rsidRPr="00870ED0" w:rsidRDefault="00714EBB">
      <w:pPr>
        <w:pStyle w:val="B1"/>
      </w:pPr>
      <w:r w:rsidRPr="00870ED0">
        <w:t>CRRP2: if dstOffset or dstLength or both would cause access outside array bounds, or if dstLength is negative, an ArrayIndexOutOfBoundsException is thrown.</w:t>
      </w:r>
    </w:p>
    <w:p w:rsidR="00714EBB" w:rsidRPr="00870ED0" w:rsidRDefault="00714EBB">
      <w:pPr>
        <w:pStyle w:val="B1"/>
      </w:pPr>
      <w:r w:rsidRPr="00870ED0">
        <w:t>CRRP3: if dstLength is greater than the length of the Comprehension TLV List, an instance of ToolkitException shall be thrown. The reason code shall be ToolkitException.OUT_OF_TLV_BOUNDARIES.</w:t>
      </w:r>
    </w:p>
    <w:p w:rsidR="00714EBB" w:rsidRPr="00870ED0" w:rsidRDefault="00714EBB">
      <w:pPr>
        <w:pStyle w:val="H6"/>
        <w:outlineLvl w:val="0"/>
      </w:pPr>
      <w:r w:rsidRPr="00870ED0">
        <w:t>5.2.2.3.1.3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714EBB">
      <w:pPr>
        <w:pStyle w:val="Heading5"/>
      </w:pPr>
      <w:r w:rsidRPr="00870ED0">
        <w:t>5.2.2.3.2</w:t>
      </w:r>
      <w:r w:rsidRPr="00870ED0">
        <w:tab/>
        <w:t>Test area files</w:t>
      </w:r>
    </w:p>
    <w:p w:rsidR="00714EBB" w:rsidRPr="00870ED0" w:rsidRDefault="00714EBB">
      <w:r w:rsidRPr="00870ED0">
        <w:t>Specific triggering: Unrecognized Envelope</w:t>
      </w:r>
      <w:r w:rsidR="006B5DEB" w:rsidRPr="00870ED0">
        <w:t>:</w:t>
      </w:r>
    </w:p>
    <w:p w:rsidR="00714EBB" w:rsidRPr="00870ED0" w:rsidRDefault="00714EBB" w:rsidP="00714EBB">
      <w:pPr>
        <w:pStyle w:val="EX"/>
      </w:pPr>
      <w:r w:rsidRPr="00870ED0">
        <w:t>Test Source:</w:t>
      </w:r>
      <w:r w:rsidRPr="00870ED0">
        <w:tab/>
        <w:t>Test_Api_2_Enh_Copy.java.</w:t>
      </w:r>
    </w:p>
    <w:p w:rsidR="00714EBB" w:rsidRPr="00870ED0" w:rsidRDefault="00714EBB" w:rsidP="00714EBB">
      <w:pPr>
        <w:pStyle w:val="EX"/>
      </w:pPr>
      <w:r w:rsidRPr="00870ED0">
        <w:t xml:space="preserve">Test Applet: </w:t>
      </w:r>
      <w:r w:rsidRPr="00870ED0">
        <w:tab/>
        <w:t>Api_2_Enh_Copy_1.java.</w:t>
      </w:r>
    </w:p>
    <w:p w:rsidR="00714EBB" w:rsidRPr="00870ED0" w:rsidRDefault="00714EBB" w:rsidP="00714EBB">
      <w:pPr>
        <w:pStyle w:val="EX"/>
      </w:pPr>
      <w:r w:rsidRPr="00870ED0">
        <w:t>Cap File:</w:t>
      </w:r>
      <w:r w:rsidRPr="00870ED0">
        <w:tab/>
        <w:t>api_2_enh_copy.cap.</w:t>
      </w:r>
    </w:p>
    <w:p w:rsidR="00714EBB" w:rsidRPr="00870ED0" w:rsidRDefault="00714EBB" w:rsidP="00714EBB">
      <w:pPr>
        <w:pStyle w:val="Heading5"/>
      </w:pPr>
      <w:r w:rsidRPr="00870ED0">
        <w:lastRenderedPageBreak/>
        <w:t>5.2.2.3.4</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rsidP="00714EBB">
            <w:pPr>
              <w:pStyle w:val="TAH"/>
            </w:pPr>
            <w:r w:rsidRPr="00870ED0">
              <w:t>CRR number</w:t>
            </w:r>
          </w:p>
        </w:tc>
        <w:tc>
          <w:tcPr>
            <w:tcW w:w="3090" w:type="dxa"/>
          </w:tcPr>
          <w:p w:rsidR="00714EBB" w:rsidRPr="00870ED0" w:rsidRDefault="00714EBB" w:rsidP="00714EBB">
            <w:pPr>
              <w:pStyle w:val="TAH"/>
            </w:pPr>
            <w:r w:rsidRPr="00870ED0">
              <w:t>Test case number</w:t>
            </w:r>
          </w:p>
        </w:tc>
      </w:tr>
      <w:tr w:rsidR="00714EBB" w:rsidRPr="00870ED0" w:rsidTr="00714EBB">
        <w:trPr>
          <w:jc w:val="center"/>
        </w:trPr>
        <w:tc>
          <w:tcPr>
            <w:tcW w:w="1299" w:type="dxa"/>
          </w:tcPr>
          <w:p w:rsidR="00714EBB" w:rsidRPr="00870ED0" w:rsidRDefault="00714EBB" w:rsidP="00714EBB">
            <w:pPr>
              <w:pStyle w:val="TAC"/>
            </w:pPr>
            <w:r w:rsidRPr="00870ED0">
              <w:t>N1</w:t>
            </w:r>
          </w:p>
        </w:tc>
        <w:tc>
          <w:tcPr>
            <w:tcW w:w="3090" w:type="dxa"/>
          </w:tcPr>
          <w:p w:rsidR="00714EBB" w:rsidRPr="00870ED0" w:rsidRDefault="00714EBB" w:rsidP="00714EBB">
            <w:pPr>
              <w:pStyle w:val="TAC"/>
            </w:pPr>
            <w:r w:rsidRPr="00870ED0">
              <w:t>9, 11, 13, 15</w:t>
            </w:r>
          </w:p>
        </w:tc>
      </w:tr>
      <w:tr w:rsidR="00714EBB" w:rsidRPr="00870ED0" w:rsidTr="00714EBB">
        <w:trPr>
          <w:jc w:val="center"/>
        </w:trPr>
        <w:tc>
          <w:tcPr>
            <w:tcW w:w="1299" w:type="dxa"/>
          </w:tcPr>
          <w:p w:rsidR="00714EBB" w:rsidRPr="00870ED0" w:rsidRDefault="00714EBB" w:rsidP="00714EBB">
            <w:pPr>
              <w:pStyle w:val="TAC"/>
            </w:pPr>
            <w:r w:rsidRPr="00870ED0">
              <w:t>N2</w:t>
            </w:r>
          </w:p>
        </w:tc>
        <w:tc>
          <w:tcPr>
            <w:tcW w:w="3090" w:type="dxa"/>
          </w:tcPr>
          <w:p w:rsidR="00714EBB" w:rsidRPr="00870ED0" w:rsidRDefault="00714EBB" w:rsidP="00714EBB">
            <w:pPr>
              <w:pStyle w:val="TAC"/>
            </w:pPr>
            <w:r w:rsidRPr="00870ED0">
              <w:t>8, 10, 12, 14, 16</w:t>
            </w:r>
          </w:p>
        </w:tc>
      </w:tr>
      <w:tr w:rsidR="00714EBB" w:rsidRPr="00870ED0" w:rsidTr="00714EBB">
        <w:trPr>
          <w:jc w:val="center"/>
        </w:trPr>
        <w:tc>
          <w:tcPr>
            <w:tcW w:w="1299" w:type="dxa"/>
          </w:tcPr>
          <w:p w:rsidR="00714EBB" w:rsidRPr="00870ED0" w:rsidRDefault="00714EBB" w:rsidP="00714EBB">
            <w:pPr>
              <w:pStyle w:val="TAC"/>
            </w:pPr>
            <w:r w:rsidRPr="00870ED0">
              <w:t>P1</w:t>
            </w:r>
          </w:p>
        </w:tc>
        <w:tc>
          <w:tcPr>
            <w:tcW w:w="3090" w:type="dxa"/>
          </w:tcPr>
          <w:p w:rsidR="00714EBB" w:rsidRPr="00870ED0" w:rsidRDefault="00714EBB" w:rsidP="00714EBB">
            <w:pPr>
              <w:pStyle w:val="TAC"/>
            </w:pPr>
            <w:r w:rsidRPr="00870ED0">
              <w:t>1</w:t>
            </w:r>
          </w:p>
        </w:tc>
      </w:tr>
      <w:tr w:rsidR="00714EBB" w:rsidRPr="00870ED0" w:rsidTr="00714EBB">
        <w:trPr>
          <w:jc w:val="center"/>
        </w:trPr>
        <w:tc>
          <w:tcPr>
            <w:tcW w:w="1299" w:type="dxa"/>
          </w:tcPr>
          <w:p w:rsidR="00714EBB" w:rsidRPr="00870ED0" w:rsidRDefault="00714EBB" w:rsidP="00714EBB">
            <w:pPr>
              <w:pStyle w:val="TAC"/>
            </w:pPr>
            <w:r w:rsidRPr="00870ED0">
              <w:t>P2</w:t>
            </w:r>
          </w:p>
        </w:tc>
        <w:tc>
          <w:tcPr>
            <w:tcW w:w="3090" w:type="dxa"/>
          </w:tcPr>
          <w:p w:rsidR="00714EBB" w:rsidRPr="00870ED0" w:rsidRDefault="00714EBB" w:rsidP="00714EBB">
            <w:pPr>
              <w:pStyle w:val="TAC"/>
            </w:pPr>
            <w:r w:rsidRPr="00870ED0">
              <w:t>2, 3, 4, 5, 6</w:t>
            </w:r>
          </w:p>
        </w:tc>
      </w:tr>
      <w:tr w:rsidR="00714EBB" w:rsidRPr="00870ED0" w:rsidTr="00714EBB">
        <w:trPr>
          <w:jc w:val="center"/>
        </w:trPr>
        <w:tc>
          <w:tcPr>
            <w:tcW w:w="1299" w:type="dxa"/>
          </w:tcPr>
          <w:p w:rsidR="00714EBB" w:rsidRPr="00870ED0" w:rsidRDefault="00714EBB" w:rsidP="00714EBB">
            <w:pPr>
              <w:pStyle w:val="TAC"/>
            </w:pPr>
            <w:r w:rsidRPr="00870ED0">
              <w:t>P3</w:t>
            </w:r>
          </w:p>
        </w:tc>
        <w:tc>
          <w:tcPr>
            <w:tcW w:w="3090" w:type="dxa"/>
          </w:tcPr>
          <w:p w:rsidR="00714EBB" w:rsidRPr="00870ED0" w:rsidRDefault="00714EBB" w:rsidP="00714EBB">
            <w:pPr>
              <w:pStyle w:val="TAC"/>
            </w:pPr>
            <w:r w:rsidRPr="00870ED0">
              <w:t>7</w:t>
            </w:r>
          </w:p>
        </w:tc>
      </w:tr>
      <w:tr w:rsidR="00714EBB" w:rsidRPr="00870ED0" w:rsidTr="00714EBB">
        <w:trPr>
          <w:jc w:val="center"/>
        </w:trPr>
        <w:tc>
          <w:tcPr>
            <w:tcW w:w="1299" w:type="dxa"/>
          </w:tcPr>
          <w:p w:rsidR="00714EBB" w:rsidRPr="00870ED0" w:rsidRDefault="00714EBB" w:rsidP="00714EBB">
            <w:pPr>
              <w:pStyle w:val="TAC"/>
            </w:pPr>
            <w:r w:rsidRPr="00870ED0">
              <w:t>C1</w:t>
            </w:r>
          </w:p>
        </w:tc>
        <w:tc>
          <w:tcPr>
            <w:tcW w:w="3090" w:type="dxa"/>
          </w:tcPr>
          <w:p w:rsidR="00714EBB" w:rsidRPr="00870ED0" w:rsidRDefault="00714EBB" w:rsidP="00714EBB">
            <w:pPr>
              <w:pStyle w:val="TAC"/>
            </w:pPr>
            <w:r w:rsidRPr="00870ED0">
              <w:t>Not testable</w:t>
            </w:r>
          </w:p>
        </w:tc>
      </w:tr>
    </w:tbl>
    <w:p w:rsidR="00714EBB" w:rsidRPr="00870ED0" w:rsidRDefault="00714EBB" w:rsidP="00714EBB"/>
    <w:p w:rsidR="00714EBB" w:rsidRPr="00870ED0" w:rsidRDefault="00714EBB" w:rsidP="00714EBB">
      <w:pPr>
        <w:pStyle w:val="Heading5"/>
      </w:pPr>
      <w:r w:rsidRPr="00870ED0">
        <w:t>5.2.2.3.4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3119"/>
        <w:gridCol w:w="2126"/>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3119" w:type="dxa"/>
          </w:tcPr>
          <w:p w:rsidR="00714EBB" w:rsidRPr="00870ED0" w:rsidRDefault="00714EBB">
            <w:pPr>
              <w:pStyle w:val="TAH"/>
              <w:keepNext w:val="0"/>
              <w:keepLines w:val="0"/>
            </w:pPr>
            <w:r w:rsidRPr="00870ED0">
              <w:t>API Expectation</w:t>
            </w:r>
          </w:p>
        </w:tc>
        <w:tc>
          <w:tcPr>
            <w:tcW w:w="2126"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r w:rsidRPr="00870ED0">
              <w:t>1</w:t>
            </w:r>
          </w:p>
        </w:tc>
        <w:tc>
          <w:tcPr>
            <w:tcW w:w="4111" w:type="dxa"/>
          </w:tcPr>
          <w:p w:rsidR="00714EBB" w:rsidRPr="00870ED0" w:rsidRDefault="00714EBB">
            <w:pPr>
              <w:pStyle w:val="TAH"/>
              <w:keepNext w:val="0"/>
              <w:keepLines w:val="0"/>
            </w:pPr>
            <w:r w:rsidRPr="00870ED0">
              <w:t>NULL as parameter to dstBuffer</w:t>
            </w:r>
          </w:p>
          <w:p w:rsidR="00714EBB" w:rsidRPr="00870ED0" w:rsidRDefault="00714EBB">
            <w:pPr>
              <w:pStyle w:val="TAH"/>
              <w:keepNext w:val="0"/>
              <w:keepLines w:val="0"/>
            </w:pPr>
          </w:p>
        </w:tc>
        <w:tc>
          <w:tcPr>
            <w:tcW w:w="3119" w:type="dxa"/>
          </w:tcPr>
          <w:p w:rsidR="00714EBB" w:rsidRPr="00870ED0" w:rsidRDefault="00714EBB">
            <w:pPr>
              <w:pStyle w:val="TAL"/>
              <w:keepNext w:val="0"/>
              <w:keepLines w:val="0"/>
            </w:pPr>
            <w:r w:rsidRPr="00870ED0">
              <w:t>NullPointerException is thrown</w:t>
            </w:r>
          </w:p>
        </w:tc>
        <w:tc>
          <w:tcPr>
            <w:tcW w:w="2126"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pPr>
            <w:r w:rsidRPr="00870ED0">
              <w:t>2</w:t>
            </w:r>
          </w:p>
        </w:tc>
        <w:tc>
          <w:tcPr>
            <w:tcW w:w="4111" w:type="dxa"/>
            <w:tcBorders>
              <w:top w:val="single" w:sz="4" w:space="0" w:color="808080"/>
            </w:tcBorders>
          </w:tcPr>
          <w:p w:rsidR="00714EBB" w:rsidRPr="00870ED0" w:rsidRDefault="00714EBB">
            <w:pPr>
              <w:pStyle w:val="TAH"/>
            </w:pPr>
            <w:r w:rsidRPr="00870ED0">
              <w:t xml:space="preserve">dstOffset </w:t>
            </w:r>
            <w:r w:rsidRPr="00870ED0">
              <w:sym w:font="Symbol" w:char="F0B3"/>
            </w:r>
            <w:r w:rsidRPr="00870ED0">
              <w:t xml:space="preserve"> dstBuffer.length</w:t>
            </w:r>
          </w:p>
          <w:p w:rsidR="00714EBB" w:rsidRPr="00870ED0" w:rsidRDefault="00714EBB">
            <w:pPr>
              <w:pStyle w:val="PL"/>
              <w:keepNext/>
              <w:keepLines/>
              <w:rPr>
                <w:noProof w:val="0"/>
              </w:rPr>
            </w:pPr>
            <w:r w:rsidRPr="00870ED0">
              <w:rPr>
                <w:noProof w:val="0"/>
              </w:rPr>
              <w:t>copy()</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5</w:t>
            </w:r>
          </w:p>
          <w:p w:rsidR="00714EBB" w:rsidRPr="00870ED0" w:rsidRDefault="00714EBB">
            <w:pPr>
              <w:pStyle w:val="PL"/>
              <w:keepNext/>
              <w:keepLines/>
              <w:rPr>
                <w:rFonts w:ascii="Arial" w:hAnsi="Arial"/>
                <w:noProof w:val="0"/>
                <w:sz w:val="18"/>
              </w:rPr>
            </w:pPr>
            <w:r w:rsidRPr="00870ED0">
              <w:rPr>
                <w:noProof w:val="0"/>
              </w:rPr>
              <w:t>dstLength = 1</w:t>
            </w:r>
          </w:p>
        </w:tc>
        <w:tc>
          <w:tcPr>
            <w:tcW w:w="3119" w:type="dxa"/>
            <w:tcBorders>
              <w:top w:val="single" w:sz="4" w:space="0" w:color="808080"/>
            </w:tcBorders>
          </w:tcPr>
          <w:p w:rsidR="00714EBB" w:rsidRPr="00870ED0" w:rsidRDefault="00714EBB">
            <w:pPr>
              <w:pStyle w:val="TAL"/>
            </w:pPr>
            <w:r w:rsidRPr="00870ED0">
              <w:t>ArrayIndexOutOfBoundsException is thrown</w:t>
            </w:r>
          </w:p>
        </w:tc>
        <w:tc>
          <w:tcPr>
            <w:tcW w:w="2126" w:type="dxa"/>
            <w:tcBorders>
              <w:top w:val="single" w:sz="4" w:space="0" w:color="808080"/>
            </w:tcBorders>
          </w:tcPr>
          <w:p w:rsidR="00714EBB" w:rsidRPr="00870ED0" w:rsidRDefault="00714EBB">
            <w:pPr>
              <w:pStyle w:val="TAL"/>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3</w:t>
            </w:r>
          </w:p>
        </w:tc>
        <w:tc>
          <w:tcPr>
            <w:tcW w:w="4111" w:type="dxa"/>
            <w:tcBorders>
              <w:top w:val="single" w:sz="4" w:space="0" w:color="808080"/>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rFonts w:ascii="Arial" w:hAnsi="Arial"/>
                <w:noProof w:val="0"/>
                <w:sz w:val="18"/>
              </w:rPr>
            </w:pPr>
            <w:r w:rsidRPr="00870ED0">
              <w:rPr>
                <w:noProof w:val="0"/>
              </w:rPr>
              <w:t>dstLength = 1</w:t>
            </w:r>
          </w:p>
        </w:tc>
        <w:tc>
          <w:tcPr>
            <w:tcW w:w="3119"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4</w:t>
            </w:r>
          </w:p>
        </w:tc>
        <w:tc>
          <w:tcPr>
            <w:tcW w:w="4111" w:type="dxa"/>
            <w:tcBorders>
              <w:top w:val="single" w:sz="4" w:space="0" w:color="808080"/>
            </w:tcBorders>
          </w:tcPr>
          <w:p w:rsidR="00714EBB" w:rsidRPr="00870ED0" w:rsidRDefault="00714EBB">
            <w:pPr>
              <w:pStyle w:val="TAH"/>
              <w:keepNext w:val="0"/>
              <w:keepLines w:val="0"/>
            </w:pPr>
            <w:r w:rsidRPr="00870ED0">
              <w:t>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6</w:t>
            </w:r>
          </w:p>
        </w:tc>
        <w:tc>
          <w:tcPr>
            <w:tcW w:w="3119"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5</w:t>
            </w:r>
          </w:p>
        </w:tc>
        <w:tc>
          <w:tcPr>
            <w:tcW w:w="4111" w:type="dxa"/>
            <w:tcBorders>
              <w:top w:val="single" w:sz="4" w:space="0" w:color="808080"/>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3</w:t>
            </w:r>
          </w:p>
        </w:tc>
        <w:tc>
          <w:tcPr>
            <w:tcW w:w="3119"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6</w:t>
            </w:r>
          </w:p>
        </w:tc>
        <w:tc>
          <w:tcPr>
            <w:tcW w:w="4111" w:type="dxa"/>
            <w:tcBorders>
              <w:top w:val="single" w:sz="4" w:space="0" w:color="808080"/>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-1</w:t>
            </w:r>
          </w:p>
        </w:tc>
        <w:tc>
          <w:tcPr>
            <w:tcW w:w="3119"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7</w:t>
            </w:r>
          </w:p>
        </w:tc>
        <w:tc>
          <w:tcPr>
            <w:tcW w:w="4111" w:type="dxa"/>
            <w:tcBorders>
              <w:top w:val="single" w:sz="4" w:space="0" w:color="808080"/>
            </w:tcBorders>
          </w:tcPr>
          <w:p w:rsidR="00714EBB" w:rsidRPr="00870ED0" w:rsidRDefault="00714EBB">
            <w:pPr>
              <w:pStyle w:val="TAH"/>
              <w:keepNext w:val="0"/>
              <w:keepLines w:val="0"/>
            </w:pPr>
            <w:r w:rsidRPr="00870ED0">
              <w:t>DstLength &gt; length of the Comprehension TLV list</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48</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48</w:t>
            </w:r>
          </w:p>
        </w:tc>
        <w:tc>
          <w:tcPr>
            <w:tcW w:w="3119" w:type="dxa"/>
            <w:tcBorders>
              <w:top w:val="single" w:sz="4" w:space="0" w:color="808080"/>
            </w:tcBorders>
          </w:tcPr>
          <w:p w:rsidR="00714EBB" w:rsidRPr="00870ED0" w:rsidRDefault="00714EBB">
            <w:pPr>
              <w:pStyle w:val="TAL"/>
              <w:keepNext w:val="0"/>
              <w:keepLines w:val="0"/>
            </w:pPr>
            <w:r w:rsidRPr="00870ED0">
              <w:t>ToolkitException.OUT_OF_TLV_BOUNDARIES is thrown</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8</w:t>
            </w:r>
          </w:p>
        </w:tc>
        <w:tc>
          <w:tcPr>
            <w:tcW w:w="4111" w:type="dxa"/>
            <w:tcBorders>
              <w:top w:val="single" w:sz="4" w:space="0" w:color="808080"/>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47</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47</w:t>
            </w:r>
          </w:p>
        </w:tc>
        <w:tc>
          <w:tcPr>
            <w:tcW w:w="3119" w:type="dxa"/>
            <w:tcBorders>
              <w:top w:val="single" w:sz="4" w:space="0" w:color="808080"/>
            </w:tcBorders>
          </w:tcPr>
          <w:p w:rsidR="00714EBB" w:rsidRPr="00870ED0" w:rsidRDefault="00714EBB">
            <w:pPr>
              <w:pStyle w:val="TAL"/>
              <w:keepNext w:val="0"/>
              <w:keepLines w:val="0"/>
            </w:pPr>
            <w:r w:rsidRPr="00870ED0">
              <w:t>Result of copy() is 0X0047</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9</w:t>
            </w:r>
          </w:p>
        </w:tc>
        <w:tc>
          <w:tcPr>
            <w:tcW w:w="4111" w:type="dxa"/>
            <w:tcBorders>
              <w:top w:val="single" w:sz="4" w:space="0" w:color="808080"/>
            </w:tcBorders>
          </w:tcPr>
          <w:p w:rsidR="00714EBB" w:rsidRPr="00870ED0" w:rsidRDefault="00714EBB">
            <w:pPr>
              <w:pStyle w:val="TAH"/>
              <w:keepNext w:val="0"/>
              <w:keepLines w:val="0"/>
            </w:pPr>
            <w:r w:rsidRPr="00870ED0">
              <w:t>Compare the buffer</w:t>
            </w:r>
          </w:p>
        </w:tc>
        <w:tc>
          <w:tcPr>
            <w:tcW w:w="3119" w:type="dxa"/>
            <w:tcBorders>
              <w:top w:val="single" w:sz="4" w:space="0" w:color="808080"/>
            </w:tcBorders>
          </w:tcPr>
          <w:p w:rsidR="00714EBB" w:rsidRPr="00870ED0" w:rsidRDefault="00714EBB">
            <w:pPr>
              <w:pStyle w:val="TAL"/>
              <w:keepNext w:val="0"/>
              <w:keepLines w:val="0"/>
            </w:pPr>
            <w:r w:rsidRPr="00870ED0">
              <w:t>Result of arrayCompare() is 0</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10</w:t>
            </w:r>
          </w:p>
        </w:tc>
        <w:tc>
          <w:tcPr>
            <w:tcW w:w="4111" w:type="dxa"/>
            <w:tcBorders>
              <w:top w:val="single" w:sz="4" w:space="0" w:color="808080"/>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50</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47</w:t>
            </w:r>
          </w:p>
        </w:tc>
        <w:tc>
          <w:tcPr>
            <w:tcW w:w="3119" w:type="dxa"/>
            <w:tcBorders>
              <w:top w:val="single" w:sz="4" w:space="0" w:color="808080"/>
            </w:tcBorders>
          </w:tcPr>
          <w:p w:rsidR="00714EBB" w:rsidRPr="00870ED0" w:rsidRDefault="00714EBB">
            <w:pPr>
              <w:pStyle w:val="TAL"/>
              <w:keepNext w:val="0"/>
              <w:keepLines w:val="0"/>
            </w:pPr>
            <w:r w:rsidRPr="00870ED0">
              <w:t>Result of copy() is 0X0032</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11</w:t>
            </w:r>
          </w:p>
        </w:tc>
        <w:tc>
          <w:tcPr>
            <w:tcW w:w="4111" w:type="dxa"/>
            <w:tcBorders>
              <w:top w:val="single" w:sz="4" w:space="0" w:color="808080"/>
            </w:tcBorders>
          </w:tcPr>
          <w:p w:rsidR="00714EBB" w:rsidRPr="00870ED0" w:rsidRDefault="00714EBB">
            <w:pPr>
              <w:pStyle w:val="TAH"/>
              <w:keepNext w:val="0"/>
              <w:keepLines w:val="0"/>
            </w:pPr>
            <w:r w:rsidRPr="00870ED0">
              <w:t>Compare the whole buffer</w:t>
            </w:r>
          </w:p>
        </w:tc>
        <w:tc>
          <w:tcPr>
            <w:tcW w:w="3119" w:type="dxa"/>
            <w:tcBorders>
              <w:top w:val="single" w:sz="4" w:space="0" w:color="808080"/>
            </w:tcBorders>
          </w:tcPr>
          <w:p w:rsidR="00714EBB" w:rsidRPr="00870ED0" w:rsidRDefault="00714EBB">
            <w:pPr>
              <w:pStyle w:val="TAL"/>
              <w:keepNext w:val="0"/>
              <w:keepLines w:val="0"/>
            </w:pPr>
            <w:r w:rsidRPr="00870ED0">
              <w:t>Result of arrayCompare() is 0</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12</w:t>
            </w:r>
          </w:p>
        </w:tc>
        <w:tc>
          <w:tcPr>
            <w:tcW w:w="4111" w:type="dxa"/>
            <w:tcBorders>
              <w:top w:val="single" w:sz="4" w:space="0" w:color="808080"/>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252</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252</w:t>
            </w:r>
          </w:p>
        </w:tc>
        <w:tc>
          <w:tcPr>
            <w:tcW w:w="3119" w:type="dxa"/>
            <w:tcBorders>
              <w:top w:val="single" w:sz="4" w:space="0" w:color="808080"/>
            </w:tcBorders>
          </w:tcPr>
          <w:p w:rsidR="00714EBB" w:rsidRPr="00870ED0" w:rsidRDefault="00714EBB">
            <w:pPr>
              <w:pStyle w:val="TAL"/>
              <w:keepNext w:val="0"/>
              <w:keepLines w:val="0"/>
            </w:pPr>
            <w:r w:rsidRPr="00870ED0">
              <w:t>Result of copy() is 0X00FF</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13</w:t>
            </w:r>
          </w:p>
        </w:tc>
        <w:tc>
          <w:tcPr>
            <w:tcW w:w="4111" w:type="dxa"/>
            <w:tcBorders>
              <w:top w:val="single" w:sz="4" w:space="0" w:color="808080"/>
            </w:tcBorders>
          </w:tcPr>
          <w:p w:rsidR="00714EBB" w:rsidRPr="00870ED0" w:rsidRDefault="00714EBB">
            <w:pPr>
              <w:pStyle w:val="TAH"/>
              <w:keepNext w:val="0"/>
              <w:keepLines w:val="0"/>
            </w:pPr>
            <w:r w:rsidRPr="00870ED0">
              <w:t>Compare the whole buffer</w:t>
            </w:r>
          </w:p>
        </w:tc>
        <w:tc>
          <w:tcPr>
            <w:tcW w:w="3119" w:type="dxa"/>
            <w:tcBorders>
              <w:top w:val="single" w:sz="4" w:space="0" w:color="808080"/>
            </w:tcBorders>
          </w:tcPr>
          <w:p w:rsidR="00714EBB" w:rsidRPr="00870ED0" w:rsidRDefault="00714EBB">
            <w:pPr>
              <w:pStyle w:val="TAL"/>
              <w:keepNext w:val="0"/>
              <w:keepLines w:val="0"/>
            </w:pPr>
            <w:r w:rsidRPr="00870ED0">
              <w:t>Result of arrayCompare() is 0</w:t>
            </w:r>
          </w:p>
        </w:tc>
        <w:tc>
          <w:tcPr>
            <w:tcW w:w="2126" w:type="dxa"/>
            <w:tcBorders>
              <w:top w:val="single" w:sz="4" w:space="0" w:color="808080"/>
            </w:tcBorders>
          </w:tcPr>
          <w:p w:rsidR="00714EBB" w:rsidRPr="00870ED0" w:rsidRDefault="00714EBB">
            <w:pPr>
              <w:pStyle w:val="TAL"/>
              <w:keepNext w:val="0"/>
              <w:keepLines w:val="0"/>
            </w:pPr>
          </w:p>
        </w:tc>
      </w:tr>
      <w:tr w:rsidR="00714EBB" w:rsidRPr="00870ED0" w:rsidTr="001D2DF0">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bottom w:val="single" w:sz="4" w:space="0" w:color="auto"/>
            </w:tcBorders>
          </w:tcPr>
          <w:p w:rsidR="00714EBB" w:rsidRPr="00870ED0" w:rsidRDefault="00714EBB">
            <w:pPr>
              <w:pStyle w:val="PL"/>
              <w:rPr>
                <w:rFonts w:ascii="Arial" w:hAnsi="Arial"/>
                <w:b/>
                <w:noProof w:val="0"/>
                <w:sz w:val="18"/>
              </w:rPr>
            </w:pPr>
            <w:r w:rsidRPr="00870ED0">
              <w:rPr>
                <w:rFonts w:ascii="Arial" w:hAnsi="Arial"/>
                <w:b/>
                <w:noProof w:val="0"/>
                <w:sz w:val="18"/>
              </w:rPr>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260</w:t>
            </w:r>
          </w:p>
          <w:p w:rsidR="00714EBB" w:rsidRPr="00870ED0" w:rsidRDefault="00714EBB">
            <w:pPr>
              <w:pStyle w:val="PL"/>
              <w:rPr>
                <w:noProof w:val="0"/>
              </w:rPr>
            </w:pPr>
            <w:r w:rsidRPr="00870ED0">
              <w:rPr>
                <w:noProof w:val="0"/>
              </w:rPr>
              <w:t>dstOffset = 257</w:t>
            </w:r>
          </w:p>
          <w:p w:rsidR="00714EBB" w:rsidRPr="00870ED0" w:rsidRDefault="00714EBB">
            <w:pPr>
              <w:pStyle w:val="PL"/>
              <w:rPr>
                <w:rFonts w:ascii="Arial" w:hAnsi="Arial"/>
                <w:noProof w:val="0"/>
                <w:sz w:val="18"/>
              </w:rPr>
            </w:pPr>
            <w:r w:rsidRPr="00870ED0">
              <w:rPr>
                <w:noProof w:val="0"/>
              </w:rPr>
              <w:t>dstLength = 3</w:t>
            </w:r>
          </w:p>
        </w:tc>
        <w:tc>
          <w:tcPr>
            <w:tcW w:w="3119" w:type="dxa"/>
            <w:tcBorders>
              <w:top w:val="single" w:sz="4" w:space="0" w:color="808080"/>
              <w:bottom w:val="single" w:sz="4" w:space="0" w:color="auto"/>
            </w:tcBorders>
          </w:tcPr>
          <w:p w:rsidR="00714EBB" w:rsidRPr="00870ED0" w:rsidRDefault="00714EBB">
            <w:pPr>
              <w:pStyle w:val="TAL"/>
              <w:keepNext w:val="0"/>
              <w:keepLines w:val="0"/>
            </w:pPr>
            <w:r w:rsidRPr="00870ED0">
              <w:t>Result of copy() is 0X0104</w:t>
            </w:r>
          </w:p>
        </w:tc>
        <w:tc>
          <w:tcPr>
            <w:tcW w:w="2126"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1D2DF0">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Compare the whole buffer</w:t>
            </w:r>
          </w:p>
        </w:tc>
        <w:tc>
          <w:tcPr>
            <w:tcW w:w="3119" w:type="dxa"/>
            <w:tcBorders>
              <w:top w:val="single" w:sz="4" w:space="0" w:color="auto"/>
              <w:bottom w:val="single" w:sz="4" w:space="0" w:color="auto"/>
            </w:tcBorders>
          </w:tcPr>
          <w:p w:rsidR="00714EBB" w:rsidRPr="00870ED0" w:rsidRDefault="00714EBB">
            <w:pPr>
              <w:pStyle w:val="TAL"/>
              <w:keepNext w:val="0"/>
              <w:keepLines w:val="0"/>
            </w:pPr>
            <w:r w:rsidRPr="00870ED0">
              <w:t>Result of arrayCompare() is 0</w:t>
            </w:r>
          </w:p>
        </w:tc>
        <w:tc>
          <w:tcPr>
            <w:tcW w:w="2126"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1D2DF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copy() with length =0</w:t>
            </w:r>
          </w:p>
          <w:p w:rsidR="00714EBB" w:rsidRPr="00870ED0" w:rsidRDefault="00714EBB">
            <w:pPr>
              <w:pStyle w:val="PL"/>
              <w:rPr>
                <w:noProof w:val="0"/>
              </w:rPr>
            </w:pPr>
            <w:r w:rsidRPr="00870ED0">
              <w:rPr>
                <w:noProof w:val="0"/>
              </w:rPr>
              <w:t>dstBuffer.length = 260</w:t>
            </w:r>
          </w:p>
          <w:p w:rsidR="00714EBB" w:rsidRPr="00870ED0" w:rsidRDefault="00714EBB">
            <w:pPr>
              <w:pStyle w:val="PL"/>
              <w:rPr>
                <w:noProof w:val="0"/>
              </w:rPr>
            </w:pPr>
            <w:r w:rsidRPr="00870ED0">
              <w:rPr>
                <w:noProof w:val="0"/>
              </w:rPr>
              <w:t>dstOffset = 260</w:t>
            </w:r>
          </w:p>
          <w:p w:rsidR="00714EBB" w:rsidRPr="00870ED0" w:rsidRDefault="00714EBB">
            <w:pPr>
              <w:pStyle w:val="PL"/>
              <w:rPr>
                <w:rFonts w:ascii="Arial" w:hAnsi="Arial"/>
                <w:b/>
                <w:noProof w:val="0"/>
                <w:sz w:val="18"/>
              </w:rPr>
            </w:pPr>
            <w:r w:rsidRPr="00870ED0">
              <w:rPr>
                <w:noProof w:val="0"/>
              </w:rPr>
              <w:t>dstLength = 0</w:t>
            </w:r>
          </w:p>
        </w:tc>
        <w:tc>
          <w:tcPr>
            <w:tcW w:w="31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0x104</w:t>
            </w:r>
          </w:p>
        </w:tc>
        <w:tc>
          <w:tcPr>
            <w:tcW w:w="212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5.2.2.4</w:t>
      </w:r>
      <w:r w:rsidRPr="00870ED0">
        <w:tab/>
        <w:t>Method findTLV</w:t>
      </w:r>
    </w:p>
    <w:p w:rsidR="00714EBB" w:rsidRPr="00870ED0" w:rsidRDefault="00714EBB">
      <w:r w:rsidRPr="00870ED0">
        <w:t>Test Area Reference: Api_2_Enh_Find</w:t>
      </w:r>
      <w:r w:rsidR="006B5DEB" w:rsidRPr="00870ED0">
        <w:t>.</w:t>
      </w:r>
    </w:p>
    <w:p w:rsidR="00714EBB" w:rsidRPr="00870ED0" w:rsidRDefault="00714EBB" w:rsidP="00714EBB">
      <w:pPr>
        <w:pStyle w:val="Heading5"/>
      </w:pPr>
      <w:r w:rsidRPr="00870ED0">
        <w:t>5.2.2.4.1</w:t>
      </w:r>
      <w:r w:rsidRPr="00870ED0">
        <w:tab/>
        <w:t>Conformance requirement</w:t>
      </w:r>
    </w:p>
    <w:p w:rsidR="00714EBB" w:rsidRPr="00870ED0" w:rsidRDefault="00714EBB">
      <w:pPr>
        <w:keepNext/>
        <w:keepLines/>
      </w:pPr>
      <w:r w:rsidRPr="00870ED0">
        <w:t>The method with following header shall be compliant to its definition in the API.</w:t>
      </w:r>
    </w:p>
    <w:p w:rsidR="00714EBB" w:rsidRPr="00870ED0" w:rsidRDefault="00714EBB">
      <w:pPr>
        <w:pStyle w:val="PL"/>
        <w:keepNext/>
        <w:keepLines/>
        <w:rPr>
          <w:noProof w:val="0"/>
        </w:rPr>
      </w:pPr>
      <w:r w:rsidRPr="00870ED0">
        <w:rPr>
          <w:noProof w:val="0"/>
        </w:rPr>
        <w:t>public byte findTLV(byte tag,</w:t>
      </w:r>
    </w:p>
    <w:p w:rsidR="00714EBB" w:rsidRPr="00870ED0" w:rsidRDefault="00714EBB">
      <w:pPr>
        <w:pStyle w:val="PL"/>
        <w:keepNext/>
        <w:keepLines/>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5.2.2.4.1.1</w:t>
      </w:r>
      <w:r w:rsidRPr="00870ED0">
        <w:tab/>
        <w:t>Normal execution</w:t>
      </w:r>
    </w:p>
    <w:p w:rsidR="00714EBB" w:rsidRPr="00870ED0" w:rsidRDefault="00714EBB">
      <w:r w:rsidRPr="00870ED0">
        <w:t>Looks for the indicated occurrence of a TLV element from the beginning of the TLV list (handler buffer):</w:t>
      </w:r>
    </w:p>
    <w:p w:rsidR="00714EBB" w:rsidRPr="00870ED0" w:rsidRDefault="00714EBB">
      <w:pPr>
        <w:pStyle w:val="B1"/>
      </w:pPr>
      <w:r w:rsidRPr="00870ED0">
        <w:t>CRRN1: the method is successful if the required occurrence exists then the corresponding TLV becomes current.</w:t>
      </w:r>
    </w:p>
    <w:p w:rsidR="00714EBB" w:rsidRPr="00870ED0" w:rsidRDefault="00714EBB">
      <w:pPr>
        <w:pStyle w:val="B1"/>
      </w:pPr>
      <w:r w:rsidRPr="00870ED0">
        <w:t>CRRN2: if the method is successful then it returns TLV_FOUND_CR_SET when Comprehension Required flag is set.</w:t>
      </w:r>
    </w:p>
    <w:p w:rsidR="00714EBB" w:rsidRPr="00870ED0" w:rsidRDefault="00714EBB">
      <w:pPr>
        <w:pStyle w:val="B1"/>
      </w:pPr>
      <w:r w:rsidRPr="00870ED0">
        <w:t>CRRN3: if the method is successful then it returns TLV_FOUND_CR_NOT_SET when Comprehension Required flag is not set.</w:t>
      </w:r>
    </w:p>
    <w:p w:rsidR="00714EBB" w:rsidRPr="00870ED0" w:rsidRDefault="00714EBB">
      <w:pPr>
        <w:pStyle w:val="B1"/>
      </w:pPr>
      <w:r w:rsidRPr="00870ED0">
        <w:t>CRRN4: if the required occurrence of the TLV element does not exist, the current TLV is no longer defined and TLV_NOT_FOUND is returned.</w:t>
      </w:r>
    </w:p>
    <w:p w:rsidR="00714EBB" w:rsidRPr="00870ED0" w:rsidRDefault="00714EBB">
      <w:pPr>
        <w:pStyle w:val="B1"/>
      </w:pPr>
      <w:r w:rsidRPr="00870ED0">
        <w:t>CRRN5: The search method is comprehension required flag independent.</w:t>
      </w:r>
    </w:p>
    <w:p w:rsidR="00714EBB" w:rsidRPr="00870ED0" w:rsidRDefault="00714EBB">
      <w:pPr>
        <w:pStyle w:val="H6"/>
        <w:outlineLvl w:val="0"/>
      </w:pPr>
      <w:r w:rsidRPr="00870ED0">
        <w:t>5.2.2.4.1.2</w:t>
      </w:r>
      <w:r w:rsidRPr="00870ED0">
        <w:tab/>
        <w:t>Parameter errors</w:t>
      </w:r>
    </w:p>
    <w:p w:rsidR="00714EBB" w:rsidRPr="00870ED0" w:rsidRDefault="00714EBB">
      <w:pPr>
        <w:pStyle w:val="B1"/>
      </w:pPr>
      <w:r w:rsidRPr="00870ED0">
        <w:t>CRRP1: if an input parameter is not valid (e.g. occurrence = 0) an instance of ToolkitException shall be thrown. The reason code shall be ToolkitException.BAD_INPUT_PARAMETER</w:t>
      </w:r>
      <w:r w:rsidR="003E157E" w:rsidRPr="00870ED0">
        <w:t>.</w:t>
      </w:r>
    </w:p>
    <w:p w:rsidR="00714EBB" w:rsidRPr="00870ED0" w:rsidRDefault="00714EBB">
      <w:pPr>
        <w:pStyle w:val="H6"/>
        <w:outlineLvl w:val="0"/>
      </w:pPr>
      <w:r w:rsidRPr="00870ED0">
        <w:t>5.2.2.4.1.3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714EBB">
      <w:pPr>
        <w:pStyle w:val="Heading5"/>
      </w:pPr>
      <w:r w:rsidRPr="00870ED0">
        <w:t>5.2.2.4.2</w:t>
      </w:r>
      <w:r w:rsidRPr="00870ED0">
        <w:tab/>
        <w:t>Test area files</w:t>
      </w:r>
    </w:p>
    <w:p w:rsidR="00714EBB" w:rsidRPr="00870ED0" w:rsidRDefault="00714EBB">
      <w:r w:rsidRPr="00870ED0">
        <w:t>Specific triggering: Unrecognized Envelope</w:t>
      </w:r>
      <w:r w:rsidR="006B5DEB" w:rsidRPr="00870ED0">
        <w:t>:</w:t>
      </w:r>
    </w:p>
    <w:p w:rsidR="00714EBB" w:rsidRPr="00870ED0" w:rsidRDefault="00714EBB" w:rsidP="00714EBB">
      <w:pPr>
        <w:pStyle w:val="EX"/>
      </w:pPr>
      <w:r w:rsidRPr="00870ED0">
        <w:t>Test Source:</w:t>
      </w:r>
      <w:r w:rsidRPr="00870ED0">
        <w:tab/>
        <w:t>Test_Api_2_Enh_Find.java.</w:t>
      </w:r>
    </w:p>
    <w:p w:rsidR="00714EBB" w:rsidRPr="00870ED0" w:rsidRDefault="00714EBB" w:rsidP="00714EBB">
      <w:pPr>
        <w:pStyle w:val="EX"/>
      </w:pPr>
      <w:r w:rsidRPr="00870ED0">
        <w:t xml:space="preserve">Test Applet: </w:t>
      </w:r>
      <w:r w:rsidRPr="00870ED0">
        <w:tab/>
        <w:t>Api_2_Enh_Find_1.java.</w:t>
      </w:r>
    </w:p>
    <w:p w:rsidR="00714EBB" w:rsidRPr="00870ED0" w:rsidRDefault="00714EBB" w:rsidP="00714EBB">
      <w:pPr>
        <w:pStyle w:val="EX"/>
      </w:pPr>
      <w:r w:rsidRPr="00870ED0">
        <w:t>Cap File:</w:t>
      </w:r>
      <w:r w:rsidRPr="00870ED0">
        <w:tab/>
        <w:t>api_2_enh_find.cap.</w:t>
      </w:r>
    </w:p>
    <w:p w:rsidR="00714EBB" w:rsidRPr="00870ED0" w:rsidRDefault="00714EBB" w:rsidP="00714EBB">
      <w:pPr>
        <w:pStyle w:val="Heading5"/>
      </w:pPr>
      <w:r w:rsidRPr="00870ED0">
        <w:lastRenderedPageBreak/>
        <w:t>5.2.2.4.3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rsidP="00714EBB">
            <w:pPr>
              <w:pStyle w:val="TAH"/>
            </w:pPr>
            <w:r w:rsidRPr="00870ED0">
              <w:t>CRR number</w:t>
            </w:r>
          </w:p>
        </w:tc>
        <w:tc>
          <w:tcPr>
            <w:tcW w:w="3090" w:type="dxa"/>
          </w:tcPr>
          <w:p w:rsidR="00714EBB" w:rsidRPr="00870ED0" w:rsidRDefault="00714EBB" w:rsidP="00714EBB">
            <w:pPr>
              <w:pStyle w:val="TAH"/>
            </w:pPr>
            <w:r w:rsidRPr="00870ED0">
              <w:t>Test case number</w:t>
            </w:r>
          </w:p>
        </w:tc>
      </w:tr>
      <w:tr w:rsidR="00714EBB" w:rsidRPr="00870ED0" w:rsidTr="00714EBB">
        <w:trPr>
          <w:jc w:val="center"/>
        </w:trPr>
        <w:tc>
          <w:tcPr>
            <w:tcW w:w="1299" w:type="dxa"/>
          </w:tcPr>
          <w:p w:rsidR="00714EBB" w:rsidRPr="00870ED0" w:rsidRDefault="00714EBB" w:rsidP="00714EBB">
            <w:pPr>
              <w:pStyle w:val="TAC"/>
            </w:pPr>
            <w:r w:rsidRPr="00870ED0">
              <w:t>N1</w:t>
            </w:r>
          </w:p>
        </w:tc>
        <w:tc>
          <w:tcPr>
            <w:tcW w:w="3090" w:type="dxa"/>
          </w:tcPr>
          <w:p w:rsidR="00714EBB" w:rsidRPr="00870ED0" w:rsidRDefault="00714EBB" w:rsidP="00714EBB">
            <w:pPr>
              <w:pStyle w:val="TAC"/>
            </w:pPr>
            <w:r w:rsidRPr="00870ED0">
              <w:t>3, 5</w:t>
            </w:r>
          </w:p>
        </w:tc>
      </w:tr>
      <w:tr w:rsidR="00714EBB" w:rsidRPr="00870ED0" w:rsidTr="00714EBB">
        <w:trPr>
          <w:jc w:val="center"/>
        </w:trPr>
        <w:tc>
          <w:tcPr>
            <w:tcW w:w="1299" w:type="dxa"/>
          </w:tcPr>
          <w:p w:rsidR="00714EBB" w:rsidRPr="00870ED0" w:rsidRDefault="00714EBB" w:rsidP="00714EBB">
            <w:pPr>
              <w:pStyle w:val="TAC"/>
            </w:pPr>
            <w:r w:rsidRPr="00870ED0">
              <w:t>N2</w:t>
            </w:r>
          </w:p>
        </w:tc>
        <w:tc>
          <w:tcPr>
            <w:tcW w:w="3090" w:type="dxa"/>
          </w:tcPr>
          <w:p w:rsidR="00714EBB" w:rsidRPr="00870ED0" w:rsidRDefault="00714EBB" w:rsidP="00714EBB">
            <w:pPr>
              <w:pStyle w:val="TAC"/>
            </w:pPr>
            <w:r w:rsidRPr="00870ED0">
              <w:t>2, 4</w:t>
            </w:r>
          </w:p>
        </w:tc>
      </w:tr>
      <w:tr w:rsidR="00714EBB" w:rsidRPr="00870ED0" w:rsidTr="00714EBB">
        <w:trPr>
          <w:jc w:val="center"/>
        </w:trPr>
        <w:tc>
          <w:tcPr>
            <w:tcW w:w="1299" w:type="dxa"/>
          </w:tcPr>
          <w:p w:rsidR="00714EBB" w:rsidRPr="00870ED0" w:rsidRDefault="00714EBB" w:rsidP="00714EBB">
            <w:pPr>
              <w:pStyle w:val="TAC"/>
            </w:pPr>
            <w:r w:rsidRPr="00870ED0">
              <w:t>N3</w:t>
            </w:r>
          </w:p>
        </w:tc>
        <w:tc>
          <w:tcPr>
            <w:tcW w:w="3090" w:type="dxa"/>
          </w:tcPr>
          <w:p w:rsidR="00714EBB" w:rsidRPr="00870ED0" w:rsidRDefault="00714EBB" w:rsidP="00714EBB">
            <w:pPr>
              <w:pStyle w:val="TAC"/>
            </w:pPr>
            <w:r w:rsidRPr="00870ED0">
              <w:t>10, 11</w:t>
            </w:r>
          </w:p>
        </w:tc>
      </w:tr>
      <w:tr w:rsidR="00714EBB" w:rsidRPr="00870ED0" w:rsidTr="00714EBB">
        <w:trPr>
          <w:jc w:val="center"/>
        </w:trPr>
        <w:tc>
          <w:tcPr>
            <w:tcW w:w="1299" w:type="dxa"/>
          </w:tcPr>
          <w:p w:rsidR="00714EBB" w:rsidRPr="00870ED0" w:rsidRDefault="00714EBB" w:rsidP="00714EBB">
            <w:pPr>
              <w:pStyle w:val="TAC"/>
            </w:pPr>
            <w:r w:rsidRPr="00870ED0">
              <w:t>N4</w:t>
            </w:r>
          </w:p>
        </w:tc>
        <w:tc>
          <w:tcPr>
            <w:tcW w:w="3090" w:type="dxa"/>
          </w:tcPr>
          <w:p w:rsidR="00714EBB" w:rsidRPr="00870ED0" w:rsidRDefault="00714EBB" w:rsidP="00714EBB">
            <w:pPr>
              <w:pStyle w:val="TAC"/>
            </w:pPr>
            <w:r w:rsidRPr="00870ED0">
              <w:t>6, 7, 8, 9</w:t>
            </w:r>
          </w:p>
        </w:tc>
      </w:tr>
      <w:tr w:rsidR="00714EBB" w:rsidRPr="00870ED0" w:rsidTr="00714EBB">
        <w:trPr>
          <w:jc w:val="center"/>
        </w:trPr>
        <w:tc>
          <w:tcPr>
            <w:tcW w:w="1299" w:type="dxa"/>
          </w:tcPr>
          <w:p w:rsidR="00714EBB" w:rsidRPr="00870ED0" w:rsidRDefault="00714EBB" w:rsidP="00714EBB">
            <w:pPr>
              <w:pStyle w:val="TAC"/>
            </w:pPr>
            <w:r w:rsidRPr="00870ED0">
              <w:t>N5</w:t>
            </w:r>
          </w:p>
        </w:tc>
        <w:tc>
          <w:tcPr>
            <w:tcW w:w="3090" w:type="dxa"/>
          </w:tcPr>
          <w:p w:rsidR="00714EBB" w:rsidRPr="00870ED0" w:rsidRDefault="00714EBB" w:rsidP="00714EBB">
            <w:pPr>
              <w:pStyle w:val="TAC"/>
            </w:pPr>
            <w:r w:rsidRPr="00870ED0">
              <w:t>12, 13</w:t>
            </w:r>
          </w:p>
        </w:tc>
      </w:tr>
      <w:tr w:rsidR="00714EBB" w:rsidRPr="00870ED0" w:rsidTr="00714EBB">
        <w:trPr>
          <w:jc w:val="center"/>
        </w:trPr>
        <w:tc>
          <w:tcPr>
            <w:tcW w:w="1299" w:type="dxa"/>
          </w:tcPr>
          <w:p w:rsidR="00714EBB" w:rsidRPr="00870ED0" w:rsidRDefault="00714EBB" w:rsidP="00714EBB">
            <w:pPr>
              <w:pStyle w:val="TAC"/>
            </w:pPr>
            <w:r w:rsidRPr="00870ED0">
              <w:t>P1</w:t>
            </w:r>
          </w:p>
        </w:tc>
        <w:tc>
          <w:tcPr>
            <w:tcW w:w="3090" w:type="dxa"/>
          </w:tcPr>
          <w:p w:rsidR="00714EBB" w:rsidRPr="00870ED0" w:rsidRDefault="00714EBB" w:rsidP="00714EBB">
            <w:pPr>
              <w:pStyle w:val="TAC"/>
            </w:pPr>
            <w:r w:rsidRPr="00870ED0">
              <w:t>1</w:t>
            </w:r>
          </w:p>
        </w:tc>
      </w:tr>
      <w:tr w:rsidR="00714EBB" w:rsidRPr="00870ED0" w:rsidTr="00714EBB">
        <w:trPr>
          <w:jc w:val="center"/>
        </w:trPr>
        <w:tc>
          <w:tcPr>
            <w:tcW w:w="1299" w:type="dxa"/>
          </w:tcPr>
          <w:p w:rsidR="00714EBB" w:rsidRPr="00870ED0" w:rsidRDefault="00714EBB" w:rsidP="00714EBB">
            <w:pPr>
              <w:pStyle w:val="TAC"/>
            </w:pPr>
            <w:r w:rsidRPr="00870ED0">
              <w:t>C1</w:t>
            </w:r>
          </w:p>
        </w:tc>
        <w:tc>
          <w:tcPr>
            <w:tcW w:w="3090" w:type="dxa"/>
          </w:tcPr>
          <w:p w:rsidR="00714EBB" w:rsidRPr="00870ED0" w:rsidRDefault="00714EBB" w:rsidP="00714EBB">
            <w:pPr>
              <w:pStyle w:val="TAC"/>
            </w:pPr>
            <w:r w:rsidRPr="00870ED0">
              <w:t>Not testable</w:t>
            </w:r>
          </w:p>
        </w:tc>
      </w:tr>
    </w:tbl>
    <w:p w:rsidR="00714EBB" w:rsidRPr="00870ED0" w:rsidRDefault="00714EBB" w:rsidP="00714EBB"/>
    <w:p w:rsidR="00714EBB" w:rsidRPr="00870ED0" w:rsidRDefault="00714EBB" w:rsidP="00714EBB">
      <w:pPr>
        <w:pStyle w:val="Heading5"/>
      </w:pPr>
      <w:r w:rsidRPr="00870ED0">
        <w:t>5.2.2.4.4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L"/>
              <w:keepNext w:val="0"/>
              <w:keepLines w:val="0"/>
            </w:pPr>
            <w:r w:rsidRPr="00870ED0">
              <w:t>Trigger the applet with Unrecognized Envelope including:</w:t>
            </w:r>
          </w:p>
          <w:p w:rsidR="00714EBB" w:rsidRPr="00870ED0" w:rsidRDefault="00714EBB">
            <w:pPr>
              <w:pStyle w:val="TAL"/>
              <w:keepNext w:val="0"/>
              <w:keepLines w:val="0"/>
            </w:pPr>
            <w:r w:rsidRPr="00870ED0">
              <w:t>Tag 82, tag 86, tag 8B, tag 02 and tag 04</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w:t>
            </w:r>
          </w:p>
        </w:tc>
        <w:tc>
          <w:tcPr>
            <w:tcW w:w="4111" w:type="dxa"/>
            <w:tcBorders>
              <w:top w:val="single" w:sz="4" w:space="0" w:color="808080"/>
            </w:tcBorders>
          </w:tcPr>
          <w:p w:rsidR="00714EBB" w:rsidRPr="00870ED0" w:rsidRDefault="00714EBB">
            <w:pPr>
              <w:pStyle w:val="TAH"/>
              <w:keepNext w:val="0"/>
              <w:keepLines w:val="0"/>
            </w:pPr>
            <w:r w:rsidRPr="00870ED0">
              <w:t>Invalid input parameter</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Occurrence = 0</w:t>
            </w:r>
          </w:p>
          <w:p w:rsidR="00714EBB" w:rsidRPr="00870ED0" w:rsidRDefault="00714EBB">
            <w:pPr>
              <w:pStyle w:val="TAL"/>
              <w:keepNext w:val="0"/>
              <w:keepLines w:val="0"/>
            </w:pPr>
          </w:p>
        </w:tc>
        <w:tc>
          <w:tcPr>
            <w:tcW w:w="2835" w:type="dxa"/>
            <w:tcBorders>
              <w:top w:val="single" w:sz="4" w:space="0" w:color="808080"/>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w:t>
            </w:r>
          </w:p>
        </w:tc>
        <w:tc>
          <w:tcPr>
            <w:tcW w:w="4111" w:type="dxa"/>
            <w:tcBorders>
              <w:top w:val="single" w:sz="4" w:space="0" w:color="808080"/>
              <w:bottom w:val="nil"/>
            </w:tcBorders>
          </w:tcPr>
          <w:p w:rsidR="00714EBB" w:rsidRPr="00870ED0" w:rsidRDefault="00714EBB">
            <w:pPr>
              <w:pStyle w:val="TAH"/>
              <w:keepNext w:val="0"/>
              <w:keepLines w:val="0"/>
            </w:pPr>
            <w:r w:rsidRPr="00870ED0">
              <w:t>Search 1st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Result is 0x02</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4</w:t>
            </w:r>
          </w:p>
        </w:tc>
        <w:tc>
          <w:tcPr>
            <w:tcW w:w="4111" w:type="dxa"/>
            <w:tcBorders>
              <w:top w:val="single" w:sz="4" w:space="0" w:color="808080"/>
              <w:bottom w:val="nil"/>
            </w:tcBorders>
          </w:tcPr>
          <w:p w:rsidR="00714EBB" w:rsidRPr="00870ED0" w:rsidRDefault="00714EBB">
            <w:pPr>
              <w:pStyle w:val="TAH"/>
              <w:keepNext w:val="0"/>
              <w:keepLines w:val="0"/>
            </w:pPr>
            <w:r w:rsidRPr="00870ED0">
              <w:t>Search 2nd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06h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Result is 0x05h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trHeight w:val="1006"/>
          <w:jc w:val="center"/>
        </w:trPr>
        <w:tc>
          <w:tcPr>
            <w:tcW w:w="425" w:type="dxa"/>
            <w:tcBorders>
              <w:top w:val="single" w:sz="4" w:space="0" w:color="808080"/>
            </w:tcBorders>
          </w:tcPr>
          <w:p w:rsidR="00714EBB" w:rsidRPr="00870ED0" w:rsidRDefault="00714EBB">
            <w:pPr>
              <w:pStyle w:val="TAC"/>
            </w:pPr>
            <w:r w:rsidRPr="00870ED0">
              <w:t>6</w:t>
            </w:r>
          </w:p>
        </w:tc>
        <w:tc>
          <w:tcPr>
            <w:tcW w:w="4111" w:type="dxa"/>
            <w:tcBorders>
              <w:top w:val="single" w:sz="4" w:space="0" w:color="808080"/>
            </w:tcBorders>
          </w:tcPr>
          <w:p w:rsidR="00714EBB" w:rsidRPr="00870ED0" w:rsidRDefault="00714EBB">
            <w:pPr>
              <w:pStyle w:val="TAH"/>
            </w:pPr>
            <w:r w:rsidRPr="00870ED0">
              <w:t>Select a TLV (tag 02h)</w:t>
            </w:r>
          </w:p>
          <w:p w:rsidR="00714EBB" w:rsidRPr="00870ED0" w:rsidRDefault="00714EBB">
            <w:pPr>
              <w:pStyle w:val="TAH"/>
            </w:pPr>
            <w:r w:rsidRPr="00870ED0">
              <w:t>Search a wrong tag</w:t>
            </w:r>
          </w:p>
          <w:p w:rsidR="00714EBB" w:rsidRPr="00870ED0" w:rsidRDefault="00714EBB">
            <w:pPr>
              <w:pStyle w:val="PL"/>
              <w:keepNext/>
              <w:keepLines/>
              <w:rPr>
                <w:noProof w:val="0"/>
              </w:rPr>
            </w:pPr>
            <w:r w:rsidRPr="00870ED0">
              <w:rPr>
                <w:noProof w:val="0"/>
              </w:rPr>
              <w:t>findTLV()</w:t>
            </w:r>
          </w:p>
          <w:p w:rsidR="00714EBB" w:rsidRPr="00870ED0" w:rsidRDefault="00714EBB">
            <w:pPr>
              <w:pStyle w:val="PL"/>
              <w:keepNext/>
              <w:keepLines/>
              <w:rPr>
                <w:noProof w:val="0"/>
              </w:rPr>
            </w:pPr>
            <w:r w:rsidRPr="00870ED0">
              <w:rPr>
                <w:noProof w:val="0"/>
              </w:rPr>
              <w:t>Tag = 03h</w:t>
            </w:r>
          </w:p>
          <w:p w:rsidR="00714EBB" w:rsidRPr="00870ED0" w:rsidRDefault="00714EBB" w:rsidP="00714EBB">
            <w:pPr>
              <w:pStyle w:val="PL"/>
              <w:keepNext/>
              <w:keepLines/>
              <w:rPr>
                <w:noProof w:val="0"/>
              </w:rPr>
            </w:pPr>
            <w:r w:rsidRPr="00870ED0">
              <w:rPr>
                <w:noProof w:val="0"/>
              </w:rPr>
              <w:t>Occurrence = 1</w:t>
            </w:r>
          </w:p>
        </w:tc>
        <w:tc>
          <w:tcPr>
            <w:tcW w:w="2835" w:type="dxa"/>
            <w:tcBorders>
              <w:top w:val="single" w:sz="4" w:space="0" w:color="808080"/>
            </w:tcBorders>
          </w:tcPr>
          <w:p w:rsidR="00714EBB" w:rsidRPr="00870ED0" w:rsidRDefault="00714EBB" w:rsidP="00714EBB">
            <w:pPr>
              <w:pStyle w:val="TAL"/>
            </w:pPr>
          </w:p>
          <w:p w:rsidR="00714EBB" w:rsidRPr="00870ED0" w:rsidRDefault="00714EBB" w:rsidP="00714EBB">
            <w:pPr>
              <w:pStyle w:val="TAL"/>
            </w:pPr>
            <w:r w:rsidRPr="00870ED0">
              <w:t>Result is TLV_NOT_FOUND</w:t>
            </w:r>
          </w:p>
        </w:tc>
        <w:tc>
          <w:tcPr>
            <w:tcW w:w="2410" w:type="dxa"/>
            <w:tcBorders>
              <w:top w:val="single" w:sz="4" w:space="0" w:color="808080"/>
            </w:tcBorders>
          </w:tcPr>
          <w:p w:rsidR="00714EBB" w:rsidRPr="00870ED0" w:rsidRDefault="00714EB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7</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8</w:t>
            </w:r>
          </w:p>
        </w:tc>
        <w:tc>
          <w:tcPr>
            <w:tcW w:w="4111" w:type="dxa"/>
            <w:tcBorders>
              <w:top w:val="single" w:sz="4" w:space="0" w:color="808080"/>
              <w:bottom w:val="nil"/>
            </w:tcBorders>
          </w:tcPr>
          <w:p w:rsidR="00714EBB" w:rsidRPr="00870ED0" w:rsidRDefault="00714EBB">
            <w:pPr>
              <w:pStyle w:val="TAH"/>
              <w:keepNext w:val="0"/>
              <w:keepLines w:val="0"/>
            </w:pPr>
            <w:r w:rsidRPr="00870ED0">
              <w:t>Search a tag with wrong occurrence</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3</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TLV_NOT_FOUND</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9</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11</w:t>
            </w:r>
          </w:p>
        </w:tc>
        <w:tc>
          <w:tcPr>
            <w:tcW w:w="4111" w:type="dxa"/>
            <w:tcBorders>
              <w:top w:val="single" w:sz="4" w:space="0" w:color="808080"/>
              <w:bottom w:val="nil"/>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04h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nil"/>
            </w:tcBorders>
          </w:tcPr>
          <w:p w:rsidR="00714EBB" w:rsidRPr="00870ED0" w:rsidRDefault="00714EBB">
            <w:pPr>
              <w:pStyle w:val="TAC"/>
              <w:keepNext w:val="0"/>
              <w:keepLines w:val="0"/>
            </w:pPr>
            <w:r w:rsidRPr="00870ED0">
              <w:t>12</w:t>
            </w:r>
          </w:p>
        </w:tc>
        <w:tc>
          <w:tcPr>
            <w:tcW w:w="4111" w:type="dxa"/>
            <w:tcBorders>
              <w:top w:val="single" w:sz="4" w:space="0" w:color="auto"/>
              <w:bottom w:val="nil"/>
            </w:tcBorders>
          </w:tcPr>
          <w:p w:rsidR="00714EBB" w:rsidRPr="00870ED0" w:rsidRDefault="00714EBB">
            <w:pPr>
              <w:pStyle w:val="TAH"/>
              <w:keepNext w:val="0"/>
              <w:keepLines w:val="0"/>
            </w:pPr>
            <w:r w:rsidRPr="00870ED0">
              <w:t>Search tag 86h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86h</w:t>
            </w:r>
          </w:p>
          <w:p w:rsidR="00714EBB" w:rsidRPr="00870ED0" w:rsidRDefault="00714EBB">
            <w:pPr>
              <w:pStyle w:val="PL"/>
              <w:rPr>
                <w:noProof w:val="0"/>
              </w:rPr>
            </w:pPr>
            <w:r w:rsidRPr="00870ED0">
              <w:rPr>
                <w:noProof w:val="0"/>
              </w:rPr>
              <w:t>Occurrence = 1</w:t>
            </w:r>
          </w:p>
        </w:tc>
        <w:tc>
          <w:tcPr>
            <w:tcW w:w="2835" w:type="dxa"/>
            <w:tcBorders>
              <w:top w:val="single" w:sz="4" w:space="0" w:color="auto"/>
              <w:bottom w:val="nil"/>
            </w:tcBorders>
          </w:tcPr>
          <w:p w:rsidR="00714EBB" w:rsidRPr="00870ED0" w:rsidRDefault="00714EBB">
            <w:pPr>
              <w:pStyle w:val="TAL"/>
              <w:keepNext w:val="0"/>
              <w:keepLines w:val="0"/>
            </w:pPr>
            <w:r w:rsidRPr="00870ED0">
              <w:t>Result is TLV_FOUND_CR_SET</w:t>
            </w:r>
          </w:p>
        </w:tc>
        <w:tc>
          <w:tcPr>
            <w:tcW w:w="2410" w:type="dxa"/>
            <w:tcBorders>
              <w:top w:val="single" w:sz="4" w:space="0" w:color="auto"/>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Search tag 84h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Occurrence = 1</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714EBB">
      <w:pPr>
        <w:pStyle w:val="Heading4"/>
      </w:pPr>
      <w:r w:rsidRPr="00870ED0">
        <w:lastRenderedPageBreak/>
        <w:t>5.2.2.5</w:t>
      </w:r>
      <w:r w:rsidRPr="00870ED0">
        <w:tab/>
        <w:t>Method getValueLength</w:t>
      </w:r>
    </w:p>
    <w:p w:rsidR="00714EBB" w:rsidRPr="00870ED0" w:rsidRDefault="00714EBB" w:rsidP="00714EBB">
      <w:pPr>
        <w:keepNext/>
        <w:keepLines/>
      </w:pPr>
      <w:r w:rsidRPr="00870ED0">
        <w:t>Test Area Reference: Api_2_Enh_Gvle.</w:t>
      </w:r>
    </w:p>
    <w:p w:rsidR="00714EBB" w:rsidRPr="00870ED0" w:rsidRDefault="00714EBB" w:rsidP="00714EBB">
      <w:pPr>
        <w:pStyle w:val="Heading5"/>
      </w:pPr>
      <w:r w:rsidRPr="00870ED0">
        <w:t>5.2.2.5.1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5.2.2.5.1.1</w:t>
      </w:r>
      <w:r w:rsidRPr="00870ED0">
        <w:tab/>
        <w:t>Normal execution</w:t>
      </w:r>
    </w:p>
    <w:p w:rsidR="00714EBB" w:rsidRPr="00870ED0" w:rsidRDefault="00714EBB">
      <w:pPr>
        <w:pStyle w:val="B1"/>
      </w:pPr>
      <w:r w:rsidRPr="00870ED0">
        <w:t>CRRN1: gets and returns the binary length of the value field for the last TLV element which has been found in the handler.</w:t>
      </w:r>
    </w:p>
    <w:p w:rsidR="00714EBB" w:rsidRPr="00870ED0" w:rsidRDefault="00714EBB">
      <w:pPr>
        <w:pStyle w:val="H6"/>
        <w:outlineLvl w:val="0"/>
      </w:pPr>
      <w:r w:rsidRPr="00870ED0">
        <w:t>5.2.2.5.1.2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5.2.2.5.1.3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714EBB">
      <w:pPr>
        <w:pStyle w:val="Heading5"/>
      </w:pPr>
      <w:r w:rsidRPr="00870ED0">
        <w:t>5.2.2.5.2</w:t>
      </w:r>
      <w:r w:rsidRPr="00870ED0">
        <w:tab/>
        <w:t>Test area files</w:t>
      </w:r>
    </w:p>
    <w:p w:rsidR="00714EBB" w:rsidRPr="00870ED0" w:rsidRDefault="00714EBB">
      <w:r w:rsidRPr="00870ED0">
        <w:t>Specific triggering: Unrecognized Envelope</w:t>
      </w:r>
      <w:r w:rsidR="006B5DEB" w:rsidRPr="00870ED0">
        <w:t>:</w:t>
      </w:r>
    </w:p>
    <w:p w:rsidR="00714EBB" w:rsidRPr="00870ED0" w:rsidRDefault="00714EBB" w:rsidP="00714EBB">
      <w:pPr>
        <w:pStyle w:val="EX"/>
      </w:pPr>
      <w:r w:rsidRPr="00870ED0">
        <w:t>Test source:</w:t>
      </w:r>
      <w:r w:rsidRPr="00870ED0">
        <w:tab/>
        <w:t>Test_Api_2_Enh_Gvle.java.</w:t>
      </w:r>
    </w:p>
    <w:p w:rsidR="00714EBB" w:rsidRPr="00870ED0" w:rsidRDefault="00714EBB" w:rsidP="00714EBB">
      <w:pPr>
        <w:pStyle w:val="EX"/>
      </w:pPr>
      <w:r w:rsidRPr="00870ED0">
        <w:t>Test Applet:</w:t>
      </w:r>
      <w:r w:rsidRPr="00870ED0">
        <w:tab/>
        <w:t>Api_2_Enh_Gvle_1.java.</w:t>
      </w:r>
    </w:p>
    <w:p w:rsidR="00714EBB" w:rsidRPr="00870ED0" w:rsidRDefault="00714EBB" w:rsidP="00714EBB">
      <w:pPr>
        <w:pStyle w:val="EX"/>
      </w:pPr>
      <w:r w:rsidRPr="00870ED0">
        <w:t>Cap File:</w:t>
      </w:r>
      <w:r w:rsidRPr="00870ED0">
        <w:tab/>
        <w:t>api_2_enh_gvle.cap.</w:t>
      </w:r>
    </w:p>
    <w:p w:rsidR="00714EBB" w:rsidRPr="00870ED0" w:rsidRDefault="00714EBB" w:rsidP="00714EBB">
      <w:pPr>
        <w:pStyle w:val="Heading5"/>
      </w:pPr>
      <w:r w:rsidRPr="00870ED0">
        <w:t>5.2.2.5.3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2, 3, 4</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1</w:t>
            </w:r>
          </w:p>
        </w:tc>
      </w:tr>
    </w:tbl>
    <w:p w:rsidR="00714EBB" w:rsidRPr="00870ED0" w:rsidRDefault="00714EBB" w:rsidP="00714EBB"/>
    <w:p w:rsidR="00714EBB" w:rsidRPr="00870ED0" w:rsidRDefault="00714EBB" w:rsidP="00714EBB">
      <w:pPr>
        <w:pStyle w:val="Heading5"/>
      </w:pPr>
      <w:r w:rsidRPr="00870ED0">
        <w:t>5.2.2.5.4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L"/>
              <w:keepNext w:val="0"/>
              <w:keepLines w:val="0"/>
            </w:pPr>
            <w:r w:rsidRPr="00870ED0">
              <w:t>Fill the Unrecognized envelope with TLV: Tag 02, length 02, Tag 06, length 05, Tag 0B, length 24, Tag 33, Length C8</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w:t>
            </w:r>
          </w:p>
        </w:tc>
        <w:tc>
          <w:tcPr>
            <w:tcW w:w="4111" w:type="dxa"/>
            <w:tcBorders>
              <w:top w:val="single" w:sz="4" w:space="0" w:color="808080"/>
            </w:tcBorders>
          </w:tcPr>
          <w:p w:rsidR="00714EBB" w:rsidRPr="00870ED0" w:rsidRDefault="00714EBB">
            <w:pPr>
              <w:pStyle w:val="TAH"/>
              <w:keepNext w:val="0"/>
              <w:keepLines w:val="0"/>
            </w:pPr>
            <w:r w:rsidRPr="00870ED0">
              <w:t>getValueLength()</w:t>
            </w:r>
          </w:p>
          <w:p w:rsidR="00714EBB" w:rsidRPr="00870ED0" w:rsidRDefault="00714EBB">
            <w:pPr>
              <w:pStyle w:val="TAL"/>
              <w:keepNext w:val="0"/>
              <w:keepLines w:val="0"/>
            </w:pPr>
          </w:p>
        </w:tc>
        <w:tc>
          <w:tcPr>
            <w:tcW w:w="2835" w:type="dxa"/>
            <w:tcBorders>
              <w:top w:val="single" w:sz="4" w:space="0" w:color="808080"/>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trHeight w:val="418"/>
          <w:jc w:val="center"/>
        </w:trPr>
        <w:tc>
          <w:tcPr>
            <w:tcW w:w="425" w:type="dxa"/>
            <w:tcBorders>
              <w:top w:val="single" w:sz="4" w:space="0" w:color="808080"/>
            </w:tcBorders>
          </w:tcPr>
          <w:p w:rsidR="00714EBB" w:rsidRPr="00870ED0" w:rsidRDefault="00714EBB">
            <w:pPr>
              <w:pStyle w:val="TAC"/>
              <w:keepNext w:val="0"/>
              <w:keepLines w:val="0"/>
            </w:pPr>
            <w:r w:rsidRPr="00870ED0">
              <w:t>2</w:t>
            </w:r>
          </w:p>
        </w:tc>
        <w:tc>
          <w:tcPr>
            <w:tcW w:w="4111" w:type="dxa"/>
            <w:tcBorders>
              <w:top w:val="single" w:sz="4" w:space="0" w:color="808080"/>
            </w:tcBorders>
          </w:tcPr>
          <w:p w:rsidR="00714EBB" w:rsidRPr="00870ED0" w:rsidRDefault="00714EBB">
            <w:pPr>
              <w:pStyle w:val="TAH"/>
              <w:keepNext w:val="0"/>
              <w:keepLines w:val="0"/>
            </w:pPr>
            <w:r w:rsidRPr="00870ED0">
              <w:t xml:space="preserve">Search TLV 02h </w:t>
            </w:r>
          </w:p>
          <w:p w:rsidR="00714EBB" w:rsidRPr="00870ED0" w:rsidRDefault="00714EBB" w:rsidP="00714EBB">
            <w:pPr>
              <w:pStyle w:val="PL"/>
              <w:rPr>
                <w:noProof w:val="0"/>
              </w:rPr>
            </w:pPr>
            <w:r w:rsidRPr="00870ED0">
              <w:rPr>
                <w:noProof w:val="0"/>
              </w:rPr>
              <w:t>getValueLength()</w:t>
            </w:r>
          </w:p>
        </w:tc>
        <w:tc>
          <w:tcPr>
            <w:tcW w:w="2835" w:type="dxa"/>
            <w:tcBorders>
              <w:top w:val="single" w:sz="4" w:space="0" w:color="808080"/>
            </w:tcBorders>
          </w:tcPr>
          <w:p w:rsidR="00714EBB" w:rsidRPr="00870ED0" w:rsidRDefault="00714EBB" w:rsidP="00714EBB">
            <w:pPr>
              <w:pStyle w:val="TAL"/>
            </w:pPr>
            <w:r w:rsidRPr="00870ED0">
              <w:t>Result is 0X0002</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trHeight w:val="418"/>
          <w:jc w:val="center"/>
        </w:trPr>
        <w:tc>
          <w:tcPr>
            <w:tcW w:w="425" w:type="dxa"/>
            <w:tcBorders>
              <w:top w:val="single" w:sz="4" w:space="0" w:color="808080"/>
            </w:tcBorders>
          </w:tcPr>
          <w:p w:rsidR="00714EBB" w:rsidRPr="00870ED0" w:rsidRDefault="00714EBB">
            <w:pPr>
              <w:pStyle w:val="TAC"/>
              <w:keepNext w:val="0"/>
              <w:keepLines w:val="0"/>
            </w:pPr>
            <w:r w:rsidRPr="00870ED0">
              <w:t>3</w:t>
            </w:r>
          </w:p>
        </w:tc>
        <w:tc>
          <w:tcPr>
            <w:tcW w:w="4111" w:type="dxa"/>
            <w:tcBorders>
              <w:top w:val="single" w:sz="4" w:space="0" w:color="808080"/>
            </w:tcBorders>
          </w:tcPr>
          <w:p w:rsidR="00714EBB" w:rsidRPr="00870ED0" w:rsidRDefault="00714EBB">
            <w:pPr>
              <w:pStyle w:val="TAH"/>
              <w:keepNext w:val="0"/>
              <w:keepLines w:val="0"/>
            </w:pPr>
            <w:r w:rsidRPr="00870ED0">
              <w:t xml:space="preserve">Search TLV 0Bh </w:t>
            </w:r>
          </w:p>
          <w:p w:rsidR="00714EBB" w:rsidRPr="00870ED0" w:rsidRDefault="00714EBB" w:rsidP="00714EBB">
            <w:pPr>
              <w:pStyle w:val="PL"/>
              <w:rPr>
                <w:noProof w:val="0"/>
              </w:rPr>
            </w:pPr>
            <w:r w:rsidRPr="00870ED0">
              <w:rPr>
                <w:noProof w:val="0"/>
              </w:rPr>
              <w:t>getValueLength()</w:t>
            </w:r>
          </w:p>
        </w:tc>
        <w:tc>
          <w:tcPr>
            <w:tcW w:w="2835" w:type="dxa"/>
            <w:tcBorders>
              <w:top w:val="single" w:sz="4" w:space="0" w:color="808080"/>
            </w:tcBorders>
          </w:tcPr>
          <w:p w:rsidR="00714EBB" w:rsidRPr="00870ED0" w:rsidRDefault="00714EBB" w:rsidP="00714EBB">
            <w:pPr>
              <w:pStyle w:val="TAL"/>
            </w:pPr>
            <w:r w:rsidRPr="00870ED0">
              <w:t>Result is 0X0024</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trHeight w:val="418"/>
          <w:jc w:val="center"/>
        </w:trPr>
        <w:tc>
          <w:tcPr>
            <w:tcW w:w="425" w:type="dxa"/>
            <w:tcBorders>
              <w:top w:val="single" w:sz="4" w:space="0" w:color="808080"/>
            </w:tcBorders>
          </w:tcPr>
          <w:p w:rsidR="00714EBB" w:rsidRPr="00870ED0" w:rsidRDefault="00714EBB">
            <w:pPr>
              <w:pStyle w:val="TAC"/>
              <w:keepNext w:val="0"/>
              <w:keepLines w:val="0"/>
            </w:pPr>
            <w:r w:rsidRPr="00870ED0">
              <w:t>4</w:t>
            </w:r>
          </w:p>
        </w:tc>
        <w:tc>
          <w:tcPr>
            <w:tcW w:w="4111" w:type="dxa"/>
            <w:tcBorders>
              <w:top w:val="single" w:sz="4" w:space="0" w:color="808080"/>
            </w:tcBorders>
          </w:tcPr>
          <w:p w:rsidR="00714EBB" w:rsidRPr="00870ED0" w:rsidRDefault="00714EBB">
            <w:pPr>
              <w:pStyle w:val="TAH"/>
              <w:keepNext w:val="0"/>
              <w:keepLines w:val="0"/>
            </w:pPr>
            <w:r w:rsidRPr="00870ED0">
              <w:t xml:space="preserve">Search TLV 33h </w:t>
            </w:r>
          </w:p>
          <w:p w:rsidR="00714EBB" w:rsidRPr="00870ED0" w:rsidRDefault="00714EBB" w:rsidP="00714EBB">
            <w:pPr>
              <w:pStyle w:val="PL"/>
              <w:rPr>
                <w:noProof w:val="0"/>
              </w:rPr>
            </w:pPr>
            <w:r w:rsidRPr="00870ED0">
              <w:rPr>
                <w:noProof w:val="0"/>
              </w:rPr>
              <w:t>getValueLength()</w:t>
            </w:r>
          </w:p>
        </w:tc>
        <w:tc>
          <w:tcPr>
            <w:tcW w:w="2835" w:type="dxa"/>
            <w:tcBorders>
              <w:top w:val="single" w:sz="4" w:space="0" w:color="808080"/>
            </w:tcBorders>
          </w:tcPr>
          <w:p w:rsidR="00714EBB" w:rsidRPr="00870ED0" w:rsidRDefault="00714EBB" w:rsidP="00714EBB">
            <w:pPr>
              <w:pStyle w:val="TAL"/>
            </w:pPr>
            <w:r w:rsidRPr="00870ED0">
              <w:t>Result is 0X00C8</w:t>
            </w:r>
          </w:p>
        </w:tc>
        <w:tc>
          <w:tcPr>
            <w:tcW w:w="2410" w:type="dxa"/>
            <w:tcBorders>
              <w:top w:val="single" w:sz="4" w:space="0" w:color="808080"/>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lastRenderedPageBreak/>
        <w:t>5.2.2.6</w:t>
      </w:r>
      <w:r w:rsidRPr="00870ED0">
        <w:tab/>
        <w:t>Method getValueByte</w:t>
      </w:r>
    </w:p>
    <w:p w:rsidR="00714EBB" w:rsidRPr="00870ED0" w:rsidRDefault="00714EBB">
      <w:r w:rsidRPr="00870ED0">
        <w:t>Test Area Reference: Api_2_Enh_Gvby</w:t>
      </w:r>
      <w:r w:rsidR="0019431F" w:rsidRPr="00870ED0">
        <w:t>.</w:t>
      </w:r>
    </w:p>
    <w:p w:rsidR="00714EBB" w:rsidRPr="00870ED0" w:rsidRDefault="00714EBB" w:rsidP="0019431F">
      <w:pPr>
        <w:pStyle w:val="Heading5"/>
      </w:pPr>
      <w:r w:rsidRPr="00870ED0">
        <w:t>5.2.2.6.1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getValueByte(short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5.2.2.6.1.1</w:t>
      </w:r>
      <w:r w:rsidRPr="00870ED0">
        <w:tab/>
        <w:t>Normal execution</w:t>
      </w:r>
    </w:p>
    <w:p w:rsidR="00714EBB" w:rsidRPr="00870ED0" w:rsidRDefault="00714EBB">
      <w:pPr>
        <w:pStyle w:val="B1"/>
      </w:pPr>
      <w:r w:rsidRPr="00870ED0">
        <w:t>CRRN1: Gets a byte from the last TLV element which has been found in the handler and returns its value (1 byte).</w:t>
      </w:r>
    </w:p>
    <w:p w:rsidR="00714EBB" w:rsidRPr="00870ED0" w:rsidRDefault="00714EBB">
      <w:pPr>
        <w:pStyle w:val="H6"/>
        <w:outlineLvl w:val="0"/>
      </w:pPr>
      <w:r w:rsidRPr="00870ED0">
        <w:t>5.2.2.6.1.2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5.2.2.6.1.3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19431F" w:rsidP="0019431F">
      <w:pPr>
        <w:pStyle w:val="Heading5"/>
      </w:pPr>
      <w:r w:rsidRPr="00870ED0">
        <w:t>5.2.2.6.2</w:t>
      </w:r>
      <w:r w:rsidR="00714EBB" w:rsidRPr="00870ED0">
        <w:tab/>
        <w:t>Test area files</w:t>
      </w:r>
    </w:p>
    <w:p w:rsidR="00714EBB" w:rsidRPr="00870ED0" w:rsidRDefault="00714EBB">
      <w:r w:rsidRPr="00870ED0">
        <w:t>Specific triggering: Unrecognized Envelope</w:t>
      </w:r>
      <w:r w:rsidR="006B5DEB" w:rsidRPr="00870ED0">
        <w:t>:</w:t>
      </w:r>
    </w:p>
    <w:p w:rsidR="00714EBB" w:rsidRPr="00870ED0" w:rsidRDefault="00714EBB" w:rsidP="0019431F">
      <w:pPr>
        <w:pStyle w:val="EX"/>
      </w:pPr>
      <w:r w:rsidRPr="00870ED0">
        <w:t xml:space="preserve">Test Source: </w:t>
      </w:r>
      <w:r w:rsidRPr="00870ED0">
        <w:tab/>
        <w:t>Test_Api_2_Enh_Gvby.java</w:t>
      </w:r>
      <w:r w:rsidR="0019431F" w:rsidRPr="00870ED0">
        <w:t>.</w:t>
      </w:r>
    </w:p>
    <w:p w:rsidR="00714EBB" w:rsidRPr="00870ED0" w:rsidRDefault="00714EBB" w:rsidP="0019431F">
      <w:pPr>
        <w:pStyle w:val="EX"/>
      </w:pPr>
      <w:r w:rsidRPr="00870ED0">
        <w:t xml:space="preserve">Test Applet: </w:t>
      </w:r>
      <w:r w:rsidRPr="00870ED0">
        <w:tab/>
        <w:t>Api_2_Enh_Gvby_1.java</w:t>
      </w:r>
      <w:r w:rsidR="0019431F" w:rsidRPr="00870ED0">
        <w:t>.</w:t>
      </w:r>
    </w:p>
    <w:p w:rsidR="00714EBB" w:rsidRPr="00870ED0" w:rsidRDefault="00714EBB" w:rsidP="0019431F">
      <w:pPr>
        <w:pStyle w:val="EX"/>
      </w:pPr>
      <w:r w:rsidRPr="00870ED0">
        <w:t>Cap File:</w:t>
      </w:r>
      <w:r w:rsidRPr="00870ED0">
        <w:tab/>
        <w:t>api_2_enh_gvby.cap</w:t>
      </w:r>
      <w:r w:rsidR="0019431F" w:rsidRPr="00870ED0">
        <w:t>.</w:t>
      </w:r>
    </w:p>
    <w:p w:rsidR="00714EBB" w:rsidRPr="00870ED0" w:rsidRDefault="00714EBB" w:rsidP="0019431F">
      <w:pPr>
        <w:pStyle w:val="Heading5"/>
      </w:pPr>
      <w:r w:rsidRPr="00870ED0">
        <w:t>5.2.2.6.3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090"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1</w:t>
            </w:r>
          </w:p>
        </w:tc>
      </w:tr>
    </w:tbl>
    <w:p w:rsidR="00714EBB" w:rsidRPr="00870ED0" w:rsidRDefault="00714EBB" w:rsidP="0019431F"/>
    <w:p w:rsidR="00714EBB" w:rsidRPr="00870ED0" w:rsidRDefault="00714EBB" w:rsidP="006B5DEB">
      <w:pPr>
        <w:pStyle w:val="Heading5"/>
      </w:pPr>
      <w:r w:rsidRPr="00870ED0">
        <w:t>5.2.2.6.4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6B5DE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L"/>
              <w:keepNext w:val="0"/>
              <w:keepLines w:val="0"/>
            </w:pPr>
            <w:r w:rsidRPr="00870ED0">
              <w:t>Fill the Unrecognized envelope with TLV: Tag 02, length 02, value 83 81, Tag 06, length 06, Tag 0B, length 21, Tag 33, Length C8 Value 01 02 …</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w:t>
            </w:r>
          </w:p>
        </w:tc>
        <w:tc>
          <w:tcPr>
            <w:tcW w:w="4111" w:type="dxa"/>
            <w:tcBorders>
              <w:top w:val="single" w:sz="4" w:space="0" w:color="808080"/>
            </w:tcBorders>
          </w:tcPr>
          <w:p w:rsidR="00714EBB" w:rsidRPr="00870ED0" w:rsidRDefault="00714EBB" w:rsidP="006B5DEB">
            <w:pPr>
              <w:pStyle w:val="PL"/>
              <w:rPr>
                <w:noProof w:val="0"/>
              </w:rPr>
            </w:pPr>
            <w:r w:rsidRPr="00870ED0">
              <w:rPr>
                <w:noProof w:val="0"/>
              </w:rPr>
              <w:t>getValueByte(0)</w:t>
            </w:r>
          </w:p>
        </w:tc>
        <w:tc>
          <w:tcPr>
            <w:tcW w:w="2835" w:type="dxa"/>
            <w:tcBorders>
              <w:top w:val="single" w:sz="4" w:space="0" w:color="808080"/>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tcBorders>
          </w:tcPr>
          <w:p w:rsidR="00714EBB" w:rsidRPr="00870ED0" w:rsidRDefault="00714EBB">
            <w:pPr>
              <w:pStyle w:val="TAL"/>
              <w:keepNext w:val="0"/>
              <w:keepLines w:val="0"/>
            </w:pPr>
          </w:p>
        </w:tc>
      </w:tr>
      <w:tr w:rsidR="006B5DEB" w:rsidRPr="00870ED0" w:rsidTr="00640F3C">
        <w:trPr>
          <w:jc w:val="center"/>
        </w:trPr>
        <w:tc>
          <w:tcPr>
            <w:tcW w:w="425" w:type="dxa"/>
            <w:vMerge w:val="restart"/>
          </w:tcPr>
          <w:p w:rsidR="006B5DEB" w:rsidRPr="00870ED0" w:rsidRDefault="006B5DEB">
            <w:pPr>
              <w:pStyle w:val="TAC"/>
              <w:keepNext w:val="0"/>
              <w:keepLines w:val="0"/>
            </w:pPr>
            <w:r w:rsidRPr="00870ED0">
              <w:t>2</w:t>
            </w:r>
          </w:p>
        </w:tc>
        <w:tc>
          <w:tcPr>
            <w:tcW w:w="4111" w:type="dxa"/>
            <w:vMerge w:val="restart"/>
          </w:tcPr>
          <w:p w:rsidR="006B5DEB" w:rsidRPr="00870ED0" w:rsidRDefault="006B5DEB">
            <w:pPr>
              <w:pStyle w:val="TAH"/>
              <w:keepNext w:val="0"/>
              <w:keepLines w:val="0"/>
            </w:pPr>
            <w:r w:rsidRPr="00870ED0">
              <w:t xml:space="preserve">Search TLV 02h </w:t>
            </w:r>
          </w:p>
          <w:p w:rsidR="006B5DEB" w:rsidRPr="00870ED0" w:rsidRDefault="006B5DEB" w:rsidP="00640F3C">
            <w:pPr>
              <w:pStyle w:val="PL"/>
              <w:rPr>
                <w:noProof w:val="0"/>
              </w:rPr>
            </w:pPr>
            <w:r w:rsidRPr="00870ED0">
              <w:rPr>
                <w:noProof w:val="0"/>
              </w:rPr>
              <w:t>getValueByte(2)</w:t>
            </w:r>
          </w:p>
        </w:tc>
        <w:tc>
          <w:tcPr>
            <w:tcW w:w="2835" w:type="dxa"/>
            <w:tcBorders>
              <w:bottom w:val="nil"/>
            </w:tcBorders>
          </w:tcPr>
          <w:p w:rsidR="006B5DEB" w:rsidRPr="00870ED0" w:rsidRDefault="006B5DEB">
            <w:pPr>
              <w:pStyle w:val="TAL"/>
              <w:keepNext w:val="0"/>
              <w:keepLines w:val="0"/>
            </w:pPr>
          </w:p>
        </w:tc>
        <w:tc>
          <w:tcPr>
            <w:tcW w:w="2410" w:type="dxa"/>
            <w:tcBorders>
              <w:bottom w:val="nil"/>
            </w:tcBorders>
          </w:tcPr>
          <w:p w:rsidR="006B5DEB" w:rsidRPr="00870ED0" w:rsidRDefault="006B5DEB">
            <w:pPr>
              <w:pStyle w:val="TAL"/>
              <w:keepNext w:val="0"/>
              <w:keepLines w:val="0"/>
            </w:pPr>
          </w:p>
        </w:tc>
      </w:tr>
      <w:tr w:rsidR="006B5DEB" w:rsidRPr="00870ED0" w:rsidTr="00640F3C">
        <w:trPr>
          <w:jc w:val="center"/>
        </w:trPr>
        <w:tc>
          <w:tcPr>
            <w:tcW w:w="425" w:type="dxa"/>
            <w:vMerge/>
            <w:tcBorders>
              <w:bottom w:val="single" w:sz="4" w:space="0" w:color="auto"/>
            </w:tcBorders>
          </w:tcPr>
          <w:p w:rsidR="006B5DEB" w:rsidRPr="00870ED0" w:rsidRDefault="006B5DEB">
            <w:pPr>
              <w:pStyle w:val="TAC"/>
              <w:keepNext w:val="0"/>
              <w:keepLines w:val="0"/>
            </w:pPr>
          </w:p>
        </w:tc>
        <w:tc>
          <w:tcPr>
            <w:tcW w:w="4111" w:type="dxa"/>
            <w:vMerge/>
            <w:tcBorders>
              <w:bottom w:val="single" w:sz="4" w:space="0" w:color="auto"/>
            </w:tcBorders>
          </w:tcPr>
          <w:p w:rsidR="006B5DEB" w:rsidRPr="00870ED0" w:rsidRDefault="006B5DEB">
            <w:pPr>
              <w:pStyle w:val="PL"/>
              <w:rPr>
                <w:noProof w:val="0"/>
              </w:rPr>
            </w:pPr>
          </w:p>
        </w:tc>
        <w:tc>
          <w:tcPr>
            <w:tcW w:w="2835" w:type="dxa"/>
            <w:tcBorders>
              <w:top w:val="single" w:sz="4" w:space="0" w:color="808080"/>
              <w:bottom w:val="single" w:sz="4" w:space="0" w:color="auto"/>
            </w:tcBorders>
          </w:tcPr>
          <w:p w:rsidR="006B5DEB" w:rsidRPr="00870ED0" w:rsidRDefault="006B5DE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6B5DEB" w:rsidRPr="00870ED0" w:rsidRDefault="006B5DE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3</w:t>
            </w:r>
          </w:p>
        </w:tc>
        <w:tc>
          <w:tcPr>
            <w:tcW w:w="4111" w:type="dxa"/>
            <w:tcBorders>
              <w:bottom w:val="nil"/>
            </w:tcBorders>
          </w:tcPr>
          <w:p w:rsidR="00714EBB" w:rsidRPr="00870ED0" w:rsidRDefault="00714EBB">
            <w:pPr>
              <w:pStyle w:val="TAH"/>
              <w:keepNext w:val="0"/>
              <w:keepLines w:val="0"/>
            </w:pPr>
            <w:r w:rsidRPr="00870ED0">
              <w:t xml:space="preserve">Search TLV 02h </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0x81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4</w:t>
            </w:r>
          </w:p>
        </w:tc>
        <w:tc>
          <w:tcPr>
            <w:tcW w:w="4111" w:type="dxa"/>
            <w:tcBorders>
              <w:bottom w:val="nil"/>
            </w:tcBorders>
          </w:tcPr>
          <w:p w:rsidR="00714EBB" w:rsidRPr="00870ED0" w:rsidRDefault="00714EBB">
            <w:pPr>
              <w:pStyle w:val="TAH"/>
              <w:keepNext w:val="0"/>
              <w:keepLines w:val="0"/>
            </w:pPr>
            <w:r w:rsidRPr="00870ED0">
              <w:t>Search TLV 02h (Device Identities TLV)</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83h (Source)</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lastRenderedPageBreak/>
              <w:t>5</w:t>
            </w:r>
          </w:p>
        </w:tc>
        <w:tc>
          <w:tcPr>
            <w:tcW w:w="4111" w:type="dxa"/>
            <w:tcBorders>
              <w:bottom w:val="nil"/>
            </w:tcBorders>
          </w:tcPr>
          <w:p w:rsidR="00714EBB" w:rsidRPr="00870ED0" w:rsidRDefault="00714EBB">
            <w:pPr>
              <w:pStyle w:val="TAH"/>
              <w:keepNext w:val="0"/>
              <w:keepLines w:val="0"/>
            </w:pPr>
            <w:r w:rsidRPr="00870ED0">
              <w:t>Search TLV 33h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getValueByte(7E)</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0x7F</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6</w:t>
            </w:r>
          </w:p>
        </w:tc>
        <w:tc>
          <w:tcPr>
            <w:tcW w:w="4111" w:type="dxa"/>
            <w:tcBorders>
              <w:bottom w:val="nil"/>
            </w:tcBorders>
          </w:tcPr>
          <w:p w:rsidR="00714EBB" w:rsidRPr="00870ED0" w:rsidRDefault="00714EBB">
            <w:pPr>
              <w:pStyle w:val="TAH"/>
              <w:keepNext w:val="0"/>
              <w:keepLines w:val="0"/>
            </w:pPr>
            <w:r w:rsidRPr="00870ED0">
              <w:t>Search TLV 33h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getValueByte(80)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0x81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7</w:t>
            </w:r>
          </w:p>
        </w:tc>
        <w:tc>
          <w:tcPr>
            <w:tcW w:w="4111" w:type="dxa"/>
            <w:tcBorders>
              <w:bottom w:val="nil"/>
            </w:tcBorders>
          </w:tcPr>
          <w:p w:rsidR="00714EBB" w:rsidRPr="00870ED0" w:rsidRDefault="00714EBB">
            <w:pPr>
              <w:pStyle w:val="PL"/>
              <w:rPr>
                <w:noProof w:val="0"/>
              </w:rPr>
            </w:pPr>
            <w:r w:rsidRPr="00870ED0">
              <w:rPr>
                <w:noProof w:val="0"/>
              </w:rPr>
              <w:t>getValueByte(7F)</w:t>
            </w:r>
          </w:p>
        </w:tc>
        <w:tc>
          <w:tcPr>
            <w:tcW w:w="2835" w:type="dxa"/>
            <w:tcBorders>
              <w:bottom w:val="nil"/>
            </w:tcBorders>
          </w:tcPr>
          <w:p w:rsidR="00714EBB" w:rsidRPr="00870ED0" w:rsidRDefault="00714EBB">
            <w:pPr>
              <w:pStyle w:val="TAL"/>
              <w:keepNext w:val="0"/>
              <w:keepLines w:val="0"/>
            </w:pPr>
            <w:r w:rsidRPr="00870ED0">
              <w:t>Result is 0x80</w:t>
            </w:r>
          </w:p>
        </w:tc>
        <w:tc>
          <w:tcPr>
            <w:tcW w:w="2410" w:type="dxa"/>
            <w:tcBorders>
              <w:bottom w:val="nil"/>
            </w:tcBorders>
          </w:tcPr>
          <w:p w:rsidR="00714EBB" w:rsidRPr="00870ED0" w:rsidRDefault="00714EBB">
            <w:pPr>
              <w:pStyle w:val="TAL"/>
              <w:keepNext w:val="0"/>
              <w:keepLines w:val="0"/>
            </w:pPr>
          </w:p>
        </w:tc>
      </w:tr>
      <w:tr w:rsidR="00714EBB" w:rsidRPr="00870ED0" w:rsidTr="006B5DEB">
        <w:trPr>
          <w:jc w:val="center"/>
        </w:trPr>
        <w:tc>
          <w:tcPr>
            <w:tcW w:w="425" w:type="dxa"/>
            <w:tcBorders>
              <w:bottom w:val="single" w:sz="4" w:space="0" w:color="808080"/>
            </w:tcBorders>
          </w:tcPr>
          <w:p w:rsidR="00714EBB" w:rsidRPr="00870ED0" w:rsidRDefault="00714EBB">
            <w:pPr>
              <w:pStyle w:val="TAC"/>
              <w:keepNext w:val="0"/>
              <w:keepLines w:val="0"/>
            </w:pPr>
            <w:r w:rsidRPr="00870ED0">
              <w:t>8</w:t>
            </w:r>
          </w:p>
        </w:tc>
        <w:tc>
          <w:tcPr>
            <w:tcW w:w="4111" w:type="dxa"/>
            <w:tcBorders>
              <w:bottom w:val="single" w:sz="4" w:space="0" w:color="808080"/>
            </w:tcBorders>
          </w:tcPr>
          <w:p w:rsidR="00714EBB" w:rsidRPr="00870ED0" w:rsidRDefault="00714EBB">
            <w:pPr>
              <w:pStyle w:val="TAH"/>
              <w:keepNext w:val="0"/>
              <w:keepLines w:val="0"/>
            </w:pPr>
            <w:r w:rsidRPr="00870ED0">
              <w:t>Search TLV B3h</w:t>
            </w:r>
          </w:p>
        </w:tc>
        <w:tc>
          <w:tcPr>
            <w:tcW w:w="2835" w:type="dxa"/>
            <w:tcBorders>
              <w:bottom w:val="single" w:sz="4" w:space="0" w:color="808080"/>
            </w:tcBorders>
          </w:tcPr>
          <w:p w:rsidR="00714EBB" w:rsidRPr="00870ED0" w:rsidRDefault="00714EBB">
            <w:pPr>
              <w:pStyle w:val="TAL"/>
              <w:keepNext w:val="0"/>
              <w:keepLines w:val="0"/>
            </w:pPr>
          </w:p>
        </w:tc>
        <w:tc>
          <w:tcPr>
            <w:tcW w:w="2410" w:type="dxa"/>
            <w:tcBorders>
              <w:bottom w:val="single" w:sz="4" w:space="0" w:color="808080"/>
            </w:tcBorders>
          </w:tcPr>
          <w:p w:rsidR="00714EBB" w:rsidRPr="00870ED0" w:rsidRDefault="00714EBB">
            <w:pPr>
              <w:pStyle w:val="TAL"/>
              <w:keepNext w:val="0"/>
              <w:keepLines w:val="0"/>
            </w:pPr>
          </w:p>
        </w:tc>
      </w:tr>
      <w:tr w:rsidR="00714EBB" w:rsidRPr="00870ED0" w:rsidTr="006B5DE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getValueByte(C7)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0xC8</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5.2.2.7</w:t>
      </w:r>
      <w:r w:rsidRPr="00870ED0">
        <w:tab/>
        <w:t>Method copyValue</w:t>
      </w:r>
    </w:p>
    <w:p w:rsidR="00714EBB" w:rsidRPr="00870ED0" w:rsidRDefault="00714EBB">
      <w:r w:rsidRPr="00870ED0">
        <w:t>Test Area Reference: Api_2_Enh_Cpyv</w:t>
      </w:r>
      <w:r w:rsidR="006B5DEB" w:rsidRPr="00870ED0">
        <w:t>.</w:t>
      </w:r>
    </w:p>
    <w:p w:rsidR="00714EBB" w:rsidRPr="00870ED0" w:rsidRDefault="00714EBB" w:rsidP="006B5DEB">
      <w:pPr>
        <w:pStyle w:val="Heading5"/>
      </w:pPr>
      <w:r w:rsidRPr="00870ED0">
        <w:t>5.2.2.7.1</w:t>
      </w:r>
      <w:r w:rsidRPr="00870ED0">
        <w:tab/>
        <w:t>Conformance requirement</w:t>
      </w:r>
    </w:p>
    <w:p w:rsidR="00714EBB" w:rsidRPr="00870ED0" w:rsidRDefault="00714EBB">
      <w:r w:rsidRPr="00870ED0">
        <w:t>The method with following header shall be compliant with its definition in the API.</w:t>
      </w:r>
    </w:p>
    <w:p w:rsidR="00714EBB" w:rsidRPr="00870ED0" w:rsidRDefault="00714EBB">
      <w:pPr>
        <w:pStyle w:val="PL"/>
        <w:rPr>
          <w:noProof w:val="0"/>
        </w:rPr>
      </w:pPr>
      <w:r w:rsidRPr="00870ED0">
        <w:rPr>
          <w:noProof w:val="0"/>
        </w:rPr>
        <w:t>public short copyValue(short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5.2.2.7.1.1</w:t>
      </w:r>
      <w:r w:rsidRPr="00870ED0">
        <w:tab/>
        <w:t>Normal execution</w:t>
      </w:r>
    </w:p>
    <w:p w:rsidR="00714EBB" w:rsidRPr="00870ED0" w:rsidRDefault="00714EBB">
      <w:pPr>
        <w:pStyle w:val="B1"/>
      </w:pPr>
      <w:r w:rsidRPr="00870ED0">
        <w:t>CRRN1: copies a part of the last TLV element which has been found, into a destination. buffer.</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5.2.2.7.1.2</w:t>
      </w:r>
      <w:r w:rsidRPr="00870ED0">
        <w:tab/>
        <w:t>Parameter errors</w:t>
      </w:r>
    </w:p>
    <w:p w:rsidR="00714EBB" w:rsidRPr="00870ED0" w:rsidRDefault="00714EBB">
      <w:pPr>
        <w:pStyle w:val="B1"/>
      </w:pPr>
      <w:r w:rsidRPr="00870ED0">
        <w:t>CRRP1: if dstBuffer is null NullPointerException is thrown.</w:t>
      </w:r>
    </w:p>
    <w:p w:rsidR="00714EBB" w:rsidRPr="00870ED0" w:rsidRDefault="00714EBB">
      <w:pPr>
        <w:pStyle w:val="B1"/>
      </w:pPr>
      <w:r w:rsidRPr="00870ED0">
        <w:t>CRRP2: if dstOffset or dstLength or both would cause access outside array bounds, or if dstLength is negative ArrayIndexOutOfBoundsException is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H6"/>
        <w:outlineLvl w:val="0"/>
      </w:pPr>
      <w:r w:rsidRPr="00870ED0">
        <w:t>5.2.2.7.1.3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6B5DEB">
      <w:pPr>
        <w:pStyle w:val="Heading5"/>
      </w:pPr>
      <w:r w:rsidRPr="00870ED0">
        <w:t>5.2.2.7.2</w:t>
      </w:r>
      <w:r w:rsidRPr="00870ED0">
        <w:tab/>
        <w:t>Test area files</w:t>
      </w:r>
    </w:p>
    <w:p w:rsidR="00714EBB" w:rsidRPr="00870ED0" w:rsidRDefault="00714EBB">
      <w:r w:rsidRPr="00870ED0">
        <w:t>Specific triggering: Unrecognized Envelope</w:t>
      </w:r>
      <w:r w:rsidR="006B5DEB" w:rsidRPr="00870ED0">
        <w:t>:</w:t>
      </w:r>
    </w:p>
    <w:p w:rsidR="00714EBB" w:rsidRPr="00870ED0" w:rsidRDefault="006B5DEB" w:rsidP="006B5DEB">
      <w:pPr>
        <w:pStyle w:val="EX"/>
      </w:pPr>
      <w:r w:rsidRPr="00870ED0">
        <w:t>Test Source:</w:t>
      </w:r>
      <w:r w:rsidR="00714EBB" w:rsidRPr="00870ED0">
        <w:tab/>
        <w:t>Test_Api_2_Enh_Cpyv.java</w:t>
      </w:r>
      <w:r w:rsidRPr="00870ED0">
        <w:t>.</w:t>
      </w:r>
    </w:p>
    <w:p w:rsidR="00714EBB" w:rsidRPr="00870ED0" w:rsidRDefault="006B5DEB" w:rsidP="006B5DEB">
      <w:pPr>
        <w:pStyle w:val="EX"/>
      </w:pPr>
      <w:r w:rsidRPr="00870ED0">
        <w:t>Test Applet:</w:t>
      </w:r>
      <w:r w:rsidR="00714EBB" w:rsidRPr="00870ED0">
        <w:tab/>
        <w:t>Api_2_Enh_Cpyv_1.java</w:t>
      </w:r>
      <w:r w:rsidRPr="00870ED0">
        <w:t>.</w:t>
      </w:r>
    </w:p>
    <w:p w:rsidR="00714EBB" w:rsidRPr="00870ED0" w:rsidRDefault="00714EBB" w:rsidP="006B5DEB">
      <w:pPr>
        <w:pStyle w:val="EX"/>
      </w:pPr>
      <w:r w:rsidRPr="00870ED0">
        <w:t>Cap File:</w:t>
      </w:r>
      <w:r w:rsidRPr="00870ED0">
        <w:tab/>
        <w:t>api_2_enh_cpyv.cap</w:t>
      </w:r>
      <w:r w:rsidR="006B5DEB" w:rsidRPr="00870ED0">
        <w:t>.</w:t>
      </w:r>
    </w:p>
    <w:p w:rsidR="00714EBB" w:rsidRPr="00870ED0" w:rsidRDefault="00714EBB" w:rsidP="006B5DEB">
      <w:pPr>
        <w:pStyle w:val="Heading5"/>
      </w:pPr>
      <w:r w:rsidRPr="00870ED0">
        <w:lastRenderedPageBreak/>
        <w:t>5.2.2.7.3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rsidP="006B5DEB">
            <w:pPr>
              <w:pStyle w:val="TAH"/>
            </w:pPr>
            <w:r w:rsidRPr="00870ED0">
              <w:t>CRR number</w:t>
            </w:r>
          </w:p>
        </w:tc>
        <w:tc>
          <w:tcPr>
            <w:tcW w:w="3090" w:type="dxa"/>
          </w:tcPr>
          <w:p w:rsidR="00714EBB" w:rsidRPr="00870ED0" w:rsidRDefault="00714EBB" w:rsidP="006B5DEB">
            <w:pPr>
              <w:pStyle w:val="TAH"/>
            </w:pPr>
            <w:r w:rsidRPr="00870ED0">
              <w:t>Test case number</w:t>
            </w:r>
          </w:p>
        </w:tc>
      </w:tr>
      <w:tr w:rsidR="00714EBB" w:rsidRPr="00870ED0" w:rsidTr="00714EBB">
        <w:trPr>
          <w:jc w:val="center"/>
        </w:trPr>
        <w:tc>
          <w:tcPr>
            <w:tcW w:w="1299" w:type="dxa"/>
          </w:tcPr>
          <w:p w:rsidR="00714EBB" w:rsidRPr="00870ED0" w:rsidRDefault="00714EBB" w:rsidP="006B5DEB">
            <w:pPr>
              <w:pStyle w:val="TAC"/>
            </w:pPr>
            <w:r w:rsidRPr="00870ED0">
              <w:t>N1</w:t>
            </w:r>
          </w:p>
        </w:tc>
        <w:tc>
          <w:tcPr>
            <w:tcW w:w="3090" w:type="dxa"/>
          </w:tcPr>
          <w:p w:rsidR="00714EBB" w:rsidRPr="00870ED0" w:rsidRDefault="00714EBB" w:rsidP="006B5DEB">
            <w:pPr>
              <w:pStyle w:val="TAC"/>
            </w:pPr>
            <w:r w:rsidRPr="00870ED0">
              <w:t>13, 15</w:t>
            </w:r>
          </w:p>
        </w:tc>
      </w:tr>
      <w:tr w:rsidR="00714EBB" w:rsidRPr="00870ED0" w:rsidTr="00714EBB">
        <w:trPr>
          <w:jc w:val="center"/>
        </w:trPr>
        <w:tc>
          <w:tcPr>
            <w:tcW w:w="1299" w:type="dxa"/>
          </w:tcPr>
          <w:p w:rsidR="00714EBB" w:rsidRPr="00870ED0" w:rsidRDefault="00714EBB" w:rsidP="006B5DEB">
            <w:pPr>
              <w:pStyle w:val="TAC"/>
            </w:pPr>
            <w:r w:rsidRPr="00870ED0">
              <w:t>N2</w:t>
            </w:r>
          </w:p>
        </w:tc>
        <w:tc>
          <w:tcPr>
            <w:tcW w:w="3090" w:type="dxa"/>
          </w:tcPr>
          <w:p w:rsidR="00714EBB" w:rsidRPr="00870ED0" w:rsidRDefault="00714EBB" w:rsidP="006B5DEB">
            <w:pPr>
              <w:pStyle w:val="TAC"/>
            </w:pPr>
            <w:r w:rsidRPr="00870ED0">
              <w:t>12, 14, 16</w:t>
            </w:r>
          </w:p>
        </w:tc>
      </w:tr>
      <w:tr w:rsidR="00714EBB" w:rsidRPr="00870ED0" w:rsidTr="00714EBB">
        <w:trPr>
          <w:jc w:val="center"/>
        </w:trPr>
        <w:tc>
          <w:tcPr>
            <w:tcW w:w="1299" w:type="dxa"/>
          </w:tcPr>
          <w:p w:rsidR="00714EBB" w:rsidRPr="00870ED0" w:rsidRDefault="00714EBB" w:rsidP="006B5DEB">
            <w:pPr>
              <w:pStyle w:val="TAC"/>
            </w:pPr>
            <w:r w:rsidRPr="00870ED0">
              <w:t>P1</w:t>
            </w:r>
          </w:p>
        </w:tc>
        <w:tc>
          <w:tcPr>
            <w:tcW w:w="3090" w:type="dxa"/>
          </w:tcPr>
          <w:p w:rsidR="00714EBB" w:rsidRPr="00870ED0" w:rsidRDefault="00714EBB" w:rsidP="006B5DEB">
            <w:pPr>
              <w:pStyle w:val="TAC"/>
            </w:pPr>
            <w:r w:rsidRPr="00870ED0">
              <w:t>1</w:t>
            </w:r>
          </w:p>
        </w:tc>
      </w:tr>
      <w:tr w:rsidR="00714EBB" w:rsidRPr="00870ED0" w:rsidTr="00714EBB">
        <w:trPr>
          <w:jc w:val="center"/>
        </w:trPr>
        <w:tc>
          <w:tcPr>
            <w:tcW w:w="1299" w:type="dxa"/>
          </w:tcPr>
          <w:p w:rsidR="00714EBB" w:rsidRPr="00870ED0" w:rsidRDefault="00714EBB" w:rsidP="006B5DEB">
            <w:pPr>
              <w:pStyle w:val="TAC"/>
            </w:pPr>
            <w:r w:rsidRPr="00870ED0">
              <w:t>P2</w:t>
            </w:r>
          </w:p>
        </w:tc>
        <w:tc>
          <w:tcPr>
            <w:tcW w:w="3090" w:type="dxa"/>
          </w:tcPr>
          <w:p w:rsidR="00714EBB" w:rsidRPr="00870ED0" w:rsidRDefault="00714EBB" w:rsidP="006B5DEB">
            <w:pPr>
              <w:pStyle w:val="TAC"/>
            </w:pPr>
            <w:r w:rsidRPr="00870ED0">
              <w:t>2, 3, 4, 5, 6</w:t>
            </w:r>
          </w:p>
        </w:tc>
      </w:tr>
      <w:tr w:rsidR="00714EBB" w:rsidRPr="00870ED0" w:rsidTr="00714EBB">
        <w:trPr>
          <w:jc w:val="center"/>
        </w:trPr>
        <w:tc>
          <w:tcPr>
            <w:tcW w:w="1299" w:type="dxa"/>
          </w:tcPr>
          <w:p w:rsidR="00714EBB" w:rsidRPr="00870ED0" w:rsidRDefault="00714EBB" w:rsidP="006B5DEB">
            <w:pPr>
              <w:pStyle w:val="TAC"/>
            </w:pPr>
            <w:r w:rsidRPr="00870ED0">
              <w:t>P3</w:t>
            </w:r>
          </w:p>
        </w:tc>
        <w:tc>
          <w:tcPr>
            <w:tcW w:w="3090" w:type="dxa"/>
          </w:tcPr>
          <w:p w:rsidR="00714EBB" w:rsidRPr="00870ED0" w:rsidRDefault="00714EBB" w:rsidP="006B5DEB">
            <w:pPr>
              <w:pStyle w:val="TAC"/>
            </w:pPr>
            <w:r w:rsidRPr="00870ED0">
              <w:t>7, 8, 9, 10</w:t>
            </w:r>
          </w:p>
        </w:tc>
      </w:tr>
      <w:tr w:rsidR="00714EBB" w:rsidRPr="00870ED0" w:rsidTr="00714EBB">
        <w:trPr>
          <w:jc w:val="center"/>
        </w:trPr>
        <w:tc>
          <w:tcPr>
            <w:tcW w:w="1299" w:type="dxa"/>
          </w:tcPr>
          <w:p w:rsidR="00714EBB" w:rsidRPr="00870ED0" w:rsidRDefault="00714EBB" w:rsidP="006B5DEB">
            <w:pPr>
              <w:pStyle w:val="TAC"/>
            </w:pPr>
            <w:r w:rsidRPr="00870ED0">
              <w:t>C1</w:t>
            </w:r>
          </w:p>
        </w:tc>
        <w:tc>
          <w:tcPr>
            <w:tcW w:w="3090" w:type="dxa"/>
          </w:tcPr>
          <w:p w:rsidR="00714EBB" w:rsidRPr="00870ED0" w:rsidRDefault="00714EBB" w:rsidP="006B5DEB">
            <w:pPr>
              <w:pStyle w:val="TAC"/>
            </w:pPr>
            <w:r w:rsidRPr="00870ED0">
              <w:t>Not testable</w:t>
            </w:r>
          </w:p>
        </w:tc>
      </w:tr>
      <w:tr w:rsidR="00714EBB" w:rsidRPr="00870ED0" w:rsidTr="00714EBB">
        <w:trPr>
          <w:jc w:val="center"/>
        </w:trPr>
        <w:tc>
          <w:tcPr>
            <w:tcW w:w="1299" w:type="dxa"/>
          </w:tcPr>
          <w:p w:rsidR="00714EBB" w:rsidRPr="00870ED0" w:rsidRDefault="00714EBB" w:rsidP="006B5DEB">
            <w:pPr>
              <w:pStyle w:val="TAC"/>
            </w:pPr>
            <w:r w:rsidRPr="00870ED0">
              <w:t>C2</w:t>
            </w:r>
          </w:p>
        </w:tc>
        <w:tc>
          <w:tcPr>
            <w:tcW w:w="3090" w:type="dxa"/>
          </w:tcPr>
          <w:p w:rsidR="00714EBB" w:rsidRPr="00870ED0" w:rsidRDefault="00714EBB" w:rsidP="006B5DEB">
            <w:pPr>
              <w:pStyle w:val="TAC"/>
            </w:pPr>
            <w:r w:rsidRPr="00870ED0">
              <w:t>11</w:t>
            </w:r>
          </w:p>
        </w:tc>
      </w:tr>
    </w:tbl>
    <w:p w:rsidR="00714EBB" w:rsidRPr="00870ED0" w:rsidRDefault="00714EBB" w:rsidP="006B5DEB"/>
    <w:p w:rsidR="00714EBB" w:rsidRPr="00870ED0" w:rsidRDefault="00714EBB" w:rsidP="006B5DEB">
      <w:pPr>
        <w:pStyle w:val="Heading5"/>
      </w:pPr>
      <w:r w:rsidRPr="00870ED0">
        <w:t>5.2.2.7.4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Search TLV 02h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PL"/>
              <w:rPr>
                <w:noProof w:val="0"/>
              </w:rPr>
            </w:pPr>
            <w:r w:rsidRPr="00870ED0">
              <w:rPr>
                <w:noProof w:val="0"/>
              </w:rPr>
              <w:t>copyValue() with a null dstBuffer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Search TLV 0Bh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dstOffset </w:t>
            </w:r>
            <w:r w:rsidRPr="00870ED0">
              <w:sym w:font="Symbol" w:char="F0B3"/>
            </w:r>
            <w:r w:rsidRPr="00870ED0">
              <w:t xml:space="preserve"> 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r w:rsidRPr="00870ED0">
              <w:t>7</w:t>
            </w:r>
          </w:p>
        </w:tc>
        <w:tc>
          <w:tcPr>
            <w:tcW w:w="4111" w:type="dxa"/>
            <w:tcBorders>
              <w:bottom w:val="nil"/>
            </w:tcBorders>
          </w:tcPr>
          <w:p w:rsidR="00714EBB" w:rsidRPr="00870ED0" w:rsidRDefault="00714EBB">
            <w:pPr>
              <w:pStyle w:val="TAH"/>
            </w:pPr>
            <w:r w:rsidRPr="00870ED0">
              <w:t>Search TLV 06h</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TAH"/>
            </w:pPr>
            <w:r w:rsidRPr="00870ED0">
              <w:t xml:space="preserve">valueOffset </w:t>
            </w:r>
            <w:r w:rsidRPr="00870ED0">
              <w:sym w:font="Symbol" w:char="F0B3"/>
            </w:r>
            <w:r w:rsidRPr="00870ED0">
              <w:t xml:space="preserve"> TLV Length</w:t>
            </w:r>
          </w:p>
          <w:p w:rsidR="00714EBB" w:rsidRPr="00870ED0" w:rsidRDefault="00714EBB">
            <w:pPr>
              <w:pStyle w:val="PL"/>
              <w:keepNext/>
              <w:keepLines/>
              <w:rPr>
                <w:noProof w:val="0"/>
              </w:rPr>
            </w:pPr>
            <w:r w:rsidRPr="00870ED0">
              <w:rPr>
                <w:noProof w:val="0"/>
              </w:rPr>
              <w:t>copyValue()</w:t>
            </w:r>
          </w:p>
          <w:p w:rsidR="00714EBB" w:rsidRPr="00870ED0" w:rsidRDefault="00714EBB">
            <w:pPr>
              <w:pStyle w:val="PL"/>
              <w:keepNext/>
              <w:keepLines/>
              <w:rPr>
                <w:noProof w:val="0"/>
              </w:rPr>
            </w:pPr>
            <w:r w:rsidRPr="00870ED0">
              <w:rPr>
                <w:noProof w:val="0"/>
              </w:rPr>
              <w:t>valueOffset = 6</w:t>
            </w:r>
          </w:p>
          <w:p w:rsidR="00714EBB" w:rsidRPr="00870ED0" w:rsidRDefault="00714EBB">
            <w:pPr>
              <w:pStyle w:val="PL"/>
              <w:keepNext/>
              <w:keepLines/>
              <w:rPr>
                <w:noProof w:val="0"/>
              </w:rPr>
            </w:pPr>
            <w:r w:rsidRPr="00870ED0">
              <w:rPr>
                <w:noProof w:val="0"/>
              </w:rPr>
              <w:t>dstBuffer.length = 15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dstLength &gt; TLV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 dstLength &gt; TLV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6B5DEB">
            <w:pPr>
              <w:pStyle w:val="TAC"/>
            </w:pPr>
            <w:r w:rsidRPr="00870ED0">
              <w:lastRenderedPageBreak/>
              <w:t>11</w:t>
            </w:r>
          </w:p>
        </w:tc>
        <w:tc>
          <w:tcPr>
            <w:tcW w:w="4111" w:type="dxa"/>
            <w:tcBorders>
              <w:bottom w:val="nil"/>
            </w:tcBorders>
          </w:tcPr>
          <w:p w:rsidR="00714EBB" w:rsidRPr="00870ED0" w:rsidRDefault="00714EBB" w:rsidP="006B5DEB">
            <w:pPr>
              <w:pStyle w:val="TAH"/>
            </w:pPr>
            <w:r w:rsidRPr="00870ED0">
              <w:t>Search TLV 01h</w:t>
            </w:r>
          </w:p>
        </w:tc>
        <w:tc>
          <w:tcPr>
            <w:tcW w:w="2835" w:type="dxa"/>
            <w:tcBorders>
              <w:bottom w:val="nil"/>
            </w:tcBorders>
          </w:tcPr>
          <w:p w:rsidR="00714EBB" w:rsidRPr="00870ED0" w:rsidRDefault="00714EBB" w:rsidP="006B5DEB">
            <w:pPr>
              <w:pStyle w:val="TAL"/>
            </w:pPr>
          </w:p>
        </w:tc>
        <w:tc>
          <w:tcPr>
            <w:tcW w:w="2410" w:type="dxa"/>
            <w:tcBorders>
              <w:bottom w:val="nil"/>
            </w:tcBorders>
          </w:tcPr>
          <w:p w:rsidR="00714EBB" w:rsidRPr="00870ED0" w:rsidRDefault="00714EBB" w:rsidP="006B5DEB">
            <w:pPr>
              <w:pStyle w:val="TAL"/>
            </w:pPr>
          </w:p>
        </w:tc>
      </w:tr>
      <w:tr w:rsidR="00714EBB" w:rsidRPr="00870ED0" w:rsidTr="00714EBB">
        <w:trPr>
          <w:jc w:val="center"/>
        </w:trPr>
        <w:tc>
          <w:tcPr>
            <w:tcW w:w="425" w:type="dxa"/>
            <w:tcBorders>
              <w:top w:val="single" w:sz="4" w:space="0" w:color="808080"/>
            </w:tcBorders>
          </w:tcPr>
          <w:p w:rsidR="00714EBB" w:rsidRPr="00870ED0" w:rsidRDefault="00714EBB" w:rsidP="006B5DEB">
            <w:pPr>
              <w:pStyle w:val="TAC"/>
            </w:pPr>
          </w:p>
        </w:tc>
        <w:tc>
          <w:tcPr>
            <w:tcW w:w="4111" w:type="dxa"/>
            <w:tcBorders>
              <w:top w:val="single" w:sz="4" w:space="0" w:color="808080"/>
            </w:tcBorders>
          </w:tcPr>
          <w:p w:rsidR="00714EBB" w:rsidRPr="00870ED0" w:rsidRDefault="00714EBB" w:rsidP="006B5DEB">
            <w:pPr>
              <w:pStyle w:val="PL"/>
              <w:keepNext/>
              <w:keepLines/>
              <w:rPr>
                <w:noProof w:val="0"/>
              </w:rPr>
            </w:pPr>
            <w:r w:rsidRPr="00870ED0">
              <w:rPr>
                <w:noProof w:val="0"/>
              </w:rPr>
              <w:t>copyValue()</w:t>
            </w:r>
          </w:p>
        </w:tc>
        <w:tc>
          <w:tcPr>
            <w:tcW w:w="2835" w:type="dxa"/>
            <w:tcBorders>
              <w:top w:val="single" w:sz="4" w:space="0" w:color="808080"/>
            </w:tcBorders>
          </w:tcPr>
          <w:p w:rsidR="00714EBB" w:rsidRPr="00870ED0" w:rsidRDefault="00714EBB" w:rsidP="006B5DEB">
            <w:pPr>
              <w:pStyle w:val="TAL"/>
            </w:pPr>
            <w:r w:rsidRPr="00870ED0">
              <w:t>ToolkitException.UNAVAILABLE_ELEMENT is thrown on the copyValue() method call.</w:t>
            </w:r>
          </w:p>
        </w:tc>
        <w:tc>
          <w:tcPr>
            <w:tcW w:w="2410" w:type="dxa"/>
            <w:tcBorders>
              <w:top w:val="single" w:sz="4" w:space="0" w:color="808080"/>
            </w:tcBorders>
          </w:tcPr>
          <w:p w:rsidR="00714EBB" w:rsidRPr="00870ED0" w:rsidRDefault="00714EBB" w:rsidP="006B5DEB">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Search TLV 06h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of copyValue() is 0x0006</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13</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81 11 22 33 44 F5</w:t>
            </w: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14</w:t>
            </w:r>
          </w:p>
        </w:tc>
        <w:tc>
          <w:tcPr>
            <w:tcW w:w="4111" w:type="dxa"/>
            <w:tcBorders>
              <w:bottom w:val="nil"/>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4</w:t>
            </w:r>
          </w:p>
        </w:tc>
        <w:tc>
          <w:tcPr>
            <w:tcW w:w="2835" w:type="dxa"/>
            <w:tcBorders>
              <w:top w:val="single" w:sz="4" w:space="0" w:color="808080"/>
              <w:bottom w:val="nil"/>
            </w:tcBorders>
          </w:tcPr>
          <w:p w:rsidR="00714EBB" w:rsidRPr="00870ED0" w:rsidRDefault="00714EBB">
            <w:pPr>
              <w:pStyle w:val="TAL"/>
              <w:keepNext w:val="0"/>
              <w:keepLines w:val="0"/>
            </w:pPr>
            <w:r w:rsidRPr="00870ED0">
              <w:t>Result of copyValue() is 0x0007</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15</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55 55 55 11 22</w:t>
            </w:r>
          </w:p>
          <w:p w:rsidR="00714EBB" w:rsidRPr="00870ED0" w:rsidRDefault="00714EBB">
            <w:pPr>
              <w:pStyle w:val="PL"/>
              <w:rPr>
                <w:noProof w:val="0"/>
              </w:rPr>
            </w:pPr>
            <w:r w:rsidRPr="00870ED0">
              <w:rPr>
                <w:noProof w:val="0"/>
              </w:rPr>
              <w:t>33 44 55 55 55</w:t>
            </w:r>
          </w:p>
          <w:p w:rsidR="00714EBB" w:rsidRPr="00870ED0" w:rsidRDefault="00714EBB">
            <w:pPr>
              <w:pStyle w:val="PL"/>
              <w:rPr>
                <w:noProof w:val="0"/>
              </w:rPr>
            </w:pPr>
            <w:r w:rsidRPr="00870ED0">
              <w:rPr>
                <w:noProof w:val="0"/>
              </w:rPr>
              <w:t>55 55 55 55 55</w:t>
            </w:r>
          </w:p>
          <w:p w:rsidR="00714EBB" w:rsidRPr="00870ED0" w:rsidRDefault="00714EBB">
            <w:pPr>
              <w:pStyle w:val="PL"/>
              <w:rPr>
                <w:noProof w:val="0"/>
              </w:rPr>
            </w:pPr>
            <w:r w:rsidRPr="00870ED0">
              <w:rPr>
                <w:noProof w:val="0"/>
              </w:rPr>
              <w:t>55 55 55 55 55</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copy with length =0</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20</w:t>
            </w:r>
          </w:p>
          <w:p w:rsidR="00714EBB" w:rsidRPr="00870ED0" w:rsidRDefault="00714EBB">
            <w:pPr>
              <w:pStyle w:val="PL"/>
              <w:rPr>
                <w:rFonts w:ascii="Arial" w:hAnsi="Arial"/>
                <w:b/>
                <w:noProof w:val="0"/>
                <w:sz w:val="18"/>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copyValue() is 20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5.2.2.8</w:t>
      </w:r>
      <w:r w:rsidRPr="00870ED0">
        <w:tab/>
        <w:t>Method compareValue</w:t>
      </w:r>
    </w:p>
    <w:p w:rsidR="00714EBB" w:rsidRPr="00870ED0" w:rsidRDefault="00714EBB">
      <w:r w:rsidRPr="00870ED0">
        <w:t>Test Area Reference: Api_2_Enh_Cprv</w:t>
      </w:r>
      <w:r w:rsidR="006B5DEB" w:rsidRPr="00870ED0">
        <w:t>.</w:t>
      </w:r>
    </w:p>
    <w:p w:rsidR="00714EBB" w:rsidRPr="00870ED0" w:rsidRDefault="00714EBB" w:rsidP="006B5DEB">
      <w:pPr>
        <w:pStyle w:val="Heading5"/>
      </w:pPr>
      <w:r w:rsidRPr="00870ED0">
        <w:t>5.2.2.8.1</w:t>
      </w:r>
      <w:r w:rsidRPr="00870ED0">
        <w:tab/>
        <w:t>Conformance requirement</w:t>
      </w:r>
    </w:p>
    <w:p w:rsidR="00714EBB" w:rsidRPr="00870ED0" w:rsidRDefault="00714EBB">
      <w:pPr>
        <w:keepNext/>
        <w:keepLines/>
      </w:pPr>
      <w:r w:rsidRPr="00870ED0">
        <w:t>The method with following header shall be compliant to its definition in the API.</w:t>
      </w:r>
    </w:p>
    <w:p w:rsidR="00714EBB" w:rsidRPr="00870ED0" w:rsidRDefault="00714EBB">
      <w:pPr>
        <w:pStyle w:val="PL"/>
        <w:rPr>
          <w:noProof w:val="0"/>
        </w:rPr>
      </w:pPr>
      <w:r w:rsidRPr="00870ED0">
        <w:rPr>
          <w:noProof w:val="0"/>
        </w:rPr>
        <w:t>public byte compareValue(short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5.2.2.8.1.1</w:t>
      </w:r>
      <w:r w:rsidRPr="00870ED0">
        <w:tab/>
        <w:t>Normal execution</w:t>
      </w:r>
    </w:p>
    <w:p w:rsidR="00714EBB" w:rsidRPr="00870ED0" w:rsidRDefault="00714EBB">
      <w:r w:rsidRPr="00870ED0">
        <w:t>Compares the last found TLV element with a buffer:</w:t>
      </w:r>
    </w:p>
    <w:p w:rsidR="00714EBB" w:rsidRPr="00870ED0" w:rsidRDefault="00714EBB">
      <w:pPr>
        <w:pStyle w:val="B1"/>
      </w:pPr>
      <w:r w:rsidRPr="00870ED0">
        <w:t>CRRN1: returns 0 if identical.</w:t>
      </w:r>
    </w:p>
    <w:p w:rsidR="00714EBB" w:rsidRPr="00870ED0" w:rsidRDefault="00714EBB">
      <w:pPr>
        <w:pStyle w:val="B1"/>
      </w:pPr>
      <w:r w:rsidRPr="00870ED0">
        <w:t>CRRN2: returns -1 if the first miscomparing byte in Comprehension TLV List is less than that in compareBuffer.</w:t>
      </w:r>
    </w:p>
    <w:p w:rsidR="00714EBB" w:rsidRPr="00870ED0" w:rsidRDefault="00714EBB">
      <w:pPr>
        <w:pStyle w:val="B1"/>
      </w:pPr>
      <w:r w:rsidRPr="00870ED0">
        <w:t>CRRN3: returns 1 if the first miscomparing byte in Comprehension TLV List is greater than that in compareBuffer.</w:t>
      </w:r>
    </w:p>
    <w:p w:rsidR="00714EBB" w:rsidRPr="00870ED0" w:rsidRDefault="00714EBB" w:rsidP="006B5DEB">
      <w:pPr>
        <w:pStyle w:val="H6"/>
        <w:outlineLvl w:val="0"/>
      </w:pPr>
      <w:r w:rsidRPr="00870ED0">
        <w:lastRenderedPageBreak/>
        <w:t>5.2.2.8.1.2</w:t>
      </w:r>
      <w:r w:rsidRPr="00870ED0">
        <w:tab/>
        <w:t>Parameter errors</w:t>
      </w:r>
    </w:p>
    <w:p w:rsidR="00714EBB" w:rsidRPr="00870ED0" w:rsidRDefault="00714EBB" w:rsidP="006B5DEB">
      <w:pPr>
        <w:pStyle w:val="B1"/>
        <w:keepNext/>
        <w:keepLines/>
      </w:pPr>
      <w:r w:rsidRPr="00870ED0">
        <w:t>CRRP1: if compareBuffer is null NullPointerException shall be thrown.</w:t>
      </w:r>
    </w:p>
    <w:p w:rsidR="00714EBB" w:rsidRPr="00870ED0" w:rsidRDefault="00714EBB" w:rsidP="006B5DEB">
      <w:pPr>
        <w:pStyle w:val="B1"/>
        <w:keepNext/>
        <w:keepLines/>
      </w:pPr>
      <w:r w:rsidRPr="00870ED0">
        <w:t>CRRP2: if compareOffset or compareLength or both would cause access outside array bounds, or if compareLength is negative ArrayIndexOutOfBoundsException shall be thrown.</w:t>
      </w:r>
    </w:p>
    <w:p w:rsidR="00714EBB" w:rsidRPr="00870ED0" w:rsidRDefault="00714EBB" w:rsidP="006B5DEB">
      <w:pPr>
        <w:pStyle w:val="B1"/>
        <w:keepNext/>
        <w:keepLines/>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H6"/>
        <w:outlineLvl w:val="0"/>
      </w:pPr>
      <w:r w:rsidRPr="00870ED0">
        <w:t>5.2.2.8.1.3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6B5DEB">
      <w:pPr>
        <w:pStyle w:val="Heading5"/>
      </w:pPr>
      <w:r w:rsidRPr="00870ED0">
        <w:t>5.2.2.8.2</w:t>
      </w:r>
      <w:r w:rsidRPr="00870ED0">
        <w:tab/>
        <w:t>Test area files</w:t>
      </w:r>
    </w:p>
    <w:p w:rsidR="00714EBB" w:rsidRPr="00870ED0" w:rsidRDefault="00714EBB">
      <w:r w:rsidRPr="00870ED0">
        <w:t>Specific triggering: Unrecognized Envelope</w:t>
      </w:r>
      <w:r w:rsidR="006B5DEB" w:rsidRPr="00870ED0">
        <w:t>:</w:t>
      </w:r>
    </w:p>
    <w:p w:rsidR="00714EBB" w:rsidRPr="00870ED0" w:rsidRDefault="00714EBB" w:rsidP="006B5DEB">
      <w:pPr>
        <w:pStyle w:val="EX"/>
      </w:pPr>
      <w:r w:rsidRPr="00870ED0">
        <w:t>Test Source:</w:t>
      </w:r>
      <w:r w:rsidRPr="00870ED0">
        <w:tab/>
        <w:t>Test_Api_2_Enh_Cprv.java</w:t>
      </w:r>
      <w:r w:rsidR="006B5DEB" w:rsidRPr="00870ED0">
        <w:t>.</w:t>
      </w:r>
    </w:p>
    <w:p w:rsidR="00714EBB" w:rsidRPr="00870ED0" w:rsidRDefault="00714EBB" w:rsidP="006B5DEB">
      <w:pPr>
        <w:pStyle w:val="EX"/>
      </w:pPr>
      <w:r w:rsidRPr="00870ED0">
        <w:t xml:space="preserve">Test Applet: </w:t>
      </w:r>
      <w:r w:rsidRPr="00870ED0">
        <w:tab/>
        <w:t>Api_2_Enh_Cprv_1.java</w:t>
      </w:r>
      <w:r w:rsidR="006B5DEB" w:rsidRPr="00870ED0">
        <w:t>.</w:t>
      </w:r>
    </w:p>
    <w:p w:rsidR="00714EBB" w:rsidRPr="00870ED0" w:rsidRDefault="00714EBB" w:rsidP="006B5DEB">
      <w:pPr>
        <w:pStyle w:val="EX"/>
      </w:pPr>
      <w:r w:rsidRPr="00870ED0">
        <w:t>Cap File:</w:t>
      </w:r>
      <w:r w:rsidRPr="00870ED0">
        <w:tab/>
        <w:t>api_2_enh_cprv.cap</w:t>
      </w:r>
      <w:r w:rsidR="006B5DEB" w:rsidRPr="00870ED0">
        <w:t>.</w:t>
      </w:r>
    </w:p>
    <w:p w:rsidR="00714EBB" w:rsidRPr="00870ED0" w:rsidRDefault="00714EBB" w:rsidP="006B5DEB">
      <w:pPr>
        <w:pStyle w:val="Heading5"/>
      </w:pPr>
      <w:r w:rsidRPr="00870ED0">
        <w:t>5.2.2.8.3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12, 15, 18</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13, 14, 17</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090" w:type="dxa"/>
          </w:tcPr>
          <w:p w:rsidR="00714EBB" w:rsidRPr="00870ED0" w:rsidRDefault="00714EBB">
            <w:pPr>
              <w:pStyle w:val="TAC"/>
              <w:keepNext w:val="0"/>
              <w:keepLines w:val="0"/>
            </w:pPr>
            <w:r w:rsidRPr="00870ED0">
              <w:t>16</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090"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090"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090" w:type="dxa"/>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11</w:t>
            </w:r>
          </w:p>
        </w:tc>
      </w:tr>
    </w:tbl>
    <w:p w:rsidR="00714EBB" w:rsidRPr="00870ED0" w:rsidRDefault="00714EBB" w:rsidP="006B5DEB"/>
    <w:p w:rsidR="00714EBB" w:rsidRPr="00870ED0" w:rsidRDefault="00714EBB" w:rsidP="006B5DEB">
      <w:pPr>
        <w:pStyle w:val="Heading5"/>
      </w:pPr>
      <w:r w:rsidRPr="00870ED0">
        <w:t>5.2.2.8.4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Search TLV 02h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PL"/>
              <w:rPr>
                <w:noProof w:val="0"/>
              </w:rPr>
            </w:pPr>
            <w:r w:rsidRPr="00870ED0">
              <w:rPr>
                <w:noProof w:val="0"/>
              </w:rPr>
              <w:t>compareValue() with a null compareBuffer</w:t>
            </w:r>
          </w:p>
          <w:p w:rsidR="00714EBB" w:rsidRPr="00870ED0" w:rsidRDefault="00714EBB">
            <w:pPr>
              <w:pStyle w:val="PL"/>
              <w:rPr>
                <w:noProof w:val="0"/>
              </w:rPr>
            </w:pP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Search TLV 0Bh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compareOffset </w:t>
            </w:r>
            <w:r w:rsidRPr="00870ED0">
              <w:sym w:font="Symbol" w:char="F0B3"/>
            </w:r>
            <w:r w:rsidRPr="00870ED0">
              <w:t xml:space="preserve"> 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5</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pPr>
            <w:r w:rsidRPr="00870ED0">
              <w:t>3</w:t>
            </w:r>
          </w:p>
        </w:tc>
        <w:tc>
          <w:tcPr>
            <w:tcW w:w="4111" w:type="dxa"/>
            <w:tcBorders>
              <w:bottom w:val="single" w:sz="4" w:space="0" w:color="auto"/>
            </w:tcBorders>
          </w:tcPr>
          <w:p w:rsidR="00714EBB" w:rsidRPr="00870ED0" w:rsidRDefault="00714EBB">
            <w:pPr>
              <w:pStyle w:val="TAH"/>
            </w:pPr>
            <w:r w:rsidRPr="00870ED0">
              <w:t>compareOffset &lt; 0</w:t>
            </w:r>
          </w:p>
          <w:p w:rsidR="00714EBB" w:rsidRPr="00870ED0" w:rsidRDefault="00714EBB">
            <w:pPr>
              <w:pStyle w:val="PL"/>
              <w:keepNext/>
              <w:keepLines/>
              <w:rPr>
                <w:noProof w:val="0"/>
              </w:rPr>
            </w:pPr>
            <w:r w:rsidRPr="00870ED0">
              <w:rPr>
                <w:noProof w:val="0"/>
              </w:rPr>
              <w:t>compareValue()</w:t>
            </w:r>
          </w:p>
          <w:p w:rsidR="00714EBB" w:rsidRPr="00870ED0" w:rsidRDefault="00714EBB">
            <w:pPr>
              <w:pStyle w:val="PL"/>
              <w:keepNext/>
              <w:keepLines/>
              <w:rPr>
                <w:noProof w:val="0"/>
              </w:rPr>
            </w:pPr>
            <w:r w:rsidRPr="00870ED0">
              <w:rPr>
                <w:noProof w:val="0"/>
              </w:rPr>
              <w:t>compareBuffer.length = 5</w:t>
            </w:r>
          </w:p>
          <w:p w:rsidR="00714EBB" w:rsidRPr="00870ED0" w:rsidRDefault="00714EBB">
            <w:pPr>
              <w:pStyle w:val="PL"/>
              <w:keepNext/>
              <w:keepLines/>
              <w:rPr>
                <w:noProof w:val="0"/>
              </w:rPr>
            </w:pPr>
            <w:r w:rsidRPr="00870ED0">
              <w:rPr>
                <w:noProof w:val="0"/>
              </w:rPr>
              <w:t>compareOffset = -1</w:t>
            </w:r>
          </w:p>
          <w:p w:rsidR="00714EBB" w:rsidRPr="00870ED0" w:rsidRDefault="00714EBB">
            <w:pPr>
              <w:pStyle w:val="PL"/>
              <w:keepNext/>
              <w:keepLines/>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pPr>
            <w:r w:rsidRPr="00870ED0">
              <w:t>ArrayIndexOutOfBoundsException is thrown</w:t>
            </w:r>
          </w:p>
        </w:tc>
        <w:tc>
          <w:tcPr>
            <w:tcW w:w="2410" w:type="dxa"/>
            <w:tcBorders>
              <w:bottom w:val="single" w:sz="4" w:space="0" w:color="auto"/>
            </w:tcBorders>
          </w:tcPr>
          <w:p w:rsidR="00714EBB" w:rsidRPr="00870ED0" w:rsidRDefault="00714EB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rsidP="00A84394">
            <w:pPr>
              <w:pStyle w:val="TAC"/>
            </w:pPr>
            <w:r w:rsidRPr="00870ED0">
              <w:lastRenderedPageBreak/>
              <w:t>5</w:t>
            </w:r>
          </w:p>
        </w:tc>
        <w:tc>
          <w:tcPr>
            <w:tcW w:w="4111" w:type="dxa"/>
            <w:tcBorders>
              <w:bottom w:val="single" w:sz="4" w:space="0" w:color="auto"/>
            </w:tcBorders>
          </w:tcPr>
          <w:p w:rsidR="00714EBB" w:rsidRPr="00870ED0" w:rsidRDefault="00714EBB" w:rsidP="00A84394">
            <w:pPr>
              <w:pStyle w:val="TAH"/>
            </w:pPr>
            <w:r w:rsidRPr="00870ED0">
              <w:t>compareOffset + compareLength &gt;compareBuffer.length</w:t>
            </w:r>
          </w:p>
          <w:p w:rsidR="00714EBB" w:rsidRPr="00870ED0" w:rsidRDefault="00714EBB" w:rsidP="00A84394">
            <w:pPr>
              <w:pStyle w:val="PL"/>
              <w:keepNext/>
              <w:keepLines/>
              <w:rPr>
                <w:noProof w:val="0"/>
              </w:rPr>
            </w:pPr>
            <w:r w:rsidRPr="00870ED0">
              <w:rPr>
                <w:noProof w:val="0"/>
              </w:rPr>
              <w:t>compareValue()</w:t>
            </w:r>
          </w:p>
          <w:p w:rsidR="00714EBB" w:rsidRPr="00870ED0" w:rsidRDefault="00714EBB" w:rsidP="00A84394">
            <w:pPr>
              <w:pStyle w:val="PL"/>
              <w:keepNext/>
              <w:keepLines/>
              <w:rPr>
                <w:noProof w:val="0"/>
              </w:rPr>
            </w:pPr>
            <w:r w:rsidRPr="00870ED0">
              <w:rPr>
                <w:noProof w:val="0"/>
              </w:rPr>
              <w:t>compareBuffer.length = 5</w:t>
            </w:r>
          </w:p>
          <w:p w:rsidR="00714EBB" w:rsidRPr="00870ED0" w:rsidRDefault="00714EBB" w:rsidP="00A84394">
            <w:pPr>
              <w:pStyle w:val="PL"/>
              <w:keepNext/>
              <w:keepLines/>
              <w:rPr>
                <w:noProof w:val="0"/>
              </w:rPr>
            </w:pPr>
            <w:r w:rsidRPr="00870ED0">
              <w:rPr>
                <w:noProof w:val="0"/>
              </w:rPr>
              <w:t>compareOffset = 3</w:t>
            </w:r>
          </w:p>
          <w:p w:rsidR="00714EBB" w:rsidRPr="00870ED0" w:rsidRDefault="00714EBB" w:rsidP="00A84394">
            <w:pPr>
              <w:pStyle w:val="PL"/>
              <w:keepNext/>
              <w:keepLines/>
              <w:rPr>
                <w:noProof w:val="0"/>
              </w:rPr>
            </w:pPr>
            <w:r w:rsidRPr="00870ED0">
              <w:rPr>
                <w:noProof w:val="0"/>
              </w:rPr>
              <w:t>compareLength = 3</w:t>
            </w:r>
          </w:p>
        </w:tc>
        <w:tc>
          <w:tcPr>
            <w:tcW w:w="2835" w:type="dxa"/>
            <w:tcBorders>
              <w:bottom w:val="single" w:sz="4" w:space="0" w:color="auto"/>
            </w:tcBorders>
          </w:tcPr>
          <w:p w:rsidR="00714EBB" w:rsidRPr="00870ED0" w:rsidRDefault="00714EBB" w:rsidP="00A84394">
            <w:pPr>
              <w:pStyle w:val="TAL"/>
            </w:pPr>
            <w:r w:rsidRPr="00870ED0">
              <w:t>ArrayIndexOutOfBoundsException is thrown</w:t>
            </w:r>
          </w:p>
        </w:tc>
        <w:tc>
          <w:tcPr>
            <w:tcW w:w="2410" w:type="dxa"/>
            <w:tcBorders>
              <w:bottom w:val="single" w:sz="4" w:space="0" w:color="auto"/>
            </w:tcBorders>
          </w:tcPr>
          <w:p w:rsidR="00714EBB" w:rsidRPr="00870ED0" w:rsidRDefault="00714EBB" w:rsidP="00A84394">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7</w:t>
            </w:r>
          </w:p>
        </w:tc>
        <w:tc>
          <w:tcPr>
            <w:tcW w:w="4111" w:type="dxa"/>
            <w:tcBorders>
              <w:bottom w:val="nil"/>
            </w:tcBorders>
          </w:tcPr>
          <w:p w:rsidR="00714EBB" w:rsidRPr="00870ED0" w:rsidRDefault="00714EBB">
            <w:pPr>
              <w:pStyle w:val="TAH"/>
              <w:keepNext w:val="0"/>
              <w:keepLines w:val="0"/>
            </w:pPr>
            <w:r w:rsidRPr="00870ED0">
              <w:t>Search TLV 06h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 xml:space="preserve">valueOffset </w:t>
            </w:r>
            <w:r w:rsidRPr="00870ED0">
              <w:sym w:font="Symbol" w:char="F0B3"/>
            </w:r>
            <w:r w:rsidRPr="00870ED0">
              <w:t xml:space="preserve"> TLV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6</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compareLength &gt; TLV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 compareLength &gt; TLV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Search TLV 01h</w:t>
            </w:r>
          </w:p>
        </w:tc>
        <w:tc>
          <w:tcPr>
            <w:tcW w:w="2835" w:type="dxa"/>
            <w:tcBorders>
              <w:bottom w:val="nil"/>
            </w:tcBorders>
          </w:tcPr>
          <w:p w:rsidR="00714EBB" w:rsidRPr="00870ED0" w:rsidRDefault="00714EBB">
            <w:pPr>
              <w:pStyle w:val="TAL"/>
              <w:keepNext w:val="0"/>
              <w:keepLines w:val="0"/>
            </w:pPr>
            <w:r w:rsidRPr="00870ED0">
              <w:t>Result is TLV_NOT_FOUND</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PL"/>
              <w:rPr>
                <w:noProof w:val="0"/>
              </w:rPr>
            </w:pPr>
            <w:r w:rsidRPr="00870ED0">
              <w:rPr>
                <w:noProof w:val="0"/>
              </w:rPr>
              <w:t>compareValue()</w:t>
            </w:r>
          </w:p>
          <w:p w:rsidR="00714EBB" w:rsidRPr="00870ED0" w:rsidRDefault="00714EBB">
            <w:pPr>
              <w:pStyle w:val="TAL"/>
              <w:keepNext w:val="0"/>
              <w:keepLines w:val="0"/>
            </w:pPr>
          </w:p>
        </w:tc>
        <w:tc>
          <w:tcPr>
            <w:tcW w:w="2835" w:type="dxa"/>
            <w:tcBorders>
              <w:top w:val="single" w:sz="4" w:space="0" w:color="808080"/>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Search TLV 06h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81 11 22 33 44 F5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13</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7F 11 22 33 44 F5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14</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83 11 22 33 44 F5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15</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81 11 22 33 44 F5</w:t>
            </w:r>
          </w:p>
          <w:p w:rsidR="00714EBB" w:rsidRPr="00870ED0" w:rsidRDefault="00714EBB">
            <w:pPr>
              <w:pStyle w:val="PL"/>
              <w:rPr>
                <w:noProof w:val="0"/>
              </w:rPr>
            </w:pPr>
            <w:r w:rsidRPr="00870ED0">
              <w:rPr>
                <w:noProof w:val="0"/>
              </w:rPr>
              <w:t>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compareOffset = 4</w:t>
            </w:r>
          </w:p>
          <w:p w:rsidR="00714EBB" w:rsidRPr="00870ED0" w:rsidRDefault="00714EBB">
            <w:pPr>
              <w:pStyle w:val="PL"/>
              <w:rPr>
                <w:noProof w:val="0"/>
              </w:rPr>
            </w:pPr>
            <w:r w:rsidRPr="00870ED0">
              <w:rPr>
                <w:noProof w:val="0"/>
              </w:rPr>
              <w:t>compareLength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81 10 23 33 44 F5</w:t>
            </w:r>
          </w:p>
          <w:p w:rsidR="00714EBB" w:rsidRPr="00870ED0" w:rsidRDefault="00714EBB">
            <w:pPr>
              <w:pStyle w:val="PL"/>
              <w:rPr>
                <w:noProof w:val="0"/>
              </w:rPr>
            </w:pPr>
            <w:r w:rsidRPr="00870ED0">
              <w:rPr>
                <w:noProof w:val="0"/>
              </w:rPr>
              <w:t>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r w:rsidRPr="00870ED0">
              <w:lastRenderedPageBreak/>
              <w:t>17</w:t>
            </w:r>
          </w:p>
        </w:tc>
        <w:tc>
          <w:tcPr>
            <w:tcW w:w="4111" w:type="dxa"/>
            <w:tcBorders>
              <w:top w:val="single" w:sz="4" w:space="0" w:color="808080"/>
              <w:bottom w:val="nil"/>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55 55 55 81 12 21 33 44 F5</w:t>
            </w:r>
          </w:p>
          <w:p w:rsidR="00714EBB" w:rsidRPr="00870ED0" w:rsidRDefault="00714EBB">
            <w:pPr>
              <w:pStyle w:val="PL"/>
              <w:keepNext/>
              <w:keepLines/>
              <w:rPr>
                <w:noProof w:val="0"/>
              </w:rPr>
            </w:pPr>
            <w:r w:rsidRPr="00870ED0">
              <w:rPr>
                <w:noProof w:val="0"/>
              </w:rPr>
              <w:t>55 55 55 55 55</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jc w:val="center"/>
              <w:rPr>
                <w:noProof w:val="0"/>
              </w:rPr>
            </w:pPr>
            <w:r w:rsidRPr="00870ED0">
              <w:rPr>
                <w:rFonts w:ascii="Arial" w:hAnsi="Arial"/>
                <w:b/>
                <w:noProof w:val="0"/>
                <w:sz w:val="18"/>
              </w:rPr>
              <w:t>Successful call, compareValue() with length</w:t>
            </w:r>
            <w:r w:rsidRPr="00870ED0">
              <w:rPr>
                <w:b/>
                <w:noProof w:val="0"/>
              </w:rPr>
              <w:t>=0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15</w:t>
            </w:r>
          </w:p>
          <w:p w:rsidR="00714EBB" w:rsidRPr="00870ED0" w:rsidRDefault="00714EBB">
            <w:pPr>
              <w:pStyle w:val="PL"/>
              <w:rPr>
                <w:rFonts w:ascii="Arial" w:hAnsi="Arial"/>
                <w:b/>
                <w:noProof w:val="0"/>
                <w:sz w:val="18"/>
              </w:rPr>
            </w:pPr>
            <w:r w:rsidRPr="00870ED0">
              <w:rPr>
                <w:noProof w:val="0"/>
              </w:rPr>
              <w:t>CompareLength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compareValue() is 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5.2.2.9</w:t>
      </w:r>
      <w:r w:rsidRPr="00870ED0">
        <w:tab/>
        <w:t>Method findAndCopyValue(byte tag, byte[] dstBuffer, short dstOffset)</w:t>
      </w:r>
    </w:p>
    <w:p w:rsidR="00714EBB" w:rsidRPr="00870ED0" w:rsidRDefault="00714EBB">
      <w:r w:rsidRPr="00870ED0">
        <w:t>Test Area Reference: Api_2_Enh_Facyb_Bs</w:t>
      </w:r>
      <w:r w:rsidR="00A84394" w:rsidRPr="00870ED0">
        <w:t>.</w:t>
      </w:r>
    </w:p>
    <w:p w:rsidR="00714EBB" w:rsidRPr="00870ED0" w:rsidRDefault="00714EBB" w:rsidP="00A84394">
      <w:pPr>
        <w:pStyle w:val="Heading5"/>
      </w:pPr>
      <w:r w:rsidRPr="00870ED0">
        <w:t>5.2.2.9.1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5.2.2.9.1.1</w:t>
      </w:r>
      <w:r w:rsidRPr="00870ED0">
        <w:tab/>
        <w:t>Normal execution</w:t>
      </w:r>
    </w:p>
    <w:p w:rsidR="00714EBB" w:rsidRPr="00870ED0" w:rsidRDefault="00714EBB">
      <w:pPr>
        <w:pStyle w:val="B1"/>
      </w:pPr>
      <w:r w:rsidRPr="00870ED0">
        <w:t>CRRN1: looks for the first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length of the copied value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5.2.2.9.1.2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would cause access outside array bounds ArrayIndexOutOfBoundsException shall be thrown.</w:t>
      </w:r>
    </w:p>
    <w:p w:rsidR="00714EBB" w:rsidRPr="00870ED0" w:rsidRDefault="00714EBB">
      <w:pPr>
        <w:pStyle w:val="H6"/>
        <w:outlineLvl w:val="0"/>
      </w:pPr>
      <w:r w:rsidRPr="00870ED0">
        <w:t>5.2.2.9.1.3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84394">
      <w:pPr>
        <w:pStyle w:val="Heading5"/>
      </w:pPr>
      <w:r w:rsidRPr="00870ED0">
        <w:t>5.2.2.9.2</w:t>
      </w:r>
      <w:r w:rsidRPr="00870ED0">
        <w:tab/>
        <w:t>Test area files</w:t>
      </w:r>
    </w:p>
    <w:p w:rsidR="00714EBB" w:rsidRPr="00870ED0" w:rsidRDefault="00714EBB">
      <w:r w:rsidRPr="00870ED0">
        <w:t>Specific triggering: Unrecognized Envelope</w:t>
      </w:r>
      <w:r w:rsidR="00A84394" w:rsidRPr="00870ED0">
        <w:t>:</w:t>
      </w:r>
    </w:p>
    <w:p w:rsidR="00714EBB" w:rsidRPr="00870ED0" w:rsidRDefault="00714EBB" w:rsidP="00A84394">
      <w:pPr>
        <w:pStyle w:val="EX"/>
      </w:pPr>
      <w:r w:rsidRPr="00870ED0">
        <w:t>Test Source:</w:t>
      </w:r>
      <w:r w:rsidRPr="00870ED0">
        <w:tab/>
        <w:t>Test_Api_2_Enh_Facyb_Bs.java</w:t>
      </w:r>
      <w:r w:rsidR="00A84394" w:rsidRPr="00870ED0">
        <w:t>.</w:t>
      </w:r>
    </w:p>
    <w:p w:rsidR="00714EBB" w:rsidRPr="00870ED0" w:rsidRDefault="00714EBB" w:rsidP="00A84394">
      <w:pPr>
        <w:pStyle w:val="EX"/>
      </w:pPr>
      <w:r w:rsidRPr="00870ED0">
        <w:t xml:space="preserve">Test Applet: </w:t>
      </w:r>
      <w:r w:rsidRPr="00870ED0">
        <w:tab/>
        <w:t>Api_2_Enh_Facyb_Bs_1.java</w:t>
      </w:r>
      <w:r w:rsidR="00A84394" w:rsidRPr="00870ED0">
        <w:t>.</w:t>
      </w:r>
    </w:p>
    <w:p w:rsidR="00714EBB" w:rsidRPr="00870ED0" w:rsidRDefault="00714EBB" w:rsidP="00A84394">
      <w:pPr>
        <w:pStyle w:val="EX"/>
      </w:pPr>
      <w:r w:rsidRPr="00870ED0">
        <w:t>Cap File:</w:t>
      </w:r>
      <w:r w:rsidRPr="00870ED0">
        <w:tab/>
        <w:t>api_2_enh_facyb_bs.cap</w:t>
      </w:r>
      <w:r w:rsidR="00A84394" w:rsidRPr="00870ED0">
        <w:t>.</w:t>
      </w:r>
    </w:p>
    <w:p w:rsidR="00714EBB" w:rsidRPr="00870ED0" w:rsidRDefault="00714EBB" w:rsidP="00A84394">
      <w:pPr>
        <w:pStyle w:val="Heading5"/>
      </w:pPr>
      <w:r w:rsidRPr="00870ED0">
        <w:lastRenderedPageBreak/>
        <w:t>5.2.2.9.3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9, 11, 13</w:t>
            </w:r>
          </w:p>
        </w:tc>
      </w:tr>
      <w:tr w:rsidR="00714EBB" w:rsidRPr="00870ED0" w:rsidTr="00714EBB">
        <w:trPr>
          <w:jc w:val="center"/>
        </w:trPr>
        <w:tc>
          <w:tcPr>
            <w:tcW w:w="1299" w:type="dxa"/>
          </w:tcPr>
          <w:p w:rsidR="00714EBB" w:rsidRPr="00870ED0" w:rsidRDefault="00714EBB">
            <w:pPr>
              <w:pStyle w:val="TAC"/>
            </w:pPr>
            <w:r w:rsidRPr="00870ED0">
              <w:t>N2</w:t>
            </w:r>
          </w:p>
        </w:tc>
        <w:tc>
          <w:tcPr>
            <w:tcW w:w="3090" w:type="dxa"/>
          </w:tcPr>
          <w:p w:rsidR="00714EBB" w:rsidRPr="00870ED0" w:rsidRDefault="00714EBB">
            <w:pPr>
              <w:pStyle w:val="TAC"/>
            </w:pPr>
            <w:r w:rsidRPr="00870ED0">
              <w:t>6, 7</w:t>
            </w:r>
          </w:p>
        </w:tc>
      </w:tr>
      <w:tr w:rsidR="00714EBB" w:rsidRPr="00870ED0" w:rsidTr="00714EBB">
        <w:trPr>
          <w:jc w:val="center"/>
        </w:trPr>
        <w:tc>
          <w:tcPr>
            <w:tcW w:w="1299" w:type="dxa"/>
          </w:tcPr>
          <w:p w:rsidR="00714EBB" w:rsidRPr="00870ED0" w:rsidRDefault="00714EBB">
            <w:pPr>
              <w:pStyle w:val="TAC"/>
            </w:pPr>
            <w:r w:rsidRPr="00870ED0">
              <w:t>N3</w:t>
            </w:r>
          </w:p>
        </w:tc>
        <w:tc>
          <w:tcPr>
            <w:tcW w:w="3090" w:type="dxa"/>
          </w:tcPr>
          <w:p w:rsidR="00714EBB" w:rsidRPr="00870ED0" w:rsidRDefault="00714EBB">
            <w:pPr>
              <w:pStyle w:val="TAC"/>
            </w:pPr>
            <w:r w:rsidRPr="00870ED0">
              <w:t>8, 10, 12</w:t>
            </w:r>
          </w:p>
        </w:tc>
      </w:tr>
      <w:tr w:rsidR="00714EBB" w:rsidRPr="00870ED0" w:rsidTr="00714EBB">
        <w:trPr>
          <w:jc w:val="center"/>
        </w:trPr>
        <w:tc>
          <w:tcPr>
            <w:tcW w:w="1299" w:type="dxa"/>
          </w:tcPr>
          <w:p w:rsidR="00714EBB" w:rsidRPr="00870ED0" w:rsidRDefault="00714EBB">
            <w:pPr>
              <w:pStyle w:val="TAC"/>
            </w:pPr>
            <w:r w:rsidRPr="00870ED0">
              <w:t>N4</w:t>
            </w:r>
          </w:p>
        </w:tc>
        <w:tc>
          <w:tcPr>
            <w:tcW w:w="3090" w:type="dxa"/>
          </w:tcPr>
          <w:p w:rsidR="00714EBB" w:rsidRPr="00870ED0" w:rsidRDefault="00714EBB">
            <w:pPr>
              <w:pStyle w:val="TAC"/>
            </w:pPr>
            <w:r w:rsidRPr="00870ED0">
              <w:t>14, 15, 16, 17</w:t>
            </w:r>
          </w:p>
        </w:tc>
      </w:tr>
      <w:tr w:rsidR="00714EBB" w:rsidRPr="00870ED0" w:rsidTr="00714EBB">
        <w:trPr>
          <w:jc w:val="center"/>
        </w:trPr>
        <w:tc>
          <w:tcPr>
            <w:tcW w:w="1299" w:type="dxa"/>
          </w:tcPr>
          <w:p w:rsidR="00714EBB" w:rsidRPr="00870ED0" w:rsidRDefault="00714EBB">
            <w:pPr>
              <w:pStyle w:val="TAC"/>
            </w:pPr>
            <w:r w:rsidRPr="00870ED0">
              <w:t>P1</w:t>
            </w:r>
          </w:p>
        </w:tc>
        <w:tc>
          <w:tcPr>
            <w:tcW w:w="3090" w:type="dxa"/>
          </w:tcPr>
          <w:p w:rsidR="00714EBB" w:rsidRPr="00870ED0" w:rsidRDefault="00714EBB">
            <w:pPr>
              <w:pStyle w:val="TAC"/>
            </w:pPr>
            <w:r w:rsidRPr="00870ED0">
              <w:t>1</w:t>
            </w:r>
          </w:p>
        </w:tc>
      </w:tr>
      <w:tr w:rsidR="00714EBB" w:rsidRPr="00870ED0" w:rsidTr="00714EBB">
        <w:trPr>
          <w:jc w:val="center"/>
        </w:trPr>
        <w:tc>
          <w:tcPr>
            <w:tcW w:w="1299" w:type="dxa"/>
          </w:tcPr>
          <w:p w:rsidR="00714EBB" w:rsidRPr="00870ED0" w:rsidRDefault="00714EBB">
            <w:pPr>
              <w:pStyle w:val="TAC"/>
            </w:pPr>
            <w:r w:rsidRPr="00870ED0">
              <w:t>P2</w:t>
            </w:r>
          </w:p>
        </w:tc>
        <w:tc>
          <w:tcPr>
            <w:tcW w:w="3090" w:type="dxa"/>
          </w:tcPr>
          <w:p w:rsidR="00714EBB" w:rsidRPr="00870ED0" w:rsidRDefault="00714EBB">
            <w:pPr>
              <w:pStyle w:val="TAC"/>
            </w:pPr>
            <w:r w:rsidRPr="00870ED0">
              <w:t>2, 3, 4, 5</w:t>
            </w:r>
          </w:p>
        </w:tc>
      </w:tr>
      <w:tr w:rsidR="00714EBB" w:rsidRPr="00870ED0" w:rsidTr="00714EBB">
        <w:trPr>
          <w:jc w:val="center"/>
        </w:trPr>
        <w:tc>
          <w:tcPr>
            <w:tcW w:w="1299" w:type="dxa"/>
          </w:tcPr>
          <w:p w:rsidR="00714EBB" w:rsidRPr="00870ED0" w:rsidRDefault="00714EBB">
            <w:pPr>
              <w:pStyle w:val="TAC"/>
            </w:pPr>
            <w:r w:rsidRPr="00870ED0">
              <w:t>C1</w:t>
            </w:r>
          </w:p>
        </w:tc>
        <w:tc>
          <w:tcPr>
            <w:tcW w:w="3090" w:type="dxa"/>
          </w:tcPr>
          <w:p w:rsidR="00714EBB" w:rsidRPr="00870ED0" w:rsidRDefault="00714EBB">
            <w:pPr>
              <w:pStyle w:val="TAC"/>
            </w:pPr>
            <w:r w:rsidRPr="00870ED0">
              <w:t>Not testable</w:t>
            </w:r>
          </w:p>
        </w:tc>
      </w:tr>
    </w:tbl>
    <w:p w:rsidR="00714EBB" w:rsidRPr="00870ED0" w:rsidRDefault="00714EBB" w:rsidP="00A84394"/>
    <w:p w:rsidR="00714EBB" w:rsidRPr="00870ED0" w:rsidRDefault="00714EBB" w:rsidP="00A84394">
      <w:pPr>
        <w:pStyle w:val="Heading5"/>
      </w:pPr>
      <w:r w:rsidRPr="00870ED0">
        <w:t>5.2.2.9.4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Fill the Unrecognized Envelope with TLV: Tag 02, Value 83 81, Tag 06,  Value 81 11 22 33 44 F5, Tag 02 Value 22 44 Tag 33, Length C4 Value 01 02 …</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w:t>
            </w:r>
          </w:p>
        </w:tc>
        <w:tc>
          <w:tcPr>
            <w:tcW w:w="4111" w:type="dxa"/>
            <w:tcBorders>
              <w:top w:val="single" w:sz="4" w:space="0" w:color="808080"/>
            </w:tcBorders>
          </w:tcPr>
          <w:p w:rsidR="00714EBB" w:rsidRPr="00870ED0" w:rsidRDefault="00714EBB">
            <w:pPr>
              <w:pStyle w:val="TAH"/>
              <w:keepNext w:val="0"/>
              <w:keepLines w:val="0"/>
            </w:pPr>
            <w:r w:rsidRPr="00870ED0">
              <w:t>FindAndCopyValue() with a null dstBuffer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w:t>
            </w: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dstOffset </w:t>
            </w:r>
            <w:r w:rsidRPr="00870ED0">
              <w:sym w:font="Symbol" w:char="F0B3"/>
            </w:r>
            <w:r w:rsidRPr="00870ED0">
              <w:t xml:space="preserve">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06h</w:t>
            </w:r>
          </w:p>
          <w:p w:rsidR="00714EBB" w:rsidRPr="00870ED0" w:rsidRDefault="00714EBB">
            <w:pPr>
              <w:pStyle w:val="PL"/>
              <w:rPr>
                <w:noProof w:val="0"/>
              </w:rPr>
            </w:pPr>
            <w:r w:rsidRPr="00870ED0">
              <w:rPr>
                <w:noProof w:val="0"/>
              </w:rPr>
              <w:t>dstBuffer.length = 06</w:t>
            </w:r>
          </w:p>
          <w:p w:rsidR="00714EBB" w:rsidRPr="00870ED0" w:rsidRDefault="00714EBB">
            <w:pPr>
              <w:pStyle w:val="PL"/>
              <w:rPr>
                <w:noProof w:val="0"/>
              </w:rPr>
            </w:pPr>
            <w:r w:rsidRPr="00870ED0">
              <w:rPr>
                <w:noProof w:val="0"/>
              </w:rPr>
              <w:t>dstOffset = 06</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06</w:t>
            </w:r>
          </w:p>
          <w:p w:rsidR="00714EBB" w:rsidRPr="00870ED0" w:rsidRDefault="00714EBB">
            <w:pPr>
              <w:pStyle w:val="PL"/>
              <w:rPr>
                <w:noProof w:val="0"/>
              </w:rPr>
            </w:pPr>
            <w:r w:rsidRPr="00870ED0">
              <w:rPr>
                <w:noProof w:val="0"/>
              </w:rPr>
              <w:t>dstOffset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length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05</w:t>
            </w:r>
          </w:p>
          <w:p w:rsidR="00714EBB" w:rsidRPr="00870ED0" w:rsidRDefault="00714EBB">
            <w:pPr>
              <w:pStyle w:val="PL"/>
              <w:rPr>
                <w:noProof w:val="0"/>
              </w:rPr>
            </w:pPr>
            <w:r w:rsidRPr="00870ED0">
              <w:rPr>
                <w:noProof w:val="0"/>
              </w:rPr>
              <w:t>dstOffset = 0</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DstOffset + 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06</w:t>
            </w:r>
          </w:p>
          <w:p w:rsidR="00714EBB" w:rsidRPr="00870ED0" w:rsidRDefault="00714EBB">
            <w:pPr>
              <w:pStyle w:val="PL"/>
              <w:rPr>
                <w:noProof w:val="0"/>
              </w:rPr>
            </w:pPr>
            <w:r w:rsidRPr="00870ED0">
              <w:rPr>
                <w:noProof w:val="0"/>
              </w:rPr>
              <w:t>DstOffset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r w:rsidRPr="00870ED0">
              <w:t>6</w:t>
            </w: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03h</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06h</w:t>
            </w:r>
          </w:p>
          <w:p w:rsidR="00714EBB" w:rsidRPr="00870ED0" w:rsidRDefault="00714EBB">
            <w:pPr>
              <w:pStyle w:val="PL"/>
              <w:rPr>
                <w:noProof w:val="0"/>
              </w:rPr>
            </w:pPr>
            <w:r w:rsidRPr="00870ED0">
              <w:rPr>
                <w:noProof w:val="0"/>
              </w:rPr>
              <w:t>DstBuffer.length = 06</w:t>
            </w:r>
          </w:p>
          <w:p w:rsidR="00714EBB" w:rsidRPr="00870ED0" w:rsidRDefault="00714EBB">
            <w:pPr>
              <w:pStyle w:val="PL"/>
              <w:rPr>
                <w:noProof w:val="0"/>
              </w:rPr>
            </w:pPr>
            <w:r w:rsidRPr="00870ED0">
              <w:rPr>
                <w:noProof w:val="0"/>
              </w:rPr>
              <w:t>DstOffset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of findAndCopyValue () is 0006</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9</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81 11 22 33 44 F5</w:t>
            </w: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10</w:t>
            </w:r>
          </w:p>
        </w:tc>
        <w:tc>
          <w:tcPr>
            <w:tcW w:w="4111" w:type="dxa"/>
            <w:tcBorders>
              <w:bottom w:val="nil"/>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2</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 is 0008</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11</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81 11 22 33 44 F5 55 55 55 55</w:t>
            </w:r>
          </w:p>
          <w:p w:rsidR="00714EBB" w:rsidRPr="00870ED0" w:rsidRDefault="00714EBB">
            <w:pPr>
              <w:pStyle w:val="TAL"/>
              <w:keepNext w:val="0"/>
              <w:keepLines w:val="0"/>
            </w:pP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12</w:t>
            </w: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dstBuffer.length = 2</w:t>
            </w:r>
          </w:p>
          <w:p w:rsidR="00714EBB" w:rsidRPr="00870ED0" w:rsidRDefault="00714EBB">
            <w:pPr>
              <w:pStyle w:val="PL"/>
              <w:rPr>
                <w:noProof w:val="0"/>
              </w:rPr>
            </w:pPr>
            <w:r w:rsidRPr="00870ED0">
              <w:rPr>
                <w:noProof w:val="0"/>
              </w:rPr>
              <w:t>dstOffset = 0</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 is 0002</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1D2DF0">
        <w:trPr>
          <w:jc w:val="center"/>
        </w:trPr>
        <w:tc>
          <w:tcPr>
            <w:tcW w:w="425" w:type="dxa"/>
            <w:tcBorders>
              <w:bottom w:val="single" w:sz="4" w:space="0" w:color="auto"/>
            </w:tcBorders>
          </w:tcPr>
          <w:p w:rsidR="00714EBB" w:rsidRPr="00870ED0" w:rsidRDefault="00714EBB">
            <w:pPr>
              <w:pStyle w:val="TAC"/>
              <w:keepNext w:val="0"/>
              <w:keepLines w:val="0"/>
            </w:pPr>
            <w:r w:rsidRPr="00870ED0">
              <w:t>13</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83 81</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1D2DF0">
        <w:trPr>
          <w:jc w:val="center"/>
        </w:trPr>
        <w:tc>
          <w:tcPr>
            <w:tcW w:w="425" w:type="dxa"/>
            <w:tcBorders>
              <w:top w:val="single" w:sz="4" w:space="0" w:color="auto"/>
              <w:bottom w:val="single" w:sz="4" w:space="0" w:color="auto"/>
            </w:tcBorders>
          </w:tcPr>
          <w:p w:rsidR="00714EBB" w:rsidRPr="00870ED0" w:rsidRDefault="00714EBB" w:rsidP="001D2DF0">
            <w:pPr>
              <w:pStyle w:val="TAC"/>
            </w:pPr>
            <w:r w:rsidRPr="00870ED0">
              <w:lastRenderedPageBreak/>
              <w:t>14</w:t>
            </w:r>
          </w:p>
        </w:tc>
        <w:tc>
          <w:tcPr>
            <w:tcW w:w="4111" w:type="dxa"/>
            <w:tcBorders>
              <w:top w:val="single" w:sz="4" w:space="0" w:color="auto"/>
              <w:bottom w:val="single" w:sz="4" w:space="0" w:color="auto"/>
            </w:tcBorders>
          </w:tcPr>
          <w:p w:rsidR="00714EBB" w:rsidRPr="00870ED0" w:rsidRDefault="00714EBB" w:rsidP="001D2DF0">
            <w:pPr>
              <w:pStyle w:val="TAH"/>
            </w:pPr>
            <w:r w:rsidRPr="00870ED0">
              <w:t>Successful call (with tag 82h)</w:t>
            </w:r>
          </w:p>
          <w:p w:rsidR="00714EBB" w:rsidRPr="00870ED0" w:rsidRDefault="00714EBB" w:rsidP="001D2DF0">
            <w:pPr>
              <w:pStyle w:val="PL"/>
              <w:keepNext/>
              <w:keepLines/>
              <w:rPr>
                <w:noProof w:val="0"/>
              </w:rPr>
            </w:pPr>
            <w:r w:rsidRPr="00870ED0">
              <w:rPr>
                <w:noProof w:val="0"/>
              </w:rPr>
              <w:t>findAndCopyValue()</w:t>
            </w:r>
          </w:p>
          <w:p w:rsidR="00714EBB" w:rsidRPr="00870ED0" w:rsidRDefault="00714EBB" w:rsidP="001D2DF0">
            <w:pPr>
              <w:pStyle w:val="PL"/>
              <w:keepNext/>
              <w:keepLines/>
              <w:rPr>
                <w:noProof w:val="0"/>
              </w:rPr>
            </w:pPr>
            <w:r w:rsidRPr="00870ED0">
              <w:rPr>
                <w:noProof w:val="0"/>
              </w:rPr>
              <w:t>tag = 82h</w:t>
            </w:r>
          </w:p>
          <w:p w:rsidR="00714EBB" w:rsidRPr="00870ED0" w:rsidRDefault="00714EBB" w:rsidP="001D2DF0">
            <w:pPr>
              <w:pStyle w:val="PL"/>
              <w:keepNext/>
              <w:keepLines/>
              <w:rPr>
                <w:noProof w:val="0"/>
              </w:rPr>
            </w:pPr>
            <w:r w:rsidRPr="00870ED0">
              <w:rPr>
                <w:noProof w:val="0"/>
              </w:rPr>
              <w:t>dstBuffer.length = 02</w:t>
            </w:r>
          </w:p>
          <w:p w:rsidR="00714EBB" w:rsidRPr="00870ED0" w:rsidRDefault="00714EBB" w:rsidP="001D2DF0">
            <w:pPr>
              <w:pStyle w:val="PL"/>
              <w:keepNext/>
              <w:keepLines/>
              <w:rPr>
                <w:noProof w:val="0"/>
              </w:rPr>
            </w:pPr>
            <w:r w:rsidRPr="00870ED0">
              <w:rPr>
                <w:noProof w:val="0"/>
              </w:rPr>
              <w:t>dstOffset = 0</w:t>
            </w:r>
          </w:p>
        </w:tc>
        <w:tc>
          <w:tcPr>
            <w:tcW w:w="2835" w:type="dxa"/>
            <w:tcBorders>
              <w:top w:val="single" w:sz="4" w:space="0" w:color="auto"/>
              <w:bottom w:val="single" w:sz="4" w:space="0" w:color="auto"/>
            </w:tcBorders>
          </w:tcPr>
          <w:p w:rsidR="00714EBB" w:rsidRPr="00870ED0" w:rsidRDefault="00714EBB" w:rsidP="001D2DF0">
            <w:pPr>
              <w:pStyle w:val="TAL"/>
            </w:pPr>
            <w:r w:rsidRPr="00870ED0">
              <w:t>Result of findAndCopyValue () is 0002</w:t>
            </w:r>
          </w:p>
        </w:tc>
        <w:tc>
          <w:tcPr>
            <w:tcW w:w="2410" w:type="dxa"/>
            <w:tcBorders>
              <w:top w:val="single" w:sz="4" w:space="0" w:color="auto"/>
              <w:bottom w:val="single" w:sz="4" w:space="0" w:color="auto"/>
            </w:tcBorders>
          </w:tcPr>
          <w:p w:rsidR="00714EBB" w:rsidRPr="00870ED0" w:rsidRDefault="00714EBB" w:rsidP="001D2DF0">
            <w:pPr>
              <w:pStyle w:val="TAL"/>
            </w:pPr>
          </w:p>
        </w:tc>
      </w:tr>
      <w:tr w:rsidR="00714EBB" w:rsidRPr="00870ED0" w:rsidTr="001D2DF0">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83 81</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B3h)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B3h</w:t>
            </w:r>
          </w:p>
          <w:p w:rsidR="00714EBB" w:rsidRPr="00870ED0" w:rsidRDefault="00714EBB">
            <w:pPr>
              <w:pStyle w:val="PL"/>
              <w:rPr>
                <w:noProof w:val="0"/>
              </w:rPr>
            </w:pPr>
            <w:r w:rsidRPr="00870ED0">
              <w:rPr>
                <w:noProof w:val="0"/>
              </w:rPr>
              <w:t>dstBuffer.length = C4</w:t>
            </w:r>
          </w:p>
          <w:p w:rsidR="00714EBB" w:rsidRPr="00870ED0" w:rsidRDefault="00714EBB">
            <w:pPr>
              <w:pStyle w:val="PL"/>
              <w:rPr>
                <w:noProof w:val="0"/>
              </w:rPr>
            </w:pPr>
            <w:r w:rsidRPr="00870ED0">
              <w:rPr>
                <w:noProof w:val="0"/>
              </w:rPr>
              <w:t>dstOffset = 0</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 is 00C4</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pPr>
            <w:r w:rsidRPr="00870ED0">
              <w:t>17</w:t>
            </w:r>
          </w:p>
        </w:tc>
        <w:tc>
          <w:tcPr>
            <w:tcW w:w="4111" w:type="dxa"/>
          </w:tcPr>
          <w:p w:rsidR="00714EBB" w:rsidRPr="00870ED0" w:rsidRDefault="00714EBB">
            <w:pPr>
              <w:pStyle w:val="TAH"/>
            </w:pPr>
            <w:r w:rsidRPr="00870ED0">
              <w:t>Compare buffer</w:t>
            </w:r>
          </w:p>
          <w:p w:rsidR="00714EBB" w:rsidRPr="00870ED0" w:rsidRDefault="00714EBB">
            <w:pPr>
              <w:pStyle w:val="PL"/>
              <w:keepNext/>
              <w:keepLines/>
              <w:rPr>
                <w:noProof w:val="0"/>
              </w:rPr>
            </w:pPr>
            <w:r w:rsidRPr="00870ED0">
              <w:rPr>
                <w:noProof w:val="0"/>
              </w:rPr>
              <w:t>buffer = 01 02 … C4</w:t>
            </w:r>
          </w:p>
        </w:tc>
        <w:tc>
          <w:tcPr>
            <w:tcW w:w="2835" w:type="dxa"/>
          </w:tcPr>
          <w:p w:rsidR="00714EBB" w:rsidRPr="00870ED0" w:rsidRDefault="00714EBB">
            <w:pPr>
              <w:pStyle w:val="TAL"/>
            </w:pPr>
            <w:r w:rsidRPr="00870ED0">
              <w:t>Result is 00h</w:t>
            </w:r>
          </w:p>
        </w:tc>
        <w:tc>
          <w:tcPr>
            <w:tcW w:w="2410" w:type="dxa"/>
          </w:tcPr>
          <w:p w:rsidR="00714EBB" w:rsidRPr="00870ED0" w:rsidRDefault="00714EBB">
            <w:pPr>
              <w:pStyle w:val="TAL"/>
            </w:pPr>
          </w:p>
        </w:tc>
      </w:tr>
    </w:tbl>
    <w:p w:rsidR="00714EBB" w:rsidRPr="00870ED0" w:rsidRDefault="00714EBB"/>
    <w:p w:rsidR="00714EBB" w:rsidRPr="00870ED0" w:rsidRDefault="00714EBB">
      <w:pPr>
        <w:pStyle w:val="Heading4"/>
      </w:pPr>
      <w:r w:rsidRPr="00870ED0">
        <w:t>5.2.2.10</w:t>
      </w:r>
      <w:r w:rsidRPr="00870ED0">
        <w:tab/>
        <w:t>Method findAndCopyValue(byte tag, byte occurrence, short valueOffset, byte[] dstBuffer, short dstOffset, short dstLength)</w:t>
      </w:r>
    </w:p>
    <w:p w:rsidR="00714EBB" w:rsidRPr="00870ED0" w:rsidRDefault="00714EBB">
      <w:r w:rsidRPr="00870ED0">
        <w:t>Test Area Reference: Api_2_Enh_Facybs_Bss</w:t>
      </w:r>
      <w:r w:rsidR="00AD1633" w:rsidRPr="00870ED0">
        <w:t>.</w:t>
      </w:r>
    </w:p>
    <w:p w:rsidR="00714EBB" w:rsidRPr="00870ED0" w:rsidRDefault="00714EBB" w:rsidP="00AD1633">
      <w:pPr>
        <w:pStyle w:val="Heading5"/>
      </w:pPr>
      <w:r w:rsidRPr="00870ED0">
        <w:t>5.2.2.10.1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5.2.2.10.1.1</w:t>
      </w:r>
      <w:r w:rsidRPr="00870ED0">
        <w:tab/>
        <w:t>Normal execution</w:t>
      </w:r>
    </w:p>
    <w:p w:rsidR="00714EBB" w:rsidRPr="00870ED0" w:rsidRDefault="00714EBB">
      <w:pPr>
        <w:pStyle w:val="B1"/>
      </w:pPr>
      <w:r w:rsidRPr="00870ED0">
        <w:t>CRRN1: looks for the indicated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dstLength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5.2.2.10.1.2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or dstLength or both would cause access outside array bounds, or if dstLength is negative ArrayIndexOutOfBoundsException shall be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B1"/>
      </w:pPr>
      <w:r w:rsidRPr="00870ED0">
        <w:t>CRRP4: if an input parameter is not valid (e.g. occurrence = 0) an instance of ToolkitException shall be thrown. The reason code shall be ToolkitException.</w:t>
      </w:r>
      <w:r w:rsidRPr="00870ED0">
        <w:rPr>
          <w:rFonts w:ascii="Courier New" w:hAnsi="Courier New"/>
        </w:rPr>
        <w:t>BAD_INPUT_PARAMETER</w:t>
      </w:r>
      <w:r w:rsidR="00AD1633" w:rsidRPr="00870ED0">
        <w:t>.</w:t>
      </w:r>
    </w:p>
    <w:p w:rsidR="00714EBB" w:rsidRPr="00870ED0" w:rsidRDefault="00714EBB">
      <w:pPr>
        <w:pStyle w:val="H6"/>
        <w:outlineLvl w:val="0"/>
      </w:pPr>
      <w:r w:rsidRPr="00870ED0">
        <w:t>5.2.2.10.1.3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D1633">
      <w:pPr>
        <w:pStyle w:val="Heading5"/>
      </w:pPr>
      <w:r w:rsidRPr="00870ED0">
        <w:lastRenderedPageBreak/>
        <w:t>5.2.2.10.2</w:t>
      </w:r>
      <w:r w:rsidRPr="00870ED0">
        <w:tab/>
        <w:t>Test area files</w:t>
      </w:r>
    </w:p>
    <w:p w:rsidR="00714EBB" w:rsidRPr="00870ED0" w:rsidRDefault="00714EBB" w:rsidP="00AD1633">
      <w:pPr>
        <w:keepNext/>
        <w:keepLines/>
      </w:pPr>
      <w:r w:rsidRPr="00870ED0">
        <w:t>Specific triggering: Unrecognized Envelope</w:t>
      </w:r>
      <w:r w:rsidR="00AD1633" w:rsidRPr="00870ED0">
        <w:t>:</w:t>
      </w:r>
    </w:p>
    <w:p w:rsidR="00714EBB" w:rsidRPr="00870ED0" w:rsidRDefault="00714EBB" w:rsidP="00AD1633">
      <w:pPr>
        <w:pStyle w:val="EX"/>
        <w:keepNext/>
      </w:pPr>
      <w:r w:rsidRPr="00870ED0">
        <w:t>Test Source:</w:t>
      </w:r>
      <w:r w:rsidRPr="00870ED0">
        <w:tab/>
        <w:t>Test_Api_2_Enh_Facybs_Bss.java</w:t>
      </w:r>
      <w:r w:rsidR="00AD1633" w:rsidRPr="00870ED0">
        <w:t>.</w:t>
      </w:r>
    </w:p>
    <w:p w:rsidR="00714EBB" w:rsidRPr="00870ED0" w:rsidRDefault="00714EBB" w:rsidP="00AD1633">
      <w:pPr>
        <w:pStyle w:val="EX"/>
        <w:keepNext/>
      </w:pPr>
      <w:r w:rsidRPr="00870ED0">
        <w:t xml:space="preserve">Test Applet: </w:t>
      </w:r>
      <w:r w:rsidRPr="00870ED0">
        <w:tab/>
        <w:t>Api_2_Enh_Facybs_Bss_1.java</w:t>
      </w:r>
      <w:r w:rsidR="00AD1633" w:rsidRPr="00870ED0">
        <w:t>.</w:t>
      </w:r>
    </w:p>
    <w:p w:rsidR="00714EBB" w:rsidRPr="00870ED0" w:rsidRDefault="00714EBB" w:rsidP="00AD1633">
      <w:pPr>
        <w:pStyle w:val="EX"/>
      </w:pPr>
      <w:r w:rsidRPr="00870ED0">
        <w:t>Cap File:</w:t>
      </w:r>
      <w:r w:rsidRPr="00870ED0">
        <w:tab/>
        <w:t>api_2_enh_facybs_bss.cap</w:t>
      </w:r>
      <w:r w:rsidR="00AD1633" w:rsidRPr="00870ED0">
        <w:t>.</w:t>
      </w:r>
    </w:p>
    <w:p w:rsidR="00714EBB" w:rsidRPr="00870ED0" w:rsidRDefault="00714EBB" w:rsidP="00AD1633">
      <w:pPr>
        <w:pStyle w:val="Heading5"/>
      </w:pPr>
      <w:r w:rsidRPr="00870ED0">
        <w:t>5.2.2.10.3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14, 15, 17, 19, 20</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11, 12</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090" w:type="dxa"/>
          </w:tcPr>
          <w:p w:rsidR="00714EBB" w:rsidRPr="00870ED0" w:rsidRDefault="00714EBB">
            <w:pPr>
              <w:pStyle w:val="TAC"/>
              <w:keepNext w:val="0"/>
              <w:keepLines w:val="0"/>
            </w:pPr>
            <w:r w:rsidRPr="00870ED0">
              <w:t>13, 15, 17, 19, 25</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090" w:type="dxa"/>
          </w:tcPr>
          <w:p w:rsidR="00714EBB" w:rsidRPr="00870ED0" w:rsidRDefault="00714EBB">
            <w:pPr>
              <w:pStyle w:val="TAC"/>
              <w:keepNext w:val="0"/>
              <w:keepLines w:val="0"/>
            </w:pPr>
            <w:r w:rsidRPr="00870ED0">
              <w:t>21, 22, 23, 24</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090"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090"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090" w:type="dxa"/>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Pr>
          <w:p w:rsidR="00714EBB" w:rsidRPr="00870ED0" w:rsidRDefault="00714EBB">
            <w:pPr>
              <w:pStyle w:val="TAC"/>
              <w:keepNext w:val="0"/>
              <w:keepLines w:val="0"/>
            </w:pPr>
            <w:r w:rsidRPr="00870ED0">
              <w:t>P4</w:t>
            </w:r>
          </w:p>
        </w:tc>
        <w:tc>
          <w:tcPr>
            <w:tcW w:w="3090" w:type="dxa"/>
          </w:tcPr>
          <w:p w:rsidR="00714EBB" w:rsidRPr="00870ED0" w:rsidRDefault="00714EBB">
            <w:pPr>
              <w:pStyle w:val="TAC"/>
              <w:keepNext w:val="0"/>
              <w:keepLines w:val="0"/>
            </w:pPr>
            <w:r w:rsidRPr="00870ED0">
              <w:t>26</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bl>
    <w:p w:rsidR="00714EBB" w:rsidRPr="00870ED0" w:rsidRDefault="00714EBB" w:rsidP="00AD1633"/>
    <w:p w:rsidR="00714EBB" w:rsidRPr="00870ED0" w:rsidRDefault="00714EBB" w:rsidP="00AD1633">
      <w:pPr>
        <w:pStyle w:val="Heading5"/>
      </w:pPr>
      <w:r w:rsidRPr="00870ED0">
        <w:t>5.2.2.10.4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Fill the Unrecognized Envelope with TLV: Tag 02, Value 83 81, Tag 06,  Value 81 11 22 33 44 F5, Tag 02 Value 22 44 Tag 33, Length C4 Value 01 02 …</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w:t>
            </w:r>
          </w:p>
        </w:tc>
        <w:tc>
          <w:tcPr>
            <w:tcW w:w="4111" w:type="dxa"/>
            <w:tcBorders>
              <w:top w:val="single" w:sz="4" w:space="0" w:color="808080"/>
            </w:tcBorders>
          </w:tcPr>
          <w:p w:rsidR="00714EBB" w:rsidRPr="00870ED0" w:rsidRDefault="00714EBB">
            <w:pPr>
              <w:pStyle w:val="TAH"/>
              <w:keepNext w:val="0"/>
              <w:keepLines w:val="0"/>
            </w:pPr>
            <w:r w:rsidRPr="00870ED0">
              <w:t>findAndCopyValue() with a null dstBuffer</w:t>
            </w:r>
          </w:p>
          <w:p w:rsidR="00714EBB" w:rsidRPr="00870ED0" w:rsidRDefault="00714EBB">
            <w:pPr>
              <w:pStyle w:val="TAL"/>
              <w:keepNext w:val="0"/>
              <w:keepLines w:val="0"/>
            </w:pP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w:t>
            </w: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dstOffset </w:t>
            </w:r>
            <w:r w:rsidRPr="00870ED0">
              <w:sym w:font="Symbol" w:char="F0B3"/>
            </w:r>
            <w:r w:rsidRPr="00870ED0">
              <w:t xml:space="preserve">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06h,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 xml:space="preserve">valueOffset </w:t>
            </w:r>
            <w:r w:rsidRPr="00870ED0">
              <w:sym w:font="Symbol" w:char="F0B3"/>
            </w:r>
            <w:r w:rsidRPr="00870ED0">
              <w:t xml:space="preserve"> Value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06h, occurrence = 1</w:t>
            </w:r>
          </w:p>
          <w:p w:rsidR="00714EBB" w:rsidRPr="00870ED0" w:rsidRDefault="00714EBB">
            <w:pPr>
              <w:pStyle w:val="PL"/>
              <w:rPr>
                <w:noProof w:val="0"/>
              </w:rPr>
            </w:pPr>
            <w:r w:rsidRPr="00870ED0">
              <w:rPr>
                <w:noProof w:val="0"/>
              </w:rPr>
              <w:t>valueOffset = 6</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pPr>
            <w:r w:rsidRPr="00870ED0">
              <w:lastRenderedPageBreak/>
              <w:t>8</w:t>
            </w:r>
          </w:p>
        </w:tc>
        <w:tc>
          <w:tcPr>
            <w:tcW w:w="4111" w:type="dxa"/>
            <w:tcBorders>
              <w:top w:val="single" w:sz="4" w:space="0" w:color="808080"/>
              <w:bottom w:val="single" w:sz="4" w:space="0" w:color="auto"/>
            </w:tcBorders>
          </w:tcPr>
          <w:p w:rsidR="00714EBB" w:rsidRPr="00870ED0" w:rsidRDefault="00714EBB" w:rsidP="00AD1633">
            <w:pPr>
              <w:pStyle w:val="TAH"/>
            </w:pPr>
            <w:r w:rsidRPr="00870ED0">
              <w:t>valueOffset &lt; 0</w:t>
            </w:r>
          </w:p>
          <w:p w:rsidR="00714EBB" w:rsidRPr="00870ED0" w:rsidRDefault="00714EBB" w:rsidP="00AD1633">
            <w:pPr>
              <w:pStyle w:val="PL"/>
              <w:keepNext/>
              <w:keepLines/>
              <w:rPr>
                <w:noProof w:val="0"/>
              </w:rPr>
            </w:pPr>
            <w:r w:rsidRPr="00870ED0">
              <w:rPr>
                <w:noProof w:val="0"/>
              </w:rPr>
              <w:t>findAndCopyValue()</w:t>
            </w:r>
          </w:p>
          <w:p w:rsidR="00714EBB" w:rsidRPr="00870ED0" w:rsidRDefault="00714EBB" w:rsidP="00AD1633">
            <w:pPr>
              <w:pStyle w:val="PL"/>
              <w:keepNext/>
              <w:keepLines/>
              <w:rPr>
                <w:noProof w:val="0"/>
              </w:rPr>
            </w:pPr>
            <w:r w:rsidRPr="00870ED0">
              <w:rPr>
                <w:noProof w:val="0"/>
              </w:rPr>
              <w:t>valueOffset = -1</w:t>
            </w:r>
          </w:p>
          <w:p w:rsidR="00714EBB" w:rsidRPr="00870ED0" w:rsidRDefault="00714EBB" w:rsidP="00AD1633">
            <w:pPr>
              <w:pStyle w:val="PL"/>
              <w:keepNext/>
              <w:keepLines/>
              <w:rPr>
                <w:noProof w:val="0"/>
              </w:rPr>
            </w:pPr>
            <w:r w:rsidRPr="00870ED0">
              <w:rPr>
                <w:noProof w:val="0"/>
              </w:rPr>
              <w:t>dstBuffer.length = 15</w:t>
            </w:r>
          </w:p>
          <w:p w:rsidR="00714EBB" w:rsidRPr="00870ED0" w:rsidRDefault="00714EBB" w:rsidP="00AD1633">
            <w:pPr>
              <w:pStyle w:val="PL"/>
              <w:keepNext/>
              <w:keepLines/>
              <w:rPr>
                <w:noProof w:val="0"/>
              </w:rPr>
            </w:pPr>
            <w:r w:rsidRPr="00870ED0">
              <w:rPr>
                <w:noProof w:val="0"/>
              </w:rPr>
              <w:t>dstOffset = 0</w:t>
            </w:r>
          </w:p>
          <w:p w:rsidR="00714EBB" w:rsidRPr="00870ED0" w:rsidRDefault="00714EBB" w:rsidP="00AD1633">
            <w:pPr>
              <w:pStyle w:val="PL"/>
              <w:keepNext/>
              <w:keepLines/>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rsidP="00AD1633">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dstLength &gt; Value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rFonts w:ascii="Arial" w:hAnsi="Arial"/>
                <w:b/>
                <w:noProof w:val="0"/>
                <w:sz w:val="18"/>
              </w:rPr>
              <w:t>valueOffset + 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r w:rsidRPr="00870ED0">
              <w:t>11</w:t>
            </w: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AD1633">
        <w:trPr>
          <w:jc w:val="center"/>
        </w:trPr>
        <w:tc>
          <w:tcPr>
            <w:tcW w:w="425" w:type="dxa"/>
            <w:tcBorders>
              <w:top w:val="nil"/>
              <w:bottom w:val="single" w:sz="4" w:space="0" w:color="auto"/>
            </w:tcBorders>
          </w:tcPr>
          <w:p w:rsidR="00714EBB" w:rsidRPr="00870ED0" w:rsidRDefault="00714EBB">
            <w:pPr>
              <w:pStyle w:val="TAC"/>
              <w:keepNext w:val="0"/>
              <w:keepLines w:val="0"/>
            </w:pPr>
          </w:p>
        </w:tc>
        <w:tc>
          <w:tcPr>
            <w:tcW w:w="4111" w:type="dxa"/>
            <w:tcBorders>
              <w:top w:val="nil"/>
              <w:bottom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06h</w:t>
            </w:r>
          </w:p>
          <w:p w:rsidR="00714EBB" w:rsidRPr="00870ED0" w:rsidRDefault="00714EBB">
            <w:pPr>
              <w:pStyle w:val="PL"/>
              <w:rPr>
                <w:noProof w:val="0"/>
              </w:rPr>
            </w:pPr>
            <w:r w:rsidRPr="00870ED0">
              <w:rPr>
                <w:noProof w:val="0"/>
              </w:rPr>
              <w:t>occurrence = 2</w:t>
            </w:r>
          </w:p>
        </w:tc>
        <w:tc>
          <w:tcPr>
            <w:tcW w:w="2835" w:type="dxa"/>
            <w:tcBorders>
              <w:top w:val="nil"/>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single" w:sz="4" w:space="0" w:color="auto"/>
            </w:tcBorders>
          </w:tcPr>
          <w:p w:rsidR="00714EBB" w:rsidRPr="00870ED0" w:rsidRDefault="00714EBB">
            <w:pPr>
              <w:pStyle w:val="TAL"/>
              <w:keepNext w:val="0"/>
              <w:keepLines w:val="0"/>
            </w:pPr>
          </w:p>
        </w:tc>
      </w:tr>
      <w:tr w:rsidR="00714EBB" w:rsidRPr="00870ED0" w:rsidTr="00AD1633">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13</w:t>
            </w:r>
          </w:p>
        </w:tc>
        <w:tc>
          <w:tcPr>
            <w:tcW w:w="4111" w:type="dxa"/>
            <w:tcBorders>
              <w:top w:val="single" w:sz="4" w:space="0" w:color="808080"/>
              <w:bottom w:val="single" w:sz="4" w:space="0" w:color="auto"/>
            </w:tcBorders>
          </w:tcPr>
          <w:p w:rsidR="00714EBB" w:rsidRPr="00870ED0" w:rsidRDefault="00714EBB">
            <w:pPr>
              <w:pStyle w:val="TAH"/>
            </w:pPr>
            <w:r w:rsidRPr="00870ED0">
              <w:t>Successful call</w:t>
            </w:r>
          </w:p>
          <w:p w:rsidR="00714EBB" w:rsidRPr="00870ED0" w:rsidRDefault="00714EBB">
            <w:pPr>
              <w:pStyle w:val="PL"/>
              <w:keepNext/>
              <w:keepLines/>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06h, occurrence = 1</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dstBuffer.length = 06</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06</w:t>
            </w:r>
          </w:p>
        </w:tc>
        <w:tc>
          <w:tcPr>
            <w:tcW w:w="2835" w:type="dxa"/>
            <w:tcBorders>
              <w:top w:val="single" w:sz="4" w:space="0" w:color="808080"/>
              <w:bottom w:val="single" w:sz="4" w:space="0" w:color="auto"/>
            </w:tcBorders>
          </w:tcPr>
          <w:p w:rsidR="00714EBB" w:rsidRPr="00870ED0" w:rsidRDefault="00714EBB">
            <w:pPr>
              <w:pStyle w:val="TAL"/>
            </w:pPr>
            <w:r w:rsidRPr="00870ED0">
              <w:t>Result of findAndCopyValue() is 6</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14</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81 11 22 33 44 F5</w:t>
            </w: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15</w:t>
            </w:r>
          </w:p>
        </w:tc>
        <w:tc>
          <w:tcPr>
            <w:tcW w:w="4111" w:type="dxa"/>
            <w:tcBorders>
              <w:bottom w:val="nil"/>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06h, occurrence = 1</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04</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 is 0007</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16</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22 33 44 F5 55 55 55 55 55</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02h,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of findAndCopyValue() is 0002</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18</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83 81 55 … 55</w:t>
            </w: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02h,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2</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of findAndCopyValue() is 0002</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single" w:sz="4" w:space="0" w:color="auto"/>
            </w:tcBorders>
          </w:tcPr>
          <w:p w:rsidR="00714EBB" w:rsidRPr="00870ED0" w:rsidRDefault="00714EBB">
            <w:pPr>
              <w:pStyle w:val="TAC"/>
              <w:keepNext w:val="0"/>
              <w:keepLines w:val="0"/>
            </w:pPr>
            <w:r w:rsidRPr="00870ED0">
              <w:t>20</w:t>
            </w:r>
          </w:p>
        </w:tc>
        <w:tc>
          <w:tcPr>
            <w:tcW w:w="4111" w:type="dxa"/>
            <w:tcBorders>
              <w:top w:val="nil"/>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22 44 55 … 55</w:t>
            </w:r>
          </w:p>
        </w:tc>
        <w:tc>
          <w:tcPr>
            <w:tcW w:w="2835" w:type="dxa"/>
            <w:tcBorders>
              <w:top w:val="nil"/>
              <w:bottom w:val="single" w:sz="4" w:space="0" w:color="auto"/>
            </w:tcBorders>
          </w:tcPr>
          <w:p w:rsidR="00714EBB" w:rsidRPr="00870ED0" w:rsidRDefault="00714EBB">
            <w:pPr>
              <w:pStyle w:val="TAL"/>
              <w:keepNext w:val="0"/>
              <w:keepLines w:val="0"/>
            </w:pPr>
            <w:r w:rsidRPr="00870ED0">
              <w:t>Result is 00h</w:t>
            </w:r>
          </w:p>
        </w:tc>
        <w:tc>
          <w:tcPr>
            <w:tcW w:w="2410" w:type="dxa"/>
            <w:tcBorders>
              <w:top w:val="nil"/>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21</w:t>
            </w: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82h)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82h</w:t>
            </w:r>
          </w:p>
          <w:p w:rsidR="00714EBB" w:rsidRPr="00870ED0" w:rsidRDefault="00714EBB">
            <w:pPr>
              <w:pStyle w:val="PL"/>
              <w:rPr>
                <w:noProof w:val="0"/>
              </w:rPr>
            </w:pPr>
            <w:r w:rsidRPr="00870ED0">
              <w:rPr>
                <w:noProof w:val="0"/>
              </w:rPr>
              <w:t>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02</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 is 0002</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22</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83 81 55 … 55</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lastRenderedPageBreak/>
              <w:t>23</w:t>
            </w: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82h)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82h</w:t>
            </w:r>
          </w:p>
          <w:p w:rsidR="00714EBB" w:rsidRPr="00870ED0" w:rsidRDefault="00714EBB">
            <w:pPr>
              <w:pStyle w:val="PL"/>
              <w:rPr>
                <w:noProof w:val="0"/>
              </w:rPr>
            </w:pPr>
            <w:r w:rsidRPr="00870ED0">
              <w:rPr>
                <w:noProof w:val="0"/>
              </w:rPr>
              <w:t>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02</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 is 0002</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24</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22 44 55 … 55</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findAndCopyValue() with length =0</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12</w:t>
            </w:r>
          </w:p>
          <w:p w:rsidR="00714EBB" w:rsidRPr="00870ED0" w:rsidRDefault="00714EBB">
            <w:pPr>
              <w:pStyle w:val="PL"/>
              <w:rPr>
                <w:rFonts w:ascii="Arial" w:hAnsi="Arial"/>
                <w:b/>
                <w:noProof w:val="0"/>
                <w:sz w:val="18"/>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 is 12</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Invalid parameter</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occurrence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5.2.2.11</w:t>
      </w:r>
      <w:r w:rsidRPr="00870ED0">
        <w:tab/>
        <w:t>Method findAndCompareValue(byte tag, byte[] compareBuffer, short compareOffset)</w:t>
      </w:r>
    </w:p>
    <w:p w:rsidR="00714EBB" w:rsidRPr="00870ED0" w:rsidRDefault="00714EBB">
      <w:r w:rsidRPr="00870ED0">
        <w:t>Test Area Reference: Api_2_Enh_Facrb_Bs</w:t>
      </w:r>
      <w:r w:rsidR="00AD1633" w:rsidRPr="00870ED0">
        <w:t>.</w:t>
      </w:r>
    </w:p>
    <w:p w:rsidR="00714EBB" w:rsidRPr="00870ED0" w:rsidRDefault="00714EBB" w:rsidP="00AD1633">
      <w:pPr>
        <w:pStyle w:val="Heading5"/>
      </w:pPr>
      <w:r w:rsidRPr="00870ED0">
        <w:t>5.2.2.11.1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5.2.2.11.1.1</w:t>
      </w:r>
      <w:r w:rsidRPr="00870ED0">
        <w:tab/>
        <w:t>Normal execution</w:t>
      </w:r>
    </w:p>
    <w:p w:rsidR="00714EBB" w:rsidRPr="00870ED0" w:rsidRDefault="00714EBB">
      <w:r w:rsidRPr="00870ED0">
        <w:t>Looks for the first occurrence of a TLV element from beginning of a TLV list and c</w:t>
      </w:r>
      <w:r w:rsidR="00AD1633" w:rsidRPr="00870ED0">
        <w:t>ompare its value with a buffer:</w:t>
      </w:r>
    </w:p>
    <w:p w:rsidR="00714EBB" w:rsidRPr="00870ED0" w:rsidRDefault="00714EBB">
      <w:pPr>
        <w:pStyle w:val="B1"/>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returns 0.</w:t>
      </w:r>
    </w:p>
    <w:p w:rsidR="00714EBB" w:rsidRPr="00870ED0" w:rsidRDefault="00714EBB">
      <w:pPr>
        <w:pStyle w:val="B1"/>
      </w:pPr>
      <w:r w:rsidRPr="00870ED0">
        <w:t>CRRN4: if the first miscomparing byte in Comprehension TLV is less than that in compareBuffer returns -1.</w:t>
      </w:r>
    </w:p>
    <w:p w:rsidR="00714EBB" w:rsidRPr="00870ED0" w:rsidRDefault="00714EBB">
      <w:pPr>
        <w:pStyle w:val="B1"/>
      </w:pPr>
      <w:r w:rsidRPr="00870ED0">
        <w:t>CRRN5: if the first miscomparing byte in Comprehension TLV is greater than that in compareBuffer returns 1.</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5.2.2.11.1.2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would cause access outside array bounds ArrayIndexOutOfBoundsException shall be thrown.</w:t>
      </w:r>
    </w:p>
    <w:p w:rsidR="00714EBB" w:rsidRPr="00870ED0" w:rsidRDefault="00714EBB">
      <w:pPr>
        <w:pStyle w:val="H6"/>
        <w:outlineLvl w:val="0"/>
      </w:pPr>
      <w:r w:rsidRPr="00870ED0">
        <w:t>5.2.2.11.1.3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D1633">
      <w:pPr>
        <w:pStyle w:val="Heading5"/>
      </w:pPr>
      <w:r w:rsidRPr="00870ED0">
        <w:lastRenderedPageBreak/>
        <w:t>5.2.2.11.2</w:t>
      </w:r>
      <w:r w:rsidRPr="00870ED0">
        <w:tab/>
        <w:t>Test area files</w:t>
      </w:r>
    </w:p>
    <w:p w:rsidR="00714EBB" w:rsidRPr="00870ED0" w:rsidRDefault="00714EBB">
      <w:r w:rsidRPr="00870ED0">
        <w:t>Specific triggering: Unrecognized Envelope</w:t>
      </w:r>
      <w:r w:rsidR="00AD1633" w:rsidRPr="00870ED0">
        <w:t>:</w:t>
      </w:r>
    </w:p>
    <w:p w:rsidR="00714EBB" w:rsidRPr="00870ED0" w:rsidRDefault="00714EBB" w:rsidP="00AD1633">
      <w:pPr>
        <w:pStyle w:val="EX"/>
      </w:pPr>
      <w:r w:rsidRPr="00870ED0">
        <w:t>Test Source:</w:t>
      </w:r>
      <w:r w:rsidRPr="00870ED0">
        <w:tab/>
        <w:t>Test_Api_2_Enh_Facrb_Bs.java</w:t>
      </w:r>
      <w:r w:rsidR="00AD1633" w:rsidRPr="00870ED0">
        <w:t>.</w:t>
      </w:r>
    </w:p>
    <w:p w:rsidR="00714EBB" w:rsidRPr="00870ED0" w:rsidRDefault="00714EBB" w:rsidP="00AD1633">
      <w:pPr>
        <w:pStyle w:val="EX"/>
      </w:pPr>
      <w:r w:rsidRPr="00870ED0">
        <w:t xml:space="preserve">Test Applet: </w:t>
      </w:r>
      <w:r w:rsidRPr="00870ED0">
        <w:tab/>
        <w:t>Api_2_Enh_Facrb_Bs_1.java</w:t>
      </w:r>
      <w:r w:rsidR="00AD1633" w:rsidRPr="00870ED0">
        <w:t>.</w:t>
      </w:r>
    </w:p>
    <w:p w:rsidR="00714EBB" w:rsidRPr="00870ED0" w:rsidRDefault="00714EBB" w:rsidP="00AD1633">
      <w:pPr>
        <w:pStyle w:val="EX"/>
      </w:pPr>
      <w:r w:rsidRPr="00870ED0">
        <w:t>Cap File:</w:t>
      </w:r>
      <w:r w:rsidRPr="00870ED0">
        <w:tab/>
        <w:t>api_2_enh_facrb_bs.cap</w:t>
      </w:r>
      <w:r w:rsidR="00AD1633" w:rsidRPr="00870ED0">
        <w:t>.</w:t>
      </w:r>
    </w:p>
    <w:p w:rsidR="00714EBB" w:rsidRPr="00870ED0" w:rsidRDefault="00714EBB" w:rsidP="00AD1633">
      <w:pPr>
        <w:pStyle w:val="Heading5"/>
      </w:pPr>
      <w:r w:rsidRPr="00870ED0">
        <w:t>5.2.2.11.3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6,7</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9</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090" w:type="dxa"/>
          </w:tcPr>
          <w:p w:rsidR="00714EBB" w:rsidRPr="00870ED0" w:rsidRDefault="00714EBB">
            <w:pPr>
              <w:pStyle w:val="TAC"/>
              <w:keepNext w:val="0"/>
              <w:keepLines w:val="0"/>
            </w:pPr>
            <w:r w:rsidRPr="00870ED0">
              <w:t>8, 12, 13</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090" w:type="dxa"/>
          </w:tcPr>
          <w:p w:rsidR="00714EBB" w:rsidRPr="00870ED0" w:rsidRDefault="00714EBB">
            <w:pPr>
              <w:pStyle w:val="TAC"/>
              <w:keepNext w:val="0"/>
              <w:keepLines w:val="0"/>
            </w:pPr>
            <w:r w:rsidRPr="00870ED0">
              <w:t>11, 15</w:t>
            </w:r>
          </w:p>
        </w:tc>
      </w:tr>
      <w:tr w:rsidR="00714EBB" w:rsidRPr="00870ED0" w:rsidTr="00714EBB">
        <w:trPr>
          <w:jc w:val="center"/>
        </w:trPr>
        <w:tc>
          <w:tcPr>
            <w:tcW w:w="1299" w:type="dxa"/>
          </w:tcPr>
          <w:p w:rsidR="00714EBB" w:rsidRPr="00870ED0" w:rsidRDefault="00714EBB">
            <w:pPr>
              <w:pStyle w:val="TAC"/>
              <w:keepNext w:val="0"/>
              <w:keepLines w:val="0"/>
            </w:pPr>
            <w:r w:rsidRPr="00870ED0">
              <w:t>N5</w:t>
            </w:r>
          </w:p>
        </w:tc>
        <w:tc>
          <w:tcPr>
            <w:tcW w:w="3090" w:type="dxa"/>
          </w:tcPr>
          <w:p w:rsidR="00714EBB" w:rsidRPr="00870ED0" w:rsidRDefault="00714EBB">
            <w:pPr>
              <w:pStyle w:val="TAC"/>
              <w:keepNext w:val="0"/>
              <w:keepLines w:val="0"/>
            </w:pPr>
            <w:r w:rsidRPr="00870ED0">
              <w:t>10, 14</w:t>
            </w:r>
          </w:p>
        </w:tc>
      </w:tr>
      <w:tr w:rsidR="00714EBB" w:rsidRPr="00870ED0" w:rsidTr="00714EBB">
        <w:trPr>
          <w:jc w:val="center"/>
        </w:trPr>
        <w:tc>
          <w:tcPr>
            <w:tcW w:w="1299" w:type="dxa"/>
          </w:tcPr>
          <w:p w:rsidR="00714EBB" w:rsidRPr="00870ED0" w:rsidRDefault="00714EBB">
            <w:pPr>
              <w:pStyle w:val="TAC"/>
              <w:keepNext w:val="0"/>
              <w:keepLines w:val="0"/>
            </w:pPr>
            <w:r w:rsidRPr="00870ED0">
              <w:t>N6</w:t>
            </w:r>
          </w:p>
        </w:tc>
        <w:tc>
          <w:tcPr>
            <w:tcW w:w="3090" w:type="dxa"/>
          </w:tcPr>
          <w:p w:rsidR="00714EBB" w:rsidRPr="00870ED0" w:rsidRDefault="00714EBB">
            <w:pPr>
              <w:pStyle w:val="TAC"/>
              <w:keepNext w:val="0"/>
              <w:keepLines w:val="0"/>
            </w:pPr>
            <w:r w:rsidRPr="00870ED0">
              <w:t>16, 17</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090"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090" w:type="dxa"/>
          </w:tcPr>
          <w:p w:rsidR="00714EBB" w:rsidRPr="00870ED0" w:rsidRDefault="00714EBB">
            <w:pPr>
              <w:pStyle w:val="TAC"/>
              <w:keepNext w:val="0"/>
              <w:keepLines w:val="0"/>
            </w:pPr>
            <w:r w:rsidRPr="00870ED0">
              <w:t>2, 3, 4, 5</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bl>
    <w:p w:rsidR="00714EBB" w:rsidRPr="00870ED0" w:rsidRDefault="00714EBB" w:rsidP="00AD1633"/>
    <w:p w:rsidR="00714EBB" w:rsidRPr="00870ED0" w:rsidRDefault="00714EBB" w:rsidP="00AD1633">
      <w:pPr>
        <w:pStyle w:val="Heading5"/>
      </w:pPr>
      <w:r w:rsidRPr="00870ED0">
        <w:t>5.2.2.11.4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D1633">
        <w:trPr>
          <w:tblHeader/>
          <w:jc w:val="center"/>
        </w:trPr>
        <w:tc>
          <w:tcPr>
            <w:tcW w:w="425" w:type="dxa"/>
          </w:tcPr>
          <w:p w:rsidR="00714EBB" w:rsidRPr="00870ED0" w:rsidRDefault="00714EBB">
            <w:pPr>
              <w:pStyle w:val="TAH"/>
            </w:pPr>
            <w:r w:rsidRPr="00870ED0">
              <w:t>Id</w:t>
            </w:r>
          </w:p>
        </w:tc>
        <w:tc>
          <w:tcPr>
            <w:tcW w:w="4111" w:type="dxa"/>
          </w:tcPr>
          <w:p w:rsidR="00714EBB" w:rsidRPr="00870ED0" w:rsidRDefault="00714EBB">
            <w:pPr>
              <w:pStyle w:val="TAH"/>
            </w:pPr>
            <w:r w:rsidRPr="00870ED0">
              <w:t>Description</w:t>
            </w:r>
          </w:p>
        </w:tc>
        <w:tc>
          <w:tcPr>
            <w:tcW w:w="2835" w:type="dxa"/>
          </w:tcPr>
          <w:p w:rsidR="00714EBB" w:rsidRPr="00870ED0" w:rsidRDefault="00714EBB">
            <w:pPr>
              <w:pStyle w:val="TAH"/>
            </w:pPr>
            <w:r w:rsidRPr="00870ED0">
              <w:t>API Expectation</w:t>
            </w:r>
          </w:p>
        </w:tc>
        <w:tc>
          <w:tcPr>
            <w:tcW w:w="2410" w:type="dxa"/>
          </w:tcPr>
          <w:p w:rsidR="00714EBB" w:rsidRPr="00870ED0" w:rsidRDefault="00714EBB">
            <w:pPr>
              <w:pStyle w:val="TAH"/>
            </w:pPr>
            <w:r w:rsidRPr="00870ED0">
              <w:t>APDU Expectation</w:t>
            </w:r>
          </w:p>
        </w:tc>
      </w:tr>
      <w:tr w:rsidR="00714EBB" w:rsidRPr="00870ED0" w:rsidTr="00714EBB">
        <w:trPr>
          <w:jc w:val="center"/>
        </w:trPr>
        <w:tc>
          <w:tcPr>
            <w:tcW w:w="425" w:type="dxa"/>
          </w:tcPr>
          <w:p w:rsidR="00714EBB" w:rsidRPr="00870ED0" w:rsidRDefault="00714EBB">
            <w:pPr>
              <w:pStyle w:val="TAC"/>
            </w:pPr>
          </w:p>
        </w:tc>
        <w:tc>
          <w:tcPr>
            <w:tcW w:w="4111" w:type="dxa"/>
          </w:tcPr>
          <w:p w:rsidR="00714EBB" w:rsidRPr="00870ED0" w:rsidRDefault="00714EBB">
            <w:pPr>
              <w:pStyle w:val="TAH"/>
            </w:pPr>
            <w:r w:rsidRPr="00870ED0">
              <w:t>Fill the Unrecognized Envelope with TLV: Tag 02, Value 83 81, Tag 06,  Value 81 11 22 33 44 F5, Tag 02 Value 22 44 Tag 33, Length C4 Value 01 02 …</w:t>
            </w:r>
          </w:p>
        </w:tc>
        <w:tc>
          <w:tcPr>
            <w:tcW w:w="2835" w:type="dxa"/>
          </w:tcPr>
          <w:p w:rsidR="00714EBB" w:rsidRPr="00870ED0" w:rsidRDefault="00714EBB">
            <w:pPr>
              <w:pStyle w:val="TAL"/>
            </w:pPr>
          </w:p>
        </w:tc>
        <w:tc>
          <w:tcPr>
            <w:tcW w:w="2410" w:type="dxa"/>
          </w:tcPr>
          <w:p w:rsidR="00714EBB" w:rsidRPr="00870ED0" w:rsidRDefault="00714EBB">
            <w:pPr>
              <w:pStyle w:val="TAL"/>
            </w:pPr>
          </w:p>
        </w:tc>
      </w:tr>
      <w:tr w:rsidR="00714EBB" w:rsidRPr="00870ED0" w:rsidTr="00714EBB">
        <w:trPr>
          <w:jc w:val="center"/>
        </w:trPr>
        <w:tc>
          <w:tcPr>
            <w:tcW w:w="425" w:type="dxa"/>
            <w:tcBorders>
              <w:top w:val="single" w:sz="4" w:space="0" w:color="808080"/>
            </w:tcBorders>
          </w:tcPr>
          <w:p w:rsidR="00714EBB" w:rsidRPr="00870ED0" w:rsidRDefault="00714EBB">
            <w:pPr>
              <w:pStyle w:val="TAC"/>
            </w:pPr>
            <w:r w:rsidRPr="00870ED0">
              <w:t>1</w:t>
            </w:r>
          </w:p>
        </w:tc>
        <w:tc>
          <w:tcPr>
            <w:tcW w:w="4111" w:type="dxa"/>
            <w:tcBorders>
              <w:top w:val="single" w:sz="4" w:space="0" w:color="808080"/>
            </w:tcBorders>
          </w:tcPr>
          <w:p w:rsidR="00714EBB" w:rsidRPr="00870ED0" w:rsidRDefault="00714EBB">
            <w:pPr>
              <w:pStyle w:val="TAH"/>
            </w:pPr>
            <w:r w:rsidRPr="00870ED0">
              <w:t>findAndCompareValue() with a null dstBuffer</w:t>
            </w:r>
          </w:p>
        </w:tc>
        <w:tc>
          <w:tcPr>
            <w:tcW w:w="2835" w:type="dxa"/>
            <w:tcBorders>
              <w:top w:val="single" w:sz="4" w:space="0" w:color="808080"/>
            </w:tcBorders>
          </w:tcPr>
          <w:p w:rsidR="00714EBB" w:rsidRPr="00870ED0" w:rsidRDefault="00714EBB">
            <w:pPr>
              <w:pStyle w:val="TAL"/>
            </w:pPr>
            <w:r w:rsidRPr="00870ED0">
              <w:t>NullPointerException is thrown</w:t>
            </w:r>
          </w:p>
        </w:tc>
        <w:tc>
          <w:tcPr>
            <w:tcW w:w="2410" w:type="dxa"/>
            <w:tcBorders>
              <w:top w:val="single" w:sz="4" w:space="0" w:color="808080"/>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r w:rsidRPr="00870ED0">
              <w:t>2</w:t>
            </w:r>
          </w:p>
        </w:tc>
        <w:tc>
          <w:tcPr>
            <w:tcW w:w="4111" w:type="dxa"/>
            <w:tcBorders>
              <w:top w:val="single" w:sz="4" w:space="0" w:color="808080"/>
              <w:bottom w:val="nil"/>
            </w:tcBorders>
          </w:tcPr>
          <w:p w:rsidR="00714EBB" w:rsidRPr="00870ED0" w:rsidRDefault="00714EBB">
            <w:pPr>
              <w:pStyle w:val="TAH"/>
            </w:pPr>
            <w:r w:rsidRPr="00870ED0">
              <w:t xml:space="preserve">compareOffset </w:t>
            </w:r>
            <w:r w:rsidRPr="00870ED0">
              <w:sym w:font="Symbol" w:char="F0B3"/>
            </w:r>
            <w:r w:rsidRPr="00870ED0">
              <w:t xml:space="preserve"> compareBuffer.length</w:t>
            </w:r>
          </w:p>
          <w:p w:rsidR="00714EBB" w:rsidRPr="00870ED0" w:rsidRDefault="00714EBB">
            <w:pPr>
              <w:pStyle w:val="PL"/>
              <w:keepNext/>
              <w:keepLines/>
              <w:rPr>
                <w:noProof w:val="0"/>
              </w:rPr>
            </w:pPr>
            <w:r w:rsidRPr="00870ED0">
              <w:rPr>
                <w:noProof w:val="0"/>
              </w:rPr>
              <w:t>findAndCompareValue()</w:t>
            </w:r>
          </w:p>
          <w:p w:rsidR="00714EBB" w:rsidRPr="00870ED0" w:rsidRDefault="00714EBB">
            <w:pPr>
              <w:pStyle w:val="PL"/>
              <w:keepNext/>
              <w:keepLines/>
              <w:rPr>
                <w:noProof w:val="0"/>
              </w:rPr>
            </w:pPr>
            <w:r w:rsidRPr="00870ED0">
              <w:rPr>
                <w:noProof w:val="0"/>
              </w:rPr>
              <w:t>tag = 06h</w:t>
            </w:r>
          </w:p>
          <w:p w:rsidR="00714EBB" w:rsidRPr="00870ED0" w:rsidRDefault="00714EBB">
            <w:pPr>
              <w:pStyle w:val="PL"/>
              <w:keepNext/>
              <w:keepLines/>
              <w:rPr>
                <w:noProof w:val="0"/>
              </w:rPr>
            </w:pPr>
            <w:r w:rsidRPr="00870ED0">
              <w:rPr>
                <w:noProof w:val="0"/>
              </w:rPr>
              <w:t>compareBuffer.length = 12</w:t>
            </w:r>
          </w:p>
          <w:p w:rsidR="00714EBB" w:rsidRPr="00870ED0" w:rsidRDefault="00714EBB">
            <w:pPr>
              <w:pStyle w:val="PL"/>
              <w:keepNext/>
              <w:keepLines/>
              <w:rPr>
                <w:noProof w:val="0"/>
              </w:rPr>
            </w:pPr>
            <w:r w:rsidRPr="00870ED0">
              <w:rPr>
                <w:noProof w:val="0"/>
              </w:rPr>
              <w:t>compareOffset = 12</w:t>
            </w:r>
          </w:p>
        </w:tc>
        <w:tc>
          <w:tcPr>
            <w:tcW w:w="2835" w:type="dxa"/>
            <w:tcBorders>
              <w:top w:val="single" w:sz="4" w:space="0" w:color="808080"/>
              <w:bottom w:val="nil"/>
            </w:tcBorders>
          </w:tcPr>
          <w:p w:rsidR="00714EBB" w:rsidRPr="00870ED0" w:rsidRDefault="00714EBB">
            <w:pPr>
              <w:pStyle w:val="TAL"/>
            </w:pPr>
            <w:r w:rsidRPr="00870ED0">
              <w:t>ArrayIndexOutOfBoundsException is thrown</w:t>
            </w: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12</w:t>
            </w:r>
          </w:p>
          <w:p w:rsidR="00714EBB" w:rsidRPr="00870ED0" w:rsidRDefault="00714EBB">
            <w:pPr>
              <w:pStyle w:val="PL"/>
              <w:rPr>
                <w:noProof w:val="0"/>
              </w:rPr>
            </w:pPr>
            <w:r w:rsidRPr="00870ED0">
              <w:rPr>
                <w:noProof w:val="0"/>
              </w:rPr>
              <w:t>compareOffset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05</w:t>
            </w:r>
          </w:p>
          <w:p w:rsidR="00714EBB" w:rsidRPr="00870ED0" w:rsidRDefault="00714EBB">
            <w:pPr>
              <w:pStyle w:val="PL"/>
              <w:rPr>
                <w:noProof w:val="0"/>
              </w:rPr>
            </w:pPr>
            <w:r w:rsidRPr="00870ED0">
              <w:rPr>
                <w:noProof w:val="0"/>
              </w:rPr>
              <w:t>compareOffset = 0</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compareOffset + 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12</w:t>
            </w:r>
          </w:p>
          <w:p w:rsidR="00714EBB" w:rsidRPr="00870ED0" w:rsidRDefault="00714EBB">
            <w:pPr>
              <w:pStyle w:val="PL"/>
              <w:rPr>
                <w:noProof w:val="0"/>
              </w:rPr>
            </w:pPr>
            <w:r w:rsidRPr="00870ED0">
              <w:rPr>
                <w:noProof w:val="0"/>
              </w:rPr>
              <w:t>compareOffset = 7</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r w:rsidRPr="00870ED0">
              <w:t>6</w:t>
            </w: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03h</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8</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81 11 22 33 44 F5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06h</w:t>
            </w:r>
          </w:p>
          <w:p w:rsidR="00714EBB" w:rsidRPr="00870ED0" w:rsidRDefault="00714EBB">
            <w:pPr>
              <w:pStyle w:val="PL"/>
              <w:rPr>
                <w:noProof w:val="0"/>
              </w:rPr>
            </w:pPr>
            <w:r w:rsidRPr="00870ED0">
              <w:rPr>
                <w:noProof w:val="0"/>
              </w:rPr>
              <w:t>compareOffset = 0</w:t>
            </w:r>
          </w:p>
        </w:tc>
        <w:tc>
          <w:tcPr>
            <w:tcW w:w="2835" w:type="dxa"/>
            <w:tcBorders>
              <w:top w:val="single" w:sz="4" w:space="0" w:color="808080"/>
              <w:bottom w:val="nil"/>
            </w:tcBorders>
          </w:tcPr>
          <w:p w:rsidR="00714EBB" w:rsidRPr="00870ED0" w:rsidRDefault="00714EBB">
            <w:pPr>
              <w:pStyle w:val="TAL"/>
              <w:keepNext w:val="0"/>
              <w:keepLines w:val="0"/>
            </w:pPr>
            <w:r w:rsidRPr="00870ED0">
              <w:t>Result is 00h</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is 06</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r w:rsidRPr="00870ED0">
              <w:t>10</w:t>
            </w:r>
          </w:p>
        </w:tc>
        <w:tc>
          <w:tcPr>
            <w:tcW w:w="4111" w:type="dxa"/>
            <w:tcBorders>
              <w:top w:val="nil"/>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81 11 22 33 44 F4</w:t>
            </w:r>
          </w:p>
        </w:tc>
        <w:tc>
          <w:tcPr>
            <w:tcW w:w="2835" w:type="dxa"/>
            <w:tcBorders>
              <w:top w:val="nil"/>
              <w:bottom w:val="nil"/>
            </w:tcBorders>
          </w:tcPr>
          <w:p w:rsidR="00714EBB" w:rsidRPr="00870ED0" w:rsidRDefault="00714EBB">
            <w:pPr>
              <w:pStyle w:val="TAL"/>
              <w:keepNext w:val="0"/>
              <w:keepLines w:val="0"/>
            </w:pP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rsidP="00AD1633">
            <w:pPr>
              <w:pStyle w:val="TAC"/>
            </w:pPr>
            <w:r w:rsidRPr="00870ED0">
              <w:lastRenderedPageBreak/>
              <w:t>11</w:t>
            </w:r>
          </w:p>
        </w:tc>
        <w:tc>
          <w:tcPr>
            <w:tcW w:w="4111" w:type="dxa"/>
            <w:tcBorders>
              <w:top w:val="single" w:sz="4" w:space="0" w:color="808080"/>
              <w:bottom w:val="nil"/>
            </w:tcBorders>
          </w:tcPr>
          <w:p w:rsidR="00714EBB" w:rsidRPr="00870ED0" w:rsidRDefault="00714EBB" w:rsidP="00AD1633">
            <w:pPr>
              <w:pStyle w:val="TAH"/>
            </w:pPr>
            <w:r w:rsidRPr="00870ED0">
              <w:t>Initialize compareBuffer</w:t>
            </w:r>
          </w:p>
          <w:p w:rsidR="00714EBB" w:rsidRPr="00870ED0" w:rsidRDefault="00714EBB" w:rsidP="00AD1633">
            <w:pPr>
              <w:pStyle w:val="PL"/>
              <w:keepNext/>
              <w:keepLines/>
              <w:rPr>
                <w:noProof w:val="0"/>
              </w:rPr>
            </w:pPr>
            <w:r w:rsidRPr="00870ED0">
              <w:rPr>
                <w:noProof w:val="0"/>
              </w:rPr>
              <w:t>compareBuffer = 81 11 22 33 44 F6</w:t>
            </w:r>
          </w:p>
        </w:tc>
        <w:tc>
          <w:tcPr>
            <w:tcW w:w="2835" w:type="dxa"/>
            <w:tcBorders>
              <w:top w:val="single" w:sz="4" w:space="0" w:color="808080"/>
              <w:bottom w:val="nil"/>
            </w:tcBorders>
          </w:tcPr>
          <w:p w:rsidR="00714EBB" w:rsidRPr="00870ED0" w:rsidRDefault="00714EBB" w:rsidP="00AD1633">
            <w:pPr>
              <w:pStyle w:val="TAL"/>
            </w:pPr>
          </w:p>
        </w:tc>
        <w:tc>
          <w:tcPr>
            <w:tcW w:w="2410" w:type="dxa"/>
            <w:tcBorders>
              <w:top w:val="single" w:sz="4" w:space="0" w:color="808080"/>
              <w:bottom w:val="nil"/>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pPr>
          </w:p>
        </w:tc>
        <w:tc>
          <w:tcPr>
            <w:tcW w:w="4111" w:type="dxa"/>
            <w:tcBorders>
              <w:top w:val="single" w:sz="4" w:space="0" w:color="808080"/>
              <w:bottom w:val="single" w:sz="4" w:space="0" w:color="auto"/>
            </w:tcBorders>
          </w:tcPr>
          <w:p w:rsidR="00714EBB" w:rsidRPr="00870ED0" w:rsidRDefault="00714EBB" w:rsidP="00AD1633">
            <w:pPr>
              <w:pStyle w:val="TAH"/>
            </w:pPr>
            <w:r w:rsidRPr="00870ED0">
              <w:t>Compare buffers with same parameters</w:t>
            </w:r>
          </w:p>
        </w:tc>
        <w:tc>
          <w:tcPr>
            <w:tcW w:w="2835" w:type="dxa"/>
            <w:tcBorders>
              <w:top w:val="single" w:sz="4" w:space="0" w:color="808080"/>
              <w:bottom w:val="single" w:sz="4" w:space="0" w:color="auto"/>
            </w:tcBorders>
          </w:tcPr>
          <w:p w:rsidR="00714EBB" w:rsidRPr="00870ED0" w:rsidRDefault="00714EBB" w:rsidP="00AD1633">
            <w:pPr>
              <w:pStyle w:val="TAL"/>
            </w:pPr>
            <w:r w:rsidRPr="00870ED0">
              <w:t>Result is -1</w:t>
            </w:r>
          </w:p>
        </w:tc>
        <w:tc>
          <w:tcPr>
            <w:tcW w:w="2410" w:type="dxa"/>
            <w:tcBorders>
              <w:top w:val="single" w:sz="4" w:space="0" w:color="808080"/>
              <w:bottom w:val="single" w:sz="4" w:space="0" w:color="auto"/>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12</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81 11 22 33 44 F5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13</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55 55 83 81 55 55 55 55 55 55 55 55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14</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55 55 83 80 55 55 55 55 55 55 55 55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15</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55 55 83 82 55 55 55 55 55 55 55 55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83 81 55 55 55 55 55 55 55 55 55 55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AD1633">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 (with tag 02h)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compareBuffer.length = 12</w:t>
            </w:r>
          </w:p>
          <w:p w:rsidR="00714EBB" w:rsidRPr="00870ED0" w:rsidRDefault="00714EBB">
            <w:pPr>
              <w:pStyle w:val="PL"/>
              <w:rPr>
                <w:noProof w:val="0"/>
              </w:rPr>
            </w:pPr>
            <w:r w:rsidRPr="00870ED0">
              <w:rPr>
                <w:noProof w:val="0"/>
              </w:rPr>
              <w:t>compareOffset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AD1633">
        <w:trPr>
          <w:jc w:val="center"/>
        </w:trPr>
        <w:tc>
          <w:tcPr>
            <w:tcW w:w="425" w:type="dxa"/>
            <w:tcBorders>
              <w:top w:val="single" w:sz="4" w:space="0" w:color="auto"/>
              <w:bottom w:val="single" w:sz="4" w:space="0" w:color="808080"/>
            </w:tcBorders>
          </w:tcPr>
          <w:p w:rsidR="00714EBB" w:rsidRPr="00870ED0" w:rsidRDefault="00714EBB">
            <w:pPr>
              <w:pStyle w:val="TAC"/>
              <w:keepNext w:val="0"/>
              <w:keepLines w:val="0"/>
            </w:pPr>
            <w:r w:rsidRPr="00870ED0">
              <w:t>17</w:t>
            </w:r>
          </w:p>
        </w:tc>
        <w:tc>
          <w:tcPr>
            <w:tcW w:w="4111" w:type="dxa"/>
            <w:tcBorders>
              <w:top w:val="single" w:sz="4" w:space="0" w:color="auto"/>
              <w:bottom w:val="single" w:sz="4" w:space="0" w:color="808080"/>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01 02 … C4</w:t>
            </w:r>
          </w:p>
        </w:tc>
        <w:tc>
          <w:tcPr>
            <w:tcW w:w="2835" w:type="dxa"/>
            <w:tcBorders>
              <w:top w:val="single" w:sz="4" w:space="0" w:color="auto"/>
              <w:bottom w:val="single" w:sz="4" w:space="0" w:color="808080"/>
            </w:tcBorders>
          </w:tcPr>
          <w:p w:rsidR="00714EBB" w:rsidRPr="00870ED0" w:rsidRDefault="00714EBB">
            <w:pPr>
              <w:pStyle w:val="TAL"/>
              <w:keepNext w:val="0"/>
              <w:keepLines w:val="0"/>
            </w:pPr>
          </w:p>
        </w:tc>
        <w:tc>
          <w:tcPr>
            <w:tcW w:w="2410" w:type="dxa"/>
            <w:tcBorders>
              <w:top w:val="single" w:sz="4" w:space="0" w:color="auto"/>
              <w:bottom w:val="single" w:sz="4" w:space="0" w:color="808080"/>
            </w:tcBorders>
          </w:tcPr>
          <w:p w:rsidR="00714EBB" w:rsidRPr="00870ED0" w:rsidRDefault="00714EBB">
            <w:pPr>
              <w:pStyle w:val="TAL"/>
              <w:keepNext w:val="0"/>
              <w:keepLines w:val="0"/>
            </w:pPr>
          </w:p>
        </w:tc>
      </w:tr>
      <w:tr w:rsidR="00714EBB" w:rsidRPr="00870ED0" w:rsidTr="00AD1633">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 (with tag B3h)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B3h</w:t>
            </w:r>
          </w:p>
          <w:p w:rsidR="00714EBB" w:rsidRPr="00870ED0" w:rsidRDefault="00714EBB">
            <w:pPr>
              <w:pStyle w:val="PL"/>
              <w:rPr>
                <w:noProof w:val="0"/>
              </w:rPr>
            </w:pPr>
            <w:r w:rsidRPr="00870ED0">
              <w:rPr>
                <w:noProof w:val="0"/>
              </w:rPr>
              <w:t>CompareBuffer.length = C4</w:t>
            </w:r>
          </w:p>
          <w:p w:rsidR="00714EBB" w:rsidRPr="00870ED0" w:rsidRDefault="00714EBB">
            <w:pPr>
              <w:pStyle w:val="PL"/>
              <w:rPr>
                <w:noProof w:val="0"/>
              </w:rPr>
            </w:pPr>
            <w:r w:rsidRPr="00870ED0">
              <w:rPr>
                <w:noProof w:val="0"/>
              </w:rPr>
              <w:t>CompareOffset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5.2.2.12</w:t>
      </w:r>
      <w:r w:rsidRPr="00870ED0">
        <w:tab/>
        <w:t>Method findAndCompareValue(byte tag, byte occurrence, short valueOffset, byte[] compareBuffer, short compareOffset, short compareLength)</w:t>
      </w:r>
    </w:p>
    <w:p w:rsidR="00714EBB" w:rsidRPr="00870ED0" w:rsidRDefault="00714EBB">
      <w:r w:rsidRPr="00870ED0">
        <w:t>Test Area Reference: Api_2_Enh_Facrbbs_Bss</w:t>
      </w:r>
      <w:r w:rsidR="00AD1633" w:rsidRPr="00870ED0">
        <w:t>.</w:t>
      </w:r>
    </w:p>
    <w:p w:rsidR="00714EBB" w:rsidRPr="00870ED0" w:rsidRDefault="00714EBB" w:rsidP="00AD1633">
      <w:pPr>
        <w:pStyle w:val="Heading5"/>
      </w:pPr>
      <w:r w:rsidRPr="00870ED0">
        <w:t>5.2.2.12.1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AD1633" w:rsidRPr="00870ED0" w:rsidRDefault="00AD1633">
      <w:pPr>
        <w:pStyle w:val="PL"/>
        <w:rPr>
          <w:noProof w:val="0"/>
        </w:rPr>
      </w:pPr>
    </w:p>
    <w:p w:rsidR="00714EBB" w:rsidRPr="00870ED0" w:rsidRDefault="00714EBB" w:rsidP="00AD1633">
      <w:pPr>
        <w:pStyle w:val="H6"/>
        <w:outlineLvl w:val="0"/>
      </w:pPr>
      <w:r w:rsidRPr="00870ED0">
        <w:lastRenderedPageBreak/>
        <w:t>5.2.2.12.1.1</w:t>
      </w:r>
      <w:r w:rsidRPr="00870ED0">
        <w:tab/>
        <w:t>Normal execution</w:t>
      </w:r>
    </w:p>
    <w:p w:rsidR="00714EBB" w:rsidRPr="00870ED0" w:rsidRDefault="00714EBB" w:rsidP="00AD1633">
      <w:pPr>
        <w:keepNext/>
        <w:keepLines/>
      </w:pPr>
      <w:r w:rsidRPr="00870ED0">
        <w:t>Looks for the indicated occurrence of a TLV element from the beginning of a TLV list and c</w:t>
      </w:r>
      <w:r w:rsidR="00AD1633" w:rsidRPr="00870ED0">
        <w:t>ompare its value with a buffer:</w:t>
      </w:r>
    </w:p>
    <w:p w:rsidR="00714EBB" w:rsidRPr="00870ED0" w:rsidRDefault="00714EBB" w:rsidP="00AD1633">
      <w:pPr>
        <w:pStyle w:val="B1"/>
        <w:keepNext/>
        <w:keepLines/>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0 is returned.</w:t>
      </w:r>
    </w:p>
    <w:p w:rsidR="00714EBB" w:rsidRPr="00870ED0" w:rsidRDefault="00714EBB">
      <w:pPr>
        <w:pStyle w:val="B1"/>
      </w:pPr>
      <w:r w:rsidRPr="00870ED0">
        <w:t>CRRN4: if the first miscomparing byte in Comprehension TLV is less than that in compareBuffer -1 is returned.</w:t>
      </w:r>
    </w:p>
    <w:p w:rsidR="00714EBB" w:rsidRPr="00870ED0" w:rsidRDefault="00714EBB">
      <w:pPr>
        <w:pStyle w:val="B1"/>
      </w:pPr>
      <w:r w:rsidRPr="00870ED0">
        <w:t>CRRN5: if the first miscomparing byte in Comprehension TLV is greater than that in compareBuffer 1 is returned</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5.2.2.12.1.2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CRRP3: if valueOffset, compareLength or both are out of the current TLV an instance of ToolkitException shall be thrown. The reason code shall be ToolkitException.OUT_OF_TLV_BOUNDARIES.</w:t>
      </w:r>
    </w:p>
    <w:p w:rsidR="00714EBB" w:rsidRPr="00870ED0" w:rsidRDefault="00714EBB">
      <w:pPr>
        <w:pStyle w:val="B1"/>
      </w:pPr>
      <w:r w:rsidRPr="00870ED0">
        <w:t>CRRP4: if an input parameter is not valid (e.g. occurrence = 0) an instance of ToolkitException shall be thrown. The reason code shall be Toolki</w:t>
      </w:r>
      <w:r w:rsidR="009C248C" w:rsidRPr="00870ED0">
        <w:t>tException.BAD_INPUT_PARAMETER.</w:t>
      </w:r>
    </w:p>
    <w:p w:rsidR="00714EBB" w:rsidRPr="00870ED0" w:rsidRDefault="00714EBB">
      <w:pPr>
        <w:pStyle w:val="H6"/>
        <w:outlineLvl w:val="0"/>
      </w:pPr>
      <w:r w:rsidRPr="00870ED0">
        <w:t>5.2.2.12.1.3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D1633">
      <w:pPr>
        <w:pStyle w:val="Heading5"/>
      </w:pPr>
      <w:r w:rsidRPr="00870ED0">
        <w:t>5.2.2.12.2</w:t>
      </w:r>
      <w:r w:rsidRPr="00870ED0">
        <w:tab/>
        <w:t>Test area files</w:t>
      </w:r>
    </w:p>
    <w:p w:rsidR="00714EBB" w:rsidRPr="00870ED0" w:rsidRDefault="00714EBB">
      <w:r w:rsidRPr="00870ED0">
        <w:t>Specific triggering: Unrecognized Envelope</w:t>
      </w:r>
      <w:r w:rsidR="00AD1633" w:rsidRPr="00870ED0">
        <w:t>:</w:t>
      </w:r>
    </w:p>
    <w:p w:rsidR="00714EBB" w:rsidRPr="00870ED0" w:rsidRDefault="00714EBB" w:rsidP="00AD1633">
      <w:pPr>
        <w:pStyle w:val="EX"/>
      </w:pPr>
      <w:r w:rsidRPr="00870ED0">
        <w:t>Test Source:</w:t>
      </w:r>
      <w:r w:rsidRPr="00870ED0">
        <w:tab/>
        <w:t>Test_Api_2_Enh_Facrbbs_Bss.java</w:t>
      </w:r>
      <w:r w:rsidR="00AD1633" w:rsidRPr="00870ED0">
        <w:t>.</w:t>
      </w:r>
    </w:p>
    <w:p w:rsidR="00714EBB" w:rsidRPr="00870ED0" w:rsidRDefault="00714EBB" w:rsidP="00AD1633">
      <w:pPr>
        <w:pStyle w:val="EX"/>
      </w:pPr>
      <w:r w:rsidRPr="00870ED0">
        <w:t>Test Applet</w:t>
      </w:r>
      <w:r w:rsidR="00AD1633" w:rsidRPr="00870ED0">
        <w:t xml:space="preserve">: </w:t>
      </w:r>
      <w:r w:rsidR="00AD1633" w:rsidRPr="00870ED0">
        <w:tab/>
        <w:t>Api_2_Enh_Facrbbs_Bss_1.java.</w:t>
      </w:r>
    </w:p>
    <w:p w:rsidR="00714EBB" w:rsidRPr="00870ED0" w:rsidRDefault="00714EBB" w:rsidP="00AD1633">
      <w:pPr>
        <w:pStyle w:val="EX"/>
      </w:pPr>
      <w:r w:rsidRPr="00870ED0">
        <w:t>Cap File:</w:t>
      </w:r>
      <w:r w:rsidRPr="00870ED0">
        <w:tab/>
        <w:t>api_2_enh_facrbbs_bss.cap</w:t>
      </w:r>
      <w:r w:rsidR="00AD1633" w:rsidRPr="00870ED0">
        <w:t>.</w:t>
      </w:r>
    </w:p>
    <w:p w:rsidR="00714EBB" w:rsidRPr="00870ED0" w:rsidRDefault="00714EBB" w:rsidP="00AD1633">
      <w:pPr>
        <w:pStyle w:val="Heading5"/>
      </w:pPr>
      <w:r w:rsidRPr="00870ED0">
        <w:t>5.2.2.12.3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12, 13</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15</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090" w:type="dxa"/>
          </w:tcPr>
          <w:p w:rsidR="00714EBB" w:rsidRPr="00870ED0" w:rsidRDefault="00714EBB">
            <w:pPr>
              <w:pStyle w:val="TAC"/>
              <w:keepNext w:val="0"/>
              <w:keepLines w:val="0"/>
            </w:pPr>
            <w:r w:rsidRPr="00870ED0">
              <w:t>14, 18, 21, 22, 26</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090" w:type="dxa"/>
          </w:tcPr>
          <w:p w:rsidR="00714EBB" w:rsidRPr="00870ED0" w:rsidRDefault="00714EBB">
            <w:pPr>
              <w:pStyle w:val="TAC"/>
              <w:keepNext w:val="0"/>
              <w:keepLines w:val="0"/>
            </w:pPr>
            <w:r w:rsidRPr="00870ED0">
              <w:t>17, 19, 23</w:t>
            </w:r>
          </w:p>
        </w:tc>
      </w:tr>
      <w:tr w:rsidR="00714EBB" w:rsidRPr="00870ED0" w:rsidTr="00714EBB">
        <w:trPr>
          <w:jc w:val="center"/>
        </w:trPr>
        <w:tc>
          <w:tcPr>
            <w:tcW w:w="1299" w:type="dxa"/>
          </w:tcPr>
          <w:p w:rsidR="00714EBB" w:rsidRPr="00870ED0" w:rsidRDefault="00714EBB">
            <w:pPr>
              <w:pStyle w:val="TAC"/>
              <w:keepNext w:val="0"/>
              <w:keepLines w:val="0"/>
            </w:pPr>
            <w:r w:rsidRPr="00870ED0">
              <w:t>N5</w:t>
            </w:r>
          </w:p>
        </w:tc>
        <w:tc>
          <w:tcPr>
            <w:tcW w:w="3090" w:type="dxa"/>
          </w:tcPr>
          <w:p w:rsidR="00714EBB" w:rsidRPr="00870ED0" w:rsidRDefault="00714EBB">
            <w:pPr>
              <w:pStyle w:val="TAC"/>
              <w:keepNext w:val="0"/>
              <w:keepLines w:val="0"/>
            </w:pPr>
            <w:r w:rsidRPr="00870ED0">
              <w:t>16, 20</w:t>
            </w:r>
          </w:p>
        </w:tc>
      </w:tr>
      <w:tr w:rsidR="00714EBB" w:rsidRPr="00870ED0" w:rsidTr="00714EBB">
        <w:trPr>
          <w:jc w:val="center"/>
        </w:trPr>
        <w:tc>
          <w:tcPr>
            <w:tcW w:w="1299" w:type="dxa"/>
          </w:tcPr>
          <w:p w:rsidR="00714EBB" w:rsidRPr="00870ED0" w:rsidRDefault="00714EBB">
            <w:pPr>
              <w:pStyle w:val="TAC"/>
              <w:keepNext w:val="0"/>
              <w:keepLines w:val="0"/>
            </w:pPr>
            <w:r w:rsidRPr="00870ED0">
              <w:t>N6</w:t>
            </w:r>
          </w:p>
        </w:tc>
        <w:tc>
          <w:tcPr>
            <w:tcW w:w="3090" w:type="dxa"/>
          </w:tcPr>
          <w:p w:rsidR="00714EBB" w:rsidRPr="00870ED0" w:rsidRDefault="00714EBB">
            <w:pPr>
              <w:pStyle w:val="TAC"/>
              <w:keepNext w:val="0"/>
              <w:keepLines w:val="0"/>
            </w:pPr>
            <w:r w:rsidRPr="00870ED0">
              <w:t>24, 25</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090"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090"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090" w:type="dxa"/>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Pr>
          <w:p w:rsidR="00714EBB" w:rsidRPr="00870ED0" w:rsidRDefault="00714EBB">
            <w:pPr>
              <w:pStyle w:val="TAC"/>
              <w:keepNext w:val="0"/>
              <w:keepLines w:val="0"/>
            </w:pPr>
            <w:r w:rsidRPr="00870ED0">
              <w:t>P4</w:t>
            </w:r>
          </w:p>
        </w:tc>
        <w:tc>
          <w:tcPr>
            <w:tcW w:w="3090" w:type="dxa"/>
          </w:tcPr>
          <w:p w:rsidR="00714EBB" w:rsidRPr="00870ED0" w:rsidRDefault="00714EBB">
            <w:pPr>
              <w:pStyle w:val="TAC"/>
              <w:keepNext w:val="0"/>
              <w:keepLines w:val="0"/>
            </w:pPr>
            <w:r w:rsidRPr="00870ED0">
              <w:t>11</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bl>
    <w:p w:rsidR="00714EBB" w:rsidRPr="00870ED0" w:rsidRDefault="00714EBB" w:rsidP="00AD1633"/>
    <w:p w:rsidR="00714EBB" w:rsidRPr="00870ED0" w:rsidRDefault="00714EBB" w:rsidP="00AD1633">
      <w:pPr>
        <w:pStyle w:val="Heading5"/>
      </w:pPr>
      <w:r w:rsidRPr="00870ED0">
        <w:lastRenderedPageBreak/>
        <w:t>5.2.2.12.4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Fill the Unrecognized Envelope with TLV: Tag 02, Value 83 81, Tag 06,  Value 81 11 22 33 44 F5, Tag 02 Value 22 44 Tag 33, Length C4 Value 01 02 …</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w:t>
            </w:r>
          </w:p>
        </w:tc>
        <w:tc>
          <w:tcPr>
            <w:tcW w:w="4111" w:type="dxa"/>
            <w:tcBorders>
              <w:top w:val="single" w:sz="4" w:space="0" w:color="808080"/>
            </w:tcBorders>
          </w:tcPr>
          <w:p w:rsidR="00714EBB" w:rsidRPr="00870ED0" w:rsidRDefault="00714EBB">
            <w:pPr>
              <w:pStyle w:val="TAH"/>
              <w:keepNext w:val="0"/>
              <w:keepLines w:val="0"/>
            </w:pPr>
            <w:r w:rsidRPr="00870ED0">
              <w:t>findAndCompareValue() with a null compareBuffer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w:t>
            </w: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compareOffset </w:t>
            </w:r>
            <w:r w:rsidRPr="00870ED0">
              <w:sym w:font="Symbol" w:char="F0B3"/>
            </w:r>
            <w:r w:rsidRPr="00870ED0">
              <w:t xml:space="preserve">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06h,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6</w:t>
            </w:r>
          </w:p>
          <w:p w:rsidR="00714EBB" w:rsidRPr="00870ED0" w:rsidRDefault="00714EBB">
            <w:pPr>
              <w:pStyle w:val="PL"/>
              <w:rPr>
                <w:noProof w:val="0"/>
              </w:rPr>
            </w:pPr>
            <w:r w:rsidRPr="00870ED0">
              <w:rPr>
                <w:noProof w:val="0"/>
              </w:rPr>
              <w:t>compareOffset = 6</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6</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compareOffset + 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 xml:space="preserve">valueOffset </w:t>
            </w:r>
            <w:r w:rsidRPr="00870ED0">
              <w:sym w:font="Symbol" w:char="F0B3"/>
            </w:r>
            <w:r w:rsidRPr="00870ED0">
              <w:t xml:space="preserve"> Value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06h, occurrence = 1</w:t>
            </w:r>
          </w:p>
          <w:p w:rsidR="00714EBB" w:rsidRPr="00870ED0" w:rsidRDefault="00714EBB">
            <w:pPr>
              <w:pStyle w:val="PL"/>
              <w:rPr>
                <w:noProof w:val="0"/>
              </w:rPr>
            </w:pPr>
            <w:r w:rsidRPr="00870ED0">
              <w:rPr>
                <w:noProof w:val="0"/>
              </w:rPr>
              <w:t>valueOffset = 6</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compareLength &gt; Value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 compareLength &gt; Value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bottom w:val="single" w:sz="4" w:space="0" w:color="auto"/>
            </w:tcBorders>
          </w:tcPr>
          <w:p w:rsidR="00714EBB" w:rsidRPr="00870ED0" w:rsidRDefault="00714EBB">
            <w:pPr>
              <w:pStyle w:val="TAH"/>
              <w:keepNext w:val="0"/>
            </w:pPr>
            <w:r w:rsidRPr="00870ED0">
              <w:t>Invalid parameter</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occurrence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pPr>
            <w:r w:rsidRPr="00870ED0">
              <w:t>12</w:t>
            </w:r>
          </w:p>
        </w:tc>
        <w:tc>
          <w:tcPr>
            <w:tcW w:w="4111" w:type="dxa"/>
            <w:tcBorders>
              <w:top w:val="single" w:sz="4" w:space="0" w:color="808080"/>
              <w:bottom w:val="single" w:sz="4" w:space="0" w:color="808080"/>
            </w:tcBorders>
          </w:tcPr>
          <w:p w:rsidR="00714EBB" w:rsidRPr="00870ED0" w:rsidRDefault="00714EBB">
            <w:pPr>
              <w:pStyle w:val="TAH"/>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pPr>
          </w:p>
        </w:tc>
        <w:tc>
          <w:tcPr>
            <w:tcW w:w="2410" w:type="dxa"/>
            <w:tcBorders>
              <w:top w:val="single" w:sz="4" w:space="0" w:color="808080"/>
              <w:bottom w:val="single" w:sz="4" w:space="0" w:color="808080"/>
            </w:tcBorders>
          </w:tcPr>
          <w:p w:rsidR="00714EBB" w:rsidRPr="00870ED0" w:rsidRDefault="00714EBB">
            <w:pPr>
              <w:pStyle w:val="TAL"/>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06h</w:t>
            </w:r>
          </w:p>
          <w:p w:rsidR="00714EBB" w:rsidRPr="00870ED0" w:rsidRDefault="00714EBB">
            <w:pPr>
              <w:pStyle w:val="PL"/>
              <w:rPr>
                <w:noProof w:val="0"/>
              </w:rPr>
            </w:pPr>
            <w:r w:rsidRPr="00870ED0">
              <w:rPr>
                <w:noProof w:val="0"/>
              </w:rPr>
              <w:t>occurrence = 2</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rsidP="00AD1633">
            <w:pPr>
              <w:pStyle w:val="TAC"/>
            </w:pPr>
            <w:r w:rsidRPr="00870ED0">
              <w:lastRenderedPageBreak/>
              <w:t>14</w:t>
            </w:r>
          </w:p>
        </w:tc>
        <w:tc>
          <w:tcPr>
            <w:tcW w:w="4111" w:type="dxa"/>
            <w:tcBorders>
              <w:top w:val="single" w:sz="4" w:space="0" w:color="808080"/>
              <w:bottom w:val="nil"/>
            </w:tcBorders>
          </w:tcPr>
          <w:p w:rsidR="00714EBB" w:rsidRPr="00870ED0" w:rsidRDefault="00714EBB" w:rsidP="00AD1633">
            <w:pPr>
              <w:pStyle w:val="TAH"/>
            </w:pPr>
            <w:r w:rsidRPr="00870ED0">
              <w:t>Initialize compareBuffer</w:t>
            </w:r>
          </w:p>
          <w:p w:rsidR="00714EBB" w:rsidRPr="00870ED0" w:rsidRDefault="00714EBB" w:rsidP="00AD1633">
            <w:pPr>
              <w:pStyle w:val="PL"/>
              <w:keepNext/>
              <w:keepLines/>
              <w:rPr>
                <w:noProof w:val="0"/>
              </w:rPr>
            </w:pPr>
            <w:r w:rsidRPr="00870ED0">
              <w:rPr>
                <w:noProof w:val="0"/>
              </w:rPr>
              <w:t>compareBuffer = 81 11 22 33 44 F5</w:t>
            </w:r>
          </w:p>
        </w:tc>
        <w:tc>
          <w:tcPr>
            <w:tcW w:w="2835" w:type="dxa"/>
            <w:tcBorders>
              <w:top w:val="single" w:sz="4" w:space="0" w:color="808080"/>
              <w:bottom w:val="nil"/>
            </w:tcBorders>
          </w:tcPr>
          <w:p w:rsidR="00714EBB" w:rsidRPr="00870ED0" w:rsidRDefault="00714EBB" w:rsidP="00AD1633">
            <w:pPr>
              <w:pStyle w:val="TAL"/>
            </w:pPr>
          </w:p>
        </w:tc>
        <w:tc>
          <w:tcPr>
            <w:tcW w:w="2410" w:type="dxa"/>
            <w:tcBorders>
              <w:top w:val="single" w:sz="4" w:space="0" w:color="808080"/>
              <w:bottom w:val="nil"/>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06h,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0006</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81 11 22 33 44 F4</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17</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81 11 22 33 44 F6</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18</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22 33 44 F5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4</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19</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22 33 45 F5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20</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22 33 43 F5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21</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83 81 55 55 55 55 55 55 55 55 55 55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02h,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22</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22 44 55 55 55 55 55 55 55 55 55 55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02h,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23</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22 45 55 55 55 55 55 55 55 55 55 55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02h,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r w:rsidRPr="00870ED0">
              <w:t>24</w:t>
            </w: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83 81 55 55 55 55 55 55 55 55 55 55</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 (with tag 02h)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02h,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12</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nil"/>
            </w:tcBorders>
          </w:tcPr>
          <w:p w:rsidR="00714EBB" w:rsidRPr="00870ED0" w:rsidRDefault="00714EBB">
            <w:pPr>
              <w:pStyle w:val="TAC"/>
            </w:pPr>
            <w:r w:rsidRPr="00870ED0">
              <w:lastRenderedPageBreak/>
              <w:t>25</w:t>
            </w:r>
          </w:p>
        </w:tc>
        <w:tc>
          <w:tcPr>
            <w:tcW w:w="4111" w:type="dxa"/>
            <w:tcBorders>
              <w:top w:val="single" w:sz="4" w:space="0" w:color="auto"/>
              <w:bottom w:val="nil"/>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 01 02 … C4</w:t>
            </w:r>
          </w:p>
        </w:tc>
        <w:tc>
          <w:tcPr>
            <w:tcW w:w="2835" w:type="dxa"/>
            <w:tcBorders>
              <w:top w:val="single" w:sz="4" w:space="0" w:color="auto"/>
              <w:bottom w:val="nil"/>
            </w:tcBorders>
          </w:tcPr>
          <w:p w:rsidR="00714EBB" w:rsidRPr="00870ED0" w:rsidRDefault="00714EBB">
            <w:pPr>
              <w:pStyle w:val="TAL"/>
            </w:pPr>
          </w:p>
        </w:tc>
        <w:tc>
          <w:tcPr>
            <w:tcW w:w="2410" w:type="dxa"/>
            <w:tcBorders>
              <w:top w:val="single" w:sz="4" w:space="0" w:color="auto"/>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TAH"/>
            </w:pPr>
            <w:r w:rsidRPr="00870ED0">
              <w:t>Successful call (with tag B3h)</w:t>
            </w:r>
          </w:p>
          <w:p w:rsidR="00714EBB" w:rsidRPr="00870ED0" w:rsidRDefault="00714EBB">
            <w:pPr>
              <w:pStyle w:val="PL"/>
              <w:keepNext/>
              <w:keepLines/>
              <w:rPr>
                <w:noProof w:val="0"/>
              </w:rPr>
            </w:pPr>
            <w:r w:rsidRPr="00870ED0">
              <w:rPr>
                <w:noProof w:val="0"/>
              </w:rPr>
              <w:t>findAndCompareValue()</w:t>
            </w:r>
          </w:p>
          <w:p w:rsidR="00714EBB" w:rsidRPr="00870ED0" w:rsidRDefault="00714EBB">
            <w:pPr>
              <w:pStyle w:val="PL"/>
              <w:keepNext/>
              <w:keepLines/>
              <w:rPr>
                <w:noProof w:val="0"/>
              </w:rPr>
            </w:pPr>
            <w:r w:rsidRPr="00870ED0">
              <w:rPr>
                <w:noProof w:val="0"/>
              </w:rPr>
              <w:t>tag = B3h, occurrence = 1</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compareBuffer.length = 00C4</w:t>
            </w:r>
          </w:p>
          <w:p w:rsidR="00714EBB" w:rsidRPr="00870ED0" w:rsidRDefault="00714EBB">
            <w:pPr>
              <w:pStyle w:val="PL"/>
              <w:keepNext/>
              <w:keepLines/>
              <w:rPr>
                <w:noProof w:val="0"/>
              </w:rPr>
            </w:pPr>
            <w:r w:rsidRPr="00870ED0">
              <w:rPr>
                <w:noProof w:val="0"/>
              </w:rPr>
              <w:t>compareOffset = 0</w:t>
            </w:r>
          </w:p>
          <w:p w:rsidR="00714EBB" w:rsidRPr="00870ED0" w:rsidRDefault="00714EBB">
            <w:pPr>
              <w:pStyle w:val="PL"/>
              <w:keepNext/>
              <w:keepLines/>
              <w:rPr>
                <w:noProof w:val="0"/>
              </w:rPr>
            </w:pPr>
            <w:r w:rsidRPr="00870ED0">
              <w:rPr>
                <w:noProof w:val="0"/>
              </w:rPr>
              <w:t>compareLength = 00C4</w:t>
            </w:r>
          </w:p>
        </w:tc>
        <w:tc>
          <w:tcPr>
            <w:tcW w:w="2835" w:type="dxa"/>
            <w:tcBorders>
              <w:top w:val="single" w:sz="4" w:space="0" w:color="808080"/>
              <w:bottom w:val="single" w:sz="4" w:space="0" w:color="auto"/>
            </w:tcBorders>
          </w:tcPr>
          <w:p w:rsidR="00714EBB" w:rsidRPr="00870ED0" w:rsidRDefault="00714EBB">
            <w:pPr>
              <w:pStyle w:val="TAL"/>
            </w:pPr>
            <w:r w:rsidRPr="00870ED0">
              <w:t>Result is 00h</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findAndCompareValue() with length =0</w:t>
            </w:r>
          </w:p>
          <w:p w:rsidR="00714EBB" w:rsidRPr="00870ED0" w:rsidRDefault="00714EBB">
            <w:pPr>
              <w:pStyle w:val="PL"/>
              <w:rPr>
                <w:noProof w:val="0"/>
              </w:rPr>
            </w:pPr>
            <w:r w:rsidRPr="00870ED0">
              <w:rPr>
                <w:noProof w:val="0"/>
              </w:rPr>
              <w:t>DstBuffer.length = C4</w:t>
            </w:r>
          </w:p>
          <w:p w:rsidR="00714EBB" w:rsidRPr="00870ED0" w:rsidRDefault="00714EBB">
            <w:pPr>
              <w:pStyle w:val="PL"/>
              <w:rPr>
                <w:noProof w:val="0"/>
              </w:rPr>
            </w:pPr>
            <w:r w:rsidRPr="00870ED0">
              <w:rPr>
                <w:noProof w:val="0"/>
              </w:rPr>
              <w:t>DstOffset = C4</w:t>
            </w:r>
          </w:p>
          <w:p w:rsidR="00714EBB" w:rsidRPr="00870ED0" w:rsidRDefault="00714EBB">
            <w:pPr>
              <w:pStyle w:val="PL"/>
              <w:rPr>
                <w:rFonts w:ascii="Arial" w:hAnsi="Arial"/>
                <w:b/>
                <w:noProof w:val="0"/>
                <w:sz w:val="18"/>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findAndCompareValue()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5.2.2.13</w:t>
      </w:r>
      <w:r w:rsidRPr="00870ED0">
        <w:tab/>
        <w:t>Method getCapacity</w:t>
      </w:r>
    </w:p>
    <w:p w:rsidR="00714EBB" w:rsidRPr="00870ED0" w:rsidRDefault="00714EBB">
      <w:r w:rsidRPr="00870ED0">
        <w:t>Test Area Reference: Api_2_Enh_Gcap</w:t>
      </w:r>
      <w:r w:rsidR="00AD1633" w:rsidRPr="00870ED0">
        <w:t>.</w:t>
      </w:r>
    </w:p>
    <w:p w:rsidR="00714EBB" w:rsidRPr="00870ED0" w:rsidRDefault="00714EBB" w:rsidP="00AD1633">
      <w:pPr>
        <w:pStyle w:val="Heading5"/>
      </w:pPr>
      <w:r w:rsidRPr="00870ED0">
        <w:t>5.2.2.13.1</w:t>
      </w:r>
      <w:r w:rsidRPr="00870ED0">
        <w:tab/>
        <w:t>Conformance req</w:t>
      </w:r>
      <w:r w:rsidR="00AD1633" w:rsidRPr="00870ED0">
        <w:t>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getCapacity()</w:t>
      </w:r>
    </w:p>
    <w:p w:rsidR="00714EBB" w:rsidRPr="00870ED0" w:rsidRDefault="00714EBB">
      <w:pPr>
        <w:pStyle w:val="PL"/>
        <w:rPr>
          <w:noProof w:val="0"/>
        </w:rPr>
      </w:pPr>
    </w:p>
    <w:p w:rsidR="00714EBB" w:rsidRPr="00870ED0" w:rsidRDefault="00714EBB">
      <w:pPr>
        <w:pStyle w:val="H6"/>
        <w:outlineLvl w:val="0"/>
      </w:pPr>
      <w:r w:rsidRPr="00870ED0">
        <w:t>5.2.2.13.1.1</w:t>
      </w:r>
      <w:r w:rsidRPr="00870ED0">
        <w:tab/>
        <w:t>Normal execution</w:t>
      </w:r>
    </w:p>
    <w:p w:rsidR="00714EBB" w:rsidRPr="00870ED0" w:rsidRDefault="00714EBB">
      <w:pPr>
        <w:pStyle w:val="B1"/>
      </w:pPr>
      <w:r w:rsidRPr="00870ED0">
        <w:t>CRRN1: The method shall return the maximum size of the Comprehension TLV list managed by the handl</w:t>
      </w:r>
      <w:r w:rsidR="009C248C" w:rsidRPr="00870ED0">
        <w:t>er.</w:t>
      </w:r>
    </w:p>
    <w:p w:rsidR="00714EBB" w:rsidRPr="00870ED0" w:rsidRDefault="00714EBB">
      <w:pPr>
        <w:pStyle w:val="H6"/>
        <w:outlineLvl w:val="0"/>
      </w:pPr>
      <w:r w:rsidRPr="00870ED0">
        <w:t>5.2.2.13.1.2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5.2.2.13.1.3</w:t>
      </w:r>
      <w:r w:rsidRPr="00870ED0">
        <w:tab/>
        <w:t>Context errors</w:t>
      </w:r>
    </w:p>
    <w:p w:rsidR="00714EBB" w:rsidRPr="00870ED0" w:rsidRDefault="00714EBB" w:rsidP="00AD1633">
      <w:pPr>
        <w:pStyle w:val="B1"/>
      </w:pPr>
      <w:r w:rsidRPr="00870ED0">
        <w:t>CRRC1: if the handler is busy an instance of ToolkitException shall be thrown. The reason code shall be ToolkitE</w:t>
      </w:r>
      <w:r w:rsidR="00AD1633" w:rsidRPr="00870ED0">
        <w:t>xception.HANDLER_NOT_AVAILABLE.</w:t>
      </w:r>
    </w:p>
    <w:p w:rsidR="00714EBB" w:rsidRPr="00870ED0" w:rsidRDefault="00714EBB" w:rsidP="00AD1633">
      <w:pPr>
        <w:pStyle w:val="Heading5"/>
      </w:pPr>
      <w:r w:rsidRPr="00870ED0">
        <w:t>5.2.2.13.2</w:t>
      </w:r>
      <w:r w:rsidRPr="00870ED0">
        <w:tab/>
        <w:t>Test area files</w:t>
      </w:r>
    </w:p>
    <w:p w:rsidR="00714EBB" w:rsidRPr="00870ED0" w:rsidRDefault="00714EBB" w:rsidP="00AD1633">
      <w:pPr>
        <w:pStyle w:val="EX"/>
      </w:pPr>
      <w:r w:rsidRPr="00870ED0">
        <w:t>Test Source:</w:t>
      </w:r>
      <w:r w:rsidRPr="00870ED0">
        <w:tab/>
        <w:t>Test_Api_2_Enh_Gcap.java</w:t>
      </w:r>
      <w:r w:rsidR="00AD1633" w:rsidRPr="00870ED0">
        <w:t>.</w:t>
      </w:r>
    </w:p>
    <w:p w:rsidR="00714EBB" w:rsidRPr="00870ED0" w:rsidRDefault="00714EBB" w:rsidP="00AD1633">
      <w:pPr>
        <w:pStyle w:val="EX"/>
      </w:pPr>
      <w:r w:rsidRPr="00870ED0">
        <w:t xml:space="preserve">Test </w:t>
      </w:r>
      <w:r w:rsidR="00AD1633" w:rsidRPr="00870ED0">
        <w:t xml:space="preserve">Applet: </w:t>
      </w:r>
      <w:r w:rsidR="00AD1633" w:rsidRPr="00870ED0">
        <w:tab/>
      </w:r>
      <w:r w:rsidR="00AD1633" w:rsidRPr="00870ED0">
        <w:tab/>
        <w:t>Api_2_Enh_Gcap_1.java.</w:t>
      </w:r>
    </w:p>
    <w:p w:rsidR="00714EBB" w:rsidRPr="00870ED0" w:rsidRDefault="00714EBB" w:rsidP="00AD1633">
      <w:pPr>
        <w:pStyle w:val="EX"/>
      </w:pPr>
      <w:r w:rsidRPr="00870ED0">
        <w:t>Cap File:</w:t>
      </w:r>
      <w:r w:rsidRPr="00870ED0">
        <w:tab/>
      </w:r>
      <w:r w:rsidRPr="00870ED0">
        <w:tab/>
        <w:t>api_2_enh_gcap.cap</w:t>
      </w:r>
      <w:r w:rsidR="00AD1633" w:rsidRPr="00870ED0">
        <w:t>.</w:t>
      </w:r>
    </w:p>
    <w:p w:rsidR="00714EBB" w:rsidRPr="00870ED0" w:rsidRDefault="00714EBB" w:rsidP="00AD1633">
      <w:pPr>
        <w:pStyle w:val="Heading5"/>
      </w:pPr>
      <w:r w:rsidRPr="00870ED0">
        <w:t>5.2.2.13.3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Pr>
          <w:p w:rsidR="00714EBB" w:rsidRPr="00870ED0" w:rsidRDefault="00714EBB">
            <w:pPr>
              <w:pStyle w:val="TAH"/>
            </w:pPr>
            <w:r w:rsidRPr="00870ED0">
              <w:t>CRR number</w:t>
            </w:r>
          </w:p>
        </w:tc>
        <w:tc>
          <w:tcPr>
            <w:tcW w:w="2196" w:type="dxa"/>
          </w:tcPr>
          <w:p w:rsidR="00714EBB" w:rsidRPr="00870ED0" w:rsidRDefault="00714EBB">
            <w:pPr>
              <w:pStyle w:val="TAH"/>
            </w:pPr>
            <w:r w:rsidRPr="00870ED0">
              <w:t>Test case number</w:t>
            </w:r>
          </w:p>
        </w:tc>
      </w:tr>
      <w:tr w:rsidR="00714EBB" w:rsidRPr="00870ED0" w:rsidTr="00714EBB">
        <w:trPr>
          <w:jc w:val="center"/>
        </w:trPr>
        <w:tc>
          <w:tcPr>
            <w:tcW w:w="2276" w:type="dxa"/>
          </w:tcPr>
          <w:p w:rsidR="00714EBB" w:rsidRPr="00870ED0" w:rsidRDefault="00714EBB">
            <w:pPr>
              <w:pStyle w:val="TAC"/>
            </w:pPr>
            <w:r w:rsidRPr="00870ED0">
              <w:t>N1</w:t>
            </w:r>
          </w:p>
        </w:tc>
        <w:tc>
          <w:tcPr>
            <w:tcW w:w="2196" w:type="dxa"/>
          </w:tcPr>
          <w:p w:rsidR="00714EBB" w:rsidRPr="00870ED0" w:rsidRDefault="00714EBB">
            <w:pPr>
              <w:pStyle w:val="TAC"/>
            </w:pPr>
            <w:r w:rsidRPr="00870ED0">
              <w:t>1</w:t>
            </w:r>
          </w:p>
        </w:tc>
      </w:tr>
      <w:tr w:rsidR="00714EBB" w:rsidRPr="00870ED0" w:rsidTr="00714EBB">
        <w:trPr>
          <w:jc w:val="center"/>
        </w:trPr>
        <w:tc>
          <w:tcPr>
            <w:tcW w:w="2276" w:type="dxa"/>
          </w:tcPr>
          <w:p w:rsidR="00714EBB" w:rsidRPr="00870ED0" w:rsidRDefault="00714EBB">
            <w:pPr>
              <w:pStyle w:val="TAC"/>
            </w:pPr>
            <w:r w:rsidRPr="00870ED0">
              <w:t>C1</w:t>
            </w:r>
          </w:p>
        </w:tc>
        <w:tc>
          <w:tcPr>
            <w:tcW w:w="2196" w:type="dxa"/>
          </w:tcPr>
          <w:p w:rsidR="00714EBB" w:rsidRPr="00870ED0" w:rsidRDefault="00714EBB">
            <w:pPr>
              <w:pStyle w:val="TAC"/>
            </w:pPr>
            <w:r w:rsidRPr="00870ED0">
              <w:t>Not testable</w:t>
            </w:r>
          </w:p>
        </w:tc>
      </w:tr>
    </w:tbl>
    <w:p w:rsidR="00714EBB" w:rsidRPr="00870ED0" w:rsidRDefault="00714EBB" w:rsidP="00AD1633"/>
    <w:p w:rsidR="00714EBB" w:rsidRPr="00870ED0" w:rsidRDefault="00714EBB" w:rsidP="00AD1633">
      <w:pPr>
        <w:pStyle w:val="Heading5"/>
      </w:pPr>
      <w:r w:rsidRPr="00870ED0">
        <w:lastRenderedPageBreak/>
        <w:t>5.2.2.13.4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714EBB">
        <w:trPr>
          <w:jc w:val="center"/>
        </w:trPr>
        <w:tc>
          <w:tcPr>
            <w:tcW w:w="425" w:type="dxa"/>
            <w:tcBorders>
              <w:left w:val="single" w:sz="4" w:space="0" w:color="auto"/>
            </w:tcBorders>
          </w:tcPr>
          <w:p w:rsidR="00714EBB" w:rsidRPr="00870ED0" w:rsidRDefault="00714EBB">
            <w:pPr>
              <w:pStyle w:val="TAH"/>
            </w:pPr>
            <w:r w:rsidRPr="00870ED0">
              <w:t>Id</w:t>
            </w:r>
          </w:p>
        </w:tc>
        <w:tc>
          <w:tcPr>
            <w:tcW w:w="4111" w:type="dxa"/>
          </w:tcPr>
          <w:p w:rsidR="00714EBB" w:rsidRPr="00870ED0" w:rsidRDefault="00714EBB">
            <w:pPr>
              <w:pStyle w:val="TAH"/>
            </w:pPr>
            <w:r w:rsidRPr="00870ED0">
              <w:t>Description</w:t>
            </w:r>
          </w:p>
        </w:tc>
        <w:tc>
          <w:tcPr>
            <w:tcW w:w="2911" w:type="dxa"/>
          </w:tcPr>
          <w:p w:rsidR="00714EBB" w:rsidRPr="00870ED0" w:rsidRDefault="00714EBB">
            <w:pPr>
              <w:pStyle w:val="TAH"/>
            </w:pPr>
            <w:r w:rsidRPr="00870ED0">
              <w:t>API Expectation</w:t>
            </w:r>
          </w:p>
        </w:tc>
        <w:tc>
          <w:tcPr>
            <w:tcW w:w="2334" w:type="dxa"/>
          </w:tcPr>
          <w:p w:rsidR="00714EBB" w:rsidRPr="00870ED0" w:rsidRDefault="00714EBB">
            <w:pPr>
              <w:pStyle w:val="TAH"/>
            </w:pPr>
            <w:r w:rsidRPr="00870ED0">
              <w:t>APDU Expectation</w:t>
            </w:r>
          </w:p>
        </w:tc>
      </w:tr>
      <w:tr w:rsidR="00714EBB" w:rsidRPr="00870ED0" w:rsidTr="00714EBB">
        <w:trPr>
          <w:jc w:val="center"/>
        </w:trPr>
        <w:tc>
          <w:tcPr>
            <w:tcW w:w="425" w:type="dxa"/>
            <w:tcBorders>
              <w:left w:val="single" w:sz="4" w:space="0" w:color="auto"/>
            </w:tcBorders>
          </w:tcPr>
          <w:p w:rsidR="00714EBB" w:rsidRPr="00870ED0" w:rsidRDefault="00714EBB">
            <w:pPr>
              <w:pStyle w:val="TAC"/>
            </w:pPr>
            <w:r w:rsidRPr="00870ED0">
              <w:t>1</w:t>
            </w:r>
          </w:p>
        </w:tc>
        <w:tc>
          <w:tcPr>
            <w:tcW w:w="4111" w:type="dxa"/>
          </w:tcPr>
          <w:p w:rsidR="00714EBB" w:rsidRPr="00870ED0" w:rsidRDefault="00714EBB">
            <w:pPr>
              <w:pStyle w:val="TAL"/>
              <w:jc w:val="center"/>
              <w:rPr>
                <w:b/>
              </w:rPr>
            </w:pPr>
            <w:r w:rsidRPr="00870ED0">
              <w:rPr>
                <w:b/>
              </w:rPr>
              <w:t>EnvelopeHandler available</w:t>
            </w:r>
          </w:p>
          <w:p w:rsidR="00714EBB" w:rsidRPr="00870ED0" w:rsidRDefault="00714EBB">
            <w:pPr>
              <w:pStyle w:val="PL"/>
              <w:rPr>
                <w:noProof w:val="0"/>
              </w:rPr>
            </w:pPr>
          </w:p>
          <w:p w:rsidR="00714EBB" w:rsidRPr="00870ED0" w:rsidRDefault="00714EBB">
            <w:pPr>
              <w:pStyle w:val="PL"/>
              <w:rPr>
                <w:noProof w:val="0"/>
              </w:rPr>
            </w:pPr>
            <w:r w:rsidRPr="00870ED0">
              <w:rPr>
                <w:noProof w:val="0"/>
              </w:rPr>
              <w:t>1 - Send envelope Menu Selection</w:t>
            </w:r>
          </w:p>
          <w:p w:rsidR="00714EBB" w:rsidRPr="00870ED0" w:rsidRDefault="00714EBB">
            <w:pPr>
              <w:pStyle w:val="PL"/>
              <w:rPr>
                <w:noProof w:val="0"/>
              </w:rPr>
            </w:pPr>
            <w:r w:rsidRPr="00870ED0">
              <w:rPr>
                <w:noProof w:val="0"/>
              </w:rPr>
              <w:t>2 - The applet calls the getLength() method</w:t>
            </w:r>
          </w:p>
          <w:p w:rsidR="00714EBB" w:rsidRPr="00870ED0" w:rsidRDefault="00714EBB" w:rsidP="00AD1633">
            <w:pPr>
              <w:pStyle w:val="PL"/>
              <w:rPr>
                <w:noProof w:val="0"/>
              </w:rPr>
            </w:pPr>
            <w:r w:rsidRPr="00870ED0">
              <w:rPr>
                <w:noProof w:val="0"/>
              </w:rPr>
              <w:t>3 - The applet</w:t>
            </w:r>
            <w:r w:rsidR="00AD1633" w:rsidRPr="00870ED0">
              <w:rPr>
                <w:noProof w:val="0"/>
              </w:rPr>
              <w:t xml:space="preserve"> calls the getCapacity() method</w:t>
            </w:r>
          </w:p>
        </w:tc>
        <w:tc>
          <w:tcPr>
            <w:tcW w:w="2911" w:type="dxa"/>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 Applet is triggered</w:t>
            </w:r>
          </w:p>
          <w:p w:rsidR="00714EBB" w:rsidRPr="00870ED0" w:rsidRDefault="00714EBB">
            <w:pPr>
              <w:pStyle w:val="TAL"/>
            </w:pPr>
            <w:r w:rsidRPr="00870ED0">
              <w:t>2 - No exception is thrown</w:t>
            </w:r>
          </w:p>
          <w:p w:rsidR="00714EBB" w:rsidRPr="00870ED0" w:rsidRDefault="00714EBB">
            <w:pPr>
              <w:pStyle w:val="TAL"/>
            </w:pPr>
            <w:r w:rsidRPr="00870ED0">
              <w:t xml:space="preserve">3 - No exception is thrown; the capacity is greater than the BER TLV Length </w:t>
            </w:r>
          </w:p>
        </w:tc>
        <w:tc>
          <w:tcPr>
            <w:tcW w:w="2334" w:type="dxa"/>
          </w:tcPr>
          <w:p w:rsidR="00714EBB" w:rsidRPr="00870ED0" w:rsidRDefault="00714EBB">
            <w:pPr>
              <w:pStyle w:val="TAL"/>
            </w:pPr>
          </w:p>
        </w:tc>
      </w:tr>
    </w:tbl>
    <w:p w:rsidR="00714EBB" w:rsidRPr="00870ED0" w:rsidRDefault="00714EBB" w:rsidP="00AD1633"/>
    <w:p w:rsidR="00714EBB" w:rsidRPr="00870ED0" w:rsidRDefault="00714EBB">
      <w:pPr>
        <w:pStyle w:val="Heading4"/>
      </w:pPr>
      <w:r w:rsidRPr="00870ED0">
        <w:t>5.2.2.14</w:t>
      </w:r>
      <w:r w:rsidRPr="00870ED0">
        <w:tab/>
        <w:t>Method getChannelIdentifier</w:t>
      </w:r>
    </w:p>
    <w:p w:rsidR="00714EBB" w:rsidRPr="00870ED0" w:rsidRDefault="00714EBB">
      <w:r w:rsidRPr="00870ED0">
        <w:t>Test Area Reference: Api_2_Enh_Gcid</w:t>
      </w:r>
      <w:r w:rsidR="00AD1633" w:rsidRPr="00870ED0">
        <w:t>.</w:t>
      </w:r>
    </w:p>
    <w:p w:rsidR="00714EBB" w:rsidRPr="00870ED0" w:rsidRDefault="00714EBB" w:rsidP="00AD1633">
      <w:pPr>
        <w:pStyle w:val="Heading5"/>
      </w:pPr>
      <w:r w:rsidRPr="00870ED0">
        <w:t>5.2</w:t>
      </w:r>
      <w:r w:rsidR="00AD1633" w:rsidRPr="00870ED0">
        <w:t>.2.14.1</w:t>
      </w:r>
      <w:r w:rsidR="00AD1633"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getChannelIdentifier()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5.2.2.14.1.1</w:t>
      </w:r>
      <w:r w:rsidRPr="00870ED0">
        <w:tab/>
        <w:t>Normal execution</w:t>
      </w:r>
    </w:p>
    <w:p w:rsidR="00714EBB" w:rsidRPr="00870ED0" w:rsidRDefault="00714EBB">
      <w:pPr>
        <w:pStyle w:val="B1"/>
      </w:pPr>
      <w:r w:rsidRPr="00870ED0">
        <w:t>CRRN1: The method shall return the channel identifier byte value.</w:t>
      </w:r>
    </w:p>
    <w:p w:rsidR="00714EBB" w:rsidRPr="00870ED0" w:rsidRDefault="00714EBB">
      <w:pPr>
        <w:pStyle w:val="B1"/>
      </w:pPr>
      <w:r w:rsidRPr="00870ED0">
        <w:t>CRRN2: The channel identifier byte value returned shall be from the first Channel status TLV element.</w:t>
      </w:r>
    </w:p>
    <w:p w:rsidR="00714EBB" w:rsidRPr="00870ED0" w:rsidRDefault="00714EBB">
      <w:pPr>
        <w:pStyle w:val="B1"/>
      </w:pPr>
      <w:r w:rsidRPr="00870ED0">
        <w:t>CRRN3: If the element is available it becomes the currently selected TLV.</w:t>
      </w:r>
    </w:p>
    <w:p w:rsidR="00714EBB" w:rsidRPr="00870ED0" w:rsidRDefault="00714EBB">
      <w:pPr>
        <w:pStyle w:val="B1"/>
      </w:pPr>
      <w:r w:rsidRPr="00870ED0">
        <w:t>CRRN4: The channel identifier is available for all triggered toolkit applets from the invocation to the termination of their processToolkit method if the EnvelopeHandler is available.</w:t>
      </w:r>
    </w:p>
    <w:p w:rsidR="00714EBB" w:rsidRPr="00870ED0" w:rsidRDefault="00714EBB">
      <w:pPr>
        <w:pStyle w:val="H6"/>
        <w:outlineLvl w:val="0"/>
      </w:pPr>
      <w:r w:rsidRPr="00870ED0">
        <w:t>5.2.2.14.1.2 Parameter errors</w:t>
      </w:r>
    </w:p>
    <w:p w:rsidR="00714EBB" w:rsidRPr="00870ED0" w:rsidRDefault="00714EBB">
      <w:r w:rsidRPr="00870ED0">
        <w:t>No requirements</w:t>
      </w:r>
    </w:p>
    <w:p w:rsidR="00714EBB" w:rsidRPr="00870ED0" w:rsidRDefault="00714EBB">
      <w:pPr>
        <w:pStyle w:val="H6"/>
        <w:outlineLvl w:val="0"/>
      </w:pPr>
      <w:r w:rsidRPr="00870ED0">
        <w:t>5.2.2.14.1.3</w:t>
      </w:r>
      <w:r w:rsidRPr="00870ED0">
        <w:tab/>
        <w:t>Context errors</w:t>
      </w:r>
    </w:p>
    <w:p w:rsidR="00714EBB" w:rsidRPr="00870ED0" w:rsidRDefault="00714EBB">
      <w:pPr>
        <w:pStyle w:val="B1"/>
      </w:pPr>
      <w:r w:rsidRPr="00870ED0">
        <w:t>CRRC1: The method shall throw ToolkitException.UNAVAILABLE_ELEMENT if the Channel status TLV is not present.</w:t>
      </w:r>
    </w:p>
    <w:p w:rsidR="00714EBB" w:rsidRPr="00870ED0" w:rsidRDefault="00714EBB">
      <w:pPr>
        <w:pStyle w:val="B1"/>
      </w:pPr>
      <w:r w:rsidRPr="00870ED0">
        <w:t>CRRC2: The method shall throw ToolkitException.OUT_OF_TLV_BOUNDARIES if the Comprehension TLV Channel Status length is equal to 0.</w:t>
      </w:r>
    </w:p>
    <w:p w:rsidR="00714EBB" w:rsidRPr="00870ED0" w:rsidRDefault="00714EBB" w:rsidP="00AD1633">
      <w:pPr>
        <w:pStyle w:val="Heading5"/>
      </w:pPr>
      <w:r w:rsidRPr="00870ED0">
        <w:t>5.2.2.14.2</w:t>
      </w:r>
      <w:r w:rsidRPr="00870ED0">
        <w:tab/>
        <w:t>Test area files</w:t>
      </w:r>
    </w:p>
    <w:p w:rsidR="00714EBB" w:rsidRPr="00870ED0" w:rsidRDefault="00714EBB" w:rsidP="00AD1633">
      <w:pPr>
        <w:pStyle w:val="EX"/>
      </w:pPr>
      <w:r w:rsidRPr="00870ED0">
        <w:t>Test Source:</w:t>
      </w:r>
      <w:r w:rsidRPr="00870ED0">
        <w:tab/>
        <w:t>Test_Api_2_Enh_Gcid.java</w:t>
      </w:r>
      <w:r w:rsidR="00AD1633" w:rsidRPr="00870ED0">
        <w:t>.</w:t>
      </w:r>
    </w:p>
    <w:p w:rsidR="00714EBB" w:rsidRPr="00870ED0" w:rsidRDefault="00714EBB" w:rsidP="00AD1633">
      <w:pPr>
        <w:pStyle w:val="EX"/>
      </w:pPr>
      <w:r w:rsidRPr="00870ED0">
        <w:t>Test</w:t>
      </w:r>
      <w:r w:rsidR="00AD1633" w:rsidRPr="00870ED0">
        <w:t xml:space="preserve"> Applet:</w:t>
      </w:r>
      <w:r w:rsidR="00AD1633" w:rsidRPr="00870ED0">
        <w:tab/>
      </w:r>
      <w:r w:rsidR="00AD1633" w:rsidRPr="00870ED0">
        <w:tab/>
        <w:t>Api_2_Enh_Gcid_1.java.</w:t>
      </w:r>
    </w:p>
    <w:p w:rsidR="00714EBB" w:rsidRPr="00870ED0" w:rsidRDefault="00AD1633" w:rsidP="00AD1633">
      <w:pPr>
        <w:pStyle w:val="EX"/>
      </w:pPr>
      <w:r w:rsidRPr="00870ED0">
        <w:t>Cap File:</w:t>
      </w:r>
      <w:r w:rsidRPr="00870ED0">
        <w:tab/>
        <w:t>api_2_enh_gcid.cap.</w:t>
      </w:r>
    </w:p>
    <w:p w:rsidR="00714EBB" w:rsidRPr="00870ED0" w:rsidRDefault="00714EBB" w:rsidP="00AD1633">
      <w:pPr>
        <w:pStyle w:val="Heading5"/>
      </w:pPr>
      <w:r w:rsidRPr="00870ED0">
        <w:lastRenderedPageBreak/>
        <w:t>5.2.2.14.3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Pr>
          <w:p w:rsidR="00714EBB" w:rsidRPr="00870ED0" w:rsidRDefault="00714EBB">
            <w:pPr>
              <w:pStyle w:val="TAH"/>
            </w:pPr>
            <w:r w:rsidRPr="00870ED0">
              <w:t>CRR number</w:t>
            </w:r>
          </w:p>
        </w:tc>
        <w:tc>
          <w:tcPr>
            <w:tcW w:w="2196" w:type="dxa"/>
          </w:tcPr>
          <w:p w:rsidR="00714EBB" w:rsidRPr="00870ED0" w:rsidRDefault="00714EBB">
            <w:pPr>
              <w:pStyle w:val="TAH"/>
            </w:pPr>
            <w:r w:rsidRPr="00870ED0">
              <w:t>Test case number</w:t>
            </w:r>
          </w:p>
        </w:tc>
      </w:tr>
      <w:tr w:rsidR="00714EBB" w:rsidRPr="00870ED0" w:rsidTr="00714EBB">
        <w:trPr>
          <w:jc w:val="center"/>
        </w:trPr>
        <w:tc>
          <w:tcPr>
            <w:tcW w:w="2276" w:type="dxa"/>
          </w:tcPr>
          <w:p w:rsidR="00714EBB" w:rsidRPr="00870ED0" w:rsidRDefault="00714EBB">
            <w:pPr>
              <w:pStyle w:val="TAC"/>
            </w:pPr>
            <w:r w:rsidRPr="00870ED0">
              <w:t>N1</w:t>
            </w:r>
          </w:p>
        </w:tc>
        <w:tc>
          <w:tcPr>
            <w:tcW w:w="2196" w:type="dxa"/>
          </w:tcPr>
          <w:p w:rsidR="00714EBB" w:rsidRPr="00870ED0" w:rsidRDefault="00714EBB">
            <w:pPr>
              <w:pStyle w:val="TAC"/>
            </w:pPr>
            <w:r w:rsidRPr="00870ED0">
              <w:t>1, 2</w:t>
            </w:r>
          </w:p>
        </w:tc>
      </w:tr>
      <w:tr w:rsidR="00714EBB" w:rsidRPr="00870ED0" w:rsidTr="00714EBB">
        <w:trPr>
          <w:jc w:val="center"/>
        </w:trPr>
        <w:tc>
          <w:tcPr>
            <w:tcW w:w="2276" w:type="dxa"/>
          </w:tcPr>
          <w:p w:rsidR="00714EBB" w:rsidRPr="00870ED0" w:rsidRDefault="00714EBB">
            <w:pPr>
              <w:pStyle w:val="TAC"/>
            </w:pPr>
            <w:r w:rsidRPr="00870ED0">
              <w:t>N2</w:t>
            </w:r>
          </w:p>
        </w:tc>
        <w:tc>
          <w:tcPr>
            <w:tcW w:w="2196" w:type="dxa"/>
          </w:tcPr>
          <w:p w:rsidR="00714EBB" w:rsidRPr="00870ED0" w:rsidRDefault="00714EBB">
            <w:pPr>
              <w:pStyle w:val="TAC"/>
            </w:pPr>
            <w:r w:rsidRPr="00870ED0">
              <w:t>2</w:t>
            </w:r>
          </w:p>
        </w:tc>
      </w:tr>
      <w:tr w:rsidR="00714EBB" w:rsidRPr="00870ED0" w:rsidTr="00714EBB">
        <w:trPr>
          <w:jc w:val="center"/>
        </w:trPr>
        <w:tc>
          <w:tcPr>
            <w:tcW w:w="2276" w:type="dxa"/>
          </w:tcPr>
          <w:p w:rsidR="00714EBB" w:rsidRPr="00870ED0" w:rsidRDefault="00714EBB">
            <w:pPr>
              <w:pStyle w:val="TAC"/>
            </w:pPr>
            <w:r w:rsidRPr="00870ED0">
              <w:t>N3</w:t>
            </w:r>
          </w:p>
        </w:tc>
        <w:tc>
          <w:tcPr>
            <w:tcW w:w="2196" w:type="dxa"/>
          </w:tcPr>
          <w:p w:rsidR="00714EBB" w:rsidRPr="00870ED0" w:rsidRDefault="00714EBB">
            <w:pPr>
              <w:pStyle w:val="TAC"/>
            </w:pPr>
            <w:r w:rsidRPr="00870ED0">
              <w:t>3</w:t>
            </w:r>
          </w:p>
        </w:tc>
      </w:tr>
      <w:tr w:rsidR="00714EBB" w:rsidRPr="00870ED0" w:rsidTr="00714EBB">
        <w:trPr>
          <w:jc w:val="center"/>
        </w:trPr>
        <w:tc>
          <w:tcPr>
            <w:tcW w:w="2276" w:type="dxa"/>
          </w:tcPr>
          <w:p w:rsidR="00714EBB" w:rsidRPr="00870ED0" w:rsidRDefault="00714EBB">
            <w:pPr>
              <w:pStyle w:val="TAC"/>
            </w:pPr>
            <w:r w:rsidRPr="00870ED0">
              <w:t>N4</w:t>
            </w:r>
          </w:p>
        </w:tc>
        <w:tc>
          <w:tcPr>
            <w:tcW w:w="2196" w:type="dxa"/>
          </w:tcPr>
          <w:p w:rsidR="00714EBB" w:rsidRPr="00870ED0" w:rsidRDefault="00714EBB">
            <w:pPr>
              <w:pStyle w:val="TAC"/>
            </w:pPr>
            <w:r w:rsidRPr="00870ED0">
              <w:t>5</w:t>
            </w:r>
          </w:p>
        </w:tc>
      </w:tr>
      <w:tr w:rsidR="00714EBB" w:rsidRPr="00870ED0" w:rsidTr="00714EBB">
        <w:trPr>
          <w:jc w:val="center"/>
        </w:trPr>
        <w:tc>
          <w:tcPr>
            <w:tcW w:w="2276" w:type="dxa"/>
          </w:tcPr>
          <w:p w:rsidR="00714EBB" w:rsidRPr="00870ED0" w:rsidRDefault="00714EBB">
            <w:pPr>
              <w:pStyle w:val="TAC"/>
            </w:pPr>
            <w:r w:rsidRPr="00870ED0">
              <w:t>C1</w:t>
            </w:r>
          </w:p>
        </w:tc>
        <w:tc>
          <w:tcPr>
            <w:tcW w:w="2196" w:type="dxa"/>
          </w:tcPr>
          <w:p w:rsidR="00714EBB" w:rsidRPr="00870ED0" w:rsidRDefault="00714EBB">
            <w:pPr>
              <w:pStyle w:val="TAC"/>
            </w:pPr>
            <w:r w:rsidRPr="00870ED0">
              <w:t>4</w:t>
            </w:r>
          </w:p>
        </w:tc>
      </w:tr>
      <w:tr w:rsidR="00714EBB" w:rsidRPr="00870ED0" w:rsidTr="00714EBB">
        <w:trPr>
          <w:jc w:val="center"/>
        </w:trPr>
        <w:tc>
          <w:tcPr>
            <w:tcW w:w="2276" w:type="dxa"/>
          </w:tcPr>
          <w:p w:rsidR="00714EBB" w:rsidRPr="00870ED0" w:rsidRDefault="00714EBB">
            <w:pPr>
              <w:pStyle w:val="TAC"/>
            </w:pPr>
            <w:r w:rsidRPr="00870ED0">
              <w:t>C2</w:t>
            </w:r>
          </w:p>
        </w:tc>
        <w:tc>
          <w:tcPr>
            <w:tcW w:w="2196" w:type="dxa"/>
          </w:tcPr>
          <w:p w:rsidR="00714EBB" w:rsidRPr="00870ED0" w:rsidRDefault="00714EBB">
            <w:pPr>
              <w:pStyle w:val="TAC"/>
            </w:pPr>
            <w:r w:rsidRPr="00870ED0">
              <w:t>6</w:t>
            </w:r>
          </w:p>
        </w:tc>
      </w:tr>
    </w:tbl>
    <w:p w:rsidR="00714EBB" w:rsidRPr="00870ED0" w:rsidRDefault="00714EBB" w:rsidP="00AD1633"/>
    <w:p w:rsidR="00714EBB" w:rsidRPr="00870ED0" w:rsidRDefault="00714EBB" w:rsidP="00AD1633">
      <w:pPr>
        <w:pStyle w:val="Heading5"/>
      </w:pPr>
      <w:r w:rsidRPr="00870ED0">
        <w:t>5.2.2.14.4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833"/>
        <w:gridCol w:w="2189"/>
        <w:gridCol w:w="2334"/>
      </w:tblGrid>
      <w:tr w:rsidR="00714EBB" w:rsidRPr="00870ED0" w:rsidTr="00AD1633">
        <w:trPr>
          <w:tblHeader/>
          <w:jc w:val="center"/>
        </w:trPr>
        <w:tc>
          <w:tcPr>
            <w:tcW w:w="425" w:type="dxa"/>
            <w:tcBorders>
              <w:left w:val="single" w:sz="4" w:space="0" w:color="auto"/>
            </w:tcBorders>
          </w:tcPr>
          <w:p w:rsidR="00714EBB" w:rsidRPr="00870ED0" w:rsidRDefault="00714EBB" w:rsidP="00AD1633">
            <w:pPr>
              <w:pStyle w:val="TAH"/>
              <w:keepNext w:val="0"/>
              <w:keepLines w:val="0"/>
            </w:pPr>
            <w:r w:rsidRPr="00870ED0">
              <w:t>Id</w:t>
            </w:r>
          </w:p>
        </w:tc>
        <w:tc>
          <w:tcPr>
            <w:tcW w:w="4833" w:type="dxa"/>
          </w:tcPr>
          <w:p w:rsidR="00714EBB" w:rsidRPr="00870ED0" w:rsidRDefault="00714EBB" w:rsidP="00AD1633">
            <w:pPr>
              <w:pStyle w:val="TAH"/>
              <w:keepNext w:val="0"/>
              <w:keepLines w:val="0"/>
            </w:pPr>
            <w:r w:rsidRPr="00870ED0">
              <w:t>Description</w:t>
            </w:r>
          </w:p>
        </w:tc>
        <w:tc>
          <w:tcPr>
            <w:tcW w:w="2189" w:type="dxa"/>
          </w:tcPr>
          <w:p w:rsidR="00714EBB" w:rsidRPr="00870ED0" w:rsidRDefault="00714EBB" w:rsidP="00AD1633">
            <w:pPr>
              <w:pStyle w:val="TAH"/>
              <w:keepNext w:val="0"/>
              <w:keepLines w:val="0"/>
            </w:pPr>
            <w:r w:rsidRPr="00870ED0">
              <w:t>API Expectation</w:t>
            </w:r>
          </w:p>
        </w:tc>
        <w:tc>
          <w:tcPr>
            <w:tcW w:w="2334" w:type="dxa"/>
          </w:tcPr>
          <w:p w:rsidR="00714EBB" w:rsidRPr="00870ED0" w:rsidRDefault="00714EBB" w:rsidP="00AD1633">
            <w:pPr>
              <w:pStyle w:val="TAH"/>
              <w:keepNext w:val="0"/>
              <w:keepLines w:val="0"/>
            </w:pPr>
            <w:r w:rsidRPr="00870ED0">
              <w:t>APDU Expectation</w:t>
            </w:r>
          </w:p>
        </w:tc>
      </w:tr>
      <w:tr w:rsidR="00714EBB" w:rsidRPr="00870ED0" w:rsidTr="00714EBB">
        <w:trPr>
          <w:jc w:val="center"/>
        </w:trPr>
        <w:tc>
          <w:tcPr>
            <w:tcW w:w="425" w:type="dxa"/>
            <w:tcBorders>
              <w:left w:val="single" w:sz="4" w:space="0" w:color="auto"/>
            </w:tcBorders>
          </w:tcPr>
          <w:p w:rsidR="00714EBB" w:rsidRPr="00870ED0" w:rsidRDefault="00714EBB" w:rsidP="00AD1633">
            <w:pPr>
              <w:pStyle w:val="TAH"/>
              <w:keepNext w:val="0"/>
              <w:keepLines w:val="0"/>
              <w:rPr>
                <w:b w:val="0"/>
              </w:rPr>
            </w:pPr>
            <w:r w:rsidRPr="00870ED0">
              <w:rPr>
                <w:b w:val="0"/>
              </w:rPr>
              <w:t>0</w:t>
            </w:r>
          </w:p>
        </w:tc>
        <w:tc>
          <w:tcPr>
            <w:tcW w:w="4833" w:type="dxa"/>
          </w:tcPr>
          <w:p w:rsidR="00714EBB" w:rsidRPr="00870ED0" w:rsidRDefault="00714EBB" w:rsidP="00AD1633">
            <w:pPr>
              <w:pStyle w:val="PL"/>
              <w:rPr>
                <w:noProof w:val="0"/>
              </w:rPr>
            </w:pPr>
            <w:r w:rsidRPr="00870ED0">
              <w:rPr>
                <w:noProof w:val="0"/>
              </w:rPr>
              <w:t>1- Applet1 is installed with maximum number of channel = 07.</w:t>
            </w:r>
          </w:p>
          <w:p w:rsidR="00714EBB" w:rsidRPr="00870ED0" w:rsidRDefault="00714EBB" w:rsidP="00AD1633">
            <w:pPr>
              <w:pStyle w:val="PL"/>
              <w:rPr>
                <w:noProof w:val="0"/>
              </w:rPr>
            </w:pPr>
            <w:r w:rsidRPr="00870ED0">
              <w:rPr>
                <w:noProof w:val="0"/>
              </w:rPr>
              <w:t>2- Applet1 builds proactive commands OPEN CHANNEL with init() method in order to open all channels.</w:t>
            </w:r>
          </w:p>
          <w:p w:rsidR="00714EBB" w:rsidRPr="00870ED0" w:rsidRDefault="00714EBB" w:rsidP="00AD1633">
            <w:pPr>
              <w:pStyle w:val="PL"/>
              <w:rPr>
                <w:rFonts w:ascii="Arial" w:hAnsi="Arial"/>
                <w:noProof w:val="0"/>
                <w:sz w:val="18"/>
              </w:rPr>
            </w:pPr>
            <w:r w:rsidRPr="00870ED0">
              <w:rPr>
                <w:noProof w:val="0"/>
              </w:rPr>
              <w:t>ProactiveHandler.send() method is called.</w:t>
            </w:r>
          </w:p>
        </w:tc>
        <w:tc>
          <w:tcPr>
            <w:tcW w:w="2189" w:type="dxa"/>
          </w:tcPr>
          <w:p w:rsidR="00714EBB" w:rsidRPr="00870ED0" w:rsidRDefault="00714EBB" w:rsidP="00AD1633">
            <w:pPr>
              <w:pStyle w:val="TAH"/>
              <w:keepNext w:val="0"/>
              <w:keepLines w:val="0"/>
            </w:pPr>
          </w:p>
        </w:tc>
        <w:tc>
          <w:tcPr>
            <w:tcW w:w="2334" w:type="dxa"/>
          </w:tcPr>
          <w:p w:rsidR="00714EBB" w:rsidRPr="00870ED0" w:rsidRDefault="00714EBB" w:rsidP="00AD1633">
            <w:pPr>
              <w:pStyle w:val="TAL"/>
              <w:keepNext w:val="0"/>
              <w:keepLines w:val="0"/>
            </w:pPr>
            <w:r w:rsidRPr="00870ED0">
              <w:t>2- OPEN CHANNEL proactive command is fetched</w:t>
            </w: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rPr>
                <w:b/>
              </w:rPr>
              <w:t>TERMINAL RESPONSE is issued with Channel Id from 01 to 07</w:t>
            </w:r>
          </w:p>
        </w:tc>
      </w:tr>
      <w:tr w:rsidR="00714EBB" w:rsidRPr="00870ED0" w:rsidTr="00714EBB">
        <w:trPr>
          <w:jc w:val="center"/>
        </w:trPr>
        <w:tc>
          <w:tcPr>
            <w:tcW w:w="425" w:type="dxa"/>
            <w:tcBorders>
              <w:left w:val="single" w:sz="4" w:space="0" w:color="auto"/>
            </w:tcBorders>
          </w:tcPr>
          <w:p w:rsidR="00714EBB" w:rsidRPr="00870ED0" w:rsidRDefault="00714EBB" w:rsidP="00AD1633">
            <w:pPr>
              <w:pStyle w:val="TAC"/>
              <w:keepNext w:val="0"/>
              <w:keepLines w:val="0"/>
            </w:pPr>
            <w:r w:rsidRPr="00870ED0">
              <w:t>1</w:t>
            </w:r>
          </w:p>
        </w:tc>
        <w:tc>
          <w:tcPr>
            <w:tcW w:w="4833" w:type="dxa"/>
          </w:tcPr>
          <w:p w:rsidR="00714EBB" w:rsidRPr="00870ED0" w:rsidRDefault="00714EBB" w:rsidP="00AD1633">
            <w:pPr>
              <w:pStyle w:val="PL"/>
              <w:jc w:val="center"/>
              <w:rPr>
                <w:rFonts w:ascii="Arial" w:hAnsi="Arial"/>
                <w:b/>
                <w:noProof w:val="0"/>
                <w:sz w:val="18"/>
              </w:rPr>
            </w:pPr>
            <w:r w:rsidRPr="00870ED0">
              <w:rPr>
                <w:rFonts w:ascii="Arial" w:hAnsi="Arial"/>
                <w:b/>
                <w:noProof w:val="0"/>
                <w:sz w:val="18"/>
              </w:rPr>
              <w:t>Successful Call</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1- Send envelope Event Download Channel Status with channel status TLV:</w:t>
            </w:r>
          </w:p>
          <w:p w:rsidR="00714EBB" w:rsidRPr="00870ED0" w:rsidRDefault="00714EBB" w:rsidP="00AD1633">
            <w:pPr>
              <w:pStyle w:val="PL"/>
              <w:rPr>
                <w:noProof w:val="0"/>
              </w:rPr>
            </w:pPr>
            <w:r w:rsidRPr="00870ED0">
              <w:rPr>
                <w:noProof w:val="0"/>
              </w:rPr>
              <w:t>channel status value = 0x8100.</w:t>
            </w:r>
          </w:p>
          <w:p w:rsidR="00714EBB" w:rsidRPr="00870ED0" w:rsidRDefault="00714EBB" w:rsidP="00AD1633">
            <w:pPr>
              <w:pStyle w:val="PL"/>
              <w:rPr>
                <w:noProof w:val="0"/>
              </w:rPr>
            </w:pPr>
          </w:p>
          <w:p w:rsidR="00714EBB" w:rsidRPr="00870ED0" w:rsidRDefault="00714EBB" w:rsidP="00AD1633">
            <w:pPr>
              <w:pStyle w:val="PL"/>
              <w:rPr>
                <w:rFonts w:ascii="Arial" w:hAnsi="Arial"/>
                <w:noProof w:val="0"/>
                <w:sz w:val="18"/>
              </w:rPr>
            </w:pPr>
            <w:r w:rsidRPr="00870ED0">
              <w:rPr>
                <w:noProof w:val="0"/>
              </w:rPr>
              <w:t>2- Call EnvelopeHandler.getChannelIdentifier() method</w:t>
            </w:r>
          </w:p>
        </w:tc>
        <w:tc>
          <w:tcPr>
            <w:tcW w:w="2189" w:type="dxa"/>
          </w:tcPr>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1- Applet1 is triggered</w:t>
            </w: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2- Returns 0x01</w:t>
            </w:r>
          </w:p>
          <w:p w:rsidR="00714EBB" w:rsidRPr="00870ED0" w:rsidRDefault="00714EBB" w:rsidP="00AD1633">
            <w:pPr>
              <w:pStyle w:val="TAL"/>
              <w:keepNext w:val="0"/>
              <w:keepLines w:val="0"/>
            </w:pPr>
          </w:p>
        </w:tc>
        <w:tc>
          <w:tcPr>
            <w:tcW w:w="2334" w:type="dxa"/>
          </w:tcPr>
          <w:p w:rsidR="00714EBB" w:rsidRPr="00870ED0" w:rsidRDefault="00714EBB" w:rsidP="00AD1633">
            <w:pPr>
              <w:pStyle w:val="TAL"/>
              <w:keepNext w:val="0"/>
              <w:keepLines w:val="0"/>
            </w:pPr>
          </w:p>
        </w:tc>
      </w:tr>
      <w:tr w:rsidR="00714EBB" w:rsidRPr="00870ED0" w:rsidTr="00714EBB">
        <w:trPr>
          <w:jc w:val="center"/>
        </w:trPr>
        <w:tc>
          <w:tcPr>
            <w:tcW w:w="425" w:type="dxa"/>
            <w:tcBorders>
              <w:top w:val="single" w:sz="4" w:space="0" w:color="auto"/>
              <w:left w:val="single" w:sz="4" w:space="0" w:color="auto"/>
            </w:tcBorders>
          </w:tcPr>
          <w:p w:rsidR="00714EBB" w:rsidRPr="00870ED0" w:rsidRDefault="00714EBB" w:rsidP="00AD1633">
            <w:pPr>
              <w:pStyle w:val="TAC"/>
              <w:keepNext w:val="0"/>
              <w:keepLines w:val="0"/>
            </w:pPr>
            <w:r w:rsidRPr="00870ED0">
              <w:t>2</w:t>
            </w:r>
          </w:p>
        </w:tc>
        <w:tc>
          <w:tcPr>
            <w:tcW w:w="4833" w:type="dxa"/>
            <w:tcBorders>
              <w:top w:val="nil"/>
            </w:tcBorders>
          </w:tcPr>
          <w:p w:rsidR="00714EBB" w:rsidRPr="00870ED0" w:rsidRDefault="00714EBB" w:rsidP="00AD1633">
            <w:pPr>
              <w:pStyle w:val="PL"/>
              <w:jc w:val="center"/>
              <w:rPr>
                <w:rFonts w:ascii="Arial" w:hAnsi="Arial"/>
                <w:b/>
                <w:noProof w:val="0"/>
                <w:sz w:val="18"/>
              </w:rPr>
            </w:pPr>
            <w:r w:rsidRPr="00870ED0">
              <w:rPr>
                <w:rFonts w:ascii="Arial" w:hAnsi="Arial"/>
                <w:b/>
                <w:noProof w:val="0"/>
                <w:sz w:val="18"/>
              </w:rPr>
              <w:t>Two channel status elements</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1- Send envelope Event Download Channel Status with two channel status TLV:</w:t>
            </w:r>
          </w:p>
          <w:p w:rsidR="00714EBB" w:rsidRPr="00870ED0" w:rsidRDefault="00714EBB" w:rsidP="00AD1633">
            <w:pPr>
              <w:pStyle w:val="PL"/>
              <w:rPr>
                <w:noProof w:val="0"/>
              </w:rPr>
            </w:pPr>
            <w:r w:rsidRPr="00870ED0">
              <w:rPr>
                <w:noProof w:val="0"/>
              </w:rPr>
              <w:t>first value = 0x8400</w:t>
            </w:r>
          </w:p>
          <w:p w:rsidR="00714EBB" w:rsidRPr="00870ED0" w:rsidRDefault="00714EBB" w:rsidP="00AD1633">
            <w:pPr>
              <w:pStyle w:val="PL"/>
              <w:rPr>
                <w:noProof w:val="0"/>
              </w:rPr>
            </w:pPr>
            <w:r w:rsidRPr="00870ED0">
              <w:rPr>
                <w:noProof w:val="0"/>
              </w:rPr>
              <w:t>second value = 0x8500.</w:t>
            </w:r>
          </w:p>
          <w:p w:rsidR="00714EBB" w:rsidRPr="00870ED0" w:rsidRDefault="00714EBB" w:rsidP="00AD1633">
            <w:pPr>
              <w:pStyle w:val="PL"/>
              <w:rPr>
                <w:noProof w:val="0"/>
              </w:rPr>
            </w:pPr>
          </w:p>
          <w:p w:rsidR="00714EBB" w:rsidRPr="00870ED0" w:rsidRDefault="00714EBB" w:rsidP="00AD1633">
            <w:pPr>
              <w:pStyle w:val="PL"/>
              <w:rPr>
                <w:rFonts w:ascii="Arial" w:hAnsi="Arial"/>
                <w:noProof w:val="0"/>
                <w:sz w:val="18"/>
              </w:rPr>
            </w:pPr>
            <w:r w:rsidRPr="00870ED0">
              <w:rPr>
                <w:noProof w:val="0"/>
              </w:rPr>
              <w:t>2- Call twice the EnvelopeHandler.getChannelIdentifier() method</w:t>
            </w:r>
          </w:p>
        </w:tc>
        <w:tc>
          <w:tcPr>
            <w:tcW w:w="2189" w:type="dxa"/>
            <w:tcBorders>
              <w:top w:val="nil"/>
            </w:tcBorders>
          </w:tcPr>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2- Returns twice 0x04</w:t>
            </w:r>
          </w:p>
        </w:tc>
        <w:tc>
          <w:tcPr>
            <w:tcW w:w="2334" w:type="dxa"/>
            <w:tcBorders>
              <w:top w:val="nil"/>
            </w:tcBorders>
          </w:tcPr>
          <w:p w:rsidR="00714EBB" w:rsidRPr="00870ED0" w:rsidRDefault="00714EBB" w:rsidP="00AD1633">
            <w:pPr>
              <w:pStyle w:val="TAL"/>
              <w:keepNext w:val="0"/>
              <w:keepLines w:val="0"/>
            </w:pPr>
          </w:p>
        </w:tc>
      </w:tr>
      <w:tr w:rsidR="00714EBB" w:rsidRPr="00870ED0" w:rsidTr="00714EBB">
        <w:trPr>
          <w:jc w:val="center"/>
        </w:trPr>
        <w:tc>
          <w:tcPr>
            <w:tcW w:w="425" w:type="dxa"/>
            <w:tcBorders>
              <w:top w:val="single" w:sz="4" w:space="0" w:color="auto"/>
              <w:left w:val="single" w:sz="4" w:space="0" w:color="auto"/>
            </w:tcBorders>
          </w:tcPr>
          <w:p w:rsidR="00714EBB" w:rsidRPr="00870ED0" w:rsidRDefault="00714EBB" w:rsidP="00AD1633">
            <w:pPr>
              <w:pStyle w:val="TAC"/>
              <w:keepNext w:val="0"/>
              <w:keepLines w:val="0"/>
            </w:pPr>
            <w:r w:rsidRPr="00870ED0">
              <w:t>3</w:t>
            </w:r>
          </w:p>
        </w:tc>
        <w:tc>
          <w:tcPr>
            <w:tcW w:w="4833" w:type="dxa"/>
            <w:tcBorders>
              <w:top w:val="nil"/>
            </w:tcBorders>
          </w:tcPr>
          <w:p w:rsidR="00714EBB" w:rsidRPr="00870ED0" w:rsidRDefault="00714EBB" w:rsidP="00AD1633">
            <w:pPr>
              <w:pStyle w:val="PL"/>
              <w:jc w:val="center"/>
              <w:rPr>
                <w:rFonts w:ascii="Arial" w:hAnsi="Arial"/>
                <w:b/>
                <w:noProof w:val="0"/>
                <w:sz w:val="18"/>
              </w:rPr>
            </w:pPr>
            <w:r w:rsidRPr="00870ED0">
              <w:rPr>
                <w:rFonts w:ascii="Arial" w:hAnsi="Arial"/>
                <w:b/>
                <w:noProof w:val="0"/>
                <w:sz w:val="18"/>
              </w:rPr>
              <w:t>Verify current TLV</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1- Send envelope Event Download Channel Status with channel status TLV:</w:t>
            </w:r>
          </w:p>
          <w:p w:rsidR="00714EBB" w:rsidRPr="00870ED0" w:rsidRDefault="00714EBB" w:rsidP="00AD1633">
            <w:pPr>
              <w:pStyle w:val="PL"/>
              <w:rPr>
                <w:noProof w:val="0"/>
              </w:rPr>
            </w:pPr>
            <w:r w:rsidRPr="00870ED0">
              <w:rPr>
                <w:noProof w:val="0"/>
              </w:rPr>
              <w:t>Channel Status value = 0x0605</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ViewHandler.FindTLV() with Device IdentityTag.</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2- Call EnvelopeHandler.getChannelIdentifier() method.</w:t>
            </w:r>
          </w:p>
          <w:p w:rsidR="00714EBB" w:rsidRPr="00870ED0" w:rsidRDefault="00714EBB" w:rsidP="00AD1633">
            <w:pPr>
              <w:pStyle w:val="PL"/>
              <w:rPr>
                <w:noProof w:val="0"/>
              </w:rPr>
            </w:pPr>
          </w:p>
          <w:p w:rsidR="00714EBB" w:rsidRPr="00870ED0" w:rsidRDefault="00714EBB" w:rsidP="00AD1633">
            <w:pPr>
              <w:pStyle w:val="PL"/>
              <w:rPr>
                <w:rFonts w:ascii="Arial" w:hAnsi="Arial"/>
                <w:noProof w:val="0"/>
                <w:sz w:val="18"/>
              </w:rPr>
            </w:pPr>
            <w:r w:rsidRPr="00870ED0">
              <w:rPr>
                <w:noProof w:val="0"/>
              </w:rPr>
              <w:t>3- Compare EnvelopeHandler.getChannelIdentifier() and then ViewHandler.getValueByte(0).</w:t>
            </w:r>
          </w:p>
        </w:tc>
        <w:tc>
          <w:tcPr>
            <w:tcW w:w="2189" w:type="dxa"/>
            <w:tcBorders>
              <w:top w:val="nil"/>
            </w:tcBorders>
          </w:tcPr>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2- Returns 0x06</w:t>
            </w: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3- GetChannelIdentifier() =getValueByte(0)</w:t>
            </w:r>
          </w:p>
        </w:tc>
        <w:tc>
          <w:tcPr>
            <w:tcW w:w="2334" w:type="dxa"/>
            <w:tcBorders>
              <w:top w:val="nil"/>
            </w:tcBorders>
          </w:tcPr>
          <w:p w:rsidR="00714EBB" w:rsidRPr="00870ED0" w:rsidRDefault="00714EBB" w:rsidP="00AD1633">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tcBorders>
          </w:tcPr>
          <w:p w:rsidR="00714EBB" w:rsidRPr="00870ED0" w:rsidRDefault="00714EBB" w:rsidP="00AD1633">
            <w:pPr>
              <w:pStyle w:val="TAC"/>
              <w:keepNext w:val="0"/>
              <w:keepLines w:val="0"/>
            </w:pPr>
            <w:r w:rsidRPr="00870ED0">
              <w:t>4</w:t>
            </w:r>
          </w:p>
        </w:tc>
        <w:tc>
          <w:tcPr>
            <w:tcW w:w="4833" w:type="dxa"/>
            <w:tcBorders>
              <w:top w:val="nil"/>
              <w:bottom w:val="nil"/>
            </w:tcBorders>
          </w:tcPr>
          <w:p w:rsidR="00714EBB" w:rsidRPr="00870ED0" w:rsidRDefault="00714EBB" w:rsidP="00AD1633">
            <w:pPr>
              <w:pStyle w:val="PL"/>
              <w:jc w:val="center"/>
              <w:rPr>
                <w:rFonts w:ascii="Arial" w:hAnsi="Arial"/>
                <w:b/>
                <w:noProof w:val="0"/>
                <w:sz w:val="18"/>
              </w:rPr>
            </w:pPr>
            <w:r w:rsidRPr="00870ED0">
              <w:rPr>
                <w:rFonts w:ascii="Arial" w:hAnsi="Arial"/>
                <w:b/>
                <w:noProof w:val="0"/>
                <w:sz w:val="18"/>
              </w:rPr>
              <w:t>UNAVAILABLE_ELEMENT exception</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1- Send envelope Menu Selection without Channel Status TLV.</w:t>
            </w:r>
          </w:p>
          <w:p w:rsidR="00714EBB" w:rsidRPr="00870ED0" w:rsidRDefault="00714EBB" w:rsidP="00AD1633">
            <w:pPr>
              <w:pStyle w:val="PL"/>
              <w:rPr>
                <w:noProof w:val="0"/>
              </w:rPr>
            </w:pPr>
          </w:p>
          <w:p w:rsidR="00714EBB" w:rsidRPr="00870ED0" w:rsidRDefault="00714EBB" w:rsidP="00AD1633">
            <w:pPr>
              <w:pStyle w:val="PL"/>
              <w:rPr>
                <w:rFonts w:ascii="Arial" w:hAnsi="Arial"/>
                <w:noProof w:val="0"/>
                <w:sz w:val="18"/>
              </w:rPr>
            </w:pPr>
            <w:r w:rsidRPr="00870ED0">
              <w:rPr>
                <w:noProof w:val="0"/>
              </w:rPr>
              <w:t>2- Call EnvelopeHandler.getChannelIdentifier() method.</w:t>
            </w:r>
          </w:p>
        </w:tc>
        <w:tc>
          <w:tcPr>
            <w:tcW w:w="2189" w:type="dxa"/>
            <w:tcBorders>
              <w:top w:val="nil"/>
              <w:bottom w:val="nil"/>
            </w:tcBorders>
          </w:tcPr>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2- A Toolkit exception.UNAVAILABLE_ELEMENT is thrown.</w:t>
            </w:r>
          </w:p>
        </w:tc>
        <w:tc>
          <w:tcPr>
            <w:tcW w:w="2334" w:type="dxa"/>
            <w:tcBorders>
              <w:top w:val="nil"/>
              <w:bottom w:val="nil"/>
            </w:tcBorders>
          </w:tcPr>
          <w:p w:rsidR="00714EBB" w:rsidRPr="00870ED0" w:rsidRDefault="00714EBB" w:rsidP="00AD1633">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tcBorders>
          </w:tcPr>
          <w:p w:rsidR="00714EBB" w:rsidRPr="00870ED0" w:rsidRDefault="00714EBB" w:rsidP="00AD1633">
            <w:pPr>
              <w:pStyle w:val="TAC"/>
              <w:keepNext w:val="0"/>
              <w:keepLines w:val="0"/>
            </w:pPr>
            <w:r w:rsidRPr="00870ED0">
              <w:t>5</w:t>
            </w:r>
          </w:p>
        </w:tc>
        <w:tc>
          <w:tcPr>
            <w:tcW w:w="4833" w:type="dxa"/>
            <w:tcBorders>
              <w:top w:val="single" w:sz="4" w:space="0" w:color="auto"/>
              <w:bottom w:val="single" w:sz="4" w:space="0" w:color="auto"/>
            </w:tcBorders>
          </w:tcPr>
          <w:p w:rsidR="00714EBB" w:rsidRPr="00870ED0" w:rsidRDefault="00714EBB" w:rsidP="00AD1633">
            <w:pPr>
              <w:pStyle w:val="PL"/>
              <w:jc w:val="center"/>
              <w:rPr>
                <w:rFonts w:ascii="Arial" w:hAnsi="Arial"/>
                <w:b/>
                <w:noProof w:val="0"/>
                <w:sz w:val="18"/>
              </w:rPr>
            </w:pPr>
            <w:r w:rsidRPr="00870ED0">
              <w:rPr>
                <w:rFonts w:ascii="Arial" w:hAnsi="Arial"/>
                <w:b/>
                <w:noProof w:val="0"/>
                <w:sz w:val="18"/>
              </w:rPr>
              <w:t>Successful Call</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1- Send Envelope Event Download Channel Status with Channel Status TLV:</w:t>
            </w:r>
          </w:p>
          <w:p w:rsidR="00714EBB" w:rsidRPr="00870ED0" w:rsidRDefault="00714EBB" w:rsidP="00AD1633">
            <w:pPr>
              <w:pStyle w:val="PL"/>
              <w:rPr>
                <w:noProof w:val="0"/>
              </w:rPr>
            </w:pPr>
            <w:r w:rsidRPr="00870ED0">
              <w:rPr>
                <w:noProof w:val="0"/>
              </w:rPr>
              <w:t>Channel status value = 0x0600</w:t>
            </w:r>
          </w:p>
          <w:p w:rsidR="00714EBB" w:rsidRPr="00870ED0" w:rsidRDefault="00714EBB" w:rsidP="00AD1633">
            <w:pPr>
              <w:pStyle w:val="PL"/>
              <w:rPr>
                <w:noProof w:val="0"/>
              </w:rPr>
            </w:pPr>
          </w:p>
          <w:p w:rsidR="00714EBB" w:rsidRPr="00870ED0" w:rsidRDefault="00714EBB" w:rsidP="00AD1633">
            <w:pPr>
              <w:pStyle w:val="PL"/>
              <w:rPr>
                <w:rFonts w:ascii="Arial" w:hAnsi="Arial"/>
                <w:noProof w:val="0"/>
                <w:sz w:val="18"/>
              </w:rPr>
            </w:pPr>
            <w:r w:rsidRPr="00870ED0">
              <w:rPr>
                <w:noProof w:val="0"/>
              </w:rPr>
              <w:t>2- Call EnvelopeHandler.getChannelIdentifier() method.</w:t>
            </w:r>
          </w:p>
        </w:tc>
        <w:tc>
          <w:tcPr>
            <w:tcW w:w="2189" w:type="dxa"/>
            <w:tcBorders>
              <w:top w:val="single" w:sz="4" w:space="0" w:color="auto"/>
              <w:bottom w:val="single" w:sz="4" w:space="0" w:color="auto"/>
            </w:tcBorders>
          </w:tcPr>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1- Returns 0x06</w:t>
            </w:r>
          </w:p>
        </w:tc>
        <w:tc>
          <w:tcPr>
            <w:tcW w:w="2334" w:type="dxa"/>
            <w:tcBorders>
              <w:top w:val="single" w:sz="4" w:space="0" w:color="auto"/>
              <w:bottom w:val="single" w:sz="4" w:space="0" w:color="auto"/>
            </w:tcBorders>
          </w:tcPr>
          <w:p w:rsidR="00714EBB" w:rsidRPr="00870ED0" w:rsidRDefault="00714EBB" w:rsidP="00AD1633">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tcBorders>
          </w:tcPr>
          <w:p w:rsidR="00714EBB" w:rsidRPr="00870ED0" w:rsidRDefault="00714EBB" w:rsidP="00AD1633">
            <w:pPr>
              <w:pStyle w:val="TAC"/>
            </w:pPr>
            <w:r w:rsidRPr="00870ED0">
              <w:lastRenderedPageBreak/>
              <w:t>6</w:t>
            </w:r>
          </w:p>
        </w:tc>
        <w:tc>
          <w:tcPr>
            <w:tcW w:w="4833" w:type="dxa"/>
            <w:tcBorders>
              <w:top w:val="single" w:sz="4" w:space="0" w:color="auto"/>
              <w:bottom w:val="single" w:sz="4" w:space="0" w:color="auto"/>
            </w:tcBorders>
          </w:tcPr>
          <w:p w:rsidR="00714EBB" w:rsidRPr="00870ED0" w:rsidRDefault="00714EBB" w:rsidP="00AD1633">
            <w:pPr>
              <w:pStyle w:val="PL"/>
              <w:keepNext/>
              <w:keepLines/>
              <w:jc w:val="center"/>
              <w:rPr>
                <w:rFonts w:ascii="Arial" w:hAnsi="Arial"/>
                <w:b/>
                <w:noProof w:val="0"/>
                <w:sz w:val="18"/>
              </w:rPr>
            </w:pPr>
            <w:r w:rsidRPr="00870ED0">
              <w:rPr>
                <w:rFonts w:ascii="Arial" w:hAnsi="Arial"/>
                <w:b/>
                <w:noProof w:val="0"/>
                <w:sz w:val="18"/>
              </w:rPr>
              <w:t>OUT_OF_TLV_BOUNDARIES exception</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unrecognized envelope with a Channel Status TLV having a length equal to 0.</w:t>
            </w:r>
          </w:p>
          <w:p w:rsidR="00714EBB" w:rsidRPr="00870ED0" w:rsidRDefault="00714EBB" w:rsidP="00AD1633">
            <w:pPr>
              <w:pStyle w:val="PL"/>
              <w:keepNext/>
              <w:keepLines/>
              <w:rPr>
                <w:noProof w:val="0"/>
              </w:rPr>
            </w:pPr>
          </w:p>
          <w:p w:rsidR="00714EBB" w:rsidRPr="00870ED0" w:rsidRDefault="00714EBB" w:rsidP="00AD1633">
            <w:pPr>
              <w:pStyle w:val="PL"/>
              <w:keepNext/>
              <w:keepLines/>
              <w:rPr>
                <w:rFonts w:ascii="Arial" w:hAnsi="Arial"/>
                <w:noProof w:val="0"/>
                <w:sz w:val="18"/>
              </w:rPr>
            </w:pPr>
            <w:r w:rsidRPr="00870ED0">
              <w:rPr>
                <w:noProof w:val="0"/>
              </w:rPr>
              <w:t>2- Call EnvelopeHandler.getChannelIdentifier() method.</w:t>
            </w:r>
          </w:p>
        </w:tc>
        <w:tc>
          <w:tcPr>
            <w:tcW w:w="2189" w:type="dxa"/>
            <w:tcBorders>
              <w:top w:val="single" w:sz="4" w:space="0" w:color="auto"/>
              <w:bottom w:val="single" w:sz="4" w:space="0" w:color="auto"/>
            </w:tcBorders>
          </w:tcPr>
          <w:p w:rsidR="00714EBB" w:rsidRPr="00870ED0" w:rsidRDefault="00714EBB" w:rsidP="00AD1633">
            <w:pPr>
              <w:pStyle w:val="TAL"/>
            </w:pPr>
            <w:r w:rsidRPr="00870ED0">
              <w:t>2- A Toolkit exception.OUT_OF_TLV_BOUNDARIES is thrown.</w:t>
            </w:r>
          </w:p>
        </w:tc>
        <w:tc>
          <w:tcPr>
            <w:tcW w:w="2334" w:type="dxa"/>
            <w:tcBorders>
              <w:top w:val="single" w:sz="4" w:space="0" w:color="auto"/>
              <w:bottom w:val="single" w:sz="4" w:space="0" w:color="auto"/>
            </w:tcBorders>
          </w:tcPr>
          <w:p w:rsidR="00714EBB" w:rsidRPr="00870ED0" w:rsidRDefault="00714EBB" w:rsidP="00AD1633">
            <w:pPr>
              <w:pStyle w:val="TAL"/>
            </w:pPr>
          </w:p>
        </w:tc>
      </w:tr>
    </w:tbl>
    <w:p w:rsidR="00714EBB" w:rsidRPr="00870ED0" w:rsidRDefault="00714EBB"/>
    <w:p w:rsidR="00714EBB" w:rsidRPr="00870ED0" w:rsidRDefault="00714EBB" w:rsidP="00AD1633">
      <w:pPr>
        <w:pStyle w:val="Heading4"/>
      </w:pPr>
      <w:r w:rsidRPr="00870ED0">
        <w:t>5</w:t>
      </w:r>
      <w:r w:rsidR="00AD1633" w:rsidRPr="00870ED0">
        <w:t>.2.2.15</w:t>
      </w:r>
      <w:r w:rsidR="00AD1633" w:rsidRPr="00870ED0">
        <w:tab/>
        <w:t>Method getChannelStatus</w:t>
      </w:r>
    </w:p>
    <w:p w:rsidR="00714EBB" w:rsidRPr="00870ED0" w:rsidRDefault="00714EBB" w:rsidP="00714EBB">
      <w:r w:rsidRPr="00870ED0">
        <w:t>Test Area Reference: Api_2_Enh_Gcst</w:t>
      </w:r>
      <w:r w:rsidR="00AD1633" w:rsidRPr="00870ED0">
        <w:t>.</w:t>
      </w:r>
    </w:p>
    <w:p w:rsidR="00714EBB" w:rsidRPr="00870ED0" w:rsidRDefault="00714EBB" w:rsidP="00AD1633">
      <w:pPr>
        <w:pStyle w:val="Heading5"/>
      </w:pPr>
      <w:r w:rsidRPr="00870ED0">
        <w:t>5.2</w:t>
      </w:r>
      <w:r w:rsidR="00AD1633" w:rsidRPr="00870ED0">
        <w:t>.2.15.1</w:t>
      </w:r>
      <w:r w:rsidR="00AD1633"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rsidP="00AD1633">
      <w:pPr>
        <w:pStyle w:val="PL"/>
        <w:rPr>
          <w:noProof w:val="0"/>
        </w:rPr>
      </w:pPr>
      <w:r w:rsidRPr="00870ED0">
        <w:rPr>
          <w:noProof w:val="0"/>
        </w:rPr>
        <w:t>public short getChannelStatus(byte channelIdentifier)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5.2.2.15.1.1</w:t>
      </w:r>
      <w:r w:rsidRPr="00870ED0">
        <w:tab/>
        <w:t>Normal execution</w:t>
      </w:r>
    </w:p>
    <w:p w:rsidR="00714EBB" w:rsidRPr="00870ED0" w:rsidRDefault="00714EBB">
      <w:pPr>
        <w:pStyle w:val="B1"/>
      </w:pPr>
      <w:r w:rsidRPr="00870ED0">
        <w:t>CRRN1: The method shall return the value of the first Channel Status TLV element.</w:t>
      </w:r>
    </w:p>
    <w:p w:rsidR="00714EBB" w:rsidRPr="00870ED0" w:rsidRDefault="00714EBB">
      <w:pPr>
        <w:pStyle w:val="B1"/>
      </w:pPr>
      <w:r w:rsidRPr="00870ED0">
        <w:t>CRRN2: The Channel Status value returned shall be from the element whose channel identifier is equal to the ChannelIdentifier parameter.</w:t>
      </w:r>
    </w:p>
    <w:p w:rsidR="00714EBB" w:rsidRPr="00870ED0" w:rsidRDefault="00714EBB">
      <w:pPr>
        <w:pStyle w:val="B1"/>
      </w:pPr>
      <w:r w:rsidRPr="00870ED0">
        <w:t>CRRN3: If the element is available it becomes the currently selected TLV.</w:t>
      </w:r>
    </w:p>
    <w:p w:rsidR="00714EBB" w:rsidRPr="00870ED0" w:rsidRDefault="00714EBB">
      <w:pPr>
        <w:pStyle w:val="B1"/>
      </w:pPr>
      <w:r w:rsidRPr="00870ED0">
        <w:t>CRRN4: The channel status is available for all triggered toolkit applets from the invocation to the termination of their processToolkit method if the EnvelopeHandler is available.</w:t>
      </w:r>
    </w:p>
    <w:p w:rsidR="00714EBB" w:rsidRPr="00870ED0" w:rsidRDefault="00714EBB">
      <w:pPr>
        <w:pStyle w:val="H6"/>
        <w:outlineLvl w:val="0"/>
      </w:pPr>
      <w:r w:rsidRPr="00870ED0">
        <w:t>5.2.2.15.1.2 Parameter errors</w:t>
      </w:r>
    </w:p>
    <w:p w:rsidR="00714EBB" w:rsidRPr="00870ED0" w:rsidRDefault="00714EBB">
      <w:r w:rsidRPr="00870ED0">
        <w:t>No requirements.</w:t>
      </w:r>
    </w:p>
    <w:p w:rsidR="00714EBB" w:rsidRPr="00870ED0" w:rsidRDefault="00714EBB">
      <w:pPr>
        <w:pStyle w:val="H6"/>
        <w:outlineLvl w:val="0"/>
      </w:pPr>
      <w:r w:rsidRPr="00870ED0">
        <w:t>5.2.2.15.1.3</w:t>
      </w:r>
      <w:r w:rsidRPr="00870ED0">
        <w:tab/>
        <w:t>Context errors</w:t>
      </w:r>
    </w:p>
    <w:p w:rsidR="00714EBB" w:rsidRPr="00870ED0" w:rsidRDefault="00714EBB">
      <w:pPr>
        <w:pStyle w:val="B1"/>
      </w:pPr>
      <w:r w:rsidRPr="00870ED0">
        <w:t>CRRC1: The method shall throw ToolkitException.UNAVAILABLE_ELEMENT if no Channel Status TLV element with the right identifier could be found.</w:t>
      </w:r>
    </w:p>
    <w:p w:rsidR="00714EBB" w:rsidRPr="00870ED0" w:rsidRDefault="00714EBB">
      <w:pPr>
        <w:pStyle w:val="B1"/>
      </w:pPr>
      <w:r w:rsidRPr="00870ED0">
        <w:t>CRRC2: The method shall throw ToolkitException.OUT_OF_TLV_BOUNDARIES if a Channel Status TLV element with the right identifier could be found but its value is less than 2 bytes long.</w:t>
      </w:r>
    </w:p>
    <w:p w:rsidR="00714EBB" w:rsidRPr="00870ED0" w:rsidRDefault="00714EBB" w:rsidP="00AD1633">
      <w:pPr>
        <w:pStyle w:val="Heading5"/>
      </w:pPr>
      <w:r w:rsidRPr="00870ED0">
        <w:t>5.2.2.15.2</w:t>
      </w:r>
      <w:r w:rsidRPr="00870ED0">
        <w:tab/>
        <w:t>Test area files</w:t>
      </w:r>
    </w:p>
    <w:p w:rsidR="00714EBB" w:rsidRPr="00870ED0" w:rsidRDefault="00714EBB" w:rsidP="00AD1633">
      <w:pPr>
        <w:pStyle w:val="EX"/>
      </w:pPr>
      <w:r w:rsidRPr="00870ED0">
        <w:t>Test Source:</w:t>
      </w:r>
      <w:r w:rsidRPr="00870ED0">
        <w:tab/>
        <w:t>Test_Api_2_Enh_Gcst.java</w:t>
      </w:r>
      <w:r w:rsidR="00AD1633" w:rsidRPr="00870ED0">
        <w:t>.</w:t>
      </w:r>
    </w:p>
    <w:p w:rsidR="00714EBB" w:rsidRPr="00870ED0" w:rsidRDefault="00714EBB" w:rsidP="00AD1633">
      <w:pPr>
        <w:pStyle w:val="EX"/>
      </w:pPr>
      <w:r w:rsidRPr="00870ED0">
        <w:t>Test</w:t>
      </w:r>
      <w:r w:rsidR="00C761A6" w:rsidRPr="00870ED0">
        <w:t xml:space="preserve"> Applet:</w:t>
      </w:r>
      <w:r w:rsidR="00C761A6" w:rsidRPr="00870ED0">
        <w:tab/>
      </w:r>
      <w:r w:rsidR="00AD1633" w:rsidRPr="00870ED0">
        <w:t>Api_2_Enh_Gcst_1.java.</w:t>
      </w:r>
    </w:p>
    <w:p w:rsidR="00714EBB" w:rsidRPr="00870ED0" w:rsidRDefault="00714EBB" w:rsidP="00AD1633">
      <w:pPr>
        <w:pStyle w:val="EX"/>
      </w:pPr>
      <w:r w:rsidRPr="00870ED0">
        <w:t>Cap File:</w:t>
      </w:r>
      <w:r w:rsidRPr="00870ED0">
        <w:tab/>
        <w:t>api_2_enh_gcst.cap</w:t>
      </w:r>
      <w:r w:rsidR="00AD1633" w:rsidRPr="00870ED0">
        <w:t>.</w:t>
      </w:r>
    </w:p>
    <w:p w:rsidR="00714EBB" w:rsidRPr="00870ED0" w:rsidRDefault="00714EBB" w:rsidP="00AD1633">
      <w:pPr>
        <w:pStyle w:val="Heading5"/>
      </w:pPr>
      <w:r w:rsidRPr="00870ED0">
        <w:t>5.2.2.15.3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6</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5</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090" w:type="dxa"/>
          </w:tcPr>
          <w:p w:rsidR="00714EBB" w:rsidRPr="00870ED0" w:rsidRDefault="00714EBB">
            <w:pPr>
              <w:pStyle w:val="TAC"/>
              <w:keepNext w:val="0"/>
              <w:keepLines w:val="0"/>
            </w:pPr>
            <w:r w:rsidRPr="00870ED0">
              <w:t>7</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090" w:type="dxa"/>
          </w:tcPr>
          <w:p w:rsidR="00714EBB" w:rsidRPr="00870ED0" w:rsidRDefault="00714EBB">
            <w:pPr>
              <w:pStyle w:val="TAC"/>
              <w:keepNext w:val="0"/>
              <w:keepLines w:val="0"/>
            </w:pPr>
            <w:r w:rsidRPr="00870ED0">
              <w:t>8</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1, 2</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3, 4</w:t>
            </w:r>
          </w:p>
        </w:tc>
      </w:tr>
    </w:tbl>
    <w:p w:rsidR="00714EBB" w:rsidRPr="00870ED0" w:rsidRDefault="00714EBB" w:rsidP="00AD1633"/>
    <w:p w:rsidR="00714EBB" w:rsidRPr="00870ED0" w:rsidRDefault="00714EBB" w:rsidP="00AD1633">
      <w:pPr>
        <w:pStyle w:val="Heading5"/>
      </w:pPr>
      <w:r w:rsidRPr="00870ED0">
        <w:lastRenderedPageBreak/>
        <w:t>5.2.2.15.4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D1633">
        <w:trPr>
          <w:tblHeader/>
          <w:jc w:val="center"/>
        </w:trPr>
        <w:tc>
          <w:tcPr>
            <w:tcW w:w="425" w:type="dxa"/>
          </w:tcPr>
          <w:p w:rsidR="00714EBB" w:rsidRPr="00870ED0" w:rsidRDefault="00714EBB" w:rsidP="00AD1633">
            <w:pPr>
              <w:pStyle w:val="TAH"/>
            </w:pPr>
            <w:r w:rsidRPr="00870ED0">
              <w:t>Id</w:t>
            </w:r>
          </w:p>
        </w:tc>
        <w:tc>
          <w:tcPr>
            <w:tcW w:w="4111" w:type="dxa"/>
          </w:tcPr>
          <w:p w:rsidR="00714EBB" w:rsidRPr="00870ED0" w:rsidRDefault="00714EBB" w:rsidP="00AD1633">
            <w:pPr>
              <w:pStyle w:val="TAH"/>
            </w:pPr>
            <w:r w:rsidRPr="00870ED0">
              <w:t>Description</w:t>
            </w:r>
          </w:p>
        </w:tc>
        <w:tc>
          <w:tcPr>
            <w:tcW w:w="2835" w:type="dxa"/>
          </w:tcPr>
          <w:p w:rsidR="00714EBB" w:rsidRPr="00870ED0" w:rsidRDefault="00714EBB" w:rsidP="00AD1633">
            <w:pPr>
              <w:pStyle w:val="TAH"/>
            </w:pPr>
            <w:r w:rsidRPr="00870ED0">
              <w:t>API Expectation</w:t>
            </w:r>
          </w:p>
        </w:tc>
        <w:tc>
          <w:tcPr>
            <w:tcW w:w="2410" w:type="dxa"/>
          </w:tcPr>
          <w:p w:rsidR="00714EBB" w:rsidRPr="00870ED0" w:rsidRDefault="00714EBB" w:rsidP="00AD1633">
            <w:pPr>
              <w:pStyle w:val="TAH"/>
            </w:pPr>
            <w:r w:rsidRPr="00870ED0">
              <w:t>APDU Expectation</w:t>
            </w: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pPr>
            <w:r w:rsidRPr="00870ED0">
              <w:t>0</w:t>
            </w:r>
          </w:p>
        </w:tc>
        <w:tc>
          <w:tcPr>
            <w:tcW w:w="4111" w:type="dxa"/>
            <w:tcBorders>
              <w:top w:val="single" w:sz="4" w:space="0" w:color="808080"/>
              <w:bottom w:val="single" w:sz="4" w:space="0" w:color="auto"/>
            </w:tcBorders>
          </w:tcPr>
          <w:p w:rsidR="00714EBB" w:rsidRPr="00870ED0" w:rsidRDefault="00714EBB" w:rsidP="00AD1633">
            <w:pPr>
              <w:pStyle w:val="PL"/>
              <w:keepNext/>
              <w:keepLines/>
              <w:rPr>
                <w:noProof w:val="0"/>
              </w:rPr>
            </w:pPr>
            <w:r w:rsidRPr="00870ED0">
              <w:rPr>
                <w:noProof w:val="0"/>
              </w:rPr>
              <w:t>1- Applet1 is installed with maximum number of channel = 01.</w:t>
            </w:r>
          </w:p>
          <w:p w:rsidR="00714EBB" w:rsidRPr="00870ED0" w:rsidRDefault="00714EBB" w:rsidP="00AD1633">
            <w:pPr>
              <w:pStyle w:val="PL"/>
              <w:keepNext/>
              <w:keepLines/>
              <w:rPr>
                <w:noProof w:val="0"/>
              </w:rPr>
            </w:pPr>
            <w:r w:rsidRPr="00870ED0">
              <w:rPr>
                <w:noProof w:val="0"/>
              </w:rPr>
              <w:t>2- Applet1 builds proactive commands OPEN CHANNEL with init() method in order to open a channel.</w:t>
            </w:r>
          </w:p>
          <w:p w:rsidR="00714EBB" w:rsidRPr="00870ED0" w:rsidRDefault="00714EBB" w:rsidP="00AD1633">
            <w:pPr>
              <w:pStyle w:val="PL"/>
              <w:keepNext/>
              <w:keepLines/>
              <w:rPr>
                <w:noProof w:val="0"/>
              </w:rPr>
            </w:pPr>
            <w:r w:rsidRPr="00870ED0">
              <w:rPr>
                <w:noProof w:val="0"/>
              </w:rPr>
              <w:t>ProactiveHandler.send() method is called.</w:t>
            </w:r>
          </w:p>
        </w:tc>
        <w:tc>
          <w:tcPr>
            <w:tcW w:w="2835" w:type="dxa"/>
            <w:tcBorders>
              <w:top w:val="single" w:sz="4" w:space="0" w:color="808080"/>
              <w:bottom w:val="single" w:sz="4" w:space="0" w:color="auto"/>
            </w:tcBorders>
          </w:tcPr>
          <w:p w:rsidR="00714EBB" w:rsidRPr="00870ED0" w:rsidRDefault="00714EBB" w:rsidP="00AD1633">
            <w:pPr>
              <w:pStyle w:val="TAL"/>
            </w:pPr>
          </w:p>
        </w:tc>
        <w:tc>
          <w:tcPr>
            <w:tcW w:w="2410" w:type="dxa"/>
            <w:tcBorders>
              <w:top w:val="single" w:sz="4" w:space="0" w:color="808080"/>
              <w:bottom w:val="single" w:sz="4" w:space="0" w:color="auto"/>
            </w:tcBorders>
          </w:tcPr>
          <w:p w:rsidR="00714EBB" w:rsidRPr="00870ED0" w:rsidRDefault="00714EBB" w:rsidP="00AD1633">
            <w:pPr>
              <w:pStyle w:val="textcell"/>
              <w:keepNext/>
              <w:keepLines/>
              <w:jc w:val="left"/>
              <w:rPr>
                <w:rFonts w:ascii="Arial" w:hAnsi="Arial"/>
                <w:sz w:val="18"/>
                <w:lang w:val="en-GB"/>
              </w:rPr>
            </w:pPr>
            <w:r w:rsidRPr="00870ED0">
              <w:rPr>
                <w:rFonts w:ascii="Arial" w:hAnsi="Arial"/>
                <w:sz w:val="18"/>
                <w:lang w:val="en-GB"/>
              </w:rPr>
              <w:t>2- OPEN CHANNEL proactive command is fetched</w:t>
            </w:r>
          </w:p>
          <w:p w:rsidR="00714EBB" w:rsidRPr="00870ED0" w:rsidRDefault="00714EBB" w:rsidP="009C248C">
            <w:pPr>
              <w:pStyle w:val="textcell"/>
              <w:keepNext/>
              <w:keepLines/>
              <w:jc w:val="left"/>
              <w:rPr>
                <w:rFonts w:ascii="Arial" w:hAnsi="Arial"/>
                <w:sz w:val="18"/>
                <w:lang w:val="en-GB"/>
              </w:rPr>
            </w:pPr>
          </w:p>
          <w:p w:rsidR="00714EBB" w:rsidRPr="00870ED0" w:rsidRDefault="00714EBB" w:rsidP="00AD1633">
            <w:pPr>
              <w:pStyle w:val="textcell"/>
              <w:keepNext/>
              <w:keepLines/>
              <w:jc w:val="left"/>
              <w:rPr>
                <w:lang w:val="en-GB"/>
              </w:rPr>
            </w:pPr>
            <w:r w:rsidRPr="00870ED0">
              <w:rPr>
                <w:rFonts w:ascii="Arial" w:hAnsi="Arial"/>
                <w:sz w:val="18"/>
                <w:lang w:val="en-GB"/>
              </w:rPr>
              <w:t>TERMINAL RESPONSE is issued with channel status value = 0x8100</w:t>
            </w: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pPr>
            <w:r w:rsidRPr="00870ED0">
              <w:t>1</w:t>
            </w:r>
          </w:p>
        </w:tc>
        <w:tc>
          <w:tcPr>
            <w:tcW w:w="4111" w:type="dxa"/>
            <w:tcBorders>
              <w:top w:val="single" w:sz="4" w:space="0" w:color="808080"/>
              <w:bottom w:val="single" w:sz="4" w:space="0" w:color="auto"/>
            </w:tcBorders>
          </w:tcPr>
          <w:p w:rsidR="00714EBB" w:rsidRPr="00870ED0" w:rsidRDefault="00714EBB" w:rsidP="00AD1633">
            <w:pPr>
              <w:pStyle w:val="TAH"/>
            </w:pPr>
            <w:r w:rsidRPr="00870ED0">
              <w:t>Channel status TLV is not present</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no Channel status TLV</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2- Call EnvelopeHandler</w:t>
            </w:r>
            <w:r w:rsidR="00AD1633" w:rsidRPr="00870ED0">
              <w:rPr>
                <w:noProof w:val="0"/>
              </w:rPr>
              <w:t>.getChannelStatus(0x01) method.</w:t>
            </w:r>
          </w:p>
        </w:tc>
        <w:tc>
          <w:tcPr>
            <w:tcW w:w="2835" w:type="dxa"/>
            <w:tcBorders>
              <w:top w:val="single" w:sz="4" w:space="0" w:color="808080"/>
              <w:bottom w:val="single" w:sz="4" w:space="0" w:color="auto"/>
            </w:tcBorders>
          </w:tcPr>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2- UNAVAILABLE_ELEMENT ToolkitException is thrown</w:t>
            </w:r>
          </w:p>
        </w:tc>
        <w:tc>
          <w:tcPr>
            <w:tcW w:w="2410" w:type="dxa"/>
            <w:tcBorders>
              <w:top w:val="single" w:sz="4" w:space="0" w:color="808080"/>
              <w:bottom w:val="single" w:sz="4" w:space="0" w:color="auto"/>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pPr>
            <w:r w:rsidRPr="00870ED0">
              <w:rPr>
                <w:color w:val="000000"/>
              </w:rPr>
              <w:t>2</w:t>
            </w:r>
          </w:p>
        </w:tc>
        <w:tc>
          <w:tcPr>
            <w:tcW w:w="4111" w:type="dxa"/>
            <w:tcBorders>
              <w:top w:val="single" w:sz="4" w:space="0" w:color="808080"/>
              <w:bottom w:val="single" w:sz="4" w:space="0" w:color="auto"/>
            </w:tcBorders>
          </w:tcPr>
          <w:p w:rsidR="00714EBB" w:rsidRPr="00870ED0" w:rsidRDefault="00714EBB" w:rsidP="00AD1633">
            <w:pPr>
              <w:pStyle w:val="TAH"/>
            </w:pPr>
            <w:r w:rsidRPr="00870ED0">
              <w:t>Channel status TLV with the identifier is not present</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Channel status Value = 0x8200</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2- Call EnvelopeHandler.getChannelStatus(0x01) method.</w:t>
            </w:r>
          </w:p>
        </w:tc>
        <w:tc>
          <w:tcPr>
            <w:tcW w:w="2835" w:type="dxa"/>
            <w:tcBorders>
              <w:top w:val="single" w:sz="4" w:space="0" w:color="808080"/>
              <w:bottom w:val="single" w:sz="4" w:space="0" w:color="auto"/>
            </w:tcBorders>
          </w:tcPr>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2- UNAVAILABLE_ELEMENT ToolkitException is thrown</w:t>
            </w:r>
          </w:p>
        </w:tc>
        <w:tc>
          <w:tcPr>
            <w:tcW w:w="2410" w:type="dxa"/>
            <w:tcBorders>
              <w:top w:val="single" w:sz="4" w:space="0" w:color="808080"/>
              <w:bottom w:val="single" w:sz="4" w:space="0" w:color="auto"/>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rPr>
                <w:color w:val="000000"/>
              </w:rPr>
            </w:pPr>
            <w:r w:rsidRPr="00870ED0">
              <w:rPr>
                <w:color w:val="000000"/>
              </w:rPr>
              <w:t>3</w:t>
            </w:r>
          </w:p>
        </w:tc>
        <w:tc>
          <w:tcPr>
            <w:tcW w:w="4111" w:type="dxa"/>
            <w:tcBorders>
              <w:top w:val="single" w:sz="4" w:space="0" w:color="808080"/>
              <w:bottom w:val="single" w:sz="4" w:space="0" w:color="auto"/>
            </w:tcBorders>
          </w:tcPr>
          <w:p w:rsidR="00714EBB" w:rsidRPr="00870ED0" w:rsidRDefault="00714EBB" w:rsidP="00AD1633">
            <w:pPr>
              <w:pStyle w:val="TAL"/>
              <w:jc w:val="center"/>
              <w:rPr>
                <w:b/>
              </w:rPr>
            </w:pPr>
            <w:r w:rsidRPr="00870ED0">
              <w:rPr>
                <w:b/>
              </w:rPr>
              <w:t>Channel status TLV with a length equal to 0</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Channel status length equal to 0.</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2- Call EnvelopeHandler.getCh</w:t>
            </w:r>
            <w:r w:rsidR="00AD1633" w:rsidRPr="00870ED0">
              <w:rPr>
                <w:noProof w:val="0"/>
              </w:rPr>
              <w:t>annelStatus(0x01) method.</w:t>
            </w:r>
          </w:p>
        </w:tc>
        <w:tc>
          <w:tcPr>
            <w:tcW w:w="2835" w:type="dxa"/>
            <w:tcBorders>
              <w:top w:val="single" w:sz="4" w:space="0" w:color="808080"/>
              <w:bottom w:val="single" w:sz="4" w:space="0" w:color="auto"/>
            </w:tcBorders>
          </w:tcPr>
          <w:p w:rsidR="00714EBB" w:rsidRPr="00870ED0" w:rsidRDefault="00714EBB" w:rsidP="00AD1633">
            <w:pPr>
              <w:pStyle w:val="TAL"/>
              <w:rPr>
                <w:color w:val="000000"/>
              </w:rPr>
            </w:pPr>
          </w:p>
          <w:p w:rsidR="00714EBB" w:rsidRPr="00870ED0" w:rsidRDefault="00714EBB" w:rsidP="00AD1633">
            <w:pPr>
              <w:pStyle w:val="TAL"/>
              <w:rPr>
                <w:color w:val="000000"/>
              </w:rPr>
            </w:pPr>
          </w:p>
          <w:p w:rsidR="00714EBB" w:rsidRPr="00870ED0" w:rsidRDefault="00714EBB" w:rsidP="00AD1633">
            <w:pPr>
              <w:pStyle w:val="TAL"/>
              <w:rPr>
                <w:color w:val="000000"/>
              </w:rPr>
            </w:pPr>
          </w:p>
          <w:p w:rsidR="00714EBB" w:rsidRPr="00870ED0" w:rsidRDefault="00714EBB" w:rsidP="00AD1633">
            <w:pPr>
              <w:pStyle w:val="TAL"/>
              <w:rPr>
                <w:color w:val="000000"/>
              </w:rPr>
            </w:pPr>
          </w:p>
          <w:p w:rsidR="00714EBB" w:rsidRPr="00870ED0" w:rsidRDefault="00714EBB" w:rsidP="00AD1633">
            <w:pPr>
              <w:pStyle w:val="TAL"/>
            </w:pPr>
            <w:r w:rsidRPr="00870ED0">
              <w:rPr>
                <w:color w:val="000000"/>
              </w:rPr>
              <w:t>2- UNVAILABLE_ELEMENT ToolkitException is thrown</w:t>
            </w:r>
          </w:p>
        </w:tc>
        <w:tc>
          <w:tcPr>
            <w:tcW w:w="2410" w:type="dxa"/>
            <w:tcBorders>
              <w:top w:val="single" w:sz="4" w:space="0" w:color="808080"/>
              <w:bottom w:val="single" w:sz="4" w:space="0" w:color="auto"/>
            </w:tcBorders>
          </w:tcPr>
          <w:p w:rsidR="00714EBB" w:rsidRPr="00870ED0" w:rsidRDefault="00714EBB" w:rsidP="00AD1633">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rPr>
                <w:color w:val="000000"/>
              </w:rPr>
            </w:pPr>
            <w:r w:rsidRPr="00870ED0">
              <w:t>4</w:t>
            </w:r>
          </w:p>
        </w:tc>
        <w:tc>
          <w:tcPr>
            <w:tcW w:w="4111" w:type="dxa"/>
            <w:tcBorders>
              <w:top w:val="single" w:sz="4" w:space="0" w:color="808080"/>
              <w:bottom w:val="single" w:sz="4" w:space="0" w:color="auto"/>
            </w:tcBorders>
          </w:tcPr>
          <w:p w:rsidR="00714EBB" w:rsidRPr="00870ED0" w:rsidRDefault="00714EBB" w:rsidP="00AD1633">
            <w:pPr>
              <w:pStyle w:val="TAL"/>
              <w:jc w:val="center"/>
              <w:rPr>
                <w:b/>
              </w:rPr>
            </w:pPr>
            <w:r w:rsidRPr="00870ED0">
              <w:rPr>
                <w:b/>
              </w:rPr>
              <w:t>Channel status TLV with a length equal to 1</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Channel status length equal to 1.</w:t>
            </w:r>
          </w:p>
          <w:p w:rsidR="00714EBB" w:rsidRPr="00870ED0" w:rsidRDefault="00714EBB" w:rsidP="00AD1633">
            <w:pPr>
              <w:pStyle w:val="PL"/>
              <w:keepNext/>
              <w:keepLines/>
              <w:rPr>
                <w:noProof w:val="0"/>
              </w:rPr>
            </w:pPr>
          </w:p>
          <w:p w:rsidR="00714EBB" w:rsidRPr="00870ED0" w:rsidRDefault="00714EBB" w:rsidP="00C761A6">
            <w:pPr>
              <w:pStyle w:val="PL"/>
              <w:keepNext/>
              <w:keepLines/>
              <w:rPr>
                <w:noProof w:val="0"/>
              </w:rPr>
            </w:pPr>
            <w:r w:rsidRPr="00870ED0">
              <w:rPr>
                <w:noProof w:val="0"/>
              </w:rPr>
              <w:t>2- Call EnvelopeHandler.getChannelStatus(0x01) method.</w:t>
            </w:r>
          </w:p>
        </w:tc>
        <w:tc>
          <w:tcPr>
            <w:tcW w:w="2835" w:type="dxa"/>
            <w:tcBorders>
              <w:top w:val="single" w:sz="4" w:space="0" w:color="808080"/>
              <w:bottom w:val="single" w:sz="4" w:space="0" w:color="auto"/>
            </w:tcBorders>
          </w:tcPr>
          <w:p w:rsidR="00714EBB" w:rsidRPr="00870ED0" w:rsidRDefault="00714EBB" w:rsidP="00AD1633">
            <w:pPr>
              <w:pStyle w:val="TAL"/>
              <w:rPr>
                <w:color w:val="000000"/>
              </w:rPr>
            </w:pPr>
          </w:p>
          <w:p w:rsidR="00714EBB" w:rsidRPr="00870ED0" w:rsidRDefault="00714EBB" w:rsidP="00AD1633">
            <w:pPr>
              <w:pStyle w:val="TAL"/>
              <w:rPr>
                <w:color w:val="000000"/>
              </w:rPr>
            </w:pPr>
          </w:p>
          <w:p w:rsidR="00714EBB" w:rsidRPr="00870ED0" w:rsidRDefault="00714EBB" w:rsidP="00AD1633">
            <w:pPr>
              <w:pStyle w:val="TAL"/>
              <w:rPr>
                <w:color w:val="000000"/>
              </w:rPr>
            </w:pPr>
          </w:p>
          <w:p w:rsidR="00714EBB" w:rsidRPr="00870ED0" w:rsidRDefault="00714EBB" w:rsidP="00AD1633">
            <w:pPr>
              <w:pStyle w:val="TAL"/>
              <w:rPr>
                <w:color w:val="000000"/>
              </w:rPr>
            </w:pPr>
          </w:p>
          <w:p w:rsidR="00714EBB" w:rsidRPr="00870ED0" w:rsidRDefault="00714EBB" w:rsidP="00AD1633">
            <w:pPr>
              <w:pStyle w:val="TAL"/>
              <w:rPr>
                <w:color w:val="000000"/>
              </w:rPr>
            </w:pPr>
            <w:r w:rsidRPr="00870ED0">
              <w:rPr>
                <w:color w:val="000000"/>
              </w:rPr>
              <w:t>2- OUT_OF_TLV_BOUNDARIES ToolkitException is thrown</w:t>
            </w:r>
          </w:p>
        </w:tc>
        <w:tc>
          <w:tcPr>
            <w:tcW w:w="2410" w:type="dxa"/>
            <w:tcBorders>
              <w:top w:val="single" w:sz="4" w:space="0" w:color="808080"/>
              <w:bottom w:val="single" w:sz="4" w:space="0" w:color="auto"/>
            </w:tcBorders>
          </w:tcPr>
          <w:p w:rsidR="00714EBB" w:rsidRPr="00870ED0" w:rsidRDefault="00714EBB" w:rsidP="00AD1633">
            <w:pPr>
              <w:pStyle w:val="TAL"/>
              <w:rPr>
                <w:color w:val="000000"/>
              </w:rPr>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pPr>
            <w:r w:rsidRPr="00870ED0">
              <w:t>5</w:t>
            </w:r>
          </w:p>
        </w:tc>
        <w:tc>
          <w:tcPr>
            <w:tcW w:w="4111" w:type="dxa"/>
            <w:tcBorders>
              <w:top w:val="single" w:sz="4" w:space="0" w:color="808080"/>
              <w:bottom w:val="single" w:sz="4" w:space="0" w:color="auto"/>
            </w:tcBorders>
          </w:tcPr>
          <w:p w:rsidR="00714EBB" w:rsidRPr="00870ED0" w:rsidRDefault="00714EBB" w:rsidP="00AD1633">
            <w:pPr>
              <w:pStyle w:val="TAL"/>
              <w:jc w:val="center"/>
              <w:rPr>
                <w:b/>
              </w:rPr>
            </w:pPr>
            <w:r w:rsidRPr="00870ED0">
              <w:rPr>
                <w:b/>
              </w:rPr>
              <w:t>Get channel status value</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Channel status value=0x8100.</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2- Call EnvelopeHandler</w:t>
            </w:r>
            <w:r w:rsidR="00AD1633" w:rsidRPr="00870ED0">
              <w:rPr>
                <w:noProof w:val="0"/>
              </w:rPr>
              <w:t>.getChannelStatus(0x01) method.</w:t>
            </w:r>
          </w:p>
        </w:tc>
        <w:tc>
          <w:tcPr>
            <w:tcW w:w="2835" w:type="dxa"/>
            <w:tcBorders>
              <w:top w:val="single" w:sz="4" w:space="0" w:color="808080"/>
              <w:bottom w:val="single" w:sz="4" w:space="0" w:color="auto"/>
            </w:tcBorders>
          </w:tcPr>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2- Returns 0x8100</w:t>
            </w:r>
          </w:p>
          <w:p w:rsidR="00714EBB" w:rsidRPr="00870ED0" w:rsidRDefault="00714EBB" w:rsidP="00AD1633">
            <w:pPr>
              <w:pStyle w:val="TAL"/>
              <w:rPr>
                <w:color w:val="000000"/>
              </w:rPr>
            </w:pPr>
          </w:p>
        </w:tc>
        <w:tc>
          <w:tcPr>
            <w:tcW w:w="2410" w:type="dxa"/>
            <w:tcBorders>
              <w:top w:val="single" w:sz="4" w:space="0" w:color="808080"/>
              <w:bottom w:val="single" w:sz="4" w:space="0" w:color="auto"/>
            </w:tcBorders>
          </w:tcPr>
          <w:p w:rsidR="00714EBB" w:rsidRPr="00870ED0" w:rsidRDefault="00714EBB" w:rsidP="00AD1633">
            <w:pPr>
              <w:pStyle w:val="TAL"/>
              <w:rPr>
                <w:color w:val="000000"/>
              </w:rPr>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AD1633">
            <w:pPr>
              <w:pStyle w:val="TAC"/>
              <w:keepNext w:val="0"/>
              <w:keepLines w:val="0"/>
            </w:pPr>
            <w:r w:rsidRPr="00870ED0">
              <w:t>6</w:t>
            </w:r>
          </w:p>
        </w:tc>
        <w:tc>
          <w:tcPr>
            <w:tcW w:w="4111" w:type="dxa"/>
            <w:tcBorders>
              <w:top w:val="single" w:sz="4" w:space="0" w:color="808080"/>
              <w:bottom w:val="single" w:sz="4" w:space="0" w:color="auto"/>
            </w:tcBorders>
          </w:tcPr>
          <w:p w:rsidR="00714EBB" w:rsidRPr="00870ED0" w:rsidRDefault="00714EBB" w:rsidP="00AD1633">
            <w:pPr>
              <w:pStyle w:val="TAH"/>
              <w:keepNext w:val="0"/>
              <w:keepLines w:val="0"/>
            </w:pPr>
            <w:r w:rsidRPr="00870ED0">
              <w:t>Get channel status value with 2 TLV</w:t>
            </w:r>
          </w:p>
          <w:p w:rsidR="00714EBB" w:rsidRPr="00870ED0" w:rsidRDefault="00714EBB" w:rsidP="00AD1633">
            <w:pPr>
              <w:pStyle w:val="PL"/>
              <w:rPr>
                <w:noProof w:val="0"/>
              </w:rPr>
            </w:pPr>
          </w:p>
          <w:p w:rsidR="00714EBB" w:rsidRPr="00870ED0" w:rsidRDefault="00714EBB" w:rsidP="00AD1633">
            <w:pPr>
              <w:pStyle w:val="PL"/>
              <w:rPr>
                <w:noProof w:val="0"/>
              </w:rPr>
            </w:pPr>
            <w:r w:rsidRPr="00870ED0">
              <w:rPr>
                <w:noProof w:val="0"/>
              </w:rPr>
              <w:t>1- Send envelope Event Download Channel Status with 2 channel status value: 0x8100 and 0x8101.</w:t>
            </w:r>
          </w:p>
          <w:p w:rsidR="00714EBB" w:rsidRPr="00870ED0" w:rsidRDefault="00714EBB" w:rsidP="00AD1633">
            <w:pPr>
              <w:pStyle w:val="PL"/>
              <w:rPr>
                <w:noProof w:val="0"/>
              </w:rPr>
            </w:pPr>
          </w:p>
          <w:p w:rsidR="00714EBB" w:rsidRPr="00870ED0" w:rsidRDefault="00714EBB" w:rsidP="00C761A6">
            <w:pPr>
              <w:pStyle w:val="PL"/>
              <w:rPr>
                <w:noProof w:val="0"/>
              </w:rPr>
            </w:pPr>
            <w:r w:rsidRPr="00870ED0">
              <w:rPr>
                <w:noProof w:val="0"/>
              </w:rPr>
              <w:t>2- Call EnvelopeHandler.getChannelStatus(0x01) method.</w:t>
            </w:r>
          </w:p>
        </w:tc>
        <w:tc>
          <w:tcPr>
            <w:tcW w:w="2835" w:type="dxa"/>
            <w:tcBorders>
              <w:top w:val="single" w:sz="4" w:space="0" w:color="808080"/>
              <w:bottom w:val="single" w:sz="4" w:space="0" w:color="auto"/>
            </w:tcBorders>
          </w:tcPr>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p>
          <w:p w:rsidR="00714EBB" w:rsidRPr="00870ED0" w:rsidRDefault="00714EBB" w:rsidP="00AD1633">
            <w:pPr>
              <w:pStyle w:val="TAL"/>
              <w:keepNext w:val="0"/>
              <w:keepLines w:val="0"/>
            </w:pPr>
            <w:r w:rsidRPr="00870ED0">
              <w:t>2- Returns 0x8100</w:t>
            </w:r>
          </w:p>
          <w:p w:rsidR="00714EBB" w:rsidRPr="00870ED0" w:rsidRDefault="00714EBB" w:rsidP="00AD1633">
            <w:pPr>
              <w:pStyle w:val="TAL"/>
              <w:keepNext w:val="0"/>
              <w:keepLines w:val="0"/>
            </w:pPr>
          </w:p>
          <w:p w:rsidR="00714EBB" w:rsidRPr="00870ED0" w:rsidRDefault="00714EBB" w:rsidP="00AD1633">
            <w:pPr>
              <w:pStyle w:val="TAL"/>
              <w:keepNext w:val="0"/>
              <w:keepLines w:val="0"/>
            </w:pPr>
          </w:p>
        </w:tc>
        <w:tc>
          <w:tcPr>
            <w:tcW w:w="2410" w:type="dxa"/>
            <w:tcBorders>
              <w:top w:val="single" w:sz="4" w:space="0" w:color="808080"/>
              <w:bottom w:val="single" w:sz="4" w:space="0" w:color="auto"/>
            </w:tcBorders>
          </w:tcPr>
          <w:p w:rsidR="00714EBB" w:rsidRPr="00870ED0" w:rsidRDefault="00714EBB" w:rsidP="00AD1633">
            <w:pPr>
              <w:pStyle w:val="TAL"/>
              <w:keepNext w:val="0"/>
              <w:keepLines w:val="0"/>
            </w:pPr>
          </w:p>
        </w:tc>
      </w:tr>
      <w:tr w:rsidR="00714EBB" w:rsidRPr="00870ED0" w:rsidTr="00AD1633">
        <w:trPr>
          <w:jc w:val="center"/>
        </w:trPr>
        <w:tc>
          <w:tcPr>
            <w:tcW w:w="425" w:type="dxa"/>
            <w:tcBorders>
              <w:top w:val="single" w:sz="4" w:space="0" w:color="808080"/>
              <w:bottom w:val="single" w:sz="4" w:space="0" w:color="auto"/>
            </w:tcBorders>
          </w:tcPr>
          <w:p w:rsidR="00714EBB" w:rsidRPr="00870ED0" w:rsidRDefault="00714EBB" w:rsidP="00AD1633">
            <w:pPr>
              <w:pStyle w:val="TAC"/>
            </w:pPr>
            <w:r w:rsidRPr="00870ED0">
              <w:lastRenderedPageBreak/>
              <w:t>7</w:t>
            </w:r>
          </w:p>
        </w:tc>
        <w:tc>
          <w:tcPr>
            <w:tcW w:w="4111" w:type="dxa"/>
            <w:tcBorders>
              <w:top w:val="single" w:sz="4" w:space="0" w:color="808080"/>
              <w:bottom w:val="single" w:sz="4" w:space="0" w:color="auto"/>
            </w:tcBorders>
          </w:tcPr>
          <w:p w:rsidR="00714EBB" w:rsidRPr="00870ED0" w:rsidRDefault="00714EBB" w:rsidP="00AD1633">
            <w:pPr>
              <w:pStyle w:val="TAH"/>
            </w:pPr>
            <w:r w:rsidRPr="00870ED0">
              <w:t>Channel status TLV is currently selected TLV</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channel status value 0x8100.</w:t>
            </w:r>
          </w:p>
          <w:p w:rsidR="00714EBB" w:rsidRPr="00870ED0" w:rsidRDefault="00714EBB" w:rsidP="00AD1633">
            <w:pPr>
              <w:pStyle w:val="PL"/>
              <w:keepNext/>
              <w:keepLines/>
              <w:rPr>
                <w:noProof w:val="0"/>
              </w:rPr>
            </w:pPr>
            <w:r w:rsidRPr="00870ED0">
              <w:rPr>
                <w:noProof w:val="0"/>
              </w:rPr>
              <w:t>Call ViewHandler.FindTLV() method with Device Identity Tag.</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2- Call EnvelopeHandler.getChannelStatus(0x01) method.</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3- Compare EnvelopeHandler.getChannelStatus(0x01) and ViewHandler.g</w:t>
            </w:r>
            <w:r w:rsidR="00AD1633" w:rsidRPr="00870ED0">
              <w:rPr>
                <w:noProof w:val="0"/>
              </w:rPr>
              <w:t>etValueShort(0) method results.</w:t>
            </w:r>
          </w:p>
        </w:tc>
        <w:tc>
          <w:tcPr>
            <w:tcW w:w="2835" w:type="dxa"/>
            <w:tcBorders>
              <w:top w:val="single" w:sz="4" w:space="0" w:color="808080"/>
              <w:bottom w:val="single" w:sz="4" w:space="0" w:color="auto"/>
            </w:tcBorders>
          </w:tcPr>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2- Returns 0x8100</w:t>
            </w: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3- Check getChannelStatus() =getValueShort(0)</w:t>
            </w:r>
          </w:p>
        </w:tc>
        <w:tc>
          <w:tcPr>
            <w:tcW w:w="2410" w:type="dxa"/>
            <w:tcBorders>
              <w:top w:val="single" w:sz="4" w:space="0" w:color="808080"/>
              <w:bottom w:val="single" w:sz="4" w:space="0" w:color="auto"/>
            </w:tcBorders>
          </w:tcPr>
          <w:p w:rsidR="00714EBB" w:rsidRPr="00870ED0" w:rsidRDefault="00714EBB" w:rsidP="00AD1633">
            <w:pPr>
              <w:pStyle w:val="TAL"/>
            </w:pPr>
          </w:p>
        </w:tc>
      </w:tr>
      <w:tr w:rsidR="00714EBB" w:rsidRPr="00870ED0" w:rsidTr="00AD1633">
        <w:trPr>
          <w:jc w:val="center"/>
        </w:trPr>
        <w:tc>
          <w:tcPr>
            <w:tcW w:w="425" w:type="dxa"/>
            <w:tcBorders>
              <w:top w:val="single" w:sz="4" w:space="0" w:color="auto"/>
              <w:bottom w:val="single" w:sz="4" w:space="0" w:color="auto"/>
            </w:tcBorders>
          </w:tcPr>
          <w:p w:rsidR="00714EBB" w:rsidRPr="00870ED0" w:rsidRDefault="00714EBB" w:rsidP="00AD1633">
            <w:pPr>
              <w:pStyle w:val="TAC"/>
            </w:pPr>
            <w:r w:rsidRPr="00870ED0">
              <w:t>8</w:t>
            </w:r>
          </w:p>
        </w:tc>
        <w:tc>
          <w:tcPr>
            <w:tcW w:w="4111" w:type="dxa"/>
            <w:tcBorders>
              <w:top w:val="single" w:sz="4" w:space="0" w:color="auto"/>
              <w:bottom w:val="single" w:sz="4" w:space="0" w:color="auto"/>
            </w:tcBorders>
          </w:tcPr>
          <w:p w:rsidR="00714EBB" w:rsidRPr="00870ED0" w:rsidRDefault="00714EBB" w:rsidP="00AD1633">
            <w:pPr>
              <w:pStyle w:val="TAL"/>
              <w:jc w:val="center"/>
              <w:rPr>
                <w:b/>
              </w:rPr>
            </w:pPr>
            <w:r w:rsidRPr="00870ED0">
              <w:rPr>
                <w:b/>
              </w:rPr>
              <w:t>Get channel status value after a proactive command</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1- Send envelope Event Download Channel Status with Channel status value=0x8100.</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2- Call EnvelopeHandler.getChannelStatus(0x01) method.</w:t>
            </w:r>
          </w:p>
          <w:p w:rsidR="00714EBB" w:rsidRPr="00870ED0" w:rsidRDefault="00714EBB" w:rsidP="00AD1633">
            <w:pPr>
              <w:pStyle w:val="PL"/>
              <w:keepNext/>
              <w:keepLines/>
              <w:rPr>
                <w:noProof w:val="0"/>
              </w:rPr>
            </w:pPr>
          </w:p>
          <w:p w:rsidR="00714EBB" w:rsidRPr="00870ED0" w:rsidRDefault="00714EBB" w:rsidP="00AD1633">
            <w:pPr>
              <w:pStyle w:val="PL"/>
              <w:keepNext/>
              <w:keepLines/>
              <w:rPr>
                <w:noProof w:val="0"/>
              </w:rPr>
            </w:pPr>
            <w:r w:rsidRPr="00870ED0">
              <w:rPr>
                <w:noProof w:val="0"/>
              </w:rPr>
              <w:t>3- Send a proactive command display text</w:t>
            </w:r>
          </w:p>
          <w:p w:rsidR="00714EBB" w:rsidRPr="00870ED0" w:rsidRDefault="00714EBB" w:rsidP="00AD1633">
            <w:pPr>
              <w:pStyle w:val="PL"/>
              <w:keepNext/>
              <w:keepLines/>
              <w:rPr>
                <w:noProof w:val="0"/>
              </w:rPr>
            </w:pPr>
          </w:p>
          <w:p w:rsidR="00714EBB" w:rsidRPr="00870ED0" w:rsidRDefault="00714EBB" w:rsidP="00C761A6">
            <w:pPr>
              <w:pStyle w:val="PL"/>
              <w:keepNext/>
              <w:keepLines/>
              <w:rPr>
                <w:noProof w:val="0"/>
              </w:rPr>
            </w:pPr>
            <w:r w:rsidRPr="00870ED0">
              <w:rPr>
                <w:noProof w:val="0"/>
              </w:rPr>
              <w:t>4- Call EnvelopeHandler.getChannelStatus(0x01) method.</w:t>
            </w:r>
          </w:p>
        </w:tc>
        <w:tc>
          <w:tcPr>
            <w:tcW w:w="2835" w:type="dxa"/>
            <w:tcBorders>
              <w:top w:val="single" w:sz="4" w:space="0" w:color="auto"/>
              <w:bottom w:val="single" w:sz="4" w:space="0" w:color="auto"/>
            </w:tcBorders>
          </w:tcPr>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2- Returns 0x8100</w:t>
            </w: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p>
          <w:p w:rsidR="00714EBB" w:rsidRPr="00870ED0" w:rsidRDefault="00714EBB" w:rsidP="00AD1633">
            <w:pPr>
              <w:pStyle w:val="TAL"/>
            </w:pPr>
            <w:r w:rsidRPr="00870ED0">
              <w:t>4- Returns 0x8100</w:t>
            </w:r>
          </w:p>
          <w:p w:rsidR="00714EBB" w:rsidRPr="00870ED0" w:rsidRDefault="00714EBB" w:rsidP="00AD1633">
            <w:pPr>
              <w:pStyle w:val="TAL"/>
            </w:pPr>
          </w:p>
        </w:tc>
        <w:tc>
          <w:tcPr>
            <w:tcW w:w="2410" w:type="dxa"/>
            <w:tcBorders>
              <w:top w:val="single" w:sz="4" w:space="0" w:color="auto"/>
              <w:bottom w:val="single" w:sz="4" w:space="0" w:color="auto"/>
            </w:tcBorders>
          </w:tcPr>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p>
          <w:p w:rsidR="00714EBB" w:rsidRPr="00870ED0" w:rsidRDefault="00714EBB" w:rsidP="00AD1633">
            <w:pPr>
              <w:pStyle w:val="textcell"/>
              <w:keepNext/>
              <w:keepLines/>
              <w:jc w:val="left"/>
              <w:rPr>
                <w:rFonts w:ascii="Arial" w:hAnsi="Arial"/>
                <w:sz w:val="18"/>
                <w:lang w:val="en-GB"/>
              </w:rPr>
            </w:pPr>
            <w:r w:rsidRPr="00870ED0">
              <w:rPr>
                <w:rFonts w:ascii="Arial" w:hAnsi="Arial"/>
                <w:sz w:val="18"/>
                <w:lang w:val="en-GB"/>
              </w:rPr>
              <w:t>3- DISPLAY TEXT proactive command is fetched</w:t>
            </w:r>
          </w:p>
          <w:p w:rsidR="00714EBB" w:rsidRPr="00870ED0" w:rsidRDefault="00714EBB" w:rsidP="009C248C">
            <w:pPr>
              <w:pStyle w:val="textcell"/>
              <w:keepNext/>
              <w:keepLines/>
              <w:jc w:val="left"/>
              <w:rPr>
                <w:rFonts w:ascii="Arial" w:hAnsi="Arial"/>
                <w:sz w:val="18"/>
                <w:lang w:val="en-GB"/>
              </w:rPr>
            </w:pPr>
          </w:p>
          <w:p w:rsidR="00714EBB" w:rsidRPr="00870ED0" w:rsidRDefault="00714EBB" w:rsidP="00AD1633">
            <w:pPr>
              <w:pStyle w:val="TAL"/>
            </w:pPr>
            <w:r w:rsidRPr="00870ED0">
              <w:t xml:space="preserve">TERMINAL RESPONSE is issued </w:t>
            </w:r>
          </w:p>
        </w:tc>
      </w:tr>
    </w:tbl>
    <w:p w:rsidR="00714EBB" w:rsidRPr="00870ED0" w:rsidRDefault="00714EBB"/>
    <w:p w:rsidR="00714EBB" w:rsidRPr="00870ED0" w:rsidRDefault="00714EBB">
      <w:pPr>
        <w:pStyle w:val="Heading4"/>
      </w:pPr>
      <w:r w:rsidRPr="00870ED0">
        <w:t>5.2.2.16</w:t>
      </w:r>
      <w:r w:rsidRPr="00870ED0">
        <w:tab/>
        <w:t>Method getValueShort</w:t>
      </w:r>
    </w:p>
    <w:p w:rsidR="00714EBB" w:rsidRPr="00870ED0" w:rsidRDefault="00714EBB">
      <w:r w:rsidRPr="00870ED0">
        <w:t>Test Area Reference: Api_2_Enh_Gvsh</w:t>
      </w:r>
      <w:r w:rsidR="00AD1633" w:rsidRPr="00870ED0">
        <w:t>.</w:t>
      </w:r>
    </w:p>
    <w:p w:rsidR="00714EBB" w:rsidRPr="00870ED0" w:rsidRDefault="00714EBB" w:rsidP="00AD1633">
      <w:pPr>
        <w:pStyle w:val="Heading5"/>
      </w:pPr>
      <w:r w:rsidRPr="00870ED0">
        <w:t>5.2</w:t>
      </w:r>
      <w:r w:rsidR="00AD1633" w:rsidRPr="00870ED0">
        <w:t>.2.16.1</w:t>
      </w:r>
      <w:r w:rsidR="00AD1633"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rsidP="00AD1633">
      <w:pPr>
        <w:pStyle w:val="PL"/>
        <w:rPr>
          <w:noProof w:val="0"/>
        </w:rPr>
      </w:pPr>
      <w:r w:rsidRPr="00870ED0">
        <w:rPr>
          <w:noProof w:val="0"/>
        </w:rPr>
        <w:t>public short getValueShort(short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5.2.2.16.1.1</w:t>
      </w:r>
      <w:r w:rsidRPr="00870ED0">
        <w:tab/>
        <w:t>Normal execution</w:t>
      </w:r>
    </w:p>
    <w:p w:rsidR="00714EBB" w:rsidRPr="00870ED0" w:rsidRDefault="00714EBB">
      <w:pPr>
        <w:pStyle w:val="B1"/>
      </w:pPr>
      <w:r w:rsidRPr="00870ED0">
        <w:t>CRRN1: Gets a short from the last TLV element which has been found in the handler and returns its value (1 short).</w:t>
      </w:r>
    </w:p>
    <w:p w:rsidR="00714EBB" w:rsidRPr="00870ED0" w:rsidRDefault="00714EBB">
      <w:pPr>
        <w:pStyle w:val="H6"/>
        <w:outlineLvl w:val="0"/>
      </w:pPr>
      <w:r w:rsidRPr="00870ED0">
        <w:t>5.2.2.16.1.2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5.2.2.16.1.3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AD1633" w:rsidP="00AD1633">
      <w:pPr>
        <w:pStyle w:val="Heading5"/>
      </w:pPr>
      <w:r w:rsidRPr="00870ED0">
        <w:lastRenderedPageBreak/>
        <w:t>5.2.2.16.2</w:t>
      </w:r>
      <w:r w:rsidR="00714EBB" w:rsidRPr="00870ED0">
        <w:tab/>
        <w:t>Test area files</w:t>
      </w:r>
    </w:p>
    <w:p w:rsidR="00714EBB" w:rsidRPr="00870ED0" w:rsidRDefault="00714EBB" w:rsidP="00AD1633">
      <w:pPr>
        <w:keepNext/>
        <w:keepLines/>
      </w:pPr>
      <w:r w:rsidRPr="00870ED0">
        <w:t>Specific triggering: Unrecognized Envelope</w:t>
      </w:r>
      <w:r w:rsidR="00AD1633" w:rsidRPr="00870ED0">
        <w:t>:</w:t>
      </w:r>
    </w:p>
    <w:p w:rsidR="00714EBB" w:rsidRPr="00870ED0" w:rsidRDefault="00714EBB" w:rsidP="00AD1633">
      <w:pPr>
        <w:pStyle w:val="EX"/>
        <w:keepNext/>
      </w:pPr>
      <w:r w:rsidRPr="00870ED0">
        <w:t>Test Source:</w:t>
      </w:r>
      <w:r w:rsidRPr="00870ED0">
        <w:tab/>
        <w:t>Test_Api_2_Enh_Gvsh.java</w:t>
      </w:r>
      <w:r w:rsidR="00AD1633" w:rsidRPr="00870ED0">
        <w:t>.</w:t>
      </w:r>
    </w:p>
    <w:p w:rsidR="00714EBB" w:rsidRPr="00870ED0" w:rsidRDefault="00714EBB" w:rsidP="00AD1633">
      <w:pPr>
        <w:pStyle w:val="EX"/>
        <w:keepNext/>
      </w:pPr>
      <w:r w:rsidRPr="00870ED0">
        <w:t>Test</w:t>
      </w:r>
      <w:r w:rsidR="00AD1633" w:rsidRPr="00870ED0">
        <w:t xml:space="preserve"> Applet:</w:t>
      </w:r>
      <w:r w:rsidR="00AD1633" w:rsidRPr="00870ED0">
        <w:tab/>
        <w:t>Api_2_Enh_Gvsh_1.java.</w:t>
      </w:r>
    </w:p>
    <w:p w:rsidR="00714EBB" w:rsidRPr="00870ED0" w:rsidRDefault="00714EBB" w:rsidP="00AD1633">
      <w:pPr>
        <w:pStyle w:val="EX"/>
      </w:pPr>
      <w:r w:rsidRPr="00870ED0">
        <w:t>Cap File:</w:t>
      </w:r>
      <w:r w:rsidRPr="00870ED0">
        <w:tab/>
        <w:t>api_2_enh_gvsh.cap</w:t>
      </w:r>
      <w:r w:rsidR="00AD1633" w:rsidRPr="00870ED0">
        <w:t>.</w:t>
      </w:r>
    </w:p>
    <w:p w:rsidR="00714EBB" w:rsidRPr="00870ED0" w:rsidRDefault="00714EBB" w:rsidP="00AD1633">
      <w:pPr>
        <w:pStyle w:val="Heading5"/>
      </w:pPr>
      <w:r w:rsidRPr="00870ED0">
        <w:t>5.2.2.16.3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090"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Not testable</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1</w:t>
            </w:r>
          </w:p>
        </w:tc>
      </w:tr>
    </w:tbl>
    <w:p w:rsidR="00AD1633" w:rsidRPr="00870ED0" w:rsidRDefault="00AD1633" w:rsidP="00AD1633"/>
    <w:p w:rsidR="00714EBB" w:rsidRPr="00870ED0" w:rsidRDefault="00714EBB" w:rsidP="00AD1633">
      <w:pPr>
        <w:pStyle w:val="Heading5"/>
      </w:pPr>
      <w:r w:rsidRPr="00870ED0">
        <w:t>5.2.2.16.4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D1633">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Fill the Unrecognized envelope with TLVs: </w:t>
            </w:r>
          </w:p>
          <w:p w:rsidR="00714EBB" w:rsidRPr="00870ED0" w:rsidRDefault="00714EBB">
            <w:pPr>
              <w:pStyle w:val="PL"/>
              <w:rPr>
                <w:noProof w:val="0"/>
              </w:rPr>
            </w:pPr>
            <w:r w:rsidRPr="00870ED0">
              <w:rPr>
                <w:noProof w:val="0"/>
              </w:rPr>
              <w:t>Tag 02, Length 02 Value 83 81</w:t>
            </w:r>
          </w:p>
          <w:p w:rsidR="00714EBB" w:rsidRPr="00870ED0" w:rsidRDefault="00714EBB">
            <w:pPr>
              <w:pStyle w:val="PL"/>
              <w:rPr>
                <w:noProof w:val="0"/>
              </w:rPr>
            </w:pPr>
            <w:r w:rsidRPr="00870ED0">
              <w:rPr>
                <w:noProof w:val="0"/>
              </w:rPr>
              <w:t>Tag 06, Length 06 Value 81 11 22 33 44 F5</w:t>
            </w:r>
          </w:p>
          <w:p w:rsidR="00714EBB" w:rsidRPr="00870ED0" w:rsidRDefault="00714EBB">
            <w:pPr>
              <w:pStyle w:val="PL"/>
              <w:rPr>
                <w:noProof w:val="0"/>
              </w:rPr>
            </w:pPr>
            <w:r w:rsidRPr="00870ED0">
              <w:rPr>
                <w:noProof w:val="0"/>
              </w:rPr>
              <w:t>Tag 33, Length C9 Value 01 02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1</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getValueShort(0)</w:t>
            </w:r>
          </w:p>
        </w:tc>
        <w:tc>
          <w:tcPr>
            <w:tcW w:w="2835" w:type="dxa"/>
            <w:tcBorders>
              <w:top w:val="single" w:sz="4" w:space="0" w:color="808080"/>
              <w:bottom w:val="single" w:sz="4" w:space="0" w:color="auto"/>
            </w:tcBorders>
          </w:tcPr>
          <w:p w:rsidR="00714EBB" w:rsidRPr="00870ED0" w:rsidRDefault="00714EBB">
            <w:pPr>
              <w:pStyle w:val="TAL"/>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2</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Search TLV 02h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getValueShort(2)</w:t>
            </w:r>
          </w:p>
        </w:tc>
        <w:tc>
          <w:tcPr>
            <w:tcW w:w="2835" w:type="dxa"/>
            <w:tcBorders>
              <w:top w:val="single" w:sz="4" w:space="0" w:color="808080"/>
              <w:bottom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3</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Search TLV 02h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getValueShort(0)</w:t>
            </w:r>
          </w:p>
        </w:tc>
        <w:tc>
          <w:tcPr>
            <w:tcW w:w="2835" w:type="dxa"/>
            <w:tcBorders>
              <w:top w:val="single" w:sz="4" w:space="0" w:color="808080"/>
              <w:bottom w:val="single" w:sz="4" w:space="0" w:color="auto"/>
            </w:tcBorders>
          </w:tcPr>
          <w:p w:rsidR="00714EBB" w:rsidRPr="00870ED0" w:rsidRDefault="00714EBB">
            <w:pPr>
              <w:pStyle w:val="TAL"/>
            </w:pPr>
            <w:r w:rsidRPr="00870ED0">
              <w:t>Result is 0x83 0x81</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4</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Search TLV 06h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getValueShort(1)</w:t>
            </w:r>
          </w:p>
        </w:tc>
        <w:tc>
          <w:tcPr>
            <w:tcW w:w="2835" w:type="dxa"/>
            <w:tcBorders>
              <w:top w:val="single" w:sz="4" w:space="0" w:color="808080"/>
              <w:bottom w:val="single" w:sz="4" w:space="0" w:color="auto"/>
            </w:tcBorders>
          </w:tcPr>
          <w:p w:rsidR="00714EBB" w:rsidRPr="00870ED0" w:rsidRDefault="00714EBB">
            <w:pPr>
              <w:pStyle w:val="TAL"/>
            </w:pPr>
            <w:r w:rsidRPr="00870ED0">
              <w:t>Result is 0x11 0x22</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5</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Search TLV 33h</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getValueShort(7E)</w:t>
            </w:r>
          </w:p>
        </w:tc>
        <w:tc>
          <w:tcPr>
            <w:tcW w:w="2835" w:type="dxa"/>
            <w:tcBorders>
              <w:top w:val="single" w:sz="4" w:space="0" w:color="808080"/>
              <w:bottom w:val="single" w:sz="4" w:space="0" w:color="auto"/>
            </w:tcBorders>
          </w:tcPr>
          <w:p w:rsidR="00714EBB" w:rsidRPr="00870ED0" w:rsidRDefault="00714EBB">
            <w:pPr>
              <w:pStyle w:val="TAL"/>
            </w:pPr>
            <w:r w:rsidRPr="00870ED0">
              <w:t>Result is 0x7F 0x80</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6</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Search TLV 33h</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getValueShort(80)</w:t>
            </w:r>
          </w:p>
        </w:tc>
        <w:tc>
          <w:tcPr>
            <w:tcW w:w="2835" w:type="dxa"/>
            <w:tcBorders>
              <w:top w:val="single" w:sz="4" w:space="0" w:color="808080"/>
              <w:bottom w:val="single" w:sz="4" w:space="0" w:color="auto"/>
            </w:tcBorders>
          </w:tcPr>
          <w:p w:rsidR="00714EBB" w:rsidRPr="00870ED0" w:rsidRDefault="00714EBB">
            <w:pPr>
              <w:pStyle w:val="TAL"/>
            </w:pPr>
            <w:r w:rsidRPr="00870ED0">
              <w:t>Result is 0x81 0x82</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7</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getValueShort(7F)</w:t>
            </w:r>
          </w:p>
        </w:tc>
        <w:tc>
          <w:tcPr>
            <w:tcW w:w="2835" w:type="dxa"/>
            <w:tcBorders>
              <w:top w:val="single" w:sz="4" w:space="0" w:color="808080"/>
              <w:bottom w:val="single" w:sz="4" w:space="0" w:color="auto"/>
            </w:tcBorders>
          </w:tcPr>
          <w:p w:rsidR="00714EBB" w:rsidRPr="00870ED0" w:rsidRDefault="00714EBB">
            <w:pPr>
              <w:pStyle w:val="TAL"/>
            </w:pPr>
            <w:r w:rsidRPr="00870ED0">
              <w:t>Result is 0x80 0x81</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8</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Search TLV B3h</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getValueShort(C7)</w:t>
            </w:r>
          </w:p>
        </w:tc>
        <w:tc>
          <w:tcPr>
            <w:tcW w:w="2835" w:type="dxa"/>
            <w:tcBorders>
              <w:top w:val="single" w:sz="4" w:space="0" w:color="808080"/>
              <w:bottom w:val="single" w:sz="4" w:space="0" w:color="auto"/>
            </w:tcBorders>
          </w:tcPr>
          <w:p w:rsidR="00714EBB" w:rsidRPr="00870ED0" w:rsidRDefault="00714EBB">
            <w:pPr>
              <w:pStyle w:val="TAL"/>
            </w:pPr>
            <w:r w:rsidRPr="00870ED0">
              <w:t>Result is 0xC8 0xC9</w:t>
            </w:r>
          </w:p>
        </w:tc>
        <w:tc>
          <w:tcPr>
            <w:tcW w:w="2410" w:type="dxa"/>
            <w:tcBorders>
              <w:top w:val="single" w:sz="4" w:space="0" w:color="808080"/>
              <w:bottom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5.2.2.17</w:t>
      </w:r>
      <w:r w:rsidRPr="00870ED0">
        <w:tab/>
        <w:t>Method getSize</w:t>
      </w:r>
    </w:p>
    <w:p w:rsidR="00714EBB" w:rsidRPr="00870ED0" w:rsidRDefault="00714EBB">
      <w:r w:rsidRPr="00870ED0">
        <w:t>Test Area Reference: Api_2_Enh_Gtsz</w:t>
      </w:r>
      <w:r w:rsidR="00AD1633" w:rsidRPr="00870ED0">
        <w:t>.</w:t>
      </w:r>
    </w:p>
    <w:p w:rsidR="00714EBB" w:rsidRPr="00870ED0" w:rsidRDefault="00714EBB" w:rsidP="00AD1633">
      <w:pPr>
        <w:pStyle w:val="Heading5"/>
      </w:pPr>
      <w:r w:rsidRPr="00870ED0">
        <w:t>5.2</w:t>
      </w:r>
      <w:r w:rsidR="009C248C" w:rsidRPr="00870ED0">
        <w:t>.2.17.1</w:t>
      </w:r>
      <w:r w:rsidR="009C248C"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getSize()</w:t>
      </w:r>
    </w:p>
    <w:p w:rsidR="00AD1633" w:rsidRPr="00870ED0" w:rsidRDefault="00AD1633">
      <w:pPr>
        <w:pStyle w:val="PL"/>
        <w:rPr>
          <w:noProof w:val="0"/>
        </w:rPr>
      </w:pPr>
    </w:p>
    <w:p w:rsidR="00714EBB" w:rsidRPr="00870ED0" w:rsidRDefault="00714EBB">
      <w:pPr>
        <w:pStyle w:val="H6"/>
        <w:outlineLvl w:val="0"/>
      </w:pPr>
      <w:r w:rsidRPr="00870ED0">
        <w:t>5.2.2.17.1.1</w:t>
      </w:r>
      <w:r w:rsidRPr="00870ED0">
        <w:tab/>
        <w:t>Normal execution</w:t>
      </w:r>
    </w:p>
    <w:p w:rsidR="00714EBB" w:rsidRPr="00870ED0" w:rsidRDefault="00714EBB">
      <w:pPr>
        <w:pStyle w:val="B1"/>
      </w:pPr>
      <w:r w:rsidRPr="00870ED0">
        <w:t>CRRN1: Returns the BER TLV size, this includes the tag and the length.</w:t>
      </w:r>
    </w:p>
    <w:p w:rsidR="00714EBB" w:rsidRPr="00870ED0" w:rsidRDefault="00714EBB">
      <w:pPr>
        <w:pStyle w:val="H6"/>
        <w:outlineLvl w:val="0"/>
      </w:pPr>
      <w:r w:rsidRPr="00870ED0">
        <w:t>5.2.2.17.1.2</w:t>
      </w:r>
      <w:r w:rsidRPr="00870ED0">
        <w:tab/>
        <w:t>Parameter errors</w:t>
      </w:r>
    </w:p>
    <w:p w:rsidR="00714EBB" w:rsidRPr="00870ED0" w:rsidRDefault="00714EBB">
      <w:r w:rsidRPr="00870ED0">
        <w:t>No requirements</w:t>
      </w:r>
      <w:r w:rsidR="00AD1633" w:rsidRPr="00870ED0">
        <w:t>.</w:t>
      </w:r>
    </w:p>
    <w:p w:rsidR="00714EBB" w:rsidRPr="00870ED0" w:rsidRDefault="00714EBB">
      <w:pPr>
        <w:pStyle w:val="H6"/>
        <w:outlineLvl w:val="0"/>
      </w:pPr>
      <w:r w:rsidRPr="00870ED0">
        <w:lastRenderedPageBreak/>
        <w:t>5.2.2.17.1.3</w:t>
      </w:r>
      <w:r w:rsidRPr="00870ED0">
        <w:tab/>
        <w:t>Context errors</w:t>
      </w:r>
    </w:p>
    <w:p w:rsidR="00714EBB" w:rsidRPr="00870ED0" w:rsidRDefault="00714EBB">
      <w:r w:rsidRPr="00870ED0">
        <w:t>No requirements</w:t>
      </w:r>
      <w:r w:rsidR="00AD1633" w:rsidRPr="00870ED0">
        <w:t>.</w:t>
      </w:r>
    </w:p>
    <w:p w:rsidR="00714EBB" w:rsidRPr="00870ED0" w:rsidRDefault="00714EBB" w:rsidP="00AD1633">
      <w:pPr>
        <w:pStyle w:val="Heading5"/>
      </w:pPr>
      <w:r w:rsidRPr="00870ED0">
        <w:t>5.2.2.17.2</w:t>
      </w:r>
      <w:r w:rsidRPr="00870ED0">
        <w:tab/>
        <w:t>Test area files</w:t>
      </w:r>
    </w:p>
    <w:p w:rsidR="00714EBB" w:rsidRPr="00870ED0" w:rsidRDefault="00714EBB">
      <w:r w:rsidRPr="00870ED0">
        <w:t>Specific triggering: Unrecognized Envelope</w:t>
      </w:r>
      <w:r w:rsidR="00AD1633" w:rsidRPr="00870ED0">
        <w:t>:</w:t>
      </w:r>
    </w:p>
    <w:p w:rsidR="00714EBB" w:rsidRPr="00870ED0" w:rsidRDefault="00714EBB" w:rsidP="00AD1633">
      <w:pPr>
        <w:pStyle w:val="EX"/>
      </w:pPr>
      <w:r w:rsidRPr="00870ED0">
        <w:t>Test Source:</w:t>
      </w:r>
      <w:r w:rsidRPr="00870ED0">
        <w:tab/>
        <w:t>Test_Api_2_Enh_Gtsz.java</w:t>
      </w:r>
      <w:r w:rsidR="00AD1633" w:rsidRPr="00870ED0">
        <w:t>.</w:t>
      </w:r>
    </w:p>
    <w:p w:rsidR="00714EBB" w:rsidRPr="00870ED0" w:rsidRDefault="00714EBB" w:rsidP="00AD1633">
      <w:pPr>
        <w:pStyle w:val="EX"/>
      </w:pPr>
      <w:r w:rsidRPr="00870ED0">
        <w:t>Test</w:t>
      </w:r>
      <w:r w:rsidR="00AD1633" w:rsidRPr="00870ED0">
        <w:t xml:space="preserve"> Applet: </w:t>
      </w:r>
      <w:r w:rsidR="00AD1633" w:rsidRPr="00870ED0">
        <w:tab/>
        <w:t>Api_2_Enh_Gtsz_1.java.</w:t>
      </w:r>
    </w:p>
    <w:p w:rsidR="00714EBB" w:rsidRPr="00870ED0" w:rsidRDefault="00714EBB" w:rsidP="00AD1633">
      <w:pPr>
        <w:pStyle w:val="EX"/>
      </w:pPr>
      <w:r w:rsidRPr="00870ED0">
        <w:t>Cap File:</w:t>
      </w:r>
      <w:r w:rsidRPr="00870ED0">
        <w:tab/>
        <w:t>api_2_enh_gtsz.cap</w:t>
      </w:r>
      <w:r w:rsidR="00AD1633" w:rsidRPr="00870ED0">
        <w:t>.</w:t>
      </w:r>
    </w:p>
    <w:p w:rsidR="00714EBB" w:rsidRPr="00870ED0" w:rsidRDefault="00714EBB" w:rsidP="00AD1633">
      <w:pPr>
        <w:pStyle w:val="Heading5"/>
      </w:pPr>
      <w:r w:rsidRPr="00870ED0">
        <w:t>5.2.2.17.3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1</w:t>
            </w:r>
          </w:p>
        </w:tc>
        <w:tc>
          <w:tcPr>
            <w:tcW w:w="3090" w:type="dxa"/>
          </w:tcPr>
          <w:p w:rsidR="00714EBB" w:rsidRPr="00870ED0" w:rsidRDefault="00714EBB">
            <w:pPr>
              <w:pStyle w:val="TAC"/>
              <w:keepNext w:val="0"/>
              <w:keepLines w:val="0"/>
            </w:pPr>
            <w:r w:rsidRPr="00870ED0">
              <w:t>1, 2</w:t>
            </w:r>
          </w:p>
        </w:tc>
      </w:tr>
    </w:tbl>
    <w:p w:rsidR="00714EBB" w:rsidRPr="00870ED0" w:rsidRDefault="00714EBB" w:rsidP="00AD1633"/>
    <w:p w:rsidR="00714EBB" w:rsidRPr="00870ED0" w:rsidRDefault="00714EBB" w:rsidP="00AD1633">
      <w:pPr>
        <w:pStyle w:val="Heading5"/>
      </w:pPr>
      <w:r w:rsidRPr="00870ED0">
        <w:t>5.2.2.17.4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CF54B2">
        <w:trPr>
          <w:jc w:val="center"/>
        </w:trPr>
        <w:tc>
          <w:tcPr>
            <w:tcW w:w="425" w:type="dxa"/>
            <w:tcBorders>
              <w:bottom w:val="single" w:sz="4" w:space="0" w:color="auto"/>
            </w:tcBorders>
          </w:tcPr>
          <w:p w:rsidR="00714EBB" w:rsidRPr="00870ED0" w:rsidRDefault="00714EBB">
            <w:pPr>
              <w:pStyle w:val="TAH"/>
              <w:keepNext w:val="0"/>
              <w:keepLines w:val="0"/>
            </w:pPr>
            <w:r w:rsidRPr="00870ED0">
              <w:t>Id</w:t>
            </w:r>
          </w:p>
        </w:tc>
        <w:tc>
          <w:tcPr>
            <w:tcW w:w="4111" w:type="dxa"/>
            <w:tcBorders>
              <w:bottom w:val="single" w:sz="4" w:space="0" w:color="auto"/>
            </w:tcBorders>
          </w:tcPr>
          <w:p w:rsidR="00714EBB" w:rsidRPr="00870ED0" w:rsidRDefault="00714EBB">
            <w:pPr>
              <w:pStyle w:val="TAH"/>
              <w:keepNext w:val="0"/>
              <w:keepLines w:val="0"/>
            </w:pPr>
            <w:r w:rsidRPr="00870ED0">
              <w:t>Description</w:t>
            </w:r>
          </w:p>
        </w:tc>
        <w:tc>
          <w:tcPr>
            <w:tcW w:w="2835" w:type="dxa"/>
            <w:tcBorders>
              <w:bottom w:val="single" w:sz="4" w:space="0" w:color="auto"/>
            </w:tcBorders>
          </w:tcPr>
          <w:p w:rsidR="00714EBB" w:rsidRPr="00870ED0" w:rsidRDefault="00714EBB">
            <w:pPr>
              <w:pStyle w:val="TAH"/>
              <w:keepNext w:val="0"/>
              <w:keepLines w:val="0"/>
            </w:pPr>
            <w:r w:rsidRPr="00870ED0">
              <w:t>API Expectation</w:t>
            </w:r>
          </w:p>
        </w:tc>
        <w:tc>
          <w:tcPr>
            <w:tcW w:w="2410" w:type="dxa"/>
            <w:tcBorders>
              <w:bottom w:val="single" w:sz="4" w:space="0" w:color="auto"/>
            </w:tcBorders>
          </w:tcPr>
          <w:p w:rsidR="00714EBB" w:rsidRPr="00870ED0" w:rsidRDefault="00714EBB">
            <w:pPr>
              <w:pStyle w:val="TAH"/>
              <w:keepNext w:val="0"/>
              <w:keepLines w:val="0"/>
            </w:pPr>
            <w:r w:rsidRPr="00870ED0">
              <w:t>APDU Expectation</w:t>
            </w:r>
          </w:p>
        </w:tc>
      </w:tr>
      <w:tr w:rsidR="00714EBB" w:rsidRPr="00870ED0" w:rsidTr="00CF54B2">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 xml:space="preserve">Send an unrecognized envelope of length 0x33 (including tag and length)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CF54B2">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 just after triggering of the application.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Returns 0x33</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CF54B2">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 after a proactive command.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Returns 0x33</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5.2.2.18</w:t>
      </w:r>
      <w:r w:rsidRPr="00870ED0">
        <w:tab/>
        <w:t>Method getTag</w:t>
      </w:r>
    </w:p>
    <w:p w:rsidR="00714EBB" w:rsidRPr="00870ED0" w:rsidRDefault="00714EBB">
      <w:r w:rsidRPr="00870ED0">
        <w:t>Test Area Reference: Api_2_Enh_Gttg</w:t>
      </w:r>
      <w:r w:rsidR="00CF54B2" w:rsidRPr="00870ED0">
        <w:t>.</w:t>
      </w:r>
    </w:p>
    <w:p w:rsidR="00714EBB" w:rsidRPr="00870ED0" w:rsidRDefault="00714EBB" w:rsidP="00CF54B2">
      <w:pPr>
        <w:pStyle w:val="Heading5"/>
      </w:pPr>
      <w:r w:rsidRPr="00870ED0">
        <w:t>5.2</w:t>
      </w:r>
      <w:r w:rsidR="00CF54B2" w:rsidRPr="00870ED0">
        <w:t>.2.18.1</w:t>
      </w:r>
      <w:r w:rsidR="00CF54B2"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getTag()</w:t>
      </w:r>
    </w:p>
    <w:p w:rsidR="00CF54B2" w:rsidRPr="00870ED0" w:rsidRDefault="00CF54B2">
      <w:pPr>
        <w:pStyle w:val="PL"/>
        <w:rPr>
          <w:noProof w:val="0"/>
        </w:rPr>
      </w:pPr>
    </w:p>
    <w:p w:rsidR="00714EBB" w:rsidRPr="00870ED0" w:rsidRDefault="00714EBB">
      <w:pPr>
        <w:pStyle w:val="H6"/>
        <w:outlineLvl w:val="0"/>
      </w:pPr>
      <w:r w:rsidRPr="00870ED0">
        <w:t>5.2.2.18.1.1</w:t>
      </w:r>
      <w:r w:rsidRPr="00870ED0">
        <w:tab/>
        <w:t>Normal execution</w:t>
      </w:r>
    </w:p>
    <w:p w:rsidR="00714EBB" w:rsidRPr="00870ED0" w:rsidRDefault="00714EBB">
      <w:pPr>
        <w:pStyle w:val="B1"/>
      </w:pPr>
      <w:r w:rsidRPr="00870ED0">
        <w:t>CRRN1: Returns the BER Tag of the BER TLV list.</w:t>
      </w:r>
    </w:p>
    <w:p w:rsidR="00714EBB" w:rsidRPr="00870ED0" w:rsidRDefault="00CF54B2">
      <w:pPr>
        <w:pStyle w:val="H6"/>
        <w:outlineLvl w:val="0"/>
      </w:pPr>
      <w:r w:rsidRPr="00870ED0">
        <w:t>5.2.2.18.1.2</w:t>
      </w:r>
      <w:r w:rsidRPr="00870ED0">
        <w:tab/>
      </w:r>
      <w:r w:rsidR="00714EBB" w:rsidRPr="00870ED0">
        <w:t>Parameter errors</w:t>
      </w:r>
    </w:p>
    <w:p w:rsidR="00714EBB" w:rsidRPr="00870ED0" w:rsidRDefault="00714EBB">
      <w:r w:rsidRPr="00870ED0">
        <w:t>No requirements.</w:t>
      </w:r>
    </w:p>
    <w:p w:rsidR="00714EBB" w:rsidRPr="00870ED0" w:rsidRDefault="00714EBB">
      <w:pPr>
        <w:pStyle w:val="H6"/>
        <w:outlineLvl w:val="0"/>
      </w:pPr>
      <w:r w:rsidRPr="00870ED0">
        <w:t>5.2.2.18.1.3</w:t>
      </w:r>
      <w:r w:rsidRPr="00870ED0">
        <w:tab/>
        <w:t>Context errors</w:t>
      </w:r>
    </w:p>
    <w:p w:rsidR="00714EBB" w:rsidRPr="00870ED0" w:rsidRDefault="00714EBB">
      <w:r w:rsidRPr="00870ED0">
        <w:t>No requirements.</w:t>
      </w:r>
    </w:p>
    <w:p w:rsidR="00714EBB" w:rsidRPr="00870ED0" w:rsidRDefault="00714EBB" w:rsidP="00CF54B2">
      <w:pPr>
        <w:pStyle w:val="Heading5"/>
      </w:pPr>
      <w:r w:rsidRPr="00870ED0">
        <w:t>5.2.2.18.2</w:t>
      </w:r>
      <w:r w:rsidRPr="00870ED0">
        <w:tab/>
        <w:t>Test area files</w:t>
      </w:r>
    </w:p>
    <w:p w:rsidR="00714EBB" w:rsidRPr="00870ED0" w:rsidRDefault="00714EBB">
      <w:r w:rsidRPr="00870ED0">
        <w:t>Specific triggering: Unrecognized Envelope</w:t>
      </w:r>
      <w:r w:rsidR="00CF54B2" w:rsidRPr="00870ED0">
        <w:t>:</w:t>
      </w:r>
    </w:p>
    <w:p w:rsidR="00714EBB" w:rsidRPr="00870ED0" w:rsidRDefault="00714EBB" w:rsidP="00CF54B2">
      <w:pPr>
        <w:pStyle w:val="EX"/>
      </w:pPr>
      <w:r w:rsidRPr="00870ED0">
        <w:t>Test Source:</w:t>
      </w:r>
      <w:r w:rsidRPr="00870ED0">
        <w:tab/>
        <w:t>Test_Api_2_Enh_Gttg.java</w:t>
      </w:r>
      <w:r w:rsidR="00CF54B2" w:rsidRPr="00870ED0">
        <w:t>.</w:t>
      </w:r>
    </w:p>
    <w:p w:rsidR="00714EBB" w:rsidRPr="00870ED0" w:rsidRDefault="00714EBB" w:rsidP="00CF54B2">
      <w:pPr>
        <w:pStyle w:val="EX"/>
      </w:pPr>
      <w:r w:rsidRPr="00870ED0">
        <w:t>Test</w:t>
      </w:r>
      <w:r w:rsidR="00CF54B2" w:rsidRPr="00870ED0">
        <w:t xml:space="preserve"> Applet: </w:t>
      </w:r>
      <w:r w:rsidR="00CF54B2" w:rsidRPr="00870ED0">
        <w:tab/>
        <w:t>Api_2_Enh_Gttg_1.java.</w:t>
      </w:r>
    </w:p>
    <w:p w:rsidR="00714EBB" w:rsidRPr="00870ED0" w:rsidRDefault="00714EBB" w:rsidP="00CF54B2">
      <w:pPr>
        <w:pStyle w:val="EX"/>
      </w:pPr>
      <w:r w:rsidRPr="00870ED0">
        <w:t>Cap File:</w:t>
      </w:r>
      <w:r w:rsidRPr="00870ED0">
        <w:tab/>
        <w:t>api_2_enh_gttg.cap</w:t>
      </w:r>
      <w:r w:rsidR="00CF54B2" w:rsidRPr="00870ED0">
        <w:t>.</w:t>
      </w:r>
    </w:p>
    <w:p w:rsidR="00714EBB" w:rsidRPr="00870ED0" w:rsidRDefault="00714EBB" w:rsidP="00CF54B2">
      <w:pPr>
        <w:pStyle w:val="Heading5"/>
      </w:pPr>
      <w:r w:rsidRPr="00870ED0">
        <w:lastRenderedPageBreak/>
        <w:t>5.2.2.18.3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1</w:t>
            </w:r>
          </w:p>
        </w:tc>
        <w:tc>
          <w:tcPr>
            <w:tcW w:w="3090" w:type="dxa"/>
          </w:tcPr>
          <w:p w:rsidR="00714EBB" w:rsidRPr="00870ED0" w:rsidRDefault="00714EBB">
            <w:pPr>
              <w:pStyle w:val="TAC"/>
              <w:keepNext w:val="0"/>
              <w:keepLines w:val="0"/>
            </w:pPr>
            <w:r w:rsidRPr="00870ED0">
              <w:t>1, 2</w:t>
            </w:r>
          </w:p>
        </w:tc>
      </w:tr>
    </w:tbl>
    <w:p w:rsidR="00714EBB" w:rsidRPr="00870ED0" w:rsidRDefault="00714EBB" w:rsidP="00CF54B2"/>
    <w:p w:rsidR="00714EBB" w:rsidRPr="00870ED0" w:rsidRDefault="00714EBB" w:rsidP="00CF54B2">
      <w:pPr>
        <w:pStyle w:val="Heading5"/>
      </w:pPr>
      <w:r w:rsidRPr="00870ED0">
        <w:t>5.2.2.18.4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CF54B2">
        <w:trPr>
          <w:jc w:val="center"/>
        </w:trPr>
        <w:tc>
          <w:tcPr>
            <w:tcW w:w="425" w:type="dxa"/>
            <w:tcBorders>
              <w:bottom w:val="single" w:sz="4" w:space="0" w:color="auto"/>
            </w:tcBorders>
          </w:tcPr>
          <w:p w:rsidR="00714EBB" w:rsidRPr="00870ED0" w:rsidRDefault="00714EBB">
            <w:pPr>
              <w:pStyle w:val="TAH"/>
              <w:keepNext w:val="0"/>
              <w:keepLines w:val="0"/>
            </w:pPr>
            <w:r w:rsidRPr="00870ED0">
              <w:t>Id</w:t>
            </w:r>
          </w:p>
        </w:tc>
        <w:tc>
          <w:tcPr>
            <w:tcW w:w="4111" w:type="dxa"/>
            <w:tcBorders>
              <w:bottom w:val="single" w:sz="4" w:space="0" w:color="auto"/>
            </w:tcBorders>
          </w:tcPr>
          <w:p w:rsidR="00714EBB" w:rsidRPr="00870ED0" w:rsidRDefault="00714EBB">
            <w:pPr>
              <w:pStyle w:val="TAH"/>
              <w:keepNext w:val="0"/>
              <w:keepLines w:val="0"/>
            </w:pPr>
            <w:r w:rsidRPr="00870ED0">
              <w:t>Description</w:t>
            </w:r>
          </w:p>
        </w:tc>
        <w:tc>
          <w:tcPr>
            <w:tcW w:w="2835" w:type="dxa"/>
            <w:tcBorders>
              <w:bottom w:val="single" w:sz="4" w:space="0" w:color="auto"/>
            </w:tcBorders>
          </w:tcPr>
          <w:p w:rsidR="00714EBB" w:rsidRPr="00870ED0" w:rsidRDefault="00714EBB">
            <w:pPr>
              <w:pStyle w:val="TAH"/>
              <w:keepNext w:val="0"/>
              <w:keepLines w:val="0"/>
            </w:pPr>
            <w:r w:rsidRPr="00870ED0">
              <w:t>API Expectation</w:t>
            </w:r>
          </w:p>
        </w:tc>
        <w:tc>
          <w:tcPr>
            <w:tcW w:w="2410" w:type="dxa"/>
            <w:tcBorders>
              <w:bottom w:val="single" w:sz="4" w:space="0" w:color="auto"/>
            </w:tcBorders>
          </w:tcPr>
          <w:p w:rsidR="00714EBB" w:rsidRPr="00870ED0" w:rsidRDefault="00714EBB">
            <w:pPr>
              <w:pStyle w:val="TAH"/>
              <w:keepNext w:val="0"/>
              <w:keepLines w:val="0"/>
            </w:pPr>
            <w:r w:rsidRPr="00870ED0">
              <w:t>APDU Expectation</w:t>
            </w:r>
          </w:p>
        </w:tc>
      </w:tr>
      <w:tr w:rsidR="00714EBB" w:rsidRPr="00870ED0" w:rsidTr="00CF54B2">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 xml:space="preserve">Send an unrecognized envelope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CF54B2">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getTag() method just after triggering of the application.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Returns 0xXX</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CF54B2">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getTag() method after a proactive command.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Returns 0xXX</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3"/>
      </w:pPr>
      <w:r w:rsidRPr="00870ED0">
        <w:t>5.2.3</w:t>
      </w:r>
      <w:r w:rsidRPr="00870ED0">
        <w:tab/>
        <w:t>Interface EnvelopeResponseHandler</w:t>
      </w:r>
    </w:p>
    <w:p w:rsidR="00714EBB" w:rsidRPr="00870ED0" w:rsidRDefault="00714EBB">
      <w:pPr>
        <w:pStyle w:val="Heading4"/>
      </w:pPr>
      <w:r w:rsidRPr="00870ED0">
        <w:t>5.2.3.1</w:t>
      </w:r>
      <w:r w:rsidRPr="00870ED0">
        <w:tab/>
        <w:t>Method post</w:t>
      </w:r>
    </w:p>
    <w:p w:rsidR="00714EBB" w:rsidRPr="00870ED0" w:rsidRDefault="00714EBB">
      <w:r w:rsidRPr="00870ED0">
        <w:t>Test Area Reference: Api_2_Erh_Post</w:t>
      </w:r>
      <w:r w:rsidR="00CF54B2" w:rsidRPr="00870ED0">
        <w:t>.</w:t>
      </w:r>
    </w:p>
    <w:p w:rsidR="00714EBB" w:rsidRPr="00870ED0" w:rsidRDefault="00714EBB" w:rsidP="00CF54B2">
      <w:pPr>
        <w:pStyle w:val="Heading5"/>
      </w:pPr>
      <w:r w:rsidRPr="00870ED0">
        <w:t>5.2.3.1.1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post(boolean value)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5.2.3.1.1.1</w:t>
      </w:r>
      <w:r w:rsidRPr="00870ED0">
        <w:tab/>
        <w:t>Normal execution</w:t>
      </w:r>
    </w:p>
    <w:p w:rsidR="00714EBB" w:rsidRPr="00870ED0" w:rsidRDefault="00714EBB">
      <w:pPr>
        <w:pStyle w:val="B1"/>
      </w:pPr>
      <w:r w:rsidRPr="00870ED0">
        <w:t xml:space="preserve">CRRN1: The toolkit applet can continue its processing </w:t>
      </w:r>
      <w:r w:rsidR="00CF54B2" w:rsidRPr="00870ED0">
        <w:t>after the call to post() method</w:t>
      </w:r>
      <w:r w:rsidRPr="00870ED0">
        <w:t>.</w:t>
      </w:r>
    </w:p>
    <w:p w:rsidR="00714EBB" w:rsidRPr="00870ED0" w:rsidRDefault="00714EBB">
      <w:pPr>
        <w:pStyle w:val="B1"/>
      </w:pPr>
      <w:r w:rsidRPr="00870ED0">
        <w:t>CRRN2: In case of  CALL_CONTROL, the CAT Runtime Environment has to set t</w:t>
      </w:r>
      <w:r w:rsidR="00CF54B2" w:rsidRPr="00870ED0">
        <w:t>he boolean value always to true</w:t>
      </w:r>
      <w:r w:rsidRPr="00870ED0">
        <w:t>.</w:t>
      </w:r>
    </w:p>
    <w:p w:rsidR="00714EBB" w:rsidRPr="00870ED0" w:rsidRDefault="00714EBB">
      <w:pPr>
        <w:pStyle w:val="B1"/>
      </w:pPr>
      <w:r w:rsidRPr="00870ED0">
        <w:t>CRRN3: The CAT Runtime Environment shall send the response before the emission of the next proactive command or when all the Toolkit Applets triggered by the event have finished their processing.</w:t>
      </w:r>
    </w:p>
    <w:p w:rsidR="00714EBB" w:rsidRPr="00870ED0" w:rsidRDefault="00714EBB">
      <w:pPr>
        <w:pStyle w:val="B1"/>
      </w:pPr>
      <w:r w:rsidRPr="00870ED0">
        <w:t>CRRN4: The CAT Runtime Environment has to map the boolean value to the correct status word. If the value is true it corresponds to a successful ending of the command status word "9000". If the value is false it corresponds to a warning status word "6200".</w:t>
      </w:r>
    </w:p>
    <w:p w:rsidR="00714EBB" w:rsidRPr="00870ED0" w:rsidRDefault="00714EBB">
      <w:pPr>
        <w:pStyle w:val="H6"/>
      </w:pPr>
      <w:r w:rsidRPr="00870ED0">
        <w:t>5.2.3.1.1.2</w:t>
      </w:r>
      <w:r w:rsidRPr="00870ED0">
        <w:tab/>
        <w:t>Parameter errors</w:t>
      </w:r>
    </w:p>
    <w:p w:rsidR="00714EBB" w:rsidRPr="00870ED0" w:rsidRDefault="00714EBB">
      <w:r w:rsidRPr="00870ED0">
        <w:t>No requirements.</w:t>
      </w:r>
    </w:p>
    <w:p w:rsidR="00714EBB" w:rsidRPr="00870ED0" w:rsidRDefault="00714EBB">
      <w:pPr>
        <w:pStyle w:val="H6"/>
      </w:pPr>
      <w:r w:rsidRPr="00870ED0">
        <w:t>5.2.3.1.1.3</w:t>
      </w:r>
      <w:r w:rsidRPr="00870ED0">
        <w:tab/>
        <w:t>Context errors</w:t>
      </w:r>
    </w:p>
    <w:p w:rsidR="00714EBB" w:rsidRPr="00870ED0" w:rsidRDefault="00714EBB">
      <w:pPr>
        <w:pStyle w:val="B1"/>
      </w:pPr>
      <w:r w:rsidRPr="00870ED0">
        <w:t>CRRC1: The method shall throw ToolkitException.HANDLER_NOT_AVAILABLE if the handler is busy.</w:t>
      </w:r>
    </w:p>
    <w:p w:rsidR="00714EBB" w:rsidRPr="00870ED0" w:rsidRDefault="00714EBB">
      <w:pPr>
        <w:pStyle w:val="B1"/>
      </w:pPr>
      <w:r w:rsidRPr="00870ED0">
        <w:t>CRRC2: The method shall throw ToolkitException.BAD_LENGTH if the resulting response length is greater than 256 and the response data has to be retrieved by the GET RESPONSE command.</w:t>
      </w:r>
    </w:p>
    <w:p w:rsidR="00714EBB" w:rsidRPr="00870ED0" w:rsidRDefault="00714EBB" w:rsidP="00CF54B2">
      <w:pPr>
        <w:pStyle w:val="Heading5"/>
      </w:pPr>
      <w:r w:rsidRPr="00870ED0">
        <w:t>5.2.3.1.2</w:t>
      </w:r>
      <w:r w:rsidRPr="00870ED0">
        <w:tab/>
        <w:t>Test area files</w:t>
      </w:r>
    </w:p>
    <w:p w:rsidR="00714EBB" w:rsidRPr="00870ED0" w:rsidRDefault="00714EBB">
      <w:r w:rsidRPr="00870ED0">
        <w:t>Specific triggering: Unrecognized envelope</w:t>
      </w:r>
      <w:r w:rsidR="00CF54B2" w:rsidRPr="00870ED0">
        <w:t>:</w:t>
      </w:r>
    </w:p>
    <w:p w:rsidR="00714EBB" w:rsidRPr="00870ED0" w:rsidRDefault="00714EBB" w:rsidP="00CF54B2">
      <w:pPr>
        <w:pStyle w:val="EX"/>
      </w:pPr>
      <w:r w:rsidRPr="00870ED0">
        <w:t>Test Source:</w:t>
      </w:r>
      <w:r w:rsidRPr="00870ED0">
        <w:tab/>
        <w:t>Test_Api_2_Erh_Post.java</w:t>
      </w:r>
      <w:r w:rsidR="00CF54B2" w:rsidRPr="00870ED0">
        <w:t>.</w:t>
      </w:r>
    </w:p>
    <w:p w:rsidR="00714EBB" w:rsidRPr="00870ED0" w:rsidRDefault="00714EBB" w:rsidP="00CF54B2">
      <w:pPr>
        <w:pStyle w:val="EX"/>
      </w:pPr>
      <w:r w:rsidRPr="00870ED0">
        <w:t>Test</w:t>
      </w:r>
      <w:r w:rsidR="00CF54B2" w:rsidRPr="00870ED0">
        <w:t xml:space="preserve"> Applet: </w:t>
      </w:r>
      <w:r w:rsidR="00CF54B2" w:rsidRPr="00870ED0">
        <w:tab/>
        <w:t>Api_2_Erh_Post_1.java.</w:t>
      </w:r>
    </w:p>
    <w:p w:rsidR="00714EBB" w:rsidRPr="00870ED0" w:rsidRDefault="00714EBB" w:rsidP="00CF54B2">
      <w:pPr>
        <w:pStyle w:val="EX"/>
      </w:pPr>
      <w:r w:rsidRPr="00870ED0">
        <w:t>Cap File:</w:t>
      </w:r>
      <w:r w:rsidRPr="00870ED0">
        <w:tab/>
        <w:t>api_2_erh_post.cap</w:t>
      </w:r>
      <w:r w:rsidR="00CF54B2" w:rsidRPr="00870ED0">
        <w:t>.</w:t>
      </w:r>
    </w:p>
    <w:p w:rsidR="00714EBB" w:rsidRPr="00870ED0" w:rsidRDefault="00714EBB" w:rsidP="00CF54B2">
      <w:pPr>
        <w:pStyle w:val="Heading5"/>
      </w:pPr>
      <w:r w:rsidRPr="00870ED0">
        <w:lastRenderedPageBreak/>
        <w:t>5.2.3.1.3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549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5491" w:type="dxa"/>
          </w:tcPr>
          <w:p w:rsidR="00714EBB" w:rsidRPr="00870ED0" w:rsidRDefault="00714EBB">
            <w:pPr>
              <w:pStyle w:val="TAC"/>
              <w:keepNext w:val="0"/>
              <w:keepLines w:val="0"/>
            </w:pPr>
            <w:r w:rsidRPr="00870ED0">
              <w:t>3, 4, 7</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5491" w:type="dxa"/>
          </w:tcPr>
          <w:p w:rsidR="00714EBB" w:rsidRPr="00870ED0" w:rsidRDefault="00714EBB">
            <w:pPr>
              <w:pStyle w:val="TAC"/>
              <w:keepNext w:val="0"/>
              <w:keepLines w:val="0"/>
            </w:pPr>
            <w:r w:rsidRPr="00870ED0">
              <w:t>8, 9</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5491" w:type="dxa"/>
          </w:tcPr>
          <w:p w:rsidR="00714EBB" w:rsidRPr="00870ED0" w:rsidRDefault="00714EBB">
            <w:pPr>
              <w:pStyle w:val="TAC"/>
              <w:keepNext w:val="0"/>
              <w:keepLines w:val="0"/>
            </w:pPr>
            <w:r w:rsidRPr="00870ED0">
              <w:t>4, 5</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5491" w:type="dxa"/>
          </w:tcPr>
          <w:p w:rsidR="00714EBB" w:rsidRPr="00870ED0" w:rsidRDefault="00714EBB">
            <w:pPr>
              <w:pStyle w:val="TAC"/>
              <w:keepNext w:val="0"/>
              <w:keepLines w:val="0"/>
            </w:pPr>
            <w:r w:rsidRPr="00870ED0">
              <w:t>1, 2, 4, 7</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5491" w:type="dxa"/>
          </w:tcPr>
          <w:p w:rsidR="00714EBB" w:rsidRPr="00870ED0" w:rsidRDefault="00714EBB">
            <w:pPr>
              <w:pStyle w:val="TAC"/>
              <w:keepNext w:val="0"/>
              <w:keepLines w:val="0"/>
            </w:pPr>
            <w:r w:rsidRPr="00870ED0">
              <w:t>3, 6, 7</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5491" w:type="dxa"/>
          </w:tcPr>
          <w:p w:rsidR="00714EBB" w:rsidRPr="00870ED0" w:rsidRDefault="00714EBB">
            <w:pPr>
              <w:pStyle w:val="TAC"/>
              <w:keepNext w:val="0"/>
              <w:keepLines w:val="0"/>
            </w:pPr>
            <w:r w:rsidRPr="00870ED0">
              <w:t xml:space="preserve">10 </w:t>
            </w:r>
            <w:r w:rsidR="00CF54B2" w:rsidRPr="00870ED0">
              <w:t>(s</w:t>
            </w:r>
            <w:r w:rsidRPr="00870ED0">
              <w:t>ee note</w:t>
            </w:r>
            <w:r w:rsidR="00CF54B2" w:rsidRPr="00870ED0">
              <w:t>)</w:t>
            </w:r>
          </w:p>
        </w:tc>
      </w:tr>
      <w:tr w:rsidR="00CF54B2" w:rsidRPr="00870ED0" w:rsidTr="00640F3C">
        <w:trPr>
          <w:jc w:val="center"/>
        </w:trPr>
        <w:tc>
          <w:tcPr>
            <w:tcW w:w="6790" w:type="dxa"/>
            <w:gridSpan w:val="2"/>
          </w:tcPr>
          <w:p w:rsidR="00CF54B2" w:rsidRPr="00870ED0" w:rsidRDefault="00CF54B2" w:rsidP="00CF54B2">
            <w:pPr>
              <w:pStyle w:val="TAN"/>
            </w:pPr>
            <w:r w:rsidRPr="00870ED0">
              <w:t>NOTE:</w:t>
            </w:r>
            <w:r w:rsidRPr="00870ED0">
              <w:tab/>
              <w:t>This test is conditional and automatically performed if the capacity of the envelopeResponseHandler is greater than 256 bytes.</w:t>
            </w:r>
          </w:p>
        </w:tc>
      </w:tr>
    </w:tbl>
    <w:p w:rsidR="00714EBB" w:rsidRPr="00870ED0" w:rsidRDefault="00714EBB" w:rsidP="00CF54B2"/>
    <w:p w:rsidR="00714EBB" w:rsidRPr="00870ED0" w:rsidRDefault="00714EBB" w:rsidP="00CF54B2">
      <w:pPr>
        <w:pStyle w:val="Heading5"/>
      </w:pPr>
      <w:r w:rsidRPr="00870ED0">
        <w:t>5.2.3.1.4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714EBB" w:rsidRPr="00870ED0" w:rsidTr="00CF54B2">
        <w:trPr>
          <w:tblHeader/>
          <w:jc w:val="center"/>
        </w:trPr>
        <w:tc>
          <w:tcPr>
            <w:tcW w:w="425" w:type="dxa"/>
            <w:tcBorders>
              <w:left w:val="single" w:sz="4" w:space="0" w:color="auto"/>
            </w:tcBorders>
          </w:tcPr>
          <w:p w:rsidR="00714EBB" w:rsidRPr="00870ED0" w:rsidRDefault="00714EBB">
            <w:pPr>
              <w:pStyle w:val="TAH"/>
              <w:keepNext w:val="0"/>
              <w:keepLines w:val="0"/>
            </w:pPr>
            <w:r w:rsidRPr="00870ED0">
              <w:t>Id</w:t>
            </w:r>
          </w:p>
        </w:tc>
        <w:tc>
          <w:tcPr>
            <w:tcW w:w="3828" w:type="dxa"/>
          </w:tcPr>
          <w:p w:rsidR="00714EBB" w:rsidRPr="00870ED0" w:rsidRDefault="00714EBB">
            <w:pPr>
              <w:pStyle w:val="TAH"/>
              <w:keepNext w:val="0"/>
              <w:keepLines w:val="0"/>
            </w:pPr>
            <w:r w:rsidRPr="00870ED0">
              <w:t>Description</w:t>
            </w:r>
          </w:p>
        </w:tc>
        <w:tc>
          <w:tcPr>
            <w:tcW w:w="2409" w:type="dxa"/>
          </w:tcPr>
          <w:p w:rsidR="00714EBB" w:rsidRPr="00870ED0" w:rsidRDefault="00714EBB">
            <w:pPr>
              <w:pStyle w:val="TAH"/>
              <w:keepNext w:val="0"/>
              <w:keepLines w:val="0"/>
            </w:pPr>
            <w:r w:rsidRPr="00870ED0">
              <w:t>API Expectation</w:t>
            </w:r>
          </w:p>
        </w:tc>
        <w:tc>
          <w:tcPr>
            <w:tcW w:w="3119" w:type="dxa"/>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1</w:t>
            </w:r>
          </w:p>
        </w:tc>
        <w:tc>
          <w:tcPr>
            <w:tcW w:w="3828" w:type="dxa"/>
          </w:tcPr>
          <w:p w:rsidR="00714EBB" w:rsidRPr="00870ED0" w:rsidRDefault="00714EBB">
            <w:pPr>
              <w:pStyle w:val="TAH"/>
              <w:keepNext w:val="0"/>
              <w:keepLines w:val="0"/>
            </w:pPr>
            <w:r w:rsidRPr="00870ED0">
              <w:t>getTheHandler() and then post()</w:t>
            </w:r>
          </w:p>
          <w:p w:rsidR="00714EBB" w:rsidRPr="00870ED0" w:rsidRDefault="00714EBB">
            <w:pPr>
              <w:pStyle w:val="PL"/>
              <w:rPr>
                <w:noProof w:val="0"/>
              </w:rPr>
            </w:pPr>
            <w:r w:rsidRPr="00870ED0">
              <w:rPr>
                <w:noProof w:val="0"/>
              </w:rPr>
              <w:t>(the handler is empty)</w:t>
            </w:r>
          </w:p>
        </w:tc>
        <w:tc>
          <w:tcPr>
            <w:tcW w:w="2409" w:type="dxa"/>
          </w:tcPr>
          <w:p w:rsidR="00714EBB" w:rsidRPr="00870ED0" w:rsidRDefault="00714EBB">
            <w:pPr>
              <w:pStyle w:val="TAL"/>
              <w:keepNext w:val="0"/>
              <w:keepLines w:val="0"/>
            </w:pPr>
          </w:p>
        </w:tc>
        <w:tc>
          <w:tcPr>
            <w:tcW w:w="3119" w:type="dxa"/>
          </w:tcPr>
          <w:p w:rsidR="00714EBB" w:rsidRPr="00870ED0" w:rsidRDefault="00714EBB">
            <w:pPr>
              <w:pStyle w:val="TAL"/>
              <w:keepNext w:val="0"/>
              <w:keepLines w:val="0"/>
            </w:pPr>
            <w:r w:rsidRPr="00870ED0">
              <w:t>9000</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2</w:t>
            </w:r>
          </w:p>
        </w:tc>
        <w:tc>
          <w:tcPr>
            <w:tcW w:w="3828" w:type="dxa"/>
          </w:tcPr>
          <w:p w:rsidR="00714EBB" w:rsidRPr="00870ED0" w:rsidRDefault="00714EBB">
            <w:pPr>
              <w:pStyle w:val="PL"/>
              <w:rPr>
                <w:noProof w:val="0"/>
              </w:rPr>
            </w:pPr>
            <w:r w:rsidRPr="00870ED0">
              <w:rPr>
                <w:rFonts w:ascii="Arial" w:hAnsi="Arial"/>
                <w:b/>
                <w:noProof w:val="0"/>
                <w:sz w:val="18"/>
              </w:rPr>
              <w:t xml:space="preserve">Fill the handler </w:t>
            </w:r>
            <w:r w:rsidRPr="00870ED0">
              <w:rPr>
                <w:noProof w:val="0"/>
              </w:rPr>
              <w:t>(appendTLV() to have</w:t>
            </w:r>
            <w:r w:rsidRPr="00870ED0">
              <w:rPr>
                <w:rFonts w:ascii="Arial" w:hAnsi="Arial"/>
                <w:b/>
                <w:noProof w:val="0"/>
                <w:sz w:val="18"/>
              </w:rPr>
              <w:t xml:space="preserve"> </w:t>
            </w:r>
            <w:r w:rsidRPr="00870ED0">
              <w:rPr>
                <w:noProof w:val="0"/>
              </w:rPr>
              <w:t>bytes in it) and then post() data with  value TRUE</w:t>
            </w:r>
          </w:p>
        </w:tc>
        <w:tc>
          <w:tcPr>
            <w:tcW w:w="2409" w:type="dxa"/>
          </w:tcPr>
          <w:p w:rsidR="00714EBB" w:rsidRPr="00870ED0" w:rsidRDefault="00714EBB">
            <w:pPr>
              <w:pStyle w:val="TAL"/>
              <w:keepNext w:val="0"/>
              <w:keepLines w:val="0"/>
            </w:pPr>
          </w:p>
        </w:tc>
        <w:tc>
          <w:tcPr>
            <w:tcW w:w="3119" w:type="dxa"/>
          </w:tcPr>
          <w:p w:rsidR="00714EBB" w:rsidRPr="00870ED0" w:rsidRDefault="00714EBB">
            <w:pPr>
              <w:pStyle w:val="TAL"/>
              <w:keepNext w:val="0"/>
              <w:keepLines w:val="0"/>
            </w:pPr>
            <w:r w:rsidRPr="00870ED0">
              <w:t xml:space="preserve">FD data with status word 90 00 are returned </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3</w:t>
            </w:r>
          </w:p>
        </w:tc>
        <w:tc>
          <w:tcPr>
            <w:tcW w:w="3828" w:type="dxa"/>
          </w:tcPr>
          <w:p w:rsidR="00714EBB" w:rsidRPr="00870ED0" w:rsidRDefault="00714EBB">
            <w:pPr>
              <w:pStyle w:val="TAH"/>
              <w:keepNext w:val="0"/>
              <w:keepLines w:val="0"/>
            </w:pPr>
            <w:r w:rsidRPr="00870ED0">
              <w:t>Verify that after a post the handler is no more available</w:t>
            </w:r>
          </w:p>
          <w:p w:rsidR="00714EBB" w:rsidRPr="00870ED0" w:rsidRDefault="00714EBB">
            <w:pPr>
              <w:pStyle w:val="PL"/>
              <w:rPr>
                <w:noProof w:val="0"/>
              </w:rPr>
            </w:pPr>
            <w:r w:rsidRPr="00870ED0">
              <w:rPr>
                <w:noProof w:val="0"/>
              </w:rPr>
              <w:t>appendTLV(), then post() and then appendTLV()</w:t>
            </w:r>
          </w:p>
        </w:tc>
        <w:tc>
          <w:tcPr>
            <w:tcW w:w="2409" w:type="dxa"/>
          </w:tcPr>
          <w:p w:rsidR="00714EBB" w:rsidRPr="00870ED0" w:rsidRDefault="00714EBB">
            <w:pPr>
              <w:pStyle w:val="TAL"/>
              <w:keepNext w:val="0"/>
              <w:keepLines w:val="0"/>
            </w:pPr>
            <w:r w:rsidRPr="00870ED0">
              <w:t>ToolkitException.HANDLER_NOT_AVAILABLE is thrown on the second appendTLV</w:t>
            </w:r>
          </w:p>
        </w:tc>
        <w:tc>
          <w:tcPr>
            <w:tcW w:w="3119" w:type="dxa"/>
          </w:tcPr>
          <w:p w:rsidR="00714EBB" w:rsidRPr="00870ED0" w:rsidRDefault="00714EBB">
            <w:pPr>
              <w:pStyle w:val="TAL"/>
              <w:keepNext w:val="0"/>
              <w:keepLines w:val="0"/>
            </w:pP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4</w:t>
            </w:r>
          </w:p>
        </w:tc>
        <w:tc>
          <w:tcPr>
            <w:tcW w:w="3828" w:type="dxa"/>
          </w:tcPr>
          <w:p w:rsidR="00714EBB" w:rsidRPr="00870ED0" w:rsidRDefault="00714EBB">
            <w:pPr>
              <w:pStyle w:val="TAH"/>
              <w:keepNext w:val="0"/>
              <w:keepLines w:val="0"/>
            </w:pPr>
            <w:r w:rsidRPr="00870ED0">
              <w:t>construct the response (appendTLV() with 0x10 data) and post it with value FALSE and then send a display text</w:t>
            </w: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1- Send an unrecognizedEnvelope() to trigger the applet.</w:t>
            </w:r>
          </w:p>
          <w:p w:rsidR="00714EBB" w:rsidRPr="00870ED0" w:rsidRDefault="00714EBB">
            <w:pPr>
              <w:pStyle w:val="TAH"/>
              <w:keepNext w:val="0"/>
              <w:keepLines w:val="0"/>
              <w:jc w:val="left"/>
            </w:pPr>
            <w:r w:rsidRPr="00870ED0">
              <w:rPr>
                <w:rFonts w:ascii="Courier New" w:hAnsi="Courier New"/>
                <w:b w:val="0"/>
                <w:sz w:val="16"/>
              </w:rPr>
              <w:t>2- Send a envelopeEventDownloadUserActivity() to get the 91 XX status word.</w:t>
            </w:r>
          </w:p>
        </w:tc>
        <w:tc>
          <w:tcPr>
            <w:tcW w:w="2409" w:type="dxa"/>
          </w:tcPr>
          <w:p w:rsidR="00714EBB" w:rsidRPr="00870ED0" w:rsidRDefault="00714EBB">
            <w:pPr>
              <w:pStyle w:val="TAL"/>
              <w:keepNext w:val="0"/>
              <w:keepLines w:val="0"/>
            </w:pPr>
          </w:p>
        </w:tc>
        <w:tc>
          <w:tcPr>
            <w:tcW w:w="3119" w:type="dxa"/>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1- 12 data with status SW = 62 00</w:t>
            </w:r>
          </w:p>
          <w:p w:rsidR="00714EBB" w:rsidRPr="00870ED0" w:rsidRDefault="00714EBB">
            <w:pPr>
              <w:pStyle w:val="TAL"/>
              <w:keepNext w:val="0"/>
              <w:keepLines w:val="0"/>
            </w:pPr>
          </w:p>
          <w:p w:rsidR="00714EBB" w:rsidRPr="00870ED0" w:rsidRDefault="00714EBB">
            <w:pPr>
              <w:pStyle w:val="TAL"/>
              <w:keepNext w:val="0"/>
              <w:keepLines w:val="0"/>
            </w:pPr>
            <w:r w:rsidRPr="00870ED0">
              <w:t>2- SW = 91 15 is returned and display text is retrieved by a FETCH</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5</w:t>
            </w:r>
          </w:p>
        </w:tc>
        <w:tc>
          <w:tcPr>
            <w:tcW w:w="3828" w:type="dxa"/>
          </w:tcPr>
          <w:p w:rsidR="00714EBB" w:rsidRPr="00870ED0" w:rsidRDefault="00714EBB">
            <w:pPr>
              <w:pStyle w:val="TAH"/>
              <w:keepNext w:val="0"/>
              <w:keepLines w:val="0"/>
            </w:pPr>
            <w:r w:rsidRPr="00870ED0">
              <w:t>Verify that it is possible to send a proactive command after a post()</w:t>
            </w:r>
          </w:p>
          <w:p w:rsidR="00714EBB" w:rsidRPr="00870ED0" w:rsidRDefault="00714EBB">
            <w:pPr>
              <w:pStyle w:val="PL"/>
              <w:rPr>
                <w:noProof w:val="0"/>
              </w:rPr>
            </w:pPr>
            <w:r w:rsidRPr="00870ED0">
              <w:rPr>
                <w:noProof w:val="0"/>
              </w:rPr>
              <w:t xml:space="preserve">getTheHandler() and post(), then send a display text </w:t>
            </w: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1- Send an unrecognizedEnvelope() to trigger the applet.</w:t>
            </w:r>
          </w:p>
          <w:p w:rsidR="00714EBB" w:rsidRPr="00870ED0" w:rsidRDefault="00714EBB">
            <w:pPr>
              <w:pStyle w:val="PL"/>
              <w:rPr>
                <w:noProof w:val="0"/>
              </w:rPr>
            </w:pPr>
            <w:r w:rsidRPr="00870ED0">
              <w:rPr>
                <w:noProof w:val="0"/>
              </w:rPr>
              <w:t>2- Send a envelopeEventDownloadUserActivity() to get the 91 XX status word.</w:t>
            </w:r>
          </w:p>
        </w:tc>
        <w:tc>
          <w:tcPr>
            <w:tcW w:w="2409" w:type="dxa"/>
          </w:tcPr>
          <w:p w:rsidR="00714EBB" w:rsidRPr="00870ED0" w:rsidRDefault="00714EBB">
            <w:pPr>
              <w:pStyle w:val="TAL"/>
              <w:keepNext w:val="0"/>
              <w:keepLines w:val="0"/>
            </w:pPr>
          </w:p>
        </w:tc>
        <w:tc>
          <w:tcPr>
            <w:tcW w:w="3119" w:type="dxa"/>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SW = 62 00</w:t>
            </w:r>
          </w:p>
          <w:p w:rsidR="00714EBB" w:rsidRPr="00870ED0" w:rsidRDefault="00714EBB">
            <w:pPr>
              <w:pStyle w:val="TAL"/>
              <w:keepNext w:val="0"/>
              <w:keepLines w:val="0"/>
            </w:pPr>
          </w:p>
          <w:p w:rsidR="00714EBB" w:rsidRPr="00870ED0" w:rsidRDefault="00714EBB">
            <w:pPr>
              <w:pStyle w:val="TAL"/>
              <w:keepNext w:val="0"/>
              <w:keepLines w:val="0"/>
            </w:pPr>
            <w:r w:rsidRPr="00870ED0">
              <w:t>2- SW = 91 15 is returned and display text is retrieved by a FETCH</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6</w:t>
            </w:r>
          </w:p>
        </w:tc>
        <w:tc>
          <w:tcPr>
            <w:tcW w:w="3828" w:type="dxa"/>
          </w:tcPr>
          <w:p w:rsidR="00714EBB" w:rsidRPr="00870ED0" w:rsidRDefault="00714EBB">
            <w:pPr>
              <w:pStyle w:val="TAH"/>
              <w:keepNext w:val="0"/>
              <w:keepLines w:val="0"/>
            </w:pPr>
            <w:r w:rsidRPr="00870ED0">
              <w:t>Verify it is not possible to post after a proactive command</w:t>
            </w:r>
          </w:p>
          <w:p w:rsidR="00714EBB" w:rsidRPr="00870ED0" w:rsidRDefault="00714EBB">
            <w:pPr>
              <w:pStyle w:val="PL"/>
              <w:rPr>
                <w:noProof w:val="0"/>
              </w:rPr>
            </w:pPr>
            <w:r w:rsidRPr="00870ED0">
              <w:rPr>
                <w:noProof w:val="0"/>
              </w:rPr>
              <w:t>getTheHandler(), appendTLV(), send a display text and then post().</w:t>
            </w:r>
          </w:p>
        </w:tc>
        <w:tc>
          <w:tcPr>
            <w:tcW w:w="2409" w:type="dxa"/>
          </w:tcPr>
          <w:p w:rsidR="00714EBB" w:rsidRPr="00870ED0" w:rsidRDefault="00714EBB">
            <w:pPr>
              <w:pStyle w:val="TAL"/>
              <w:keepNext w:val="0"/>
              <w:keepLines w:val="0"/>
            </w:pPr>
            <w:r w:rsidRPr="00870ED0">
              <w:t>ToolkitException.HANDLER_NOT_AVAILABLE is thrown</w:t>
            </w:r>
          </w:p>
        </w:tc>
        <w:tc>
          <w:tcPr>
            <w:tcW w:w="3119" w:type="dxa"/>
          </w:tcPr>
          <w:p w:rsidR="00714EBB" w:rsidRPr="00870ED0" w:rsidRDefault="00714EBB">
            <w:pPr>
              <w:pStyle w:val="TAL"/>
              <w:keepNext w:val="0"/>
              <w:keepLines w:val="0"/>
            </w:pP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7</w:t>
            </w:r>
          </w:p>
        </w:tc>
        <w:tc>
          <w:tcPr>
            <w:tcW w:w="3828" w:type="dxa"/>
          </w:tcPr>
          <w:p w:rsidR="00714EBB" w:rsidRPr="00870ED0" w:rsidRDefault="00714EBB">
            <w:pPr>
              <w:pStyle w:val="TAH"/>
              <w:keepNext w:val="0"/>
              <w:keepLines w:val="0"/>
            </w:pPr>
            <w:r w:rsidRPr="00870ED0">
              <w:t>Verify that the handler is no more available after a post()</w:t>
            </w:r>
          </w:p>
          <w:p w:rsidR="00714EBB" w:rsidRPr="00870ED0" w:rsidRDefault="00714EBB">
            <w:pPr>
              <w:pStyle w:val="PL"/>
              <w:rPr>
                <w:noProof w:val="0"/>
              </w:rPr>
            </w:pPr>
            <w:r w:rsidRPr="00870ED0">
              <w:rPr>
                <w:noProof w:val="0"/>
              </w:rPr>
              <w:t>getTheHandler(), appendTLV(), then post() with value FALSE and then post() with value TRUE</w:t>
            </w:r>
          </w:p>
        </w:tc>
        <w:tc>
          <w:tcPr>
            <w:tcW w:w="2409" w:type="dxa"/>
          </w:tcPr>
          <w:p w:rsidR="00714EBB" w:rsidRPr="00870ED0" w:rsidRDefault="00714EBB">
            <w:pPr>
              <w:pStyle w:val="TAL"/>
              <w:keepNext w:val="0"/>
              <w:keepLines w:val="0"/>
            </w:pPr>
            <w:r w:rsidRPr="00870ED0">
              <w:t>ToolkitException.HANDLER_NOT_AVAILABLE is thrown</w:t>
            </w:r>
          </w:p>
        </w:tc>
        <w:tc>
          <w:tcPr>
            <w:tcW w:w="3119" w:type="dxa"/>
          </w:tcPr>
          <w:p w:rsidR="00714EBB" w:rsidRPr="00870ED0" w:rsidRDefault="00714EBB">
            <w:pPr>
              <w:pStyle w:val="TAL"/>
              <w:keepNext w:val="0"/>
              <w:keepLines w:val="0"/>
            </w:pPr>
            <w:r w:rsidRPr="00870ED0">
              <w:t>12 data with status word 62 00 are returned</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8</w:t>
            </w:r>
          </w:p>
        </w:tc>
        <w:tc>
          <w:tcPr>
            <w:tcW w:w="3828" w:type="dxa"/>
          </w:tcPr>
          <w:p w:rsidR="00714EBB" w:rsidRPr="00870ED0" w:rsidRDefault="00714EBB">
            <w:pPr>
              <w:pStyle w:val="TAH"/>
              <w:keepNext w:val="0"/>
              <w:keepLines w:val="0"/>
            </w:pPr>
            <w:r w:rsidRPr="00870ED0">
              <w:t xml:space="preserve">CALL_CONTROL, the CAT Runtime Environment set the boolean value always to true </w:t>
            </w:r>
          </w:p>
          <w:p w:rsidR="00714EBB" w:rsidRPr="00870ED0" w:rsidRDefault="00714EBB">
            <w:pPr>
              <w:pStyle w:val="TAH"/>
              <w:keepNext w:val="0"/>
              <w:keepLines w:val="0"/>
              <w:rPr>
                <w:rFonts w:ascii="Courier New" w:hAnsi="Courier New"/>
                <w:b w:val="0"/>
                <w:sz w:val="16"/>
              </w:rPr>
            </w:pPr>
          </w:p>
          <w:p w:rsidR="00714EBB" w:rsidRPr="00870ED0" w:rsidRDefault="00714EBB">
            <w:pPr>
              <w:pStyle w:val="TAH"/>
              <w:keepNext w:val="0"/>
              <w:keepLines w:val="0"/>
              <w:jc w:val="left"/>
            </w:pPr>
            <w:r w:rsidRPr="00870ED0">
              <w:rPr>
                <w:rFonts w:ascii="Courier New" w:hAnsi="Courier New"/>
                <w:b w:val="0"/>
                <w:sz w:val="16"/>
              </w:rPr>
              <w:t>Trigger the applet with CALL CONTROL getTheHandler(), appendTLV(), post() with value FALSE</w:t>
            </w:r>
          </w:p>
        </w:tc>
        <w:tc>
          <w:tcPr>
            <w:tcW w:w="2409" w:type="dxa"/>
          </w:tcPr>
          <w:p w:rsidR="00714EBB" w:rsidRPr="00870ED0" w:rsidRDefault="00714EBB">
            <w:pPr>
              <w:pStyle w:val="TAL"/>
              <w:keepNext w:val="0"/>
              <w:keepLines w:val="0"/>
            </w:pPr>
          </w:p>
        </w:tc>
        <w:tc>
          <w:tcPr>
            <w:tcW w:w="3119" w:type="dxa"/>
          </w:tcPr>
          <w:p w:rsidR="00714EBB" w:rsidRPr="00870ED0" w:rsidRDefault="00714EBB">
            <w:pPr>
              <w:pStyle w:val="TAL"/>
              <w:keepNext w:val="0"/>
              <w:keepLines w:val="0"/>
            </w:pPr>
          </w:p>
          <w:p w:rsidR="00714EBB" w:rsidRPr="00870ED0" w:rsidRDefault="00714EBB">
            <w:pPr>
              <w:pStyle w:val="TAL"/>
              <w:keepNext w:val="0"/>
              <w:keepLines w:val="0"/>
            </w:pPr>
            <w:r w:rsidRPr="00870ED0">
              <w:t xml:space="preserve">12 data with status word 90 00 are returned </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9</w:t>
            </w:r>
          </w:p>
        </w:tc>
        <w:tc>
          <w:tcPr>
            <w:tcW w:w="3828" w:type="dxa"/>
          </w:tcPr>
          <w:p w:rsidR="00714EBB" w:rsidRPr="00870ED0" w:rsidRDefault="00714EBB">
            <w:pPr>
              <w:pStyle w:val="TAH"/>
              <w:keepNext w:val="0"/>
              <w:keepLines w:val="0"/>
            </w:pPr>
            <w:r w:rsidRPr="00870ED0">
              <w:t xml:space="preserve">CALL_CONTROL, the CAT Runtime Environment set the boolean value always to true </w:t>
            </w:r>
          </w:p>
          <w:p w:rsidR="00714EBB" w:rsidRPr="00870ED0" w:rsidRDefault="00714EBB">
            <w:pPr>
              <w:pStyle w:val="TAH"/>
              <w:keepNext w:val="0"/>
              <w:keepLines w:val="0"/>
              <w:rPr>
                <w:rFonts w:ascii="Courier New" w:hAnsi="Courier New"/>
                <w:b w:val="0"/>
                <w:sz w:val="16"/>
              </w:rPr>
            </w:pP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Trigger the applet with CALL CONTROL</w:t>
            </w:r>
          </w:p>
          <w:p w:rsidR="00714EBB" w:rsidRPr="00870ED0" w:rsidRDefault="00714EBB">
            <w:pPr>
              <w:pStyle w:val="TAH"/>
              <w:keepNext w:val="0"/>
              <w:keepLines w:val="0"/>
              <w:jc w:val="left"/>
            </w:pPr>
            <w:r w:rsidRPr="00870ED0">
              <w:rPr>
                <w:rFonts w:ascii="Courier New" w:hAnsi="Courier New"/>
                <w:b w:val="0"/>
                <w:sz w:val="16"/>
              </w:rPr>
              <w:t>getTheHandler(), appendTLV(), post() with value TRUE</w:t>
            </w:r>
          </w:p>
        </w:tc>
        <w:tc>
          <w:tcPr>
            <w:tcW w:w="2409" w:type="dxa"/>
          </w:tcPr>
          <w:p w:rsidR="00714EBB" w:rsidRPr="00870ED0" w:rsidRDefault="00714EBB">
            <w:pPr>
              <w:pStyle w:val="TAL"/>
              <w:keepNext w:val="0"/>
              <w:keepLines w:val="0"/>
            </w:pPr>
          </w:p>
        </w:tc>
        <w:tc>
          <w:tcPr>
            <w:tcW w:w="3119" w:type="dxa"/>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12 data with status word 90 00 are returned</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10</w:t>
            </w:r>
          </w:p>
        </w:tc>
        <w:tc>
          <w:tcPr>
            <w:tcW w:w="3828" w:type="dxa"/>
          </w:tcPr>
          <w:p w:rsidR="00714EBB" w:rsidRPr="00870ED0" w:rsidRDefault="00714EBB">
            <w:pPr>
              <w:pStyle w:val="TAH"/>
              <w:keepNext w:val="0"/>
              <w:keepLines w:val="0"/>
            </w:pPr>
            <w:r w:rsidRPr="00870ED0">
              <w:t>Resulting response length  greater than 256</w:t>
            </w:r>
          </w:p>
          <w:p w:rsidR="00714EBB" w:rsidRPr="00870ED0" w:rsidRDefault="00714EBB">
            <w:pPr>
              <w:pStyle w:val="TAH"/>
              <w:keepNext w:val="0"/>
              <w:keepLines w:val="0"/>
              <w:rPr>
                <w:rFonts w:ascii="Courier New" w:hAnsi="Courier New"/>
                <w:b w:val="0"/>
                <w:sz w:val="16"/>
              </w:rPr>
            </w:pPr>
          </w:p>
          <w:p w:rsidR="00714EBB" w:rsidRPr="00870ED0" w:rsidRDefault="00714EBB">
            <w:pPr>
              <w:pStyle w:val="TAH"/>
              <w:keepNext w:val="0"/>
              <w:keepLines w:val="0"/>
              <w:jc w:val="left"/>
            </w:pPr>
            <w:r w:rsidRPr="00870ED0">
              <w:rPr>
                <w:rFonts w:ascii="Courier New" w:hAnsi="Courier New"/>
                <w:b w:val="0"/>
                <w:sz w:val="16"/>
              </w:rPr>
              <w:t>getTheHandler(), appendTLV()(data length 252 bytes), appendTLV()(data length 1 byte), post() with value TRUE</w:t>
            </w:r>
          </w:p>
        </w:tc>
        <w:tc>
          <w:tcPr>
            <w:tcW w:w="2409" w:type="dxa"/>
          </w:tcPr>
          <w:p w:rsidR="00714EBB" w:rsidRPr="00870ED0" w:rsidRDefault="00714EBB">
            <w:pPr>
              <w:pStyle w:val="TAL"/>
            </w:pPr>
            <w:r w:rsidRPr="00870ED0">
              <w:t>javacard.framework.APDUException.BAD_LENGTH is thrown</w:t>
            </w:r>
          </w:p>
        </w:tc>
        <w:tc>
          <w:tcPr>
            <w:tcW w:w="3119" w:type="dxa"/>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lastRenderedPageBreak/>
        <w:t>5.2.3.2</w:t>
      </w:r>
      <w:r w:rsidRPr="00870ED0">
        <w:tab/>
        <w:t>Method postAsBERTLV</w:t>
      </w:r>
    </w:p>
    <w:p w:rsidR="00714EBB" w:rsidRPr="00870ED0" w:rsidRDefault="00714EBB">
      <w:r w:rsidRPr="00870ED0">
        <w:t>Test Area Reference:Api_2_Erh_Poab</w:t>
      </w:r>
      <w:r w:rsidR="00CF54B2" w:rsidRPr="00870ED0">
        <w:t>.</w:t>
      </w:r>
    </w:p>
    <w:p w:rsidR="00714EBB" w:rsidRPr="00870ED0" w:rsidRDefault="00714EBB" w:rsidP="00CF54B2">
      <w:pPr>
        <w:pStyle w:val="Heading5"/>
      </w:pPr>
      <w:r w:rsidRPr="00870ED0">
        <w:t>5.2.3.2.1</w:t>
      </w:r>
      <w:r w:rsidRPr="00870ED0">
        <w:tab/>
        <w:t>Conformance requirement</w:t>
      </w:r>
    </w:p>
    <w:p w:rsidR="00714EBB" w:rsidRPr="00870ED0" w:rsidRDefault="00714EBB">
      <w:pPr>
        <w:pStyle w:val="B1"/>
        <w:numPr>
          <w:ilvl w:val="0"/>
          <w:numId w:val="0"/>
        </w:numPr>
      </w:pPr>
      <w:r w:rsidRPr="00870ED0">
        <w:t>The method with following header shall be compliant to its definition in the API.</w:t>
      </w:r>
    </w:p>
    <w:p w:rsidR="00714EBB" w:rsidRPr="00870ED0" w:rsidRDefault="00714EBB" w:rsidP="00CF54B2">
      <w:pPr>
        <w:pStyle w:val="PL"/>
        <w:rPr>
          <w:noProof w:val="0"/>
        </w:rPr>
      </w:pPr>
      <w:r w:rsidRPr="00870ED0">
        <w:rPr>
          <w:noProof w:val="0"/>
        </w:rPr>
        <w:t>public void postAsBERTLV( boolean value,</w:t>
      </w:r>
    </w:p>
    <w:p w:rsidR="00714EBB" w:rsidRPr="00870ED0" w:rsidRDefault="00714EBB" w:rsidP="00CF54B2">
      <w:pPr>
        <w:pStyle w:val="PL"/>
        <w:rPr>
          <w:noProof w:val="0"/>
        </w:rPr>
      </w:pPr>
      <w:r w:rsidRPr="00870ED0">
        <w:rPr>
          <w:noProof w:val="0"/>
        </w:rPr>
        <w:t xml:space="preserve">                         byte tag)</w:t>
      </w:r>
    </w:p>
    <w:p w:rsidR="00714EBB" w:rsidRPr="00870ED0" w:rsidRDefault="00714EBB" w:rsidP="00CF54B2">
      <w:pPr>
        <w:pStyle w:val="PL"/>
        <w:rPr>
          <w:noProof w:val="0"/>
        </w:rPr>
      </w:pPr>
      <w:r w:rsidRPr="00870ED0">
        <w:rPr>
          <w:noProof w:val="0"/>
        </w:rPr>
        <w:t xml:space="preserve">                  throws ToolkitException</w:t>
      </w:r>
    </w:p>
    <w:p w:rsidR="00714EBB" w:rsidRPr="00870ED0" w:rsidRDefault="00714EBB" w:rsidP="00CF54B2">
      <w:pPr>
        <w:pStyle w:val="PL"/>
        <w:rPr>
          <w:noProof w:val="0"/>
        </w:rPr>
      </w:pPr>
    </w:p>
    <w:p w:rsidR="00714EBB" w:rsidRPr="00870ED0" w:rsidRDefault="00714EBB">
      <w:pPr>
        <w:pStyle w:val="H6"/>
      </w:pPr>
      <w:r w:rsidRPr="00870ED0">
        <w:t>5.2.3.2.1.1</w:t>
      </w:r>
      <w:r w:rsidRPr="00870ED0">
        <w:tab/>
        <w:t>Normal execution</w:t>
      </w:r>
    </w:p>
    <w:p w:rsidR="00714EBB" w:rsidRPr="00870ED0" w:rsidRDefault="00714EBB">
      <w:pPr>
        <w:pStyle w:val="B1"/>
      </w:pPr>
      <w:r w:rsidRPr="00870ED0">
        <w:t>CRRN1: The toolkit applet can continue its processing after the call to postAsBERTLV()</w:t>
      </w:r>
      <w:r w:rsidR="00CF54B2" w:rsidRPr="00870ED0">
        <w:t xml:space="preserve"> method.</w:t>
      </w:r>
    </w:p>
    <w:p w:rsidR="00714EBB" w:rsidRPr="00870ED0" w:rsidRDefault="00714EBB">
      <w:pPr>
        <w:pStyle w:val="B1"/>
      </w:pPr>
      <w:r w:rsidRPr="00870ED0">
        <w:t>CRRN2: In case of CALL_CONTROL, the CAT Runtime Environment has to set t</w:t>
      </w:r>
      <w:r w:rsidR="00CF54B2" w:rsidRPr="00870ED0">
        <w:t>he boolean value always to true</w:t>
      </w:r>
      <w:r w:rsidRPr="00870ED0">
        <w:t>.</w:t>
      </w:r>
    </w:p>
    <w:p w:rsidR="00714EBB" w:rsidRPr="00870ED0" w:rsidRDefault="00714EBB">
      <w:pPr>
        <w:pStyle w:val="B1"/>
      </w:pPr>
      <w:r w:rsidRPr="00870ED0">
        <w:t xml:space="preserve">CRRN3: The CAT Runtime Environment shall send the response before the emission of the next proactive command or when all the Toolkit Applets triggered by the event </w:t>
      </w:r>
      <w:r w:rsidR="00CF54B2" w:rsidRPr="00870ED0">
        <w:t>have finished their processing.</w:t>
      </w:r>
    </w:p>
    <w:p w:rsidR="00714EBB" w:rsidRPr="00870ED0" w:rsidRDefault="00714EBB">
      <w:pPr>
        <w:pStyle w:val="B1"/>
      </w:pPr>
      <w:r w:rsidRPr="00870ED0">
        <w:t>CRRN4: The byte tag is the BER Tag at the beginning of the Comprehension TLV list.</w:t>
      </w:r>
    </w:p>
    <w:p w:rsidR="00714EBB" w:rsidRPr="00870ED0" w:rsidRDefault="00714EBB">
      <w:pPr>
        <w:pStyle w:val="B1"/>
      </w:pPr>
      <w:r w:rsidRPr="00870ED0">
        <w:t>CRRN5: The CAT Runtime Environment has to map the Boolean value to the correct status word. If the value is true it corresponds to a successful ending of the command status word "9000". If the value is false it corresponds to a warning status word "6200".</w:t>
      </w:r>
    </w:p>
    <w:p w:rsidR="00714EBB" w:rsidRPr="00870ED0" w:rsidRDefault="00714EBB">
      <w:pPr>
        <w:pStyle w:val="H6"/>
      </w:pPr>
      <w:r w:rsidRPr="00870ED0">
        <w:t>5.2.3.2.1.2</w:t>
      </w:r>
      <w:r w:rsidRPr="00870ED0">
        <w:tab/>
        <w:t>Parameter errors</w:t>
      </w:r>
    </w:p>
    <w:p w:rsidR="00714EBB" w:rsidRPr="00870ED0" w:rsidRDefault="00714EBB">
      <w:r w:rsidRPr="00870ED0">
        <w:t>No requirements.</w:t>
      </w:r>
    </w:p>
    <w:p w:rsidR="00714EBB" w:rsidRPr="00870ED0" w:rsidRDefault="00714EBB">
      <w:pPr>
        <w:pStyle w:val="H6"/>
      </w:pPr>
      <w:r w:rsidRPr="00870ED0">
        <w:t>5.2.3.2.1.3</w:t>
      </w:r>
      <w:r w:rsidRPr="00870ED0">
        <w:tab/>
        <w:t>Context errors</w:t>
      </w:r>
    </w:p>
    <w:p w:rsidR="00714EBB" w:rsidRPr="00870ED0" w:rsidRDefault="00714EBB">
      <w:pPr>
        <w:pStyle w:val="B1"/>
      </w:pPr>
      <w:r w:rsidRPr="00870ED0">
        <w:t>CRRC1: The method shall thrown ToolkitException.HANDLER_NOT_AVAILABLE if the handler is busy.</w:t>
      </w:r>
    </w:p>
    <w:p w:rsidR="00714EBB" w:rsidRPr="00870ED0" w:rsidRDefault="00714EBB">
      <w:pPr>
        <w:pStyle w:val="B1"/>
      </w:pPr>
      <w:r w:rsidRPr="00870ED0">
        <w:t>CRRC2: The method shall throw ToolkitException.BAD_LENGTH if the resulting response length is greater than 256 and the response data has to be retrieved by the GET RESPONSE command.</w:t>
      </w:r>
    </w:p>
    <w:p w:rsidR="00714EBB" w:rsidRPr="00870ED0" w:rsidRDefault="00714EBB" w:rsidP="00CF54B2">
      <w:pPr>
        <w:pStyle w:val="Heading5"/>
      </w:pPr>
      <w:r w:rsidRPr="00870ED0">
        <w:t>5.2.3.2.2</w:t>
      </w:r>
      <w:r w:rsidRPr="00870ED0">
        <w:tab/>
        <w:t>Test area files</w:t>
      </w:r>
    </w:p>
    <w:p w:rsidR="00714EBB" w:rsidRPr="00870ED0" w:rsidRDefault="00714EBB">
      <w:r w:rsidRPr="00870ED0">
        <w:t>Specific triggering: Unrecognized envelope</w:t>
      </w:r>
      <w:r w:rsidR="00CF54B2" w:rsidRPr="00870ED0">
        <w:t>:</w:t>
      </w:r>
    </w:p>
    <w:p w:rsidR="00714EBB" w:rsidRPr="00870ED0" w:rsidRDefault="00714EBB" w:rsidP="00CF54B2">
      <w:pPr>
        <w:pStyle w:val="EX"/>
      </w:pPr>
      <w:r w:rsidRPr="00870ED0">
        <w:t>Test Source:</w:t>
      </w:r>
      <w:r w:rsidRPr="00870ED0">
        <w:tab/>
        <w:t>Test_Api_2_Erh_Poab.java</w:t>
      </w:r>
      <w:r w:rsidR="00CF54B2" w:rsidRPr="00870ED0">
        <w:t>.</w:t>
      </w:r>
    </w:p>
    <w:p w:rsidR="00714EBB" w:rsidRPr="00870ED0" w:rsidRDefault="00CF54B2" w:rsidP="00CF54B2">
      <w:pPr>
        <w:pStyle w:val="EX"/>
      </w:pPr>
      <w:r w:rsidRPr="00870ED0">
        <w:t>Test Applet:</w:t>
      </w:r>
      <w:r w:rsidRPr="00870ED0">
        <w:tab/>
        <w:t>Api_2_Erh_Poab_1.java.</w:t>
      </w:r>
    </w:p>
    <w:p w:rsidR="00714EBB" w:rsidRPr="00870ED0" w:rsidRDefault="00CF54B2" w:rsidP="00CF54B2">
      <w:pPr>
        <w:pStyle w:val="EX"/>
      </w:pPr>
      <w:r w:rsidRPr="00870ED0">
        <w:t>Cap File:</w:t>
      </w:r>
      <w:r w:rsidRPr="00870ED0">
        <w:tab/>
        <w:t>api_2_erh_poab.cap.</w:t>
      </w:r>
    </w:p>
    <w:p w:rsidR="00714EBB" w:rsidRPr="00870ED0" w:rsidRDefault="00714EBB" w:rsidP="00CF54B2">
      <w:pPr>
        <w:pStyle w:val="Heading5"/>
      </w:pPr>
      <w:r w:rsidRPr="00870ED0">
        <w:t>5.2.3.2.3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Pr>
          <w:p w:rsidR="00714EBB" w:rsidRPr="00870ED0" w:rsidRDefault="00714EBB">
            <w:pPr>
              <w:pStyle w:val="TAH"/>
              <w:keepNext w:val="0"/>
              <w:keepLines w:val="0"/>
            </w:pPr>
            <w:r w:rsidRPr="00870ED0">
              <w:t>CRR number</w:t>
            </w:r>
          </w:p>
        </w:tc>
        <w:tc>
          <w:tcPr>
            <w:tcW w:w="2196"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Pr>
          <w:p w:rsidR="00714EBB" w:rsidRPr="00870ED0" w:rsidRDefault="00714EBB">
            <w:pPr>
              <w:pStyle w:val="TAC"/>
              <w:keepNext w:val="0"/>
              <w:keepLines w:val="0"/>
            </w:pPr>
            <w:r w:rsidRPr="00870ED0">
              <w:t>N1</w:t>
            </w:r>
          </w:p>
        </w:tc>
        <w:tc>
          <w:tcPr>
            <w:tcW w:w="2196" w:type="dxa"/>
          </w:tcPr>
          <w:p w:rsidR="00714EBB" w:rsidRPr="00870ED0" w:rsidRDefault="00714EBB">
            <w:pPr>
              <w:pStyle w:val="TAC"/>
              <w:keepNext w:val="0"/>
              <w:keepLines w:val="0"/>
            </w:pPr>
            <w:r w:rsidRPr="00870ED0">
              <w:t>3, 4, 7</w:t>
            </w:r>
          </w:p>
        </w:tc>
      </w:tr>
      <w:tr w:rsidR="00714EBB" w:rsidRPr="00870ED0" w:rsidTr="00714EBB">
        <w:trPr>
          <w:jc w:val="center"/>
        </w:trPr>
        <w:tc>
          <w:tcPr>
            <w:tcW w:w="2276" w:type="dxa"/>
          </w:tcPr>
          <w:p w:rsidR="00714EBB" w:rsidRPr="00870ED0" w:rsidRDefault="00714EBB">
            <w:pPr>
              <w:pStyle w:val="TAC"/>
              <w:keepNext w:val="0"/>
              <w:keepLines w:val="0"/>
            </w:pPr>
            <w:r w:rsidRPr="00870ED0">
              <w:t>N2</w:t>
            </w:r>
          </w:p>
        </w:tc>
        <w:tc>
          <w:tcPr>
            <w:tcW w:w="2196" w:type="dxa"/>
          </w:tcPr>
          <w:p w:rsidR="00714EBB" w:rsidRPr="00870ED0" w:rsidRDefault="00714EBB">
            <w:pPr>
              <w:pStyle w:val="TAC"/>
              <w:keepNext w:val="0"/>
              <w:keepLines w:val="0"/>
            </w:pPr>
            <w:r w:rsidRPr="00870ED0">
              <w:t>8, 9</w:t>
            </w:r>
          </w:p>
        </w:tc>
      </w:tr>
      <w:tr w:rsidR="00714EBB" w:rsidRPr="00870ED0" w:rsidTr="00714EBB">
        <w:trPr>
          <w:jc w:val="center"/>
        </w:trPr>
        <w:tc>
          <w:tcPr>
            <w:tcW w:w="2276" w:type="dxa"/>
          </w:tcPr>
          <w:p w:rsidR="00714EBB" w:rsidRPr="00870ED0" w:rsidRDefault="00714EBB">
            <w:pPr>
              <w:pStyle w:val="TAC"/>
              <w:keepNext w:val="0"/>
              <w:keepLines w:val="0"/>
            </w:pPr>
            <w:r w:rsidRPr="00870ED0">
              <w:t>N3</w:t>
            </w:r>
          </w:p>
        </w:tc>
        <w:tc>
          <w:tcPr>
            <w:tcW w:w="2196" w:type="dxa"/>
          </w:tcPr>
          <w:p w:rsidR="00714EBB" w:rsidRPr="00870ED0" w:rsidRDefault="00714EBB">
            <w:pPr>
              <w:pStyle w:val="TAC"/>
              <w:keepNext w:val="0"/>
              <w:keepLines w:val="0"/>
            </w:pPr>
            <w:r w:rsidRPr="00870ED0">
              <w:t>4, 5</w:t>
            </w:r>
          </w:p>
        </w:tc>
      </w:tr>
      <w:tr w:rsidR="00714EBB" w:rsidRPr="00870ED0" w:rsidTr="00714EBB">
        <w:trPr>
          <w:jc w:val="center"/>
        </w:trPr>
        <w:tc>
          <w:tcPr>
            <w:tcW w:w="2276" w:type="dxa"/>
          </w:tcPr>
          <w:p w:rsidR="00714EBB" w:rsidRPr="00870ED0" w:rsidRDefault="00714EBB">
            <w:pPr>
              <w:pStyle w:val="TAC"/>
              <w:keepNext w:val="0"/>
              <w:keepLines w:val="0"/>
            </w:pPr>
            <w:r w:rsidRPr="00870ED0">
              <w:t>N4</w:t>
            </w:r>
          </w:p>
        </w:tc>
        <w:tc>
          <w:tcPr>
            <w:tcW w:w="2196" w:type="dxa"/>
          </w:tcPr>
          <w:p w:rsidR="00714EBB" w:rsidRPr="00870ED0" w:rsidRDefault="00714EBB">
            <w:pPr>
              <w:pStyle w:val="TAC"/>
              <w:keepNext w:val="0"/>
              <w:keepLines w:val="0"/>
            </w:pPr>
            <w:r w:rsidRPr="00870ED0">
              <w:t>2, 4, 7</w:t>
            </w:r>
          </w:p>
        </w:tc>
      </w:tr>
      <w:tr w:rsidR="00714EBB" w:rsidRPr="00870ED0" w:rsidTr="00714EBB">
        <w:trPr>
          <w:jc w:val="center"/>
        </w:trPr>
        <w:tc>
          <w:tcPr>
            <w:tcW w:w="2276" w:type="dxa"/>
          </w:tcPr>
          <w:p w:rsidR="00714EBB" w:rsidRPr="00870ED0" w:rsidRDefault="00714EBB">
            <w:pPr>
              <w:pStyle w:val="TAC"/>
              <w:keepNext w:val="0"/>
              <w:keepLines w:val="0"/>
            </w:pPr>
            <w:r w:rsidRPr="00870ED0">
              <w:t>N5</w:t>
            </w:r>
          </w:p>
        </w:tc>
        <w:tc>
          <w:tcPr>
            <w:tcW w:w="2196" w:type="dxa"/>
          </w:tcPr>
          <w:p w:rsidR="00714EBB" w:rsidRPr="00870ED0" w:rsidRDefault="00714EBB">
            <w:pPr>
              <w:pStyle w:val="TAC"/>
              <w:keepNext w:val="0"/>
              <w:keepLines w:val="0"/>
            </w:pPr>
            <w:r w:rsidRPr="00870ED0">
              <w:t>1, 2, 4, 7</w:t>
            </w:r>
          </w:p>
        </w:tc>
      </w:tr>
      <w:tr w:rsidR="00714EBB" w:rsidRPr="00870ED0" w:rsidTr="00714EBB">
        <w:trPr>
          <w:jc w:val="center"/>
        </w:trPr>
        <w:tc>
          <w:tcPr>
            <w:tcW w:w="2276" w:type="dxa"/>
          </w:tcPr>
          <w:p w:rsidR="00714EBB" w:rsidRPr="00870ED0" w:rsidRDefault="00714EBB">
            <w:pPr>
              <w:pStyle w:val="TAC"/>
              <w:keepNext w:val="0"/>
              <w:keepLines w:val="0"/>
            </w:pPr>
            <w:r w:rsidRPr="00870ED0">
              <w:t>C1</w:t>
            </w:r>
          </w:p>
        </w:tc>
        <w:tc>
          <w:tcPr>
            <w:tcW w:w="2196" w:type="dxa"/>
          </w:tcPr>
          <w:p w:rsidR="00714EBB" w:rsidRPr="00870ED0" w:rsidRDefault="00714EBB">
            <w:pPr>
              <w:pStyle w:val="TAC"/>
              <w:keepNext w:val="0"/>
              <w:keepLines w:val="0"/>
            </w:pPr>
            <w:r w:rsidRPr="00870ED0">
              <w:t>3, 6, 7</w:t>
            </w:r>
          </w:p>
        </w:tc>
      </w:tr>
      <w:tr w:rsidR="00714EBB" w:rsidRPr="00870ED0" w:rsidTr="00714EBB">
        <w:trPr>
          <w:jc w:val="center"/>
        </w:trPr>
        <w:tc>
          <w:tcPr>
            <w:tcW w:w="2276" w:type="dxa"/>
          </w:tcPr>
          <w:p w:rsidR="00714EBB" w:rsidRPr="00870ED0" w:rsidRDefault="00714EBB">
            <w:pPr>
              <w:pStyle w:val="TAC"/>
              <w:keepNext w:val="0"/>
              <w:keepLines w:val="0"/>
            </w:pPr>
            <w:r w:rsidRPr="00870ED0">
              <w:t>C2</w:t>
            </w:r>
          </w:p>
        </w:tc>
        <w:tc>
          <w:tcPr>
            <w:tcW w:w="2196" w:type="dxa"/>
          </w:tcPr>
          <w:p w:rsidR="00714EBB" w:rsidRPr="00870ED0" w:rsidRDefault="00714EBB">
            <w:pPr>
              <w:pStyle w:val="TAC"/>
              <w:keepNext w:val="0"/>
              <w:keepLines w:val="0"/>
            </w:pPr>
            <w:r w:rsidRPr="00870ED0">
              <w:t>10</w:t>
            </w:r>
          </w:p>
        </w:tc>
      </w:tr>
    </w:tbl>
    <w:p w:rsidR="00714EBB" w:rsidRPr="00870ED0" w:rsidRDefault="00714EBB" w:rsidP="00CF54B2"/>
    <w:p w:rsidR="00714EBB" w:rsidRPr="00870ED0" w:rsidRDefault="00714EBB" w:rsidP="00CF54B2">
      <w:pPr>
        <w:pStyle w:val="Heading5"/>
      </w:pPr>
      <w:r w:rsidRPr="00870ED0">
        <w:lastRenderedPageBreak/>
        <w:t>5.2.3.2.4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18"/>
        <w:gridCol w:w="2410"/>
      </w:tblGrid>
      <w:tr w:rsidR="00714EBB" w:rsidRPr="00870ED0">
        <w:trPr>
          <w:tblHeader/>
          <w:jc w:val="center"/>
        </w:trPr>
        <w:tc>
          <w:tcPr>
            <w:tcW w:w="425" w:type="dxa"/>
            <w:tcBorders>
              <w:left w:val="single" w:sz="4" w:space="0" w:color="auto"/>
            </w:tcBorders>
          </w:tcPr>
          <w:p w:rsidR="00714EBB" w:rsidRPr="00870ED0" w:rsidRDefault="00714EBB">
            <w:pPr>
              <w:pStyle w:val="TAH"/>
              <w:keepNext w:val="0"/>
              <w:keepLines w:val="0"/>
            </w:pPr>
            <w:r w:rsidRPr="00870ED0">
              <w:t>Id</w:t>
            </w:r>
          </w:p>
        </w:tc>
        <w:tc>
          <w:tcPr>
            <w:tcW w:w="3828" w:type="dxa"/>
          </w:tcPr>
          <w:p w:rsidR="00714EBB" w:rsidRPr="00870ED0" w:rsidRDefault="00714EBB">
            <w:pPr>
              <w:pStyle w:val="TAH"/>
              <w:keepNext w:val="0"/>
              <w:keepLines w:val="0"/>
            </w:pPr>
            <w:r w:rsidRPr="00870ED0">
              <w:t>Description</w:t>
            </w:r>
          </w:p>
        </w:tc>
        <w:tc>
          <w:tcPr>
            <w:tcW w:w="3118"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1</w:t>
            </w:r>
          </w:p>
        </w:tc>
        <w:tc>
          <w:tcPr>
            <w:tcW w:w="3828" w:type="dxa"/>
          </w:tcPr>
          <w:p w:rsidR="00714EBB" w:rsidRPr="00870ED0" w:rsidRDefault="00714EBB">
            <w:pPr>
              <w:pStyle w:val="TAH"/>
              <w:keepNext w:val="0"/>
              <w:keepLines w:val="0"/>
            </w:pPr>
            <w:r w:rsidRPr="00870ED0">
              <w:t>getTheHandler() and then postAsBERTLV()</w:t>
            </w:r>
          </w:p>
          <w:p w:rsidR="00714EBB" w:rsidRPr="00870ED0" w:rsidRDefault="00714EBB">
            <w:pPr>
              <w:pStyle w:val="PL"/>
              <w:rPr>
                <w:noProof w:val="0"/>
              </w:rPr>
            </w:pPr>
            <w:r w:rsidRPr="00870ED0">
              <w:rPr>
                <w:noProof w:val="0"/>
              </w:rPr>
              <w:t>(the handler is empty)</w:t>
            </w:r>
          </w:p>
        </w:tc>
        <w:tc>
          <w:tcPr>
            <w:tcW w:w="3118" w:type="dxa"/>
          </w:tcPr>
          <w:p w:rsidR="00714EBB" w:rsidRPr="00870ED0" w:rsidRDefault="00714EBB">
            <w:pPr>
              <w:pStyle w:val="TAL"/>
            </w:pPr>
          </w:p>
        </w:tc>
        <w:tc>
          <w:tcPr>
            <w:tcW w:w="2410" w:type="dxa"/>
          </w:tcPr>
          <w:p w:rsidR="00714EBB" w:rsidRPr="00870ED0" w:rsidRDefault="00714EBB">
            <w:pPr>
              <w:pStyle w:val="TAL"/>
            </w:pPr>
            <w:r w:rsidRPr="00870ED0">
              <w:t>02 data with status word 90 00 are returned, the tag shall be 33 and the length is 00</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2</w:t>
            </w:r>
          </w:p>
        </w:tc>
        <w:tc>
          <w:tcPr>
            <w:tcW w:w="3828" w:type="dxa"/>
          </w:tcPr>
          <w:p w:rsidR="00714EBB" w:rsidRPr="00870ED0" w:rsidRDefault="00714EBB">
            <w:pPr>
              <w:pStyle w:val="TAH"/>
              <w:keepNext w:val="0"/>
              <w:keepLines w:val="0"/>
            </w:pPr>
            <w:r w:rsidRPr="00870ED0">
              <w:t>Fill the handler and then postAsBERTLV() the data with value TRUE, and tag 33</w:t>
            </w:r>
          </w:p>
        </w:tc>
        <w:tc>
          <w:tcPr>
            <w:tcW w:w="3118" w:type="dxa"/>
          </w:tcPr>
          <w:p w:rsidR="00714EBB" w:rsidRPr="00870ED0" w:rsidRDefault="00714EBB">
            <w:pPr>
              <w:pStyle w:val="TAL"/>
            </w:pPr>
          </w:p>
        </w:tc>
        <w:tc>
          <w:tcPr>
            <w:tcW w:w="2410" w:type="dxa"/>
          </w:tcPr>
          <w:p w:rsidR="00714EBB" w:rsidRPr="00870ED0" w:rsidRDefault="00714EBB">
            <w:pPr>
              <w:pStyle w:val="TAL"/>
            </w:pPr>
            <w:r w:rsidRPr="00870ED0">
              <w:t xml:space="preserve">FF data with status word 90 00 are returned, the tag shall be 33 </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3</w:t>
            </w:r>
          </w:p>
        </w:tc>
        <w:tc>
          <w:tcPr>
            <w:tcW w:w="3828" w:type="dxa"/>
          </w:tcPr>
          <w:p w:rsidR="00714EBB" w:rsidRPr="00870ED0" w:rsidRDefault="00714EBB">
            <w:pPr>
              <w:pStyle w:val="TAH"/>
              <w:keepNext w:val="0"/>
              <w:keepLines w:val="0"/>
            </w:pPr>
            <w:r w:rsidRPr="00870ED0">
              <w:t>appendTLV(), postAsBERTLV() and then appendTLV()</w:t>
            </w:r>
          </w:p>
        </w:tc>
        <w:tc>
          <w:tcPr>
            <w:tcW w:w="3118" w:type="dxa"/>
          </w:tcPr>
          <w:p w:rsidR="00714EBB" w:rsidRPr="00870ED0" w:rsidRDefault="00714EBB">
            <w:pPr>
              <w:pStyle w:val="TAL"/>
            </w:pPr>
            <w:r w:rsidRPr="00870ED0">
              <w:t>ToolkitException.HANDLER_NOT_AVAILABLE is thrown on the second appendTLV</w:t>
            </w:r>
          </w:p>
        </w:tc>
        <w:tc>
          <w:tcPr>
            <w:tcW w:w="2410" w:type="dxa"/>
          </w:tcPr>
          <w:p w:rsidR="00714EBB" w:rsidRPr="00870ED0" w:rsidRDefault="00714EBB">
            <w:pPr>
              <w:pStyle w:val="TAL"/>
            </w:pP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4</w:t>
            </w:r>
          </w:p>
        </w:tc>
        <w:tc>
          <w:tcPr>
            <w:tcW w:w="3828" w:type="dxa"/>
          </w:tcPr>
          <w:p w:rsidR="00714EBB" w:rsidRPr="00870ED0" w:rsidRDefault="00714EBB">
            <w:pPr>
              <w:pStyle w:val="TAH"/>
              <w:keepNext w:val="0"/>
              <w:keepLines w:val="0"/>
            </w:pPr>
            <w:r w:rsidRPr="00870ED0">
              <w:t>construct the response (appendTLV() with 0x10 data) and postAsBERTLV() with value FALSE, tag 75 and then send a display text</w:t>
            </w:r>
          </w:p>
          <w:p w:rsidR="00714EBB" w:rsidRPr="00870ED0" w:rsidRDefault="00714EBB">
            <w:pPr>
              <w:pStyle w:val="TAH"/>
              <w:keepNext w:val="0"/>
              <w:keepLines w:val="0"/>
            </w:pP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1- Send an unrecognizedEnvelope() to trigger the applet.</w:t>
            </w:r>
          </w:p>
          <w:p w:rsidR="00714EBB" w:rsidRPr="00870ED0" w:rsidRDefault="00714EBB">
            <w:pPr>
              <w:pStyle w:val="TAH"/>
              <w:keepNext w:val="0"/>
              <w:keepLines w:val="0"/>
              <w:jc w:val="left"/>
            </w:pPr>
            <w:r w:rsidRPr="00870ED0">
              <w:rPr>
                <w:rFonts w:ascii="Courier New" w:hAnsi="Courier New"/>
                <w:b w:val="0"/>
                <w:sz w:val="16"/>
              </w:rPr>
              <w:t>2- Send a envelopeEventDownloadUserActivity() to get the 91 XX status word.</w:t>
            </w:r>
          </w:p>
        </w:tc>
        <w:tc>
          <w:tcPr>
            <w:tcW w:w="3118" w:type="dxa"/>
          </w:tcPr>
          <w:p w:rsidR="00714EBB" w:rsidRPr="00870ED0" w:rsidRDefault="00714EBB">
            <w:pPr>
              <w:pStyle w:val="TAL"/>
            </w:pPr>
          </w:p>
        </w:tc>
        <w:tc>
          <w:tcPr>
            <w:tcW w:w="2410" w:type="dxa"/>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1- 14 data with status SW = 62 00</w:t>
            </w:r>
          </w:p>
          <w:p w:rsidR="00714EBB" w:rsidRPr="00870ED0" w:rsidRDefault="00714EBB">
            <w:pPr>
              <w:pStyle w:val="TAL"/>
              <w:keepNext w:val="0"/>
              <w:keepLines w:val="0"/>
            </w:pPr>
          </w:p>
          <w:p w:rsidR="00714EBB" w:rsidRPr="00870ED0" w:rsidRDefault="00714EBB">
            <w:pPr>
              <w:pStyle w:val="TAL"/>
            </w:pPr>
            <w:r w:rsidRPr="00870ED0">
              <w:t>2- SW = 91 15 is returned and display text is retrieved by a FETCH</w:t>
            </w:r>
          </w:p>
        </w:tc>
      </w:tr>
      <w:tr w:rsidR="00714EBB" w:rsidRPr="00870ED0">
        <w:trPr>
          <w:jc w:val="center"/>
        </w:trPr>
        <w:tc>
          <w:tcPr>
            <w:tcW w:w="425" w:type="dxa"/>
            <w:tcBorders>
              <w:left w:val="single" w:sz="4" w:space="0" w:color="auto"/>
            </w:tcBorders>
          </w:tcPr>
          <w:p w:rsidR="00714EBB" w:rsidRPr="00870ED0" w:rsidRDefault="00714EBB">
            <w:pPr>
              <w:pStyle w:val="TAC"/>
            </w:pPr>
            <w:r w:rsidRPr="00870ED0">
              <w:t>5</w:t>
            </w:r>
          </w:p>
        </w:tc>
        <w:tc>
          <w:tcPr>
            <w:tcW w:w="3828" w:type="dxa"/>
          </w:tcPr>
          <w:p w:rsidR="00714EBB" w:rsidRPr="00870ED0" w:rsidRDefault="00714EBB">
            <w:pPr>
              <w:pStyle w:val="TAH"/>
            </w:pPr>
            <w:r w:rsidRPr="00870ED0">
              <w:t xml:space="preserve">getTheHandler() and postAsBERTLV() with value FALSE, then send a display text </w:t>
            </w:r>
          </w:p>
          <w:p w:rsidR="00714EBB" w:rsidRPr="00870ED0" w:rsidRDefault="00714EBB">
            <w:pPr>
              <w:pStyle w:val="TAH"/>
            </w:pP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1- Send an unrecognizedEnvelope() to trigger the applet.</w:t>
            </w:r>
          </w:p>
          <w:p w:rsidR="00714EBB" w:rsidRPr="00870ED0" w:rsidRDefault="00714EBB">
            <w:pPr>
              <w:pStyle w:val="TAH"/>
              <w:keepNext w:val="0"/>
              <w:keepLines w:val="0"/>
              <w:jc w:val="left"/>
            </w:pPr>
            <w:r w:rsidRPr="00870ED0">
              <w:rPr>
                <w:rFonts w:ascii="Courier New" w:hAnsi="Courier New"/>
                <w:b w:val="0"/>
                <w:sz w:val="16"/>
              </w:rPr>
              <w:t>2- Send a envelopeEventDownloadUserActivity() to get the 91 XX status word.</w:t>
            </w:r>
          </w:p>
        </w:tc>
        <w:tc>
          <w:tcPr>
            <w:tcW w:w="3118" w:type="dxa"/>
          </w:tcPr>
          <w:p w:rsidR="00714EBB" w:rsidRPr="00870ED0" w:rsidRDefault="00714EBB">
            <w:pPr>
              <w:pStyle w:val="TAL"/>
            </w:pPr>
          </w:p>
        </w:tc>
        <w:tc>
          <w:tcPr>
            <w:tcW w:w="2410" w:type="dxa"/>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1- 02 data  are returned with status SW = 62 00</w:t>
            </w:r>
          </w:p>
          <w:p w:rsidR="00714EBB" w:rsidRPr="00870ED0" w:rsidRDefault="00714EBB">
            <w:pPr>
              <w:pStyle w:val="TAL"/>
              <w:keepNext w:val="0"/>
              <w:keepLines w:val="0"/>
            </w:pPr>
          </w:p>
          <w:p w:rsidR="00714EBB" w:rsidRPr="00870ED0" w:rsidRDefault="00714EBB">
            <w:pPr>
              <w:pStyle w:val="TAL"/>
            </w:pPr>
            <w:r w:rsidRPr="00870ED0">
              <w:t>2- SW = 91 15 is returned and display text is retrieved by a FETCH</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6</w:t>
            </w:r>
          </w:p>
        </w:tc>
        <w:tc>
          <w:tcPr>
            <w:tcW w:w="3828" w:type="dxa"/>
          </w:tcPr>
          <w:p w:rsidR="00714EBB" w:rsidRPr="00870ED0" w:rsidRDefault="00714EBB">
            <w:pPr>
              <w:pStyle w:val="TAH"/>
              <w:keepNext w:val="0"/>
              <w:keepLines w:val="0"/>
            </w:pPr>
            <w:r w:rsidRPr="00870ED0">
              <w:t>Verify it is not possible to postAsBERTLV() after a proactive command</w:t>
            </w:r>
          </w:p>
          <w:p w:rsidR="00714EBB" w:rsidRPr="00870ED0" w:rsidRDefault="00714EBB">
            <w:pPr>
              <w:pStyle w:val="TAH"/>
              <w:keepNext w:val="0"/>
              <w:keepLines w:val="0"/>
            </w:pPr>
          </w:p>
          <w:p w:rsidR="00714EBB" w:rsidRPr="00870ED0" w:rsidRDefault="00714EBB">
            <w:pPr>
              <w:pStyle w:val="PL"/>
              <w:rPr>
                <w:noProof w:val="0"/>
              </w:rPr>
            </w:pPr>
            <w:r w:rsidRPr="00870ED0">
              <w:rPr>
                <w:noProof w:val="0"/>
              </w:rPr>
              <w:t>getTheHandler(), appendTLV(), send a display text and then postAsBERTLV().</w:t>
            </w:r>
          </w:p>
        </w:tc>
        <w:tc>
          <w:tcPr>
            <w:tcW w:w="3118" w:type="dxa"/>
          </w:tcPr>
          <w:p w:rsidR="00714EBB" w:rsidRPr="00870ED0" w:rsidRDefault="00714EBB">
            <w:pPr>
              <w:pStyle w:val="TAL"/>
            </w:pPr>
            <w:r w:rsidRPr="00870ED0">
              <w:t>ToolkitException.HANDLER_NOT_AVAILABLE is thrown on the postAsBERTLV</w:t>
            </w:r>
          </w:p>
        </w:tc>
        <w:tc>
          <w:tcPr>
            <w:tcW w:w="2410" w:type="dxa"/>
          </w:tcPr>
          <w:p w:rsidR="00714EBB" w:rsidRPr="00870ED0" w:rsidRDefault="00714EBB">
            <w:pPr>
              <w:pStyle w:val="TAL"/>
            </w:pP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7</w:t>
            </w:r>
          </w:p>
        </w:tc>
        <w:tc>
          <w:tcPr>
            <w:tcW w:w="3828" w:type="dxa"/>
          </w:tcPr>
          <w:p w:rsidR="00714EBB" w:rsidRPr="00870ED0" w:rsidRDefault="00714EBB">
            <w:pPr>
              <w:pStyle w:val="TAH"/>
              <w:keepNext w:val="0"/>
              <w:keepLines w:val="0"/>
            </w:pPr>
            <w:r w:rsidRPr="00870ED0">
              <w:t>Verify that the handler is no more available after a postAsBERTLV()</w:t>
            </w:r>
          </w:p>
          <w:p w:rsidR="00714EBB" w:rsidRPr="00870ED0" w:rsidRDefault="00714EBB">
            <w:pPr>
              <w:pStyle w:val="TAH"/>
              <w:keepNext w:val="0"/>
              <w:keepLines w:val="0"/>
            </w:pPr>
          </w:p>
          <w:p w:rsidR="00714EBB" w:rsidRPr="00870ED0" w:rsidRDefault="00714EBB">
            <w:pPr>
              <w:pStyle w:val="PL"/>
              <w:rPr>
                <w:noProof w:val="0"/>
              </w:rPr>
            </w:pPr>
            <w:r w:rsidRPr="00870ED0">
              <w:rPr>
                <w:noProof w:val="0"/>
              </w:rPr>
              <w:t>getTheHandler(), appendTLV()(with data length = 0x10, then postAsBERTLV() with value FALSE, tag 56 and then postAsBERTLV() with value TRUE, tag 28</w:t>
            </w:r>
          </w:p>
        </w:tc>
        <w:tc>
          <w:tcPr>
            <w:tcW w:w="3118" w:type="dxa"/>
          </w:tcPr>
          <w:p w:rsidR="00714EBB" w:rsidRPr="00870ED0" w:rsidRDefault="00714EBB">
            <w:pPr>
              <w:pStyle w:val="TAL"/>
            </w:pPr>
            <w:r w:rsidRPr="00870ED0">
              <w:t xml:space="preserve">ToolkitException.HANDLER_NOT_AVAILABLE is thrown on the second postAsBERTLV </w:t>
            </w:r>
          </w:p>
        </w:tc>
        <w:tc>
          <w:tcPr>
            <w:tcW w:w="2410" w:type="dxa"/>
          </w:tcPr>
          <w:p w:rsidR="00714EBB" w:rsidRPr="00870ED0" w:rsidRDefault="00714EBB">
            <w:pPr>
              <w:pStyle w:val="TAL"/>
            </w:pPr>
            <w:r w:rsidRPr="00870ED0">
              <w:t xml:space="preserve">14 data with status word 62 00 are returned, the tag shall be 56 </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8</w:t>
            </w:r>
          </w:p>
        </w:tc>
        <w:tc>
          <w:tcPr>
            <w:tcW w:w="3828" w:type="dxa"/>
          </w:tcPr>
          <w:p w:rsidR="00714EBB" w:rsidRPr="00870ED0" w:rsidRDefault="00714EBB">
            <w:pPr>
              <w:pStyle w:val="TAH"/>
              <w:keepNext w:val="0"/>
              <w:keepLines w:val="0"/>
            </w:pPr>
            <w:r w:rsidRPr="00870ED0">
              <w:t xml:space="preserve">CALL_CONTROL, the CAT Runtime Environment set the boolean value always to true </w:t>
            </w:r>
          </w:p>
          <w:p w:rsidR="00714EBB" w:rsidRPr="00870ED0" w:rsidRDefault="00714EBB">
            <w:pPr>
              <w:pStyle w:val="TAH"/>
              <w:keepNext w:val="0"/>
              <w:keepLines w:val="0"/>
              <w:rPr>
                <w:rFonts w:ascii="Courier New" w:hAnsi="Courier New"/>
                <w:b w:val="0"/>
                <w:sz w:val="16"/>
              </w:rPr>
            </w:pPr>
          </w:p>
          <w:p w:rsidR="00714EBB" w:rsidRPr="00870ED0" w:rsidRDefault="00714EBB">
            <w:pPr>
              <w:pStyle w:val="TAH"/>
              <w:keepNext w:val="0"/>
              <w:keepLines w:val="0"/>
              <w:jc w:val="left"/>
            </w:pPr>
            <w:r w:rsidRPr="00870ED0">
              <w:rPr>
                <w:rFonts w:ascii="Courier New" w:hAnsi="Courier New"/>
                <w:b w:val="0"/>
                <w:sz w:val="16"/>
              </w:rPr>
              <w:t>Trigger the applet with CALL CONTROL getTheHandler(), appendTLV(), postAsBERTLV() with value FALSE</w:t>
            </w:r>
          </w:p>
        </w:tc>
        <w:tc>
          <w:tcPr>
            <w:tcW w:w="3118" w:type="dxa"/>
          </w:tcPr>
          <w:p w:rsidR="00714EBB" w:rsidRPr="00870ED0" w:rsidRDefault="00714EBB">
            <w:pPr>
              <w:pStyle w:val="TAL"/>
            </w:pPr>
          </w:p>
        </w:tc>
        <w:tc>
          <w:tcPr>
            <w:tcW w:w="2410" w:type="dxa"/>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12 data with status word 90 00 are returned</w:t>
            </w:r>
          </w:p>
          <w:p w:rsidR="00714EBB" w:rsidRPr="00870ED0" w:rsidRDefault="00714EBB">
            <w:pPr>
              <w:pStyle w:val="TAL"/>
            </w:pP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9</w:t>
            </w:r>
          </w:p>
        </w:tc>
        <w:tc>
          <w:tcPr>
            <w:tcW w:w="3828" w:type="dxa"/>
          </w:tcPr>
          <w:p w:rsidR="00714EBB" w:rsidRPr="00870ED0" w:rsidRDefault="00714EBB">
            <w:pPr>
              <w:pStyle w:val="TAH"/>
              <w:keepNext w:val="0"/>
              <w:keepLines w:val="0"/>
            </w:pPr>
            <w:r w:rsidRPr="00870ED0">
              <w:t xml:space="preserve">CALL_CONTROL, the CAT Runtime Environment set the boolean value always to true </w:t>
            </w:r>
          </w:p>
          <w:p w:rsidR="00714EBB" w:rsidRPr="00870ED0" w:rsidRDefault="00714EBB">
            <w:pPr>
              <w:pStyle w:val="TAH"/>
              <w:keepNext w:val="0"/>
              <w:keepLines w:val="0"/>
              <w:rPr>
                <w:rFonts w:ascii="Courier New" w:hAnsi="Courier New"/>
                <w:b w:val="0"/>
                <w:sz w:val="16"/>
              </w:rPr>
            </w:pP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Trigger the applet with CALL CONTROL</w:t>
            </w:r>
          </w:p>
          <w:p w:rsidR="00714EBB" w:rsidRPr="00870ED0" w:rsidRDefault="00714EBB">
            <w:pPr>
              <w:pStyle w:val="TAH"/>
              <w:keepNext w:val="0"/>
              <w:keepLines w:val="0"/>
              <w:jc w:val="left"/>
            </w:pPr>
            <w:r w:rsidRPr="00870ED0">
              <w:rPr>
                <w:rFonts w:ascii="Courier New" w:hAnsi="Courier New"/>
                <w:b w:val="0"/>
                <w:sz w:val="16"/>
              </w:rPr>
              <w:t>getTheHandler(), appendTLV(), postAsBERTLV() with value TRUE</w:t>
            </w:r>
          </w:p>
        </w:tc>
        <w:tc>
          <w:tcPr>
            <w:tcW w:w="3118" w:type="dxa"/>
          </w:tcPr>
          <w:p w:rsidR="00714EBB" w:rsidRPr="00870ED0" w:rsidRDefault="00714EBB">
            <w:pPr>
              <w:pStyle w:val="TAL"/>
            </w:pPr>
          </w:p>
        </w:tc>
        <w:tc>
          <w:tcPr>
            <w:tcW w:w="2410" w:type="dxa"/>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12 data with status word 90 00 are returned</w:t>
            </w:r>
          </w:p>
        </w:tc>
      </w:tr>
      <w:tr w:rsidR="00714EBB" w:rsidRPr="00870ED0">
        <w:trPr>
          <w:jc w:val="center"/>
        </w:trPr>
        <w:tc>
          <w:tcPr>
            <w:tcW w:w="425" w:type="dxa"/>
            <w:tcBorders>
              <w:left w:val="single" w:sz="4" w:space="0" w:color="auto"/>
            </w:tcBorders>
          </w:tcPr>
          <w:p w:rsidR="00714EBB" w:rsidRPr="00870ED0" w:rsidRDefault="00714EBB">
            <w:pPr>
              <w:pStyle w:val="TAC"/>
              <w:keepNext w:val="0"/>
              <w:keepLines w:val="0"/>
            </w:pPr>
            <w:r w:rsidRPr="00870ED0">
              <w:t>10</w:t>
            </w:r>
          </w:p>
        </w:tc>
        <w:tc>
          <w:tcPr>
            <w:tcW w:w="3828" w:type="dxa"/>
          </w:tcPr>
          <w:p w:rsidR="00714EBB" w:rsidRPr="00870ED0" w:rsidRDefault="00714EBB">
            <w:pPr>
              <w:pStyle w:val="TAH"/>
              <w:keepNext w:val="0"/>
              <w:keepLines w:val="0"/>
            </w:pPr>
            <w:r w:rsidRPr="00870ED0">
              <w:t>Resulting response length  greater than 256</w:t>
            </w:r>
          </w:p>
          <w:p w:rsidR="00714EBB" w:rsidRPr="00870ED0" w:rsidRDefault="00714EBB">
            <w:pPr>
              <w:pStyle w:val="TAH"/>
              <w:keepNext w:val="0"/>
              <w:keepLines w:val="0"/>
              <w:rPr>
                <w:rFonts w:ascii="Courier New" w:hAnsi="Courier New"/>
                <w:b w:val="0"/>
                <w:sz w:val="16"/>
              </w:rPr>
            </w:pPr>
          </w:p>
          <w:p w:rsidR="00714EBB" w:rsidRPr="00870ED0" w:rsidRDefault="00714EBB">
            <w:pPr>
              <w:pStyle w:val="TAH"/>
              <w:keepNext w:val="0"/>
              <w:keepLines w:val="0"/>
              <w:jc w:val="left"/>
            </w:pPr>
            <w:r w:rsidRPr="00870ED0">
              <w:rPr>
                <w:rFonts w:ascii="Courier New" w:hAnsi="Courier New"/>
                <w:b w:val="0"/>
                <w:sz w:val="16"/>
              </w:rPr>
              <w:t>getTheHandler(), appendArray()(255 bytes), postAsBERTLV() with value TRUE</w:t>
            </w:r>
          </w:p>
        </w:tc>
        <w:tc>
          <w:tcPr>
            <w:tcW w:w="3118" w:type="dxa"/>
          </w:tcPr>
          <w:p w:rsidR="00714EBB" w:rsidRPr="00870ED0" w:rsidRDefault="00714EBB">
            <w:pPr>
              <w:pStyle w:val="TAL"/>
            </w:pPr>
            <w:r w:rsidRPr="00870ED0">
              <w:t>javacard.framework.APDUException.BAD_LENGTH is thrown</w:t>
            </w:r>
          </w:p>
        </w:tc>
        <w:tc>
          <w:tcPr>
            <w:tcW w:w="2410" w:type="dxa"/>
          </w:tcPr>
          <w:p w:rsidR="00714EBB" w:rsidRPr="00870ED0" w:rsidRDefault="00714EBB">
            <w:pPr>
              <w:pStyle w:val="TAL"/>
            </w:pPr>
          </w:p>
        </w:tc>
      </w:tr>
    </w:tbl>
    <w:p w:rsidR="00714EBB" w:rsidRPr="00870ED0" w:rsidRDefault="00714EBB"/>
    <w:p w:rsidR="00714EBB" w:rsidRPr="00870ED0" w:rsidRDefault="00714EBB" w:rsidP="00CF54B2">
      <w:pPr>
        <w:pStyle w:val="Heading4"/>
      </w:pPr>
      <w:r w:rsidRPr="00870ED0">
        <w:lastRenderedPageBreak/>
        <w:t>5.2.3.3</w:t>
      </w:r>
      <w:r w:rsidRPr="00870ED0">
        <w:tab/>
        <w:t>Method getLength</w:t>
      </w:r>
    </w:p>
    <w:p w:rsidR="00714EBB" w:rsidRPr="00870ED0" w:rsidRDefault="00714EBB" w:rsidP="00CF54B2">
      <w:pPr>
        <w:keepNext/>
        <w:keepLines/>
      </w:pPr>
      <w:r w:rsidRPr="00870ED0">
        <w:t>Test Area Reference: Api_2_Erh_Glen</w:t>
      </w:r>
      <w:r w:rsidR="00CF54B2" w:rsidRPr="00870ED0">
        <w:t>.</w:t>
      </w:r>
    </w:p>
    <w:p w:rsidR="00714EBB" w:rsidRPr="00870ED0" w:rsidRDefault="00714EBB" w:rsidP="00CF54B2">
      <w:pPr>
        <w:pStyle w:val="Heading5"/>
      </w:pPr>
      <w:r w:rsidRPr="00870ED0">
        <w:t>5.2.3.3.1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5.2.3.3.1.1</w:t>
      </w:r>
      <w:r w:rsidRPr="00870ED0">
        <w:tab/>
        <w:t>Normal execution</w:t>
      </w:r>
    </w:p>
    <w:p w:rsidR="00714EBB" w:rsidRPr="00870ED0" w:rsidRDefault="00714EBB">
      <w:pPr>
        <w:pStyle w:val="B1"/>
      </w:pPr>
      <w:r w:rsidRPr="00870ED0">
        <w:t>CRRN1: returns the length in bytes of the TLV list.</w:t>
      </w:r>
    </w:p>
    <w:p w:rsidR="00714EBB" w:rsidRPr="00870ED0" w:rsidRDefault="00714EBB">
      <w:pPr>
        <w:pStyle w:val="H6"/>
      </w:pPr>
      <w:r w:rsidRPr="00870ED0">
        <w:t>5.2.3.3.1.2</w:t>
      </w:r>
      <w:r w:rsidRPr="00870ED0">
        <w:tab/>
        <w:t>Parameter errors</w:t>
      </w:r>
    </w:p>
    <w:p w:rsidR="00714EBB" w:rsidRPr="00870ED0" w:rsidRDefault="00714EBB">
      <w:r w:rsidRPr="00870ED0">
        <w:t>No requirements.</w:t>
      </w:r>
    </w:p>
    <w:p w:rsidR="00714EBB" w:rsidRPr="00870ED0" w:rsidRDefault="00714EBB">
      <w:pPr>
        <w:pStyle w:val="H6"/>
      </w:pPr>
      <w:r w:rsidRPr="00870ED0">
        <w:t>5.2.3.3.1.3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CF54B2">
      <w:pPr>
        <w:pStyle w:val="Heading5"/>
      </w:pPr>
      <w:r w:rsidRPr="00870ED0">
        <w:t>5.2.3.3.2</w:t>
      </w:r>
      <w:r w:rsidRPr="00870ED0">
        <w:tab/>
        <w:t>Test area files</w:t>
      </w:r>
    </w:p>
    <w:p w:rsidR="00714EBB" w:rsidRPr="00870ED0" w:rsidRDefault="00714EBB" w:rsidP="00CF54B2">
      <w:r w:rsidRPr="00870ED0">
        <w:t>Specific triggering: Unrecognized Envelope</w:t>
      </w:r>
      <w:r w:rsidR="00CF54B2" w:rsidRPr="00870ED0">
        <w:t>:</w:t>
      </w:r>
    </w:p>
    <w:p w:rsidR="00714EBB" w:rsidRPr="00870ED0" w:rsidRDefault="00714EBB" w:rsidP="00CF54B2">
      <w:pPr>
        <w:pStyle w:val="EX"/>
      </w:pPr>
      <w:r w:rsidRPr="00870ED0">
        <w:t>Test Source:</w:t>
      </w:r>
      <w:r w:rsidRPr="00870ED0">
        <w:tab/>
        <w:t>Test_Api_2_Erh_Glen.java</w:t>
      </w:r>
      <w:r w:rsidR="00CF54B2" w:rsidRPr="00870ED0">
        <w:t>.</w:t>
      </w:r>
    </w:p>
    <w:p w:rsidR="00714EBB" w:rsidRPr="00870ED0" w:rsidRDefault="00714EBB" w:rsidP="00CF54B2">
      <w:pPr>
        <w:pStyle w:val="EX"/>
      </w:pPr>
      <w:r w:rsidRPr="00870ED0">
        <w:t>Test</w:t>
      </w:r>
      <w:r w:rsidR="00CF54B2" w:rsidRPr="00870ED0">
        <w:t xml:space="preserve"> Applet: </w:t>
      </w:r>
      <w:r w:rsidR="00CF54B2" w:rsidRPr="00870ED0">
        <w:tab/>
        <w:t>Api_2_Erh_Glen_1.java.</w:t>
      </w:r>
    </w:p>
    <w:p w:rsidR="00714EBB" w:rsidRPr="00870ED0" w:rsidRDefault="00714EBB" w:rsidP="00CF54B2">
      <w:pPr>
        <w:pStyle w:val="EX"/>
      </w:pPr>
      <w:r w:rsidRPr="00870ED0">
        <w:t>Cap File:</w:t>
      </w:r>
      <w:r w:rsidRPr="00870ED0">
        <w:tab/>
        <w:t>api_2_erh_glen.cap</w:t>
      </w:r>
      <w:r w:rsidR="00CF54B2" w:rsidRPr="00870ED0">
        <w:t>.</w:t>
      </w:r>
    </w:p>
    <w:p w:rsidR="00714EBB" w:rsidRPr="00870ED0" w:rsidRDefault="00714EBB" w:rsidP="00CF54B2">
      <w:pPr>
        <w:pStyle w:val="Heading5"/>
      </w:pPr>
      <w:r w:rsidRPr="00870ED0">
        <w:t>5.2.3.3.3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1, 2, 3, 4, 5</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6</w:t>
            </w:r>
          </w:p>
        </w:tc>
      </w:tr>
    </w:tbl>
    <w:p w:rsidR="00714EBB" w:rsidRPr="00870ED0" w:rsidRDefault="00714EBB" w:rsidP="00CF54B2"/>
    <w:p w:rsidR="00714EBB" w:rsidRPr="00870ED0" w:rsidRDefault="00714EBB" w:rsidP="00CF54B2">
      <w:pPr>
        <w:pStyle w:val="Heading5"/>
      </w:pPr>
      <w:r w:rsidRPr="00870ED0">
        <w:t>5.2.3.3.4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r w:rsidRPr="00870ED0">
              <w:t>1</w:t>
            </w:r>
          </w:p>
        </w:tc>
        <w:tc>
          <w:tcPr>
            <w:tcW w:w="4111" w:type="dxa"/>
          </w:tcPr>
          <w:p w:rsidR="00714EBB" w:rsidRPr="00870ED0" w:rsidRDefault="00714EBB">
            <w:pPr>
              <w:pStyle w:val="TAH"/>
              <w:keepNext w:val="0"/>
              <w:keepLines w:val="0"/>
            </w:pPr>
            <w:r w:rsidRPr="00870ED0">
              <w:t>Clear the handler</w:t>
            </w:r>
          </w:p>
          <w:p w:rsidR="00714EBB" w:rsidRPr="00870ED0" w:rsidRDefault="00714EBB">
            <w:pPr>
              <w:pStyle w:val="PL"/>
              <w:rPr>
                <w:noProof w:val="0"/>
              </w:rPr>
            </w:pPr>
            <w:r w:rsidRPr="00870ED0">
              <w:rPr>
                <w:noProof w:val="0"/>
              </w:rPr>
              <w:t>getLength()</w:t>
            </w:r>
          </w:p>
        </w:tc>
        <w:tc>
          <w:tcPr>
            <w:tcW w:w="2835" w:type="dxa"/>
          </w:tcPr>
          <w:p w:rsidR="00714EBB" w:rsidRPr="00870ED0" w:rsidRDefault="00714EBB">
            <w:pPr>
              <w:pStyle w:val="TAL"/>
              <w:keepNext w:val="0"/>
              <w:keepLines w:val="0"/>
            </w:pPr>
            <w:r w:rsidRPr="00870ED0">
              <w:t>Result of getLength() is 0</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w:t>
            </w:r>
          </w:p>
        </w:tc>
        <w:tc>
          <w:tcPr>
            <w:tcW w:w="4111" w:type="dxa"/>
          </w:tcPr>
          <w:p w:rsidR="00714EBB" w:rsidRPr="00870ED0" w:rsidRDefault="00714EBB">
            <w:pPr>
              <w:pStyle w:val="TAH"/>
              <w:keepNext w:val="0"/>
              <w:keepLines w:val="0"/>
            </w:pPr>
            <w:r w:rsidRPr="00870ED0">
              <w:t>appendTLV() with length of 7</w:t>
            </w:r>
          </w:p>
          <w:p w:rsidR="00714EBB" w:rsidRPr="00870ED0" w:rsidRDefault="00714EBB">
            <w:pPr>
              <w:pStyle w:val="PL"/>
              <w:rPr>
                <w:rFonts w:ascii="Arial" w:hAnsi="Arial"/>
                <w:noProof w:val="0"/>
                <w:sz w:val="18"/>
              </w:rPr>
            </w:pPr>
            <w:r w:rsidRPr="00870ED0">
              <w:rPr>
                <w:noProof w:val="0"/>
              </w:rPr>
              <w:t>getLength()</w:t>
            </w:r>
          </w:p>
        </w:tc>
        <w:tc>
          <w:tcPr>
            <w:tcW w:w="2835" w:type="dxa"/>
          </w:tcPr>
          <w:p w:rsidR="00714EBB" w:rsidRPr="00870ED0" w:rsidRDefault="00714EBB">
            <w:pPr>
              <w:pStyle w:val="TAL"/>
              <w:keepNext w:val="0"/>
              <w:keepLines w:val="0"/>
            </w:pPr>
            <w:r w:rsidRPr="00870ED0">
              <w:t>Result of getLength() is 9</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3</w:t>
            </w:r>
          </w:p>
        </w:tc>
        <w:tc>
          <w:tcPr>
            <w:tcW w:w="4111" w:type="dxa"/>
          </w:tcPr>
          <w:p w:rsidR="00714EBB" w:rsidRPr="00870ED0" w:rsidRDefault="00714EBB">
            <w:pPr>
              <w:pStyle w:val="TAH"/>
              <w:keepNext w:val="0"/>
              <w:keepLines w:val="0"/>
            </w:pPr>
            <w:r w:rsidRPr="00870ED0">
              <w:t>Clear the handler and appendTLV() with Length of getCapacity()-3</w:t>
            </w:r>
          </w:p>
          <w:p w:rsidR="00714EBB" w:rsidRPr="00870ED0" w:rsidRDefault="00714EBB">
            <w:pPr>
              <w:pStyle w:val="PL"/>
              <w:rPr>
                <w:rFonts w:ascii="Arial" w:hAnsi="Arial"/>
                <w:noProof w:val="0"/>
                <w:sz w:val="18"/>
              </w:rPr>
            </w:pPr>
            <w:r w:rsidRPr="00870ED0">
              <w:rPr>
                <w:noProof w:val="0"/>
              </w:rPr>
              <w:t>getLength()</w:t>
            </w:r>
          </w:p>
        </w:tc>
        <w:tc>
          <w:tcPr>
            <w:tcW w:w="2835" w:type="dxa"/>
          </w:tcPr>
          <w:p w:rsidR="00714EBB" w:rsidRPr="00870ED0" w:rsidRDefault="00C761A6">
            <w:pPr>
              <w:pStyle w:val="TAL"/>
              <w:keepNext w:val="0"/>
              <w:keepLines w:val="0"/>
            </w:pPr>
            <w:r w:rsidRPr="00870ED0">
              <w:t xml:space="preserve">Result of getLength() is </w:t>
            </w:r>
            <w:r w:rsidR="00714EBB" w:rsidRPr="00870ED0">
              <w:t>getCapacity()-3</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4</w:t>
            </w:r>
          </w:p>
        </w:tc>
        <w:tc>
          <w:tcPr>
            <w:tcW w:w="4111" w:type="dxa"/>
          </w:tcPr>
          <w:p w:rsidR="00714EBB" w:rsidRPr="00870ED0" w:rsidRDefault="00714EBB">
            <w:pPr>
              <w:pStyle w:val="TAH"/>
              <w:keepNext w:val="0"/>
              <w:keepLines w:val="0"/>
            </w:pPr>
            <w:r w:rsidRPr="00870ED0">
              <w:t>Build a 7Fh Envelope response handler</w:t>
            </w:r>
          </w:p>
          <w:p w:rsidR="00714EBB" w:rsidRPr="00870ED0" w:rsidRDefault="00714EBB">
            <w:pPr>
              <w:pStyle w:val="PL"/>
              <w:rPr>
                <w:rFonts w:ascii="Arial" w:hAnsi="Arial"/>
                <w:noProof w:val="0"/>
                <w:sz w:val="18"/>
              </w:rPr>
            </w:pPr>
            <w:r w:rsidRPr="00870ED0">
              <w:rPr>
                <w:noProof w:val="0"/>
              </w:rPr>
              <w:t>getLength()</w:t>
            </w:r>
          </w:p>
        </w:tc>
        <w:tc>
          <w:tcPr>
            <w:tcW w:w="2835" w:type="dxa"/>
          </w:tcPr>
          <w:p w:rsidR="00714EBB" w:rsidRPr="00870ED0" w:rsidRDefault="00714EBB">
            <w:pPr>
              <w:pStyle w:val="TAL"/>
              <w:keepNext w:val="0"/>
              <w:keepLines w:val="0"/>
            </w:pPr>
            <w:r w:rsidRPr="00870ED0">
              <w:t>Result of getLength() is 81h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5</w:t>
            </w:r>
          </w:p>
        </w:tc>
        <w:tc>
          <w:tcPr>
            <w:tcW w:w="4111" w:type="dxa"/>
          </w:tcPr>
          <w:p w:rsidR="00714EBB" w:rsidRPr="00870ED0" w:rsidRDefault="00714EBB">
            <w:pPr>
              <w:pStyle w:val="TAH"/>
              <w:keepNext w:val="0"/>
              <w:keepLines w:val="0"/>
            </w:pPr>
            <w:r w:rsidRPr="00870ED0">
              <w:t>Build a 80h Envelope response handler</w:t>
            </w:r>
          </w:p>
          <w:p w:rsidR="00714EBB" w:rsidRPr="00870ED0" w:rsidRDefault="00714EBB">
            <w:pPr>
              <w:pStyle w:val="TAH"/>
              <w:keepNext w:val="0"/>
              <w:keepLines w:val="0"/>
            </w:pPr>
            <w:r w:rsidRPr="00870ED0">
              <w:t>getLength()</w:t>
            </w:r>
          </w:p>
        </w:tc>
        <w:tc>
          <w:tcPr>
            <w:tcW w:w="2835" w:type="dxa"/>
          </w:tcPr>
          <w:p w:rsidR="00714EBB" w:rsidRPr="00870ED0" w:rsidRDefault="00714EBB">
            <w:pPr>
              <w:pStyle w:val="TAL"/>
              <w:keepNext w:val="0"/>
              <w:keepLines w:val="0"/>
            </w:pPr>
            <w:r w:rsidRPr="00870ED0">
              <w:t>Result of getLength() is 83h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6</w:t>
            </w:r>
          </w:p>
        </w:tc>
        <w:tc>
          <w:tcPr>
            <w:tcW w:w="4111" w:type="dxa"/>
          </w:tcPr>
          <w:p w:rsidR="00714EBB" w:rsidRPr="00870ED0" w:rsidRDefault="00714EBB">
            <w:pPr>
              <w:pStyle w:val="TAH"/>
              <w:keepNext w:val="0"/>
              <w:keepLines w:val="0"/>
            </w:pPr>
            <w:r w:rsidRPr="00870ED0">
              <w:t>HANDLER_NOT_AVAILABLE exception</w:t>
            </w:r>
          </w:p>
          <w:p w:rsidR="00714EBB" w:rsidRPr="00870ED0" w:rsidRDefault="00714EBB">
            <w:pPr>
              <w:pStyle w:val="PL"/>
              <w:rPr>
                <w:rFonts w:ascii="Arial" w:hAnsi="Arial"/>
                <w:noProof w:val="0"/>
                <w:sz w:val="18"/>
              </w:rPr>
            </w:pPr>
            <w:r w:rsidRPr="00870ED0">
              <w:rPr>
                <w:noProof w:val="0"/>
              </w:rPr>
              <w:t>Call post() method, then getLength()</w:t>
            </w:r>
          </w:p>
        </w:tc>
        <w:tc>
          <w:tcPr>
            <w:tcW w:w="2835" w:type="dxa"/>
          </w:tcPr>
          <w:p w:rsidR="00714EBB" w:rsidRPr="00870ED0" w:rsidRDefault="00714EBB">
            <w:pPr>
              <w:pStyle w:val="TAL"/>
              <w:keepNext w:val="0"/>
              <w:keepLines w:val="0"/>
            </w:pPr>
            <w:r w:rsidRPr="00870ED0">
              <w:t>ToolkitException.HANDLER_NOT_AVAILABLE is thrown</w:t>
            </w:r>
          </w:p>
        </w:tc>
        <w:tc>
          <w:tcPr>
            <w:tcW w:w="2410" w:type="dxa"/>
          </w:tcPr>
          <w:p w:rsidR="00714EBB" w:rsidRPr="00870ED0" w:rsidRDefault="00714EBB">
            <w:pPr>
              <w:pStyle w:val="TAL"/>
              <w:keepNext w:val="0"/>
              <w:keepLines w:val="0"/>
            </w:pPr>
          </w:p>
        </w:tc>
      </w:tr>
    </w:tbl>
    <w:p w:rsidR="00714EBB" w:rsidRPr="00870ED0" w:rsidRDefault="00714EBB"/>
    <w:p w:rsidR="00714EBB" w:rsidRPr="00870ED0" w:rsidRDefault="00714EBB" w:rsidP="002D7417">
      <w:pPr>
        <w:pStyle w:val="Heading4"/>
      </w:pPr>
      <w:r w:rsidRPr="00870ED0">
        <w:lastRenderedPageBreak/>
        <w:t>5.2.3.4</w:t>
      </w:r>
      <w:r w:rsidRPr="00870ED0">
        <w:tab/>
        <w:t>Method copy</w:t>
      </w:r>
    </w:p>
    <w:p w:rsidR="00714EBB" w:rsidRPr="00870ED0" w:rsidRDefault="00714EBB" w:rsidP="002D7417">
      <w:pPr>
        <w:keepNext/>
        <w:keepLines/>
      </w:pPr>
      <w:r w:rsidRPr="00870ED0">
        <w:t>Test Area Reference: Api_2_Erh_Copy</w:t>
      </w:r>
      <w:r w:rsidR="002D7417" w:rsidRPr="00870ED0">
        <w:t>.</w:t>
      </w:r>
    </w:p>
    <w:p w:rsidR="00714EBB" w:rsidRPr="00870ED0" w:rsidRDefault="00714EBB" w:rsidP="002D7417">
      <w:pPr>
        <w:pStyle w:val="Heading5"/>
      </w:pPr>
      <w:r w:rsidRPr="00870ED0">
        <w:t>5.2.3.4.1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5.2.3.4.1.1</w:t>
      </w:r>
      <w:r w:rsidRPr="00870ED0">
        <w:tab/>
        <w:t>Normal execution</w:t>
      </w:r>
    </w:p>
    <w:p w:rsidR="00714EBB" w:rsidRPr="00870ED0" w:rsidRDefault="00714EBB">
      <w:pPr>
        <w:pStyle w:val="B1"/>
      </w:pPr>
      <w:r w:rsidRPr="00870ED0">
        <w:t>CRRN1: copies the Comprehension TLV list contained in the handler to the destination byte array.</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5.2.3.4.1.2</w:t>
      </w:r>
      <w:r w:rsidRPr="00870ED0">
        <w:tab/>
        <w:t>Parameter errors</w:t>
      </w:r>
    </w:p>
    <w:p w:rsidR="00714EBB" w:rsidRPr="00870ED0" w:rsidRDefault="00714EBB">
      <w:pPr>
        <w:pStyle w:val="B1"/>
      </w:pPr>
      <w:r w:rsidRPr="00870ED0">
        <w:t>CRRP1: if dstBuffer is null a NullPointerException is thrown.</w:t>
      </w:r>
    </w:p>
    <w:p w:rsidR="00714EBB" w:rsidRPr="00870ED0" w:rsidRDefault="00714EBB">
      <w:pPr>
        <w:pStyle w:val="B1"/>
      </w:pPr>
      <w:r w:rsidRPr="00870ED0">
        <w:t>CRRP2: if dstOffset or dstLength or both would cause access outside array bounds, or if dstLength is negative, an ArrayIndexOutOfBoundsException is thrown.</w:t>
      </w:r>
    </w:p>
    <w:p w:rsidR="00714EBB" w:rsidRPr="00870ED0" w:rsidRDefault="00714EBB">
      <w:pPr>
        <w:pStyle w:val="B1"/>
      </w:pPr>
      <w:r w:rsidRPr="00870ED0">
        <w:t>CRRP3: if dstLength is greater than the length of the Comprehension TLV List, an instance of ToolkitException shall be thrown. The reason code shall be ToolkitException.OUT_OF_TLV_BOUNDARIES.</w:t>
      </w:r>
    </w:p>
    <w:p w:rsidR="00714EBB" w:rsidRPr="00870ED0" w:rsidRDefault="00714EBB">
      <w:pPr>
        <w:pStyle w:val="H6"/>
        <w:outlineLvl w:val="0"/>
      </w:pPr>
      <w:r w:rsidRPr="00870ED0">
        <w:t>5.2.3.4.1.3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2D7417">
      <w:pPr>
        <w:pStyle w:val="Heading5"/>
      </w:pPr>
      <w:r w:rsidRPr="00870ED0">
        <w:t>5.2.3.4.2</w:t>
      </w:r>
      <w:r w:rsidRPr="00870ED0">
        <w:tab/>
        <w:t>Test area files</w:t>
      </w:r>
    </w:p>
    <w:p w:rsidR="00714EBB" w:rsidRPr="00870ED0" w:rsidRDefault="00714EBB">
      <w:pPr>
        <w:keepNext/>
        <w:keepLines/>
      </w:pPr>
      <w:r w:rsidRPr="00870ED0">
        <w:t>Specific triggering</w:t>
      </w:r>
      <w:r w:rsidR="002D7417" w:rsidRPr="00870ED0">
        <w:t>: Unrecognized Envelope:</w:t>
      </w:r>
    </w:p>
    <w:p w:rsidR="00714EBB" w:rsidRPr="00870ED0" w:rsidRDefault="00714EBB" w:rsidP="002D7417">
      <w:pPr>
        <w:pStyle w:val="EX"/>
      </w:pPr>
      <w:r w:rsidRPr="00870ED0">
        <w:t>Test Source:</w:t>
      </w:r>
      <w:r w:rsidRPr="00870ED0">
        <w:tab/>
        <w:t>Test_Api_2_Erh_Copy.java</w:t>
      </w:r>
      <w:r w:rsidR="002D7417" w:rsidRPr="00870ED0">
        <w:t>.</w:t>
      </w:r>
    </w:p>
    <w:p w:rsidR="00714EBB" w:rsidRPr="00870ED0" w:rsidRDefault="00714EBB" w:rsidP="002D7417">
      <w:pPr>
        <w:pStyle w:val="EX"/>
      </w:pPr>
      <w:r w:rsidRPr="00870ED0">
        <w:t>Test</w:t>
      </w:r>
      <w:r w:rsidR="002D7417" w:rsidRPr="00870ED0">
        <w:t xml:space="preserve"> Applet: </w:t>
      </w:r>
      <w:r w:rsidR="002D7417" w:rsidRPr="00870ED0">
        <w:tab/>
        <w:t>Api_2_Erh_Copy_1.java.</w:t>
      </w:r>
    </w:p>
    <w:p w:rsidR="00714EBB" w:rsidRPr="00870ED0" w:rsidRDefault="00714EBB" w:rsidP="002D7417">
      <w:pPr>
        <w:pStyle w:val="EX"/>
      </w:pPr>
      <w:r w:rsidRPr="00870ED0">
        <w:t>Cap File:</w:t>
      </w:r>
      <w:r w:rsidRPr="00870ED0">
        <w:tab/>
        <w:t>api_2_erh_copy.cap</w:t>
      </w:r>
      <w:r w:rsidR="002D7417" w:rsidRPr="00870ED0">
        <w:t>.</w:t>
      </w:r>
    </w:p>
    <w:p w:rsidR="00714EBB" w:rsidRPr="00870ED0" w:rsidRDefault="00714EBB" w:rsidP="002D7417">
      <w:pPr>
        <w:pStyle w:val="Heading5"/>
      </w:pPr>
      <w:r w:rsidRPr="00870ED0">
        <w:t>5.2.3.4.3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pPr>
            <w:r w:rsidRPr="00870ED0">
              <w:t>CRR number</w:t>
            </w:r>
          </w:p>
        </w:tc>
        <w:tc>
          <w:tcPr>
            <w:tcW w:w="3901" w:type="dxa"/>
          </w:tcPr>
          <w:p w:rsidR="00714EBB" w:rsidRPr="00870ED0" w:rsidRDefault="00714EBB">
            <w:pPr>
              <w:pStyle w:val="TAH"/>
            </w:pPr>
            <w:r w:rsidRPr="00870ED0">
              <w:t>Test case number</w:t>
            </w:r>
          </w:p>
        </w:tc>
      </w:tr>
      <w:tr w:rsidR="00714EBB" w:rsidRPr="00870ED0" w:rsidTr="00714EBB">
        <w:trPr>
          <w:jc w:val="center"/>
        </w:trPr>
        <w:tc>
          <w:tcPr>
            <w:tcW w:w="1299" w:type="dxa"/>
          </w:tcPr>
          <w:p w:rsidR="00714EBB" w:rsidRPr="00870ED0" w:rsidRDefault="00714EBB">
            <w:pPr>
              <w:pStyle w:val="TAC"/>
            </w:pPr>
            <w:r w:rsidRPr="00870ED0">
              <w:t>N1</w:t>
            </w:r>
          </w:p>
        </w:tc>
        <w:tc>
          <w:tcPr>
            <w:tcW w:w="3901" w:type="dxa"/>
          </w:tcPr>
          <w:p w:rsidR="00714EBB" w:rsidRPr="00870ED0" w:rsidRDefault="00714EBB">
            <w:pPr>
              <w:pStyle w:val="TAC"/>
            </w:pPr>
            <w:r w:rsidRPr="00870ED0">
              <w:t>9, 11, 13</w:t>
            </w:r>
          </w:p>
        </w:tc>
      </w:tr>
      <w:tr w:rsidR="00714EBB" w:rsidRPr="00870ED0" w:rsidTr="00714EBB">
        <w:trPr>
          <w:jc w:val="center"/>
        </w:trPr>
        <w:tc>
          <w:tcPr>
            <w:tcW w:w="1299" w:type="dxa"/>
          </w:tcPr>
          <w:p w:rsidR="00714EBB" w:rsidRPr="00870ED0" w:rsidRDefault="00714EBB">
            <w:pPr>
              <w:pStyle w:val="TAC"/>
            </w:pPr>
            <w:r w:rsidRPr="00870ED0">
              <w:t>N2</w:t>
            </w:r>
          </w:p>
        </w:tc>
        <w:tc>
          <w:tcPr>
            <w:tcW w:w="3901" w:type="dxa"/>
          </w:tcPr>
          <w:p w:rsidR="00714EBB" w:rsidRPr="00870ED0" w:rsidRDefault="00714EBB">
            <w:pPr>
              <w:pStyle w:val="TAC"/>
            </w:pPr>
            <w:r w:rsidRPr="00870ED0">
              <w:t>8, 10, 12, 14</w:t>
            </w:r>
          </w:p>
        </w:tc>
      </w:tr>
      <w:tr w:rsidR="00714EBB" w:rsidRPr="00870ED0" w:rsidTr="00714EBB">
        <w:trPr>
          <w:jc w:val="center"/>
        </w:trPr>
        <w:tc>
          <w:tcPr>
            <w:tcW w:w="1299" w:type="dxa"/>
          </w:tcPr>
          <w:p w:rsidR="00714EBB" w:rsidRPr="00870ED0" w:rsidRDefault="00714EBB">
            <w:pPr>
              <w:pStyle w:val="TAC"/>
            </w:pPr>
            <w:r w:rsidRPr="00870ED0">
              <w:t>P1</w:t>
            </w:r>
          </w:p>
        </w:tc>
        <w:tc>
          <w:tcPr>
            <w:tcW w:w="3901" w:type="dxa"/>
          </w:tcPr>
          <w:p w:rsidR="00714EBB" w:rsidRPr="00870ED0" w:rsidRDefault="00714EBB">
            <w:pPr>
              <w:pStyle w:val="TAC"/>
            </w:pPr>
            <w:r w:rsidRPr="00870ED0">
              <w:t>1</w:t>
            </w:r>
          </w:p>
        </w:tc>
      </w:tr>
      <w:tr w:rsidR="00714EBB" w:rsidRPr="00870ED0" w:rsidTr="00714EBB">
        <w:trPr>
          <w:jc w:val="center"/>
        </w:trPr>
        <w:tc>
          <w:tcPr>
            <w:tcW w:w="1299" w:type="dxa"/>
          </w:tcPr>
          <w:p w:rsidR="00714EBB" w:rsidRPr="00870ED0" w:rsidRDefault="00714EBB">
            <w:pPr>
              <w:pStyle w:val="TAC"/>
            </w:pPr>
            <w:r w:rsidRPr="00870ED0">
              <w:t>P2</w:t>
            </w:r>
          </w:p>
        </w:tc>
        <w:tc>
          <w:tcPr>
            <w:tcW w:w="3901" w:type="dxa"/>
          </w:tcPr>
          <w:p w:rsidR="00714EBB" w:rsidRPr="00870ED0" w:rsidRDefault="00714EBB">
            <w:pPr>
              <w:pStyle w:val="TAC"/>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901" w:type="dxa"/>
          </w:tcPr>
          <w:p w:rsidR="00714EBB" w:rsidRPr="00870ED0" w:rsidRDefault="00714EBB">
            <w:pPr>
              <w:pStyle w:val="TAC"/>
              <w:keepNext w:val="0"/>
              <w:keepLines w:val="0"/>
            </w:pPr>
            <w:r w:rsidRPr="00870ED0">
              <w:t>7</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15</w:t>
            </w:r>
          </w:p>
        </w:tc>
      </w:tr>
    </w:tbl>
    <w:p w:rsidR="00714EBB" w:rsidRPr="00870ED0" w:rsidRDefault="00714EBB" w:rsidP="002D7417"/>
    <w:p w:rsidR="00714EBB" w:rsidRPr="00870ED0" w:rsidRDefault="00714EBB" w:rsidP="002D7417">
      <w:pPr>
        <w:pStyle w:val="Heading5"/>
      </w:pPr>
      <w:r w:rsidRPr="00870ED0">
        <w:lastRenderedPageBreak/>
        <w:t>5.2.3.4.4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2D7417">
        <w:trPr>
          <w:tblHeader/>
          <w:jc w:val="center"/>
        </w:trPr>
        <w:tc>
          <w:tcPr>
            <w:tcW w:w="425" w:type="dxa"/>
          </w:tcPr>
          <w:p w:rsidR="00714EBB" w:rsidRPr="00870ED0" w:rsidRDefault="00714EBB" w:rsidP="002D7417">
            <w:pPr>
              <w:pStyle w:val="TAH"/>
            </w:pPr>
            <w:r w:rsidRPr="00870ED0">
              <w:t>Id</w:t>
            </w:r>
          </w:p>
        </w:tc>
        <w:tc>
          <w:tcPr>
            <w:tcW w:w="4111" w:type="dxa"/>
          </w:tcPr>
          <w:p w:rsidR="00714EBB" w:rsidRPr="00870ED0" w:rsidRDefault="00714EBB" w:rsidP="002D7417">
            <w:pPr>
              <w:pStyle w:val="TAH"/>
            </w:pPr>
            <w:r w:rsidRPr="00870ED0">
              <w:t>Description</w:t>
            </w:r>
          </w:p>
        </w:tc>
        <w:tc>
          <w:tcPr>
            <w:tcW w:w="2835" w:type="dxa"/>
          </w:tcPr>
          <w:p w:rsidR="00714EBB" w:rsidRPr="00870ED0" w:rsidRDefault="00714EBB" w:rsidP="002D7417">
            <w:pPr>
              <w:pStyle w:val="TAH"/>
            </w:pPr>
            <w:r w:rsidRPr="00870ED0">
              <w:t>API Expectation</w:t>
            </w:r>
          </w:p>
        </w:tc>
        <w:tc>
          <w:tcPr>
            <w:tcW w:w="2410" w:type="dxa"/>
          </w:tcPr>
          <w:p w:rsidR="00714EBB" w:rsidRPr="00870ED0" w:rsidRDefault="00714EBB" w:rsidP="002D7417">
            <w:pPr>
              <w:pStyle w:val="TAH"/>
            </w:pPr>
            <w:r w:rsidRPr="00870ED0">
              <w:t>APDU Expectation</w:t>
            </w:r>
          </w:p>
        </w:tc>
      </w:tr>
      <w:tr w:rsidR="00714EBB" w:rsidRPr="00870ED0" w:rsidTr="00714EBB">
        <w:trPr>
          <w:jc w:val="center"/>
        </w:trPr>
        <w:tc>
          <w:tcPr>
            <w:tcW w:w="425" w:type="dxa"/>
          </w:tcPr>
          <w:p w:rsidR="00714EBB" w:rsidRPr="00870ED0" w:rsidRDefault="00714EBB" w:rsidP="002D7417">
            <w:pPr>
              <w:pStyle w:val="TAC"/>
            </w:pPr>
            <w:r w:rsidRPr="00870ED0">
              <w:t>1</w:t>
            </w:r>
          </w:p>
        </w:tc>
        <w:tc>
          <w:tcPr>
            <w:tcW w:w="4111" w:type="dxa"/>
          </w:tcPr>
          <w:p w:rsidR="00714EBB" w:rsidRPr="00870ED0" w:rsidRDefault="00714EBB" w:rsidP="002D7417">
            <w:pPr>
              <w:pStyle w:val="TAH"/>
            </w:pPr>
            <w:r w:rsidRPr="00870ED0">
              <w:t>appendTLV() with value length of 7</w:t>
            </w:r>
          </w:p>
          <w:p w:rsidR="00714EBB" w:rsidRPr="00870ED0" w:rsidRDefault="00714EBB" w:rsidP="002D7417">
            <w:pPr>
              <w:pStyle w:val="TAH"/>
            </w:pPr>
            <w:r w:rsidRPr="00870ED0">
              <w:t>NULL as parameter to dstBuffer</w:t>
            </w:r>
          </w:p>
        </w:tc>
        <w:tc>
          <w:tcPr>
            <w:tcW w:w="2835" w:type="dxa"/>
          </w:tcPr>
          <w:p w:rsidR="00714EBB" w:rsidRPr="00870ED0" w:rsidRDefault="00714EBB" w:rsidP="002D7417">
            <w:pPr>
              <w:pStyle w:val="TAL"/>
            </w:pPr>
          </w:p>
          <w:p w:rsidR="00714EBB" w:rsidRPr="00870ED0" w:rsidRDefault="00714EBB" w:rsidP="002D7417">
            <w:pPr>
              <w:pStyle w:val="TAL"/>
            </w:pPr>
            <w:r w:rsidRPr="00870ED0">
              <w:t>NullPointerException is thrown</w:t>
            </w:r>
          </w:p>
        </w:tc>
        <w:tc>
          <w:tcPr>
            <w:tcW w:w="2410" w:type="dxa"/>
          </w:tcPr>
          <w:p w:rsidR="00714EBB" w:rsidRPr="00870ED0" w:rsidRDefault="00714EBB" w:rsidP="002D7417">
            <w:pPr>
              <w:pStyle w:val="TAL"/>
            </w:pPr>
          </w:p>
        </w:tc>
      </w:tr>
      <w:tr w:rsidR="00714EBB" w:rsidRPr="00870ED0" w:rsidTr="00714EBB">
        <w:trPr>
          <w:jc w:val="center"/>
        </w:trPr>
        <w:tc>
          <w:tcPr>
            <w:tcW w:w="425" w:type="dxa"/>
            <w:tcBorders>
              <w:bottom w:val="nil"/>
            </w:tcBorders>
          </w:tcPr>
          <w:p w:rsidR="00714EBB" w:rsidRPr="00870ED0" w:rsidRDefault="00714EBB" w:rsidP="002D7417">
            <w:pPr>
              <w:pStyle w:val="TAC"/>
            </w:pPr>
            <w:r w:rsidRPr="00870ED0">
              <w:t>2</w:t>
            </w:r>
          </w:p>
        </w:tc>
        <w:tc>
          <w:tcPr>
            <w:tcW w:w="4111" w:type="dxa"/>
            <w:tcBorders>
              <w:bottom w:val="nil"/>
            </w:tcBorders>
          </w:tcPr>
          <w:p w:rsidR="00714EBB" w:rsidRPr="00870ED0" w:rsidRDefault="00714EBB" w:rsidP="002D7417">
            <w:pPr>
              <w:pStyle w:val="TAH"/>
            </w:pPr>
          </w:p>
        </w:tc>
        <w:tc>
          <w:tcPr>
            <w:tcW w:w="2835" w:type="dxa"/>
            <w:tcBorders>
              <w:bottom w:val="nil"/>
            </w:tcBorders>
          </w:tcPr>
          <w:p w:rsidR="00714EBB" w:rsidRPr="00870ED0" w:rsidRDefault="00714EBB" w:rsidP="002D7417">
            <w:pPr>
              <w:pStyle w:val="TAL"/>
            </w:pPr>
          </w:p>
        </w:tc>
        <w:tc>
          <w:tcPr>
            <w:tcW w:w="2410" w:type="dxa"/>
            <w:tcBorders>
              <w:bottom w:val="nil"/>
            </w:tcBorders>
          </w:tcPr>
          <w:p w:rsidR="00714EBB" w:rsidRPr="00870ED0" w:rsidRDefault="00714EBB" w:rsidP="002D7417">
            <w:pPr>
              <w:pStyle w:val="TAL"/>
            </w:pPr>
          </w:p>
        </w:tc>
      </w:tr>
      <w:tr w:rsidR="00714EBB" w:rsidRPr="00870ED0" w:rsidTr="00714EBB">
        <w:trPr>
          <w:jc w:val="center"/>
        </w:trPr>
        <w:tc>
          <w:tcPr>
            <w:tcW w:w="425" w:type="dxa"/>
            <w:tcBorders>
              <w:top w:val="single" w:sz="4" w:space="0" w:color="808080"/>
            </w:tcBorders>
          </w:tcPr>
          <w:p w:rsidR="00714EBB" w:rsidRPr="00870ED0" w:rsidRDefault="00714EBB" w:rsidP="002D7417">
            <w:pPr>
              <w:pStyle w:val="TAC"/>
            </w:pPr>
          </w:p>
        </w:tc>
        <w:tc>
          <w:tcPr>
            <w:tcW w:w="4111" w:type="dxa"/>
            <w:tcBorders>
              <w:top w:val="single" w:sz="4" w:space="0" w:color="808080"/>
            </w:tcBorders>
          </w:tcPr>
          <w:p w:rsidR="00714EBB" w:rsidRPr="00870ED0" w:rsidRDefault="00714EBB" w:rsidP="002D7417">
            <w:pPr>
              <w:pStyle w:val="TAH"/>
            </w:pPr>
            <w:r w:rsidRPr="00870ED0">
              <w:t xml:space="preserve">dstOffset </w:t>
            </w:r>
            <w:r w:rsidRPr="00870ED0">
              <w:sym w:font="Symbol" w:char="F0B3"/>
            </w:r>
            <w:r w:rsidRPr="00870ED0">
              <w:t xml:space="preserve"> dstBuffer.length</w:t>
            </w:r>
          </w:p>
          <w:p w:rsidR="00714EBB" w:rsidRPr="00870ED0" w:rsidRDefault="00714EBB" w:rsidP="002D7417">
            <w:pPr>
              <w:pStyle w:val="PL"/>
              <w:keepNext/>
              <w:keepLines/>
              <w:rPr>
                <w:noProof w:val="0"/>
              </w:rPr>
            </w:pPr>
            <w:r w:rsidRPr="00870ED0">
              <w:rPr>
                <w:noProof w:val="0"/>
              </w:rPr>
              <w:t>copy()</w:t>
            </w:r>
          </w:p>
          <w:p w:rsidR="00714EBB" w:rsidRPr="00870ED0" w:rsidRDefault="00714EBB" w:rsidP="002D7417">
            <w:pPr>
              <w:pStyle w:val="PL"/>
              <w:keepNext/>
              <w:keepLines/>
              <w:rPr>
                <w:noProof w:val="0"/>
              </w:rPr>
            </w:pPr>
            <w:r w:rsidRPr="00870ED0">
              <w:rPr>
                <w:noProof w:val="0"/>
              </w:rPr>
              <w:t>dstBuffer.length = 5</w:t>
            </w:r>
          </w:p>
          <w:p w:rsidR="00714EBB" w:rsidRPr="00870ED0" w:rsidRDefault="00714EBB" w:rsidP="002D7417">
            <w:pPr>
              <w:pStyle w:val="PL"/>
              <w:keepNext/>
              <w:keepLines/>
              <w:rPr>
                <w:noProof w:val="0"/>
              </w:rPr>
            </w:pPr>
            <w:r w:rsidRPr="00870ED0">
              <w:rPr>
                <w:noProof w:val="0"/>
              </w:rPr>
              <w:t>dstOffset = 5</w:t>
            </w:r>
          </w:p>
          <w:p w:rsidR="00714EBB" w:rsidRPr="00870ED0" w:rsidRDefault="00714EBB" w:rsidP="002D7417">
            <w:pPr>
              <w:pStyle w:val="PL"/>
              <w:keepNext/>
              <w:keepLines/>
              <w:rPr>
                <w:rFonts w:ascii="Arial" w:hAnsi="Arial"/>
                <w:noProof w:val="0"/>
                <w:sz w:val="18"/>
              </w:rPr>
            </w:pPr>
            <w:r w:rsidRPr="00870ED0">
              <w:rPr>
                <w:noProof w:val="0"/>
              </w:rPr>
              <w:t>dstLength = 1</w:t>
            </w:r>
          </w:p>
        </w:tc>
        <w:tc>
          <w:tcPr>
            <w:tcW w:w="2835" w:type="dxa"/>
            <w:tcBorders>
              <w:top w:val="single" w:sz="4" w:space="0" w:color="808080"/>
            </w:tcBorders>
          </w:tcPr>
          <w:p w:rsidR="00714EBB" w:rsidRPr="00870ED0" w:rsidRDefault="00714EBB" w:rsidP="002D7417">
            <w:pPr>
              <w:pStyle w:val="TAL"/>
            </w:pPr>
            <w:r w:rsidRPr="00870ED0">
              <w:t>ArrayIndexOutOfBoundsException is thrown</w:t>
            </w:r>
          </w:p>
        </w:tc>
        <w:tc>
          <w:tcPr>
            <w:tcW w:w="2410" w:type="dxa"/>
            <w:tcBorders>
              <w:top w:val="single" w:sz="4" w:space="0" w:color="808080"/>
            </w:tcBorders>
          </w:tcPr>
          <w:p w:rsidR="00714EBB" w:rsidRPr="00870ED0" w:rsidRDefault="00714EBB" w:rsidP="002D7417">
            <w:pPr>
              <w:pStyle w:val="TAL"/>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3</w:t>
            </w:r>
          </w:p>
        </w:tc>
        <w:tc>
          <w:tcPr>
            <w:tcW w:w="4111" w:type="dxa"/>
            <w:tcBorders>
              <w:top w:val="single" w:sz="4" w:space="0" w:color="808080"/>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rFonts w:ascii="Arial" w:hAnsi="Arial"/>
                <w:noProof w:val="0"/>
                <w:sz w:val="18"/>
              </w:rPr>
            </w:pPr>
            <w:r w:rsidRPr="00870ED0">
              <w:rPr>
                <w:noProof w:val="0"/>
              </w:rPr>
              <w:t>dstLength = 1</w:t>
            </w:r>
          </w:p>
        </w:tc>
        <w:tc>
          <w:tcPr>
            <w:tcW w:w="2835"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4</w:t>
            </w:r>
          </w:p>
        </w:tc>
        <w:tc>
          <w:tcPr>
            <w:tcW w:w="4111" w:type="dxa"/>
            <w:tcBorders>
              <w:top w:val="single" w:sz="4" w:space="0" w:color="808080"/>
            </w:tcBorders>
          </w:tcPr>
          <w:p w:rsidR="00714EBB" w:rsidRPr="00870ED0" w:rsidRDefault="00714EBB">
            <w:pPr>
              <w:pStyle w:val="TAH"/>
              <w:keepNext w:val="0"/>
              <w:keepLines w:val="0"/>
            </w:pPr>
            <w:r w:rsidRPr="00870ED0">
              <w:t>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6</w:t>
            </w:r>
          </w:p>
        </w:tc>
        <w:tc>
          <w:tcPr>
            <w:tcW w:w="2835"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5</w:t>
            </w:r>
          </w:p>
        </w:tc>
        <w:tc>
          <w:tcPr>
            <w:tcW w:w="4111" w:type="dxa"/>
            <w:tcBorders>
              <w:top w:val="single" w:sz="4" w:space="0" w:color="808080"/>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3</w:t>
            </w:r>
          </w:p>
        </w:tc>
        <w:tc>
          <w:tcPr>
            <w:tcW w:w="2835"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6</w:t>
            </w:r>
          </w:p>
        </w:tc>
        <w:tc>
          <w:tcPr>
            <w:tcW w:w="4111" w:type="dxa"/>
            <w:tcBorders>
              <w:top w:val="single" w:sz="4" w:space="0" w:color="808080"/>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-1</w:t>
            </w:r>
          </w:p>
        </w:tc>
        <w:tc>
          <w:tcPr>
            <w:tcW w:w="2835" w:type="dxa"/>
            <w:tcBorders>
              <w:top w:val="single" w:sz="4" w:space="0" w:color="808080"/>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7</w:t>
            </w:r>
          </w:p>
        </w:tc>
        <w:tc>
          <w:tcPr>
            <w:tcW w:w="4111" w:type="dxa"/>
            <w:tcBorders>
              <w:top w:val="single" w:sz="4" w:space="0" w:color="808080"/>
            </w:tcBorders>
          </w:tcPr>
          <w:p w:rsidR="00714EBB" w:rsidRPr="00870ED0" w:rsidRDefault="00714EBB">
            <w:pPr>
              <w:pStyle w:val="TAH"/>
              <w:keepNext w:val="0"/>
              <w:keepLines w:val="0"/>
            </w:pPr>
            <w:r w:rsidRPr="00870ED0">
              <w:t>dstLength &gt; length of the Comprehension TLV list</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10</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10</w:t>
            </w:r>
          </w:p>
        </w:tc>
        <w:tc>
          <w:tcPr>
            <w:tcW w:w="2835" w:type="dxa"/>
            <w:tcBorders>
              <w:top w:val="single" w:sz="4" w:space="0" w:color="808080"/>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8</w:t>
            </w:r>
          </w:p>
        </w:tc>
        <w:tc>
          <w:tcPr>
            <w:tcW w:w="4111" w:type="dxa"/>
            <w:tcBorders>
              <w:top w:val="single" w:sz="4" w:space="0" w:color="808080"/>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9</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9</w:t>
            </w:r>
          </w:p>
        </w:tc>
        <w:tc>
          <w:tcPr>
            <w:tcW w:w="2835" w:type="dxa"/>
            <w:tcBorders>
              <w:top w:val="single" w:sz="4" w:space="0" w:color="808080"/>
            </w:tcBorders>
          </w:tcPr>
          <w:p w:rsidR="00714EBB" w:rsidRPr="00870ED0" w:rsidRDefault="00714EBB">
            <w:pPr>
              <w:pStyle w:val="TAL"/>
              <w:keepNext w:val="0"/>
              <w:keepLines w:val="0"/>
            </w:pPr>
            <w:r w:rsidRPr="00870ED0">
              <w:t>Result of copy() is 9</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9</w:t>
            </w:r>
          </w:p>
        </w:tc>
        <w:tc>
          <w:tcPr>
            <w:tcW w:w="4111" w:type="dxa"/>
            <w:tcBorders>
              <w:top w:val="single" w:sz="4" w:space="0" w:color="808080"/>
            </w:tcBorders>
          </w:tcPr>
          <w:p w:rsidR="00714EBB" w:rsidRPr="00870ED0" w:rsidRDefault="00714EBB">
            <w:pPr>
              <w:pStyle w:val="TAH"/>
              <w:keepNext w:val="0"/>
              <w:keepLines w:val="0"/>
            </w:pPr>
            <w:r w:rsidRPr="00870ED0">
              <w:t>Compare the buffer</w:t>
            </w:r>
          </w:p>
        </w:tc>
        <w:tc>
          <w:tcPr>
            <w:tcW w:w="2835" w:type="dxa"/>
            <w:tcBorders>
              <w:top w:val="single" w:sz="4" w:space="0" w:color="808080"/>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10</w:t>
            </w:r>
          </w:p>
        </w:tc>
        <w:tc>
          <w:tcPr>
            <w:tcW w:w="4111" w:type="dxa"/>
            <w:tcBorders>
              <w:top w:val="single" w:sz="4" w:space="0" w:color="808080"/>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0x8F</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0x8C</w:t>
            </w:r>
          </w:p>
        </w:tc>
        <w:tc>
          <w:tcPr>
            <w:tcW w:w="2835" w:type="dxa"/>
            <w:tcBorders>
              <w:top w:val="single" w:sz="4" w:space="0" w:color="808080"/>
            </w:tcBorders>
          </w:tcPr>
          <w:p w:rsidR="00714EBB" w:rsidRPr="00870ED0" w:rsidRDefault="00714EBB">
            <w:pPr>
              <w:pStyle w:val="TAL"/>
              <w:keepNext w:val="0"/>
              <w:keepLines w:val="0"/>
            </w:pPr>
            <w:r w:rsidRPr="00870ED0">
              <w:t>Result of copy() is 0x8F</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r w:rsidRPr="00870ED0">
              <w:t>11</w:t>
            </w:r>
          </w:p>
        </w:tc>
        <w:tc>
          <w:tcPr>
            <w:tcW w:w="4111" w:type="dxa"/>
            <w:tcBorders>
              <w:top w:val="single" w:sz="4" w:space="0" w:color="808080"/>
            </w:tcBorders>
          </w:tcPr>
          <w:p w:rsidR="00714EBB" w:rsidRPr="00870ED0" w:rsidRDefault="00714EBB">
            <w:pPr>
              <w:pStyle w:val="TAH"/>
              <w:keepNext w:val="0"/>
              <w:keepLines w:val="0"/>
            </w:pPr>
            <w:r w:rsidRPr="00870ED0">
              <w:t>Compare the whole buffer</w:t>
            </w:r>
          </w:p>
        </w:tc>
        <w:tc>
          <w:tcPr>
            <w:tcW w:w="2835" w:type="dxa"/>
            <w:tcBorders>
              <w:top w:val="single" w:sz="4" w:space="0" w:color="808080"/>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12</w:t>
            </w: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6</w:t>
            </w:r>
          </w:p>
        </w:tc>
        <w:tc>
          <w:tcPr>
            <w:tcW w:w="2835" w:type="dxa"/>
            <w:tcBorders>
              <w:top w:val="single" w:sz="4" w:space="0" w:color="808080"/>
              <w:bottom w:val="nil"/>
            </w:tcBorders>
          </w:tcPr>
          <w:p w:rsidR="00714EBB" w:rsidRPr="00870ED0" w:rsidRDefault="00714EBB">
            <w:pPr>
              <w:pStyle w:val="TAL"/>
              <w:keepNext w:val="0"/>
              <w:keepLines w:val="0"/>
            </w:pPr>
            <w:r w:rsidRPr="00870ED0">
              <w:t>Result of copy() is 9</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Compare the whole buffer</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Successful call, copy with length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15</w:t>
            </w:r>
          </w:p>
          <w:p w:rsidR="00714EBB" w:rsidRPr="00870ED0" w:rsidRDefault="00714EBB">
            <w:pPr>
              <w:pStyle w:val="PL"/>
              <w:rPr>
                <w:rFonts w:ascii="Arial" w:hAnsi="Arial"/>
                <w:b/>
                <w:noProof w:val="0"/>
                <w:sz w:val="18"/>
              </w:rPr>
            </w:pPr>
            <w:r w:rsidRPr="00870ED0">
              <w:rPr>
                <w:noProof w:val="0"/>
              </w:rPr>
              <w:t>dstLength = 0</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of copy() is 15</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TAH"/>
              <w:keepNext w:val="0"/>
              <w:keepLines w:val="0"/>
              <w:jc w:val="left"/>
              <w:rPr>
                <w:b w:val="0"/>
              </w:rPr>
            </w:pPr>
            <w:r w:rsidRPr="00870ED0">
              <w:rPr>
                <w:b w:val="0"/>
              </w:rPr>
              <w:t>Call post() method, then copy()</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2D7417">
      <w:pPr>
        <w:pStyle w:val="Heading4"/>
      </w:pPr>
      <w:r w:rsidRPr="00870ED0">
        <w:lastRenderedPageBreak/>
        <w:t>5.2.3.5</w:t>
      </w:r>
      <w:r w:rsidRPr="00870ED0">
        <w:tab/>
        <w:t>Method findTLV</w:t>
      </w:r>
    </w:p>
    <w:p w:rsidR="00714EBB" w:rsidRPr="00870ED0" w:rsidRDefault="00714EBB" w:rsidP="002D7417">
      <w:pPr>
        <w:keepNext/>
        <w:keepLines/>
      </w:pPr>
      <w:r w:rsidRPr="00870ED0">
        <w:t>Test Area Reference: Api_2_Erh_Find</w:t>
      </w:r>
      <w:r w:rsidR="002D7417" w:rsidRPr="00870ED0">
        <w:t>.</w:t>
      </w:r>
    </w:p>
    <w:p w:rsidR="00714EBB" w:rsidRPr="00870ED0" w:rsidRDefault="00714EBB" w:rsidP="002D7417">
      <w:pPr>
        <w:pStyle w:val="Heading5"/>
      </w:pPr>
      <w:r w:rsidRPr="00870ED0">
        <w:t>5.2.3.5.1</w:t>
      </w:r>
      <w:r w:rsidRPr="00870ED0">
        <w:tab/>
        <w:t>Conformance requirement</w:t>
      </w:r>
    </w:p>
    <w:p w:rsidR="00714EBB" w:rsidRPr="00870ED0" w:rsidRDefault="00714EBB" w:rsidP="002D7417">
      <w:pPr>
        <w:keepNext/>
        <w:keepLines/>
      </w:pPr>
      <w:r w:rsidRPr="00870ED0">
        <w:t>The method with following header shall be compliant to its definition in the API.</w:t>
      </w:r>
    </w:p>
    <w:p w:rsidR="00714EBB" w:rsidRPr="00870ED0" w:rsidRDefault="00714EBB" w:rsidP="002D7417">
      <w:pPr>
        <w:pStyle w:val="PL"/>
        <w:keepNext/>
        <w:keepLines/>
        <w:rPr>
          <w:noProof w:val="0"/>
        </w:rPr>
      </w:pPr>
      <w:r w:rsidRPr="00870ED0">
        <w:rPr>
          <w:noProof w:val="0"/>
        </w:rPr>
        <w:t>public byte findTLV(byte tag, byte occurrence)</w:t>
      </w:r>
    </w:p>
    <w:p w:rsidR="00714EBB" w:rsidRPr="00870ED0" w:rsidRDefault="00714EBB" w:rsidP="002D7417">
      <w:pPr>
        <w:pStyle w:val="PL"/>
        <w:keepNext/>
        <w:keepLines/>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5.2.3.5.1.1</w:t>
      </w:r>
      <w:r w:rsidRPr="00870ED0">
        <w:tab/>
        <w:t>Normal execution</w:t>
      </w:r>
    </w:p>
    <w:p w:rsidR="00714EBB" w:rsidRPr="00870ED0" w:rsidRDefault="00714EBB">
      <w:r w:rsidRPr="00870ED0">
        <w:t>Looks for the indicated occurrence of a TLV element from the beginning of</w:t>
      </w:r>
      <w:r w:rsidR="002D7417" w:rsidRPr="00870ED0">
        <w:t xml:space="preserve"> the TLV list (handler buffer):</w:t>
      </w:r>
    </w:p>
    <w:p w:rsidR="00714EBB" w:rsidRPr="00870ED0" w:rsidRDefault="00714EBB">
      <w:pPr>
        <w:pStyle w:val="B1"/>
      </w:pPr>
      <w:r w:rsidRPr="00870ED0">
        <w:t>CRRN1: the method is successful if the required occurrence exists then the cor</w:t>
      </w:r>
      <w:r w:rsidR="002D7417" w:rsidRPr="00870ED0">
        <w:t>responding TLV becomes current.</w:t>
      </w:r>
    </w:p>
    <w:p w:rsidR="00714EBB" w:rsidRPr="00870ED0" w:rsidRDefault="00714EBB">
      <w:pPr>
        <w:pStyle w:val="B1"/>
      </w:pPr>
      <w:r w:rsidRPr="00870ED0">
        <w:t>CRRN2: if the method is successful then it returns TLV_FOUND_CR_SET when Comprehension Required flag is set.</w:t>
      </w:r>
    </w:p>
    <w:p w:rsidR="00714EBB" w:rsidRPr="00870ED0" w:rsidRDefault="00714EBB">
      <w:pPr>
        <w:pStyle w:val="B1"/>
      </w:pPr>
      <w:r w:rsidRPr="00870ED0">
        <w:t>CRRN3: if the method is successful then it returns TLV_FOUND_CR_NOT_SET when Comprehension Required flag is not set.</w:t>
      </w:r>
    </w:p>
    <w:p w:rsidR="00714EBB" w:rsidRPr="00870ED0" w:rsidRDefault="00714EBB">
      <w:pPr>
        <w:pStyle w:val="B1"/>
      </w:pPr>
      <w:r w:rsidRPr="00870ED0">
        <w:t>CRRN4: if the required occurrence of the TLV element does not exist, the current TLV is no longer defined and TLV_NOT_FOUND is returned.</w:t>
      </w:r>
    </w:p>
    <w:p w:rsidR="00714EBB" w:rsidRPr="00870ED0" w:rsidRDefault="00714EBB">
      <w:pPr>
        <w:pStyle w:val="B1"/>
      </w:pPr>
      <w:r w:rsidRPr="00870ED0">
        <w:t>CRRN5: The search method is comprehension required flag independent.</w:t>
      </w:r>
    </w:p>
    <w:p w:rsidR="00714EBB" w:rsidRPr="00870ED0" w:rsidRDefault="00714EBB">
      <w:pPr>
        <w:pStyle w:val="H6"/>
        <w:outlineLvl w:val="0"/>
      </w:pPr>
      <w:r w:rsidRPr="00870ED0">
        <w:t>5.2.3.5.1.2</w:t>
      </w:r>
      <w:r w:rsidRPr="00870ED0">
        <w:tab/>
        <w:t>Parameter errors</w:t>
      </w:r>
    </w:p>
    <w:p w:rsidR="00714EBB" w:rsidRPr="00870ED0" w:rsidRDefault="00714EBB">
      <w:pPr>
        <w:pStyle w:val="B1"/>
      </w:pPr>
      <w:r w:rsidRPr="00870ED0">
        <w:t>CRRP1: if an input parameter is not valid (e.g. occurrence = 0) an instance of ToolkitException shall be thrown. The reason code shall be Toolki</w:t>
      </w:r>
      <w:r w:rsidR="00510107" w:rsidRPr="00870ED0">
        <w:t>tException.BAD_INPUT_PARAMETER.</w:t>
      </w:r>
    </w:p>
    <w:p w:rsidR="00714EBB" w:rsidRPr="00870ED0" w:rsidRDefault="00714EBB">
      <w:pPr>
        <w:pStyle w:val="H6"/>
        <w:outlineLvl w:val="0"/>
      </w:pPr>
      <w:r w:rsidRPr="00870ED0">
        <w:t>5.2.3.5.1.3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2D7417">
      <w:pPr>
        <w:pStyle w:val="Heading5"/>
      </w:pPr>
      <w:r w:rsidRPr="00870ED0">
        <w:t>5.2.3.5.2</w:t>
      </w:r>
      <w:r w:rsidRPr="00870ED0">
        <w:tab/>
        <w:t>Test area files</w:t>
      </w:r>
    </w:p>
    <w:p w:rsidR="00714EBB" w:rsidRPr="00870ED0" w:rsidRDefault="00714EBB">
      <w:r w:rsidRPr="00870ED0">
        <w:t>Specific tr</w:t>
      </w:r>
      <w:r w:rsidR="002D7417" w:rsidRPr="00870ED0">
        <w:t>iggering: Unrecognized Envelope:</w:t>
      </w:r>
    </w:p>
    <w:p w:rsidR="00714EBB" w:rsidRPr="00870ED0" w:rsidRDefault="00714EBB" w:rsidP="002D7417">
      <w:pPr>
        <w:pStyle w:val="EX"/>
      </w:pPr>
      <w:r w:rsidRPr="00870ED0">
        <w:t>Test Source:</w:t>
      </w:r>
      <w:r w:rsidRPr="00870ED0">
        <w:tab/>
        <w:t>Test_Api_2_Erh_Find.java</w:t>
      </w:r>
      <w:r w:rsidR="002D7417" w:rsidRPr="00870ED0">
        <w:t>.</w:t>
      </w:r>
    </w:p>
    <w:p w:rsidR="00714EBB" w:rsidRPr="00870ED0" w:rsidRDefault="002D7417" w:rsidP="002D7417">
      <w:pPr>
        <w:pStyle w:val="EX"/>
      </w:pPr>
      <w:r w:rsidRPr="00870ED0">
        <w:t>Test Applet:</w:t>
      </w:r>
      <w:r w:rsidRPr="00870ED0">
        <w:tab/>
        <w:t>Api_2_Erh_Find_1.java.</w:t>
      </w:r>
    </w:p>
    <w:p w:rsidR="00714EBB" w:rsidRPr="00870ED0" w:rsidRDefault="002D7417" w:rsidP="002D7417">
      <w:pPr>
        <w:pStyle w:val="EX"/>
      </w:pPr>
      <w:r w:rsidRPr="00870ED0">
        <w:t>Cap File:</w:t>
      </w:r>
      <w:r w:rsidRPr="00870ED0">
        <w:tab/>
        <w:t>api_2_erh_find.cap.</w:t>
      </w:r>
    </w:p>
    <w:p w:rsidR="00714EBB" w:rsidRPr="00870ED0" w:rsidRDefault="00714EBB" w:rsidP="002D7417">
      <w:pPr>
        <w:pStyle w:val="Heading5"/>
      </w:pPr>
      <w:r w:rsidRPr="00870ED0">
        <w:t>5.2.3.5.3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3, 5</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2, 4</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901" w:type="dxa"/>
          </w:tcPr>
          <w:p w:rsidR="00714EBB" w:rsidRPr="00870ED0" w:rsidRDefault="00714EBB">
            <w:pPr>
              <w:pStyle w:val="TAC"/>
              <w:keepNext w:val="0"/>
              <w:keepLines w:val="0"/>
            </w:pPr>
            <w:r w:rsidRPr="00870ED0">
              <w:t>10, 11</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901" w:type="dxa"/>
          </w:tcPr>
          <w:p w:rsidR="00714EBB" w:rsidRPr="00870ED0" w:rsidRDefault="00714EBB">
            <w:pPr>
              <w:pStyle w:val="TAC"/>
              <w:keepNext w:val="0"/>
              <w:keepLines w:val="0"/>
            </w:pPr>
            <w:r w:rsidRPr="00870ED0">
              <w:t>6, 7,8, 9</w:t>
            </w:r>
          </w:p>
        </w:tc>
      </w:tr>
      <w:tr w:rsidR="00714EBB" w:rsidRPr="00870ED0" w:rsidTr="00714EBB">
        <w:trPr>
          <w:jc w:val="center"/>
        </w:trPr>
        <w:tc>
          <w:tcPr>
            <w:tcW w:w="1299" w:type="dxa"/>
          </w:tcPr>
          <w:p w:rsidR="00714EBB" w:rsidRPr="00870ED0" w:rsidRDefault="00714EBB">
            <w:pPr>
              <w:pStyle w:val="TAC"/>
              <w:keepNext w:val="0"/>
              <w:keepLines w:val="0"/>
            </w:pPr>
            <w:r w:rsidRPr="00870ED0">
              <w:t>N5</w:t>
            </w:r>
          </w:p>
        </w:tc>
        <w:tc>
          <w:tcPr>
            <w:tcW w:w="3901" w:type="dxa"/>
          </w:tcPr>
          <w:p w:rsidR="00714EBB" w:rsidRPr="00870ED0" w:rsidRDefault="00714EBB">
            <w:pPr>
              <w:pStyle w:val="TAC"/>
              <w:keepNext w:val="0"/>
              <w:keepLines w:val="0"/>
            </w:pPr>
            <w:r w:rsidRPr="00870ED0">
              <w:t>12, 13</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14</w:t>
            </w:r>
          </w:p>
        </w:tc>
      </w:tr>
    </w:tbl>
    <w:p w:rsidR="00714EBB" w:rsidRPr="00870ED0" w:rsidRDefault="00714EBB" w:rsidP="002D7417"/>
    <w:p w:rsidR="00714EBB" w:rsidRPr="00870ED0" w:rsidRDefault="00714EBB" w:rsidP="002D7417">
      <w:pPr>
        <w:pStyle w:val="Heading5"/>
      </w:pPr>
      <w:r w:rsidRPr="00870ED0">
        <w:lastRenderedPageBreak/>
        <w:t>5.2.3.5.4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D62DA4">
        <w:trPr>
          <w:tblHeader/>
          <w:jc w:val="center"/>
        </w:trPr>
        <w:tc>
          <w:tcPr>
            <w:tcW w:w="425" w:type="dxa"/>
          </w:tcPr>
          <w:p w:rsidR="00714EBB" w:rsidRPr="00870ED0" w:rsidRDefault="00714EBB">
            <w:pPr>
              <w:pStyle w:val="TAH"/>
            </w:pPr>
            <w:r w:rsidRPr="00870ED0">
              <w:t>Id</w:t>
            </w:r>
          </w:p>
        </w:tc>
        <w:tc>
          <w:tcPr>
            <w:tcW w:w="4111" w:type="dxa"/>
          </w:tcPr>
          <w:p w:rsidR="00714EBB" w:rsidRPr="00870ED0" w:rsidRDefault="00714EBB">
            <w:pPr>
              <w:pStyle w:val="TAH"/>
            </w:pPr>
            <w:r w:rsidRPr="00870ED0">
              <w:t>Description</w:t>
            </w:r>
          </w:p>
        </w:tc>
        <w:tc>
          <w:tcPr>
            <w:tcW w:w="2835" w:type="dxa"/>
          </w:tcPr>
          <w:p w:rsidR="00714EBB" w:rsidRPr="00870ED0" w:rsidRDefault="00714EBB">
            <w:pPr>
              <w:pStyle w:val="TAH"/>
            </w:pPr>
            <w:r w:rsidRPr="00870ED0">
              <w:t>API Expectation</w:t>
            </w:r>
          </w:p>
        </w:tc>
        <w:tc>
          <w:tcPr>
            <w:tcW w:w="2410" w:type="dxa"/>
          </w:tcPr>
          <w:p w:rsidR="00714EBB" w:rsidRPr="00870ED0" w:rsidRDefault="00714EBB">
            <w:pPr>
              <w:pStyle w:val="TAH"/>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pPr>
            <w:r w:rsidRPr="00870ED0">
              <w:t>1</w:t>
            </w:r>
          </w:p>
        </w:tc>
        <w:tc>
          <w:tcPr>
            <w:tcW w:w="4111" w:type="dxa"/>
            <w:tcBorders>
              <w:bottom w:val="nil"/>
            </w:tcBorders>
          </w:tcPr>
          <w:p w:rsidR="00714EBB" w:rsidRPr="00870ED0" w:rsidRDefault="00714EBB">
            <w:pPr>
              <w:pStyle w:val="TAH"/>
            </w:pPr>
            <w:r w:rsidRPr="00870ED0">
              <w:t>append the handler with TLVs:</w:t>
            </w:r>
          </w:p>
          <w:p w:rsidR="00714EBB" w:rsidRPr="00870ED0" w:rsidRDefault="00714EBB">
            <w:pPr>
              <w:pStyle w:val="PL"/>
              <w:keepNext/>
              <w:keepLines/>
              <w:rPr>
                <w:noProof w:val="0"/>
              </w:rPr>
            </w:pPr>
            <w:r w:rsidRPr="00870ED0">
              <w:rPr>
                <w:noProof w:val="0"/>
              </w:rPr>
              <w:t>81 03 11 22 33</w:t>
            </w:r>
          </w:p>
          <w:p w:rsidR="00714EBB" w:rsidRPr="00870ED0" w:rsidRDefault="00714EBB">
            <w:pPr>
              <w:pStyle w:val="PL"/>
              <w:keepNext/>
              <w:keepLines/>
              <w:rPr>
                <w:noProof w:val="0"/>
              </w:rPr>
            </w:pPr>
            <w:r w:rsidRPr="00870ED0">
              <w:rPr>
                <w:noProof w:val="0"/>
              </w:rPr>
              <w:t>82 02 99 77</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H"/>
              <w:keepNext w:val="0"/>
              <w:keepLines w:val="0"/>
            </w:pPr>
            <w:r w:rsidRPr="00870ED0">
              <w:t>Invalid input parameter</w:t>
            </w:r>
          </w:p>
          <w:p w:rsidR="00714EBB" w:rsidRPr="00870ED0" w:rsidRDefault="00714EBB">
            <w:pPr>
              <w:pStyle w:val="PL"/>
              <w:rPr>
                <w:noProof w:val="0"/>
              </w:rPr>
            </w:pPr>
            <w:r w:rsidRPr="00870ED0">
              <w:rPr>
                <w:noProof w:val="0"/>
              </w:rPr>
              <w:t>findTLV()</w:t>
            </w:r>
          </w:p>
          <w:p w:rsidR="00714EBB" w:rsidRPr="00870ED0" w:rsidRDefault="00714EBB">
            <w:pPr>
              <w:pStyle w:val="TAL"/>
              <w:keepNext w:val="0"/>
              <w:keepLines w:val="0"/>
            </w:pPr>
            <w:r w:rsidRPr="00870ED0">
              <w:t>Occurrence = 0</w:t>
            </w:r>
          </w:p>
        </w:tc>
        <w:tc>
          <w:tcPr>
            <w:tcW w:w="2835" w:type="dxa"/>
            <w:tcBorders>
              <w:top w:val="single" w:sz="4" w:space="0" w:color="808080"/>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L"/>
              <w:keepNext w:val="0"/>
              <w:keepLines w:val="0"/>
            </w:pP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Search 1st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Result is 03h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4</w:t>
            </w:r>
          </w:p>
        </w:tc>
        <w:tc>
          <w:tcPr>
            <w:tcW w:w="4111" w:type="dxa"/>
            <w:tcBorders>
              <w:top w:val="single" w:sz="4" w:space="0" w:color="808080"/>
              <w:bottom w:val="nil"/>
            </w:tcBorders>
          </w:tcPr>
          <w:p w:rsidR="00714EBB" w:rsidRPr="00870ED0" w:rsidRDefault="00714EBB">
            <w:pPr>
              <w:pStyle w:val="TAH"/>
              <w:keepNext w:val="0"/>
              <w:keepLines w:val="0"/>
            </w:pPr>
            <w:r w:rsidRPr="00870ED0">
              <w:t>Search 2nd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Result is 02h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6</w:t>
            </w:r>
          </w:p>
        </w:tc>
        <w:tc>
          <w:tcPr>
            <w:tcW w:w="4111" w:type="dxa"/>
            <w:tcBorders>
              <w:top w:val="single" w:sz="4" w:space="0" w:color="808080"/>
              <w:bottom w:val="nil"/>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Search a wrong tag</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03h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TLV_NOT_FOUND</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7</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8</w:t>
            </w:r>
          </w:p>
        </w:tc>
        <w:tc>
          <w:tcPr>
            <w:tcW w:w="4111" w:type="dxa"/>
            <w:tcBorders>
              <w:top w:val="single" w:sz="4" w:space="0" w:color="808080"/>
              <w:bottom w:val="nil"/>
            </w:tcBorders>
          </w:tcPr>
          <w:p w:rsidR="00714EBB" w:rsidRPr="00870ED0" w:rsidRDefault="00714EBB">
            <w:pPr>
              <w:pStyle w:val="TAH"/>
              <w:keepNext w:val="0"/>
              <w:keepLines w:val="0"/>
            </w:pPr>
            <w:r w:rsidRPr="00870ED0">
              <w:t>Search a tag with wrong occurrence</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Occurrence = 2</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TLV_NOT_FOUND</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9</w:t>
            </w:r>
          </w:p>
        </w:tc>
        <w:tc>
          <w:tcPr>
            <w:tcW w:w="4111" w:type="dxa"/>
            <w:tcBorders>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10</w:t>
            </w:r>
          </w:p>
        </w:tc>
        <w:tc>
          <w:tcPr>
            <w:tcW w:w="4111" w:type="dxa"/>
            <w:tcBorders>
              <w:bottom w:val="nil"/>
            </w:tcBorders>
          </w:tcPr>
          <w:p w:rsidR="00714EBB" w:rsidRPr="00870ED0" w:rsidRDefault="00714EBB">
            <w:pPr>
              <w:pStyle w:val="TAH"/>
              <w:keepNext w:val="0"/>
              <w:keepLines w:val="0"/>
            </w:pPr>
            <w:r w:rsidRPr="00870ED0">
              <w:t>Append a TLV with tag=02h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Append a TLV with tag=04h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04h</w:t>
            </w:r>
          </w:p>
          <w:p w:rsidR="00714EBB" w:rsidRPr="00870ED0" w:rsidRDefault="00714EBB">
            <w:pPr>
              <w:pStyle w:val="PL"/>
              <w:rPr>
                <w:noProof w:val="0"/>
              </w:rPr>
            </w:pPr>
            <w:r w:rsidRPr="00870ED0">
              <w:rPr>
                <w:noProof w:val="0"/>
              </w:rPr>
              <w:t>Occurrence = 1</w:t>
            </w:r>
          </w:p>
        </w:tc>
        <w:tc>
          <w:tcPr>
            <w:tcW w:w="2835" w:type="dxa"/>
            <w:tcBorders>
              <w:top w:val="single" w:sz="4" w:space="0" w:color="808080"/>
              <w:bottom w:val="nil"/>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nil"/>
            </w:tcBorders>
          </w:tcPr>
          <w:p w:rsidR="00714EBB" w:rsidRPr="00870ED0" w:rsidRDefault="00714EBB">
            <w:pPr>
              <w:pStyle w:val="TAC"/>
              <w:keepNext w:val="0"/>
              <w:keepLines w:val="0"/>
            </w:pPr>
            <w:r w:rsidRPr="00870ED0">
              <w:t>12</w:t>
            </w:r>
          </w:p>
        </w:tc>
        <w:tc>
          <w:tcPr>
            <w:tcW w:w="4111" w:type="dxa"/>
            <w:tcBorders>
              <w:top w:val="single" w:sz="4" w:space="0" w:color="auto"/>
              <w:bottom w:val="nil"/>
            </w:tcBorders>
          </w:tcPr>
          <w:p w:rsidR="00714EBB" w:rsidRPr="00870ED0" w:rsidRDefault="00714EBB">
            <w:pPr>
              <w:pStyle w:val="TAH"/>
              <w:keepNext w:val="0"/>
              <w:keepLines w:val="0"/>
            </w:pPr>
            <w:r w:rsidRPr="00870ED0">
              <w:t>Search tag 81h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81h</w:t>
            </w:r>
          </w:p>
          <w:p w:rsidR="00714EBB" w:rsidRPr="00870ED0" w:rsidRDefault="00714EBB">
            <w:pPr>
              <w:pStyle w:val="PL"/>
              <w:rPr>
                <w:noProof w:val="0"/>
              </w:rPr>
            </w:pPr>
            <w:r w:rsidRPr="00870ED0">
              <w:rPr>
                <w:noProof w:val="0"/>
              </w:rPr>
              <w:t>Occurrence = 1</w:t>
            </w:r>
          </w:p>
        </w:tc>
        <w:tc>
          <w:tcPr>
            <w:tcW w:w="2835" w:type="dxa"/>
            <w:tcBorders>
              <w:top w:val="single" w:sz="4" w:space="0" w:color="auto"/>
              <w:bottom w:val="nil"/>
            </w:tcBorders>
          </w:tcPr>
          <w:p w:rsidR="00714EBB" w:rsidRPr="00870ED0" w:rsidRDefault="00714EBB">
            <w:pPr>
              <w:pStyle w:val="TAL"/>
              <w:keepNext w:val="0"/>
              <w:keepLines w:val="0"/>
            </w:pPr>
            <w:r w:rsidRPr="00870ED0">
              <w:t>Result is TLV_FOUND_CR_SET</w:t>
            </w:r>
          </w:p>
        </w:tc>
        <w:tc>
          <w:tcPr>
            <w:tcW w:w="2410" w:type="dxa"/>
            <w:tcBorders>
              <w:top w:val="single" w:sz="4" w:space="0" w:color="auto"/>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Search tag 84h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Occurrence = 1</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TAH"/>
              <w:keepNext w:val="0"/>
              <w:keepLines w:val="0"/>
              <w:jc w:val="left"/>
              <w:rPr>
                <w:b w:val="0"/>
              </w:rPr>
            </w:pPr>
            <w:r w:rsidRPr="00870ED0">
              <w:rPr>
                <w:b w:val="0"/>
              </w:rPr>
              <w:t>Call post() method, then findTLV()</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5.2.3.6</w:t>
      </w:r>
      <w:r w:rsidRPr="00870ED0">
        <w:tab/>
        <w:t>Method getValueLength</w:t>
      </w:r>
    </w:p>
    <w:p w:rsidR="00714EBB" w:rsidRPr="00870ED0" w:rsidRDefault="00714EBB">
      <w:r w:rsidRPr="00870ED0">
        <w:t>Test Area Reference: Api_2_Erh_Gvle</w:t>
      </w:r>
      <w:r w:rsidR="00510107" w:rsidRPr="00870ED0">
        <w:t>.</w:t>
      </w:r>
    </w:p>
    <w:p w:rsidR="00714EBB" w:rsidRPr="00870ED0" w:rsidRDefault="00714EBB" w:rsidP="00D62DA4">
      <w:pPr>
        <w:pStyle w:val="Heading5"/>
      </w:pPr>
      <w:r w:rsidRPr="00870ED0">
        <w:t>5.2.3.6.1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lastRenderedPageBreak/>
        <w:t>5.2.3.6.1.1</w:t>
      </w:r>
      <w:r w:rsidRPr="00870ED0">
        <w:tab/>
        <w:t>Normal execution</w:t>
      </w:r>
    </w:p>
    <w:p w:rsidR="00714EBB" w:rsidRPr="00870ED0" w:rsidRDefault="00714EBB">
      <w:pPr>
        <w:pStyle w:val="B1"/>
      </w:pPr>
      <w:r w:rsidRPr="00870ED0">
        <w:t>CRRN1: gets and returns the binary length of the value field for the last TLV element which has been found in the handler.</w:t>
      </w:r>
    </w:p>
    <w:p w:rsidR="00714EBB" w:rsidRPr="00870ED0" w:rsidRDefault="00714EBB">
      <w:pPr>
        <w:pStyle w:val="H6"/>
        <w:outlineLvl w:val="0"/>
      </w:pPr>
      <w:r w:rsidRPr="00870ED0">
        <w:t>5.2.3.6.1.2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5.2.3.6.1.3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D62DA4" w:rsidP="00D62DA4">
      <w:pPr>
        <w:pStyle w:val="Heading5"/>
      </w:pPr>
      <w:r w:rsidRPr="00870ED0">
        <w:t>5.2.3.6.2</w:t>
      </w:r>
      <w:r w:rsidR="00714EBB" w:rsidRPr="00870ED0">
        <w:tab/>
        <w:t>Test area files</w:t>
      </w:r>
    </w:p>
    <w:p w:rsidR="00714EBB" w:rsidRPr="00870ED0" w:rsidRDefault="00714EBB">
      <w:r w:rsidRPr="00870ED0">
        <w:t>Specific triggering: Unre</w:t>
      </w:r>
      <w:r w:rsidR="00D62DA4" w:rsidRPr="00870ED0">
        <w:t>cognized Envelope:</w:t>
      </w:r>
    </w:p>
    <w:p w:rsidR="00714EBB" w:rsidRPr="00870ED0" w:rsidRDefault="00714EBB" w:rsidP="00D62DA4">
      <w:pPr>
        <w:pStyle w:val="EX"/>
      </w:pPr>
      <w:r w:rsidRPr="00870ED0">
        <w:t>Test Source:</w:t>
      </w:r>
      <w:r w:rsidRPr="00870ED0">
        <w:tab/>
        <w:t>Test_Api_2_Erh_Gvle.java</w:t>
      </w:r>
      <w:r w:rsidR="00D62DA4" w:rsidRPr="00870ED0">
        <w:t>.</w:t>
      </w:r>
    </w:p>
    <w:p w:rsidR="00714EBB" w:rsidRPr="00870ED0" w:rsidRDefault="00714EBB" w:rsidP="00D62DA4">
      <w:pPr>
        <w:pStyle w:val="EX"/>
      </w:pPr>
      <w:r w:rsidRPr="00870ED0">
        <w:t>Test</w:t>
      </w:r>
      <w:r w:rsidR="00D62DA4" w:rsidRPr="00870ED0">
        <w:t xml:space="preserve"> Applet: </w:t>
      </w:r>
      <w:r w:rsidR="00D62DA4" w:rsidRPr="00870ED0">
        <w:tab/>
        <w:t>Api_2_Erh_Gvle_1.java.</w:t>
      </w:r>
    </w:p>
    <w:p w:rsidR="00714EBB" w:rsidRPr="00870ED0" w:rsidRDefault="00714EBB" w:rsidP="00D62DA4">
      <w:pPr>
        <w:pStyle w:val="EX"/>
      </w:pPr>
      <w:r w:rsidRPr="00870ED0">
        <w:t>Cap File:</w:t>
      </w:r>
      <w:r w:rsidRPr="00870ED0">
        <w:tab/>
        <w:t>api_2_erh_gvle.cap</w:t>
      </w:r>
      <w:r w:rsidR="00D62DA4" w:rsidRPr="00870ED0">
        <w:t>.</w:t>
      </w:r>
    </w:p>
    <w:p w:rsidR="00714EBB" w:rsidRPr="00870ED0" w:rsidRDefault="00714EBB" w:rsidP="00D62DA4">
      <w:pPr>
        <w:pStyle w:val="Heading5"/>
      </w:pPr>
      <w:r w:rsidRPr="00870ED0">
        <w:t>5.2.3.6.3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pPr>
            <w:r w:rsidRPr="00870ED0">
              <w:t>CRR number</w:t>
            </w:r>
          </w:p>
        </w:tc>
        <w:tc>
          <w:tcPr>
            <w:tcW w:w="3901" w:type="dxa"/>
          </w:tcPr>
          <w:p w:rsidR="00714EBB" w:rsidRPr="00870ED0" w:rsidRDefault="00714EBB">
            <w:pPr>
              <w:pStyle w:val="TAH"/>
            </w:pPr>
            <w:r w:rsidRPr="00870ED0">
              <w:t>Test case number</w:t>
            </w:r>
          </w:p>
        </w:tc>
      </w:tr>
      <w:tr w:rsidR="00714EBB" w:rsidRPr="00870ED0" w:rsidTr="00714EBB">
        <w:trPr>
          <w:jc w:val="center"/>
        </w:trPr>
        <w:tc>
          <w:tcPr>
            <w:tcW w:w="1299" w:type="dxa"/>
          </w:tcPr>
          <w:p w:rsidR="00714EBB" w:rsidRPr="00870ED0" w:rsidRDefault="00714EBB">
            <w:pPr>
              <w:pStyle w:val="TAC"/>
            </w:pPr>
            <w:r w:rsidRPr="00870ED0">
              <w:t>N1</w:t>
            </w:r>
          </w:p>
        </w:tc>
        <w:tc>
          <w:tcPr>
            <w:tcW w:w="3901" w:type="dxa"/>
          </w:tcPr>
          <w:p w:rsidR="00714EBB" w:rsidRPr="00870ED0" w:rsidRDefault="00714EBB">
            <w:pPr>
              <w:pStyle w:val="TAC"/>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7</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1</w:t>
            </w:r>
          </w:p>
        </w:tc>
      </w:tr>
    </w:tbl>
    <w:p w:rsidR="00714EBB" w:rsidRPr="00870ED0" w:rsidRDefault="00714EBB" w:rsidP="00D62DA4"/>
    <w:p w:rsidR="00714EBB" w:rsidRPr="00870ED0" w:rsidRDefault="00714EBB" w:rsidP="00D62DA4">
      <w:pPr>
        <w:pStyle w:val="Heading5"/>
      </w:pPr>
      <w:r w:rsidRPr="00870ED0">
        <w:t>5.2.3.6.4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D62DA4">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appendTLV() 02 02 02 02</w:t>
            </w:r>
          </w:p>
          <w:p w:rsidR="00714EBB" w:rsidRPr="00870ED0" w:rsidRDefault="00714EBB">
            <w:pPr>
              <w:pStyle w:val="TAH"/>
              <w:keepNext w:val="0"/>
              <w:keepLines w:val="0"/>
            </w:pPr>
            <w:r w:rsidRPr="00870ED0">
              <w:t>findTLV() with TAG 03</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H"/>
              <w:keepNext w:val="0"/>
              <w:keepLines w:val="0"/>
            </w:pPr>
            <w:r w:rsidRPr="00870ED0">
              <w:t>getValueLength()</w:t>
            </w:r>
          </w:p>
          <w:p w:rsidR="00714EBB" w:rsidRPr="00870ED0" w:rsidRDefault="00714EBB">
            <w:pPr>
              <w:jc w:val="center"/>
            </w:pPr>
          </w:p>
        </w:tc>
        <w:tc>
          <w:tcPr>
            <w:tcW w:w="2835" w:type="dxa"/>
            <w:tcBorders>
              <w:top w:val="single" w:sz="4" w:space="0" w:color="808080"/>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appendTLV() with TAG 0D and length 00</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Search TLV 0Dh </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3</w:t>
            </w:r>
          </w:p>
        </w:tc>
        <w:tc>
          <w:tcPr>
            <w:tcW w:w="4111" w:type="dxa"/>
            <w:tcBorders>
              <w:bottom w:val="nil"/>
            </w:tcBorders>
          </w:tcPr>
          <w:p w:rsidR="00714EBB" w:rsidRPr="00870ED0" w:rsidRDefault="00714EBB">
            <w:pPr>
              <w:pStyle w:val="TAH"/>
              <w:keepNext w:val="0"/>
              <w:keepLines w:val="0"/>
            </w:pPr>
            <w:r w:rsidRPr="00870ED0">
              <w:t>Clear the handler and append TLV with TAG 0D and length 02</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Search TLV 0Dh </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4</w:t>
            </w:r>
          </w:p>
        </w:tc>
        <w:tc>
          <w:tcPr>
            <w:tcW w:w="4111" w:type="dxa"/>
            <w:tcBorders>
              <w:bottom w:val="nil"/>
            </w:tcBorders>
          </w:tcPr>
          <w:p w:rsidR="00714EBB" w:rsidRPr="00870ED0" w:rsidRDefault="00714EBB">
            <w:pPr>
              <w:pStyle w:val="TAH"/>
              <w:keepNext w:val="0"/>
              <w:keepLines w:val="0"/>
            </w:pPr>
            <w:r w:rsidRPr="00870ED0">
              <w:t>Clear the handler and appendTLV() with TAG 0D and length 0x7F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Search TLV 0Dh </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BodyText"/>
            </w:pPr>
            <w:r w:rsidRPr="00870ED0">
              <w:t>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7Fh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5</w:t>
            </w:r>
          </w:p>
        </w:tc>
        <w:tc>
          <w:tcPr>
            <w:tcW w:w="4111" w:type="dxa"/>
            <w:tcBorders>
              <w:bottom w:val="nil"/>
            </w:tcBorders>
          </w:tcPr>
          <w:p w:rsidR="00714EBB" w:rsidRPr="00870ED0" w:rsidRDefault="00714EBB">
            <w:pPr>
              <w:pStyle w:val="TAH"/>
              <w:keepNext w:val="0"/>
              <w:keepLines w:val="0"/>
            </w:pPr>
            <w:r w:rsidRPr="00870ED0">
              <w:t>Clear the handler and appendTLV() with TAG 0D and length 0x80</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Search TLV 0Dh </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80h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D62DA4">
            <w:pPr>
              <w:pStyle w:val="TAC"/>
            </w:pPr>
            <w:r w:rsidRPr="00870ED0">
              <w:lastRenderedPageBreak/>
              <w:t>6</w:t>
            </w:r>
          </w:p>
        </w:tc>
        <w:tc>
          <w:tcPr>
            <w:tcW w:w="4111" w:type="dxa"/>
            <w:tcBorders>
              <w:bottom w:val="nil"/>
            </w:tcBorders>
          </w:tcPr>
          <w:p w:rsidR="00714EBB" w:rsidRPr="00870ED0" w:rsidRDefault="00714EBB" w:rsidP="00D62DA4">
            <w:pPr>
              <w:pStyle w:val="TAH"/>
            </w:pPr>
            <w:r w:rsidRPr="00870ED0">
              <w:t>Clear the handler and appendTLV() with TAG 0D and length 0xF1</w:t>
            </w:r>
          </w:p>
        </w:tc>
        <w:tc>
          <w:tcPr>
            <w:tcW w:w="2835" w:type="dxa"/>
            <w:tcBorders>
              <w:bottom w:val="nil"/>
            </w:tcBorders>
          </w:tcPr>
          <w:p w:rsidR="00714EBB" w:rsidRPr="00870ED0" w:rsidRDefault="00714EBB" w:rsidP="00D62DA4">
            <w:pPr>
              <w:pStyle w:val="TAL"/>
            </w:pPr>
          </w:p>
        </w:tc>
        <w:tc>
          <w:tcPr>
            <w:tcW w:w="2410" w:type="dxa"/>
            <w:tcBorders>
              <w:bottom w:val="nil"/>
            </w:tcBorders>
          </w:tcPr>
          <w:p w:rsidR="00714EBB" w:rsidRPr="00870ED0" w:rsidRDefault="00714EBB" w:rsidP="00D62DA4">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D62DA4">
            <w:pPr>
              <w:pStyle w:val="TAC"/>
            </w:pPr>
          </w:p>
        </w:tc>
        <w:tc>
          <w:tcPr>
            <w:tcW w:w="4111" w:type="dxa"/>
            <w:tcBorders>
              <w:top w:val="single" w:sz="4" w:space="0" w:color="808080"/>
              <w:bottom w:val="nil"/>
            </w:tcBorders>
          </w:tcPr>
          <w:p w:rsidR="00714EBB" w:rsidRPr="00870ED0" w:rsidRDefault="00714EBB" w:rsidP="00D62DA4">
            <w:pPr>
              <w:pStyle w:val="TAH"/>
            </w:pPr>
            <w:r w:rsidRPr="00870ED0">
              <w:t xml:space="preserve">Search TLV 0Dh </w:t>
            </w:r>
          </w:p>
        </w:tc>
        <w:tc>
          <w:tcPr>
            <w:tcW w:w="2835" w:type="dxa"/>
            <w:tcBorders>
              <w:top w:val="single" w:sz="4" w:space="0" w:color="808080"/>
              <w:bottom w:val="nil"/>
            </w:tcBorders>
          </w:tcPr>
          <w:p w:rsidR="00714EBB" w:rsidRPr="00870ED0" w:rsidRDefault="00714EBB" w:rsidP="00D62DA4">
            <w:pPr>
              <w:pStyle w:val="TAL"/>
            </w:pPr>
          </w:p>
        </w:tc>
        <w:tc>
          <w:tcPr>
            <w:tcW w:w="2410" w:type="dxa"/>
            <w:tcBorders>
              <w:top w:val="single" w:sz="4" w:space="0" w:color="808080"/>
              <w:bottom w:val="nil"/>
            </w:tcBorders>
          </w:tcPr>
          <w:p w:rsidR="00714EBB" w:rsidRPr="00870ED0" w:rsidRDefault="00714EBB" w:rsidP="00D62DA4">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D62DA4">
            <w:pPr>
              <w:pStyle w:val="TAC"/>
            </w:pPr>
          </w:p>
        </w:tc>
        <w:tc>
          <w:tcPr>
            <w:tcW w:w="4111" w:type="dxa"/>
            <w:tcBorders>
              <w:top w:val="single" w:sz="4" w:space="0" w:color="808080"/>
              <w:bottom w:val="single" w:sz="4" w:space="0" w:color="auto"/>
            </w:tcBorders>
          </w:tcPr>
          <w:p w:rsidR="00714EBB" w:rsidRPr="00870ED0" w:rsidRDefault="00714EBB" w:rsidP="00D62DA4">
            <w:pPr>
              <w:pStyle w:val="PL"/>
              <w:keepNext/>
              <w:keepLines/>
              <w:rPr>
                <w:noProof w:val="0"/>
              </w:rPr>
            </w:pPr>
            <w:r w:rsidRPr="00870ED0">
              <w:rPr>
                <w:noProof w:val="0"/>
              </w:rPr>
              <w:t>getValueLength()</w:t>
            </w:r>
          </w:p>
        </w:tc>
        <w:tc>
          <w:tcPr>
            <w:tcW w:w="2835" w:type="dxa"/>
            <w:tcBorders>
              <w:top w:val="single" w:sz="4" w:space="0" w:color="808080"/>
              <w:bottom w:val="single" w:sz="4" w:space="0" w:color="auto"/>
            </w:tcBorders>
          </w:tcPr>
          <w:p w:rsidR="00714EBB" w:rsidRPr="00870ED0" w:rsidRDefault="00714EBB" w:rsidP="00D62DA4">
            <w:pPr>
              <w:pStyle w:val="TAL"/>
            </w:pPr>
            <w:r w:rsidRPr="00870ED0">
              <w:t>Result is F1h</w:t>
            </w:r>
          </w:p>
        </w:tc>
        <w:tc>
          <w:tcPr>
            <w:tcW w:w="2410" w:type="dxa"/>
            <w:tcBorders>
              <w:top w:val="single" w:sz="4" w:space="0" w:color="808080"/>
              <w:bottom w:val="single" w:sz="4" w:space="0" w:color="auto"/>
            </w:tcBorders>
          </w:tcPr>
          <w:p w:rsidR="00714EBB" w:rsidRPr="00870ED0" w:rsidRDefault="00714EBB" w:rsidP="00D62DA4">
            <w:pPr>
              <w:pStyle w:val="TAL"/>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noProof w:val="0"/>
              </w:rPr>
            </w:pPr>
            <w:r w:rsidRPr="00870ED0">
              <w:rPr>
                <w:noProof w:val="0"/>
              </w:rPr>
              <w:t>Call post() method, then getValueLength()</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5.2.3.7</w:t>
      </w:r>
      <w:r w:rsidRPr="00870ED0">
        <w:tab/>
        <w:t>Method getValueByte</w:t>
      </w:r>
    </w:p>
    <w:p w:rsidR="00714EBB" w:rsidRPr="00870ED0" w:rsidRDefault="00714EBB">
      <w:r w:rsidRPr="00870ED0">
        <w:t>Test Area Reference: Api_2_Erh_Gvby</w:t>
      </w:r>
      <w:r w:rsidR="00D62DA4" w:rsidRPr="00870ED0">
        <w:t>.</w:t>
      </w:r>
    </w:p>
    <w:p w:rsidR="00714EBB" w:rsidRPr="00870ED0" w:rsidRDefault="00714EBB" w:rsidP="00D62DA4">
      <w:pPr>
        <w:pStyle w:val="Heading5"/>
      </w:pPr>
      <w:r w:rsidRPr="00870ED0">
        <w:t>5.2.3.7.1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getValueByte(short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5.2.3.7.1.1</w:t>
      </w:r>
      <w:r w:rsidRPr="00870ED0">
        <w:tab/>
        <w:t>Normal execution</w:t>
      </w:r>
    </w:p>
    <w:p w:rsidR="00714EBB" w:rsidRPr="00870ED0" w:rsidRDefault="00714EBB">
      <w:pPr>
        <w:pStyle w:val="B1"/>
      </w:pPr>
      <w:r w:rsidRPr="00870ED0">
        <w:t>CRRN1: Gets a byte from the last TLV element which has been found in the handler and returns its value (1 byte).</w:t>
      </w:r>
    </w:p>
    <w:p w:rsidR="00714EBB" w:rsidRPr="00870ED0" w:rsidRDefault="00714EBB">
      <w:pPr>
        <w:pStyle w:val="H6"/>
        <w:outlineLvl w:val="0"/>
      </w:pPr>
      <w:r w:rsidRPr="00870ED0">
        <w:t>5.2.3.7.1.2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5.2.3.7.1.3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D62DA4">
      <w:pPr>
        <w:pStyle w:val="Heading5"/>
      </w:pPr>
      <w:r w:rsidRPr="00870ED0">
        <w:t>5.2.3.7.2</w:t>
      </w:r>
      <w:r w:rsidRPr="00870ED0">
        <w:tab/>
        <w:t>Test area files</w:t>
      </w:r>
    </w:p>
    <w:p w:rsidR="00714EBB" w:rsidRPr="00870ED0" w:rsidRDefault="00714EBB">
      <w:r w:rsidRPr="00870ED0">
        <w:t>Specific tr</w:t>
      </w:r>
      <w:r w:rsidR="00D62DA4" w:rsidRPr="00870ED0">
        <w:t>iggering: Unrecognized Envelope:</w:t>
      </w:r>
    </w:p>
    <w:p w:rsidR="00714EBB" w:rsidRPr="00870ED0" w:rsidRDefault="00714EBB" w:rsidP="00D62DA4">
      <w:pPr>
        <w:pStyle w:val="EX"/>
      </w:pPr>
      <w:r w:rsidRPr="00870ED0">
        <w:t>Test Source:</w:t>
      </w:r>
      <w:r w:rsidRPr="00870ED0">
        <w:tab/>
        <w:t>Test_Api_2_Erh_Gvby.java</w:t>
      </w:r>
      <w:r w:rsidR="00D62DA4" w:rsidRPr="00870ED0">
        <w:t>.</w:t>
      </w:r>
    </w:p>
    <w:p w:rsidR="00714EBB" w:rsidRPr="00870ED0" w:rsidRDefault="00714EBB" w:rsidP="00D62DA4">
      <w:pPr>
        <w:pStyle w:val="EX"/>
      </w:pPr>
      <w:r w:rsidRPr="00870ED0">
        <w:t>Test</w:t>
      </w:r>
      <w:r w:rsidR="00D62DA4" w:rsidRPr="00870ED0">
        <w:t xml:space="preserve"> Applet: </w:t>
      </w:r>
      <w:r w:rsidR="00D62DA4" w:rsidRPr="00870ED0">
        <w:tab/>
        <w:t>Api_2_Erh_Gvby_1.java.</w:t>
      </w:r>
    </w:p>
    <w:p w:rsidR="00714EBB" w:rsidRPr="00870ED0" w:rsidRDefault="00714EBB" w:rsidP="00D62DA4">
      <w:pPr>
        <w:pStyle w:val="EX"/>
      </w:pPr>
      <w:r w:rsidRPr="00870ED0">
        <w:t>Cap File:</w:t>
      </w:r>
      <w:r w:rsidRPr="00870ED0">
        <w:tab/>
        <w:t>api_2_erh_gvby.cap</w:t>
      </w:r>
      <w:r w:rsidR="00D62DA4" w:rsidRPr="00870ED0">
        <w:t>.</w:t>
      </w:r>
    </w:p>
    <w:p w:rsidR="00714EBB" w:rsidRPr="00870ED0" w:rsidRDefault="00714EBB" w:rsidP="00D62DA4">
      <w:pPr>
        <w:pStyle w:val="Heading5"/>
      </w:pPr>
      <w:r w:rsidRPr="00870ED0">
        <w:t>5.2.3.7.3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9</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1</w:t>
            </w:r>
          </w:p>
        </w:tc>
      </w:tr>
    </w:tbl>
    <w:p w:rsidR="00714EBB" w:rsidRPr="00870ED0" w:rsidRDefault="00714EBB" w:rsidP="00D62DA4"/>
    <w:p w:rsidR="00714EBB" w:rsidRPr="00870ED0" w:rsidRDefault="00714EBB" w:rsidP="00D62DA4">
      <w:pPr>
        <w:pStyle w:val="Heading5"/>
      </w:pPr>
      <w:r w:rsidRPr="00870ED0">
        <w:lastRenderedPageBreak/>
        <w:t>5.2.3.7.4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rsidP="00D62DA4">
            <w:pPr>
              <w:pStyle w:val="TAH"/>
            </w:pPr>
            <w:r w:rsidRPr="00870ED0">
              <w:t>Id</w:t>
            </w:r>
          </w:p>
        </w:tc>
        <w:tc>
          <w:tcPr>
            <w:tcW w:w="4111" w:type="dxa"/>
          </w:tcPr>
          <w:p w:rsidR="00714EBB" w:rsidRPr="00870ED0" w:rsidRDefault="00714EBB" w:rsidP="00D62DA4">
            <w:pPr>
              <w:pStyle w:val="TAH"/>
            </w:pPr>
            <w:r w:rsidRPr="00870ED0">
              <w:t>Description</w:t>
            </w:r>
          </w:p>
        </w:tc>
        <w:tc>
          <w:tcPr>
            <w:tcW w:w="2835" w:type="dxa"/>
          </w:tcPr>
          <w:p w:rsidR="00714EBB" w:rsidRPr="00870ED0" w:rsidRDefault="00714EBB" w:rsidP="00D62DA4">
            <w:pPr>
              <w:pStyle w:val="TAH"/>
            </w:pPr>
            <w:r w:rsidRPr="00870ED0">
              <w:t>API Expectation</w:t>
            </w:r>
          </w:p>
        </w:tc>
        <w:tc>
          <w:tcPr>
            <w:tcW w:w="2410" w:type="dxa"/>
          </w:tcPr>
          <w:p w:rsidR="00714EBB" w:rsidRPr="00870ED0" w:rsidRDefault="00714EBB" w:rsidP="00D62DA4">
            <w:pPr>
              <w:pStyle w:val="TAH"/>
            </w:pPr>
            <w:r w:rsidRPr="00870ED0">
              <w:t>APDU Expectation</w:t>
            </w:r>
          </w:p>
        </w:tc>
      </w:tr>
      <w:tr w:rsidR="00714EBB" w:rsidRPr="00870ED0" w:rsidTr="00714EBB">
        <w:trPr>
          <w:jc w:val="center"/>
        </w:trPr>
        <w:tc>
          <w:tcPr>
            <w:tcW w:w="425" w:type="dxa"/>
            <w:tcBorders>
              <w:bottom w:val="nil"/>
            </w:tcBorders>
          </w:tcPr>
          <w:p w:rsidR="00714EBB" w:rsidRPr="00870ED0" w:rsidRDefault="00714EBB" w:rsidP="00D62DA4">
            <w:pPr>
              <w:pStyle w:val="TAC"/>
            </w:pPr>
            <w:r w:rsidRPr="00870ED0">
              <w:t>1</w:t>
            </w:r>
          </w:p>
        </w:tc>
        <w:tc>
          <w:tcPr>
            <w:tcW w:w="4111" w:type="dxa"/>
            <w:tcBorders>
              <w:bottom w:val="nil"/>
            </w:tcBorders>
          </w:tcPr>
          <w:p w:rsidR="00714EBB" w:rsidRPr="00870ED0" w:rsidRDefault="00714EBB" w:rsidP="00D62DA4">
            <w:pPr>
              <w:pStyle w:val="TAH"/>
            </w:pPr>
            <w:r w:rsidRPr="00870ED0">
              <w:t>appendTLV() 82 02 81 82, appendTLV() 81 03 11 22 FE</w:t>
            </w:r>
          </w:p>
          <w:p w:rsidR="00714EBB" w:rsidRPr="00870ED0" w:rsidRDefault="00714EBB" w:rsidP="00D62DA4">
            <w:pPr>
              <w:pStyle w:val="TAH"/>
            </w:pPr>
            <w:r w:rsidRPr="00870ED0">
              <w:t>findTLV with TAG 03</w:t>
            </w:r>
          </w:p>
        </w:tc>
        <w:tc>
          <w:tcPr>
            <w:tcW w:w="2835" w:type="dxa"/>
            <w:tcBorders>
              <w:bottom w:val="nil"/>
            </w:tcBorders>
          </w:tcPr>
          <w:p w:rsidR="00714EBB" w:rsidRPr="00870ED0" w:rsidRDefault="00714EBB" w:rsidP="00D62DA4">
            <w:pPr>
              <w:pStyle w:val="TAL"/>
            </w:pPr>
          </w:p>
        </w:tc>
        <w:tc>
          <w:tcPr>
            <w:tcW w:w="2410" w:type="dxa"/>
            <w:tcBorders>
              <w:bottom w:val="nil"/>
            </w:tcBorders>
          </w:tcPr>
          <w:p w:rsidR="00714EBB" w:rsidRPr="00870ED0" w:rsidRDefault="00714EBB" w:rsidP="00D62DA4">
            <w:pPr>
              <w:pStyle w:val="TAL"/>
            </w:pPr>
          </w:p>
        </w:tc>
      </w:tr>
      <w:tr w:rsidR="00714EBB" w:rsidRPr="00870ED0" w:rsidTr="00714EBB">
        <w:trPr>
          <w:jc w:val="center"/>
        </w:trPr>
        <w:tc>
          <w:tcPr>
            <w:tcW w:w="425" w:type="dxa"/>
            <w:tcBorders>
              <w:top w:val="single" w:sz="4" w:space="0" w:color="808080"/>
            </w:tcBorders>
          </w:tcPr>
          <w:p w:rsidR="00714EBB" w:rsidRPr="00870ED0" w:rsidRDefault="00714EBB" w:rsidP="00D62DA4">
            <w:pPr>
              <w:pStyle w:val="TAC"/>
            </w:pPr>
          </w:p>
        </w:tc>
        <w:tc>
          <w:tcPr>
            <w:tcW w:w="4111" w:type="dxa"/>
            <w:tcBorders>
              <w:top w:val="single" w:sz="4" w:space="0" w:color="808080"/>
            </w:tcBorders>
          </w:tcPr>
          <w:p w:rsidR="00714EBB" w:rsidRPr="00870ED0" w:rsidRDefault="00714EBB" w:rsidP="00D62DA4">
            <w:pPr>
              <w:pStyle w:val="PL"/>
              <w:keepNext/>
              <w:keepLines/>
              <w:rPr>
                <w:noProof w:val="0"/>
              </w:rPr>
            </w:pPr>
            <w:r w:rsidRPr="00870ED0">
              <w:rPr>
                <w:noProof w:val="0"/>
              </w:rPr>
              <w:t>getValueByte(0)</w:t>
            </w:r>
          </w:p>
          <w:p w:rsidR="00714EBB" w:rsidRPr="00870ED0" w:rsidRDefault="00714EBB" w:rsidP="00D62DA4">
            <w:pPr>
              <w:pStyle w:val="TAL"/>
            </w:pPr>
          </w:p>
        </w:tc>
        <w:tc>
          <w:tcPr>
            <w:tcW w:w="2835" w:type="dxa"/>
            <w:tcBorders>
              <w:top w:val="single" w:sz="4" w:space="0" w:color="808080"/>
            </w:tcBorders>
          </w:tcPr>
          <w:p w:rsidR="00714EBB" w:rsidRPr="00870ED0" w:rsidRDefault="00714EBB" w:rsidP="00D62DA4">
            <w:pPr>
              <w:pStyle w:val="TAL"/>
            </w:pPr>
            <w:r w:rsidRPr="00870ED0">
              <w:t>ToolkitException.UNAVAILABLE_ELEMENT is thrown</w:t>
            </w:r>
          </w:p>
        </w:tc>
        <w:tc>
          <w:tcPr>
            <w:tcW w:w="2410" w:type="dxa"/>
            <w:tcBorders>
              <w:top w:val="single" w:sz="4" w:space="0" w:color="808080"/>
            </w:tcBorders>
          </w:tcPr>
          <w:p w:rsidR="00714EBB" w:rsidRPr="00870ED0" w:rsidRDefault="00714EBB" w:rsidP="00D62DA4">
            <w:pPr>
              <w:pStyle w:val="TAL"/>
            </w:pPr>
          </w:p>
        </w:tc>
      </w:tr>
      <w:tr w:rsidR="00714EBB" w:rsidRPr="00870ED0" w:rsidTr="00714EBB">
        <w:trPr>
          <w:jc w:val="center"/>
        </w:trPr>
        <w:tc>
          <w:tcPr>
            <w:tcW w:w="425" w:type="dxa"/>
            <w:tcBorders>
              <w:bottom w:val="nil"/>
            </w:tcBorders>
          </w:tcPr>
          <w:p w:rsidR="00714EBB" w:rsidRPr="00870ED0" w:rsidRDefault="00714EBB" w:rsidP="00D62DA4">
            <w:pPr>
              <w:pStyle w:val="TAC"/>
            </w:pPr>
            <w:r w:rsidRPr="00870ED0">
              <w:t>2</w:t>
            </w:r>
          </w:p>
        </w:tc>
        <w:tc>
          <w:tcPr>
            <w:tcW w:w="4111" w:type="dxa"/>
            <w:tcBorders>
              <w:bottom w:val="nil"/>
            </w:tcBorders>
          </w:tcPr>
          <w:p w:rsidR="00714EBB" w:rsidRPr="00870ED0" w:rsidRDefault="00714EBB" w:rsidP="00D62DA4">
            <w:pPr>
              <w:pStyle w:val="TAH"/>
            </w:pPr>
            <w:r w:rsidRPr="00870ED0">
              <w:t xml:space="preserve">Search TLV 01h </w:t>
            </w:r>
          </w:p>
        </w:tc>
        <w:tc>
          <w:tcPr>
            <w:tcW w:w="2835" w:type="dxa"/>
            <w:tcBorders>
              <w:bottom w:val="nil"/>
            </w:tcBorders>
          </w:tcPr>
          <w:p w:rsidR="00714EBB" w:rsidRPr="00870ED0" w:rsidRDefault="00714EBB" w:rsidP="00D62DA4">
            <w:pPr>
              <w:pStyle w:val="TAL"/>
            </w:pPr>
          </w:p>
        </w:tc>
        <w:tc>
          <w:tcPr>
            <w:tcW w:w="2410" w:type="dxa"/>
            <w:tcBorders>
              <w:bottom w:val="nil"/>
            </w:tcBorders>
          </w:tcPr>
          <w:p w:rsidR="00714EBB" w:rsidRPr="00870ED0" w:rsidRDefault="00714EBB" w:rsidP="00D62DA4">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D62DA4">
            <w:pPr>
              <w:pStyle w:val="TAC"/>
            </w:pPr>
          </w:p>
        </w:tc>
        <w:tc>
          <w:tcPr>
            <w:tcW w:w="4111" w:type="dxa"/>
            <w:tcBorders>
              <w:top w:val="single" w:sz="4" w:space="0" w:color="808080"/>
              <w:bottom w:val="single" w:sz="4" w:space="0" w:color="auto"/>
            </w:tcBorders>
          </w:tcPr>
          <w:p w:rsidR="00714EBB" w:rsidRPr="00870ED0" w:rsidRDefault="00714EBB" w:rsidP="00D62DA4">
            <w:pPr>
              <w:pStyle w:val="PL"/>
              <w:keepNext/>
              <w:keepLines/>
              <w:rPr>
                <w:noProof w:val="0"/>
              </w:rPr>
            </w:pPr>
            <w:r w:rsidRPr="00870ED0">
              <w:rPr>
                <w:noProof w:val="0"/>
              </w:rPr>
              <w:t>getValueByte(3)</w:t>
            </w:r>
          </w:p>
          <w:p w:rsidR="00714EBB" w:rsidRPr="00870ED0" w:rsidRDefault="00714EBB" w:rsidP="00D62DA4">
            <w:pPr>
              <w:pStyle w:val="TAL"/>
            </w:pPr>
          </w:p>
        </w:tc>
        <w:tc>
          <w:tcPr>
            <w:tcW w:w="2835" w:type="dxa"/>
            <w:tcBorders>
              <w:top w:val="single" w:sz="4" w:space="0" w:color="808080"/>
              <w:bottom w:val="single" w:sz="4" w:space="0" w:color="auto"/>
            </w:tcBorders>
          </w:tcPr>
          <w:p w:rsidR="00714EBB" w:rsidRPr="00870ED0" w:rsidRDefault="00714EBB" w:rsidP="00D62DA4">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rsidP="00D62DA4">
            <w:pPr>
              <w:pStyle w:val="TAL"/>
            </w:pPr>
          </w:p>
        </w:tc>
      </w:tr>
      <w:tr w:rsidR="00714EBB" w:rsidRPr="00870ED0" w:rsidTr="00714EBB">
        <w:trPr>
          <w:jc w:val="center"/>
        </w:trPr>
        <w:tc>
          <w:tcPr>
            <w:tcW w:w="425" w:type="dxa"/>
            <w:tcBorders>
              <w:bottom w:val="nil"/>
            </w:tcBorders>
          </w:tcPr>
          <w:p w:rsidR="00714EBB" w:rsidRPr="00870ED0" w:rsidRDefault="00714EBB">
            <w:pPr>
              <w:pStyle w:val="TAC"/>
            </w:pPr>
            <w:r w:rsidRPr="00870ED0">
              <w:t>3</w:t>
            </w:r>
          </w:p>
        </w:tc>
        <w:tc>
          <w:tcPr>
            <w:tcW w:w="4111" w:type="dxa"/>
            <w:tcBorders>
              <w:bottom w:val="nil"/>
            </w:tcBorders>
          </w:tcPr>
          <w:p w:rsidR="00714EBB" w:rsidRPr="00870ED0" w:rsidRDefault="00714EBB">
            <w:pPr>
              <w:pStyle w:val="TAH"/>
            </w:pPr>
            <w:r w:rsidRPr="00870ED0">
              <w:t xml:space="preserve">Search TLV 01h </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keepNext/>
              <w:keepLines/>
              <w:rPr>
                <w:noProof w:val="0"/>
              </w:rPr>
            </w:pPr>
            <w:r w:rsidRPr="00870ED0">
              <w:rPr>
                <w:noProof w:val="0"/>
              </w:rPr>
              <w:t>getValueByte(2)</w:t>
            </w:r>
          </w:p>
          <w:p w:rsidR="00714EBB" w:rsidRPr="00870ED0" w:rsidRDefault="00714EBB">
            <w:pPr>
              <w:pStyle w:val="TAL"/>
            </w:pPr>
          </w:p>
        </w:tc>
        <w:tc>
          <w:tcPr>
            <w:tcW w:w="2835" w:type="dxa"/>
            <w:tcBorders>
              <w:top w:val="single" w:sz="4" w:space="0" w:color="808080"/>
              <w:bottom w:val="single" w:sz="4" w:space="0" w:color="auto"/>
            </w:tcBorders>
          </w:tcPr>
          <w:p w:rsidR="00714EBB" w:rsidRPr="00870ED0" w:rsidRDefault="00714EBB">
            <w:pPr>
              <w:pStyle w:val="TAL"/>
            </w:pPr>
            <w:r w:rsidRPr="00870ED0">
              <w:t xml:space="preserve">Result is FEh </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4</w:t>
            </w:r>
          </w:p>
        </w:tc>
        <w:tc>
          <w:tcPr>
            <w:tcW w:w="4111" w:type="dxa"/>
            <w:tcBorders>
              <w:bottom w:val="nil"/>
            </w:tcBorders>
          </w:tcPr>
          <w:p w:rsidR="00714EBB" w:rsidRPr="00870ED0" w:rsidRDefault="00714EBB">
            <w:pPr>
              <w:pStyle w:val="TAH"/>
              <w:keepNext w:val="0"/>
              <w:keepLines w:val="0"/>
            </w:pPr>
            <w:r w:rsidRPr="00870ED0">
              <w:t xml:space="preserve">Search TLV 02h </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getValueByte(0)</w:t>
            </w:r>
          </w:p>
          <w:p w:rsidR="00714EBB" w:rsidRPr="00870ED0" w:rsidRDefault="00714EBB">
            <w:pPr>
              <w:pStyle w:val="TAL"/>
              <w:keepNext w:val="0"/>
              <w:keepLines w:val="0"/>
            </w:pP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 xml:space="preserve">Result is 81h </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5</w:t>
            </w:r>
          </w:p>
        </w:tc>
        <w:tc>
          <w:tcPr>
            <w:tcW w:w="4111" w:type="dxa"/>
            <w:tcBorders>
              <w:bottom w:val="nil"/>
            </w:tcBorders>
          </w:tcPr>
          <w:p w:rsidR="00714EBB" w:rsidRPr="00870ED0" w:rsidRDefault="00714EBB">
            <w:pPr>
              <w:pStyle w:val="TAH"/>
              <w:keepNext w:val="0"/>
              <w:keepLines w:val="0"/>
            </w:pPr>
            <w:r w:rsidRPr="00870ED0">
              <w:t>appendTLV() with TAG 0D, Length 0x7E, Value: 00, 01, ..., 7D</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getValueByte(7D)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7Dh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6</w:t>
            </w:r>
          </w:p>
        </w:tc>
        <w:tc>
          <w:tcPr>
            <w:tcW w:w="4111" w:type="dxa"/>
            <w:tcBorders>
              <w:bottom w:val="nil"/>
            </w:tcBorders>
          </w:tcPr>
          <w:p w:rsidR="00714EBB" w:rsidRPr="00870ED0" w:rsidRDefault="00714EBB">
            <w:pPr>
              <w:pStyle w:val="TAH"/>
              <w:keepNext w:val="0"/>
              <w:keepLines w:val="0"/>
            </w:pPr>
            <w:r w:rsidRPr="00870ED0">
              <w:t>clear the handler, appendTLV() with TAG 0D, Length 0x80, Value: 00, 01, ..., 7F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getValueByte(7E)</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7Eh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7</w:t>
            </w:r>
          </w:p>
        </w:tc>
        <w:tc>
          <w:tcPr>
            <w:tcW w:w="4111" w:type="dxa"/>
            <w:tcBorders>
              <w:bottom w:val="nil"/>
            </w:tcBorders>
          </w:tcPr>
          <w:p w:rsidR="00714EBB" w:rsidRPr="00870ED0" w:rsidRDefault="00714EBB">
            <w:pPr>
              <w:pStyle w:val="PL"/>
              <w:rPr>
                <w:noProof w:val="0"/>
              </w:rPr>
            </w:pPr>
            <w:r w:rsidRPr="00870ED0">
              <w:rPr>
                <w:noProof w:val="0"/>
              </w:rPr>
              <w:t>getValueByte(7F)</w:t>
            </w:r>
          </w:p>
        </w:tc>
        <w:tc>
          <w:tcPr>
            <w:tcW w:w="2835" w:type="dxa"/>
            <w:tcBorders>
              <w:bottom w:val="nil"/>
            </w:tcBorders>
          </w:tcPr>
          <w:p w:rsidR="00714EBB" w:rsidRPr="00870ED0" w:rsidRDefault="00714EBB">
            <w:pPr>
              <w:pStyle w:val="TAL"/>
              <w:keepNext w:val="0"/>
              <w:keepLines w:val="0"/>
            </w:pPr>
            <w:r w:rsidRPr="00870ED0">
              <w:t>Result is 7Fh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8</w:t>
            </w:r>
          </w:p>
        </w:tc>
        <w:tc>
          <w:tcPr>
            <w:tcW w:w="4111" w:type="dxa"/>
            <w:tcBorders>
              <w:bottom w:val="nil"/>
            </w:tcBorders>
          </w:tcPr>
          <w:p w:rsidR="00714EBB" w:rsidRPr="00870ED0" w:rsidRDefault="00714EBB">
            <w:pPr>
              <w:pStyle w:val="TAH"/>
              <w:keepNext w:val="0"/>
              <w:keepLines w:val="0"/>
            </w:pPr>
            <w:r w:rsidRPr="00870ED0">
              <w:t>clear the handler, appendTLV() with TAG 0D, Length 0xF1, Value: 00, 01, ..., F0</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getValueByte(F0)</w:t>
            </w:r>
          </w:p>
          <w:p w:rsidR="00714EBB" w:rsidRPr="00870ED0" w:rsidRDefault="00714EBB">
            <w:pPr>
              <w:pStyle w:val="TAL"/>
              <w:keepNext w:val="0"/>
              <w:keepLines w:val="0"/>
            </w:pP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F0h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noProof w:val="0"/>
              </w:rPr>
            </w:pPr>
            <w:r w:rsidRPr="00870ED0">
              <w:rPr>
                <w:noProof w:val="0"/>
              </w:rPr>
              <w:t>Call post() method, then getValueByte()</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5.2.3.8</w:t>
      </w:r>
      <w:r w:rsidRPr="00870ED0">
        <w:tab/>
        <w:t>Method copyValue</w:t>
      </w:r>
    </w:p>
    <w:p w:rsidR="00714EBB" w:rsidRPr="00870ED0" w:rsidRDefault="00714EBB">
      <w:r w:rsidRPr="00870ED0">
        <w:t>Test Area Reference: Api_2_Erh_Cpyv</w:t>
      </w:r>
      <w:r w:rsidR="00D62DA4" w:rsidRPr="00870ED0">
        <w:t>.</w:t>
      </w:r>
    </w:p>
    <w:p w:rsidR="00714EBB" w:rsidRPr="00870ED0" w:rsidRDefault="00714EBB" w:rsidP="006E5B93">
      <w:pPr>
        <w:pStyle w:val="Heading5"/>
      </w:pPr>
      <w:r w:rsidRPr="00870ED0">
        <w:t>5.2.3.8.1</w:t>
      </w:r>
      <w:r w:rsidRPr="00870ED0">
        <w:tab/>
        <w:t>Conformance requirement</w:t>
      </w:r>
    </w:p>
    <w:p w:rsidR="00714EBB" w:rsidRPr="00870ED0" w:rsidRDefault="00714EBB">
      <w:r w:rsidRPr="00870ED0">
        <w:t>The method with following header shall be compliant with its definition in the API.</w:t>
      </w:r>
    </w:p>
    <w:p w:rsidR="00714EBB" w:rsidRPr="00870ED0" w:rsidRDefault="00714EBB">
      <w:pPr>
        <w:pStyle w:val="PL"/>
        <w:rPr>
          <w:noProof w:val="0"/>
        </w:rPr>
      </w:pPr>
      <w:r w:rsidRPr="00870ED0">
        <w:rPr>
          <w:noProof w:val="0"/>
        </w:rPr>
        <w:t>public short copyValue(short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6E5B93" w:rsidRPr="00870ED0" w:rsidRDefault="006E5B93">
      <w:pPr>
        <w:pStyle w:val="PL"/>
        <w:rPr>
          <w:noProof w:val="0"/>
        </w:rPr>
      </w:pPr>
    </w:p>
    <w:p w:rsidR="00714EBB" w:rsidRPr="00870ED0" w:rsidRDefault="00714EBB">
      <w:pPr>
        <w:pStyle w:val="H6"/>
        <w:outlineLvl w:val="0"/>
      </w:pPr>
      <w:r w:rsidRPr="00870ED0">
        <w:t>5.2.3.8.1.1</w:t>
      </w:r>
      <w:r w:rsidRPr="00870ED0">
        <w:tab/>
        <w:t>Normal execution</w:t>
      </w:r>
    </w:p>
    <w:p w:rsidR="00714EBB" w:rsidRPr="00870ED0" w:rsidRDefault="00714EBB">
      <w:pPr>
        <w:pStyle w:val="B1"/>
      </w:pPr>
      <w:r w:rsidRPr="00870ED0">
        <w:t>CRRN1: copies a part of the last TLV element which has been found, into a destination. buffer.</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5.2.3.8.1.2</w:t>
      </w:r>
      <w:r w:rsidRPr="00870ED0">
        <w:tab/>
        <w:t>Parameter errors</w:t>
      </w:r>
    </w:p>
    <w:p w:rsidR="00714EBB" w:rsidRPr="00870ED0" w:rsidRDefault="00714EBB">
      <w:pPr>
        <w:pStyle w:val="B1"/>
      </w:pPr>
      <w:r w:rsidRPr="00870ED0">
        <w:t>CRRP1: if dstBuffer is null NullPointerException is thrown.</w:t>
      </w:r>
    </w:p>
    <w:p w:rsidR="00714EBB" w:rsidRPr="00870ED0" w:rsidRDefault="00714EBB">
      <w:pPr>
        <w:pStyle w:val="B1"/>
      </w:pPr>
      <w:r w:rsidRPr="00870ED0">
        <w:t>CRRP2: if dstOffset or dstLength or both would cause access outside array bounds, or if dstLength is negative ArrayIndexOutOfBoundsException is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H6"/>
        <w:outlineLvl w:val="0"/>
      </w:pPr>
      <w:r w:rsidRPr="00870ED0">
        <w:lastRenderedPageBreak/>
        <w:t>5.2.3.8.1.3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BA0EBE">
      <w:pPr>
        <w:pStyle w:val="Heading5"/>
      </w:pPr>
      <w:r w:rsidRPr="00870ED0">
        <w:t>5.2.3.8.2</w:t>
      </w:r>
      <w:r w:rsidRPr="00870ED0">
        <w:tab/>
        <w:t>Test area files</w:t>
      </w:r>
    </w:p>
    <w:p w:rsidR="00714EBB" w:rsidRPr="00870ED0" w:rsidRDefault="00714EBB">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Test_Api_2_Erh_Cpyv.java</w:t>
      </w:r>
      <w:r w:rsidR="00BA0EBE" w:rsidRPr="00870ED0">
        <w:t>.</w:t>
      </w:r>
    </w:p>
    <w:p w:rsidR="00714EBB" w:rsidRPr="00870ED0" w:rsidRDefault="00714EBB" w:rsidP="00BA0EBE">
      <w:pPr>
        <w:pStyle w:val="EX"/>
      </w:pPr>
      <w:r w:rsidRPr="00870ED0">
        <w:t>Test</w:t>
      </w:r>
      <w:r w:rsidR="00BA0EBE" w:rsidRPr="00870ED0">
        <w:t xml:space="preserve"> Applet: </w:t>
      </w:r>
      <w:r w:rsidR="00BA0EBE" w:rsidRPr="00870ED0">
        <w:tab/>
        <w:t>Api_2_Erh_Cpyv_1.java.</w:t>
      </w:r>
    </w:p>
    <w:p w:rsidR="00714EBB" w:rsidRPr="00870ED0" w:rsidRDefault="00714EBB" w:rsidP="00BA0EBE">
      <w:pPr>
        <w:pStyle w:val="EX"/>
      </w:pPr>
      <w:r w:rsidRPr="00870ED0">
        <w:t>Cap File:</w:t>
      </w:r>
      <w:r w:rsidRPr="00870ED0">
        <w:tab/>
        <w:t>api_2_erh_cpyv.cap</w:t>
      </w:r>
      <w:r w:rsidR="00BA0EBE" w:rsidRPr="00870ED0">
        <w:t>.</w:t>
      </w:r>
    </w:p>
    <w:p w:rsidR="00714EBB" w:rsidRPr="00870ED0" w:rsidRDefault="00714EBB" w:rsidP="00BA0EBE">
      <w:pPr>
        <w:pStyle w:val="Heading5"/>
      </w:pPr>
      <w:r w:rsidRPr="00870ED0">
        <w:t>5.2.3.8.3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13, 15</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12, 14, 16</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901" w:type="dxa"/>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17</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11</w:t>
            </w:r>
          </w:p>
        </w:tc>
      </w:tr>
    </w:tbl>
    <w:p w:rsidR="00714EBB" w:rsidRPr="00870ED0" w:rsidRDefault="00714EBB" w:rsidP="00BA0EBE"/>
    <w:p w:rsidR="00714EBB" w:rsidRPr="00870ED0" w:rsidRDefault="00714EBB" w:rsidP="00BA0EBE">
      <w:pPr>
        <w:pStyle w:val="Heading5"/>
      </w:pPr>
      <w:r w:rsidRPr="00870ED0">
        <w:t>5.2.3.8.4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appendTLV() with TAG: 0D and length 16</w:t>
            </w:r>
          </w:p>
          <w:p w:rsidR="00714EBB" w:rsidRPr="00870ED0" w:rsidRDefault="00714EBB">
            <w:pPr>
              <w:pStyle w:val="TAH"/>
              <w:keepNext w:val="0"/>
              <w:keepLines w:val="0"/>
            </w:pPr>
            <w:r w:rsidRPr="00870ED0">
              <w:t>Select Text String TLV</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PL"/>
              <w:rPr>
                <w:noProof w:val="0"/>
              </w:rPr>
            </w:pPr>
            <w:r w:rsidRPr="00870ED0">
              <w:rPr>
                <w:noProof w:val="0"/>
              </w:rPr>
              <w:t>copyValue() with a null dstBuffer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dstOffset </w:t>
            </w:r>
            <w:r w:rsidRPr="00870ED0">
              <w:sym w:font="Symbol" w:char="F0B3"/>
            </w:r>
            <w:r w:rsidRPr="00870ED0">
              <w:t xml:space="preserve"> 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p w:rsidR="00714EBB" w:rsidRPr="00870ED0" w:rsidRDefault="00714EBB">
            <w:pPr>
              <w:pStyle w:val="TAL"/>
              <w:keepNext w:val="0"/>
              <w:keepLines w:val="0"/>
            </w:pP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7</w:t>
            </w:r>
          </w:p>
        </w:tc>
        <w:tc>
          <w:tcPr>
            <w:tcW w:w="4111" w:type="dxa"/>
            <w:tcBorders>
              <w:bottom w:val="nil"/>
            </w:tcBorders>
          </w:tcPr>
          <w:p w:rsidR="00714EBB" w:rsidRPr="00870ED0" w:rsidRDefault="00714EBB" w:rsidP="00BA0EBE">
            <w:pPr>
              <w:pStyle w:val="TAH"/>
            </w:pPr>
            <w:r w:rsidRPr="00870ED0">
              <w:t>clear the handler, appendTLV() with TAG: 0D and length 6</w:t>
            </w:r>
          </w:p>
          <w:p w:rsidR="00714EBB" w:rsidRPr="00870ED0" w:rsidRDefault="00714EBB" w:rsidP="00BA0EBE">
            <w:pPr>
              <w:pStyle w:val="TAH"/>
            </w:pPr>
            <w:r w:rsidRPr="00870ED0">
              <w:t>Select Text String TLV</w:t>
            </w: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p>
        </w:tc>
        <w:tc>
          <w:tcPr>
            <w:tcW w:w="4111" w:type="dxa"/>
            <w:tcBorders>
              <w:top w:val="single" w:sz="4" w:space="0" w:color="808080"/>
              <w:bottom w:val="single" w:sz="4" w:space="0" w:color="auto"/>
            </w:tcBorders>
          </w:tcPr>
          <w:p w:rsidR="00714EBB" w:rsidRPr="00870ED0" w:rsidRDefault="00714EBB" w:rsidP="00BA0EBE">
            <w:pPr>
              <w:pStyle w:val="TAH"/>
            </w:pPr>
            <w:r w:rsidRPr="00870ED0">
              <w:t xml:space="preserve">valueOffset </w:t>
            </w:r>
            <w:r w:rsidRPr="00870ED0">
              <w:sym w:font="Symbol" w:char="F0B3"/>
            </w:r>
            <w:r w:rsidRPr="00870ED0">
              <w:t xml:space="preserve"> Text String Length</w:t>
            </w:r>
          </w:p>
          <w:p w:rsidR="00714EBB" w:rsidRPr="00870ED0" w:rsidRDefault="00714EBB" w:rsidP="00BA0EBE">
            <w:pPr>
              <w:pStyle w:val="PL"/>
              <w:keepNext/>
              <w:keepLines/>
              <w:rPr>
                <w:noProof w:val="0"/>
              </w:rPr>
            </w:pPr>
            <w:r w:rsidRPr="00870ED0">
              <w:rPr>
                <w:noProof w:val="0"/>
              </w:rPr>
              <w:t>copyValue()</w:t>
            </w:r>
          </w:p>
          <w:p w:rsidR="00714EBB" w:rsidRPr="00870ED0" w:rsidRDefault="00714EBB" w:rsidP="00BA0EBE">
            <w:pPr>
              <w:pStyle w:val="PL"/>
              <w:keepNext/>
              <w:keepLines/>
              <w:rPr>
                <w:noProof w:val="0"/>
              </w:rPr>
            </w:pPr>
            <w:r w:rsidRPr="00870ED0">
              <w:rPr>
                <w:noProof w:val="0"/>
              </w:rPr>
              <w:t>valueOffset = 6</w:t>
            </w:r>
          </w:p>
          <w:p w:rsidR="00714EBB" w:rsidRPr="00870ED0" w:rsidRDefault="00714EBB" w:rsidP="00BA0EBE">
            <w:pPr>
              <w:pStyle w:val="PL"/>
              <w:keepNext/>
              <w:keepLines/>
              <w:rPr>
                <w:noProof w:val="0"/>
              </w:rPr>
            </w:pPr>
            <w:r w:rsidRPr="00870ED0">
              <w:rPr>
                <w:noProof w:val="0"/>
              </w:rPr>
              <w:t>dstBuffer.length = 15</w:t>
            </w:r>
          </w:p>
          <w:p w:rsidR="00714EBB" w:rsidRPr="00870ED0" w:rsidRDefault="00714EBB" w:rsidP="00BA0EBE">
            <w:pPr>
              <w:pStyle w:val="PL"/>
              <w:keepNext/>
              <w:keepLines/>
              <w:rPr>
                <w:noProof w:val="0"/>
              </w:rPr>
            </w:pPr>
            <w:r w:rsidRPr="00870ED0">
              <w:rPr>
                <w:noProof w:val="0"/>
              </w:rPr>
              <w:t>dstOffset = 0</w:t>
            </w:r>
          </w:p>
          <w:p w:rsidR="00714EBB" w:rsidRPr="00870ED0" w:rsidRDefault="00714EBB" w:rsidP="00BA0EBE">
            <w:pPr>
              <w:pStyle w:val="PL"/>
              <w:keepNext/>
              <w:keepLines/>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rsidP="00BA0EBE">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dstLength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 dstLength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r w:rsidRPr="00870ED0">
              <w:t>11</w:t>
            </w:r>
          </w:p>
        </w:tc>
        <w:tc>
          <w:tcPr>
            <w:tcW w:w="4111" w:type="dxa"/>
            <w:tcBorders>
              <w:bottom w:val="nil"/>
            </w:tcBorders>
          </w:tcPr>
          <w:p w:rsidR="00714EBB" w:rsidRPr="00870ED0" w:rsidRDefault="00714EBB">
            <w:pPr>
              <w:pStyle w:val="TAH"/>
            </w:pPr>
            <w:r w:rsidRPr="00870ED0">
              <w:t>Initialize the handler</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tcBorders>
          </w:tcPr>
          <w:p w:rsidR="00714EBB" w:rsidRPr="00870ED0" w:rsidRDefault="00714EBB">
            <w:pPr>
              <w:pStyle w:val="TAC"/>
            </w:pPr>
          </w:p>
        </w:tc>
        <w:tc>
          <w:tcPr>
            <w:tcW w:w="4111" w:type="dxa"/>
            <w:tcBorders>
              <w:top w:val="single" w:sz="4" w:space="0" w:color="808080"/>
            </w:tcBorders>
          </w:tcPr>
          <w:p w:rsidR="00714EBB" w:rsidRPr="00870ED0" w:rsidRDefault="00714EBB">
            <w:pPr>
              <w:pStyle w:val="PL"/>
              <w:keepNext/>
              <w:keepLines/>
              <w:rPr>
                <w:noProof w:val="0"/>
              </w:rPr>
            </w:pPr>
            <w:r w:rsidRPr="00870ED0">
              <w:rPr>
                <w:noProof w:val="0"/>
              </w:rPr>
              <w:t>copyValue()</w:t>
            </w:r>
          </w:p>
        </w:tc>
        <w:tc>
          <w:tcPr>
            <w:tcW w:w="2835" w:type="dxa"/>
            <w:tcBorders>
              <w:top w:val="single" w:sz="4" w:space="0" w:color="808080"/>
            </w:tcBorders>
          </w:tcPr>
          <w:p w:rsidR="00714EBB" w:rsidRPr="00870ED0" w:rsidRDefault="00714EBB">
            <w:pPr>
              <w:pStyle w:val="TAL"/>
            </w:pPr>
            <w:r w:rsidRPr="00870ED0">
              <w:t>ToolkitException.UNAVAILABLE_ELEMENT is thrown</w:t>
            </w:r>
          </w:p>
        </w:tc>
        <w:tc>
          <w:tcPr>
            <w:tcW w:w="2410" w:type="dxa"/>
            <w:tcBorders>
              <w:top w:val="single" w:sz="4" w:space="0" w:color="808080"/>
            </w:tcBorders>
          </w:tcPr>
          <w:p w:rsidR="00714EBB" w:rsidRPr="00870ED0" w:rsidRDefault="00714EBB">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clear the handler, appendTLV() with TAG: 0D and value: 04 00 01 … 0F</w:t>
            </w:r>
          </w:p>
          <w:p w:rsidR="00714EBB" w:rsidRPr="00870ED0" w:rsidRDefault="00714EBB">
            <w:pPr>
              <w:pStyle w:val="TAH"/>
              <w:keepNext w:val="0"/>
              <w:keepLines w:val="0"/>
            </w:pPr>
            <w:r w:rsidRPr="00870ED0">
              <w:t>Select Text String TLV</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of copyValue() is 17</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13</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14</w:t>
            </w:r>
          </w:p>
        </w:tc>
        <w:tc>
          <w:tcPr>
            <w:tcW w:w="4111" w:type="dxa"/>
            <w:tcBorders>
              <w:bottom w:val="nil"/>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p w:rsidR="00714EBB" w:rsidRPr="00870ED0" w:rsidRDefault="00714EBB">
            <w:pPr>
              <w:pStyle w:val="PL"/>
              <w:rPr>
                <w:noProof w:val="0"/>
              </w:rPr>
            </w:pP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 with TAG 0x0D and value 0x01 0x02 … 0x83</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0x86</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0x81</w:t>
            </w:r>
          </w:p>
        </w:tc>
        <w:tc>
          <w:tcPr>
            <w:tcW w:w="2835" w:type="dxa"/>
            <w:tcBorders>
              <w:top w:val="single" w:sz="4" w:space="0" w:color="808080"/>
              <w:bottom w:val="nil"/>
            </w:tcBorders>
          </w:tcPr>
          <w:p w:rsidR="00714EBB" w:rsidRPr="00870ED0" w:rsidRDefault="00714EBB">
            <w:pPr>
              <w:pStyle w:val="TAL"/>
              <w:keepNext w:val="0"/>
              <w:keepLines w:val="0"/>
            </w:pPr>
            <w:r w:rsidRPr="00870ED0">
              <w:t>Result of copyValue() is 0x84</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15</w:t>
            </w:r>
          </w:p>
        </w:tc>
        <w:tc>
          <w:tcPr>
            <w:tcW w:w="4111" w:type="dxa"/>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 81</w:t>
            </w:r>
          </w:p>
          <w:p w:rsidR="00714EBB" w:rsidRPr="00870ED0" w:rsidRDefault="00714EBB">
            <w:pPr>
              <w:pStyle w:val="PL"/>
              <w:rPr>
                <w:noProof w:val="0"/>
              </w:rPr>
            </w:pPr>
            <w:r w:rsidRPr="00870ED0">
              <w:rPr>
                <w:noProof w:val="0"/>
              </w:rPr>
              <w:t>55 55 55 55 55</w:t>
            </w:r>
          </w:p>
        </w:tc>
        <w:tc>
          <w:tcPr>
            <w:tcW w:w="2835"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copyValue() with length =0</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20</w:t>
            </w:r>
          </w:p>
          <w:p w:rsidR="00714EBB" w:rsidRPr="00870ED0" w:rsidRDefault="00714EBB">
            <w:pPr>
              <w:pStyle w:val="PL"/>
              <w:rPr>
                <w:rFonts w:ascii="Arial" w:hAnsi="Arial"/>
                <w:b/>
                <w:noProof w:val="0"/>
                <w:sz w:val="18"/>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copyValue() is 20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TAH"/>
              <w:keepNext w:val="0"/>
              <w:keepLines w:val="0"/>
              <w:jc w:val="left"/>
              <w:rPr>
                <w:b w:val="0"/>
              </w:rPr>
            </w:pPr>
            <w:r w:rsidRPr="00870ED0">
              <w:rPr>
                <w:b w:val="0"/>
              </w:rPr>
              <w:t>Call post() method, then copyValue()</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BA0EBE">
      <w:pPr>
        <w:pStyle w:val="Heading4"/>
      </w:pPr>
      <w:r w:rsidRPr="00870ED0">
        <w:lastRenderedPageBreak/>
        <w:t>5.2.3.9</w:t>
      </w:r>
      <w:r w:rsidRPr="00870ED0">
        <w:tab/>
        <w:t>Method compareValue</w:t>
      </w:r>
    </w:p>
    <w:p w:rsidR="00714EBB" w:rsidRPr="00870ED0" w:rsidRDefault="00714EBB" w:rsidP="00BA0EBE">
      <w:pPr>
        <w:keepNext/>
        <w:keepLines/>
      </w:pPr>
      <w:r w:rsidRPr="00870ED0">
        <w:t>Test Area Reference: Api_2_Erh_Cprv</w:t>
      </w:r>
      <w:r w:rsidR="00BA0EBE" w:rsidRPr="00870ED0">
        <w:t>.</w:t>
      </w:r>
    </w:p>
    <w:p w:rsidR="00714EBB" w:rsidRPr="00870ED0" w:rsidRDefault="00714EBB" w:rsidP="00BA0EBE">
      <w:pPr>
        <w:pStyle w:val="Heading5"/>
      </w:pPr>
      <w:r w:rsidRPr="00870ED0">
        <w:t>5.2.3.9.1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compareValue(short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5.2.3.9.1.1</w:t>
      </w:r>
      <w:r w:rsidRPr="00870ED0">
        <w:tab/>
        <w:t>Normal execution</w:t>
      </w:r>
    </w:p>
    <w:p w:rsidR="00714EBB" w:rsidRPr="00870ED0" w:rsidRDefault="00714EBB">
      <w:r w:rsidRPr="00870ED0">
        <w:t>Compares the last found TLV element with a buffer:</w:t>
      </w:r>
    </w:p>
    <w:p w:rsidR="00714EBB" w:rsidRPr="00870ED0" w:rsidRDefault="00714EBB">
      <w:pPr>
        <w:pStyle w:val="B1"/>
      </w:pPr>
      <w:r w:rsidRPr="00870ED0">
        <w:t>CRRN1: returns 0 if identical.</w:t>
      </w:r>
    </w:p>
    <w:p w:rsidR="00714EBB" w:rsidRPr="00870ED0" w:rsidRDefault="00714EBB">
      <w:pPr>
        <w:pStyle w:val="B1"/>
      </w:pPr>
      <w:r w:rsidRPr="00870ED0">
        <w:t>CRRN2: returns -1 if the first miscomparing byte in Comprehension TLV List is less than that in compareBuffer.</w:t>
      </w:r>
    </w:p>
    <w:p w:rsidR="00714EBB" w:rsidRPr="00870ED0" w:rsidRDefault="00714EBB">
      <w:pPr>
        <w:pStyle w:val="B1"/>
      </w:pPr>
      <w:r w:rsidRPr="00870ED0">
        <w:t>CRRN3: returns 1 if the first miscomparing byte in Comprehension TLV List is greater than that in compareBuffer.</w:t>
      </w:r>
    </w:p>
    <w:p w:rsidR="00714EBB" w:rsidRPr="00870ED0" w:rsidRDefault="00714EBB">
      <w:pPr>
        <w:pStyle w:val="H6"/>
        <w:outlineLvl w:val="0"/>
      </w:pPr>
      <w:r w:rsidRPr="00870ED0">
        <w:t>5.2.3.9.1.2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H6"/>
        <w:outlineLvl w:val="0"/>
      </w:pPr>
      <w:r w:rsidRPr="00870ED0">
        <w:t>5.2.3.9.1.3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BA0EBE">
      <w:pPr>
        <w:pStyle w:val="Heading5"/>
      </w:pPr>
      <w:r w:rsidRPr="00870ED0">
        <w:t>5.2.3.9.2</w:t>
      </w:r>
      <w:r w:rsidRPr="00870ED0">
        <w:tab/>
        <w:t>Test area files</w:t>
      </w:r>
    </w:p>
    <w:p w:rsidR="00714EBB" w:rsidRPr="00870ED0" w:rsidRDefault="00714EBB">
      <w:r w:rsidRPr="00870ED0">
        <w:t>Specific triggeri</w:t>
      </w:r>
      <w:r w:rsidR="00BA0EBE" w:rsidRPr="00870ED0">
        <w:t>ng: Unrecognized Envelope:</w:t>
      </w:r>
    </w:p>
    <w:p w:rsidR="00714EBB" w:rsidRPr="00870ED0" w:rsidRDefault="00714EBB" w:rsidP="00BA0EBE">
      <w:pPr>
        <w:pStyle w:val="EX"/>
      </w:pPr>
      <w:r w:rsidRPr="00870ED0">
        <w:t>Test Source:</w:t>
      </w:r>
      <w:r w:rsidRPr="00870ED0">
        <w:tab/>
        <w:t>Test_Api_2_Erh_Cprv.java</w:t>
      </w:r>
      <w:r w:rsidR="00BA0EBE" w:rsidRPr="00870ED0">
        <w:t>.</w:t>
      </w:r>
    </w:p>
    <w:p w:rsidR="00714EBB" w:rsidRPr="00870ED0" w:rsidRDefault="00714EBB" w:rsidP="00BA0EBE">
      <w:pPr>
        <w:pStyle w:val="EX"/>
      </w:pPr>
      <w:r w:rsidRPr="00870ED0">
        <w:t>Test</w:t>
      </w:r>
      <w:r w:rsidR="00BA0EBE" w:rsidRPr="00870ED0">
        <w:t xml:space="preserve"> Applet: </w:t>
      </w:r>
      <w:r w:rsidR="00BA0EBE" w:rsidRPr="00870ED0">
        <w:tab/>
        <w:t>Api_2_Erh_Cprv_1.java.</w:t>
      </w:r>
    </w:p>
    <w:p w:rsidR="00714EBB" w:rsidRPr="00870ED0" w:rsidRDefault="00714EBB" w:rsidP="00BA0EBE">
      <w:pPr>
        <w:pStyle w:val="EX"/>
      </w:pPr>
      <w:r w:rsidRPr="00870ED0">
        <w:t>Cap File:</w:t>
      </w:r>
      <w:r w:rsidRPr="00870ED0">
        <w:tab/>
        <w:t>api_2_erh_cprv.cap</w:t>
      </w:r>
      <w:r w:rsidR="00BA0EBE" w:rsidRPr="00870ED0">
        <w:t>.</w:t>
      </w:r>
    </w:p>
    <w:p w:rsidR="00714EBB" w:rsidRPr="00870ED0" w:rsidRDefault="00714EBB" w:rsidP="00BA0EBE">
      <w:pPr>
        <w:pStyle w:val="Heading5"/>
      </w:pPr>
      <w:r w:rsidRPr="00870ED0">
        <w:lastRenderedPageBreak/>
        <w:t>5.2.3.9.3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rsidP="00BA0EBE">
            <w:pPr>
              <w:pStyle w:val="TAH"/>
            </w:pPr>
            <w:r w:rsidRPr="00870ED0">
              <w:t>CRR number</w:t>
            </w:r>
          </w:p>
        </w:tc>
        <w:tc>
          <w:tcPr>
            <w:tcW w:w="3901" w:type="dxa"/>
          </w:tcPr>
          <w:p w:rsidR="00714EBB" w:rsidRPr="00870ED0" w:rsidRDefault="00714EBB" w:rsidP="00BA0EBE">
            <w:pPr>
              <w:pStyle w:val="TAH"/>
            </w:pPr>
            <w:r w:rsidRPr="00870ED0">
              <w:t>Test case number</w:t>
            </w:r>
          </w:p>
        </w:tc>
      </w:tr>
      <w:tr w:rsidR="00714EBB" w:rsidRPr="00870ED0" w:rsidTr="00714EBB">
        <w:trPr>
          <w:jc w:val="center"/>
        </w:trPr>
        <w:tc>
          <w:tcPr>
            <w:tcW w:w="1299" w:type="dxa"/>
          </w:tcPr>
          <w:p w:rsidR="00714EBB" w:rsidRPr="00870ED0" w:rsidRDefault="00714EBB" w:rsidP="00BA0EBE">
            <w:pPr>
              <w:pStyle w:val="TAC"/>
            </w:pPr>
            <w:r w:rsidRPr="00870ED0">
              <w:t>N1</w:t>
            </w:r>
          </w:p>
        </w:tc>
        <w:tc>
          <w:tcPr>
            <w:tcW w:w="3901" w:type="dxa"/>
          </w:tcPr>
          <w:p w:rsidR="00714EBB" w:rsidRPr="00870ED0" w:rsidRDefault="00714EBB" w:rsidP="00BA0EBE">
            <w:pPr>
              <w:pStyle w:val="TAC"/>
            </w:pPr>
            <w:r w:rsidRPr="00870ED0">
              <w:t>12, 15, 18</w:t>
            </w:r>
          </w:p>
        </w:tc>
      </w:tr>
      <w:tr w:rsidR="00714EBB" w:rsidRPr="00870ED0" w:rsidTr="00714EBB">
        <w:trPr>
          <w:jc w:val="center"/>
        </w:trPr>
        <w:tc>
          <w:tcPr>
            <w:tcW w:w="1299" w:type="dxa"/>
          </w:tcPr>
          <w:p w:rsidR="00714EBB" w:rsidRPr="00870ED0" w:rsidRDefault="00714EBB" w:rsidP="00BA0EBE">
            <w:pPr>
              <w:pStyle w:val="TAC"/>
            </w:pPr>
            <w:r w:rsidRPr="00870ED0">
              <w:t>N2</w:t>
            </w:r>
          </w:p>
        </w:tc>
        <w:tc>
          <w:tcPr>
            <w:tcW w:w="3901" w:type="dxa"/>
          </w:tcPr>
          <w:p w:rsidR="00714EBB" w:rsidRPr="00870ED0" w:rsidRDefault="00714EBB" w:rsidP="00BA0EBE">
            <w:pPr>
              <w:pStyle w:val="TAC"/>
            </w:pPr>
            <w:r w:rsidRPr="00870ED0">
              <w:t>13, 16</w:t>
            </w:r>
          </w:p>
        </w:tc>
      </w:tr>
      <w:tr w:rsidR="00714EBB" w:rsidRPr="00870ED0" w:rsidTr="00714EBB">
        <w:trPr>
          <w:jc w:val="center"/>
        </w:trPr>
        <w:tc>
          <w:tcPr>
            <w:tcW w:w="1299" w:type="dxa"/>
          </w:tcPr>
          <w:p w:rsidR="00714EBB" w:rsidRPr="00870ED0" w:rsidRDefault="00714EBB" w:rsidP="00BA0EBE">
            <w:pPr>
              <w:pStyle w:val="TAC"/>
            </w:pPr>
            <w:r w:rsidRPr="00870ED0">
              <w:t>N3</w:t>
            </w:r>
          </w:p>
        </w:tc>
        <w:tc>
          <w:tcPr>
            <w:tcW w:w="3901" w:type="dxa"/>
          </w:tcPr>
          <w:p w:rsidR="00714EBB" w:rsidRPr="00870ED0" w:rsidRDefault="00714EBB" w:rsidP="00BA0EBE">
            <w:pPr>
              <w:pStyle w:val="TAC"/>
            </w:pPr>
            <w:r w:rsidRPr="00870ED0">
              <w:t>14, 17</w:t>
            </w:r>
          </w:p>
        </w:tc>
      </w:tr>
      <w:tr w:rsidR="00714EBB" w:rsidRPr="00870ED0" w:rsidTr="00714EBB">
        <w:trPr>
          <w:jc w:val="center"/>
        </w:trPr>
        <w:tc>
          <w:tcPr>
            <w:tcW w:w="1299" w:type="dxa"/>
          </w:tcPr>
          <w:p w:rsidR="00714EBB" w:rsidRPr="00870ED0" w:rsidRDefault="00714EBB" w:rsidP="00BA0EBE">
            <w:pPr>
              <w:pStyle w:val="TAC"/>
            </w:pPr>
            <w:r w:rsidRPr="00870ED0">
              <w:t>P1</w:t>
            </w:r>
          </w:p>
        </w:tc>
        <w:tc>
          <w:tcPr>
            <w:tcW w:w="3901" w:type="dxa"/>
          </w:tcPr>
          <w:p w:rsidR="00714EBB" w:rsidRPr="00870ED0" w:rsidRDefault="00714EBB" w:rsidP="00BA0EBE">
            <w:pPr>
              <w:pStyle w:val="TAC"/>
            </w:pPr>
            <w:r w:rsidRPr="00870ED0">
              <w:t>1</w:t>
            </w:r>
          </w:p>
        </w:tc>
      </w:tr>
      <w:tr w:rsidR="00714EBB" w:rsidRPr="00870ED0" w:rsidTr="00714EBB">
        <w:trPr>
          <w:jc w:val="center"/>
        </w:trPr>
        <w:tc>
          <w:tcPr>
            <w:tcW w:w="1299" w:type="dxa"/>
          </w:tcPr>
          <w:p w:rsidR="00714EBB" w:rsidRPr="00870ED0" w:rsidRDefault="00714EBB" w:rsidP="00BA0EBE">
            <w:pPr>
              <w:pStyle w:val="TAC"/>
            </w:pPr>
            <w:r w:rsidRPr="00870ED0">
              <w:t>P2</w:t>
            </w:r>
          </w:p>
        </w:tc>
        <w:tc>
          <w:tcPr>
            <w:tcW w:w="3901" w:type="dxa"/>
          </w:tcPr>
          <w:p w:rsidR="00714EBB" w:rsidRPr="00870ED0" w:rsidRDefault="00714EBB" w:rsidP="00BA0EBE">
            <w:pPr>
              <w:pStyle w:val="TAC"/>
            </w:pPr>
            <w:r w:rsidRPr="00870ED0">
              <w:t>2, 3, 4, 5, 6</w:t>
            </w:r>
          </w:p>
        </w:tc>
      </w:tr>
      <w:tr w:rsidR="00714EBB" w:rsidRPr="00870ED0" w:rsidTr="00714EBB">
        <w:trPr>
          <w:jc w:val="center"/>
        </w:trPr>
        <w:tc>
          <w:tcPr>
            <w:tcW w:w="1299" w:type="dxa"/>
          </w:tcPr>
          <w:p w:rsidR="00714EBB" w:rsidRPr="00870ED0" w:rsidRDefault="00714EBB" w:rsidP="00BA0EBE">
            <w:pPr>
              <w:pStyle w:val="TAC"/>
            </w:pPr>
            <w:r w:rsidRPr="00870ED0">
              <w:t>P3</w:t>
            </w:r>
          </w:p>
        </w:tc>
        <w:tc>
          <w:tcPr>
            <w:tcW w:w="3901" w:type="dxa"/>
          </w:tcPr>
          <w:p w:rsidR="00714EBB" w:rsidRPr="00870ED0" w:rsidRDefault="00714EBB" w:rsidP="00BA0EBE">
            <w:pPr>
              <w:pStyle w:val="TAC"/>
            </w:pPr>
            <w:r w:rsidRPr="00870ED0">
              <w:t>7, 8, 9, 10</w:t>
            </w:r>
          </w:p>
        </w:tc>
      </w:tr>
      <w:tr w:rsidR="00714EBB" w:rsidRPr="00870ED0" w:rsidTr="00714EBB">
        <w:trPr>
          <w:jc w:val="center"/>
        </w:trPr>
        <w:tc>
          <w:tcPr>
            <w:tcW w:w="1299" w:type="dxa"/>
          </w:tcPr>
          <w:p w:rsidR="00714EBB" w:rsidRPr="00870ED0" w:rsidRDefault="00714EBB" w:rsidP="00BA0EBE">
            <w:pPr>
              <w:pStyle w:val="TAC"/>
            </w:pPr>
            <w:r w:rsidRPr="00870ED0">
              <w:t>C1</w:t>
            </w:r>
          </w:p>
        </w:tc>
        <w:tc>
          <w:tcPr>
            <w:tcW w:w="3901" w:type="dxa"/>
          </w:tcPr>
          <w:p w:rsidR="00714EBB" w:rsidRPr="00870ED0" w:rsidRDefault="00714EBB" w:rsidP="00BA0EBE">
            <w:pPr>
              <w:pStyle w:val="TAC"/>
            </w:pPr>
            <w:r w:rsidRPr="00870ED0">
              <w:t>19</w:t>
            </w:r>
          </w:p>
        </w:tc>
      </w:tr>
      <w:tr w:rsidR="00714EBB" w:rsidRPr="00870ED0" w:rsidTr="00714EBB">
        <w:trPr>
          <w:jc w:val="center"/>
        </w:trPr>
        <w:tc>
          <w:tcPr>
            <w:tcW w:w="1299" w:type="dxa"/>
          </w:tcPr>
          <w:p w:rsidR="00714EBB" w:rsidRPr="00870ED0" w:rsidRDefault="00714EBB" w:rsidP="00BA0EBE">
            <w:pPr>
              <w:pStyle w:val="TAC"/>
            </w:pPr>
            <w:r w:rsidRPr="00870ED0">
              <w:t>C2</w:t>
            </w:r>
          </w:p>
        </w:tc>
        <w:tc>
          <w:tcPr>
            <w:tcW w:w="3901" w:type="dxa"/>
          </w:tcPr>
          <w:p w:rsidR="00714EBB" w:rsidRPr="00870ED0" w:rsidRDefault="00714EBB" w:rsidP="00BA0EBE">
            <w:pPr>
              <w:pStyle w:val="TAC"/>
            </w:pPr>
            <w:r w:rsidRPr="00870ED0">
              <w:t>11</w:t>
            </w:r>
          </w:p>
        </w:tc>
      </w:tr>
    </w:tbl>
    <w:p w:rsidR="00714EBB" w:rsidRPr="00870ED0" w:rsidRDefault="00714EBB" w:rsidP="00BA0EBE"/>
    <w:p w:rsidR="00714EBB" w:rsidRPr="00870ED0" w:rsidRDefault="00714EBB" w:rsidP="00BA0EBE">
      <w:pPr>
        <w:pStyle w:val="Heading5"/>
      </w:pPr>
      <w:r w:rsidRPr="00870ED0">
        <w:t>5.2.3.9.4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appendTLV() with TAG: 0D and length 16</w:t>
            </w:r>
          </w:p>
          <w:p w:rsidR="00714EBB" w:rsidRPr="00870ED0" w:rsidRDefault="00714EBB">
            <w:pPr>
              <w:pStyle w:val="TAH"/>
              <w:keepNext w:val="0"/>
              <w:keepLines w:val="0"/>
            </w:pPr>
            <w:r w:rsidRPr="00870ED0">
              <w:t>Select Text String TLV</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H"/>
              <w:keepNext w:val="0"/>
              <w:keepLines w:val="0"/>
            </w:pPr>
            <w:r w:rsidRPr="00870ED0">
              <w:t>compareValue() with a null compareBuffer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compareOffset </w:t>
            </w:r>
            <w:r w:rsidRPr="00870ED0">
              <w:sym w:font="Symbol" w:char="F0B3"/>
            </w:r>
            <w:r w:rsidRPr="00870ED0">
              <w:t xml:space="preserve"> 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5</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compareOffset + 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r w:rsidRPr="00870ED0">
              <w:t>7</w:t>
            </w:r>
          </w:p>
        </w:tc>
        <w:tc>
          <w:tcPr>
            <w:tcW w:w="4111" w:type="dxa"/>
            <w:tcBorders>
              <w:bottom w:val="nil"/>
            </w:tcBorders>
          </w:tcPr>
          <w:p w:rsidR="00714EBB" w:rsidRPr="00870ED0" w:rsidRDefault="00714EBB">
            <w:pPr>
              <w:pStyle w:val="TAH"/>
            </w:pPr>
            <w:r w:rsidRPr="00870ED0">
              <w:t>appendTLV() with TAG: 0D and length 6</w:t>
            </w:r>
          </w:p>
          <w:p w:rsidR="00714EBB" w:rsidRPr="00870ED0" w:rsidRDefault="00714EBB">
            <w:pPr>
              <w:pStyle w:val="TAH"/>
            </w:pPr>
            <w:r w:rsidRPr="00870ED0">
              <w:t>Select Text String TLV</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TAH"/>
            </w:pPr>
            <w:r w:rsidRPr="00870ED0">
              <w:t xml:space="preserve">valueOffset </w:t>
            </w:r>
            <w:r w:rsidRPr="00870ED0">
              <w:sym w:font="Symbol" w:char="F0B3"/>
            </w:r>
            <w:r w:rsidRPr="00870ED0">
              <w:t xml:space="preserve"> Text String Length</w:t>
            </w:r>
          </w:p>
          <w:p w:rsidR="00714EBB" w:rsidRPr="00870ED0" w:rsidRDefault="00714EBB">
            <w:pPr>
              <w:pStyle w:val="PL"/>
              <w:keepNext/>
              <w:keepLines/>
              <w:rPr>
                <w:noProof w:val="0"/>
              </w:rPr>
            </w:pPr>
            <w:r w:rsidRPr="00870ED0">
              <w:rPr>
                <w:noProof w:val="0"/>
              </w:rPr>
              <w:t>compareValue()</w:t>
            </w:r>
          </w:p>
          <w:p w:rsidR="00714EBB" w:rsidRPr="00870ED0" w:rsidRDefault="00714EBB">
            <w:pPr>
              <w:pStyle w:val="PL"/>
              <w:keepNext/>
              <w:keepLines/>
              <w:rPr>
                <w:noProof w:val="0"/>
              </w:rPr>
            </w:pPr>
            <w:r w:rsidRPr="00870ED0">
              <w:rPr>
                <w:noProof w:val="0"/>
              </w:rPr>
              <w:t>valueOffset = 6</w:t>
            </w:r>
          </w:p>
          <w:p w:rsidR="00714EBB" w:rsidRPr="00870ED0" w:rsidRDefault="00714EBB">
            <w:pPr>
              <w:pStyle w:val="PL"/>
              <w:keepNext/>
              <w:keepLines/>
              <w:rPr>
                <w:noProof w:val="0"/>
              </w:rPr>
            </w:pPr>
            <w:r w:rsidRPr="00870ED0">
              <w:rPr>
                <w:noProof w:val="0"/>
              </w:rPr>
              <w:t>compareBuffer.length = 15</w:t>
            </w:r>
          </w:p>
          <w:p w:rsidR="00714EBB" w:rsidRPr="00870ED0" w:rsidRDefault="00714EBB">
            <w:pPr>
              <w:pStyle w:val="PL"/>
              <w:keepNext/>
              <w:keepLines/>
              <w:rPr>
                <w:noProof w:val="0"/>
              </w:rPr>
            </w:pPr>
            <w:r w:rsidRPr="00870ED0">
              <w:rPr>
                <w:noProof w:val="0"/>
              </w:rPr>
              <w:t>compareOffset = 0</w:t>
            </w:r>
          </w:p>
          <w:p w:rsidR="00714EBB" w:rsidRPr="00870ED0" w:rsidRDefault="00714EBB">
            <w:pPr>
              <w:pStyle w:val="PL"/>
              <w:keepNext/>
              <w:keepLines/>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r w:rsidRPr="00870ED0">
              <w:lastRenderedPageBreak/>
              <w:t>10</w:t>
            </w:r>
          </w:p>
        </w:tc>
        <w:tc>
          <w:tcPr>
            <w:tcW w:w="4111" w:type="dxa"/>
            <w:tcBorders>
              <w:top w:val="single" w:sz="4" w:space="0" w:color="808080"/>
              <w:bottom w:val="single" w:sz="4" w:space="0" w:color="auto"/>
            </w:tcBorders>
          </w:tcPr>
          <w:p w:rsidR="00714EBB" w:rsidRPr="00870ED0" w:rsidRDefault="00714EBB" w:rsidP="00BA0EBE">
            <w:pPr>
              <w:pStyle w:val="TAH"/>
            </w:pPr>
            <w:r w:rsidRPr="00870ED0">
              <w:t>valueOffset + compareLength &gt; Text String length</w:t>
            </w:r>
          </w:p>
          <w:p w:rsidR="00714EBB" w:rsidRPr="00870ED0" w:rsidRDefault="00714EBB" w:rsidP="00BA0EBE">
            <w:pPr>
              <w:pStyle w:val="PL"/>
              <w:keepNext/>
              <w:keepLines/>
              <w:rPr>
                <w:noProof w:val="0"/>
              </w:rPr>
            </w:pPr>
            <w:r w:rsidRPr="00870ED0">
              <w:rPr>
                <w:noProof w:val="0"/>
              </w:rPr>
              <w:t>compareValue()</w:t>
            </w:r>
          </w:p>
          <w:p w:rsidR="00714EBB" w:rsidRPr="00870ED0" w:rsidRDefault="00714EBB" w:rsidP="00BA0EBE">
            <w:pPr>
              <w:pStyle w:val="PL"/>
              <w:keepNext/>
              <w:keepLines/>
              <w:rPr>
                <w:noProof w:val="0"/>
              </w:rPr>
            </w:pPr>
            <w:r w:rsidRPr="00870ED0">
              <w:rPr>
                <w:noProof w:val="0"/>
              </w:rPr>
              <w:t>valueOffset = 2</w:t>
            </w:r>
          </w:p>
          <w:p w:rsidR="00714EBB" w:rsidRPr="00870ED0" w:rsidRDefault="00714EBB" w:rsidP="00BA0EBE">
            <w:pPr>
              <w:pStyle w:val="PL"/>
              <w:keepNext/>
              <w:keepLines/>
              <w:rPr>
                <w:noProof w:val="0"/>
              </w:rPr>
            </w:pPr>
            <w:r w:rsidRPr="00870ED0">
              <w:rPr>
                <w:noProof w:val="0"/>
              </w:rPr>
              <w:t>compareBuffer.length = 15</w:t>
            </w:r>
          </w:p>
          <w:p w:rsidR="00714EBB" w:rsidRPr="00870ED0" w:rsidRDefault="00714EBB" w:rsidP="00BA0EBE">
            <w:pPr>
              <w:pStyle w:val="PL"/>
              <w:keepNext/>
              <w:keepLines/>
              <w:rPr>
                <w:noProof w:val="0"/>
              </w:rPr>
            </w:pPr>
            <w:r w:rsidRPr="00870ED0">
              <w:rPr>
                <w:noProof w:val="0"/>
              </w:rPr>
              <w:t>compareOffset = 0</w:t>
            </w:r>
          </w:p>
          <w:p w:rsidR="00714EBB" w:rsidRPr="00870ED0" w:rsidRDefault="00714EBB" w:rsidP="00BA0EBE">
            <w:pPr>
              <w:pStyle w:val="PL"/>
              <w:keepNext/>
              <w:keepLines/>
              <w:rPr>
                <w:noProof w:val="0"/>
              </w:rPr>
            </w:pPr>
            <w:r w:rsidRPr="00870ED0">
              <w:rPr>
                <w:noProof w:val="0"/>
              </w:rPr>
              <w:t>compareLength = 5</w:t>
            </w:r>
          </w:p>
        </w:tc>
        <w:tc>
          <w:tcPr>
            <w:tcW w:w="2835" w:type="dxa"/>
            <w:tcBorders>
              <w:top w:val="single" w:sz="4" w:space="0" w:color="808080"/>
              <w:bottom w:val="single" w:sz="4" w:space="0" w:color="auto"/>
            </w:tcBorders>
          </w:tcPr>
          <w:p w:rsidR="00714EBB" w:rsidRPr="00870ED0" w:rsidRDefault="00714EBB" w:rsidP="00BA0EBE">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Initialize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PL"/>
              <w:rPr>
                <w:noProof w:val="0"/>
              </w:rPr>
            </w:pPr>
            <w:r w:rsidRPr="00870ED0">
              <w:rPr>
                <w:noProof w:val="0"/>
              </w:rPr>
              <w:t>compareValue()</w:t>
            </w:r>
          </w:p>
        </w:tc>
        <w:tc>
          <w:tcPr>
            <w:tcW w:w="2835" w:type="dxa"/>
            <w:tcBorders>
              <w:top w:val="single" w:sz="4" w:space="0" w:color="808080"/>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appendTLV with TAG: 0D and value: 04 00 01 … 0F</w:t>
            </w:r>
          </w:p>
          <w:p w:rsidR="00714EBB" w:rsidRPr="00870ED0" w:rsidRDefault="00714EBB">
            <w:pPr>
              <w:pStyle w:val="TAH"/>
              <w:keepNext w:val="0"/>
              <w:keepLines w:val="0"/>
            </w:pPr>
            <w:r w:rsidRPr="00870ED0">
              <w:t>Select Text String TLV</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rFonts w:ascii="Arial" w:hAnsi="Arial"/>
                <w:noProof w:val="0"/>
                <w:sz w:val="18"/>
              </w:rPr>
            </w:pPr>
            <w:r w:rsidRPr="00870ED0">
              <w:rPr>
                <w:noProof w:val="0"/>
              </w:rPr>
              <w:t>compareLength = 17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13</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04 00 01 02 03</w:t>
            </w:r>
          </w:p>
          <w:p w:rsidR="00714EBB" w:rsidRPr="00870ED0" w:rsidRDefault="00714EBB">
            <w:pPr>
              <w:pStyle w:val="PL"/>
              <w:rPr>
                <w:noProof w:val="0"/>
              </w:rPr>
            </w:pPr>
            <w:r w:rsidRPr="00870ED0">
              <w:rPr>
                <w:noProof w:val="0"/>
              </w:rPr>
              <w:t>04 05 06 07 08</w:t>
            </w:r>
          </w:p>
          <w:p w:rsidR="00714EBB" w:rsidRPr="00870ED0" w:rsidRDefault="00714EBB">
            <w:pPr>
              <w:pStyle w:val="PL"/>
              <w:rPr>
                <w:noProof w:val="0"/>
              </w:rPr>
            </w:pPr>
            <w:r w:rsidRPr="00870ED0">
              <w:rPr>
                <w:noProof w:val="0"/>
              </w:rPr>
              <w:t>05 0A 0B 0C 0D</w:t>
            </w:r>
          </w:p>
          <w:p w:rsidR="00714EBB" w:rsidRPr="00870ED0" w:rsidRDefault="00714EBB">
            <w:pPr>
              <w:pStyle w:val="PL"/>
              <w:rPr>
                <w:noProof w:val="0"/>
              </w:rPr>
            </w:pPr>
            <w:r w:rsidRPr="00870ED0">
              <w:rPr>
                <w:noProof w:val="0"/>
              </w:rPr>
              <w:t>0E 10</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14</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15</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55 55 55 02 03</w:t>
            </w:r>
          </w:p>
          <w:p w:rsidR="00714EBB" w:rsidRPr="00870ED0" w:rsidRDefault="00714EBB">
            <w:pPr>
              <w:pStyle w:val="PL"/>
              <w:rPr>
                <w:noProof w:val="0"/>
              </w:rPr>
            </w:pPr>
            <w:r w:rsidRPr="00870ED0">
              <w:rPr>
                <w:noProof w:val="0"/>
              </w:rPr>
              <w:t>04 05 06 07 08</w:t>
            </w:r>
          </w:p>
          <w:p w:rsidR="00714EBB" w:rsidRPr="00870ED0" w:rsidRDefault="00714EBB">
            <w:pPr>
              <w:pStyle w:val="PL"/>
              <w:rPr>
                <w:noProof w:val="0"/>
              </w:rPr>
            </w:pPr>
            <w:r w:rsidRPr="00870ED0">
              <w:rPr>
                <w:noProof w:val="0"/>
              </w:rPr>
              <w:t>09 0A 0B … 81</w:t>
            </w:r>
          </w:p>
          <w:p w:rsidR="00714EBB" w:rsidRPr="00870ED0" w:rsidRDefault="00714EBB">
            <w:pPr>
              <w:pStyle w:val="PL"/>
              <w:rPr>
                <w:noProof w:val="0"/>
              </w:rPr>
            </w:pPr>
            <w:r w:rsidRPr="00870ED0">
              <w:rPr>
                <w:noProof w:val="0"/>
              </w:rPr>
              <w:t>55 55 55 55 55</w:t>
            </w:r>
          </w:p>
          <w:p w:rsidR="00714EBB" w:rsidRPr="00870ED0" w:rsidRDefault="00714EBB">
            <w:pPr>
              <w:pStyle w:val="PL"/>
              <w:rPr>
                <w:noProof w:val="0"/>
              </w:rPr>
            </w:pP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 with TAG 0x0D and value 0x01 0x02 … 0x83</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0x81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55 55 55 02 03</w:t>
            </w:r>
          </w:p>
          <w:p w:rsidR="00714EBB" w:rsidRPr="00870ED0" w:rsidRDefault="00714EBB">
            <w:pPr>
              <w:pStyle w:val="PL"/>
              <w:rPr>
                <w:noProof w:val="0"/>
              </w:rPr>
            </w:pPr>
            <w:r w:rsidRPr="00870ED0">
              <w:rPr>
                <w:noProof w:val="0"/>
              </w:rPr>
              <w:t>04 05 06 07 08</w:t>
            </w:r>
          </w:p>
          <w:p w:rsidR="00714EBB" w:rsidRPr="00870ED0" w:rsidRDefault="00714EBB">
            <w:pPr>
              <w:pStyle w:val="PL"/>
              <w:rPr>
                <w:noProof w:val="0"/>
              </w:rPr>
            </w:pPr>
            <w:r w:rsidRPr="00870ED0">
              <w:rPr>
                <w:noProof w:val="0"/>
              </w:rPr>
              <w:t>09 0A 0B …  84</w:t>
            </w:r>
          </w:p>
          <w:p w:rsidR="00714EBB" w:rsidRPr="00870ED0" w:rsidRDefault="00714EBB">
            <w:pPr>
              <w:pStyle w:val="PL"/>
              <w:rPr>
                <w:noProof w:val="0"/>
              </w:rPr>
            </w:pPr>
            <w:r w:rsidRPr="00870ED0">
              <w:rPr>
                <w:noProof w:val="0"/>
              </w:rPr>
              <w:t>55 55 55 55 55</w:t>
            </w:r>
          </w:p>
          <w:p w:rsidR="00714EBB" w:rsidRPr="00870ED0" w:rsidRDefault="00714EBB">
            <w:pPr>
              <w:pStyle w:val="PL"/>
              <w:rPr>
                <w:noProof w:val="0"/>
              </w:rPr>
            </w:pP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17</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55 55 55 02 03</w:t>
            </w:r>
          </w:p>
          <w:p w:rsidR="00714EBB" w:rsidRPr="00870ED0" w:rsidRDefault="00714EBB">
            <w:pPr>
              <w:pStyle w:val="PL"/>
              <w:rPr>
                <w:noProof w:val="0"/>
              </w:rPr>
            </w:pPr>
            <w:r w:rsidRPr="00870ED0">
              <w:rPr>
                <w:noProof w:val="0"/>
              </w:rPr>
              <w:t>04 05 06 07 08</w:t>
            </w:r>
          </w:p>
          <w:p w:rsidR="00714EBB" w:rsidRPr="00870ED0" w:rsidRDefault="00714EBB">
            <w:pPr>
              <w:pStyle w:val="PL"/>
              <w:rPr>
                <w:noProof w:val="0"/>
              </w:rPr>
            </w:pPr>
            <w:r w:rsidRPr="00870ED0">
              <w:rPr>
                <w:noProof w:val="0"/>
              </w:rPr>
              <w:t>09 0A 0B …  82</w:t>
            </w:r>
          </w:p>
          <w:p w:rsidR="00714EBB" w:rsidRPr="00870ED0" w:rsidRDefault="00714EBB">
            <w:pPr>
              <w:pStyle w:val="PL"/>
              <w:rPr>
                <w:noProof w:val="0"/>
              </w:rPr>
            </w:pPr>
            <w:r w:rsidRPr="00870ED0">
              <w:rPr>
                <w:noProof w:val="0"/>
              </w:rPr>
              <w:t>55 55 55 55 55</w:t>
            </w:r>
          </w:p>
          <w:p w:rsidR="00714EBB" w:rsidRPr="00870ED0" w:rsidRDefault="00714EBB">
            <w:pPr>
              <w:pStyle w:val="PL"/>
              <w:rPr>
                <w:noProof w:val="0"/>
              </w:rPr>
            </w:pP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Successful call, compareValue() with length =0</w:t>
            </w:r>
          </w:p>
          <w:p w:rsidR="00714EBB" w:rsidRPr="00870ED0" w:rsidRDefault="00714EBB">
            <w:pPr>
              <w:pStyle w:val="PL"/>
              <w:keepNext/>
              <w:keepLines/>
              <w:rPr>
                <w:noProof w:val="0"/>
              </w:rPr>
            </w:pPr>
            <w:r w:rsidRPr="00870ED0">
              <w:rPr>
                <w:noProof w:val="0"/>
              </w:rPr>
              <w:t>compareBuffer.length = 15</w:t>
            </w:r>
          </w:p>
          <w:p w:rsidR="00714EBB" w:rsidRPr="00870ED0" w:rsidRDefault="00714EBB">
            <w:pPr>
              <w:pStyle w:val="PL"/>
              <w:keepNext/>
              <w:keepLines/>
              <w:rPr>
                <w:noProof w:val="0"/>
              </w:rPr>
            </w:pPr>
            <w:r w:rsidRPr="00870ED0">
              <w:rPr>
                <w:noProof w:val="0"/>
              </w:rPr>
              <w:t>compareOffset = 15</w:t>
            </w:r>
          </w:p>
          <w:p w:rsidR="00714EBB" w:rsidRPr="00870ED0" w:rsidRDefault="00714EBB">
            <w:pPr>
              <w:pStyle w:val="PL"/>
              <w:keepNext/>
              <w:keepLines/>
              <w:rPr>
                <w:rFonts w:ascii="Arial" w:hAnsi="Arial"/>
                <w:b/>
                <w:noProof w:val="0"/>
                <w:sz w:val="18"/>
              </w:rPr>
            </w:pPr>
            <w:r w:rsidRPr="00870ED0">
              <w:rPr>
                <w:noProof w:val="0"/>
              </w:rPr>
              <w:t>compareLength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of compareValue() is 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TAH"/>
              <w:jc w:val="left"/>
              <w:rPr>
                <w:b w:val="0"/>
              </w:rPr>
            </w:pPr>
            <w:r w:rsidRPr="00870ED0">
              <w:rPr>
                <w:b w:val="0"/>
              </w:rPr>
              <w:t>Call post() method, then compareValue()</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lastRenderedPageBreak/>
        <w:t>5.2.3.10</w:t>
      </w:r>
      <w:r w:rsidRPr="00870ED0">
        <w:tab/>
        <w:t>Method findAndCopyValue(byte tag, byte[] dstBuffer, short valueOffset)</w:t>
      </w:r>
    </w:p>
    <w:p w:rsidR="00714EBB" w:rsidRPr="00870ED0" w:rsidRDefault="00714EBB">
      <w:r w:rsidRPr="00870ED0">
        <w:t>Test Area Reference: Api_2_Erh_Facyb_Bs</w:t>
      </w:r>
      <w:r w:rsidR="00BA0EBE" w:rsidRPr="00870ED0">
        <w:t>.</w:t>
      </w:r>
    </w:p>
    <w:p w:rsidR="00714EBB" w:rsidRPr="00870ED0" w:rsidRDefault="00714EBB" w:rsidP="00BA0EBE">
      <w:pPr>
        <w:pStyle w:val="Heading5"/>
      </w:pPr>
      <w:r w:rsidRPr="00870ED0">
        <w:t>5.2.3.10.1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5.2.3.10.1.1</w:t>
      </w:r>
      <w:r w:rsidRPr="00870ED0">
        <w:tab/>
        <w:t>Normal execution</w:t>
      </w:r>
    </w:p>
    <w:p w:rsidR="00714EBB" w:rsidRPr="00870ED0" w:rsidRDefault="00714EBB">
      <w:pPr>
        <w:pStyle w:val="B1"/>
      </w:pPr>
      <w:r w:rsidRPr="00870ED0">
        <w:t>CRRN1: looks for the first occurrence of a TLV element from the beginning of a TLV list and copy its v</w:t>
      </w:r>
      <w:r w:rsidR="00510107" w:rsidRPr="00870ED0">
        <w:t>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length of the copied value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5.2.3.10.1.2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would cause access outside array bounds ArrayIndexOutOfBoundsException shall be thrown.</w:t>
      </w:r>
    </w:p>
    <w:p w:rsidR="00714EBB" w:rsidRPr="00870ED0" w:rsidRDefault="00714EBB">
      <w:pPr>
        <w:pStyle w:val="H6"/>
        <w:outlineLvl w:val="0"/>
      </w:pPr>
      <w:r w:rsidRPr="00870ED0">
        <w:t>5.2.3.10.1.3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A0EBE">
      <w:pPr>
        <w:pStyle w:val="Heading5"/>
      </w:pPr>
      <w:r w:rsidRPr="00870ED0">
        <w:t>5.2.3.10.2</w:t>
      </w:r>
      <w:r w:rsidRPr="00870ED0">
        <w:tab/>
        <w:t>Test area files</w:t>
      </w:r>
    </w:p>
    <w:p w:rsidR="00714EBB" w:rsidRPr="00870ED0" w:rsidRDefault="00714EBB">
      <w:pPr>
        <w:keepNext/>
        <w:keepLines/>
      </w:pPr>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Test_Api_2_Erh_Facyb_Bs.java</w:t>
      </w:r>
      <w:r w:rsidR="00BA0EBE" w:rsidRPr="00870ED0">
        <w:t>.</w:t>
      </w:r>
    </w:p>
    <w:p w:rsidR="00714EBB" w:rsidRPr="00870ED0" w:rsidRDefault="00714EBB" w:rsidP="00BA0EBE">
      <w:pPr>
        <w:pStyle w:val="EX"/>
      </w:pPr>
      <w:r w:rsidRPr="00870ED0">
        <w:t>Test App</w:t>
      </w:r>
      <w:r w:rsidR="00BA0EBE" w:rsidRPr="00870ED0">
        <w:t xml:space="preserve">let: </w:t>
      </w:r>
      <w:r w:rsidR="00BA0EBE" w:rsidRPr="00870ED0">
        <w:tab/>
        <w:t>Api_2_Erh_Facyb_Bs_1.java.</w:t>
      </w:r>
    </w:p>
    <w:p w:rsidR="00714EBB" w:rsidRPr="00870ED0" w:rsidRDefault="00714EBB" w:rsidP="00BA0EBE">
      <w:pPr>
        <w:pStyle w:val="EX"/>
      </w:pPr>
      <w:r w:rsidRPr="00870ED0">
        <w:t>Cap File:</w:t>
      </w:r>
      <w:r w:rsidRPr="00870ED0">
        <w:tab/>
        <w:t>api_2_erh_facyb_bs.cap</w:t>
      </w:r>
      <w:r w:rsidR="00BA0EBE" w:rsidRPr="00870ED0">
        <w:t>.</w:t>
      </w:r>
    </w:p>
    <w:p w:rsidR="00714EBB" w:rsidRPr="00870ED0" w:rsidRDefault="00714EBB" w:rsidP="00BA0EBE">
      <w:pPr>
        <w:pStyle w:val="Heading5"/>
      </w:pPr>
      <w:r w:rsidRPr="00870ED0">
        <w:t>5.2.3.10.3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8, 10, 12</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6</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901" w:type="dxa"/>
          </w:tcPr>
          <w:p w:rsidR="00714EBB" w:rsidRPr="00870ED0" w:rsidRDefault="00714EBB">
            <w:pPr>
              <w:pStyle w:val="TAC"/>
              <w:keepNext w:val="0"/>
              <w:keepLines w:val="0"/>
            </w:pPr>
            <w:r w:rsidRPr="00870ED0">
              <w:t>7, 9, 11</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901" w:type="dxa"/>
          </w:tcPr>
          <w:p w:rsidR="00714EBB" w:rsidRPr="00870ED0" w:rsidRDefault="00714EBB">
            <w:pPr>
              <w:pStyle w:val="TAC"/>
              <w:keepNext w:val="0"/>
              <w:keepLines w:val="0"/>
            </w:pPr>
            <w:r w:rsidRPr="00870ED0">
              <w:t>13, 14, 15, 16</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17</w:t>
            </w:r>
          </w:p>
        </w:tc>
      </w:tr>
    </w:tbl>
    <w:p w:rsidR="00714EBB" w:rsidRPr="00870ED0" w:rsidRDefault="00714EBB" w:rsidP="00BA0EBE"/>
    <w:p w:rsidR="00714EBB" w:rsidRPr="00870ED0" w:rsidRDefault="00714EBB" w:rsidP="00BA0EBE">
      <w:pPr>
        <w:pStyle w:val="Heading5"/>
      </w:pPr>
      <w:r w:rsidRPr="00870ED0">
        <w:lastRenderedPageBreak/>
        <w:t>5.2.3.10.4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Initialize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H"/>
              <w:keepNext w:val="0"/>
              <w:keepLines w:val="0"/>
            </w:pPr>
            <w:r w:rsidRPr="00870ED0">
              <w:t>findAndCopyValue() with a null dstBuffer</w:t>
            </w:r>
          </w:p>
          <w:p w:rsidR="00714EBB" w:rsidRPr="00870ED0" w:rsidRDefault="00714EBB">
            <w:pPr>
              <w:pStyle w:val="TAL"/>
              <w:keepNext w:val="0"/>
              <w:keepLines w:val="0"/>
            </w:pP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appendTLV() with TAG: 0D and length 16</w:t>
            </w:r>
          </w:p>
          <w:p w:rsidR="00714EBB" w:rsidRPr="00870ED0" w:rsidRDefault="00714EBB">
            <w:pPr>
              <w:pStyle w:val="TAH"/>
              <w:keepNext w:val="0"/>
              <w:keepLines w:val="0"/>
            </w:pPr>
            <w:r w:rsidRPr="00870ED0">
              <w:t>Select Text String TLV</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dstOffset </w:t>
            </w:r>
            <w:r w:rsidRPr="00870ED0">
              <w:sym w:font="Symbol" w:char="F0B3"/>
            </w:r>
            <w:r w:rsidRPr="00870ED0">
              <w:t xml:space="preserve">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20</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dstOffset + 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5</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length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15</w:t>
            </w:r>
          </w:p>
          <w:p w:rsidR="00714EBB" w:rsidRPr="00870ED0" w:rsidRDefault="00714EBB">
            <w:pPr>
              <w:pStyle w:val="TAL"/>
              <w:keepNext w:val="0"/>
              <w:keepLines w:val="0"/>
            </w:pPr>
            <w:r w:rsidRPr="00870ED0">
              <w:t>dstOffset = 0</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6</w:t>
            </w:r>
          </w:p>
        </w:tc>
        <w:tc>
          <w:tcPr>
            <w:tcW w:w="4111" w:type="dxa"/>
            <w:tcBorders>
              <w:bottom w:val="nil"/>
            </w:tcBorders>
          </w:tcPr>
          <w:p w:rsidR="00714EBB" w:rsidRPr="00870ED0" w:rsidRDefault="00714EBB">
            <w:pPr>
              <w:pStyle w:val="TAH"/>
              <w:keepNext w:val="0"/>
              <w:keepLines w:val="0"/>
            </w:pPr>
            <w:r w:rsidRPr="00870ED0">
              <w:t>clear the handler, appendTLV() with TAG 02 and Length 02</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03h</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7</w:t>
            </w:r>
          </w:p>
        </w:tc>
        <w:tc>
          <w:tcPr>
            <w:tcW w:w="4111" w:type="dxa"/>
            <w:tcBorders>
              <w:bottom w:val="nil"/>
            </w:tcBorders>
          </w:tcPr>
          <w:p w:rsidR="00714EBB" w:rsidRPr="00870ED0" w:rsidRDefault="00714EBB">
            <w:pPr>
              <w:pStyle w:val="TAH"/>
              <w:keepNext w:val="0"/>
              <w:keepLines w:val="0"/>
            </w:pPr>
            <w:r w:rsidRPr="00870ED0">
              <w:t>appendTLV() with TAG: 0D and value: 04 00 01 … 0F</w:t>
            </w:r>
          </w:p>
          <w:p w:rsidR="00714EBB" w:rsidRPr="00870ED0" w:rsidRDefault="00714EBB">
            <w:pPr>
              <w:pStyle w:val="TAL"/>
              <w:keepNext w:val="0"/>
              <w:keepLines w:val="0"/>
            </w:pP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8</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9</w:t>
            </w:r>
          </w:p>
        </w:tc>
        <w:tc>
          <w:tcPr>
            <w:tcW w:w="4111" w:type="dxa"/>
            <w:tcBorders>
              <w:bottom w:val="nil"/>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is 19</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10</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r w:rsidRPr="00870ED0">
              <w:t>11</w:t>
            </w:r>
          </w:p>
        </w:tc>
        <w:tc>
          <w:tcPr>
            <w:tcW w:w="4111" w:type="dxa"/>
            <w:tcBorders>
              <w:bottom w:val="nil"/>
            </w:tcBorders>
          </w:tcPr>
          <w:p w:rsidR="00714EBB" w:rsidRPr="00870ED0" w:rsidRDefault="00714EBB">
            <w:pPr>
              <w:pStyle w:val="TAH"/>
            </w:pPr>
            <w:r w:rsidRPr="00870ED0">
              <w:t>clear the handler, appendTLV() with TAG: 0D and value: 04 00 01 … 0F</w:t>
            </w:r>
          </w:p>
          <w:p w:rsidR="00714EBB" w:rsidRPr="00870ED0" w:rsidRDefault="00714EBB">
            <w:pPr>
              <w:pStyle w:val="TAL"/>
            </w:pP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p>
        </w:tc>
        <w:tc>
          <w:tcPr>
            <w:tcW w:w="4111" w:type="dxa"/>
            <w:tcBorders>
              <w:top w:val="single" w:sz="4" w:space="0" w:color="808080"/>
              <w:bottom w:val="nil"/>
            </w:tcBorders>
          </w:tcPr>
          <w:p w:rsidR="00714EBB" w:rsidRPr="00870ED0" w:rsidRDefault="00714EBB">
            <w:pPr>
              <w:pStyle w:val="TAH"/>
            </w:pPr>
            <w:r w:rsidRPr="00870ED0">
              <w:t>append a 2</w:t>
            </w:r>
            <w:r w:rsidRPr="00870ED0">
              <w:rPr>
                <w:vertAlign w:val="superscript"/>
              </w:rPr>
              <w:t>nd</w:t>
            </w:r>
            <w:r w:rsidRPr="00870ED0">
              <w:t xml:space="preserve"> Text String TLV</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p>
        </w:tc>
        <w:tc>
          <w:tcPr>
            <w:tcW w:w="4111" w:type="dxa"/>
            <w:tcBorders>
              <w:top w:val="single" w:sz="4" w:space="0" w:color="808080"/>
              <w:bottom w:val="nil"/>
            </w:tcBorders>
          </w:tcPr>
          <w:p w:rsidR="00714EBB" w:rsidRPr="00870ED0" w:rsidRDefault="00714EBB">
            <w:pPr>
              <w:pStyle w:val="TAH"/>
            </w:pPr>
            <w:r w:rsidRPr="00870ED0">
              <w:t>Successful call</w:t>
            </w:r>
          </w:p>
          <w:p w:rsidR="00714EBB" w:rsidRPr="00870ED0" w:rsidRDefault="00714EBB">
            <w:pPr>
              <w:pStyle w:val="PL"/>
              <w:keepNext/>
              <w:keepLines/>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0Dh</w:t>
            </w:r>
          </w:p>
          <w:p w:rsidR="00714EBB" w:rsidRPr="00870ED0" w:rsidRDefault="00714EBB">
            <w:pPr>
              <w:pStyle w:val="PL"/>
              <w:keepNext/>
              <w:keepLines/>
              <w:rPr>
                <w:noProof w:val="0"/>
              </w:rPr>
            </w:pPr>
            <w:r w:rsidRPr="00870ED0">
              <w:rPr>
                <w:noProof w:val="0"/>
              </w:rPr>
              <w:t>dstBuffer.length = 17</w:t>
            </w:r>
          </w:p>
          <w:p w:rsidR="00714EBB" w:rsidRPr="00870ED0" w:rsidRDefault="00714EBB">
            <w:pPr>
              <w:pStyle w:val="PL"/>
              <w:keepNext/>
              <w:keepLines/>
              <w:rPr>
                <w:noProof w:val="0"/>
              </w:rPr>
            </w:pPr>
            <w:r w:rsidRPr="00870ED0">
              <w:rPr>
                <w:noProof w:val="0"/>
              </w:rPr>
              <w:t>dstOffset = 0</w:t>
            </w:r>
          </w:p>
        </w:tc>
        <w:tc>
          <w:tcPr>
            <w:tcW w:w="2835" w:type="dxa"/>
            <w:tcBorders>
              <w:top w:val="single" w:sz="4" w:space="0" w:color="808080"/>
              <w:bottom w:val="nil"/>
            </w:tcBorders>
          </w:tcPr>
          <w:p w:rsidR="00714EBB" w:rsidRPr="00870ED0" w:rsidRDefault="00714EBB">
            <w:pPr>
              <w:pStyle w:val="TAL"/>
            </w:pPr>
            <w:r w:rsidRPr="00870ED0">
              <w:t>Result of findAndCopyValue() is 17</w:t>
            </w: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12</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13</w:t>
            </w:r>
          </w:p>
        </w:tc>
        <w:tc>
          <w:tcPr>
            <w:tcW w:w="4111" w:type="dxa"/>
            <w:tcBorders>
              <w:bottom w:val="nil"/>
            </w:tcBorders>
          </w:tcPr>
          <w:p w:rsidR="00714EBB" w:rsidRPr="00870ED0" w:rsidRDefault="00714EBB" w:rsidP="00BA0EBE">
            <w:pPr>
              <w:pStyle w:val="TAH"/>
            </w:pPr>
            <w:r w:rsidRPr="00870ED0">
              <w:t>clear the handler, appendTLV() with TAG: 0D and value: 04 00 01 … 0F</w:t>
            </w:r>
          </w:p>
          <w:p w:rsidR="00714EBB" w:rsidRPr="00870ED0" w:rsidRDefault="00714EBB" w:rsidP="00BA0EBE">
            <w:pPr>
              <w:pStyle w:val="TAL"/>
            </w:pP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BA0EBE">
            <w:pPr>
              <w:pStyle w:val="TAC"/>
            </w:pPr>
          </w:p>
        </w:tc>
        <w:tc>
          <w:tcPr>
            <w:tcW w:w="4111" w:type="dxa"/>
            <w:tcBorders>
              <w:top w:val="single" w:sz="4" w:space="0" w:color="808080"/>
              <w:bottom w:val="nil"/>
            </w:tcBorders>
          </w:tcPr>
          <w:p w:rsidR="00714EBB" w:rsidRPr="00870ED0" w:rsidRDefault="00714EBB" w:rsidP="00BA0EBE">
            <w:pPr>
              <w:pStyle w:val="TAH"/>
            </w:pPr>
            <w:r w:rsidRPr="00870ED0">
              <w:t>Successful call (with tag 8Dh)</w:t>
            </w:r>
          </w:p>
          <w:p w:rsidR="00714EBB" w:rsidRPr="00870ED0" w:rsidRDefault="00714EBB" w:rsidP="00BA0EBE">
            <w:pPr>
              <w:pStyle w:val="PL"/>
              <w:keepNext/>
              <w:keepLines/>
              <w:rPr>
                <w:noProof w:val="0"/>
              </w:rPr>
            </w:pPr>
            <w:r w:rsidRPr="00870ED0">
              <w:rPr>
                <w:noProof w:val="0"/>
              </w:rPr>
              <w:t>findAndCopyValue()</w:t>
            </w:r>
          </w:p>
          <w:p w:rsidR="00714EBB" w:rsidRPr="00870ED0" w:rsidRDefault="00714EBB" w:rsidP="00BA0EBE">
            <w:pPr>
              <w:pStyle w:val="PL"/>
              <w:keepNext/>
              <w:keepLines/>
              <w:rPr>
                <w:noProof w:val="0"/>
              </w:rPr>
            </w:pPr>
            <w:r w:rsidRPr="00870ED0">
              <w:rPr>
                <w:noProof w:val="0"/>
              </w:rPr>
              <w:t>tag = 8Dh</w:t>
            </w:r>
          </w:p>
          <w:p w:rsidR="00714EBB" w:rsidRPr="00870ED0" w:rsidRDefault="00714EBB" w:rsidP="00BA0EBE">
            <w:pPr>
              <w:pStyle w:val="PL"/>
              <w:keepNext/>
              <w:keepLines/>
              <w:rPr>
                <w:noProof w:val="0"/>
              </w:rPr>
            </w:pPr>
            <w:r w:rsidRPr="00870ED0">
              <w:rPr>
                <w:noProof w:val="0"/>
              </w:rPr>
              <w:t>dstBuffer.length = 17</w:t>
            </w:r>
          </w:p>
          <w:p w:rsidR="00714EBB" w:rsidRPr="00870ED0" w:rsidRDefault="00714EBB" w:rsidP="00BA0EBE">
            <w:pPr>
              <w:pStyle w:val="PL"/>
              <w:keepNext/>
              <w:keepLines/>
              <w:rPr>
                <w:rFonts w:ascii="Arial" w:hAnsi="Arial"/>
                <w:noProof w:val="0"/>
                <w:sz w:val="18"/>
              </w:rPr>
            </w:pPr>
            <w:r w:rsidRPr="00870ED0">
              <w:rPr>
                <w:noProof w:val="0"/>
              </w:rPr>
              <w:t>dstOffset = 0</w:t>
            </w:r>
          </w:p>
        </w:tc>
        <w:tc>
          <w:tcPr>
            <w:tcW w:w="2835" w:type="dxa"/>
            <w:tcBorders>
              <w:top w:val="single" w:sz="4" w:space="0" w:color="808080"/>
              <w:bottom w:val="nil"/>
            </w:tcBorders>
          </w:tcPr>
          <w:p w:rsidR="00714EBB" w:rsidRPr="00870ED0" w:rsidRDefault="00714EBB" w:rsidP="00BA0EBE">
            <w:pPr>
              <w:pStyle w:val="TAL"/>
            </w:pPr>
            <w:r w:rsidRPr="00870ED0">
              <w:t>Result of findAndCopyValue() is 17</w:t>
            </w: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14</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15</w:t>
            </w:r>
          </w:p>
        </w:tc>
        <w:tc>
          <w:tcPr>
            <w:tcW w:w="4111" w:type="dxa"/>
            <w:tcBorders>
              <w:bottom w:val="nil"/>
            </w:tcBorders>
          </w:tcPr>
          <w:p w:rsidR="00714EBB" w:rsidRPr="00870ED0" w:rsidRDefault="00714EBB">
            <w:pPr>
              <w:pStyle w:val="TAH"/>
              <w:keepNext w:val="0"/>
              <w:keepLines w:val="0"/>
            </w:pPr>
            <w:r w:rsidRPr="00870ED0">
              <w:t>Append tag 0Fh</w:t>
            </w:r>
          </w:p>
          <w:p w:rsidR="00714EBB" w:rsidRPr="00870ED0" w:rsidRDefault="00714EBB">
            <w:pPr>
              <w:pStyle w:val="PL"/>
              <w:rPr>
                <w:noProof w:val="0"/>
              </w:rPr>
            </w:pP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 with tag 0x0F and value</w:t>
            </w:r>
          </w:p>
          <w:p w:rsidR="00714EBB" w:rsidRPr="00870ED0" w:rsidRDefault="00714EBB">
            <w:pPr>
              <w:pStyle w:val="PL"/>
              <w:rPr>
                <w:noProof w:val="0"/>
              </w:rPr>
            </w:pPr>
            <w:r w:rsidRPr="00870ED0">
              <w:rPr>
                <w:noProof w:val="0"/>
              </w:rPr>
              <w:t>01 02 … 80</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dstBuffer.length = 0x83</w:t>
            </w:r>
          </w:p>
          <w:p w:rsidR="00714EBB" w:rsidRPr="00870ED0" w:rsidRDefault="00714EBB">
            <w:pPr>
              <w:pStyle w:val="PL"/>
              <w:rPr>
                <w:noProof w:val="0"/>
              </w:rPr>
            </w:pPr>
            <w:r w:rsidRPr="00870ED0">
              <w:rPr>
                <w:noProof w:val="0"/>
              </w:rPr>
              <w:t>dstOffset = 3</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is 0x83</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16</w:t>
            </w:r>
          </w:p>
        </w:tc>
        <w:tc>
          <w:tcPr>
            <w:tcW w:w="4111" w:type="dxa"/>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55 55 55 00 01 … 80</w:t>
            </w:r>
          </w:p>
        </w:tc>
        <w:tc>
          <w:tcPr>
            <w:tcW w:w="2835"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17</w:t>
            </w:r>
          </w:p>
        </w:tc>
        <w:tc>
          <w:tcPr>
            <w:tcW w:w="4111" w:type="dxa"/>
            <w:tcBorders>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TAH"/>
              <w:keepNext w:val="0"/>
              <w:keepLines w:val="0"/>
              <w:jc w:val="left"/>
              <w:rPr>
                <w:b w:val="0"/>
              </w:rPr>
            </w:pPr>
            <w:r w:rsidRPr="00870ED0">
              <w:rPr>
                <w:b w:val="0"/>
              </w:rPr>
              <w:t>Call post() method, then findAndCopyValue()</w:t>
            </w:r>
          </w:p>
        </w:tc>
        <w:tc>
          <w:tcPr>
            <w:tcW w:w="2835" w:type="dxa"/>
            <w:tcBorders>
              <w:bottom w:val="single" w:sz="4" w:space="0" w:color="auto"/>
            </w:tcBorders>
          </w:tcPr>
          <w:p w:rsidR="00714EBB" w:rsidRPr="00870ED0" w:rsidRDefault="00714EBB">
            <w:pPr>
              <w:pStyle w:val="TAL"/>
            </w:pPr>
            <w:r w:rsidRPr="00870ED0">
              <w:t>ToolkitException.HANDLER_NOT_AVAILABLE is thrown</w:t>
            </w:r>
          </w:p>
        </w:tc>
        <w:tc>
          <w:tcPr>
            <w:tcW w:w="2410" w:type="dxa"/>
            <w:tcBorders>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5.2.3.11</w:t>
      </w:r>
      <w:r w:rsidRPr="00870ED0">
        <w:tab/>
        <w:t>Method findAndCopyValue(byte tag, byte occurrence, short valueOffset, byte[] dstBuffer, short dstOffset, short dstLength)</w:t>
      </w:r>
    </w:p>
    <w:p w:rsidR="00714EBB" w:rsidRPr="00870ED0" w:rsidRDefault="00714EBB">
      <w:r w:rsidRPr="00870ED0">
        <w:t>Test Area Reference: Api_2_Erh_Facybbs_Bss</w:t>
      </w:r>
      <w:r w:rsidR="00BA0EBE" w:rsidRPr="00870ED0">
        <w:t>.</w:t>
      </w:r>
    </w:p>
    <w:p w:rsidR="00714EBB" w:rsidRPr="00870ED0" w:rsidRDefault="00714EBB" w:rsidP="00BA0EBE">
      <w:pPr>
        <w:pStyle w:val="Heading5"/>
      </w:pPr>
      <w:r w:rsidRPr="00870ED0">
        <w:t>5.2.3.11.1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5.2.3.11.1.1</w:t>
      </w:r>
      <w:r w:rsidRPr="00870ED0">
        <w:tab/>
        <w:t>Normal execution</w:t>
      </w:r>
    </w:p>
    <w:p w:rsidR="00714EBB" w:rsidRPr="00870ED0" w:rsidRDefault="00714EBB">
      <w:pPr>
        <w:pStyle w:val="B1"/>
      </w:pPr>
      <w:r w:rsidRPr="00870ED0">
        <w:t>CRRN1: looks for the indicated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dstLength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5.2.3.11.1.2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or dstLength or both would cause access outside array bounds, or if dstLength is negative ArrayIndexOutOfBoundsException shall be thrown.</w:t>
      </w:r>
    </w:p>
    <w:p w:rsidR="00714EBB" w:rsidRPr="00870ED0" w:rsidRDefault="00714EBB">
      <w:pPr>
        <w:pStyle w:val="B1"/>
      </w:pPr>
      <w:r w:rsidRPr="00870ED0">
        <w:lastRenderedPageBreak/>
        <w:t>CRRP3: if valueOffset, dstLength or both are out of the current TLV an instance of ToolkitException shall be thrown. The reason code shall be ToolkitException.OUT_OF_TLV_BOUNDARIES.</w:t>
      </w:r>
    </w:p>
    <w:p w:rsidR="00714EBB" w:rsidRPr="00870ED0" w:rsidRDefault="00714EBB" w:rsidP="00BA0EBE">
      <w:pPr>
        <w:pStyle w:val="B1"/>
      </w:pPr>
      <w:r w:rsidRPr="00870ED0">
        <w:t>CRRP4: if an input parameter is not valid (e.g. occurrence = 0) an instance of ToolkitException shall be thrown. The reason code shall be ToolkitException.</w:t>
      </w:r>
      <w:r w:rsidRPr="00870ED0">
        <w:rPr>
          <w:rFonts w:ascii="Courier New" w:hAnsi="Courier New"/>
        </w:rPr>
        <w:t>BAD_INPUT_PARAMETER</w:t>
      </w:r>
      <w:r w:rsidR="00BA0EBE" w:rsidRPr="00870ED0">
        <w:t>.</w:t>
      </w:r>
    </w:p>
    <w:p w:rsidR="00714EBB" w:rsidRPr="00870ED0" w:rsidRDefault="00714EBB">
      <w:pPr>
        <w:pStyle w:val="H6"/>
        <w:outlineLvl w:val="0"/>
      </w:pPr>
      <w:r w:rsidRPr="00870ED0">
        <w:t>5.2.3.11.1.3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A0EBE">
      <w:pPr>
        <w:pStyle w:val="Heading5"/>
      </w:pPr>
      <w:r w:rsidRPr="00870ED0">
        <w:t>5.2.3.11.2</w:t>
      </w:r>
      <w:r w:rsidRPr="00870ED0">
        <w:tab/>
        <w:t>Test area files</w:t>
      </w:r>
    </w:p>
    <w:p w:rsidR="00714EBB" w:rsidRPr="00870ED0" w:rsidRDefault="00714EBB">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Test_Api_2_Erh_Facybbs_Bss.java</w:t>
      </w:r>
      <w:r w:rsidR="00BA0EBE" w:rsidRPr="00870ED0">
        <w:t>.</w:t>
      </w:r>
    </w:p>
    <w:p w:rsidR="00714EBB" w:rsidRPr="00870ED0" w:rsidRDefault="00714EBB" w:rsidP="00BA0EBE">
      <w:pPr>
        <w:pStyle w:val="EX"/>
      </w:pPr>
      <w:r w:rsidRPr="00870ED0">
        <w:t>Test Applet</w:t>
      </w:r>
      <w:r w:rsidR="00BA0EBE" w:rsidRPr="00870ED0">
        <w:t xml:space="preserve">: </w:t>
      </w:r>
      <w:r w:rsidR="00BA0EBE" w:rsidRPr="00870ED0">
        <w:tab/>
        <w:t>Api_2_Erh_Facybbs_Bss_1.java.</w:t>
      </w:r>
    </w:p>
    <w:p w:rsidR="00714EBB" w:rsidRPr="00870ED0" w:rsidRDefault="00714EBB" w:rsidP="00BA0EBE">
      <w:pPr>
        <w:pStyle w:val="EX"/>
      </w:pPr>
      <w:r w:rsidRPr="00870ED0">
        <w:t>Cap File:</w:t>
      </w:r>
      <w:r w:rsidRPr="00870ED0">
        <w:tab/>
        <w:t>api_2_erh_facybbs_bss.cap</w:t>
      </w:r>
      <w:r w:rsidR="00BA0EBE" w:rsidRPr="00870ED0">
        <w:t>.</w:t>
      </w:r>
    </w:p>
    <w:p w:rsidR="00714EBB" w:rsidRPr="00870ED0" w:rsidRDefault="00714EBB" w:rsidP="00BA0EBE">
      <w:pPr>
        <w:pStyle w:val="Heading5"/>
      </w:pPr>
      <w:r w:rsidRPr="00870ED0">
        <w:t>5.2.3.11.3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13, 15, 17, 19</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11</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901" w:type="dxa"/>
          </w:tcPr>
          <w:p w:rsidR="00714EBB" w:rsidRPr="00870ED0" w:rsidRDefault="00714EBB">
            <w:pPr>
              <w:pStyle w:val="TAC"/>
              <w:keepNext w:val="0"/>
              <w:keepLines w:val="0"/>
            </w:pPr>
            <w:r w:rsidRPr="00870ED0">
              <w:t>12, 14, 16, 18, 24</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901" w:type="dxa"/>
          </w:tcPr>
          <w:p w:rsidR="00714EBB" w:rsidRPr="00870ED0" w:rsidRDefault="00714EBB">
            <w:pPr>
              <w:pStyle w:val="TAC"/>
              <w:keepNext w:val="0"/>
              <w:keepLines w:val="0"/>
            </w:pPr>
            <w:r w:rsidRPr="00870ED0">
              <w:t>20, 21, 22, 23</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901" w:type="dxa"/>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Pr>
          <w:p w:rsidR="00714EBB" w:rsidRPr="00870ED0" w:rsidRDefault="00714EBB">
            <w:pPr>
              <w:pStyle w:val="TAC"/>
              <w:keepNext w:val="0"/>
              <w:keepLines w:val="0"/>
            </w:pPr>
            <w:r w:rsidRPr="00870ED0">
              <w:t>P4</w:t>
            </w:r>
          </w:p>
        </w:tc>
        <w:tc>
          <w:tcPr>
            <w:tcW w:w="3901" w:type="dxa"/>
          </w:tcPr>
          <w:p w:rsidR="00714EBB" w:rsidRPr="00870ED0" w:rsidRDefault="00714EBB">
            <w:pPr>
              <w:pStyle w:val="TAC"/>
              <w:keepNext w:val="0"/>
              <w:keepLines w:val="0"/>
            </w:pPr>
            <w:r w:rsidRPr="00870ED0">
              <w:t>26</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25</w:t>
            </w:r>
          </w:p>
        </w:tc>
      </w:tr>
    </w:tbl>
    <w:p w:rsidR="00714EBB" w:rsidRPr="00870ED0" w:rsidRDefault="00714EBB" w:rsidP="00BA0EBE"/>
    <w:p w:rsidR="00714EBB" w:rsidRPr="00870ED0" w:rsidRDefault="00714EBB" w:rsidP="00BA0EBE">
      <w:pPr>
        <w:pStyle w:val="Heading5"/>
      </w:pPr>
      <w:r w:rsidRPr="00870ED0">
        <w:t>5.2.3.11.4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Initialize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L"/>
              <w:keepNext w:val="0"/>
              <w:keepLines w:val="0"/>
            </w:pPr>
            <w:r w:rsidRPr="00870ED0">
              <w:t>findAndCopyValue() with a null dstBuffer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appendTLV() with TAG: 0D and length 16</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dstOffset </w:t>
            </w:r>
            <w:r w:rsidRPr="00870ED0">
              <w:sym w:font="Symbol" w:char="F0B3"/>
            </w:r>
            <w:r w:rsidRPr="00870ED0">
              <w:t xml:space="preserve">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rsidP="00BA0EBE">
            <w:pPr>
              <w:pStyle w:val="TAC"/>
            </w:pPr>
            <w:r w:rsidRPr="00870ED0">
              <w:lastRenderedPageBreak/>
              <w:t>6</w:t>
            </w:r>
          </w:p>
        </w:tc>
        <w:tc>
          <w:tcPr>
            <w:tcW w:w="4111" w:type="dxa"/>
            <w:tcBorders>
              <w:bottom w:val="single" w:sz="4" w:space="0" w:color="auto"/>
            </w:tcBorders>
          </w:tcPr>
          <w:p w:rsidR="00714EBB" w:rsidRPr="00870ED0" w:rsidRDefault="00714EBB" w:rsidP="00BA0EBE">
            <w:pPr>
              <w:pStyle w:val="TAH"/>
            </w:pPr>
            <w:r w:rsidRPr="00870ED0">
              <w:t>dstLength &lt; 0</w:t>
            </w:r>
          </w:p>
          <w:p w:rsidR="00714EBB" w:rsidRPr="00870ED0" w:rsidRDefault="00714EBB" w:rsidP="00BA0EBE">
            <w:pPr>
              <w:pStyle w:val="PL"/>
              <w:keepNext/>
              <w:keepLines/>
              <w:rPr>
                <w:noProof w:val="0"/>
              </w:rPr>
            </w:pPr>
            <w:r w:rsidRPr="00870ED0">
              <w:rPr>
                <w:noProof w:val="0"/>
              </w:rPr>
              <w:t>findAndCopyValue()</w:t>
            </w:r>
          </w:p>
          <w:p w:rsidR="00714EBB" w:rsidRPr="00870ED0" w:rsidRDefault="00714EBB" w:rsidP="00BA0EBE">
            <w:pPr>
              <w:pStyle w:val="PL"/>
              <w:keepNext/>
              <w:keepLines/>
              <w:rPr>
                <w:noProof w:val="0"/>
              </w:rPr>
            </w:pPr>
            <w:r w:rsidRPr="00870ED0">
              <w:rPr>
                <w:noProof w:val="0"/>
              </w:rPr>
              <w:t>dstBuffer.length = 5</w:t>
            </w:r>
          </w:p>
          <w:p w:rsidR="00714EBB" w:rsidRPr="00870ED0" w:rsidRDefault="00714EBB" w:rsidP="00BA0EBE">
            <w:pPr>
              <w:pStyle w:val="PL"/>
              <w:keepNext/>
              <w:keepLines/>
              <w:rPr>
                <w:noProof w:val="0"/>
              </w:rPr>
            </w:pPr>
            <w:r w:rsidRPr="00870ED0">
              <w:rPr>
                <w:noProof w:val="0"/>
              </w:rPr>
              <w:t>dstOffset = 0</w:t>
            </w:r>
          </w:p>
          <w:p w:rsidR="00714EBB" w:rsidRPr="00870ED0" w:rsidRDefault="00714EBB" w:rsidP="00BA0EBE">
            <w:pPr>
              <w:pStyle w:val="PL"/>
              <w:keepNext/>
              <w:keepLines/>
              <w:rPr>
                <w:noProof w:val="0"/>
              </w:rPr>
            </w:pPr>
            <w:r w:rsidRPr="00870ED0">
              <w:rPr>
                <w:noProof w:val="0"/>
              </w:rPr>
              <w:t>dstLength = -1</w:t>
            </w:r>
          </w:p>
        </w:tc>
        <w:tc>
          <w:tcPr>
            <w:tcW w:w="2835" w:type="dxa"/>
            <w:tcBorders>
              <w:bottom w:val="single" w:sz="4" w:space="0" w:color="auto"/>
            </w:tcBorders>
          </w:tcPr>
          <w:p w:rsidR="00714EBB" w:rsidRPr="00870ED0" w:rsidRDefault="00714EBB" w:rsidP="00BA0EBE">
            <w:pPr>
              <w:pStyle w:val="TAL"/>
            </w:pPr>
            <w:r w:rsidRPr="00870ED0">
              <w:t>ArrayIndexOutOfBoundsException is thrown</w:t>
            </w:r>
          </w:p>
        </w:tc>
        <w:tc>
          <w:tcPr>
            <w:tcW w:w="2410" w:type="dxa"/>
            <w:tcBorders>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bottom w:val="nil"/>
            </w:tcBorders>
          </w:tcPr>
          <w:p w:rsidR="00714EBB" w:rsidRPr="00870ED0" w:rsidRDefault="00714EBB">
            <w:pPr>
              <w:pStyle w:val="TAC"/>
            </w:pPr>
            <w:r w:rsidRPr="00870ED0">
              <w:t>7</w:t>
            </w:r>
          </w:p>
        </w:tc>
        <w:tc>
          <w:tcPr>
            <w:tcW w:w="4111" w:type="dxa"/>
            <w:tcBorders>
              <w:bottom w:val="nil"/>
            </w:tcBorders>
          </w:tcPr>
          <w:p w:rsidR="00714EBB" w:rsidRPr="00870ED0" w:rsidRDefault="00714EBB">
            <w:pPr>
              <w:pStyle w:val="TAH"/>
            </w:pPr>
            <w:r w:rsidRPr="00870ED0">
              <w:t>appendTLV() with TAG: 0D and length 6</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TAH"/>
            </w:pPr>
            <w:r w:rsidRPr="00870ED0">
              <w:t xml:space="preserve">valueOffset </w:t>
            </w:r>
            <w:r w:rsidRPr="00870ED0">
              <w:sym w:font="Symbol" w:char="F0B3"/>
            </w:r>
            <w:r w:rsidRPr="00870ED0">
              <w:t xml:space="preserve"> Text String Length</w:t>
            </w:r>
          </w:p>
          <w:p w:rsidR="00714EBB" w:rsidRPr="00870ED0" w:rsidRDefault="00714EBB">
            <w:pPr>
              <w:pStyle w:val="PL"/>
              <w:keepNext/>
              <w:keepLines/>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0Dh, occurrence = 1</w:t>
            </w:r>
          </w:p>
          <w:p w:rsidR="00714EBB" w:rsidRPr="00870ED0" w:rsidRDefault="00714EBB">
            <w:pPr>
              <w:pStyle w:val="PL"/>
              <w:keepNext/>
              <w:keepLines/>
              <w:rPr>
                <w:noProof w:val="0"/>
              </w:rPr>
            </w:pPr>
            <w:r w:rsidRPr="00870ED0">
              <w:rPr>
                <w:noProof w:val="0"/>
              </w:rPr>
              <w:t>valueOffset = 6</w:t>
            </w:r>
          </w:p>
          <w:p w:rsidR="00714EBB" w:rsidRPr="00870ED0" w:rsidRDefault="00714EBB">
            <w:pPr>
              <w:pStyle w:val="PL"/>
              <w:keepNext/>
              <w:keepLines/>
              <w:rPr>
                <w:noProof w:val="0"/>
              </w:rPr>
            </w:pPr>
            <w:r w:rsidRPr="00870ED0">
              <w:rPr>
                <w:noProof w:val="0"/>
              </w:rPr>
              <w:t>dstBuffer.length = 15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rFonts w:ascii="Arial" w:hAnsi="Arial"/>
                <w:noProof w:val="0"/>
                <w:sz w:val="18"/>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 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clear the handler, appendTLV() with TAG 02 and Length 02</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Call the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clear the handler and appendTLV() with TAG: 0D and value: 04 00 01 … 0F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13</w:t>
            </w:r>
          </w:p>
        </w:tc>
        <w:tc>
          <w:tcPr>
            <w:tcW w:w="4111" w:type="dxa"/>
            <w:tcBorders>
              <w:bottom w:val="nil"/>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bottom w:val="nil"/>
            </w:tcBorders>
          </w:tcPr>
          <w:p w:rsidR="00714EBB" w:rsidRPr="00870ED0" w:rsidRDefault="00714EBB">
            <w:pPr>
              <w:pStyle w:val="TAL"/>
              <w:keepNext w:val="0"/>
              <w:keepLines w:val="0"/>
            </w:pPr>
            <w:r w:rsidRPr="00870ED0">
              <w:t>Result is 00h</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14</w:t>
            </w:r>
          </w:p>
        </w:tc>
        <w:tc>
          <w:tcPr>
            <w:tcW w:w="4111" w:type="dxa"/>
            <w:tcBorders>
              <w:bottom w:val="nil"/>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is 15</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15</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16</w:t>
            </w:r>
          </w:p>
        </w:tc>
        <w:tc>
          <w:tcPr>
            <w:tcW w:w="4111" w:type="dxa"/>
            <w:tcBorders>
              <w:bottom w:val="nil"/>
            </w:tcBorders>
          </w:tcPr>
          <w:p w:rsidR="00714EBB" w:rsidRPr="00870ED0" w:rsidRDefault="00714EBB" w:rsidP="00BA0EBE">
            <w:pPr>
              <w:pStyle w:val="TAH"/>
            </w:pPr>
            <w:r w:rsidRPr="00870ED0">
              <w:t>Append a Text String TLV</w:t>
            </w:r>
          </w:p>
          <w:p w:rsidR="00714EBB" w:rsidRPr="00870ED0" w:rsidRDefault="00714EBB" w:rsidP="00BA0EBE">
            <w:pPr>
              <w:pStyle w:val="PL"/>
              <w:keepNext/>
              <w:keepLines/>
              <w:rPr>
                <w:noProof w:val="0"/>
              </w:rPr>
            </w:pPr>
            <w:r w:rsidRPr="00870ED0">
              <w:rPr>
                <w:noProof w:val="0"/>
              </w:rPr>
              <w:t>tag = 0D</w:t>
            </w:r>
          </w:p>
          <w:p w:rsidR="00714EBB" w:rsidRPr="00870ED0" w:rsidRDefault="00714EBB" w:rsidP="00BA0EBE">
            <w:pPr>
              <w:pStyle w:val="PL"/>
              <w:keepNext/>
              <w:keepLines/>
              <w:rPr>
                <w:noProof w:val="0"/>
              </w:rPr>
            </w:pPr>
            <w:r w:rsidRPr="00870ED0">
              <w:rPr>
                <w:noProof w:val="0"/>
              </w:rPr>
              <w:t>buffer = 00 11 22 33 44 55 (no specific DCS byte)</w:t>
            </w: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p>
        </w:tc>
        <w:tc>
          <w:tcPr>
            <w:tcW w:w="4111" w:type="dxa"/>
            <w:tcBorders>
              <w:top w:val="single" w:sz="4" w:space="0" w:color="808080"/>
              <w:bottom w:val="single" w:sz="4" w:space="0" w:color="auto"/>
            </w:tcBorders>
          </w:tcPr>
          <w:p w:rsidR="00714EBB" w:rsidRPr="00870ED0" w:rsidRDefault="00714EBB" w:rsidP="00BA0EBE">
            <w:pPr>
              <w:pStyle w:val="TAH"/>
            </w:pPr>
            <w:r w:rsidRPr="00870ED0">
              <w:t>Successful call</w:t>
            </w:r>
          </w:p>
          <w:p w:rsidR="00714EBB" w:rsidRPr="00870ED0" w:rsidRDefault="00714EBB" w:rsidP="00BA0EBE">
            <w:pPr>
              <w:pStyle w:val="PL"/>
              <w:keepNext/>
              <w:keepLines/>
              <w:rPr>
                <w:noProof w:val="0"/>
              </w:rPr>
            </w:pPr>
            <w:r w:rsidRPr="00870ED0">
              <w:rPr>
                <w:noProof w:val="0"/>
              </w:rPr>
              <w:t>findAndCopyValue()</w:t>
            </w:r>
          </w:p>
          <w:p w:rsidR="00714EBB" w:rsidRPr="00870ED0" w:rsidRDefault="00714EBB" w:rsidP="00BA0EBE">
            <w:pPr>
              <w:pStyle w:val="PL"/>
              <w:keepNext/>
              <w:keepLines/>
              <w:rPr>
                <w:noProof w:val="0"/>
              </w:rPr>
            </w:pPr>
            <w:r w:rsidRPr="00870ED0">
              <w:rPr>
                <w:noProof w:val="0"/>
              </w:rPr>
              <w:t>tag = 0Dh, occurrence = 1</w:t>
            </w:r>
          </w:p>
          <w:p w:rsidR="00714EBB" w:rsidRPr="00870ED0" w:rsidRDefault="00714EBB" w:rsidP="00BA0EBE">
            <w:pPr>
              <w:pStyle w:val="PL"/>
              <w:keepNext/>
              <w:keepLines/>
              <w:rPr>
                <w:noProof w:val="0"/>
              </w:rPr>
            </w:pPr>
            <w:r w:rsidRPr="00870ED0">
              <w:rPr>
                <w:noProof w:val="0"/>
              </w:rPr>
              <w:t>valueOffset = 0</w:t>
            </w:r>
          </w:p>
          <w:p w:rsidR="00714EBB" w:rsidRPr="00870ED0" w:rsidRDefault="00714EBB" w:rsidP="00BA0EBE">
            <w:pPr>
              <w:pStyle w:val="PL"/>
              <w:keepNext/>
              <w:keepLines/>
              <w:rPr>
                <w:noProof w:val="0"/>
              </w:rPr>
            </w:pPr>
            <w:r w:rsidRPr="00870ED0">
              <w:rPr>
                <w:noProof w:val="0"/>
              </w:rPr>
              <w:t>dstBuffer.length = 20</w:t>
            </w:r>
          </w:p>
          <w:p w:rsidR="00714EBB" w:rsidRPr="00870ED0" w:rsidRDefault="00714EBB" w:rsidP="00BA0EBE">
            <w:pPr>
              <w:pStyle w:val="PL"/>
              <w:keepNext/>
              <w:keepLines/>
              <w:rPr>
                <w:noProof w:val="0"/>
              </w:rPr>
            </w:pPr>
            <w:r w:rsidRPr="00870ED0">
              <w:rPr>
                <w:noProof w:val="0"/>
              </w:rPr>
              <w:t>dstOffset = 0</w:t>
            </w:r>
          </w:p>
          <w:p w:rsidR="00714EBB" w:rsidRPr="00870ED0" w:rsidRDefault="00714EBB" w:rsidP="00BA0EBE">
            <w:pPr>
              <w:pStyle w:val="PL"/>
              <w:keepNext/>
              <w:keepLines/>
              <w:rPr>
                <w:noProof w:val="0"/>
              </w:rPr>
            </w:pPr>
            <w:r w:rsidRPr="00870ED0">
              <w:rPr>
                <w:noProof w:val="0"/>
              </w:rPr>
              <w:t>dstLength = 17</w:t>
            </w:r>
          </w:p>
        </w:tc>
        <w:tc>
          <w:tcPr>
            <w:tcW w:w="2835" w:type="dxa"/>
            <w:tcBorders>
              <w:top w:val="single" w:sz="4" w:space="0" w:color="808080"/>
              <w:bottom w:val="single" w:sz="4" w:space="0" w:color="auto"/>
            </w:tcBorders>
          </w:tcPr>
          <w:p w:rsidR="00714EBB" w:rsidRPr="00870ED0" w:rsidRDefault="00714EBB" w:rsidP="00BA0EBE">
            <w:pPr>
              <w:pStyle w:val="TAL"/>
            </w:pPr>
            <w:r w:rsidRPr="00870ED0">
              <w:t>Result of findAndCopyValue() is 17</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t>17</w:t>
            </w:r>
          </w:p>
        </w:tc>
        <w:tc>
          <w:tcPr>
            <w:tcW w:w="4111" w:type="dxa"/>
            <w:tcBorders>
              <w:bottom w:val="nil"/>
            </w:tcBorders>
          </w:tcPr>
          <w:p w:rsidR="00714EBB" w:rsidRPr="00870ED0" w:rsidRDefault="00714EBB" w:rsidP="00BA0EBE">
            <w:pPr>
              <w:pStyle w:val="TAH"/>
            </w:pPr>
            <w:r w:rsidRPr="00870ED0">
              <w:t>Compare buffer</w:t>
            </w:r>
          </w:p>
          <w:p w:rsidR="00714EBB" w:rsidRPr="00870ED0" w:rsidRDefault="00714EBB" w:rsidP="00BA0EBE">
            <w:pPr>
              <w:pStyle w:val="PL"/>
              <w:keepNext/>
              <w:keepLines/>
              <w:rPr>
                <w:noProof w:val="0"/>
              </w:rPr>
            </w:pPr>
            <w:r w:rsidRPr="00870ED0">
              <w:rPr>
                <w:noProof w:val="0"/>
              </w:rPr>
              <w:t>buffer = 04 00 01 … 0F</w:t>
            </w:r>
          </w:p>
        </w:tc>
        <w:tc>
          <w:tcPr>
            <w:tcW w:w="2835" w:type="dxa"/>
            <w:tcBorders>
              <w:bottom w:val="nil"/>
            </w:tcBorders>
          </w:tcPr>
          <w:p w:rsidR="00714EBB" w:rsidRPr="00870ED0" w:rsidRDefault="00714EBB" w:rsidP="00BA0EBE">
            <w:pPr>
              <w:pStyle w:val="TAL"/>
            </w:pPr>
            <w:r w:rsidRPr="00870ED0">
              <w:t>Result is 00h</w:t>
            </w: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of findAndCopyValue() is 6</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single" w:sz="4" w:space="0" w:color="auto"/>
            </w:tcBorders>
          </w:tcPr>
          <w:p w:rsidR="00714EBB" w:rsidRPr="00870ED0" w:rsidRDefault="00714EBB">
            <w:pPr>
              <w:pStyle w:val="TAC"/>
            </w:pPr>
            <w:r w:rsidRPr="00870ED0">
              <w:t>19</w:t>
            </w:r>
          </w:p>
        </w:tc>
        <w:tc>
          <w:tcPr>
            <w:tcW w:w="4111" w:type="dxa"/>
            <w:tcBorders>
              <w:top w:val="nil"/>
              <w:bottom w:val="single" w:sz="4" w:space="0" w:color="auto"/>
            </w:tcBorders>
          </w:tcPr>
          <w:p w:rsidR="00714EBB" w:rsidRPr="00870ED0" w:rsidRDefault="00714EBB">
            <w:pPr>
              <w:pStyle w:val="TAH"/>
            </w:pPr>
            <w:r w:rsidRPr="00870ED0">
              <w:t>Compare buffer</w:t>
            </w:r>
          </w:p>
          <w:p w:rsidR="00714EBB" w:rsidRPr="00870ED0" w:rsidRDefault="00714EBB">
            <w:pPr>
              <w:pStyle w:val="PL"/>
              <w:keepNext/>
              <w:keepLines/>
              <w:rPr>
                <w:noProof w:val="0"/>
              </w:rPr>
            </w:pPr>
            <w:r w:rsidRPr="00870ED0">
              <w:rPr>
                <w:noProof w:val="0"/>
              </w:rPr>
              <w:t>buffer = 00 11 22 33 44 55</w:t>
            </w:r>
          </w:p>
        </w:tc>
        <w:tc>
          <w:tcPr>
            <w:tcW w:w="2835" w:type="dxa"/>
            <w:tcBorders>
              <w:top w:val="nil"/>
              <w:bottom w:val="single" w:sz="4" w:space="0" w:color="auto"/>
            </w:tcBorders>
          </w:tcPr>
          <w:p w:rsidR="00714EBB" w:rsidRPr="00870ED0" w:rsidRDefault="00714EBB">
            <w:pPr>
              <w:pStyle w:val="TAL"/>
            </w:pPr>
            <w:r w:rsidRPr="00870ED0">
              <w:t>Result is 00h</w:t>
            </w:r>
          </w:p>
        </w:tc>
        <w:tc>
          <w:tcPr>
            <w:tcW w:w="2410" w:type="dxa"/>
            <w:tcBorders>
              <w:top w:val="nil"/>
              <w:bottom w:val="single" w:sz="4" w:space="0" w:color="auto"/>
            </w:tcBorders>
          </w:tcPr>
          <w:p w:rsidR="00714EBB" w:rsidRPr="00870ED0" w:rsidRDefault="00714EBB">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20</w:t>
            </w:r>
          </w:p>
        </w:tc>
        <w:tc>
          <w:tcPr>
            <w:tcW w:w="4111" w:type="dxa"/>
            <w:tcBorders>
              <w:bottom w:val="nil"/>
            </w:tcBorders>
          </w:tcPr>
          <w:p w:rsidR="00714EBB" w:rsidRPr="00870ED0" w:rsidRDefault="00714EBB">
            <w:pPr>
              <w:pStyle w:val="TAH"/>
              <w:keepNext w:val="0"/>
              <w:keepLines w:val="0"/>
            </w:pPr>
            <w:r w:rsidRPr="00870ED0">
              <w:t>clear the handler and appendTLV() with TAG: 0D and value: 04 00 01 … 0F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21</w:t>
            </w:r>
          </w:p>
        </w:tc>
        <w:tc>
          <w:tcPr>
            <w:tcW w:w="4111" w:type="dxa"/>
            <w:tcBorders>
              <w:bottom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bottom w:val="single" w:sz="4" w:space="0" w:color="auto"/>
            </w:tcBorders>
          </w:tcPr>
          <w:p w:rsidR="00714EBB" w:rsidRPr="00870ED0" w:rsidRDefault="00714EBB">
            <w:pPr>
              <w:pStyle w:val="TAL"/>
              <w:keepNext w:val="0"/>
              <w:keepLines w:val="0"/>
            </w:pPr>
            <w:r w:rsidRPr="00870ED0">
              <w:t>Result is 00h</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22</w:t>
            </w:r>
          </w:p>
        </w:tc>
        <w:tc>
          <w:tcPr>
            <w:tcW w:w="4111" w:type="dxa"/>
            <w:tcBorders>
              <w:bottom w:val="nil"/>
            </w:tcBorders>
          </w:tcPr>
          <w:p w:rsidR="00714EBB" w:rsidRPr="00870ED0" w:rsidRDefault="00714EBB">
            <w:pPr>
              <w:pStyle w:val="TAH"/>
              <w:keepNext w:val="0"/>
              <w:keepLines w:val="0"/>
            </w:pPr>
            <w:r w:rsidRPr="00870ED0">
              <w:t>Append tag 0Fh</w:t>
            </w:r>
          </w:p>
          <w:p w:rsidR="00714EBB" w:rsidRPr="00870ED0" w:rsidRDefault="00714EBB">
            <w:pPr>
              <w:pStyle w:val="PL"/>
              <w:rPr>
                <w:noProof w:val="0"/>
              </w:rPr>
            </w:pPr>
            <w:r w:rsidRPr="00870ED0">
              <w:rPr>
                <w:noProof w:val="0"/>
              </w:rPr>
              <w:t>buffer = 00 01 … 0F</w:t>
            </w:r>
          </w:p>
          <w:p w:rsidR="00714EBB" w:rsidRPr="00870ED0" w:rsidRDefault="00714EBB">
            <w:pPr>
              <w:pStyle w:val="PL"/>
              <w:rPr>
                <w:noProof w:val="0"/>
              </w:rPr>
            </w:pPr>
            <w:r w:rsidRPr="00870ED0">
              <w:rPr>
                <w:noProof w:val="0"/>
              </w:rPr>
              <w:t>AppendTLV() with tag 0x0F and value O1 02 … 80</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0x83</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0x80</w:t>
            </w:r>
          </w:p>
        </w:tc>
        <w:tc>
          <w:tcPr>
            <w:tcW w:w="2835" w:type="dxa"/>
            <w:tcBorders>
              <w:top w:val="single" w:sz="4" w:space="0" w:color="808080"/>
              <w:bottom w:val="nil"/>
            </w:tcBorders>
          </w:tcPr>
          <w:p w:rsidR="00714EBB" w:rsidRPr="00870ED0" w:rsidRDefault="00714EBB">
            <w:pPr>
              <w:pStyle w:val="TAL"/>
              <w:keepNext w:val="0"/>
              <w:keepLines w:val="0"/>
            </w:pPr>
            <w:r w:rsidRPr="00870ED0">
              <w:t>Result of findAndCopyValue() is 0x80</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23</w:t>
            </w:r>
          </w:p>
        </w:tc>
        <w:tc>
          <w:tcPr>
            <w:tcW w:w="4111" w:type="dxa"/>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00 01 … 80 55 55 55 </w:t>
            </w:r>
          </w:p>
        </w:tc>
        <w:tc>
          <w:tcPr>
            <w:tcW w:w="2835"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24</w:t>
            </w:r>
          </w:p>
        </w:tc>
        <w:tc>
          <w:tcPr>
            <w:tcW w:w="4111" w:type="dxa"/>
          </w:tcPr>
          <w:p w:rsidR="00714EBB" w:rsidRPr="00870ED0" w:rsidRDefault="00714EBB">
            <w:pPr>
              <w:pStyle w:val="TAH"/>
              <w:keepNext w:val="0"/>
              <w:keepLines w:val="0"/>
            </w:pPr>
            <w:r w:rsidRPr="00870ED0">
              <w:t>Successful call, findAndCopyValue() with length =0</w:t>
            </w:r>
          </w:p>
          <w:p w:rsidR="00714EBB" w:rsidRPr="00870ED0" w:rsidRDefault="00714EBB">
            <w:pPr>
              <w:pStyle w:val="PL"/>
              <w:rPr>
                <w:noProof w:val="0"/>
              </w:rPr>
            </w:pPr>
            <w:r w:rsidRPr="00870ED0">
              <w:rPr>
                <w:noProof w:val="0"/>
              </w:rPr>
              <w:t>dstBuffer.length = 16</w:t>
            </w:r>
          </w:p>
          <w:p w:rsidR="00714EBB" w:rsidRPr="00870ED0" w:rsidRDefault="00714EBB">
            <w:pPr>
              <w:pStyle w:val="PL"/>
              <w:rPr>
                <w:noProof w:val="0"/>
              </w:rPr>
            </w:pPr>
            <w:r w:rsidRPr="00870ED0">
              <w:rPr>
                <w:noProof w:val="0"/>
              </w:rPr>
              <w:t>dstOffset = 16</w:t>
            </w:r>
          </w:p>
          <w:p w:rsidR="00714EBB" w:rsidRPr="00870ED0" w:rsidRDefault="00714EBB">
            <w:pPr>
              <w:pStyle w:val="PL"/>
              <w:rPr>
                <w:noProof w:val="0"/>
              </w:rPr>
            </w:pPr>
            <w:r w:rsidRPr="00870ED0">
              <w:rPr>
                <w:noProof w:val="0"/>
              </w:rPr>
              <w:t>dstLength = 0</w:t>
            </w:r>
          </w:p>
        </w:tc>
        <w:tc>
          <w:tcPr>
            <w:tcW w:w="2835" w:type="dxa"/>
          </w:tcPr>
          <w:p w:rsidR="00714EBB" w:rsidRPr="00870ED0" w:rsidRDefault="00714EBB">
            <w:pPr>
              <w:pStyle w:val="TAL"/>
              <w:keepNext w:val="0"/>
              <w:keepLines w:val="0"/>
            </w:pPr>
            <w:r w:rsidRPr="00870ED0">
              <w:t>Result of findAndCopyValue() is 16</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25</w:t>
            </w:r>
          </w:p>
        </w:tc>
        <w:tc>
          <w:tcPr>
            <w:tcW w:w="4111" w:type="dxa"/>
          </w:tcPr>
          <w:p w:rsidR="00714EBB" w:rsidRPr="00870ED0" w:rsidRDefault="00714EBB">
            <w:pPr>
              <w:pStyle w:val="TAH"/>
              <w:keepNext w:val="0"/>
            </w:pPr>
            <w:r w:rsidRPr="00870ED0">
              <w:t>Invalid parameter</w:t>
            </w:r>
          </w:p>
          <w:p w:rsidR="00714EBB" w:rsidRPr="00870ED0" w:rsidRDefault="00714EBB">
            <w:pPr>
              <w:pStyle w:val="PL"/>
              <w:rPr>
                <w:noProof w:val="0"/>
              </w:rPr>
            </w:pPr>
            <w:r w:rsidRPr="00870ED0">
              <w:rPr>
                <w:noProof w:val="0"/>
              </w:rPr>
              <w:t>findAndCopyValue()</w:t>
            </w:r>
          </w:p>
          <w:p w:rsidR="00714EBB" w:rsidRPr="00870ED0" w:rsidRDefault="00714EBB">
            <w:pPr>
              <w:pStyle w:val="TAH"/>
              <w:keepNext w:val="0"/>
              <w:keepLines w:val="0"/>
            </w:pPr>
            <w:r w:rsidRPr="00870ED0">
              <w:t>occurrence = 0</w:t>
            </w:r>
          </w:p>
        </w:tc>
        <w:tc>
          <w:tcPr>
            <w:tcW w:w="2835" w:type="dxa"/>
          </w:tcPr>
          <w:p w:rsidR="00714EBB" w:rsidRPr="00870ED0" w:rsidRDefault="00714EBB">
            <w:pPr>
              <w:pStyle w:val="TAL"/>
            </w:pPr>
            <w:r w:rsidRPr="00870ED0">
              <w:t>ToolkitException.BAD_INPUT_PARAMETER is thrown</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26</w:t>
            </w:r>
          </w:p>
        </w:tc>
        <w:tc>
          <w:tcPr>
            <w:tcW w:w="4111" w:type="dxa"/>
          </w:tcPr>
          <w:p w:rsidR="00714EBB" w:rsidRPr="00870ED0" w:rsidRDefault="00714EBB">
            <w:pPr>
              <w:pStyle w:val="TAH"/>
              <w:keepNext w:val="0"/>
              <w:keepLines w:val="0"/>
            </w:pPr>
            <w:r w:rsidRPr="00870ED0">
              <w:t>HANDLER_NOT_AVAILABLE exception</w:t>
            </w:r>
          </w:p>
          <w:p w:rsidR="00714EBB" w:rsidRPr="00870ED0" w:rsidRDefault="00714EBB">
            <w:pPr>
              <w:pStyle w:val="TAH"/>
              <w:keepNext w:val="0"/>
              <w:keepLines w:val="0"/>
              <w:jc w:val="left"/>
              <w:rPr>
                <w:b w:val="0"/>
              </w:rPr>
            </w:pPr>
            <w:r w:rsidRPr="00870ED0">
              <w:rPr>
                <w:b w:val="0"/>
              </w:rPr>
              <w:t>Call post() method, then findAndCopyValue()</w:t>
            </w:r>
          </w:p>
        </w:tc>
        <w:tc>
          <w:tcPr>
            <w:tcW w:w="2835" w:type="dxa"/>
          </w:tcPr>
          <w:p w:rsidR="00714EBB" w:rsidRPr="00870ED0" w:rsidRDefault="00714EBB">
            <w:pPr>
              <w:pStyle w:val="TAL"/>
            </w:pPr>
            <w:r w:rsidRPr="00870ED0">
              <w:t>ToolkitException.HANDLER_NOT_AVAILABLE is thrown</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p>
        </w:tc>
        <w:tc>
          <w:tcPr>
            <w:tcW w:w="4111" w:type="dxa"/>
            <w:tcBorders>
              <w:bottom w:val="single" w:sz="4" w:space="0" w:color="auto"/>
            </w:tcBorders>
          </w:tcPr>
          <w:p w:rsidR="00714EBB" w:rsidRPr="00870ED0" w:rsidRDefault="00714EBB">
            <w:pPr>
              <w:pStyle w:val="PL"/>
              <w:rPr>
                <w:noProof w:val="0"/>
              </w:rPr>
            </w:pPr>
          </w:p>
        </w:tc>
        <w:tc>
          <w:tcPr>
            <w:tcW w:w="2835" w:type="dxa"/>
            <w:tcBorders>
              <w:bottom w:val="single" w:sz="4" w:space="0" w:color="auto"/>
            </w:tcBorders>
          </w:tcPr>
          <w:p w:rsidR="00714EBB" w:rsidRPr="00870ED0" w:rsidRDefault="00714EBB">
            <w:pPr>
              <w:pStyle w:val="TAL"/>
            </w:pPr>
          </w:p>
        </w:tc>
        <w:tc>
          <w:tcPr>
            <w:tcW w:w="2410" w:type="dxa"/>
            <w:tcBorders>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5.2.3.12</w:t>
      </w:r>
      <w:r w:rsidRPr="00870ED0">
        <w:tab/>
        <w:t>Method findAndCompareValue(byte tag, byte[] compareBuffer, short compareOffset)</w:t>
      </w:r>
    </w:p>
    <w:p w:rsidR="00714EBB" w:rsidRPr="00870ED0" w:rsidRDefault="00714EBB">
      <w:r w:rsidRPr="00870ED0">
        <w:t>Test Area Reference: Api_2_Erh_Facrb_Bs</w:t>
      </w:r>
      <w:r w:rsidR="00BA0EBE" w:rsidRPr="00870ED0">
        <w:t>.</w:t>
      </w:r>
    </w:p>
    <w:p w:rsidR="00714EBB" w:rsidRPr="00870ED0" w:rsidRDefault="00714EBB" w:rsidP="00BA0EBE">
      <w:pPr>
        <w:pStyle w:val="Heading5"/>
      </w:pPr>
      <w:r w:rsidRPr="00870ED0">
        <w:lastRenderedPageBreak/>
        <w:t>5.2.3.12.1</w:t>
      </w:r>
      <w:r w:rsidRPr="00870ED0">
        <w:tab/>
        <w:t>Conformance requirement</w:t>
      </w:r>
    </w:p>
    <w:p w:rsidR="00714EBB" w:rsidRPr="00870ED0" w:rsidRDefault="00714EBB" w:rsidP="00BA0EBE">
      <w:pPr>
        <w:keepNext/>
        <w:keepLines/>
      </w:pPr>
      <w:r w:rsidRPr="00870ED0">
        <w:t>The method with following header shall be compliant to its definition in the API.</w:t>
      </w:r>
    </w:p>
    <w:p w:rsidR="00714EBB" w:rsidRPr="00870ED0" w:rsidRDefault="00714EBB" w:rsidP="00BA0EBE">
      <w:pPr>
        <w:pStyle w:val="PL"/>
        <w:keepNext/>
        <w:keepLines/>
        <w:rPr>
          <w:noProof w:val="0"/>
        </w:rPr>
      </w:pPr>
      <w:r w:rsidRPr="00870ED0">
        <w:rPr>
          <w:noProof w:val="0"/>
        </w:rPr>
        <w:t>public byte findAndCompareValue(byte tag,</w:t>
      </w:r>
    </w:p>
    <w:p w:rsidR="00714EBB" w:rsidRPr="00870ED0" w:rsidRDefault="00714EBB" w:rsidP="00BA0EBE">
      <w:pPr>
        <w:pStyle w:val="PL"/>
        <w:keepNext/>
        <w:keepLines/>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5.2.3.12.1.1</w:t>
      </w:r>
      <w:r w:rsidRPr="00870ED0">
        <w:tab/>
        <w:t>Normal execution</w:t>
      </w:r>
    </w:p>
    <w:p w:rsidR="00714EBB" w:rsidRPr="00870ED0" w:rsidRDefault="00714EBB">
      <w:r w:rsidRPr="00870ED0">
        <w:t>Looks for the first occurrence of a TLV element from beginning of a TLV list and compare its value with a buffer:</w:t>
      </w:r>
    </w:p>
    <w:p w:rsidR="00714EBB" w:rsidRPr="00870ED0" w:rsidRDefault="00714EBB">
      <w:pPr>
        <w:pStyle w:val="B1"/>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returns 0.</w:t>
      </w:r>
    </w:p>
    <w:p w:rsidR="00714EBB" w:rsidRPr="00870ED0" w:rsidRDefault="00714EBB">
      <w:pPr>
        <w:pStyle w:val="B1"/>
      </w:pPr>
      <w:r w:rsidRPr="00870ED0">
        <w:t>CRRN4: if the first miscomparing byte in Comprehension TLV is less than that in compareBuffer returns -1.</w:t>
      </w:r>
    </w:p>
    <w:p w:rsidR="00714EBB" w:rsidRPr="00870ED0" w:rsidRDefault="00714EBB">
      <w:pPr>
        <w:pStyle w:val="B1"/>
      </w:pPr>
      <w:r w:rsidRPr="00870ED0">
        <w:t>CRRN5: if the first miscomparing byte in Comprehension TLV is greater than that in compareBuffer returns 1.</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5.2.3.12.1.2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would cause access outside array bounds ArrayIndexOutOfBoundsException shall be thrown.</w:t>
      </w:r>
    </w:p>
    <w:p w:rsidR="00714EBB" w:rsidRPr="00870ED0" w:rsidRDefault="00714EBB">
      <w:pPr>
        <w:pStyle w:val="H6"/>
        <w:outlineLvl w:val="0"/>
      </w:pPr>
      <w:r w:rsidRPr="00870ED0">
        <w:t>5.2.3.12.1.3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A0EBE">
      <w:pPr>
        <w:pStyle w:val="Heading5"/>
      </w:pPr>
      <w:r w:rsidRPr="00870ED0">
        <w:t>5.2.3.12.2</w:t>
      </w:r>
      <w:r w:rsidRPr="00870ED0">
        <w:tab/>
        <w:t>Test area files</w:t>
      </w:r>
    </w:p>
    <w:p w:rsidR="00714EBB" w:rsidRPr="00870ED0" w:rsidRDefault="00714EBB">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Test_Api_2_Erh_Facrb_Bs.java</w:t>
      </w:r>
      <w:r w:rsidR="00BA0EBE" w:rsidRPr="00870ED0">
        <w:t>.</w:t>
      </w:r>
    </w:p>
    <w:p w:rsidR="00714EBB" w:rsidRPr="00870ED0" w:rsidRDefault="00714EBB" w:rsidP="00BA0EBE">
      <w:pPr>
        <w:pStyle w:val="EX"/>
      </w:pPr>
      <w:r w:rsidRPr="00870ED0">
        <w:t>Test App</w:t>
      </w:r>
      <w:r w:rsidR="00BA0EBE" w:rsidRPr="00870ED0">
        <w:t xml:space="preserve">let: </w:t>
      </w:r>
      <w:r w:rsidR="00BA0EBE" w:rsidRPr="00870ED0">
        <w:tab/>
        <w:t>Api_2_Erh_Facrb_Bs_1.java.</w:t>
      </w:r>
    </w:p>
    <w:p w:rsidR="00714EBB" w:rsidRPr="00870ED0" w:rsidRDefault="00714EBB" w:rsidP="00BA0EBE">
      <w:pPr>
        <w:pStyle w:val="EX"/>
      </w:pPr>
      <w:r w:rsidRPr="00870ED0">
        <w:t>Cap File:</w:t>
      </w:r>
      <w:r w:rsidRPr="00870ED0">
        <w:tab/>
        <w:t>api_2_erh_facrb_bs.cap</w:t>
      </w:r>
      <w:r w:rsidR="00BA0EBE" w:rsidRPr="00870ED0">
        <w:t>.</w:t>
      </w:r>
    </w:p>
    <w:p w:rsidR="00714EBB" w:rsidRPr="00870ED0" w:rsidRDefault="00714EBB" w:rsidP="00BA0EBE">
      <w:pPr>
        <w:pStyle w:val="Heading5"/>
      </w:pPr>
      <w:r w:rsidRPr="00870ED0">
        <w:t>5.2.3.12.3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6,7</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7,9</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901" w:type="dxa"/>
          </w:tcPr>
          <w:p w:rsidR="00714EBB" w:rsidRPr="00870ED0" w:rsidRDefault="00714EBB">
            <w:pPr>
              <w:pStyle w:val="TAC"/>
              <w:keepNext w:val="0"/>
              <w:keepLines w:val="0"/>
            </w:pPr>
            <w:r w:rsidRPr="00870ED0">
              <w:t>8, 13, 12</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901" w:type="dxa"/>
          </w:tcPr>
          <w:p w:rsidR="00714EBB" w:rsidRPr="00870ED0" w:rsidRDefault="00714EBB">
            <w:pPr>
              <w:pStyle w:val="TAC"/>
              <w:keepNext w:val="0"/>
              <w:keepLines w:val="0"/>
            </w:pPr>
            <w:r w:rsidRPr="00870ED0">
              <w:t>10, 14</w:t>
            </w:r>
          </w:p>
        </w:tc>
      </w:tr>
      <w:tr w:rsidR="00714EBB" w:rsidRPr="00870ED0" w:rsidTr="00714EBB">
        <w:trPr>
          <w:jc w:val="center"/>
        </w:trPr>
        <w:tc>
          <w:tcPr>
            <w:tcW w:w="1299" w:type="dxa"/>
          </w:tcPr>
          <w:p w:rsidR="00714EBB" w:rsidRPr="00870ED0" w:rsidRDefault="00714EBB">
            <w:pPr>
              <w:pStyle w:val="TAC"/>
              <w:keepNext w:val="0"/>
              <w:keepLines w:val="0"/>
            </w:pPr>
            <w:r w:rsidRPr="00870ED0">
              <w:t>N5</w:t>
            </w:r>
          </w:p>
        </w:tc>
        <w:tc>
          <w:tcPr>
            <w:tcW w:w="3901" w:type="dxa"/>
          </w:tcPr>
          <w:p w:rsidR="00714EBB" w:rsidRPr="00870ED0" w:rsidRDefault="00714EBB">
            <w:pPr>
              <w:pStyle w:val="TAC"/>
              <w:keepNext w:val="0"/>
              <w:keepLines w:val="0"/>
            </w:pPr>
            <w:r w:rsidRPr="00870ED0">
              <w:t>11, 15</w:t>
            </w:r>
          </w:p>
        </w:tc>
      </w:tr>
      <w:tr w:rsidR="00714EBB" w:rsidRPr="00870ED0" w:rsidTr="00714EBB">
        <w:trPr>
          <w:jc w:val="center"/>
        </w:trPr>
        <w:tc>
          <w:tcPr>
            <w:tcW w:w="1299" w:type="dxa"/>
          </w:tcPr>
          <w:p w:rsidR="00714EBB" w:rsidRPr="00870ED0" w:rsidRDefault="00714EBB">
            <w:pPr>
              <w:pStyle w:val="TAC"/>
              <w:keepNext w:val="0"/>
              <w:keepLines w:val="0"/>
            </w:pPr>
            <w:r w:rsidRPr="00870ED0">
              <w:t>N6</w:t>
            </w:r>
          </w:p>
        </w:tc>
        <w:tc>
          <w:tcPr>
            <w:tcW w:w="3901" w:type="dxa"/>
          </w:tcPr>
          <w:p w:rsidR="00714EBB" w:rsidRPr="00870ED0" w:rsidRDefault="00714EBB">
            <w:pPr>
              <w:pStyle w:val="TAC"/>
              <w:keepNext w:val="0"/>
              <w:keepLines w:val="0"/>
            </w:pPr>
            <w:r w:rsidRPr="00870ED0">
              <w:t>17, 16</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18</w:t>
            </w:r>
          </w:p>
        </w:tc>
      </w:tr>
    </w:tbl>
    <w:p w:rsidR="00714EBB" w:rsidRPr="00870ED0" w:rsidRDefault="00714EBB" w:rsidP="00BA0EBE"/>
    <w:p w:rsidR="00714EBB" w:rsidRPr="00870ED0" w:rsidRDefault="00714EBB" w:rsidP="00BA0EBE">
      <w:pPr>
        <w:pStyle w:val="Heading5"/>
      </w:pPr>
      <w:r w:rsidRPr="00870ED0">
        <w:lastRenderedPageBreak/>
        <w:t>5.2.3.12.4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appendTLV() with TAG: 0D and length 16</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L"/>
              <w:keepNext w:val="0"/>
              <w:keepLines w:val="0"/>
            </w:pPr>
            <w:r w:rsidRPr="00870ED0">
              <w:t>findAndCompareValue() with a null dstBuffer and tag 0Dh</w:t>
            </w:r>
          </w:p>
          <w:p w:rsidR="00714EBB" w:rsidRPr="00870ED0" w:rsidRDefault="00714EBB">
            <w:pPr>
              <w:pStyle w:val="TAL"/>
              <w:keepNext w:val="0"/>
              <w:keepLines w:val="0"/>
            </w:pP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compareOffset </w:t>
            </w:r>
            <w:r w:rsidRPr="00870ED0">
              <w:sym w:font="Symbol" w:char="F0B3"/>
            </w:r>
            <w:r w:rsidRPr="00870ED0">
              <w:t xml:space="preserve">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20</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compareOffset + 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5</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15</w:t>
            </w:r>
          </w:p>
          <w:p w:rsidR="00714EBB" w:rsidRPr="00870ED0" w:rsidRDefault="00714EBB">
            <w:pPr>
              <w:pStyle w:val="PL"/>
              <w:rPr>
                <w:rFonts w:ascii="Arial" w:hAnsi="Arial"/>
                <w:noProof w:val="0"/>
                <w:sz w:val="18"/>
              </w:rPr>
            </w:pPr>
            <w:r w:rsidRPr="00870ED0">
              <w:rPr>
                <w:noProof w:val="0"/>
              </w:rPr>
              <w:t>compareOffset = 0</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6</w:t>
            </w:r>
          </w:p>
        </w:tc>
        <w:tc>
          <w:tcPr>
            <w:tcW w:w="4111" w:type="dxa"/>
            <w:tcBorders>
              <w:bottom w:val="nil"/>
            </w:tcBorders>
          </w:tcPr>
          <w:p w:rsidR="00714EBB" w:rsidRPr="00870ED0" w:rsidRDefault="00714EBB">
            <w:pPr>
              <w:pStyle w:val="TAH"/>
              <w:keepNext w:val="0"/>
              <w:keepLines w:val="0"/>
            </w:pPr>
            <w:r w:rsidRPr="00870ED0">
              <w:t>clear the handler, appendTLV() with TAG 02 and Length 02</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03h</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 xml:space="preserve">Verify current TLV </w:t>
            </w:r>
          </w:p>
          <w:p w:rsidR="00714EBB" w:rsidRPr="00870ED0" w:rsidRDefault="00714EBB">
            <w:pPr>
              <w:pStyle w:val="PL"/>
              <w:rPr>
                <w:noProof w:val="0"/>
              </w:rPr>
            </w:pPr>
            <w:r w:rsidRPr="00870ED0">
              <w:rPr>
                <w:noProof w:val="0"/>
              </w:rPr>
              <w:t>getValueLength()</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pPr>
            <w:r w:rsidRPr="00870ED0">
              <w:t>8</w:t>
            </w:r>
          </w:p>
        </w:tc>
        <w:tc>
          <w:tcPr>
            <w:tcW w:w="4111" w:type="dxa"/>
            <w:tcBorders>
              <w:top w:val="nil"/>
              <w:bottom w:val="nil"/>
            </w:tcBorders>
          </w:tcPr>
          <w:p w:rsidR="00714EBB" w:rsidRPr="00870ED0" w:rsidRDefault="00714EBB">
            <w:pPr>
              <w:pStyle w:val="TAH"/>
            </w:pPr>
            <w:r w:rsidRPr="00870ED0">
              <w:t>clear the handler and appendTLV() with TAG: 0D and value: 04 00 01 … 0F</w:t>
            </w:r>
          </w:p>
        </w:tc>
        <w:tc>
          <w:tcPr>
            <w:tcW w:w="2835" w:type="dxa"/>
            <w:tcBorders>
              <w:top w:val="nil"/>
              <w:bottom w:val="nil"/>
            </w:tcBorders>
          </w:tcPr>
          <w:p w:rsidR="00714EBB" w:rsidRPr="00870ED0" w:rsidRDefault="00714EBB">
            <w:pPr>
              <w:pStyle w:val="TAL"/>
            </w:pPr>
          </w:p>
        </w:tc>
        <w:tc>
          <w:tcPr>
            <w:tcW w:w="2410" w:type="dxa"/>
            <w:tcBorders>
              <w:top w:val="nil"/>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compareOffset = 0</w:t>
            </w:r>
          </w:p>
        </w:tc>
        <w:tc>
          <w:tcPr>
            <w:tcW w:w="2835" w:type="dxa"/>
            <w:tcBorders>
              <w:top w:val="single" w:sz="4" w:space="0" w:color="808080"/>
              <w:bottom w:val="nil"/>
            </w:tcBorders>
          </w:tcPr>
          <w:p w:rsidR="00714EBB" w:rsidRPr="00870ED0" w:rsidRDefault="00714EBB">
            <w:pPr>
              <w:pStyle w:val="TAL"/>
              <w:keepNext w:val="0"/>
              <w:keepLines w:val="0"/>
            </w:pPr>
            <w:r w:rsidRPr="00870ED0">
              <w:t>Result is 00h</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tc>
        <w:tc>
          <w:tcPr>
            <w:tcW w:w="2835" w:type="dxa"/>
            <w:tcBorders>
              <w:top w:val="single" w:sz="4" w:space="0" w:color="auto"/>
              <w:bottom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r w:rsidRPr="00870ED0">
              <w:t>10</w:t>
            </w:r>
          </w:p>
        </w:tc>
        <w:tc>
          <w:tcPr>
            <w:tcW w:w="4111" w:type="dxa"/>
            <w:tcBorders>
              <w:top w:val="nil"/>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10</w:t>
            </w:r>
          </w:p>
        </w:tc>
        <w:tc>
          <w:tcPr>
            <w:tcW w:w="2835" w:type="dxa"/>
            <w:tcBorders>
              <w:top w:val="nil"/>
              <w:bottom w:val="nil"/>
            </w:tcBorders>
          </w:tcPr>
          <w:p w:rsidR="00714EBB" w:rsidRPr="00870ED0" w:rsidRDefault="00714EBB">
            <w:pPr>
              <w:pStyle w:val="TAL"/>
              <w:keepNext w:val="0"/>
              <w:keepLines w:val="0"/>
            </w:pP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L"/>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11</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L"/>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12</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compareOffset = 2</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13</w:t>
            </w:r>
          </w:p>
        </w:tc>
        <w:tc>
          <w:tcPr>
            <w:tcW w:w="4111" w:type="dxa"/>
            <w:tcBorders>
              <w:bottom w:val="nil"/>
            </w:tcBorders>
          </w:tcPr>
          <w:p w:rsidR="00714EBB" w:rsidRPr="00870ED0" w:rsidRDefault="00714EBB" w:rsidP="00BA0EBE">
            <w:pPr>
              <w:pStyle w:val="TAH"/>
            </w:pPr>
            <w:r w:rsidRPr="00870ED0">
              <w:t>Successful call with 2 TLVs</w:t>
            </w:r>
          </w:p>
          <w:p w:rsidR="00714EBB" w:rsidRPr="00870ED0" w:rsidRDefault="00714EBB" w:rsidP="00BA0EBE">
            <w:pPr>
              <w:pStyle w:val="PL"/>
              <w:keepNext/>
              <w:keepLines/>
              <w:rPr>
                <w:noProof w:val="0"/>
              </w:rPr>
            </w:pPr>
            <w:r w:rsidRPr="00870ED0">
              <w:rPr>
                <w:noProof w:val="0"/>
              </w:rPr>
              <w:t>clear() the Handler</w:t>
            </w:r>
          </w:p>
          <w:p w:rsidR="00714EBB" w:rsidRPr="00870ED0" w:rsidRDefault="00714EBB" w:rsidP="00BA0EBE">
            <w:pPr>
              <w:pStyle w:val="PL"/>
              <w:keepNext/>
              <w:keepLines/>
              <w:rPr>
                <w:noProof w:val="0"/>
              </w:rPr>
            </w:pPr>
            <w:r w:rsidRPr="00870ED0">
              <w:rPr>
                <w:noProof w:val="0"/>
              </w:rPr>
              <w:t>AppendTLV() with tag 0x0D and value set to 00 01 … 80 81</w:t>
            </w:r>
          </w:p>
          <w:p w:rsidR="00714EBB" w:rsidRPr="00870ED0" w:rsidRDefault="00714EBB" w:rsidP="00BA0EBE">
            <w:pPr>
              <w:pStyle w:val="PL"/>
              <w:keepNext/>
              <w:keepLines/>
              <w:rPr>
                <w:noProof w:val="0"/>
              </w:rPr>
            </w:pPr>
            <w:r w:rsidRPr="00870ED0">
              <w:rPr>
                <w:noProof w:val="0"/>
              </w:rPr>
              <w:t>Append a second TLV with tag 0x0D and value set to 00 11 22 33 44 55</w:t>
            </w:r>
          </w:p>
          <w:p w:rsidR="00714EBB" w:rsidRPr="00870ED0" w:rsidRDefault="00714EBB" w:rsidP="00BA0EBE">
            <w:pPr>
              <w:pStyle w:val="PL"/>
              <w:keepNext/>
              <w:keepLines/>
              <w:rPr>
                <w:noProof w:val="0"/>
              </w:rPr>
            </w:pP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BA0EBE">
            <w:pPr>
              <w:pStyle w:val="TAC"/>
            </w:pPr>
          </w:p>
        </w:tc>
        <w:tc>
          <w:tcPr>
            <w:tcW w:w="4111" w:type="dxa"/>
            <w:tcBorders>
              <w:top w:val="single" w:sz="4" w:space="0" w:color="808080"/>
              <w:bottom w:val="nil"/>
            </w:tcBorders>
          </w:tcPr>
          <w:p w:rsidR="00714EBB" w:rsidRPr="00870ED0" w:rsidRDefault="00714EBB" w:rsidP="00BA0EBE">
            <w:pPr>
              <w:pStyle w:val="TAH"/>
            </w:pPr>
            <w:r w:rsidRPr="00870ED0">
              <w:t>Initialize compareBuffer</w:t>
            </w:r>
          </w:p>
          <w:p w:rsidR="00714EBB" w:rsidRPr="00870ED0" w:rsidRDefault="00714EBB" w:rsidP="00BA0EBE">
            <w:pPr>
              <w:pStyle w:val="PL"/>
              <w:keepNext/>
              <w:keepLines/>
              <w:rPr>
                <w:noProof w:val="0"/>
              </w:rPr>
            </w:pPr>
            <w:r w:rsidRPr="00870ED0">
              <w:rPr>
                <w:noProof w:val="0"/>
              </w:rPr>
              <w:t>compareBuffer =</w:t>
            </w:r>
          </w:p>
          <w:p w:rsidR="00714EBB" w:rsidRPr="00870ED0" w:rsidRDefault="00714EBB" w:rsidP="00BA0EBE">
            <w:pPr>
              <w:pStyle w:val="PL"/>
              <w:keepNext/>
              <w:keepLines/>
              <w:rPr>
                <w:noProof w:val="0"/>
              </w:rPr>
            </w:pPr>
            <w:r w:rsidRPr="00870ED0">
              <w:rPr>
                <w:noProof w:val="0"/>
              </w:rPr>
              <w:t>55 55 55 01 02</w:t>
            </w:r>
          </w:p>
          <w:p w:rsidR="00714EBB" w:rsidRPr="00870ED0" w:rsidRDefault="00714EBB" w:rsidP="00BA0EBE">
            <w:pPr>
              <w:pStyle w:val="PL"/>
              <w:keepNext/>
              <w:keepLines/>
              <w:rPr>
                <w:noProof w:val="0"/>
              </w:rPr>
            </w:pPr>
            <w:r w:rsidRPr="00870ED0">
              <w:rPr>
                <w:noProof w:val="0"/>
              </w:rPr>
              <w:t>03 04 05 06 07</w:t>
            </w:r>
          </w:p>
          <w:p w:rsidR="00714EBB" w:rsidRPr="00870ED0" w:rsidRDefault="00714EBB" w:rsidP="00BA0EBE">
            <w:pPr>
              <w:pStyle w:val="PL"/>
              <w:keepNext/>
              <w:keepLines/>
              <w:rPr>
                <w:noProof w:val="0"/>
              </w:rPr>
            </w:pPr>
            <w:r w:rsidRPr="00870ED0">
              <w:rPr>
                <w:noProof w:val="0"/>
              </w:rPr>
              <w:t>08 09 0A 0B 0C</w:t>
            </w:r>
          </w:p>
          <w:p w:rsidR="00714EBB" w:rsidRPr="00870ED0" w:rsidRDefault="00714EBB" w:rsidP="00BA0EBE">
            <w:pPr>
              <w:pStyle w:val="PL"/>
              <w:keepNext/>
              <w:keepLines/>
              <w:rPr>
                <w:noProof w:val="0"/>
              </w:rPr>
            </w:pPr>
            <w:r w:rsidRPr="00870ED0">
              <w:rPr>
                <w:noProof w:val="0"/>
              </w:rPr>
              <w:t>0D 0E 0F .. 81</w:t>
            </w:r>
          </w:p>
        </w:tc>
        <w:tc>
          <w:tcPr>
            <w:tcW w:w="2835" w:type="dxa"/>
            <w:tcBorders>
              <w:top w:val="single" w:sz="4" w:space="0" w:color="808080"/>
              <w:bottom w:val="nil"/>
            </w:tcBorders>
          </w:tcPr>
          <w:p w:rsidR="00714EBB" w:rsidRPr="00870ED0" w:rsidRDefault="00714EBB" w:rsidP="00BA0EBE">
            <w:pPr>
              <w:pStyle w:val="TAL"/>
            </w:pP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p>
        </w:tc>
        <w:tc>
          <w:tcPr>
            <w:tcW w:w="4111" w:type="dxa"/>
            <w:tcBorders>
              <w:top w:val="single" w:sz="4" w:space="0" w:color="808080"/>
              <w:bottom w:val="single" w:sz="4" w:space="0" w:color="auto"/>
            </w:tcBorders>
          </w:tcPr>
          <w:p w:rsidR="00714EBB" w:rsidRPr="00870ED0" w:rsidRDefault="00714EBB" w:rsidP="00BA0EBE">
            <w:pPr>
              <w:pStyle w:val="TAH"/>
            </w:pPr>
            <w:r w:rsidRPr="00870ED0">
              <w:t>Compare buffers</w:t>
            </w:r>
          </w:p>
          <w:p w:rsidR="00714EBB" w:rsidRPr="00870ED0" w:rsidRDefault="00714EBB" w:rsidP="00BA0EBE">
            <w:pPr>
              <w:pStyle w:val="PL"/>
              <w:keepNext/>
              <w:keepLines/>
              <w:rPr>
                <w:noProof w:val="0"/>
              </w:rPr>
            </w:pPr>
            <w:r w:rsidRPr="00870ED0">
              <w:rPr>
                <w:noProof w:val="0"/>
              </w:rPr>
              <w:t>findAndCompareValue() the first TLV</w:t>
            </w:r>
          </w:p>
          <w:p w:rsidR="00714EBB" w:rsidRPr="00870ED0" w:rsidRDefault="00714EBB" w:rsidP="00BA0EBE">
            <w:pPr>
              <w:pStyle w:val="PL"/>
              <w:keepNext/>
              <w:keepLines/>
              <w:rPr>
                <w:noProof w:val="0"/>
              </w:rPr>
            </w:pPr>
            <w:r w:rsidRPr="00870ED0">
              <w:rPr>
                <w:noProof w:val="0"/>
              </w:rPr>
              <w:t>compareOffset = 3</w:t>
            </w:r>
          </w:p>
        </w:tc>
        <w:tc>
          <w:tcPr>
            <w:tcW w:w="2835" w:type="dxa"/>
            <w:tcBorders>
              <w:top w:val="single" w:sz="4" w:space="0" w:color="808080"/>
              <w:bottom w:val="single" w:sz="4" w:space="0" w:color="auto"/>
            </w:tcBorders>
          </w:tcPr>
          <w:p w:rsidR="00714EBB" w:rsidRPr="00870ED0" w:rsidRDefault="00714EBB" w:rsidP="00BA0EBE">
            <w:pPr>
              <w:pStyle w:val="TAL"/>
            </w:pPr>
            <w:r w:rsidRPr="00870ED0">
              <w:t>Result is 00h</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14</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bookmarkStart w:id="0" w:name="OLE_LINK1"/>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0D 0E .. 7F 81</w:t>
            </w:r>
            <w:bookmarkEnd w:id="0"/>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 the first TLV</w:t>
            </w:r>
          </w:p>
          <w:p w:rsidR="00714EBB" w:rsidRPr="00870ED0" w:rsidRDefault="00714EBB">
            <w:pPr>
              <w:pStyle w:val="TAL"/>
              <w:keepNext w:val="0"/>
              <w:keepLines w:val="0"/>
            </w:pPr>
            <w:r w:rsidRPr="00870ED0">
              <w:t>compareOffset = 3</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15</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0D 0E .. 80 80</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compareOffset = 3</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16</w:t>
            </w:r>
          </w:p>
        </w:tc>
        <w:tc>
          <w:tcPr>
            <w:tcW w:w="4111" w:type="dxa"/>
            <w:tcBorders>
              <w:bottom w:val="nil"/>
            </w:tcBorders>
          </w:tcPr>
          <w:p w:rsidR="00714EBB" w:rsidRPr="00870ED0" w:rsidRDefault="00714EBB">
            <w:pPr>
              <w:pStyle w:val="TAH"/>
              <w:keepNext w:val="0"/>
              <w:keepLines w:val="0"/>
            </w:pPr>
            <w:r w:rsidRPr="00870ED0">
              <w:t>clear the handler and appendTLV() with TAG: 0D and value: 04 00 01 … 0F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rFonts w:ascii="Arial" w:hAnsi="Arial"/>
                <w:noProof w:val="0"/>
                <w:sz w:val="18"/>
              </w:rPr>
            </w:pPr>
            <w:r w:rsidRPr="00870ED0">
              <w:rPr>
                <w:noProof w:val="0"/>
              </w:rPr>
              <w:t>compareBuffer = 04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compareBuffer.length = 17</w:t>
            </w:r>
          </w:p>
          <w:p w:rsidR="00714EBB" w:rsidRPr="00870ED0" w:rsidRDefault="00714EBB">
            <w:pPr>
              <w:pStyle w:val="PL"/>
              <w:rPr>
                <w:noProof w:val="0"/>
              </w:rPr>
            </w:pPr>
            <w:r w:rsidRPr="00870ED0">
              <w:rPr>
                <w:noProof w:val="0"/>
              </w:rPr>
              <w:t>compareOffset = 0</w:t>
            </w:r>
          </w:p>
        </w:tc>
        <w:tc>
          <w:tcPr>
            <w:tcW w:w="2835" w:type="dxa"/>
            <w:tcBorders>
              <w:top w:val="single" w:sz="4" w:space="0" w:color="808080"/>
              <w:bottom w:val="nil"/>
            </w:tcBorders>
          </w:tcPr>
          <w:p w:rsidR="00714EBB" w:rsidRPr="00870ED0" w:rsidRDefault="00714EBB">
            <w:pPr>
              <w:pStyle w:val="TAL"/>
              <w:keepNext w:val="0"/>
              <w:keepLines w:val="0"/>
            </w:pPr>
            <w:r w:rsidRPr="00870ED0">
              <w:t>Result is 00h</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17</w:t>
            </w:r>
          </w:p>
        </w:tc>
        <w:tc>
          <w:tcPr>
            <w:tcW w:w="4111" w:type="dxa"/>
            <w:tcBorders>
              <w:bottom w:val="nil"/>
            </w:tcBorders>
          </w:tcPr>
          <w:p w:rsidR="00714EBB" w:rsidRPr="00870ED0" w:rsidRDefault="00714EBB">
            <w:pPr>
              <w:pStyle w:val="TAH"/>
              <w:keepNext w:val="0"/>
              <w:keepLines w:val="0"/>
            </w:pPr>
            <w:r w:rsidRPr="00870ED0">
              <w:t>Append tag 0Fh</w:t>
            </w:r>
          </w:p>
          <w:p w:rsidR="00714EBB" w:rsidRPr="00870ED0" w:rsidRDefault="00714EBB">
            <w:pPr>
              <w:pStyle w:val="PL"/>
              <w:rPr>
                <w:noProof w:val="0"/>
              </w:rPr>
            </w:pPr>
            <w:r w:rsidRPr="00870ED0">
              <w:rPr>
                <w:noProof w:val="0"/>
              </w:rPr>
              <w:t>buffer = 00 01 … 0F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 xml:space="preserve">HANDLER_NOT_AVAILABLE exception </w:t>
            </w:r>
          </w:p>
          <w:p w:rsidR="00714EBB" w:rsidRPr="00870ED0" w:rsidRDefault="00714EBB">
            <w:pPr>
              <w:pStyle w:val="TAH"/>
              <w:keepNext w:val="0"/>
              <w:keepLines w:val="0"/>
              <w:jc w:val="left"/>
              <w:rPr>
                <w:b w:val="0"/>
              </w:rPr>
            </w:pPr>
            <w:r w:rsidRPr="00870ED0">
              <w:rPr>
                <w:b w:val="0"/>
              </w:rPr>
              <w:t>Call post() method, then findAndCompareValue()</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BA0EBE">
      <w:pPr>
        <w:pStyle w:val="Heading4"/>
      </w:pPr>
      <w:r w:rsidRPr="00870ED0">
        <w:lastRenderedPageBreak/>
        <w:t>5.2.3.13</w:t>
      </w:r>
      <w:r w:rsidRPr="00870ED0">
        <w:tab/>
        <w:t>Method findAndCompareValue(byte tag, byte occurrence, short valueOffset, byte[] compareBuffer, short compareOffset, short compareLength)</w:t>
      </w:r>
    </w:p>
    <w:p w:rsidR="00714EBB" w:rsidRPr="00870ED0" w:rsidRDefault="00714EBB" w:rsidP="00BA0EBE">
      <w:pPr>
        <w:keepNext/>
        <w:keepLines/>
      </w:pPr>
      <w:r w:rsidRPr="00870ED0">
        <w:t>Test Area Reference: Api_2_Erh_Facrbbs_Bss</w:t>
      </w:r>
      <w:r w:rsidR="00BA0EBE" w:rsidRPr="00870ED0">
        <w:t>.</w:t>
      </w:r>
    </w:p>
    <w:p w:rsidR="00714EBB" w:rsidRPr="00870ED0" w:rsidRDefault="00714EBB" w:rsidP="00BA0EBE">
      <w:pPr>
        <w:pStyle w:val="Heading5"/>
      </w:pPr>
      <w:r w:rsidRPr="00870ED0">
        <w:t>5.2.3.13.1</w:t>
      </w:r>
      <w:r w:rsidRPr="00870ED0">
        <w:tab/>
        <w:t>Conformance requirement</w:t>
      </w:r>
    </w:p>
    <w:p w:rsidR="00714EBB" w:rsidRPr="00870ED0" w:rsidRDefault="00714EBB" w:rsidP="00BA0EBE">
      <w:pPr>
        <w:keepNext/>
        <w:keepLines/>
      </w:pPr>
      <w:r w:rsidRPr="00870ED0">
        <w:t>The method with following header shall be compliant to its definition in the API.</w:t>
      </w:r>
    </w:p>
    <w:p w:rsidR="00714EBB" w:rsidRPr="00870ED0" w:rsidRDefault="00714EBB" w:rsidP="00BA0EBE">
      <w:pPr>
        <w:pStyle w:val="PL"/>
        <w:keepNext/>
        <w:keepLines/>
        <w:rPr>
          <w:noProof w:val="0"/>
        </w:rPr>
      </w:pPr>
      <w:r w:rsidRPr="00870ED0">
        <w:rPr>
          <w:noProof w:val="0"/>
        </w:rPr>
        <w:t>public byte findAndCompareValue(byte tag,</w:t>
      </w:r>
    </w:p>
    <w:p w:rsidR="00714EBB" w:rsidRPr="00870ED0" w:rsidRDefault="00714EBB" w:rsidP="00BA0EBE">
      <w:pPr>
        <w:pStyle w:val="PL"/>
        <w:keepNext/>
        <w:keepLines/>
        <w:rPr>
          <w:noProof w:val="0"/>
        </w:rPr>
      </w:pPr>
      <w:r w:rsidRPr="00870ED0">
        <w:rPr>
          <w:noProof w:val="0"/>
        </w:rPr>
        <w:t xml:space="preserve">                                byte occurrence,</w:t>
      </w:r>
    </w:p>
    <w:p w:rsidR="00714EBB" w:rsidRPr="00870ED0" w:rsidRDefault="00714EBB" w:rsidP="00BA0EBE">
      <w:pPr>
        <w:pStyle w:val="PL"/>
        <w:keepNext/>
        <w:keepLines/>
        <w:rPr>
          <w:noProof w:val="0"/>
        </w:rPr>
      </w:pPr>
      <w:r w:rsidRPr="00870ED0">
        <w:rPr>
          <w:noProof w:val="0"/>
        </w:rPr>
        <w:t xml:space="preserve">                                short valueOffset,</w:t>
      </w:r>
    </w:p>
    <w:p w:rsidR="00714EBB" w:rsidRPr="00870ED0" w:rsidRDefault="00714EBB" w:rsidP="00BA0EBE">
      <w:pPr>
        <w:pStyle w:val="PL"/>
        <w:keepNext/>
        <w:keepLines/>
        <w:rPr>
          <w:noProof w:val="0"/>
        </w:rPr>
      </w:pPr>
      <w:r w:rsidRPr="00870ED0">
        <w:rPr>
          <w:noProof w:val="0"/>
        </w:rPr>
        <w:t xml:space="preserve">                                byte[] compareBuffer,</w:t>
      </w:r>
    </w:p>
    <w:p w:rsidR="00714EBB" w:rsidRPr="00870ED0" w:rsidRDefault="00714EBB" w:rsidP="00BA0EBE">
      <w:pPr>
        <w:pStyle w:val="PL"/>
        <w:keepNext/>
        <w:keepLines/>
        <w:rPr>
          <w:noProof w:val="0"/>
        </w:rPr>
      </w:pPr>
      <w:r w:rsidRPr="00870ED0">
        <w:rPr>
          <w:noProof w:val="0"/>
        </w:rPr>
        <w:t xml:space="preserve">                                short compareOffset,</w:t>
      </w:r>
    </w:p>
    <w:p w:rsidR="00714EBB" w:rsidRPr="00870ED0" w:rsidRDefault="00714EBB" w:rsidP="00BA0EBE">
      <w:pPr>
        <w:pStyle w:val="PL"/>
        <w:keepNext/>
        <w:keepLines/>
        <w:rPr>
          <w:noProof w:val="0"/>
        </w:rPr>
      </w:pPr>
      <w:r w:rsidRPr="00870ED0">
        <w:rPr>
          <w:noProof w:val="0"/>
        </w:rPr>
        <w:t xml:space="preserve">                                short compareLength)</w:t>
      </w:r>
    </w:p>
    <w:p w:rsidR="00714EBB" w:rsidRPr="00870ED0" w:rsidRDefault="00714EBB" w:rsidP="00BA0EBE">
      <w:pPr>
        <w:pStyle w:val="PL"/>
        <w:keepNext/>
        <w:keepLines/>
        <w:rPr>
          <w:noProof w:val="0"/>
        </w:rPr>
      </w:pPr>
      <w:r w:rsidRPr="00870ED0">
        <w:rPr>
          <w:noProof w:val="0"/>
        </w:rPr>
        <w:t xml:space="preserve">                         throws java.lang.NullPointerException,</w:t>
      </w:r>
    </w:p>
    <w:p w:rsidR="00714EBB" w:rsidRPr="00870ED0" w:rsidRDefault="00714EBB" w:rsidP="00BA0EBE">
      <w:pPr>
        <w:pStyle w:val="PL"/>
        <w:keepNext/>
        <w:keepLines/>
        <w:rPr>
          <w:noProof w:val="0"/>
        </w:rPr>
      </w:pPr>
      <w:r w:rsidRPr="00870ED0">
        <w:rPr>
          <w:noProof w:val="0"/>
        </w:rPr>
        <w:t xml:space="preserve">                                java.lang.ArrayIndexOutOfBoundsException,</w:t>
      </w:r>
    </w:p>
    <w:p w:rsidR="00714EBB" w:rsidRPr="00870ED0" w:rsidRDefault="00714EBB" w:rsidP="00BA0EBE">
      <w:pPr>
        <w:pStyle w:val="PL"/>
        <w:keepNext/>
        <w:keepLines/>
        <w:rPr>
          <w:noProof w:val="0"/>
        </w:rPr>
      </w:pPr>
      <w:r w:rsidRPr="00870ED0">
        <w:rPr>
          <w:noProof w:val="0"/>
        </w:rPr>
        <w:t xml:space="preserve">                                ToolkitException</w:t>
      </w:r>
    </w:p>
    <w:p w:rsidR="00714EBB" w:rsidRPr="00870ED0" w:rsidRDefault="00714EBB" w:rsidP="00BA0EBE">
      <w:pPr>
        <w:pStyle w:val="PL"/>
        <w:keepNext/>
        <w:keepLines/>
        <w:rPr>
          <w:noProof w:val="0"/>
        </w:rPr>
      </w:pPr>
    </w:p>
    <w:p w:rsidR="00714EBB" w:rsidRPr="00870ED0" w:rsidRDefault="00714EBB" w:rsidP="00BA0EBE">
      <w:pPr>
        <w:pStyle w:val="H6"/>
        <w:outlineLvl w:val="0"/>
      </w:pPr>
      <w:r w:rsidRPr="00870ED0">
        <w:t>5.2.3.13.1.1</w:t>
      </w:r>
      <w:r w:rsidRPr="00870ED0">
        <w:tab/>
        <w:t>Normal execution</w:t>
      </w:r>
    </w:p>
    <w:p w:rsidR="00714EBB" w:rsidRPr="00870ED0" w:rsidRDefault="00714EBB">
      <w:r w:rsidRPr="00870ED0">
        <w:t>Looks for the indicated occurrence of a TLV element from the beginning of a TLV list and compare its value with a buffer:</w:t>
      </w:r>
    </w:p>
    <w:p w:rsidR="00714EBB" w:rsidRPr="00870ED0" w:rsidRDefault="00714EBB">
      <w:pPr>
        <w:pStyle w:val="B1"/>
      </w:pPr>
      <w:r w:rsidRPr="00870ED0">
        <w:t>CRRN1: if no TLV element is found, the UNAVAILABLE_ELEMENT exception is thrown and the cu</w:t>
      </w:r>
      <w:r w:rsidR="00BA0EBE" w:rsidRPr="00870ED0">
        <w:t>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0 is returned.</w:t>
      </w:r>
    </w:p>
    <w:p w:rsidR="00714EBB" w:rsidRPr="00870ED0" w:rsidRDefault="00714EBB">
      <w:pPr>
        <w:pStyle w:val="B1"/>
      </w:pPr>
      <w:r w:rsidRPr="00870ED0">
        <w:t>CRRN4: if the first miscomparing byte in Comprehension TLV is less than that in compareBuffer -1 is returned.</w:t>
      </w:r>
    </w:p>
    <w:p w:rsidR="00714EBB" w:rsidRPr="00870ED0" w:rsidRDefault="00714EBB">
      <w:pPr>
        <w:pStyle w:val="B1"/>
      </w:pPr>
      <w:r w:rsidRPr="00870ED0">
        <w:t>CRRN5: if the first miscomparing byte in Comprehension TLV is greater than that in compareBuffer 1 is returned</w:t>
      </w:r>
      <w:r w:rsidR="00BA0EBE" w:rsidRPr="00870ED0">
        <w:t>.</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5.2.3.13.1.2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CRRP3: if valueOffset, compareLength or both are out of the current TLV an instance of ToolkitException shall be thrown. The reason code shall be ToolkitException.OUT_OF_TLV_BOUNDARIES.</w:t>
      </w:r>
    </w:p>
    <w:p w:rsidR="00714EBB" w:rsidRPr="00870ED0" w:rsidRDefault="00714EBB">
      <w:pPr>
        <w:pStyle w:val="B1"/>
      </w:pPr>
      <w:r w:rsidRPr="00870ED0">
        <w:t>CRRP4: if an input parameter is not valid (e.g. occurrence = 0) an instance of ToolkitException shall be thrown. The reason code shall be Toolki</w:t>
      </w:r>
      <w:r w:rsidR="00510107" w:rsidRPr="00870ED0">
        <w:t>tException.BAD_INPUT_PARAMETER.</w:t>
      </w:r>
    </w:p>
    <w:p w:rsidR="00714EBB" w:rsidRPr="00870ED0" w:rsidRDefault="00714EBB">
      <w:pPr>
        <w:pStyle w:val="H6"/>
        <w:outlineLvl w:val="0"/>
      </w:pPr>
      <w:r w:rsidRPr="00870ED0">
        <w:t>5.2.3.13.1.3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A0EBE">
      <w:pPr>
        <w:pStyle w:val="Heading5"/>
      </w:pPr>
      <w:r w:rsidRPr="00870ED0">
        <w:lastRenderedPageBreak/>
        <w:t>5.2.3.13.2</w:t>
      </w:r>
      <w:r w:rsidRPr="00870ED0">
        <w:tab/>
        <w:t>Test area files</w:t>
      </w:r>
    </w:p>
    <w:p w:rsidR="00714EBB" w:rsidRPr="00870ED0" w:rsidRDefault="00714EBB" w:rsidP="00BA0EBE">
      <w:pPr>
        <w:keepNext/>
        <w:keepLines/>
      </w:pPr>
      <w:r w:rsidRPr="00870ED0">
        <w:t>Specific tr</w:t>
      </w:r>
      <w:r w:rsidR="00BA0EBE" w:rsidRPr="00870ED0">
        <w:t>iggering: Unrecognized Envelope:</w:t>
      </w:r>
    </w:p>
    <w:p w:rsidR="00714EBB" w:rsidRPr="00870ED0" w:rsidRDefault="00714EBB" w:rsidP="00BA0EBE">
      <w:pPr>
        <w:pStyle w:val="EX"/>
        <w:keepNext/>
      </w:pPr>
      <w:r w:rsidRPr="00870ED0">
        <w:t>Test Source:</w:t>
      </w:r>
      <w:r w:rsidRPr="00870ED0">
        <w:tab/>
        <w:t>Test_Api_2_Erh_Facrbbs_Bss.java</w:t>
      </w:r>
      <w:r w:rsidR="00BA0EBE" w:rsidRPr="00870ED0">
        <w:t>.</w:t>
      </w:r>
    </w:p>
    <w:p w:rsidR="00714EBB" w:rsidRPr="00870ED0" w:rsidRDefault="00714EBB" w:rsidP="00BA0EBE">
      <w:pPr>
        <w:pStyle w:val="EX"/>
        <w:keepNext/>
      </w:pPr>
      <w:r w:rsidRPr="00870ED0">
        <w:t>Test Applet</w:t>
      </w:r>
      <w:r w:rsidR="00BA0EBE" w:rsidRPr="00870ED0">
        <w:t xml:space="preserve">: </w:t>
      </w:r>
      <w:r w:rsidR="00BA0EBE" w:rsidRPr="00870ED0">
        <w:tab/>
        <w:t>Api_2_Erh_Facrbbs_Bss_1.java.</w:t>
      </w:r>
    </w:p>
    <w:p w:rsidR="00714EBB" w:rsidRPr="00870ED0" w:rsidRDefault="00714EBB" w:rsidP="00BA0EBE">
      <w:pPr>
        <w:pStyle w:val="EX"/>
      </w:pPr>
      <w:r w:rsidRPr="00870ED0">
        <w:t>Cap File:</w:t>
      </w:r>
      <w:r w:rsidRPr="00870ED0">
        <w:tab/>
        <w:t>api_2_erh_facrbbs_bss.cap</w:t>
      </w:r>
      <w:r w:rsidR="00BA0EBE" w:rsidRPr="00870ED0">
        <w:t>.</w:t>
      </w:r>
    </w:p>
    <w:p w:rsidR="00714EBB" w:rsidRPr="00870ED0" w:rsidRDefault="00714EBB" w:rsidP="00BA0EBE">
      <w:pPr>
        <w:pStyle w:val="Heading5"/>
      </w:pPr>
      <w:r w:rsidRPr="00870ED0">
        <w:t>5.2.3.13.3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12,</w:t>
            </w:r>
            <w:r w:rsidR="00510107" w:rsidRPr="00870ED0">
              <w:t xml:space="preserve"> </w:t>
            </w:r>
            <w:r w:rsidRPr="00870ED0">
              <w:t>13</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15,</w:t>
            </w:r>
            <w:r w:rsidR="00510107" w:rsidRPr="00870ED0">
              <w:t xml:space="preserve"> </w:t>
            </w:r>
            <w:r w:rsidRPr="00870ED0">
              <w:t>13</w:t>
            </w:r>
          </w:p>
        </w:tc>
      </w:tr>
      <w:tr w:rsidR="00714EBB" w:rsidRPr="00870ED0" w:rsidTr="00714EBB">
        <w:trPr>
          <w:jc w:val="center"/>
        </w:trPr>
        <w:tc>
          <w:tcPr>
            <w:tcW w:w="1299" w:type="dxa"/>
          </w:tcPr>
          <w:p w:rsidR="00714EBB" w:rsidRPr="00870ED0" w:rsidRDefault="00714EBB">
            <w:pPr>
              <w:pStyle w:val="TAC"/>
              <w:keepNext w:val="0"/>
              <w:keepLines w:val="0"/>
            </w:pPr>
            <w:r w:rsidRPr="00870ED0">
              <w:t>N3</w:t>
            </w:r>
          </w:p>
        </w:tc>
        <w:tc>
          <w:tcPr>
            <w:tcW w:w="3901" w:type="dxa"/>
          </w:tcPr>
          <w:p w:rsidR="00714EBB" w:rsidRPr="00870ED0" w:rsidRDefault="00714EBB">
            <w:pPr>
              <w:pStyle w:val="TAC"/>
              <w:keepNext w:val="0"/>
              <w:keepLines w:val="0"/>
            </w:pPr>
            <w:r w:rsidRPr="00870ED0">
              <w:t>14, 18, 22, 21, 26</w:t>
            </w:r>
          </w:p>
        </w:tc>
      </w:tr>
      <w:tr w:rsidR="00714EBB" w:rsidRPr="00870ED0" w:rsidTr="00714EBB">
        <w:trPr>
          <w:jc w:val="center"/>
        </w:trPr>
        <w:tc>
          <w:tcPr>
            <w:tcW w:w="1299" w:type="dxa"/>
          </w:tcPr>
          <w:p w:rsidR="00714EBB" w:rsidRPr="00870ED0" w:rsidRDefault="00714EBB">
            <w:pPr>
              <w:pStyle w:val="TAC"/>
              <w:keepNext w:val="0"/>
              <w:keepLines w:val="0"/>
            </w:pPr>
            <w:r w:rsidRPr="00870ED0">
              <w:t>N4</w:t>
            </w:r>
          </w:p>
        </w:tc>
        <w:tc>
          <w:tcPr>
            <w:tcW w:w="3901" w:type="dxa"/>
          </w:tcPr>
          <w:p w:rsidR="00714EBB" w:rsidRPr="00870ED0" w:rsidRDefault="00714EBB">
            <w:pPr>
              <w:pStyle w:val="TAC"/>
              <w:keepNext w:val="0"/>
              <w:keepLines w:val="0"/>
            </w:pPr>
            <w:r w:rsidRPr="00870ED0">
              <w:t>16, 19, 23</w:t>
            </w:r>
          </w:p>
        </w:tc>
      </w:tr>
      <w:tr w:rsidR="00714EBB" w:rsidRPr="00870ED0" w:rsidTr="00714EBB">
        <w:trPr>
          <w:jc w:val="center"/>
        </w:trPr>
        <w:tc>
          <w:tcPr>
            <w:tcW w:w="1299" w:type="dxa"/>
          </w:tcPr>
          <w:p w:rsidR="00714EBB" w:rsidRPr="00870ED0" w:rsidRDefault="00714EBB">
            <w:pPr>
              <w:pStyle w:val="TAC"/>
              <w:keepNext w:val="0"/>
              <w:keepLines w:val="0"/>
            </w:pPr>
            <w:r w:rsidRPr="00870ED0">
              <w:t>N5</w:t>
            </w:r>
          </w:p>
        </w:tc>
        <w:tc>
          <w:tcPr>
            <w:tcW w:w="3901" w:type="dxa"/>
          </w:tcPr>
          <w:p w:rsidR="00714EBB" w:rsidRPr="00870ED0" w:rsidRDefault="00714EBB">
            <w:pPr>
              <w:pStyle w:val="TAC"/>
              <w:keepNext w:val="0"/>
              <w:keepLines w:val="0"/>
            </w:pPr>
            <w:r w:rsidRPr="00870ED0">
              <w:t>17, 19</w:t>
            </w:r>
          </w:p>
        </w:tc>
      </w:tr>
      <w:tr w:rsidR="00714EBB" w:rsidRPr="00870ED0" w:rsidTr="00714EBB">
        <w:trPr>
          <w:jc w:val="center"/>
        </w:trPr>
        <w:tc>
          <w:tcPr>
            <w:tcW w:w="1299" w:type="dxa"/>
          </w:tcPr>
          <w:p w:rsidR="00714EBB" w:rsidRPr="00870ED0" w:rsidRDefault="00714EBB">
            <w:pPr>
              <w:pStyle w:val="TAC"/>
              <w:keepNext w:val="0"/>
              <w:keepLines w:val="0"/>
            </w:pPr>
            <w:r w:rsidRPr="00870ED0">
              <w:t>N6</w:t>
            </w:r>
          </w:p>
        </w:tc>
        <w:tc>
          <w:tcPr>
            <w:tcW w:w="3901" w:type="dxa"/>
          </w:tcPr>
          <w:p w:rsidR="00714EBB" w:rsidRPr="00870ED0" w:rsidRDefault="00714EBB">
            <w:pPr>
              <w:pStyle w:val="TAC"/>
              <w:keepNext w:val="0"/>
              <w:keepLines w:val="0"/>
            </w:pPr>
            <w:r w:rsidRPr="00870ED0">
              <w:t>25, 24</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901" w:type="dxa"/>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Pr>
          <w:p w:rsidR="00714EBB" w:rsidRPr="00870ED0" w:rsidRDefault="00714EBB">
            <w:pPr>
              <w:pStyle w:val="TAC"/>
              <w:keepNext w:val="0"/>
              <w:keepLines w:val="0"/>
            </w:pPr>
            <w:r w:rsidRPr="00870ED0">
              <w:t>P4</w:t>
            </w:r>
          </w:p>
        </w:tc>
        <w:tc>
          <w:tcPr>
            <w:tcW w:w="3901" w:type="dxa"/>
          </w:tcPr>
          <w:p w:rsidR="00714EBB" w:rsidRPr="00870ED0" w:rsidRDefault="00714EBB">
            <w:pPr>
              <w:pStyle w:val="TAC"/>
              <w:keepNext w:val="0"/>
              <w:keepLines w:val="0"/>
            </w:pPr>
            <w:r w:rsidRPr="00870ED0">
              <w:t>11</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27</w:t>
            </w:r>
          </w:p>
        </w:tc>
      </w:tr>
    </w:tbl>
    <w:p w:rsidR="00714EBB" w:rsidRPr="00870ED0" w:rsidRDefault="00714EBB" w:rsidP="00BA0EBE"/>
    <w:p w:rsidR="00714EBB" w:rsidRPr="00870ED0" w:rsidRDefault="00714EBB" w:rsidP="00BA0EBE">
      <w:pPr>
        <w:pStyle w:val="Heading5"/>
      </w:pPr>
      <w:r w:rsidRPr="00870ED0">
        <w:t>5.2.3.13.4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Initialize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tcBorders>
          </w:tcPr>
          <w:p w:rsidR="00714EBB" w:rsidRPr="00870ED0" w:rsidRDefault="00714EBB">
            <w:pPr>
              <w:pStyle w:val="TAC"/>
              <w:keepNext w:val="0"/>
              <w:keepLines w:val="0"/>
            </w:pPr>
          </w:p>
        </w:tc>
        <w:tc>
          <w:tcPr>
            <w:tcW w:w="4111" w:type="dxa"/>
            <w:tcBorders>
              <w:top w:val="single" w:sz="4" w:space="0" w:color="808080"/>
            </w:tcBorders>
          </w:tcPr>
          <w:p w:rsidR="00714EBB" w:rsidRPr="00870ED0" w:rsidRDefault="00714EBB">
            <w:pPr>
              <w:pStyle w:val="TAH"/>
              <w:keepNext w:val="0"/>
              <w:keepLines w:val="0"/>
            </w:pPr>
            <w:r w:rsidRPr="00870ED0">
              <w:t>findAndCompareValue() with a null compareBuffer</w:t>
            </w:r>
          </w:p>
        </w:tc>
        <w:tc>
          <w:tcPr>
            <w:tcW w:w="2835" w:type="dxa"/>
            <w:tcBorders>
              <w:top w:val="single" w:sz="4" w:space="0" w:color="808080"/>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clear the handler and appendTLV() with TAG: 0D and value: 04 00 01 … 0F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 xml:space="preserve">compareOffset </w:t>
            </w:r>
            <w:r w:rsidRPr="00870ED0">
              <w:sym w:font="Symbol" w:char="F0B3"/>
            </w:r>
            <w:r w:rsidRPr="00870ED0">
              <w:t xml:space="preserve">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5</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nil"/>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compareOffset + 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TAL"/>
              <w:keepNext w:val="0"/>
              <w:keepLines w:val="0"/>
            </w:pPr>
            <w:r w:rsidRPr="00870ED0">
              <w:t>compareLength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7</w:t>
            </w:r>
          </w:p>
        </w:tc>
        <w:tc>
          <w:tcPr>
            <w:tcW w:w="4111" w:type="dxa"/>
            <w:tcBorders>
              <w:bottom w:val="nil"/>
            </w:tcBorders>
          </w:tcPr>
          <w:p w:rsidR="00714EBB" w:rsidRPr="00870ED0" w:rsidRDefault="00714EBB" w:rsidP="00BA0EBE">
            <w:pPr>
              <w:pStyle w:val="TAH"/>
            </w:pPr>
            <w:r w:rsidRPr="00870ED0">
              <w:t>clear the handler and appendTLV() with TAG and length of 6</w:t>
            </w: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p>
        </w:tc>
        <w:tc>
          <w:tcPr>
            <w:tcW w:w="4111" w:type="dxa"/>
            <w:tcBorders>
              <w:top w:val="single" w:sz="4" w:space="0" w:color="808080"/>
              <w:bottom w:val="single" w:sz="4" w:space="0" w:color="auto"/>
            </w:tcBorders>
          </w:tcPr>
          <w:p w:rsidR="00714EBB" w:rsidRPr="00870ED0" w:rsidRDefault="00714EBB" w:rsidP="00BA0EBE">
            <w:pPr>
              <w:pStyle w:val="TAH"/>
            </w:pPr>
            <w:r w:rsidRPr="00870ED0">
              <w:t xml:space="preserve">valueOffset </w:t>
            </w:r>
            <w:r w:rsidRPr="00870ED0">
              <w:sym w:font="Symbol" w:char="F0B3"/>
            </w:r>
            <w:r w:rsidRPr="00870ED0">
              <w:t xml:space="preserve"> Text String Length</w:t>
            </w:r>
          </w:p>
          <w:p w:rsidR="00714EBB" w:rsidRPr="00870ED0" w:rsidRDefault="00714EBB" w:rsidP="00BA0EBE">
            <w:pPr>
              <w:pStyle w:val="PL"/>
              <w:keepNext/>
              <w:keepLines/>
              <w:rPr>
                <w:noProof w:val="0"/>
              </w:rPr>
            </w:pPr>
            <w:r w:rsidRPr="00870ED0">
              <w:rPr>
                <w:noProof w:val="0"/>
              </w:rPr>
              <w:t>findAndCompareValue()</w:t>
            </w:r>
          </w:p>
          <w:p w:rsidR="00714EBB" w:rsidRPr="00870ED0" w:rsidRDefault="00714EBB" w:rsidP="00BA0EBE">
            <w:pPr>
              <w:pStyle w:val="PL"/>
              <w:keepNext/>
              <w:keepLines/>
              <w:rPr>
                <w:noProof w:val="0"/>
              </w:rPr>
            </w:pPr>
            <w:r w:rsidRPr="00870ED0">
              <w:rPr>
                <w:noProof w:val="0"/>
              </w:rPr>
              <w:t>tag = 0Dh, occurrence = 1</w:t>
            </w:r>
          </w:p>
          <w:p w:rsidR="00714EBB" w:rsidRPr="00870ED0" w:rsidRDefault="00714EBB" w:rsidP="00BA0EBE">
            <w:pPr>
              <w:pStyle w:val="PL"/>
              <w:keepNext/>
              <w:keepLines/>
              <w:rPr>
                <w:noProof w:val="0"/>
              </w:rPr>
            </w:pPr>
            <w:r w:rsidRPr="00870ED0">
              <w:rPr>
                <w:noProof w:val="0"/>
              </w:rPr>
              <w:t>valueOffset = 6</w:t>
            </w:r>
          </w:p>
          <w:p w:rsidR="00714EBB" w:rsidRPr="00870ED0" w:rsidRDefault="00714EBB" w:rsidP="00BA0EBE">
            <w:pPr>
              <w:pStyle w:val="PL"/>
              <w:keepNext/>
              <w:keepLines/>
              <w:rPr>
                <w:noProof w:val="0"/>
              </w:rPr>
            </w:pPr>
            <w:r w:rsidRPr="00870ED0">
              <w:rPr>
                <w:noProof w:val="0"/>
              </w:rPr>
              <w:t>compareBuffer.length = 15</w:t>
            </w:r>
          </w:p>
          <w:p w:rsidR="00714EBB" w:rsidRPr="00870ED0" w:rsidRDefault="00714EBB" w:rsidP="00BA0EBE">
            <w:pPr>
              <w:pStyle w:val="PL"/>
              <w:keepNext/>
              <w:keepLines/>
              <w:rPr>
                <w:noProof w:val="0"/>
              </w:rPr>
            </w:pPr>
            <w:r w:rsidRPr="00870ED0">
              <w:rPr>
                <w:noProof w:val="0"/>
              </w:rPr>
              <w:t>compareOffset = 0</w:t>
            </w:r>
          </w:p>
          <w:p w:rsidR="00714EBB" w:rsidRPr="00870ED0" w:rsidRDefault="00714EBB" w:rsidP="00BA0EBE">
            <w:pPr>
              <w:pStyle w:val="PL"/>
              <w:keepNext/>
              <w:keepLines/>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rsidP="00BA0EBE">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10</w:t>
            </w:r>
          </w:p>
        </w:tc>
        <w:tc>
          <w:tcPr>
            <w:tcW w:w="4111" w:type="dxa"/>
            <w:tcBorders>
              <w:top w:val="single" w:sz="4" w:space="0" w:color="808080"/>
              <w:bottom w:val="single" w:sz="4" w:space="0" w:color="auto"/>
            </w:tcBorders>
          </w:tcPr>
          <w:p w:rsidR="00714EBB" w:rsidRPr="00870ED0" w:rsidRDefault="00714EBB">
            <w:pPr>
              <w:pStyle w:val="TAH"/>
            </w:pPr>
            <w:r w:rsidRPr="00870ED0">
              <w:t>valueOffset + compareLength &gt; Text String length</w:t>
            </w:r>
          </w:p>
          <w:p w:rsidR="00714EBB" w:rsidRPr="00870ED0" w:rsidRDefault="00714EBB">
            <w:pPr>
              <w:pStyle w:val="PL"/>
              <w:keepNext/>
              <w:keepLines/>
              <w:rPr>
                <w:noProof w:val="0"/>
              </w:rPr>
            </w:pPr>
            <w:r w:rsidRPr="00870ED0">
              <w:rPr>
                <w:noProof w:val="0"/>
              </w:rPr>
              <w:t>findAndCompareValue()</w:t>
            </w:r>
          </w:p>
          <w:p w:rsidR="00714EBB" w:rsidRPr="00870ED0" w:rsidRDefault="00714EBB">
            <w:pPr>
              <w:pStyle w:val="PL"/>
              <w:keepNext/>
              <w:keepLines/>
              <w:rPr>
                <w:noProof w:val="0"/>
              </w:rPr>
            </w:pPr>
            <w:r w:rsidRPr="00870ED0">
              <w:rPr>
                <w:noProof w:val="0"/>
              </w:rPr>
              <w:t>valueOffset = 2</w:t>
            </w:r>
          </w:p>
          <w:p w:rsidR="00714EBB" w:rsidRPr="00870ED0" w:rsidRDefault="00714EBB">
            <w:pPr>
              <w:pStyle w:val="PL"/>
              <w:keepNext/>
              <w:keepLines/>
              <w:rPr>
                <w:noProof w:val="0"/>
              </w:rPr>
            </w:pPr>
            <w:r w:rsidRPr="00870ED0">
              <w:rPr>
                <w:noProof w:val="0"/>
              </w:rPr>
              <w:t>compareBuffer.length = 15</w:t>
            </w:r>
          </w:p>
          <w:p w:rsidR="00714EBB" w:rsidRPr="00870ED0" w:rsidRDefault="00714EBB">
            <w:pPr>
              <w:pStyle w:val="PL"/>
              <w:keepNext/>
              <w:keepLines/>
              <w:rPr>
                <w:noProof w:val="0"/>
              </w:rPr>
            </w:pPr>
            <w:r w:rsidRPr="00870ED0">
              <w:rPr>
                <w:noProof w:val="0"/>
              </w:rPr>
              <w:t>compareOffset = 0</w:t>
            </w:r>
          </w:p>
          <w:p w:rsidR="00714EBB" w:rsidRPr="00870ED0" w:rsidRDefault="00714EBB">
            <w:pPr>
              <w:pStyle w:val="PL"/>
              <w:keepNext/>
              <w:keepLines/>
              <w:rPr>
                <w:noProof w:val="0"/>
              </w:rPr>
            </w:pPr>
            <w:r w:rsidRPr="00870ED0">
              <w:rPr>
                <w:noProof w:val="0"/>
              </w:rPr>
              <w:t>compareLength = 5</w:t>
            </w:r>
          </w:p>
        </w:tc>
        <w:tc>
          <w:tcPr>
            <w:tcW w:w="2835" w:type="dxa"/>
            <w:tcBorders>
              <w:top w:val="single" w:sz="4" w:space="0" w:color="808080"/>
              <w:bottom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Invalid parameter</w:t>
            </w:r>
          </w:p>
          <w:p w:rsidR="00714EBB" w:rsidRPr="00870ED0" w:rsidRDefault="00714EBB">
            <w:pPr>
              <w:pStyle w:val="PL"/>
              <w:rPr>
                <w:noProof w:val="0"/>
              </w:rPr>
            </w:pPr>
            <w:r w:rsidRPr="00870ED0">
              <w:rPr>
                <w:noProof w:val="0"/>
              </w:rPr>
              <w:t>occurrence = 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appendTLV() with TAG 02 and length 02</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Select a TLV (tag 02h)</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p>
        </w:tc>
        <w:tc>
          <w:tcPr>
            <w:tcW w:w="4111" w:type="dxa"/>
            <w:tcBorders>
              <w:top w:val="nil"/>
              <w:bottom w:val="nil"/>
            </w:tcBorders>
          </w:tcPr>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bottom w:val="nil"/>
            </w:tcBorders>
          </w:tcPr>
          <w:p w:rsidR="00714EBB" w:rsidRPr="00870ED0" w:rsidRDefault="00714EBB">
            <w:pPr>
              <w:pStyle w:val="TAL"/>
              <w:keepNext w:val="0"/>
              <w:keepLines w:val="0"/>
            </w:pPr>
            <w:r w:rsidRPr="00870ED0">
              <w:t>ToolkitException.UNAVAILABLE_ELEMENT is thrown</w:t>
            </w: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Verify current TLV </w:t>
            </w:r>
          </w:p>
          <w:p w:rsidR="00714EBB" w:rsidRPr="00870ED0" w:rsidRDefault="00714EBB">
            <w:pPr>
              <w:pStyle w:val="PL"/>
              <w:rPr>
                <w:noProof w:val="0"/>
              </w:rPr>
            </w:pPr>
            <w:r w:rsidRPr="00870ED0">
              <w:rPr>
                <w:noProof w:val="0"/>
              </w:rPr>
              <w:t>getValueLength()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bottom w:val="nil"/>
            </w:tcBorders>
          </w:tcPr>
          <w:p w:rsidR="00714EBB" w:rsidRPr="00870ED0" w:rsidRDefault="00714EBB">
            <w:pPr>
              <w:pStyle w:val="TAC"/>
              <w:keepNext w:val="0"/>
              <w:keepLines w:val="0"/>
            </w:pPr>
            <w:r w:rsidRPr="00870ED0">
              <w:t>14</w:t>
            </w:r>
          </w:p>
        </w:tc>
        <w:tc>
          <w:tcPr>
            <w:tcW w:w="4111" w:type="dxa"/>
            <w:tcBorders>
              <w:top w:val="nil"/>
              <w:bottom w:val="nil"/>
            </w:tcBorders>
          </w:tcPr>
          <w:p w:rsidR="00714EBB" w:rsidRPr="00870ED0" w:rsidRDefault="00714EBB">
            <w:pPr>
              <w:pStyle w:val="TAH"/>
              <w:keepNext w:val="0"/>
              <w:keepLines w:val="0"/>
            </w:pPr>
            <w:r w:rsidRPr="00870ED0">
              <w:t>clear the handler and appendTLV() with TAG: 0D and value: 04 00 01 … 0F</w:t>
            </w:r>
          </w:p>
        </w:tc>
        <w:tc>
          <w:tcPr>
            <w:tcW w:w="2835" w:type="dxa"/>
            <w:tcBorders>
              <w:top w:val="nil"/>
              <w:bottom w:val="nil"/>
            </w:tcBorders>
          </w:tcPr>
          <w:p w:rsidR="00714EBB" w:rsidRPr="00870ED0" w:rsidRDefault="00714EBB">
            <w:pPr>
              <w:pStyle w:val="TAL"/>
              <w:keepNext w:val="0"/>
              <w:keepLines w:val="0"/>
            </w:pPr>
          </w:p>
        </w:tc>
        <w:tc>
          <w:tcPr>
            <w:tcW w:w="2410" w:type="dxa"/>
            <w:tcBorders>
              <w:top w:val="nil"/>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rFonts w:ascii="Arial" w:hAnsi="Arial"/>
                <w:noProof w:val="0"/>
                <w:sz w:val="18"/>
              </w:rPr>
            </w:pPr>
            <w:r w:rsidRPr="00870ED0">
              <w:rPr>
                <w:noProof w:val="0"/>
              </w:rPr>
              <w:t>04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10</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17</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Compare buffers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rsidP="00BA0EBE">
            <w:pPr>
              <w:pStyle w:val="TAC"/>
            </w:pPr>
            <w:r w:rsidRPr="00870ED0">
              <w:lastRenderedPageBreak/>
              <w:t>18</w:t>
            </w:r>
          </w:p>
        </w:tc>
        <w:tc>
          <w:tcPr>
            <w:tcW w:w="4111" w:type="dxa"/>
            <w:tcBorders>
              <w:top w:val="single" w:sz="4" w:space="0" w:color="808080"/>
              <w:bottom w:val="nil"/>
            </w:tcBorders>
          </w:tcPr>
          <w:p w:rsidR="00714EBB" w:rsidRPr="00870ED0" w:rsidRDefault="00714EBB" w:rsidP="00BA0EBE">
            <w:pPr>
              <w:pStyle w:val="TAH"/>
            </w:pPr>
            <w:r w:rsidRPr="00870ED0">
              <w:t>Initialize compareBuffer</w:t>
            </w:r>
          </w:p>
          <w:p w:rsidR="00714EBB" w:rsidRPr="00870ED0" w:rsidRDefault="00714EBB" w:rsidP="00BA0EBE">
            <w:pPr>
              <w:pStyle w:val="PL"/>
              <w:keepNext/>
              <w:keepLines/>
              <w:rPr>
                <w:noProof w:val="0"/>
              </w:rPr>
            </w:pPr>
          </w:p>
          <w:p w:rsidR="00714EBB" w:rsidRPr="00870ED0" w:rsidRDefault="00714EBB" w:rsidP="00BA0EBE">
            <w:pPr>
              <w:pStyle w:val="PL"/>
              <w:keepNext/>
              <w:keepLines/>
              <w:rPr>
                <w:noProof w:val="0"/>
              </w:rPr>
            </w:pPr>
            <w:r w:rsidRPr="00870ED0">
              <w:rPr>
                <w:noProof w:val="0"/>
              </w:rPr>
              <w:t>clear() the handler.</w:t>
            </w:r>
          </w:p>
          <w:p w:rsidR="00714EBB" w:rsidRPr="00870ED0" w:rsidRDefault="00714EBB" w:rsidP="00BA0EBE">
            <w:pPr>
              <w:pStyle w:val="PL"/>
              <w:keepNext/>
              <w:keepLines/>
              <w:rPr>
                <w:noProof w:val="0"/>
              </w:rPr>
            </w:pPr>
            <w:r w:rsidRPr="00870ED0">
              <w:rPr>
                <w:noProof w:val="0"/>
              </w:rPr>
              <w:t xml:space="preserve">AppendTLV with tag 0x0D and data = 01 02 </w:t>
            </w:r>
          </w:p>
          <w:p w:rsidR="00714EBB" w:rsidRPr="00870ED0" w:rsidRDefault="00714EBB" w:rsidP="00BA0EBE">
            <w:pPr>
              <w:pStyle w:val="PL"/>
              <w:keepNext/>
              <w:keepLines/>
              <w:rPr>
                <w:noProof w:val="0"/>
              </w:rPr>
            </w:pPr>
            <w:r w:rsidRPr="00870ED0">
              <w:rPr>
                <w:noProof w:val="0"/>
              </w:rPr>
              <w:t>03 … 80 81</w:t>
            </w:r>
          </w:p>
          <w:p w:rsidR="00714EBB" w:rsidRPr="00870ED0" w:rsidRDefault="00714EBB" w:rsidP="00BA0EBE">
            <w:pPr>
              <w:pStyle w:val="PL"/>
              <w:keepNext/>
              <w:keepLines/>
              <w:rPr>
                <w:noProof w:val="0"/>
              </w:rPr>
            </w:pPr>
            <w:r w:rsidRPr="00870ED0">
              <w:rPr>
                <w:noProof w:val="0"/>
              </w:rPr>
              <w:t>compareBuffer =</w:t>
            </w:r>
          </w:p>
          <w:p w:rsidR="00714EBB" w:rsidRPr="00870ED0" w:rsidRDefault="00714EBB" w:rsidP="00BA0EBE">
            <w:pPr>
              <w:pStyle w:val="PL"/>
              <w:keepNext/>
              <w:keepLines/>
              <w:rPr>
                <w:noProof w:val="0"/>
              </w:rPr>
            </w:pPr>
            <w:r w:rsidRPr="00870ED0">
              <w:rPr>
                <w:noProof w:val="0"/>
              </w:rPr>
              <w:t>55 55 55 01 02</w:t>
            </w:r>
          </w:p>
          <w:p w:rsidR="00714EBB" w:rsidRPr="00870ED0" w:rsidRDefault="00714EBB" w:rsidP="00BA0EBE">
            <w:pPr>
              <w:pStyle w:val="PL"/>
              <w:keepNext/>
              <w:keepLines/>
              <w:rPr>
                <w:noProof w:val="0"/>
              </w:rPr>
            </w:pPr>
            <w:r w:rsidRPr="00870ED0">
              <w:rPr>
                <w:noProof w:val="0"/>
              </w:rPr>
              <w:t>03 04 05 06 07</w:t>
            </w:r>
          </w:p>
          <w:p w:rsidR="00714EBB" w:rsidRPr="00870ED0" w:rsidRDefault="00714EBB" w:rsidP="00BA0EBE">
            <w:pPr>
              <w:pStyle w:val="PL"/>
              <w:keepNext/>
              <w:keepLines/>
              <w:rPr>
                <w:noProof w:val="0"/>
              </w:rPr>
            </w:pPr>
            <w:r w:rsidRPr="00870ED0">
              <w:rPr>
                <w:noProof w:val="0"/>
              </w:rPr>
              <w:t>08 09 0A 0B 0C</w:t>
            </w:r>
          </w:p>
          <w:p w:rsidR="00714EBB" w:rsidRPr="00870ED0" w:rsidRDefault="00714EBB" w:rsidP="00BA0EBE">
            <w:pPr>
              <w:pStyle w:val="PL"/>
              <w:keepNext/>
              <w:keepLines/>
              <w:rPr>
                <w:noProof w:val="0"/>
              </w:rPr>
            </w:pPr>
            <w:r w:rsidRPr="00870ED0">
              <w:rPr>
                <w:noProof w:val="0"/>
              </w:rPr>
              <w:t>0D 0E …  80 81</w:t>
            </w:r>
          </w:p>
        </w:tc>
        <w:tc>
          <w:tcPr>
            <w:tcW w:w="2835" w:type="dxa"/>
            <w:tcBorders>
              <w:top w:val="single" w:sz="4" w:space="0" w:color="808080"/>
              <w:bottom w:val="nil"/>
            </w:tcBorders>
          </w:tcPr>
          <w:p w:rsidR="00714EBB" w:rsidRPr="00870ED0" w:rsidRDefault="00714EBB" w:rsidP="00BA0EBE">
            <w:pPr>
              <w:pStyle w:val="TAL"/>
            </w:pP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p>
        </w:tc>
        <w:tc>
          <w:tcPr>
            <w:tcW w:w="4111" w:type="dxa"/>
            <w:tcBorders>
              <w:top w:val="single" w:sz="4" w:space="0" w:color="808080"/>
              <w:bottom w:val="single" w:sz="4" w:space="0" w:color="auto"/>
            </w:tcBorders>
          </w:tcPr>
          <w:p w:rsidR="00714EBB" w:rsidRPr="00870ED0" w:rsidRDefault="00714EBB" w:rsidP="00BA0EBE">
            <w:pPr>
              <w:pStyle w:val="TAH"/>
            </w:pPr>
            <w:r w:rsidRPr="00870ED0">
              <w:t>Compare buffers</w:t>
            </w:r>
          </w:p>
          <w:p w:rsidR="00714EBB" w:rsidRPr="00870ED0" w:rsidRDefault="00714EBB" w:rsidP="00BA0EBE">
            <w:pPr>
              <w:pStyle w:val="PL"/>
              <w:keepNext/>
              <w:keepLines/>
              <w:rPr>
                <w:noProof w:val="0"/>
              </w:rPr>
            </w:pPr>
            <w:r w:rsidRPr="00870ED0">
              <w:rPr>
                <w:noProof w:val="0"/>
              </w:rPr>
              <w:t>findAndCompareValue()</w:t>
            </w:r>
          </w:p>
          <w:p w:rsidR="00714EBB" w:rsidRPr="00870ED0" w:rsidRDefault="00714EBB" w:rsidP="00BA0EBE">
            <w:pPr>
              <w:pStyle w:val="PL"/>
              <w:keepNext/>
              <w:keepLines/>
              <w:rPr>
                <w:noProof w:val="0"/>
              </w:rPr>
            </w:pPr>
            <w:r w:rsidRPr="00870ED0">
              <w:rPr>
                <w:noProof w:val="0"/>
              </w:rPr>
              <w:t>tag = 0x0D</w:t>
            </w:r>
          </w:p>
          <w:p w:rsidR="00714EBB" w:rsidRPr="00870ED0" w:rsidRDefault="00714EBB" w:rsidP="00BA0EBE">
            <w:pPr>
              <w:pStyle w:val="PL"/>
              <w:keepNext/>
              <w:keepLines/>
              <w:rPr>
                <w:noProof w:val="0"/>
              </w:rPr>
            </w:pPr>
            <w:r w:rsidRPr="00870ED0">
              <w:rPr>
                <w:noProof w:val="0"/>
              </w:rPr>
              <w:t>occurrence = 1</w:t>
            </w:r>
          </w:p>
          <w:p w:rsidR="00714EBB" w:rsidRPr="00870ED0" w:rsidRDefault="00714EBB" w:rsidP="00BA0EBE">
            <w:pPr>
              <w:pStyle w:val="PL"/>
              <w:keepNext/>
              <w:keepLines/>
              <w:rPr>
                <w:noProof w:val="0"/>
              </w:rPr>
            </w:pPr>
            <w:r w:rsidRPr="00870ED0">
              <w:rPr>
                <w:noProof w:val="0"/>
              </w:rPr>
              <w:t>valueOffset = 0</w:t>
            </w:r>
          </w:p>
          <w:p w:rsidR="00714EBB" w:rsidRPr="00870ED0" w:rsidRDefault="00714EBB" w:rsidP="00BA0EBE">
            <w:pPr>
              <w:pStyle w:val="PL"/>
              <w:keepNext/>
              <w:keepLines/>
              <w:rPr>
                <w:noProof w:val="0"/>
              </w:rPr>
            </w:pPr>
            <w:r w:rsidRPr="00870ED0">
              <w:rPr>
                <w:noProof w:val="0"/>
              </w:rPr>
              <w:t>compareOffset = 3</w:t>
            </w:r>
          </w:p>
          <w:p w:rsidR="00714EBB" w:rsidRPr="00870ED0" w:rsidRDefault="00714EBB" w:rsidP="00BA0EBE">
            <w:pPr>
              <w:pStyle w:val="PL"/>
              <w:keepNext/>
              <w:keepLines/>
              <w:rPr>
                <w:noProof w:val="0"/>
              </w:rPr>
            </w:pPr>
            <w:r w:rsidRPr="00870ED0">
              <w:rPr>
                <w:noProof w:val="0"/>
              </w:rPr>
              <w:t>compareLength = 0x81</w:t>
            </w:r>
          </w:p>
        </w:tc>
        <w:tc>
          <w:tcPr>
            <w:tcW w:w="2835" w:type="dxa"/>
            <w:tcBorders>
              <w:top w:val="single" w:sz="4" w:space="0" w:color="808080"/>
              <w:bottom w:val="single" w:sz="4" w:space="0" w:color="auto"/>
            </w:tcBorders>
          </w:tcPr>
          <w:p w:rsidR="00714EBB" w:rsidRPr="00870ED0" w:rsidRDefault="00714EBB" w:rsidP="00BA0EBE">
            <w:pPr>
              <w:pStyle w:val="TAL"/>
            </w:pPr>
            <w:r w:rsidRPr="00870ED0">
              <w:t>Result is 00h</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19</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0D 0E …  7F 81</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findAndCompareValue()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20</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0D 0E …  80 80</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L"/>
              <w:keepNext w:val="0"/>
              <w:keepLines w:val="0"/>
            </w:pPr>
            <w:r w:rsidRPr="00870ED0">
              <w:rPr>
                <w:rFonts w:ascii="Courier New" w:hAnsi="Courier New"/>
                <w:sz w:val="16"/>
              </w:rPr>
              <w:t>findAndCompareValue() with same parameters</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21</w:t>
            </w:r>
          </w:p>
        </w:tc>
        <w:tc>
          <w:tcPr>
            <w:tcW w:w="4111" w:type="dxa"/>
            <w:tcBorders>
              <w:bottom w:val="nil"/>
            </w:tcBorders>
          </w:tcPr>
          <w:p w:rsidR="00714EBB" w:rsidRPr="00870ED0" w:rsidRDefault="00714EBB">
            <w:pPr>
              <w:pStyle w:val="TAH"/>
              <w:keepNext w:val="0"/>
              <w:keepLines w:val="0"/>
            </w:pPr>
            <w:r w:rsidRPr="00870ED0">
              <w:t>append a second Text String TLV</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buffer = 00 11 22 33 44 55</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 80 81</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0x81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r w:rsidRPr="00870ED0">
              <w:t>22</w:t>
            </w:r>
          </w:p>
        </w:tc>
        <w:tc>
          <w:tcPr>
            <w:tcW w:w="4111" w:type="dxa"/>
            <w:tcBorders>
              <w:top w:val="single" w:sz="4" w:space="0" w:color="808080"/>
              <w:bottom w:val="nil"/>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00 11 22 33 44 55</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23</w:t>
            </w:r>
          </w:p>
        </w:tc>
        <w:tc>
          <w:tcPr>
            <w:tcW w:w="4111" w:type="dxa"/>
            <w:tcBorders>
              <w:top w:val="single" w:sz="4" w:space="0" w:color="808080"/>
              <w:bottom w:val="nil"/>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00 11 22 33 44 66</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24</w:t>
            </w:r>
          </w:p>
        </w:tc>
        <w:tc>
          <w:tcPr>
            <w:tcW w:w="4111" w:type="dxa"/>
            <w:tcBorders>
              <w:bottom w:val="nil"/>
            </w:tcBorders>
          </w:tcPr>
          <w:p w:rsidR="00714EBB" w:rsidRPr="00870ED0" w:rsidRDefault="00714EBB">
            <w:pPr>
              <w:pStyle w:val="TAH"/>
              <w:keepNext w:val="0"/>
              <w:keepLines w:val="0"/>
            </w:pPr>
            <w:r w:rsidRPr="00870ED0">
              <w:t>clear the handler and appendTLV() with TAG: 0D and value: 04 00 01 … 0F</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C9362E">
        <w:trPr>
          <w:jc w:val="center"/>
        </w:trPr>
        <w:tc>
          <w:tcPr>
            <w:tcW w:w="425" w:type="dxa"/>
            <w:tcBorders>
              <w:top w:val="single" w:sz="4" w:space="0" w:color="808080"/>
              <w:bottom w:val="single" w:sz="4" w:space="0" w:color="808080"/>
            </w:tcBorders>
          </w:tcPr>
          <w:p w:rsidR="00714EBB" w:rsidRPr="00870ED0" w:rsidRDefault="00714EBB">
            <w:pPr>
              <w:pStyle w:val="TAC"/>
              <w:keepNext w:val="0"/>
              <w:keepLines w:val="0"/>
            </w:pPr>
          </w:p>
        </w:tc>
        <w:tc>
          <w:tcPr>
            <w:tcW w:w="4111" w:type="dxa"/>
            <w:tcBorders>
              <w:top w:val="single" w:sz="4" w:space="0" w:color="808080"/>
              <w:bottom w:val="single" w:sz="4" w:space="0" w:color="808080"/>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04 00 01 … 0F</w:t>
            </w:r>
          </w:p>
        </w:tc>
        <w:tc>
          <w:tcPr>
            <w:tcW w:w="2835" w:type="dxa"/>
            <w:tcBorders>
              <w:top w:val="single" w:sz="4" w:space="0" w:color="808080"/>
              <w:bottom w:val="single" w:sz="4" w:space="0" w:color="808080"/>
            </w:tcBorders>
          </w:tcPr>
          <w:p w:rsidR="00714EBB" w:rsidRPr="00870ED0" w:rsidRDefault="00714EBB">
            <w:pPr>
              <w:pStyle w:val="TAL"/>
              <w:keepNext w:val="0"/>
              <w:keepLines w:val="0"/>
            </w:pPr>
          </w:p>
        </w:tc>
        <w:tc>
          <w:tcPr>
            <w:tcW w:w="2410" w:type="dxa"/>
            <w:tcBorders>
              <w:top w:val="single" w:sz="4" w:space="0" w:color="808080"/>
              <w:bottom w:val="single" w:sz="4" w:space="0" w:color="808080"/>
            </w:tcBorders>
          </w:tcPr>
          <w:p w:rsidR="00714EBB" w:rsidRPr="00870ED0" w:rsidRDefault="00714EBB">
            <w:pPr>
              <w:pStyle w:val="TAL"/>
              <w:keepNext w:val="0"/>
              <w:keepLines w:val="0"/>
            </w:pPr>
          </w:p>
        </w:tc>
      </w:tr>
      <w:tr w:rsidR="00714EBB" w:rsidRPr="00870ED0" w:rsidTr="00C9362E">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17</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C9362E">
        <w:trPr>
          <w:jc w:val="center"/>
        </w:trPr>
        <w:tc>
          <w:tcPr>
            <w:tcW w:w="425" w:type="dxa"/>
            <w:tcBorders>
              <w:top w:val="single" w:sz="4" w:space="0" w:color="auto"/>
              <w:bottom w:val="single" w:sz="4" w:space="0" w:color="808080"/>
            </w:tcBorders>
          </w:tcPr>
          <w:p w:rsidR="00714EBB" w:rsidRPr="00870ED0" w:rsidRDefault="00714EBB" w:rsidP="00BA0EBE">
            <w:pPr>
              <w:pStyle w:val="TAC"/>
            </w:pPr>
            <w:r w:rsidRPr="00870ED0">
              <w:lastRenderedPageBreak/>
              <w:t>25</w:t>
            </w:r>
          </w:p>
        </w:tc>
        <w:tc>
          <w:tcPr>
            <w:tcW w:w="4111" w:type="dxa"/>
            <w:tcBorders>
              <w:top w:val="single" w:sz="4" w:space="0" w:color="auto"/>
              <w:bottom w:val="single" w:sz="4" w:space="0" w:color="808080"/>
            </w:tcBorders>
          </w:tcPr>
          <w:p w:rsidR="00714EBB" w:rsidRPr="00870ED0" w:rsidRDefault="00714EBB" w:rsidP="00BA0EBE">
            <w:pPr>
              <w:pStyle w:val="TAH"/>
            </w:pPr>
            <w:r w:rsidRPr="00870ED0">
              <w:t>Append tag 0Fh</w:t>
            </w:r>
          </w:p>
          <w:p w:rsidR="00714EBB" w:rsidRPr="00870ED0" w:rsidRDefault="00714EBB" w:rsidP="00BA0EBE">
            <w:pPr>
              <w:pStyle w:val="PL"/>
              <w:keepNext/>
              <w:keepLines/>
              <w:rPr>
                <w:noProof w:val="0"/>
              </w:rPr>
            </w:pPr>
            <w:r w:rsidRPr="00870ED0">
              <w:rPr>
                <w:noProof w:val="0"/>
              </w:rPr>
              <w:t>buffer = 00 01 … 0F</w:t>
            </w:r>
          </w:p>
        </w:tc>
        <w:tc>
          <w:tcPr>
            <w:tcW w:w="2835" w:type="dxa"/>
            <w:tcBorders>
              <w:top w:val="single" w:sz="4" w:space="0" w:color="auto"/>
              <w:bottom w:val="single" w:sz="4" w:space="0" w:color="808080"/>
            </w:tcBorders>
          </w:tcPr>
          <w:p w:rsidR="00714EBB" w:rsidRPr="00870ED0" w:rsidRDefault="00714EBB" w:rsidP="00BA0EBE">
            <w:pPr>
              <w:pStyle w:val="TAL"/>
            </w:pPr>
          </w:p>
        </w:tc>
        <w:tc>
          <w:tcPr>
            <w:tcW w:w="2410" w:type="dxa"/>
            <w:tcBorders>
              <w:top w:val="single" w:sz="4" w:space="0" w:color="auto"/>
              <w:bottom w:val="single" w:sz="4" w:space="0" w:color="808080"/>
            </w:tcBorders>
          </w:tcPr>
          <w:p w:rsidR="00714EBB" w:rsidRPr="00870ED0" w:rsidRDefault="00714EBB" w:rsidP="00BA0EBE">
            <w:pPr>
              <w:pStyle w:val="TAL"/>
            </w:pPr>
          </w:p>
        </w:tc>
      </w:tr>
      <w:tr w:rsidR="00714EBB" w:rsidRPr="00870ED0" w:rsidTr="00C9362E">
        <w:trPr>
          <w:jc w:val="center"/>
        </w:trPr>
        <w:tc>
          <w:tcPr>
            <w:tcW w:w="425" w:type="dxa"/>
            <w:tcBorders>
              <w:top w:val="single" w:sz="4" w:space="0" w:color="808080"/>
              <w:bottom w:val="nil"/>
            </w:tcBorders>
          </w:tcPr>
          <w:p w:rsidR="00714EBB" w:rsidRPr="00870ED0" w:rsidRDefault="00714EBB" w:rsidP="00BA0EBE">
            <w:pPr>
              <w:pStyle w:val="TAC"/>
            </w:pPr>
          </w:p>
        </w:tc>
        <w:tc>
          <w:tcPr>
            <w:tcW w:w="4111" w:type="dxa"/>
            <w:tcBorders>
              <w:top w:val="single" w:sz="4" w:space="0" w:color="808080"/>
              <w:bottom w:val="nil"/>
            </w:tcBorders>
          </w:tcPr>
          <w:p w:rsidR="00714EBB" w:rsidRPr="00870ED0" w:rsidRDefault="00714EBB" w:rsidP="00BA0EBE">
            <w:pPr>
              <w:pStyle w:val="TAH"/>
            </w:pPr>
            <w:r w:rsidRPr="00870ED0">
              <w:t>Initialize compareBuffer</w:t>
            </w:r>
          </w:p>
          <w:p w:rsidR="00714EBB" w:rsidRPr="00870ED0" w:rsidRDefault="00714EBB" w:rsidP="00BA0EBE">
            <w:pPr>
              <w:pStyle w:val="PL"/>
              <w:keepNext/>
              <w:keepLines/>
              <w:rPr>
                <w:noProof w:val="0"/>
              </w:rPr>
            </w:pPr>
            <w:r w:rsidRPr="00870ED0">
              <w:rPr>
                <w:noProof w:val="0"/>
              </w:rPr>
              <w:t>compareBuffer = 00 01 … 0F</w:t>
            </w:r>
          </w:p>
        </w:tc>
        <w:tc>
          <w:tcPr>
            <w:tcW w:w="2835" w:type="dxa"/>
            <w:tcBorders>
              <w:top w:val="single" w:sz="4" w:space="0" w:color="808080"/>
              <w:bottom w:val="nil"/>
            </w:tcBorders>
          </w:tcPr>
          <w:p w:rsidR="00714EBB" w:rsidRPr="00870ED0" w:rsidRDefault="00714EBB" w:rsidP="00BA0EBE">
            <w:pPr>
              <w:pStyle w:val="TAL"/>
            </w:pP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BA0EBE">
            <w:pPr>
              <w:pStyle w:val="TAC"/>
            </w:pPr>
          </w:p>
        </w:tc>
        <w:tc>
          <w:tcPr>
            <w:tcW w:w="4111" w:type="dxa"/>
            <w:tcBorders>
              <w:top w:val="single" w:sz="4" w:space="0" w:color="808080"/>
              <w:bottom w:val="single" w:sz="4" w:space="0" w:color="auto"/>
            </w:tcBorders>
          </w:tcPr>
          <w:p w:rsidR="00714EBB" w:rsidRPr="00870ED0" w:rsidRDefault="00714EBB" w:rsidP="00BA0EBE">
            <w:pPr>
              <w:pStyle w:val="TAH"/>
            </w:pPr>
            <w:r w:rsidRPr="00870ED0">
              <w:t>Successful call (with tag 8Fh)</w:t>
            </w:r>
          </w:p>
          <w:p w:rsidR="00714EBB" w:rsidRPr="00870ED0" w:rsidRDefault="00714EBB" w:rsidP="00BA0EBE">
            <w:pPr>
              <w:pStyle w:val="PL"/>
              <w:keepNext/>
              <w:keepLines/>
              <w:rPr>
                <w:noProof w:val="0"/>
              </w:rPr>
            </w:pPr>
            <w:r w:rsidRPr="00870ED0">
              <w:rPr>
                <w:noProof w:val="0"/>
              </w:rPr>
              <w:t>findAndCompareValue()</w:t>
            </w:r>
          </w:p>
          <w:p w:rsidR="00714EBB" w:rsidRPr="00870ED0" w:rsidRDefault="00714EBB" w:rsidP="00BA0EBE">
            <w:pPr>
              <w:pStyle w:val="PL"/>
              <w:keepNext/>
              <w:keepLines/>
              <w:rPr>
                <w:noProof w:val="0"/>
              </w:rPr>
            </w:pPr>
            <w:r w:rsidRPr="00870ED0">
              <w:rPr>
                <w:noProof w:val="0"/>
              </w:rPr>
              <w:t>tag = 8Fh, occurrence = 1</w:t>
            </w:r>
          </w:p>
          <w:p w:rsidR="00714EBB" w:rsidRPr="00870ED0" w:rsidRDefault="00714EBB" w:rsidP="00BA0EBE">
            <w:pPr>
              <w:pStyle w:val="PL"/>
              <w:keepNext/>
              <w:keepLines/>
              <w:rPr>
                <w:noProof w:val="0"/>
              </w:rPr>
            </w:pPr>
            <w:r w:rsidRPr="00870ED0">
              <w:rPr>
                <w:noProof w:val="0"/>
              </w:rPr>
              <w:t>valueOffset = 0</w:t>
            </w:r>
          </w:p>
          <w:p w:rsidR="00714EBB" w:rsidRPr="00870ED0" w:rsidRDefault="00714EBB" w:rsidP="00BA0EBE">
            <w:pPr>
              <w:pStyle w:val="PL"/>
              <w:keepNext/>
              <w:keepLines/>
              <w:rPr>
                <w:noProof w:val="0"/>
              </w:rPr>
            </w:pPr>
            <w:r w:rsidRPr="00870ED0">
              <w:rPr>
                <w:noProof w:val="0"/>
              </w:rPr>
              <w:t>compareBuffer.length = 16</w:t>
            </w:r>
          </w:p>
          <w:p w:rsidR="00714EBB" w:rsidRPr="00870ED0" w:rsidRDefault="00714EBB" w:rsidP="00BA0EBE">
            <w:pPr>
              <w:pStyle w:val="PL"/>
              <w:keepNext/>
              <w:keepLines/>
              <w:rPr>
                <w:noProof w:val="0"/>
              </w:rPr>
            </w:pPr>
            <w:r w:rsidRPr="00870ED0">
              <w:rPr>
                <w:noProof w:val="0"/>
              </w:rPr>
              <w:t>compareOffset = 0</w:t>
            </w:r>
          </w:p>
          <w:p w:rsidR="00714EBB" w:rsidRPr="00870ED0" w:rsidRDefault="00714EBB" w:rsidP="00BA0EBE">
            <w:pPr>
              <w:pStyle w:val="PL"/>
              <w:keepNext/>
              <w:keepLines/>
              <w:rPr>
                <w:noProof w:val="0"/>
              </w:rPr>
            </w:pPr>
            <w:r w:rsidRPr="00870ED0">
              <w:rPr>
                <w:noProof w:val="0"/>
              </w:rPr>
              <w:t>compareLength = 16</w:t>
            </w:r>
          </w:p>
        </w:tc>
        <w:tc>
          <w:tcPr>
            <w:tcW w:w="2835" w:type="dxa"/>
            <w:tcBorders>
              <w:top w:val="single" w:sz="4" w:space="0" w:color="808080"/>
              <w:bottom w:val="single" w:sz="4" w:space="0" w:color="auto"/>
            </w:tcBorders>
          </w:tcPr>
          <w:p w:rsidR="00714EBB" w:rsidRPr="00870ED0" w:rsidRDefault="00714EBB" w:rsidP="00BA0EBE">
            <w:pPr>
              <w:pStyle w:val="TAL"/>
            </w:pPr>
            <w:r w:rsidRPr="00870ED0">
              <w:t>Result is 00h</w:t>
            </w:r>
          </w:p>
        </w:tc>
        <w:tc>
          <w:tcPr>
            <w:tcW w:w="2410" w:type="dxa"/>
            <w:tcBorders>
              <w:top w:val="single" w:sz="4" w:space="0" w:color="808080"/>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Pr>
          <w:p w:rsidR="00714EBB" w:rsidRPr="00870ED0" w:rsidRDefault="00714EBB">
            <w:pPr>
              <w:pStyle w:val="TAC"/>
              <w:keepNext w:val="0"/>
              <w:keepLines w:val="0"/>
            </w:pPr>
            <w:r w:rsidRPr="00870ED0">
              <w:t>26</w:t>
            </w:r>
          </w:p>
        </w:tc>
        <w:tc>
          <w:tcPr>
            <w:tcW w:w="4111" w:type="dxa"/>
          </w:tcPr>
          <w:p w:rsidR="00714EBB" w:rsidRPr="00870ED0" w:rsidRDefault="00714EBB">
            <w:pPr>
              <w:pStyle w:val="TAH"/>
              <w:keepNext w:val="0"/>
              <w:keepLines w:val="0"/>
            </w:pPr>
            <w:r w:rsidRPr="00870ED0">
              <w:t>Successful call, findAndCompareValue() with length =0</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16</w:t>
            </w:r>
          </w:p>
          <w:p w:rsidR="00714EBB" w:rsidRPr="00870ED0" w:rsidRDefault="00714EBB">
            <w:pPr>
              <w:pStyle w:val="PL"/>
              <w:rPr>
                <w:noProof w:val="0"/>
              </w:rPr>
            </w:pPr>
            <w:r w:rsidRPr="00870ED0">
              <w:rPr>
                <w:noProof w:val="0"/>
              </w:rPr>
              <w:t>compareLength = 0</w:t>
            </w:r>
          </w:p>
        </w:tc>
        <w:tc>
          <w:tcPr>
            <w:tcW w:w="2835" w:type="dxa"/>
          </w:tcPr>
          <w:p w:rsidR="00714EBB" w:rsidRPr="00870ED0" w:rsidRDefault="00714EBB">
            <w:pPr>
              <w:pStyle w:val="TAL"/>
              <w:keepNext w:val="0"/>
              <w:keepLines w:val="0"/>
            </w:pPr>
            <w:r w:rsidRPr="00870ED0">
              <w:t>Result of findAndCompareValue () is 00</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27</w:t>
            </w:r>
          </w:p>
        </w:tc>
        <w:tc>
          <w:tcPr>
            <w:tcW w:w="4111" w:type="dxa"/>
            <w:tcBorders>
              <w:bottom w:val="single" w:sz="4" w:space="0" w:color="auto"/>
            </w:tcBorders>
          </w:tcPr>
          <w:p w:rsidR="00714EBB" w:rsidRPr="00870ED0" w:rsidRDefault="00714EBB">
            <w:pPr>
              <w:pStyle w:val="TAH"/>
              <w:keepNext w:val="0"/>
              <w:keepLines w:val="0"/>
            </w:pPr>
            <w:r w:rsidRPr="00870ED0">
              <w:t xml:space="preserve">HANDLER_NOT_AVAILABLE exception </w:t>
            </w:r>
          </w:p>
          <w:p w:rsidR="00714EBB" w:rsidRPr="00870ED0" w:rsidRDefault="00714EBB">
            <w:pPr>
              <w:pStyle w:val="PL"/>
              <w:rPr>
                <w:noProof w:val="0"/>
              </w:rPr>
            </w:pPr>
            <w:r w:rsidRPr="00870ED0">
              <w:rPr>
                <w:noProof w:val="0"/>
              </w:rPr>
              <w:t>Call post() method, then findAndCompareValue()</w:t>
            </w:r>
          </w:p>
        </w:tc>
        <w:tc>
          <w:tcPr>
            <w:tcW w:w="2835" w:type="dxa"/>
            <w:tcBorders>
              <w:bottom w:val="single" w:sz="4" w:space="0" w:color="auto"/>
            </w:tcBorders>
          </w:tcPr>
          <w:p w:rsidR="00714EBB" w:rsidRPr="00870ED0" w:rsidRDefault="00714EBB">
            <w:pPr>
              <w:pStyle w:val="TAL"/>
            </w:pPr>
            <w:r w:rsidRPr="00870ED0">
              <w:t>ToolkitException.HANDLER_NOT_AVAILABLE is thrown</w:t>
            </w:r>
          </w:p>
        </w:tc>
        <w:tc>
          <w:tcPr>
            <w:tcW w:w="2410" w:type="dxa"/>
            <w:tcBorders>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5.2.3.14</w:t>
      </w:r>
      <w:r w:rsidRPr="00870ED0">
        <w:tab/>
        <w:t>Method appendArray</w:t>
      </w:r>
    </w:p>
    <w:p w:rsidR="00714EBB" w:rsidRPr="00870ED0" w:rsidRDefault="00714EBB">
      <w:r w:rsidRPr="00870ED0">
        <w:t>Test Area Reference: Api_2_Erh_Apda</w:t>
      </w:r>
      <w:r w:rsidR="00BA0EBE" w:rsidRPr="00870ED0">
        <w:t>.</w:t>
      </w:r>
    </w:p>
    <w:p w:rsidR="00714EBB" w:rsidRPr="00870ED0" w:rsidRDefault="00714EBB" w:rsidP="00BA0EBE">
      <w:pPr>
        <w:pStyle w:val="Heading5"/>
      </w:pPr>
      <w:r w:rsidRPr="00870ED0">
        <w:t>5.2</w:t>
      </w:r>
      <w:r w:rsidR="00BA0EBE" w:rsidRPr="00870ED0">
        <w:t>.3.14.1</w:t>
      </w:r>
      <w:r w:rsidR="00BA0EBE" w:rsidRPr="00870ED0">
        <w:tab/>
        <w:t>Conformance requirement</w:t>
      </w:r>
    </w:p>
    <w:p w:rsidR="00714EBB" w:rsidRPr="00870ED0" w:rsidRDefault="00714EBB">
      <w:pPr>
        <w:keepNext/>
        <w:keepLines/>
      </w:pPr>
      <w:r w:rsidRPr="00870ED0">
        <w:t>The method with following header shall be compliant to its definition in the API.</w:t>
      </w:r>
    </w:p>
    <w:p w:rsidR="00714EBB" w:rsidRPr="00870ED0" w:rsidRDefault="00714EBB">
      <w:pPr>
        <w:pStyle w:val="PL"/>
        <w:keepNext/>
        <w:keepLines/>
        <w:rPr>
          <w:noProof w:val="0"/>
          <w:snapToGrid w:val="0"/>
        </w:rPr>
      </w:pPr>
      <w:r w:rsidRPr="00870ED0">
        <w:rPr>
          <w:noProof w:val="0"/>
          <w:snapToGrid w:val="0"/>
        </w:rPr>
        <w:t>public void appendArray(byte[] buffer,</w:t>
      </w:r>
    </w:p>
    <w:p w:rsidR="00714EBB" w:rsidRPr="00870ED0" w:rsidRDefault="00714EBB">
      <w:pPr>
        <w:pStyle w:val="PL"/>
        <w:keepNext/>
        <w:keepLines/>
        <w:rPr>
          <w:noProof w:val="0"/>
          <w:snapToGrid w:val="0"/>
        </w:rPr>
      </w:pPr>
      <w:r w:rsidRPr="00870ED0">
        <w:rPr>
          <w:noProof w:val="0"/>
          <w:snapToGrid w:val="0"/>
        </w:rPr>
        <w:t xml:space="preserve">                        short offset,</w:t>
      </w:r>
    </w:p>
    <w:p w:rsidR="00714EBB" w:rsidRPr="00870ED0" w:rsidRDefault="00714EBB">
      <w:pPr>
        <w:pStyle w:val="PL"/>
        <w:keepNext/>
        <w:keepLines/>
        <w:rPr>
          <w:noProof w:val="0"/>
          <w:snapToGrid w:val="0"/>
        </w:rPr>
      </w:pPr>
      <w:r w:rsidRPr="00870ED0">
        <w:rPr>
          <w:noProof w:val="0"/>
          <w:snapToGrid w:val="0"/>
        </w:rPr>
        <w:t xml:space="preserve">                        short length)</w:t>
      </w:r>
    </w:p>
    <w:p w:rsidR="00714EBB" w:rsidRPr="00870ED0" w:rsidRDefault="00714EBB">
      <w:pPr>
        <w:pStyle w:val="PL"/>
        <w:keepNext/>
        <w:keepLines/>
        <w:rPr>
          <w:noProof w:val="0"/>
          <w:snapToGrid w:val="0"/>
        </w:rPr>
      </w:pPr>
      <w:r w:rsidRPr="00870ED0">
        <w:rPr>
          <w:noProof w:val="0"/>
          <w:snapToGrid w:val="0"/>
        </w:rPr>
        <w:t xml:space="preserve">                 throws java.lang.NullPointerException, </w:t>
      </w:r>
    </w:p>
    <w:p w:rsidR="00714EBB" w:rsidRPr="00870ED0" w:rsidRDefault="00714EBB">
      <w:pPr>
        <w:pStyle w:val="PL"/>
        <w:rPr>
          <w:noProof w:val="0"/>
          <w:snapToGrid w:val="0"/>
        </w:rPr>
      </w:pPr>
      <w:r w:rsidRPr="00870ED0">
        <w:rPr>
          <w:noProof w:val="0"/>
          <w:snapToGrid w:val="0"/>
        </w:rPr>
        <w:t xml:space="preserve">                        java.lang.ArrayIndexOutOfBoundsException,</w:t>
      </w:r>
    </w:p>
    <w:p w:rsidR="00714EBB" w:rsidRPr="00870ED0" w:rsidRDefault="00714EBB">
      <w:pPr>
        <w:pStyle w:val="PL"/>
        <w:rPr>
          <w:noProof w:val="0"/>
          <w:snapToGrid w:val="0"/>
        </w:rPr>
      </w:pPr>
      <w:r w:rsidRPr="00870ED0">
        <w:rPr>
          <w:noProof w:val="0"/>
          <w:snapToGrid w:val="0"/>
        </w:rPr>
        <w:t xml:space="preserve">                        ToolkitException</w:t>
      </w:r>
    </w:p>
    <w:p w:rsidR="00714EBB" w:rsidRPr="00870ED0" w:rsidRDefault="00714EBB">
      <w:pPr>
        <w:pStyle w:val="PL"/>
        <w:rPr>
          <w:noProof w:val="0"/>
          <w:snapToGrid w:val="0"/>
        </w:rPr>
      </w:pPr>
    </w:p>
    <w:p w:rsidR="00714EBB" w:rsidRPr="00870ED0" w:rsidRDefault="00714EBB">
      <w:pPr>
        <w:pStyle w:val="H6"/>
        <w:outlineLvl w:val="0"/>
      </w:pPr>
      <w:r w:rsidRPr="00870ED0">
        <w:t>5.2.3.14.1.1</w:t>
      </w:r>
      <w:r w:rsidRPr="00870ED0">
        <w:tab/>
        <w:t>Normal execution</w:t>
      </w:r>
    </w:p>
    <w:p w:rsidR="00714EBB" w:rsidRPr="00870ED0" w:rsidRDefault="00714EBB">
      <w:pPr>
        <w:pStyle w:val="B1"/>
      </w:pPr>
      <w:r w:rsidRPr="00870ED0">
        <w:t>CRRN1: appends a buffer into the EditHandler buffer</w:t>
      </w:r>
      <w:r w:rsidR="00BA0EBE" w:rsidRPr="00870ED0">
        <w:t>.</w:t>
      </w:r>
    </w:p>
    <w:p w:rsidR="00714EBB" w:rsidRPr="00870ED0" w:rsidRDefault="00714EBB">
      <w:pPr>
        <w:pStyle w:val="B1"/>
      </w:pPr>
      <w:r w:rsidRPr="00870ED0">
        <w:t>CRRN2: a successful append does not modify the TLV selected</w:t>
      </w:r>
      <w:r w:rsidR="00BA0EBE" w:rsidRPr="00870ED0">
        <w:t>.</w:t>
      </w:r>
    </w:p>
    <w:p w:rsidR="00714EBB" w:rsidRPr="00870ED0" w:rsidRDefault="00714EBB">
      <w:pPr>
        <w:pStyle w:val="H6"/>
        <w:outlineLvl w:val="0"/>
      </w:pPr>
      <w:r w:rsidRPr="00870ED0">
        <w:t>5.2.3.14.1.2</w:t>
      </w:r>
      <w:r w:rsidRPr="00870ED0">
        <w:tab/>
        <w:t>Parameter errors</w:t>
      </w:r>
    </w:p>
    <w:p w:rsidR="00714EBB" w:rsidRPr="00870ED0" w:rsidRDefault="00714EBB">
      <w:pPr>
        <w:pStyle w:val="B1"/>
      </w:pPr>
      <w:r w:rsidRPr="00870ED0">
        <w:t>CRRP1: if buffer is null, a java.lang.NullPointerException is thrown</w:t>
      </w:r>
      <w:r w:rsidR="00BA0EBE" w:rsidRPr="00870ED0">
        <w:t>.</w:t>
      </w:r>
    </w:p>
    <w:p w:rsidR="00714EBB" w:rsidRPr="00870ED0" w:rsidRDefault="00714EBB">
      <w:pPr>
        <w:pStyle w:val="B1"/>
      </w:pPr>
      <w:r w:rsidRPr="00870ED0">
        <w:t>CRRP2: if offset or length or both would cause access outside the array bounds, or if length is negative, a java.lang.ArrayIndexOutOfBoundsException is thrown.</w:t>
      </w:r>
    </w:p>
    <w:p w:rsidR="00714EBB" w:rsidRPr="00870ED0" w:rsidRDefault="00714EBB">
      <w:pPr>
        <w:pStyle w:val="H6"/>
        <w:outlineLvl w:val="0"/>
      </w:pPr>
      <w:r w:rsidRPr="00870ED0">
        <w:t>5.2.3.14.1.3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BA0EBE" w:rsidRPr="00870ED0">
        <w:t>.</w:t>
      </w:r>
    </w:p>
    <w:p w:rsidR="00714EBB" w:rsidRPr="00870ED0" w:rsidRDefault="00714EBB">
      <w:pPr>
        <w:pStyle w:val="B1"/>
      </w:pPr>
      <w:r w:rsidRPr="00870ED0">
        <w:t>CRRC2: if the EditHandler buffer is busy, a ToolkitException is thrown with reason code HANDLER_NOT_AVAILABLE</w:t>
      </w:r>
      <w:r w:rsidR="00BA0EBE" w:rsidRPr="00870ED0">
        <w:t>.</w:t>
      </w:r>
    </w:p>
    <w:p w:rsidR="00714EBB" w:rsidRPr="00870ED0" w:rsidRDefault="00714EBB" w:rsidP="00BA0EBE">
      <w:pPr>
        <w:pStyle w:val="Heading5"/>
      </w:pPr>
      <w:r w:rsidRPr="00870ED0">
        <w:lastRenderedPageBreak/>
        <w:t>5.2.3.14.2</w:t>
      </w:r>
      <w:r w:rsidRPr="00870ED0">
        <w:tab/>
        <w:t>Test area files</w:t>
      </w:r>
    </w:p>
    <w:p w:rsidR="00714EBB" w:rsidRPr="00870ED0" w:rsidRDefault="00714EBB" w:rsidP="00BA0EBE">
      <w:pPr>
        <w:keepNext/>
        <w:keepLines/>
      </w:pPr>
      <w:r w:rsidRPr="00870ED0">
        <w:t>Specific tr</w:t>
      </w:r>
      <w:r w:rsidR="00BA0EBE" w:rsidRPr="00870ED0">
        <w:t>iggering: Unrecognized Envelope:</w:t>
      </w:r>
    </w:p>
    <w:p w:rsidR="00714EBB" w:rsidRPr="00870ED0" w:rsidRDefault="00714EBB" w:rsidP="00BA0EBE">
      <w:pPr>
        <w:pStyle w:val="EX"/>
        <w:keepNext/>
      </w:pPr>
      <w:r w:rsidRPr="00870ED0">
        <w:t>Test Source:</w:t>
      </w:r>
      <w:r w:rsidRPr="00870ED0">
        <w:tab/>
        <w:t>Test_Api</w:t>
      </w:r>
      <w:r w:rsidR="00BA0EBE" w:rsidRPr="00870ED0">
        <w:t>_2_Erh_Apda_Bss.java.</w:t>
      </w:r>
    </w:p>
    <w:p w:rsidR="00714EBB" w:rsidRPr="00870ED0" w:rsidRDefault="00714EBB" w:rsidP="00BA0EBE">
      <w:pPr>
        <w:pStyle w:val="EX"/>
        <w:keepNext/>
      </w:pPr>
      <w:r w:rsidRPr="00870ED0">
        <w:t>Test App</w:t>
      </w:r>
      <w:r w:rsidR="00BA0EBE" w:rsidRPr="00870ED0">
        <w:t xml:space="preserve">let: </w:t>
      </w:r>
      <w:r w:rsidR="00BA0EBE" w:rsidRPr="00870ED0">
        <w:tab/>
        <w:t>Api_2_Erh_Apda_Bss_1.java.</w:t>
      </w:r>
    </w:p>
    <w:p w:rsidR="00714EBB" w:rsidRPr="00870ED0" w:rsidRDefault="00714EBB" w:rsidP="00BA0EBE">
      <w:pPr>
        <w:pStyle w:val="EX"/>
        <w:keepNext/>
      </w:pPr>
      <w:r w:rsidRPr="00870ED0">
        <w:t>Cap File:</w:t>
      </w:r>
      <w:r w:rsidRPr="00870ED0">
        <w:tab/>
        <w:t>api_2_erh_apda_bss.cap</w:t>
      </w:r>
      <w:r w:rsidR="00BA0EBE" w:rsidRPr="00870ED0">
        <w:t>.</w:t>
      </w:r>
    </w:p>
    <w:p w:rsidR="00714EBB" w:rsidRPr="00870ED0" w:rsidRDefault="00714EBB" w:rsidP="00BA0EBE">
      <w:pPr>
        <w:pStyle w:val="Heading5"/>
      </w:pPr>
      <w:r w:rsidRPr="00870ED0">
        <w:t>5.2.3.14.3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9, 10, 11</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8</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7</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12</w:t>
            </w:r>
          </w:p>
        </w:tc>
      </w:tr>
    </w:tbl>
    <w:p w:rsidR="00714EBB" w:rsidRPr="00870ED0" w:rsidRDefault="00714EBB" w:rsidP="00BA0EBE"/>
    <w:p w:rsidR="00714EBB" w:rsidRPr="00870ED0" w:rsidRDefault="00714EBB" w:rsidP="00BA0EBE">
      <w:pPr>
        <w:pStyle w:val="Heading5"/>
      </w:pPr>
      <w:r w:rsidRPr="00870ED0">
        <w:t>5.2.3.14.4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p>
        </w:tc>
        <w:tc>
          <w:tcPr>
            <w:tcW w:w="4111" w:type="dxa"/>
            <w:tcBorders>
              <w:bottom w:val="nil"/>
            </w:tcBorders>
          </w:tcPr>
          <w:p w:rsidR="00714EBB" w:rsidRPr="00870ED0" w:rsidRDefault="00714EBB">
            <w:pPr>
              <w:pStyle w:val="TAH"/>
              <w:keepNext w:val="0"/>
              <w:keepLines w:val="0"/>
            </w:pPr>
            <w:r w:rsidRPr="00870ED0">
              <w:t>Initialize the envelope response handler with a TLV of length 1</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Null buffer</w:t>
            </w:r>
          </w:p>
        </w:tc>
        <w:tc>
          <w:tcPr>
            <w:tcW w:w="2835" w:type="dxa"/>
            <w:tcBorders>
              <w:bottom w:val="nil"/>
            </w:tcBorders>
          </w:tcPr>
          <w:p w:rsidR="00714EBB" w:rsidRPr="00870ED0" w:rsidRDefault="00714EBB">
            <w:pPr>
              <w:pStyle w:val="TAL"/>
              <w:keepNext w:val="0"/>
              <w:keepLines w:val="0"/>
            </w:pPr>
            <w:r w:rsidRPr="00870ED0">
              <w:t>NullPointerException is thrown</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w:t>
            </w:r>
          </w:p>
        </w:tc>
        <w:tc>
          <w:tcPr>
            <w:tcW w:w="4111" w:type="dxa"/>
            <w:tcBorders>
              <w:bottom w:val="single" w:sz="4" w:space="0" w:color="auto"/>
            </w:tcBorders>
          </w:tcPr>
          <w:p w:rsidR="00714EBB" w:rsidRPr="00870ED0" w:rsidRDefault="00714EBB">
            <w:pPr>
              <w:pStyle w:val="TAH"/>
              <w:keepNext w:val="0"/>
              <w:keepLines w:val="0"/>
            </w:pPr>
            <w:r w:rsidRPr="00870ED0">
              <w:t xml:space="preserve">offset </w:t>
            </w:r>
            <w:r w:rsidRPr="00870ED0">
              <w:sym w:font="Symbol" w:char="F0B3"/>
            </w:r>
            <w:r w:rsidRPr="00870ED0">
              <w:t xml:space="preserve">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5</w:t>
            </w:r>
          </w:p>
          <w:p w:rsidR="00714EBB" w:rsidRPr="00870ED0" w:rsidRDefault="00714EBB">
            <w:pPr>
              <w:pStyle w:val="PL"/>
              <w:rPr>
                <w:noProof w:val="0"/>
              </w:rPr>
            </w:pPr>
            <w:r w:rsidRPr="00870ED0">
              <w:rPr>
                <w:noProof w:val="0"/>
              </w:rPr>
              <w: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-1</w:t>
            </w:r>
          </w:p>
          <w:p w:rsidR="00714EBB" w:rsidRPr="00870ED0" w:rsidRDefault="00714EBB">
            <w:pPr>
              <w:pStyle w:val="PL"/>
              <w:rPr>
                <w:noProof w:val="0"/>
              </w:rPr>
            </w:pPr>
            <w:r w:rsidRPr="00870ED0">
              <w:rPr>
                <w:noProof w:val="0"/>
              </w:rPr>
              <w:t>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length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offset + length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3</w:t>
            </w:r>
          </w:p>
          <w:p w:rsidR="00714EBB" w:rsidRPr="00870ED0" w:rsidRDefault="00714EBB">
            <w:pPr>
              <w:pStyle w:val="PL"/>
              <w:rPr>
                <w:noProof w:val="0"/>
              </w:rPr>
            </w:pPr>
            <w:r w:rsidRPr="00870ED0">
              <w:rPr>
                <w:noProof w:val="0"/>
              </w:rPr>
              <w:t>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pPr>
            <w:r w:rsidRPr="00870ED0">
              <w:t>6</w:t>
            </w:r>
          </w:p>
        </w:tc>
        <w:tc>
          <w:tcPr>
            <w:tcW w:w="4111" w:type="dxa"/>
            <w:tcBorders>
              <w:bottom w:val="single" w:sz="4" w:space="0" w:color="auto"/>
            </w:tcBorders>
          </w:tcPr>
          <w:p w:rsidR="00714EBB" w:rsidRPr="00870ED0" w:rsidRDefault="00714EBB">
            <w:pPr>
              <w:pStyle w:val="TAH"/>
            </w:pPr>
            <w:r w:rsidRPr="00870ED0">
              <w:t>length &lt; 0</w:t>
            </w:r>
          </w:p>
          <w:p w:rsidR="00714EBB" w:rsidRPr="00870ED0" w:rsidRDefault="00714EBB">
            <w:pPr>
              <w:pStyle w:val="PL"/>
              <w:keepNext/>
              <w:keepLines/>
              <w:rPr>
                <w:noProof w:val="0"/>
              </w:rPr>
            </w:pPr>
            <w:r w:rsidRPr="00870ED0">
              <w:rPr>
                <w:noProof w:val="0"/>
              </w:rPr>
              <w:t>appendArray()</w:t>
            </w:r>
          </w:p>
          <w:p w:rsidR="00714EBB" w:rsidRPr="00870ED0" w:rsidRDefault="00714EBB">
            <w:pPr>
              <w:pStyle w:val="PL"/>
              <w:keepNext/>
              <w:keepLines/>
              <w:rPr>
                <w:noProof w:val="0"/>
              </w:rPr>
            </w:pPr>
            <w:r w:rsidRPr="00870ED0">
              <w:rPr>
                <w:noProof w:val="0"/>
              </w:rPr>
              <w:t>buffer.length = 5</w:t>
            </w:r>
          </w:p>
          <w:p w:rsidR="00714EBB" w:rsidRPr="00870ED0" w:rsidRDefault="00714EBB">
            <w:pPr>
              <w:pStyle w:val="PL"/>
              <w:keepNext/>
              <w:keepLines/>
              <w:rPr>
                <w:noProof w:val="0"/>
              </w:rPr>
            </w:pPr>
            <w:r w:rsidRPr="00870ED0">
              <w:rPr>
                <w:noProof w:val="0"/>
              </w:rPr>
              <w:t>offset = 0</w:t>
            </w:r>
          </w:p>
          <w:p w:rsidR="00714EBB" w:rsidRPr="00870ED0" w:rsidRDefault="00714EBB">
            <w:pPr>
              <w:pStyle w:val="PL"/>
              <w:keepNext/>
              <w:keepLines/>
              <w:rPr>
                <w:noProof w:val="0"/>
              </w:rPr>
            </w:pPr>
            <w:r w:rsidRPr="00870ED0">
              <w:rPr>
                <w:noProof w:val="0"/>
              </w:rPr>
              <w:t>length = -1</w:t>
            </w:r>
          </w:p>
        </w:tc>
        <w:tc>
          <w:tcPr>
            <w:tcW w:w="2835" w:type="dxa"/>
            <w:tcBorders>
              <w:bottom w:val="single" w:sz="4" w:space="0" w:color="auto"/>
            </w:tcBorders>
          </w:tcPr>
          <w:p w:rsidR="00714EBB" w:rsidRPr="00870ED0" w:rsidRDefault="00714EBB">
            <w:pPr>
              <w:pStyle w:val="TAL"/>
            </w:pPr>
            <w:r w:rsidRPr="00870ED0">
              <w:t>ArrayIndexOutOfBoundsException is thrown</w:t>
            </w:r>
          </w:p>
        </w:tc>
        <w:tc>
          <w:tcPr>
            <w:tcW w:w="2410" w:type="dxa"/>
            <w:tcBorders>
              <w:bottom w:val="single" w:sz="4" w:space="0" w:color="auto"/>
            </w:tcBorders>
          </w:tcPr>
          <w:p w:rsidR="00714EBB" w:rsidRPr="00870ED0" w:rsidRDefault="00714EB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7</w:t>
            </w:r>
          </w:p>
        </w:tc>
        <w:tc>
          <w:tcPr>
            <w:tcW w:w="4111" w:type="dxa"/>
            <w:tcBorders>
              <w:bottom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getCapacity()+1</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getCapacity()+1</w:t>
            </w:r>
          </w:p>
        </w:tc>
        <w:tc>
          <w:tcPr>
            <w:tcW w:w="2835" w:type="dxa"/>
            <w:tcBorders>
              <w:bottom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8</w:t>
            </w:r>
          </w:p>
        </w:tc>
        <w:tc>
          <w:tcPr>
            <w:tcW w:w="4111" w:type="dxa"/>
            <w:tcBorders>
              <w:bottom w:val="nil"/>
            </w:tcBorders>
          </w:tcPr>
          <w:p w:rsidR="00714EBB" w:rsidRPr="00870ED0" w:rsidRDefault="00714EBB">
            <w:pPr>
              <w:pStyle w:val="TAH"/>
              <w:keepNext w:val="0"/>
              <w:keepLines w:val="0"/>
            </w:pPr>
            <w:r w:rsidRPr="00870ED0">
              <w:t>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findTLV() 0x81</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FF FE … F8</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8</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Verify Current TLV: Call 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9</w:t>
            </w:r>
          </w:p>
        </w:tc>
        <w:tc>
          <w:tcPr>
            <w:tcW w:w="4111" w:type="dxa"/>
            <w:tcBorders>
              <w:bottom w:val="nil"/>
            </w:tcBorders>
          </w:tcPr>
          <w:p w:rsidR="00714EBB" w:rsidRPr="00870ED0" w:rsidRDefault="00714EBB" w:rsidP="00BA0EBE">
            <w:pPr>
              <w:pStyle w:val="TAH"/>
              <w:rPr>
                <w:b w:val="0"/>
              </w:rPr>
            </w:pPr>
            <w:r w:rsidRPr="00870ED0">
              <w:t>Clear the handler</w:t>
            </w: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BA0EBE">
            <w:pPr>
              <w:pStyle w:val="TAC"/>
            </w:pPr>
          </w:p>
        </w:tc>
        <w:tc>
          <w:tcPr>
            <w:tcW w:w="4111" w:type="dxa"/>
            <w:tcBorders>
              <w:top w:val="single" w:sz="4" w:space="0" w:color="808080"/>
              <w:bottom w:val="nil"/>
            </w:tcBorders>
          </w:tcPr>
          <w:p w:rsidR="00714EBB" w:rsidRPr="00870ED0" w:rsidRDefault="00714EBB" w:rsidP="00BA0EBE">
            <w:pPr>
              <w:pStyle w:val="TAH"/>
            </w:pPr>
            <w:r w:rsidRPr="00870ED0">
              <w:t>Successful call</w:t>
            </w:r>
          </w:p>
          <w:p w:rsidR="00714EBB" w:rsidRPr="00870ED0" w:rsidRDefault="00714EBB" w:rsidP="00BA0EBE">
            <w:pPr>
              <w:pStyle w:val="PL"/>
              <w:keepNext/>
              <w:keepLines/>
              <w:rPr>
                <w:noProof w:val="0"/>
              </w:rPr>
            </w:pPr>
            <w:r w:rsidRPr="00870ED0">
              <w:rPr>
                <w:noProof w:val="0"/>
              </w:rPr>
              <w:t>appendArray()</w:t>
            </w:r>
          </w:p>
          <w:p w:rsidR="00714EBB" w:rsidRPr="00870ED0" w:rsidRDefault="00714EBB" w:rsidP="00BA0EBE">
            <w:pPr>
              <w:pStyle w:val="PL"/>
              <w:keepNext/>
              <w:keepLines/>
              <w:rPr>
                <w:noProof w:val="0"/>
              </w:rPr>
            </w:pPr>
            <w:r w:rsidRPr="00870ED0">
              <w:rPr>
                <w:noProof w:val="0"/>
              </w:rPr>
              <w:t>buffer = FF FE … F8</w:t>
            </w:r>
          </w:p>
          <w:p w:rsidR="00714EBB" w:rsidRPr="00870ED0" w:rsidRDefault="00714EBB" w:rsidP="00BA0EBE">
            <w:pPr>
              <w:pStyle w:val="PL"/>
              <w:keepNext/>
              <w:keepLines/>
              <w:rPr>
                <w:noProof w:val="0"/>
              </w:rPr>
            </w:pPr>
            <w:r w:rsidRPr="00870ED0">
              <w:rPr>
                <w:noProof w:val="0"/>
              </w:rPr>
              <w:t>offset = 0</w:t>
            </w:r>
          </w:p>
          <w:p w:rsidR="00714EBB" w:rsidRPr="00870ED0" w:rsidRDefault="00714EBB" w:rsidP="00BA0EBE">
            <w:pPr>
              <w:pStyle w:val="PL"/>
              <w:keepNext/>
              <w:keepLines/>
              <w:rPr>
                <w:noProof w:val="0"/>
              </w:rPr>
            </w:pPr>
            <w:r w:rsidRPr="00870ED0">
              <w:rPr>
                <w:noProof w:val="0"/>
              </w:rPr>
              <w:t>length = 8</w:t>
            </w:r>
          </w:p>
        </w:tc>
        <w:tc>
          <w:tcPr>
            <w:tcW w:w="2835" w:type="dxa"/>
            <w:tcBorders>
              <w:top w:val="single" w:sz="4" w:space="0" w:color="808080"/>
              <w:bottom w:val="nil"/>
            </w:tcBorders>
          </w:tcPr>
          <w:p w:rsidR="00714EBB" w:rsidRPr="00870ED0" w:rsidRDefault="00714EBB" w:rsidP="00BA0EBE">
            <w:pPr>
              <w:pStyle w:val="TAL"/>
            </w:pP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FF FE … F8</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10</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00 01 … 07</w:t>
            </w:r>
          </w:p>
          <w:p w:rsidR="00714EBB" w:rsidRPr="00870ED0" w:rsidRDefault="00714EBB">
            <w:pPr>
              <w:pStyle w:val="PL"/>
              <w:rPr>
                <w:noProof w:val="0"/>
              </w:rPr>
            </w:pPr>
            <w:r w:rsidRPr="00870ED0">
              <w:rPr>
                <w:noProof w:val="0"/>
              </w:rPr>
              <w:t>offset = 2</w:t>
            </w:r>
          </w:p>
          <w:p w:rsidR="00714EBB" w:rsidRPr="00870ED0" w:rsidRDefault="00714EBB">
            <w:pPr>
              <w:pStyle w:val="PL"/>
              <w:rPr>
                <w:noProof w:val="0"/>
              </w:rPr>
            </w:pPr>
            <w:r w:rsidRPr="00870ED0">
              <w:rPr>
                <w:noProof w:val="0"/>
              </w:rPr>
              <w:t>length = 6</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Arial" w:hAnsi="Arial"/>
                <w:noProof w:val="0"/>
                <w:sz w:val="18"/>
              </w:rPr>
            </w:pPr>
            <w:r w:rsidRPr="00870ED0">
              <w:rPr>
                <w:noProof w:val="0"/>
              </w:rPr>
              <w:t>compareBuffer = FF FE … F8 02 03 … 07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11 22 … 88</w:t>
            </w:r>
          </w:p>
          <w:p w:rsidR="00714EBB" w:rsidRPr="00870ED0" w:rsidRDefault="00714EBB">
            <w:pPr>
              <w:pStyle w:val="PL"/>
              <w:rPr>
                <w:noProof w:val="0"/>
              </w:rPr>
            </w:pPr>
            <w:r w:rsidRPr="00870ED0">
              <w:rPr>
                <w:noProof w:val="0"/>
              </w:rPr>
              <w:t>offset = 2</w:t>
            </w:r>
          </w:p>
          <w:p w:rsidR="00714EBB" w:rsidRPr="00870ED0" w:rsidRDefault="00714EBB">
            <w:pPr>
              <w:pStyle w:val="PL"/>
              <w:rPr>
                <w:noProof w:val="0"/>
              </w:rPr>
            </w:pPr>
            <w:r w:rsidRPr="00870ED0">
              <w:rPr>
                <w:noProof w:val="0"/>
              </w:rPr>
              <w:t>length = 4</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Arial" w:hAnsi="Arial"/>
                <w:noProof w:val="0"/>
                <w:sz w:val="18"/>
              </w:rPr>
            </w:pPr>
            <w:r w:rsidRPr="00870ED0">
              <w:rPr>
                <w:noProof w:val="0"/>
              </w:rPr>
              <w:t>compareBuffer = FF FE … F8 02 03 … 07 33 44 55 66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noProof w:val="0"/>
              </w:rPr>
            </w:pPr>
            <w:r w:rsidRPr="00870ED0">
              <w:rPr>
                <w:noProof w:val="0"/>
              </w:rPr>
              <w:t>Call post() method, then appendArray()</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5.2.3.15</w:t>
      </w:r>
      <w:r w:rsidRPr="00870ED0">
        <w:tab/>
        <w:t>Method appendTLV(byte tag, byte value)</w:t>
      </w:r>
    </w:p>
    <w:p w:rsidR="00714EBB" w:rsidRPr="00870ED0" w:rsidRDefault="00714EBB">
      <w:r w:rsidRPr="00870ED0">
        <w:t>Test Area Reference: Api_2_Erh_Aptlbb</w:t>
      </w:r>
      <w:r w:rsidR="00BA0EBE" w:rsidRPr="00870ED0">
        <w:t>.</w:t>
      </w:r>
    </w:p>
    <w:p w:rsidR="00714EBB" w:rsidRPr="00870ED0" w:rsidRDefault="00714EBB" w:rsidP="00BA0EBE">
      <w:pPr>
        <w:pStyle w:val="Heading5"/>
      </w:pPr>
      <w:r w:rsidRPr="00870ED0">
        <w:t>5.2</w:t>
      </w:r>
      <w:r w:rsidR="00BA0EBE" w:rsidRPr="00870ED0">
        <w:t>.3.15.1</w:t>
      </w:r>
      <w:r w:rsidR="00BA0EB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 byte value)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5.2.3.15.1.1</w:t>
      </w:r>
      <w:r w:rsidRPr="00870ED0">
        <w:tab/>
        <w:t>Normal execution</w:t>
      </w:r>
    </w:p>
    <w:p w:rsidR="00714EBB" w:rsidRPr="00870ED0" w:rsidRDefault="00714EBB">
      <w:pPr>
        <w:pStyle w:val="B1"/>
      </w:pPr>
      <w:r w:rsidRPr="00870ED0">
        <w:t>CRRN1: Appends a TLV element to the current TLV list (1-byte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5.2.3.15.1.2</w:t>
      </w:r>
      <w:r w:rsidRPr="00870ED0">
        <w:tab/>
        <w:t>Parameter errors</w:t>
      </w:r>
    </w:p>
    <w:p w:rsidR="00714EBB" w:rsidRPr="00870ED0" w:rsidRDefault="00714EBB">
      <w:r w:rsidRPr="00870ED0">
        <w:t>No requirements</w:t>
      </w:r>
      <w:r w:rsidR="00510107" w:rsidRPr="00870ED0">
        <w:t>.</w:t>
      </w:r>
    </w:p>
    <w:p w:rsidR="00714EBB" w:rsidRPr="00870ED0" w:rsidRDefault="00714EBB">
      <w:pPr>
        <w:pStyle w:val="H6"/>
        <w:outlineLvl w:val="0"/>
      </w:pPr>
      <w:r w:rsidRPr="00870ED0">
        <w:t>5.2.3.15.1.3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BA0EBE" w:rsidRPr="00870ED0">
        <w:t>.</w:t>
      </w:r>
    </w:p>
    <w:p w:rsidR="00714EBB" w:rsidRPr="00870ED0" w:rsidRDefault="00714EBB">
      <w:pPr>
        <w:pStyle w:val="B1"/>
      </w:pPr>
      <w:r w:rsidRPr="00870ED0">
        <w:t>CRRC2: if the EditHandler buffer is busy, a ToolkitException is thrown with reason code HANDLER_NOT_AVAILABLE</w:t>
      </w:r>
      <w:r w:rsidR="00BA0EBE" w:rsidRPr="00870ED0">
        <w:t>.</w:t>
      </w:r>
    </w:p>
    <w:p w:rsidR="00714EBB" w:rsidRPr="00870ED0" w:rsidRDefault="00714EBB" w:rsidP="00BA0EBE">
      <w:pPr>
        <w:pStyle w:val="Heading5"/>
      </w:pPr>
      <w:r w:rsidRPr="00870ED0">
        <w:lastRenderedPageBreak/>
        <w:t>5.2.3.15.2</w:t>
      </w:r>
      <w:r w:rsidRPr="00870ED0">
        <w:tab/>
        <w:t>Test area files</w:t>
      </w:r>
    </w:p>
    <w:p w:rsidR="00714EBB" w:rsidRPr="00870ED0" w:rsidRDefault="00714EBB" w:rsidP="00BA0EBE">
      <w:pPr>
        <w:keepNext/>
        <w:keepLines/>
      </w:pPr>
      <w:r w:rsidRPr="00870ED0">
        <w:t>Specific tr</w:t>
      </w:r>
      <w:r w:rsidR="00BA0EBE" w:rsidRPr="00870ED0">
        <w:t>iggering: Unrecognized Envelope:</w:t>
      </w:r>
    </w:p>
    <w:p w:rsidR="00714EBB" w:rsidRPr="00870ED0" w:rsidRDefault="00714EBB" w:rsidP="00BA0EBE">
      <w:pPr>
        <w:pStyle w:val="EX"/>
        <w:keepNext/>
      </w:pPr>
      <w:r w:rsidRPr="00870ED0">
        <w:t>Test Source:</w:t>
      </w:r>
      <w:r w:rsidRPr="00870ED0">
        <w:tab/>
        <w:t>Test_Api_2_Erh_Aptlbb.java</w:t>
      </w:r>
      <w:r w:rsidR="00BA0EBE" w:rsidRPr="00870ED0">
        <w:t>.</w:t>
      </w:r>
    </w:p>
    <w:p w:rsidR="00714EBB" w:rsidRPr="00870ED0" w:rsidRDefault="00714EBB" w:rsidP="00BA0EBE">
      <w:pPr>
        <w:pStyle w:val="EX"/>
        <w:keepNext/>
      </w:pPr>
      <w:r w:rsidRPr="00870ED0">
        <w:t>Test A</w:t>
      </w:r>
      <w:r w:rsidR="00BA0EBE" w:rsidRPr="00870ED0">
        <w:t xml:space="preserve">pplet: </w:t>
      </w:r>
      <w:r w:rsidR="00BA0EBE" w:rsidRPr="00870ED0">
        <w:tab/>
        <w:t>Api_2_Erh_Aptlbb_1.java.</w:t>
      </w:r>
    </w:p>
    <w:p w:rsidR="00714EBB" w:rsidRPr="00870ED0" w:rsidRDefault="00714EBB" w:rsidP="00BA0EBE">
      <w:pPr>
        <w:pStyle w:val="EX"/>
        <w:keepNext/>
      </w:pPr>
      <w:r w:rsidRPr="00870ED0">
        <w:t>Cap File:</w:t>
      </w:r>
      <w:r w:rsidRPr="00870ED0">
        <w:tab/>
        <w:t>api_2_erh_aptlbb.cap</w:t>
      </w:r>
      <w:r w:rsidR="00BA0EBE" w:rsidRPr="00870ED0">
        <w:t>.</w:t>
      </w:r>
    </w:p>
    <w:p w:rsidR="00714EBB" w:rsidRPr="00870ED0" w:rsidRDefault="00714EBB" w:rsidP="00BA0EBE">
      <w:pPr>
        <w:pStyle w:val="Heading5"/>
      </w:pPr>
      <w:r w:rsidRPr="00870ED0">
        <w:t>5.2.3.15.3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pPr>
            <w:r w:rsidRPr="00870ED0">
              <w:t>CRR number</w:t>
            </w:r>
          </w:p>
        </w:tc>
        <w:tc>
          <w:tcPr>
            <w:tcW w:w="3901" w:type="dxa"/>
          </w:tcPr>
          <w:p w:rsidR="00714EBB" w:rsidRPr="00870ED0" w:rsidRDefault="00714EBB">
            <w:pPr>
              <w:pStyle w:val="TAH"/>
            </w:pPr>
            <w:r w:rsidRPr="00870ED0">
              <w:t>Test case number</w:t>
            </w:r>
          </w:p>
        </w:tc>
      </w:tr>
      <w:tr w:rsidR="00714EBB" w:rsidRPr="00870ED0" w:rsidTr="00714EBB">
        <w:trPr>
          <w:jc w:val="center"/>
        </w:trPr>
        <w:tc>
          <w:tcPr>
            <w:tcW w:w="1299" w:type="dxa"/>
          </w:tcPr>
          <w:p w:rsidR="00714EBB" w:rsidRPr="00870ED0" w:rsidRDefault="00714EBB">
            <w:pPr>
              <w:pStyle w:val="TAC"/>
            </w:pPr>
            <w:r w:rsidRPr="00870ED0">
              <w:t>N1</w:t>
            </w:r>
          </w:p>
        </w:tc>
        <w:tc>
          <w:tcPr>
            <w:tcW w:w="3901" w:type="dxa"/>
          </w:tcPr>
          <w:p w:rsidR="00714EBB" w:rsidRPr="00870ED0" w:rsidRDefault="00714EBB">
            <w:pPr>
              <w:pStyle w:val="TAC"/>
            </w:pPr>
            <w:r w:rsidRPr="00870ED0">
              <w:t>3, 4</w:t>
            </w:r>
          </w:p>
        </w:tc>
      </w:tr>
      <w:tr w:rsidR="00714EBB" w:rsidRPr="00870ED0" w:rsidTr="00714EBB">
        <w:trPr>
          <w:jc w:val="center"/>
        </w:trPr>
        <w:tc>
          <w:tcPr>
            <w:tcW w:w="1299" w:type="dxa"/>
          </w:tcPr>
          <w:p w:rsidR="00714EBB" w:rsidRPr="00870ED0" w:rsidRDefault="00714EBB">
            <w:pPr>
              <w:pStyle w:val="TAC"/>
            </w:pPr>
            <w:r w:rsidRPr="00870ED0">
              <w:t>N2</w:t>
            </w:r>
          </w:p>
        </w:tc>
        <w:tc>
          <w:tcPr>
            <w:tcW w:w="3901" w:type="dxa"/>
          </w:tcPr>
          <w:p w:rsidR="00714EBB" w:rsidRPr="00870ED0" w:rsidRDefault="00714EBB">
            <w:pPr>
              <w:pStyle w:val="TAC"/>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5</w:t>
            </w:r>
          </w:p>
        </w:tc>
      </w:tr>
    </w:tbl>
    <w:p w:rsidR="00714EBB" w:rsidRPr="00870ED0" w:rsidRDefault="00714EBB" w:rsidP="00BA0EBE"/>
    <w:p w:rsidR="00714EBB" w:rsidRPr="00870ED0" w:rsidRDefault="00714EBB" w:rsidP="00BA0EBE">
      <w:pPr>
        <w:pStyle w:val="Heading5"/>
      </w:pPr>
      <w:r w:rsidRPr="00870ED0">
        <w:t>5.2.3.15.4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BA0EBE">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getCapacity()-1</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rPr>
                <w:b w:val="0"/>
              </w:rPr>
            </w:pPr>
            <w:r w:rsidRPr="00870ED0">
              <w:t xml:space="preserve"> Call appendTLV()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clear the handler, 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Select Command Details TLV</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the appendTLV()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Verify Current TLV: Call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3</w:t>
            </w:r>
          </w:p>
        </w:tc>
        <w:tc>
          <w:tcPr>
            <w:tcW w:w="4111" w:type="dxa"/>
            <w:tcBorders>
              <w:bottom w:val="nil"/>
            </w:tcBorders>
          </w:tcPr>
          <w:p w:rsidR="00714EBB" w:rsidRPr="00870ED0" w:rsidRDefault="00714EBB">
            <w:pPr>
              <w:pStyle w:val="TAH"/>
              <w:keepNext w:val="0"/>
              <w:keepLines w:val="0"/>
            </w:pPr>
            <w:r w:rsidRPr="00870ED0">
              <w:t>Clear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84 01 00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4</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 = Feh</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84 01 00 01 01 FE</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HANDLER_ NOT_AVAILABLE exception</w:t>
            </w:r>
          </w:p>
          <w:p w:rsidR="00714EBB" w:rsidRPr="00870ED0" w:rsidRDefault="00714EBB">
            <w:pPr>
              <w:pStyle w:val="PL"/>
              <w:rPr>
                <w:noProof w:val="0"/>
              </w:rPr>
            </w:pPr>
            <w:r w:rsidRPr="00870ED0">
              <w:rPr>
                <w:noProof w:val="0"/>
              </w:rPr>
              <w:t>Call post() method, then appendTLV()</w:t>
            </w:r>
          </w:p>
        </w:tc>
        <w:tc>
          <w:tcPr>
            <w:tcW w:w="2835" w:type="dxa"/>
            <w:tcBorders>
              <w:top w:val="single" w:sz="4" w:space="0" w:color="808080"/>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5.2.3.16</w:t>
      </w:r>
      <w:r w:rsidRPr="00870ED0">
        <w:tab/>
        <w:t>Method appendTLV(byte</w:t>
      </w:r>
      <w:r w:rsidR="00C761A6" w:rsidRPr="00870ED0">
        <w:t xml:space="preserve"> tag, byte value1, byte value2)</w:t>
      </w:r>
    </w:p>
    <w:p w:rsidR="00714EBB" w:rsidRPr="00870ED0" w:rsidRDefault="00714EBB">
      <w:r w:rsidRPr="00870ED0">
        <w:t>Test Area Reference: Api_2_Erh_Aptlbbb</w:t>
      </w:r>
      <w:r w:rsidR="00BA0EBE" w:rsidRPr="00870ED0">
        <w:t>.</w:t>
      </w:r>
    </w:p>
    <w:p w:rsidR="00714EBB" w:rsidRPr="00870ED0" w:rsidRDefault="00714EBB" w:rsidP="00BA0EBE">
      <w:pPr>
        <w:pStyle w:val="Heading5"/>
      </w:pPr>
      <w:r w:rsidRPr="00870ED0">
        <w:t>5.2.</w:t>
      </w:r>
      <w:r w:rsidR="00BA0EBE" w:rsidRPr="00870ED0">
        <w:t>3.16.1</w:t>
      </w:r>
      <w:r w:rsidR="00BA0EBE"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 byte value1,byte value2)</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lastRenderedPageBreak/>
        <w:t>5.2.3.16.1.1</w:t>
      </w:r>
      <w:r w:rsidRPr="00870ED0">
        <w:tab/>
        <w:t>Normal execution</w:t>
      </w:r>
    </w:p>
    <w:p w:rsidR="00714EBB" w:rsidRPr="00870ED0" w:rsidRDefault="00714EBB">
      <w:pPr>
        <w:pStyle w:val="B1"/>
      </w:pPr>
      <w:r w:rsidRPr="00870ED0">
        <w:t>CRRN1: Appends a TLV element to the cur</w:t>
      </w:r>
      <w:r w:rsidR="00BA0EBE" w:rsidRPr="00870ED0">
        <w:t>rent TLV list (2-byte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5.2.3.16.1.2</w:t>
      </w:r>
      <w:r w:rsidRPr="00870ED0">
        <w:tab/>
        <w:t>Parameter errors</w:t>
      </w:r>
    </w:p>
    <w:p w:rsidR="00714EBB" w:rsidRPr="00870ED0" w:rsidRDefault="00714EBB">
      <w:r w:rsidRPr="00870ED0">
        <w:t>No requirements</w:t>
      </w:r>
      <w:r w:rsidR="00BA0EBE" w:rsidRPr="00870ED0">
        <w:t>.</w:t>
      </w:r>
    </w:p>
    <w:p w:rsidR="00714EBB" w:rsidRPr="00870ED0" w:rsidRDefault="00714EBB">
      <w:pPr>
        <w:pStyle w:val="H6"/>
        <w:outlineLvl w:val="0"/>
      </w:pPr>
      <w:r w:rsidRPr="00870ED0">
        <w:t>5.2.3.16.1.3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BA0EBE" w:rsidRPr="00870ED0">
        <w:t>.</w:t>
      </w:r>
    </w:p>
    <w:p w:rsidR="00714EBB" w:rsidRPr="00870ED0" w:rsidRDefault="00714EBB">
      <w:pPr>
        <w:pStyle w:val="B1"/>
      </w:pPr>
      <w:r w:rsidRPr="00870ED0">
        <w:t>CRRC2: if the EditHandler buffer is busy, a ToolkitException is thrown with reason code HANDLER_NOT_AVAILABLE</w:t>
      </w:r>
      <w:r w:rsidR="00BA0EBE" w:rsidRPr="00870ED0">
        <w:t>.</w:t>
      </w:r>
    </w:p>
    <w:p w:rsidR="00714EBB" w:rsidRPr="00870ED0" w:rsidRDefault="00BA0EBE" w:rsidP="00BA0EBE">
      <w:pPr>
        <w:pStyle w:val="Heading5"/>
      </w:pPr>
      <w:r w:rsidRPr="00870ED0">
        <w:t>5.2.3.16.2</w:t>
      </w:r>
      <w:r w:rsidR="00714EBB" w:rsidRPr="00870ED0">
        <w:tab/>
        <w:t>Test area files</w:t>
      </w:r>
    </w:p>
    <w:p w:rsidR="00714EBB" w:rsidRPr="00870ED0" w:rsidRDefault="00714EBB">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Test_Api_2_Erh_Aptl Bbb.java</w:t>
      </w:r>
      <w:r w:rsidR="00BA0EBE" w:rsidRPr="00870ED0">
        <w:t>.</w:t>
      </w:r>
    </w:p>
    <w:p w:rsidR="00714EBB" w:rsidRPr="00870ED0" w:rsidRDefault="00714EBB" w:rsidP="00BA0EBE">
      <w:pPr>
        <w:pStyle w:val="EX"/>
      </w:pPr>
      <w:r w:rsidRPr="00870ED0">
        <w:t xml:space="preserve">Test Applet: </w:t>
      </w:r>
      <w:r w:rsidRPr="00870ED0">
        <w:tab/>
        <w:t>Api_</w:t>
      </w:r>
      <w:r w:rsidR="00BA0EBE" w:rsidRPr="00870ED0">
        <w:t>2_Erh_Aptl Bbb_1.java.</w:t>
      </w:r>
    </w:p>
    <w:p w:rsidR="00714EBB" w:rsidRPr="00870ED0" w:rsidRDefault="00714EBB" w:rsidP="00BA0EBE">
      <w:pPr>
        <w:pStyle w:val="EX"/>
      </w:pPr>
      <w:r w:rsidRPr="00870ED0">
        <w:t>Cap File:</w:t>
      </w:r>
      <w:r w:rsidRPr="00870ED0">
        <w:tab/>
        <w:t>api_2_erh_aptl bbb.cap</w:t>
      </w:r>
      <w:r w:rsidR="00BA0EBE" w:rsidRPr="00870ED0">
        <w:t>.</w:t>
      </w:r>
    </w:p>
    <w:p w:rsidR="00714EBB" w:rsidRPr="00870ED0" w:rsidRDefault="00714EBB" w:rsidP="00BA0EBE">
      <w:pPr>
        <w:pStyle w:val="Heading5"/>
      </w:pPr>
      <w:r w:rsidRPr="00870ED0">
        <w:t>5.2.3.16.3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3, 4</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5</w:t>
            </w:r>
          </w:p>
        </w:tc>
      </w:tr>
    </w:tbl>
    <w:p w:rsidR="00714EBB" w:rsidRPr="00870ED0" w:rsidRDefault="00714EBB" w:rsidP="00BA0EBE"/>
    <w:p w:rsidR="00714EBB" w:rsidRPr="00870ED0" w:rsidRDefault="00714EBB" w:rsidP="00BA0EBE">
      <w:pPr>
        <w:pStyle w:val="Heading5"/>
      </w:pPr>
      <w:r w:rsidRPr="00870ED0">
        <w:t>5.2.3.16.4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Call the appendArray() with length of getCapacity()-1</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rPr>
                <w:b w:val="0"/>
              </w:rPr>
            </w:pPr>
            <w:r w:rsidRPr="00870ED0">
              <w:t xml:space="preserve"> Call appendTLV()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r w:rsidRPr="00870ED0">
              <w:t>2</w:t>
            </w:r>
          </w:p>
        </w:tc>
        <w:tc>
          <w:tcPr>
            <w:tcW w:w="4111" w:type="dxa"/>
            <w:tcBorders>
              <w:bottom w:val="nil"/>
            </w:tcBorders>
          </w:tcPr>
          <w:p w:rsidR="00714EBB" w:rsidRPr="00870ED0" w:rsidRDefault="00714EBB">
            <w:pPr>
              <w:pStyle w:val="TAH"/>
            </w:pPr>
            <w:r w:rsidRPr="00870ED0">
              <w:t>clear the handler, append the handler with TLVs:</w:t>
            </w:r>
          </w:p>
          <w:p w:rsidR="00714EBB" w:rsidRPr="00870ED0" w:rsidRDefault="00714EBB">
            <w:pPr>
              <w:pStyle w:val="PL"/>
              <w:keepNext/>
              <w:keepLines/>
              <w:rPr>
                <w:noProof w:val="0"/>
              </w:rPr>
            </w:pPr>
            <w:r w:rsidRPr="00870ED0">
              <w:rPr>
                <w:noProof w:val="0"/>
              </w:rPr>
              <w:t>81 03 11 22 33</w:t>
            </w:r>
          </w:p>
          <w:p w:rsidR="00714EBB" w:rsidRPr="00870ED0" w:rsidRDefault="00714EBB">
            <w:pPr>
              <w:pStyle w:val="PL"/>
              <w:keepNext/>
              <w:keepLines/>
              <w:rPr>
                <w:noProof w:val="0"/>
              </w:rPr>
            </w:pPr>
            <w:r w:rsidRPr="00870ED0">
              <w:rPr>
                <w:noProof w:val="0"/>
              </w:rPr>
              <w:t>82 02 99 77</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p>
        </w:tc>
        <w:tc>
          <w:tcPr>
            <w:tcW w:w="4111" w:type="dxa"/>
            <w:tcBorders>
              <w:top w:val="single" w:sz="4" w:space="0" w:color="808080"/>
              <w:bottom w:val="nil"/>
            </w:tcBorders>
          </w:tcPr>
          <w:p w:rsidR="00714EBB" w:rsidRPr="00870ED0" w:rsidRDefault="00714EBB">
            <w:pPr>
              <w:pStyle w:val="TAH"/>
            </w:pPr>
            <w:r w:rsidRPr="00870ED0">
              <w:t>Select Command Details TLV</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p>
        </w:tc>
        <w:tc>
          <w:tcPr>
            <w:tcW w:w="4111" w:type="dxa"/>
            <w:tcBorders>
              <w:top w:val="single" w:sz="4" w:space="0" w:color="808080"/>
              <w:bottom w:val="nil"/>
            </w:tcBorders>
          </w:tcPr>
          <w:p w:rsidR="00714EBB" w:rsidRPr="00870ED0" w:rsidRDefault="00714EBB">
            <w:pPr>
              <w:pStyle w:val="TAH"/>
            </w:pPr>
            <w:r w:rsidRPr="00870ED0">
              <w:t>Call appendTLV() method</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Verify Current TLV: Call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3</w:t>
            </w:r>
          </w:p>
        </w:tc>
        <w:tc>
          <w:tcPr>
            <w:tcW w:w="4111" w:type="dxa"/>
            <w:tcBorders>
              <w:bottom w:val="nil"/>
            </w:tcBorders>
          </w:tcPr>
          <w:p w:rsidR="00714EBB" w:rsidRPr="00870ED0" w:rsidRDefault="00714EBB">
            <w:pPr>
              <w:pStyle w:val="TAH"/>
              <w:keepNext w:val="0"/>
              <w:keepLines w:val="0"/>
            </w:pPr>
            <w:r w:rsidRPr="00870ED0">
              <w:t>Clear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w:t>
            </w:r>
          </w:p>
          <w:p w:rsidR="00714EBB" w:rsidRPr="00870ED0" w:rsidRDefault="00714EBB">
            <w:pPr>
              <w:pStyle w:val="PL"/>
              <w:rPr>
                <w:noProof w:val="0"/>
              </w:rPr>
            </w:pPr>
            <w:r w:rsidRPr="00870ED0">
              <w:rPr>
                <w:noProof w:val="0"/>
              </w:rPr>
              <w:t>value2 = 01h</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84 02 00 01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4</w:t>
            </w:r>
          </w:p>
        </w:tc>
        <w:tc>
          <w:tcPr>
            <w:tcW w:w="4111" w:type="dxa"/>
            <w:tcBorders>
              <w:bottom w:val="nil"/>
            </w:tcBorders>
          </w:tcPr>
          <w:p w:rsidR="00714EBB" w:rsidRPr="00870ED0" w:rsidRDefault="00714EBB" w:rsidP="00BA0EBE">
            <w:pPr>
              <w:pStyle w:val="TAH"/>
            </w:pPr>
            <w:r w:rsidRPr="00870ED0">
              <w:t>Successful call</w:t>
            </w:r>
          </w:p>
          <w:p w:rsidR="00714EBB" w:rsidRPr="00870ED0" w:rsidRDefault="00714EBB" w:rsidP="00BA0EBE">
            <w:pPr>
              <w:pStyle w:val="PL"/>
              <w:keepNext/>
              <w:keepLines/>
              <w:rPr>
                <w:noProof w:val="0"/>
              </w:rPr>
            </w:pPr>
            <w:r w:rsidRPr="00870ED0">
              <w:rPr>
                <w:noProof w:val="0"/>
              </w:rPr>
              <w:t>appendTLV()</w:t>
            </w:r>
          </w:p>
          <w:p w:rsidR="00714EBB" w:rsidRPr="00870ED0" w:rsidRDefault="00714EBB" w:rsidP="00BA0EBE">
            <w:pPr>
              <w:pStyle w:val="PL"/>
              <w:keepNext/>
              <w:keepLines/>
              <w:rPr>
                <w:noProof w:val="0"/>
              </w:rPr>
            </w:pPr>
            <w:r w:rsidRPr="00870ED0">
              <w:rPr>
                <w:noProof w:val="0"/>
              </w:rPr>
              <w:t>tag = 01h</w:t>
            </w:r>
          </w:p>
          <w:p w:rsidR="00714EBB" w:rsidRPr="00870ED0" w:rsidRDefault="00714EBB" w:rsidP="00BA0EBE">
            <w:pPr>
              <w:pStyle w:val="PL"/>
              <w:keepNext/>
              <w:keepLines/>
              <w:rPr>
                <w:noProof w:val="0"/>
              </w:rPr>
            </w:pPr>
            <w:r w:rsidRPr="00870ED0">
              <w:rPr>
                <w:noProof w:val="0"/>
              </w:rPr>
              <w:t>value1 = FEh</w:t>
            </w:r>
          </w:p>
          <w:p w:rsidR="00714EBB" w:rsidRPr="00870ED0" w:rsidRDefault="00714EBB" w:rsidP="00BA0EBE">
            <w:pPr>
              <w:pStyle w:val="PL"/>
              <w:keepNext/>
              <w:keepLines/>
              <w:rPr>
                <w:noProof w:val="0"/>
              </w:rPr>
            </w:pPr>
            <w:r w:rsidRPr="00870ED0">
              <w:rPr>
                <w:noProof w:val="0"/>
              </w:rPr>
              <w:t>value2 = FDh</w:t>
            </w: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BA0EBE">
            <w:pPr>
              <w:pStyle w:val="TAC"/>
            </w:pPr>
          </w:p>
        </w:tc>
        <w:tc>
          <w:tcPr>
            <w:tcW w:w="4111" w:type="dxa"/>
            <w:tcBorders>
              <w:top w:val="single" w:sz="4" w:space="0" w:color="808080"/>
              <w:bottom w:val="nil"/>
            </w:tcBorders>
          </w:tcPr>
          <w:p w:rsidR="00714EBB" w:rsidRPr="00870ED0" w:rsidRDefault="00714EBB" w:rsidP="00BA0EBE">
            <w:pPr>
              <w:pStyle w:val="TAH"/>
              <w:rPr>
                <w:b w:val="0"/>
              </w:rPr>
            </w:pPr>
            <w:r w:rsidRPr="00870ED0">
              <w:t>Call copy() method</w:t>
            </w:r>
          </w:p>
        </w:tc>
        <w:tc>
          <w:tcPr>
            <w:tcW w:w="2835" w:type="dxa"/>
            <w:tcBorders>
              <w:top w:val="single" w:sz="4" w:space="0" w:color="808080"/>
              <w:bottom w:val="nil"/>
            </w:tcBorders>
          </w:tcPr>
          <w:p w:rsidR="00714EBB" w:rsidRPr="00870ED0" w:rsidRDefault="00714EBB" w:rsidP="00BA0EBE">
            <w:pPr>
              <w:pStyle w:val="TAL"/>
            </w:pP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84 02 00 01 01 02 FE FD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b/>
                <w:noProof w:val="0"/>
              </w:rPr>
            </w:pPr>
            <w:r w:rsidRPr="00870ED0">
              <w:rPr>
                <w:noProof w:val="0"/>
              </w:rPr>
              <w:t>Call post() method, then appendTLV()</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BA0EBE">
      <w:pPr>
        <w:pStyle w:val="Heading4"/>
      </w:pPr>
      <w:r w:rsidRPr="00870ED0">
        <w:t>5</w:t>
      </w:r>
      <w:r w:rsidR="00714EBB" w:rsidRPr="00870ED0">
        <w:t>.</w:t>
      </w:r>
      <w:r w:rsidRPr="00870ED0">
        <w:t>2</w:t>
      </w:r>
      <w:r w:rsidR="00714EBB" w:rsidRPr="00870ED0">
        <w:t>.3.17</w:t>
      </w:r>
      <w:r w:rsidR="00714EBB" w:rsidRPr="00870ED0">
        <w:tab/>
        <w:t xml:space="preserve">Method appendTLV(byte tag, byte[ ] value, short </w:t>
      </w:r>
      <w:r w:rsidRPr="00870ED0">
        <w:t>valueoffset, short valuelength)</w:t>
      </w:r>
    </w:p>
    <w:p w:rsidR="00714EBB" w:rsidRPr="00870ED0" w:rsidRDefault="00714EBB">
      <w:pPr>
        <w:outlineLvl w:val="0"/>
      </w:pPr>
      <w:r w:rsidRPr="00870ED0">
        <w:t>Test Area Reference: Api_2_Erh_Aptlb_Bss</w:t>
      </w:r>
      <w:r w:rsidR="00BA0EBE" w:rsidRPr="00870ED0">
        <w:t>.</w:t>
      </w:r>
    </w:p>
    <w:p w:rsidR="00714EBB" w:rsidRPr="00870ED0" w:rsidRDefault="00714EBB" w:rsidP="00BA0EBE">
      <w:pPr>
        <w:pStyle w:val="Heading5"/>
      </w:pPr>
      <w:r w:rsidRPr="00870ED0">
        <w:t>5.2</w:t>
      </w:r>
      <w:r w:rsidR="00BA0EBE" w:rsidRPr="00870ED0">
        <w:t>.3.17.1</w:t>
      </w:r>
      <w:r w:rsidR="00BA0EB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short valuelength)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5.2.3.17.1.1</w:t>
      </w:r>
      <w:r w:rsidRPr="00870ED0">
        <w:tab/>
        <w:t>Normal execution</w:t>
      </w:r>
    </w:p>
    <w:p w:rsidR="00714EBB" w:rsidRPr="00870ED0" w:rsidRDefault="00714EBB">
      <w:pPr>
        <w:pStyle w:val="B1"/>
      </w:pPr>
      <w:r w:rsidRPr="00870ED0">
        <w:t>CRRN1: Appends a TLV element to the current TLV list (byte-array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5.2.3.17.1.2</w:t>
      </w:r>
      <w:r w:rsidRPr="00870ED0">
        <w:tab/>
        <w:t>Parameter errors</w:t>
      </w:r>
    </w:p>
    <w:p w:rsidR="00714EBB" w:rsidRPr="00870ED0" w:rsidRDefault="00714EBB">
      <w:pPr>
        <w:pStyle w:val="B1"/>
      </w:pPr>
      <w:r w:rsidRPr="00870ED0">
        <w:t>CRRP1: if value is null, a java.lang.NullPointerException is thrown</w:t>
      </w:r>
      <w:r w:rsidR="00BA0EBE" w:rsidRPr="00870ED0">
        <w:t>.</w:t>
      </w:r>
    </w:p>
    <w:p w:rsidR="00714EBB" w:rsidRPr="00870ED0" w:rsidRDefault="00714EBB">
      <w:pPr>
        <w:pStyle w:val="B1"/>
      </w:pPr>
      <w:r w:rsidRPr="00870ED0">
        <w:t>CRRP2: if valueoffset or valuelength or both would cause access outside the array bounds, or if length is negative, a java.lang.ArrayIndexOutOfBoundsException is thrown.</w:t>
      </w:r>
    </w:p>
    <w:p w:rsidR="00714EBB" w:rsidRPr="00870ED0" w:rsidRDefault="00714EBB">
      <w:pPr>
        <w:pStyle w:val="H6"/>
        <w:outlineLvl w:val="0"/>
      </w:pPr>
      <w:r w:rsidRPr="00870ED0">
        <w:t>5.2.3.17.1.3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BA0EBE" w:rsidRPr="00870ED0">
        <w:t>.</w:t>
      </w:r>
    </w:p>
    <w:p w:rsidR="00714EBB" w:rsidRPr="00870ED0" w:rsidRDefault="00714EBB">
      <w:pPr>
        <w:pStyle w:val="B1"/>
      </w:pPr>
      <w:r w:rsidRPr="00870ED0">
        <w:t>CRRC2: if the EditHandler buffer is busy, a ToolkitException is thrown with reason code HANDLER_NOT_AVAILABLE</w:t>
      </w:r>
      <w:r w:rsidR="00BA0EBE" w:rsidRPr="00870ED0">
        <w:t>.</w:t>
      </w:r>
    </w:p>
    <w:p w:rsidR="00714EBB" w:rsidRPr="00870ED0" w:rsidRDefault="00714EBB">
      <w:pPr>
        <w:pStyle w:val="B1"/>
      </w:pPr>
      <w:r w:rsidRPr="00870ED0">
        <w:t>CRRC3: if valuelength is greater than 255, a ToolkitException is thrown with reason code BAD_INPUT_PARAMETER</w:t>
      </w:r>
      <w:r w:rsidR="00BA0EBE" w:rsidRPr="00870ED0">
        <w:t>.</w:t>
      </w:r>
    </w:p>
    <w:p w:rsidR="00714EBB" w:rsidRPr="00870ED0" w:rsidRDefault="00714EBB" w:rsidP="00BA0EBE">
      <w:pPr>
        <w:pStyle w:val="Heading5"/>
      </w:pPr>
      <w:r w:rsidRPr="00870ED0">
        <w:t>5.2.3.17.2</w:t>
      </w:r>
      <w:r w:rsidRPr="00870ED0">
        <w:tab/>
        <w:t>Test area files</w:t>
      </w:r>
    </w:p>
    <w:p w:rsidR="00714EBB" w:rsidRPr="00870ED0" w:rsidRDefault="00714EBB">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Test_Api_2_Erh_Aptlb_Bss.java</w:t>
      </w:r>
      <w:r w:rsidR="00BA0EBE" w:rsidRPr="00870ED0">
        <w:t>.</w:t>
      </w:r>
    </w:p>
    <w:p w:rsidR="00714EBB" w:rsidRPr="00870ED0" w:rsidRDefault="00714EBB" w:rsidP="00BA0EBE">
      <w:pPr>
        <w:pStyle w:val="EX"/>
      </w:pPr>
      <w:r w:rsidRPr="00870ED0">
        <w:t xml:space="preserve">Test Applet: </w:t>
      </w:r>
      <w:r w:rsidRPr="00870ED0">
        <w:tab/>
        <w:t>Api_2_Erh_Aptl</w:t>
      </w:r>
      <w:r w:rsidR="00BA0EBE" w:rsidRPr="00870ED0">
        <w:t>b_Bss_1.java.</w:t>
      </w:r>
    </w:p>
    <w:p w:rsidR="00714EBB" w:rsidRPr="00870ED0" w:rsidRDefault="00714EBB" w:rsidP="00BA0EBE">
      <w:pPr>
        <w:pStyle w:val="EX"/>
      </w:pPr>
      <w:r w:rsidRPr="00870ED0">
        <w:t>Cap File:</w:t>
      </w:r>
      <w:r w:rsidRPr="00870ED0">
        <w:tab/>
        <w:t>api_2_erh_aptlb_bss.cap</w:t>
      </w:r>
      <w:r w:rsidR="00BA0EBE" w:rsidRPr="00870ED0">
        <w:t>.</w:t>
      </w:r>
    </w:p>
    <w:p w:rsidR="00714EBB" w:rsidRPr="00870ED0" w:rsidRDefault="00714EBB" w:rsidP="00BA0EBE">
      <w:pPr>
        <w:pStyle w:val="Heading5"/>
      </w:pPr>
      <w:r w:rsidRPr="00870ED0">
        <w:lastRenderedPageBreak/>
        <w:t>5.2.3.17.3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10, 11, 12, 13</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01" w:type="dxa"/>
          </w:tcPr>
          <w:p w:rsidR="00714EBB" w:rsidRPr="00870ED0" w:rsidRDefault="00714EBB">
            <w:pPr>
              <w:pStyle w:val="TAC"/>
              <w:keepNext w:val="0"/>
              <w:keepLines w:val="0"/>
            </w:pPr>
            <w:r w:rsidRPr="00870ED0">
              <w:t>9</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01" w:type="dxa"/>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7</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14</w:t>
            </w:r>
          </w:p>
        </w:tc>
      </w:tr>
      <w:tr w:rsidR="00714EBB" w:rsidRPr="00870ED0" w:rsidTr="00714EBB">
        <w:trPr>
          <w:jc w:val="center"/>
        </w:trPr>
        <w:tc>
          <w:tcPr>
            <w:tcW w:w="1299" w:type="dxa"/>
          </w:tcPr>
          <w:p w:rsidR="00714EBB" w:rsidRPr="00870ED0" w:rsidRDefault="00714EBB">
            <w:pPr>
              <w:pStyle w:val="TAC"/>
              <w:keepNext w:val="0"/>
              <w:keepLines w:val="0"/>
            </w:pPr>
            <w:r w:rsidRPr="00870ED0">
              <w:t>C3</w:t>
            </w:r>
          </w:p>
        </w:tc>
        <w:tc>
          <w:tcPr>
            <w:tcW w:w="3901" w:type="dxa"/>
          </w:tcPr>
          <w:p w:rsidR="00714EBB" w:rsidRPr="00870ED0" w:rsidRDefault="00714EBB">
            <w:pPr>
              <w:pStyle w:val="TAC"/>
              <w:keepNext w:val="0"/>
              <w:keepLines w:val="0"/>
            </w:pPr>
            <w:r w:rsidRPr="00870ED0">
              <w:t>8</w:t>
            </w:r>
          </w:p>
        </w:tc>
      </w:tr>
    </w:tbl>
    <w:p w:rsidR="00714EBB" w:rsidRPr="00870ED0" w:rsidRDefault="00714EBB" w:rsidP="00BA0EBE"/>
    <w:p w:rsidR="00714EBB" w:rsidRPr="00870ED0" w:rsidRDefault="00714EBB" w:rsidP="00BA0EBE">
      <w:pPr>
        <w:pStyle w:val="Heading5"/>
      </w:pPr>
      <w:r w:rsidRPr="00870ED0">
        <w:t>5.2.3.17.4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Null value</w:t>
            </w:r>
          </w:p>
        </w:tc>
        <w:tc>
          <w:tcPr>
            <w:tcW w:w="2835" w:type="dxa"/>
            <w:tcBorders>
              <w:bottom w:val="nil"/>
            </w:tcBorders>
          </w:tcPr>
          <w:p w:rsidR="00714EBB" w:rsidRPr="00870ED0" w:rsidRDefault="00714EBB">
            <w:pPr>
              <w:pStyle w:val="TAL"/>
              <w:keepNext w:val="0"/>
              <w:keepLines w:val="0"/>
            </w:pPr>
            <w:r w:rsidRPr="00870ED0">
              <w:t>NullPointerException is thrown</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w:t>
            </w:r>
          </w:p>
        </w:tc>
        <w:tc>
          <w:tcPr>
            <w:tcW w:w="4111" w:type="dxa"/>
            <w:tcBorders>
              <w:bottom w:val="single" w:sz="4" w:space="0" w:color="auto"/>
            </w:tcBorders>
          </w:tcPr>
          <w:p w:rsidR="00714EBB" w:rsidRPr="00870ED0" w:rsidRDefault="00714EBB">
            <w:pPr>
              <w:pStyle w:val="TAH"/>
              <w:keepNext w:val="0"/>
              <w:keepLines w:val="0"/>
            </w:pPr>
            <w:r w:rsidRPr="00870ED0">
              <w:t xml:space="preserve">valueOffset </w:t>
            </w:r>
            <w:r w:rsidRPr="00870ED0">
              <w:sym w:font="Symbol" w:char="F0B3"/>
            </w:r>
            <w:r w:rsidRPr="00870ED0">
              <w:t xml:space="preserve">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5</w:t>
            </w:r>
          </w:p>
          <w:p w:rsidR="00714EBB" w:rsidRPr="00870ED0" w:rsidRDefault="00714EBB">
            <w:pPr>
              <w:pStyle w:val="PL"/>
              <w:rPr>
                <w:noProof w:val="0"/>
              </w:rPr>
            </w:pPr>
            <w:r w:rsidRPr="00870ED0">
              <w:rPr>
                <w:noProof w:val="0"/>
              </w:rPr>
              <w:t>valueLength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p w:rsidR="00714EBB" w:rsidRPr="00870ED0" w:rsidRDefault="00714EBB">
            <w:pPr>
              <w:pStyle w:val="TAC"/>
              <w:keepNext w:val="0"/>
              <w:keepLines w:val="0"/>
            </w:pPr>
          </w:p>
        </w:tc>
        <w:tc>
          <w:tcPr>
            <w:tcW w:w="4111" w:type="dxa"/>
            <w:tcBorders>
              <w:bottom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valueLength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valueLength &gt;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ValueOffset + valueLength &gt;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3</w:t>
            </w:r>
          </w:p>
          <w:p w:rsidR="00714EBB" w:rsidRPr="00870ED0" w:rsidRDefault="00714EBB">
            <w:pPr>
              <w:pStyle w:val="PL"/>
              <w:rPr>
                <w:noProof w:val="0"/>
              </w:rPr>
            </w:pPr>
            <w:r w:rsidRPr="00870ED0">
              <w:rPr>
                <w:noProof w:val="0"/>
              </w:rPr>
              <w:t>valueLength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valueLength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7</w:t>
            </w:r>
          </w:p>
        </w:tc>
        <w:tc>
          <w:tcPr>
            <w:tcW w:w="4111" w:type="dxa"/>
            <w:tcBorders>
              <w:bottom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jc w:val="left"/>
              <w:rPr>
                <w:b w:val="0"/>
              </w:rPr>
            </w:pPr>
            <w:r w:rsidRPr="00870ED0">
              <w:rPr>
                <w:b w:val="0"/>
              </w:rPr>
              <w:t>Call the appendArray() with length of getCapacity()-1, appendTLV()</w:t>
            </w:r>
          </w:p>
          <w:p w:rsidR="00714EBB" w:rsidRPr="00870ED0" w:rsidRDefault="00714EBB">
            <w:pPr>
              <w:pStyle w:val="PL"/>
              <w:rPr>
                <w:noProof w:val="0"/>
              </w:rPr>
            </w:pPr>
            <w:r w:rsidRPr="00870ED0">
              <w:rPr>
                <w:noProof w:val="0"/>
              </w:rPr>
              <w:t>value.length = 256</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254</w:t>
            </w:r>
          </w:p>
        </w:tc>
        <w:tc>
          <w:tcPr>
            <w:tcW w:w="2835" w:type="dxa"/>
            <w:tcBorders>
              <w:bottom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8</w:t>
            </w:r>
          </w:p>
        </w:tc>
        <w:tc>
          <w:tcPr>
            <w:tcW w:w="4111" w:type="dxa"/>
            <w:tcBorders>
              <w:bottom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TAH"/>
              <w:keepNext w:val="0"/>
              <w:keepLines w:val="0"/>
              <w:jc w:val="left"/>
              <w:rPr>
                <w:b w:val="0"/>
              </w:rPr>
            </w:pPr>
            <w:r w:rsidRPr="00870ED0">
              <w:rPr>
                <w:b w:val="0"/>
              </w:rPr>
              <w:t>Clear the handler, appendTLV()</w:t>
            </w:r>
          </w:p>
          <w:p w:rsidR="00714EBB" w:rsidRPr="00870ED0" w:rsidRDefault="00714EBB">
            <w:pPr>
              <w:pStyle w:val="PL"/>
              <w:rPr>
                <w:noProof w:val="0"/>
              </w:rPr>
            </w:pPr>
            <w:r w:rsidRPr="00870ED0">
              <w:rPr>
                <w:noProof w:val="0"/>
              </w:rPr>
              <w:t>value.length = 256</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256</w:t>
            </w:r>
          </w:p>
        </w:tc>
        <w:tc>
          <w:tcPr>
            <w:tcW w:w="2835" w:type="dxa"/>
            <w:tcBorders>
              <w:bottom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9</w:t>
            </w:r>
          </w:p>
        </w:tc>
        <w:tc>
          <w:tcPr>
            <w:tcW w:w="4111" w:type="dxa"/>
            <w:tcBorders>
              <w:bottom w:val="nil"/>
            </w:tcBorders>
          </w:tcPr>
          <w:p w:rsidR="00714EBB" w:rsidRPr="00870ED0" w:rsidRDefault="00714EBB">
            <w:pPr>
              <w:pStyle w:val="TAH"/>
              <w:keepNext w:val="0"/>
              <w:keepLines w:val="0"/>
            </w:pPr>
            <w:r w:rsidRPr="00870ED0">
              <w:t>clear the handler, 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Select Command Details TLV</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FF FE … F8</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r w:rsidRPr="00870ED0">
              <w:lastRenderedPageBreak/>
              <w:t>10</w:t>
            </w:r>
          </w:p>
        </w:tc>
        <w:tc>
          <w:tcPr>
            <w:tcW w:w="4111" w:type="dxa"/>
            <w:tcBorders>
              <w:bottom w:val="nil"/>
            </w:tcBorders>
          </w:tcPr>
          <w:p w:rsidR="00714EBB" w:rsidRPr="00870ED0" w:rsidRDefault="00714EBB">
            <w:pPr>
              <w:pStyle w:val="TAH"/>
              <w:rPr>
                <w:b w:val="0"/>
              </w:rPr>
            </w:pPr>
            <w:r w:rsidRPr="00870ED0">
              <w:t>Clear the handler</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p>
        </w:tc>
        <w:tc>
          <w:tcPr>
            <w:tcW w:w="4111" w:type="dxa"/>
            <w:tcBorders>
              <w:top w:val="single" w:sz="4" w:space="0" w:color="808080"/>
              <w:bottom w:val="nil"/>
            </w:tcBorders>
          </w:tcPr>
          <w:p w:rsidR="00714EBB" w:rsidRPr="00870ED0" w:rsidRDefault="00714EBB">
            <w:pPr>
              <w:pStyle w:val="TAH"/>
            </w:pPr>
            <w:r w:rsidRPr="00870ED0">
              <w:t>Successful call</w:t>
            </w:r>
          </w:p>
          <w:p w:rsidR="00714EBB" w:rsidRPr="00870ED0" w:rsidRDefault="00714EBB">
            <w:pPr>
              <w:pStyle w:val="PL"/>
              <w:keepNext/>
              <w:keepLines/>
              <w:rPr>
                <w:noProof w:val="0"/>
              </w:rPr>
            </w:pPr>
            <w:r w:rsidRPr="00870ED0">
              <w:rPr>
                <w:noProof w:val="0"/>
              </w:rPr>
              <w:t>appendTLV()</w:t>
            </w:r>
          </w:p>
          <w:p w:rsidR="00714EBB" w:rsidRPr="00870ED0" w:rsidRDefault="00714EBB">
            <w:pPr>
              <w:pStyle w:val="PL"/>
              <w:keepNext/>
              <w:keepLines/>
              <w:rPr>
                <w:noProof w:val="0"/>
              </w:rPr>
            </w:pPr>
            <w:r w:rsidRPr="00870ED0">
              <w:rPr>
                <w:noProof w:val="0"/>
              </w:rPr>
              <w:t>tag = 04</w:t>
            </w:r>
          </w:p>
          <w:p w:rsidR="00714EBB" w:rsidRPr="00870ED0" w:rsidRDefault="00714EBB">
            <w:pPr>
              <w:pStyle w:val="PL"/>
              <w:keepNext/>
              <w:keepLines/>
              <w:rPr>
                <w:noProof w:val="0"/>
              </w:rPr>
            </w:pPr>
            <w:r w:rsidRPr="00870ED0">
              <w:rPr>
                <w:noProof w:val="0"/>
              </w:rPr>
              <w:t>value = FF FE … F8</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valueLength = 8</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08 FF FE … F8</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 = 00 01 … 07</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valueLength = 6</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08 FF FE … F8 85 06 02 03 … 07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w:t>
            </w:r>
          </w:p>
          <w:p w:rsidR="00714EBB" w:rsidRPr="00870ED0" w:rsidRDefault="00714EBB">
            <w:pPr>
              <w:pStyle w:val="PL"/>
              <w:rPr>
                <w:noProof w:val="0"/>
              </w:rPr>
            </w:pPr>
            <w:r w:rsidRPr="00870ED0">
              <w:rPr>
                <w:noProof w:val="0"/>
              </w:rPr>
              <w:t>value = 11 22 … 88</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valueLength = 4</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08 FF FE … F8 85 06 02 03 … 07 01 04 33 44 55 66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13</w:t>
            </w:r>
          </w:p>
        </w:tc>
        <w:tc>
          <w:tcPr>
            <w:tcW w:w="4111" w:type="dxa"/>
            <w:tcBorders>
              <w:bottom w:val="nil"/>
            </w:tcBorders>
          </w:tcPr>
          <w:p w:rsidR="00714EBB" w:rsidRPr="00870ED0" w:rsidRDefault="00714EBB">
            <w:pPr>
              <w:pStyle w:val="TAH"/>
              <w:keepNext w:val="0"/>
              <w:keepLines w:val="0"/>
            </w:pPr>
            <w:r w:rsidRPr="00870ED0">
              <w:t>Clear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00 01 … 7F</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80h</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81 80 00 01…7F</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b/>
                <w:noProof w:val="0"/>
              </w:rPr>
            </w:pPr>
            <w:r w:rsidRPr="00870ED0">
              <w:rPr>
                <w:noProof w:val="0"/>
              </w:rPr>
              <w:t>Call post() method, then appendTLV()</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5.2.3.18</w:t>
      </w:r>
      <w:r w:rsidRPr="00870ED0">
        <w:tab/>
        <w:t>Method appendTLV(byte tag, byte value1, byte[ ] value2, short value2offset, short value2length)</w:t>
      </w:r>
    </w:p>
    <w:p w:rsidR="00714EBB" w:rsidRPr="00870ED0" w:rsidRDefault="00714EBB">
      <w:r w:rsidRPr="00870ED0">
        <w:t>Test Area Reference: Api_2_Erh_Aptlbb_Bss</w:t>
      </w:r>
      <w:r w:rsidR="00BA0EBE" w:rsidRPr="00870ED0">
        <w:t>.</w:t>
      </w:r>
    </w:p>
    <w:p w:rsidR="00714EBB" w:rsidRPr="00870ED0" w:rsidRDefault="00714EBB" w:rsidP="00BA0EBE">
      <w:pPr>
        <w:pStyle w:val="Heading5"/>
      </w:pPr>
      <w:r w:rsidRPr="00870ED0">
        <w:t>5.2</w:t>
      </w:r>
      <w:r w:rsidR="00BA0EBE" w:rsidRPr="00870ED0">
        <w:t>.3.18.1</w:t>
      </w:r>
      <w:r w:rsidR="00BA0EB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byte[] value2,</w:t>
      </w:r>
    </w:p>
    <w:p w:rsidR="00714EBB" w:rsidRPr="00870ED0" w:rsidRDefault="00714EBB">
      <w:pPr>
        <w:pStyle w:val="PL"/>
        <w:rPr>
          <w:noProof w:val="0"/>
        </w:rPr>
      </w:pPr>
      <w:r w:rsidRPr="00870ED0">
        <w:rPr>
          <w:noProof w:val="0"/>
        </w:rPr>
        <w:t xml:space="preserve">                      short value2offset,</w:t>
      </w:r>
    </w:p>
    <w:p w:rsidR="00714EBB" w:rsidRPr="00870ED0" w:rsidRDefault="00714EBB">
      <w:pPr>
        <w:pStyle w:val="PL"/>
        <w:rPr>
          <w:noProof w:val="0"/>
        </w:rPr>
      </w:pPr>
      <w:r w:rsidRPr="00870ED0">
        <w:rPr>
          <w:noProof w:val="0"/>
        </w:rPr>
        <w:t xml:space="preserve">                      short value2length)</w:t>
      </w:r>
    </w:p>
    <w:p w:rsidR="00714EBB" w:rsidRPr="00870ED0" w:rsidRDefault="00714EBB">
      <w:pPr>
        <w:pStyle w:val="PL"/>
        <w:rPr>
          <w:noProof w:val="0"/>
          <w:snapToGrid w:val="0"/>
        </w:rPr>
      </w:pPr>
      <w:r w:rsidRPr="00870ED0">
        <w:rPr>
          <w:noProof w:val="0"/>
        </w:rPr>
        <w:t xml:space="preserve">               </w:t>
      </w:r>
      <w:r w:rsidRPr="00870ED0">
        <w:rPr>
          <w:noProof w:val="0"/>
          <w:snapToGrid w:val="0"/>
        </w:rPr>
        <w:t>throws java.lang.NullPointerException,</w:t>
      </w:r>
    </w:p>
    <w:p w:rsidR="00714EBB" w:rsidRPr="00870ED0" w:rsidRDefault="00714EBB">
      <w:pPr>
        <w:pStyle w:val="PL"/>
        <w:rPr>
          <w:noProof w:val="0"/>
          <w:snapToGrid w:val="0"/>
        </w:rPr>
      </w:pPr>
      <w:r w:rsidRPr="00870ED0">
        <w:rPr>
          <w:noProof w:val="0"/>
        </w:rPr>
        <w:t xml:space="preserve">                      </w:t>
      </w:r>
      <w:r w:rsidRPr="00870ED0">
        <w:rPr>
          <w:noProof w:val="0"/>
          <w:snapToGrid w:val="0"/>
        </w:rPr>
        <w:t>java.lang.ArrayIndexOutOfBoundsException,</w:t>
      </w:r>
    </w:p>
    <w:p w:rsidR="00714EBB" w:rsidRPr="00870ED0" w:rsidRDefault="00714EBB">
      <w:pPr>
        <w:pStyle w:val="PL"/>
        <w:rPr>
          <w:noProof w:val="0"/>
          <w:snapToGrid w:val="0"/>
        </w:rPr>
      </w:pPr>
      <w:r w:rsidRPr="00870ED0">
        <w:rPr>
          <w:noProof w:val="0"/>
        </w:rPr>
        <w:t xml:space="preserve">                      </w:t>
      </w:r>
      <w:r w:rsidRPr="00870ED0">
        <w:rPr>
          <w:noProof w:val="0"/>
          <w:snapToGrid w:val="0"/>
        </w:rPr>
        <w:t>ToolkitException</w:t>
      </w:r>
    </w:p>
    <w:p w:rsidR="00714EBB" w:rsidRPr="00870ED0" w:rsidRDefault="00714EBB">
      <w:pPr>
        <w:pStyle w:val="PL"/>
        <w:rPr>
          <w:noProof w:val="0"/>
        </w:rPr>
      </w:pPr>
    </w:p>
    <w:p w:rsidR="00714EBB" w:rsidRPr="00870ED0" w:rsidRDefault="00714EBB">
      <w:pPr>
        <w:pStyle w:val="H6"/>
        <w:outlineLvl w:val="0"/>
      </w:pPr>
      <w:r w:rsidRPr="00870ED0">
        <w:t>5.2.3.18.1.1</w:t>
      </w:r>
      <w:r w:rsidRPr="00870ED0">
        <w:tab/>
        <w:t>Normal execution</w:t>
      </w:r>
    </w:p>
    <w:p w:rsidR="00714EBB" w:rsidRPr="00870ED0" w:rsidRDefault="00714EBB">
      <w:pPr>
        <w:pStyle w:val="B1"/>
      </w:pPr>
      <w:r w:rsidRPr="00870ED0">
        <w:t>CRRN1: Appends a TLV element to the current TLV list (1 byte and a byte-array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lastRenderedPageBreak/>
        <w:t>5.2.3.18.1.2</w:t>
      </w:r>
      <w:r w:rsidRPr="00870ED0">
        <w:tab/>
        <w:t>Parameter errors</w:t>
      </w:r>
    </w:p>
    <w:p w:rsidR="00714EBB" w:rsidRPr="00870ED0" w:rsidRDefault="00714EBB">
      <w:pPr>
        <w:pStyle w:val="B1"/>
      </w:pPr>
      <w:r w:rsidRPr="00870ED0">
        <w:t>CRRP1: if value2 is null, a java.lang.NullPointerException is thrown</w:t>
      </w:r>
      <w:r w:rsidR="00BA0EBE" w:rsidRPr="00870ED0">
        <w:t>.</w:t>
      </w:r>
    </w:p>
    <w:p w:rsidR="00714EBB" w:rsidRPr="00870ED0" w:rsidRDefault="00714EBB">
      <w:pPr>
        <w:pStyle w:val="B1"/>
      </w:pPr>
      <w:r w:rsidRPr="00870ED0">
        <w:t>CRRP2: if value2offset or value2length or both would cause access outside the array bounds, or if length is negative, a java.lang.ArrayIndexOutOfBoundsException is thrown.</w:t>
      </w:r>
    </w:p>
    <w:p w:rsidR="00714EBB" w:rsidRPr="00870ED0" w:rsidRDefault="00714EBB">
      <w:pPr>
        <w:pStyle w:val="H6"/>
        <w:outlineLvl w:val="0"/>
      </w:pPr>
      <w:r w:rsidRPr="00870ED0">
        <w:t>5.2.3.18.1.3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BA0EBE" w:rsidRPr="00870ED0">
        <w:t>.</w:t>
      </w:r>
    </w:p>
    <w:p w:rsidR="00714EBB" w:rsidRPr="00870ED0" w:rsidRDefault="00714EBB">
      <w:pPr>
        <w:pStyle w:val="B1"/>
      </w:pPr>
      <w:r w:rsidRPr="00870ED0">
        <w:t>CRRC2: if the EditHandler buffer is busy, a ToolkitException is thrown with reason code HANDLER_NOT_AVAILABLE</w:t>
      </w:r>
      <w:r w:rsidR="00BA0EBE" w:rsidRPr="00870ED0">
        <w:t>.</w:t>
      </w:r>
    </w:p>
    <w:p w:rsidR="00714EBB" w:rsidRPr="00870ED0" w:rsidRDefault="00714EBB">
      <w:pPr>
        <w:pStyle w:val="B1"/>
      </w:pPr>
      <w:r w:rsidRPr="00870ED0">
        <w:t>CRRC3: if valuelength is greater than 254, a ToolkitException is thrown with reason code BAD_INPUT_PARAMETER</w:t>
      </w:r>
      <w:r w:rsidR="00BA0EBE" w:rsidRPr="00870ED0">
        <w:t>.</w:t>
      </w:r>
    </w:p>
    <w:p w:rsidR="00714EBB" w:rsidRPr="00870ED0" w:rsidRDefault="00714EBB" w:rsidP="00BA0EBE">
      <w:pPr>
        <w:pStyle w:val="Heading5"/>
      </w:pPr>
      <w:r w:rsidRPr="00870ED0">
        <w:t>5.2.3.18.2</w:t>
      </w:r>
      <w:r w:rsidRPr="00870ED0">
        <w:tab/>
        <w:t>Test area files</w:t>
      </w:r>
    </w:p>
    <w:p w:rsidR="00714EBB" w:rsidRPr="00870ED0" w:rsidRDefault="00714EBB">
      <w:r w:rsidRPr="00870ED0">
        <w:t>Specific tr</w:t>
      </w:r>
      <w:r w:rsidR="00BA0EBE" w:rsidRPr="00870ED0">
        <w:t>iggering: Unrecognized Envelope:</w:t>
      </w:r>
    </w:p>
    <w:p w:rsidR="00714EBB" w:rsidRPr="00870ED0" w:rsidRDefault="00714EBB" w:rsidP="00BA0EBE">
      <w:pPr>
        <w:pStyle w:val="EX"/>
      </w:pPr>
      <w:r w:rsidRPr="00870ED0">
        <w:t>Test Source:</w:t>
      </w:r>
      <w:r w:rsidRPr="00870ED0">
        <w:tab/>
        <w:t>Test_Api_2_Erh_Aptlbb_Bss.java</w:t>
      </w:r>
      <w:r w:rsidR="00BA0EBE" w:rsidRPr="00870ED0">
        <w:t>.</w:t>
      </w:r>
    </w:p>
    <w:p w:rsidR="00714EBB" w:rsidRPr="00870ED0" w:rsidRDefault="00714EBB" w:rsidP="00BA0EBE">
      <w:pPr>
        <w:pStyle w:val="EX"/>
      </w:pPr>
      <w:r w:rsidRPr="00870ED0">
        <w:t>Test Applet:</w:t>
      </w:r>
      <w:r w:rsidR="00BA0EBE" w:rsidRPr="00870ED0">
        <w:t xml:space="preserve"> </w:t>
      </w:r>
      <w:r w:rsidR="00BA0EBE" w:rsidRPr="00870ED0">
        <w:tab/>
        <w:t>Api_2_Erh_Aptlbb_Bss_1.java.</w:t>
      </w:r>
    </w:p>
    <w:p w:rsidR="00714EBB" w:rsidRPr="00870ED0" w:rsidRDefault="00714EBB" w:rsidP="00BA0EBE">
      <w:pPr>
        <w:pStyle w:val="EX"/>
      </w:pPr>
      <w:r w:rsidRPr="00870ED0">
        <w:t>Cap File:</w:t>
      </w:r>
      <w:r w:rsidRPr="00870ED0">
        <w:tab/>
        <w:t>api_2_erh_aptlbb_bss.cap</w:t>
      </w:r>
      <w:r w:rsidR="00BA0EBE" w:rsidRPr="00870ED0">
        <w:t>.</w:t>
      </w:r>
    </w:p>
    <w:p w:rsidR="00714EBB" w:rsidRPr="00870ED0" w:rsidRDefault="00714EBB" w:rsidP="00BA0EBE">
      <w:pPr>
        <w:pStyle w:val="Heading5"/>
      </w:pPr>
      <w:r w:rsidRPr="00870ED0">
        <w:t>5.2.3.18.3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pPr>
            <w:r w:rsidRPr="00870ED0">
              <w:t>CRR number</w:t>
            </w:r>
          </w:p>
        </w:tc>
        <w:tc>
          <w:tcPr>
            <w:tcW w:w="3901" w:type="dxa"/>
          </w:tcPr>
          <w:p w:rsidR="00714EBB" w:rsidRPr="00870ED0" w:rsidRDefault="00714EBB">
            <w:pPr>
              <w:pStyle w:val="TAH"/>
            </w:pPr>
            <w:r w:rsidRPr="00870ED0">
              <w:t>Test case number</w:t>
            </w:r>
          </w:p>
        </w:tc>
      </w:tr>
      <w:tr w:rsidR="00714EBB" w:rsidRPr="00870ED0" w:rsidTr="00714EBB">
        <w:trPr>
          <w:jc w:val="center"/>
        </w:trPr>
        <w:tc>
          <w:tcPr>
            <w:tcW w:w="1299" w:type="dxa"/>
          </w:tcPr>
          <w:p w:rsidR="00714EBB" w:rsidRPr="00870ED0" w:rsidRDefault="00714EBB">
            <w:pPr>
              <w:pStyle w:val="TAC"/>
            </w:pPr>
            <w:r w:rsidRPr="00870ED0">
              <w:t>N1</w:t>
            </w:r>
          </w:p>
        </w:tc>
        <w:tc>
          <w:tcPr>
            <w:tcW w:w="3901" w:type="dxa"/>
          </w:tcPr>
          <w:p w:rsidR="00714EBB" w:rsidRPr="00870ED0" w:rsidRDefault="00714EBB">
            <w:pPr>
              <w:pStyle w:val="TAC"/>
            </w:pPr>
            <w:r w:rsidRPr="00870ED0">
              <w:t>10, 11, 12, 13</w:t>
            </w:r>
          </w:p>
        </w:tc>
      </w:tr>
      <w:tr w:rsidR="00714EBB" w:rsidRPr="00870ED0" w:rsidTr="00714EBB">
        <w:trPr>
          <w:jc w:val="center"/>
        </w:trPr>
        <w:tc>
          <w:tcPr>
            <w:tcW w:w="1299" w:type="dxa"/>
          </w:tcPr>
          <w:p w:rsidR="00714EBB" w:rsidRPr="00870ED0" w:rsidRDefault="00714EBB">
            <w:pPr>
              <w:pStyle w:val="TAC"/>
            </w:pPr>
            <w:r w:rsidRPr="00870ED0">
              <w:t>N2</w:t>
            </w:r>
          </w:p>
        </w:tc>
        <w:tc>
          <w:tcPr>
            <w:tcW w:w="3901" w:type="dxa"/>
          </w:tcPr>
          <w:p w:rsidR="00714EBB" w:rsidRPr="00870ED0" w:rsidRDefault="00714EBB">
            <w:pPr>
              <w:pStyle w:val="TAC"/>
            </w:pPr>
            <w:r w:rsidRPr="00870ED0">
              <w:t>9</w:t>
            </w:r>
          </w:p>
        </w:tc>
      </w:tr>
      <w:tr w:rsidR="00714EBB" w:rsidRPr="00870ED0" w:rsidTr="00714EBB">
        <w:trPr>
          <w:jc w:val="center"/>
        </w:trPr>
        <w:tc>
          <w:tcPr>
            <w:tcW w:w="1299" w:type="dxa"/>
          </w:tcPr>
          <w:p w:rsidR="00714EBB" w:rsidRPr="00870ED0" w:rsidRDefault="00714EBB">
            <w:pPr>
              <w:pStyle w:val="TAC"/>
            </w:pPr>
            <w:r w:rsidRPr="00870ED0">
              <w:t>P1</w:t>
            </w:r>
          </w:p>
        </w:tc>
        <w:tc>
          <w:tcPr>
            <w:tcW w:w="3901" w:type="dxa"/>
          </w:tcPr>
          <w:p w:rsidR="00714EBB" w:rsidRPr="00870ED0" w:rsidRDefault="00714EBB">
            <w:pPr>
              <w:pStyle w:val="TAC"/>
            </w:pPr>
            <w:r w:rsidRPr="00870ED0">
              <w:t>1</w:t>
            </w:r>
          </w:p>
        </w:tc>
      </w:tr>
      <w:tr w:rsidR="00714EBB" w:rsidRPr="00870ED0" w:rsidTr="00714EBB">
        <w:trPr>
          <w:jc w:val="center"/>
        </w:trPr>
        <w:tc>
          <w:tcPr>
            <w:tcW w:w="1299" w:type="dxa"/>
          </w:tcPr>
          <w:p w:rsidR="00714EBB" w:rsidRPr="00870ED0" w:rsidRDefault="00714EBB">
            <w:pPr>
              <w:pStyle w:val="TAC"/>
            </w:pPr>
            <w:r w:rsidRPr="00870ED0">
              <w:t>P2</w:t>
            </w:r>
          </w:p>
        </w:tc>
        <w:tc>
          <w:tcPr>
            <w:tcW w:w="3901" w:type="dxa"/>
          </w:tcPr>
          <w:p w:rsidR="00714EBB" w:rsidRPr="00870ED0" w:rsidRDefault="00714EBB">
            <w:pPr>
              <w:pStyle w:val="TAC"/>
            </w:pPr>
            <w:r w:rsidRPr="00870ED0">
              <w:t>2, 3, 4, 5, 6</w:t>
            </w:r>
          </w:p>
        </w:tc>
      </w:tr>
      <w:tr w:rsidR="00714EBB" w:rsidRPr="00870ED0" w:rsidTr="00714EBB">
        <w:trPr>
          <w:jc w:val="center"/>
        </w:trPr>
        <w:tc>
          <w:tcPr>
            <w:tcW w:w="1299" w:type="dxa"/>
          </w:tcPr>
          <w:p w:rsidR="00714EBB" w:rsidRPr="00870ED0" w:rsidRDefault="00714EBB">
            <w:pPr>
              <w:pStyle w:val="TAC"/>
            </w:pPr>
            <w:r w:rsidRPr="00870ED0">
              <w:t>C1</w:t>
            </w:r>
          </w:p>
        </w:tc>
        <w:tc>
          <w:tcPr>
            <w:tcW w:w="3901" w:type="dxa"/>
          </w:tcPr>
          <w:p w:rsidR="00714EBB" w:rsidRPr="00870ED0" w:rsidRDefault="00714EBB">
            <w:pPr>
              <w:pStyle w:val="TAC"/>
            </w:pPr>
            <w:r w:rsidRPr="00870ED0">
              <w:t>7</w:t>
            </w:r>
          </w:p>
        </w:tc>
      </w:tr>
      <w:tr w:rsidR="00714EBB" w:rsidRPr="00870ED0" w:rsidTr="00714EBB">
        <w:trPr>
          <w:jc w:val="center"/>
        </w:trPr>
        <w:tc>
          <w:tcPr>
            <w:tcW w:w="1299" w:type="dxa"/>
          </w:tcPr>
          <w:p w:rsidR="00714EBB" w:rsidRPr="00870ED0" w:rsidRDefault="00714EBB">
            <w:pPr>
              <w:pStyle w:val="TAC"/>
            </w:pPr>
            <w:r w:rsidRPr="00870ED0">
              <w:t>C2</w:t>
            </w:r>
          </w:p>
        </w:tc>
        <w:tc>
          <w:tcPr>
            <w:tcW w:w="3901" w:type="dxa"/>
          </w:tcPr>
          <w:p w:rsidR="00714EBB" w:rsidRPr="00870ED0" w:rsidRDefault="00714EBB">
            <w:pPr>
              <w:pStyle w:val="TAC"/>
            </w:pPr>
            <w:r w:rsidRPr="00870ED0">
              <w:t>14</w:t>
            </w:r>
          </w:p>
        </w:tc>
      </w:tr>
      <w:tr w:rsidR="00714EBB" w:rsidRPr="00870ED0" w:rsidTr="00714EBB">
        <w:trPr>
          <w:jc w:val="center"/>
        </w:trPr>
        <w:tc>
          <w:tcPr>
            <w:tcW w:w="1299" w:type="dxa"/>
          </w:tcPr>
          <w:p w:rsidR="00714EBB" w:rsidRPr="00870ED0" w:rsidRDefault="00714EBB">
            <w:pPr>
              <w:pStyle w:val="TAC"/>
            </w:pPr>
            <w:r w:rsidRPr="00870ED0">
              <w:t>C3</w:t>
            </w:r>
          </w:p>
        </w:tc>
        <w:tc>
          <w:tcPr>
            <w:tcW w:w="3901" w:type="dxa"/>
          </w:tcPr>
          <w:p w:rsidR="00714EBB" w:rsidRPr="00870ED0" w:rsidRDefault="00714EBB">
            <w:pPr>
              <w:pStyle w:val="TAC"/>
            </w:pPr>
            <w:r w:rsidRPr="00870ED0">
              <w:t>8</w:t>
            </w:r>
          </w:p>
        </w:tc>
      </w:tr>
    </w:tbl>
    <w:p w:rsidR="00714EBB" w:rsidRPr="00870ED0" w:rsidRDefault="00714EBB" w:rsidP="00BA0EBE"/>
    <w:p w:rsidR="00714EBB" w:rsidRPr="00870ED0" w:rsidRDefault="00714EBB" w:rsidP="00BA0EBE">
      <w:pPr>
        <w:pStyle w:val="Heading5"/>
      </w:pPr>
      <w:r w:rsidRPr="00870ED0">
        <w:t>5.2.3.18.4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Null value2</w:t>
            </w:r>
          </w:p>
        </w:tc>
        <w:tc>
          <w:tcPr>
            <w:tcW w:w="2835" w:type="dxa"/>
            <w:tcBorders>
              <w:bottom w:val="nil"/>
            </w:tcBorders>
          </w:tcPr>
          <w:p w:rsidR="00714EBB" w:rsidRPr="00870ED0" w:rsidRDefault="00714EBB">
            <w:pPr>
              <w:pStyle w:val="TAL"/>
              <w:keepNext w:val="0"/>
              <w:keepLines w:val="0"/>
            </w:pPr>
            <w:r w:rsidRPr="00870ED0">
              <w:t>NullPointerException is thrown</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w:t>
            </w:r>
          </w:p>
        </w:tc>
        <w:tc>
          <w:tcPr>
            <w:tcW w:w="4111" w:type="dxa"/>
            <w:tcBorders>
              <w:bottom w:val="single" w:sz="4" w:space="0" w:color="auto"/>
            </w:tcBorders>
          </w:tcPr>
          <w:p w:rsidR="00714EBB" w:rsidRPr="00870ED0" w:rsidRDefault="00714EBB">
            <w:pPr>
              <w:pStyle w:val="TAH"/>
              <w:keepNext w:val="0"/>
              <w:keepLines w:val="0"/>
            </w:pPr>
            <w:r w:rsidRPr="00870ED0">
              <w:t xml:space="preserve">value2Offset </w:t>
            </w:r>
            <w:r w:rsidRPr="00870ED0">
              <w:sym w:font="Symbol" w:char="F0B3"/>
            </w:r>
            <w:r w:rsidRPr="00870ED0">
              <w:t xml:space="preserve">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5</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value2Offset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-1</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5</w:t>
            </w:r>
          </w:p>
        </w:tc>
        <w:tc>
          <w:tcPr>
            <w:tcW w:w="4111" w:type="dxa"/>
            <w:tcBorders>
              <w:bottom w:val="single" w:sz="4" w:space="0" w:color="auto"/>
            </w:tcBorders>
          </w:tcPr>
          <w:p w:rsidR="00714EBB" w:rsidRPr="00870ED0" w:rsidRDefault="00714EBB">
            <w:pPr>
              <w:pStyle w:val="TAH"/>
              <w:keepNext w:val="0"/>
              <w:keepLines w:val="0"/>
            </w:pPr>
            <w:r w:rsidRPr="00870ED0">
              <w:t>value2Offset + 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3</w:t>
            </w:r>
          </w:p>
          <w:p w:rsidR="00714EBB" w:rsidRPr="00870ED0" w:rsidRDefault="00714EBB">
            <w:pPr>
              <w:pStyle w:val="PL"/>
              <w:rPr>
                <w:noProof w:val="0"/>
              </w:rPr>
            </w:pPr>
            <w:r w:rsidRPr="00870ED0">
              <w:rPr>
                <w:noProof w:val="0"/>
              </w:rPr>
              <w:t>value2Length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rsidP="00BA0EBE">
            <w:pPr>
              <w:pStyle w:val="TAC"/>
            </w:pPr>
            <w:r w:rsidRPr="00870ED0">
              <w:lastRenderedPageBreak/>
              <w:t>6</w:t>
            </w:r>
          </w:p>
        </w:tc>
        <w:tc>
          <w:tcPr>
            <w:tcW w:w="4111" w:type="dxa"/>
            <w:tcBorders>
              <w:bottom w:val="single" w:sz="4" w:space="0" w:color="auto"/>
            </w:tcBorders>
          </w:tcPr>
          <w:p w:rsidR="00714EBB" w:rsidRPr="00870ED0" w:rsidRDefault="00714EBB" w:rsidP="00BA0EBE">
            <w:pPr>
              <w:pStyle w:val="TAH"/>
            </w:pPr>
            <w:r w:rsidRPr="00870ED0">
              <w:t>value2Length &lt; 0</w:t>
            </w:r>
          </w:p>
          <w:p w:rsidR="00714EBB" w:rsidRPr="00870ED0" w:rsidRDefault="00714EBB" w:rsidP="00BA0EBE">
            <w:pPr>
              <w:pStyle w:val="PL"/>
              <w:keepNext/>
              <w:keepLines/>
              <w:rPr>
                <w:noProof w:val="0"/>
              </w:rPr>
            </w:pPr>
            <w:r w:rsidRPr="00870ED0">
              <w:rPr>
                <w:noProof w:val="0"/>
              </w:rPr>
              <w:t>appendTLV()</w:t>
            </w:r>
          </w:p>
          <w:p w:rsidR="00714EBB" w:rsidRPr="00870ED0" w:rsidRDefault="00714EBB" w:rsidP="00BA0EBE">
            <w:pPr>
              <w:pStyle w:val="PL"/>
              <w:keepNext/>
              <w:keepLines/>
              <w:rPr>
                <w:noProof w:val="0"/>
              </w:rPr>
            </w:pPr>
            <w:r w:rsidRPr="00870ED0">
              <w:rPr>
                <w:noProof w:val="0"/>
              </w:rPr>
              <w:t>value2.length = 5</w:t>
            </w:r>
          </w:p>
          <w:p w:rsidR="00714EBB" w:rsidRPr="00870ED0" w:rsidRDefault="00714EBB" w:rsidP="00BA0EBE">
            <w:pPr>
              <w:pStyle w:val="PL"/>
              <w:keepNext/>
              <w:keepLines/>
              <w:rPr>
                <w:noProof w:val="0"/>
              </w:rPr>
            </w:pPr>
            <w:r w:rsidRPr="00870ED0">
              <w:rPr>
                <w:noProof w:val="0"/>
              </w:rPr>
              <w:t>value2Offset = 0</w:t>
            </w:r>
          </w:p>
          <w:p w:rsidR="00714EBB" w:rsidRPr="00870ED0" w:rsidRDefault="00714EBB" w:rsidP="00BA0EBE">
            <w:pPr>
              <w:pStyle w:val="PL"/>
              <w:keepNext/>
              <w:keepLines/>
              <w:rPr>
                <w:noProof w:val="0"/>
              </w:rPr>
            </w:pPr>
            <w:r w:rsidRPr="00870ED0">
              <w:rPr>
                <w:noProof w:val="0"/>
              </w:rPr>
              <w:t>value2Length = -1</w:t>
            </w:r>
          </w:p>
        </w:tc>
        <w:tc>
          <w:tcPr>
            <w:tcW w:w="2835" w:type="dxa"/>
            <w:tcBorders>
              <w:bottom w:val="single" w:sz="4" w:space="0" w:color="auto"/>
            </w:tcBorders>
          </w:tcPr>
          <w:p w:rsidR="00714EBB" w:rsidRPr="00870ED0" w:rsidRDefault="00714EBB" w:rsidP="00BA0EBE">
            <w:pPr>
              <w:pStyle w:val="TAL"/>
            </w:pPr>
            <w:r w:rsidRPr="00870ED0">
              <w:t>ArrayIndexOutOfBoundsException is thrown</w:t>
            </w:r>
          </w:p>
        </w:tc>
        <w:tc>
          <w:tcPr>
            <w:tcW w:w="2410" w:type="dxa"/>
            <w:tcBorders>
              <w:bottom w:val="single" w:sz="4" w:space="0" w:color="auto"/>
            </w:tcBorders>
          </w:tcPr>
          <w:p w:rsidR="00714EBB" w:rsidRPr="00870ED0" w:rsidRDefault="00714EBB" w:rsidP="00BA0EBE">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7</w:t>
            </w:r>
          </w:p>
        </w:tc>
        <w:tc>
          <w:tcPr>
            <w:tcW w:w="4111" w:type="dxa"/>
            <w:tcBorders>
              <w:bottom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jc w:val="left"/>
              <w:rPr>
                <w:b w:val="0"/>
              </w:rPr>
            </w:pPr>
            <w:r w:rsidRPr="00870ED0">
              <w:rPr>
                <w:b w:val="0"/>
              </w:rPr>
              <w:t>Call the appendArray() with length of getCapacity()-1</w:t>
            </w:r>
          </w:p>
          <w:p w:rsidR="00714EBB" w:rsidRPr="00870ED0" w:rsidRDefault="00714EBB">
            <w:pPr>
              <w:pStyle w:val="TAH"/>
              <w:keepNext w:val="0"/>
              <w:keepLines w:val="0"/>
              <w:jc w:val="left"/>
              <w:rPr>
                <w:b w:val="0"/>
              </w:rPr>
            </w:pPr>
            <w:r w:rsidRPr="00870ED0">
              <w:rPr>
                <w:b w:val="0"/>
              </w:rPr>
              <w:t>appendTLV()</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254</w:t>
            </w:r>
          </w:p>
        </w:tc>
        <w:tc>
          <w:tcPr>
            <w:tcW w:w="2835" w:type="dxa"/>
            <w:tcBorders>
              <w:bottom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pPr>
            <w:r w:rsidRPr="00870ED0">
              <w:t>8</w:t>
            </w:r>
          </w:p>
        </w:tc>
        <w:tc>
          <w:tcPr>
            <w:tcW w:w="4111" w:type="dxa"/>
            <w:tcBorders>
              <w:bottom w:val="single" w:sz="4" w:space="0" w:color="auto"/>
            </w:tcBorders>
          </w:tcPr>
          <w:p w:rsidR="00714EBB" w:rsidRPr="00870ED0" w:rsidRDefault="00714EBB">
            <w:pPr>
              <w:pStyle w:val="TAH"/>
            </w:pPr>
            <w:r w:rsidRPr="00870ED0">
              <w:t>Bad parameter exception</w:t>
            </w:r>
          </w:p>
          <w:p w:rsidR="00714EBB" w:rsidRPr="00870ED0" w:rsidRDefault="00714EBB">
            <w:pPr>
              <w:pStyle w:val="PL"/>
              <w:rPr>
                <w:noProof w:val="0"/>
              </w:rPr>
            </w:pPr>
            <w:r w:rsidRPr="00870ED0">
              <w:rPr>
                <w:noProof w:val="0"/>
              </w:rPr>
              <w:t>Clear the handlerappendTLV()</w:t>
            </w:r>
          </w:p>
          <w:p w:rsidR="00714EBB" w:rsidRPr="00870ED0" w:rsidRDefault="00714EBB">
            <w:pPr>
              <w:pStyle w:val="PL"/>
              <w:keepNext/>
              <w:keepLines/>
              <w:rPr>
                <w:noProof w:val="0"/>
              </w:rPr>
            </w:pPr>
            <w:r w:rsidRPr="00870ED0">
              <w:rPr>
                <w:noProof w:val="0"/>
              </w:rPr>
              <w:t>value2.length = 256</w:t>
            </w:r>
          </w:p>
          <w:p w:rsidR="00714EBB" w:rsidRPr="00870ED0" w:rsidRDefault="00714EBB">
            <w:pPr>
              <w:pStyle w:val="PL"/>
              <w:keepNext/>
              <w:keepLines/>
              <w:rPr>
                <w:noProof w:val="0"/>
              </w:rPr>
            </w:pPr>
            <w:r w:rsidRPr="00870ED0">
              <w:rPr>
                <w:noProof w:val="0"/>
              </w:rPr>
              <w:t>value2Offset = 0</w:t>
            </w:r>
          </w:p>
          <w:p w:rsidR="00714EBB" w:rsidRPr="00870ED0" w:rsidRDefault="00714EBB">
            <w:pPr>
              <w:pStyle w:val="PL"/>
              <w:keepNext/>
              <w:keepLines/>
              <w:rPr>
                <w:noProof w:val="0"/>
              </w:rPr>
            </w:pPr>
            <w:r w:rsidRPr="00870ED0">
              <w:rPr>
                <w:noProof w:val="0"/>
              </w:rPr>
              <w:t>value2Length = 256</w:t>
            </w:r>
          </w:p>
        </w:tc>
        <w:tc>
          <w:tcPr>
            <w:tcW w:w="2835" w:type="dxa"/>
            <w:tcBorders>
              <w:bottom w:val="single" w:sz="4" w:space="0" w:color="auto"/>
            </w:tcBorders>
          </w:tcPr>
          <w:p w:rsidR="00714EBB" w:rsidRPr="00870ED0" w:rsidRDefault="00714EBB">
            <w:pPr>
              <w:pStyle w:val="TAL"/>
            </w:pPr>
            <w:r w:rsidRPr="00870ED0">
              <w:t>ToolkitException.BAD_INPUT_PARAMETER is thrown</w:t>
            </w:r>
          </w:p>
        </w:tc>
        <w:tc>
          <w:tcPr>
            <w:tcW w:w="2410" w:type="dxa"/>
            <w:tcBorders>
              <w:bottom w:val="single" w:sz="4" w:space="0" w:color="auto"/>
            </w:tcBorders>
          </w:tcPr>
          <w:p w:rsidR="00714EBB" w:rsidRPr="00870ED0" w:rsidRDefault="00714EBB">
            <w:pPr>
              <w:pStyle w:val="TAL"/>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9</w:t>
            </w:r>
          </w:p>
        </w:tc>
        <w:tc>
          <w:tcPr>
            <w:tcW w:w="4111" w:type="dxa"/>
            <w:tcBorders>
              <w:bottom w:val="nil"/>
            </w:tcBorders>
          </w:tcPr>
          <w:p w:rsidR="00714EBB" w:rsidRPr="00870ED0" w:rsidRDefault="00714EBB">
            <w:pPr>
              <w:pStyle w:val="TAH"/>
              <w:keepNext w:val="0"/>
              <w:keepLines w:val="0"/>
            </w:pPr>
            <w:r w:rsidRPr="00870ED0">
              <w:t>clear the handler, 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Select Command Details TLV</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05</w:t>
            </w:r>
          </w:p>
          <w:p w:rsidR="00714EBB" w:rsidRPr="00870ED0" w:rsidRDefault="00714EBB">
            <w:pPr>
              <w:pStyle w:val="PL"/>
              <w:rPr>
                <w:noProof w:val="0"/>
              </w:rPr>
            </w:pPr>
            <w:r w:rsidRPr="00870ED0">
              <w:rPr>
                <w:noProof w:val="0"/>
              </w:rPr>
              <w:t>value2 = FF FE … F8</w:t>
            </w:r>
          </w:p>
          <w:p w:rsidR="00714EBB" w:rsidRPr="00870ED0" w:rsidRDefault="00714EBB">
            <w:pPr>
              <w:pStyle w:val="PL"/>
              <w:rPr>
                <w:noProof w:val="0"/>
              </w:rPr>
            </w:pPr>
            <w:r w:rsidRPr="00870ED0">
              <w:rPr>
                <w:noProof w:val="0"/>
              </w:rPr>
              <w:t>value2Offset = 0</w:t>
            </w:r>
          </w:p>
          <w:p w:rsidR="00714EBB" w:rsidRPr="00870ED0" w:rsidRDefault="00714EBB">
            <w:pPr>
              <w:pStyle w:val="PL"/>
              <w:rPr>
                <w:rFonts w:ascii="Arial" w:hAnsi="Arial"/>
                <w:noProof w:val="0"/>
                <w:sz w:val="18"/>
              </w:rPr>
            </w:pPr>
            <w:r w:rsidRPr="00870ED0">
              <w:rPr>
                <w:noProof w:val="0"/>
              </w:rPr>
              <w:t>value2Length = 8</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10</w:t>
            </w:r>
          </w:p>
        </w:tc>
        <w:tc>
          <w:tcPr>
            <w:tcW w:w="4111" w:type="dxa"/>
            <w:tcBorders>
              <w:bottom w:val="nil"/>
            </w:tcBorders>
          </w:tcPr>
          <w:p w:rsidR="00714EBB" w:rsidRPr="00870ED0" w:rsidRDefault="00714EBB">
            <w:pPr>
              <w:pStyle w:val="TAH"/>
              <w:keepNext w:val="0"/>
              <w:keepLines w:val="0"/>
              <w:rPr>
                <w:b w:val="0"/>
              </w:rPr>
            </w:pPr>
            <w:r w:rsidRPr="00870ED0">
              <w:t>Clear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05</w:t>
            </w:r>
          </w:p>
          <w:p w:rsidR="00714EBB" w:rsidRPr="00870ED0" w:rsidRDefault="00714EBB">
            <w:pPr>
              <w:pStyle w:val="PL"/>
              <w:rPr>
                <w:noProof w:val="0"/>
              </w:rPr>
            </w:pPr>
            <w:r w:rsidRPr="00870ED0">
              <w:rPr>
                <w:noProof w:val="0"/>
              </w:rPr>
              <w:t>value2 = FF FE … F8</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09 05 FF FE … F8</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11</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value1 = 55h</w:t>
            </w:r>
          </w:p>
          <w:p w:rsidR="00714EBB" w:rsidRPr="00870ED0" w:rsidRDefault="00714EBB">
            <w:pPr>
              <w:pStyle w:val="PL"/>
              <w:rPr>
                <w:noProof w:val="0"/>
              </w:rPr>
            </w:pPr>
            <w:r w:rsidRPr="00870ED0">
              <w:rPr>
                <w:noProof w:val="0"/>
              </w:rPr>
              <w:t>value2 = 00 01 … 07</w:t>
            </w:r>
          </w:p>
          <w:p w:rsidR="00714EBB" w:rsidRPr="00870ED0" w:rsidRDefault="00714EBB">
            <w:pPr>
              <w:pStyle w:val="PL"/>
              <w:rPr>
                <w:noProof w:val="0"/>
              </w:rPr>
            </w:pPr>
            <w:r w:rsidRPr="00870ED0">
              <w:rPr>
                <w:noProof w:val="0"/>
              </w:rPr>
              <w:t>value2Offset = 2</w:t>
            </w:r>
          </w:p>
          <w:p w:rsidR="00714EBB" w:rsidRPr="00870ED0" w:rsidRDefault="00714EBB">
            <w:pPr>
              <w:pStyle w:val="PL"/>
              <w:rPr>
                <w:noProof w:val="0"/>
              </w:rPr>
            </w:pPr>
            <w:r w:rsidRPr="00870ED0">
              <w:rPr>
                <w:noProof w:val="0"/>
              </w:rPr>
              <w:t>value2Length = 6</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 xml:space="preserve">compareBuffer = </w:t>
            </w:r>
          </w:p>
          <w:p w:rsidR="00714EBB" w:rsidRPr="00870ED0" w:rsidRDefault="00714EBB">
            <w:pPr>
              <w:pStyle w:val="PL"/>
              <w:rPr>
                <w:noProof w:val="0"/>
              </w:rPr>
            </w:pPr>
            <w:r w:rsidRPr="00870ED0">
              <w:rPr>
                <w:noProof w:val="0"/>
              </w:rPr>
              <w:t xml:space="preserve">04 09 05 FF FE … F8 </w:t>
            </w:r>
          </w:p>
          <w:p w:rsidR="00714EBB" w:rsidRPr="00870ED0" w:rsidRDefault="00714EBB">
            <w:pPr>
              <w:pStyle w:val="PL"/>
              <w:rPr>
                <w:noProof w:val="0"/>
              </w:rPr>
            </w:pPr>
            <w:r w:rsidRPr="00870ED0">
              <w:rPr>
                <w:noProof w:val="0"/>
              </w:rPr>
              <w:t>85 07 55 02 03 … 07</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12</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w:t>
            </w:r>
          </w:p>
          <w:p w:rsidR="00714EBB" w:rsidRPr="00870ED0" w:rsidRDefault="00714EBB">
            <w:pPr>
              <w:pStyle w:val="PL"/>
              <w:rPr>
                <w:noProof w:val="0"/>
              </w:rPr>
            </w:pPr>
            <w:r w:rsidRPr="00870ED0">
              <w:rPr>
                <w:noProof w:val="0"/>
              </w:rPr>
              <w:t>value1 = 44h</w:t>
            </w:r>
          </w:p>
          <w:p w:rsidR="00714EBB" w:rsidRPr="00870ED0" w:rsidRDefault="00714EBB">
            <w:pPr>
              <w:pStyle w:val="PL"/>
              <w:rPr>
                <w:noProof w:val="0"/>
              </w:rPr>
            </w:pPr>
            <w:r w:rsidRPr="00870ED0">
              <w:rPr>
                <w:noProof w:val="0"/>
              </w:rPr>
              <w:t>value2 = 11 22 … 88</w:t>
            </w:r>
          </w:p>
          <w:p w:rsidR="00714EBB" w:rsidRPr="00870ED0" w:rsidRDefault="00714EBB">
            <w:pPr>
              <w:pStyle w:val="PL"/>
              <w:rPr>
                <w:noProof w:val="0"/>
              </w:rPr>
            </w:pPr>
            <w:r w:rsidRPr="00870ED0">
              <w:rPr>
                <w:noProof w:val="0"/>
              </w:rPr>
              <w:t>value2Offset = 2</w:t>
            </w:r>
          </w:p>
          <w:p w:rsidR="00714EBB" w:rsidRPr="00870ED0" w:rsidRDefault="00714EBB">
            <w:pPr>
              <w:pStyle w:val="PL"/>
              <w:rPr>
                <w:noProof w:val="0"/>
              </w:rPr>
            </w:pPr>
            <w:r w:rsidRPr="00870ED0">
              <w:rPr>
                <w:noProof w:val="0"/>
              </w:rPr>
              <w:t>value2Length = 4</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 xml:space="preserve">CompareBuffer = </w:t>
            </w:r>
          </w:p>
          <w:p w:rsidR="00714EBB" w:rsidRPr="00870ED0" w:rsidRDefault="00714EBB">
            <w:pPr>
              <w:pStyle w:val="PL"/>
              <w:rPr>
                <w:noProof w:val="0"/>
              </w:rPr>
            </w:pPr>
            <w:r w:rsidRPr="00870ED0">
              <w:rPr>
                <w:noProof w:val="0"/>
              </w:rPr>
              <w:t>04 09 05 FF FE … F8</w:t>
            </w:r>
          </w:p>
          <w:p w:rsidR="00714EBB" w:rsidRPr="00870ED0" w:rsidRDefault="00714EBB">
            <w:pPr>
              <w:pStyle w:val="PL"/>
              <w:rPr>
                <w:noProof w:val="0"/>
              </w:rPr>
            </w:pPr>
            <w:r w:rsidRPr="00870ED0">
              <w:rPr>
                <w:noProof w:val="0"/>
              </w:rPr>
              <w:t>85 07 55 02 03 … 07</w:t>
            </w:r>
          </w:p>
          <w:p w:rsidR="00714EBB" w:rsidRPr="00870ED0" w:rsidRDefault="00714EBB">
            <w:pPr>
              <w:pStyle w:val="PL"/>
              <w:rPr>
                <w:noProof w:val="0"/>
              </w:rPr>
            </w:pPr>
            <w:r w:rsidRPr="00870ED0">
              <w:rPr>
                <w:noProof w:val="0"/>
              </w:rPr>
              <w:t>01 05 44 33 44 55 66</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BA0EBE">
            <w:pPr>
              <w:pStyle w:val="TAC"/>
            </w:pPr>
            <w:r w:rsidRPr="00870ED0">
              <w:lastRenderedPageBreak/>
              <w:t>13</w:t>
            </w:r>
          </w:p>
        </w:tc>
        <w:tc>
          <w:tcPr>
            <w:tcW w:w="4111" w:type="dxa"/>
            <w:tcBorders>
              <w:bottom w:val="nil"/>
            </w:tcBorders>
          </w:tcPr>
          <w:p w:rsidR="00714EBB" w:rsidRPr="00870ED0" w:rsidRDefault="00714EBB" w:rsidP="00BA0EBE">
            <w:pPr>
              <w:pStyle w:val="TAH"/>
            </w:pPr>
            <w:r w:rsidRPr="00870ED0">
              <w:t>Clear the handler</w:t>
            </w:r>
          </w:p>
        </w:tc>
        <w:tc>
          <w:tcPr>
            <w:tcW w:w="2835" w:type="dxa"/>
            <w:tcBorders>
              <w:bottom w:val="nil"/>
            </w:tcBorders>
          </w:tcPr>
          <w:p w:rsidR="00714EBB" w:rsidRPr="00870ED0" w:rsidRDefault="00714EBB" w:rsidP="00BA0EBE">
            <w:pPr>
              <w:pStyle w:val="TAL"/>
            </w:pPr>
          </w:p>
        </w:tc>
        <w:tc>
          <w:tcPr>
            <w:tcW w:w="2410" w:type="dxa"/>
            <w:tcBorders>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BA0EBE">
            <w:pPr>
              <w:pStyle w:val="TAC"/>
            </w:pPr>
          </w:p>
        </w:tc>
        <w:tc>
          <w:tcPr>
            <w:tcW w:w="4111" w:type="dxa"/>
            <w:tcBorders>
              <w:top w:val="single" w:sz="4" w:space="0" w:color="808080"/>
              <w:bottom w:val="nil"/>
            </w:tcBorders>
          </w:tcPr>
          <w:p w:rsidR="00714EBB" w:rsidRPr="00870ED0" w:rsidRDefault="00714EBB" w:rsidP="00BA0EBE">
            <w:pPr>
              <w:pStyle w:val="TAH"/>
            </w:pPr>
            <w:r w:rsidRPr="00870ED0">
              <w:t>Successful call</w:t>
            </w:r>
          </w:p>
          <w:p w:rsidR="00714EBB" w:rsidRPr="00870ED0" w:rsidRDefault="00714EBB" w:rsidP="00BA0EBE">
            <w:pPr>
              <w:pStyle w:val="PL"/>
              <w:keepNext/>
              <w:keepLines/>
              <w:rPr>
                <w:noProof w:val="0"/>
              </w:rPr>
            </w:pPr>
            <w:r w:rsidRPr="00870ED0">
              <w:rPr>
                <w:noProof w:val="0"/>
              </w:rPr>
              <w:t>appendTLV()</w:t>
            </w:r>
          </w:p>
          <w:p w:rsidR="00714EBB" w:rsidRPr="00870ED0" w:rsidRDefault="00714EBB" w:rsidP="00BA0EBE">
            <w:pPr>
              <w:pStyle w:val="PL"/>
              <w:keepNext/>
              <w:keepLines/>
              <w:rPr>
                <w:noProof w:val="0"/>
              </w:rPr>
            </w:pPr>
            <w:r w:rsidRPr="00870ED0">
              <w:rPr>
                <w:noProof w:val="0"/>
              </w:rPr>
              <w:t>tag = 04</w:t>
            </w:r>
          </w:p>
          <w:p w:rsidR="00714EBB" w:rsidRPr="00870ED0" w:rsidRDefault="00714EBB" w:rsidP="00BA0EBE">
            <w:pPr>
              <w:pStyle w:val="PL"/>
              <w:keepNext/>
              <w:keepLines/>
              <w:rPr>
                <w:noProof w:val="0"/>
              </w:rPr>
            </w:pPr>
            <w:r w:rsidRPr="00870ED0">
              <w:rPr>
                <w:noProof w:val="0"/>
              </w:rPr>
              <w:t>value1 = 00</w:t>
            </w:r>
          </w:p>
          <w:p w:rsidR="00714EBB" w:rsidRPr="00870ED0" w:rsidRDefault="00714EBB" w:rsidP="00BA0EBE">
            <w:pPr>
              <w:pStyle w:val="PL"/>
              <w:keepNext/>
              <w:keepLines/>
              <w:rPr>
                <w:noProof w:val="0"/>
              </w:rPr>
            </w:pPr>
            <w:r w:rsidRPr="00870ED0">
              <w:rPr>
                <w:noProof w:val="0"/>
              </w:rPr>
              <w:t>value2 = 01 … 7F</w:t>
            </w:r>
          </w:p>
          <w:p w:rsidR="00714EBB" w:rsidRPr="00870ED0" w:rsidRDefault="00714EBB" w:rsidP="00BA0EBE">
            <w:pPr>
              <w:pStyle w:val="PL"/>
              <w:keepNext/>
              <w:keepLines/>
              <w:rPr>
                <w:noProof w:val="0"/>
              </w:rPr>
            </w:pPr>
            <w:r w:rsidRPr="00870ED0">
              <w:rPr>
                <w:noProof w:val="0"/>
              </w:rPr>
              <w:t>value2Offset = 0</w:t>
            </w:r>
          </w:p>
          <w:p w:rsidR="00714EBB" w:rsidRPr="00870ED0" w:rsidRDefault="00714EBB" w:rsidP="00BA0EBE">
            <w:pPr>
              <w:pStyle w:val="PL"/>
              <w:keepNext/>
              <w:keepLines/>
              <w:rPr>
                <w:noProof w:val="0"/>
              </w:rPr>
            </w:pPr>
            <w:r w:rsidRPr="00870ED0">
              <w:rPr>
                <w:noProof w:val="0"/>
              </w:rPr>
              <w:t>value2Length = 7Fh</w:t>
            </w:r>
          </w:p>
        </w:tc>
        <w:tc>
          <w:tcPr>
            <w:tcW w:w="2835" w:type="dxa"/>
            <w:tcBorders>
              <w:top w:val="single" w:sz="4" w:space="0" w:color="808080"/>
              <w:bottom w:val="nil"/>
            </w:tcBorders>
          </w:tcPr>
          <w:p w:rsidR="00714EBB" w:rsidRPr="00870ED0" w:rsidRDefault="00714EBB" w:rsidP="00BA0EBE">
            <w:pPr>
              <w:pStyle w:val="TAL"/>
            </w:pPr>
          </w:p>
        </w:tc>
        <w:tc>
          <w:tcPr>
            <w:tcW w:w="2410" w:type="dxa"/>
            <w:tcBorders>
              <w:top w:val="single" w:sz="4" w:space="0" w:color="808080"/>
              <w:bottom w:val="nil"/>
            </w:tcBorders>
          </w:tcPr>
          <w:p w:rsidR="00714EBB" w:rsidRPr="00870ED0" w:rsidRDefault="00714EBB" w:rsidP="00BA0EBE">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81 80 00 01…7F</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b/>
                <w:noProof w:val="0"/>
              </w:rPr>
            </w:pPr>
            <w:r w:rsidRPr="00870ED0">
              <w:rPr>
                <w:noProof w:val="0"/>
              </w:rPr>
              <w:t>Call post() method, then appendTLV()</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pPr>
        <w:keepNext/>
        <w:keepLines/>
      </w:pPr>
    </w:p>
    <w:p w:rsidR="00714EBB" w:rsidRPr="00870ED0" w:rsidRDefault="00714EBB">
      <w:pPr>
        <w:pStyle w:val="Heading4"/>
      </w:pPr>
      <w:r w:rsidRPr="00870ED0">
        <w:t>5.2.3.19</w:t>
      </w:r>
      <w:r w:rsidRPr="00870ED0">
        <w:tab/>
        <w:t>Method clear</w:t>
      </w:r>
    </w:p>
    <w:p w:rsidR="00714EBB" w:rsidRPr="00870ED0" w:rsidRDefault="00714EBB">
      <w:r w:rsidRPr="00870ED0">
        <w:t>Test Area Reference: Api_2_Erh_Cler</w:t>
      </w:r>
      <w:r w:rsidR="00B469A3" w:rsidRPr="00870ED0">
        <w:t>.</w:t>
      </w:r>
    </w:p>
    <w:p w:rsidR="00714EBB" w:rsidRPr="00870ED0" w:rsidRDefault="00714EBB" w:rsidP="003B6377">
      <w:pPr>
        <w:pStyle w:val="Heading5"/>
      </w:pPr>
      <w:r w:rsidRPr="00870ED0">
        <w:t>5.2</w:t>
      </w:r>
      <w:r w:rsidR="003B6377" w:rsidRPr="00870ED0">
        <w:t>.3.19.1</w:t>
      </w:r>
      <w:r w:rsidR="003B6377"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clear()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5.2.3.19.1.1</w:t>
      </w:r>
      <w:r w:rsidRPr="00870ED0">
        <w:tab/>
        <w:t>Normal execution</w:t>
      </w:r>
    </w:p>
    <w:p w:rsidR="00714EBB" w:rsidRPr="00870ED0" w:rsidRDefault="00714EBB">
      <w:pPr>
        <w:pStyle w:val="B1"/>
      </w:pPr>
      <w:r w:rsidRPr="00870ED0">
        <w:t>CRRN1: Clears the TLV list of an EditHandler and resets the current TLV selected.</w:t>
      </w:r>
    </w:p>
    <w:p w:rsidR="00714EBB" w:rsidRPr="00870ED0" w:rsidRDefault="00714EBB">
      <w:pPr>
        <w:pStyle w:val="H6"/>
        <w:outlineLvl w:val="0"/>
      </w:pPr>
      <w:r w:rsidRPr="00870ED0">
        <w:t>5.2.3.19.1.2</w:t>
      </w:r>
      <w:r w:rsidRPr="00870ED0">
        <w:tab/>
        <w:t>Parameter errors</w:t>
      </w:r>
    </w:p>
    <w:p w:rsidR="00714EBB" w:rsidRPr="00870ED0" w:rsidRDefault="00714EBB">
      <w:r w:rsidRPr="00870ED0">
        <w:t>No requirements</w:t>
      </w:r>
      <w:r w:rsidR="003B6377" w:rsidRPr="00870ED0">
        <w:t>.</w:t>
      </w:r>
    </w:p>
    <w:p w:rsidR="00714EBB" w:rsidRPr="00870ED0" w:rsidRDefault="00714EBB">
      <w:pPr>
        <w:pStyle w:val="H6"/>
        <w:outlineLvl w:val="0"/>
      </w:pPr>
      <w:r w:rsidRPr="00870ED0">
        <w:t>5.2.3.19.1.3</w:t>
      </w:r>
      <w:r w:rsidRPr="00870ED0">
        <w:tab/>
        <w:t>Context errors</w:t>
      </w:r>
    </w:p>
    <w:p w:rsidR="00714EBB" w:rsidRPr="00870ED0" w:rsidRDefault="00714EBB">
      <w:pPr>
        <w:pStyle w:val="B1"/>
      </w:pPr>
      <w:r w:rsidRPr="00870ED0">
        <w:t>CRRC1: if the EditHandler buffer is busy, a ToolkitException is thrown with reason code HANDLER_NOT_AVAILABLE</w:t>
      </w:r>
      <w:r w:rsidR="003B6377" w:rsidRPr="00870ED0">
        <w:t>.</w:t>
      </w:r>
    </w:p>
    <w:p w:rsidR="00714EBB" w:rsidRPr="00870ED0" w:rsidRDefault="00714EBB" w:rsidP="003B6377">
      <w:pPr>
        <w:pStyle w:val="Heading5"/>
      </w:pPr>
      <w:r w:rsidRPr="00870ED0">
        <w:t>5.2.3.19.2</w:t>
      </w:r>
      <w:r w:rsidRPr="00870ED0">
        <w:tab/>
        <w:t>Test area files</w:t>
      </w:r>
    </w:p>
    <w:p w:rsidR="00714EBB" w:rsidRPr="00870ED0" w:rsidRDefault="00714EBB">
      <w:r w:rsidRPr="00870ED0">
        <w:t>Specific tr</w:t>
      </w:r>
      <w:r w:rsidR="003B6377" w:rsidRPr="00870ED0">
        <w:t>iggering: Unrecognized Envelope:</w:t>
      </w:r>
    </w:p>
    <w:p w:rsidR="00714EBB" w:rsidRPr="00870ED0" w:rsidRDefault="00714EBB" w:rsidP="003B6377">
      <w:pPr>
        <w:pStyle w:val="EX"/>
      </w:pPr>
      <w:r w:rsidRPr="00870ED0">
        <w:t>Test Source:</w:t>
      </w:r>
      <w:r w:rsidRPr="00870ED0">
        <w:tab/>
        <w:t>Test_Api_2_Erh_Cler.java</w:t>
      </w:r>
      <w:r w:rsidR="003B6377" w:rsidRPr="00870ED0">
        <w:t>.</w:t>
      </w:r>
    </w:p>
    <w:p w:rsidR="00714EBB" w:rsidRPr="00870ED0" w:rsidRDefault="00714EBB" w:rsidP="003B6377">
      <w:pPr>
        <w:pStyle w:val="EX"/>
      </w:pPr>
      <w:r w:rsidRPr="00870ED0">
        <w:t>Test</w:t>
      </w:r>
      <w:r w:rsidR="003B6377" w:rsidRPr="00870ED0">
        <w:t xml:space="preserve"> Applet: </w:t>
      </w:r>
      <w:r w:rsidR="003B6377" w:rsidRPr="00870ED0">
        <w:tab/>
        <w:t>Api_2_Erh_Cler_1.java.</w:t>
      </w:r>
    </w:p>
    <w:p w:rsidR="00714EBB" w:rsidRPr="00870ED0" w:rsidRDefault="00714EBB" w:rsidP="003B6377">
      <w:pPr>
        <w:pStyle w:val="EX"/>
      </w:pPr>
      <w:r w:rsidRPr="00870ED0">
        <w:t>Cap File:</w:t>
      </w:r>
      <w:r w:rsidRPr="00870ED0">
        <w:tab/>
        <w:t>api_2_erh_cler.cap</w:t>
      </w:r>
      <w:r w:rsidR="003B6377" w:rsidRPr="00870ED0">
        <w:t>.</w:t>
      </w:r>
    </w:p>
    <w:p w:rsidR="00714EBB" w:rsidRPr="00870ED0" w:rsidRDefault="00714EBB" w:rsidP="003B6377">
      <w:pPr>
        <w:pStyle w:val="Heading5"/>
      </w:pPr>
      <w:r w:rsidRPr="00870ED0">
        <w:t>5.2.3.19.3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0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01" w:type="dxa"/>
          </w:tcPr>
          <w:p w:rsidR="00714EBB" w:rsidRPr="00870ED0" w:rsidRDefault="00714EBB">
            <w:pPr>
              <w:pStyle w:val="TAC"/>
              <w:keepNext w:val="0"/>
              <w:keepLines w:val="0"/>
            </w:pPr>
            <w:r w:rsidRPr="00870ED0">
              <w:t>1, 2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3</w:t>
            </w:r>
          </w:p>
        </w:tc>
      </w:tr>
    </w:tbl>
    <w:p w:rsidR="00714EBB" w:rsidRPr="00870ED0" w:rsidRDefault="00714EBB" w:rsidP="003B6377"/>
    <w:p w:rsidR="00714EBB" w:rsidRPr="00870ED0" w:rsidRDefault="00714EBB" w:rsidP="003B6377">
      <w:pPr>
        <w:pStyle w:val="Heading5"/>
      </w:pPr>
      <w:r w:rsidRPr="00870ED0">
        <w:lastRenderedPageBreak/>
        <w:t>5.2.3.19.4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Pr>
          <w:p w:rsidR="00714EBB" w:rsidRPr="00870ED0" w:rsidRDefault="00714EBB" w:rsidP="003B6377">
            <w:pPr>
              <w:pStyle w:val="TAH"/>
            </w:pPr>
            <w:r w:rsidRPr="00870ED0">
              <w:t>Id</w:t>
            </w:r>
          </w:p>
        </w:tc>
        <w:tc>
          <w:tcPr>
            <w:tcW w:w="4111" w:type="dxa"/>
          </w:tcPr>
          <w:p w:rsidR="00714EBB" w:rsidRPr="00870ED0" w:rsidRDefault="00714EBB" w:rsidP="003B6377">
            <w:pPr>
              <w:pStyle w:val="TAH"/>
            </w:pPr>
            <w:r w:rsidRPr="00870ED0">
              <w:t>Description</w:t>
            </w:r>
          </w:p>
        </w:tc>
        <w:tc>
          <w:tcPr>
            <w:tcW w:w="2835" w:type="dxa"/>
          </w:tcPr>
          <w:p w:rsidR="00714EBB" w:rsidRPr="00870ED0" w:rsidRDefault="00714EBB" w:rsidP="003B6377">
            <w:pPr>
              <w:pStyle w:val="TAH"/>
            </w:pPr>
            <w:r w:rsidRPr="00870ED0">
              <w:t>API Expectation</w:t>
            </w:r>
          </w:p>
        </w:tc>
        <w:tc>
          <w:tcPr>
            <w:tcW w:w="2410" w:type="dxa"/>
          </w:tcPr>
          <w:p w:rsidR="00714EBB" w:rsidRPr="00870ED0" w:rsidRDefault="00714EBB" w:rsidP="003B6377">
            <w:pPr>
              <w:pStyle w:val="TAH"/>
            </w:pPr>
            <w:r w:rsidRPr="00870ED0">
              <w:t>APDU Expectation</w:t>
            </w:r>
          </w:p>
        </w:tc>
      </w:tr>
      <w:tr w:rsidR="00714EBB" w:rsidRPr="00870ED0" w:rsidTr="00714EBB">
        <w:trPr>
          <w:jc w:val="center"/>
        </w:trPr>
        <w:tc>
          <w:tcPr>
            <w:tcW w:w="425" w:type="dxa"/>
            <w:tcBorders>
              <w:bottom w:val="nil"/>
            </w:tcBorders>
          </w:tcPr>
          <w:p w:rsidR="00714EBB" w:rsidRPr="00870ED0" w:rsidRDefault="00714EBB" w:rsidP="003B6377">
            <w:pPr>
              <w:pStyle w:val="TAC"/>
            </w:pPr>
            <w:r w:rsidRPr="00870ED0">
              <w:t>1</w:t>
            </w:r>
          </w:p>
        </w:tc>
        <w:tc>
          <w:tcPr>
            <w:tcW w:w="4111" w:type="dxa"/>
            <w:tcBorders>
              <w:bottom w:val="nil"/>
            </w:tcBorders>
          </w:tcPr>
          <w:p w:rsidR="00714EBB" w:rsidRPr="00870ED0" w:rsidRDefault="00714EBB" w:rsidP="003B6377">
            <w:pPr>
              <w:pStyle w:val="TAH"/>
            </w:pPr>
            <w:r w:rsidRPr="00870ED0">
              <w:t>append the handler with TLVs:</w:t>
            </w:r>
          </w:p>
          <w:p w:rsidR="00714EBB" w:rsidRPr="00870ED0" w:rsidRDefault="00714EBB" w:rsidP="003B6377">
            <w:pPr>
              <w:pStyle w:val="PL"/>
              <w:keepNext/>
              <w:keepLines/>
              <w:rPr>
                <w:noProof w:val="0"/>
              </w:rPr>
            </w:pPr>
            <w:r w:rsidRPr="00870ED0">
              <w:rPr>
                <w:noProof w:val="0"/>
              </w:rPr>
              <w:t>81 03 11 22 33</w:t>
            </w:r>
          </w:p>
          <w:p w:rsidR="00714EBB" w:rsidRPr="00870ED0" w:rsidRDefault="00714EBB" w:rsidP="003B6377">
            <w:pPr>
              <w:pStyle w:val="PL"/>
              <w:keepNext/>
              <w:keepLines/>
              <w:rPr>
                <w:noProof w:val="0"/>
              </w:rPr>
            </w:pPr>
            <w:r w:rsidRPr="00870ED0">
              <w:rPr>
                <w:noProof w:val="0"/>
              </w:rPr>
              <w:t>82 02 99 77</w:t>
            </w:r>
          </w:p>
          <w:p w:rsidR="00714EBB" w:rsidRPr="00870ED0" w:rsidRDefault="00714EBB" w:rsidP="003B6377">
            <w:pPr>
              <w:pStyle w:val="PL"/>
              <w:keepNext/>
              <w:keepLines/>
              <w:rPr>
                <w:noProof w:val="0"/>
              </w:rPr>
            </w:pPr>
            <w:r w:rsidRPr="00870ED0">
              <w:rPr>
                <w:noProof w:val="0"/>
              </w:rPr>
              <w:t>Select Command Details TLV</w:t>
            </w:r>
          </w:p>
          <w:p w:rsidR="00714EBB" w:rsidRPr="00870ED0" w:rsidRDefault="00714EBB" w:rsidP="003B6377">
            <w:pPr>
              <w:pStyle w:val="PL"/>
              <w:keepNext/>
              <w:keepLines/>
              <w:rPr>
                <w:noProof w:val="0"/>
              </w:rPr>
            </w:pPr>
            <w:r w:rsidRPr="00870ED0">
              <w:rPr>
                <w:noProof w:val="0"/>
              </w:rPr>
              <w:t>Call the getLength() method</w:t>
            </w:r>
          </w:p>
        </w:tc>
        <w:tc>
          <w:tcPr>
            <w:tcW w:w="2835" w:type="dxa"/>
            <w:tcBorders>
              <w:bottom w:val="nil"/>
            </w:tcBorders>
          </w:tcPr>
          <w:p w:rsidR="00714EBB" w:rsidRPr="00870ED0" w:rsidRDefault="00714EBB" w:rsidP="003B6377">
            <w:pPr>
              <w:pStyle w:val="TAL"/>
            </w:pPr>
            <w:r w:rsidRPr="00870ED0">
              <w:t>Result of getLength() is not null</w:t>
            </w:r>
          </w:p>
        </w:tc>
        <w:tc>
          <w:tcPr>
            <w:tcW w:w="2410" w:type="dxa"/>
            <w:tcBorders>
              <w:bottom w:val="nil"/>
            </w:tcBorders>
          </w:tcPr>
          <w:p w:rsidR="00714EBB" w:rsidRPr="00870ED0" w:rsidRDefault="00714EBB" w:rsidP="003B6377">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3B6377">
            <w:pPr>
              <w:pStyle w:val="TAC"/>
            </w:pPr>
          </w:p>
        </w:tc>
        <w:tc>
          <w:tcPr>
            <w:tcW w:w="4111" w:type="dxa"/>
            <w:tcBorders>
              <w:top w:val="single" w:sz="4" w:space="0" w:color="808080"/>
              <w:bottom w:val="single" w:sz="4" w:space="0" w:color="auto"/>
            </w:tcBorders>
          </w:tcPr>
          <w:p w:rsidR="00714EBB" w:rsidRPr="00870ED0" w:rsidRDefault="00714EBB" w:rsidP="003B6377">
            <w:pPr>
              <w:pStyle w:val="TAH"/>
            </w:pPr>
            <w:r w:rsidRPr="00870ED0">
              <w:t>Clear the handler</w:t>
            </w:r>
          </w:p>
          <w:p w:rsidR="00714EBB" w:rsidRPr="00870ED0" w:rsidRDefault="00714EBB" w:rsidP="003B6377">
            <w:pPr>
              <w:pStyle w:val="PL"/>
              <w:keepNext/>
              <w:keepLines/>
              <w:rPr>
                <w:noProof w:val="0"/>
              </w:rPr>
            </w:pPr>
            <w:r w:rsidRPr="00870ED0">
              <w:rPr>
                <w:noProof w:val="0"/>
              </w:rPr>
              <w:t>Call the getLength() method</w:t>
            </w:r>
          </w:p>
        </w:tc>
        <w:tc>
          <w:tcPr>
            <w:tcW w:w="2835" w:type="dxa"/>
            <w:tcBorders>
              <w:top w:val="single" w:sz="4" w:space="0" w:color="808080"/>
              <w:bottom w:val="single" w:sz="4" w:space="0" w:color="auto"/>
            </w:tcBorders>
          </w:tcPr>
          <w:p w:rsidR="00714EBB" w:rsidRPr="00870ED0" w:rsidRDefault="00714EBB" w:rsidP="003B6377">
            <w:pPr>
              <w:pStyle w:val="TAL"/>
            </w:pPr>
            <w:r w:rsidRPr="00870ED0">
              <w:t>Result of getLength() is 0</w:t>
            </w:r>
          </w:p>
        </w:tc>
        <w:tc>
          <w:tcPr>
            <w:tcW w:w="2410" w:type="dxa"/>
            <w:tcBorders>
              <w:top w:val="single" w:sz="4" w:space="0" w:color="808080"/>
              <w:bottom w:val="single" w:sz="4" w:space="0" w:color="auto"/>
            </w:tcBorders>
          </w:tcPr>
          <w:p w:rsidR="00714EBB" w:rsidRPr="00870ED0" w:rsidRDefault="00714EBB" w:rsidP="003B6377">
            <w:pPr>
              <w:pStyle w:val="TAL"/>
            </w:pPr>
          </w:p>
        </w:tc>
      </w:tr>
      <w:tr w:rsidR="00714EBB" w:rsidRPr="00870ED0" w:rsidTr="00714EBB">
        <w:trPr>
          <w:jc w:val="center"/>
        </w:trPr>
        <w:tc>
          <w:tcPr>
            <w:tcW w:w="425" w:type="dxa"/>
            <w:tcBorders>
              <w:top w:val="nil"/>
              <w:bottom w:val="single" w:sz="4" w:space="0" w:color="auto"/>
            </w:tcBorders>
          </w:tcPr>
          <w:p w:rsidR="00714EBB" w:rsidRPr="00870ED0" w:rsidRDefault="00714EBB" w:rsidP="003B6377">
            <w:pPr>
              <w:pStyle w:val="TAC"/>
            </w:pPr>
            <w:r w:rsidRPr="00870ED0">
              <w:t>2</w:t>
            </w:r>
          </w:p>
        </w:tc>
        <w:tc>
          <w:tcPr>
            <w:tcW w:w="4111" w:type="dxa"/>
            <w:tcBorders>
              <w:top w:val="nil"/>
              <w:bottom w:val="single" w:sz="4" w:space="0" w:color="auto"/>
            </w:tcBorders>
          </w:tcPr>
          <w:p w:rsidR="00714EBB" w:rsidRPr="00870ED0" w:rsidRDefault="00714EBB" w:rsidP="003B6377">
            <w:pPr>
              <w:pStyle w:val="TAH"/>
            </w:pPr>
            <w:r w:rsidRPr="00870ED0">
              <w:t>Call the getValueLength() method</w:t>
            </w:r>
          </w:p>
        </w:tc>
        <w:tc>
          <w:tcPr>
            <w:tcW w:w="2835" w:type="dxa"/>
            <w:tcBorders>
              <w:top w:val="nil"/>
              <w:bottom w:val="single" w:sz="4" w:space="0" w:color="auto"/>
            </w:tcBorders>
          </w:tcPr>
          <w:p w:rsidR="00714EBB" w:rsidRPr="00870ED0" w:rsidRDefault="00714EBB" w:rsidP="003B6377">
            <w:pPr>
              <w:pStyle w:val="TAL"/>
            </w:pPr>
            <w:r w:rsidRPr="00870ED0">
              <w:t>ToolkitException.UNAVAILABLE_ELEMENT is thrown</w:t>
            </w:r>
          </w:p>
        </w:tc>
        <w:tc>
          <w:tcPr>
            <w:tcW w:w="2410" w:type="dxa"/>
            <w:tcBorders>
              <w:top w:val="nil"/>
              <w:bottom w:val="single" w:sz="4" w:space="0" w:color="auto"/>
            </w:tcBorders>
          </w:tcPr>
          <w:p w:rsidR="00714EBB" w:rsidRPr="00870ED0" w:rsidRDefault="00714EBB" w:rsidP="003B6377">
            <w:pPr>
              <w:pStyle w:val="TAL"/>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rsidP="003B6377">
            <w:pPr>
              <w:pStyle w:val="TAC"/>
            </w:pPr>
            <w:r w:rsidRPr="00870ED0">
              <w:t>3</w:t>
            </w:r>
          </w:p>
        </w:tc>
        <w:tc>
          <w:tcPr>
            <w:tcW w:w="4111" w:type="dxa"/>
            <w:tcBorders>
              <w:top w:val="single" w:sz="4" w:space="0" w:color="auto"/>
              <w:bottom w:val="single" w:sz="4" w:space="0" w:color="auto"/>
            </w:tcBorders>
          </w:tcPr>
          <w:p w:rsidR="00714EBB" w:rsidRPr="00870ED0" w:rsidRDefault="00714EBB" w:rsidP="003B6377">
            <w:pPr>
              <w:pStyle w:val="TAH"/>
            </w:pPr>
            <w:r w:rsidRPr="00870ED0">
              <w:t>HANDLER_NOT_AVAILABLE exception</w:t>
            </w:r>
          </w:p>
          <w:p w:rsidR="00714EBB" w:rsidRPr="00870ED0" w:rsidRDefault="00714EBB" w:rsidP="003B6377">
            <w:pPr>
              <w:pStyle w:val="PL"/>
              <w:keepNext/>
              <w:keepLines/>
              <w:rPr>
                <w:b/>
                <w:noProof w:val="0"/>
              </w:rPr>
            </w:pPr>
            <w:r w:rsidRPr="00870ED0">
              <w:rPr>
                <w:noProof w:val="0"/>
              </w:rPr>
              <w:t>Call appendTLV() method, then post() and then clear()</w:t>
            </w:r>
          </w:p>
        </w:tc>
        <w:tc>
          <w:tcPr>
            <w:tcW w:w="2835" w:type="dxa"/>
            <w:tcBorders>
              <w:top w:val="single" w:sz="4" w:space="0" w:color="auto"/>
              <w:bottom w:val="single" w:sz="4" w:space="0" w:color="auto"/>
            </w:tcBorders>
          </w:tcPr>
          <w:p w:rsidR="00714EBB" w:rsidRPr="00870ED0" w:rsidRDefault="00714EBB" w:rsidP="003B6377">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rsidP="003B6377">
            <w:pPr>
              <w:pStyle w:val="TAL"/>
            </w:pPr>
          </w:p>
        </w:tc>
      </w:tr>
    </w:tbl>
    <w:p w:rsidR="00714EBB" w:rsidRPr="00870ED0" w:rsidRDefault="00714EBB"/>
    <w:p w:rsidR="00714EBB" w:rsidRPr="00870ED0" w:rsidRDefault="00714EBB">
      <w:pPr>
        <w:pStyle w:val="Heading4"/>
      </w:pPr>
      <w:r w:rsidRPr="00870ED0">
        <w:t>5.2.3.20</w:t>
      </w:r>
      <w:r w:rsidRPr="00870ED0">
        <w:tab/>
        <w:t>Method getCapacity</w:t>
      </w:r>
    </w:p>
    <w:p w:rsidR="00714EBB" w:rsidRPr="00870ED0" w:rsidRDefault="00714EBB" w:rsidP="003B6377">
      <w:r w:rsidRPr="00870ED0">
        <w:t>Test Area Reference: Api_2_Erh_Gcap</w:t>
      </w:r>
      <w:r w:rsidR="003B6377" w:rsidRPr="00870ED0">
        <w:t>.</w:t>
      </w:r>
    </w:p>
    <w:p w:rsidR="00714EBB" w:rsidRPr="00870ED0" w:rsidRDefault="00714EBB" w:rsidP="003B6377">
      <w:pPr>
        <w:pStyle w:val="Heading5"/>
      </w:pPr>
      <w:r w:rsidRPr="00870ED0">
        <w:t>5.2</w:t>
      </w:r>
      <w:r w:rsidR="003B6377" w:rsidRPr="00870ED0">
        <w:t>.3.20.1</w:t>
      </w:r>
      <w:r w:rsidR="003B6377"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getCapacity()</w:t>
      </w:r>
    </w:p>
    <w:p w:rsidR="00714EBB" w:rsidRPr="00870ED0" w:rsidRDefault="00714EBB">
      <w:pPr>
        <w:pStyle w:val="PL"/>
        <w:rPr>
          <w:noProof w:val="0"/>
        </w:rPr>
      </w:pPr>
    </w:p>
    <w:p w:rsidR="00714EBB" w:rsidRPr="00870ED0" w:rsidRDefault="00714EBB">
      <w:pPr>
        <w:pStyle w:val="H6"/>
        <w:outlineLvl w:val="0"/>
      </w:pPr>
      <w:r w:rsidRPr="00870ED0">
        <w:t>5.2.3.20.1.1</w:t>
      </w:r>
      <w:r w:rsidRPr="00870ED0">
        <w:tab/>
        <w:t>Normal execution</w:t>
      </w:r>
    </w:p>
    <w:p w:rsidR="00714EBB" w:rsidRPr="00870ED0" w:rsidRDefault="00714EBB">
      <w:pPr>
        <w:pStyle w:val="B1"/>
      </w:pPr>
      <w:r w:rsidRPr="00870ED0">
        <w:t>CRRN1: The method shall return the maximum size of the Comprehension TLV list managed by the handler.</w:t>
      </w:r>
    </w:p>
    <w:p w:rsidR="00714EBB" w:rsidRPr="00870ED0" w:rsidRDefault="00714EBB">
      <w:pPr>
        <w:pStyle w:val="H6"/>
        <w:outlineLvl w:val="0"/>
      </w:pPr>
      <w:r w:rsidRPr="00870ED0">
        <w:t>5.2.3.20.1.2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5.2.3.20.1.3</w:t>
      </w:r>
      <w:r w:rsidRPr="00870ED0">
        <w:tab/>
        <w:t>Context errors</w:t>
      </w:r>
    </w:p>
    <w:p w:rsidR="00714EBB" w:rsidRPr="00870ED0" w:rsidRDefault="00714EBB">
      <w:pPr>
        <w:pStyle w:val="B1"/>
      </w:pPr>
      <w:r w:rsidRPr="00870ED0">
        <w:t>CRRC1: The method shall throw HANDLER_NOT_AVAILABLE ToolkitException if the handler is busy.</w:t>
      </w:r>
    </w:p>
    <w:p w:rsidR="00714EBB" w:rsidRPr="00870ED0" w:rsidRDefault="00714EBB" w:rsidP="00B469A3">
      <w:pPr>
        <w:pStyle w:val="Heading5"/>
      </w:pPr>
      <w:r w:rsidRPr="00870ED0">
        <w:t>5.2.3.20.2</w:t>
      </w:r>
      <w:r w:rsidRPr="00870ED0">
        <w:tab/>
        <w:t>Test area files</w:t>
      </w:r>
    </w:p>
    <w:p w:rsidR="00714EBB" w:rsidRPr="00870ED0" w:rsidRDefault="00714EBB" w:rsidP="00B469A3">
      <w:pPr>
        <w:pStyle w:val="EX"/>
      </w:pPr>
      <w:r w:rsidRPr="00870ED0">
        <w:t>Test Source:</w:t>
      </w:r>
      <w:r w:rsidRPr="00870ED0">
        <w:tab/>
        <w:t>Test_Api_2_Erh_Gcap.java</w:t>
      </w:r>
      <w:r w:rsidR="00B469A3" w:rsidRPr="00870ED0">
        <w:t>.</w:t>
      </w:r>
    </w:p>
    <w:p w:rsidR="00714EBB" w:rsidRPr="00870ED0" w:rsidRDefault="00B469A3" w:rsidP="00B469A3">
      <w:pPr>
        <w:pStyle w:val="EX"/>
      </w:pPr>
      <w:r w:rsidRPr="00870ED0">
        <w:t>Test Applet:</w:t>
      </w:r>
      <w:r w:rsidRPr="00870ED0">
        <w:tab/>
      </w:r>
      <w:r w:rsidRPr="00870ED0">
        <w:tab/>
        <w:t>Api_2_Erh_Gcap_1.java.</w:t>
      </w:r>
    </w:p>
    <w:p w:rsidR="00714EBB" w:rsidRPr="00870ED0" w:rsidRDefault="00714EBB" w:rsidP="00B469A3">
      <w:pPr>
        <w:pStyle w:val="EX"/>
      </w:pPr>
      <w:r w:rsidRPr="00870ED0">
        <w:t>Cap File:</w:t>
      </w:r>
      <w:r w:rsidRPr="00870ED0">
        <w:tab/>
        <w:t>api_2_erh_gcap.cap</w:t>
      </w:r>
      <w:r w:rsidR="00B469A3" w:rsidRPr="00870ED0">
        <w:t>.</w:t>
      </w:r>
    </w:p>
    <w:p w:rsidR="00714EBB" w:rsidRPr="00870ED0" w:rsidRDefault="00714EBB" w:rsidP="00B469A3">
      <w:pPr>
        <w:pStyle w:val="Heading5"/>
      </w:pPr>
      <w:r w:rsidRPr="00870ED0">
        <w:t>5.2.3.20.3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5153"/>
      </w:tblGrid>
      <w:tr w:rsidR="00714EBB" w:rsidRPr="00870ED0" w:rsidTr="00510107">
        <w:trPr>
          <w:jc w:val="center"/>
        </w:trPr>
        <w:tc>
          <w:tcPr>
            <w:tcW w:w="2276" w:type="dxa"/>
          </w:tcPr>
          <w:p w:rsidR="00714EBB" w:rsidRPr="00870ED0" w:rsidRDefault="00714EBB">
            <w:pPr>
              <w:pStyle w:val="TAH"/>
            </w:pPr>
            <w:r w:rsidRPr="00870ED0">
              <w:t>CRR number</w:t>
            </w:r>
          </w:p>
        </w:tc>
        <w:tc>
          <w:tcPr>
            <w:tcW w:w="5153" w:type="dxa"/>
          </w:tcPr>
          <w:p w:rsidR="00714EBB" w:rsidRPr="00870ED0" w:rsidRDefault="00714EBB">
            <w:pPr>
              <w:pStyle w:val="TAH"/>
            </w:pPr>
            <w:r w:rsidRPr="00870ED0">
              <w:t>Test case number</w:t>
            </w:r>
          </w:p>
        </w:tc>
      </w:tr>
      <w:tr w:rsidR="00714EBB" w:rsidRPr="00870ED0" w:rsidTr="00510107">
        <w:trPr>
          <w:jc w:val="center"/>
        </w:trPr>
        <w:tc>
          <w:tcPr>
            <w:tcW w:w="2276" w:type="dxa"/>
          </w:tcPr>
          <w:p w:rsidR="00714EBB" w:rsidRPr="00870ED0" w:rsidRDefault="00714EBB">
            <w:pPr>
              <w:pStyle w:val="TAC"/>
            </w:pPr>
            <w:r w:rsidRPr="00870ED0">
              <w:t>N1</w:t>
            </w:r>
          </w:p>
        </w:tc>
        <w:tc>
          <w:tcPr>
            <w:tcW w:w="5153" w:type="dxa"/>
          </w:tcPr>
          <w:p w:rsidR="00714EBB" w:rsidRPr="00870ED0" w:rsidRDefault="00714EBB">
            <w:pPr>
              <w:pStyle w:val="TAC"/>
            </w:pPr>
            <w:r w:rsidRPr="00870ED0">
              <w:t>1</w:t>
            </w:r>
          </w:p>
        </w:tc>
      </w:tr>
      <w:tr w:rsidR="00714EBB" w:rsidRPr="00870ED0" w:rsidTr="00510107">
        <w:trPr>
          <w:jc w:val="center"/>
        </w:trPr>
        <w:tc>
          <w:tcPr>
            <w:tcW w:w="2276" w:type="dxa"/>
          </w:tcPr>
          <w:p w:rsidR="00714EBB" w:rsidRPr="00870ED0" w:rsidRDefault="00714EBB">
            <w:pPr>
              <w:pStyle w:val="TAC"/>
            </w:pPr>
            <w:r w:rsidRPr="00870ED0">
              <w:t>C1</w:t>
            </w:r>
          </w:p>
        </w:tc>
        <w:tc>
          <w:tcPr>
            <w:tcW w:w="5153" w:type="dxa"/>
          </w:tcPr>
          <w:p w:rsidR="00714EBB" w:rsidRPr="00870ED0" w:rsidRDefault="00714EBB">
            <w:pPr>
              <w:pStyle w:val="TAC"/>
            </w:pPr>
            <w:r w:rsidRPr="00870ED0">
              <w:t>Tested in CAT Runtime Environment part: FWK_MHA_ERHD</w:t>
            </w:r>
          </w:p>
        </w:tc>
      </w:tr>
    </w:tbl>
    <w:p w:rsidR="00714EBB" w:rsidRPr="00870ED0" w:rsidRDefault="00714EBB" w:rsidP="00B469A3"/>
    <w:p w:rsidR="00714EBB" w:rsidRPr="00870ED0" w:rsidRDefault="00714EBB" w:rsidP="00B469A3">
      <w:pPr>
        <w:pStyle w:val="Heading5"/>
      </w:pPr>
      <w:r w:rsidRPr="00870ED0">
        <w:lastRenderedPageBreak/>
        <w:t>5.2.3.20.4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714EBB">
        <w:trPr>
          <w:jc w:val="center"/>
        </w:trPr>
        <w:tc>
          <w:tcPr>
            <w:tcW w:w="425" w:type="dxa"/>
            <w:tcBorders>
              <w:left w:val="single" w:sz="4" w:space="0" w:color="auto"/>
            </w:tcBorders>
          </w:tcPr>
          <w:p w:rsidR="00714EBB" w:rsidRPr="00870ED0" w:rsidRDefault="00714EBB">
            <w:pPr>
              <w:pStyle w:val="TAH"/>
            </w:pPr>
            <w:r w:rsidRPr="00870ED0">
              <w:t>Id</w:t>
            </w:r>
          </w:p>
        </w:tc>
        <w:tc>
          <w:tcPr>
            <w:tcW w:w="4111" w:type="dxa"/>
          </w:tcPr>
          <w:p w:rsidR="00714EBB" w:rsidRPr="00870ED0" w:rsidRDefault="00714EBB">
            <w:pPr>
              <w:pStyle w:val="TAH"/>
            </w:pPr>
            <w:r w:rsidRPr="00870ED0">
              <w:t>Description</w:t>
            </w:r>
          </w:p>
        </w:tc>
        <w:tc>
          <w:tcPr>
            <w:tcW w:w="2911" w:type="dxa"/>
          </w:tcPr>
          <w:p w:rsidR="00714EBB" w:rsidRPr="00870ED0" w:rsidRDefault="00714EBB">
            <w:pPr>
              <w:pStyle w:val="TAH"/>
            </w:pPr>
            <w:r w:rsidRPr="00870ED0">
              <w:t>API Expectation</w:t>
            </w:r>
          </w:p>
        </w:tc>
        <w:tc>
          <w:tcPr>
            <w:tcW w:w="2334" w:type="dxa"/>
          </w:tcPr>
          <w:p w:rsidR="00714EBB" w:rsidRPr="00870ED0" w:rsidRDefault="00714EBB">
            <w:pPr>
              <w:pStyle w:val="TAH"/>
            </w:pPr>
            <w:r w:rsidRPr="00870ED0">
              <w:t>APDU Expectation</w:t>
            </w:r>
          </w:p>
        </w:tc>
      </w:tr>
      <w:tr w:rsidR="00714EBB" w:rsidRPr="00870ED0" w:rsidTr="00714EBB">
        <w:trPr>
          <w:jc w:val="center"/>
        </w:trPr>
        <w:tc>
          <w:tcPr>
            <w:tcW w:w="425" w:type="dxa"/>
            <w:tcBorders>
              <w:left w:val="single" w:sz="4" w:space="0" w:color="auto"/>
            </w:tcBorders>
          </w:tcPr>
          <w:p w:rsidR="00714EBB" w:rsidRPr="00870ED0" w:rsidRDefault="00714EBB">
            <w:pPr>
              <w:pStyle w:val="TAC"/>
            </w:pPr>
            <w:r w:rsidRPr="00870ED0">
              <w:t>1</w:t>
            </w:r>
          </w:p>
        </w:tc>
        <w:tc>
          <w:tcPr>
            <w:tcW w:w="4111" w:type="dxa"/>
          </w:tcPr>
          <w:p w:rsidR="00714EBB" w:rsidRPr="00870ED0" w:rsidRDefault="00714EBB">
            <w:pPr>
              <w:pStyle w:val="TAL"/>
              <w:jc w:val="center"/>
              <w:rPr>
                <w:b/>
              </w:rPr>
            </w:pPr>
            <w:r w:rsidRPr="00870ED0">
              <w:rPr>
                <w:b/>
              </w:rPr>
              <w:t>EnvelopeResponseHandler available</w:t>
            </w:r>
          </w:p>
          <w:p w:rsidR="00714EBB" w:rsidRPr="00870ED0" w:rsidRDefault="00714EBB">
            <w:pPr>
              <w:pStyle w:val="PL"/>
              <w:rPr>
                <w:noProof w:val="0"/>
              </w:rPr>
            </w:pPr>
          </w:p>
          <w:p w:rsidR="00714EBB" w:rsidRPr="00870ED0" w:rsidRDefault="00714EBB">
            <w:pPr>
              <w:pStyle w:val="PL"/>
              <w:rPr>
                <w:noProof w:val="0"/>
              </w:rPr>
            </w:pPr>
            <w:r w:rsidRPr="00870ED0">
              <w:rPr>
                <w:noProof w:val="0"/>
              </w:rPr>
              <w:t>1- Send envelope Menu Selection</w:t>
            </w:r>
          </w:p>
          <w:p w:rsidR="00714EBB" w:rsidRPr="00870ED0" w:rsidRDefault="00714EBB">
            <w:pPr>
              <w:pStyle w:val="PL"/>
              <w:rPr>
                <w:noProof w:val="0"/>
              </w:rPr>
            </w:pPr>
            <w:r w:rsidRPr="00870ED0">
              <w:rPr>
                <w:noProof w:val="0"/>
              </w:rPr>
              <w:t>2- The applet calls getTheHandler() method</w:t>
            </w:r>
          </w:p>
          <w:p w:rsidR="00714EBB" w:rsidRPr="00870ED0" w:rsidRDefault="00714EBB">
            <w:pPr>
              <w:pStyle w:val="PL"/>
              <w:rPr>
                <w:noProof w:val="0"/>
              </w:rPr>
            </w:pPr>
            <w:r w:rsidRPr="00870ED0">
              <w:rPr>
                <w:noProof w:val="0"/>
              </w:rPr>
              <w:t>3- The applet calls getCapacity() method on the EnvelopeResponseHandler</w:t>
            </w:r>
          </w:p>
          <w:p w:rsidR="00714EBB" w:rsidRPr="00870ED0" w:rsidRDefault="00714EBB">
            <w:pPr>
              <w:pStyle w:val="PL"/>
              <w:rPr>
                <w:noProof w:val="0"/>
              </w:rPr>
            </w:pPr>
            <w:r w:rsidRPr="00870ED0">
              <w:rPr>
                <w:noProof w:val="0"/>
              </w:rPr>
              <w:t>4- The applet fills the handler with the maximum capacity using AppendTLV() method</w:t>
            </w:r>
          </w:p>
          <w:p w:rsidR="00714EBB" w:rsidRPr="00870ED0" w:rsidRDefault="00714EBB">
            <w:pPr>
              <w:pStyle w:val="PL"/>
              <w:rPr>
                <w:noProof w:val="0"/>
              </w:rPr>
            </w:pPr>
            <w:r w:rsidRPr="00870ED0">
              <w:rPr>
                <w:noProof w:val="0"/>
              </w:rPr>
              <w:t>5- The applet calls clear() method on the EnvelopeResponseHandler</w:t>
            </w:r>
          </w:p>
          <w:p w:rsidR="00714EBB" w:rsidRPr="00870ED0" w:rsidRDefault="00714EBB">
            <w:pPr>
              <w:pStyle w:val="PL"/>
              <w:rPr>
                <w:noProof w:val="0"/>
              </w:rPr>
            </w:pPr>
            <w:r w:rsidRPr="00870ED0">
              <w:rPr>
                <w:noProof w:val="0"/>
              </w:rPr>
              <w:t>6- The applet fills the handler with the maximum capacity plus one, using AppendTLV() method</w:t>
            </w:r>
          </w:p>
        </w:tc>
        <w:tc>
          <w:tcPr>
            <w:tcW w:w="2911" w:type="dxa"/>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Applet is triggered</w:t>
            </w:r>
          </w:p>
          <w:p w:rsidR="00714EBB" w:rsidRPr="00870ED0" w:rsidRDefault="00714EBB">
            <w:pPr>
              <w:pStyle w:val="TAL"/>
            </w:pPr>
            <w:r w:rsidRPr="00870ED0">
              <w:t>2- No exception is thrown</w:t>
            </w:r>
          </w:p>
          <w:p w:rsidR="00714EBB" w:rsidRPr="00870ED0" w:rsidRDefault="00714EBB">
            <w:pPr>
              <w:pStyle w:val="TAL"/>
            </w:pPr>
            <w:r w:rsidRPr="00870ED0">
              <w:t>3- No exception is thrown</w:t>
            </w:r>
          </w:p>
          <w:p w:rsidR="00714EBB" w:rsidRPr="00870ED0" w:rsidRDefault="00714EBB">
            <w:pPr>
              <w:pStyle w:val="TAL"/>
            </w:pPr>
          </w:p>
          <w:p w:rsidR="00714EBB" w:rsidRPr="00870ED0" w:rsidRDefault="00714EBB">
            <w:pPr>
              <w:pStyle w:val="TAL"/>
            </w:pPr>
            <w:r w:rsidRPr="00870ED0">
              <w:t>4- No exception is thrown</w:t>
            </w:r>
          </w:p>
          <w:p w:rsidR="00714EBB" w:rsidRPr="00870ED0" w:rsidRDefault="00714EBB">
            <w:pPr>
              <w:pStyle w:val="TAL"/>
            </w:pPr>
            <w:r w:rsidRPr="00870ED0">
              <w:t>5- No exception is thrown</w:t>
            </w:r>
          </w:p>
          <w:p w:rsidR="00714EBB" w:rsidRPr="00870ED0" w:rsidRDefault="00714EBB">
            <w:pPr>
              <w:pStyle w:val="TAL"/>
            </w:pPr>
          </w:p>
          <w:p w:rsidR="00714EBB" w:rsidRPr="00870ED0" w:rsidRDefault="00714EBB">
            <w:pPr>
              <w:pStyle w:val="TAL"/>
            </w:pPr>
            <w:r w:rsidRPr="00870ED0">
              <w:t>6- HANDLER_OVERFLOW exception is thrown</w:t>
            </w:r>
          </w:p>
        </w:tc>
        <w:tc>
          <w:tcPr>
            <w:tcW w:w="2334" w:type="dxa"/>
          </w:tcPr>
          <w:p w:rsidR="00714EBB" w:rsidRPr="00870ED0" w:rsidRDefault="00714EBB">
            <w:pPr>
              <w:pStyle w:val="TAL"/>
            </w:pPr>
          </w:p>
        </w:tc>
      </w:tr>
    </w:tbl>
    <w:p w:rsidR="00714EBB" w:rsidRPr="00870ED0" w:rsidRDefault="00714EBB"/>
    <w:p w:rsidR="00714EBB" w:rsidRPr="00870ED0" w:rsidRDefault="00B469A3" w:rsidP="00B469A3">
      <w:pPr>
        <w:pStyle w:val="Heading4"/>
      </w:pPr>
      <w:r w:rsidRPr="00870ED0">
        <w:t>5.2.3.21</w:t>
      </w:r>
      <w:r w:rsidRPr="00870ED0">
        <w:tab/>
        <w:t>Method getValueShort</w:t>
      </w:r>
    </w:p>
    <w:p w:rsidR="00714EBB" w:rsidRPr="00870ED0" w:rsidRDefault="00714EBB">
      <w:pPr>
        <w:outlineLvl w:val="0"/>
      </w:pPr>
      <w:r w:rsidRPr="00870ED0">
        <w:t>Test Area Reference: Api_2_Erh_Gvsh</w:t>
      </w:r>
      <w:r w:rsidR="00B469A3" w:rsidRPr="00870ED0">
        <w:t>.</w:t>
      </w:r>
    </w:p>
    <w:p w:rsidR="00714EBB" w:rsidRPr="00870ED0" w:rsidRDefault="00714EBB" w:rsidP="00B469A3">
      <w:pPr>
        <w:pStyle w:val="Heading5"/>
      </w:pPr>
      <w:r w:rsidRPr="00870ED0">
        <w:t>5.2</w:t>
      </w:r>
      <w:r w:rsidR="00B469A3" w:rsidRPr="00870ED0">
        <w:t>.3.21.1</w:t>
      </w:r>
      <w:r w:rsidR="00B469A3"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getValueShort(short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5.2.3.21.1.1</w:t>
      </w:r>
      <w:r w:rsidRPr="00870ED0">
        <w:tab/>
        <w:t>Normal execution</w:t>
      </w:r>
    </w:p>
    <w:p w:rsidR="00714EBB" w:rsidRPr="00870ED0" w:rsidRDefault="00714EBB">
      <w:pPr>
        <w:pStyle w:val="B1"/>
      </w:pPr>
      <w:r w:rsidRPr="00870ED0">
        <w:t>CRRN1: Gets a short from the last TLV element which has been found in the handler and returns its value (1 short).</w:t>
      </w:r>
    </w:p>
    <w:p w:rsidR="00714EBB" w:rsidRPr="00870ED0" w:rsidRDefault="00714EBB">
      <w:pPr>
        <w:pStyle w:val="H6"/>
        <w:outlineLvl w:val="0"/>
      </w:pPr>
      <w:r w:rsidRPr="00870ED0">
        <w:t>5.2.3.21.1.2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5.2.3.21.1.3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B469A3">
      <w:pPr>
        <w:pStyle w:val="Heading5"/>
      </w:pPr>
      <w:r w:rsidRPr="00870ED0">
        <w:t>5.2.3.21.2</w:t>
      </w:r>
      <w:r w:rsidRPr="00870ED0">
        <w:tab/>
        <w:t>Test area files</w:t>
      </w:r>
    </w:p>
    <w:p w:rsidR="00714EBB" w:rsidRPr="00870ED0" w:rsidRDefault="00714EBB">
      <w:r w:rsidRPr="00870ED0">
        <w:t>Specific triggering: Unrecognized Envelope</w:t>
      </w:r>
      <w:r w:rsidR="00B469A3" w:rsidRPr="00870ED0">
        <w:t>:</w:t>
      </w:r>
    </w:p>
    <w:p w:rsidR="00714EBB" w:rsidRPr="00870ED0" w:rsidRDefault="00714EBB" w:rsidP="00B469A3">
      <w:pPr>
        <w:pStyle w:val="EX"/>
      </w:pPr>
      <w:r w:rsidRPr="00870ED0">
        <w:t>Test Source:</w:t>
      </w:r>
      <w:r w:rsidRPr="00870ED0">
        <w:tab/>
        <w:t>Test_Api_2_Erh_Gvsh.java</w:t>
      </w:r>
      <w:r w:rsidR="00B469A3" w:rsidRPr="00870ED0">
        <w:t>.</w:t>
      </w:r>
    </w:p>
    <w:p w:rsidR="00714EBB" w:rsidRPr="00870ED0" w:rsidRDefault="00714EBB" w:rsidP="00B469A3">
      <w:pPr>
        <w:pStyle w:val="EX"/>
      </w:pPr>
      <w:r w:rsidRPr="00870ED0">
        <w:t>Test</w:t>
      </w:r>
      <w:r w:rsidR="00B469A3" w:rsidRPr="00870ED0">
        <w:t xml:space="preserve"> Applet: </w:t>
      </w:r>
      <w:r w:rsidR="00B469A3" w:rsidRPr="00870ED0">
        <w:tab/>
        <w:t>Api_2_Erh_Gvsh_1.java.</w:t>
      </w:r>
    </w:p>
    <w:p w:rsidR="00714EBB" w:rsidRPr="00870ED0" w:rsidRDefault="00714EBB" w:rsidP="00B469A3">
      <w:pPr>
        <w:pStyle w:val="EX"/>
      </w:pPr>
      <w:r w:rsidRPr="00870ED0">
        <w:t>Cap File:</w:t>
      </w:r>
      <w:r w:rsidRPr="00870ED0">
        <w:tab/>
        <w:t>api_2_erh_gvsh.cap</w:t>
      </w:r>
      <w:r w:rsidR="00B469A3" w:rsidRPr="00870ED0">
        <w:t>.</w:t>
      </w:r>
    </w:p>
    <w:p w:rsidR="00714EBB" w:rsidRPr="00870ED0" w:rsidRDefault="00714EBB" w:rsidP="00B469A3">
      <w:pPr>
        <w:pStyle w:val="Heading5"/>
      </w:pPr>
      <w:r w:rsidRPr="00870ED0">
        <w:t>5.2.3.21.3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123"/>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4123"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4123" w:type="dxa"/>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4123"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4123" w:type="dxa"/>
          </w:tcPr>
          <w:p w:rsidR="00714EBB" w:rsidRPr="00870ED0" w:rsidRDefault="00714EBB">
            <w:pPr>
              <w:pStyle w:val="TAC"/>
              <w:keepNext w:val="0"/>
              <w:keepLines w:val="0"/>
            </w:pPr>
            <w:r w:rsidRPr="00870ED0">
              <w:t>9</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4123" w:type="dxa"/>
          </w:tcPr>
          <w:p w:rsidR="00714EBB" w:rsidRPr="00870ED0" w:rsidRDefault="00714EBB">
            <w:pPr>
              <w:pStyle w:val="TAC"/>
              <w:keepNext w:val="0"/>
              <w:keepLines w:val="0"/>
            </w:pPr>
            <w:r w:rsidRPr="00870ED0">
              <w:t>1</w:t>
            </w:r>
          </w:p>
        </w:tc>
      </w:tr>
    </w:tbl>
    <w:p w:rsidR="00714EBB" w:rsidRPr="00870ED0" w:rsidRDefault="00714EBB" w:rsidP="00B469A3"/>
    <w:p w:rsidR="00714EBB" w:rsidRPr="00870ED0" w:rsidRDefault="00714EBB" w:rsidP="00B469A3">
      <w:pPr>
        <w:pStyle w:val="Heading5"/>
      </w:pPr>
      <w:r w:rsidRPr="00870ED0">
        <w:lastRenderedPageBreak/>
        <w:t>5.2.3.21.4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B469A3">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1</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appendTLV() 82 02 81 82, appendTLV() 81 03 11 22 FE</w:t>
            </w:r>
          </w:p>
          <w:p w:rsidR="00714EBB" w:rsidRPr="00870ED0" w:rsidRDefault="00714EBB">
            <w:pPr>
              <w:pStyle w:val="PL"/>
              <w:rPr>
                <w:noProof w:val="0"/>
              </w:rPr>
            </w:pPr>
            <w:r w:rsidRPr="00870ED0">
              <w:rPr>
                <w:noProof w:val="0"/>
              </w:rPr>
              <w:t>findTLV() with TAG 03</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getValueShort(0)</w:t>
            </w:r>
          </w:p>
          <w:p w:rsidR="00714EBB" w:rsidRPr="00870ED0" w:rsidRDefault="00714EBB">
            <w:pPr>
              <w:pStyle w:val="PL"/>
              <w:rPr>
                <w:noProof w:val="0"/>
              </w:rPr>
            </w:pPr>
          </w:p>
        </w:tc>
        <w:tc>
          <w:tcPr>
            <w:tcW w:w="2835" w:type="dxa"/>
            <w:tcBorders>
              <w:top w:val="single" w:sz="4" w:space="0" w:color="808080"/>
              <w:bottom w:val="single" w:sz="4" w:space="0" w:color="auto"/>
            </w:tcBorders>
          </w:tcPr>
          <w:p w:rsidR="00714EBB" w:rsidRPr="00870ED0" w:rsidRDefault="00714EBB">
            <w:pPr>
              <w:pStyle w:val="TAL"/>
            </w:pPr>
            <w:r w:rsidRPr="00870ED0">
              <w:t>ToolkitException.UNAVAILABLE_ELEMENT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2</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Search TLV 01h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getValueShort(3)</w:t>
            </w:r>
          </w:p>
          <w:p w:rsidR="00714EBB" w:rsidRPr="00870ED0" w:rsidRDefault="00714EBB">
            <w:pPr>
              <w:pStyle w:val="PL"/>
              <w:rPr>
                <w:noProof w:val="0"/>
              </w:rPr>
            </w:pPr>
          </w:p>
        </w:tc>
        <w:tc>
          <w:tcPr>
            <w:tcW w:w="2835" w:type="dxa"/>
            <w:tcBorders>
              <w:top w:val="single" w:sz="4" w:space="0" w:color="808080"/>
              <w:bottom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3</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Search TLV 01h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keepNext/>
              <w:keepLines/>
              <w:rPr>
                <w:noProof w:val="0"/>
              </w:rPr>
            </w:pPr>
            <w:r w:rsidRPr="00870ED0">
              <w:rPr>
                <w:noProof w:val="0"/>
              </w:rPr>
              <w:t>getValueShort(1)</w:t>
            </w:r>
          </w:p>
          <w:p w:rsidR="00714EBB" w:rsidRPr="00870ED0" w:rsidRDefault="00714EBB">
            <w:pPr>
              <w:pStyle w:val="PL"/>
              <w:rPr>
                <w:noProof w:val="0"/>
              </w:rPr>
            </w:pPr>
          </w:p>
        </w:tc>
        <w:tc>
          <w:tcPr>
            <w:tcW w:w="2835" w:type="dxa"/>
            <w:tcBorders>
              <w:top w:val="single" w:sz="4" w:space="0" w:color="808080"/>
              <w:bottom w:val="single" w:sz="4" w:space="0" w:color="auto"/>
            </w:tcBorders>
          </w:tcPr>
          <w:p w:rsidR="00714EBB" w:rsidRPr="00870ED0" w:rsidRDefault="00714EBB">
            <w:pPr>
              <w:pStyle w:val="TAL"/>
            </w:pPr>
            <w:r w:rsidRPr="00870ED0">
              <w:t xml:space="preserve">Result is 22h FEh </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4</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 xml:space="preserve">Search TLV 02h </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getValueShort(0)</w:t>
            </w:r>
          </w:p>
          <w:p w:rsidR="00714EBB" w:rsidRPr="00870ED0" w:rsidRDefault="00714EBB">
            <w:pPr>
              <w:pStyle w:val="PL"/>
              <w:rPr>
                <w:noProof w:val="0"/>
              </w:rPr>
            </w:pPr>
          </w:p>
        </w:tc>
        <w:tc>
          <w:tcPr>
            <w:tcW w:w="2835" w:type="dxa"/>
            <w:tcBorders>
              <w:top w:val="single" w:sz="4" w:space="0" w:color="808080"/>
              <w:bottom w:val="single" w:sz="4" w:space="0" w:color="auto"/>
            </w:tcBorders>
          </w:tcPr>
          <w:p w:rsidR="00714EBB" w:rsidRPr="00870ED0" w:rsidRDefault="00714EBB">
            <w:pPr>
              <w:pStyle w:val="TAL"/>
            </w:pPr>
            <w:r w:rsidRPr="00870ED0">
              <w:t>Result is 81h 82h</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5</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appendTLV() with TAG 0D, Length 0x7E, Value: 00, 01, ..., 7D</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getValueShort(7C)</w:t>
            </w:r>
          </w:p>
        </w:tc>
        <w:tc>
          <w:tcPr>
            <w:tcW w:w="2835" w:type="dxa"/>
            <w:tcBorders>
              <w:top w:val="single" w:sz="4" w:space="0" w:color="808080"/>
              <w:bottom w:val="single" w:sz="4" w:space="0" w:color="auto"/>
            </w:tcBorders>
          </w:tcPr>
          <w:p w:rsidR="00714EBB" w:rsidRPr="00870ED0" w:rsidRDefault="00714EBB">
            <w:pPr>
              <w:pStyle w:val="TAL"/>
            </w:pPr>
            <w:r w:rsidRPr="00870ED0">
              <w:t>Result is 7Ch 7Dh</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6</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clear the handler, appendTLV() with TAG 0D, Length 0x80, Value: 00, 01, ..., 7F</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getValueShort(7D)</w:t>
            </w:r>
          </w:p>
        </w:tc>
        <w:tc>
          <w:tcPr>
            <w:tcW w:w="2835" w:type="dxa"/>
            <w:tcBorders>
              <w:top w:val="single" w:sz="4" w:space="0" w:color="808080"/>
              <w:bottom w:val="single" w:sz="4" w:space="0" w:color="auto"/>
            </w:tcBorders>
          </w:tcPr>
          <w:p w:rsidR="00714EBB" w:rsidRPr="00870ED0" w:rsidRDefault="00714EBB">
            <w:pPr>
              <w:pStyle w:val="TAL"/>
            </w:pPr>
            <w:r w:rsidRPr="00870ED0">
              <w:t>Result is 7Dh 7Eh</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7</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getValueShort(7E)</w:t>
            </w:r>
          </w:p>
        </w:tc>
        <w:tc>
          <w:tcPr>
            <w:tcW w:w="2835" w:type="dxa"/>
            <w:tcBorders>
              <w:top w:val="single" w:sz="4" w:space="0" w:color="808080"/>
              <w:bottom w:val="single" w:sz="4" w:space="0" w:color="auto"/>
            </w:tcBorders>
          </w:tcPr>
          <w:p w:rsidR="00714EBB" w:rsidRPr="00870ED0" w:rsidRDefault="00714EBB">
            <w:pPr>
              <w:pStyle w:val="TAL"/>
            </w:pPr>
            <w:r w:rsidRPr="00870ED0">
              <w:t>Result is 7Eh 7Fh</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r w:rsidRPr="00870ED0">
              <w:t>8</w:t>
            </w: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clear the handler, appendTLV() with TAG 0D, Length 0xF1, Value: 00, 01, ..., F0</w:t>
            </w:r>
          </w:p>
        </w:tc>
        <w:tc>
          <w:tcPr>
            <w:tcW w:w="2835" w:type="dxa"/>
            <w:tcBorders>
              <w:top w:val="single" w:sz="4" w:space="0" w:color="808080"/>
              <w:bottom w:val="single" w:sz="4" w:space="0" w:color="auto"/>
            </w:tcBorders>
          </w:tcPr>
          <w:p w:rsidR="00714EBB" w:rsidRPr="00870ED0" w:rsidRDefault="00714EBB">
            <w:pPr>
              <w:pStyle w:val="TAL"/>
            </w:pP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pPr>
          </w:p>
        </w:tc>
        <w:tc>
          <w:tcPr>
            <w:tcW w:w="4111" w:type="dxa"/>
            <w:tcBorders>
              <w:top w:val="single" w:sz="4" w:space="0" w:color="808080"/>
              <w:bottom w:val="single" w:sz="4" w:space="0" w:color="auto"/>
            </w:tcBorders>
          </w:tcPr>
          <w:p w:rsidR="00714EBB" w:rsidRPr="00870ED0" w:rsidRDefault="00714EBB">
            <w:pPr>
              <w:pStyle w:val="PL"/>
              <w:rPr>
                <w:noProof w:val="0"/>
              </w:rPr>
            </w:pPr>
            <w:r w:rsidRPr="00870ED0">
              <w:rPr>
                <w:noProof w:val="0"/>
              </w:rPr>
              <w:t>getValueShort(EF)</w:t>
            </w:r>
          </w:p>
          <w:p w:rsidR="00714EBB" w:rsidRPr="00870ED0" w:rsidRDefault="00714EBB">
            <w:pPr>
              <w:pStyle w:val="PL"/>
              <w:rPr>
                <w:noProof w:val="0"/>
              </w:rPr>
            </w:pPr>
          </w:p>
        </w:tc>
        <w:tc>
          <w:tcPr>
            <w:tcW w:w="2835" w:type="dxa"/>
            <w:tcBorders>
              <w:top w:val="single" w:sz="4" w:space="0" w:color="808080"/>
              <w:bottom w:val="single" w:sz="4" w:space="0" w:color="auto"/>
            </w:tcBorders>
          </w:tcPr>
          <w:p w:rsidR="00714EBB" w:rsidRPr="00870ED0" w:rsidRDefault="00714EBB">
            <w:pPr>
              <w:pStyle w:val="TAL"/>
            </w:pPr>
            <w:r w:rsidRPr="00870ED0">
              <w:t>Result is EFh F0h</w:t>
            </w:r>
          </w:p>
        </w:tc>
        <w:tc>
          <w:tcPr>
            <w:tcW w:w="2410" w:type="dxa"/>
            <w:tcBorders>
              <w:top w:val="single" w:sz="4" w:space="0" w:color="808080"/>
              <w:bottom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pPr>
            <w:r w:rsidRPr="00870ED0">
              <w:t>9</w:t>
            </w:r>
          </w:p>
        </w:tc>
        <w:tc>
          <w:tcPr>
            <w:tcW w:w="4111" w:type="dxa"/>
            <w:tcBorders>
              <w:top w:val="single" w:sz="4" w:space="0" w:color="auto"/>
              <w:bottom w:val="single" w:sz="4" w:space="0" w:color="auto"/>
            </w:tcBorders>
          </w:tcPr>
          <w:p w:rsidR="00714EBB" w:rsidRPr="00870ED0" w:rsidRDefault="00714EBB">
            <w:pPr>
              <w:pStyle w:val="TAH"/>
            </w:pPr>
            <w:r w:rsidRPr="00870ED0">
              <w:t>HANDLER_NOT_AVAILABLE exception</w:t>
            </w:r>
          </w:p>
          <w:p w:rsidR="00714EBB" w:rsidRPr="00870ED0" w:rsidRDefault="00714EBB">
            <w:pPr>
              <w:pStyle w:val="PL"/>
              <w:rPr>
                <w:noProof w:val="0"/>
              </w:rPr>
            </w:pPr>
            <w:r w:rsidRPr="00870ED0">
              <w:rPr>
                <w:noProof w:val="0"/>
              </w:rPr>
              <w:t>Call post() method, then getValueShort()</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5.2.3.22</w:t>
      </w:r>
      <w:r w:rsidRPr="00870ED0">
        <w:tab/>
        <w:t>Method appendTLV(byte tag, byte value1, short value2)</w:t>
      </w:r>
    </w:p>
    <w:p w:rsidR="00714EBB" w:rsidRPr="00870ED0" w:rsidRDefault="00714EBB">
      <w:r w:rsidRPr="00870ED0">
        <w:t>Test Area Reference: Api_2_Erh_Aptlbbs</w:t>
      </w:r>
      <w:r w:rsidR="00B469A3" w:rsidRPr="00870ED0">
        <w:t>.</w:t>
      </w:r>
    </w:p>
    <w:p w:rsidR="00714EBB" w:rsidRPr="00870ED0" w:rsidRDefault="00714EBB" w:rsidP="00A11AA0">
      <w:pPr>
        <w:pStyle w:val="Heading5"/>
      </w:pPr>
      <w:r w:rsidRPr="00870ED0">
        <w:t>5.2.</w:t>
      </w:r>
      <w:r w:rsidR="00A11AA0" w:rsidRPr="00870ED0">
        <w:t>3.22.1</w:t>
      </w:r>
      <w:r w:rsidR="00A11AA0"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rsidP="00B469A3">
      <w:pPr>
        <w:pStyle w:val="PL"/>
        <w:rPr>
          <w:noProof w:val="0"/>
        </w:rPr>
      </w:pPr>
      <w:r w:rsidRPr="00870ED0">
        <w:rPr>
          <w:noProof w:val="0"/>
        </w:rPr>
        <w:t xml:space="preserve">                      byte value1,</w:t>
      </w:r>
    </w:p>
    <w:p w:rsidR="00714EBB" w:rsidRPr="00870ED0" w:rsidRDefault="00714EBB" w:rsidP="00B469A3">
      <w:pPr>
        <w:pStyle w:val="PL"/>
        <w:rPr>
          <w:noProof w:val="0"/>
        </w:rPr>
      </w:pPr>
      <w:r w:rsidRPr="00870ED0">
        <w:rPr>
          <w:noProof w:val="0"/>
        </w:rPr>
        <w:t xml:space="preserve">                      short value2)</w:t>
      </w:r>
    </w:p>
    <w:p w:rsidR="00714EBB" w:rsidRPr="00870ED0" w:rsidRDefault="00714EBB" w:rsidP="00B469A3">
      <w:pPr>
        <w:pStyle w:val="PL"/>
        <w:rPr>
          <w:noProof w:val="0"/>
        </w:rPr>
      </w:pPr>
      <w:r w:rsidRPr="00870ED0">
        <w:rPr>
          <w:noProof w:val="0"/>
        </w:rPr>
        <w:t xml:space="preserve">               throws ToolkitException</w:t>
      </w:r>
    </w:p>
    <w:p w:rsidR="00B469A3" w:rsidRPr="00870ED0" w:rsidRDefault="00B469A3">
      <w:pPr>
        <w:pStyle w:val="PL"/>
        <w:rPr>
          <w:noProof w:val="0"/>
        </w:rPr>
      </w:pPr>
    </w:p>
    <w:p w:rsidR="00714EBB" w:rsidRPr="00870ED0" w:rsidRDefault="00714EBB">
      <w:pPr>
        <w:pStyle w:val="H6"/>
        <w:outlineLvl w:val="0"/>
      </w:pPr>
      <w:r w:rsidRPr="00870ED0">
        <w:t>5.2.3.22.1.1</w:t>
      </w:r>
      <w:r w:rsidRPr="00870ED0">
        <w:tab/>
        <w:t>Normal execution</w:t>
      </w:r>
    </w:p>
    <w:p w:rsidR="00714EBB" w:rsidRPr="00870ED0" w:rsidRDefault="00714EBB">
      <w:pPr>
        <w:pStyle w:val="B1"/>
      </w:pPr>
      <w:r w:rsidRPr="00870ED0">
        <w:t>CRRN1: Appends a TLV element to the current TLV list (3</w:t>
      </w:r>
      <w:r w:rsidR="00A11AA0" w:rsidRPr="00870ED0">
        <w:t>-byte element(1-byte,1-short)).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5.2.3.22.1.2</w:t>
      </w:r>
      <w:r w:rsidRPr="00870ED0">
        <w:tab/>
        <w:t>Parameter errors</w:t>
      </w:r>
    </w:p>
    <w:p w:rsidR="00714EBB" w:rsidRPr="00870ED0" w:rsidRDefault="00714EBB">
      <w:r w:rsidRPr="00870ED0">
        <w:t>No requirements</w:t>
      </w:r>
      <w:r w:rsidR="00A11AA0" w:rsidRPr="00870ED0">
        <w:t>.</w:t>
      </w:r>
    </w:p>
    <w:p w:rsidR="00714EBB" w:rsidRPr="00870ED0" w:rsidRDefault="00714EBB">
      <w:pPr>
        <w:pStyle w:val="H6"/>
        <w:outlineLvl w:val="0"/>
      </w:pPr>
      <w:r w:rsidRPr="00870ED0">
        <w:t>5.2.3.22.1.3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11AA0" w:rsidRPr="00870ED0">
        <w:t>.</w:t>
      </w:r>
    </w:p>
    <w:p w:rsidR="00714EBB" w:rsidRPr="00870ED0" w:rsidRDefault="00714EBB">
      <w:pPr>
        <w:pStyle w:val="B1"/>
      </w:pPr>
      <w:r w:rsidRPr="00870ED0">
        <w:t>CRRC2: if the EditHandler buffer is busy, a ToolkitException is thrown with reason code HANDLER_NOT_AVAILABLE</w:t>
      </w:r>
      <w:r w:rsidR="00A11AA0" w:rsidRPr="00870ED0">
        <w:t>.</w:t>
      </w:r>
    </w:p>
    <w:p w:rsidR="00714EBB" w:rsidRPr="00870ED0" w:rsidRDefault="00714EBB" w:rsidP="00A11AA0">
      <w:pPr>
        <w:pStyle w:val="Heading5"/>
      </w:pPr>
      <w:r w:rsidRPr="00870ED0">
        <w:lastRenderedPageBreak/>
        <w:t>5.2.3.22.2</w:t>
      </w:r>
      <w:r w:rsidRPr="00870ED0">
        <w:tab/>
        <w:t>Test area files</w:t>
      </w:r>
    </w:p>
    <w:p w:rsidR="00714EBB" w:rsidRPr="00870ED0" w:rsidRDefault="00714EBB" w:rsidP="00A11AA0">
      <w:pPr>
        <w:keepNext/>
        <w:keepLines/>
      </w:pPr>
      <w:r w:rsidRPr="00870ED0">
        <w:t>Specific tr</w:t>
      </w:r>
      <w:r w:rsidR="00A11AA0" w:rsidRPr="00870ED0">
        <w:t>iggering: Unrecognized Envelope:</w:t>
      </w:r>
    </w:p>
    <w:p w:rsidR="00714EBB" w:rsidRPr="00870ED0" w:rsidRDefault="00714EBB" w:rsidP="00A11AA0">
      <w:pPr>
        <w:pStyle w:val="EX"/>
        <w:keepNext/>
      </w:pPr>
      <w:r w:rsidRPr="00870ED0">
        <w:t>Test Source:</w:t>
      </w:r>
      <w:r w:rsidRPr="00870ED0">
        <w:tab/>
        <w:t>Test_Api_2_Erh_Aptlbbs.java</w:t>
      </w:r>
      <w:r w:rsidR="00A11AA0" w:rsidRPr="00870ED0">
        <w:t>.</w:t>
      </w:r>
    </w:p>
    <w:p w:rsidR="00714EBB" w:rsidRPr="00870ED0" w:rsidRDefault="00714EBB" w:rsidP="00A11AA0">
      <w:pPr>
        <w:pStyle w:val="EX"/>
        <w:keepNext/>
      </w:pPr>
      <w:r w:rsidRPr="00870ED0">
        <w:t>Test A</w:t>
      </w:r>
      <w:r w:rsidR="00A11AA0" w:rsidRPr="00870ED0">
        <w:t>pplet:</w:t>
      </w:r>
      <w:r w:rsidR="00A11AA0" w:rsidRPr="00870ED0">
        <w:tab/>
        <w:t>Api_2_Erh_Aptlbbs_1.java.</w:t>
      </w:r>
    </w:p>
    <w:p w:rsidR="00714EBB" w:rsidRPr="00870ED0" w:rsidRDefault="00714EBB" w:rsidP="00A11AA0">
      <w:pPr>
        <w:pStyle w:val="EX"/>
      </w:pPr>
      <w:r w:rsidRPr="00870ED0">
        <w:t>Cap File:</w:t>
      </w:r>
      <w:r w:rsidRPr="00870ED0">
        <w:tab/>
        <w:t>api_2_erh_aptlbbs.cap</w:t>
      </w:r>
      <w:r w:rsidR="00A11AA0" w:rsidRPr="00870ED0">
        <w:t>.</w:t>
      </w:r>
    </w:p>
    <w:p w:rsidR="00714EBB" w:rsidRPr="00870ED0" w:rsidRDefault="00714EBB" w:rsidP="00A11AA0">
      <w:pPr>
        <w:pStyle w:val="Heading5"/>
      </w:pPr>
      <w:r w:rsidRPr="00870ED0">
        <w:t>5.2.3.22.3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3, 4</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5</w:t>
            </w:r>
          </w:p>
        </w:tc>
      </w:tr>
    </w:tbl>
    <w:p w:rsidR="00714EBB" w:rsidRPr="00870ED0" w:rsidRDefault="00714EBB" w:rsidP="00A11AA0"/>
    <w:p w:rsidR="00714EBB" w:rsidRPr="00870ED0" w:rsidRDefault="00714EBB" w:rsidP="00A11AA0">
      <w:pPr>
        <w:pStyle w:val="Heading5"/>
      </w:pPr>
      <w:r w:rsidRPr="00870ED0">
        <w:t>5.2.3.22.4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324"/>
        <w:gridCol w:w="2622"/>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324" w:type="dxa"/>
          </w:tcPr>
          <w:p w:rsidR="00714EBB" w:rsidRPr="00870ED0" w:rsidRDefault="00714EBB">
            <w:pPr>
              <w:pStyle w:val="TAH"/>
              <w:keepNext w:val="0"/>
              <w:keepLines w:val="0"/>
            </w:pPr>
            <w:r w:rsidRPr="00870ED0">
              <w:t>Description</w:t>
            </w:r>
          </w:p>
        </w:tc>
        <w:tc>
          <w:tcPr>
            <w:tcW w:w="2622"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r w:rsidRPr="00870ED0">
              <w:t>1</w:t>
            </w:r>
          </w:p>
        </w:tc>
        <w:tc>
          <w:tcPr>
            <w:tcW w:w="4324" w:type="dxa"/>
          </w:tcPr>
          <w:p w:rsidR="00714EBB" w:rsidRPr="00870ED0" w:rsidRDefault="00714EBB">
            <w:pPr>
              <w:pStyle w:val="TAH"/>
              <w:keepNext w:val="0"/>
              <w:keepLines w:val="0"/>
            </w:pPr>
            <w:r w:rsidRPr="00870ED0">
              <w:t>Call the appendArray() with length of getCapacity()-1</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pPr>
            <w:r w:rsidRPr="00870ED0">
              <w:t xml:space="preserve"> Call appendTLV() method</w:t>
            </w:r>
          </w:p>
        </w:tc>
        <w:tc>
          <w:tcPr>
            <w:tcW w:w="2622" w:type="dxa"/>
          </w:tcPr>
          <w:p w:rsidR="00714EBB" w:rsidRPr="00870ED0" w:rsidRDefault="00714EBB">
            <w:pPr>
              <w:pStyle w:val="TAL"/>
              <w:keepNext w:val="0"/>
              <w:keepLines w:val="0"/>
            </w:pPr>
            <w:r w:rsidRPr="00870ED0">
              <w:t>ToolkitException.HANDLER_OVERFLOW is thrown</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w:t>
            </w:r>
          </w:p>
        </w:tc>
        <w:tc>
          <w:tcPr>
            <w:tcW w:w="4324" w:type="dxa"/>
          </w:tcPr>
          <w:p w:rsidR="00714EBB" w:rsidRPr="00870ED0" w:rsidRDefault="00714EBB">
            <w:pPr>
              <w:pStyle w:val="TAH"/>
            </w:pPr>
            <w:r w:rsidRPr="00870ED0">
              <w:t>clear the handler, append the handler with TLVs:</w:t>
            </w:r>
          </w:p>
          <w:p w:rsidR="00714EBB" w:rsidRPr="00870ED0" w:rsidRDefault="00714EBB">
            <w:pPr>
              <w:pStyle w:val="PL"/>
              <w:keepNext/>
              <w:keepLines/>
              <w:rPr>
                <w:noProof w:val="0"/>
              </w:rPr>
            </w:pPr>
            <w:r w:rsidRPr="00870ED0">
              <w:rPr>
                <w:noProof w:val="0"/>
              </w:rPr>
              <w:t>81 03 11 22 33</w:t>
            </w:r>
          </w:p>
          <w:p w:rsidR="00714EBB" w:rsidRPr="00870ED0" w:rsidRDefault="00714EBB">
            <w:pPr>
              <w:pStyle w:val="TAH"/>
              <w:keepNext w:val="0"/>
              <w:keepLines w:val="0"/>
              <w:jc w:val="left"/>
            </w:pPr>
            <w:r w:rsidRPr="00870ED0">
              <w:rPr>
                <w:rFonts w:ascii="Courier New" w:hAnsi="Courier New"/>
                <w:b w:val="0"/>
                <w:sz w:val="16"/>
              </w:rPr>
              <w:t>82 03 99 77 00</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pPr>
            <w:r w:rsidRPr="00870ED0">
              <w:t>Select Command Details TLV</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pPr>
            <w:r w:rsidRPr="00870ED0">
              <w:t>Call appendTLV() method</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pPr>
            <w:r w:rsidRPr="00870ED0">
              <w:t>Verify Current TLV: Call getValueLength() method</w:t>
            </w:r>
          </w:p>
        </w:tc>
        <w:tc>
          <w:tcPr>
            <w:tcW w:w="2622" w:type="dxa"/>
          </w:tcPr>
          <w:p w:rsidR="00714EBB" w:rsidRPr="00870ED0" w:rsidRDefault="00714EBB">
            <w:pPr>
              <w:pStyle w:val="TAL"/>
              <w:keepNext w:val="0"/>
              <w:keepLines w:val="0"/>
            </w:pPr>
            <w:r w:rsidRPr="00870ED0">
              <w:t>Result is 03h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3</w:t>
            </w:r>
          </w:p>
        </w:tc>
        <w:tc>
          <w:tcPr>
            <w:tcW w:w="4324" w:type="dxa"/>
          </w:tcPr>
          <w:p w:rsidR="00714EBB" w:rsidRPr="00870ED0" w:rsidRDefault="00714EBB">
            <w:pPr>
              <w:pStyle w:val="TAH"/>
            </w:pPr>
            <w:r w:rsidRPr="00870ED0">
              <w:t>Clear the handler</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w:t>
            </w:r>
          </w:p>
          <w:p w:rsidR="00714EBB" w:rsidRPr="00870ED0" w:rsidRDefault="00714EBB">
            <w:pPr>
              <w:pStyle w:val="PL"/>
              <w:rPr>
                <w:noProof w:val="0"/>
              </w:rPr>
            </w:pPr>
            <w:r w:rsidRPr="00870ED0">
              <w:rPr>
                <w:noProof w:val="0"/>
              </w:rPr>
              <w:t>value2 = 01h 02h</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keepNext w:val="0"/>
              <w:keepLines w:val="0"/>
            </w:pPr>
            <w:r w:rsidRPr="00870ED0">
              <w:t>Call copy() method</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84 03 00 01 02</w:t>
            </w:r>
          </w:p>
        </w:tc>
        <w:tc>
          <w:tcPr>
            <w:tcW w:w="2622"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4</w:t>
            </w:r>
          </w:p>
        </w:tc>
        <w:tc>
          <w:tcPr>
            <w:tcW w:w="4324" w:type="dxa"/>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w:t>
            </w:r>
          </w:p>
          <w:p w:rsidR="00714EBB" w:rsidRPr="00870ED0" w:rsidRDefault="00714EBB">
            <w:pPr>
              <w:pStyle w:val="TAH"/>
              <w:keepNext w:val="0"/>
              <w:keepLines w:val="0"/>
              <w:jc w:val="left"/>
            </w:pPr>
            <w:r w:rsidRPr="00870ED0">
              <w:rPr>
                <w:rFonts w:ascii="Courier New" w:hAnsi="Courier New"/>
                <w:b w:val="0"/>
                <w:sz w:val="16"/>
              </w:rPr>
              <w:t>value2 =</w:t>
            </w:r>
            <w:r w:rsidRPr="00870ED0">
              <w:t xml:space="preserve"> </w:t>
            </w:r>
            <w:r w:rsidRPr="00870ED0">
              <w:rPr>
                <w:rFonts w:ascii="Courier New" w:hAnsi="Courier New"/>
                <w:b w:val="0"/>
                <w:sz w:val="16"/>
              </w:rPr>
              <w:t>FDh FCh</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keepNext w:val="0"/>
              <w:keepLines w:val="0"/>
            </w:pPr>
            <w:r w:rsidRPr="00870ED0">
              <w:t>Call copy() method</w:t>
            </w:r>
          </w:p>
        </w:tc>
        <w:tc>
          <w:tcPr>
            <w:tcW w:w="2622"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324" w:type="dxa"/>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84 03 00 01 02 01 03 FE FD FC</w:t>
            </w:r>
          </w:p>
        </w:tc>
        <w:tc>
          <w:tcPr>
            <w:tcW w:w="2622"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5</w:t>
            </w:r>
          </w:p>
        </w:tc>
        <w:tc>
          <w:tcPr>
            <w:tcW w:w="4324" w:type="dxa"/>
          </w:tcPr>
          <w:p w:rsidR="00714EBB" w:rsidRPr="00870ED0" w:rsidRDefault="00714EBB">
            <w:pPr>
              <w:pStyle w:val="TAH"/>
              <w:keepNext w:val="0"/>
              <w:keepLines w:val="0"/>
            </w:pPr>
            <w:r w:rsidRPr="00870ED0">
              <w:t>HANDLER_NOT_AVAILABLE exception</w:t>
            </w:r>
          </w:p>
          <w:p w:rsidR="00714EBB" w:rsidRPr="00870ED0" w:rsidRDefault="00714EBB">
            <w:pPr>
              <w:pStyle w:val="PL"/>
              <w:rPr>
                <w:noProof w:val="0"/>
              </w:rPr>
            </w:pPr>
            <w:r w:rsidRPr="00870ED0">
              <w:rPr>
                <w:noProof w:val="0"/>
              </w:rPr>
              <w:t>Call post() method, then AppendTLV()</w:t>
            </w:r>
          </w:p>
        </w:tc>
        <w:tc>
          <w:tcPr>
            <w:tcW w:w="2622" w:type="dxa"/>
          </w:tcPr>
          <w:p w:rsidR="00714EBB" w:rsidRPr="00870ED0" w:rsidRDefault="00714EBB">
            <w:pPr>
              <w:pStyle w:val="TAL"/>
            </w:pPr>
            <w:r w:rsidRPr="00870ED0">
              <w:t>ToolkitException.HANDLER_NOT_AVAILABLE is thrown</w:t>
            </w:r>
          </w:p>
        </w:tc>
        <w:tc>
          <w:tcPr>
            <w:tcW w:w="2410" w:type="dxa"/>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5.2.3.23</w:t>
      </w:r>
      <w:r w:rsidRPr="00870ED0">
        <w:tab/>
        <w:t>Method appendTLV(byte tag, short value)</w:t>
      </w:r>
    </w:p>
    <w:p w:rsidR="00714EBB" w:rsidRPr="00870ED0" w:rsidRDefault="00714EBB">
      <w:r w:rsidRPr="00870ED0">
        <w:t>Test Area Reference: Api_2_Erh_Aptlbs</w:t>
      </w:r>
      <w:r w:rsidR="00A11AA0" w:rsidRPr="00870ED0">
        <w:t>.</w:t>
      </w:r>
    </w:p>
    <w:p w:rsidR="00714EBB" w:rsidRPr="00870ED0" w:rsidRDefault="00714EBB" w:rsidP="00A11AA0">
      <w:pPr>
        <w:pStyle w:val="Heading5"/>
      </w:pPr>
      <w:r w:rsidRPr="00870ED0">
        <w:t>5.2.</w:t>
      </w:r>
      <w:r w:rsidR="00A11AA0" w:rsidRPr="00870ED0">
        <w:t>3.23.1</w:t>
      </w:r>
      <w:r w:rsidR="00A11AA0"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rsidP="00A11AA0">
      <w:pPr>
        <w:pStyle w:val="PL"/>
        <w:rPr>
          <w:noProof w:val="0"/>
        </w:rPr>
      </w:pPr>
      <w:r w:rsidRPr="00870ED0">
        <w:rPr>
          <w:noProof w:val="0"/>
        </w:rPr>
        <w:t>public void appendTLV(byte tag,</w:t>
      </w:r>
    </w:p>
    <w:p w:rsidR="00714EBB" w:rsidRPr="00870ED0" w:rsidRDefault="00714EBB" w:rsidP="00A11AA0">
      <w:pPr>
        <w:pStyle w:val="PL"/>
        <w:rPr>
          <w:noProof w:val="0"/>
        </w:rPr>
      </w:pPr>
      <w:r w:rsidRPr="00870ED0">
        <w:rPr>
          <w:noProof w:val="0"/>
        </w:rPr>
        <w:t xml:space="preserve">                      short value)</w:t>
      </w:r>
    </w:p>
    <w:p w:rsidR="00714EBB" w:rsidRPr="00870ED0" w:rsidRDefault="00714EBB" w:rsidP="00A11AA0">
      <w:pPr>
        <w:pStyle w:val="PL"/>
        <w:rPr>
          <w:noProof w:val="0"/>
        </w:rPr>
      </w:pPr>
      <w:r w:rsidRPr="00870ED0">
        <w:rPr>
          <w:noProof w:val="0"/>
        </w:rPr>
        <w:t xml:space="preserve">       </w:t>
      </w:r>
      <w:r w:rsidR="002854FB" w:rsidRPr="00870ED0">
        <w:rPr>
          <w:noProof w:val="0"/>
        </w:rPr>
        <w:t xml:space="preserve">        throws ToolkitException</w:t>
      </w:r>
    </w:p>
    <w:p w:rsidR="00A11AA0" w:rsidRPr="00870ED0" w:rsidRDefault="00A11AA0" w:rsidP="00A11AA0">
      <w:pPr>
        <w:pStyle w:val="PL"/>
        <w:rPr>
          <w:noProof w:val="0"/>
        </w:rPr>
      </w:pPr>
    </w:p>
    <w:p w:rsidR="00714EBB" w:rsidRPr="00870ED0" w:rsidRDefault="00714EBB">
      <w:pPr>
        <w:pStyle w:val="H6"/>
        <w:outlineLvl w:val="0"/>
      </w:pPr>
      <w:r w:rsidRPr="00870ED0">
        <w:lastRenderedPageBreak/>
        <w:t>5.2.3.23.1.1</w:t>
      </w:r>
      <w:r w:rsidRPr="00870ED0">
        <w:tab/>
        <w:t>Normal execution</w:t>
      </w:r>
    </w:p>
    <w:p w:rsidR="00714EBB" w:rsidRPr="00870ED0" w:rsidRDefault="00714EBB">
      <w:pPr>
        <w:pStyle w:val="B1"/>
      </w:pPr>
      <w:r w:rsidRPr="00870ED0">
        <w:t>CRRN1: Appends a TLV element to the current TLV list (2-byte or 1-short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5.2.3.23.1.2</w:t>
      </w:r>
      <w:r w:rsidRPr="00870ED0">
        <w:tab/>
        <w:t>Parameter errors</w:t>
      </w:r>
    </w:p>
    <w:p w:rsidR="00714EBB" w:rsidRPr="00870ED0" w:rsidRDefault="00714EBB">
      <w:r w:rsidRPr="00870ED0">
        <w:t>No requirements</w:t>
      </w:r>
      <w:r w:rsidR="00A11AA0" w:rsidRPr="00870ED0">
        <w:t>.</w:t>
      </w:r>
    </w:p>
    <w:p w:rsidR="00714EBB" w:rsidRPr="00870ED0" w:rsidRDefault="00714EBB">
      <w:pPr>
        <w:pStyle w:val="H6"/>
        <w:outlineLvl w:val="0"/>
      </w:pPr>
      <w:r w:rsidRPr="00870ED0">
        <w:t>5.2.3.23.1.3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11AA0" w:rsidRPr="00870ED0">
        <w:t>.</w:t>
      </w:r>
    </w:p>
    <w:p w:rsidR="00714EBB" w:rsidRPr="00870ED0" w:rsidRDefault="00714EBB">
      <w:pPr>
        <w:pStyle w:val="B1"/>
      </w:pPr>
      <w:r w:rsidRPr="00870ED0">
        <w:t>CRRC2: if the EditHandler buffer is busy, a ToolkitException is thrown with reason code HANDLER_NOT_AVAILABLE</w:t>
      </w:r>
      <w:r w:rsidR="00A11AA0" w:rsidRPr="00870ED0">
        <w:t>.</w:t>
      </w:r>
    </w:p>
    <w:p w:rsidR="00714EBB" w:rsidRPr="00870ED0" w:rsidRDefault="00714EBB" w:rsidP="00A11AA0">
      <w:pPr>
        <w:pStyle w:val="Heading5"/>
      </w:pPr>
      <w:r w:rsidRPr="00870ED0">
        <w:t>5.2.3.23.2</w:t>
      </w:r>
      <w:r w:rsidRPr="00870ED0">
        <w:tab/>
        <w:t>Test area files</w:t>
      </w:r>
    </w:p>
    <w:p w:rsidR="00714EBB" w:rsidRPr="00870ED0" w:rsidRDefault="00714EBB">
      <w:r w:rsidRPr="00870ED0">
        <w:t>Specific triggering: Unrecognized Envelope</w:t>
      </w:r>
      <w:r w:rsidR="00A11AA0" w:rsidRPr="00870ED0">
        <w:t>:</w:t>
      </w:r>
    </w:p>
    <w:p w:rsidR="00714EBB" w:rsidRPr="00870ED0" w:rsidRDefault="00714EBB" w:rsidP="00A11AA0">
      <w:pPr>
        <w:pStyle w:val="EX"/>
      </w:pPr>
      <w:r w:rsidRPr="00870ED0">
        <w:t>Test Source:</w:t>
      </w:r>
      <w:r w:rsidRPr="00870ED0">
        <w:tab/>
        <w:t>Test_Api_2_Erh_Aptlbs.java</w:t>
      </w:r>
      <w:r w:rsidR="00A11AA0" w:rsidRPr="00870ED0">
        <w:t>.</w:t>
      </w:r>
    </w:p>
    <w:p w:rsidR="00714EBB" w:rsidRPr="00870ED0" w:rsidRDefault="00714EBB" w:rsidP="00A11AA0">
      <w:pPr>
        <w:pStyle w:val="EX"/>
      </w:pPr>
      <w:r w:rsidRPr="00870ED0">
        <w:t>Test A</w:t>
      </w:r>
      <w:r w:rsidR="00A11AA0" w:rsidRPr="00870ED0">
        <w:t xml:space="preserve">pplet: </w:t>
      </w:r>
      <w:r w:rsidR="00A11AA0" w:rsidRPr="00870ED0">
        <w:tab/>
        <w:t>Api_2_Erh_Aptlbs_1.java.</w:t>
      </w:r>
    </w:p>
    <w:p w:rsidR="00714EBB" w:rsidRPr="00870ED0" w:rsidRDefault="00714EBB" w:rsidP="00A11AA0">
      <w:pPr>
        <w:pStyle w:val="EX"/>
      </w:pPr>
      <w:r w:rsidRPr="00870ED0">
        <w:t>Cap File:</w:t>
      </w:r>
      <w:r w:rsidRPr="00870ED0">
        <w:tab/>
        <w:t>api_2_erh_aptlbs.cap</w:t>
      </w:r>
      <w:r w:rsidR="00A11AA0" w:rsidRPr="00870ED0">
        <w:t>.</w:t>
      </w:r>
    </w:p>
    <w:p w:rsidR="00714EBB" w:rsidRPr="00870ED0" w:rsidRDefault="00714EBB" w:rsidP="00A11AA0">
      <w:pPr>
        <w:pStyle w:val="Heading5"/>
      </w:pPr>
      <w:r w:rsidRPr="00870ED0">
        <w:t>5.2.3.23.3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01"/>
      </w:tblGrid>
      <w:tr w:rsidR="00714EBB" w:rsidRPr="00870ED0" w:rsidTr="00714EBB">
        <w:trPr>
          <w:jc w:val="center"/>
        </w:trPr>
        <w:tc>
          <w:tcPr>
            <w:tcW w:w="1299" w:type="dxa"/>
          </w:tcPr>
          <w:p w:rsidR="00714EBB" w:rsidRPr="00870ED0" w:rsidRDefault="00714EBB">
            <w:pPr>
              <w:pStyle w:val="TAH"/>
            </w:pPr>
            <w:r w:rsidRPr="00870ED0">
              <w:t>CRR number</w:t>
            </w:r>
          </w:p>
        </w:tc>
        <w:tc>
          <w:tcPr>
            <w:tcW w:w="3901" w:type="dxa"/>
          </w:tcPr>
          <w:p w:rsidR="00714EBB" w:rsidRPr="00870ED0" w:rsidRDefault="00714EBB">
            <w:pPr>
              <w:pStyle w:val="TAH"/>
            </w:pPr>
            <w:r w:rsidRPr="00870ED0">
              <w:t>Test case number</w:t>
            </w:r>
          </w:p>
        </w:tc>
      </w:tr>
      <w:tr w:rsidR="00714EBB" w:rsidRPr="00870ED0" w:rsidTr="00714EBB">
        <w:trPr>
          <w:jc w:val="center"/>
        </w:trPr>
        <w:tc>
          <w:tcPr>
            <w:tcW w:w="1299" w:type="dxa"/>
          </w:tcPr>
          <w:p w:rsidR="00714EBB" w:rsidRPr="00870ED0" w:rsidRDefault="00714EBB">
            <w:pPr>
              <w:pStyle w:val="TAC"/>
            </w:pPr>
            <w:r w:rsidRPr="00870ED0">
              <w:t>N1</w:t>
            </w:r>
          </w:p>
        </w:tc>
        <w:tc>
          <w:tcPr>
            <w:tcW w:w="3901" w:type="dxa"/>
          </w:tcPr>
          <w:p w:rsidR="00714EBB" w:rsidRPr="00870ED0" w:rsidRDefault="00714EBB">
            <w:pPr>
              <w:pStyle w:val="TAC"/>
            </w:pPr>
            <w:r w:rsidRPr="00870ED0">
              <w:t>3, 4</w:t>
            </w:r>
          </w:p>
        </w:tc>
      </w:tr>
      <w:tr w:rsidR="00714EBB" w:rsidRPr="00870ED0" w:rsidTr="00714EBB">
        <w:trPr>
          <w:jc w:val="center"/>
        </w:trPr>
        <w:tc>
          <w:tcPr>
            <w:tcW w:w="1299" w:type="dxa"/>
          </w:tcPr>
          <w:p w:rsidR="00714EBB" w:rsidRPr="00870ED0" w:rsidRDefault="00714EBB">
            <w:pPr>
              <w:pStyle w:val="TAC"/>
            </w:pPr>
            <w:r w:rsidRPr="00870ED0">
              <w:t>N2</w:t>
            </w:r>
          </w:p>
        </w:tc>
        <w:tc>
          <w:tcPr>
            <w:tcW w:w="3901" w:type="dxa"/>
          </w:tcPr>
          <w:p w:rsidR="00714EBB" w:rsidRPr="00870ED0" w:rsidRDefault="00714EBB">
            <w:pPr>
              <w:pStyle w:val="TAC"/>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01"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01" w:type="dxa"/>
          </w:tcPr>
          <w:p w:rsidR="00714EBB" w:rsidRPr="00870ED0" w:rsidRDefault="00714EBB">
            <w:pPr>
              <w:pStyle w:val="TAC"/>
              <w:keepNext w:val="0"/>
              <w:keepLines w:val="0"/>
            </w:pPr>
            <w:r w:rsidRPr="00870ED0">
              <w:t>5</w:t>
            </w:r>
          </w:p>
        </w:tc>
      </w:tr>
    </w:tbl>
    <w:p w:rsidR="00714EBB" w:rsidRPr="00870ED0" w:rsidRDefault="00714EBB" w:rsidP="00A11AA0"/>
    <w:p w:rsidR="00714EBB" w:rsidRPr="00870ED0" w:rsidRDefault="00714EBB" w:rsidP="00A11AA0">
      <w:pPr>
        <w:pStyle w:val="Heading5"/>
      </w:pPr>
      <w:r w:rsidRPr="00870ED0">
        <w:t>5.2.3.23.4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11AA0">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getCapacity()-1</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 xml:space="preserve">Handler Overflow Exception: </w:t>
            </w:r>
          </w:p>
          <w:p w:rsidR="00714EBB" w:rsidRPr="00870ED0" w:rsidRDefault="00714EBB">
            <w:pPr>
              <w:pStyle w:val="TAH"/>
              <w:keepNext w:val="0"/>
              <w:keepLines w:val="0"/>
              <w:rPr>
                <w:b w:val="0"/>
              </w:rPr>
            </w:pPr>
            <w:r w:rsidRPr="00870ED0">
              <w:t>Call appendTLV()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 xml:space="preserve">ToolkitException.HANDLER_OVERFLOW is thrown </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2</w:t>
            </w:r>
          </w:p>
        </w:tc>
        <w:tc>
          <w:tcPr>
            <w:tcW w:w="4111" w:type="dxa"/>
            <w:tcBorders>
              <w:bottom w:val="nil"/>
            </w:tcBorders>
          </w:tcPr>
          <w:p w:rsidR="00714EBB" w:rsidRPr="00870ED0" w:rsidRDefault="00714EBB">
            <w:pPr>
              <w:pStyle w:val="TAH"/>
              <w:keepNext w:val="0"/>
              <w:keepLines w:val="0"/>
            </w:pPr>
            <w:r w:rsidRPr="00870ED0">
              <w:t>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Select Command Details TLV</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the appendTLV()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rPr>
                <w:b w:val="0"/>
              </w:rPr>
            </w:pPr>
            <w:r w:rsidRPr="00870ED0">
              <w:t>Verify Current TLV: Call getValueLength() method</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3</w:t>
            </w:r>
          </w:p>
        </w:tc>
        <w:tc>
          <w:tcPr>
            <w:tcW w:w="4111" w:type="dxa"/>
            <w:tcBorders>
              <w:bottom w:val="nil"/>
            </w:tcBorders>
          </w:tcPr>
          <w:p w:rsidR="00714EBB" w:rsidRPr="00870ED0" w:rsidRDefault="00714EBB">
            <w:pPr>
              <w:pStyle w:val="TAH"/>
              <w:keepNext w:val="0"/>
              <w:keepLines w:val="0"/>
            </w:pPr>
            <w:r w:rsidRPr="00870ED0">
              <w:t>Clear the handler</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 01h</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84 02 00 01</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rsidP="00A11AA0">
            <w:pPr>
              <w:pStyle w:val="TAC"/>
            </w:pPr>
            <w:r w:rsidRPr="00870ED0">
              <w:lastRenderedPageBreak/>
              <w:t>4</w:t>
            </w:r>
          </w:p>
        </w:tc>
        <w:tc>
          <w:tcPr>
            <w:tcW w:w="4111" w:type="dxa"/>
            <w:tcBorders>
              <w:bottom w:val="nil"/>
            </w:tcBorders>
          </w:tcPr>
          <w:p w:rsidR="00714EBB" w:rsidRPr="00870ED0" w:rsidRDefault="00714EBB" w:rsidP="00A11AA0">
            <w:pPr>
              <w:pStyle w:val="TAH"/>
            </w:pPr>
            <w:r w:rsidRPr="00870ED0">
              <w:t>Successful call</w:t>
            </w:r>
          </w:p>
          <w:p w:rsidR="00714EBB" w:rsidRPr="00870ED0" w:rsidRDefault="00714EBB" w:rsidP="00A11AA0">
            <w:pPr>
              <w:pStyle w:val="PL"/>
              <w:keepNext/>
              <w:keepLines/>
              <w:rPr>
                <w:noProof w:val="0"/>
              </w:rPr>
            </w:pPr>
            <w:r w:rsidRPr="00870ED0">
              <w:rPr>
                <w:noProof w:val="0"/>
              </w:rPr>
              <w:t>appendTLV()</w:t>
            </w:r>
          </w:p>
          <w:p w:rsidR="00714EBB" w:rsidRPr="00870ED0" w:rsidRDefault="00714EBB" w:rsidP="00A11AA0">
            <w:pPr>
              <w:pStyle w:val="PL"/>
              <w:keepNext/>
              <w:keepLines/>
              <w:rPr>
                <w:noProof w:val="0"/>
              </w:rPr>
            </w:pPr>
            <w:r w:rsidRPr="00870ED0">
              <w:rPr>
                <w:noProof w:val="0"/>
              </w:rPr>
              <w:t>tag = 01h</w:t>
            </w:r>
          </w:p>
          <w:p w:rsidR="00714EBB" w:rsidRPr="00870ED0" w:rsidRDefault="00714EBB" w:rsidP="00A11AA0">
            <w:pPr>
              <w:pStyle w:val="PL"/>
              <w:keepNext/>
              <w:keepLines/>
              <w:rPr>
                <w:noProof w:val="0"/>
              </w:rPr>
            </w:pPr>
            <w:r w:rsidRPr="00870ED0">
              <w:rPr>
                <w:noProof w:val="0"/>
              </w:rPr>
              <w:t>value = FEh FFh</w:t>
            </w:r>
          </w:p>
        </w:tc>
        <w:tc>
          <w:tcPr>
            <w:tcW w:w="2835" w:type="dxa"/>
            <w:tcBorders>
              <w:bottom w:val="nil"/>
            </w:tcBorders>
          </w:tcPr>
          <w:p w:rsidR="00714EBB" w:rsidRPr="00870ED0" w:rsidRDefault="00714EBB" w:rsidP="00A11AA0">
            <w:pPr>
              <w:pStyle w:val="TAL"/>
            </w:pPr>
          </w:p>
        </w:tc>
        <w:tc>
          <w:tcPr>
            <w:tcW w:w="2410" w:type="dxa"/>
            <w:tcBorders>
              <w:bottom w:val="nil"/>
            </w:tcBorders>
          </w:tcPr>
          <w:p w:rsidR="00714EBB" w:rsidRPr="00870ED0" w:rsidRDefault="00714EBB" w:rsidP="00A11AA0">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A11AA0">
            <w:pPr>
              <w:pStyle w:val="TAC"/>
            </w:pPr>
          </w:p>
        </w:tc>
        <w:tc>
          <w:tcPr>
            <w:tcW w:w="4111" w:type="dxa"/>
            <w:tcBorders>
              <w:top w:val="single" w:sz="4" w:space="0" w:color="808080"/>
              <w:bottom w:val="nil"/>
            </w:tcBorders>
          </w:tcPr>
          <w:p w:rsidR="00714EBB" w:rsidRPr="00870ED0" w:rsidRDefault="00714EBB" w:rsidP="00A11AA0">
            <w:pPr>
              <w:pStyle w:val="TAH"/>
              <w:rPr>
                <w:b w:val="0"/>
              </w:rPr>
            </w:pPr>
            <w:r w:rsidRPr="00870ED0">
              <w:t>Call copy() method</w:t>
            </w:r>
          </w:p>
        </w:tc>
        <w:tc>
          <w:tcPr>
            <w:tcW w:w="2835" w:type="dxa"/>
            <w:tcBorders>
              <w:top w:val="single" w:sz="4" w:space="0" w:color="808080"/>
              <w:bottom w:val="nil"/>
            </w:tcBorders>
          </w:tcPr>
          <w:p w:rsidR="00714EBB" w:rsidRPr="00870ED0" w:rsidRDefault="00714EBB" w:rsidP="00A11AA0">
            <w:pPr>
              <w:pStyle w:val="TAL"/>
            </w:pPr>
          </w:p>
        </w:tc>
        <w:tc>
          <w:tcPr>
            <w:tcW w:w="2410" w:type="dxa"/>
            <w:tcBorders>
              <w:top w:val="single" w:sz="4" w:space="0" w:color="808080"/>
              <w:bottom w:val="nil"/>
            </w:tcBorders>
          </w:tcPr>
          <w:p w:rsidR="00714EBB" w:rsidRPr="00870ED0" w:rsidRDefault="00714EBB" w:rsidP="00A11AA0">
            <w:pPr>
              <w:pStyle w:val="TAL"/>
            </w:pPr>
          </w:p>
        </w:tc>
      </w:tr>
      <w:tr w:rsidR="00714EBB" w:rsidRPr="00870ED0" w:rsidTr="00714EBB">
        <w:trPr>
          <w:jc w:val="center"/>
        </w:trPr>
        <w:tc>
          <w:tcPr>
            <w:tcW w:w="425" w:type="dxa"/>
            <w:tcBorders>
              <w:top w:val="single" w:sz="4" w:space="0" w:color="808080"/>
              <w:bottom w:val="single" w:sz="4" w:space="0" w:color="808080"/>
            </w:tcBorders>
          </w:tcPr>
          <w:p w:rsidR="00714EBB" w:rsidRPr="00870ED0" w:rsidRDefault="00714EBB" w:rsidP="00A11AA0">
            <w:pPr>
              <w:pStyle w:val="TAC"/>
            </w:pPr>
          </w:p>
        </w:tc>
        <w:tc>
          <w:tcPr>
            <w:tcW w:w="4111" w:type="dxa"/>
            <w:tcBorders>
              <w:top w:val="single" w:sz="4" w:space="0" w:color="808080"/>
              <w:bottom w:val="single" w:sz="4" w:space="0" w:color="808080"/>
            </w:tcBorders>
          </w:tcPr>
          <w:p w:rsidR="00714EBB" w:rsidRPr="00870ED0" w:rsidRDefault="00714EBB" w:rsidP="00A11AA0">
            <w:pPr>
              <w:pStyle w:val="TAH"/>
            </w:pPr>
            <w:r w:rsidRPr="00870ED0">
              <w:t>Compare handler</w:t>
            </w:r>
          </w:p>
          <w:p w:rsidR="00714EBB" w:rsidRPr="00870ED0" w:rsidRDefault="00714EBB" w:rsidP="00A11AA0">
            <w:pPr>
              <w:pStyle w:val="PL"/>
              <w:keepNext/>
              <w:keepLines/>
              <w:rPr>
                <w:noProof w:val="0"/>
              </w:rPr>
            </w:pPr>
            <w:r w:rsidRPr="00870ED0">
              <w:rPr>
                <w:noProof w:val="0"/>
              </w:rPr>
              <w:t>compareBuffer = 84 02 00 01 01 02 FE FF</w:t>
            </w:r>
          </w:p>
        </w:tc>
        <w:tc>
          <w:tcPr>
            <w:tcW w:w="2835" w:type="dxa"/>
            <w:tcBorders>
              <w:top w:val="single" w:sz="4" w:space="0" w:color="808080"/>
              <w:bottom w:val="single" w:sz="4" w:space="0" w:color="808080"/>
            </w:tcBorders>
          </w:tcPr>
          <w:p w:rsidR="00714EBB" w:rsidRPr="00870ED0" w:rsidRDefault="00714EBB" w:rsidP="00A11AA0">
            <w:pPr>
              <w:pStyle w:val="TAL"/>
            </w:pPr>
            <w:r w:rsidRPr="00870ED0">
              <w:t>Result is 00h</w:t>
            </w:r>
          </w:p>
        </w:tc>
        <w:tc>
          <w:tcPr>
            <w:tcW w:w="2410" w:type="dxa"/>
            <w:tcBorders>
              <w:top w:val="single" w:sz="4" w:space="0" w:color="808080"/>
              <w:bottom w:val="single" w:sz="4" w:space="0" w:color="808080"/>
            </w:tcBorders>
          </w:tcPr>
          <w:p w:rsidR="00714EBB" w:rsidRPr="00870ED0" w:rsidRDefault="00714EBB" w:rsidP="00A11AA0">
            <w:pPr>
              <w:pStyle w:val="TAL"/>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noProof w:val="0"/>
              </w:rPr>
            </w:pPr>
            <w:r w:rsidRPr="00870ED0">
              <w:rPr>
                <w:noProof w:val="0"/>
              </w:rPr>
              <w:t>Call post() method, then AppendTLV()</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ToolkitException.HANDLER_NOT_AVAILABLE is thrown</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5.2.3.24</w:t>
      </w:r>
      <w:r w:rsidRPr="00870ED0">
        <w:tab/>
        <w:t>Method appendTLV(byte tag, short value1, short value2)</w:t>
      </w:r>
    </w:p>
    <w:p w:rsidR="00714EBB" w:rsidRPr="00870ED0" w:rsidRDefault="00714EBB">
      <w:r w:rsidRPr="00870ED0">
        <w:t>Test Area Reference: Api_2_Erh_Aptlbss</w:t>
      </w:r>
      <w:r w:rsidR="00A11AA0" w:rsidRPr="00870ED0">
        <w:t>.</w:t>
      </w:r>
    </w:p>
    <w:p w:rsidR="00714EBB" w:rsidRPr="00870ED0" w:rsidRDefault="00714EBB" w:rsidP="00A11AA0">
      <w:pPr>
        <w:pStyle w:val="Heading5"/>
      </w:pPr>
      <w:r w:rsidRPr="00870ED0">
        <w:t>5.2.</w:t>
      </w:r>
      <w:r w:rsidR="00A11AA0" w:rsidRPr="00870ED0">
        <w:t>3.24.1</w:t>
      </w:r>
      <w:r w:rsidR="00A11AA0"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short value1,</w:t>
      </w:r>
    </w:p>
    <w:p w:rsidR="00714EBB" w:rsidRPr="00870ED0" w:rsidRDefault="00714EBB">
      <w:pPr>
        <w:pStyle w:val="PL"/>
        <w:rPr>
          <w:noProof w:val="0"/>
        </w:rPr>
      </w:pPr>
      <w:r w:rsidRPr="00870ED0">
        <w:rPr>
          <w:noProof w:val="0"/>
        </w:rPr>
        <w:t xml:space="preserve">                      short value2)</w:t>
      </w:r>
    </w:p>
    <w:p w:rsidR="00714EBB" w:rsidRPr="00870ED0" w:rsidRDefault="00714EBB">
      <w:pPr>
        <w:pStyle w:val="PL"/>
        <w:rPr>
          <w:noProof w:val="0"/>
        </w:rPr>
      </w:pPr>
      <w:r w:rsidRPr="00870ED0">
        <w:rPr>
          <w:noProof w:val="0"/>
        </w:rPr>
        <w:t xml:space="preserve">               throws ToolkitException</w:t>
      </w:r>
    </w:p>
    <w:p w:rsidR="00A11AA0" w:rsidRPr="00870ED0" w:rsidRDefault="00A11AA0">
      <w:pPr>
        <w:pStyle w:val="PL"/>
        <w:rPr>
          <w:noProof w:val="0"/>
        </w:rPr>
      </w:pPr>
    </w:p>
    <w:p w:rsidR="00714EBB" w:rsidRPr="00870ED0" w:rsidRDefault="00714EBB">
      <w:pPr>
        <w:pStyle w:val="H6"/>
        <w:outlineLvl w:val="0"/>
      </w:pPr>
      <w:r w:rsidRPr="00870ED0">
        <w:t>5.2.3.24.1.1</w:t>
      </w:r>
      <w:r w:rsidRPr="00870ED0">
        <w:tab/>
        <w:t>Normal execution</w:t>
      </w:r>
    </w:p>
    <w:p w:rsidR="00714EBB" w:rsidRPr="00870ED0" w:rsidRDefault="00714EBB">
      <w:pPr>
        <w:pStyle w:val="B1"/>
      </w:pPr>
      <w:r w:rsidRPr="00870ED0">
        <w:t>CRRN1: Appends a TLV element to the current TLV list (4-byte element(2-short)).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5.2.3.24.1.2</w:t>
      </w:r>
      <w:r w:rsidRPr="00870ED0">
        <w:tab/>
        <w:t>Parameter errors</w:t>
      </w:r>
    </w:p>
    <w:p w:rsidR="00714EBB" w:rsidRPr="00870ED0" w:rsidRDefault="00714EBB">
      <w:r w:rsidRPr="00870ED0">
        <w:t>No requirements</w:t>
      </w:r>
      <w:r w:rsidR="00A11AA0" w:rsidRPr="00870ED0">
        <w:t>.</w:t>
      </w:r>
    </w:p>
    <w:p w:rsidR="00714EBB" w:rsidRPr="00870ED0" w:rsidRDefault="00714EBB">
      <w:pPr>
        <w:pStyle w:val="H6"/>
        <w:outlineLvl w:val="0"/>
      </w:pPr>
      <w:r w:rsidRPr="00870ED0">
        <w:t>5.2.3.24.1.3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11AA0" w:rsidRPr="00870ED0">
        <w:t>.</w:t>
      </w:r>
    </w:p>
    <w:p w:rsidR="00714EBB" w:rsidRPr="00870ED0" w:rsidRDefault="00714EBB">
      <w:pPr>
        <w:pStyle w:val="B1"/>
      </w:pPr>
      <w:r w:rsidRPr="00870ED0">
        <w:t>CRRC2: if the EditHandler buffer is busy, a ToolkitException is thrown with reason code HANDLER_NOT_AVAILABLE</w:t>
      </w:r>
      <w:r w:rsidR="00A11AA0" w:rsidRPr="00870ED0">
        <w:t>.</w:t>
      </w:r>
    </w:p>
    <w:p w:rsidR="00714EBB" w:rsidRPr="00870ED0" w:rsidRDefault="00714EBB" w:rsidP="00A11AA0">
      <w:pPr>
        <w:pStyle w:val="Heading5"/>
      </w:pPr>
      <w:r w:rsidRPr="00870ED0">
        <w:t>5.2.3.24.2</w:t>
      </w:r>
      <w:r w:rsidRPr="00870ED0">
        <w:tab/>
        <w:t>Test area files</w:t>
      </w:r>
    </w:p>
    <w:p w:rsidR="00714EBB" w:rsidRPr="00870ED0" w:rsidRDefault="00714EBB">
      <w:r w:rsidRPr="00870ED0">
        <w:t>Specific tr</w:t>
      </w:r>
      <w:r w:rsidR="00A11AA0" w:rsidRPr="00870ED0">
        <w:t>iggering: Unrecognized Envelope:</w:t>
      </w:r>
    </w:p>
    <w:p w:rsidR="00714EBB" w:rsidRPr="00870ED0" w:rsidRDefault="00714EBB" w:rsidP="00A11AA0">
      <w:pPr>
        <w:pStyle w:val="EX"/>
      </w:pPr>
      <w:r w:rsidRPr="00870ED0">
        <w:t>Test Source:</w:t>
      </w:r>
      <w:r w:rsidRPr="00870ED0">
        <w:tab/>
        <w:t>Test_Api_2_Erh_Aptlbss.java</w:t>
      </w:r>
      <w:r w:rsidR="00A11AA0" w:rsidRPr="00870ED0">
        <w:t>.</w:t>
      </w:r>
    </w:p>
    <w:p w:rsidR="00714EBB" w:rsidRPr="00870ED0" w:rsidRDefault="00714EBB" w:rsidP="00A11AA0">
      <w:pPr>
        <w:pStyle w:val="EX"/>
      </w:pPr>
      <w:r w:rsidRPr="00870ED0">
        <w:t>Test Ap</w:t>
      </w:r>
      <w:r w:rsidR="00A11AA0" w:rsidRPr="00870ED0">
        <w:t xml:space="preserve">plet: </w:t>
      </w:r>
      <w:r w:rsidR="00A11AA0" w:rsidRPr="00870ED0">
        <w:tab/>
        <w:t>Api_2_Erh_Aptlbss_1.java.</w:t>
      </w:r>
    </w:p>
    <w:p w:rsidR="00714EBB" w:rsidRPr="00870ED0" w:rsidRDefault="00714EBB" w:rsidP="00A11AA0">
      <w:pPr>
        <w:pStyle w:val="EX"/>
      </w:pPr>
      <w:r w:rsidRPr="00870ED0">
        <w:t>Cap File:</w:t>
      </w:r>
      <w:r w:rsidRPr="00870ED0">
        <w:tab/>
        <w:t>api_2_erh_aptlbss.cap</w:t>
      </w:r>
      <w:r w:rsidR="00A11AA0" w:rsidRPr="00870ED0">
        <w:t>.</w:t>
      </w:r>
    </w:p>
    <w:p w:rsidR="00714EBB" w:rsidRPr="00870ED0" w:rsidRDefault="00714EBB" w:rsidP="00A11AA0">
      <w:pPr>
        <w:pStyle w:val="Heading5"/>
      </w:pPr>
      <w:r w:rsidRPr="00870ED0">
        <w:t>5.2.3.24.3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090"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090" w:type="dxa"/>
          </w:tcPr>
          <w:p w:rsidR="00714EBB" w:rsidRPr="00870ED0" w:rsidRDefault="00714EBB">
            <w:pPr>
              <w:pStyle w:val="TAC"/>
              <w:keepNext w:val="0"/>
              <w:keepLines w:val="0"/>
            </w:pPr>
            <w:r w:rsidRPr="00870ED0">
              <w:t>3, 4</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090" w:type="dxa"/>
          </w:tcPr>
          <w:p w:rsidR="00714EBB" w:rsidRPr="00870ED0" w:rsidRDefault="00714EBB">
            <w:pPr>
              <w:pStyle w:val="TAC"/>
              <w:keepNext w:val="0"/>
              <w:keepLines w:val="0"/>
            </w:pPr>
            <w:r w:rsidRPr="00870ED0">
              <w:t>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090" w:type="dxa"/>
          </w:tcPr>
          <w:p w:rsidR="00714EBB" w:rsidRPr="00870ED0" w:rsidRDefault="00714EBB">
            <w:pPr>
              <w:pStyle w:val="TAC"/>
              <w:keepNext w:val="0"/>
              <w:keepLines w:val="0"/>
            </w:pPr>
            <w:r w:rsidRPr="00870ED0">
              <w:t>1</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090" w:type="dxa"/>
          </w:tcPr>
          <w:p w:rsidR="00714EBB" w:rsidRPr="00870ED0" w:rsidRDefault="00714EBB">
            <w:pPr>
              <w:pStyle w:val="TAC"/>
              <w:keepNext w:val="0"/>
              <w:keepLines w:val="0"/>
            </w:pPr>
            <w:r w:rsidRPr="00870ED0">
              <w:t>5</w:t>
            </w:r>
          </w:p>
        </w:tc>
      </w:tr>
    </w:tbl>
    <w:p w:rsidR="00714EBB" w:rsidRPr="00870ED0" w:rsidRDefault="00714EBB" w:rsidP="00A11AA0"/>
    <w:p w:rsidR="00714EBB" w:rsidRPr="00870ED0" w:rsidRDefault="00714EBB" w:rsidP="00A11AA0">
      <w:pPr>
        <w:pStyle w:val="Heading5"/>
      </w:pPr>
      <w:r w:rsidRPr="00870ED0">
        <w:lastRenderedPageBreak/>
        <w:t>5.2.3.24.4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Pr>
          <w:p w:rsidR="00714EBB" w:rsidRPr="00870ED0" w:rsidRDefault="00714EBB">
            <w:pPr>
              <w:pStyle w:val="TAC"/>
              <w:keepNext w:val="0"/>
              <w:keepLines w:val="0"/>
            </w:pPr>
            <w:r w:rsidRPr="00870ED0">
              <w:t>1</w:t>
            </w:r>
          </w:p>
        </w:tc>
        <w:tc>
          <w:tcPr>
            <w:tcW w:w="4111" w:type="dxa"/>
          </w:tcPr>
          <w:p w:rsidR="00714EBB" w:rsidRPr="00870ED0" w:rsidRDefault="00714EBB">
            <w:pPr>
              <w:pStyle w:val="TAH"/>
              <w:keepNext w:val="0"/>
              <w:keepLines w:val="0"/>
            </w:pPr>
            <w:r w:rsidRPr="00870ED0">
              <w:t>Call the appendArray() method with length equal getCapacity()-1</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 xml:space="preserve">Handler Overflow Exception: </w:t>
            </w:r>
          </w:p>
          <w:p w:rsidR="00714EBB" w:rsidRPr="00870ED0" w:rsidRDefault="00714EBB">
            <w:pPr>
              <w:pStyle w:val="TAH"/>
              <w:keepNext w:val="0"/>
              <w:keepLines w:val="0"/>
            </w:pPr>
            <w:r w:rsidRPr="00870ED0">
              <w:t>Call appendTLV() method</w:t>
            </w:r>
          </w:p>
        </w:tc>
        <w:tc>
          <w:tcPr>
            <w:tcW w:w="2835" w:type="dxa"/>
          </w:tcPr>
          <w:p w:rsidR="00714EBB" w:rsidRPr="00870ED0" w:rsidRDefault="00714EBB">
            <w:pPr>
              <w:pStyle w:val="TAL"/>
              <w:keepNext w:val="0"/>
              <w:keepLines w:val="0"/>
            </w:pPr>
            <w:r w:rsidRPr="00870ED0">
              <w:t>ToolkitException.HANDLER_OVERFLOW is thrown</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2</w:t>
            </w:r>
          </w:p>
        </w:tc>
        <w:tc>
          <w:tcPr>
            <w:tcW w:w="4111" w:type="dxa"/>
          </w:tcPr>
          <w:p w:rsidR="00714EBB" w:rsidRPr="00870ED0" w:rsidRDefault="00714EBB">
            <w:pPr>
              <w:pStyle w:val="TAH"/>
            </w:pPr>
            <w:r w:rsidRPr="00870ED0">
              <w:t>clear the handler, append the handler with TLVs:</w:t>
            </w:r>
          </w:p>
          <w:p w:rsidR="00714EBB" w:rsidRPr="00870ED0" w:rsidRDefault="00714EBB">
            <w:pPr>
              <w:pStyle w:val="PL"/>
              <w:keepNext/>
              <w:keepLines/>
              <w:rPr>
                <w:noProof w:val="0"/>
              </w:rPr>
            </w:pPr>
            <w:r w:rsidRPr="00870ED0">
              <w:rPr>
                <w:noProof w:val="0"/>
              </w:rPr>
              <w:t>81 03 11 22 33</w:t>
            </w:r>
          </w:p>
          <w:p w:rsidR="00714EBB" w:rsidRPr="00870ED0" w:rsidRDefault="00714EBB">
            <w:pPr>
              <w:pStyle w:val="TAH"/>
              <w:keepNext w:val="0"/>
              <w:keepLines w:val="0"/>
              <w:jc w:val="left"/>
            </w:pPr>
            <w:r w:rsidRPr="00870ED0">
              <w:rPr>
                <w:rFonts w:ascii="Courier New" w:hAnsi="Courier New"/>
                <w:b w:val="0"/>
                <w:sz w:val="16"/>
              </w:rPr>
              <w:t>82 02 99 77</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pPr>
            <w:r w:rsidRPr="00870ED0">
              <w:t>Select Command Details TLV</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pPr>
            <w:r w:rsidRPr="00870ED0">
              <w:t>Call appendTLV() method</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pPr>
            <w:r w:rsidRPr="00870ED0">
              <w:t>Verify Current TLV: Call getValueLength() method</w:t>
            </w:r>
          </w:p>
        </w:tc>
        <w:tc>
          <w:tcPr>
            <w:tcW w:w="2835" w:type="dxa"/>
          </w:tcPr>
          <w:p w:rsidR="00714EBB" w:rsidRPr="00870ED0" w:rsidRDefault="00714EBB">
            <w:pPr>
              <w:pStyle w:val="TAL"/>
              <w:keepNext w:val="0"/>
              <w:keepLines w:val="0"/>
            </w:pPr>
            <w:r w:rsidRPr="00870ED0">
              <w:t>Result is 03h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3</w:t>
            </w:r>
          </w:p>
        </w:tc>
        <w:tc>
          <w:tcPr>
            <w:tcW w:w="4111" w:type="dxa"/>
          </w:tcPr>
          <w:p w:rsidR="00714EBB" w:rsidRPr="00870ED0" w:rsidRDefault="00714EBB">
            <w:pPr>
              <w:pStyle w:val="TAH"/>
            </w:pPr>
            <w:r w:rsidRPr="00870ED0">
              <w:t>Clear the handler</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 01h</w:t>
            </w:r>
          </w:p>
          <w:p w:rsidR="00714EBB" w:rsidRPr="00870ED0" w:rsidRDefault="00714EBB">
            <w:pPr>
              <w:pStyle w:val="TAH"/>
              <w:jc w:val="left"/>
            </w:pPr>
            <w:r w:rsidRPr="00870ED0">
              <w:rPr>
                <w:rFonts w:ascii="Courier New" w:hAnsi="Courier New"/>
                <w:b w:val="0"/>
                <w:sz w:val="16"/>
              </w:rPr>
              <w:t>value2 = 02h 03h</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Call copy() method</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84 04 00 01 02 03</w:t>
            </w:r>
          </w:p>
        </w:tc>
        <w:tc>
          <w:tcPr>
            <w:tcW w:w="2835"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4</w:t>
            </w:r>
          </w:p>
        </w:tc>
        <w:tc>
          <w:tcPr>
            <w:tcW w:w="4111" w:type="dxa"/>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 FDh</w:t>
            </w:r>
          </w:p>
          <w:p w:rsidR="00714EBB" w:rsidRPr="00870ED0" w:rsidRDefault="00714EBB">
            <w:pPr>
              <w:pStyle w:val="TAH"/>
              <w:keepNext w:val="0"/>
              <w:keepLines w:val="0"/>
              <w:jc w:val="left"/>
            </w:pPr>
            <w:r w:rsidRPr="00870ED0">
              <w:rPr>
                <w:rFonts w:ascii="Courier New" w:hAnsi="Courier New"/>
                <w:b w:val="0"/>
                <w:sz w:val="16"/>
              </w:rPr>
              <w:t>value2 =</w:t>
            </w:r>
            <w:r w:rsidRPr="00870ED0">
              <w:t xml:space="preserve"> </w:t>
            </w:r>
            <w:r w:rsidRPr="00870ED0">
              <w:rPr>
                <w:rFonts w:ascii="Courier New" w:hAnsi="Courier New"/>
                <w:b w:val="0"/>
                <w:sz w:val="16"/>
              </w:rPr>
              <w:t>FCh FBh</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Call copy() method</w:t>
            </w:r>
          </w:p>
        </w:tc>
        <w:tc>
          <w:tcPr>
            <w:tcW w:w="2835" w:type="dxa"/>
          </w:tcPr>
          <w:p w:rsidR="00714EBB" w:rsidRPr="00870ED0" w:rsidRDefault="00714EBB">
            <w:pPr>
              <w:pStyle w:val="TAL"/>
              <w:keepNext w:val="0"/>
              <w:keepLines w:val="0"/>
            </w:pP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p>
        </w:tc>
        <w:tc>
          <w:tcPr>
            <w:tcW w:w="4111" w:type="dxa"/>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84 04 00 01 02 03 01 04 FE FD FC FB</w:t>
            </w:r>
          </w:p>
        </w:tc>
        <w:tc>
          <w:tcPr>
            <w:tcW w:w="2835" w:type="dxa"/>
          </w:tcPr>
          <w:p w:rsidR="00714EBB" w:rsidRPr="00870ED0" w:rsidRDefault="00714EBB">
            <w:pPr>
              <w:pStyle w:val="TAL"/>
              <w:keepNext w:val="0"/>
              <w:keepLines w:val="0"/>
            </w:pPr>
            <w:r w:rsidRPr="00870ED0">
              <w:t>Result is 00h</w:t>
            </w:r>
          </w:p>
        </w:tc>
        <w:tc>
          <w:tcPr>
            <w:tcW w:w="2410" w:type="dxa"/>
          </w:tcPr>
          <w:p w:rsidR="00714EBB" w:rsidRPr="00870ED0" w:rsidRDefault="00714EBB">
            <w:pPr>
              <w:pStyle w:val="TAL"/>
              <w:keepNext w:val="0"/>
              <w:keepLines w:val="0"/>
            </w:pPr>
          </w:p>
        </w:tc>
      </w:tr>
      <w:tr w:rsidR="00714EBB" w:rsidRPr="00870ED0" w:rsidTr="00714EBB">
        <w:trPr>
          <w:jc w:val="center"/>
        </w:trPr>
        <w:tc>
          <w:tcPr>
            <w:tcW w:w="425" w:type="dxa"/>
          </w:tcPr>
          <w:p w:rsidR="00714EBB" w:rsidRPr="00870ED0" w:rsidRDefault="00714EBB">
            <w:pPr>
              <w:pStyle w:val="TAC"/>
              <w:keepNext w:val="0"/>
              <w:keepLines w:val="0"/>
            </w:pPr>
            <w:r w:rsidRPr="00870ED0">
              <w:t>5</w:t>
            </w:r>
          </w:p>
        </w:tc>
        <w:tc>
          <w:tcPr>
            <w:tcW w:w="4111" w:type="dxa"/>
          </w:tcPr>
          <w:p w:rsidR="00714EBB" w:rsidRPr="00870ED0" w:rsidRDefault="00714EBB">
            <w:pPr>
              <w:pStyle w:val="TAH"/>
              <w:keepNext w:val="0"/>
              <w:keepLines w:val="0"/>
            </w:pPr>
            <w:r w:rsidRPr="00870ED0">
              <w:t>HANDLER_NOT_AVAILABLE exception</w:t>
            </w:r>
          </w:p>
          <w:p w:rsidR="00714EBB" w:rsidRPr="00870ED0" w:rsidRDefault="00714EBB">
            <w:pPr>
              <w:pStyle w:val="PL"/>
              <w:rPr>
                <w:b/>
                <w:noProof w:val="0"/>
              </w:rPr>
            </w:pPr>
            <w:r w:rsidRPr="00870ED0">
              <w:rPr>
                <w:noProof w:val="0"/>
              </w:rPr>
              <w:t>Call post() method, then appendTLV()</w:t>
            </w:r>
          </w:p>
        </w:tc>
        <w:tc>
          <w:tcPr>
            <w:tcW w:w="2835" w:type="dxa"/>
          </w:tcPr>
          <w:p w:rsidR="00714EBB" w:rsidRPr="00870ED0" w:rsidRDefault="00714EBB">
            <w:pPr>
              <w:pStyle w:val="TAL"/>
            </w:pPr>
            <w:r w:rsidRPr="00870ED0">
              <w:t>ToolkitException.HANDLER_NOT_AVAILABLE is thrown</w:t>
            </w:r>
          </w:p>
        </w:tc>
        <w:tc>
          <w:tcPr>
            <w:tcW w:w="2410" w:type="dxa"/>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5.2.3.25</w:t>
      </w:r>
      <w:r w:rsidRPr="00870ED0">
        <w:tab/>
        <w:t>Method appendTLV(byte tag, byte[] value1, short value1Offset, short value1Length, byte[] value2, short value2Offset, short value2Length)</w:t>
      </w:r>
    </w:p>
    <w:p w:rsidR="00714EBB" w:rsidRPr="00870ED0" w:rsidRDefault="00714EBB">
      <w:r w:rsidRPr="00870ED0">
        <w:t>Test Area Reference: Api_2_Erh_Aptlb_Bss_Bss</w:t>
      </w:r>
      <w:r w:rsidR="00A11AA0" w:rsidRPr="00870ED0">
        <w:t>.</w:t>
      </w:r>
    </w:p>
    <w:p w:rsidR="00714EBB" w:rsidRPr="00870ED0" w:rsidRDefault="00714EBB" w:rsidP="00A11AA0">
      <w:pPr>
        <w:pStyle w:val="Heading5"/>
      </w:pPr>
      <w:r w:rsidRPr="00870ED0">
        <w:t>5.2.</w:t>
      </w:r>
      <w:r w:rsidR="00A11AA0" w:rsidRPr="00870ED0">
        <w:t>3.25.1</w:t>
      </w:r>
      <w:r w:rsidR="00A11AA0"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short value1Offset,</w:t>
      </w:r>
    </w:p>
    <w:p w:rsidR="00714EBB" w:rsidRPr="00870ED0" w:rsidRDefault="00714EBB">
      <w:pPr>
        <w:pStyle w:val="PL"/>
        <w:rPr>
          <w:noProof w:val="0"/>
        </w:rPr>
      </w:pPr>
      <w:r w:rsidRPr="00870ED0">
        <w:rPr>
          <w:noProof w:val="0"/>
        </w:rPr>
        <w:t xml:space="preserve">                      short value1Length,</w:t>
      </w:r>
    </w:p>
    <w:p w:rsidR="00714EBB" w:rsidRPr="00870ED0" w:rsidRDefault="00714EBB">
      <w:pPr>
        <w:pStyle w:val="PL"/>
        <w:rPr>
          <w:noProof w:val="0"/>
        </w:rPr>
      </w:pPr>
      <w:r w:rsidRPr="00870ED0">
        <w:rPr>
          <w:noProof w:val="0"/>
        </w:rPr>
        <w:t xml:space="preserve">                      byte[] value2,</w:t>
      </w:r>
    </w:p>
    <w:p w:rsidR="00714EBB" w:rsidRPr="00870ED0" w:rsidRDefault="00714EBB">
      <w:pPr>
        <w:pStyle w:val="PL"/>
        <w:rPr>
          <w:noProof w:val="0"/>
        </w:rPr>
      </w:pPr>
      <w:r w:rsidRPr="00870ED0">
        <w:rPr>
          <w:noProof w:val="0"/>
        </w:rPr>
        <w:t xml:space="preserve">                      short value2Offset,</w:t>
      </w:r>
    </w:p>
    <w:p w:rsidR="00714EBB" w:rsidRPr="00870ED0" w:rsidRDefault="00714EBB">
      <w:pPr>
        <w:pStyle w:val="PL"/>
        <w:rPr>
          <w:noProof w:val="0"/>
        </w:rPr>
      </w:pPr>
      <w:r w:rsidRPr="00870ED0">
        <w:rPr>
          <w:noProof w:val="0"/>
        </w:rPr>
        <w:t xml:space="preserve">                      short value2Length)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2854FB" w:rsidRPr="00870ED0" w:rsidRDefault="002854FB">
      <w:pPr>
        <w:pStyle w:val="PL"/>
        <w:rPr>
          <w:noProof w:val="0"/>
        </w:rPr>
      </w:pPr>
    </w:p>
    <w:p w:rsidR="00714EBB" w:rsidRPr="00870ED0" w:rsidRDefault="00714EBB">
      <w:pPr>
        <w:pStyle w:val="H6"/>
        <w:outlineLvl w:val="0"/>
      </w:pPr>
      <w:r w:rsidRPr="00870ED0">
        <w:t>5.2.3.25.1.1</w:t>
      </w:r>
      <w:r w:rsidRPr="00870ED0">
        <w:tab/>
        <w:t>Normal execution</w:t>
      </w:r>
    </w:p>
    <w:p w:rsidR="00714EBB" w:rsidRPr="00870ED0" w:rsidRDefault="00714EBB">
      <w:pPr>
        <w:pStyle w:val="B1"/>
      </w:pPr>
      <w:r w:rsidRPr="00870ED0">
        <w:t>CRRN1: Appends a TLV element to the current TLV list (2 byte arrays format).</w:t>
      </w:r>
    </w:p>
    <w:p w:rsidR="00714EBB" w:rsidRPr="00870ED0" w:rsidRDefault="00714EBB">
      <w:pPr>
        <w:pStyle w:val="B1"/>
      </w:pPr>
      <w:r w:rsidRPr="00870ED0">
        <w:t>CRRN2: A successful append does not modify the TLV selected.</w:t>
      </w:r>
    </w:p>
    <w:p w:rsidR="00714EBB" w:rsidRPr="00870ED0" w:rsidRDefault="00714EBB" w:rsidP="002854FB">
      <w:pPr>
        <w:pStyle w:val="H6"/>
        <w:outlineLvl w:val="0"/>
      </w:pPr>
      <w:r w:rsidRPr="00870ED0">
        <w:lastRenderedPageBreak/>
        <w:t>5.2.3.25.1.2</w:t>
      </w:r>
      <w:r w:rsidRPr="00870ED0">
        <w:tab/>
        <w:t>Parameter errors</w:t>
      </w:r>
    </w:p>
    <w:p w:rsidR="00714EBB" w:rsidRPr="00870ED0" w:rsidRDefault="00714EBB" w:rsidP="002854FB">
      <w:pPr>
        <w:pStyle w:val="B1"/>
        <w:keepNext/>
        <w:keepLines/>
      </w:pPr>
      <w:r w:rsidRPr="00870ED0">
        <w:t>CRRP1: If value1 or value2 is null, a NullPointerException is thrown</w:t>
      </w:r>
      <w:r w:rsidR="002854FB" w:rsidRPr="00870ED0">
        <w:t>.</w:t>
      </w:r>
    </w:p>
    <w:p w:rsidR="00714EBB" w:rsidRPr="00870ED0" w:rsidRDefault="00714EBB" w:rsidP="002854FB">
      <w:pPr>
        <w:pStyle w:val="B1"/>
        <w:keepNext/>
        <w:keepLines/>
      </w:pPr>
      <w:r w:rsidRPr="00870ED0">
        <w:t>CRRP2: If value1Offset or value1Length or both would cause access outside value1 array bounds, or if value1Length is negative, an ArrayIndexOutOfBoundsException is thro</w:t>
      </w:r>
      <w:r w:rsidR="002854FB" w:rsidRPr="00870ED0">
        <w:t>wn.</w:t>
      </w:r>
    </w:p>
    <w:p w:rsidR="00714EBB" w:rsidRPr="00870ED0" w:rsidRDefault="00714EBB">
      <w:pPr>
        <w:pStyle w:val="B1"/>
      </w:pPr>
      <w:r w:rsidRPr="00870ED0">
        <w:t>CRRP3: If value2Offset or value2Length or both would cause access outside value2 array bounds, or if value2Length is negative, an ArrayIndexOutOfBoundsException is thrown</w:t>
      </w:r>
      <w:r w:rsidR="002854FB" w:rsidRPr="00870ED0">
        <w:t>.</w:t>
      </w:r>
    </w:p>
    <w:p w:rsidR="00714EBB" w:rsidRPr="00870ED0" w:rsidRDefault="00714EBB">
      <w:pPr>
        <w:pStyle w:val="H6"/>
        <w:outlineLvl w:val="0"/>
      </w:pPr>
      <w:r w:rsidRPr="00870ED0">
        <w:t>5.2.3.25.1.3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2854FB" w:rsidRPr="00870ED0">
        <w:t>.</w:t>
      </w:r>
    </w:p>
    <w:p w:rsidR="00714EBB" w:rsidRPr="00870ED0" w:rsidRDefault="00714EBB">
      <w:pPr>
        <w:pStyle w:val="B1"/>
      </w:pPr>
      <w:r w:rsidRPr="00870ED0">
        <w:t>CRRC2: if the EditHandler buffer is busy, a ToolkitException is thrown with reason code HANDLER_NOT_AVAILABLE</w:t>
      </w:r>
      <w:r w:rsidR="002854FB" w:rsidRPr="00870ED0">
        <w:t>.</w:t>
      </w:r>
    </w:p>
    <w:p w:rsidR="00714EBB" w:rsidRPr="00870ED0" w:rsidRDefault="00714EBB">
      <w:pPr>
        <w:pStyle w:val="B1"/>
      </w:pPr>
      <w:r w:rsidRPr="00870ED0">
        <w:t>CRRC3: If value1Length or value2Length is greater than 255, a ToolkitException is thrown with reason code BAD_INPUT_PARAMETER</w:t>
      </w:r>
      <w:r w:rsidR="002854FB" w:rsidRPr="00870ED0">
        <w:t>.</w:t>
      </w:r>
    </w:p>
    <w:p w:rsidR="00714EBB" w:rsidRPr="00870ED0" w:rsidRDefault="00714EBB" w:rsidP="002854FB">
      <w:pPr>
        <w:pStyle w:val="Heading5"/>
      </w:pPr>
      <w:r w:rsidRPr="00870ED0">
        <w:t>5.2.3.25.2</w:t>
      </w:r>
      <w:r w:rsidRPr="00870ED0">
        <w:tab/>
        <w:t>Test area files</w:t>
      </w:r>
    </w:p>
    <w:p w:rsidR="00714EBB" w:rsidRPr="00870ED0" w:rsidRDefault="00714EBB">
      <w:r w:rsidRPr="00870ED0">
        <w:t>Specific triggering: Unrecognized Envelope</w:t>
      </w:r>
      <w:r w:rsidR="002854FB" w:rsidRPr="00870ED0">
        <w:t>:</w:t>
      </w:r>
    </w:p>
    <w:p w:rsidR="00714EBB" w:rsidRPr="00870ED0" w:rsidRDefault="00714EBB" w:rsidP="002854FB">
      <w:pPr>
        <w:pStyle w:val="EX"/>
      </w:pPr>
      <w:r w:rsidRPr="00870ED0">
        <w:t>Test Source:</w:t>
      </w:r>
      <w:r w:rsidRPr="00870ED0">
        <w:tab/>
        <w:t>Test_Api_2_Erh_Aptlb_Bss_Bss.java</w:t>
      </w:r>
      <w:r w:rsidR="002854FB" w:rsidRPr="00870ED0">
        <w:t>.</w:t>
      </w:r>
    </w:p>
    <w:p w:rsidR="00714EBB" w:rsidRPr="00870ED0" w:rsidRDefault="00714EBB" w:rsidP="002854FB">
      <w:pPr>
        <w:pStyle w:val="EX"/>
      </w:pPr>
      <w:r w:rsidRPr="00870ED0">
        <w:t xml:space="preserve">Test Applet: </w:t>
      </w:r>
      <w:r w:rsidR="002854FB" w:rsidRPr="00870ED0">
        <w:tab/>
        <w:t>Api_2_Erh_Aptlb_Bss_Bss_1.java.</w:t>
      </w:r>
    </w:p>
    <w:p w:rsidR="00714EBB" w:rsidRPr="00870ED0" w:rsidRDefault="00714EBB" w:rsidP="002854FB">
      <w:pPr>
        <w:pStyle w:val="EX"/>
      </w:pPr>
      <w:r w:rsidRPr="00870ED0">
        <w:t>Cap File:</w:t>
      </w:r>
      <w:r w:rsidRPr="00870ED0">
        <w:tab/>
        <w:t>api_2_erh_aptlb_bss_bss.cap</w:t>
      </w:r>
      <w:r w:rsidR="002854FB" w:rsidRPr="00870ED0">
        <w:t>.</w:t>
      </w:r>
    </w:p>
    <w:p w:rsidR="00714EBB" w:rsidRPr="00870ED0" w:rsidRDefault="00714EBB" w:rsidP="002854FB">
      <w:pPr>
        <w:pStyle w:val="Heading5"/>
      </w:pPr>
      <w:r w:rsidRPr="00870ED0">
        <w:t>5.2.3.25.3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981"/>
      </w:tblGrid>
      <w:tr w:rsidR="00714EBB" w:rsidRPr="00870ED0" w:rsidTr="00714EBB">
        <w:trPr>
          <w:jc w:val="center"/>
        </w:trPr>
        <w:tc>
          <w:tcPr>
            <w:tcW w:w="1299" w:type="dxa"/>
          </w:tcPr>
          <w:p w:rsidR="00714EBB" w:rsidRPr="00870ED0" w:rsidRDefault="00714EBB">
            <w:pPr>
              <w:pStyle w:val="TAH"/>
              <w:keepNext w:val="0"/>
              <w:keepLines w:val="0"/>
            </w:pPr>
            <w:r w:rsidRPr="00870ED0">
              <w:t>CRR number</w:t>
            </w:r>
          </w:p>
        </w:tc>
        <w:tc>
          <w:tcPr>
            <w:tcW w:w="3981" w:type="dxa"/>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Pr>
          <w:p w:rsidR="00714EBB" w:rsidRPr="00870ED0" w:rsidRDefault="00714EBB">
            <w:pPr>
              <w:pStyle w:val="TAC"/>
              <w:keepNext w:val="0"/>
              <w:keepLines w:val="0"/>
            </w:pPr>
            <w:r w:rsidRPr="00870ED0">
              <w:t>N1</w:t>
            </w:r>
          </w:p>
        </w:tc>
        <w:tc>
          <w:tcPr>
            <w:tcW w:w="3981" w:type="dxa"/>
          </w:tcPr>
          <w:p w:rsidR="00714EBB" w:rsidRPr="00870ED0" w:rsidRDefault="00714EBB" w:rsidP="00D932FD">
            <w:pPr>
              <w:pStyle w:val="TAC"/>
              <w:keepNext w:val="0"/>
              <w:keepLines w:val="0"/>
            </w:pPr>
            <w:r w:rsidRPr="00870ED0">
              <w:t>18, 19, 20</w:t>
            </w:r>
          </w:p>
        </w:tc>
      </w:tr>
      <w:tr w:rsidR="00714EBB" w:rsidRPr="00870ED0" w:rsidTr="00714EBB">
        <w:trPr>
          <w:jc w:val="center"/>
        </w:trPr>
        <w:tc>
          <w:tcPr>
            <w:tcW w:w="1299" w:type="dxa"/>
          </w:tcPr>
          <w:p w:rsidR="00714EBB" w:rsidRPr="00870ED0" w:rsidRDefault="00714EBB">
            <w:pPr>
              <w:pStyle w:val="TAC"/>
              <w:keepNext w:val="0"/>
              <w:keepLines w:val="0"/>
            </w:pPr>
            <w:r w:rsidRPr="00870ED0">
              <w:t>N2</w:t>
            </w:r>
          </w:p>
        </w:tc>
        <w:tc>
          <w:tcPr>
            <w:tcW w:w="3981" w:type="dxa"/>
          </w:tcPr>
          <w:p w:rsidR="00714EBB" w:rsidRPr="00870ED0" w:rsidRDefault="00714EBB">
            <w:pPr>
              <w:pStyle w:val="TAC"/>
              <w:keepNext w:val="0"/>
              <w:keepLines w:val="0"/>
            </w:pPr>
            <w:r w:rsidRPr="00870ED0">
              <w:t>17</w:t>
            </w:r>
          </w:p>
        </w:tc>
      </w:tr>
      <w:tr w:rsidR="00714EBB" w:rsidRPr="00870ED0" w:rsidTr="00714EBB">
        <w:trPr>
          <w:jc w:val="center"/>
        </w:trPr>
        <w:tc>
          <w:tcPr>
            <w:tcW w:w="1299" w:type="dxa"/>
          </w:tcPr>
          <w:p w:rsidR="00714EBB" w:rsidRPr="00870ED0" w:rsidRDefault="00714EBB">
            <w:pPr>
              <w:pStyle w:val="TAC"/>
              <w:keepNext w:val="0"/>
              <w:keepLines w:val="0"/>
            </w:pPr>
            <w:r w:rsidRPr="00870ED0">
              <w:t>P1</w:t>
            </w:r>
          </w:p>
        </w:tc>
        <w:tc>
          <w:tcPr>
            <w:tcW w:w="3981" w:type="dxa"/>
          </w:tcPr>
          <w:p w:rsidR="00714EBB" w:rsidRPr="00870ED0" w:rsidRDefault="00714EBB">
            <w:pPr>
              <w:pStyle w:val="TAC"/>
              <w:keepNext w:val="0"/>
              <w:keepLines w:val="0"/>
            </w:pPr>
            <w:r w:rsidRPr="00870ED0">
              <w:t>1, 2</w:t>
            </w:r>
          </w:p>
        </w:tc>
      </w:tr>
      <w:tr w:rsidR="00714EBB" w:rsidRPr="00870ED0" w:rsidTr="00714EBB">
        <w:trPr>
          <w:jc w:val="center"/>
        </w:trPr>
        <w:tc>
          <w:tcPr>
            <w:tcW w:w="1299" w:type="dxa"/>
          </w:tcPr>
          <w:p w:rsidR="00714EBB" w:rsidRPr="00870ED0" w:rsidRDefault="00714EBB">
            <w:pPr>
              <w:pStyle w:val="TAC"/>
              <w:keepNext w:val="0"/>
              <w:keepLines w:val="0"/>
            </w:pPr>
            <w:r w:rsidRPr="00870ED0">
              <w:t>P2</w:t>
            </w:r>
          </w:p>
        </w:tc>
        <w:tc>
          <w:tcPr>
            <w:tcW w:w="3981" w:type="dxa"/>
          </w:tcPr>
          <w:p w:rsidR="00714EBB" w:rsidRPr="00870ED0" w:rsidRDefault="00714EBB">
            <w:pPr>
              <w:pStyle w:val="TAC"/>
              <w:keepNext w:val="0"/>
              <w:keepLines w:val="0"/>
            </w:pPr>
            <w:r w:rsidRPr="00870ED0">
              <w:t>3, 4, 5, 6, 7</w:t>
            </w:r>
          </w:p>
        </w:tc>
      </w:tr>
      <w:tr w:rsidR="00714EBB" w:rsidRPr="00870ED0" w:rsidTr="00714EBB">
        <w:trPr>
          <w:jc w:val="center"/>
        </w:trPr>
        <w:tc>
          <w:tcPr>
            <w:tcW w:w="1299" w:type="dxa"/>
          </w:tcPr>
          <w:p w:rsidR="00714EBB" w:rsidRPr="00870ED0" w:rsidRDefault="00714EBB">
            <w:pPr>
              <w:pStyle w:val="TAC"/>
              <w:keepNext w:val="0"/>
              <w:keepLines w:val="0"/>
            </w:pPr>
            <w:r w:rsidRPr="00870ED0">
              <w:t>P3</w:t>
            </w:r>
          </w:p>
        </w:tc>
        <w:tc>
          <w:tcPr>
            <w:tcW w:w="3981" w:type="dxa"/>
          </w:tcPr>
          <w:p w:rsidR="00714EBB" w:rsidRPr="00870ED0" w:rsidRDefault="00714EBB">
            <w:pPr>
              <w:pStyle w:val="TAC"/>
              <w:keepNext w:val="0"/>
              <w:keepLines w:val="0"/>
            </w:pPr>
            <w:r w:rsidRPr="00870ED0">
              <w:t>8, 9, 10, 11, 12</w:t>
            </w:r>
          </w:p>
        </w:tc>
      </w:tr>
      <w:tr w:rsidR="00714EBB" w:rsidRPr="00870ED0" w:rsidTr="00714EBB">
        <w:trPr>
          <w:jc w:val="center"/>
        </w:trPr>
        <w:tc>
          <w:tcPr>
            <w:tcW w:w="1299" w:type="dxa"/>
          </w:tcPr>
          <w:p w:rsidR="00714EBB" w:rsidRPr="00870ED0" w:rsidRDefault="00714EBB">
            <w:pPr>
              <w:pStyle w:val="TAC"/>
              <w:keepNext w:val="0"/>
              <w:keepLines w:val="0"/>
            </w:pPr>
            <w:r w:rsidRPr="00870ED0">
              <w:t>C1</w:t>
            </w:r>
          </w:p>
        </w:tc>
        <w:tc>
          <w:tcPr>
            <w:tcW w:w="3981" w:type="dxa"/>
          </w:tcPr>
          <w:p w:rsidR="00714EBB" w:rsidRPr="00870ED0" w:rsidRDefault="00714EBB">
            <w:pPr>
              <w:pStyle w:val="TAC"/>
              <w:keepNext w:val="0"/>
              <w:keepLines w:val="0"/>
            </w:pPr>
            <w:r w:rsidRPr="00870ED0">
              <w:t>13</w:t>
            </w:r>
          </w:p>
        </w:tc>
      </w:tr>
      <w:tr w:rsidR="00714EBB" w:rsidRPr="00870ED0" w:rsidTr="00714EBB">
        <w:trPr>
          <w:jc w:val="center"/>
        </w:trPr>
        <w:tc>
          <w:tcPr>
            <w:tcW w:w="1299" w:type="dxa"/>
          </w:tcPr>
          <w:p w:rsidR="00714EBB" w:rsidRPr="00870ED0" w:rsidRDefault="00714EBB">
            <w:pPr>
              <w:pStyle w:val="TAC"/>
              <w:keepNext w:val="0"/>
              <w:keepLines w:val="0"/>
            </w:pPr>
            <w:r w:rsidRPr="00870ED0">
              <w:t>C2</w:t>
            </w:r>
          </w:p>
        </w:tc>
        <w:tc>
          <w:tcPr>
            <w:tcW w:w="3981" w:type="dxa"/>
          </w:tcPr>
          <w:p w:rsidR="00714EBB" w:rsidRPr="00870ED0" w:rsidRDefault="00D932FD">
            <w:pPr>
              <w:pStyle w:val="TAC"/>
              <w:keepNext w:val="0"/>
              <w:keepLines w:val="0"/>
            </w:pPr>
            <w:r w:rsidRPr="00870ED0">
              <w:t>21</w:t>
            </w:r>
          </w:p>
        </w:tc>
      </w:tr>
      <w:tr w:rsidR="00714EBB" w:rsidRPr="00870ED0" w:rsidTr="00714EBB">
        <w:trPr>
          <w:jc w:val="center"/>
        </w:trPr>
        <w:tc>
          <w:tcPr>
            <w:tcW w:w="1299" w:type="dxa"/>
          </w:tcPr>
          <w:p w:rsidR="00714EBB" w:rsidRPr="00870ED0" w:rsidRDefault="00714EBB">
            <w:pPr>
              <w:pStyle w:val="TAC"/>
              <w:keepNext w:val="0"/>
              <w:keepLines w:val="0"/>
            </w:pPr>
            <w:r w:rsidRPr="00870ED0">
              <w:t>C3</w:t>
            </w:r>
          </w:p>
        </w:tc>
        <w:tc>
          <w:tcPr>
            <w:tcW w:w="3981" w:type="dxa"/>
          </w:tcPr>
          <w:p w:rsidR="00714EBB" w:rsidRPr="00870ED0" w:rsidRDefault="00714EBB">
            <w:pPr>
              <w:pStyle w:val="TAC"/>
              <w:keepNext w:val="0"/>
              <w:keepLines w:val="0"/>
            </w:pPr>
            <w:r w:rsidRPr="00870ED0">
              <w:t>14, 15</w:t>
            </w:r>
          </w:p>
        </w:tc>
      </w:tr>
    </w:tbl>
    <w:p w:rsidR="002854FB" w:rsidRPr="00870ED0" w:rsidRDefault="002854FB" w:rsidP="002854FB"/>
    <w:p w:rsidR="00714EBB" w:rsidRPr="00870ED0" w:rsidRDefault="00714EBB" w:rsidP="002854FB">
      <w:pPr>
        <w:pStyle w:val="Heading5"/>
      </w:pPr>
      <w:r w:rsidRPr="00870ED0">
        <w:t>5.2.3.25.4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Pr>
          <w:p w:rsidR="00714EBB" w:rsidRPr="00870ED0" w:rsidRDefault="00714EBB">
            <w:pPr>
              <w:pStyle w:val="TAH"/>
              <w:keepNext w:val="0"/>
              <w:keepLines w:val="0"/>
            </w:pPr>
            <w:r w:rsidRPr="00870ED0">
              <w:t>Id</w:t>
            </w:r>
          </w:p>
        </w:tc>
        <w:tc>
          <w:tcPr>
            <w:tcW w:w="4111" w:type="dxa"/>
          </w:tcPr>
          <w:p w:rsidR="00714EBB" w:rsidRPr="00870ED0" w:rsidRDefault="00714EBB">
            <w:pPr>
              <w:pStyle w:val="TAH"/>
              <w:keepNext w:val="0"/>
              <w:keepLines w:val="0"/>
            </w:pPr>
            <w:r w:rsidRPr="00870ED0">
              <w:t>Description</w:t>
            </w:r>
          </w:p>
        </w:tc>
        <w:tc>
          <w:tcPr>
            <w:tcW w:w="2835" w:type="dxa"/>
          </w:tcPr>
          <w:p w:rsidR="00714EBB" w:rsidRPr="00870ED0" w:rsidRDefault="00714EBB">
            <w:pPr>
              <w:pStyle w:val="TAH"/>
              <w:keepNext w:val="0"/>
              <w:keepLines w:val="0"/>
            </w:pPr>
            <w:r w:rsidRPr="00870ED0">
              <w:t>API Expectation</w:t>
            </w:r>
          </w:p>
        </w:tc>
        <w:tc>
          <w:tcPr>
            <w:tcW w:w="2410" w:type="dxa"/>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w:t>
            </w:r>
          </w:p>
        </w:tc>
        <w:tc>
          <w:tcPr>
            <w:tcW w:w="4111" w:type="dxa"/>
            <w:tcBorders>
              <w:bottom w:val="nil"/>
            </w:tcBorders>
          </w:tcPr>
          <w:p w:rsidR="00714EBB" w:rsidRPr="00870ED0" w:rsidRDefault="00714EBB">
            <w:pPr>
              <w:pStyle w:val="TAH"/>
              <w:keepNext w:val="0"/>
              <w:keepLines w:val="0"/>
            </w:pPr>
            <w:r w:rsidRPr="00870ED0">
              <w:t>Null value1</w:t>
            </w:r>
          </w:p>
        </w:tc>
        <w:tc>
          <w:tcPr>
            <w:tcW w:w="2835" w:type="dxa"/>
            <w:tcBorders>
              <w:bottom w:val="nil"/>
            </w:tcBorders>
          </w:tcPr>
          <w:p w:rsidR="00714EBB" w:rsidRPr="00870ED0" w:rsidRDefault="00714EBB">
            <w:pPr>
              <w:pStyle w:val="TAL"/>
              <w:keepNext w:val="0"/>
              <w:keepLines w:val="0"/>
            </w:pPr>
            <w:r w:rsidRPr="00870ED0">
              <w:t>NullPointerException is thrown</w:t>
            </w: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2</w:t>
            </w:r>
          </w:p>
        </w:tc>
        <w:tc>
          <w:tcPr>
            <w:tcW w:w="4111" w:type="dxa"/>
            <w:tcBorders>
              <w:bottom w:val="single" w:sz="4" w:space="0" w:color="auto"/>
            </w:tcBorders>
          </w:tcPr>
          <w:p w:rsidR="00714EBB" w:rsidRPr="00870ED0" w:rsidRDefault="00714EBB">
            <w:pPr>
              <w:pStyle w:val="TAH"/>
              <w:keepNext w:val="0"/>
              <w:keepLines w:val="0"/>
            </w:pPr>
            <w:r w:rsidRPr="00870ED0">
              <w:t>Null value2</w:t>
            </w:r>
          </w:p>
        </w:tc>
        <w:tc>
          <w:tcPr>
            <w:tcW w:w="2835" w:type="dxa"/>
            <w:tcBorders>
              <w:bottom w:val="single" w:sz="4" w:space="0" w:color="auto"/>
            </w:tcBorders>
          </w:tcPr>
          <w:p w:rsidR="00714EBB" w:rsidRPr="00870ED0" w:rsidRDefault="00714EBB">
            <w:pPr>
              <w:pStyle w:val="TAL"/>
              <w:keepNext w:val="0"/>
              <w:keepLines w:val="0"/>
            </w:pPr>
            <w:r w:rsidRPr="00870ED0">
              <w:t>NullPointerException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3</w:t>
            </w:r>
          </w:p>
        </w:tc>
        <w:tc>
          <w:tcPr>
            <w:tcW w:w="4111" w:type="dxa"/>
            <w:tcBorders>
              <w:bottom w:val="single" w:sz="4" w:space="0" w:color="auto"/>
            </w:tcBorders>
          </w:tcPr>
          <w:p w:rsidR="00714EBB" w:rsidRPr="00870ED0" w:rsidRDefault="00714EBB">
            <w:pPr>
              <w:pStyle w:val="TAH"/>
              <w:keepNext w:val="0"/>
              <w:keepLines w:val="0"/>
            </w:pPr>
            <w:r w:rsidRPr="00870ED0">
              <w:t xml:space="preserve">Value1Offset </w:t>
            </w:r>
            <w:r w:rsidRPr="00870ED0">
              <w:sym w:font="Symbol" w:char="F0B3"/>
            </w:r>
            <w:r w:rsidRPr="00870ED0">
              <w:t xml:space="preserve">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5</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rsidP="00510107">
            <w:pPr>
              <w:pStyle w:val="TAC"/>
              <w:keepNext w:val="0"/>
              <w:keepLines w:val="0"/>
            </w:pPr>
            <w:r w:rsidRPr="00870ED0">
              <w:t>4</w:t>
            </w:r>
          </w:p>
        </w:tc>
        <w:tc>
          <w:tcPr>
            <w:tcW w:w="4111" w:type="dxa"/>
            <w:tcBorders>
              <w:bottom w:val="single" w:sz="4" w:space="0" w:color="auto"/>
            </w:tcBorders>
          </w:tcPr>
          <w:p w:rsidR="00714EBB" w:rsidRPr="00870ED0" w:rsidRDefault="00714EBB">
            <w:pPr>
              <w:pStyle w:val="TAH"/>
              <w:keepNext w:val="0"/>
              <w:keepLines w:val="0"/>
            </w:pPr>
            <w:r w:rsidRPr="00870ED0">
              <w:t>Value1Offset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-1</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rsidP="002854FB">
            <w:pPr>
              <w:pStyle w:val="TAC"/>
            </w:pPr>
            <w:r w:rsidRPr="00870ED0">
              <w:lastRenderedPageBreak/>
              <w:t>5</w:t>
            </w:r>
          </w:p>
        </w:tc>
        <w:tc>
          <w:tcPr>
            <w:tcW w:w="4111" w:type="dxa"/>
            <w:tcBorders>
              <w:bottom w:val="single" w:sz="4" w:space="0" w:color="auto"/>
            </w:tcBorders>
          </w:tcPr>
          <w:p w:rsidR="00714EBB" w:rsidRPr="00870ED0" w:rsidRDefault="00714EBB" w:rsidP="002854FB">
            <w:pPr>
              <w:pStyle w:val="TAH"/>
            </w:pPr>
            <w:r w:rsidRPr="00870ED0">
              <w:t>Value1Length &gt; value1.length</w:t>
            </w:r>
          </w:p>
          <w:p w:rsidR="00714EBB" w:rsidRPr="00870ED0" w:rsidRDefault="00714EBB" w:rsidP="002854FB">
            <w:pPr>
              <w:pStyle w:val="PL"/>
              <w:keepNext/>
              <w:keepLines/>
              <w:rPr>
                <w:noProof w:val="0"/>
              </w:rPr>
            </w:pPr>
            <w:r w:rsidRPr="00870ED0">
              <w:rPr>
                <w:noProof w:val="0"/>
              </w:rPr>
              <w:t>appendTLV()</w:t>
            </w:r>
          </w:p>
          <w:p w:rsidR="00714EBB" w:rsidRPr="00870ED0" w:rsidRDefault="00714EBB" w:rsidP="002854FB">
            <w:pPr>
              <w:pStyle w:val="PL"/>
              <w:keepNext/>
              <w:keepLines/>
              <w:rPr>
                <w:noProof w:val="0"/>
              </w:rPr>
            </w:pPr>
            <w:r w:rsidRPr="00870ED0">
              <w:rPr>
                <w:noProof w:val="0"/>
              </w:rPr>
              <w:t>value1.length = 5</w:t>
            </w:r>
          </w:p>
          <w:p w:rsidR="00714EBB" w:rsidRPr="00870ED0" w:rsidRDefault="00714EBB" w:rsidP="002854FB">
            <w:pPr>
              <w:pStyle w:val="PL"/>
              <w:keepNext/>
              <w:keepLines/>
              <w:rPr>
                <w:noProof w:val="0"/>
              </w:rPr>
            </w:pPr>
            <w:r w:rsidRPr="00870ED0">
              <w:rPr>
                <w:noProof w:val="0"/>
              </w:rPr>
              <w:t>value1Offset = 0</w:t>
            </w:r>
          </w:p>
          <w:p w:rsidR="00714EBB" w:rsidRPr="00870ED0" w:rsidRDefault="00714EBB" w:rsidP="002854FB">
            <w:pPr>
              <w:pStyle w:val="PL"/>
              <w:keepNext/>
              <w:keepLines/>
              <w:rPr>
                <w:noProof w:val="0"/>
              </w:rPr>
            </w:pPr>
            <w:r w:rsidRPr="00870ED0">
              <w:rPr>
                <w:noProof w:val="0"/>
              </w:rPr>
              <w:t>value1Length = 6</w:t>
            </w:r>
          </w:p>
          <w:p w:rsidR="00714EBB" w:rsidRPr="00870ED0" w:rsidRDefault="00714EBB" w:rsidP="002854FB">
            <w:pPr>
              <w:pStyle w:val="PL"/>
              <w:keepNext/>
              <w:keepLines/>
              <w:rPr>
                <w:noProof w:val="0"/>
              </w:rPr>
            </w:pPr>
            <w:r w:rsidRPr="00870ED0">
              <w:rPr>
                <w:noProof w:val="0"/>
              </w:rPr>
              <w:t>value2.length = 5</w:t>
            </w:r>
          </w:p>
          <w:p w:rsidR="00714EBB" w:rsidRPr="00870ED0" w:rsidRDefault="00714EBB" w:rsidP="002854FB">
            <w:pPr>
              <w:pStyle w:val="PL"/>
              <w:keepNext/>
              <w:keepLines/>
              <w:rPr>
                <w:noProof w:val="0"/>
              </w:rPr>
            </w:pPr>
            <w:r w:rsidRPr="00870ED0">
              <w:rPr>
                <w:noProof w:val="0"/>
              </w:rPr>
              <w:t>value2Offset = 0</w:t>
            </w:r>
          </w:p>
          <w:p w:rsidR="00714EBB" w:rsidRPr="00870ED0" w:rsidRDefault="00714EBB" w:rsidP="002854FB">
            <w:pPr>
              <w:pStyle w:val="PL"/>
              <w:keepNext/>
              <w:keepLines/>
              <w:rPr>
                <w:noProof w:val="0"/>
              </w:rPr>
            </w:pPr>
            <w:r w:rsidRPr="00870ED0">
              <w:rPr>
                <w:noProof w:val="0"/>
              </w:rPr>
              <w:t>value2Length = 1</w:t>
            </w:r>
          </w:p>
        </w:tc>
        <w:tc>
          <w:tcPr>
            <w:tcW w:w="2835" w:type="dxa"/>
            <w:tcBorders>
              <w:bottom w:val="single" w:sz="4" w:space="0" w:color="auto"/>
            </w:tcBorders>
          </w:tcPr>
          <w:p w:rsidR="00714EBB" w:rsidRPr="00870ED0" w:rsidRDefault="00714EBB" w:rsidP="002854FB">
            <w:pPr>
              <w:pStyle w:val="TAL"/>
            </w:pPr>
            <w:r w:rsidRPr="00870ED0">
              <w:t>ArrayIndexOutOfBoundsException is thrown</w:t>
            </w:r>
          </w:p>
        </w:tc>
        <w:tc>
          <w:tcPr>
            <w:tcW w:w="2410" w:type="dxa"/>
            <w:tcBorders>
              <w:bottom w:val="single" w:sz="4" w:space="0" w:color="auto"/>
            </w:tcBorders>
          </w:tcPr>
          <w:p w:rsidR="00714EBB" w:rsidRPr="00870ED0" w:rsidRDefault="00714EBB" w:rsidP="002854F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6</w:t>
            </w:r>
          </w:p>
        </w:tc>
        <w:tc>
          <w:tcPr>
            <w:tcW w:w="4111" w:type="dxa"/>
            <w:tcBorders>
              <w:bottom w:val="single" w:sz="4" w:space="0" w:color="auto"/>
            </w:tcBorders>
          </w:tcPr>
          <w:p w:rsidR="00714EBB" w:rsidRPr="00870ED0" w:rsidRDefault="00714EBB">
            <w:pPr>
              <w:pStyle w:val="TAH"/>
              <w:keepNext w:val="0"/>
              <w:keepLines w:val="0"/>
            </w:pPr>
            <w:r w:rsidRPr="00870ED0">
              <w:t>Value1Offset + value1Length &gt;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3</w:t>
            </w:r>
          </w:p>
          <w:p w:rsidR="00714EBB" w:rsidRPr="00870ED0" w:rsidRDefault="00714EBB">
            <w:pPr>
              <w:pStyle w:val="PL"/>
              <w:rPr>
                <w:noProof w:val="0"/>
              </w:rPr>
            </w:pPr>
            <w:r w:rsidRPr="00870ED0">
              <w:rPr>
                <w:noProof w:val="0"/>
              </w:rPr>
              <w:t>value1Length = 3</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7</w:t>
            </w:r>
          </w:p>
        </w:tc>
        <w:tc>
          <w:tcPr>
            <w:tcW w:w="4111" w:type="dxa"/>
            <w:tcBorders>
              <w:bottom w:val="single" w:sz="4" w:space="0" w:color="auto"/>
            </w:tcBorders>
          </w:tcPr>
          <w:p w:rsidR="00714EBB" w:rsidRPr="00870ED0" w:rsidRDefault="00714EBB">
            <w:pPr>
              <w:pStyle w:val="TAH"/>
              <w:keepNext w:val="0"/>
              <w:keepLines w:val="0"/>
            </w:pPr>
            <w:r w:rsidRPr="00870ED0">
              <w:t>Value1Length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8</w:t>
            </w:r>
          </w:p>
        </w:tc>
        <w:tc>
          <w:tcPr>
            <w:tcW w:w="4111" w:type="dxa"/>
            <w:tcBorders>
              <w:bottom w:val="single" w:sz="4" w:space="0" w:color="auto"/>
            </w:tcBorders>
          </w:tcPr>
          <w:p w:rsidR="00714EBB" w:rsidRPr="00870ED0" w:rsidRDefault="00714EBB">
            <w:pPr>
              <w:pStyle w:val="TAH"/>
              <w:keepNext w:val="0"/>
              <w:keepLines w:val="0"/>
            </w:pPr>
            <w:r w:rsidRPr="00870ED0">
              <w:t xml:space="preserve">Value2Offset </w:t>
            </w:r>
            <w:r w:rsidRPr="00870ED0">
              <w:sym w:font="Symbol" w:char="F0B3"/>
            </w:r>
            <w:r w:rsidRPr="00870ED0">
              <w:t xml:space="preserve">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5</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9</w:t>
            </w:r>
          </w:p>
          <w:p w:rsidR="00714EBB" w:rsidRPr="00870ED0" w:rsidRDefault="00714EBB">
            <w:pPr>
              <w:pStyle w:val="TAC"/>
              <w:keepNext w:val="0"/>
              <w:keepLines w:val="0"/>
            </w:pPr>
          </w:p>
        </w:tc>
        <w:tc>
          <w:tcPr>
            <w:tcW w:w="4111" w:type="dxa"/>
            <w:tcBorders>
              <w:bottom w:val="single" w:sz="4" w:space="0" w:color="auto"/>
            </w:tcBorders>
          </w:tcPr>
          <w:p w:rsidR="00714EBB" w:rsidRPr="00870ED0" w:rsidRDefault="00714EBB">
            <w:pPr>
              <w:pStyle w:val="TAH"/>
              <w:keepNext w:val="0"/>
              <w:keepLines w:val="0"/>
            </w:pPr>
            <w:r w:rsidRPr="00870ED0">
              <w:t>Value2Offset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-1</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10</w:t>
            </w:r>
          </w:p>
        </w:tc>
        <w:tc>
          <w:tcPr>
            <w:tcW w:w="4111" w:type="dxa"/>
            <w:tcBorders>
              <w:bottom w:val="single" w:sz="4" w:space="0" w:color="auto"/>
            </w:tcBorders>
          </w:tcPr>
          <w:p w:rsidR="00714EBB" w:rsidRPr="00870ED0" w:rsidRDefault="00714EBB">
            <w:pPr>
              <w:pStyle w:val="TAH"/>
              <w:keepNext w:val="0"/>
              <w:keepLines w:val="0"/>
            </w:pPr>
            <w:r w:rsidRPr="00870ED0">
              <w:t>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6</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11</w:t>
            </w:r>
          </w:p>
        </w:tc>
        <w:tc>
          <w:tcPr>
            <w:tcW w:w="4111" w:type="dxa"/>
            <w:tcBorders>
              <w:bottom w:val="single" w:sz="4" w:space="0" w:color="auto"/>
            </w:tcBorders>
          </w:tcPr>
          <w:p w:rsidR="00714EBB" w:rsidRPr="00870ED0" w:rsidRDefault="00714EBB">
            <w:pPr>
              <w:pStyle w:val="TAH"/>
              <w:keepNext w:val="0"/>
              <w:keepLines w:val="0"/>
            </w:pPr>
            <w:r w:rsidRPr="00870ED0">
              <w:t>Value2Offset + 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3</w:t>
            </w:r>
          </w:p>
          <w:p w:rsidR="00714EBB" w:rsidRPr="00870ED0" w:rsidRDefault="00714EBB">
            <w:pPr>
              <w:pStyle w:val="PL"/>
              <w:rPr>
                <w:noProof w:val="0"/>
              </w:rPr>
            </w:pPr>
            <w:r w:rsidRPr="00870ED0">
              <w:rPr>
                <w:noProof w:val="0"/>
              </w:rPr>
              <w:t>Value2Length = 3</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12</w:t>
            </w:r>
          </w:p>
        </w:tc>
        <w:tc>
          <w:tcPr>
            <w:tcW w:w="4111" w:type="dxa"/>
            <w:tcBorders>
              <w:bottom w:val="single" w:sz="4" w:space="0" w:color="auto"/>
            </w:tcBorders>
          </w:tcPr>
          <w:p w:rsidR="00714EBB" w:rsidRPr="00870ED0" w:rsidRDefault="00714EBB">
            <w:pPr>
              <w:pStyle w:val="TAH"/>
              <w:keepNext w:val="0"/>
              <w:keepLines w:val="0"/>
            </w:pPr>
            <w:r w:rsidRPr="00870ED0">
              <w:t>Value2Length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13</w:t>
            </w:r>
          </w:p>
        </w:tc>
        <w:tc>
          <w:tcPr>
            <w:tcW w:w="4111" w:type="dxa"/>
            <w:tcBorders>
              <w:bottom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Call the appendArray</w:t>
            </w:r>
            <w:r w:rsidRPr="00870ED0">
              <w:rPr>
                <w:b/>
                <w:noProof w:val="0"/>
              </w:rPr>
              <w:t>()</w:t>
            </w:r>
            <w:r w:rsidRPr="00870ED0">
              <w:rPr>
                <w:noProof w:val="0"/>
              </w:rPr>
              <w:t xml:space="preserve"> with length of getCapacity()-1</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bottom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single" w:sz="4" w:space="0" w:color="auto"/>
            </w:tcBorders>
          </w:tcPr>
          <w:p w:rsidR="00714EBB" w:rsidRPr="00870ED0" w:rsidRDefault="00714EBB" w:rsidP="002854FB">
            <w:pPr>
              <w:pStyle w:val="TAC"/>
            </w:pPr>
            <w:r w:rsidRPr="00870ED0">
              <w:lastRenderedPageBreak/>
              <w:t>14</w:t>
            </w:r>
          </w:p>
        </w:tc>
        <w:tc>
          <w:tcPr>
            <w:tcW w:w="4111" w:type="dxa"/>
            <w:tcBorders>
              <w:bottom w:val="single" w:sz="4" w:space="0" w:color="auto"/>
            </w:tcBorders>
          </w:tcPr>
          <w:p w:rsidR="00714EBB" w:rsidRPr="00870ED0" w:rsidRDefault="00714EBB" w:rsidP="002854FB">
            <w:pPr>
              <w:pStyle w:val="TAH"/>
            </w:pPr>
            <w:r w:rsidRPr="00870ED0">
              <w:t>Bad parameter Exception</w:t>
            </w:r>
          </w:p>
          <w:p w:rsidR="00714EBB" w:rsidRPr="00870ED0" w:rsidRDefault="00714EBB" w:rsidP="002854FB">
            <w:pPr>
              <w:pStyle w:val="PL"/>
              <w:keepNext/>
              <w:keepLines/>
              <w:rPr>
                <w:noProof w:val="0"/>
              </w:rPr>
            </w:pPr>
            <w:r w:rsidRPr="00870ED0">
              <w:rPr>
                <w:noProof w:val="0"/>
              </w:rPr>
              <w:t>Clear the handler</w:t>
            </w:r>
          </w:p>
          <w:p w:rsidR="00714EBB" w:rsidRPr="00870ED0" w:rsidRDefault="00714EBB" w:rsidP="002854FB">
            <w:pPr>
              <w:pStyle w:val="PL"/>
              <w:keepNext/>
              <w:keepLines/>
              <w:rPr>
                <w:noProof w:val="0"/>
              </w:rPr>
            </w:pPr>
            <w:r w:rsidRPr="00870ED0">
              <w:rPr>
                <w:noProof w:val="0"/>
              </w:rPr>
              <w:t>appendTLV()</w:t>
            </w:r>
          </w:p>
          <w:p w:rsidR="00714EBB" w:rsidRPr="00870ED0" w:rsidRDefault="00714EBB" w:rsidP="002854FB">
            <w:pPr>
              <w:pStyle w:val="PL"/>
              <w:keepNext/>
              <w:keepLines/>
              <w:rPr>
                <w:noProof w:val="0"/>
              </w:rPr>
            </w:pPr>
            <w:r w:rsidRPr="00870ED0">
              <w:rPr>
                <w:noProof w:val="0"/>
              </w:rPr>
              <w:t>Value1.length = 256</w:t>
            </w:r>
          </w:p>
          <w:p w:rsidR="00714EBB" w:rsidRPr="00870ED0" w:rsidRDefault="00714EBB" w:rsidP="002854FB">
            <w:pPr>
              <w:pStyle w:val="PL"/>
              <w:keepNext/>
              <w:keepLines/>
              <w:rPr>
                <w:noProof w:val="0"/>
              </w:rPr>
            </w:pPr>
            <w:r w:rsidRPr="00870ED0">
              <w:rPr>
                <w:noProof w:val="0"/>
              </w:rPr>
              <w:t>Value1Offset = 0</w:t>
            </w:r>
          </w:p>
          <w:p w:rsidR="00714EBB" w:rsidRPr="00870ED0" w:rsidRDefault="00714EBB" w:rsidP="002854FB">
            <w:pPr>
              <w:pStyle w:val="PL"/>
              <w:keepNext/>
              <w:keepLines/>
              <w:rPr>
                <w:noProof w:val="0"/>
              </w:rPr>
            </w:pPr>
            <w:r w:rsidRPr="00870ED0">
              <w:rPr>
                <w:noProof w:val="0"/>
              </w:rPr>
              <w:t>Value1Length = 256</w:t>
            </w:r>
          </w:p>
          <w:p w:rsidR="00714EBB" w:rsidRPr="00870ED0" w:rsidRDefault="00714EBB" w:rsidP="002854FB">
            <w:pPr>
              <w:pStyle w:val="PL"/>
              <w:keepNext/>
              <w:keepLines/>
              <w:rPr>
                <w:noProof w:val="0"/>
              </w:rPr>
            </w:pPr>
            <w:r w:rsidRPr="00870ED0">
              <w:rPr>
                <w:noProof w:val="0"/>
              </w:rPr>
              <w:t>Value2.length = 256</w:t>
            </w:r>
          </w:p>
          <w:p w:rsidR="00714EBB" w:rsidRPr="00870ED0" w:rsidRDefault="00714EBB" w:rsidP="002854FB">
            <w:pPr>
              <w:pStyle w:val="PL"/>
              <w:keepNext/>
              <w:keepLines/>
              <w:rPr>
                <w:noProof w:val="0"/>
              </w:rPr>
            </w:pPr>
            <w:r w:rsidRPr="00870ED0">
              <w:rPr>
                <w:noProof w:val="0"/>
              </w:rPr>
              <w:t>Value2Offset = 0</w:t>
            </w:r>
          </w:p>
          <w:p w:rsidR="00714EBB" w:rsidRPr="00870ED0" w:rsidRDefault="00714EBB" w:rsidP="002854FB">
            <w:pPr>
              <w:pStyle w:val="PL"/>
              <w:keepNext/>
              <w:keepLines/>
              <w:rPr>
                <w:noProof w:val="0"/>
              </w:rPr>
            </w:pPr>
            <w:r w:rsidRPr="00870ED0">
              <w:rPr>
                <w:noProof w:val="0"/>
              </w:rPr>
              <w:t>Value2Length = 1</w:t>
            </w:r>
          </w:p>
        </w:tc>
        <w:tc>
          <w:tcPr>
            <w:tcW w:w="2835" w:type="dxa"/>
            <w:tcBorders>
              <w:bottom w:val="single" w:sz="4" w:space="0" w:color="auto"/>
            </w:tcBorders>
          </w:tcPr>
          <w:p w:rsidR="00714EBB" w:rsidRPr="00870ED0" w:rsidRDefault="00714EBB" w:rsidP="002854FB">
            <w:pPr>
              <w:pStyle w:val="TAL"/>
            </w:pPr>
            <w:r w:rsidRPr="00870ED0">
              <w:t>ToolkitException.BAD_INPUT_PARAMETER is thrown</w:t>
            </w:r>
          </w:p>
        </w:tc>
        <w:tc>
          <w:tcPr>
            <w:tcW w:w="2410" w:type="dxa"/>
            <w:tcBorders>
              <w:bottom w:val="single" w:sz="4" w:space="0" w:color="auto"/>
            </w:tcBorders>
          </w:tcPr>
          <w:p w:rsidR="00714EBB" w:rsidRPr="00870ED0" w:rsidRDefault="00714EBB" w:rsidP="002854FB">
            <w:pPr>
              <w:pStyle w:val="TAL"/>
            </w:pPr>
          </w:p>
        </w:tc>
      </w:tr>
      <w:tr w:rsidR="00714EBB" w:rsidRPr="00870ED0" w:rsidTr="00714EBB">
        <w:trPr>
          <w:jc w:val="center"/>
        </w:trPr>
        <w:tc>
          <w:tcPr>
            <w:tcW w:w="425" w:type="dxa"/>
            <w:tcBorders>
              <w:bottom w:val="single" w:sz="4" w:space="0" w:color="auto"/>
            </w:tcBorders>
          </w:tcPr>
          <w:p w:rsidR="00714EBB" w:rsidRPr="00870ED0" w:rsidRDefault="00714EBB">
            <w:pPr>
              <w:pStyle w:val="TAC"/>
              <w:keepNext w:val="0"/>
              <w:keepLines w:val="0"/>
            </w:pPr>
            <w:r w:rsidRPr="00870ED0">
              <w:t>15</w:t>
            </w:r>
          </w:p>
        </w:tc>
        <w:tc>
          <w:tcPr>
            <w:tcW w:w="4111" w:type="dxa"/>
            <w:tcBorders>
              <w:bottom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256</w:t>
            </w:r>
          </w:p>
        </w:tc>
        <w:tc>
          <w:tcPr>
            <w:tcW w:w="2835" w:type="dxa"/>
            <w:tcBorders>
              <w:bottom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p>
        </w:tc>
        <w:tc>
          <w:tcPr>
            <w:tcW w:w="4111" w:type="dxa"/>
            <w:tcBorders>
              <w:bottom w:val="nil"/>
            </w:tcBorders>
          </w:tcPr>
          <w:p w:rsidR="00714EBB" w:rsidRPr="00870ED0" w:rsidRDefault="00714EBB">
            <w:pPr>
              <w:pStyle w:val="TAH"/>
              <w:keepNext w:val="0"/>
              <w:keepLines w:val="0"/>
            </w:pPr>
            <w:r w:rsidRPr="00870ED0">
              <w:t>clear the handler, 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Select Command Details TLV</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r w:rsidRPr="00870ED0">
              <w:t>16</w:t>
            </w:r>
          </w:p>
        </w:tc>
        <w:tc>
          <w:tcPr>
            <w:tcW w:w="4111" w:type="dxa"/>
            <w:tcBorders>
              <w:top w:val="single" w:sz="4" w:space="0" w:color="808080"/>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FF FE … F8</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w:t>
            </w:r>
          </w:p>
          <w:p w:rsidR="00714EBB" w:rsidRPr="00870ED0" w:rsidRDefault="00714EBB">
            <w:pPr>
              <w:pStyle w:val="PL"/>
              <w:rPr>
                <w:noProof w:val="0"/>
              </w:rPr>
            </w:pPr>
            <w:r w:rsidRPr="00870ED0">
              <w:rPr>
                <w:noProof w:val="0"/>
              </w:rPr>
              <w:t>value2 = F7 F6 … F0</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pPr>
          </w:p>
        </w:tc>
        <w:tc>
          <w:tcPr>
            <w:tcW w:w="4111" w:type="dxa"/>
            <w:tcBorders>
              <w:bottom w:val="nil"/>
            </w:tcBorders>
          </w:tcPr>
          <w:p w:rsidR="00714EBB" w:rsidRPr="00870ED0" w:rsidRDefault="00714EBB">
            <w:pPr>
              <w:pStyle w:val="TAH"/>
              <w:rPr>
                <w:b w:val="0"/>
              </w:rPr>
            </w:pPr>
            <w:r w:rsidRPr="00870ED0">
              <w:t>Clear the handler</w:t>
            </w:r>
          </w:p>
        </w:tc>
        <w:tc>
          <w:tcPr>
            <w:tcW w:w="2835" w:type="dxa"/>
            <w:tcBorders>
              <w:bottom w:val="nil"/>
            </w:tcBorders>
          </w:tcPr>
          <w:p w:rsidR="00714EBB" w:rsidRPr="00870ED0" w:rsidRDefault="00714EBB">
            <w:pPr>
              <w:pStyle w:val="TAL"/>
            </w:pPr>
          </w:p>
        </w:tc>
        <w:tc>
          <w:tcPr>
            <w:tcW w:w="2410" w:type="dxa"/>
            <w:tcBorders>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pPr>
            <w:r w:rsidRPr="00870ED0">
              <w:t>17</w:t>
            </w:r>
          </w:p>
        </w:tc>
        <w:tc>
          <w:tcPr>
            <w:tcW w:w="4111" w:type="dxa"/>
            <w:tcBorders>
              <w:top w:val="single" w:sz="4" w:space="0" w:color="808080"/>
              <w:bottom w:val="nil"/>
            </w:tcBorders>
          </w:tcPr>
          <w:p w:rsidR="00714EBB" w:rsidRPr="00870ED0" w:rsidRDefault="00714EBB">
            <w:pPr>
              <w:pStyle w:val="TAH"/>
            </w:pPr>
            <w:r w:rsidRPr="00870ED0">
              <w:t>Successful call</w:t>
            </w:r>
          </w:p>
          <w:p w:rsidR="00714EBB" w:rsidRPr="00870ED0" w:rsidRDefault="00714EBB">
            <w:pPr>
              <w:pStyle w:val="PL"/>
              <w:keepNext/>
              <w:keepLines/>
              <w:rPr>
                <w:noProof w:val="0"/>
              </w:rPr>
            </w:pPr>
            <w:r w:rsidRPr="00870ED0">
              <w:rPr>
                <w:noProof w:val="0"/>
              </w:rPr>
              <w:t>appendTLV()</w:t>
            </w:r>
          </w:p>
          <w:p w:rsidR="00714EBB" w:rsidRPr="00870ED0" w:rsidRDefault="00714EBB">
            <w:pPr>
              <w:pStyle w:val="PL"/>
              <w:keepNext/>
              <w:keepLines/>
              <w:rPr>
                <w:noProof w:val="0"/>
              </w:rPr>
            </w:pPr>
            <w:r w:rsidRPr="00870ED0">
              <w:rPr>
                <w:noProof w:val="0"/>
              </w:rPr>
              <w:t>tag = 04</w:t>
            </w:r>
          </w:p>
          <w:p w:rsidR="00714EBB" w:rsidRPr="00870ED0" w:rsidRDefault="00714EBB">
            <w:pPr>
              <w:pStyle w:val="PL"/>
              <w:rPr>
                <w:noProof w:val="0"/>
              </w:rPr>
            </w:pPr>
            <w:r w:rsidRPr="00870ED0">
              <w:rPr>
                <w:noProof w:val="0"/>
              </w:rPr>
              <w:t>value1 = FF FE … F8</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w:t>
            </w:r>
          </w:p>
          <w:p w:rsidR="00714EBB" w:rsidRPr="00870ED0" w:rsidRDefault="00714EBB">
            <w:pPr>
              <w:pStyle w:val="PL"/>
              <w:rPr>
                <w:noProof w:val="0"/>
              </w:rPr>
            </w:pPr>
            <w:r w:rsidRPr="00870ED0">
              <w:rPr>
                <w:noProof w:val="0"/>
              </w:rPr>
              <w:t>value2 = F7 F6 … F0</w:t>
            </w:r>
          </w:p>
          <w:p w:rsidR="00714EBB" w:rsidRPr="00870ED0" w:rsidRDefault="00714EBB">
            <w:pPr>
              <w:pStyle w:val="PL"/>
              <w:rPr>
                <w:noProof w:val="0"/>
              </w:rPr>
            </w:pPr>
            <w:r w:rsidRPr="00870ED0">
              <w:rPr>
                <w:noProof w:val="0"/>
              </w:rPr>
              <w:t>value2Offset = 0</w:t>
            </w:r>
          </w:p>
          <w:p w:rsidR="00714EBB" w:rsidRPr="00870ED0" w:rsidRDefault="00714EBB">
            <w:pPr>
              <w:pStyle w:val="PL"/>
              <w:keepNext/>
              <w:keepLines/>
              <w:rPr>
                <w:noProof w:val="0"/>
              </w:rPr>
            </w:pPr>
            <w:r w:rsidRPr="00870ED0">
              <w:rPr>
                <w:noProof w:val="0"/>
              </w:rPr>
              <w:t>value2Length = 8</w:t>
            </w:r>
          </w:p>
        </w:tc>
        <w:tc>
          <w:tcPr>
            <w:tcW w:w="2835" w:type="dxa"/>
            <w:tcBorders>
              <w:top w:val="single" w:sz="4" w:space="0" w:color="808080"/>
              <w:bottom w:val="nil"/>
            </w:tcBorders>
          </w:tcPr>
          <w:p w:rsidR="00714EBB" w:rsidRPr="00870ED0" w:rsidRDefault="00714EBB">
            <w:pPr>
              <w:pStyle w:val="TAL"/>
            </w:pPr>
          </w:p>
        </w:tc>
        <w:tc>
          <w:tcPr>
            <w:tcW w:w="2410" w:type="dxa"/>
            <w:tcBorders>
              <w:top w:val="single" w:sz="4" w:space="0" w:color="808080"/>
              <w:bottom w:val="nil"/>
            </w:tcBorders>
          </w:tcPr>
          <w:p w:rsidR="00714EBB" w:rsidRPr="00870ED0" w:rsidRDefault="00714EB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rPr>
                <w:b w:val="0"/>
              </w:rPr>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10 FF FE … F0</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18</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value1 = 00 01 … 07</w:t>
            </w:r>
          </w:p>
          <w:p w:rsidR="00714EBB" w:rsidRPr="00870ED0" w:rsidRDefault="00714EBB">
            <w:pPr>
              <w:pStyle w:val="PL"/>
              <w:rPr>
                <w:noProof w:val="0"/>
              </w:rPr>
            </w:pPr>
            <w:r w:rsidRPr="00870ED0">
              <w:rPr>
                <w:noProof w:val="0"/>
              </w:rPr>
              <w:t>value1Offset = 2</w:t>
            </w:r>
          </w:p>
          <w:p w:rsidR="00714EBB" w:rsidRPr="00870ED0" w:rsidRDefault="00714EBB">
            <w:pPr>
              <w:pStyle w:val="PL"/>
              <w:rPr>
                <w:noProof w:val="0"/>
              </w:rPr>
            </w:pPr>
            <w:r w:rsidRPr="00870ED0">
              <w:rPr>
                <w:noProof w:val="0"/>
              </w:rPr>
              <w:t>value1Length = 6</w:t>
            </w:r>
          </w:p>
          <w:p w:rsidR="00714EBB" w:rsidRPr="00870ED0" w:rsidRDefault="00714EBB">
            <w:pPr>
              <w:pStyle w:val="PL"/>
              <w:rPr>
                <w:noProof w:val="0"/>
              </w:rPr>
            </w:pPr>
            <w:r w:rsidRPr="00870ED0">
              <w:rPr>
                <w:noProof w:val="0"/>
              </w:rPr>
              <w:t>value2 = 08 09 … 0F</w:t>
            </w:r>
          </w:p>
          <w:p w:rsidR="00714EBB" w:rsidRPr="00870ED0" w:rsidRDefault="00714EBB">
            <w:pPr>
              <w:pStyle w:val="PL"/>
              <w:rPr>
                <w:noProof w:val="0"/>
              </w:rPr>
            </w:pPr>
            <w:r w:rsidRPr="00870ED0">
              <w:rPr>
                <w:noProof w:val="0"/>
              </w:rPr>
              <w:t>value2Offset = 2</w:t>
            </w:r>
          </w:p>
          <w:p w:rsidR="00714EBB" w:rsidRPr="00870ED0" w:rsidRDefault="00714EBB">
            <w:pPr>
              <w:pStyle w:val="PL"/>
              <w:rPr>
                <w:noProof w:val="0"/>
              </w:rPr>
            </w:pPr>
            <w:r w:rsidRPr="00870ED0">
              <w:rPr>
                <w:noProof w:val="0"/>
              </w:rPr>
              <w:t>value2Length = 6</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10 FF FE … F0 85 0C 02 03 04 05 06 07 0A 0B 0C 0D 0E 0F</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bottom w:val="nil"/>
            </w:tcBorders>
          </w:tcPr>
          <w:p w:rsidR="00714EBB" w:rsidRPr="00870ED0" w:rsidRDefault="00714EBB">
            <w:pPr>
              <w:pStyle w:val="TAC"/>
              <w:keepNext w:val="0"/>
              <w:keepLines w:val="0"/>
            </w:pPr>
            <w:r w:rsidRPr="00870ED0">
              <w:t>19</w:t>
            </w:r>
          </w:p>
        </w:tc>
        <w:tc>
          <w:tcPr>
            <w:tcW w:w="4111" w:type="dxa"/>
            <w:tcBorders>
              <w:bottom w:val="nil"/>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w:t>
            </w:r>
          </w:p>
          <w:p w:rsidR="00714EBB" w:rsidRPr="00870ED0" w:rsidRDefault="00714EBB">
            <w:pPr>
              <w:pStyle w:val="PL"/>
              <w:rPr>
                <w:noProof w:val="0"/>
              </w:rPr>
            </w:pPr>
            <w:r w:rsidRPr="00870ED0">
              <w:rPr>
                <w:noProof w:val="0"/>
              </w:rPr>
              <w:t>value1 = 11 22 … 88</w:t>
            </w:r>
          </w:p>
          <w:p w:rsidR="00714EBB" w:rsidRPr="00870ED0" w:rsidRDefault="00714EBB">
            <w:pPr>
              <w:pStyle w:val="PL"/>
              <w:rPr>
                <w:noProof w:val="0"/>
              </w:rPr>
            </w:pPr>
            <w:r w:rsidRPr="00870ED0">
              <w:rPr>
                <w:noProof w:val="0"/>
              </w:rPr>
              <w:t>value1Offset = 2</w:t>
            </w:r>
          </w:p>
          <w:p w:rsidR="00714EBB" w:rsidRPr="00870ED0" w:rsidRDefault="00714EBB">
            <w:pPr>
              <w:pStyle w:val="PL"/>
              <w:rPr>
                <w:noProof w:val="0"/>
              </w:rPr>
            </w:pPr>
            <w:r w:rsidRPr="00870ED0">
              <w:rPr>
                <w:noProof w:val="0"/>
              </w:rPr>
              <w:t>value1Length = 4</w:t>
            </w:r>
          </w:p>
          <w:p w:rsidR="00714EBB" w:rsidRPr="00870ED0" w:rsidRDefault="00714EBB">
            <w:pPr>
              <w:pStyle w:val="PL"/>
              <w:rPr>
                <w:noProof w:val="0"/>
              </w:rPr>
            </w:pPr>
            <w:r w:rsidRPr="00870ED0">
              <w:rPr>
                <w:noProof w:val="0"/>
              </w:rPr>
              <w:t>value2 = 99 AA … FF 00</w:t>
            </w:r>
          </w:p>
          <w:p w:rsidR="00714EBB" w:rsidRPr="00870ED0" w:rsidRDefault="00714EBB">
            <w:pPr>
              <w:pStyle w:val="PL"/>
              <w:rPr>
                <w:noProof w:val="0"/>
              </w:rPr>
            </w:pPr>
            <w:r w:rsidRPr="00870ED0">
              <w:rPr>
                <w:noProof w:val="0"/>
              </w:rPr>
              <w:t>value2Offset = 2</w:t>
            </w:r>
          </w:p>
          <w:p w:rsidR="00714EBB" w:rsidRPr="00870ED0" w:rsidRDefault="00714EBB">
            <w:pPr>
              <w:pStyle w:val="PL"/>
              <w:rPr>
                <w:noProof w:val="0"/>
              </w:rPr>
            </w:pPr>
            <w:r w:rsidRPr="00870ED0">
              <w:rPr>
                <w:noProof w:val="0"/>
              </w:rPr>
              <w:t>value2Length = 4</w:t>
            </w:r>
          </w:p>
        </w:tc>
        <w:tc>
          <w:tcPr>
            <w:tcW w:w="2835" w:type="dxa"/>
            <w:tcBorders>
              <w:bottom w:val="nil"/>
            </w:tcBorders>
          </w:tcPr>
          <w:p w:rsidR="00714EBB" w:rsidRPr="00870ED0" w:rsidRDefault="00714EBB">
            <w:pPr>
              <w:pStyle w:val="TAL"/>
              <w:keepNext w:val="0"/>
              <w:keepLines w:val="0"/>
            </w:pPr>
          </w:p>
        </w:tc>
        <w:tc>
          <w:tcPr>
            <w:tcW w:w="2410" w:type="dxa"/>
            <w:tcBorders>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rsidP="005272CF">
            <w:pPr>
              <w:pStyle w:val="TAC"/>
              <w:keepLines w:val="0"/>
            </w:pPr>
          </w:p>
        </w:tc>
        <w:tc>
          <w:tcPr>
            <w:tcW w:w="4111" w:type="dxa"/>
            <w:tcBorders>
              <w:top w:val="single" w:sz="4" w:space="0" w:color="808080"/>
              <w:bottom w:val="single" w:sz="4" w:space="0" w:color="auto"/>
            </w:tcBorders>
          </w:tcPr>
          <w:p w:rsidR="00714EBB" w:rsidRPr="00870ED0" w:rsidRDefault="00714EBB" w:rsidP="005272CF">
            <w:pPr>
              <w:pStyle w:val="TAH"/>
              <w:keepLines w:val="0"/>
            </w:pPr>
            <w:r w:rsidRPr="00870ED0">
              <w:t>Compare handler</w:t>
            </w:r>
          </w:p>
          <w:p w:rsidR="00714EBB" w:rsidRPr="00870ED0" w:rsidRDefault="00714EBB" w:rsidP="005272CF">
            <w:pPr>
              <w:pStyle w:val="PL"/>
              <w:keepNext/>
              <w:rPr>
                <w:noProof w:val="0"/>
              </w:rPr>
            </w:pPr>
            <w:r w:rsidRPr="00870ED0">
              <w:rPr>
                <w:noProof w:val="0"/>
              </w:rPr>
              <w:t>compareBuffer = 04 10 FF FE … F0 85 0C 02 03 04 05 06 07 0A 0B 0C 0D 0E 0F 01 08 33 44 55 66 BB CC DD EE</w:t>
            </w:r>
          </w:p>
        </w:tc>
        <w:tc>
          <w:tcPr>
            <w:tcW w:w="2835" w:type="dxa"/>
            <w:tcBorders>
              <w:top w:val="single" w:sz="4" w:space="0" w:color="808080"/>
              <w:bottom w:val="single" w:sz="4" w:space="0" w:color="auto"/>
            </w:tcBorders>
          </w:tcPr>
          <w:p w:rsidR="00714EBB" w:rsidRPr="00870ED0" w:rsidRDefault="00714EBB" w:rsidP="005272CF">
            <w:pPr>
              <w:pStyle w:val="TAL"/>
              <w:keepLines w:val="0"/>
            </w:pPr>
            <w:r w:rsidRPr="00870ED0">
              <w:t>Result is  00</w:t>
            </w:r>
          </w:p>
        </w:tc>
        <w:tc>
          <w:tcPr>
            <w:tcW w:w="2410" w:type="dxa"/>
            <w:tcBorders>
              <w:top w:val="single" w:sz="4" w:space="0" w:color="808080"/>
              <w:bottom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bottom w:val="nil"/>
            </w:tcBorders>
          </w:tcPr>
          <w:p w:rsidR="00714EBB" w:rsidRPr="00870ED0" w:rsidRDefault="00714EBB" w:rsidP="002854FB">
            <w:pPr>
              <w:pStyle w:val="TAC"/>
            </w:pPr>
          </w:p>
        </w:tc>
        <w:tc>
          <w:tcPr>
            <w:tcW w:w="4111" w:type="dxa"/>
            <w:tcBorders>
              <w:bottom w:val="nil"/>
            </w:tcBorders>
          </w:tcPr>
          <w:p w:rsidR="00714EBB" w:rsidRPr="00870ED0" w:rsidRDefault="00714EBB" w:rsidP="002854FB">
            <w:pPr>
              <w:pStyle w:val="TAH"/>
            </w:pPr>
            <w:r w:rsidRPr="00870ED0">
              <w:t>Clear the handler</w:t>
            </w:r>
          </w:p>
        </w:tc>
        <w:tc>
          <w:tcPr>
            <w:tcW w:w="2835" w:type="dxa"/>
            <w:tcBorders>
              <w:bottom w:val="nil"/>
            </w:tcBorders>
          </w:tcPr>
          <w:p w:rsidR="00714EBB" w:rsidRPr="00870ED0" w:rsidRDefault="00714EBB" w:rsidP="002854FB">
            <w:pPr>
              <w:pStyle w:val="TAL"/>
            </w:pPr>
          </w:p>
        </w:tc>
        <w:tc>
          <w:tcPr>
            <w:tcW w:w="2410" w:type="dxa"/>
            <w:tcBorders>
              <w:bottom w:val="nil"/>
            </w:tcBorders>
          </w:tcPr>
          <w:p w:rsidR="00714EBB" w:rsidRPr="00870ED0" w:rsidRDefault="00714EBB" w:rsidP="002854F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rsidP="002854FB">
            <w:pPr>
              <w:pStyle w:val="TAC"/>
            </w:pPr>
            <w:r w:rsidRPr="00870ED0">
              <w:t>20</w:t>
            </w:r>
          </w:p>
        </w:tc>
        <w:tc>
          <w:tcPr>
            <w:tcW w:w="4111" w:type="dxa"/>
            <w:tcBorders>
              <w:top w:val="single" w:sz="4" w:space="0" w:color="808080"/>
              <w:bottom w:val="nil"/>
            </w:tcBorders>
          </w:tcPr>
          <w:p w:rsidR="00714EBB" w:rsidRPr="00870ED0" w:rsidRDefault="00714EBB" w:rsidP="002854FB">
            <w:pPr>
              <w:pStyle w:val="TAH"/>
            </w:pPr>
            <w:r w:rsidRPr="00870ED0">
              <w:t>Successful call</w:t>
            </w:r>
          </w:p>
          <w:p w:rsidR="00714EBB" w:rsidRPr="00870ED0" w:rsidRDefault="00714EBB" w:rsidP="002854FB">
            <w:pPr>
              <w:pStyle w:val="PL"/>
              <w:keepNext/>
              <w:keepLines/>
              <w:rPr>
                <w:noProof w:val="0"/>
              </w:rPr>
            </w:pPr>
            <w:r w:rsidRPr="00870ED0">
              <w:rPr>
                <w:noProof w:val="0"/>
              </w:rPr>
              <w:t>appendTLV()</w:t>
            </w:r>
          </w:p>
          <w:p w:rsidR="00714EBB" w:rsidRPr="00870ED0" w:rsidRDefault="00714EBB" w:rsidP="002854FB">
            <w:pPr>
              <w:pStyle w:val="PL"/>
              <w:keepNext/>
              <w:keepLines/>
              <w:rPr>
                <w:noProof w:val="0"/>
              </w:rPr>
            </w:pPr>
            <w:r w:rsidRPr="00870ED0">
              <w:rPr>
                <w:noProof w:val="0"/>
              </w:rPr>
              <w:t>tag = 04</w:t>
            </w:r>
          </w:p>
          <w:p w:rsidR="00714EBB" w:rsidRPr="00870ED0" w:rsidRDefault="00714EBB" w:rsidP="002854FB">
            <w:pPr>
              <w:pStyle w:val="PL"/>
              <w:keepNext/>
              <w:keepLines/>
              <w:rPr>
                <w:noProof w:val="0"/>
              </w:rPr>
            </w:pPr>
            <w:r w:rsidRPr="00870ED0">
              <w:rPr>
                <w:noProof w:val="0"/>
              </w:rPr>
              <w:t>value1 = 00 01 … 7F</w:t>
            </w:r>
          </w:p>
          <w:p w:rsidR="00714EBB" w:rsidRPr="00870ED0" w:rsidRDefault="00714EBB" w:rsidP="002854FB">
            <w:pPr>
              <w:pStyle w:val="PL"/>
              <w:keepNext/>
              <w:keepLines/>
              <w:rPr>
                <w:noProof w:val="0"/>
              </w:rPr>
            </w:pPr>
            <w:r w:rsidRPr="00870ED0">
              <w:rPr>
                <w:noProof w:val="0"/>
              </w:rPr>
              <w:t>value1Offset = 0</w:t>
            </w:r>
          </w:p>
          <w:p w:rsidR="00714EBB" w:rsidRPr="00870ED0" w:rsidRDefault="00714EBB" w:rsidP="002854FB">
            <w:pPr>
              <w:pStyle w:val="PL"/>
              <w:keepNext/>
              <w:keepLines/>
              <w:rPr>
                <w:noProof w:val="0"/>
              </w:rPr>
            </w:pPr>
            <w:r w:rsidRPr="00870ED0">
              <w:rPr>
                <w:noProof w:val="0"/>
              </w:rPr>
              <w:t>value1Length = 80h</w:t>
            </w:r>
          </w:p>
          <w:p w:rsidR="00714EBB" w:rsidRPr="00870ED0" w:rsidRDefault="00714EBB" w:rsidP="002854FB">
            <w:pPr>
              <w:pStyle w:val="PL"/>
              <w:keepNext/>
              <w:keepLines/>
              <w:rPr>
                <w:noProof w:val="0"/>
              </w:rPr>
            </w:pPr>
            <w:r w:rsidRPr="00870ED0">
              <w:rPr>
                <w:noProof w:val="0"/>
              </w:rPr>
              <w:t>value2 = 80 81 … FC</w:t>
            </w:r>
          </w:p>
          <w:p w:rsidR="00714EBB" w:rsidRPr="00870ED0" w:rsidRDefault="00714EBB" w:rsidP="002854FB">
            <w:pPr>
              <w:pStyle w:val="PL"/>
              <w:keepNext/>
              <w:keepLines/>
              <w:rPr>
                <w:noProof w:val="0"/>
              </w:rPr>
            </w:pPr>
            <w:r w:rsidRPr="00870ED0">
              <w:rPr>
                <w:noProof w:val="0"/>
              </w:rPr>
              <w:t>value2Offset = 0</w:t>
            </w:r>
          </w:p>
          <w:p w:rsidR="00714EBB" w:rsidRPr="00870ED0" w:rsidRDefault="00714EBB" w:rsidP="002854FB">
            <w:pPr>
              <w:pStyle w:val="PL"/>
              <w:keepNext/>
              <w:keepLines/>
              <w:rPr>
                <w:noProof w:val="0"/>
              </w:rPr>
            </w:pPr>
            <w:r w:rsidRPr="00870ED0">
              <w:rPr>
                <w:noProof w:val="0"/>
              </w:rPr>
              <w:t>value2Length = 7Dh</w:t>
            </w:r>
          </w:p>
          <w:p w:rsidR="00714EBB" w:rsidRPr="00870ED0" w:rsidRDefault="00714EBB" w:rsidP="002854FB">
            <w:pPr>
              <w:pStyle w:val="PL"/>
              <w:keepNext/>
              <w:keepLines/>
              <w:rPr>
                <w:noProof w:val="0"/>
              </w:rPr>
            </w:pPr>
          </w:p>
        </w:tc>
        <w:tc>
          <w:tcPr>
            <w:tcW w:w="2835" w:type="dxa"/>
            <w:tcBorders>
              <w:top w:val="single" w:sz="4" w:space="0" w:color="808080"/>
              <w:bottom w:val="nil"/>
            </w:tcBorders>
          </w:tcPr>
          <w:p w:rsidR="00714EBB" w:rsidRPr="00870ED0" w:rsidRDefault="00714EBB" w:rsidP="002854FB">
            <w:pPr>
              <w:pStyle w:val="TAL"/>
            </w:pPr>
          </w:p>
        </w:tc>
        <w:tc>
          <w:tcPr>
            <w:tcW w:w="2410" w:type="dxa"/>
            <w:tcBorders>
              <w:top w:val="single" w:sz="4" w:space="0" w:color="808080"/>
              <w:bottom w:val="nil"/>
            </w:tcBorders>
          </w:tcPr>
          <w:p w:rsidR="00714EBB" w:rsidRPr="00870ED0" w:rsidRDefault="00714EBB" w:rsidP="002854FB">
            <w:pPr>
              <w:pStyle w:val="TAL"/>
            </w:pPr>
          </w:p>
        </w:tc>
      </w:tr>
      <w:tr w:rsidR="00714EBB" w:rsidRPr="00870ED0" w:rsidTr="00714EBB">
        <w:trPr>
          <w:jc w:val="center"/>
        </w:trPr>
        <w:tc>
          <w:tcPr>
            <w:tcW w:w="425" w:type="dxa"/>
            <w:tcBorders>
              <w:top w:val="single" w:sz="4" w:space="0" w:color="808080"/>
              <w:bottom w:val="nil"/>
            </w:tcBorders>
          </w:tcPr>
          <w:p w:rsidR="00714EBB" w:rsidRPr="00870ED0" w:rsidRDefault="00714EBB">
            <w:pPr>
              <w:pStyle w:val="TAC"/>
              <w:keepNext w:val="0"/>
              <w:keepLines w:val="0"/>
            </w:pPr>
          </w:p>
        </w:tc>
        <w:tc>
          <w:tcPr>
            <w:tcW w:w="4111" w:type="dxa"/>
            <w:tcBorders>
              <w:top w:val="single" w:sz="4" w:space="0" w:color="808080"/>
              <w:bottom w:val="nil"/>
            </w:tcBorders>
          </w:tcPr>
          <w:p w:rsidR="00714EBB" w:rsidRPr="00870ED0" w:rsidRDefault="00714EBB">
            <w:pPr>
              <w:pStyle w:val="TAH"/>
              <w:keepNext w:val="0"/>
              <w:keepLines w:val="0"/>
            </w:pPr>
            <w:r w:rsidRPr="00870ED0">
              <w:t>Call copy() method</w:t>
            </w:r>
          </w:p>
        </w:tc>
        <w:tc>
          <w:tcPr>
            <w:tcW w:w="2835" w:type="dxa"/>
            <w:tcBorders>
              <w:top w:val="single" w:sz="4" w:space="0" w:color="808080"/>
              <w:bottom w:val="nil"/>
            </w:tcBorders>
          </w:tcPr>
          <w:p w:rsidR="00714EBB" w:rsidRPr="00870ED0" w:rsidRDefault="00714EBB">
            <w:pPr>
              <w:pStyle w:val="TAL"/>
              <w:keepNext w:val="0"/>
              <w:keepLines w:val="0"/>
            </w:pPr>
          </w:p>
        </w:tc>
        <w:tc>
          <w:tcPr>
            <w:tcW w:w="2410" w:type="dxa"/>
            <w:tcBorders>
              <w:top w:val="single" w:sz="4" w:space="0" w:color="808080"/>
              <w:bottom w:val="nil"/>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bottom w:val="single" w:sz="4" w:space="0" w:color="auto"/>
            </w:tcBorders>
          </w:tcPr>
          <w:p w:rsidR="00714EBB" w:rsidRPr="00870ED0" w:rsidRDefault="00714EBB">
            <w:pPr>
              <w:pStyle w:val="TAC"/>
              <w:keepNext w:val="0"/>
              <w:keepLines w:val="0"/>
            </w:pPr>
          </w:p>
        </w:tc>
        <w:tc>
          <w:tcPr>
            <w:tcW w:w="4111" w:type="dxa"/>
            <w:tcBorders>
              <w:top w:val="single" w:sz="4" w:space="0" w:color="808080"/>
              <w:bottom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noProof w:val="0"/>
              </w:rPr>
            </w:pPr>
            <w:r w:rsidRPr="00870ED0">
              <w:rPr>
                <w:noProof w:val="0"/>
              </w:rPr>
              <w:t>compareBuffer = 04 81 FD 00 01…FC</w:t>
            </w:r>
          </w:p>
        </w:tc>
        <w:tc>
          <w:tcPr>
            <w:tcW w:w="2835" w:type="dxa"/>
            <w:tcBorders>
              <w:top w:val="single" w:sz="4" w:space="0" w:color="808080"/>
              <w:bottom w:val="single" w:sz="4" w:space="0" w:color="auto"/>
            </w:tcBorders>
          </w:tcPr>
          <w:p w:rsidR="00714EBB" w:rsidRPr="00870ED0" w:rsidRDefault="00714EBB">
            <w:pPr>
              <w:pStyle w:val="TAL"/>
              <w:keepNext w:val="0"/>
              <w:keepLines w:val="0"/>
            </w:pPr>
            <w:r w:rsidRPr="00870ED0">
              <w:t>Result is 00</w:t>
            </w:r>
          </w:p>
        </w:tc>
        <w:tc>
          <w:tcPr>
            <w:tcW w:w="2410" w:type="dxa"/>
            <w:tcBorders>
              <w:top w:val="single" w:sz="4" w:space="0" w:color="808080"/>
              <w:bottom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bottom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bottom w:val="single" w:sz="4" w:space="0" w:color="auto"/>
            </w:tcBorders>
          </w:tcPr>
          <w:p w:rsidR="00714EBB" w:rsidRPr="00870ED0" w:rsidRDefault="00714EBB">
            <w:pPr>
              <w:pStyle w:val="TAH"/>
              <w:keepNext w:val="0"/>
              <w:keepLines w:val="0"/>
            </w:pPr>
            <w:r w:rsidRPr="00870ED0">
              <w:t>HANDLER_NOT_AVAILABLE exception</w:t>
            </w:r>
          </w:p>
          <w:p w:rsidR="00714EBB" w:rsidRPr="00870ED0" w:rsidRDefault="00714EBB">
            <w:pPr>
              <w:pStyle w:val="PL"/>
              <w:rPr>
                <w:b/>
                <w:noProof w:val="0"/>
              </w:rPr>
            </w:pPr>
            <w:r w:rsidRPr="00870ED0">
              <w:rPr>
                <w:noProof w:val="0"/>
              </w:rPr>
              <w:t>Call post() method, then appendTLV()</w:t>
            </w:r>
          </w:p>
        </w:tc>
        <w:tc>
          <w:tcPr>
            <w:tcW w:w="2835" w:type="dxa"/>
            <w:tcBorders>
              <w:top w:val="single" w:sz="4" w:space="0" w:color="auto"/>
              <w:bottom w:val="single" w:sz="4" w:space="0" w:color="auto"/>
            </w:tcBorders>
          </w:tcPr>
          <w:p w:rsidR="00714EBB" w:rsidRPr="00870ED0" w:rsidRDefault="00714EBB">
            <w:pPr>
              <w:pStyle w:val="TAL"/>
            </w:pPr>
            <w:r w:rsidRPr="00870ED0">
              <w:t>ToolkitException.HANDLER_NOT_AVAILABLE is thrown</w:t>
            </w:r>
          </w:p>
        </w:tc>
        <w:tc>
          <w:tcPr>
            <w:tcW w:w="2410" w:type="dxa"/>
            <w:tcBorders>
              <w:top w:val="single" w:sz="4" w:space="0" w:color="auto"/>
              <w:bottom w:val="single" w:sz="4" w:space="0" w:color="auto"/>
            </w:tcBorders>
          </w:tcPr>
          <w:p w:rsidR="00714EBB" w:rsidRPr="00870ED0" w:rsidRDefault="00714EBB">
            <w:pPr>
              <w:pStyle w:val="TAL"/>
              <w:keepNext w:val="0"/>
              <w:keepLines w:val="0"/>
            </w:pPr>
          </w:p>
        </w:tc>
      </w:tr>
    </w:tbl>
    <w:p w:rsidR="00714EBB" w:rsidRPr="00870ED0" w:rsidRDefault="00714EBB" w:rsidP="002854FB"/>
    <w:p w:rsidR="00714EBB" w:rsidRPr="00870ED0" w:rsidRDefault="00714EBB">
      <w:pPr>
        <w:pStyle w:val="Heading3"/>
      </w:pPr>
      <w:r w:rsidRPr="00870ED0">
        <w:t>5.2.4</w:t>
      </w:r>
      <w:r w:rsidRPr="00870ED0">
        <w:tab/>
        <w:t>Interface ProactiveHandler</w:t>
      </w:r>
    </w:p>
    <w:p w:rsidR="00714EBB" w:rsidRPr="00870ED0" w:rsidRDefault="00714EBB">
      <w:pPr>
        <w:pStyle w:val="Heading4"/>
      </w:pPr>
      <w:r w:rsidRPr="00870ED0">
        <w:t>5.2.4.1</w:t>
      </w:r>
      <w:r w:rsidRPr="00870ED0">
        <w:tab/>
        <w:t>Method init</w:t>
      </w:r>
    </w:p>
    <w:p w:rsidR="00714EBB" w:rsidRPr="00870ED0" w:rsidRDefault="00714EBB">
      <w:r w:rsidRPr="00870ED0">
        <w:t>Test Area Reference: Api_2_Pah_Init</w:t>
      </w:r>
      <w:r w:rsidR="002854FB" w:rsidRPr="00870ED0">
        <w:t>.</w:t>
      </w:r>
    </w:p>
    <w:p w:rsidR="00714EBB" w:rsidRPr="00870ED0" w:rsidRDefault="00714EBB" w:rsidP="00B469A3">
      <w:pPr>
        <w:pStyle w:val="Heading5"/>
      </w:pPr>
      <w:r w:rsidRPr="00870ED0">
        <w:t>5.2.4.1.1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init(byte type,</w:t>
      </w:r>
    </w:p>
    <w:p w:rsidR="00714EBB" w:rsidRPr="00870ED0" w:rsidRDefault="00714EBB">
      <w:pPr>
        <w:pStyle w:val="PL"/>
        <w:rPr>
          <w:noProof w:val="0"/>
        </w:rPr>
      </w:pPr>
      <w:r w:rsidRPr="00870ED0">
        <w:rPr>
          <w:noProof w:val="0"/>
        </w:rPr>
        <w:t xml:space="preserve">                 byte qualifier,</w:t>
      </w:r>
    </w:p>
    <w:p w:rsidR="00714EBB" w:rsidRPr="00870ED0" w:rsidRDefault="00714EBB">
      <w:pPr>
        <w:pStyle w:val="PL"/>
        <w:rPr>
          <w:noProof w:val="0"/>
        </w:rPr>
      </w:pPr>
      <w:r w:rsidRPr="00870ED0">
        <w:rPr>
          <w:noProof w:val="0"/>
        </w:rPr>
        <w:t xml:space="preserve">                 byte dstDevice)</w:t>
      </w:r>
    </w:p>
    <w:p w:rsidR="00714EBB" w:rsidRPr="00870ED0" w:rsidRDefault="00714EBB">
      <w:pPr>
        <w:pStyle w:val="PL"/>
        <w:rPr>
          <w:noProof w:val="0"/>
        </w:rPr>
      </w:pPr>
    </w:p>
    <w:p w:rsidR="00714EBB" w:rsidRPr="00870ED0" w:rsidRDefault="00714EBB">
      <w:pPr>
        <w:pStyle w:val="H6"/>
        <w:outlineLvl w:val="0"/>
      </w:pPr>
      <w:r w:rsidRPr="00870ED0">
        <w:t>5.2.4.1.1.1</w:t>
      </w:r>
      <w:r w:rsidRPr="00870ED0">
        <w:tab/>
        <w:t>Normal execution</w:t>
      </w:r>
    </w:p>
    <w:p w:rsidR="00714EBB" w:rsidRPr="00870ED0" w:rsidRDefault="00714EBB">
      <w:pPr>
        <w:pStyle w:val="B1"/>
      </w:pPr>
      <w:r w:rsidRPr="00870ED0">
        <w:t>CRRN1: The init() method initializes the next Proactive command in the ProactiveHandler, with Command details and Device Identities TLV. The source device is always the UICC Card (81h). The Comprehension Required flags are set.</w:t>
      </w:r>
    </w:p>
    <w:p w:rsidR="00714EBB" w:rsidRPr="00870ED0" w:rsidRDefault="00714EBB">
      <w:pPr>
        <w:pStyle w:val="B1"/>
      </w:pPr>
      <w:r w:rsidRPr="00870ED0">
        <w:t>CRRN2: The Command number may take any value between 01h and FEh.</w:t>
      </w:r>
    </w:p>
    <w:p w:rsidR="00714EBB" w:rsidRPr="00870ED0" w:rsidRDefault="00714EBB">
      <w:pPr>
        <w:pStyle w:val="B1"/>
      </w:pPr>
      <w:r w:rsidRPr="00870ED0">
        <w:t>CRRN3: The init() method clears the ProactiveHandler before initializing it.</w:t>
      </w:r>
    </w:p>
    <w:p w:rsidR="00714EBB" w:rsidRPr="00870ED0" w:rsidRDefault="00714EBB">
      <w:pPr>
        <w:pStyle w:val="B1"/>
      </w:pPr>
      <w:r w:rsidRPr="00870ED0">
        <w:t>CRRN4: No TLV is selected after a call to the method.</w:t>
      </w:r>
    </w:p>
    <w:p w:rsidR="00714EBB" w:rsidRPr="00870ED0" w:rsidRDefault="00714EBB">
      <w:pPr>
        <w:pStyle w:val="B1"/>
      </w:pPr>
      <w:r w:rsidRPr="00870ED0">
        <w:t>CRRN5: The handler is not sent to the mobile by the init() method.</w:t>
      </w:r>
    </w:p>
    <w:p w:rsidR="00714EBB" w:rsidRPr="00870ED0" w:rsidRDefault="00714EBB">
      <w:pPr>
        <w:pStyle w:val="H6"/>
        <w:outlineLvl w:val="0"/>
      </w:pPr>
      <w:r w:rsidRPr="00870ED0">
        <w:t>5.2.4.1.1.2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5.2.4.1.1.3</w:t>
      </w:r>
      <w:r w:rsidRPr="00870ED0">
        <w:tab/>
        <w:t>Context errors</w:t>
      </w:r>
    </w:p>
    <w:p w:rsidR="00714EBB" w:rsidRPr="00870ED0" w:rsidRDefault="00714EBB">
      <w:r w:rsidRPr="00870ED0">
        <w:t>No requirements.</w:t>
      </w:r>
    </w:p>
    <w:p w:rsidR="00714EBB" w:rsidRPr="00870ED0" w:rsidRDefault="00714EBB" w:rsidP="00B469A3">
      <w:pPr>
        <w:pStyle w:val="Heading5"/>
      </w:pPr>
      <w:r w:rsidRPr="00870ED0">
        <w:t>5.2.4.1.2</w:t>
      </w:r>
      <w:r w:rsidRPr="00870ED0">
        <w:tab/>
        <w:t>Test area files</w:t>
      </w:r>
    </w:p>
    <w:p w:rsidR="00714EBB" w:rsidRPr="00870ED0" w:rsidRDefault="00714EBB" w:rsidP="002854FB">
      <w:pPr>
        <w:pStyle w:val="EX"/>
      </w:pPr>
      <w:r w:rsidRPr="00870ED0">
        <w:t>Test Source:</w:t>
      </w:r>
      <w:r w:rsidRPr="00870ED0">
        <w:tab/>
        <w:t>Test_Api_2_Pah_Init.java</w:t>
      </w:r>
      <w:r w:rsidR="002854FB" w:rsidRPr="00870ED0">
        <w:t>.</w:t>
      </w:r>
    </w:p>
    <w:p w:rsidR="00714EBB" w:rsidRPr="00870ED0" w:rsidRDefault="00714EBB" w:rsidP="002854FB">
      <w:pPr>
        <w:pStyle w:val="EX"/>
      </w:pPr>
      <w:r w:rsidRPr="00870ED0">
        <w:t>Test Applet:</w:t>
      </w:r>
      <w:r w:rsidR="002854FB" w:rsidRPr="00870ED0">
        <w:t xml:space="preserve"> </w:t>
      </w:r>
      <w:r w:rsidR="002854FB" w:rsidRPr="00870ED0">
        <w:tab/>
        <w:t>Api_2_Pah_Init_1.java.</w:t>
      </w:r>
    </w:p>
    <w:p w:rsidR="00714EBB" w:rsidRPr="00870ED0" w:rsidRDefault="00714EBB" w:rsidP="002854FB">
      <w:pPr>
        <w:pStyle w:val="EX"/>
      </w:pPr>
      <w:r w:rsidRPr="00870ED0">
        <w:lastRenderedPageBreak/>
        <w:t>Cap File:</w:t>
      </w:r>
      <w:r w:rsidRPr="00870ED0">
        <w:tab/>
        <w:t>api_2_pah_init.cap</w:t>
      </w:r>
      <w:r w:rsidR="002854FB" w:rsidRPr="00870ED0">
        <w:t>.</w:t>
      </w:r>
    </w:p>
    <w:p w:rsidR="00714EBB" w:rsidRPr="00870ED0" w:rsidRDefault="00714EBB" w:rsidP="00B469A3">
      <w:pPr>
        <w:pStyle w:val="Heading5"/>
      </w:pPr>
      <w:r w:rsidRPr="00870ED0">
        <w:t>5.2.4.1.3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N4</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w:t>
            </w:r>
          </w:p>
        </w:tc>
      </w:tr>
    </w:tbl>
    <w:p w:rsidR="00714EBB" w:rsidRPr="00870ED0" w:rsidRDefault="00714EBB" w:rsidP="002854FB"/>
    <w:p w:rsidR="00714EBB" w:rsidRPr="00870ED0" w:rsidRDefault="00714EBB" w:rsidP="00B469A3">
      <w:pPr>
        <w:pStyle w:val="Heading5"/>
      </w:pPr>
      <w:r w:rsidRPr="00870ED0">
        <w:t>5.2.4.1.4</w:t>
      </w:r>
      <w:r w:rsidRPr="00870ED0">
        <w:tab/>
        <w:t>Test procedure</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30"/>
        <w:gridCol w:w="4111"/>
        <w:gridCol w:w="2835"/>
        <w:gridCol w:w="2410"/>
      </w:tblGrid>
      <w:tr w:rsidR="00714EBB" w:rsidRPr="00870ED0" w:rsidTr="002854FB">
        <w:trPr>
          <w:tblHeader/>
          <w:jc w:val="center"/>
        </w:trPr>
        <w:tc>
          <w:tcPr>
            <w:tcW w:w="4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30"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p w:rsidR="00714EBB" w:rsidRPr="00870ED0" w:rsidRDefault="00714EBB">
            <w:pPr>
              <w:pStyle w:val="PL"/>
              <w:rPr>
                <w:noProof w:val="0"/>
              </w:rPr>
            </w:pPr>
            <w:r w:rsidRPr="00870ED0">
              <w:rPr>
                <w:noProof w:val="0"/>
              </w:rPr>
              <w:t>type = 01h</w:t>
            </w:r>
          </w:p>
          <w:p w:rsidR="00714EBB" w:rsidRPr="00870ED0" w:rsidRDefault="00714EBB">
            <w:pPr>
              <w:pStyle w:val="PL"/>
              <w:rPr>
                <w:noProof w:val="0"/>
              </w:rPr>
            </w:pPr>
            <w:r w:rsidRPr="00870ED0">
              <w:rPr>
                <w:noProof w:val="0"/>
              </w:rPr>
              <w:t>qualifier = 02h</w:t>
            </w:r>
          </w:p>
          <w:p w:rsidR="00714EBB" w:rsidRPr="00870ED0" w:rsidRDefault="00714EBB">
            <w:pPr>
              <w:pStyle w:val="PL"/>
              <w:rPr>
                <w:noProof w:val="0"/>
              </w:rPr>
            </w:pPr>
            <w:r w:rsidRPr="00870ED0">
              <w:rPr>
                <w:noProof w:val="0"/>
              </w:rPr>
              <w:t>dstDevice = 03h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30"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Copy ProactiveHandler in a byte array (source)</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30"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rPr>
                <w:b w:val="0"/>
              </w:rPr>
            </w:pPr>
            <w:r w:rsidRPr="00870ED0">
              <w:t>Compare the byte array</w:t>
            </w:r>
          </w:p>
          <w:p w:rsidR="00714EBB" w:rsidRPr="00870ED0" w:rsidRDefault="00714EBB">
            <w:pPr>
              <w:pStyle w:val="PL"/>
              <w:rPr>
                <w:noProof w:val="0"/>
              </w:rPr>
            </w:pPr>
            <w:r w:rsidRPr="00870ED0">
              <w:rPr>
                <w:noProof w:val="0"/>
              </w:rPr>
              <w:t xml:space="preserve">reference = </w:t>
            </w:r>
          </w:p>
          <w:p w:rsidR="00714EBB" w:rsidRPr="00870ED0" w:rsidRDefault="00714EBB">
            <w:pPr>
              <w:pStyle w:val="PL"/>
              <w:rPr>
                <w:noProof w:val="0"/>
              </w:rPr>
            </w:pPr>
            <w:r w:rsidRPr="00870ED0">
              <w:rPr>
                <w:noProof w:val="0"/>
              </w:rPr>
              <w:t>81h 03h xxh 01h 02h</w:t>
            </w:r>
          </w:p>
          <w:p w:rsidR="00714EBB" w:rsidRPr="00870ED0" w:rsidRDefault="00714EBB">
            <w:pPr>
              <w:pStyle w:val="PL"/>
              <w:rPr>
                <w:noProof w:val="0"/>
              </w:rPr>
            </w:pPr>
            <w:r w:rsidRPr="00870ED0">
              <w:rPr>
                <w:noProof w:val="0"/>
              </w:rPr>
              <w:t>82h 02h 81h 03h</w:t>
            </w:r>
          </w:p>
          <w:p w:rsidR="00714EBB" w:rsidRPr="00870ED0" w:rsidRDefault="00714EBB">
            <w:pPr>
              <w:pStyle w:val="BodyTextIndent3"/>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source and reference are identical</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CommentText"/>
            </w:pPr>
          </w:p>
        </w:tc>
      </w:tr>
      <w:tr w:rsidR="00714EBB" w:rsidRPr="00870ED0" w:rsidTr="00714EBB">
        <w:trPr>
          <w:jc w:val="center"/>
        </w:trPr>
        <w:tc>
          <w:tcPr>
            <w:tcW w:w="430"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Verify the command number value</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01h-FEh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30"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p w:rsidR="00714EBB" w:rsidRPr="00870ED0" w:rsidRDefault="00714EBB">
            <w:pPr>
              <w:pStyle w:val="PL"/>
              <w:rPr>
                <w:noProof w:val="0"/>
              </w:rPr>
            </w:pPr>
            <w:r w:rsidRPr="00870ED0">
              <w:rPr>
                <w:noProof w:val="0"/>
              </w:rPr>
              <w:t>type = FFh</w:t>
            </w:r>
          </w:p>
          <w:p w:rsidR="00714EBB" w:rsidRPr="00870ED0" w:rsidRDefault="00714EBB">
            <w:pPr>
              <w:pStyle w:val="PL"/>
              <w:rPr>
                <w:noProof w:val="0"/>
              </w:rPr>
            </w:pPr>
            <w:r w:rsidRPr="00870ED0">
              <w:rPr>
                <w:noProof w:val="0"/>
              </w:rPr>
              <w:t>qualifier = FEh</w:t>
            </w:r>
          </w:p>
          <w:p w:rsidR="00714EBB" w:rsidRPr="00870ED0" w:rsidRDefault="00714EBB">
            <w:pPr>
              <w:pStyle w:val="PL"/>
              <w:rPr>
                <w:noProof w:val="0"/>
              </w:rPr>
            </w:pPr>
            <w:r w:rsidRPr="00870ED0">
              <w:rPr>
                <w:noProof w:val="0"/>
              </w:rPr>
              <w:t>destination = FDh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30"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Copy ProactiveHandler in a byte array (source)</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30"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rPr>
                <w:b w:val="0"/>
              </w:rPr>
            </w:pPr>
            <w:r w:rsidRPr="00870ED0">
              <w:t>Compare the byte array</w:t>
            </w:r>
          </w:p>
          <w:p w:rsidR="00714EBB" w:rsidRPr="00870ED0" w:rsidRDefault="00714EBB">
            <w:pPr>
              <w:pStyle w:val="PL"/>
              <w:rPr>
                <w:noProof w:val="0"/>
              </w:rPr>
            </w:pPr>
            <w:r w:rsidRPr="00870ED0">
              <w:rPr>
                <w:noProof w:val="0"/>
              </w:rPr>
              <w:t xml:space="preserve">reference = </w:t>
            </w:r>
          </w:p>
          <w:p w:rsidR="00714EBB" w:rsidRPr="00870ED0" w:rsidRDefault="00714EBB">
            <w:pPr>
              <w:pStyle w:val="PL"/>
              <w:rPr>
                <w:noProof w:val="0"/>
              </w:rPr>
            </w:pPr>
            <w:r w:rsidRPr="00870ED0">
              <w:rPr>
                <w:noProof w:val="0"/>
              </w:rPr>
              <w:t>81h 03h xxh FFh FEh</w:t>
            </w:r>
          </w:p>
          <w:p w:rsidR="00714EBB" w:rsidRPr="00870ED0" w:rsidRDefault="00714EBB">
            <w:pPr>
              <w:pStyle w:val="PL"/>
              <w:rPr>
                <w:noProof w:val="0"/>
              </w:rPr>
            </w:pPr>
            <w:r w:rsidRPr="00870ED0">
              <w:rPr>
                <w:noProof w:val="0"/>
              </w:rPr>
              <w:t>82h 02h 81h FDh</w:t>
            </w:r>
          </w:p>
          <w:p w:rsidR="00714EBB" w:rsidRPr="00870ED0" w:rsidRDefault="00714EBB">
            <w:pPr>
              <w:pStyle w:val="BodyTextIndent3"/>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source and reference are identical</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CommentText"/>
            </w:pPr>
          </w:p>
        </w:tc>
      </w:tr>
      <w:tr w:rsidR="00714EBB" w:rsidRPr="00870ED0" w:rsidTr="00714EBB">
        <w:trPr>
          <w:jc w:val="center"/>
        </w:trPr>
        <w:tc>
          <w:tcPr>
            <w:tcW w:w="430"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Select the 1st TLV in the handler</w:t>
            </w:r>
          </w:p>
          <w:p w:rsidR="00714EBB" w:rsidRPr="00870ED0" w:rsidRDefault="00714EBB">
            <w:pPr>
              <w:pStyle w:val="TAH"/>
              <w:keepNext w:val="0"/>
              <w:keepLines w:val="0"/>
            </w:pPr>
            <w:r w:rsidRPr="00870ED0">
              <w:t>Call the init() method with any value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3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UNAVAILABLE_ELEMENT ToolkitException is thrown by getValueLength()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5.2.4.2</w:t>
      </w:r>
      <w:r w:rsidRPr="00870ED0">
        <w:tab/>
        <w:t>Method initDisplayText</w:t>
      </w:r>
    </w:p>
    <w:p w:rsidR="00714EBB" w:rsidRPr="00870ED0" w:rsidRDefault="00714EBB">
      <w:r w:rsidRPr="00870ED0">
        <w:t>Test Area Reference: Api_2_Pah_Indt</w:t>
      </w:r>
      <w:r w:rsidR="002854FB" w:rsidRPr="00870ED0">
        <w:t>.</w:t>
      </w:r>
    </w:p>
    <w:p w:rsidR="00714EBB" w:rsidRPr="00870ED0" w:rsidRDefault="00714EBB" w:rsidP="00B469A3">
      <w:pPr>
        <w:pStyle w:val="Heading5"/>
      </w:pPr>
      <w:r w:rsidRPr="00870ED0">
        <w:t>5.2.4.2.1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initDisplayText(byte qualifier,</w:t>
      </w:r>
    </w:p>
    <w:p w:rsidR="00714EBB" w:rsidRPr="00870ED0" w:rsidRDefault="00714EBB">
      <w:pPr>
        <w:pStyle w:val="PL"/>
        <w:rPr>
          <w:noProof w:val="0"/>
        </w:rPr>
      </w:pPr>
      <w:r w:rsidRPr="00870ED0">
        <w:rPr>
          <w:noProof w:val="0"/>
        </w:rPr>
        <w:t xml:space="preserve">                            byte dcs,</w:t>
      </w:r>
    </w:p>
    <w:p w:rsidR="00714EBB" w:rsidRPr="00870ED0" w:rsidRDefault="00714EBB">
      <w:pPr>
        <w:pStyle w:val="PL"/>
        <w:rPr>
          <w:noProof w:val="0"/>
        </w:rPr>
      </w:pPr>
      <w:r w:rsidRPr="00870ED0">
        <w:rPr>
          <w:noProof w:val="0"/>
        </w:rPr>
        <w:t xml:space="preserve">                            byte[] buffer,</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5.2.4.2.1.1</w:t>
      </w:r>
      <w:r w:rsidRPr="00870ED0">
        <w:tab/>
        <w:t>Normal execution</w:t>
      </w:r>
    </w:p>
    <w:p w:rsidR="00714EBB" w:rsidRPr="00870ED0" w:rsidRDefault="00714EBB">
      <w:pPr>
        <w:pStyle w:val="B1"/>
      </w:pPr>
      <w:r w:rsidRPr="00870ED0">
        <w:t>CRRN1: The method shall build a DISPLAY TEXT proactive command in the ProactiveHandler, using qualifier, dcs and buffer parameters. Comprehension required flags are set.</w:t>
      </w:r>
    </w:p>
    <w:p w:rsidR="00714EBB" w:rsidRPr="00870ED0" w:rsidRDefault="00714EBB">
      <w:pPr>
        <w:pStyle w:val="B1"/>
      </w:pPr>
      <w:r w:rsidRPr="00870ED0">
        <w:lastRenderedPageBreak/>
        <w:t>CRRN2: A call to this method clears the handler then initializes it.</w:t>
      </w:r>
    </w:p>
    <w:p w:rsidR="00714EBB" w:rsidRPr="00870ED0" w:rsidRDefault="00714EBB">
      <w:pPr>
        <w:pStyle w:val="B1"/>
      </w:pPr>
      <w:r w:rsidRPr="00870ED0">
        <w:t>CRRN3: No TLV is selected after a call to the method.</w:t>
      </w:r>
    </w:p>
    <w:p w:rsidR="00714EBB" w:rsidRPr="00870ED0" w:rsidRDefault="00714EBB">
      <w:pPr>
        <w:pStyle w:val="B1"/>
      </w:pPr>
      <w:r w:rsidRPr="00870ED0">
        <w:t>CRRN4: The DISPLAY TEXT command is not sent by the method.</w:t>
      </w:r>
    </w:p>
    <w:p w:rsidR="00714EBB" w:rsidRPr="00870ED0" w:rsidRDefault="00714EBB">
      <w:pPr>
        <w:pStyle w:val="B1"/>
      </w:pPr>
      <w:r w:rsidRPr="00870ED0">
        <w:t>CRRN5: The Command Number may take any value between 01h and FEh.</w:t>
      </w:r>
    </w:p>
    <w:p w:rsidR="00714EBB" w:rsidRPr="00870ED0" w:rsidRDefault="00714EBB">
      <w:pPr>
        <w:pStyle w:val="B1"/>
      </w:pPr>
      <w:r w:rsidRPr="00870ED0">
        <w:t xml:space="preserve">CRRN6: If length is equal to zero, then the Text String TLV inserted in the command is a null text string TLV as defined in </w:t>
      </w:r>
      <w:r w:rsidR="00C761A6" w:rsidRPr="00870ED0">
        <w:t xml:space="preserve">ETSI </w:t>
      </w:r>
      <w:r w:rsidR="00D82BA8" w:rsidRPr="00870ED0">
        <w:t xml:space="preserve">TS 101 267 </w:t>
      </w:r>
      <w:r w:rsidR="00A1210D" w:rsidRPr="00870ED0">
        <w:t>[11]</w:t>
      </w:r>
      <w:r w:rsidRPr="00870ED0">
        <w:t>.</w:t>
      </w:r>
    </w:p>
    <w:p w:rsidR="00714EBB" w:rsidRPr="00870ED0" w:rsidRDefault="00714EBB">
      <w:pPr>
        <w:pStyle w:val="H6"/>
        <w:outlineLvl w:val="0"/>
      </w:pPr>
      <w:r w:rsidRPr="00870ED0">
        <w:t>5.2.4.2.1.2</w:t>
      </w:r>
      <w:r w:rsidRPr="00870ED0">
        <w:tab/>
        <w:t>Parameter errors</w:t>
      </w:r>
    </w:p>
    <w:p w:rsidR="00714EBB" w:rsidRPr="00870ED0" w:rsidRDefault="00714EBB">
      <w:pPr>
        <w:pStyle w:val="B1"/>
      </w:pPr>
      <w:r w:rsidRPr="00870ED0">
        <w:t>CRRP1: The method shall throw NullPointerException if buffer is null.</w:t>
      </w:r>
    </w:p>
    <w:p w:rsidR="00714EBB" w:rsidRPr="00870ED0" w:rsidRDefault="00714EBB">
      <w:pPr>
        <w:pStyle w:val="B1"/>
      </w:pPr>
      <w:r w:rsidRPr="00870ED0">
        <w:t>CRRP2: If offset or length or both would cause access outside array bounds, an ArrayIndexOutOfBoundsException shall be thrown.</w:t>
      </w:r>
    </w:p>
    <w:p w:rsidR="00714EBB" w:rsidRPr="00870ED0" w:rsidRDefault="00714EBB">
      <w:pPr>
        <w:pStyle w:val="H6"/>
        <w:outlineLvl w:val="0"/>
      </w:pPr>
      <w:r w:rsidRPr="00870ED0">
        <w:t>5.2.4.2.1.3</w:t>
      </w:r>
      <w:r w:rsidRPr="00870ED0">
        <w:tab/>
        <w:t>Context errors</w:t>
      </w:r>
    </w:p>
    <w:p w:rsidR="00714EBB" w:rsidRPr="00870ED0" w:rsidRDefault="00714EBB">
      <w:pPr>
        <w:pStyle w:val="B1"/>
      </w:pPr>
      <w:r w:rsidRPr="00870ED0">
        <w:t>CRRC1: A ToolkitException.HANDLER_OVERFLOW shall be thrown if the ProactiveHandler is too small to put the requested data.</w:t>
      </w:r>
    </w:p>
    <w:p w:rsidR="00714EBB" w:rsidRPr="00870ED0" w:rsidRDefault="00714EBB" w:rsidP="00B469A3">
      <w:pPr>
        <w:pStyle w:val="Heading5"/>
      </w:pPr>
      <w:r w:rsidRPr="00870ED0">
        <w:t>5.2.4.2.2</w:t>
      </w:r>
      <w:r w:rsidRPr="00870ED0">
        <w:tab/>
        <w:t>Test area files</w:t>
      </w:r>
    </w:p>
    <w:p w:rsidR="00714EBB" w:rsidRPr="00870ED0" w:rsidRDefault="00714EBB" w:rsidP="002854FB">
      <w:pPr>
        <w:pStyle w:val="EX"/>
      </w:pPr>
      <w:r w:rsidRPr="00870ED0">
        <w:t>Test Source:</w:t>
      </w:r>
      <w:r w:rsidRPr="00870ED0">
        <w:tab/>
        <w:t>Test_Api_2_Pah_Indt.java</w:t>
      </w:r>
      <w:r w:rsidR="002854FB" w:rsidRPr="00870ED0">
        <w:t>.</w:t>
      </w:r>
    </w:p>
    <w:p w:rsidR="00714EBB" w:rsidRPr="00870ED0" w:rsidRDefault="00714EBB" w:rsidP="002854FB">
      <w:pPr>
        <w:pStyle w:val="EX"/>
      </w:pPr>
      <w:r w:rsidRPr="00870ED0">
        <w:t>Test Applet:</w:t>
      </w:r>
      <w:r w:rsidR="002854FB" w:rsidRPr="00870ED0">
        <w:t xml:space="preserve"> </w:t>
      </w:r>
      <w:r w:rsidR="002854FB" w:rsidRPr="00870ED0">
        <w:tab/>
        <w:t>Api_2_Pah_Indt_1.java.</w:t>
      </w:r>
    </w:p>
    <w:p w:rsidR="00714EBB" w:rsidRPr="00870ED0" w:rsidRDefault="00714EBB" w:rsidP="002854FB">
      <w:pPr>
        <w:pStyle w:val="EX"/>
      </w:pPr>
      <w:r w:rsidRPr="00870ED0">
        <w:t>Cap File:</w:t>
      </w:r>
      <w:r w:rsidRPr="00870ED0">
        <w:tab/>
        <w:t>api_2_pah_indt.cap</w:t>
      </w:r>
      <w:r w:rsidR="002854FB" w:rsidRPr="00870ED0">
        <w:t>.</w:t>
      </w:r>
    </w:p>
    <w:p w:rsidR="00714EBB" w:rsidRPr="00870ED0" w:rsidRDefault="00714EBB" w:rsidP="00B469A3">
      <w:pPr>
        <w:pStyle w:val="Heading5"/>
      </w:pPr>
      <w:r w:rsidRPr="00870ED0">
        <w:t>5.2.4.2.3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5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8, 9, 10, 11, 12, 13, 14, 15, 16, 18, 19, 20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r>
    </w:tbl>
    <w:p w:rsidR="00714EBB" w:rsidRPr="00870ED0" w:rsidRDefault="00714EBB" w:rsidP="002854FB"/>
    <w:p w:rsidR="00714EBB" w:rsidRPr="00870ED0" w:rsidRDefault="00714EBB" w:rsidP="00B469A3">
      <w:pPr>
        <w:pStyle w:val="Heading5"/>
      </w:pPr>
      <w:r w:rsidRPr="00870ED0">
        <w:t>5.2.4.2.4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buffer</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buffer = NULL</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&gt; buffer.length</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5</w:t>
            </w:r>
          </w:p>
          <w:p w:rsidR="00714EBB" w:rsidRPr="00870ED0" w:rsidRDefault="00714EBB">
            <w:pPr>
              <w:pStyle w:val="PL"/>
              <w:rPr>
                <w:rFonts w:ascii="Arial" w:hAnsi="Arial"/>
                <w:noProof w:val="0"/>
                <w:sz w:val="18"/>
              </w:rPr>
            </w:pPr>
            <w:r w:rsidRPr="00870ED0">
              <w:rPr>
                <w:noProof w:val="0"/>
              </w:rPr>
              <w: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buffer = "Text"</w:t>
            </w:r>
          </w:p>
          <w:p w:rsidR="00714EBB" w:rsidRPr="00870ED0" w:rsidRDefault="00714EBB">
            <w:pPr>
              <w:pStyle w:val="PL"/>
              <w:rPr>
                <w:rFonts w:ascii="Arial" w:hAnsi="Arial"/>
                <w:noProof w:val="0"/>
                <w:sz w:val="18"/>
              </w:rPr>
            </w:pPr>
            <w:r w:rsidRPr="00870ED0">
              <w:rPr>
                <w:noProof w:val="0"/>
              </w:rPr>
              <w:t>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buffer.length</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H"/>
            </w:pPr>
            <w:r w:rsidRPr="00870ED0">
              <w:t>offset + length &gt; buffer.length</w:t>
            </w:r>
          </w:p>
          <w:p w:rsidR="00714EBB" w:rsidRPr="00870ED0" w:rsidRDefault="00714EBB" w:rsidP="002854FB">
            <w:pPr>
              <w:pStyle w:val="PL"/>
              <w:keepNext/>
              <w:keepLines/>
              <w:rPr>
                <w:noProof w:val="0"/>
              </w:rPr>
            </w:pPr>
            <w:r w:rsidRPr="00870ED0">
              <w:rPr>
                <w:noProof w:val="0"/>
              </w:rPr>
              <w:t>initDisplayText()</w:t>
            </w:r>
          </w:p>
          <w:p w:rsidR="00714EBB" w:rsidRPr="00870ED0" w:rsidRDefault="00714EBB" w:rsidP="002854FB">
            <w:pPr>
              <w:pStyle w:val="PL"/>
              <w:keepNext/>
              <w:keepLines/>
              <w:rPr>
                <w:noProof w:val="0"/>
              </w:rPr>
            </w:pPr>
            <w:r w:rsidRPr="00870ED0">
              <w:rPr>
                <w:noProof w:val="0"/>
              </w:rPr>
              <w:t>buffer = "Text"</w:t>
            </w:r>
          </w:p>
          <w:p w:rsidR="00714EBB" w:rsidRPr="00870ED0" w:rsidRDefault="00714EBB" w:rsidP="002854FB">
            <w:pPr>
              <w:pStyle w:val="PL"/>
              <w:keepNext/>
              <w:keepLines/>
              <w:rPr>
                <w:noProof w:val="0"/>
              </w:rPr>
            </w:pPr>
            <w:r w:rsidRPr="00870ED0">
              <w:rPr>
                <w:noProof w:val="0"/>
              </w:rPr>
              <w:t>offset = 3</w:t>
            </w:r>
          </w:p>
          <w:p w:rsidR="00714EBB" w:rsidRPr="00870ED0" w:rsidRDefault="00714EBB" w:rsidP="002854FB">
            <w:pPr>
              <w:pStyle w:val="PL"/>
              <w:keepNext/>
              <w:keepLines/>
              <w:rPr>
                <w:rFonts w:ascii="Arial" w:hAnsi="Arial"/>
                <w:noProof w:val="0"/>
                <w:sz w:val="18"/>
              </w:rPr>
            </w:pPr>
            <w:r w:rsidRPr="00870ED0">
              <w:rPr>
                <w:noProof w:val="0"/>
              </w:rPr>
              <w:t>length = 2</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3</w:t>
            </w:r>
          </w:p>
          <w:p w:rsidR="00714EBB" w:rsidRPr="00870ED0" w:rsidRDefault="00714EBB">
            <w:pPr>
              <w:pStyle w:val="PL"/>
              <w:rPr>
                <w:rFonts w:ascii="Arial" w:hAnsi="Arial"/>
                <w:noProof w:val="0"/>
                <w:sz w:val="18"/>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 buffer is the whole buffer</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"TextA"</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b/>
                <w:noProof w:val="0"/>
                <w:sz w:val="18"/>
              </w:rPr>
            </w:pPr>
            <w:r w:rsidRPr="00870ED0">
              <w:rPr>
                <w:noProof w:val="0"/>
              </w:rPr>
              <w:t>length = 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No 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the command number value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Command number between 01h and FEh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 Send the command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Text = "TextA"</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is part of a buffer with the end part</w:t>
            </w:r>
          </w:p>
          <w:p w:rsidR="00714EBB" w:rsidRPr="00870ED0" w:rsidRDefault="00714EBB">
            <w:pPr>
              <w:pStyle w:val="TAH"/>
              <w:keepNext w:val="0"/>
              <w:keepLines w:val="0"/>
            </w:pPr>
            <w:r w:rsidRPr="00870ED0">
              <w:t>Send the command</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"12TextB"</w:t>
            </w:r>
          </w:p>
          <w:p w:rsidR="00714EBB" w:rsidRPr="00870ED0" w:rsidRDefault="00714EBB">
            <w:pPr>
              <w:pStyle w:val="PL"/>
              <w:rPr>
                <w:noProof w:val="0"/>
              </w:rPr>
            </w:pPr>
            <w:r w:rsidRPr="00870ED0">
              <w:rPr>
                <w:noProof w:val="0"/>
              </w:rPr>
              <w:t>offset = 2</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rFonts w:ascii="Arial" w:hAnsi="Arial"/>
                <w:noProof w:val="0"/>
                <w:sz w:val="18"/>
              </w:rPr>
            </w:pPr>
            <w:r w:rsidRPr="00870ED0">
              <w:rPr>
                <w:noProof w:val="0"/>
              </w:rPr>
              <w:t>Text = "TextB"</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is part of a buffer with the first part</w:t>
            </w:r>
          </w:p>
          <w:p w:rsidR="00714EBB" w:rsidRPr="00870ED0" w:rsidRDefault="00714EBB">
            <w:pPr>
              <w:pStyle w:val="TAH"/>
              <w:keepNext w:val="0"/>
              <w:keepLines w:val="0"/>
            </w:pPr>
            <w:r w:rsidRPr="00870ED0">
              <w:t>Send the command</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"TextC12"</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rFonts w:ascii="Arial" w:hAnsi="Arial"/>
                <w:noProof w:val="0"/>
                <w:sz w:val="18"/>
              </w:rPr>
            </w:pPr>
            <w:r w:rsidRPr="00870ED0">
              <w:rPr>
                <w:noProof w:val="0"/>
              </w:rPr>
              <w:t>Text = "TextC"</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is part of a buffer</w:t>
            </w:r>
          </w:p>
          <w:p w:rsidR="00714EBB" w:rsidRPr="00870ED0" w:rsidRDefault="00714EBB">
            <w:pPr>
              <w:pStyle w:val="TAH"/>
              <w:keepNext w:val="0"/>
              <w:keepLines w:val="0"/>
            </w:pPr>
            <w:r w:rsidRPr="00870ED0">
              <w:t>Send the command</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"12TextD34"</w:t>
            </w:r>
          </w:p>
          <w:p w:rsidR="00714EBB" w:rsidRPr="00870ED0" w:rsidRDefault="00714EBB">
            <w:pPr>
              <w:pStyle w:val="PL"/>
              <w:rPr>
                <w:noProof w:val="0"/>
              </w:rPr>
            </w:pPr>
            <w:r w:rsidRPr="00870ED0">
              <w:rPr>
                <w:noProof w:val="0"/>
              </w:rPr>
              <w:t>offset = 2</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rFonts w:ascii="Arial" w:hAnsi="Arial"/>
                <w:noProof w:val="0"/>
                <w:sz w:val="18"/>
              </w:rPr>
            </w:pPr>
            <w:r w:rsidRPr="00870ED0">
              <w:rPr>
                <w:noProof w:val="0"/>
              </w:rPr>
              <w:t>Text = "TextD"</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qualifier = 81h</w:t>
            </w:r>
          </w:p>
          <w:p w:rsidR="00714EBB" w:rsidRPr="00870ED0" w:rsidRDefault="00714EBB">
            <w:pPr>
              <w:pStyle w:val="TAH"/>
              <w:keepNext w:val="0"/>
              <w:keepLines w:val="0"/>
            </w:pPr>
            <w:r w:rsidRPr="00870ED0">
              <w:t>Send the command</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81h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"TextE"</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81h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Text = "TextE"</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Next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Next w:val="0"/>
            </w:pPr>
            <w:r w:rsidRPr="00870ED0">
              <w:t>Successful call, DCS=0 (7 bits)</w:t>
            </w:r>
          </w:p>
          <w:p w:rsidR="00714EBB" w:rsidRPr="00870ED0" w:rsidRDefault="00714EBB" w:rsidP="005272CF">
            <w:pPr>
              <w:pStyle w:val="TAH"/>
              <w:keepNext w:val="0"/>
            </w:pPr>
            <w:r w:rsidRPr="00870ED0">
              <w:t>Send the command</w:t>
            </w:r>
          </w:p>
          <w:p w:rsidR="00714EBB" w:rsidRPr="00870ED0" w:rsidRDefault="00714EBB" w:rsidP="005272CF">
            <w:pPr>
              <w:pStyle w:val="PL"/>
              <w:keepLines/>
              <w:rPr>
                <w:noProof w:val="0"/>
              </w:rPr>
            </w:pPr>
            <w:r w:rsidRPr="00870ED0">
              <w:rPr>
                <w:noProof w:val="0"/>
              </w:rPr>
              <w:t>initDisplayText()</w:t>
            </w:r>
          </w:p>
          <w:p w:rsidR="00714EBB" w:rsidRPr="00870ED0" w:rsidRDefault="00714EBB" w:rsidP="005272CF">
            <w:pPr>
              <w:pStyle w:val="PL"/>
              <w:keepLines/>
              <w:rPr>
                <w:noProof w:val="0"/>
              </w:rPr>
            </w:pPr>
            <w:r w:rsidRPr="00870ED0">
              <w:rPr>
                <w:noProof w:val="0"/>
              </w:rPr>
              <w:t>qualifier = 0</w:t>
            </w:r>
          </w:p>
          <w:p w:rsidR="00714EBB" w:rsidRPr="00870ED0" w:rsidRDefault="00714EBB" w:rsidP="005272CF">
            <w:pPr>
              <w:pStyle w:val="PL"/>
              <w:keepLines/>
              <w:rPr>
                <w:noProof w:val="0"/>
              </w:rPr>
            </w:pPr>
            <w:r w:rsidRPr="00870ED0">
              <w:rPr>
                <w:noProof w:val="0"/>
              </w:rPr>
              <w:t>dcs = 0</w:t>
            </w:r>
          </w:p>
          <w:p w:rsidR="00714EBB" w:rsidRPr="00870ED0" w:rsidRDefault="00714EBB" w:rsidP="005272CF">
            <w:pPr>
              <w:pStyle w:val="PL"/>
              <w:keepLines/>
              <w:rPr>
                <w:noProof w:val="0"/>
              </w:rPr>
            </w:pPr>
            <w:r w:rsidRPr="00870ED0">
              <w:rPr>
                <w:noProof w:val="0"/>
              </w:rPr>
              <w:t>buffer = "TextF"</w:t>
            </w:r>
          </w:p>
          <w:p w:rsidR="00714EBB" w:rsidRPr="00870ED0" w:rsidRDefault="00714EBB" w:rsidP="005272CF">
            <w:pPr>
              <w:pStyle w:val="PL"/>
              <w:keepLines/>
              <w:rPr>
                <w:noProof w:val="0"/>
              </w:rPr>
            </w:pPr>
            <w:r w:rsidRPr="00870ED0">
              <w:rPr>
                <w:noProof w:val="0"/>
              </w:rPr>
              <w:t>offset = 0</w:t>
            </w:r>
          </w:p>
          <w:p w:rsidR="00714EBB" w:rsidRPr="00870ED0" w:rsidRDefault="00714EBB" w:rsidP="005272CF">
            <w:pPr>
              <w:pStyle w:val="PL"/>
              <w:keepLines/>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Next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Next w:val="0"/>
            </w:pPr>
            <w:r w:rsidRPr="00870ED0">
              <w:t>DISPLAY TEXT Proactive command</w:t>
            </w:r>
          </w:p>
          <w:p w:rsidR="00714EBB" w:rsidRPr="00870ED0" w:rsidRDefault="00714EBB" w:rsidP="005272CF">
            <w:pPr>
              <w:pStyle w:val="PL"/>
              <w:keepLines/>
              <w:rPr>
                <w:noProof w:val="0"/>
              </w:rPr>
            </w:pPr>
          </w:p>
          <w:p w:rsidR="00714EBB" w:rsidRPr="00870ED0" w:rsidRDefault="00714EBB" w:rsidP="005272CF">
            <w:pPr>
              <w:pStyle w:val="PL"/>
              <w:keepLines/>
              <w:rPr>
                <w:noProof w:val="0"/>
              </w:rPr>
            </w:pPr>
            <w:r w:rsidRPr="00870ED0">
              <w:rPr>
                <w:noProof w:val="0"/>
              </w:rPr>
              <w:t>qualifier = 00h</w:t>
            </w:r>
          </w:p>
          <w:p w:rsidR="00714EBB" w:rsidRPr="00870ED0" w:rsidRDefault="00714EBB" w:rsidP="005272CF">
            <w:pPr>
              <w:pStyle w:val="PL"/>
              <w:keepLines/>
              <w:rPr>
                <w:noProof w:val="0"/>
              </w:rPr>
            </w:pPr>
            <w:r w:rsidRPr="00870ED0">
              <w:rPr>
                <w:noProof w:val="0"/>
              </w:rPr>
              <w:t>dcs = 0</w:t>
            </w:r>
          </w:p>
          <w:p w:rsidR="00714EBB" w:rsidRPr="00870ED0" w:rsidRDefault="00714EBB" w:rsidP="005272CF">
            <w:pPr>
              <w:pStyle w:val="PL"/>
              <w:keepLines/>
              <w:rPr>
                <w:noProof w:val="0"/>
              </w:rPr>
            </w:pPr>
            <w:r w:rsidRPr="00870ED0">
              <w:rPr>
                <w:noProof w:val="0"/>
              </w:rPr>
              <w:t>Text = "TextF"</w:t>
            </w:r>
          </w:p>
          <w:p w:rsidR="00714EBB" w:rsidRPr="00870ED0" w:rsidRDefault="00714EBB" w:rsidP="005272CF">
            <w:pPr>
              <w:pStyle w:val="TAL"/>
              <w:keepNext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pPr>
            <w:r w:rsidRPr="00870ED0">
              <w:lastRenderedPageBreak/>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pPr>
            <w:r w:rsidRPr="00870ED0">
              <w:t>Successful call, DCS=8 (UCS2)</w:t>
            </w:r>
          </w:p>
          <w:p w:rsidR="00714EBB" w:rsidRPr="00870ED0" w:rsidRDefault="00714EBB" w:rsidP="005272CF">
            <w:pPr>
              <w:pStyle w:val="TAH"/>
            </w:pPr>
            <w:r w:rsidRPr="00870ED0">
              <w:t>Send the command</w:t>
            </w:r>
          </w:p>
          <w:p w:rsidR="00714EBB" w:rsidRPr="00870ED0" w:rsidRDefault="00714EBB" w:rsidP="005272CF">
            <w:pPr>
              <w:pStyle w:val="PL"/>
              <w:keepNext/>
              <w:keepLines/>
              <w:rPr>
                <w:noProof w:val="0"/>
              </w:rPr>
            </w:pPr>
            <w:r w:rsidRPr="00870ED0">
              <w:rPr>
                <w:noProof w:val="0"/>
              </w:rPr>
              <w:t>initDisplayText()</w:t>
            </w:r>
          </w:p>
          <w:p w:rsidR="00714EBB" w:rsidRPr="00870ED0" w:rsidRDefault="00714EBB" w:rsidP="005272CF">
            <w:pPr>
              <w:pStyle w:val="PL"/>
              <w:keepNext/>
              <w:keepLines/>
              <w:rPr>
                <w:noProof w:val="0"/>
              </w:rPr>
            </w:pPr>
            <w:r w:rsidRPr="00870ED0">
              <w:rPr>
                <w:noProof w:val="0"/>
              </w:rPr>
              <w:t>qualifier = 0</w:t>
            </w:r>
          </w:p>
          <w:p w:rsidR="00714EBB" w:rsidRPr="00870ED0" w:rsidRDefault="00714EBB" w:rsidP="005272CF">
            <w:pPr>
              <w:pStyle w:val="PL"/>
              <w:keepNext/>
              <w:keepLines/>
              <w:rPr>
                <w:noProof w:val="0"/>
              </w:rPr>
            </w:pPr>
            <w:r w:rsidRPr="00870ED0">
              <w:rPr>
                <w:noProof w:val="0"/>
              </w:rPr>
              <w:t>dcs = 8</w:t>
            </w:r>
          </w:p>
          <w:p w:rsidR="00714EBB" w:rsidRPr="00870ED0" w:rsidRDefault="00714EBB" w:rsidP="005272CF">
            <w:pPr>
              <w:pStyle w:val="PL"/>
              <w:keepNext/>
              <w:keepLines/>
              <w:rPr>
                <w:noProof w:val="0"/>
              </w:rPr>
            </w:pPr>
            <w:r w:rsidRPr="00870ED0">
              <w:rPr>
                <w:noProof w:val="0"/>
              </w:rPr>
              <w:t>buffer = "TextG"</w:t>
            </w:r>
          </w:p>
          <w:p w:rsidR="00714EBB" w:rsidRPr="00870ED0" w:rsidRDefault="00714EBB" w:rsidP="005272CF">
            <w:pPr>
              <w:pStyle w:val="PL"/>
              <w:keepNext/>
              <w:keepLines/>
              <w:rPr>
                <w:noProof w:val="0"/>
              </w:rPr>
            </w:pPr>
            <w:r w:rsidRPr="00870ED0">
              <w:rPr>
                <w:noProof w:val="0"/>
              </w:rPr>
              <w:t>offset = 0</w:t>
            </w:r>
          </w:p>
          <w:p w:rsidR="00714EBB" w:rsidRPr="00870ED0" w:rsidRDefault="00714EBB" w:rsidP="005272CF">
            <w:pPr>
              <w:pStyle w:val="PL"/>
              <w:keepNext/>
              <w:keepLines/>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pPr>
            <w:r w:rsidRPr="00870ED0">
              <w:t>DISPLAY TEXT Proactive command</w:t>
            </w:r>
          </w:p>
          <w:p w:rsidR="00714EBB" w:rsidRPr="00870ED0" w:rsidRDefault="00714EBB" w:rsidP="005272CF">
            <w:pPr>
              <w:pStyle w:val="PL"/>
              <w:keepNext/>
              <w:keepLines/>
              <w:rPr>
                <w:noProof w:val="0"/>
              </w:rPr>
            </w:pPr>
          </w:p>
          <w:p w:rsidR="00714EBB" w:rsidRPr="00870ED0" w:rsidRDefault="00714EBB" w:rsidP="005272CF">
            <w:pPr>
              <w:pStyle w:val="PL"/>
              <w:keepNext/>
              <w:keepLines/>
              <w:rPr>
                <w:noProof w:val="0"/>
              </w:rPr>
            </w:pPr>
            <w:r w:rsidRPr="00870ED0">
              <w:rPr>
                <w:noProof w:val="0"/>
              </w:rPr>
              <w:t>qualifier = 00h</w:t>
            </w:r>
          </w:p>
          <w:p w:rsidR="00714EBB" w:rsidRPr="00870ED0" w:rsidRDefault="00714EBB" w:rsidP="005272CF">
            <w:pPr>
              <w:pStyle w:val="PL"/>
              <w:keepNext/>
              <w:keepLines/>
              <w:rPr>
                <w:noProof w:val="0"/>
              </w:rPr>
            </w:pPr>
            <w:r w:rsidRPr="00870ED0">
              <w:rPr>
                <w:noProof w:val="0"/>
              </w:rPr>
              <w:t>dcs = 8</w:t>
            </w:r>
          </w:p>
          <w:p w:rsidR="00714EBB" w:rsidRPr="00870ED0" w:rsidRDefault="00714EBB" w:rsidP="005272CF">
            <w:pPr>
              <w:pStyle w:val="PL"/>
              <w:keepNext/>
              <w:keepLines/>
              <w:rPr>
                <w:noProof w:val="0"/>
              </w:rPr>
            </w:pPr>
            <w:r w:rsidRPr="00870ED0">
              <w:rPr>
                <w:noProof w:val="0"/>
              </w:rPr>
              <w:t>Text = "TextG"</w:t>
            </w:r>
          </w:p>
          <w:p w:rsidR="00714EBB" w:rsidRPr="00870ED0" w:rsidRDefault="00714EBB" w:rsidP="005272CF">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initDisplayText() method with any value</w:t>
            </w:r>
          </w:p>
          <w:p w:rsidR="00714EBB" w:rsidRPr="00870ED0" w:rsidRDefault="00714EBB">
            <w:pPr>
              <w:pStyle w:val="TAH"/>
              <w:keepNext w:val="0"/>
              <w:keepLines w:val="0"/>
            </w:pPr>
            <w:r w:rsidRPr="00870ED0">
              <w:t>Then build and send a DISPLAY TEXT command</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"TextHTextH"</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Text = "TextHTextH"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Successful call, text length is zero</w:t>
            </w:r>
          </w:p>
          <w:p w:rsidR="00714EBB" w:rsidRPr="00870ED0" w:rsidRDefault="00714EBB">
            <w:pPr>
              <w:pStyle w:val="TAH"/>
              <w:keepNext w:val="0"/>
            </w:pPr>
            <w:r w:rsidRPr="00870ED0">
              <w:t>Send the command</w:t>
            </w:r>
          </w:p>
          <w:p w:rsidR="00714EBB" w:rsidRPr="00870ED0" w:rsidRDefault="00714EBB">
            <w:pPr>
              <w:pStyle w:val="PL"/>
              <w:keepLines/>
              <w:rPr>
                <w:noProof w:val="0"/>
              </w:rPr>
            </w:pPr>
            <w:r w:rsidRPr="00870ED0">
              <w:rPr>
                <w:noProof w:val="0"/>
              </w:rPr>
              <w:t>initDisplayText()</w:t>
            </w:r>
          </w:p>
          <w:p w:rsidR="00714EBB" w:rsidRPr="00870ED0" w:rsidRDefault="00714EBB">
            <w:pPr>
              <w:pStyle w:val="PL"/>
              <w:keepLines/>
              <w:rPr>
                <w:noProof w:val="0"/>
              </w:rPr>
            </w:pPr>
            <w:r w:rsidRPr="00870ED0">
              <w:rPr>
                <w:noProof w:val="0"/>
              </w:rPr>
              <w:t>qualifier = 0</w:t>
            </w:r>
          </w:p>
          <w:p w:rsidR="00714EBB" w:rsidRPr="00870ED0" w:rsidRDefault="00714EBB">
            <w:pPr>
              <w:pStyle w:val="PL"/>
              <w:keepLines/>
              <w:rPr>
                <w:noProof w:val="0"/>
              </w:rPr>
            </w:pPr>
            <w:r w:rsidRPr="00870ED0">
              <w:rPr>
                <w:noProof w:val="0"/>
              </w:rPr>
              <w:t>dcs = 4</w:t>
            </w:r>
          </w:p>
          <w:p w:rsidR="00714EBB" w:rsidRPr="00870ED0" w:rsidRDefault="00714EBB">
            <w:pPr>
              <w:pStyle w:val="PL"/>
              <w:keepLines/>
              <w:rPr>
                <w:noProof w:val="0"/>
              </w:rPr>
            </w:pPr>
            <w:r w:rsidRPr="00870ED0">
              <w:rPr>
                <w:noProof w:val="0"/>
              </w:rPr>
              <w:t>buffer = "TextHTextH"</w:t>
            </w:r>
          </w:p>
          <w:p w:rsidR="00714EBB" w:rsidRPr="00870ED0" w:rsidRDefault="00714EBB">
            <w:pPr>
              <w:pStyle w:val="PL"/>
              <w:keepLines/>
              <w:rPr>
                <w:noProof w:val="0"/>
              </w:rPr>
            </w:pPr>
            <w:r w:rsidRPr="00870ED0">
              <w:rPr>
                <w:noProof w:val="0"/>
              </w:rPr>
              <w:t>offset = 0</w:t>
            </w:r>
          </w:p>
          <w:p w:rsidR="00714EBB" w:rsidRPr="00870ED0" w:rsidRDefault="00714EBB">
            <w:pPr>
              <w:pStyle w:val="PL"/>
              <w:rPr>
                <w:noProof w:val="0"/>
              </w:rPr>
            </w:pPr>
            <w:r w:rsidRPr="00870ED0">
              <w:rPr>
                <w:noProof w:val="0"/>
              </w:rPr>
              <w: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r w:rsidRPr="00870ED0">
              <w:t>DISPLAY TEXT Proactive command</w:t>
            </w:r>
          </w:p>
          <w:p w:rsidR="00714EBB" w:rsidRPr="00870ED0" w:rsidRDefault="00714EBB">
            <w:pPr>
              <w:pStyle w:val="PL"/>
              <w:keepLines/>
              <w:rPr>
                <w:noProof w:val="0"/>
              </w:rPr>
            </w:pPr>
          </w:p>
          <w:p w:rsidR="00714EBB" w:rsidRPr="00870ED0" w:rsidRDefault="00714EBB">
            <w:pPr>
              <w:pStyle w:val="PL"/>
              <w:keepLines/>
              <w:rPr>
                <w:noProof w:val="0"/>
              </w:rPr>
            </w:pPr>
            <w:r w:rsidRPr="00870ED0">
              <w:rPr>
                <w:noProof w:val="0"/>
              </w:rPr>
              <w:t>qualifier = 00h</w:t>
            </w:r>
          </w:p>
          <w:p w:rsidR="00714EBB" w:rsidRPr="00870ED0" w:rsidRDefault="00714EBB">
            <w:pPr>
              <w:pStyle w:val="PL"/>
              <w:rPr>
                <w:noProof w:val="0"/>
              </w:rPr>
            </w:pPr>
            <w:r w:rsidRPr="00870ED0">
              <w:rPr>
                <w:noProof w:val="0"/>
              </w:rPr>
              <w:t>Text String TLV = 8D 00</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a TLV in the ProactiveHandler</w:t>
            </w:r>
          </w:p>
          <w:p w:rsidR="00714EBB" w:rsidRPr="00870ED0" w:rsidRDefault="00714EBB">
            <w:pPr>
              <w:pStyle w:val="TAH"/>
              <w:keepNext w:val="0"/>
              <w:keepLines w:val="0"/>
            </w:pPr>
            <w:r w:rsidRPr="00870ED0">
              <w:t>Call the initDisplayText() method</w:t>
            </w:r>
          </w:p>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UNAVAILABLE_ELEMENT ToolkitException is thrown by getValueLength()</w:t>
            </w:r>
          </w:p>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length = 7Eh</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7Eh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w:t>
            </w:r>
          </w:p>
          <w:p w:rsidR="00714EBB" w:rsidRPr="00870ED0" w:rsidRDefault="00714EBB">
            <w:pPr>
              <w:pStyle w:val="PL"/>
              <w:rPr>
                <w:rFonts w:ascii="Arial" w:hAnsi="Arial"/>
                <w:b/>
                <w:noProof w:val="0"/>
                <w:sz w:val="18"/>
              </w:rPr>
            </w:pPr>
            <w:r w:rsidRPr="00870ED0">
              <w:rPr>
                <w:noProof w:val="0"/>
              </w:rPr>
              <w:t>8D 7F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length = 7Fh</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7Fh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Text String TLV = 8D 81 80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length = 240</w:t>
            </w:r>
          </w:p>
          <w:p w:rsidR="00714EBB" w:rsidRPr="00870ED0" w:rsidRDefault="00714EBB">
            <w:pPr>
              <w:pStyle w:val="PL"/>
              <w:rPr>
                <w:noProof w:val="0"/>
              </w:rPr>
            </w:pPr>
            <w:r w:rsidRPr="00870ED0">
              <w:rPr>
                <w:noProof w:val="0"/>
              </w:rPr>
              <w:t>initDisplayText()</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240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Text String TLV = </w:t>
            </w:r>
          </w:p>
          <w:p w:rsidR="00714EBB" w:rsidRPr="00870ED0" w:rsidRDefault="00714EBB">
            <w:pPr>
              <w:pStyle w:val="PL"/>
              <w:rPr>
                <w:rFonts w:ascii="Arial" w:hAnsi="Arial"/>
                <w:b/>
                <w:noProof w:val="0"/>
                <w:sz w:val="18"/>
              </w:rPr>
            </w:pPr>
            <w:r w:rsidRPr="00870ED0">
              <w:rPr>
                <w:noProof w:val="0"/>
              </w:rPr>
              <w:t>8D 81 F1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initDisplayText() method with a too long buffer</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"XXXX…"</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 xml:space="preserve">length = 241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HANDLER_OVERFLOW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initDisplayText() without sending the command</w:t>
            </w:r>
          </w:p>
          <w:p w:rsidR="00714EBB" w:rsidRPr="00870ED0" w:rsidRDefault="00714EBB">
            <w:pPr>
              <w:pStyle w:val="PL"/>
              <w:rPr>
                <w:noProof w:val="0"/>
              </w:rPr>
            </w:pPr>
            <w:r w:rsidRPr="00870ED0">
              <w:rPr>
                <w:noProof w:val="0"/>
              </w:rPr>
              <w:t xml:space="preserve">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No proactive command shall be sent expected status is '9000'</w:t>
            </w:r>
          </w:p>
        </w:tc>
      </w:tr>
    </w:tbl>
    <w:p w:rsidR="00714EBB" w:rsidRPr="00870ED0" w:rsidRDefault="00714EBB"/>
    <w:p w:rsidR="00714EBB" w:rsidRPr="00870ED0" w:rsidRDefault="00714EBB">
      <w:pPr>
        <w:pStyle w:val="Heading4"/>
      </w:pPr>
      <w:r w:rsidRPr="00870ED0">
        <w:t>5.2.4.3</w:t>
      </w:r>
      <w:r w:rsidRPr="00870ED0">
        <w:tab/>
        <w:t>Method initGetInkey</w:t>
      </w:r>
    </w:p>
    <w:p w:rsidR="00714EBB" w:rsidRPr="00870ED0" w:rsidRDefault="00714EBB">
      <w:r w:rsidRPr="00870ED0">
        <w:t>Test Area Reference: Api_2_Pah_Ingk</w:t>
      </w:r>
      <w:r w:rsidR="002854FB" w:rsidRPr="00870ED0">
        <w:t>.</w:t>
      </w:r>
    </w:p>
    <w:p w:rsidR="00714EBB" w:rsidRPr="00870ED0" w:rsidRDefault="00714EBB" w:rsidP="005272CF">
      <w:pPr>
        <w:pStyle w:val="Heading5"/>
      </w:pPr>
      <w:r w:rsidRPr="00870ED0">
        <w:lastRenderedPageBreak/>
        <w:t>5.2.4.3.1</w:t>
      </w:r>
      <w:r w:rsidRPr="00870ED0">
        <w:tab/>
        <w:t>Conformance requirement</w:t>
      </w:r>
    </w:p>
    <w:p w:rsidR="00714EBB" w:rsidRPr="00870ED0" w:rsidRDefault="00714EBB" w:rsidP="005272CF">
      <w:pPr>
        <w:keepNext/>
      </w:pPr>
      <w:r w:rsidRPr="00870ED0">
        <w:t>The method with following header shall be compliant to its definition in the API.</w:t>
      </w:r>
    </w:p>
    <w:p w:rsidR="00714EBB" w:rsidRPr="00870ED0" w:rsidRDefault="00714EBB" w:rsidP="005272CF">
      <w:pPr>
        <w:pStyle w:val="PL"/>
        <w:keepNext/>
        <w:rPr>
          <w:noProof w:val="0"/>
        </w:rPr>
      </w:pPr>
      <w:r w:rsidRPr="00870ED0">
        <w:rPr>
          <w:noProof w:val="0"/>
        </w:rPr>
        <w:t>public void initGetInkey(byte qualifier,</w:t>
      </w:r>
    </w:p>
    <w:p w:rsidR="00714EBB" w:rsidRPr="00870ED0" w:rsidRDefault="00714EBB">
      <w:pPr>
        <w:pStyle w:val="PL"/>
        <w:rPr>
          <w:noProof w:val="0"/>
        </w:rPr>
      </w:pPr>
      <w:r w:rsidRPr="00870ED0">
        <w:rPr>
          <w:noProof w:val="0"/>
        </w:rPr>
        <w:t xml:space="preserve">                         byte dcs,</w:t>
      </w:r>
    </w:p>
    <w:p w:rsidR="00714EBB" w:rsidRPr="00870ED0" w:rsidRDefault="00714EBB">
      <w:pPr>
        <w:pStyle w:val="PL"/>
        <w:rPr>
          <w:noProof w:val="0"/>
        </w:rPr>
      </w:pPr>
      <w:r w:rsidRPr="00870ED0">
        <w:rPr>
          <w:noProof w:val="0"/>
        </w:rPr>
        <w:t xml:space="preserve">                         byte[] buffer,</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5.2.4.3.1.1</w:t>
      </w:r>
      <w:r w:rsidRPr="00870ED0">
        <w:tab/>
        <w:t>Normal execution</w:t>
      </w:r>
    </w:p>
    <w:p w:rsidR="00714EBB" w:rsidRPr="00870ED0" w:rsidRDefault="00714EBB">
      <w:pPr>
        <w:pStyle w:val="B1"/>
      </w:pPr>
      <w:r w:rsidRPr="00870ED0">
        <w:t>CRRN1: The method shall build a GET INKEY proactive command in the ProactiveHandler, using qualifier, dcs and buffer parameters. Comprehension Required flags are set.</w:t>
      </w:r>
    </w:p>
    <w:p w:rsidR="00714EBB" w:rsidRPr="00870ED0" w:rsidRDefault="00714EBB">
      <w:pPr>
        <w:pStyle w:val="B1"/>
      </w:pPr>
      <w:r w:rsidRPr="00870ED0">
        <w:t>CRRN2: A call to this method clears the handler then initializes it.</w:t>
      </w:r>
    </w:p>
    <w:p w:rsidR="00714EBB" w:rsidRPr="00870ED0" w:rsidRDefault="00714EBB">
      <w:pPr>
        <w:pStyle w:val="B1"/>
      </w:pPr>
      <w:r w:rsidRPr="00870ED0">
        <w:t>CRRN3: No TLV is selected after a call to the method.</w:t>
      </w:r>
    </w:p>
    <w:p w:rsidR="00714EBB" w:rsidRPr="00870ED0" w:rsidRDefault="00714EBB">
      <w:pPr>
        <w:pStyle w:val="B1"/>
      </w:pPr>
      <w:r w:rsidRPr="00870ED0">
        <w:t>CRRN4: The GET INKEY command is not sent by the method.</w:t>
      </w:r>
    </w:p>
    <w:p w:rsidR="00714EBB" w:rsidRPr="00870ED0" w:rsidRDefault="00714EBB">
      <w:pPr>
        <w:pStyle w:val="B1"/>
      </w:pPr>
      <w:r w:rsidRPr="00870ED0">
        <w:t>CRRN5: The Command Number may take any value between 01h and FEh.</w:t>
      </w:r>
    </w:p>
    <w:p w:rsidR="00714EBB" w:rsidRPr="00870ED0" w:rsidRDefault="00714EBB">
      <w:pPr>
        <w:pStyle w:val="B1"/>
      </w:pPr>
      <w:r w:rsidRPr="00870ED0">
        <w:t xml:space="preserve">CRRN6: If length is equal to zero, then the Text String TLV inserted in the command is a null text string TLV as defined in </w:t>
      </w:r>
      <w:r w:rsidR="00C761A6" w:rsidRPr="00870ED0">
        <w:t xml:space="preserve">ETSI </w:t>
      </w:r>
      <w:r w:rsidR="00D82BA8" w:rsidRPr="00870ED0">
        <w:t xml:space="preserve">TS 101 267 </w:t>
      </w:r>
      <w:r w:rsidR="00A1210D" w:rsidRPr="00870ED0">
        <w:t>[11]</w:t>
      </w:r>
      <w:r w:rsidRPr="00870ED0">
        <w:t>.</w:t>
      </w:r>
    </w:p>
    <w:p w:rsidR="00714EBB" w:rsidRPr="00870ED0" w:rsidRDefault="00714EBB">
      <w:pPr>
        <w:pStyle w:val="H6"/>
        <w:outlineLvl w:val="0"/>
      </w:pPr>
      <w:r w:rsidRPr="00870ED0">
        <w:t>5.2.4.3.1.2</w:t>
      </w:r>
      <w:r w:rsidRPr="00870ED0">
        <w:tab/>
        <w:t>Parameter errors</w:t>
      </w:r>
    </w:p>
    <w:p w:rsidR="00714EBB" w:rsidRPr="00870ED0" w:rsidRDefault="00714EBB">
      <w:pPr>
        <w:pStyle w:val="B1"/>
      </w:pPr>
      <w:r w:rsidRPr="00870ED0">
        <w:t>CRRP1: The method shall throw NullPointerException if buffer is null.</w:t>
      </w:r>
    </w:p>
    <w:p w:rsidR="00714EBB" w:rsidRPr="00870ED0" w:rsidRDefault="00714EBB">
      <w:pPr>
        <w:pStyle w:val="B1"/>
      </w:pPr>
      <w:r w:rsidRPr="00870ED0">
        <w:t>CRRP1: If offset or length or both would cause access outside array bounds, a ArrayIndexOutOfBoundsException shall be thrown.</w:t>
      </w:r>
    </w:p>
    <w:p w:rsidR="00714EBB" w:rsidRPr="00870ED0" w:rsidRDefault="00714EBB">
      <w:pPr>
        <w:pStyle w:val="H6"/>
        <w:outlineLvl w:val="0"/>
      </w:pPr>
      <w:r w:rsidRPr="00870ED0">
        <w:t>5.2.4.3.1.3</w:t>
      </w:r>
      <w:r w:rsidRPr="00870ED0">
        <w:tab/>
        <w:t>Context errors</w:t>
      </w:r>
    </w:p>
    <w:p w:rsidR="00714EBB" w:rsidRPr="00870ED0" w:rsidRDefault="00714EBB">
      <w:pPr>
        <w:pStyle w:val="B1"/>
      </w:pPr>
      <w:r w:rsidRPr="00870ED0">
        <w:t>CRRC1: A ToolkitException.HANDLER_OVERFLOW shall be thrown if the ProactiveHandler is to small to put the requested data.</w:t>
      </w:r>
    </w:p>
    <w:p w:rsidR="00714EBB" w:rsidRPr="00870ED0" w:rsidRDefault="00714EBB" w:rsidP="00B469A3">
      <w:pPr>
        <w:pStyle w:val="Heading5"/>
      </w:pPr>
      <w:r w:rsidRPr="00870ED0">
        <w:t>5.2.4.3.2</w:t>
      </w:r>
      <w:r w:rsidRPr="00870ED0">
        <w:tab/>
        <w:t>Test area files</w:t>
      </w:r>
    </w:p>
    <w:p w:rsidR="00714EBB" w:rsidRPr="00870ED0" w:rsidRDefault="00714EBB" w:rsidP="002854FB">
      <w:pPr>
        <w:pStyle w:val="EX"/>
      </w:pPr>
      <w:r w:rsidRPr="00870ED0">
        <w:t>Test Source:</w:t>
      </w:r>
      <w:r w:rsidRPr="00870ED0">
        <w:tab/>
        <w:t>Test_Api_2_Pah_Ingk.java</w:t>
      </w:r>
      <w:r w:rsidR="002854FB" w:rsidRPr="00870ED0">
        <w:t>.</w:t>
      </w:r>
    </w:p>
    <w:p w:rsidR="00714EBB" w:rsidRPr="00870ED0" w:rsidRDefault="00714EBB" w:rsidP="002854FB">
      <w:pPr>
        <w:pStyle w:val="EX"/>
      </w:pPr>
      <w:r w:rsidRPr="00870ED0">
        <w:t>Test Applet:</w:t>
      </w:r>
      <w:r w:rsidR="002854FB" w:rsidRPr="00870ED0">
        <w:t xml:space="preserve"> </w:t>
      </w:r>
      <w:r w:rsidR="002854FB" w:rsidRPr="00870ED0">
        <w:tab/>
        <w:t>Api_2_Pah_Ingk_1.java.</w:t>
      </w:r>
    </w:p>
    <w:p w:rsidR="00714EBB" w:rsidRPr="00870ED0" w:rsidRDefault="00714EBB" w:rsidP="002854FB">
      <w:pPr>
        <w:pStyle w:val="EX"/>
      </w:pPr>
      <w:r w:rsidRPr="00870ED0">
        <w:t>Cap File:</w:t>
      </w:r>
      <w:r w:rsidRPr="00870ED0">
        <w:tab/>
        <w:t>api_2_pah_ingk.cap</w:t>
      </w:r>
      <w:r w:rsidR="002854FB" w:rsidRPr="00870ED0">
        <w:t>.</w:t>
      </w:r>
    </w:p>
    <w:p w:rsidR="00714EBB" w:rsidRPr="00870ED0" w:rsidRDefault="00714EBB" w:rsidP="002854FB">
      <w:pPr>
        <w:pStyle w:val="Heading5"/>
      </w:pPr>
      <w:r w:rsidRPr="00870ED0">
        <w:t>5.2.4.3.3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5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H"/>
            </w:pPr>
            <w:r w:rsidRPr="00870ED0">
              <w:t>CRR number</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N1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8, 9, 10, 11, 12, 13, 14, 15, 16, 18, 19, 20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N2</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N3</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17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N4</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N5</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N6</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P1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P2</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C1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21</w:t>
            </w:r>
          </w:p>
        </w:tc>
      </w:tr>
    </w:tbl>
    <w:p w:rsidR="00714EBB" w:rsidRPr="00870ED0" w:rsidRDefault="00714EBB" w:rsidP="002854FB"/>
    <w:p w:rsidR="00714EBB" w:rsidRPr="00870ED0" w:rsidRDefault="00714EBB" w:rsidP="00B469A3">
      <w:pPr>
        <w:pStyle w:val="Heading5"/>
      </w:pPr>
      <w:r w:rsidRPr="00870ED0">
        <w:lastRenderedPageBreak/>
        <w:t>5.2.4.3.4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buffer</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NULL</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&gt; buffer.length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rFonts w:ascii="Arial" w:hAnsi="Arial"/>
                <w:noProof w:val="0"/>
                <w:sz w:val="18"/>
              </w:rPr>
            </w:pPr>
            <w:r w:rsidRPr="00870ED0">
              <w:rPr>
                <w:noProof w:val="0"/>
              </w:rPr>
              <w:t>offset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rFonts w:ascii="Arial" w:hAnsi="Arial"/>
                <w:noProof w:val="0"/>
                <w:sz w:val="18"/>
              </w:rPr>
            </w:pPr>
            <w:r w:rsidRPr="00870ED0">
              <w:rPr>
                <w:noProof w:val="0"/>
              </w:rPr>
              <w:t>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buffer.length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 length &gt; buffer.length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3</w:t>
            </w:r>
          </w:p>
          <w:p w:rsidR="00714EBB" w:rsidRPr="00870ED0" w:rsidRDefault="00714EBB">
            <w:pPr>
              <w:pStyle w:val="PL"/>
              <w:rPr>
                <w:rFonts w:ascii="Arial" w:hAnsi="Arial"/>
                <w:noProof w:val="0"/>
                <w:sz w:val="18"/>
              </w:rPr>
            </w:pPr>
            <w:r w:rsidRPr="00870ED0">
              <w:rPr>
                <w:noProof w:val="0"/>
              </w:rPr>
              <w:t>length = 2</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3</w:t>
            </w:r>
          </w:p>
          <w:p w:rsidR="00714EBB" w:rsidRPr="00870ED0" w:rsidRDefault="00714EBB">
            <w:pPr>
              <w:pStyle w:val="PL"/>
              <w:rPr>
                <w:rFonts w:ascii="Arial" w:hAnsi="Arial"/>
                <w:noProof w:val="0"/>
                <w:sz w:val="18"/>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 buffer is the whole buffer</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"TextA"</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No 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0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0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the command number value</w:t>
            </w:r>
          </w:p>
        </w:tc>
        <w:tc>
          <w:tcPr>
            <w:tcW w:w="2835" w:type="dxa"/>
            <w:tcBorders>
              <w:top w:val="single" w:sz="4" w:space="0" w:color="80800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Command number between 01h and FEh</w:t>
            </w:r>
          </w:p>
        </w:tc>
        <w:tc>
          <w:tcPr>
            <w:tcW w:w="2410" w:type="dxa"/>
            <w:tcBorders>
              <w:top w:val="single" w:sz="4" w:space="0" w:color="80800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2854FB" w:rsidP="002854FB">
            <w:pPr>
              <w:pStyle w:val="TAH"/>
              <w:keepNext w:val="0"/>
              <w:keepLines w:val="0"/>
            </w:pPr>
            <w:r w:rsidRPr="00870ED0">
              <w:t>Send the command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INKEY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Text = "TextA"</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is part of a buffer with the end part</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"12TextB"</w:t>
            </w:r>
          </w:p>
          <w:p w:rsidR="00714EBB" w:rsidRPr="00870ED0" w:rsidRDefault="00714EBB">
            <w:pPr>
              <w:pStyle w:val="PL"/>
              <w:rPr>
                <w:noProof w:val="0"/>
              </w:rPr>
            </w:pPr>
            <w:r w:rsidRPr="00870ED0">
              <w:rPr>
                <w:noProof w:val="0"/>
              </w:rPr>
              <w:t>offset = 2</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INKEY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rFonts w:ascii="Arial" w:hAnsi="Arial"/>
                <w:noProof w:val="0"/>
                <w:sz w:val="18"/>
              </w:rPr>
            </w:pPr>
            <w:r w:rsidRPr="00870ED0">
              <w:rPr>
                <w:noProof w:val="0"/>
              </w:rPr>
              <w:t>Text = "TextB"</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H"/>
            </w:pPr>
            <w:r w:rsidRPr="00870ED0">
              <w:t>Successful call, buffer is part of a buffer with the first part</w:t>
            </w:r>
          </w:p>
          <w:p w:rsidR="00714EBB" w:rsidRPr="00870ED0" w:rsidRDefault="00714EBB" w:rsidP="002854FB">
            <w:pPr>
              <w:pStyle w:val="PL"/>
              <w:keepNext/>
              <w:keepLines/>
              <w:rPr>
                <w:noProof w:val="0"/>
              </w:rPr>
            </w:pPr>
            <w:r w:rsidRPr="00870ED0">
              <w:rPr>
                <w:noProof w:val="0"/>
              </w:rPr>
              <w:t>initGetInkey()</w:t>
            </w:r>
          </w:p>
          <w:p w:rsidR="00714EBB" w:rsidRPr="00870ED0" w:rsidRDefault="00714EBB" w:rsidP="002854FB">
            <w:pPr>
              <w:pStyle w:val="PL"/>
              <w:keepNext/>
              <w:keepLines/>
              <w:rPr>
                <w:noProof w:val="0"/>
              </w:rPr>
            </w:pPr>
            <w:r w:rsidRPr="00870ED0">
              <w:rPr>
                <w:noProof w:val="0"/>
              </w:rPr>
              <w:t>qualifier = 0</w:t>
            </w:r>
          </w:p>
          <w:p w:rsidR="00714EBB" w:rsidRPr="00870ED0" w:rsidRDefault="00714EBB" w:rsidP="002854FB">
            <w:pPr>
              <w:pStyle w:val="PL"/>
              <w:keepNext/>
              <w:keepLines/>
              <w:rPr>
                <w:noProof w:val="0"/>
              </w:rPr>
            </w:pPr>
            <w:r w:rsidRPr="00870ED0">
              <w:rPr>
                <w:noProof w:val="0"/>
              </w:rPr>
              <w:t>dcs = 4</w:t>
            </w:r>
          </w:p>
          <w:p w:rsidR="00714EBB" w:rsidRPr="00870ED0" w:rsidRDefault="00714EBB" w:rsidP="002854FB">
            <w:pPr>
              <w:pStyle w:val="PL"/>
              <w:keepNext/>
              <w:keepLines/>
              <w:rPr>
                <w:noProof w:val="0"/>
              </w:rPr>
            </w:pPr>
            <w:r w:rsidRPr="00870ED0">
              <w:rPr>
                <w:noProof w:val="0"/>
              </w:rPr>
              <w:t>buffer = "TextC12"</w:t>
            </w:r>
          </w:p>
          <w:p w:rsidR="00714EBB" w:rsidRPr="00870ED0" w:rsidRDefault="00714EBB" w:rsidP="002854FB">
            <w:pPr>
              <w:pStyle w:val="PL"/>
              <w:keepNext/>
              <w:keepLines/>
              <w:rPr>
                <w:noProof w:val="0"/>
              </w:rPr>
            </w:pPr>
            <w:r w:rsidRPr="00870ED0">
              <w:rPr>
                <w:noProof w:val="0"/>
              </w:rPr>
              <w:t>offset = 0</w:t>
            </w:r>
          </w:p>
          <w:p w:rsidR="00714EBB" w:rsidRPr="00870ED0" w:rsidRDefault="00714EBB" w:rsidP="002854FB">
            <w:pPr>
              <w:pStyle w:val="PL"/>
              <w:keepNext/>
              <w:keepLines/>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r w:rsidRPr="00870ED0">
              <w:t>GET INKEY Proactive command</w:t>
            </w:r>
          </w:p>
          <w:p w:rsidR="00714EBB" w:rsidRPr="00870ED0" w:rsidRDefault="00714EBB" w:rsidP="002854FB">
            <w:pPr>
              <w:pStyle w:val="PL"/>
              <w:keepNext/>
              <w:keepLines/>
              <w:rPr>
                <w:noProof w:val="0"/>
              </w:rPr>
            </w:pPr>
          </w:p>
          <w:p w:rsidR="00714EBB" w:rsidRPr="00870ED0" w:rsidRDefault="00714EBB" w:rsidP="002854FB">
            <w:pPr>
              <w:pStyle w:val="PL"/>
              <w:keepNext/>
              <w:keepLines/>
              <w:rPr>
                <w:noProof w:val="0"/>
              </w:rPr>
            </w:pPr>
            <w:r w:rsidRPr="00870ED0">
              <w:rPr>
                <w:noProof w:val="0"/>
              </w:rPr>
              <w:t>qualifier = 00h</w:t>
            </w:r>
          </w:p>
          <w:p w:rsidR="00714EBB" w:rsidRPr="00870ED0" w:rsidRDefault="00714EBB" w:rsidP="002854FB">
            <w:pPr>
              <w:pStyle w:val="PL"/>
              <w:keepNext/>
              <w:keepLines/>
              <w:rPr>
                <w:noProof w:val="0"/>
              </w:rPr>
            </w:pPr>
            <w:r w:rsidRPr="00870ED0">
              <w:rPr>
                <w:noProof w:val="0"/>
              </w:rPr>
              <w:t>dcs = 4</w:t>
            </w:r>
          </w:p>
          <w:p w:rsidR="00714EBB" w:rsidRPr="00870ED0" w:rsidRDefault="00714EBB" w:rsidP="002854FB">
            <w:pPr>
              <w:pStyle w:val="PL"/>
              <w:keepNext/>
              <w:keepLines/>
              <w:rPr>
                <w:rFonts w:ascii="Arial" w:hAnsi="Arial"/>
                <w:noProof w:val="0"/>
                <w:sz w:val="18"/>
              </w:rPr>
            </w:pPr>
            <w:r w:rsidRPr="00870ED0">
              <w:rPr>
                <w:noProof w:val="0"/>
              </w:rPr>
              <w:t>Text = "TextC"</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is part of a buffer</w:t>
            </w:r>
          </w:p>
          <w:p w:rsidR="00714EBB" w:rsidRPr="00870ED0" w:rsidRDefault="00714EBB">
            <w:pPr>
              <w:pStyle w:val="TAH"/>
              <w:keepNext w:val="0"/>
              <w:keepLines w:val="0"/>
            </w:pPr>
            <w:r w:rsidRPr="00870ED0">
              <w:t>Send the command</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"12TextD34"</w:t>
            </w:r>
          </w:p>
          <w:p w:rsidR="00714EBB" w:rsidRPr="00870ED0" w:rsidRDefault="00714EBB">
            <w:pPr>
              <w:pStyle w:val="PL"/>
              <w:rPr>
                <w:noProof w:val="0"/>
              </w:rPr>
            </w:pPr>
            <w:r w:rsidRPr="00870ED0">
              <w:rPr>
                <w:noProof w:val="0"/>
              </w:rPr>
              <w:t>offset = 2</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INKEY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rFonts w:ascii="Arial" w:hAnsi="Arial"/>
                <w:noProof w:val="0"/>
                <w:sz w:val="18"/>
              </w:rPr>
            </w:pPr>
            <w:r w:rsidRPr="00870ED0">
              <w:rPr>
                <w:noProof w:val="0"/>
              </w:rPr>
              <w:t>Text = "TextD"</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Successful call, qualifier = 81h</w:t>
            </w:r>
          </w:p>
          <w:p w:rsidR="00714EBB" w:rsidRPr="00870ED0" w:rsidRDefault="00714EBB" w:rsidP="005272CF">
            <w:pPr>
              <w:pStyle w:val="PL"/>
              <w:keepNext/>
              <w:rPr>
                <w:noProof w:val="0"/>
              </w:rPr>
            </w:pPr>
            <w:r w:rsidRPr="00870ED0">
              <w:rPr>
                <w:noProof w:val="0"/>
              </w:rPr>
              <w:t>initGetInkey()</w:t>
            </w:r>
          </w:p>
          <w:p w:rsidR="00714EBB" w:rsidRPr="008D0AB9" w:rsidRDefault="00714EBB" w:rsidP="005272CF">
            <w:pPr>
              <w:pStyle w:val="PL"/>
              <w:keepNext/>
              <w:rPr>
                <w:noProof w:val="0"/>
              </w:rPr>
            </w:pPr>
            <w:r w:rsidRPr="008D0AB9">
              <w:rPr>
                <w:noProof w:val="0"/>
              </w:rPr>
              <w:t>qualifier = 81h</w:t>
            </w:r>
          </w:p>
          <w:p w:rsidR="00714EBB" w:rsidRPr="008D0AB9" w:rsidRDefault="00714EBB" w:rsidP="005272CF">
            <w:pPr>
              <w:pStyle w:val="PL"/>
              <w:keepNext/>
              <w:rPr>
                <w:noProof w:val="0"/>
              </w:rPr>
            </w:pPr>
            <w:r w:rsidRPr="008D0AB9">
              <w:rPr>
                <w:noProof w:val="0"/>
              </w:rPr>
              <w:t>dcs = 4</w:t>
            </w:r>
          </w:p>
          <w:p w:rsidR="00714EBB" w:rsidRPr="008D0AB9" w:rsidRDefault="00714EBB" w:rsidP="005272CF">
            <w:pPr>
              <w:pStyle w:val="PL"/>
              <w:keepNext/>
              <w:rPr>
                <w:noProof w:val="0"/>
              </w:rPr>
            </w:pPr>
            <w:r w:rsidRPr="008D0AB9">
              <w:rPr>
                <w:noProof w:val="0"/>
              </w:rPr>
              <w:t>buffer = "TextE"</w:t>
            </w:r>
          </w:p>
          <w:p w:rsidR="00714EBB" w:rsidRPr="00870ED0" w:rsidRDefault="00714EBB" w:rsidP="005272CF">
            <w:pPr>
              <w:pStyle w:val="PL"/>
              <w:keepNext/>
              <w:rPr>
                <w:noProof w:val="0"/>
              </w:rPr>
            </w:pPr>
            <w:r w:rsidRPr="00870ED0">
              <w:rPr>
                <w:noProof w:val="0"/>
              </w:rPr>
              <w:t>offset = 0</w:t>
            </w:r>
          </w:p>
          <w:p w:rsidR="00714EBB" w:rsidRPr="00870ED0" w:rsidRDefault="00714EBB" w:rsidP="005272CF">
            <w:pPr>
              <w:pStyle w:val="PL"/>
              <w:keepNext/>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GET INKEY Proactive command</w:t>
            </w:r>
          </w:p>
          <w:p w:rsidR="00714EBB" w:rsidRPr="00870ED0" w:rsidRDefault="00714EBB" w:rsidP="005272CF">
            <w:pPr>
              <w:pStyle w:val="PL"/>
              <w:keepNext/>
              <w:rPr>
                <w:noProof w:val="0"/>
              </w:rPr>
            </w:pPr>
          </w:p>
          <w:p w:rsidR="00714EBB" w:rsidRPr="00870ED0" w:rsidRDefault="00714EBB" w:rsidP="005272CF">
            <w:pPr>
              <w:pStyle w:val="PL"/>
              <w:keepNext/>
              <w:rPr>
                <w:noProof w:val="0"/>
              </w:rPr>
            </w:pPr>
            <w:r w:rsidRPr="00870ED0">
              <w:rPr>
                <w:noProof w:val="0"/>
              </w:rPr>
              <w:t>qualifier = 81h</w:t>
            </w:r>
          </w:p>
          <w:p w:rsidR="00714EBB" w:rsidRPr="00870ED0" w:rsidRDefault="00714EBB" w:rsidP="005272CF">
            <w:pPr>
              <w:pStyle w:val="PL"/>
              <w:keepNext/>
              <w:rPr>
                <w:noProof w:val="0"/>
              </w:rPr>
            </w:pPr>
            <w:r w:rsidRPr="00870ED0">
              <w:rPr>
                <w:noProof w:val="0"/>
              </w:rPr>
              <w:t>dcs = 4</w:t>
            </w:r>
          </w:p>
          <w:p w:rsidR="00714EBB" w:rsidRPr="00870ED0" w:rsidRDefault="00714EBB" w:rsidP="005272CF">
            <w:pPr>
              <w:pStyle w:val="PL"/>
              <w:keepNext/>
              <w:rPr>
                <w:noProof w:val="0"/>
              </w:rPr>
            </w:pPr>
            <w:r w:rsidRPr="00870ED0">
              <w:rPr>
                <w:noProof w:val="0"/>
              </w:rPr>
              <w:t>Text = "TextE"</w:t>
            </w:r>
          </w:p>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Next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Next w:val="0"/>
            </w:pPr>
            <w:r w:rsidRPr="00870ED0">
              <w:t>Successful call, DCS=0 (7 bits)</w:t>
            </w:r>
          </w:p>
          <w:p w:rsidR="00714EBB" w:rsidRPr="00870ED0" w:rsidRDefault="00714EBB" w:rsidP="005272CF">
            <w:pPr>
              <w:pStyle w:val="PL"/>
              <w:keepLines/>
              <w:rPr>
                <w:noProof w:val="0"/>
              </w:rPr>
            </w:pPr>
            <w:r w:rsidRPr="00870ED0">
              <w:rPr>
                <w:noProof w:val="0"/>
              </w:rPr>
              <w:t>initGetInkey()</w:t>
            </w:r>
          </w:p>
          <w:p w:rsidR="00714EBB" w:rsidRPr="00870ED0" w:rsidRDefault="00714EBB" w:rsidP="005272CF">
            <w:pPr>
              <w:pStyle w:val="PL"/>
              <w:keepLines/>
              <w:rPr>
                <w:noProof w:val="0"/>
              </w:rPr>
            </w:pPr>
            <w:r w:rsidRPr="00870ED0">
              <w:rPr>
                <w:noProof w:val="0"/>
              </w:rPr>
              <w:t>qualifier = 0</w:t>
            </w:r>
          </w:p>
          <w:p w:rsidR="00714EBB" w:rsidRPr="00870ED0" w:rsidRDefault="00714EBB" w:rsidP="005272CF">
            <w:pPr>
              <w:pStyle w:val="PL"/>
              <w:keepLines/>
              <w:rPr>
                <w:noProof w:val="0"/>
              </w:rPr>
            </w:pPr>
            <w:r w:rsidRPr="00870ED0">
              <w:rPr>
                <w:noProof w:val="0"/>
              </w:rPr>
              <w:t>dcs = 0</w:t>
            </w:r>
          </w:p>
          <w:p w:rsidR="00714EBB" w:rsidRPr="00870ED0" w:rsidRDefault="00714EBB" w:rsidP="005272CF">
            <w:pPr>
              <w:pStyle w:val="PL"/>
              <w:keepLines/>
              <w:rPr>
                <w:noProof w:val="0"/>
              </w:rPr>
            </w:pPr>
            <w:r w:rsidRPr="00870ED0">
              <w:rPr>
                <w:noProof w:val="0"/>
              </w:rPr>
              <w:t>buffer = "TextF"</w:t>
            </w:r>
          </w:p>
          <w:p w:rsidR="00714EBB" w:rsidRPr="00870ED0" w:rsidRDefault="00714EBB" w:rsidP="005272CF">
            <w:pPr>
              <w:pStyle w:val="PL"/>
              <w:keepLines/>
              <w:rPr>
                <w:noProof w:val="0"/>
              </w:rPr>
            </w:pPr>
            <w:r w:rsidRPr="00870ED0">
              <w:rPr>
                <w:noProof w:val="0"/>
              </w:rPr>
              <w:t>offset = 0</w:t>
            </w:r>
          </w:p>
          <w:p w:rsidR="00714EBB" w:rsidRPr="00870ED0" w:rsidRDefault="00714EBB" w:rsidP="005272CF">
            <w:pPr>
              <w:pStyle w:val="PL"/>
              <w:keepLines/>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Next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Next w:val="0"/>
            </w:pPr>
            <w:r w:rsidRPr="00870ED0">
              <w:t>GET INKEY Proactive command</w:t>
            </w:r>
          </w:p>
          <w:p w:rsidR="00714EBB" w:rsidRPr="00870ED0" w:rsidRDefault="00714EBB" w:rsidP="005272CF">
            <w:pPr>
              <w:pStyle w:val="PL"/>
              <w:keepLines/>
              <w:rPr>
                <w:noProof w:val="0"/>
              </w:rPr>
            </w:pPr>
          </w:p>
          <w:p w:rsidR="00714EBB" w:rsidRPr="00870ED0" w:rsidRDefault="00714EBB" w:rsidP="005272CF">
            <w:pPr>
              <w:pStyle w:val="PL"/>
              <w:keepLines/>
              <w:rPr>
                <w:noProof w:val="0"/>
              </w:rPr>
            </w:pPr>
            <w:r w:rsidRPr="00870ED0">
              <w:rPr>
                <w:noProof w:val="0"/>
              </w:rPr>
              <w:t>qualifier = 00h</w:t>
            </w:r>
          </w:p>
          <w:p w:rsidR="00714EBB" w:rsidRPr="00870ED0" w:rsidRDefault="00714EBB" w:rsidP="005272CF">
            <w:pPr>
              <w:pStyle w:val="PL"/>
              <w:keepLines/>
              <w:rPr>
                <w:noProof w:val="0"/>
              </w:rPr>
            </w:pPr>
            <w:r w:rsidRPr="00870ED0">
              <w:rPr>
                <w:noProof w:val="0"/>
              </w:rPr>
              <w:t>dcs = 0</w:t>
            </w:r>
          </w:p>
          <w:p w:rsidR="00714EBB" w:rsidRPr="00870ED0" w:rsidRDefault="00714EBB" w:rsidP="005272CF">
            <w:pPr>
              <w:pStyle w:val="PL"/>
              <w:keepLines/>
              <w:rPr>
                <w:noProof w:val="0"/>
              </w:rPr>
            </w:pPr>
            <w:r w:rsidRPr="00870ED0">
              <w:rPr>
                <w:noProof w:val="0"/>
              </w:rPr>
              <w:t>Text = "TextF"</w:t>
            </w:r>
          </w:p>
          <w:p w:rsidR="00714EBB" w:rsidRPr="00870ED0" w:rsidRDefault="00714EBB" w:rsidP="005272CF">
            <w:pPr>
              <w:pStyle w:val="TAL"/>
              <w:keepNext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Successful call, DCS=8 (UCS2)</w:t>
            </w:r>
          </w:p>
          <w:p w:rsidR="00714EBB" w:rsidRPr="00870ED0" w:rsidRDefault="00714EBB" w:rsidP="005272CF">
            <w:pPr>
              <w:pStyle w:val="PL"/>
              <w:keepNext/>
              <w:rPr>
                <w:noProof w:val="0"/>
              </w:rPr>
            </w:pPr>
            <w:r w:rsidRPr="00870ED0">
              <w:rPr>
                <w:noProof w:val="0"/>
              </w:rPr>
              <w:t>initGetInkey()</w:t>
            </w:r>
          </w:p>
          <w:p w:rsidR="00714EBB" w:rsidRPr="00870ED0" w:rsidRDefault="00714EBB" w:rsidP="005272CF">
            <w:pPr>
              <w:pStyle w:val="PL"/>
              <w:keepNext/>
              <w:rPr>
                <w:noProof w:val="0"/>
              </w:rPr>
            </w:pPr>
            <w:r w:rsidRPr="00870ED0">
              <w:rPr>
                <w:noProof w:val="0"/>
              </w:rPr>
              <w:t>qualifier = 0</w:t>
            </w:r>
          </w:p>
          <w:p w:rsidR="00714EBB" w:rsidRPr="00870ED0" w:rsidRDefault="00714EBB" w:rsidP="005272CF">
            <w:pPr>
              <w:pStyle w:val="PL"/>
              <w:keepNext/>
              <w:rPr>
                <w:noProof w:val="0"/>
              </w:rPr>
            </w:pPr>
            <w:r w:rsidRPr="00870ED0">
              <w:rPr>
                <w:noProof w:val="0"/>
              </w:rPr>
              <w:t>dcs = 8</w:t>
            </w:r>
          </w:p>
          <w:p w:rsidR="00714EBB" w:rsidRPr="00870ED0" w:rsidRDefault="00714EBB" w:rsidP="005272CF">
            <w:pPr>
              <w:pStyle w:val="PL"/>
              <w:keepNext/>
              <w:rPr>
                <w:noProof w:val="0"/>
              </w:rPr>
            </w:pPr>
            <w:r w:rsidRPr="00870ED0">
              <w:rPr>
                <w:noProof w:val="0"/>
              </w:rPr>
              <w:t>buffer = "TextG"</w:t>
            </w:r>
          </w:p>
          <w:p w:rsidR="00714EBB" w:rsidRPr="00870ED0" w:rsidRDefault="00714EBB" w:rsidP="005272CF">
            <w:pPr>
              <w:pStyle w:val="PL"/>
              <w:keepNext/>
              <w:rPr>
                <w:noProof w:val="0"/>
              </w:rPr>
            </w:pPr>
            <w:r w:rsidRPr="00870ED0">
              <w:rPr>
                <w:noProof w:val="0"/>
              </w:rPr>
              <w:t>offset = 0</w:t>
            </w:r>
          </w:p>
          <w:p w:rsidR="00714EBB" w:rsidRPr="00870ED0" w:rsidRDefault="00714EBB" w:rsidP="005272CF">
            <w:pPr>
              <w:pStyle w:val="PL"/>
              <w:keepNext/>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GET INKEY Proactive command</w:t>
            </w:r>
          </w:p>
          <w:p w:rsidR="00714EBB" w:rsidRPr="00870ED0" w:rsidRDefault="00714EBB" w:rsidP="005272CF">
            <w:pPr>
              <w:pStyle w:val="PL"/>
              <w:keepNext/>
              <w:rPr>
                <w:noProof w:val="0"/>
              </w:rPr>
            </w:pPr>
          </w:p>
          <w:p w:rsidR="00714EBB" w:rsidRPr="00870ED0" w:rsidRDefault="00714EBB" w:rsidP="005272CF">
            <w:pPr>
              <w:pStyle w:val="PL"/>
              <w:keepNext/>
              <w:rPr>
                <w:noProof w:val="0"/>
              </w:rPr>
            </w:pPr>
            <w:r w:rsidRPr="00870ED0">
              <w:rPr>
                <w:noProof w:val="0"/>
              </w:rPr>
              <w:t>qualifier = 00h</w:t>
            </w:r>
          </w:p>
          <w:p w:rsidR="00714EBB" w:rsidRPr="00870ED0" w:rsidRDefault="00714EBB" w:rsidP="005272CF">
            <w:pPr>
              <w:pStyle w:val="PL"/>
              <w:keepNext/>
              <w:rPr>
                <w:noProof w:val="0"/>
              </w:rPr>
            </w:pPr>
            <w:r w:rsidRPr="00870ED0">
              <w:rPr>
                <w:noProof w:val="0"/>
              </w:rPr>
              <w:t>dcs = 8</w:t>
            </w:r>
          </w:p>
          <w:p w:rsidR="00714EBB" w:rsidRPr="00870ED0" w:rsidRDefault="00714EBB" w:rsidP="005272CF">
            <w:pPr>
              <w:pStyle w:val="PL"/>
              <w:keepNext/>
              <w:rPr>
                <w:noProof w:val="0"/>
              </w:rPr>
            </w:pPr>
            <w:r w:rsidRPr="00870ED0">
              <w:rPr>
                <w:noProof w:val="0"/>
              </w:rPr>
              <w:t>Text = "TextG"</w:t>
            </w:r>
          </w:p>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initGetInkey() method with any value</w:t>
            </w:r>
          </w:p>
          <w:p w:rsidR="00714EBB" w:rsidRPr="00870ED0" w:rsidRDefault="00714EBB">
            <w:pPr>
              <w:pStyle w:val="TAH"/>
              <w:keepNext w:val="0"/>
              <w:keepLines w:val="0"/>
              <w:ind w:left="567" w:hanging="567"/>
            </w:pPr>
            <w:r w:rsidRPr="00870ED0">
              <w:t>Then build and send a GET INKEY command</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"TextHTextH"</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INKEY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Text = "TextHTextH"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Successful call, text length is zero</w:t>
            </w:r>
          </w:p>
          <w:p w:rsidR="00714EBB" w:rsidRPr="00870ED0" w:rsidRDefault="00714EBB">
            <w:pPr>
              <w:pStyle w:val="TAH"/>
              <w:keepNext w:val="0"/>
            </w:pPr>
            <w:r w:rsidRPr="00870ED0">
              <w:t>Send the command</w:t>
            </w:r>
          </w:p>
          <w:p w:rsidR="00714EBB" w:rsidRPr="00870ED0" w:rsidRDefault="00714EBB">
            <w:pPr>
              <w:pStyle w:val="PL"/>
              <w:keepLines/>
              <w:rPr>
                <w:noProof w:val="0"/>
              </w:rPr>
            </w:pPr>
            <w:r w:rsidRPr="00870ED0">
              <w:rPr>
                <w:noProof w:val="0"/>
              </w:rPr>
              <w:t>initGetInkey()</w:t>
            </w:r>
          </w:p>
          <w:p w:rsidR="00714EBB" w:rsidRPr="00870ED0" w:rsidRDefault="00714EBB">
            <w:pPr>
              <w:pStyle w:val="PL"/>
              <w:keepLines/>
              <w:rPr>
                <w:noProof w:val="0"/>
              </w:rPr>
            </w:pPr>
            <w:r w:rsidRPr="00870ED0">
              <w:rPr>
                <w:noProof w:val="0"/>
              </w:rPr>
              <w:t>qualifier = 0</w:t>
            </w:r>
          </w:p>
          <w:p w:rsidR="00714EBB" w:rsidRPr="00870ED0" w:rsidRDefault="00714EBB">
            <w:pPr>
              <w:pStyle w:val="PL"/>
              <w:keepLines/>
              <w:rPr>
                <w:noProof w:val="0"/>
              </w:rPr>
            </w:pPr>
            <w:r w:rsidRPr="00870ED0">
              <w:rPr>
                <w:noProof w:val="0"/>
              </w:rPr>
              <w:t>dcs = 4</w:t>
            </w:r>
          </w:p>
          <w:p w:rsidR="00714EBB" w:rsidRPr="00870ED0" w:rsidRDefault="00714EBB">
            <w:pPr>
              <w:pStyle w:val="PL"/>
              <w:keepLines/>
              <w:rPr>
                <w:noProof w:val="0"/>
              </w:rPr>
            </w:pPr>
            <w:r w:rsidRPr="00870ED0">
              <w:rPr>
                <w:noProof w:val="0"/>
              </w:rPr>
              <w:t>buffer = "TextHTextH"</w:t>
            </w:r>
          </w:p>
          <w:p w:rsidR="00714EBB" w:rsidRPr="00870ED0" w:rsidRDefault="00714EBB">
            <w:pPr>
              <w:pStyle w:val="PL"/>
              <w:keepLines/>
              <w:rPr>
                <w:noProof w:val="0"/>
              </w:rPr>
            </w:pPr>
            <w:r w:rsidRPr="00870ED0">
              <w:rPr>
                <w:noProof w:val="0"/>
              </w:rPr>
              <w:t>offset = 0</w:t>
            </w:r>
          </w:p>
          <w:p w:rsidR="00714EBB" w:rsidRPr="00870ED0" w:rsidRDefault="00714EBB">
            <w:pPr>
              <w:pStyle w:val="PL"/>
              <w:rPr>
                <w:noProof w:val="0"/>
              </w:rPr>
            </w:pPr>
            <w:r w:rsidRPr="00870ED0">
              <w:rPr>
                <w:noProof w:val="0"/>
              </w:rPr>
              <w: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r w:rsidRPr="00870ED0">
              <w:t>GET INKEY Proactive command</w:t>
            </w:r>
          </w:p>
          <w:p w:rsidR="00714EBB" w:rsidRPr="00870ED0" w:rsidRDefault="00714EBB">
            <w:pPr>
              <w:pStyle w:val="PL"/>
              <w:keepLines/>
              <w:rPr>
                <w:noProof w:val="0"/>
              </w:rPr>
            </w:pPr>
          </w:p>
          <w:p w:rsidR="00714EBB" w:rsidRPr="00870ED0" w:rsidRDefault="00714EBB">
            <w:pPr>
              <w:pStyle w:val="PL"/>
              <w:keepLines/>
              <w:rPr>
                <w:noProof w:val="0"/>
              </w:rPr>
            </w:pPr>
            <w:r w:rsidRPr="00870ED0">
              <w:rPr>
                <w:noProof w:val="0"/>
              </w:rPr>
              <w:t>qualifier = 00h</w:t>
            </w:r>
          </w:p>
          <w:p w:rsidR="00714EBB" w:rsidRPr="00870ED0" w:rsidRDefault="00714EBB">
            <w:pPr>
              <w:pStyle w:val="PL"/>
              <w:rPr>
                <w:noProof w:val="0"/>
              </w:rPr>
            </w:pPr>
            <w:r w:rsidRPr="00870ED0">
              <w:rPr>
                <w:noProof w:val="0"/>
              </w:rPr>
              <w:t>Text String TLV = 8D 00</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a TLV in the ProactiveHandler</w:t>
            </w:r>
          </w:p>
          <w:p w:rsidR="00714EBB" w:rsidRPr="00870ED0" w:rsidRDefault="00714EBB">
            <w:pPr>
              <w:pStyle w:val="TAH"/>
              <w:keepNext w:val="0"/>
              <w:keepLines w:val="0"/>
            </w:pPr>
            <w:r w:rsidRPr="00870ED0">
              <w:t>Call the initGetInkey() method</w:t>
            </w:r>
          </w:p>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UNAVAILABLE_ELEMENT ToolkitException is thrown by getValueLength()</w:t>
            </w:r>
          </w:p>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length = 7Eh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7Eh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INKEY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w:t>
            </w:r>
          </w:p>
          <w:p w:rsidR="00714EBB" w:rsidRPr="00870ED0" w:rsidRDefault="00714EBB">
            <w:pPr>
              <w:pStyle w:val="PL"/>
              <w:rPr>
                <w:rFonts w:ascii="Arial" w:hAnsi="Arial"/>
                <w:b/>
                <w:noProof w:val="0"/>
                <w:sz w:val="18"/>
              </w:rPr>
            </w:pPr>
            <w:r w:rsidRPr="00870ED0">
              <w:rPr>
                <w:noProof w:val="0"/>
              </w:rPr>
              <w:t>8D 7F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length = 7Fh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7Fh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INKEY Proactive command</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Text String TLV = 8D 81 80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20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H"/>
            </w:pPr>
            <w:r w:rsidRPr="00870ED0">
              <w:t>Successful call, buffer length = 240</w:t>
            </w:r>
          </w:p>
          <w:p w:rsidR="00714EBB" w:rsidRPr="00870ED0" w:rsidRDefault="00714EBB" w:rsidP="002854FB">
            <w:pPr>
              <w:pStyle w:val="PL"/>
              <w:keepNext/>
              <w:keepLines/>
              <w:rPr>
                <w:noProof w:val="0"/>
              </w:rPr>
            </w:pPr>
            <w:r w:rsidRPr="00870ED0">
              <w:rPr>
                <w:noProof w:val="0"/>
              </w:rPr>
              <w:t>initGetInkey()</w:t>
            </w:r>
          </w:p>
          <w:p w:rsidR="00714EBB" w:rsidRPr="00870ED0" w:rsidRDefault="00714EBB" w:rsidP="002854FB">
            <w:pPr>
              <w:pStyle w:val="PL"/>
              <w:keepNext/>
              <w:keepLines/>
              <w:rPr>
                <w:noProof w:val="0"/>
              </w:rPr>
            </w:pPr>
            <w:r w:rsidRPr="00870ED0">
              <w:rPr>
                <w:noProof w:val="0"/>
              </w:rPr>
              <w:t>Qualifier = 0</w:t>
            </w:r>
          </w:p>
          <w:p w:rsidR="00714EBB" w:rsidRPr="00870ED0" w:rsidRDefault="00714EBB" w:rsidP="002854FB">
            <w:pPr>
              <w:pStyle w:val="PL"/>
              <w:keepNext/>
              <w:keepLines/>
              <w:rPr>
                <w:noProof w:val="0"/>
              </w:rPr>
            </w:pPr>
            <w:r w:rsidRPr="00870ED0">
              <w:rPr>
                <w:noProof w:val="0"/>
              </w:rPr>
              <w:t>dcs = 4</w:t>
            </w:r>
          </w:p>
          <w:p w:rsidR="00714EBB" w:rsidRPr="00870ED0" w:rsidRDefault="00714EBB" w:rsidP="002854FB">
            <w:pPr>
              <w:pStyle w:val="PL"/>
              <w:keepNext/>
              <w:keepLines/>
              <w:rPr>
                <w:noProof w:val="0"/>
              </w:rPr>
            </w:pPr>
            <w:r w:rsidRPr="00870ED0">
              <w:rPr>
                <w:noProof w:val="0"/>
              </w:rPr>
              <w:t>buffer = "UUU…"</w:t>
            </w:r>
          </w:p>
          <w:p w:rsidR="00714EBB" w:rsidRPr="00870ED0" w:rsidRDefault="00714EBB" w:rsidP="002854FB">
            <w:pPr>
              <w:pStyle w:val="PL"/>
              <w:keepNext/>
              <w:keepLines/>
              <w:rPr>
                <w:noProof w:val="0"/>
              </w:rPr>
            </w:pPr>
            <w:r w:rsidRPr="00870ED0">
              <w:rPr>
                <w:noProof w:val="0"/>
              </w:rPr>
              <w:t>offset = 0</w:t>
            </w:r>
          </w:p>
          <w:p w:rsidR="00714EBB" w:rsidRPr="00870ED0" w:rsidRDefault="00714EBB" w:rsidP="002854FB">
            <w:pPr>
              <w:pStyle w:val="PL"/>
              <w:keepNext/>
              <w:keepLines/>
              <w:rPr>
                <w:rFonts w:ascii="Arial" w:hAnsi="Arial"/>
                <w:noProof w:val="0"/>
                <w:sz w:val="18"/>
              </w:rPr>
            </w:pPr>
            <w:r w:rsidRPr="00870ED0">
              <w:rPr>
                <w:noProof w:val="0"/>
              </w:rPr>
              <w:t>length = 240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r w:rsidRPr="00870ED0">
              <w:t>GET INKEY Proactive command</w:t>
            </w:r>
          </w:p>
          <w:p w:rsidR="00714EBB" w:rsidRPr="00870ED0" w:rsidRDefault="00714EBB" w:rsidP="002854FB">
            <w:pPr>
              <w:pStyle w:val="PL"/>
              <w:keepNext/>
              <w:keepLines/>
              <w:rPr>
                <w:noProof w:val="0"/>
              </w:rPr>
            </w:pPr>
          </w:p>
          <w:p w:rsidR="00714EBB" w:rsidRPr="00870ED0" w:rsidRDefault="00714EBB" w:rsidP="002854FB">
            <w:pPr>
              <w:pStyle w:val="PL"/>
              <w:keepNext/>
              <w:keepLines/>
              <w:rPr>
                <w:noProof w:val="0"/>
              </w:rPr>
            </w:pPr>
            <w:r w:rsidRPr="00870ED0">
              <w:rPr>
                <w:noProof w:val="0"/>
              </w:rPr>
              <w:t xml:space="preserve">Text String TLV = </w:t>
            </w:r>
          </w:p>
          <w:p w:rsidR="00714EBB" w:rsidRPr="00870ED0" w:rsidRDefault="00714EBB" w:rsidP="002854FB">
            <w:pPr>
              <w:pStyle w:val="PL"/>
              <w:keepNext/>
              <w:keepLines/>
              <w:rPr>
                <w:rFonts w:ascii="Arial" w:hAnsi="Arial"/>
                <w:b/>
                <w:noProof w:val="0"/>
                <w:sz w:val="18"/>
              </w:rPr>
            </w:pPr>
            <w:r w:rsidRPr="00870ED0">
              <w:rPr>
                <w:noProof w:val="0"/>
              </w:rPr>
              <w:t>8D 81 F1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initGetInkey() method with a too long buffer</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"XXXX…"</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 xml:space="preserve">length = 241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HANDLER_OVERFLOW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initGetInkey() without sending the command</w:t>
            </w:r>
          </w:p>
          <w:p w:rsidR="00714EBB" w:rsidRPr="00870ED0" w:rsidRDefault="00714EBB">
            <w:pPr>
              <w:pStyle w:val="TAL"/>
              <w:keepNext w:val="0"/>
              <w:keepLines w:val="0"/>
            </w:pPr>
            <w:r w:rsidRPr="00870ED0">
              <w:t xml:space="preserve">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No proactive command shall be sent expected status is '9000'</w:t>
            </w:r>
          </w:p>
        </w:tc>
      </w:tr>
    </w:tbl>
    <w:p w:rsidR="00714EBB" w:rsidRPr="00870ED0" w:rsidRDefault="00714EBB"/>
    <w:p w:rsidR="00714EBB" w:rsidRPr="00870ED0" w:rsidRDefault="00714EBB">
      <w:pPr>
        <w:pStyle w:val="Heading4"/>
      </w:pPr>
      <w:r w:rsidRPr="00870ED0">
        <w:lastRenderedPageBreak/>
        <w:t>5.2.4.4</w:t>
      </w:r>
      <w:r w:rsidRPr="00870ED0">
        <w:tab/>
        <w:t>Method initGetInput</w:t>
      </w:r>
    </w:p>
    <w:p w:rsidR="00714EBB" w:rsidRPr="00870ED0" w:rsidRDefault="00714EBB">
      <w:pPr>
        <w:pStyle w:val="Index1"/>
      </w:pPr>
      <w:r w:rsidRPr="00870ED0">
        <w:t>Test Area Reference: Api_2_Pah_Ingp</w:t>
      </w:r>
      <w:r w:rsidR="002854FB" w:rsidRPr="00870ED0">
        <w:t>.</w:t>
      </w:r>
    </w:p>
    <w:p w:rsidR="00714EBB" w:rsidRPr="00870ED0" w:rsidRDefault="00714EBB" w:rsidP="00B469A3">
      <w:pPr>
        <w:pStyle w:val="Heading5"/>
      </w:pPr>
      <w:r w:rsidRPr="00870ED0">
        <w:t>5.2.4.4.1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initGetInput(byte qualifier,</w:t>
      </w:r>
    </w:p>
    <w:p w:rsidR="00714EBB" w:rsidRPr="00870ED0" w:rsidRDefault="00714EBB">
      <w:pPr>
        <w:pStyle w:val="PL"/>
        <w:rPr>
          <w:noProof w:val="0"/>
        </w:rPr>
      </w:pPr>
      <w:r w:rsidRPr="00870ED0">
        <w:rPr>
          <w:noProof w:val="0"/>
        </w:rPr>
        <w:t xml:space="preserve">                         byte dcs,</w:t>
      </w:r>
    </w:p>
    <w:p w:rsidR="00714EBB" w:rsidRPr="00870ED0" w:rsidRDefault="00714EBB">
      <w:pPr>
        <w:pStyle w:val="PL"/>
        <w:rPr>
          <w:noProof w:val="0"/>
        </w:rPr>
      </w:pPr>
      <w:r w:rsidRPr="00870ED0">
        <w:rPr>
          <w:noProof w:val="0"/>
        </w:rPr>
        <w:t xml:space="preserve">                         byte[] buffer,</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short minRespLength,</w:t>
      </w:r>
    </w:p>
    <w:p w:rsidR="00714EBB" w:rsidRPr="00870ED0" w:rsidRDefault="00714EBB">
      <w:pPr>
        <w:pStyle w:val="PL"/>
        <w:rPr>
          <w:noProof w:val="0"/>
        </w:rPr>
      </w:pPr>
      <w:r w:rsidRPr="00870ED0">
        <w:rPr>
          <w:noProof w:val="0"/>
        </w:rPr>
        <w:t xml:space="preserve">                         short maxRespLength)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5.2.4.4.1.1</w:t>
      </w:r>
      <w:r w:rsidRPr="00870ED0">
        <w:tab/>
        <w:t>Normal execution</w:t>
      </w:r>
    </w:p>
    <w:p w:rsidR="00714EBB" w:rsidRPr="00870ED0" w:rsidRDefault="00714EBB">
      <w:pPr>
        <w:pStyle w:val="B1"/>
      </w:pPr>
      <w:r w:rsidRPr="00870ED0">
        <w:t>CRRN1: The method shall build a GET INPUT proactive command in the ProactiveHandler, using qualifier, dcs, buffer, minRespLength and maxRespLength parameters. Comprehension Required flags are set.</w:t>
      </w:r>
    </w:p>
    <w:p w:rsidR="00714EBB" w:rsidRPr="00870ED0" w:rsidRDefault="00714EBB">
      <w:pPr>
        <w:pStyle w:val="B1"/>
      </w:pPr>
      <w:r w:rsidRPr="00870ED0">
        <w:t>CRRN2: A call to this method clears the handler then initializes it.</w:t>
      </w:r>
    </w:p>
    <w:p w:rsidR="00714EBB" w:rsidRPr="00870ED0" w:rsidRDefault="00714EBB">
      <w:pPr>
        <w:pStyle w:val="B1"/>
      </w:pPr>
      <w:r w:rsidRPr="00870ED0">
        <w:t>CRRN3: No TLV is selected after a call to the method.</w:t>
      </w:r>
    </w:p>
    <w:p w:rsidR="00714EBB" w:rsidRPr="00870ED0" w:rsidRDefault="00714EBB">
      <w:pPr>
        <w:pStyle w:val="B1"/>
      </w:pPr>
      <w:r w:rsidRPr="00870ED0">
        <w:t>CRRN4: The GET INPUT command is not sent by the method.</w:t>
      </w:r>
    </w:p>
    <w:p w:rsidR="00714EBB" w:rsidRPr="00870ED0" w:rsidRDefault="00714EBB">
      <w:pPr>
        <w:pStyle w:val="B1"/>
      </w:pPr>
      <w:r w:rsidRPr="00870ED0">
        <w:t>CRRN5: The Command Number may take any value between 01h and FEh.</w:t>
      </w:r>
    </w:p>
    <w:p w:rsidR="00714EBB" w:rsidRPr="00870ED0" w:rsidRDefault="00714EBB">
      <w:pPr>
        <w:pStyle w:val="B1"/>
      </w:pPr>
      <w:r w:rsidRPr="00870ED0">
        <w:t xml:space="preserve">CRRN6: If length is equal to zero, then the Text String TLV inserted in the command is a null text string TLV as defined in </w:t>
      </w:r>
      <w:r w:rsidR="00C761A6" w:rsidRPr="00870ED0">
        <w:t xml:space="preserve">ETSI </w:t>
      </w:r>
      <w:r w:rsidR="00D82BA8" w:rsidRPr="00870ED0">
        <w:t xml:space="preserve">TS 101 267 </w:t>
      </w:r>
      <w:r w:rsidR="00A1210D" w:rsidRPr="00870ED0">
        <w:t>[11]</w:t>
      </w:r>
      <w:r w:rsidRPr="00870ED0">
        <w:t>.</w:t>
      </w:r>
    </w:p>
    <w:p w:rsidR="00714EBB" w:rsidRPr="00870ED0" w:rsidRDefault="00714EBB">
      <w:pPr>
        <w:pStyle w:val="H6"/>
        <w:outlineLvl w:val="0"/>
      </w:pPr>
      <w:r w:rsidRPr="00870ED0">
        <w:t>5.2.4.4.1.2</w:t>
      </w:r>
      <w:r w:rsidRPr="00870ED0">
        <w:tab/>
        <w:t>Parameter errors</w:t>
      </w:r>
    </w:p>
    <w:p w:rsidR="00714EBB" w:rsidRPr="00870ED0" w:rsidRDefault="00714EBB">
      <w:pPr>
        <w:pStyle w:val="B1"/>
      </w:pPr>
      <w:r w:rsidRPr="00870ED0">
        <w:t>CRRP1: The method shall throw NullPointerException if buffer is null.</w:t>
      </w:r>
    </w:p>
    <w:p w:rsidR="00714EBB" w:rsidRPr="00870ED0" w:rsidRDefault="00714EBB">
      <w:pPr>
        <w:pStyle w:val="B1"/>
      </w:pPr>
      <w:r w:rsidRPr="00870ED0">
        <w:t>CRRP2: If offset or length or both would cause access outside array bounds, a ArrayIndexOutOfBoundsException shall be thrown.</w:t>
      </w:r>
    </w:p>
    <w:p w:rsidR="00714EBB" w:rsidRPr="00870ED0" w:rsidRDefault="00714EBB">
      <w:pPr>
        <w:pStyle w:val="H6"/>
        <w:outlineLvl w:val="0"/>
      </w:pPr>
      <w:r w:rsidRPr="00870ED0">
        <w:t>5.2.4.4.1.3</w:t>
      </w:r>
      <w:r w:rsidRPr="00870ED0">
        <w:tab/>
        <w:t>Context errors</w:t>
      </w:r>
    </w:p>
    <w:p w:rsidR="00714EBB" w:rsidRPr="00870ED0" w:rsidRDefault="00714EBB">
      <w:pPr>
        <w:pStyle w:val="B1"/>
      </w:pPr>
      <w:r w:rsidRPr="00870ED0">
        <w:t>CRRC1: A ToolkitException.HANDLER_OVERFLOW shall be thrown if the ProactiveHandler is to small to put the requested data.</w:t>
      </w:r>
    </w:p>
    <w:p w:rsidR="00714EBB" w:rsidRPr="00870ED0" w:rsidRDefault="00714EBB" w:rsidP="00B469A3">
      <w:pPr>
        <w:pStyle w:val="Heading5"/>
      </w:pPr>
      <w:r w:rsidRPr="00870ED0">
        <w:t>5.2.4.4.2</w:t>
      </w:r>
      <w:r w:rsidRPr="00870ED0">
        <w:tab/>
        <w:t>Test area files</w:t>
      </w:r>
    </w:p>
    <w:p w:rsidR="00714EBB" w:rsidRPr="00870ED0" w:rsidRDefault="00714EBB" w:rsidP="002854FB">
      <w:pPr>
        <w:pStyle w:val="EX"/>
      </w:pPr>
      <w:r w:rsidRPr="00870ED0">
        <w:t>Test Source:</w:t>
      </w:r>
      <w:r w:rsidRPr="00870ED0">
        <w:tab/>
        <w:t>Test_Api_2_Pah_Ingp.java</w:t>
      </w:r>
      <w:r w:rsidR="002854FB" w:rsidRPr="00870ED0">
        <w:t>.</w:t>
      </w:r>
    </w:p>
    <w:p w:rsidR="00714EBB" w:rsidRPr="00870ED0" w:rsidRDefault="00714EBB" w:rsidP="002854FB">
      <w:pPr>
        <w:pStyle w:val="EX"/>
      </w:pPr>
      <w:r w:rsidRPr="00870ED0">
        <w:t>Test Applet:</w:t>
      </w:r>
      <w:r w:rsidR="002854FB" w:rsidRPr="00870ED0">
        <w:t xml:space="preserve"> </w:t>
      </w:r>
      <w:r w:rsidR="002854FB" w:rsidRPr="00870ED0">
        <w:tab/>
        <w:t>Api_2_Pah_Ingp_1.java.</w:t>
      </w:r>
    </w:p>
    <w:p w:rsidR="00714EBB" w:rsidRPr="00870ED0" w:rsidRDefault="00714EBB" w:rsidP="002854FB">
      <w:pPr>
        <w:pStyle w:val="EX"/>
      </w:pPr>
      <w:r w:rsidRPr="00870ED0">
        <w:t>Cap File:</w:t>
      </w:r>
      <w:r w:rsidRPr="00870ED0">
        <w:tab/>
        <w:t>api_2_pah_ingp.cap</w:t>
      </w:r>
      <w:r w:rsidR="002854FB" w:rsidRPr="00870ED0">
        <w:t>.</w:t>
      </w:r>
    </w:p>
    <w:p w:rsidR="00714EBB" w:rsidRPr="00870ED0" w:rsidRDefault="00714EBB" w:rsidP="00B469A3">
      <w:pPr>
        <w:pStyle w:val="Heading5"/>
      </w:pPr>
      <w:r w:rsidRPr="00870ED0">
        <w:t>5.2.4.4.3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501"/>
      </w:tblGrid>
      <w:tr w:rsidR="00714EBB" w:rsidRPr="00870ED0" w:rsidTr="005272CF">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8, 9, 10, 11, 12, 13, 14, 15, 16, 18, 19, 20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P2</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5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r>
    </w:tbl>
    <w:p w:rsidR="00714EBB" w:rsidRPr="00870ED0" w:rsidRDefault="00714EBB" w:rsidP="002854FB"/>
    <w:p w:rsidR="00714EBB" w:rsidRPr="00870ED0" w:rsidRDefault="00714EBB" w:rsidP="00B469A3">
      <w:pPr>
        <w:pStyle w:val="Heading5"/>
      </w:pPr>
      <w:r w:rsidRPr="00870ED0">
        <w:t>5.2.4.4.4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buffer</w:t>
            </w:r>
          </w:p>
          <w:p w:rsidR="00714EBB" w:rsidRPr="00870ED0" w:rsidRDefault="00714EBB">
            <w:pPr>
              <w:pStyle w:val="PL"/>
              <w:rPr>
                <w:noProof w:val="0"/>
              </w:rPr>
            </w:pPr>
            <w:r w:rsidRPr="00870ED0">
              <w:rPr>
                <w:noProof w:val="0"/>
              </w:rPr>
              <w:t>initGetInput()</w:t>
            </w:r>
          </w:p>
          <w:p w:rsidR="00714EBB" w:rsidRPr="00870ED0" w:rsidRDefault="00714EBB">
            <w:pPr>
              <w:pStyle w:val="PL"/>
              <w:rPr>
                <w:noProof w:val="0"/>
              </w:rPr>
            </w:pPr>
            <w:r w:rsidRPr="00870ED0">
              <w:rPr>
                <w:noProof w:val="0"/>
              </w:rPr>
              <w:t>buffer = NULL</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&gt; buffer.length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rFonts w:ascii="Arial" w:hAnsi="Arial"/>
                <w:noProof w:val="0"/>
                <w:sz w:val="18"/>
              </w:rPr>
            </w:pPr>
            <w:r w:rsidRPr="00870ED0">
              <w:rPr>
                <w:noProof w:val="0"/>
              </w:rPr>
              <w:t>offset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rFonts w:ascii="Arial" w:hAnsi="Arial"/>
                <w:noProof w:val="0"/>
                <w:sz w:val="18"/>
              </w:rPr>
            </w:pPr>
            <w:r w:rsidRPr="00870ED0">
              <w:rPr>
                <w:noProof w:val="0"/>
              </w:rPr>
              <w:t>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buffer.length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 length &gt; buffer.length</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3</w:t>
            </w:r>
          </w:p>
          <w:p w:rsidR="00714EBB" w:rsidRPr="00870ED0" w:rsidRDefault="00714EBB">
            <w:pPr>
              <w:pStyle w:val="PL"/>
              <w:rPr>
                <w:rFonts w:ascii="Arial" w:hAnsi="Arial"/>
                <w:noProof w:val="0"/>
                <w:sz w:val="18"/>
              </w:rPr>
            </w:pPr>
            <w:r w:rsidRPr="00870ED0">
              <w:rPr>
                <w:noProof w:val="0"/>
              </w:rPr>
              <w:t>length = 2</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offset = 3</w:t>
            </w:r>
          </w:p>
          <w:p w:rsidR="00714EBB" w:rsidRPr="00870ED0" w:rsidRDefault="00714EBB">
            <w:pPr>
              <w:pStyle w:val="PL"/>
              <w:rPr>
                <w:rFonts w:ascii="Arial" w:hAnsi="Arial"/>
                <w:noProof w:val="0"/>
                <w:sz w:val="18"/>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 buffer is the whole buffer</w:t>
            </w:r>
          </w:p>
          <w:p w:rsidR="00714EBB" w:rsidRPr="00870ED0" w:rsidRDefault="00714EBB">
            <w:pPr>
              <w:pStyle w:val="PL"/>
              <w:rPr>
                <w:noProof w:val="0"/>
              </w:rPr>
            </w:pP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"TextA"</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5</w:t>
            </w:r>
          </w:p>
          <w:p w:rsidR="00714EBB" w:rsidRPr="00870ED0" w:rsidRDefault="00714EBB">
            <w:pPr>
              <w:pStyle w:val="PL"/>
              <w:rPr>
                <w:noProof w:val="0"/>
              </w:rPr>
            </w:pPr>
            <w:r w:rsidRPr="00870ED0">
              <w:rPr>
                <w:noProof w:val="0"/>
              </w:rPr>
              <w:t>minRespLength = 00h</w:t>
            </w:r>
          </w:p>
          <w:p w:rsidR="00714EBB" w:rsidRPr="00870ED0" w:rsidRDefault="00714EBB">
            <w:pPr>
              <w:pStyle w:val="PL"/>
              <w:rPr>
                <w:noProof w:val="0"/>
              </w:rPr>
            </w:pPr>
            <w:r w:rsidRPr="00870ED0">
              <w:rPr>
                <w:noProof w:val="0"/>
              </w:rPr>
              <w:t>maxRespLength = FFh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No 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the command number value</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Command number between 01h and FEh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rPr>
                <w:b w:val="0"/>
              </w:rPr>
            </w:pPr>
            <w:r w:rsidRPr="00870ED0">
              <w:t>Send the command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GET INPUT Proactive command</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qualifier = 00h</w:t>
            </w:r>
          </w:p>
          <w:p w:rsidR="00714EBB" w:rsidRPr="00870ED0" w:rsidRDefault="00714EBB" w:rsidP="00010296">
            <w:pPr>
              <w:pStyle w:val="PL"/>
              <w:keepNext/>
              <w:rPr>
                <w:noProof w:val="0"/>
              </w:rPr>
            </w:pPr>
            <w:r w:rsidRPr="00870ED0">
              <w:rPr>
                <w:noProof w:val="0"/>
              </w:rPr>
              <w:t>dcs = 4</w:t>
            </w:r>
          </w:p>
          <w:p w:rsidR="00714EBB" w:rsidRPr="00870ED0" w:rsidRDefault="00714EBB" w:rsidP="00010296">
            <w:pPr>
              <w:pStyle w:val="PL"/>
              <w:keepNext/>
              <w:rPr>
                <w:noProof w:val="0"/>
              </w:rPr>
            </w:pPr>
            <w:r w:rsidRPr="00870ED0">
              <w:rPr>
                <w:noProof w:val="0"/>
              </w:rPr>
              <w:t>Text = "TextA"</w:t>
            </w:r>
          </w:p>
          <w:p w:rsidR="00714EBB" w:rsidRPr="00870ED0" w:rsidRDefault="00714EBB" w:rsidP="00010296">
            <w:pPr>
              <w:pStyle w:val="PL"/>
              <w:keepNext/>
              <w:rPr>
                <w:noProof w:val="0"/>
              </w:rPr>
            </w:pPr>
            <w:r w:rsidRPr="00870ED0">
              <w:rPr>
                <w:noProof w:val="0"/>
              </w:rPr>
              <w:t>Min Length = 00h</w:t>
            </w:r>
          </w:p>
          <w:p w:rsidR="00714EBB" w:rsidRPr="00870ED0" w:rsidRDefault="00714EBB" w:rsidP="00010296">
            <w:pPr>
              <w:pStyle w:val="PL"/>
              <w:keepNext/>
              <w:rPr>
                <w:noProof w:val="0"/>
              </w:rPr>
            </w:pPr>
            <w:r w:rsidRPr="00870ED0">
              <w:rPr>
                <w:noProof w:val="0"/>
              </w:rPr>
              <w:t>Max Length = FFh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is part of a buffer with the end part</w:t>
            </w:r>
          </w:p>
          <w:p w:rsidR="00714EBB" w:rsidRPr="00870ED0" w:rsidRDefault="00714EBB">
            <w:pPr>
              <w:pStyle w:val="TAH"/>
              <w:keepNext w:val="0"/>
              <w:keepLines w:val="0"/>
            </w:pPr>
            <w:r w:rsidRPr="00870ED0">
              <w:t>Send the command</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"12TextB"</w:t>
            </w:r>
          </w:p>
          <w:p w:rsidR="00714EBB" w:rsidRPr="00870ED0" w:rsidRDefault="00714EBB">
            <w:pPr>
              <w:pStyle w:val="PL"/>
              <w:rPr>
                <w:noProof w:val="0"/>
              </w:rPr>
            </w:pPr>
            <w:r w:rsidRPr="00870ED0">
              <w:rPr>
                <w:noProof w:val="0"/>
              </w:rPr>
              <w:t>offset = 2</w:t>
            </w:r>
          </w:p>
          <w:p w:rsidR="00714EBB" w:rsidRPr="00870ED0" w:rsidRDefault="00714EBB">
            <w:pPr>
              <w:pStyle w:val="PL"/>
              <w:rPr>
                <w:noProof w:val="0"/>
              </w:rPr>
            </w:pPr>
            <w:r w:rsidRPr="00870ED0">
              <w:rPr>
                <w:noProof w:val="0"/>
              </w:rPr>
              <w:t>length = 5</w:t>
            </w:r>
          </w:p>
          <w:p w:rsidR="00714EBB" w:rsidRPr="00870ED0" w:rsidRDefault="00714EBB">
            <w:pPr>
              <w:pStyle w:val="PL"/>
              <w:rPr>
                <w:noProof w:val="0"/>
              </w:rPr>
            </w:pPr>
            <w:r w:rsidRPr="00870ED0">
              <w:rPr>
                <w:noProof w:val="0"/>
              </w:rPr>
              <w:t>minRespLength = 10h</w:t>
            </w:r>
          </w:p>
          <w:p w:rsidR="00714EBB" w:rsidRPr="00870ED0" w:rsidRDefault="00714EBB">
            <w:pPr>
              <w:pStyle w:val="PL"/>
              <w:rPr>
                <w:noProof w:val="0"/>
              </w:rPr>
            </w:pPr>
            <w:r w:rsidRPr="00870ED0">
              <w:rPr>
                <w:noProof w:val="0"/>
              </w:rPr>
              <w:t>maxRespLength = FFh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Text = "TextB"</w:t>
            </w:r>
          </w:p>
          <w:p w:rsidR="00714EBB" w:rsidRPr="00870ED0" w:rsidRDefault="00714EBB">
            <w:pPr>
              <w:pStyle w:val="PL"/>
              <w:rPr>
                <w:noProof w:val="0"/>
              </w:rPr>
            </w:pPr>
            <w:r w:rsidRPr="00870ED0">
              <w:rPr>
                <w:noProof w:val="0"/>
              </w:rPr>
              <w:t>Min Length = 10h</w:t>
            </w:r>
          </w:p>
          <w:p w:rsidR="00714EBB" w:rsidRPr="00870ED0" w:rsidRDefault="00714EBB">
            <w:pPr>
              <w:pStyle w:val="PL"/>
              <w:rPr>
                <w:noProof w:val="0"/>
              </w:rPr>
            </w:pPr>
            <w:r w:rsidRPr="00870ED0">
              <w:rPr>
                <w:noProof w:val="0"/>
              </w:rPr>
              <w:t>Max Length = FFh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Successful call, buffer is part of a buffer with the first part</w:t>
            </w:r>
          </w:p>
          <w:p w:rsidR="00714EBB" w:rsidRPr="00870ED0" w:rsidRDefault="00714EBB" w:rsidP="005272CF">
            <w:pPr>
              <w:pStyle w:val="TAH"/>
              <w:keepLines w:val="0"/>
            </w:pPr>
            <w:r w:rsidRPr="00870ED0">
              <w:t>Send the command</w:t>
            </w:r>
          </w:p>
          <w:p w:rsidR="00714EBB" w:rsidRPr="00870ED0" w:rsidRDefault="00714EBB" w:rsidP="005272CF">
            <w:pPr>
              <w:pStyle w:val="PL"/>
              <w:keepNext/>
              <w:rPr>
                <w:noProof w:val="0"/>
              </w:rPr>
            </w:pPr>
            <w:r w:rsidRPr="00870ED0">
              <w:rPr>
                <w:noProof w:val="0"/>
              </w:rPr>
              <w:t>initGetInkey()</w:t>
            </w:r>
          </w:p>
          <w:p w:rsidR="00714EBB" w:rsidRPr="00870ED0" w:rsidRDefault="00714EBB" w:rsidP="005272CF">
            <w:pPr>
              <w:pStyle w:val="PL"/>
              <w:keepNext/>
              <w:rPr>
                <w:noProof w:val="0"/>
              </w:rPr>
            </w:pPr>
            <w:r w:rsidRPr="00870ED0">
              <w:rPr>
                <w:noProof w:val="0"/>
              </w:rPr>
              <w:t>qualifier = 0</w:t>
            </w:r>
          </w:p>
          <w:p w:rsidR="00714EBB" w:rsidRPr="00870ED0" w:rsidRDefault="00714EBB" w:rsidP="005272CF">
            <w:pPr>
              <w:pStyle w:val="PL"/>
              <w:keepNext/>
              <w:rPr>
                <w:noProof w:val="0"/>
              </w:rPr>
            </w:pPr>
            <w:r w:rsidRPr="00870ED0">
              <w:rPr>
                <w:noProof w:val="0"/>
              </w:rPr>
              <w:t>dcs = 4</w:t>
            </w:r>
          </w:p>
          <w:p w:rsidR="00714EBB" w:rsidRPr="00870ED0" w:rsidRDefault="00714EBB" w:rsidP="005272CF">
            <w:pPr>
              <w:pStyle w:val="PL"/>
              <w:keepNext/>
              <w:rPr>
                <w:noProof w:val="0"/>
              </w:rPr>
            </w:pPr>
            <w:r w:rsidRPr="00870ED0">
              <w:rPr>
                <w:noProof w:val="0"/>
              </w:rPr>
              <w:t>buffer = "TextC12"</w:t>
            </w:r>
          </w:p>
          <w:p w:rsidR="00714EBB" w:rsidRPr="00870ED0" w:rsidRDefault="00714EBB" w:rsidP="005272CF">
            <w:pPr>
              <w:pStyle w:val="PL"/>
              <w:keepNext/>
              <w:rPr>
                <w:noProof w:val="0"/>
              </w:rPr>
            </w:pPr>
            <w:r w:rsidRPr="00870ED0">
              <w:rPr>
                <w:noProof w:val="0"/>
              </w:rPr>
              <w:t>offset = 0</w:t>
            </w:r>
          </w:p>
          <w:p w:rsidR="00714EBB" w:rsidRPr="00870ED0" w:rsidRDefault="00714EBB" w:rsidP="005272CF">
            <w:pPr>
              <w:pStyle w:val="PL"/>
              <w:keepNext/>
              <w:rPr>
                <w:noProof w:val="0"/>
              </w:rPr>
            </w:pPr>
            <w:r w:rsidRPr="00870ED0">
              <w:rPr>
                <w:noProof w:val="0"/>
              </w:rPr>
              <w:t>length = 5</w:t>
            </w:r>
          </w:p>
          <w:p w:rsidR="00714EBB" w:rsidRPr="00870ED0" w:rsidRDefault="00714EBB" w:rsidP="005272CF">
            <w:pPr>
              <w:pStyle w:val="PL"/>
              <w:keepNext/>
              <w:rPr>
                <w:noProof w:val="0"/>
              </w:rPr>
            </w:pPr>
            <w:r w:rsidRPr="00870ED0">
              <w:rPr>
                <w:noProof w:val="0"/>
              </w:rPr>
              <w:t>minRespLength = FFh</w:t>
            </w:r>
          </w:p>
          <w:p w:rsidR="00714EBB" w:rsidRPr="00870ED0" w:rsidRDefault="00714EBB" w:rsidP="005272CF">
            <w:pPr>
              <w:pStyle w:val="PL"/>
              <w:keepNext/>
              <w:rPr>
                <w:noProof w:val="0"/>
              </w:rPr>
            </w:pPr>
            <w:r w:rsidRPr="00870ED0">
              <w:rPr>
                <w:noProof w:val="0"/>
              </w:rPr>
              <w:t>maxRespLength = FFh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GET INPUT Proactive command</w:t>
            </w:r>
          </w:p>
          <w:p w:rsidR="00714EBB" w:rsidRPr="00870ED0" w:rsidRDefault="00714EBB" w:rsidP="005272CF">
            <w:pPr>
              <w:pStyle w:val="PL"/>
              <w:keepNext/>
              <w:rPr>
                <w:noProof w:val="0"/>
              </w:rPr>
            </w:pPr>
          </w:p>
          <w:p w:rsidR="00714EBB" w:rsidRPr="00870ED0" w:rsidRDefault="00714EBB" w:rsidP="005272CF">
            <w:pPr>
              <w:pStyle w:val="PL"/>
              <w:keepNext/>
              <w:rPr>
                <w:noProof w:val="0"/>
              </w:rPr>
            </w:pPr>
            <w:r w:rsidRPr="00870ED0">
              <w:rPr>
                <w:noProof w:val="0"/>
              </w:rPr>
              <w:t>qualifier = 00h</w:t>
            </w:r>
          </w:p>
          <w:p w:rsidR="00714EBB" w:rsidRPr="00870ED0" w:rsidRDefault="00714EBB" w:rsidP="005272CF">
            <w:pPr>
              <w:pStyle w:val="PL"/>
              <w:keepNext/>
              <w:rPr>
                <w:noProof w:val="0"/>
              </w:rPr>
            </w:pPr>
            <w:r w:rsidRPr="00870ED0">
              <w:rPr>
                <w:noProof w:val="0"/>
              </w:rPr>
              <w:t>dcs = 4</w:t>
            </w:r>
          </w:p>
          <w:p w:rsidR="00714EBB" w:rsidRPr="00870ED0" w:rsidRDefault="00714EBB" w:rsidP="005272CF">
            <w:pPr>
              <w:pStyle w:val="PL"/>
              <w:keepNext/>
              <w:rPr>
                <w:noProof w:val="0"/>
              </w:rPr>
            </w:pPr>
            <w:r w:rsidRPr="00870ED0">
              <w:rPr>
                <w:noProof w:val="0"/>
              </w:rPr>
              <w:t>Text = "TextC"</w:t>
            </w:r>
          </w:p>
          <w:p w:rsidR="00714EBB" w:rsidRPr="00870ED0" w:rsidRDefault="00714EBB" w:rsidP="005272CF">
            <w:pPr>
              <w:pStyle w:val="PL"/>
              <w:keepNext/>
              <w:rPr>
                <w:noProof w:val="0"/>
              </w:rPr>
            </w:pPr>
            <w:r w:rsidRPr="00870ED0">
              <w:rPr>
                <w:noProof w:val="0"/>
              </w:rPr>
              <w:t>Min Length = FFh</w:t>
            </w:r>
          </w:p>
          <w:p w:rsidR="00714EBB" w:rsidRPr="00870ED0" w:rsidRDefault="00714EBB" w:rsidP="005272CF">
            <w:pPr>
              <w:pStyle w:val="PL"/>
              <w:keepNext/>
              <w:rPr>
                <w:noProof w:val="0"/>
              </w:rPr>
            </w:pPr>
            <w:r w:rsidRPr="00870ED0">
              <w:rPr>
                <w:noProof w:val="0"/>
              </w:rPr>
              <w:t>Max Length = FFh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Successful call, buffer is part of a buffer</w:t>
            </w:r>
          </w:p>
          <w:p w:rsidR="00714EBB" w:rsidRPr="00870ED0" w:rsidRDefault="00714EBB">
            <w:pPr>
              <w:pStyle w:val="TAH"/>
            </w:pPr>
            <w:r w:rsidRPr="00870ED0">
              <w:t>Send the command</w:t>
            </w:r>
          </w:p>
          <w:p w:rsidR="00714EBB" w:rsidRPr="00870ED0" w:rsidRDefault="00714EBB">
            <w:pPr>
              <w:pStyle w:val="PL"/>
              <w:rPr>
                <w:noProof w:val="0"/>
              </w:rPr>
            </w:pPr>
            <w:r w:rsidRPr="00870ED0">
              <w:rPr>
                <w:noProof w:val="0"/>
              </w:rPr>
              <w:t>initGetInkey()</w:t>
            </w:r>
          </w:p>
          <w:p w:rsidR="00714EBB" w:rsidRPr="00870ED0" w:rsidRDefault="00714EBB">
            <w:pPr>
              <w:pStyle w:val="PL"/>
              <w:keepNext/>
              <w:keepLines/>
              <w:rPr>
                <w:noProof w:val="0"/>
              </w:rPr>
            </w:pPr>
            <w:r w:rsidRPr="00870ED0">
              <w:rPr>
                <w:noProof w:val="0"/>
              </w:rPr>
              <w:t>qualifier = 0</w:t>
            </w:r>
          </w:p>
          <w:p w:rsidR="00714EBB" w:rsidRPr="00870ED0" w:rsidRDefault="00714EBB">
            <w:pPr>
              <w:pStyle w:val="PL"/>
              <w:keepNext/>
              <w:keepLines/>
              <w:rPr>
                <w:noProof w:val="0"/>
              </w:rPr>
            </w:pPr>
            <w:r w:rsidRPr="00870ED0">
              <w:rPr>
                <w:noProof w:val="0"/>
              </w:rPr>
              <w:t>dcs = 4</w:t>
            </w:r>
          </w:p>
          <w:p w:rsidR="00714EBB" w:rsidRPr="00870ED0" w:rsidRDefault="00714EBB">
            <w:pPr>
              <w:pStyle w:val="PL"/>
              <w:keepNext/>
              <w:keepLines/>
              <w:rPr>
                <w:noProof w:val="0"/>
              </w:rPr>
            </w:pPr>
            <w:r w:rsidRPr="00870ED0">
              <w:rPr>
                <w:noProof w:val="0"/>
              </w:rPr>
              <w:t>buffer = "12TextD34"</w:t>
            </w:r>
          </w:p>
          <w:p w:rsidR="00714EBB" w:rsidRPr="00870ED0" w:rsidRDefault="00714EBB">
            <w:pPr>
              <w:pStyle w:val="PL"/>
              <w:keepNext/>
              <w:keepLines/>
              <w:rPr>
                <w:noProof w:val="0"/>
              </w:rPr>
            </w:pPr>
            <w:r w:rsidRPr="00870ED0">
              <w:rPr>
                <w:noProof w:val="0"/>
              </w:rPr>
              <w:t>offset = 2</w:t>
            </w:r>
          </w:p>
          <w:p w:rsidR="00714EBB" w:rsidRPr="00870ED0" w:rsidRDefault="00714EBB">
            <w:pPr>
              <w:pStyle w:val="PL"/>
              <w:keepNext/>
              <w:keepLines/>
              <w:rPr>
                <w:noProof w:val="0"/>
              </w:rPr>
            </w:pPr>
            <w:r w:rsidRPr="00870ED0">
              <w:rPr>
                <w:noProof w:val="0"/>
              </w:rPr>
              <w:t xml:space="preserve">length = 5 </w:t>
            </w:r>
          </w:p>
          <w:p w:rsidR="00714EBB" w:rsidRPr="00870ED0" w:rsidRDefault="00714EBB">
            <w:pPr>
              <w:pStyle w:val="PL"/>
              <w:keepNext/>
              <w:keepLines/>
              <w:rPr>
                <w:noProof w:val="0"/>
              </w:rPr>
            </w:pPr>
            <w:r w:rsidRPr="00870ED0">
              <w:rPr>
                <w:noProof w:val="0"/>
              </w:rPr>
              <w:t>minRespLength = 00h</w:t>
            </w:r>
          </w:p>
          <w:p w:rsidR="00714EBB" w:rsidRPr="00870ED0" w:rsidRDefault="00714EBB">
            <w:pPr>
              <w:pStyle w:val="PL"/>
              <w:keepNext/>
              <w:keepLines/>
              <w:rPr>
                <w:noProof w:val="0"/>
              </w:rPr>
            </w:pPr>
            <w:r w:rsidRPr="00870ED0">
              <w:rPr>
                <w:noProof w:val="0"/>
              </w:rPr>
              <w:t>maxRespLength = 00h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GET INPUT Proactive command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qualifier = 00h</w:t>
            </w:r>
          </w:p>
          <w:p w:rsidR="00714EBB" w:rsidRPr="00870ED0" w:rsidRDefault="00714EBB">
            <w:pPr>
              <w:pStyle w:val="PL"/>
              <w:keepNext/>
              <w:keepLines/>
              <w:rPr>
                <w:noProof w:val="0"/>
              </w:rPr>
            </w:pPr>
            <w:r w:rsidRPr="00870ED0">
              <w:rPr>
                <w:noProof w:val="0"/>
              </w:rPr>
              <w:t>dcs = 4</w:t>
            </w:r>
          </w:p>
          <w:p w:rsidR="00714EBB" w:rsidRPr="00870ED0" w:rsidRDefault="00714EBB">
            <w:pPr>
              <w:pStyle w:val="PL"/>
              <w:keepNext/>
              <w:keepLines/>
              <w:rPr>
                <w:noProof w:val="0"/>
              </w:rPr>
            </w:pPr>
            <w:r w:rsidRPr="00870ED0">
              <w:rPr>
                <w:noProof w:val="0"/>
              </w:rPr>
              <w:t xml:space="preserve">Text = "TextD" </w:t>
            </w:r>
          </w:p>
          <w:p w:rsidR="00714EBB" w:rsidRPr="00870ED0" w:rsidRDefault="00714EBB">
            <w:pPr>
              <w:pStyle w:val="PL"/>
              <w:keepNext/>
              <w:keepLines/>
              <w:rPr>
                <w:noProof w:val="0"/>
              </w:rPr>
            </w:pPr>
            <w:r w:rsidRPr="00870ED0">
              <w:rPr>
                <w:noProof w:val="0"/>
              </w:rPr>
              <w:t>Min Length = 00h</w:t>
            </w:r>
          </w:p>
          <w:p w:rsidR="00714EBB" w:rsidRPr="00870ED0" w:rsidRDefault="00714EBB">
            <w:pPr>
              <w:pStyle w:val="PL"/>
              <w:keepNext/>
              <w:keepLines/>
              <w:rPr>
                <w:noProof w:val="0"/>
              </w:rPr>
            </w:pPr>
            <w:r w:rsidRPr="00870ED0">
              <w:rPr>
                <w:noProof w:val="0"/>
              </w:rPr>
              <w:t>Max Length = 00h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qualifier = 81h</w:t>
            </w:r>
          </w:p>
          <w:p w:rsidR="00714EBB" w:rsidRPr="00870ED0" w:rsidRDefault="00714EBB">
            <w:pPr>
              <w:pStyle w:val="PL"/>
              <w:rPr>
                <w:noProof w:val="0"/>
              </w:rPr>
            </w:pPr>
            <w:r w:rsidRPr="00870ED0">
              <w:rPr>
                <w:noProof w:val="0"/>
              </w:rPr>
              <w:t>initGetInkey()</w:t>
            </w:r>
          </w:p>
          <w:p w:rsidR="00714EBB" w:rsidRPr="008D0AB9" w:rsidRDefault="00714EBB">
            <w:pPr>
              <w:pStyle w:val="PL"/>
              <w:rPr>
                <w:noProof w:val="0"/>
              </w:rPr>
            </w:pPr>
            <w:r w:rsidRPr="008D0AB9">
              <w:rPr>
                <w:noProof w:val="0"/>
              </w:rPr>
              <w:t>qualifier = 81h</w:t>
            </w:r>
          </w:p>
          <w:p w:rsidR="00714EBB" w:rsidRPr="008D0AB9" w:rsidRDefault="00714EBB">
            <w:pPr>
              <w:pStyle w:val="PL"/>
              <w:rPr>
                <w:noProof w:val="0"/>
              </w:rPr>
            </w:pPr>
            <w:r w:rsidRPr="008D0AB9">
              <w:rPr>
                <w:noProof w:val="0"/>
              </w:rPr>
              <w:t>dcs = 4</w:t>
            </w:r>
          </w:p>
          <w:p w:rsidR="00714EBB" w:rsidRPr="008D0AB9" w:rsidRDefault="00714EBB">
            <w:pPr>
              <w:pStyle w:val="PL"/>
              <w:rPr>
                <w:noProof w:val="0"/>
              </w:rPr>
            </w:pPr>
            <w:r w:rsidRPr="008D0AB9">
              <w:rPr>
                <w:noProof w:val="0"/>
              </w:rPr>
              <w:t>buffer = "TextE"</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5</w:t>
            </w:r>
          </w:p>
          <w:p w:rsidR="00714EBB" w:rsidRPr="00870ED0" w:rsidRDefault="00714EBB">
            <w:pPr>
              <w:pStyle w:val="PL"/>
              <w:rPr>
                <w:noProof w:val="0"/>
              </w:rPr>
            </w:pPr>
            <w:r w:rsidRPr="00870ED0">
              <w:rPr>
                <w:noProof w:val="0"/>
              </w:rPr>
              <w:t>minRespLength = 00h</w:t>
            </w:r>
          </w:p>
          <w:p w:rsidR="00714EBB" w:rsidRPr="00870ED0" w:rsidRDefault="00714EBB">
            <w:pPr>
              <w:pStyle w:val="PL"/>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81h</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 xml:space="preserve">Text = "TextE" </w:t>
            </w:r>
          </w:p>
          <w:p w:rsidR="00714EBB" w:rsidRPr="00870ED0" w:rsidRDefault="00714EBB">
            <w:pPr>
              <w:pStyle w:val="PL"/>
              <w:rPr>
                <w:noProof w:val="0"/>
              </w:rPr>
            </w:pPr>
            <w:r w:rsidRPr="00870ED0">
              <w:rPr>
                <w:noProof w:val="0"/>
              </w:rPr>
              <w:t>Min Length = 00h</w:t>
            </w:r>
          </w:p>
          <w:p w:rsidR="00714EBB" w:rsidRPr="00870ED0" w:rsidRDefault="00714EBB">
            <w:pPr>
              <w:pStyle w:val="PL"/>
              <w:rPr>
                <w:noProof w:val="0"/>
              </w:rPr>
            </w:pPr>
            <w:r w:rsidRPr="00870ED0">
              <w:rPr>
                <w:noProof w:val="0"/>
              </w:rPr>
              <w:t>Max Length = 10h</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DCS=0 (7 bits)</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0</w:t>
            </w:r>
          </w:p>
          <w:p w:rsidR="00714EBB" w:rsidRPr="00870ED0" w:rsidRDefault="00714EBB">
            <w:pPr>
              <w:pStyle w:val="PL"/>
              <w:rPr>
                <w:noProof w:val="0"/>
              </w:rPr>
            </w:pPr>
            <w:r w:rsidRPr="00870ED0">
              <w:rPr>
                <w:noProof w:val="0"/>
              </w:rPr>
              <w:t>buffer = "TextF"</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 xml:space="preserve">length = 5 </w:t>
            </w:r>
          </w:p>
          <w:p w:rsidR="00714EBB" w:rsidRPr="00870ED0" w:rsidRDefault="00714EBB">
            <w:pPr>
              <w:pStyle w:val="PL"/>
              <w:rPr>
                <w:noProof w:val="0"/>
              </w:rPr>
            </w:pPr>
            <w:r w:rsidRPr="00870ED0">
              <w:rPr>
                <w:noProof w:val="0"/>
              </w:rPr>
              <w:t>minRespLength = 10h</w:t>
            </w:r>
          </w:p>
          <w:p w:rsidR="00714EBB" w:rsidRPr="00870ED0" w:rsidRDefault="00714EBB">
            <w:pPr>
              <w:pStyle w:val="PL"/>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w:t>
            </w:r>
          </w:p>
          <w:p w:rsidR="00714EBB" w:rsidRPr="00870ED0" w:rsidRDefault="00714EBB">
            <w:pPr>
              <w:pStyle w:val="PL"/>
              <w:rPr>
                <w:noProof w:val="0"/>
              </w:rPr>
            </w:pPr>
            <w:r w:rsidRPr="00870ED0">
              <w:rPr>
                <w:noProof w:val="0"/>
              </w:rPr>
              <w:t xml:space="preserve">Text = "TextF" </w:t>
            </w:r>
          </w:p>
          <w:p w:rsidR="00714EBB" w:rsidRPr="00870ED0" w:rsidRDefault="00714EBB">
            <w:pPr>
              <w:pStyle w:val="PL"/>
              <w:rPr>
                <w:noProof w:val="0"/>
              </w:rPr>
            </w:pPr>
            <w:r w:rsidRPr="00870ED0">
              <w:rPr>
                <w:noProof w:val="0"/>
              </w:rPr>
              <w:t>Min Length = 10h</w:t>
            </w:r>
          </w:p>
          <w:p w:rsidR="00714EBB" w:rsidRPr="00870ED0" w:rsidRDefault="00714EBB">
            <w:pPr>
              <w:pStyle w:val="PL"/>
              <w:rPr>
                <w:noProof w:val="0"/>
              </w:rPr>
            </w:pPr>
            <w:r w:rsidRPr="00870ED0">
              <w:rPr>
                <w:noProof w:val="0"/>
              </w:rPr>
              <w:t>Max Length = 10h</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DCS=8 (UCS2)</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8</w:t>
            </w:r>
          </w:p>
          <w:p w:rsidR="00714EBB" w:rsidRPr="00870ED0" w:rsidRDefault="00714EBB">
            <w:pPr>
              <w:pStyle w:val="PL"/>
              <w:rPr>
                <w:noProof w:val="0"/>
              </w:rPr>
            </w:pPr>
            <w:r w:rsidRPr="00870ED0">
              <w:rPr>
                <w:noProof w:val="0"/>
              </w:rPr>
              <w:t>buffer = "TextG"</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 xml:space="preserve">length = 5 </w:t>
            </w:r>
          </w:p>
          <w:p w:rsidR="00714EBB" w:rsidRPr="00870ED0" w:rsidRDefault="00714EBB">
            <w:pPr>
              <w:pStyle w:val="PL"/>
              <w:rPr>
                <w:noProof w:val="0"/>
              </w:rPr>
            </w:pPr>
            <w:r w:rsidRPr="00870ED0">
              <w:rPr>
                <w:noProof w:val="0"/>
              </w:rPr>
              <w:t>minRespLength = 00h</w:t>
            </w:r>
          </w:p>
          <w:p w:rsidR="00714EBB" w:rsidRPr="00870ED0" w:rsidRDefault="00714EBB">
            <w:pPr>
              <w:pStyle w:val="PL"/>
              <w:rPr>
                <w:noProof w:val="0"/>
              </w:rPr>
            </w:pPr>
            <w:r w:rsidRPr="00870ED0">
              <w:rPr>
                <w:noProof w:val="0"/>
              </w:rPr>
              <w:t>maxRespLength = FFh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8</w:t>
            </w:r>
          </w:p>
          <w:p w:rsidR="00714EBB" w:rsidRPr="00870ED0" w:rsidRDefault="00714EBB">
            <w:pPr>
              <w:pStyle w:val="PL"/>
              <w:rPr>
                <w:noProof w:val="0"/>
              </w:rPr>
            </w:pPr>
            <w:r w:rsidRPr="00870ED0">
              <w:rPr>
                <w:noProof w:val="0"/>
              </w:rPr>
              <w:t xml:space="preserve">Text = "TextG" </w:t>
            </w:r>
          </w:p>
          <w:p w:rsidR="00714EBB" w:rsidRPr="00870ED0" w:rsidRDefault="00714EBB">
            <w:pPr>
              <w:pStyle w:val="PL"/>
              <w:rPr>
                <w:noProof w:val="0"/>
              </w:rPr>
            </w:pPr>
            <w:r w:rsidRPr="00870ED0">
              <w:rPr>
                <w:noProof w:val="0"/>
              </w:rPr>
              <w:t>Min Length = 00h</w:t>
            </w:r>
          </w:p>
          <w:p w:rsidR="00714EBB" w:rsidRPr="00870ED0" w:rsidRDefault="00714EBB">
            <w:pPr>
              <w:pStyle w:val="PL"/>
              <w:rPr>
                <w:noProof w:val="0"/>
              </w:rPr>
            </w:pPr>
            <w:r w:rsidRPr="00870ED0">
              <w:rPr>
                <w:noProof w:val="0"/>
              </w:rPr>
              <w:t>Max Length = FFh</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Call the initGetInput() method with any value</w:t>
            </w:r>
          </w:p>
          <w:p w:rsidR="00714EBB" w:rsidRPr="00870ED0" w:rsidRDefault="00714EBB" w:rsidP="00010296">
            <w:pPr>
              <w:pStyle w:val="TAH"/>
              <w:keepLines w:val="0"/>
            </w:pPr>
            <w:r w:rsidRPr="00870ED0">
              <w:t>Then build and send a GET INPUT command</w:t>
            </w:r>
          </w:p>
          <w:p w:rsidR="00714EBB" w:rsidRPr="00870ED0" w:rsidRDefault="00714EBB" w:rsidP="00010296">
            <w:pPr>
              <w:pStyle w:val="PL"/>
              <w:keepNext/>
              <w:rPr>
                <w:noProof w:val="0"/>
              </w:rPr>
            </w:pPr>
            <w:r w:rsidRPr="00870ED0">
              <w:rPr>
                <w:noProof w:val="0"/>
              </w:rPr>
              <w:t>qualifier = 0</w:t>
            </w:r>
          </w:p>
          <w:p w:rsidR="00714EBB" w:rsidRPr="00870ED0" w:rsidRDefault="00714EBB" w:rsidP="00010296">
            <w:pPr>
              <w:pStyle w:val="PL"/>
              <w:keepNext/>
              <w:rPr>
                <w:noProof w:val="0"/>
              </w:rPr>
            </w:pPr>
            <w:r w:rsidRPr="00870ED0">
              <w:rPr>
                <w:noProof w:val="0"/>
              </w:rPr>
              <w:t>dcs = 4</w:t>
            </w:r>
          </w:p>
          <w:p w:rsidR="00714EBB" w:rsidRPr="00870ED0" w:rsidRDefault="00714EBB" w:rsidP="00010296">
            <w:pPr>
              <w:pStyle w:val="PL"/>
              <w:keepNext/>
              <w:rPr>
                <w:noProof w:val="0"/>
              </w:rPr>
            </w:pPr>
            <w:r w:rsidRPr="00870ED0">
              <w:rPr>
                <w:noProof w:val="0"/>
              </w:rPr>
              <w:t>buffer = "TextHTextH"</w:t>
            </w:r>
          </w:p>
          <w:p w:rsidR="00714EBB" w:rsidRPr="00870ED0" w:rsidRDefault="00714EBB" w:rsidP="00010296">
            <w:pPr>
              <w:pStyle w:val="PL"/>
              <w:keepNext/>
              <w:rPr>
                <w:noProof w:val="0"/>
              </w:rPr>
            </w:pPr>
            <w:r w:rsidRPr="00870ED0">
              <w:rPr>
                <w:noProof w:val="0"/>
              </w:rPr>
              <w:t>offset = 0</w:t>
            </w:r>
          </w:p>
          <w:p w:rsidR="00714EBB" w:rsidRPr="00870ED0" w:rsidRDefault="00714EBB" w:rsidP="00010296">
            <w:pPr>
              <w:pStyle w:val="PL"/>
              <w:keepNext/>
              <w:rPr>
                <w:noProof w:val="0"/>
              </w:rPr>
            </w:pPr>
            <w:r w:rsidRPr="00870ED0">
              <w:rPr>
                <w:noProof w:val="0"/>
              </w:rPr>
              <w:t xml:space="preserve">length = 10 </w:t>
            </w:r>
          </w:p>
          <w:p w:rsidR="00714EBB" w:rsidRPr="00870ED0" w:rsidRDefault="00714EBB" w:rsidP="00010296">
            <w:pPr>
              <w:pStyle w:val="PL"/>
              <w:keepNext/>
              <w:rPr>
                <w:noProof w:val="0"/>
              </w:rPr>
            </w:pPr>
            <w:r w:rsidRPr="00870ED0">
              <w:rPr>
                <w:noProof w:val="0"/>
              </w:rPr>
              <w:t>minRespLength = 00h</w:t>
            </w:r>
          </w:p>
          <w:p w:rsidR="00714EBB" w:rsidRPr="00870ED0" w:rsidRDefault="00714EBB" w:rsidP="00010296">
            <w:pPr>
              <w:pStyle w:val="PL"/>
              <w:keepNext/>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GET INPUT Proactive command</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qualifier = 00h</w:t>
            </w:r>
          </w:p>
          <w:p w:rsidR="00714EBB" w:rsidRPr="00870ED0" w:rsidRDefault="00714EBB" w:rsidP="00010296">
            <w:pPr>
              <w:pStyle w:val="PL"/>
              <w:keepNext/>
              <w:rPr>
                <w:noProof w:val="0"/>
              </w:rPr>
            </w:pPr>
            <w:r w:rsidRPr="00870ED0">
              <w:rPr>
                <w:noProof w:val="0"/>
              </w:rPr>
              <w:t>dcs = 4</w:t>
            </w:r>
          </w:p>
          <w:p w:rsidR="00714EBB" w:rsidRPr="00870ED0" w:rsidRDefault="00714EBB" w:rsidP="00010296">
            <w:pPr>
              <w:pStyle w:val="PL"/>
              <w:keepNext/>
              <w:rPr>
                <w:noProof w:val="0"/>
              </w:rPr>
            </w:pPr>
            <w:r w:rsidRPr="00870ED0">
              <w:rPr>
                <w:noProof w:val="0"/>
              </w:rPr>
              <w:t xml:space="preserve">Text = "TextHTextH" </w:t>
            </w:r>
          </w:p>
          <w:p w:rsidR="00714EBB" w:rsidRPr="00870ED0" w:rsidRDefault="00714EBB" w:rsidP="00010296">
            <w:pPr>
              <w:pStyle w:val="PL"/>
              <w:keepNext/>
              <w:rPr>
                <w:noProof w:val="0"/>
              </w:rPr>
            </w:pPr>
            <w:r w:rsidRPr="00870ED0">
              <w:rPr>
                <w:noProof w:val="0"/>
              </w:rPr>
              <w:t>Min Length = 00h</w:t>
            </w:r>
          </w:p>
          <w:p w:rsidR="00714EBB" w:rsidRPr="00870ED0" w:rsidRDefault="00714EBB" w:rsidP="00010296">
            <w:pPr>
              <w:pStyle w:val="PL"/>
              <w:keepNext/>
              <w:rPr>
                <w:noProof w:val="0"/>
              </w:rPr>
            </w:pPr>
            <w:r w:rsidRPr="00870ED0">
              <w:rPr>
                <w:noProof w:val="0"/>
              </w:rPr>
              <w:t>Max Length = 10h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C"/>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H"/>
            </w:pPr>
            <w:r w:rsidRPr="00870ED0">
              <w:t>Successful call, text length is zero</w:t>
            </w:r>
          </w:p>
          <w:p w:rsidR="00714EBB" w:rsidRPr="00870ED0" w:rsidRDefault="00714EBB" w:rsidP="002854FB">
            <w:pPr>
              <w:pStyle w:val="TAH"/>
            </w:pPr>
            <w:r w:rsidRPr="00870ED0">
              <w:t>Send the command</w:t>
            </w:r>
          </w:p>
          <w:p w:rsidR="00714EBB" w:rsidRPr="00870ED0" w:rsidRDefault="00714EBB" w:rsidP="002854FB">
            <w:pPr>
              <w:pStyle w:val="PL"/>
              <w:keepNext/>
              <w:keepLines/>
              <w:rPr>
                <w:noProof w:val="0"/>
              </w:rPr>
            </w:pPr>
            <w:r w:rsidRPr="00870ED0">
              <w:rPr>
                <w:noProof w:val="0"/>
              </w:rPr>
              <w:t>initGetInkey()</w:t>
            </w:r>
          </w:p>
          <w:p w:rsidR="00714EBB" w:rsidRPr="00870ED0" w:rsidRDefault="00714EBB" w:rsidP="002854FB">
            <w:pPr>
              <w:pStyle w:val="PL"/>
              <w:keepNext/>
              <w:keepLines/>
              <w:rPr>
                <w:noProof w:val="0"/>
              </w:rPr>
            </w:pPr>
            <w:r w:rsidRPr="00870ED0">
              <w:rPr>
                <w:noProof w:val="0"/>
              </w:rPr>
              <w:t>qualifier = 0</w:t>
            </w:r>
          </w:p>
          <w:p w:rsidR="00714EBB" w:rsidRPr="00870ED0" w:rsidRDefault="00714EBB" w:rsidP="002854FB">
            <w:pPr>
              <w:pStyle w:val="PL"/>
              <w:keepNext/>
              <w:keepLines/>
              <w:rPr>
                <w:noProof w:val="0"/>
              </w:rPr>
            </w:pPr>
            <w:r w:rsidRPr="00870ED0">
              <w:rPr>
                <w:noProof w:val="0"/>
              </w:rPr>
              <w:t>dcs = 4</w:t>
            </w:r>
          </w:p>
          <w:p w:rsidR="00714EBB" w:rsidRPr="00870ED0" w:rsidRDefault="00714EBB" w:rsidP="002854FB">
            <w:pPr>
              <w:pStyle w:val="PL"/>
              <w:keepNext/>
              <w:keepLines/>
              <w:rPr>
                <w:noProof w:val="0"/>
              </w:rPr>
            </w:pPr>
            <w:r w:rsidRPr="00870ED0">
              <w:rPr>
                <w:noProof w:val="0"/>
              </w:rPr>
              <w:t>buffer = "TextHTextH"</w:t>
            </w:r>
          </w:p>
          <w:p w:rsidR="00714EBB" w:rsidRPr="00870ED0" w:rsidRDefault="00714EBB" w:rsidP="002854FB">
            <w:pPr>
              <w:pStyle w:val="PL"/>
              <w:keepNext/>
              <w:keepLines/>
              <w:rPr>
                <w:noProof w:val="0"/>
              </w:rPr>
            </w:pPr>
            <w:r w:rsidRPr="00870ED0">
              <w:rPr>
                <w:noProof w:val="0"/>
              </w:rPr>
              <w:t>offset = 0</w:t>
            </w:r>
          </w:p>
          <w:p w:rsidR="00714EBB" w:rsidRPr="00870ED0" w:rsidRDefault="00714EBB" w:rsidP="002854FB">
            <w:pPr>
              <w:pStyle w:val="PL"/>
              <w:keepNext/>
              <w:keepLines/>
              <w:rPr>
                <w:noProof w:val="0"/>
              </w:rPr>
            </w:pPr>
            <w:r w:rsidRPr="00870ED0">
              <w:rPr>
                <w:noProof w:val="0"/>
              </w:rPr>
              <w:t xml:space="preserve">length = 0 </w:t>
            </w:r>
          </w:p>
          <w:p w:rsidR="00714EBB" w:rsidRPr="00870ED0" w:rsidRDefault="00714EBB" w:rsidP="002854FB">
            <w:pPr>
              <w:pStyle w:val="PL"/>
              <w:keepNext/>
              <w:keepLines/>
              <w:rPr>
                <w:noProof w:val="0"/>
              </w:rPr>
            </w:pPr>
            <w:r w:rsidRPr="00870ED0">
              <w:rPr>
                <w:noProof w:val="0"/>
              </w:rPr>
              <w:t>minRespLength = 00h</w:t>
            </w:r>
          </w:p>
          <w:p w:rsidR="00714EBB" w:rsidRPr="00870ED0" w:rsidRDefault="00714EBB" w:rsidP="002854FB">
            <w:pPr>
              <w:pStyle w:val="PL"/>
              <w:keepNext/>
              <w:keepLines/>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2854FB">
            <w:pPr>
              <w:pStyle w:val="TAL"/>
            </w:pPr>
            <w:r w:rsidRPr="00870ED0">
              <w:t>GET INPUT Proactive command</w:t>
            </w:r>
          </w:p>
          <w:p w:rsidR="00714EBB" w:rsidRPr="00870ED0" w:rsidRDefault="00714EBB" w:rsidP="002854FB">
            <w:pPr>
              <w:pStyle w:val="PL"/>
              <w:keepNext/>
              <w:keepLines/>
              <w:rPr>
                <w:noProof w:val="0"/>
              </w:rPr>
            </w:pPr>
          </w:p>
          <w:p w:rsidR="00714EBB" w:rsidRPr="00870ED0" w:rsidRDefault="00714EBB" w:rsidP="002854FB">
            <w:pPr>
              <w:pStyle w:val="PL"/>
              <w:keepNext/>
              <w:keepLines/>
              <w:rPr>
                <w:noProof w:val="0"/>
              </w:rPr>
            </w:pPr>
            <w:r w:rsidRPr="00870ED0">
              <w:rPr>
                <w:noProof w:val="0"/>
              </w:rPr>
              <w:t>qualifier = 00h</w:t>
            </w:r>
          </w:p>
          <w:p w:rsidR="00714EBB" w:rsidRPr="00870ED0" w:rsidRDefault="00714EBB" w:rsidP="002854FB">
            <w:pPr>
              <w:pStyle w:val="PL"/>
              <w:keepNext/>
              <w:keepLines/>
              <w:rPr>
                <w:noProof w:val="0"/>
              </w:rPr>
            </w:pPr>
            <w:r w:rsidRPr="00870ED0">
              <w:rPr>
                <w:noProof w:val="0"/>
              </w:rPr>
              <w:t xml:space="preserve">Text String TLV = 8D 00 </w:t>
            </w:r>
          </w:p>
          <w:p w:rsidR="00714EBB" w:rsidRPr="00870ED0" w:rsidRDefault="00714EBB" w:rsidP="002854FB">
            <w:pPr>
              <w:pStyle w:val="PL"/>
              <w:keepNext/>
              <w:keepLines/>
              <w:rPr>
                <w:noProof w:val="0"/>
              </w:rPr>
            </w:pPr>
            <w:r w:rsidRPr="00870ED0">
              <w:rPr>
                <w:noProof w:val="0"/>
              </w:rPr>
              <w:t>Min Length = 00h</w:t>
            </w:r>
          </w:p>
          <w:p w:rsidR="00714EBB" w:rsidRPr="00870ED0" w:rsidRDefault="00714EBB" w:rsidP="002854FB">
            <w:pPr>
              <w:pStyle w:val="PL"/>
              <w:keepNext/>
              <w:keepLines/>
              <w:rPr>
                <w:noProof w:val="0"/>
              </w:rPr>
            </w:pPr>
            <w:r w:rsidRPr="00870ED0">
              <w:rPr>
                <w:noProof w:val="0"/>
              </w:rPr>
              <w:t>Max Length = 10h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a TLV in the ProactiveHandler</w:t>
            </w:r>
          </w:p>
          <w:p w:rsidR="00714EBB" w:rsidRPr="00870ED0" w:rsidRDefault="00714EBB">
            <w:pPr>
              <w:pStyle w:val="TAH"/>
              <w:keepNext w:val="0"/>
              <w:keepLines w:val="0"/>
            </w:pPr>
            <w:r w:rsidRPr="00870ED0">
              <w:t>Call the initGetInput() method</w:t>
            </w:r>
          </w:p>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UNAVAILABLE_ELEMENT ToolkitException is thrown by getValueLength()</w:t>
            </w:r>
          </w:p>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Successful call, buffer length = 7Eh</w:t>
            </w:r>
          </w:p>
          <w:p w:rsidR="00714EBB" w:rsidRPr="00870ED0" w:rsidRDefault="00714EBB" w:rsidP="005272CF">
            <w:pPr>
              <w:pStyle w:val="PL"/>
              <w:keepNext/>
              <w:rPr>
                <w:noProof w:val="0"/>
              </w:rPr>
            </w:pPr>
            <w:r w:rsidRPr="00870ED0">
              <w:rPr>
                <w:noProof w:val="0"/>
              </w:rPr>
              <w:t>initGetInkey()qualifier = 0</w:t>
            </w:r>
          </w:p>
          <w:p w:rsidR="00714EBB" w:rsidRPr="00870ED0" w:rsidRDefault="00714EBB" w:rsidP="005272CF">
            <w:pPr>
              <w:pStyle w:val="PL"/>
              <w:keepNext/>
              <w:rPr>
                <w:noProof w:val="0"/>
              </w:rPr>
            </w:pPr>
            <w:r w:rsidRPr="00870ED0">
              <w:rPr>
                <w:noProof w:val="0"/>
              </w:rPr>
              <w:t>dcs = 4</w:t>
            </w:r>
          </w:p>
          <w:p w:rsidR="00714EBB" w:rsidRPr="00870ED0" w:rsidRDefault="00714EBB" w:rsidP="005272CF">
            <w:pPr>
              <w:pStyle w:val="PL"/>
              <w:keepNext/>
              <w:rPr>
                <w:noProof w:val="0"/>
              </w:rPr>
            </w:pPr>
            <w:r w:rsidRPr="00870ED0">
              <w:rPr>
                <w:noProof w:val="0"/>
              </w:rPr>
              <w:t>buffer = "UUU…"</w:t>
            </w:r>
          </w:p>
          <w:p w:rsidR="00714EBB" w:rsidRPr="00870ED0" w:rsidRDefault="00714EBB" w:rsidP="005272CF">
            <w:pPr>
              <w:pStyle w:val="PL"/>
              <w:keepNext/>
              <w:rPr>
                <w:noProof w:val="0"/>
              </w:rPr>
            </w:pPr>
            <w:r w:rsidRPr="00870ED0">
              <w:rPr>
                <w:noProof w:val="0"/>
              </w:rPr>
              <w:t>offset = 0</w:t>
            </w:r>
          </w:p>
          <w:p w:rsidR="00714EBB" w:rsidRPr="00870ED0" w:rsidRDefault="00714EBB" w:rsidP="005272CF">
            <w:pPr>
              <w:pStyle w:val="PL"/>
              <w:keepNext/>
              <w:rPr>
                <w:noProof w:val="0"/>
              </w:rPr>
            </w:pPr>
            <w:r w:rsidRPr="00870ED0">
              <w:rPr>
                <w:noProof w:val="0"/>
              </w:rPr>
              <w:t xml:space="preserve">length = 7Eh </w:t>
            </w:r>
          </w:p>
          <w:p w:rsidR="00714EBB" w:rsidRPr="00870ED0" w:rsidRDefault="00714EBB" w:rsidP="005272CF">
            <w:pPr>
              <w:pStyle w:val="PL"/>
              <w:keepNext/>
              <w:rPr>
                <w:noProof w:val="0"/>
              </w:rPr>
            </w:pPr>
            <w:r w:rsidRPr="00870ED0">
              <w:rPr>
                <w:noProof w:val="0"/>
              </w:rPr>
              <w:t>minRespLength = 00h</w:t>
            </w:r>
          </w:p>
          <w:p w:rsidR="00714EBB" w:rsidRPr="00870ED0" w:rsidRDefault="00714EBB" w:rsidP="005272CF">
            <w:pPr>
              <w:pStyle w:val="PL"/>
              <w:keepNext/>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GET INPUT Proactive command</w:t>
            </w:r>
          </w:p>
          <w:p w:rsidR="00714EBB" w:rsidRPr="00870ED0" w:rsidRDefault="00714EBB" w:rsidP="005272CF">
            <w:pPr>
              <w:pStyle w:val="PL"/>
              <w:keepNext/>
              <w:rPr>
                <w:noProof w:val="0"/>
              </w:rPr>
            </w:pPr>
          </w:p>
          <w:p w:rsidR="00714EBB" w:rsidRPr="00870ED0" w:rsidRDefault="00714EBB" w:rsidP="005272CF">
            <w:pPr>
              <w:pStyle w:val="PL"/>
              <w:keepNext/>
              <w:rPr>
                <w:noProof w:val="0"/>
              </w:rPr>
            </w:pPr>
            <w:r w:rsidRPr="00870ED0">
              <w:rPr>
                <w:noProof w:val="0"/>
              </w:rPr>
              <w:t>Text String TLV =</w:t>
            </w:r>
          </w:p>
          <w:p w:rsidR="00714EBB" w:rsidRPr="00870ED0" w:rsidRDefault="00714EBB" w:rsidP="005272CF">
            <w:pPr>
              <w:pStyle w:val="PL"/>
              <w:keepNext/>
              <w:rPr>
                <w:noProof w:val="0"/>
              </w:rPr>
            </w:pPr>
            <w:r w:rsidRPr="00870ED0">
              <w:rPr>
                <w:noProof w:val="0"/>
              </w:rPr>
              <w:t xml:space="preserve">8D 7F 04 55 55… </w:t>
            </w:r>
          </w:p>
          <w:p w:rsidR="00714EBB" w:rsidRPr="00870ED0" w:rsidRDefault="00714EBB" w:rsidP="005272CF">
            <w:pPr>
              <w:pStyle w:val="PL"/>
              <w:keepNext/>
              <w:rPr>
                <w:noProof w:val="0"/>
              </w:rPr>
            </w:pPr>
            <w:r w:rsidRPr="00870ED0">
              <w:rPr>
                <w:noProof w:val="0"/>
              </w:rPr>
              <w:t>Min Length = 00h</w:t>
            </w:r>
          </w:p>
          <w:p w:rsidR="00714EBB" w:rsidRPr="00870ED0" w:rsidRDefault="00714EBB" w:rsidP="005272CF">
            <w:pPr>
              <w:pStyle w:val="PL"/>
              <w:keepNext/>
              <w:rPr>
                <w:noProof w:val="0"/>
              </w:rPr>
            </w:pPr>
            <w:r w:rsidRPr="00870ED0">
              <w:rPr>
                <w:noProof w:val="0"/>
              </w:rPr>
              <w:t>Max Length = 10h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Successful call, buffer length = 7Fh</w:t>
            </w:r>
          </w:p>
          <w:p w:rsidR="00714EBB" w:rsidRPr="00870ED0" w:rsidRDefault="00714EBB">
            <w:pPr>
              <w:pStyle w:val="PL"/>
              <w:rPr>
                <w:noProof w:val="0"/>
              </w:rPr>
            </w:pPr>
            <w:r w:rsidRPr="00870ED0">
              <w:rPr>
                <w:noProof w:val="0"/>
              </w:rPr>
              <w:t>initGetInkey()</w:t>
            </w:r>
          </w:p>
          <w:p w:rsidR="00714EBB" w:rsidRPr="00870ED0" w:rsidRDefault="00714EBB">
            <w:pPr>
              <w:pStyle w:val="PL"/>
              <w:keepNext/>
              <w:keepLines/>
              <w:rPr>
                <w:noProof w:val="0"/>
              </w:rPr>
            </w:pPr>
            <w:r w:rsidRPr="00870ED0">
              <w:rPr>
                <w:noProof w:val="0"/>
              </w:rPr>
              <w:t>qualifier = 0</w:t>
            </w:r>
          </w:p>
          <w:p w:rsidR="00714EBB" w:rsidRPr="00870ED0" w:rsidRDefault="00714EBB">
            <w:pPr>
              <w:pStyle w:val="PL"/>
              <w:keepNext/>
              <w:keepLines/>
              <w:rPr>
                <w:noProof w:val="0"/>
              </w:rPr>
            </w:pPr>
            <w:r w:rsidRPr="00870ED0">
              <w:rPr>
                <w:noProof w:val="0"/>
              </w:rPr>
              <w:t>dcs = 4</w:t>
            </w:r>
          </w:p>
          <w:p w:rsidR="00714EBB" w:rsidRPr="00870ED0" w:rsidRDefault="00714EBB">
            <w:pPr>
              <w:pStyle w:val="PL"/>
              <w:keepNext/>
              <w:keepLines/>
              <w:rPr>
                <w:noProof w:val="0"/>
              </w:rPr>
            </w:pPr>
            <w:r w:rsidRPr="00870ED0">
              <w:rPr>
                <w:noProof w:val="0"/>
              </w:rPr>
              <w:t>buffer = "UUU…"</w:t>
            </w:r>
          </w:p>
          <w:p w:rsidR="00714EBB" w:rsidRPr="00870ED0" w:rsidRDefault="00714EBB">
            <w:pPr>
              <w:pStyle w:val="PL"/>
              <w:keepNext/>
              <w:keepLines/>
              <w:rPr>
                <w:noProof w:val="0"/>
              </w:rPr>
            </w:pPr>
            <w:r w:rsidRPr="00870ED0">
              <w:rPr>
                <w:noProof w:val="0"/>
              </w:rPr>
              <w:t>offset = 0</w:t>
            </w:r>
          </w:p>
          <w:p w:rsidR="00714EBB" w:rsidRPr="00870ED0" w:rsidRDefault="00714EBB">
            <w:pPr>
              <w:pStyle w:val="PL"/>
              <w:keepNext/>
              <w:keepLines/>
              <w:rPr>
                <w:noProof w:val="0"/>
              </w:rPr>
            </w:pPr>
            <w:r w:rsidRPr="00870ED0">
              <w:rPr>
                <w:noProof w:val="0"/>
              </w:rPr>
              <w:t xml:space="preserve">length = 7Fh </w:t>
            </w:r>
          </w:p>
          <w:p w:rsidR="00714EBB" w:rsidRPr="00870ED0" w:rsidRDefault="00714EBB">
            <w:pPr>
              <w:pStyle w:val="PL"/>
              <w:keepNext/>
              <w:keepLines/>
              <w:rPr>
                <w:noProof w:val="0"/>
              </w:rPr>
            </w:pPr>
            <w:r w:rsidRPr="00870ED0">
              <w:rPr>
                <w:noProof w:val="0"/>
              </w:rPr>
              <w:t>minRespLength = 00h</w:t>
            </w:r>
          </w:p>
          <w:p w:rsidR="00714EBB" w:rsidRPr="00870ED0" w:rsidRDefault="00714EBB">
            <w:pPr>
              <w:pStyle w:val="PL"/>
              <w:keepNext/>
              <w:keepLines/>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GET INPUT Proactive command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 xml:space="preserve">Text String TLV = 8D 81 80 04 55 55… </w:t>
            </w:r>
          </w:p>
          <w:p w:rsidR="00714EBB" w:rsidRPr="00870ED0" w:rsidRDefault="00714EBB">
            <w:pPr>
              <w:pStyle w:val="PL"/>
              <w:keepNext/>
              <w:keepLines/>
              <w:rPr>
                <w:noProof w:val="0"/>
              </w:rPr>
            </w:pPr>
            <w:r w:rsidRPr="00870ED0">
              <w:rPr>
                <w:noProof w:val="0"/>
              </w:rPr>
              <w:t>Min Length = 00h</w:t>
            </w:r>
          </w:p>
          <w:p w:rsidR="00714EBB" w:rsidRPr="00870ED0" w:rsidRDefault="00714EBB">
            <w:pPr>
              <w:pStyle w:val="PL"/>
              <w:keepNext/>
              <w:keepLines/>
              <w:rPr>
                <w:noProof w:val="0"/>
              </w:rPr>
            </w:pPr>
            <w:r w:rsidRPr="00870ED0">
              <w:rPr>
                <w:noProof w:val="0"/>
              </w:rPr>
              <w:t>Max Length = 10h</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buffer length = 236</w:t>
            </w:r>
          </w:p>
          <w:p w:rsidR="00714EBB" w:rsidRPr="00870ED0" w:rsidRDefault="00714EBB">
            <w:pPr>
              <w:pStyle w:val="PL"/>
              <w:rPr>
                <w:noProof w:val="0"/>
              </w:rPr>
            </w:pPr>
            <w:r w:rsidRPr="00870ED0">
              <w:rPr>
                <w:noProof w:val="0"/>
              </w:rPr>
              <w:t>initGetInkey()</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 xml:space="preserve">length = 236 </w:t>
            </w:r>
          </w:p>
          <w:p w:rsidR="00714EBB" w:rsidRPr="00870ED0" w:rsidRDefault="00714EBB">
            <w:pPr>
              <w:pStyle w:val="PL"/>
              <w:rPr>
                <w:noProof w:val="0"/>
              </w:rPr>
            </w:pPr>
            <w:r w:rsidRPr="00870ED0">
              <w:rPr>
                <w:noProof w:val="0"/>
              </w:rPr>
              <w:t>minRespLength = 00h</w:t>
            </w:r>
          </w:p>
          <w:p w:rsidR="00714EBB" w:rsidRPr="00870ED0" w:rsidRDefault="00714EBB">
            <w:pPr>
              <w:pStyle w:val="PL"/>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Text String TLV = </w:t>
            </w:r>
          </w:p>
          <w:p w:rsidR="00714EBB" w:rsidRPr="00870ED0" w:rsidRDefault="00714EBB">
            <w:pPr>
              <w:pStyle w:val="PL"/>
              <w:rPr>
                <w:noProof w:val="0"/>
              </w:rPr>
            </w:pPr>
            <w:r w:rsidRPr="00870ED0">
              <w:rPr>
                <w:noProof w:val="0"/>
              </w:rPr>
              <w:t>8D 81 ED 04 55 55…</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initGetInput() method with a too long buffer</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"XXXX…"</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 xml:space="preserve">length = 237 </w:t>
            </w:r>
          </w:p>
          <w:p w:rsidR="00714EBB" w:rsidRPr="00870ED0" w:rsidRDefault="00714EBB">
            <w:pPr>
              <w:pStyle w:val="PL"/>
              <w:rPr>
                <w:noProof w:val="0"/>
              </w:rPr>
            </w:pPr>
            <w:r w:rsidRPr="00870ED0">
              <w:rPr>
                <w:noProof w:val="0"/>
              </w:rPr>
              <w:t>minRespLength = 00h</w:t>
            </w:r>
          </w:p>
          <w:p w:rsidR="00714EBB" w:rsidRPr="00870ED0" w:rsidRDefault="00714EBB">
            <w:pPr>
              <w:pStyle w:val="PL"/>
              <w:rPr>
                <w:noProof w:val="0"/>
              </w:rPr>
            </w:pPr>
            <w:r w:rsidRPr="00870ED0">
              <w:rPr>
                <w:noProof w:val="0"/>
              </w:rPr>
              <w:t>maxRespLength = 10h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HANDLER_OVERFLOW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initGetInput() without sending the command</w:t>
            </w:r>
          </w:p>
          <w:p w:rsidR="00714EBB" w:rsidRPr="00870ED0" w:rsidRDefault="00714EBB">
            <w:pPr>
              <w:pStyle w:val="TAL"/>
              <w:keepNext w:val="0"/>
              <w:keepLines w:val="0"/>
            </w:pPr>
            <w:r w:rsidRPr="00870ED0">
              <w:t xml:space="preserve">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No proactive command shall be sent expected status is '9000'</w:t>
            </w:r>
          </w:p>
        </w:tc>
      </w:tr>
    </w:tbl>
    <w:p w:rsidR="00714EBB" w:rsidRPr="00870ED0" w:rsidRDefault="00714EBB"/>
    <w:p w:rsidR="00714EBB" w:rsidRPr="00870ED0" w:rsidRDefault="00714EBB" w:rsidP="00010296">
      <w:pPr>
        <w:pStyle w:val="Heading4"/>
      </w:pPr>
      <w:r w:rsidRPr="00870ED0">
        <w:t>5.2.4.5</w:t>
      </w:r>
      <w:r w:rsidRPr="00870ED0">
        <w:tab/>
        <w:t>Method send</w:t>
      </w:r>
    </w:p>
    <w:p w:rsidR="00714EBB" w:rsidRPr="00870ED0" w:rsidRDefault="00714EBB" w:rsidP="00010296">
      <w:pPr>
        <w:keepNext/>
      </w:pPr>
      <w:r w:rsidRPr="00870ED0">
        <w:t>Test Area Reference: Api_2_Pah_Send</w:t>
      </w:r>
      <w:r w:rsidR="002854FB" w:rsidRPr="00870ED0">
        <w:t>.</w:t>
      </w:r>
    </w:p>
    <w:p w:rsidR="00714EBB" w:rsidRPr="00870ED0" w:rsidRDefault="00714EBB" w:rsidP="00010296">
      <w:pPr>
        <w:pStyle w:val="Heading5"/>
      </w:pPr>
      <w:r w:rsidRPr="00870ED0">
        <w:t>5.2.4.5.1</w:t>
      </w:r>
      <w:r w:rsidRPr="00870ED0">
        <w:tab/>
        <w:t>Conformance requirement</w:t>
      </w:r>
    </w:p>
    <w:p w:rsidR="00714EBB" w:rsidRPr="00870ED0" w:rsidRDefault="00714EBB" w:rsidP="00010296">
      <w:pPr>
        <w:keepNext/>
      </w:pPr>
      <w:r w:rsidRPr="00870ED0">
        <w:t>The method with following header shall be compliant to its definition in the API.</w:t>
      </w:r>
    </w:p>
    <w:p w:rsidR="00714EBB" w:rsidRPr="00870ED0" w:rsidRDefault="00714EBB">
      <w:pPr>
        <w:pStyle w:val="PL"/>
        <w:rPr>
          <w:noProof w:val="0"/>
        </w:rPr>
      </w:pPr>
      <w:r w:rsidRPr="00870ED0">
        <w:rPr>
          <w:noProof w:val="0"/>
        </w:rPr>
        <w:t>public byte send()</w:t>
      </w:r>
    </w:p>
    <w:p w:rsidR="00714EBB" w:rsidRPr="00870ED0" w:rsidRDefault="00714EBB">
      <w:pPr>
        <w:pStyle w:val="PL"/>
        <w:rPr>
          <w:noProof w:val="0"/>
        </w:rPr>
      </w:pPr>
    </w:p>
    <w:p w:rsidR="00714EBB" w:rsidRPr="00870ED0" w:rsidRDefault="00714EBB">
      <w:pPr>
        <w:pStyle w:val="H6"/>
        <w:outlineLvl w:val="0"/>
      </w:pPr>
      <w:r w:rsidRPr="00870ED0">
        <w:t>5.2.4.5.1.1</w:t>
      </w:r>
      <w:r w:rsidRPr="00870ED0">
        <w:tab/>
        <w:t>Normal execution</w:t>
      </w:r>
    </w:p>
    <w:p w:rsidR="00714EBB" w:rsidRPr="00870ED0" w:rsidRDefault="00714EBB">
      <w:pPr>
        <w:pStyle w:val="B1"/>
      </w:pPr>
      <w:r w:rsidRPr="00870ED0">
        <w:t>CRRN1: The send() method send the current proactive command to the mobile.</w:t>
      </w:r>
    </w:p>
    <w:p w:rsidR="00714EBB" w:rsidRPr="00870ED0" w:rsidRDefault="00714EBB">
      <w:pPr>
        <w:pStyle w:val="B1"/>
      </w:pPr>
      <w:r w:rsidRPr="00870ED0">
        <w:t>CRRN2: The returned byte is equal to general result of the command (first byte of Result TLV in Terminal Response).</w:t>
      </w:r>
    </w:p>
    <w:p w:rsidR="00714EBB" w:rsidRPr="00870ED0" w:rsidRDefault="00714EBB">
      <w:pPr>
        <w:pStyle w:val="B1"/>
      </w:pPr>
      <w:r w:rsidRPr="00870ED0">
        <w:t>CRRN3: The handler remains unchanged after a call to send() method until the use of initXX() or appendTLV().</w:t>
      </w:r>
    </w:p>
    <w:p w:rsidR="00714EBB" w:rsidRPr="00870ED0" w:rsidRDefault="00714EBB">
      <w:pPr>
        <w:pStyle w:val="B1"/>
      </w:pPr>
      <w:r w:rsidRPr="00870ED0">
        <w:t>CRRN4: There is no invocation of select() or deselect() method.</w:t>
      </w:r>
    </w:p>
    <w:p w:rsidR="00714EBB" w:rsidRPr="00870ED0" w:rsidRDefault="00714EBB">
      <w:pPr>
        <w:pStyle w:val="B1"/>
      </w:pPr>
      <w:r w:rsidRPr="00870ED0">
        <w:t>CRRN5: A pending toolkit applet transaction at the method invocation is aborted.</w:t>
      </w:r>
    </w:p>
    <w:p w:rsidR="00714EBB" w:rsidRPr="00870ED0" w:rsidRDefault="00714EBB">
      <w:pPr>
        <w:pStyle w:val="H6"/>
        <w:outlineLvl w:val="0"/>
      </w:pPr>
      <w:r w:rsidRPr="00870ED0">
        <w:t>5.2.4.5.1.2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lastRenderedPageBreak/>
        <w:t>5.2.4.5.1.3</w:t>
      </w:r>
      <w:r w:rsidRPr="00870ED0">
        <w:tab/>
        <w:t>Context errors</w:t>
      </w:r>
    </w:p>
    <w:p w:rsidR="00714EBB" w:rsidRPr="00870ED0" w:rsidRDefault="00714EBB">
      <w:pPr>
        <w:pStyle w:val="B1"/>
      </w:pPr>
      <w:r w:rsidRPr="00870ED0">
        <w:t>CRRC1: A ToolkitException.UNAVAILABLE_ELEMENT shall be thrown is the Result Comprehension TLV is missing in Terminal Response.</w:t>
      </w:r>
    </w:p>
    <w:p w:rsidR="00714EBB" w:rsidRPr="00870ED0" w:rsidRDefault="00714EBB">
      <w:pPr>
        <w:pStyle w:val="B1"/>
      </w:pPr>
      <w:r w:rsidRPr="00870ED0">
        <w:t>CRRC2: A ToolkitException.OUT_OF_TLV_BOUNDARIES shall be thrown if the general result byte is missing in the Result Comprehension TLV in Terminal Response.</w:t>
      </w:r>
    </w:p>
    <w:p w:rsidR="00714EBB" w:rsidRPr="00870ED0" w:rsidRDefault="00714EBB">
      <w:pPr>
        <w:pStyle w:val="B1"/>
      </w:pPr>
      <w:r w:rsidRPr="00870ED0">
        <w:t>CRRC3: A ToolkitException.COMMAND_NOT_ALLOWED shall be thrown if the proactive command to be sent is not allowed by the CAT Runtime Environment.</w:t>
      </w:r>
    </w:p>
    <w:p w:rsidR="00714EBB" w:rsidRPr="00870ED0" w:rsidRDefault="00714EBB">
      <w:pPr>
        <w:pStyle w:val="B1"/>
      </w:pPr>
      <w:r w:rsidRPr="00870ED0">
        <w:t>CRRC4: A ToolkitException.COMMAND_NOT_ALLOWED shall be thrown if one parameter of the proactive command to be sent is not allowed by the CAT Runtime Environment.</w:t>
      </w:r>
    </w:p>
    <w:p w:rsidR="00714EBB" w:rsidRPr="00870ED0" w:rsidRDefault="00714EBB" w:rsidP="00B469A3">
      <w:pPr>
        <w:pStyle w:val="Heading5"/>
      </w:pPr>
      <w:r w:rsidRPr="00870ED0">
        <w:t>5.2.4.5.2</w:t>
      </w:r>
      <w:r w:rsidRPr="00870ED0">
        <w:tab/>
        <w:t>Test area files</w:t>
      </w:r>
    </w:p>
    <w:p w:rsidR="00714EBB" w:rsidRPr="00870ED0" w:rsidRDefault="00714EBB" w:rsidP="002854FB">
      <w:pPr>
        <w:pStyle w:val="EX"/>
      </w:pPr>
      <w:r w:rsidRPr="00870ED0">
        <w:t>Test Source:</w:t>
      </w:r>
      <w:r w:rsidRPr="00870ED0">
        <w:tab/>
        <w:t>Test_Api_2_Pah_Send.java</w:t>
      </w:r>
      <w:r w:rsidR="005631B7" w:rsidRPr="00870ED0">
        <w:t>.</w:t>
      </w:r>
    </w:p>
    <w:p w:rsidR="00714EBB" w:rsidRPr="00870ED0" w:rsidRDefault="00714EBB" w:rsidP="002854FB">
      <w:pPr>
        <w:pStyle w:val="EX"/>
      </w:pPr>
      <w:r w:rsidRPr="00870ED0">
        <w:t>Test</w:t>
      </w:r>
      <w:r w:rsidR="005631B7" w:rsidRPr="00870ED0">
        <w:t xml:space="preserve"> Applet: </w:t>
      </w:r>
      <w:r w:rsidR="005631B7" w:rsidRPr="00870ED0">
        <w:tab/>
        <w:t>Api_2_Pah_Send_1.java.</w:t>
      </w:r>
    </w:p>
    <w:p w:rsidR="00714EBB" w:rsidRPr="00870ED0" w:rsidRDefault="00714EBB" w:rsidP="002854FB">
      <w:pPr>
        <w:pStyle w:val="EX"/>
      </w:pPr>
      <w:r w:rsidRPr="00870ED0">
        <w:t>Cap File:</w:t>
      </w:r>
      <w:r w:rsidRPr="00870ED0">
        <w:tab/>
        <w:t>api_2_pah_send.cap</w:t>
      </w:r>
      <w:r w:rsidR="005631B7" w:rsidRPr="00870ED0">
        <w:t>.</w:t>
      </w:r>
    </w:p>
    <w:p w:rsidR="00714EBB" w:rsidRPr="00870ED0" w:rsidRDefault="00714EBB" w:rsidP="00B469A3">
      <w:pPr>
        <w:pStyle w:val="Heading5"/>
      </w:pPr>
      <w:r w:rsidRPr="00870ED0">
        <w:t>5.2.4.5.3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6751"/>
      </w:tblGrid>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1, 3, 5, 7, 9, 10, 11, 12, 13, 14</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2, 4, 6, 8, 14</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the CAT Runtime Environment te</w:t>
            </w:r>
            <w:r w:rsidR="005631B7" w:rsidRPr="00870ED0">
              <w:t>st : Cre_Api_Tran (test case 1)</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the CAT Runtime Environment test : Fwk_Pcs_Pcco (test case 1)</w:t>
            </w:r>
          </w:p>
        </w:tc>
      </w:tr>
      <w:tr w:rsidR="00714EBB" w:rsidRPr="00870ED0" w:rsidTr="005631B7">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C4</w:t>
            </w:r>
          </w:p>
        </w:tc>
        <w:tc>
          <w:tcPr>
            <w:tcW w:w="67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checked in the CAT Runtime Environment test : Fwk_Pcs_Pcco (test cases 2 to 3)</w:t>
            </w:r>
          </w:p>
        </w:tc>
      </w:tr>
    </w:tbl>
    <w:p w:rsidR="00714EBB" w:rsidRPr="00870ED0" w:rsidRDefault="00714EBB" w:rsidP="005631B7"/>
    <w:p w:rsidR="00714EBB" w:rsidRPr="00870ED0" w:rsidRDefault="00714EBB" w:rsidP="00B469A3">
      <w:pPr>
        <w:pStyle w:val="Heading5"/>
      </w:pPr>
      <w:r w:rsidRPr="00870ED0">
        <w:t>5.2.4.5.4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'Text'</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 General Result = 00</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 xml:space="preserve">Result TLV = 03 01 00 (command performed successfully) </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send()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'Text'</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 General Result = 01, without Additional information on result</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Result TLV = 03 01 01 (command performed with partial comprehension)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send() is 01h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'Text'</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 General Result = 01, with Additional information on result</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Result TLV = 03 02 01 55 (command performed with partial comprehension)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send() is 01h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Build and send a DISPLAY TEXT command</w:t>
            </w:r>
          </w:p>
          <w:p w:rsidR="00714EBB" w:rsidRPr="00870ED0" w:rsidRDefault="00714EBB" w:rsidP="005272CF">
            <w:pPr>
              <w:pStyle w:val="PL"/>
              <w:keepNext/>
              <w:rPr>
                <w:noProof w:val="0"/>
              </w:rPr>
            </w:pPr>
            <w:r w:rsidRPr="00870ED0">
              <w:rPr>
                <w:noProof w:val="0"/>
              </w:rPr>
              <w:t>qualifier = 00h</w:t>
            </w:r>
          </w:p>
          <w:p w:rsidR="00714EBB" w:rsidRPr="00870ED0" w:rsidRDefault="00714EBB" w:rsidP="005272CF">
            <w:pPr>
              <w:pStyle w:val="PL"/>
              <w:keepNext/>
              <w:rPr>
                <w:noProof w:val="0"/>
              </w:rPr>
            </w:pPr>
            <w:r w:rsidRPr="00870ED0">
              <w:rPr>
                <w:noProof w:val="0"/>
              </w:rPr>
              <w:t>dcs = 04h</w:t>
            </w:r>
          </w:p>
          <w:p w:rsidR="00714EBB" w:rsidRPr="00870ED0" w:rsidRDefault="00714EBB" w:rsidP="005272CF">
            <w:pPr>
              <w:pStyle w:val="PL"/>
              <w:keepNext/>
              <w:rPr>
                <w:rFonts w:ascii="Arial" w:hAnsi="Arial"/>
                <w:noProof w:val="0"/>
                <w:sz w:val="18"/>
              </w:rPr>
            </w:pPr>
            <w:r w:rsidRPr="00870ED0">
              <w:rPr>
                <w:noProof w:val="0"/>
              </w:rPr>
              <w:t>buffer = 'Text'</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DISPLAY TEXT Proactive command</w:t>
            </w:r>
          </w:p>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 General Result = 02</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Result TLV = 03 04 02 65 43 21 (Missing information)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send() is 02h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and send a 7Fh byte command (DISPLAY TEXT)</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"UUUUU…"</w:t>
            </w:r>
          </w:p>
          <w:p w:rsidR="00714EBB" w:rsidRPr="00870ED0" w:rsidRDefault="00714EBB">
            <w:pPr>
              <w:pStyle w:val="PL"/>
              <w:rPr>
                <w:rFonts w:ascii="Arial" w:hAnsi="Arial"/>
                <w:noProof w:val="0"/>
                <w:sz w:val="18"/>
              </w:rPr>
            </w:pPr>
            <w:r w:rsidRPr="00870ED0">
              <w:rPr>
                <w:noProof w:val="0"/>
              </w:rPr>
              <w:t>length = 73h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BER-TLV = D0 7F</w:t>
            </w:r>
          </w:p>
          <w:p w:rsidR="00714EBB" w:rsidRPr="00870ED0" w:rsidRDefault="00714EBB">
            <w:pPr>
              <w:pStyle w:val="PL"/>
              <w:rPr>
                <w:noProof w:val="0"/>
              </w:rPr>
            </w:pPr>
            <w:r w:rsidRPr="00870ED0">
              <w:rPr>
                <w:noProof w:val="0"/>
              </w:rPr>
              <w:t>Text String TLV = 8D 74 04 55 55 55…</w:t>
            </w: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pPr>
            <w:r w:rsidRPr="00870ED0">
              <w:t>10</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pPr>
            <w:r w:rsidRPr="00870ED0">
              <w:t>Build and send a 80h byte command (DISPLAY TEXT)</w:t>
            </w:r>
          </w:p>
          <w:p w:rsidR="00714EBB" w:rsidRPr="00870ED0" w:rsidRDefault="00714EBB">
            <w:pPr>
              <w:pStyle w:val="PL"/>
              <w:keepNext/>
              <w:keepLines/>
              <w:rPr>
                <w:noProof w:val="0"/>
              </w:rPr>
            </w:pPr>
            <w:r w:rsidRPr="00870ED0">
              <w:rPr>
                <w:noProof w:val="0"/>
              </w:rPr>
              <w:t>qualifier = 00h</w:t>
            </w:r>
          </w:p>
          <w:p w:rsidR="00714EBB" w:rsidRPr="00870ED0" w:rsidRDefault="00714EBB">
            <w:pPr>
              <w:pStyle w:val="PL"/>
              <w:keepNext/>
              <w:keepLines/>
              <w:rPr>
                <w:noProof w:val="0"/>
              </w:rPr>
            </w:pPr>
            <w:r w:rsidRPr="00870ED0">
              <w:rPr>
                <w:noProof w:val="0"/>
              </w:rPr>
              <w:t>dcs = 04h</w:t>
            </w:r>
          </w:p>
          <w:p w:rsidR="00714EBB" w:rsidRPr="00870ED0" w:rsidRDefault="00714EBB">
            <w:pPr>
              <w:pStyle w:val="PL"/>
              <w:keepNext/>
              <w:keepLines/>
              <w:rPr>
                <w:noProof w:val="0"/>
              </w:rPr>
            </w:pPr>
            <w:r w:rsidRPr="00870ED0">
              <w:rPr>
                <w:noProof w:val="0"/>
              </w:rPr>
              <w:t>buffer = "UUUUU…"</w:t>
            </w:r>
          </w:p>
          <w:p w:rsidR="00714EBB" w:rsidRPr="00870ED0" w:rsidRDefault="00714EBB">
            <w:pPr>
              <w:pStyle w:val="PL"/>
              <w:keepNext/>
              <w:keepLines/>
              <w:rPr>
                <w:noProof w:val="0"/>
              </w:rPr>
            </w:pPr>
            <w:r w:rsidRPr="00870ED0">
              <w:rPr>
                <w:noProof w:val="0"/>
              </w:rPr>
              <w:t>length = 74h</w:t>
            </w:r>
          </w:p>
        </w:tc>
        <w:tc>
          <w:tcPr>
            <w:tcW w:w="283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pPr>
            <w:r w:rsidRPr="00870ED0">
              <w:t>DISPLAY TEXT Proactive command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BER-TLV = D0 81 80</w:t>
            </w:r>
          </w:p>
          <w:p w:rsidR="00714EBB" w:rsidRPr="00870ED0" w:rsidRDefault="00714EBB">
            <w:pPr>
              <w:pStyle w:val="PL"/>
              <w:keepNext/>
              <w:keepLines/>
              <w:rPr>
                <w:noProof w:val="0"/>
              </w:rPr>
            </w:pPr>
            <w:r w:rsidRPr="00870ED0">
              <w:rPr>
                <w:noProof w:val="0"/>
              </w:rPr>
              <w:t>Text String TLV = 8D 75 04 55 55 55…</w:t>
            </w: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maximum length command (length of the handler should be 253)</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DISPLAY TEXT: </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"UUU…"</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240</w:t>
            </w:r>
          </w:p>
        </w:tc>
        <w:tc>
          <w:tcPr>
            <w:tcW w:w="283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BER-TLV = D0 81 FD</w:t>
            </w:r>
          </w:p>
          <w:p w:rsidR="00714EBB" w:rsidRPr="00870ED0" w:rsidRDefault="00714EBB">
            <w:pPr>
              <w:pStyle w:val="PL"/>
              <w:rPr>
                <w:rFonts w:ascii="Arial" w:hAnsi="Arial"/>
                <w:b/>
                <w:noProof w:val="0"/>
                <w:sz w:val="18"/>
              </w:rPr>
            </w:pPr>
            <w:r w:rsidRPr="00870ED0">
              <w:rPr>
                <w:noProof w:val="0"/>
              </w:rPr>
              <w:t>Text String TLV = 8D 81 F1 04 55 55…</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Verify that the Proactive Handler is not modified after a send()</w:t>
            </w:r>
          </w:p>
          <w:p w:rsidR="00714EBB" w:rsidRPr="00870ED0" w:rsidRDefault="00714EBB">
            <w:pPr>
              <w:pStyle w:val="TAH"/>
              <w:keepNext w:val="0"/>
              <w:keepLines w:val="0"/>
            </w:pPr>
            <w:r w:rsidRPr="00870ED0">
              <w:t>Build a DISPLAY TEXT command</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Copy ProactiveHandler to source byte array</w:t>
            </w:r>
          </w:p>
          <w:p w:rsidR="00714EBB" w:rsidRPr="00870ED0" w:rsidRDefault="00714EBB">
            <w:pPr>
              <w:pStyle w:val="TAH"/>
              <w:keepNext w:val="0"/>
              <w:keepLines w:val="0"/>
            </w:pP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Send command</w:t>
            </w:r>
          </w:p>
          <w:p w:rsidR="00714EBB" w:rsidRPr="00870ED0" w:rsidRDefault="00714EBB">
            <w:pPr>
              <w:pStyle w:val="TAH"/>
              <w:keepNext w:val="0"/>
              <w:keepLines w:val="0"/>
            </w:pP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Copy ProactiveHandler to destination byte array</w:t>
            </w:r>
          </w:p>
          <w:p w:rsidR="00714EBB" w:rsidRPr="00870ED0" w:rsidRDefault="00714EBB">
            <w:pPr>
              <w:pStyle w:val="TAH"/>
              <w:keepNext w:val="0"/>
              <w:keepLines w:val="0"/>
            </w:pP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Compare source and destination</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Source and destination are identical</w:t>
            </w:r>
          </w:p>
        </w:tc>
        <w:tc>
          <w:tcPr>
            <w:tcW w:w="2410" w:type="dxa"/>
            <w:tcBorders>
              <w:top w:val="nil"/>
              <w:left w:val="single" w:sz="4" w:space="0" w:color="auto"/>
              <w:bottom w:val="nil"/>
              <w:right w:val="single" w:sz="4" w:space="0" w:color="auto"/>
            </w:tcBorders>
          </w:tcPr>
          <w:p w:rsidR="00714EBB" w:rsidRPr="00870ED0" w:rsidRDefault="00714EBB">
            <w:pPr>
              <w:pStyle w:val="CommentText"/>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C"/>
              <w:keepLines w:val="0"/>
            </w:pPr>
            <w:r w:rsidRPr="00870ED0">
              <w:t>13</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H"/>
              <w:keepLines w:val="0"/>
            </w:pPr>
            <w:r w:rsidRPr="00870ED0">
              <w:t>Build and send a DISPLAY TEXT command</w:t>
            </w:r>
          </w:p>
          <w:p w:rsidR="00714EBB" w:rsidRPr="00870ED0" w:rsidRDefault="00714EBB" w:rsidP="00010296">
            <w:pPr>
              <w:pStyle w:val="TAH"/>
              <w:keepLines w:val="0"/>
            </w:pPr>
            <w:r w:rsidRPr="00870ED0">
              <w:t>Verify there is no invocation of select() or deselect() method.</w:t>
            </w:r>
          </w:p>
        </w:tc>
        <w:tc>
          <w:tcPr>
            <w:tcW w:w="2835"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L"/>
              <w:keepLines w:val="0"/>
              <w:rPr>
                <w:b/>
              </w:rPr>
            </w:pPr>
            <w:r w:rsidRPr="00870ED0">
              <w:t>DISPLAY TEXT Proactive command</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 2 Result TLV</w:t>
            </w:r>
          </w:p>
          <w:p w:rsidR="00714EBB" w:rsidRPr="00870ED0" w:rsidRDefault="00714EBB">
            <w:pPr>
              <w:pStyle w:val="PL"/>
              <w:rPr>
                <w:noProof w:val="0"/>
              </w:rPr>
            </w:pPr>
          </w:p>
          <w:p w:rsidR="00714EBB" w:rsidRPr="00870ED0" w:rsidRDefault="00714EBB">
            <w:pPr>
              <w:pStyle w:val="PL"/>
              <w:rPr>
                <w:noProof w:val="0"/>
              </w:rPr>
            </w:pPr>
            <w:r w:rsidRPr="00870ED0">
              <w:rPr>
                <w:noProof w:val="0"/>
              </w:rPr>
              <w:t>1st Result TLV = 03 02 02 12</w:t>
            </w:r>
          </w:p>
          <w:p w:rsidR="00714EBB" w:rsidRPr="00870ED0" w:rsidRDefault="00714EBB">
            <w:pPr>
              <w:pStyle w:val="PL"/>
              <w:rPr>
                <w:rFonts w:ascii="Arial" w:hAnsi="Arial"/>
                <w:noProof w:val="0"/>
                <w:sz w:val="18"/>
              </w:rPr>
            </w:pPr>
            <w:r w:rsidRPr="00870ED0">
              <w:rPr>
                <w:noProof w:val="0"/>
              </w:rPr>
              <w:t>2nd Result TLV = 03 03 03 34 56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send() is 02h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without Result Comprehension TLV</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 by send()</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631B7">
            <w:pPr>
              <w:pStyle w:val="TAC"/>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rsidP="005631B7">
            <w:pPr>
              <w:pStyle w:val="TAH"/>
            </w:pPr>
            <w:r w:rsidRPr="00870ED0">
              <w:t>Build and send a DISPLAY TEXT command</w:t>
            </w:r>
          </w:p>
          <w:p w:rsidR="00714EBB" w:rsidRPr="00870ED0" w:rsidRDefault="00714EBB" w:rsidP="005631B7">
            <w:pPr>
              <w:pStyle w:val="TAH"/>
            </w:pPr>
          </w:p>
        </w:tc>
        <w:tc>
          <w:tcPr>
            <w:tcW w:w="2835"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5631B7">
            <w:pPr>
              <w:pStyle w:val="TAL"/>
            </w:pPr>
            <w:r w:rsidRPr="00870ED0">
              <w:t>DISPLAY TEXT Proactive command</w:t>
            </w:r>
          </w:p>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without general result byte in the Comprehension TLV</w:t>
            </w:r>
          </w:p>
          <w:p w:rsidR="00714EBB" w:rsidRPr="00870ED0" w:rsidRDefault="00714EBB">
            <w:pPr>
              <w:pStyle w:val="PL"/>
              <w:rPr>
                <w:noProof w:val="0"/>
              </w:rPr>
            </w:pPr>
          </w:p>
          <w:p w:rsidR="00714EBB" w:rsidRPr="00870ED0" w:rsidRDefault="00714EBB">
            <w:pPr>
              <w:pStyle w:val="PL"/>
              <w:rPr>
                <w:rFonts w:ascii="Arial" w:hAnsi="Arial"/>
                <w:noProof w:val="0"/>
                <w:sz w:val="18"/>
              </w:rPr>
            </w:pPr>
            <w:r w:rsidRPr="00870ED0">
              <w:rPr>
                <w:noProof w:val="0"/>
              </w:rPr>
              <w:t>Result TLV = 03 00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 by send()</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lastRenderedPageBreak/>
        <w:t>5.2.4.6</w:t>
      </w:r>
      <w:r w:rsidRPr="00870ED0">
        <w:tab/>
        <w:t>Method getLength</w:t>
      </w:r>
    </w:p>
    <w:p w:rsidR="00714EBB" w:rsidRPr="00870ED0" w:rsidRDefault="00714EBB">
      <w:r w:rsidRPr="00870ED0">
        <w:t>Test Area Reference Api_2_Pah_Glen</w:t>
      </w:r>
      <w:r w:rsidR="005631B7" w:rsidRPr="00870ED0">
        <w:t>.</w:t>
      </w:r>
    </w:p>
    <w:p w:rsidR="00714EBB" w:rsidRPr="00870ED0" w:rsidRDefault="00714EBB" w:rsidP="005631B7">
      <w:pPr>
        <w:pStyle w:val="Heading5"/>
      </w:pPr>
      <w:r w:rsidRPr="00870ED0">
        <w:t>5.2.4.6.1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5.2.4.6.1.1</w:t>
      </w:r>
      <w:r w:rsidRPr="00870ED0">
        <w:tab/>
        <w:t>Normal execution</w:t>
      </w:r>
    </w:p>
    <w:p w:rsidR="00714EBB" w:rsidRPr="00870ED0" w:rsidRDefault="00714EBB">
      <w:pPr>
        <w:pStyle w:val="B1"/>
      </w:pPr>
      <w:r w:rsidRPr="00870ED0">
        <w:t>CRRN1: returns the length in bytes of the TLV list.</w:t>
      </w:r>
    </w:p>
    <w:p w:rsidR="00714EBB" w:rsidRPr="00870ED0" w:rsidRDefault="00714EBB">
      <w:pPr>
        <w:pStyle w:val="H6"/>
        <w:outlineLvl w:val="0"/>
      </w:pPr>
      <w:r w:rsidRPr="00870ED0">
        <w:t>5.2.4.6.1.2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5.2.4.6.1.3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469A3">
      <w:pPr>
        <w:pStyle w:val="Heading5"/>
      </w:pPr>
      <w:r w:rsidRPr="00870ED0">
        <w:t>5.2.4.6.2</w:t>
      </w:r>
      <w:r w:rsidRPr="00870ED0">
        <w:tab/>
        <w:t>Test area files</w:t>
      </w:r>
    </w:p>
    <w:p w:rsidR="00714EBB" w:rsidRPr="00870ED0" w:rsidRDefault="00714EBB" w:rsidP="002854FB">
      <w:pPr>
        <w:pStyle w:val="EX"/>
      </w:pPr>
      <w:r w:rsidRPr="00870ED0">
        <w:t>Test Source:</w:t>
      </w:r>
      <w:r w:rsidRPr="00870ED0">
        <w:tab/>
        <w:t>Test_Api_2_Pah_Glen.java</w:t>
      </w:r>
    </w:p>
    <w:p w:rsidR="00714EBB" w:rsidRPr="00870ED0" w:rsidRDefault="00714EBB" w:rsidP="002854FB">
      <w:pPr>
        <w:pStyle w:val="EX"/>
      </w:pPr>
      <w:r w:rsidRPr="00870ED0">
        <w:t xml:space="preserve">Test Applet: </w:t>
      </w:r>
      <w:r w:rsidRPr="00870ED0">
        <w:tab/>
        <w:t>Api_2_Pah_Glen_1.java</w:t>
      </w:r>
      <w:r w:rsidR="005631B7" w:rsidRPr="00870ED0">
        <w:t>.</w:t>
      </w:r>
    </w:p>
    <w:p w:rsidR="00714EBB" w:rsidRPr="00870ED0" w:rsidRDefault="00714EBB" w:rsidP="002854FB">
      <w:pPr>
        <w:pStyle w:val="EX"/>
      </w:pPr>
      <w:r w:rsidRPr="00870ED0">
        <w:t>Cap File:</w:t>
      </w:r>
      <w:r w:rsidRPr="00870ED0">
        <w:tab/>
        <w:t>api_2_pah_glen.cap</w:t>
      </w:r>
      <w:r w:rsidR="005631B7" w:rsidRPr="00870ED0">
        <w:t>.</w:t>
      </w:r>
    </w:p>
    <w:p w:rsidR="00714EBB" w:rsidRPr="00870ED0" w:rsidRDefault="00714EBB" w:rsidP="00B469A3">
      <w:pPr>
        <w:pStyle w:val="Heading5"/>
      </w:pPr>
      <w:r w:rsidRPr="00870ED0">
        <w:t>5.2.4.6.3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5631B7"/>
    <w:p w:rsidR="00714EBB" w:rsidRPr="00870ED0" w:rsidRDefault="00714EBB" w:rsidP="00B469A3">
      <w:pPr>
        <w:pStyle w:val="Heading5"/>
      </w:pPr>
      <w:r w:rsidRPr="00870ED0">
        <w:t>5.2.4.6.4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5631B7">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 method</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9</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initDisplayText() method, with buffer length = 240</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253</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H"/>
            </w:pPr>
            <w:r w:rsidRPr="00870ED0">
              <w:t>Build a 7Fh Proactive Handler</w:t>
            </w:r>
          </w:p>
          <w:p w:rsidR="00714EBB" w:rsidRPr="00870ED0" w:rsidRDefault="00714EBB" w:rsidP="005631B7">
            <w:pPr>
              <w:pStyle w:val="PL"/>
              <w:keepNext/>
              <w:keepLines/>
              <w:rPr>
                <w:noProof w:val="0"/>
              </w:rPr>
            </w:pPr>
            <w:r w:rsidRPr="00870ED0">
              <w:rPr>
                <w:noProof w:val="0"/>
              </w:rPr>
              <w:t>getLength()</w:t>
            </w:r>
          </w:p>
          <w:p w:rsidR="00714EBB" w:rsidRPr="00870ED0" w:rsidRDefault="00714EBB" w:rsidP="005631B7">
            <w:pPr>
              <w:pStyle w:val="TAL"/>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L"/>
            </w:pPr>
            <w:r w:rsidRPr="00870ED0">
              <w:t>Result of getLength() is 7Fh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 80h Proactive Handler</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80h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5.2.4.7</w:t>
      </w:r>
      <w:r w:rsidRPr="00870ED0">
        <w:tab/>
        <w:t>Method copy</w:t>
      </w:r>
    </w:p>
    <w:p w:rsidR="00714EBB" w:rsidRPr="00870ED0" w:rsidRDefault="00714EBB">
      <w:r w:rsidRPr="00870ED0">
        <w:t>Test Area Reference Api_2_Pah_Copy</w:t>
      </w:r>
      <w:r w:rsidR="005631B7" w:rsidRPr="00870ED0">
        <w:t>.</w:t>
      </w:r>
    </w:p>
    <w:p w:rsidR="00714EBB" w:rsidRPr="00870ED0" w:rsidRDefault="00714EBB" w:rsidP="00B469A3">
      <w:pPr>
        <w:pStyle w:val="Heading5"/>
      </w:pPr>
      <w:r w:rsidRPr="00870ED0">
        <w:lastRenderedPageBreak/>
        <w:t>5.2.4.7.1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5.2.4.7.1.1</w:t>
      </w:r>
      <w:r w:rsidRPr="00870ED0">
        <w:tab/>
        <w:t>Normal execution</w:t>
      </w:r>
    </w:p>
    <w:p w:rsidR="00714EBB" w:rsidRPr="00870ED0" w:rsidRDefault="00714EBB">
      <w:pPr>
        <w:pStyle w:val="B1"/>
      </w:pPr>
      <w:r w:rsidRPr="00870ED0">
        <w:t>CRRN1: copies the Comprehension TLV list contained in the handler to the destination byte array.</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5.2.4.7.1.2</w:t>
      </w:r>
      <w:r w:rsidRPr="00870ED0">
        <w:tab/>
        <w:t>Parameter errors</w:t>
      </w:r>
    </w:p>
    <w:p w:rsidR="00714EBB" w:rsidRPr="00870ED0" w:rsidRDefault="00714EBB">
      <w:pPr>
        <w:pStyle w:val="B1"/>
      </w:pPr>
      <w:r w:rsidRPr="00870ED0">
        <w:t>CRRP1: if dstBuffer is null a NullPointerException is thrown.</w:t>
      </w:r>
    </w:p>
    <w:p w:rsidR="00714EBB" w:rsidRPr="00870ED0" w:rsidRDefault="00714EBB">
      <w:pPr>
        <w:pStyle w:val="B1"/>
      </w:pPr>
      <w:r w:rsidRPr="00870ED0">
        <w:t>CRRP2: if dstOffset or dstLength or both would cause access outside array bounds, or if dstLength is negative, an ArrayIndexOutOfBoundsException is thrown.</w:t>
      </w:r>
    </w:p>
    <w:p w:rsidR="00714EBB" w:rsidRPr="00870ED0" w:rsidRDefault="00714EBB">
      <w:pPr>
        <w:pStyle w:val="B1"/>
      </w:pPr>
      <w:r w:rsidRPr="00870ED0">
        <w:t>CRRP3: if dstLength is grater than the length of the Comprehension TLV List, an instance of ToolkitException shall be thrown. The reason code shall be ToolkitException.OUT_OF_TLV_BOUNDARIES.</w:t>
      </w:r>
    </w:p>
    <w:p w:rsidR="00714EBB" w:rsidRPr="00870ED0" w:rsidRDefault="00714EBB">
      <w:pPr>
        <w:pStyle w:val="H6"/>
        <w:outlineLvl w:val="0"/>
      </w:pPr>
      <w:r w:rsidRPr="00870ED0">
        <w:t>5.2.4.7.1.3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469A3">
      <w:pPr>
        <w:pStyle w:val="Heading5"/>
      </w:pPr>
      <w:r w:rsidRPr="00870ED0">
        <w:t>5.2.4.7.2</w:t>
      </w:r>
      <w:r w:rsidRPr="00870ED0">
        <w:tab/>
        <w:t>Test area files</w:t>
      </w:r>
    </w:p>
    <w:p w:rsidR="00714EBB" w:rsidRPr="00870ED0" w:rsidRDefault="00714EBB" w:rsidP="002854FB">
      <w:pPr>
        <w:pStyle w:val="EX"/>
      </w:pPr>
      <w:r w:rsidRPr="00870ED0">
        <w:t>Test Source:</w:t>
      </w:r>
      <w:r w:rsidRPr="00870ED0">
        <w:tab/>
        <w:t>Test_Api_2_Pah_Copy.java</w:t>
      </w:r>
      <w:r w:rsidR="005631B7" w:rsidRPr="00870ED0">
        <w:t>.</w:t>
      </w:r>
    </w:p>
    <w:p w:rsidR="00714EBB" w:rsidRPr="00870ED0" w:rsidRDefault="00714EBB" w:rsidP="002854FB">
      <w:pPr>
        <w:pStyle w:val="EX"/>
      </w:pPr>
      <w:r w:rsidRPr="00870ED0">
        <w:t>Test</w:t>
      </w:r>
      <w:r w:rsidR="005631B7" w:rsidRPr="00870ED0">
        <w:t xml:space="preserve"> Applet: </w:t>
      </w:r>
      <w:r w:rsidR="005631B7" w:rsidRPr="00870ED0">
        <w:tab/>
        <w:t>Api_2_Pah_Copy_1.java.</w:t>
      </w:r>
    </w:p>
    <w:p w:rsidR="00714EBB" w:rsidRPr="00870ED0" w:rsidRDefault="00714EBB" w:rsidP="002854FB">
      <w:pPr>
        <w:pStyle w:val="EX"/>
      </w:pPr>
      <w:r w:rsidRPr="00870ED0">
        <w:t>Cap File:</w:t>
      </w:r>
      <w:r w:rsidRPr="00870ED0">
        <w:tab/>
        <w:t>api_2_pah_copy.cap</w:t>
      </w:r>
      <w:r w:rsidR="005631B7" w:rsidRPr="00870ED0">
        <w:t>.</w:t>
      </w:r>
    </w:p>
    <w:p w:rsidR="00714EBB" w:rsidRPr="00870ED0" w:rsidRDefault="00714EBB" w:rsidP="00B469A3">
      <w:pPr>
        <w:pStyle w:val="Heading5"/>
      </w:pPr>
      <w:r w:rsidRPr="00870ED0">
        <w:t>5.2.4.7.3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9, 11, 13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8, 10, 12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ProactiveHandler</w:t>
            </w:r>
          </w:p>
        </w:tc>
      </w:tr>
    </w:tbl>
    <w:p w:rsidR="00714EBB" w:rsidRPr="00870ED0" w:rsidRDefault="00714EBB"/>
    <w:p w:rsidR="00714EBB" w:rsidRPr="00870ED0" w:rsidRDefault="00714EBB" w:rsidP="00B469A3">
      <w:pPr>
        <w:pStyle w:val="Heading5"/>
      </w:pPr>
      <w:r w:rsidRPr="00870ED0">
        <w:t>5.2.4.7.4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dstBuffer</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rFonts w:ascii="Arial" w:hAnsi="Arial"/>
                <w:noProof w:val="0"/>
                <w:sz w:val="18"/>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dstOffset &lt; 0</w:t>
            </w:r>
          </w:p>
          <w:p w:rsidR="00714EBB" w:rsidRPr="00870ED0" w:rsidRDefault="00714EBB" w:rsidP="005272CF">
            <w:pPr>
              <w:pStyle w:val="PL"/>
              <w:keepNext/>
              <w:rPr>
                <w:noProof w:val="0"/>
              </w:rPr>
            </w:pPr>
            <w:r w:rsidRPr="00870ED0">
              <w:rPr>
                <w:noProof w:val="0"/>
              </w:rPr>
              <w:t>copy()</w:t>
            </w:r>
          </w:p>
          <w:p w:rsidR="00714EBB" w:rsidRPr="00870ED0" w:rsidRDefault="00714EBB" w:rsidP="005272CF">
            <w:pPr>
              <w:pStyle w:val="PL"/>
              <w:keepNext/>
              <w:rPr>
                <w:noProof w:val="0"/>
              </w:rPr>
            </w:pPr>
            <w:r w:rsidRPr="00870ED0">
              <w:rPr>
                <w:noProof w:val="0"/>
              </w:rPr>
              <w:t>dstBuffer.length = 5</w:t>
            </w:r>
          </w:p>
          <w:p w:rsidR="00714EBB" w:rsidRPr="00870ED0" w:rsidRDefault="00714EBB" w:rsidP="005272CF">
            <w:pPr>
              <w:pStyle w:val="PL"/>
              <w:keepNext/>
              <w:rPr>
                <w:noProof w:val="0"/>
              </w:rPr>
            </w:pPr>
            <w:r w:rsidRPr="00870ED0">
              <w:rPr>
                <w:noProof w:val="0"/>
              </w:rPr>
              <w:t>dstOffset = -1</w:t>
            </w:r>
          </w:p>
          <w:p w:rsidR="00714EBB" w:rsidRPr="00870ED0" w:rsidRDefault="00714EBB" w:rsidP="005272CF">
            <w:pPr>
              <w:pStyle w:val="PL"/>
              <w:keepNext/>
              <w:rPr>
                <w:rFonts w:ascii="Arial" w:hAnsi="Arial"/>
                <w:noProof w:val="0"/>
                <w:sz w:val="18"/>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6</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pPr>
            <w:r w:rsidRPr="00870ED0">
              <w:t>dstLength &lt; 0</w:t>
            </w:r>
          </w:p>
          <w:p w:rsidR="00714EBB" w:rsidRPr="00870ED0" w:rsidRDefault="00714EBB">
            <w:pPr>
              <w:pStyle w:val="PL"/>
              <w:rPr>
                <w:noProof w:val="0"/>
              </w:rPr>
            </w:pPr>
            <w:r w:rsidRPr="00870ED0">
              <w:rPr>
                <w:noProof w:val="0"/>
              </w:rPr>
              <w:t>copy()</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rFonts w:ascii="Arial" w:hAnsi="Arial"/>
                <w:noProof w:val="0"/>
                <w:sz w:val="18"/>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length of the Comprehension TLV list</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10</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10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9</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9</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buffer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12</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whole buffer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9</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whole buffer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5.2.4.8</w:t>
      </w:r>
      <w:r w:rsidRPr="00870ED0">
        <w:tab/>
        <w:t>Method findTLV</w:t>
      </w:r>
    </w:p>
    <w:p w:rsidR="00714EBB" w:rsidRPr="00870ED0" w:rsidRDefault="00714EBB">
      <w:r w:rsidRPr="00870ED0">
        <w:t>Test Area Reference Api_2_Pah_Find</w:t>
      </w:r>
      <w:r w:rsidR="005631B7" w:rsidRPr="00870ED0">
        <w:t>.</w:t>
      </w:r>
    </w:p>
    <w:p w:rsidR="00714EBB" w:rsidRPr="00870ED0" w:rsidRDefault="00714EBB" w:rsidP="00B469A3">
      <w:pPr>
        <w:pStyle w:val="Heading5"/>
      </w:pPr>
      <w:r w:rsidRPr="00870ED0">
        <w:t>5.2.4.8.1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findTLV(byte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5.2.4.8.1.1</w:t>
      </w:r>
      <w:r w:rsidRPr="00870ED0">
        <w:tab/>
        <w:t>Normal execution</w:t>
      </w:r>
    </w:p>
    <w:p w:rsidR="00714EBB" w:rsidRPr="00870ED0" w:rsidRDefault="00714EBB">
      <w:r w:rsidRPr="00870ED0">
        <w:t>Looks for the indicated occurrence of a TLV element from the beginning of</w:t>
      </w:r>
      <w:r w:rsidR="005631B7" w:rsidRPr="00870ED0">
        <w:t xml:space="preserve"> the TLV list (handler buffer):</w:t>
      </w:r>
    </w:p>
    <w:p w:rsidR="00714EBB" w:rsidRPr="00870ED0" w:rsidRDefault="00714EBB">
      <w:pPr>
        <w:pStyle w:val="B1"/>
      </w:pPr>
      <w:r w:rsidRPr="00870ED0">
        <w:t>CRRN1: the method is successful if the required occurrence exists then the cor</w:t>
      </w:r>
      <w:r w:rsidR="005631B7" w:rsidRPr="00870ED0">
        <w:t>responding TLV becomes current.</w:t>
      </w:r>
    </w:p>
    <w:p w:rsidR="00714EBB" w:rsidRPr="00870ED0" w:rsidRDefault="00714EBB">
      <w:pPr>
        <w:pStyle w:val="B1"/>
      </w:pPr>
      <w:r w:rsidRPr="00870ED0">
        <w:t>CRRN2: if the method is successful then it returns TLV_FOUND_CR_SET when Comprehension Required flag is set.</w:t>
      </w:r>
    </w:p>
    <w:p w:rsidR="00714EBB" w:rsidRPr="00870ED0" w:rsidRDefault="00714EBB">
      <w:pPr>
        <w:pStyle w:val="B1"/>
      </w:pPr>
      <w:r w:rsidRPr="00870ED0">
        <w:lastRenderedPageBreak/>
        <w:t>CRRN3: if the method is successful then it returns TLV_FOUND_CR_NOT_SET when Comprehension Required flag is not set.</w:t>
      </w:r>
    </w:p>
    <w:p w:rsidR="00714EBB" w:rsidRPr="00870ED0" w:rsidRDefault="00714EBB">
      <w:pPr>
        <w:pStyle w:val="B1"/>
      </w:pPr>
      <w:r w:rsidRPr="00870ED0">
        <w:t>CRRN4: if the required occurrence of the TLV element does not exist, the current TLV is no longer defined and TLV_NOT_FOUND is returned.</w:t>
      </w:r>
    </w:p>
    <w:p w:rsidR="00714EBB" w:rsidRPr="00870ED0" w:rsidRDefault="00714EBB">
      <w:pPr>
        <w:pStyle w:val="B1"/>
      </w:pPr>
      <w:r w:rsidRPr="00870ED0">
        <w:t>CRRN5: The search method is comprehension required flag independent.</w:t>
      </w:r>
    </w:p>
    <w:p w:rsidR="00714EBB" w:rsidRPr="00870ED0" w:rsidRDefault="00714EBB">
      <w:pPr>
        <w:pStyle w:val="H6"/>
        <w:outlineLvl w:val="0"/>
      </w:pPr>
      <w:r w:rsidRPr="00870ED0">
        <w:t>5.2.4.8.1.2</w:t>
      </w:r>
      <w:r w:rsidRPr="00870ED0">
        <w:tab/>
        <w:t>Parameter errors</w:t>
      </w:r>
    </w:p>
    <w:p w:rsidR="00714EBB" w:rsidRPr="00870ED0" w:rsidRDefault="00714EBB">
      <w:pPr>
        <w:pStyle w:val="B1"/>
      </w:pPr>
      <w:r w:rsidRPr="00870ED0">
        <w:t>CRRP1: if an input parameter is not valid (e.g. occurrence = 0) an instance of ToolkitException shall be thrown. The reason code shall be Toolki</w:t>
      </w:r>
      <w:r w:rsidR="005631B7" w:rsidRPr="00870ED0">
        <w:t>tException.BAD_INPUT_PARAMETER.</w:t>
      </w:r>
    </w:p>
    <w:p w:rsidR="00714EBB" w:rsidRPr="00870ED0" w:rsidRDefault="00714EBB">
      <w:pPr>
        <w:pStyle w:val="H6"/>
        <w:outlineLvl w:val="0"/>
      </w:pPr>
      <w:r w:rsidRPr="00870ED0">
        <w:t>5.2.4.8.1.3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469A3">
      <w:pPr>
        <w:pStyle w:val="Heading5"/>
      </w:pPr>
      <w:r w:rsidRPr="00870ED0">
        <w:t>5.2.4.8.2</w:t>
      </w:r>
      <w:r w:rsidRPr="00870ED0">
        <w:tab/>
        <w:t>Test area files</w:t>
      </w:r>
    </w:p>
    <w:p w:rsidR="00714EBB" w:rsidRPr="00870ED0" w:rsidRDefault="00714EBB" w:rsidP="002854FB">
      <w:pPr>
        <w:pStyle w:val="EX"/>
      </w:pPr>
      <w:r w:rsidRPr="00870ED0">
        <w:t>Test Source:</w:t>
      </w:r>
      <w:r w:rsidRPr="00870ED0">
        <w:tab/>
        <w:t>Test_Api_2_Pah_Find.java</w:t>
      </w:r>
      <w:r w:rsidR="005631B7" w:rsidRPr="00870ED0">
        <w:t>.</w:t>
      </w:r>
    </w:p>
    <w:p w:rsidR="00714EBB" w:rsidRPr="00870ED0" w:rsidRDefault="00714EBB" w:rsidP="002854FB">
      <w:pPr>
        <w:pStyle w:val="EX"/>
      </w:pPr>
      <w:r w:rsidRPr="00870ED0">
        <w:t>Test</w:t>
      </w:r>
      <w:r w:rsidR="005631B7" w:rsidRPr="00870ED0">
        <w:t xml:space="preserve"> Applet: </w:t>
      </w:r>
      <w:r w:rsidR="005631B7" w:rsidRPr="00870ED0">
        <w:tab/>
        <w:t>Api_2_Pah_Find_1.java.</w:t>
      </w:r>
    </w:p>
    <w:p w:rsidR="00714EBB" w:rsidRPr="00870ED0" w:rsidRDefault="00714EBB" w:rsidP="002854FB">
      <w:pPr>
        <w:pStyle w:val="EX"/>
      </w:pPr>
      <w:r w:rsidRPr="00870ED0">
        <w:t>Cap File:</w:t>
      </w:r>
      <w:r w:rsidRPr="00870ED0">
        <w:tab/>
        <w:t>api_2_pah_find.cap</w:t>
      </w:r>
      <w:r w:rsidR="005631B7" w:rsidRPr="00870ED0">
        <w:t>.</w:t>
      </w:r>
    </w:p>
    <w:p w:rsidR="00714EBB" w:rsidRPr="00870ED0" w:rsidRDefault="00714EBB" w:rsidP="00B469A3">
      <w:pPr>
        <w:pStyle w:val="Heading5"/>
      </w:pPr>
      <w:r w:rsidRPr="00870ED0">
        <w:t>5.2.4.8.4</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6, 7,8, 9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5631B7"/>
    <w:p w:rsidR="00714EBB" w:rsidRPr="00870ED0" w:rsidRDefault="00714EBB" w:rsidP="00010296">
      <w:pPr>
        <w:pStyle w:val="Heading5"/>
      </w:pPr>
      <w:r w:rsidRPr="00870ED0">
        <w:t>5.2.4.8.3</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5272CF">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Invalid input parameter</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Occurrence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1st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2nd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a wrong tag</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03h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TLV_NOT_FOUND</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5272CF">
            <w:pPr>
              <w:pStyle w:val="TAC"/>
              <w:keepLines w:val="0"/>
            </w:pPr>
            <w:r w:rsidRPr="00870ED0">
              <w:lastRenderedPageBreak/>
              <w:t>8</w:t>
            </w:r>
          </w:p>
        </w:tc>
        <w:tc>
          <w:tcPr>
            <w:tcW w:w="4111" w:type="dxa"/>
            <w:tcBorders>
              <w:top w:val="single" w:sz="4" w:space="0" w:color="808080"/>
              <w:left w:val="single" w:sz="4" w:space="0" w:color="auto"/>
              <w:bottom w:val="nil"/>
              <w:right w:val="single" w:sz="4" w:space="0" w:color="auto"/>
            </w:tcBorders>
          </w:tcPr>
          <w:p w:rsidR="00714EBB" w:rsidRPr="00870ED0" w:rsidRDefault="00714EBB" w:rsidP="005272CF">
            <w:pPr>
              <w:pStyle w:val="TAH"/>
              <w:keepLines w:val="0"/>
            </w:pPr>
            <w:r w:rsidRPr="00870ED0">
              <w:t>Search a tag with wrong occurrence</w:t>
            </w:r>
          </w:p>
          <w:p w:rsidR="00714EBB" w:rsidRPr="00870ED0" w:rsidRDefault="00714EBB" w:rsidP="005272CF">
            <w:pPr>
              <w:pStyle w:val="PL"/>
              <w:keepNext/>
              <w:rPr>
                <w:noProof w:val="0"/>
              </w:rPr>
            </w:pPr>
            <w:r w:rsidRPr="00870ED0">
              <w:rPr>
                <w:noProof w:val="0"/>
              </w:rPr>
              <w:t>findTLV()</w:t>
            </w:r>
          </w:p>
          <w:p w:rsidR="00714EBB" w:rsidRPr="00870ED0" w:rsidRDefault="00714EBB" w:rsidP="005272CF">
            <w:pPr>
              <w:pStyle w:val="PL"/>
              <w:keepNext/>
              <w:rPr>
                <w:noProof w:val="0"/>
              </w:rPr>
            </w:pPr>
            <w:r w:rsidRPr="00870ED0">
              <w:rPr>
                <w:noProof w:val="0"/>
              </w:rPr>
              <w:t>Tag = 01h</w:t>
            </w:r>
          </w:p>
          <w:p w:rsidR="00714EBB" w:rsidRPr="00870ED0" w:rsidRDefault="00714EBB" w:rsidP="005272CF">
            <w:pPr>
              <w:pStyle w:val="PL"/>
              <w:keepNext/>
              <w:rPr>
                <w:noProof w:val="0"/>
              </w:rPr>
            </w:pPr>
            <w:r w:rsidRPr="00870ED0">
              <w:rPr>
                <w:noProof w:val="0"/>
              </w:rPr>
              <w:t>Occurrence = 2</w:t>
            </w:r>
          </w:p>
        </w:tc>
        <w:tc>
          <w:tcPr>
            <w:tcW w:w="2835" w:type="dxa"/>
            <w:tcBorders>
              <w:top w:val="single" w:sz="4" w:space="0" w:color="808080"/>
              <w:left w:val="single" w:sz="4" w:space="0" w:color="auto"/>
              <w:bottom w:val="nil"/>
              <w:right w:val="single" w:sz="4" w:space="0" w:color="auto"/>
            </w:tcBorders>
          </w:tcPr>
          <w:p w:rsidR="00714EBB" w:rsidRPr="00870ED0" w:rsidRDefault="00714EBB" w:rsidP="005272CF">
            <w:pPr>
              <w:pStyle w:val="TAL"/>
              <w:keepLines w:val="0"/>
            </w:pPr>
            <w:r w:rsidRPr="00870ED0">
              <w:t>Result is TLV_NOT_FOUND</w:t>
            </w:r>
          </w:p>
        </w:tc>
        <w:tc>
          <w:tcPr>
            <w:tcW w:w="2410" w:type="dxa"/>
            <w:tcBorders>
              <w:top w:val="single" w:sz="4" w:space="0" w:color="808080"/>
              <w:left w:val="single" w:sz="4" w:space="0" w:color="auto"/>
              <w:bottom w:val="nil"/>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TLV with tag=02h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TLV with tag=04h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04h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tag 81h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81h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tag 84h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5.2.4.9</w:t>
      </w:r>
      <w:r w:rsidRPr="00870ED0">
        <w:tab/>
        <w:t>Method getValueLength</w:t>
      </w:r>
    </w:p>
    <w:p w:rsidR="00714EBB" w:rsidRPr="00870ED0" w:rsidRDefault="00714EBB">
      <w:r w:rsidRPr="00870ED0">
        <w:t>Test Area Reference Api_2_Pah_Gvle</w:t>
      </w:r>
      <w:r w:rsidR="005631B7" w:rsidRPr="00870ED0">
        <w:t>.</w:t>
      </w:r>
    </w:p>
    <w:p w:rsidR="00714EBB" w:rsidRPr="00870ED0" w:rsidRDefault="00714EBB" w:rsidP="00B469A3">
      <w:pPr>
        <w:pStyle w:val="Heading5"/>
      </w:pPr>
      <w:r w:rsidRPr="00870ED0">
        <w:t>5.2.4.9.1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5.2.4.9.1.1</w:t>
      </w:r>
      <w:r w:rsidRPr="00870ED0">
        <w:tab/>
        <w:t>Normal execution</w:t>
      </w:r>
    </w:p>
    <w:p w:rsidR="00714EBB" w:rsidRPr="00870ED0" w:rsidRDefault="00714EBB">
      <w:pPr>
        <w:pStyle w:val="B1"/>
      </w:pPr>
      <w:r w:rsidRPr="00870ED0">
        <w:t>CRRN1: gets and returns the binary length of the value field for the last TLV element which has been found in the handler.</w:t>
      </w:r>
    </w:p>
    <w:p w:rsidR="00714EBB" w:rsidRPr="00870ED0" w:rsidRDefault="00714EBB">
      <w:pPr>
        <w:pStyle w:val="H6"/>
        <w:outlineLvl w:val="0"/>
      </w:pPr>
      <w:r w:rsidRPr="00870ED0">
        <w:t>5.2.4.9.1.2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5.2.4.9.1.3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5631B7">
      <w:pPr>
        <w:pStyle w:val="Heading5"/>
      </w:pPr>
      <w:r w:rsidRPr="00870ED0">
        <w:t>5.2.4.9.2</w:t>
      </w:r>
      <w:r w:rsidRPr="00870ED0">
        <w:tab/>
        <w:t>Test area files</w:t>
      </w:r>
    </w:p>
    <w:p w:rsidR="00714EBB" w:rsidRPr="00870ED0" w:rsidRDefault="00714EBB" w:rsidP="005631B7">
      <w:pPr>
        <w:pStyle w:val="EX"/>
        <w:keepNext/>
      </w:pPr>
      <w:r w:rsidRPr="00870ED0">
        <w:t>Test Source:</w:t>
      </w:r>
      <w:r w:rsidRPr="00870ED0">
        <w:tab/>
        <w:t>Test_Api_2_Pah_Gvle.java</w:t>
      </w:r>
      <w:r w:rsidR="005631B7" w:rsidRPr="00870ED0">
        <w:t>.</w:t>
      </w:r>
    </w:p>
    <w:p w:rsidR="00714EBB" w:rsidRPr="00870ED0" w:rsidRDefault="00714EBB" w:rsidP="002854FB">
      <w:pPr>
        <w:pStyle w:val="EX"/>
      </w:pPr>
      <w:r w:rsidRPr="00870ED0">
        <w:t>Test</w:t>
      </w:r>
      <w:r w:rsidR="005631B7" w:rsidRPr="00870ED0">
        <w:t xml:space="preserve"> Applet: </w:t>
      </w:r>
      <w:r w:rsidR="005631B7" w:rsidRPr="00870ED0">
        <w:tab/>
        <w:t>Api_2_Pah_Gvle_1.java.</w:t>
      </w:r>
    </w:p>
    <w:p w:rsidR="00714EBB" w:rsidRPr="00870ED0" w:rsidRDefault="00714EBB" w:rsidP="002854FB">
      <w:pPr>
        <w:pStyle w:val="EX"/>
      </w:pPr>
      <w:r w:rsidRPr="00870ED0">
        <w:t>Cap File:</w:t>
      </w:r>
      <w:r w:rsidRPr="00870ED0">
        <w:tab/>
        <w:t>api_2_pah_gvle.cap</w:t>
      </w:r>
      <w:r w:rsidR="005631B7" w:rsidRPr="00870ED0">
        <w:t>.</w:t>
      </w:r>
    </w:p>
    <w:p w:rsidR="00714EBB" w:rsidRPr="00870ED0" w:rsidRDefault="00714EBB" w:rsidP="00B469A3">
      <w:pPr>
        <w:pStyle w:val="Heading5"/>
      </w:pPr>
      <w:r w:rsidRPr="00870ED0">
        <w:lastRenderedPageBreak/>
        <w:t>5.2.4.9.3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5631B7"/>
    <w:p w:rsidR="00714EBB" w:rsidRPr="00870ED0" w:rsidRDefault="00714EBB" w:rsidP="00B469A3">
      <w:pPr>
        <w:pStyle w:val="Heading5"/>
      </w:pPr>
      <w:r w:rsidRPr="00870ED0">
        <w:t>5.2.4.9.4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p w:rsidR="00714EBB" w:rsidRPr="00870ED0" w:rsidRDefault="00714EBB">
            <w:pPr>
              <w:pStyle w:val="PL"/>
              <w:rPr>
                <w:noProof w:val="0"/>
              </w:rPr>
            </w:pPr>
            <w:r w:rsidRPr="00870ED0">
              <w:rPr>
                <w:noProof w:val="0"/>
              </w:rPr>
              <w:t>tag = 0D</w:t>
            </w:r>
          </w:p>
          <w:p w:rsidR="00714EBB" w:rsidRPr="00870ED0" w:rsidRDefault="00714EBB">
            <w:pPr>
              <w:pStyle w:val="PL"/>
              <w:rPr>
                <w:noProof w:val="0"/>
              </w:rPr>
            </w:pPr>
            <w:r w:rsidRPr="00870ED0">
              <w:rPr>
                <w:noProof w:val="0"/>
              </w:rPr>
              <w:t xml:space="preserve">valueOffset = 0 </w:t>
            </w:r>
          </w:p>
          <w:p w:rsidR="00714EBB" w:rsidRPr="00870ED0" w:rsidRDefault="00714EBB">
            <w:pPr>
              <w:pStyle w:val="PL"/>
              <w:rPr>
                <w:noProof w:val="0"/>
              </w:rPr>
            </w:pPr>
            <w:r w:rsidRPr="00870ED0">
              <w:rPr>
                <w:noProof w:val="0"/>
              </w:rPr>
              <w:t>valueLength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initDisplayText() method</w:t>
            </w:r>
          </w:p>
          <w:p w:rsidR="00714EBB" w:rsidRPr="00870ED0" w:rsidRDefault="00714EBB">
            <w:pPr>
              <w:pStyle w:val="PL"/>
              <w:rPr>
                <w:noProof w:val="0"/>
              </w:rPr>
            </w:pPr>
            <w:r w:rsidRPr="00870ED0">
              <w:rPr>
                <w:noProof w:val="0"/>
              </w:rPr>
              <w:t>length = 1 (+ dcs byte)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initDisplayText() method</w:t>
            </w:r>
          </w:p>
          <w:p w:rsidR="00714EBB" w:rsidRPr="00870ED0" w:rsidRDefault="00714EBB">
            <w:pPr>
              <w:pStyle w:val="TAH"/>
              <w:keepNext w:val="0"/>
              <w:keepLines w:val="0"/>
            </w:pPr>
            <w:r w:rsidRPr="00870ED0">
              <w:t>length = 7Eh (+ dcs byte)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initDisplayText() method</w:t>
            </w:r>
          </w:p>
          <w:p w:rsidR="00714EBB" w:rsidRPr="00870ED0" w:rsidRDefault="00714EBB">
            <w:pPr>
              <w:pStyle w:val="PL"/>
              <w:rPr>
                <w:noProof w:val="0"/>
              </w:rPr>
            </w:pPr>
            <w:r w:rsidRPr="00870ED0">
              <w:rPr>
                <w:noProof w:val="0"/>
              </w:rPr>
              <w:t>length = 7Fh (+ dcs byte)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initDisplayText() method</w:t>
            </w:r>
          </w:p>
          <w:p w:rsidR="00714EBB" w:rsidRPr="00870ED0" w:rsidRDefault="00714EBB">
            <w:pPr>
              <w:pStyle w:val="PL"/>
              <w:rPr>
                <w:noProof w:val="0"/>
              </w:rPr>
            </w:pPr>
            <w:r w:rsidRPr="00870ED0">
              <w:rPr>
                <w:noProof w:val="0"/>
              </w:rPr>
              <w:t>length = F0h (maximum text length)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F1h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010296">
      <w:pPr>
        <w:pStyle w:val="Heading4"/>
      </w:pPr>
      <w:r w:rsidRPr="00870ED0">
        <w:t>5.2.4.10</w:t>
      </w:r>
      <w:r w:rsidRPr="00870ED0">
        <w:tab/>
        <w:t>Method getValueByte</w:t>
      </w:r>
    </w:p>
    <w:p w:rsidR="00714EBB" w:rsidRPr="00870ED0" w:rsidRDefault="00714EBB" w:rsidP="00010296">
      <w:pPr>
        <w:keepNext/>
      </w:pPr>
      <w:r w:rsidRPr="00870ED0">
        <w:t>Test Area Reference Api_2_Pah_Gvby</w:t>
      </w:r>
      <w:r w:rsidR="005631B7" w:rsidRPr="00870ED0">
        <w:t>.</w:t>
      </w:r>
    </w:p>
    <w:p w:rsidR="00714EBB" w:rsidRPr="00870ED0" w:rsidRDefault="00714EBB" w:rsidP="005631B7">
      <w:pPr>
        <w:pStyle w:val="Heading5"/>
      </w:pPr>
      <w:r w:rsidRPr="00870ED0">
        <w:t>5.2.4.10.1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getValueByte(short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5.2.4.10.1.1</w:t>
      </w:r>
      <w:r w:rsidRPr="00870ED0">
        <w:tab/>
        <w:t>Normal execution</w:t>
      </w:r>
    </w:p>
    <w:p w:rsidR="00714EBB" w:rsidRPr="00870ED0" w:rsidRDefault="00714EBB">
      <w:pPr>
        <w:pStyle w:val="B1"/>
      </w:pPr>
      <w:r w:rsidRPr="00870ED0">
        <w:t>CRRN1: Gets a byte from the last TLV element which has been found in the h</w:t>
      </w:r>
      <w:r w:rsidR="00CD381A" w:rsidRPr="00870ED0">
        <w:t>andler and returns its value (1 </w:t>
      </w:r>
      <w:r w:rsidRPr="00870ED0">
        <w:t>byte).</w:t>
      </w:r>
    </w:p>
    <w:p w:rsidR="00714EBB" w:rsidRPr="00870ED0" w:rsidRDefault="00714EBB">
      <w:pPr>
        <w:pStyle w:val="H6"/>
        <w:outlineLvl w:val="0"/>
      </w:pPr>
      <w:r w:rsidRPr="00870ED0">
        <w:t>5.2.4.10.1.2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lastRenderedPageBreak/>
        <w:t>5.2.4.10.1.3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5631B7">
      <w:pPr>
        <w:pStyle w:val="Heading5"/>
      </w:pPr>
      <w:r w:rsidRPr="00870ED0">
        <w:t>5.2.4.10.2</w:t>
      </w:r>
      <w:r w:rsidRPr="00870ED0">
        <w:tab/>
        <w:t>Test area files</w:t>
      </w:r>
    </w:p>
    <w:p w:rsidR="00714EBB" w:rsidRPr="00870ED0" w:rsidRDefault="00714EBB" w:rsidP="002854FB">
      <w:pPr>
        <w:pStyle w:val="EX"/>
      </w:pPr>
      <w:r w:rsidRPr="00870ED0">
        <w:t>Test Source:</w:t>
      </w:r>
      <w:r w:rsidRPr="00870ED0">
        <w:tab/>
        <w:t>Test_Api_2_Pah_Gvby.java</w:t>
      </w:r>
      <w:r w:rsidR="005631B7" w:rsidRPr="00870ED0">
        <w:t>.</w:t>
      </w:r>
    </w:p>
    <w:p w:rsidR="00714EBB" w:rsidRPr="00870ED0" w:rsidRDefault="00714EBB" w:rsidP="002854FB">
      <w:pPr>
        <w:pStyle w:val="EX"/>
      </w:pPr>
      <w:r w:rsidRPr="00870ED0">
        <w:t>Test</w:t>
      </w:r>
      <w:r w:rsidR="005631B7" w:rsidRPr="00870ED0">
        <w:t xml:space="preserve"> Applet: </w:t>
      </w:r>
      <w:r w:rsidR="005631B7" w:rsidRPr="00870ED0">
        <w:tab/>
        <w:t>Api_2_Pah_Gvby_1.java.</w:t>
      </w:r>
    </w:p>
    <w:p w:rsidR="00714EBB" w:rsidRPr="00870ED0" w:rsidRDefault="00714EBB" w:rsidP="002854FB">
      <w:pPr>
        <w:pStyle w:val="EX"/>
      </w:pPr>
      <w:r w:rsidRPr="00870ED0">
        <w:t>Cap File:</w:t>
      </w:r>
      <w:r w:rsidRPr="00870ED0">
        <w:tab/>
        <w:t>api_2_pah_gvby.cap</w:t>
      </w:r>
      <w:r w:rsidR="005631B7" w:rsidRPr="00870ED0">
        <w:t>.</w:t>
      </w:r>
    </w:p>
    <w:p w:rsidR="00714EBB" w:rsidRPr="00870ED0" w:rsidRDefault="00714EBB" w:rsidP="005631B7">
      <w:pPr>
        <w:pStyle w:val="Heading5"/>
      </w:pPr>
      <w:r w:rsidRPr="00870ED0">
        <w:t>5.2.4.10.3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1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5631B7"/>
    <w:p w:rsidR="00714EBB" w:rsidRPr="00870ED0" w:rsidRDefault="00714EBB" w:rsidP="005631B7">
      <w:pPr>
        <w:pStyle w:val="Heading5"/>
      </w:pPr>
      <w:r w:rsidRPr="00870ED0">
        <w:t>5.2.4.10.4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5631B7">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p w:rsidR="00714EBB" w:rsidRPr="00870ED0" w:rsidRDefault="00714EBB">
            <w:pPr>
              <w:pStyle w:val="PL"/>
              <w:rPr>
                <w:noProof w:val="0"/>
              </w:rPr>
            </w:pPr>
            <w:r w:rsidRPr="00870ED0">
              <w:rPr>
                <w:noProof w:val="0"/>
              </w:rPr>
              <w:t>type = FFh</w:t>
            </w:r>
          </w:p>
          <w:p w:rsidR="00714EBB" w:rsidRPr="00870ED0" w:rsidRDefault="00714EBB">
            <w:pPr>
              <w:pStyle w:val="PL"/>
              <w:rPr>
                <w:noProof w:val="0"/>
              </w:rPr>
            </w:pPr>
            <w:r w:rsidRPr="00870ED0">
              <w:rPr>
                <w:noProof w:val="0"/>
              </w:rPr>
              <w:t>qualifier = FEh</w:t>
            </w:r>
          </w:p>
          <w:p w:rsidR="00714EBB" w:rsidRPr="00870ED0" w:rsidRDefault="00714EBB">
            <w:pPr>
              <w:pStyle w:val="PL"/>
              <w:rPr>
                <w:noProof w:val="0"/>
              </w:rPr>
            </w:pPr>
            <w:r w:rsidRPr="00870ED0">
              <w:rPr>
                <w:noProof w:val="0"/>
              </w:rPr>
              <w:t>destination = FDh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getValueByte(3)</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getValueByte(2)</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FEh (qualifier)</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Search TLV 02h (Device Identities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getValueByte(0)</w:t>
            </w:r>
          </w:p>
          <w:p w:rsidR="00714EBB" w:rsidRPr="00870ED0" w:rsidRDefault="00714EBB" w:rsidP="00010296">
            <w:pPr>
              <w:pStyle w:val="TAL"/>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Result is 81h (Source)</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buffer = 00 01 … 7D</w:t>
            </w:r>
          </w:p>
          <w:p w:rsidR="00714EBB" w:rsidRPr="00870ED0" w:rsidRDefault="00714EBB">
            <w:pPr>
              <w:pStyle w:val="PL"/>
              <w:rPr>
                <w:noProof w:val="0"/>
              </w:rPr>
            </w:pPr>
            <w:r w:rsidRPr="00870ED0">
              <w:rPr>
                <w:noProof w:val="0"/>
              </w:rPr>
              <w:t>length = 7Eh</w:t>
            </w:r>
          </w:p>
          <w:p w:rsidR="00714EBB" w:rsidRPr="00870ED0" w:rsidRDefault="00714EBB">
            <w:pPr>
              <w:pStyle w:val="PL"/>
              <w:rPr>
                <w:noProof w:val="0"/>
              </w:rPr>
            </w:pPr>
            <w:r w:rsidRPr="00870ED0">
              <w:rPr>
                <w:noProof w:val="0"/>
              </w:rPr>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getValueByte(7E)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buffer = 00 01 … 7D 7E</w:t>
            </w:r>
          </w:p>
          <w:p w:rsidR="00714EBB" w:rsidRPr="00870ED0" w:rsidRDefault="00714EBB">
            <w:pPr>
              <w:pStyle w:val="PL"/>
              <w:rPr>
                <w:noProof w:val="0"/>
              </w:rPr>
            </w:pPr>
            <w:r w:rsidRPr="00870ED0">
              <w:rPr>
                <w:noProof w:val="0"/>
              </w:rPr>
              <w:t>length = 7Fh</w:t>
            </w:r>
          </w:p>
          <w:p w:rsidR="00714EBB" w:rsidRPr="00870ED0" w:rsidRDefault="00714EBB">
            <w:pPr>
              <w:pStyle w:val="PL"/>
              <w:rPr>
                <w:noProof w:val="0"/>
              </w:rPr>
            </w:pPr>
            <w:r w:rsidRPr="00870ED0">
              <w:rPr>
                <w:noProof w:val="0"/>
              </w:rPr>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getValueByte(7E)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getValueByte(7F)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7Eh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631B7">
            <w:pPr>
              <w:pStyle w:val="TAC"/>
            </w:pPr>
            <w:r w:rsidRPr="00870ED0">
              <w:t>8</w:t>
            </w:r>
          </w:p>
        </w:tc>
        <w:tc>
          <w:tcPr>
            <w:tcW w:w="4111" w:type="dxa"/>
            <w:tcBorders>
              <w:top w:val="single" w:sz="4" w:space="0" w:color="auto"/>
              <w:left w:val="single" w:sz="4" w:space="0" w:color="auto"/>
              <w:bottom w:val="nil"/>
              <w:right w:val="single" w:sz="4" w:space="0" w:color="auto"/>
            </w:tcBorders>
          </w:tcPr>
          <w:p w:rsidR="00714EBB" w:rsidRPr="00870ED0" w:rsidRDefault="00714EBB" w:rsidP="005631B7">
            <w:pPr>
              <w:pStyle w:val="TAH"/>
            </w:pPr>
            <w:r w:rsidRPr="00870ED0">
              <w:t>initDisplayText()</w:t>
            </w:r>
          </w:p>
          <w:p w:rsidR="00714EBB" w:rsidRPr="00870ED0" w:rsidRDefault="00714EBB" w:rsidP="005631B7">
            <w:pPr>
              <w:pStyle w:val="PL"/>
              <w:keepNext/>
              <w:keepLines/>
              <w:rPr>
                <w:noProof w:val="0"/>
              </w:rPr>
            </w:pPr>
            <w:r w:rsidRPr="00870ED0">
              <w:rPr>
                <w:noProof w:val="0"/>
              </w:rPr>
              <w:t>buffer = 00 01 … EF</w:t>
            </w:r>
          </w:p>
          <w:p w:rsidR="00714EBB" w:rsidRPr="00870ED0" w:rsidRDefault="00714EBB" w:rsidP="005631B7">
            <w:pPr>
              <w:pStyle w:val="PL"/>
              <w:keepNext/>
              <w:keepLines/>
              <w:rPr>
                <w:noProof w:val="0"/>
              </w:rPr>
            </w:pPr>
            <w:r w:rsidRPr="00870ED0">
              <w:rPr>
                <w:noProof w:val="0"/>
              </w:rPr>
              <w:t>length = F0h</w:t>
            </w:r>
          </w:p>
          <w:p w:rsidR="00714EBB" w:rsidRPr="00870ED0" w:rsidRDefault="00714EBB" w:rsidP="005631B7">
            <w:pPr>
              <w:pStyle w:val="PL"/>
              <w:keepNext/>
              <w:keepLines/>
              <w:rPr>
                <w:noProof w:val="0"/>
              </w:rPr>
            </w:pPr>
            <w:r w:rsidRPr="00870ED0">
              <w:rPr>
                <w:noProof w:val="0"/>
              </w:rPr>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H"/>
            </w:pPr>
            <w:r w:rsidRPr="00870ED0">
              <w:t>getValueByte(F0)</w:t>
            </w:r>
          </w:p>
          <w:p w:rsidR="00714EBB" w:rsidRPr="00870ED0" w:rsidRDefault="00714EBB" w:rsidP="005631B7">
            <w:pPr>
              <w:pStyle w:val="TAL"/>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r w:rsidRPr="00870ED0">
              <w:t>Result is EFh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p>
        </w:tc>
      </w:tr>
    </w:tbl>
    <w:p w:rsidR="00714EBB" w:rsidRPr="00870ED0" w:rsidRDefault="00714EBB"/>
    <w:p w:rsidR="00714EBB" w:rsidRPr="00870ED0" w:rsidRDefault="00714EBB">
      <w:pPr>
        <w:pStyle w:val="Heading4"/>
      </w:pPr>
      <w:r w:rsidRPr="00870ED0">
        <w:lastRenderedPageBreak/>
        <w:t>5.2.4.11</w:t>
      </w:r>
      <w:r w:rsidRPr="00870ED0">
        <w:tab/>
        <w:t>Method copyValue</w:t>
      </w:r>
    </w:p>
    <w:p w:rsidR="00714EBB" w:rsidRPr="00870ED0" w:rsidRDefault="00714EBB">
      <w:r w:rsidRPr="00870ED0">
        <w:t>Test Area Reference Api_2_Pah_Cpyv</w:t>
      </w:r>
    </w:p>
    <w:p w:rsidR="00714EBB" w:rsidRPr="00870ED0" w:rsidRDefault="00714EBB" w:rsidP="005631B7">
      <w:pPr>
        <w:pStyle w:val="Heading5"/>
      </w:pPr>
      <w:r w:rsidRPr="00870ED0">
        <w:t>5.2.4.11.1</w:t>
      </w:r>
      <w:r w:rsidRPr="00870ED0">
        <w:tab/>
        <w:t>Conformance requirement</w:t>
      </w:r>
    </w:p>
    <w:p w:rsidR="00714EBB" w:rsidRPr="00870ED0" w:rsidRDefault="00714EBB">
      <w:pPr>
        <w:keepNext/>
        <w:keepLines/>
      </w:pPr>
      <w:r w:rsidRPr="00870ED0">
        <w:t>The method with following header shall be compliant with its definition in the API.</w:t>
      </w:r>
    </w:p>
    <w:p w:rsidR="00714EBB" w:rsidRPr="00870ED0" w:rsidRDefault="00714EBB">
      <w:pPr>
        <w:pStyle w:val="PL"/>
        <w:rPr>
          <w:noProof w:val="0"/>
        </w:rPr>
      </w:pPr>
      <w:r w:rsidRPr="00870ED0">
        <w:rPr>
          <w:noProof w:val="0"/>
        </w:rPr>
        <w:t>public short copyValue(short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5.2.4.11.1.1</w:t>
      </w:r>
      <w:r w:rsidRPr="00870ED0">
        <w:tab/>
        <w:t>Normal execution</w:t>
      </w:r>
    </w:p>
    <w:p w:rsidR="00714EBB" w:rsidRPr="00870ED0" w:rsidRDefault="00714EBB">
      <w:pPr>
        <w:pStyle w:val="B1"/>
      </w:pPr>
      <w:r w:rsidRPr="00870ED0">
        <w:t>CRRN1: copies a part of the last TLV element which has been found, into a destination. buffer.</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5.2.4.11.1.2</w:t>
      </w:r>
      <w:r w:rsidRPr="00870ED0">
        <w:tab/>
        <w:t>Parameter errors</w:t>
      </w:r>
    </w:p>
    <w:p w:rsidR="00714EBB" w:rsidRPr="00870ED0" w:rsidRDefault="00714EBB">
      <w:pPr>
        <w:pStyle w:val="B1"/>
      </w:pPr>
      <w:r w:rsidRPr="00870ED0">
        <w:t>CRRP1: if dstBuffer is null NullPointerException is thrown.</w:t>
      </w:r>
    </w:p>
    <w:p w:rsidR="00714EBB" w:rsidRPr="00870ED0" w:rsidRDefault="00714EBB">
      <w:pPr>
        <w:pStyle w:val="B1"/>
      </w:pPr>
      <w:r w:rsidRPr="00870ED0">
        <w:t>CRRP2: if dstOffset or dstLength or both would cause access outside array bounds, or if dstLength is negative ArrayIndexOutOfBoundsException is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pPr>
        <w:pStyle w:val="H6"/>
        <w:outlineLvl w:val="0"/>
      </w:pPr>
      <w:r w:rsidRPr="00870ED0">
        <w:t>5.2.4.11.1.3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5631B7">
      <w:pPr>
        <w:pStyle w:val="Heading5"/>
      </w:pPr>
      <w:r w:rsidRPr="00870ED0">
        <w:t>5.2.4.11.2</w:t>
      </w:r>
      <w:r w:rsidRPr="00870ED0">
        <w:tab/>
        <w:t>Test area files</w:t>
      </w:r>
    </w:p>
    <w:p w:rsidR="00714EBB" w:rsidRPr="00870ED0" w:rsidRDefault="00714EBB" w:rsidP="002854FB">
      <w:pPr>
        <w:pStyle w:val="EX"/>
      </w:pPr>
      <w:r w:rsidRPr="00870ED0">
        <w:t>Test Source:</w:t>
      </w:r>
      <w:r w:rsidRPr="00870ED0">
        <w:tab/>
        <w:t>Test_Api_2_Pah_Cpyv.java</w:t>
      </w:r>
      <w:r w:rsidR="005631B7" w:rsidRPr="00870ED0">
        <w:t>.</w:t>
      </w:r>
    </w:p>
    <w:p w:rsidR="00714EBB" w:rsidRPr="00870ED0" w:rsidRDefault="00714EBB" w:rsidP="002854FB">
      <w:pPr>
        <w:pStyle w:val="EX"/>
      </w:pPr>
      <w:r w:rsidRPr="00870ED0">
        <w:t xml:space="preserve">Test Applet: </w:t>
      </w:r>
      <w:r w:rsidRPr="00870ED0">
        <w:tab/>
        <w:t>Api_2_Pah_Cpyv</w:t>
      </w:r>
      <w:r w:rsidR="005631B7" w:rsidRPr="00870ED0">
        <w:t>_1.java.</w:t>
      </w:r>
    </w:p>
    <w:p w:rsidR="00714EBB" w:rsidRPr="00870ED0" w:rsidRDefault="00714EBB" w:rsidP="002854FB">
      <w:pPr>
        <w:pStyle w:val="EX"/>
      </w:pPr>
      <w:r w:rsidRPr="00870ED0">
        <w:t>Cap File:</w:t>
      </w:r>
      <w:r w:rsidRPr="00870ED0">
        <w:tab/>
        <w:t>api_2_pah_cpyv.cap</w:t>
      </w:r>
      <w:r w:rsidR="005631B7" w:rsidRPr="00870ED0">
        <w:t>.</w:t>
      </w:r>
    </w:p>
    <w:p w:rsidR="00714EBB" w:rsidRPr="00870ED0" w:rsidRDefault="00714EBB" w:rsidP="005631B7">
      <w:pPr>
        <w:pStyle w:val="Heading5"/>
      </w:pPr>
      <w:r w:rsidRPr="00870ED0">
        <w:t>5.2.4.11.3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H"/>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13, 15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12, 14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P3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Does not apply for Proactive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11</w:t>
            </w:r>
          </w:p>
        </w:tc>
      </w:tr>
    </w:tbl>
    <w:p w:rsidR="00714EBB" w:rsidRPr="00870ED0" w:rsidRDefault="00714EBB" w:rsidP="005631B7"/>
    <w:p w:rsidR="00714EBB" w:rsidRPr="00870ED0" w:rsidRDefault="00714EBB" w:rsidP="005272CF">
      <w:pPr>
        <w:pStyle w:val="Heading5"/>
      </w:pPr>
      <w:r w:rsidRPr="00870ED0">
        <w:lastRenderedPageBreak/>
        <w:t>5.2.4.11.4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w:t>
            </w:r>
          </w:p>
          <w:p w:rsidR="00714EBB" w:rsidRPr="00870ED0" w:rsidRDefault="00714EBB">
            <w:pPr>
              <w:pStyle w:val="TAH"/>
              <w:keepNext w:val="0"/>
              <w:keepLines w:val="0"/>
            </w:pPr>
            <w:r w:rsidRPr="00870ED0">
              <w:t>Select a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copyValue()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 with length = 15</w:t>
            </w:r>
          </w:p>
          <w:p w:rsidR="00714EBB" w:rsidRPr="00870ED0" w:rsidRDefault="00714EBB">
            <w:pPr>
              <w:pStyle w:val="PL"/>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 with length = 5</w:t>
            </w:r>
          </w:p>
          <w:p w:rsidR="00714EBB" w:rsidRPr="00870ED0" w:rsidRDefault="00714EBB">
            <w:pPr>
              <w:pStyle w:val="PL"/>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[Select Text String TLV]</w:t>
            </w:r>
          </w:p>
          <w:p w:rsidR="00714EBB" w:rsidRPr="00870ED0" w:rsidRDefault="00714EBB" w:rsidP="00010296">
            <w:pPr>
              <w:pStyle w:val="PL"/>
              <w:keepNext/>
              <w:rPr>
                <w:noProof w:val="0"/>
              </w:rPr>
            </w:pPr>
            <w:r w:rsidRPr="00870ED0">
              <w:rPr>
                <w:noProof w:val="0"/>
              </w:rPr>
              <w:t>dstLength &gt; Text String length</w:t>
            </w:r>
          </w:p>
          <w:p w:rsidR="00714EBB" w:rsidRPr="00870ED0" w:rsidRDefault="00714EBB" w:rsidP="00010296">
            <w:pPr>
              <w:pStyle w:val="PL"/>
              <w:keepNext/>
              <w:rPr>
                <w:noProof w:val="0"/>
              </w:rPr>
            </w:pPr>
            <w:r w:rsidRPr="00870ED0">
              <w:rPr>
                <w:noProof w:val="0"/>
              </w:rPr>
              <w:t>copyValue()</w:t>
            </w:r>
          </w:p>
          <w:p w:rsidR="00714EBB" w:rsidRPr="00870ED0" w:rsidRDefault="00714EBB" w:rsidP="00010296">
            <w:pPr>
              <w:pStyle w:val="PL"/>
              <w:keepNext/>
              <w:rPr>
                <w:noProof w:val="0"/>
              </w:rPr>
            </w:pPr>
            <w:r w:rsidRPr="00870ED0">
              <w:rPr>
                <w:noProof w:val="0"/>
              </w:rPr>
              <w:t>valueOffset = 0</w:t>
            </w:r>
          </w:p>
          <w:p w:rsidR="00714EBB" w:rsidRPr="00870ED0" w:rsidRDefault="00714EBB" w:rsidP="00010296">
            <w:pPr>
              <w:pStyle w:val="PL"/>
              <w:keepNext/>
              <w:rPr>
                <w:noProof w:val="0"/>
              </w:rPr>
            </w:pPr>
            <w:r w:rsidRPr="00870ED0">
              <w:rPr>
                <w:noProof w:val="0"/>
              </w:rPr>
              <w:t>dstBuffer.length = 15</w:t>
            </w:r>
          </w:p>
          <w:p w:rsidR="00714EBB" w:rsidRPr="00870ED0" w:rsidRDefault="00714EBB" w:rsidP="00010296">
            <w:pPr>
              <w:pStyle w:val="PL"/>
              <w:keepNext/>
              <w:rPr>
                <w:noProof w:val="0"/>
              </w:rPr>
            </w:pPr>
            <w:r w:rsidRPr="00870ED0">
              <w:rPr>
                <w:noProof w:val="0"/>
              </w:rPr>
              <w:t>dstOffset = 0</w:t>
            </w:r>
          </w:p>
          <w:p w:rsidR="00714EBB" w:rsidRPr="00870ED0" w:rsidRDefault="00714EBB" w:rsidP="00010296">
            <w:pPr>
              <w:pStyle w:val="PL"/>
              <w:keepNext/>
              <w:rPr>
                <w:noProof w:val="0"/>
              </w:rPr>
            </w:pPr>
            <w:r w:rsidRPr="00870ED0">
              <w:rPr>
                <w:noProof w:val="0"/>
              </w:rPr>
              <w:t>dstLength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C"/>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H"/>
            </w:pPr>
            <w:r w:rsidRPr="00870ED0">
              <w:t>[Select Text String TLV]</w:t>
            </w:r>
          </w:p>
          <w:p w:rsidR="00714EBB" w:rsidRPr="00870ED0" w:rsidRDefault="00714EBB" w:rsidP="005631B7">
            <w:pPr>
              <w:pStyle w:val="PL"/>
              <w:keepNext/>
              <w:keepLines/>
              <w:rPr>
                <w:noProof w:val="0"/>
              </w:rPr>
            </w:pPr>
            <w:r w:rsidRPr="00870ED0">
              <w:rPr>
                <w:noProof w:val="0"/>
              </w:rPr>
              <w:t>valueOffset + dstLength &gt; Text String length</w:t>
            </w:r>
          </w:p>
          <w:p w:rsidR="00714EBB" w:rsidRPr="00870ED0" w:rsidRDefault="00714EBB" w:rsidP="005631B7">
            <w:pPr>
              <w:pStyle w:val="PL"/>
              <w:keepNext/>
              <w:keepLines/>
              <w:rPr>
                <w:noProof w:val="0"/>
              </w:rPr>
            </w:pPr>
            <w:r w:rsidRPr="00870ED0">
              <w:rPr>
                <w:noProof w:val="0"/>
              </w:rPr>
              <w:t>copyValue()</w:t>
            </w:r>
          </w:p>
          <w:p w:rsidR="00714EBB" w:rsidRPr="00870ED0" w:rsidRDefault="00714EBB" w:rsidP="005631B7">
            <w:pPr>
              <w:pStyle w:val="PL"/>
              <w:keepNext/>
              <w:keepLines/>
              <w:rPr>
                <w:noProof w:val="0"/>
              </w:rPr>
            </w:pPr>
            <w:r w:rsidRPr="00870ED0">
              <w:rPr>
                <w:noProof w:val="0"/>
              </w:rPr>
              <w:t>valueOffset = 2</w:t>
            </w:r>
          </w:p>
          <w:p w:rsidR="00714EBB" w:rsidRPr="00870ED0" w:rsidRDefault="00714EBB" w:rsidP="005631B7">
            <w:pPr>
              <w:pStyle w:val="PL"/>
              <w:keepNext/>
              <w:keepLines/>
              <w:rPr>
                <w:noProof w:val="0"/>
              </w:rPr>
            </w:pPr>
            <w:r w:rsidRPr="00870ED0">
              <w:rPr>
                <w:noProof w:val="0"/>
              </w:rPr>
              <w:t>dstBuffer.length = 15</w:t>
            </w:r>
          </w:p>
          <w:p w:rsidR="00714EBB" w:rsidRPr="00870ED0" w:rsidRDefault="00714EBB" w:rsidP="005631B7">
            <w:pPr>
              <w:pStyle w:val="PL"/>
              <w:keepNext/>
              <w:keepLines/>
              <w:rPr>
                <w:noProof w:val="0"/>
              </w:rPr>
            </w:pPr>
            <w:r w:rsidRPr="00870ED0">
              <w:rPr>
                <w:noProof w:val="0"/>
              </w:rPr>
              <w:t>dstOffset = 0</w:t>
            </w:r>
          </w:p>
          <w:p w:rsidR="00714EBB" w:rsidRPr="00870ED0" w:rsidRDefault="00714EBB" w:rsidP="005631B7">
            <w:pPr>
              <w:pStyle w:val="TAL"/>
            </w:pPr>
            <w:r w:rsidRPr="00870ED0">
              <w:t>dstLength = 5</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copyValue()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272CF">
            <w:pPr>
              <w:pStyle w:val="TAC"/>
              <w:keepLines w:val="0"/>
            </w:pPr>
            <w:r w:rsidRPr="00870ED0">
              <w:lastRenderedPageBreak/>
              <w:t>12</w:t>
            </w:r>
          </w:p>
        </w:tc>
        <w:tc>
          <w:tcPr>
            <w:tcW w:w="4111" w:type="dxa"/>
            <w:tcBorders>
              <w:top w:val="single" w:sz="4" w:space="0" w:color="auto"/>
              <w:left w:val="single" w:sz="4" w:space="0" w:color="auto"/>
              <w:bottom w:val="nil"/>
              <w:right w:val="single" w:sz="4" w:space="0" w:color="auto"/>
            </w:tcBorders>
          </w:tcPr>
          <w:p w:rsidR="00714EBB" w:rsidRPr="00870ED0" w:rsidRDefault="00714EBB" w:rsidP="005272CF">
            <w:pPr>
              <w:pStyle w:val="TAH"/>
              <w:keepLines w:val="0"/>
            </w:pPr>
            <w:r w:rsidRPr="00870ED0">
              <w:t>initDisplayText()</w:t>
            </w:r>
          </w:p>
          <w:p w:rsidR="00714EBB" w:rsidRPr="00870ED0" w:rsidRDefault="00714EBB" w:rsidP="005272CF">
            <w:pPr>
              <w:pStyle w:val="PL"/>
              <w:keepNext/>
              <w:rPr>
                <w:noProof w:val="0"/>
              </w:rPr>
            </w:pPr>
            <w:r w:rsidRPr="00870ED0">
              <w:rPr>
                <w:noProof w:val="0"/>
              </w:rPr>
              <w:t>dcs = 4</w:t>
            </w:r>
          </w:p>
          <w:p w:rsidR="00714EBB" w:rsidRPr="00870ED0" w:rsidRDefault="00714EBB" w:rsidP="005272CF">
            <w:pPr>
              <w:pStyle w:val="PL"/>
              <w:keepNext/>
              <w:rPr>
                <w:noProof w:val="0"/>
              </w:rPr>
            </w:pPr>
            <w:r w:rsidRPr="00870ED0">
              <w:rPr>
                <w:noProof w:val="0"/>
              </w:rPr>
              <w:t>buffer = 00 01 … 0F</w:t>
            </w:r>
          </w:p>
          <w:p w:rsidR="00714EBB" w:rsidRPr="00870ED0" w:rsidRDefault="00714EBB" w:rsidP="005272CF">
            <w:pPr>
              <w:pStyle w:val="PL"/>
              <w:keepNext/>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Successful call</w:t>
            </w:r>
          </w:p>
          <w:p w:rsidR="00714EBB" w:rsidRPr="00870ED0" w:rsidRDefault="00714EBB" w:rsidP="005272CF">
            <w:pPr>
              <w:pStyle w:val="PL"/>
              <w:keepNext/>
              <w:rPr>
                <w:noProof w:val="0"/>
              </w:rPr>
            </w:pPr>
            <w:r w:rsidRPr="00870ED0">
              <w:rPr>
                <w:noProof w:val="0"/>
              </w:rPr>
              <w:t>copyValue()</w:t>
            </w:r>
          </w:p>
          <w:p w:rsidR="00714EBB" w:rsidRPr="00870ED0" w:rsidRDefault="00714EBB" w:rsidP="005272CF">
            <w:pPr>
              <w:pStyle w:val="PL"/>
              <w:keepNext/>
              <w:rPr>
                <w:noProof w:val="0"/>
              </w:rPr>
            </w:pPr>
            <w:r w:rsidRPr="00870ED0">
              <w:rPr>
                <w:noProof w:val="0"/>
              </w:rPr>
              <w:t>valueOffset = 0</w:t>
            </w:r>
          </w:p>
          <w:p w:rsidR="00714EBB" w:rsidRPr="00870ED0" w:rsidRDefault="00714EBB" w:rsidP="005272CF">
            <w:pPr>
              <w:pStyle w:val="PL"/>
              <w:keepNext/>
              <w:rPr>
                <w:noProof w:val="0"/>
              </w:rPr>
            </w:pPr>
            <w:r w:rsidRPr="00870ED0">
              <w:rPr>
                <w:noProof w:val="0"/>
              </w:rPr>
              <w:t>dstBuffer.length = 17</w:t>
            </w:r>
          </w:p>
          <w:p w:rsidR="00714EBB" w:rsidRPr="00870ED0" w:rsidRDefault="00714EBB" w:rsidP="005272CF">
            <w:pPr>
              <w:pStyle w:val="PL"/>
              <w:keepNext/>
              <w:rPr>
                <w:noProof w:val="0"/>
              </w:rPr>
            </w:pPr>
            <w:r w:rsidRPr="00870ED0">
              <w:rPr>
                <w:noProof w:val="0"/>
              </w:rPr>
              <w:t>dstOffset = 0</w:t>
            </w:r>
          </w:p>
          <w:p w:rsidR="00714EBB" w:rsidRPr="00870ED0" w:rsidRDefault="00714EBB" w:rsidP="005272CF">
            <w:pPr>
              <w:pStyle w:val="PL"/>
              <w:keepNext/>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Result of 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copyValue() is 15</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5.2.4.12</w:t>
      </w:r>
      <w:r w:rsidRPr="00870ED0">
        <w:tab/>
        <w:t>Method compareValue</w:t>
      </w:r>
    </w:p>
    <w:p w:rsidR="00714EBB" w:rsidRPr="00870ED0" w:rsidRDefault="00714EBB">
      <w:r w:rsidRPr="00870ED0">
        <w:t>Test Area Reference Api_2_Pah_Cprv</w:t>
      </w:r>
      <w:r w:rsidR="005631B7" w:rsidRPr="00870ED0">
        <w:t>.</w:t>
      </w:r>
    </w:p>
    <w:p w:rsidR="00714EBB" w:rsidRPr="00870ED0" w:rsidRDefault="00714EBB" w:rsidP="005631B7">
      <w:pPr>
        <w:pStyle w:val="Heading5"/>
      </w:pPr>
      <w:r w:rsidRPr="00870ED0">
        <w:t>5.2.4.12.1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compareValue(short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rsidP="00010296">
      <w:pPr>
        <w:pStyle w:val="H6"/>
        <w:outlineLvl w:val="0"/>
      </w:pPr>
      <w:r w:rsidRPr="00870ED0">
        <w:t>5.2.4.12.1.1</w:t>
      </w:r>
      <w:r w:rsidRPr="00870ED0">
        <w:tab/>
        <w:t>Normal execution</w:t>
      </w:r>
    </w:p>
    <w:p w:rsidR="00714EBB" w:rsidRPr="00870ED0" w:rsidRDefault="00714EBB" w:rsidP="00010296">
      <w:pPr>
        <w:keepNext/>
      </w:pPr>
      <w:r w:rsidRPr="00870ED0">
        <w:t>Compares the last found TLV element with a buffer:</w:t>
      </w:r>
    </w:p>
    <w:p w:rsidR="00714EBB" w:rsidRPr="00870ED0" w:rsidRDefault="00714EBB" w:rsidP="00010296">
      <w:pPr>
        <w:pStyle w:val="B1"/>
        <w:keepNext/>
      </w:pPr>
      <w:r w:rsidRPr="00870ED0">
        <w:t>CRRN1: returns 0 if identical.</w:t>
      </w:r>
    </w:p>
    <w:p w:rsidR="00714EBB" w:rsidRPr="00870ED0" w:rsidRDefault="00714EBB">
      <w:pPr>
        <w:pStyle w:val="B1"/>
      </w:pPr>
      <w:r w:rsidRPr="00870ED0">
        <w:t>CRRN2: returns -1 if the first miscomparing byte in Comprehension TLV List is less than that in compareBuffer.</w:t>
      </w:r>
    </w:p>
    <w:p w:rsidR="00714EBB" w:rsidRPr="00870ED0" w:rsidRDefault="00714EBB">
      <w:pPr>
        <w:pStyle w:val="B1"/>
      </w:pPr>
      <w:r w:rsidRPr="00870ED0">
        <w:t>CRRN3: returns 1 if the first miscomparing byte in Comprehension TLV List is greater than that in compareBuffer.</w:t>
      </w:r>
    </w:p>
    <w:p w:rsidR="00714EBB" w:rsidRPr="00870ED0" w:rsidRDefault="00714EBB">
      <w:pPr>
        <w:pStyle w:val="H6"/>
        <w:outlineLvl w:val="0"/>
      </w:pPr>
      <w:r w:rsidRPr="00870ED0">
        <w:t>5.2.4.12.1.2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pPr>
        <w:pStyle w:val="H6"/>
        <w:outlineLvl w:val="0"/>
      </w:pPr>
      <w:r w:rsidRPr="00870ED0">
        <w:lastRenderedPageBreak/>
        <w:t>5.2.4.12.1.3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5631B7">
      <w:pPr>
        <w:pStyle w:val="Heading5"/>
      </w:pPr>
      <w:r w:rsidRPr="00870ED0">
        <w:t>5.2.4.12.2</w:t>
      </w:r>
      <w:r w:rsidRPr="00870ED0">
        <w:tab/>
        <w:t>Test area files</w:t>
      </w:r>
    </w:p>
    <w:p w:rsidR="00714EBB" w:rsidRPr="00870ED0" w:rsidRDefault="00714EBB" w:rsidP="002854FB">
      <w:pPr>
        <w:pStyle w:val="EX"/>
      </w:pPr>
      <w:r w:rsidRPr="00870ED0">
        <w:t>Test Source:</w:t>
      </w:r>
      <w:r w:rsidRPr="00870ED0">
        <w:tab/>
        <w:t>Test_Api_2_Pah_Cprv.java</w:t>
      </w:r>
      <w:r w:rsidR="005631B7" w:rsidRPr="00870ED0">
        <w:t>.</w:t>
      </w:r>
    </w:p>
    <w:p w:rsidR="00714EBB" w:rsidRPr="00870ED0" w:rsidRDefault="00714EBB" w:rsidP="002854FB">
      <w:pPr>
        <w:pStyle w:val="EX"/>
      </w:pPr>
      <w:r w:rsidRPr="00870ED0">
        <w:t>Test</w:t>
      </w:r>
      <w:r w:rsidR="005631B7" w:rsidRPr="00870ED0">
        <w:t xml:space="preserve"> Applet: </w:t>
      </w:r>
      <w:r w:rsidR="005631B7" w:rsidRPr="00870ED0">
        <w:tab/>
        <w:t>Api_2_Pah_Cprv_1.java.</w:t>
      </w:r>
    </w:p>
    <w:p w:rsidR="00714EBB" w:rsidRPr="00870ED0" w:rsidRDefault="00714EBB" w:rsidP="002854FB">
      <w:pPr>
        <w:pStyle w:val="EX"/>
      </w:pPr>
      <w:r w:rsidRPr="00870ED0">
        <w:t>Cap File:</w:t>
      </w:r>
      <w:r w:rsidRPr="00870ED0">
        <w:tab/>
        <w:t>api_2_pah_cprv.cap</w:t>
      </w:r>
      <w:r w:rsidR="005631B7" w:rsidRPr="00870ED0">
        <w:t>.</w:t>
      </w:r>
    </w:p>
    <w:p w:rsidR="00714EBB" w:rsidRPr="00870ED0" w:rsidRDefault="00714EBB" w:rsidP="005631B7">
      <w:pPr>
        <w:pStyle w:val="Heading5"/>
      </w:pPr>
      <w:r w:rsidRPr="00870ED0">
        <w:t>5.2.4.12.3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12, 15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13, 16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14, 17, 18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Does not apply for Proactive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11</w:t>
            </w:r>
          </w:p>
        </w:tc>
      </w:tr>
    </w:tbl>
    <w:p w:rsidR="00714EBB" w:rsidRPr="00870ED0" w:rsidRDefault="00714EBB" w:rsidP="005631B7"/>
    <w:p w:rsidR="00714EBB" w:rsidRPr="00870ED0" w:rsidRDefault="00714EBB" w:rsidP="00010296">
      <w:pPr>
        <w:pStyle w:val="Heading5"/>
      </w:pPr>
      <w:r w:rsidRPr="00870ED0">
        <w:t>5.2.4.12.4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Initialize the handler</w:t>
            </w:r>
          </w:p>
          <w:p w:rsidR="00714EBB" w:rsidRPr="00870ED0" w:rsidRDefault="00714EBB" w:rsidP="00010296">
            <w:pPr>
              <w:pStyle w:val="TAH"/>
              <w:keepLines w:val="0"/>
            </w:pPr>
            <w:r w:rsidRPr="00870ED0">
              <w:t>Select a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compareValue() with a null compareBuffer</w:t>
            </w:r>
          </w:p>
          <w:p w:rsidR="00714EBB" w:rsidRPr="00870ED0" w:rsidRDefault="00714EBB" w:rsidP="00010296">
            <w:pPr>
              <w:pStyle w:val="TAL"/>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initDisplayText() with length = 15</w:t>
            </w:r>
          </w:p>
          <w:p w:rsidR="00714EBB" w:rsidRPr="00870ED0" w:rsidRDefault="00714EBB" w:rsidP="00010296">
            <w:pPr>
              <w:pStyle w:val="PL"/>
              <w:keepNext/>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compareOffset &gt; compareBuffer.length</w:t>
            </w:r>
          </w:p>
          <w:p w:rsidR="00714EBB" w:rsidRPr="00870ED0" w:rsidRDefault="00714EBB" w:rsidP="00010296">
            <w:pPr>
              <w:pStyle w:val="PL"/>
              <w:keepNext/>
              <w:rPr>
                <w:noProof w:val="0"/>
              </w:rPr>
            </w:pPr>
            <w:r w:rsidRPr="00870ED0">
              <w:rPr>
                <w:noProof w:val="0"/>
              </w:rPr>
              <w:t>compareValue()</w:t>
            </w:r>
          </w:p>
          <w:p w:rsidR="00714EBB" w:rsidRPr="00870ED0" w:rsidRDefault="00714EBB" w:rsidP="00010296">
            <w:pPr>
              <w:pStyle w:val="PL"/>
              <w:keepNext/>
              <w:rPr>
                <w:noProof w:val="0"/>
              </w:rPr>
            </w:pPr>
            <w:r w:rsidRPr="00870ED0">
              <w:rPr>
                <w:noProof w:val="0"/>
              </w:rPr>
              <w:t>compareBuffer.length = 5</w:t>
            </w:r>
          </w:p>
          <w:p w:rsidR="00714EBB" w:rsidRPr="00870ED0" w:rsidRDefault="00714EBB" w:rsidP="00010296">
            <w:pPr>
              <w:pStyle w:val="PL"/>
              <w:keepNext/>
              <w:rPr>
                <w:noProof w:val="0"/>
              </w:rPr>
            </w:pPr>
            <w:r w:rsidRPr="00870ED0">
              <w:rPr>
                <w:noProof w:val="0"/>
              </w:rPr>
              <w:t>compareOffset = 6</w:t>
            </w:r>
          </w:p>
          <w:p w:rsidR="00714EBB" w:rsidRPr="00870ED0" w:rsidRDefault="00714EBB" w:rsidP="00010296">
            <w:pPr>
              <w:pStyle w:val="PL"/>
              <w:keepNext/>
              <w:rPr>
                <w:noProof w:val="0"/>
              </w:rPr>
            </w:pPr>
            <w:r w:rsidRPr="00870ED0">
              <w:rPr>
                <w:noProof w:val="0"/>
              </w:rPr>
              <w:t>compareLength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H"/>
            </w:pPr>
            <w:r w:rsidRPr="00870ED0">
              <w:t>compareOffset + compareLength &gt;compareBuffer.length</w:t>
            </w:r>
          </w:p>
          <w:p w:rsidR="00714EBB" w:rsidRPr="00870ED0" w:rsidRDefault="00714EBB" w:rsidP="005631B7">
            <w:pPr>
              <w:pStyle w:val="PL"/>
              <w:keepNext/>
              <w:keepLines/>
              <w:rPr>
                <w:noProof w:val="0"/>
              </w:rPr>
            </w:pPr>
            <w:r w:rsidRPr="00870ED0">
              <w:rPr>
                <w:noProof w:val="0"/>
              </w:rPr>
              <w:t>compareValue()</w:t>
            </w:r>
          </w:p>
          <w:p w:rsidR="00714EBB" w:rsidRPr="00870ED0" w:rsidRDefault="00714EBB" w:rsidP="005631B7">
            <w:pPr>
              <w:pStyle w:val="PL"/>
              <w:keepNext/>
              <w:keepLines/>
              <w:rPr>
                <w:noProof w:val="0"/>
              </w:rPr>
            </w:pPr>
            <w:r w:rsidRPr="00870ED0">
              <w:rPr>
                <w:noProof w:val="0"/>
              </w:rPr>
              <w:t>compareBuffer.length = 5</w:t>
            </w:r>
          </w:p>
          <w:p w:rsidR="00714EBB" w:rsidRPr="00870ED0" w:rsidRDefault="00714EBB" w:rsidP="005631B7">
            <w:pPr>
              <w:pStyle w:val="PL"/>
              <w:keepNext/>
              <w:keepLines/>
              <w:rPr>
                <w:noProof w:val="0"/>
              </w:rPr>
            </w:pPr>
            <w:r w:rsidRPr="00870ED0">
              <w:rPr>
                <w:noProof w:val="0"/>
              </w:rPr>
              <w:t>compareOffset = 3</w:t>
            </w:r>
          </w:p>
          <w:p w:rsidR="00714EBB" w:rsidRPr="00870ED0" w:rsidRDefault="00714EBB" w:rsidP="005631B7">
            <w:pPr>
              <w:pStyle w:val="PL"/>
              <w:keepNext/>
              <w:keepLines/>
              <w:rPr>
                <w:noProof w:val="0"/>
              </w:rPr>
            </w:pPr>
            <w:r w:rsidRPr="00870ED0">
              <w:rPr>
                <w:noProof w:val="0"/>
              </w:rPr>
              <w:t>compareLength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compareValue()</w:t>
            </w:r>
          </w:p>
          <w:p w:rsidR="00714EBB" w:rsidRPr="00870ED0" w:rsidRDefault="00714EBB">
            <w:pPr>
              <w:pStyle w:val="TAL"/>
              <w:keepNext w:val="0"/>
              <w:keepLines w:val="0"/>
            </w:pPr>
            <w:r w:rsidRPr="00870ED0">
              <w:t>compareBuffer.length = 5</w:t>
            </w:r>
          </w:p>
          <w:p w:rsidR="00714EBB" w:rsidRPr="00870ED0" w:rsidRDefault="00714EBB">
            <w:pPr>
              <w:pStyle w:val="TAL"/>
              <w:keepNext w:val="0"/>
              <w:keepLines w:val="0"/>
            </w:pPr>
            <w:r w:rsidRPr="00870ED0">
              <w:t>compareOffset = 0</w:t>
            </w:r>
          </w:p>
          <w:p w:rsidR="00714EBB" w:rsidRPr="00870ED0" w:rsidRDefault="00714EBB">
            <w:pPr>
              <w:pStyle w:val="TAL"/>
              <w:keepNext w:val="0"/>
              <w:keepLines w:val="0"/>
            </w:pPr>
            <w:r w:rsidRPr="00870ED0">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272CF">
            <w:pPr>
              <w:pStyle w:val="TAC"/>
              <w:keepLines w:val="0"/>
            </w:pPr>
            <w:r w:rsidRPr="00870ED0">
              <w:lastRenderedPageBreak/>
              <w:t>7</w:t>
            </w:r>
          </w:p>
        </w:tc>
        <w:tc>
          <w:tcPr>
            <w:tcW w:w="4111" w:type="dxa"/>
            <w:tcBorders>
              <w:top w:val="single" w:sz="4" w:space="0" w:color="auto"/>
              <w:left w:val="single" w:sz="4" w:space="0" w:color="auto"/>
              <w:bottom w:val="nil"/>
              <w:right w:val="single" w:sz="4" w:space="0" w:color="auto"/>
            </w:tcBorders>
          </w:tcPr>
          <w:p w:rsidR="00714EBB" w:rsidRPr="00870ED0" w:rsidRDefault="00714EBB" w:rsidP="005272CF">
            <w:pPr>
              <w:pStyle w:val="TAH"/>
              <w:keepLines w:val="0"/>
            </w:pPr>
            <w:r w:rsidRPr="00870ED0">
              <w:t>initDisplayText() with length = 5</w:t>
            </w:r>
          </w:p>
          <w:p w:rsidR="00714EBB" w:rsidRPr="00870ED0" w:rsidRDefault="00714EBB" w:rsidP="005272CF">
            <w:pPr>
              <w:pStyle w:val="TAH"/>
              <w:keepLines w:val="0"/>
            </w:pPr>
            <w:r w:rsidRPr="00870ED0">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valueOffset &gt; Text String Length</w:t>
            </w:r>
          </w:p>
          <w:p w:rsidR="00714EBB" w:rsidRPr="00870ED0" w:rsidRDefault="00714EBB" w:rsidP="005272CF">
            <w:pPr>
              <w:pStyle w:val="PL"/>
              <w:keepNext/>
              <w:rPr>
                <w:noProof w:val="0"/>
              </w:rPr>
            </w:pPr>
            <w:r w:rsidRPr="00870ED0">
              <w:rPr>
                <w:noProof w:val="0"/>
              </w:rPr>
              <w:t>compareValue()</w:t>
            </w:r>
          </w:p>
          <w:p w:rsidR="00714EBB" w:rsidRPr="00870ED0" w:rsidRDefault="00714EBB" w:rsidP="005272CF">
            <w:pPr>
              <w:pStyle w:val="PL"/>
              <w:keepNext/>
              <w:rPr>
                <w:noProof w:val="0"/>
              </w:rPr>
            </w:pPr>
            <w:r w:rsidRPr="00870ED0">
              <w:rPr>
                <w:noProof w:val="0"/>
              </w:rPr>
              <w:t>valueOffset = 7</w:t>
            </w:r>
          </w:p>
          <w:p w:rsidR="00714EBB" w:rsidRPr="00870ED0" w:rsidRDefault="00714EBB" w:rsidP="005272CF">
            <w:pPr>
              <w:pStyle w:val="PL"/>
              <w:keepNext/>
              <w:rPr>
                <w:noProof w:val="0"/>
              </w:rPr>
            </w:pPr>
            <w:r w:rsidRPr="00870ED0">
              <w:rPr>
                <w:noProof w:val="0"/>
              </w:rPr>
              <w:t>compareBuffer.length = 15</w:t>
            </w:r>
          </w:p>
          <w:p w:rsidR="00714EBB" w:rsidRPr="00870ED0" w:rsidRDefault="00714EBB" w:rsidP="005272CF">
            <w:pPr>
              <w:pStyle w:val="PL"/>
              <w:keepNext/>
              <w:rPr>
                <w:noProof w:val="0"/>
              </w:rPr>
            </w:pPr>
            <w:r w:rsidRPr="00870ED0">
              <w:rPr>
                <w:noProof w:val="0"/>
              </w:rPr>
              <w:t>compareOffset = 0</w:t>
            </w:r>
          </w:p>
          <w:p w:rsidR="00714EBB" w:rsidRPr="00870ED0" w:rsidRDefault="00714EBB" w:rsidP="005272CF">
            <w:pPr>
              <w:pStyle w:val="PL"/>
              <w:keepNext/>
              <w:rPr>
                <w:noProof w:val="0"/>
              </w:rPr>
            </w:pPr>
            <w:r w:rsidRPr="00870ED0">
              <w:rPr>
                <w:noProof w:val="0"/>
              </w:rPr>
              <w:t>compareLength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 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pPr>
            <w:r w:rsidRPr="00870ED0">
              <w:t>compareValue()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initDisplayText()</w:t>
            </w:r>
          </w:p>
          <w:p w:rsidR="00714EBB" w:rsidRPr="00870ED0" w:rsidRDefault="00714EBB">
            <w:pPr>
              <w:pStyle w:val="PL"/>
              <w:keepNext/>
              <w:keepLines/>
              <w:rPr>
                <w:noProof w:val="0"/>
              </w:rPr>
            </w:pPr>
            <w:r w:rsidRPr="00870ED0">
              <w:rPr>
                <w:noProof w:val="0"/>
              </w:rPr>
              <w:t>dcs = 4</w:t>
            </w:r>
          </w:p>
          <w:p w:rsidR="00714EBB" w:rsidRPr="00870ED0" w:rsidRDefault="00714EBB">
            <w:pPr>
              <w:pStyle w:val="PL"/>
              <w:keepNext/>
              <w:keepLines/>
              <w:rPr>
                <w:noProof w:val="0"/>
              </w:rPr>
            </w:pPr>
            <w:r w:rsidRPr="00870ED0">
              <w:rPr>
                <w:noProof w:val="0"/>
              </w:rPr>
              <w:t>buffer = 00 01 … 0F</w:t>
            </w:r>
          </w:p>
          <w:p w:rsidR="00714EBB" w:rsidRPr="00870ED0" w:rsidRDefault="00714EBB">
            <w:pPr>
              <w:pStyle w:val="PL"/>
              <w:keepNext/>
              <w:keepLines/>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compareOffset = 0</w:t>
            </w:r>
          </w:p>
          <w:p w:rsidR="00714EBB" w:rsidRPr="00870ED0" w:rsidRDefault="00714EBB">
            <w:pPr>
              <w:pStyle w:val="PL"/>
              <w:keepNext/>
              <w:keepLines/>
              <w:rPr>
                <w:noProof w:val="0"/>
              </w:rPr>
            </w:pPr>
            <w:r w:rsidRPr="00870ED0">
              <w:rPr>
                <w:noProof w:val="0"/>
              </w:rPr>
              <w:t>compareLength = 17</w:t>
            </w:r>
          </w:p>
          <w:p w:rsidR="00714EBB" w:rsidRPr="00870ED0" w:rsidRDefault="00714EBB">
            <w:pPr>
              <w:pStyle w:val="TAL"/>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04 00 01 02 03</w:t>
            </w:r>
          </w:p>
          <w:p w:rsidR="00714EBB" w:rsidRPr="00870ED0" w:rsidRDefault="00714EBB">
            <w:pPr>
              <w:pStyle w:val="PL"/>
              <w:rPr>
                <w:noProof w:val="0"/>
              </w:rPr>
            </w:pPr>
            <w:r w:rsidRPr="00870ED0">
              <w:rPr>
                <w:noProof w:val="0"/>
              </w:rPr>
              <w:t>04 05 06 07 08</w:t>
            </w:r>
          </w:p>
          <w:p w:rsidR="00714EBB" w:rsidRPr="00870ED0" w:rsidRDefault="00714EBB">
            <w:pPr>
              <w:pStyle w:val="PL"/>
              <w:rPr>
                <w:noProof w:val="0"/>
              </w:rPr>
            </w:pPr>
            <w:r w:rsidRPr="00870ED0">
              <w:rPr>
                <w:noProof w:val="0"/>
              </w:rPr>
              <w:t>05 0A 0B 0C 0D</w:t>
            </w:r>
          </w:p>
          <w:p w:rsidR="00714EBB" w:rsidRPr="00870ED0" w:rsidRDefault="00714EBB">
            <w:pPr>
              <w:pStyle w:val="PL"/>
              <w:rPr>
                <w:noProof w:val="0"/>
              </w:rPr>
            </w:pPr>
            <w:r w:rsidRPr="00870ED0">
              <w:rPr>
                <w:noProof w:val="0"/>
              </w:rPr>
              <w:t>0E 10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5631B7">
            <w:pPr>
              <w:pStyle w:val="TAC"/>
            </w:pPr>
            <w:r w:rsidRPr="00870ED0">
              <w:t>15</w:t>
            </w:r>
          </w:p>
        </w:tc>
        <w:tc>
          <w:tcPr>
            <w:tcW w:w="4111" w:type="dxa"/>
            <w:tcBorders>
              <w:top w:val="single" w:sz="4" w:space="0" w:color="808080"/>
              <w:left w:val="single" w:sz="4" w:space="0" w:color="auto"/>
              <w:bottom w:val="nil"/>
              <w:right w:val="single" w:sz="4" w:space="0" w:color="auto"/>
            </w:tcBorders>
          </w:tcPr>
          <w:p w:rsidR="00714EBB" w:rsidRPr="00870ED0" w:rsidRDefault="00714EBB" w:rsidP="005631B7">
            <w:pPr>
              <w:pStyle w:val="TAH"/>
            </w:pPr>
            <w:r w:rsidRPr="00870ED0">
              <w:t>Initialize compareBuffer</w:t>
            </w:r>
          </w:p>
          <w:p w:rsidR="00714EBB" w:rsidRPr="00870ED0" w:rsidRDefault="00714EBB" w:rsidP="005631B7">
            <w:pPr>
              <w:pStyle w:val="PL"/>
              <w:keepNext/>
              <w:keepLines/>
              <w:rPr>
                <w:noProof w:val="0"/>
              </w:rPr>
            </w:pPr>
            <w:r w:rsidRPr="00870ED0">
              <w:rPr>
                <w:noProof w:val="0"/>
              </w:rPr>
              <w:t>compareBuffer =</w:t>
            </w:r>
          </w:p>
          <w:p w:rsidR="00714EBB" w:rsidRPr="00870ED0" w:rsidRDefault="00714EBB" w:rsidP="005631B7">
            <w:pPr>
              <w:pStyle w:val="PL"/>
              <w:keepNext/>
              <w:keepLines/>
              <w:rPr>
                <w:noProof w:val="0"/>
              </w:rPr>
            </w:pPr>
            <w:r w:rsidRPr="00870ED0">
              <w:rPr>
                <w:noProof w:val="0"/>
              </w:rPr>
              <w:t>55 55 55 01 02</w:t>
            </w:r>
          </w:p>
          <w:p w:rsidR="00714EBB" w:rsidRPr="00870ED0" w:rsidRDefault="00714EBB" w:rsidP="005631B7">
            <w:pPr>
              <w:pStyle w:val="PL"/>
              <w:keepNext/>
              <w:keepLines/>
              <w:rPr>
                <w:noProof w:val="0"/>
              </w:rPr>
            </w:pPr>
            <w:r w:rsidRPr="00870ED0">
              <w:rPr>
                <w:noProof w:val="0"/>
              </w:rPr>
              <w:t>03 04 05 06 07</w:t>
            </w:r>
          </w:p>
          <w:p w:rsidR="00714EBB" w:rsidRPr="00870ED0" w:rsidRDefault="00714EBB" w:rsidP="005631B7">
            <w:pPr>
              <w:pStyle w:val="PL"/>
              <w:keepNext/>
              <w:keepLines/>
              <w:rPr>
                <w:noProof w:val="0"/>
              </w:rPr>
            </w:pPr>
            <w:r w:rsidRPr="00870ED0">
              <w:rPr>
                <w:noProof w:val="0"/>
              </w:rPr>
              <w:t>08 09 0A 0B 0C</w:t>
            </w:r>
          </w:p>
          <w:p w:rsidR="00714EBB" w:rsidRPr="00870ED0" w:rsidRDefault="00714EBB" w:rsidP="005631B7">
            <w:pPr>
              <w:pStyle w:val="PL"/>
              <w:keepNext/>
              <w:keepLines/>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12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5272CF">
            <w:pPr>
              <w:pStyle w:val="TAC"/>
              <w:keepLines w:val="0"/>
            </w:pPr>
            <w:r w:rsidRPr="00870ED0">
              <w:lastRenderedPageBreak/>
              <w:t>16</w:t>
            </w:r>
          </w:p>
        </w:tc>
        <w:tc>
          <w:tcPr>
            <w:tcW w:w="4111" w:type="dxa"/>
            <w:tcBorders>
              <w:top w:val="single" w:sz="4" w:space="0" w:color="808080"/>
              <w:left w:val="single" w:sz="4" w:space="0" w:color="auto"/>
              <w:bottom w:val="nil"/>
              <w:right w:val="single" w:sz="4" w:space="0" w:color="auto"/>
            </w:tcBorders>
          </w:tcPr>
          <w:p w:rsidR="00714EBB" w:rsidRPr="00870ED0" w:rsidRDefault="00714EBB" w:rsidP="005272CF">
            <w:pPr>
              <w:pStyle w:val="TAH"/>
              <w:keepLines w:val="0"/>
            </w:pPr>
            <w:r w:rsidRPr="00870ED0">
              <w:t>Initialize compareBuffer</w:t>
            </w:r>
          </w:p>
          <w:p w:rsidR="00714EBB" w:rsidRPr="00870ED0" w:rsidRDefault="00714EBB" w:rsidP="005272CF">
            <w:pPr>
              <w:pStyle w:val="PL"/>
              <w:keepNext/>
              <w:rPr>
                <w:noProof w:val="0"/>
              </w:rPr>
            </w:pPr>
            <w:r w:rsidRPr="00870ED0">
              <w:rPr>
                <w:noProof w:val="0"/>
              </w:rPr>
              <w:t>compareBuffer =</w:t>
            </w:r>
          </w:p>
          <w:p w:rsidR="00714EBB" w:rsidRPr="00870ED0" w:rsidRDefault="00714EBB" w:rsidP="005272CF">
            <w:pPr>
              <w:pStyle w:val="PL"/>
              <w:keepNext/>
              <w:rPr>
                <w:noProof w:val="0"/>
              </w:rPr>
            </w:pPr>
            <w:r w:rsidRPr="00870ED0">
              <w:rPr>
                <w:noProof w:val="0"/>
              </w:rPr>
              <w:t>55 55 55 02 01</w:t>
            </w:r>
          </w:p>
          <w:p w:rsidR="00714EBB" w:rsidRPr="00870ED0" w:rsidRDefault="00714EBB" w:rsidP="005272CF">
            <w:pPr>
              <w:pStyle w:val="PL"/>
              <w:keepNext/>
              <w:rPr>
                <w:noProof w:val="0"/>
              </w:rPr>
            </w:pPr>
            <w:r w:rsidRPr="00870ED0">
              <w:rPr>
                <w:noProof w:val="0"/>
              </w:rPr>
              <w:t>03 04 05 06 07</w:t>
            </w:r>
          </w:p>
          <w:p w:rsidR="00714EBB" w:rsidRPr="00870ED0" w:rsidRDefault="00714EBB" w:rsidP="005272CF">
            <w:pPr>
              <w:pStyle w:val="PL"/>
              <w:keepNext/>
              <w:rPr>
                <w:noProof w:val="0"/>
              </w:rPr>
            </w:pPr>
            <w:r w:rsidRPr="00870ED0">
              <w:rPr>
                <w:noProof w:val="0"/>
              </w:rPr>
              <w:t>08 09 0A 0B 0C</w:t>
            </w:r>
          </w:p>
          <w:p w:rsidR="00714EBB" w:rsidRPr="00870ED0" w:rsidRDefault="00714EBB" w:rsidP="005272CF">
            <w:pPr>
              <w:pStyle w:val="PL"/>
              <w:keepNext/>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rsidP="005272CF">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0A 0D</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55 55 55 99 03</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010296">
      <w:pPr>
        <w:pStyle w:val="Heading4"/>
      </w:pPr>
      <w:r w:rsidRPr="00870ED0">
        <w:t>5.2.4.13</w:t>
      </w:r>
      <w:r w:rsidRPr="00870ED0">
        <w:tab/>
        <w:t>Method findAndCopyValue(byte tag, byte[] dstBuffer, short valueOffset)</w:t>
      </w:r>
    </w:p>
    <w:p w:rsidR="00714EBB" w:rsidRPr="00870ED0" w:rsidRDefault="00714EBB" w:rsidP="00010296">
      <w:pPr>
        <w:keepNext/>
      </w:pPr>
      <w:r w:rsidRPr="00870ED0">
        <w:t>Test Area Reference Api_2_Pah_Facyb_Bs</w:t>
      </w:r>
      <w:r w:rsidR="005631B7" w:rsidRPr="00870ED0">
        <w:t>.</w:t>
      </w:r>
    </w:p>
    <w:p w:rsidR="00714EBB" w:rsidRPr="00870ED0" w:rsidRDefault="00714EBB" w:rsidP="00010296">
      <w:pPr>
        <w:pStyle w:val="Heading5"/>
      </w:pPr>
      <w:r w:rsidRPr="00870ED0">
        <w:t>5.2.4.13.1</w:t>
      </w:r>
      <w:r w:rsidRPr="00870ED0">
        <w:tab/>
        <w:t>Conformance requirement</w:t>
      </w:r>
    </w:p>
    <w:p w:rsidR="00714EBB" w:rsidRPr="00870ED0" w:rsidRDefault="00714EBB" w:rsidP="00010296">
      <w:pPr>
        <w:keepNext/>
      </w:pPr>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5.2.4.13.1.1</w:t>
      </w:r>
      <w:r w:rsidRPr="00870ED0">
        <w:tab/>
        <w:t>Normal execution</w:t>
      </w:r>
    </w:p>
    <w:p w:rsidR="00714EBB" w:rsidRPr="00870ED0" w:rsidRDefault="00714EBB">
      <w:pPr>
        <w:pStyle w:val="B1"/>
      </w:pPr>
      <w:r w:rsidRPr="00870ED0">
        <w:t>CRRN1: looks for the first occurrence of a TLV element from the beginning of a TLV list and copy its v</w:t>
      </w:r>
      <w:r w:rsidR="005631B7" w:rsidRPr="00870ED0">
        <w:t>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length of the copied value is returned.</w:t>
      </w:r>
    </w:p>
    <w:p w:rsidR="00714EBB" w:rsidRPr="00870ED0" w:rsidRDefault="00714EBB">
      <w:pPr>
        <w:pStyle w:val="B1"/>
      </w:pPr>
      <w:r w:rsidRPr="00870ED0">
        <w:t>CRRN4: The search method is comprehension required flag independent.</w:t>
      </w:r>
    </w:p>
    <w:p w:rsidR="00714EBB" w:rsidRPr="00870ED0" w:rsidRDefault="00714EBB" w:rsidP="005631B7">
      <w:pPr>
        <w:pStyle w:val="H6"/>
        <w:outlineLvl w:val="0"/>
      </w:pPr>
      <w:r w:rsidRPr="00870ED0">
        <w:t>5.2.4.13.1.2</w:t>
      </w:r>
      <w:r w:rsidRPr="00870ED0">
        <w:tab/>
        <w:t>Parameter errors</w:t>
      </w:r>
    </w:p>
    <w:p w:rsidR="00714EBB" w:rsidRPr="00870ED0" w:rsidRDefault="00714EBB" w:rsidP="005631B7">
      <w:pPr>
        <w:pStyle w:val="B1"/>
        <w:keepNext/>
        <w:keepLines/>
      </w:pPr>
      <w:r w:rsidRPr="00870ED0">
        <w:t>CRRP1: if dstBuffer is null NullPointerException shall be thrown.</w:t>
      </w:r>
    </w:p>
    <w:p w:rsidR="00714EBB" w:rsidRPr="00870ED0" w:rsidRDefault="00714EBB" w:rsidP="005631B7">
      <w:pPr>
        <w:pStyle w:val="B1"/>
        <w:keepNext/>
        <w:keepLines/>
      </w:pPr>
      <w:r w:rsidRPr="00870ED0">
        <w:t>CRRP2: if dstOffset would cause access outside array bounds ArrayIndexOutOfBoundsException shall be thrown.</w:t>
      </w:r>
    </w:p>
    <w:p w:rsidR="00714EBB" w:rsidRPr="00870ED0" w:rsidRDefault="00714EBB">
      <w:pPr>
        <w:pStyle w:val="H6"/>
        <w:outlineLvl w:val="0"/>
      </w:pPr>
      <w:r w:rsidRPr="00870ED0">
        <w:t>5.2.4.13.1.3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5631B7">
      <w:pPr>
        <w:pStyle w:val="Heading5"/>
      </w:pPr>
      <w:r w:rsidRPr="00870ED0">
        <w:lastRenderedPageBreak/>
        <w:t>5.2.4.13.2</w:t>
      </w:r>
      <w:r w:rsidRPr="00870ED0">
        <w:tab/>
        <w:t>Test area files</w:t>
      </w:r>
    </w:p>
    <w:p w:rsidR="00714EBB" w:rsidRPr="00870ED0" w:rsidRDefault="00714EBB" w:rsidP="002854FB">
      <w:pPr>
        <w:pStyle w:val="EX"/>
      </w:pPr>
      <w:r w:rsidRPr="00870ED0">
        <w:t>Test Source:</w:t>
      </w:r>
      <w:r w:rsidRPr="00870ED0">
        <w:tab/>
        <w:t>Test_Api_2_Pah_Facyb_Bs.java</w:t>
      </w:r>
      <w:r w:rsidR="005631B7" w:rsidRPr="00870ED0">
        <w:t>.</w:t>
      </w:r>
    </w:p>
    <w:p w:rsidR="00714EBB" w:rsidRPr="00870ED0" w:rsidRDefault="00714EBB" w:rsidP="002854FB">
      <w:pPr>
        <w:pStyle w:val="EX"/>
      </w:pPr>
      <w:r w:rsidRPr="00870ED0">
        <w:t>Test App</w:t>
      </w:r>
      <w:r w:rsidR="005631B7" w:rsidRPr="00870ED0">
        <w:t xml:space="preserve">let: </w:t>
      </w:r>
      <w:r w:rsidR="005631B7" w:rsidRPr="00870ED0">
        <w:tab/>
        <w:t>Api_2_Pah_Facyb_Bs_1.java.</w:t>
      </w:r>
    </w:p>
    <w:p w:rsidR="00714EBB" w:rsidRPr="00870ED0" w:rsidRDefault="00714EBB" w:rsidP="002854FB">
      <w:pPr>
        <w:pStyle w:val="EX"/>
      </w:pPr>
      <w:r w:rsidRPr="00870ED0">
        <w:t>Cap File:</w:t>
      </w:r>
      <w:r w:rsidRPr="00870ED0">
        <w:tab/>
        <w:t>api_2_pah_facyb_bs.cap</w:t>
      </w:r>
      <w:r w:rsidR="005631B7" w:rsidRPr="00870ED0">
        <w:t>.</w:t>
      </w:r>
    </w:p>
    <w:p w:rsidR="00714EBB" w:rsidRPr="00870ED0" w:rsidRDefault="00714EBB" w:rsidP="005631B7">
      <w:pPr>
        <w:pStyle w:val="Heading5"/>
      </w:pPr>
      <w:r w:rsidRPr="00870ED0">
        <w:t>5.2.4.13.3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8, 10, 12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7, 9, 11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13, 14, 15, 16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5631B7"/>
    <w:p w:rsidR="00714EBB" w:rsidRPr="00870ED0" w:rsidRDefault="00714EBB" w:rsidP="00010296">
      <w:pPr>
        <w:pStyle w:val="Heading5"/>
      </w:pPr>
      <w:r w:rsidRPr="00870ED0">
        <w:t>5.2.4.13.4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FindAndCopyValue()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 with length = 15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TAL"/>
              <w:keepNext w:val="0"/>
              <w:keepLines w:val="0"/>
            </w:pPr>
            <w:r w:rsidRPr="00870ED0">
              <w:t>DstOffset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03h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631B7">
            <w:pPr>
              <w:pStyle w:val="TAC"/>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rsidP="005631B7">
            <w:pPr>
              <w:pStyle w:val="TAH"/>
            </w:pPr>
            <w:r w:rsidRPr="00870ED0">
              <w:t>initDisplayText()</w:t>
            </w:r>
          </w:p>
          <w:p w:rsidR="00714EBB" w:rsidRPr="00870ED0" w:rsidRDefault="00714EBB" w:rsidP="005631B7">
            <w:pPr>
              <w:pStyle w:val="PL"/>
              <w:keepNext/>
              <w:keepLines/>
              <w:rPr>
                <w:noProof w:val="0"/>
              </w:rPr>
            </w:pPr>
            <w:r w:rsidRPr="00870ED0">
              <w:rPr>
                <w:noProof w:val="0"/>
              </w:rPr>
              <w:t>dcs = 4</w:t>
            </w:r>
          </w:p>
          <w:p w:rsidR="00714EBB" w:rsidRPr="00870ED0" w:rsidRDefault="00714EBB" w:rsidP="005631B7">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H"/>
            </w:pPr>
            <w:r w:rsidRPr="00870ED0">
              <w:t>Successful call</w:t>
            </w:r>
          </w:p>
          <w:p w:rsidR="00714EBB" w:rsidRPr="00870ED0" w:rsidRDefault="00714EBB" w:rsidP="005631B7">
            <w:pPr>
              <w:pStyle w:val="PL"/>
              <w:keepNext/>
              <w:keepLines/>
              <w:rPr>
                <w:noProof w:val="0"/>
              </w:rPr>
            </w:pPr>
            <w:r w:rsidRPr="00870ED0">
              <w:rPr>
                <w:noProof w:val="0"/>
              </w:rPr>
              <w:t>findAndCopyValue()</w:t>
            </w:r>
          </w:p>
          <w:p w:rsidR="00714EBB" w:rsidRPr="00870ED0" w:rsidRDefault="00714EBB" w:rsidP="005631B7">
            <w:pPr>
              <w:pStyle w:val="PL"/>
              <w:keepNext/>
              <w:keepLines/>
              <w:rPr>
                <w:noProof w:val="0"/>
              </w:rPr>
            </w:pPr>
            <w:r w:rsidRPr="00870ED0">
              <w:rPr>
                <w:noProof w:val="0"/>
              </w:rPr>
              <w:t>Tag = 0Dh</w:t>
            </w:r>
          </w:p>
          <w:p w:rsidR="00714EBB" w:rsidRPr="00870ED0" w:rsidRDefault="00714EBB" w:rsidP="005631B7">
            <w:pPr>
              <w:pStyle w:val="PL"/>
              <w:keepNext/>
              <w:keepLines/>
              <w:rPr>
                <w:noProof w:val="0"/>
              </w:rPr>
            </w:pPr>
            <w:r w:rsidRPr="00870ED0">
              <w:rPr>
                <w:noProof w:val="0"/>
              </w:rPr>
              <w:t>DstBuffer.length = 17</w:t>
            </w:r>
          </w:p>
          <w:p w:rsidR="00714EBB" w:rsidRPr="00870ED0" w:rsidRDefault="00714EBB" w:rsidP="005631B7">
            <w:pPr>
              <w:pStyle w:val="PL"/>
              <w:keepNext/>
              <w:keepLines/>
              <w:rPr>
                <w:noProof w:val="0"/>
              </w:rPr>
            </w:pPr>
            <w:r w:rsidRPr="00870ED0">
              <w:rPr>
                <w:noProof w:val="0"/>
              </w:rPr>
              <w:t>DstOffset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r w:rsidRPr="00870ED0">
              <w:t>Result of findAndcopyValue()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19</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Compare buffer</w:t>
            </w:r>
          </w:p>
          <w:p w:rsidR="00714EBB" w:rsidRPr="00870ED0" w:rsidRDefault="00714EBB" w:rsidP="005272CF">
            <w:pPr>
              <w:pStyle w:val="PL"/>
              <w:keepNext/>
              <w:rPr>
                <w:noProof w:val="0"/>
              </w:rPr>
            </w:pPr>
            <w:r w:rsidRPr="00870ED0">
              <w:rPr>
                <w:noProof w:val="0"/>
              </w:rPr>
              <w:t xml:space="preserve">buffer = </w:t>
            </w:r>
          </w:p>
          <w:p w:rsidR="00714EBB" w:rsidRPr="00870ED0" w:rsidRDefault="00714EBB" w:rsidP="005272CF">
            <w:pPr>
              <w:pStyle w:val="PL"/>
              <w:keepNext/>
              <w:rPr>
                <w:noProof w:val="0"/>
              </w:rPr>
            </w:pPr>
            <w:r w:rsidRPr="00870ED0">
              <w:rPr>
                <w:noProof w:val="0"/>
              </w:rPr>
              <w:t>55 55 04 00 01</w:t>
            </w:r>
          </w:p>
          <w:p w:rsidR="00714EBB" w:rsidRPr="00870ED0" w:rsidRDefault="00714EBB" w:rsidP="005272CF">
            <w:pPr>
              <w:pStyle w:val="PL"/>
              <w:keepNext/>
              <w:rPr>
                <w:noProof w:val="0"/>
              </w:rPr>
            </w:pPr>
            <w:r w:rsidRPr="00870ED0">
              <w:rPr>
                <w:noProof w:val="0"/>
              </w:rPr>
              <w:t>02 03 04 05 06</w:t>
            </w:r>
          </w:p>
          <w:p w:rsidR="00714EBB" w:rsidRPr="00870ED0" w:rsidRDefault="00714EBB" w:rsidP="005272CF">
            <w:pPr>
              <w:pStyle w:val="PL"/>
              <w:keepNext/>
              <w:rPr>
                <w:noProof w:val="0"/>
              </w:rPr>
            </w:pPr>
            <w:r w:rsidRPr="00870ED0">
              <w:rPr>
                <w:noProof w:val="0"/>
              </w:rPr>
              <w:t>07 08 09 0A 0B</w:t>
            </w:r>
          </w:p>
          <w:p w:rsidR="00714EBB" w:rsidRPr="00870ED0" w:rsidRDefault="00714EBB" w:rsidP="005272CF">
            <w:pPr>
              <w:pStyle w:val="PL"/>
              <w:keepNext/>
              <w:rPr>
                <w:noProof w:val="0"/>
              </w:rPr>
            </w:pPr>
            <w:r w:rsidRPr="00870ED0">
              <w:rPr>
                <w:noProof w:val="0"/>
              </w:rPr>
              <w:t>0C 0D 0E 0F 55</w:t>
            </w:r>
          </w:p>
          <w:p w:rsidR="00714EBB" w:rsidRPr="00870ED0" w:rsidRDefault="00714EBB" w:rsidP="005272CF">
            <w:pPr>
              <w:pStyle w:val="TAL"/>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append a 2nd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initDisplayText()</w:t>
            </w:r>
          </w:p>
          <w:p w:rsidR="00714EBB" w:rsidRPr="00870ED0" w:rsidRDefault="00714EBB" w:rsidP="00010296">
            <w:pPr>
              <w:pStyle w:val="PL"/>
              <w:keepNext/>
              <w:rPr>
                <w:noProof w:val="0"/>
              </w:rPr>
            </w:pPr>
            <w:r w:rsidRPr="00870ED0">
              <w:rPr>
                <w:noProof w:val="0"/>
              </w:rPr>
              <w:t>dcs = 4</w:t>
            </w:r>
          </w:p>
          <w:p w:rsidR="00714EBB" w:rsidRPr="00870ED0" w:rsidRDefault="00714EBB" w:rsidP="00010296">
            <w:pPr>
              <w:pStyle w:val="PL"/>
              <w:keepNext/>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Successful call (with tag 8Dh)</w:t>
            </w:r>
          </w:p>
          <w:p w:rsidR="00714EBB" w:rsidRPr="00870ED0" w:rsidRDefault="00714EBB" w:rsidP="00010296">
            <w:pPr>
              <w:pStyle w:val="PL"/>
              <w:keepNext/>
              <w:rPr>
                <w:noProof w:val="0"/>
              </w:rPr>
            </w:pPr>
            <w:r w:rsidRPr="00870ED0">
              <w:rPr>
                <w:noProof w:val="0"/>
              </w:rPr>
              <w:t>findAndCopyValue()</w:t>
            </w:r>
          </w:p>
          <w:p w:rsidR="00714EBB" w:rsidRPr="00870ED0" w:rsidRDefault="00714EBB" w:rsidP="00010296">
            <w:pPr>
              <w:pStyle w:val="PL"/>
              <w:keepNext/>
              <w:rPr>
                <w:noProof w:val="0"/>
              </w:rPr>
            </w:pPr>
            <w:r w:rsidRPr="00870ED0">
              <w:rPr>
                <w:noProof w:val="0"/>
              </w:rPr>
              <w:t>tag = 8Dh</w:t>
            </w:r>
          </w:p>
          <w:p w:rsidR="00714EBB" w:rsidRPr="00870ED0" w:rsidRDefault="00714EBB" w:rsidP="00010296">
            <w:pPr>
              <w:pStyle w:val="PL"/>
              <w:keepNext/>
              <w:rPr>
                <w:noProof w:val="0"/>
              </w:rPr>
            </w:pPr>
            <w:r w:rsidRPr="00870ED0">
              <w:rPr>
                <w:noProof w:val="0"/>
              </w:rPr>
              <w:t>dstBuffer.length = 17</w:t>
            </w:r>
          </w:p>
          <w:p w:rsidR="00714EBB" w:rsidRPr="00870ED0" w:rsidRDefault="00714EBB" w:rsidP="00010296">
            <w:pPr>
              <w:pStyle w:val="PL"/>
              <w:keepNext/>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Append tag 0Fh</w:t>
            </w:r>
          </w:p>
          <w:p w:rsidR="00714EBB" w:rsidRPr="00870ED0" w:rsidRDefault="00714EBB">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Successful call (with tag 8Fh)</w:t>
            </w:r>
          </w:p>
          <w:p w:rsidR="00714EBB" w:rsidRPr="00870ED0" w:rsidRDefault="00714EBB">
            <w:pPr>
              <w:pStyle w:val="PL"/>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8Fh</w:t>
            </w:r>
          </w:p>
          <w:p w:rsidR="00714EBB" w:rsidRPr="00870ED0" w:rsidRDefault="00714EBB">
            <w:pPr>
              <w:pStyle w:val="PL"/>
              <w:keepNext/>
              <w:keepLines/>
              <w:rPr>
                <w:noProof w:val="0"/>
              </w:rPr>
            </w:pPr>
            <w:r w:rsidRPr="00870ED0">
              <w:rPr>
                <w:noProof w:val="0"/>
              </w:rPr>
              <w:t>dstBuffer.length = 16</w:t>
            </w:r>
          </w:p>
          <w:p w:rsidR="00714EBB" w:rsidRPr="00870ED0" w:rsidRDefault="00714EBB">
            <w:pPr>
              <w:pStyle w:val="PL"/>
              <w:keepNext/>
              <w:keepLines/>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r w:rsidRPr="00870ED0">
              <w:t>Result of findAndcopyValue() is 16</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5631B7">
      <w:pPr>
        <w:pStyle w:val="Heading4"/>
      </w:pPr>
      <w:r w:rsidRPr="00870ED0">
        <w:t>5.2.4.14</w:t>
      </w:r>
      <w:r w:rsidRPr="00870ED0">
        <w:tab/>
        <w:t>Method findAndCopyValue(byte tag, byte occurrence, short valueOffset, byte[] dstBuffer, short dstOffset, short dstLength)</w:t>
      </w:r>
    </w:p>
    <w:p w:rsidR="00714EBB" w:rsidRPr="00870ED0" w:rsidRDefault="00714EBB" w:rsidP="005631B7">
      <w:pPr>
        <w:keepNext/>
        <w:keepLines/>
      </w:pPr>
      <w:r w:rsidRPr="00870ED0">
        <w:t>Test Area Reference Api_2_Pah_Facybbs_Bss</w:t>
      </w:r>
      <w:r w:rsidR="005631B7" w:rsidRPr="00870ED0">
        <w:t>.</w:t>
      </w:r>
    </w:p>
    <w:p w:rsidR="00714EBB" w:rsidRPr="00870ED0" w:rsidRDefault="00714EBB" w:rsidP="005631B7">
      <w:pPr>
        <w:pStyle w:val="Heading5"/>
      </w:pPr>
      <w:r w:rsidRPr="00870ED0">
        <w:t>5.2.4.14.1</w:t>
      </w:r>
      <w:r w:rsidRPr="00870ED0">
        <w:tab/>
        <w:t>Conformance requirement</w:t>
      </w:r>
    </w:p>
    <w:p w:rsidR="00714EBB" w:rsidRPr="00870ED0" w:rsidRDefault="00714EBB" w:rsidP="005631B7">
      <w:pPr>
        <w:keepNext/>
        <w:keepLines/>
      </w:pPr>
      <w:r w:rsidRPr="00870ED0">
        <w:t>The method with following header shall be compliant to its definition in the API.</w:t>
      </w:r>
    </w:p>
    <w:p w:rsidR="00714EBB" w:rsidRPr="00870ED0" w:rsidRDefault="00714EBB" w:rsidP="005631B7">
      <w:pPr>
        <w:pStyle w:val="PL"/>
        <w:keepNext/>
        <w:keepLines/>
        <w:rPr>
          <w:noProof w:val="0"/>
        </w:rPr>
      </w:pPr>
      <w:r w:rsidRPr="00870ED0">
        <w:rPr>
          <w:noProof w:val="0"/>
        </w:rPr>
        <w:t>public short findAndCopyValue(byte tag,</w:t>
      </w:r>
    </w:p>
    <w:p w:rsidR="00714EBB" w:rsidRPr="00870ED0" w:rsidRDefault="00714EBB" w:rsidP="005631B7">
      <w:pPr>
        <w:pStyle w:val="PL"/>
        <w:keepNext/>
        <w:keepLines/>
        <w:rPr>
          <w:noProof w:val="0"/>
        </w:rPr>
      </w:pPr>
      <w:r w:rsidRPr="00870ED0">
        <w:rPr>
          <w:noProof w:val="0"/>
        </w:rPr>
        <w:t xml:space="preserve">                              byte occurrence,</w:t>
      </w:r>
    </w:p>
    <w:p w:rsidR="00714EBB" w:rsidRPr="00870ED0" w:rsidRDefault="00714EBB" w:rsidP="005631B7">
      <w:pPr>
        <w:pStyle w:val="PL"/>
        <w:keepNext/>
        <w:keepLines/>
        <w:rPr>
          <w:noProof w:val="0"/>
        </w:rPr>
      </w:pPr>
      <w:r w:rsidRPr="00870ED0">
        <w:rPr>
          <w:noProof w:val="0"/>
        </w:rPr>
        <w:t xml:space="preserve">                              short valueOffset,</w:t>
      </w:r>
    </w:p>
    <w:p w:rsidR="00714EBB" w:rsidRPr="00870ED0" w:rsidRDefault="00714EBB" w:rsidP="005631B7">
      <w:pPr>
        <w:pStyle w:val="PL"/>
        <w:keepNext/>
        <w:keepLines/>
        <w:rPr>
          <w:noProof w:val="0"/>
        </w:rPr>
      </w:pPr>
      <w:r w:rsidRPr="00870ED0">
        <w:rPr>
          <w:noProof w:val="0"/>
        </w:rPr>
        <w:t xml:space="preserve">                              byte[] dstBuffer,</w:t>
      </w:r>
    </w:p>
    <w:p w:rsidR="00714EBB" w:rsidRPr="00870ED0" w:rsidRDefault="00714EBB" w:rsidP="005631B7">
      <w:pPr>
        <w:pStyle w:val="PL"/>
        <w:keepNext/>
        <w:keepLines/>
        <w:rPr>
          <w:noProof w:val="0"/>
        </w:rPr>
      </w:pPr>
      <w:r w:rsidRPr="00870ED0">
        <w:rPr>
          <w:noProof w:val="0"/>
        </w:rPr>
        <w:t xml:space="preserve">                              short dstOffset,</w:t>
      </w:r>
    </w:p>
    <w:p w:rsidR="00714EBB" w:rsidRPr="00870ED0" w:rsidRDefault="00714EBB" w:rsidP="005631B7">
      <w:pPr>
        <w:pStyle w:val="PL"/>
        <w:keepNext/>
        <w:keepLines/>
        <w:rPr>
          <w:noProof w:val="0"/>
        </w:rPr>
      </w:pPr>
      <w:r w:rsidRPr="00870ED0">
        <w:rPr>
          <w:noProof w:val="0"/>
        </w:rPr>
        <w:t xml:space="preserve">                              short dstLength)</w:t>
      </w:r>
    </w:p>
    <w:p w:rsidR="00714EBB" w:rsidRPr="00870ED0" w:rsidRDefault="00714EBB" w:rsidP="005631B7">
      <w:pPr>
        <w:pStyle w:val="PL"/>
        <w:keepNext/>
        <w:keepLines/>
        <w:rPr>
          <w:noProof w:val="0"/>
        </w:rPr>
      </w:pPr>
      <w:r w:rsidRPr="00870ED0">
        <w:rPr>
          <w:noProof w:val="0"/>
        </w:rPr>
        <w:t xml:space="preserve">                       throws java.lang.NullPointerException,</w:t>
      </w:r>
    </w:p>
    <w:p w:rsidR="00714EBB" w:rsidRPr="00870ED0" w:rsidRDefault="00714EBB" w:rsidP="005631B7">
      <w:pPr>
        <w:pStyle w:val="PL"/>
        <w:keepNext/>
        <w:keepLines/>
        <w:rPr>
          <w:noProof w:val="0"/>
        </w:rPr>
      </w:pPr>
      <w:r w:rsidRPr="00870ED0">
        <w:rPr>
          <w:noProof w:val="0"/>
        </w:rPr>
        <w:t xml:space="preserve">                              java.lang.ArrayIndexOutOfBoundsException,</w:t>
      </w:r>
    </w:p>
    <w:p w:rsidR="00714EBB" w:rsidRPr="00870ED0" w:rsidRDefault="00714EBB" w:rsidP="005631B7">
      <w:pPr>
        <w:pStyle w:val="PL"/>
        <w:keepNext/>
        <w:keepLines/>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5.2.4.14.1.1</w:t>
      </w:r>
      <w:r w:rsidRPr="00870ED0">
        <w:tab/>
        <w:t>Normal execution</w:t>
      </w:r>
    </w:p>
    <w:p w:rsidR="00714EBB" w:rsidRPr="00870ED0" w:rsidRDefault="00714EBB">
      <w:pPr>
        <w:pStyle w:val="B1"/>
      </w:pPr>
      <w:r w:rsidRPr="00870ED0">
        <w:t>CRRN1: looks for the indicated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lastRenderedPageBreak/>
        <w:t>CRRN3: if the method is successful then the corresponding TLV becomes current and dstOffset + dstLength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5.2.4.14.1.2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or dstLength or both would cause access outside array bounds, or if dstLength is negative ArrayIndexOutOfBoundsException shall be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rsidP="005631B7">
      <w:pPr>
        <w:pStyle w:val="B1"/>
      </w:pPr>
      <w:r w:rsidRPr="00870ED0">
        <w:t>CRRP4: if an input parameter is not valid (e.g. occurrence = 0) an instance of ToolkitException shall be thrown. The reason code shall be ToolkitException.</w:t>
      </w:r>
      <w:r w:rsidRPr="00870ED0">
        <w:rPr>
          <w:rFonts w:ascii="Courier New" w:hAnsi="Courier New"/>
        </w:rPr>
        <w:t>BAD_INPUT_PARAMETER</w:t>
      </w:r>
      <w:r w:rsidR="005631B7" w:rsidRPr="00870ED0">
        <w:t>.</w:t>
      </w:r>
    </w:p>
    <w:p w:rsidR="00714EBB" w:rsidRPr="00870ED0" w:rsidRDefault="00714EBB">
      <w:pPr>
        <w:pStyle w:val="H6"/>
        <w:outlineLvl w:val="0"/>
      </w:pPr>
      <w:r w:rsidRPr="00870ED0">
        <w:t>5.2.4.14.1.3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5631B7">
      <w:pPr>
        <w:pStyle w:val="Heading5"/>
      </w:pPr>
      <w:r w:rsidRPr="00870ED0">
        <w:t>5.2.4.14.2</w:t>
      </w:r>
      <w:r w:rsidRPr="00870ED0">
        <w:tab/>
        <w:t>Test area files</w:t>
      </w:r>
    </w:p>
    <w:p w:rsidR="00714EBB" w:rsidRPr="00870ED0" w:rsidRDefault="00714EBB" w:rsidP="002854FB">
      <w:pPr>
        <w:pStyle w:val="EX"/>
      </w:pPr>
      <w:r w:rsidRPr="00870ED0">
        <w:t>Test Source:</w:t>
      </w:r>
      <w:r w:rsidRPr="00870ED0">
        <w:tab/>
        <w:t>Test_Api_2_Pah_Facybbs_Bss.java</w:t>
      </w:r>
      <w:r w:rsidR="005631B7" w:rsidRPr="00870ED0">
        <w:t>.</w:t>
      </w:r>
    </w:p>
    <w:p w:rsidR="00714EBB" w:rsidRPr="00870ED0" w:rsidRDefault="00714EBB" w:rsidP="002854FB">
      <w:pPr>
        <w:pStyle w:val="EX"/>
      </w:pPr>
      <w:r w:rsidRPr="00870ED0">
        <w:t>Test Applet</w:t>
      </w:r>
      <w:r w:rsidR="005631B7" w:rsidRPr="00870ED0">
        <w:t xml:space="preserve">: </w:t>
      </w:r>
      <w:r w:rsidR="005631B7" w:rsidRPr="00870ED0">
        <w:tab/>
        <w:t>Api_2_Pah_Facybbs_Bss_1.java.</w:t>
      </w:r>
    </w:p>
    <w:p w:rsidR="00714EBB" w:rsidRPr="00870ED0" w:rsidRDefault="00714EBB" w:rsidP="002854FB">
      <w:pPr>
        <w:pStyle w:val="EX"/>
      </w:pPr>
      <w:r w:rsidRPr="00870ED0">
        <w:t>Cap File:</w:t>
      </w:r>
      <w:r w:rsidRPr="00870ED0">
        <w:tab/>
        <w:t>api_2_pah_facybbs_bss.cap</w:t>
      </w:r>
      <w:r w:rsidR="005631B7" w:rsidRPr="00870ED0">
        <w:t>.</w:t>
      </w:r>
    </w:p>
    <w:p w:rsidR="00714EBB" w:rsidRPr="00870ED0" w:rsidRDefault="00714EBB" w:rsidP="005631B7">
      <w:pPr>
        <w:pStyle w:val="Heading5"/>
      </w:pPr>
      <w:r w:rsidRPr="00870ED0">
        <w:t>5.2.4.14.3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H"/>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13, 15, 17, 19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N3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12, 14, 16, 18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N4</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20, 21, 22, 23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P1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P2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P3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5631B7">
            <w:pPr>
              <w:pStyle w:val="TAC"/>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ProactiveHandler</w:t>
            </w:r>
          </w:p>
        </w:tc>
      </w:tr>
    </w:tbl>
    <w:p w:rsidR="00714EBB" w:rsidRPr="00870ED0" w:rsidRDefault="00714EBB" w:rsidP="005631B7"/>
    <w:p w:rsidR="00714EBB" w:rsidRPr="00870ED0" w:rsidRDefault="00714EBB" w:rsidP="005631B7">
      <w:pPr>
        <w:pStyle w:val="Heading5"/>
      </w:pPr>
      <w:r w:rsidRPr="00870ED0">
        <w:t>5.2.4.14.4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findAndCopyValue()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 with length = 15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initDisplayText() with length = 5</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valueOffset &gt; Text String Length</w:t>
            </w:r>
          </w:p>
          <w:p w:rsidR="00714EBB" w:rsidRPr="00870ED0" w:rsidRDefault="00714EBB" w:rsidP="00010296">
            <w:pPr>
              <w:pStyle w:val="PL"/>
              <w:keepNext/>
              <w:rPr>
                <w:noProof w:val="0"/>
              </w:rPr>
            </w:pPr>
            <w:r w:rsidRPr="00870ED0">
              <w:rPr>
                <w:noProof w:val="0"/>
              </w:rPr>
              <w:t>findAndCopyValue()</w:t>
            </w:r>
          </w:p>
          <w:p w:rsidR="00714EBB" w:rsidRPr="00870ED0" w:rsidRDefault="00714EBB" w:rsidP="00010296">
            <w:pPr>
              <w:pStyle w:val="PL"/>
              <w:keepNext/>
              <w:rPr>
                <w:noProof w:val="0"/>
              </w:rPr>
            </w:pPr>
            <w:r w:rsidRPr="00870ED0">
              <w:rPr>
                <w:noProof w:val="0"/>
              </w:rPr>
              <w:t>tag = 0Dh, occurrence = 1</w:t>
            </w:r>
          </w:p>
          <w:p w:rsidR="00714EBB" w:rsidRPr="00870ED0" w:rsidRDefault="00714EBB" w:rsidP="00010296">
            <w:pPr>
              <w:pStyle w:val="PL"/>
              <w:keepNext/>
              <w:rPr>
                <w:noProof w:val="0"/>
              </w:rPr>
            </w:pPr>
            <w:r w:rsidRPr="00870ED0">
              <w:rPr>
                <w:noProof w:val="0"/>
              </w:rPr>
              <w:t>valueOffset = 7</w:t>
            </w:r>
          </w:p>
          <w:p w:rsidR="00714EBB" w:rsidRPr="00870ED0" w:rsidRDefault="00714EBB" w:rsidP="00010296">
            <w:pPr>
              <w:pStyle w:val="PL"/>
              <w:keepNext/>
              <w:rPr>
                <w:noProof w:val="0"/>
              </w:rPr>
            </w:pPr>
            <w:r w:rsidRPr="00870ED0">
              <w:rPr>
                <w:noProof w:val="0"/>
              </w:rPr>
              <w:t>dstBuffer.length = 15</w:t>
            </w:r>
          </w:p>
          <w:p w:rsidR="00714EBB" w:rsidRPr="00870ED0" w:rsidRDefault="00714EBB" w:rsidP="00010296">
            <w:pPr>
              <w:pStyle w:val="PL"/>
              <w:keepNext/>
              <w:rPr>
                <w:noProof w:val="0"/>
              </w:rPr>
            </w:pPr>
            <w:r w:rsidRPr="00870ED0">
              <w:rPr>
                <w:noProof w:val="0"/>
              </w:rPr>
              <w:t>dstOffset = 0</w:t>
            </w:r>
          </w:p>
          <w:p w:rsidR="00714EBB" w:rsidRPr="00870ED0" w:rsidRDefault="00714EBB" w:rsidP="00010296">
            <w:pPr>
              <w:pStyle w:val="PL"/>
              <w:keepNext/>
              <w:rPr>
                <w:noProof w:val="0"/>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C"/>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H"/>
            </w:pPr>
            <w:r w:rsidRPr="00870ED0">
              <w:t>valueOffset + dstLength &gt; Text String length</w:t>
            </w:r>
          </w:p>
          <w:p w:rsidR="00714EBB" w:rsidRPr="00870ED0" w:rsidRDefault="00714EBB" w:rsidP="005631B7">
            <w:pPr>
              <w:pStyle w:val="PL"/>
              <w:keepNext/>
              <w:keepLines/>
              <w:rPr>
                <w:noProof w:val="0"/>
              </w:rPr>
            </w:pPr>
            <w:r w:rsidRPr="00870ED0">
              <w:rPr>
                <w:noProof w:val="0"/>
              </w:rPr>
              <w:t>findAndCopyValue()</w:t>
            </w:r>
          </w:p>
          <w:p w:rsidR="00714EBB" w:rsidRPr="00870ED0" w:rsidRDefault="00714EBB" w:rsidP="005631B7">
            <w:pPr>
              <w:pStyle w:val="PL"/>
              <w:keepNext/>
              <w:keepLines/>
              <w:rPr>
                <w:noProof w:val="0"/>
              </w:rPr>
            </w:pPr>
            <w:r w:rsidRPr="00870ED0">
              <w:rPr>
                <w:noProof w:val="0"/>
              </w:rPr>
              <w:t>valueOffset = 2</w:t>
            </w:r>
          </w:p>
          <w:p w:rsidR="00714EBB" w:rsidRPr="00870ED0" w:rsidRDefault="00714EBB" w:rsidP="005631B7">
            <w:pPr>
              <w:pStyle w:val="PL"/>
              <w:keepNext/>
              <w:keepLines/>
              <w:rPr>
                <w:noProof w:val="0"/>
              </w:rPr>
            </w:pPr>
            <w:r w:rsidRPr="00870ED0">
              <w:rPr>
                <w:noProof w:val="0"/>
              </w:rPr>
              <w:t>dstBuffer.length = 15</w:t>
            </w:r>
          </w:p>
          <w:p w:rsidR="00714EBB" w:rsidRPr="00870ED0" w:rsidRDefault="00714EBB" w:rsidP="005631B7">
            <w:pPr>
              <w:pStyle w:val="PL"/>
              <w:keepNext/>
              <w:keepLines/>
              <w:rPr>
                <w:noProof w:val="0"/>
              </w:rPr>
            </w:pPr>
            <w:r w:rsidRPr="00870ED0">
              <w:rPr>
                <w:noProof w:val="0"/>
              </w:rPr>
              <w:t>dstOffset = 0</w:t>
            </w:r>
          </w:p>
          <w:p w:rsidR="00714EBB" w:rsidRPr="00870ED0" w:rsidRDefault="00714EBB" w:rsidP="005631B7">
            <w:pPr>
              <w:pStyle w:val="PL"/>
              <w:keepNext/>
              <w:keepLines/>
              <w:rPr>
                <w:noProof w:val="0"/>
              </w:rPr>
            </w:pPr>
            <w:r w:rsidRPr="00870ED0">
              <w:rPr>
                <w:noProof w:val="0"/>
              </w:rPr>
              <w:t>dstLength = 5</w:t>
            </w:r>
          </w:p>
          <w:p w:rsidR="00714EBB" w:rsidRPr="00870ED0" w:rsidRDefault="00714EBB" w:rsidP="005631B7">
            <w:pPr>
              <w:pStyle w:val="TAL"/>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InitDisplayText()</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15</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Compare buffer</w:t>
            </w:r>
          </w:p>
          <w:p w:rsidR="00714EBB" w:rsidRPr="00870ED0" w:rsidRDefault="00714EBB" w:rsidP="005272CF">
            <w:pPr>
              <w:pStyle w:val="PL"/>
              <w:keepNext/>
              <w:rPr>
                <w:noProof w:val="0"/>
              </w:rPr>
            </w:pPr>
            <w:r w:rsidRPr="00870ED0">
              <w:rPr>
                <w:noProof w:val="0"/>
              </w:rPr>
              <w:t xml:space="preserve">buffer = </w:t>
            </w:r>
          </w:p>
          <w:p w:rsidR="00714EBB" w:rsidRPr="00870ED0" w:rsidRDefault="00714EBB" w:rsidP="005272CF">
            <w:pPr>
              <w:pStyle w:val="PL"/>
              <w:keepNext/>
              <w:rPr>
                <w:noProof w:val="0"/>
              </w:rPr>
            </w:pPr>
            <w:r w:rsidRPr="00870ED0">
              <w:rPr>
                <w:noProof w:val="0"/>
              </w:rPr>
              <w:t>55 55 55 01 02</w:t>
            </w:r>
          </w:p>
          <w:p w:rsidR="00714EBB" w:rsidRPr="00870ED0" w:rsidRDefault="00714EBB" w:rsidP="005272CF">
            <w:pPr>
              <w:pStyle w:val="PL"/>
              <w:keepNext/>
              <w:rPr>
                <w:noProof w:val="0"/>
              </w:rPr>
            </w:pPr>
            <w:r w:rsidRPr="00870ED0">
              <w:rPr>
                <w:noProof w:val="0"/>
              </w:rPr>
              <w:t>03 04 05 06 07</w:t>
            </w:r>
          </w:p>
          <w:p w:rsidR="00714EBB" w:rsidRPr="00870ED0" w:rsidRDefault="00714EBB" w:rsidP="005272CF">
            <w:pPr>
              <w:pStyle w:val="PL"/>
              <w:keepNext/>
              <w:rPr>
                <w:noProof w:val="0"/>
              </w:rPr>
            </w:pPr>
            <w:r w:rsidRPr="00870ED0">
              <w:rPr>
                <w:noProof w:val="0"/>
              </w:rPr>
              <w:t>08 09 0A 0B 0C</w:t>
            </w:r>
          </w:p>
          <w:p w:rsidR="00714EBB" w:rsidRPr="00870ED0" w:rsidRDefault="00714EBB" w:rsidP="005272CF">
            <w:pPr>
              <w:pStyle w:val="PL"/>
              <w:keepNext/>
              <w:rPr>
                <w:noProof w:val="0"/>
              </w:rPr>
            </w:pPr>
            <w:r w:rsidRPr="00870ED0">
              <w:rPr>
                <w:noProof w:val="0"/>
              </w:rPr>
              <w:t>55 55 55 55 55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Text String TLV</w:t>
            </w:r>
          </w:p>
          <w:p w:rsidR="00714EBB" w:rsidRPr="00870ED0" w:rsidRDefault="00714EBB">
            <w:pPr>
              <w:pStyle w:val="PL"/>
              <w:rPr>
                <w:noProof w:val="0"/>
              </w:rPr>
            </w:pPr>
            <w:r w:rsidRPr="00870ED0">
              <w:rPr>
                <w:noProof w:val="0"/>
              </w:rPr>
              <w:t>tag = 0D</w:t>
            </w:r>
          </w:p>
          <w:p w:rsidR="00714EBB" w:rsidRPr="00870ED0" w:rsidRDefault="00714EBB">
            <w:pPr>
              <w:pStyle w:val="PL"/>
              <w:rPr>
                <w:noProof w:val="0"/>
              </w:rPr>
            </w:pPr>
            <w:r w:rsidRPr="00870ED0">
              <w:rPr>
                <w:noProof w:val="0"/>
              </w:rPr>
              <w:t>buffer = 00 11 22 33 44 55 (no specific DCS byte)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6</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11 22 33 44 55</w:t>
            </w:r>
          </w:p>
          <w:p w:rsidR="00714EBB" w:rsidRPr="00870ED0" w:rsidRDefault="00714EBB">
            <w:pPr>
              <w:pStyle w:val="TAL"/>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631B7">
            <w:pPr>
              <w:pStyle w:val="TAC"/>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rsidP="005631B7">
            <w:pPr>
              <w:pStyle w:val="TAH"/>
            </w:pPr>
            <w:r w:rsidRPr="00870ED0">
              <w:t>initDisplayText()</w:t>
            </w:r>
          </w:p>
          <w:p w:rsidR="00714EBB" w:rsidRPr="00870ED0" w:rsidRDefault="00714EBB" w:rsidP="005631B7">
            <w:pPr>
              <w:pStyle w:val="PL"/>
              <w:keepNext/>
              <w:keepLines/>
              <w:rPr>
                <w:noProof w:val="0"/>
              </w:rPr>
            </w:pPr>
            <w:r w:rsidRPr="00870ED0">
              <w:rPr>
                <w:noProof w:val="0"/>
              </w:rPr>
              <w:t>dcs = 4</w:t>
            </w:r>
          </w:p>
          <w:p w:rsidR="00714EBB" w:rsidRPr="00870ED0" w:rsidRDefault="00714EBB" w:rsidP="005631B7">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5631B7">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5631B7">
            <w:pPr>
              <w:pStyle w:val="TAH"/>
            </w:pPr>
            <w:r w:rsidRPr="00870ED0">
              <w:t>Successful call (with tag 8Dh)</w:t>
            </w:r>
          </w:p>
          <w:p w:rsidR="00714EBB" w:rsidRPr="00870ED0" w:rsidRDefault="00714EBB" w:rsidP="005631B7">
            <w:pPr>
              <w:pStyle w:val="PL"/>
              <w:keepNext/>
              <w:keepLines/>
              <w:rPr>
                <w:noProof w:val="0"/>
              </w:rPr>
            </w:pPr>
            <w:r w:rsidRPr="00870ED0">
              <w:rPr>
                <w:noProof w:val="0"/>
              </w:rPr>
              <w:t>findAndCopyValue()</w:t>
            </w:r>
          </w:p>
          <w:p w:rsidR="00714EBB" w:rsidRPr="00870ED0" w:rsidRDefault="00714EBB" w:rsidP="005631B7">
            <w:pPr>
              <w:pStyle w:val="PL"/>
              <w:keepNext/>
              <w:keepLines/>
              <w:rPr>
                <w:noProof w:val="0"/>
              </w:rPr>
            </w:pPr>
            <w:r w:rsidRPr="00870ED0">
              <w:rPr>
                <w:noProof w:val="0"/>
              </w:rPr>
              <w:t>tag = 8Dh</w:t>
            </w:r>
          </w:p>
          <w:p w:rsidR="00714EBB" w:rsidRPr="00870ED0" w:rsidRDefault="00714EBB" w:rsidP="005631B7">
            <w:pPr>
              <w:pStyle w:val="PL"/>
              <w:keepNext/>
              <w:keepLines/>
              <w:rPr>
                <w:noProof w:val="0"/>
              </w:rPr>
            </w:pPr>
            <w:r w:rsidRPr="00870ED0">
              <w:rPr>
                <w:noProof w:val="0"/>
              </w:rPr>
              <w:t>occurrence = 1</w:t>
            </w:r>
          </w:p>
          <w:p w:rsidR="00714EBB" w:rsidRPr="00870ED0" w:rsidRDefault="00714EBB" w:rsidP="005631B7">
            <w:pPr>
              <w:pStyle w:val="PL"/>
              <w:keepNext/>
              <w:keepLines/>
              <w:rPr>
                <w:noProof w:val="0"/>
              </w:rPr>
            </w:pPr>
            <w:r w:rsidRPr="00870ED0">
              <w:rPr>
                <w:noProof w:val="0"/>
              </w:rPr>
              <w:t>valueOffset = 0</w:t>
            </w:r>
          </w:p>
          <w:p w:rsidR="00714EBB" w:rsidRPr="00870ED0" w:rsidRDefault="00714EBB" w:rsidP="005631B7">
            <w:pPr>
              <w:pStyle w:val="PL"/>
              <w:keepNext/>
              <w:keepLines/>
              <w:rPr>
                <w:noProof w:val="0"/>
              </w:rPr>
            </w:pPr>
            <w:r w:rsidRPr="00870ED0">
              <w:rPr>
                <w:noProof w:val="0"/>
              </w:rPr>
              <w:t>dstBuffer.length = 17</w:t>
            </w:r>
          </w:p>
          <w:p w:rsidR="00714EBB" w:rsidRPr="00870ED0" w:rsidRDefault="00714EBB" w:rsidP="005631B7">
            <w:pPr>
              <w:pStyle w:val="PL"/>
              <w:keepNext/>
              <w:keepLines/>
              <w:rPr>
                <w:noProof w:val="0"/>
              </w:rPr>
            </w:pPr>
            <w:r w:rsidRPr="00870ED0">
              <w:rPr>
                <w:noProof w:val="0"/>
              </w:rPr>
              <w:t>dstOffset = 0</w:t>
            </w:r>
          </w:p>
          <w:p w:rsidR="00714EBB" w:rsidRPr="00870ED0" w:rsidRDefault="00714EBB" w:rsidP="005631B7">
            <w:pPr>
              <w:pStyle w:val="PL"/>
              <w:keepNext/>
              <w:keepLines/>
              <w:rPr>
                <w:noProof w:val="0"/>
              </w:rPr>
            </w:pPr>
            <w:r w:rsidRPr="00870ED0">
              <w:rPr>
                <w:noProof w:val="0"/>
              </w:rPr>
              <w:t>dstLength = 17</w:t>
            </w:r>
          </w:p>
        </w:tc>
        <w:tc>
          <w:tcPr>
            <w:tcW w:w="2835" w:type="dxa"/>
            <w:tcBorders>
              <w:top w:val="single" w:sz="4" w:space="0" w:color="808080"/>
              <w:left w:val="single" w:sz="4" w:space="0" w:color="auto"/>
              <w:bottom w:val="nil"/>
              <w:right w:val="single" w:sz="4" w:space="0" w:color="auto"/>
            </w:tcBorders>
          </w:tcPr>
          <w:p w:rsidR="00714EBB" w:rsidRPr="00870ED0" w:rsidRDefault="00714EBB" w:rsidP="005631B7">
            <w:pPr>
              <w:pStyle w:val="TAL"/>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22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Append tag 0Fh</w:t>
            </w:r>
          </w:p>
          <w:p w:rsidR="00714EBB" w:rsidRPr="00870ED0" w:rsidRDefault="00714EBB">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Successful call (with tag 8Fh)</w:t>
            </w:r>
          </w:p>
          <w:p w:rsidR="00714EBB" w:rsidRPr="00870ED0" w:rsidRDefault="00714EBB">
            <w:pPr>
              <w:pStyle w:val="PL"/>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8Fh</w:t>
            </w:r>
          </w:p>
          <w:p w:rsidR="00714EBB" w:rsidRPr="00870ED0" w:rsidRDefault="00714EBB">
            <w:pPr>
              <w:pStyle w:val="PL"/>
              <w:keepNext/>
              <w:keepLines/>
              <w:rPr>
                <w:noProof w:val="0"/>
              </w:rPr>
            </w:pPr>
            <w:r w:rsidRPr="00870ED0">
              <w:rPr>
                <w:noProof w:val="0"/>
              </w:rPr>
              <w:t>occurrence = 1</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dstBuffer.length = 16</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16</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r w:rsidRPr="00870ED0">
              <w:t>Result of findAndcopyValue() is 16</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Invalid parameter</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occurrence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5.2.4.15</w:t>
      </w:r>
      <w:r w:rsidRPr="00870ED0">
        <w:tab/>
        <w:t>Method findAndCompareValue(byte tag, byte[] compareBuffer, short compareOffset)</w:t>
      </w:r>
    </w:p>
    <w:p w:rsidR="00714EBB" w:rsidRPr="00870ED0" w:rsidRDefault="00714EBB">
      <w:r w:rsidRPr="00870ED0">
        <w:t>Test Area Reference Api_2_Pah_Facrb_Bs</w:t>
      </w:r>
      <w:r w:rsidR="005631B7" w:rsidRPr="00870ED0">
        <w:t>.</w:t>
      </w:r>
    </w:p>
    <w:p w:rsidR="00714EBB" w:rsidRPr="00870ED0" w:rsidRDefault="00714EBB" w:rsidP="005272CF">
      <w:pPr>
        <w:pStyle w:val="Heading5"/>
      </w:pPr>
      <w:r w:rsidRPr="00870ED0">
        <w:lastRenderedPageBreak/>
        <w:t>5.2.4.15.1</w:t>
      </w:r>
      <w:r w:rsidRPr="00870ED0">
        <w:tab/>
        <w:t>Conformance requirement</w:t>
      </w:r>
    </w:p>
    <w:p w:rsidR="00714EBB" w:rsidRPr="00870ED0" w:rsidRDefault="00714EBB" w:rsidP="005272CF">
      <w:pPr>
        <w:keepNext/>
      </w:pPr>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5.2.4.15.1.1</w:t>
      </w:r>
      <w:r w:rsidRPr="00870ED0">
        <w:tab/>
        <w:t>Normal execution</w:t>
      </w:r>
    </w:p>
    <w:p w:rsidR="00714EBB" w:rsidRPr="00870ED0" w:rsidRDefault="00714EBB">
      <w:r w:rsidRPr="00870ED0">
        <w:t>Looks for the first occurrence of a TLV element from beginning of a TLV list and c</w:t>
      </w:r>
      <w:r w:rsidR="005631B7" w:rsidRPr="00870ED0">
        <w:t>ompare its value with a buffer:</w:t>
      </w:r>
    </w:p>
    <w:p w:rsidR="00714EBB" w:rsidRPr="00870ED0" w:rsidRDefault="00714EBB">
      <w:pPr>
        <w:pStyle w:val="B1"/>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returns 0.</w:t>
      </w:r>
    </w:p>
    <w:p w:rsidR="00714EBB" w:rsidRPr="00870ED0" w:rsidRDefault="00714EBB">
      <w:pPr>
        <w:pStyle w:val="B1"/>
      </w:pPr>
      <w:r w:rsidRPr="00870ED0">
        <w:t>CRRN4: if the first miscomparing byte in Comprehension TLV is less than that in compareBuffer returns -1.</w:t>
      </w:r>
    </w:p>
    <w:p w:rsidR="00714EBB" w:rsidRPr="00870ED0" w:rsidRDefault="00714EBB">
      <w:pPr>
        <w:pStyle w:val="B1"/>
      </w:pPr>
      <w:r w:rsidRPr="00870ED0">
        <w:t>CRRN5: if the first miscomparing byte in Comprehension TLV is greater than that in compareBuffer returns 1.</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5.2.4.15.1.2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would cause access outside array bounds ArrayIndexOutOfBoundsException shall be thrown.</w:t>
      </w:r>
    </w:p>
    <w:p w:rsidR="00714EBB" w:rsidRPr="00870ED0" w:rsidRDefault="00714EBB">
      <w:pPr>
        <w:pStyle w:val="H6"/>
        <w:outlineLvl w:val="0"/>
      </w:pPr>
      <w:r w:rsidRPr="00870ED0">
        <w:t>5.2.4.15.1.3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5631B7">
      <w:pPr>
        <w:pStyle w:val="Heading5"/>
      </w:pPr>
      <w:r w:rsidRPr="00870ED0">
        <w:t>5.2.4.15.2</w:t>
      </w:r>
      <w:r w:rsidRPr="00870ED0">
        <w:tab/>
        <w:t>Test area files</w:t>
      </w:r>
    </w:p>
    <w:p w:rsidR="00714EBB" w:rsidRPr="00870ED0" w:rsidRDefault="00714EBB" w:rsidP="002854FB">
      <w:pPr>
        <w:pStyle w:val="EX"/>
      </w:pPr>
      <w:r w:rsidRPr="00870ED0">
        <w:t>Test Source:</w:t>
      </w:r>
      <w:r w:rsidRPr="00870ED0">
        <w:tab/>
        <w:t>Test_Api_2_Pah_Facrb_Bs.java</w:t>
      </w:r>
      <w:r w:rsidR="005631B7" w:rsidRPr="00870ED0">
        <w:t>.</w:t>
      </w:r>
    </w:p>
    <w:p w:rsidR="00714EBB" w:rsidRPr="00870ED0" w:rsidRDefault="00714EBB" w:rsidP="002854FB">
      <w:pPr>
        <w:pStyle w:val="EX"/>
      </w:pPr>
      <w:r w:rsidRPr="00870ED0">
        <w:t>Test App</w:t>
      </w:r>
      <w:r w:rsidR="005631B7" w:rsidRPr="00870ED0">
        <w:t xml:space="preserve">let: </w:t>
      </w:r>
      <w:r w:rsidR="005631B7" w:rsidRPr="00870ED0">
        <w:tab/>
        <w:t>Api_2_Pah_Facrb_Bs_1.java.</w:t>
      </w:r>
    </w:p>
    <w:p w:rsidR="00714EBB" w:rsidRPr="00870ED0" w:rsidRDefault="00714EBB" w:rsidP="002854FB">
      <w:pPr>
        <w:pStyle w:val="EX"/>
      </w:pPr>
      <w:r w:rsidRPr="00870ED0">
        <w:t>Cap File:</w:t>
      </w:r>
      <w:r w:rsidRPr="00870ED0">
        <w:tab/>
        <w:t>api_2_pah_facrb_bs.cap</w:t>
      </w:r>
      <w:r w:rsidR="005631B7" w:rsidRPr="00870ED0">
        <w:t>.</w:t>
      </w:r>
    </w:p>
    <w:p w:rsidR="00714EBB" w:rsidRPr="00870ED0" w:rsidRDefault="00714EBB" w:rsidP="005631B7">
      <w:pPr>
        <w:pStyle w:val="Heading5"/>
      </w:pPr>
      <w:r w:rsidRPr="00870ED0">
        <w:t>5.2.4.15.3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7, 11, 12, 17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15, 16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5631B7"/>
    <w:p w:rsidR="00714EBB" w:rsidRPr="00870ED0" w:rsidRDefault="00714EBB" w:rsidP="005631B7">
      <w:pPr>
        <w:pStyle w:val="Heading5"/>
      </w:pPr>
      <w:r w:rsidRPr="00870ED0">
        <w:lastRenderedPageBreak/>
        <w:t>5.2.4.15.4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 with length = 15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compareOffset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21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PL"/>
              <w:keepNext/>
              <w:rPr>
                <w:rFonts w:ascii="Arial" w:hAnsi="Arial"/>
                <w:b/>
                <w:noProof w:val="0"/>
                <w:sz w:val="18"/>
              </w:rPr>
            </w:pPr>
            <w:r w:rsidRPr="00870ED0">
              <w:rPr>
                <w:rFonts w:ascii="Arial" w:hAnsi="Arial"/>
                <w:b/>
                <w:noProof w:val="0"/>
                <w:sz w:val="18"/>
              </w:rPr>
              <w:t>compareOffset + length &gt; compareBuffer.length</w:t>
            </w:r>
          </w:p>
          <w:p w:rsidR="00714EBB" w:rsidRPr="00870ED0" w:rsidRDefault="00714EBB" w:rsidP="00010296">
            <w:pPr>
              <w:pStyle w:val="PL"/>
              <w:keepNext/>
              <w:rPr>
                <w:noProof w:val="0"/>
              </w:rPr>
            </w:pPr>
            <w:r w:rsidRPr="00870ED0">
              <w:rPr>
                <w:noProof w:val="0"/>
              </w:rPr>
              <w:t>findAndCompareValue()</w:t>
            </w:r>
          </w:p>
          <w:p w:rsidR="00714EBB" w:rsidRPr="00870ED0" w:rsidRDefault="00714EBB" w:rsidP="00010296">
            <w:pPr>
              <w:pStyle w:val="PL"/>
              <w:keepNext/>
              <w:rPr>
                <w:noProof w:val="0"/>
              </w:rPr>
            </w:pPr>
            <w:r w:rsidRPr="00870ED0">
              <w:rPr>
                <w:noProof w:val="0"/>
              </w:rPr>
              <w:t>compareBuffer.length = 20</w:t>
            </w:r>
          </w:p>
          <w:p w:rsidR="00714EBB" w:rsidRPr="00870ED0" w:rsidRDefault="00714EBB" w:rsidP="00010296">
            <w:pPr>
              <w:pStyle w:val="PL"/>
              <w:keepNext/>
              <w:rPr>
                <w:noProof w:val="0"/>
              </w:rPr>
            </w:pPr>
            <w:r w:rsidRPr="00870ED0">
              <w:rPr>
                <w:noProof w:val="0"/>
              </w:rPr>
              <w:t>compareOffset = 5</w:t>
            </w:r>
          </w:p>
          <w:p w:rsidR="00714EBB" w:rsidRPr="00870ED0" w:rsidRDefault="00714EBB" w:rsidP="00010296">
            <w:pPr>
              <w:pStyle w:val="TAL"/>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03h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10</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b/>
              <w:t>Compare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Text String TLV</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buffer = 00 11 22 33 44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Compare buffers</w:t>
            </w:r>
          </w:p>
          <w:p w:rsidR="00714EBB" w:rsidRPr="00870ED0" w:rsidRDefault="00714EBB" w:rsidP="005272CF">
            <w:pPr>
              <w:pStyle w:val="PL"/>
              <w:keepNext/>
              <w:rPr>
                <w:noProof w:val="0"/>
              </w:rPr>
            </w:pPr>
            <w:r w:rsidRPr="00870ED0">
              <w:rPr>
                <w:noProof w:val="0"/>
              </w:rPr>
              <w:t>findAndCompareValue()</w:t>
            </w:r>
          </w:p>
          <w:p w:rsidR="00714EBB" w:rsidRPr="00870ED0" w:rsidRDefault="00714EBB" w:rsidP="005272CF">
            <w:pPr>
              <w:pStyle w:val="PL"/>
              <w:keepNext/>
              <w:rPr>
                <w:noProof w:val="0"/>
              </w:rPr>
            </w:pPr>
            <w:r w:rsidRPr="00870ED0">
              <w:rPr>
                <w:noProof w:val="0"/>
              </w:rPr>
              <w:t>compareOffset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55 55 04 01 01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r w:rsidRPr="00870ED0">
              <w:t>14</w:t>
            </w: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Initialize compareBuffer</w:t>
            </w:r>
          </w:p>
          <w:p w:rsidR="00714EBB" w:rsidRPr="00870ED0" w:rsidRDefault="00714EBB" w:rsidP="00010296">
            <w:pPr>
              <w:pStyle w:val="PL"/>
              <w:keepNext/>
              <w:rPr>
                <w:noProof w:val="0"/>
              </w:rPr>
            </w:pPr>
            <w:r w:rsidRPr="00870ED0">
              <w:rPr>
                <w:noProof w:val="0"/>
              </w:rPr>
              <w:t>compareBuffer =</w:t>
            </w:r>
          </w:p>
          <w:p w:rsidR="00714EBB" w:rsidRPr="00870ED0" w:rsidRDefault="00714EBB" w:rsidP="00010296">
            <w:pPr>
              <w:pStyle w:val="PL"/>
              <w:keepNext/>
              <w:rPr>
                <w:noProof w:val="0"/>
              </w:rPr>
            </w:pPr>
            <w:r w:rsidRPr="00870ED0">
              <w:rPr>
                <w:noProof w:val="0"/>
              </w:rPr>
              <w:t>55 55 04 00 01</w:t>
            </w:r>
          </w:p>
          <w:p w:rsidR="00714EBB" w:rsidRPr="00870ED0" w:rsidRDefault="00714EBB" w:rsidP="00010296">
            <w:pPr>
              <w:pStyle w:val="PL"/>
              <w:keepNext/>
              <w:rPr>
                <w:noProof w:val="0"/>
              </w:rPr>
            </w:pPr>
            <w:r w:rsidRPr="00870ED0">
              <w:rPr>
                <w:noProof w:val="0"/>
              </w:rPr>
              <w:t>02 03 04 05 06</w:t>
            </w:r>
          </w:p>
          <w:p w:rsidR="00714EBB" w:rsidRPr="00870ED0" w:rsidRDefault="00714EBB" w:rsidP="00010296">
            <w:pPr>
              <w:pStyle w:val="PL"/>
              <w:keepNext/>
              <w:rPr>
                <w:noProof w:val="0"/>
              </w:rPr>
            </w:pPr>
            <w:r w:rsidRPr="00870ED0">
              <w:rPr>
                <w:noProof w:val="0"/>
              </w:rPr>
              <w:t>07 08 09 0A 0B</w:t>
            </w:r>
          </w:p>
          <w:p w:rsidR="00714EBB" w:rsidRPr="00870ED0" w:rsidRDefault="00714EBB" w:rsidP="00010296">
            <w:pPr>
              <w:pStyle w:val="PL"/>
              <w:keepNext/>
              <w:rPr>
                <w:noProof w:val="0"/>
              </w:rPr>
            </w:pPr>
            <w:r w:rsidRPr="00870ED0">
              <w:rPr>
                <w:noProof w:val="0"/>
              </w:rPr>
              <w:t>0C 0D 0D 10 55</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Compare buffers</w:t>
            </w:r>
          </w:p>
          <w:p w:rsidR="00714EBB" w:rsidRPr="00870ED0" w:rsidRDefault="00714EBB" w:rsidP="00010296">
            <w:pPr>
              <w:pStyle w:val="PL"/>
              <w:keepNext/>
              <w:rPr>
                <w:noProof w:val="0"/>
              </w:rPr>
            </w:pPr>
            <w:r w:rsidRPr="00870ED0">
              <w:rPr>
                <w:noProof w:val="0"/>
              </w:rPr>
              <w:t>findAndCompareValue()</w:t>
            </w:r>
          </w:p>
          <w:p w:rsidR="00714EBB" w:rsidRPr="00870ED0" w:rsidRDefault="00714EBB" w:rsidP="00010296">
            <w:pPr>
              <w:pStyle w:val="TAL"/>
              <w:keepLines w:val="0"/>
            </w:pPr>
            <w:r w:rsidRPr="00870ED0">
              <w:t>compareOffset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compareBuffer.length = 17</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631B7">
            <w:pPr>
              <w:pStyle w:val="TAC"/>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rsidP="005631B7">
            <w:pPr>
              <w:pStyle w:val="TAH"/>
            </w:pPr>
            <w:r w:rsidRPr="00870ED0">
              <w:t>Append tag 0Fh</w:t>
            </w:r>
          </w:p>
          <w:p w:rsidR="00714EBB" w:rsidRPr="00870ED0" w:rsidRDefault="00714EBB" w:rsidP="005631B7">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5631B7">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5631B7">
            <w:pPr>
              <w:pStyle w:val="TAH"/>
            </w:pPr>
            <w:r w:rsidRPr="00870ED0">
              <w:t>Initialize compareBuffer</w:t>
            </w:r>
          </w:p>
          <w:p w:rsidR="00714EBB" w:rsidRPr="00870ED0" w:rsidRDefault="00714EBB" w:rsidP="005631B7">
            <w:pPr>
              <w:pStyle w:val="PL"/>
              <w:keepNext/>
              <w:keepLines/>
              <w:rPr>
                <w:noProof w:val="0"/>
              </w:rPr>
            </w:pPr>
            <w:r w:rsidRPr="00870ED0">
              <w:rPr>
                <w:noProof w:val="0"/>
              </w:rPr>
              <w:t>compareBuffer =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5631B7">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5631B7">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00 99 01 03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5.2.4.16</w:t>
      </w:r>
      <w:r w:rsidRPr="00870ED0">
        <w:tab/>
        <w:t>Method findAndCompareValue(byte tag, byte occurrence, short valueOffset, byte[] compareBuffer, short compareOffset, short compareLength)</w:t>
      </w:r>
    </w:p>
    <w:p w:rsidR="00714EBB" w:rsidRPr="00870ED0" w:rsidRDefault="00714EBB">
      <w:r w:rsidRPr="00870ED0">
        <w:t>Test Area Reference Api_2_Pah_Facrbbs_Bss</w:t>
      </w:r>
      <w:r w:rsidR="005631B7" w:rsidRPr="00870ED0">
        <w:t>.</w:t>
      </w:r>
    </w:p>
    <w:p w:rsidR="00714EBB" w:rsidRPr="00870ED0" w:rsidRDefault="00714EBB" w:rsidP="00B17A29">
      <w:pPr>
        <w:pStyle w:val="Heading5"/>
      </w:pPr>
      <w:r w:rsidRPr="00870ED0">
        <w:t>5.2.4.16.1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B17A29" w:rsidRPr="00870ED0" w:rsidRDefault="00B17A29">
      <w:pPr>
        <w:pStyle w:val="PL"/>
        <w:rPr>
          <w:noProof w:val="0"/>
        </w:rPr>
      </w:pPr>
    </w:p>
    <w:p w:rsidR="00714EBB" w:rsidRPr="00870ED0" w:rsidRDefault="00714EBB">
      <w:pPr>
        <w:pStyle w:val="H6"/>
        <w:outlineLvl w:val="0"/>
      </w:pPr>
      <w:r w:rsidRPr="00870ED0">
        <w:lastRenderedPageBreak/>
        <w:t>5.2.4.16.1.1</w:t>
      </w:r>
      <w:r w:rsidRPr="00870ED0">
        <w:tab/>
        <w:t>Normal execution</w:t>
      </w:r>
    </w:p>
    <w:p w:rsidR="00714EBB" w:rsidRPr="00870ED0" w:rsidRDefault="00714EBB">
      <w:r w:rsidRPr="00870ED0">
        <w:t>Looks for the indicated occurrence of a TLV element from the beginning of a TLV list and compare its value with a buffer:</w:t>
      </w:r>
    </w:p>
    <w:p w:rsidR="00714EBB" w:rsidRPr="00870ED0" w:rsidRDefault="00714EBB">
      <w:pPr>
        <w:pStyle w:val="B1"/>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0 is returned.</w:t>
      </w:r>
    </w:p>
    <w:p w:rsidR="00714EBB" w:rsidRPr="00870ED0" w:rsidRDefault="00714EBB">
      <w:pPr>
        <w:pStyle w:val="B1"/>
      </w:pPr>
      <w:r w:rsidRPr="00870ED0">
        <w:t>CRRN4: if the first miscomparing byte in Comprehension TLV is less than that in compareBuffer -1 is returned.</w:t>
      </w:r>
    </w:p>
    <w:p w:rsidR="00714EBB" w:rsidRPr="00870ED0" w:rsidRDefault="00714EBB">
      <w:pPr>
        <w:pStyle w:val="B1"/>
      </w:pPr>
      <w:r w:rsidRPr="00870ED0">
        <w:t>CRRN5: if the first miscomparing byte in Comprehension TLV is greater than that in compareBuffer 1 is returned.</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5.2.4.16.1.2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pPr>
        <w:pStyle w:val="B1"/>
      </w:pPr>
      <w:r w:rsidRPr="00870ED0">
        <w:t>CRRP4: if an input parameter is not valid (e.g. occurrence = 0) an instance of ToolkitException shall be thrown. The reason code shall be Toolki</w:t>
      </w:r>
      <w:r w:rsidR="00EB39BD" w:rsidRPr="00870ED0">
        <w:t>tException.BAD_INPUT_PARAMETER.</w:t>
      </w:r>
    </w:p>
    <w:p w:rsidR="00714EBB" w:rsidRPr="00870ED0" w:rsidRDefault="00714EBB">
      <w:pPr>
        <w:pStyle w:val="H6"/>
        <w:outlineLvl w:val="0"/>
      </w:pPr>
      <w:r w:rsidRPr="00870ED0">
        <w:t>5.2.4.16.1.3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17A29">
      <w:pPr>
        <w:pStyle w:val="Heading5"/>
      </w:pPr>
      <w:r w:rsidRPr="00870ED0">
        <w:t>5.2.4.16.2</w:t>
      </w:r>
      <w:r w:rsidRPr="00870ED0">
        <w:tab/>
        <w:t>Test area files</w:t>
      </w:r>
    </w:p>
    <w:p w:rsidR="00714EBB" w:rsidRPr="00870ED0" w:rsidRDefault="00714EBB" w:rsidP="002854FB">
      <w:pPr>
        <w:pStyle w:val="EX"/>
      </w:pPr>
      <w:r w:rsidRPr="00870ED0">
        <w:t>Test Source:</w:t>
      </w:r>
      <w:r w:rsidRPr="00870ED0">
        <w:tab/>
        <w:t>Test_Api_2_Pah_Facrbbs_Bss.java</w:t>
      </w:r>
      <w:r w:rsidR="00B17A29" w:rsidRPr="00870ED0">
        <w:t>.</w:t>
      </w:r>
    </w:p>
    <w:p w:rsidR="00714EBB" w:rsidRPr="00870ED0" w:rsidRDefault="00714EBB" w:rsidP="002854FB">
      <w:pPr>
        <w:pStyle w:val="EX"/>
      </w:pPr>
      <w:r w:rsidRPr="00870ED0">
        <w:t>Test Applet</w:t>
      </w:r>
      <w:r w:rsidR="00B17A29" w:rsidRPr="00870ED0">
        <w:t xml:space="preserve">: </w:t>
      </w:r>
      <w:r w:rsidR="00B17A29" w:rsidRPr="00870ED0">
        <w:tab/>
        <w:t>Api_2_Pah_Facrbbs_Bss_1.java.</w:t>
      </w:r>
    </w:p>
    <w:p w:rsidR="00714EBB" w:rsidRPr="00870ED0" w:rsidRDefault="00714EBB" w:rsidP="002854FB">
      <w:pPr>
        <w:pStyle w:val="EX"/>
      </w:pPr>
      <w:r w:rsidRPr="00870ED0">
        <w:t>Cap File:</w:t>
      </w:r>
      <w:r w:rsidRPr="00870ED0">
        <w:tab/>
        <w:t>api_2_pah_facrbbs_bss.cap</w:t>
      </w:r>
      <w:r w:rsidR="00B17A29" w:rsidRPr="00870ED0">
        <w:t>.</w:t>
      </w:r>
    </w:p>
    <w:p w:rsidR="00714EBB" w:rsidRPr="00870ED0" w:rsidRDefault="00714EBB" w:rsidP="00B17A29">
      <w:pPr>
        <w:pStyle w:val="Heading5"/>
      </w:pPr>
      <w:r w:rsidRPr="00870ED0">
        <w:t>5.2.4.16.3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13, 17, 20, 21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15, 18, 22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16, 19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23, 24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B17A29"/>
    <w:p w:rsidR="00714EBB" w:rsidRPr="00870ED0" w:rsidRDefault="00714EBB" w:rsidP="00010296">
      <w:pPr>
        <w:pStyle w:val="Heading5"/>
      </w:pPr>
      <w:r w:rsidRPr="00870ED0">
        <w:lastRenderedPageBreak/>
        <w:t>5.2.4.16.4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Initialize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findAndCompareValue() with a null compareBuffer</w:t>
            </w:r>
          </w:p>
          <w:p w:rsidR="00714EBB" w:rsidRPr="00870ED0" w:rsidRDefault="00714EBB" w:rsidP="00010296">
            <w:pPr>
              <w:pStyle w:val="TAL"/>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initDisplayText() with length = 15</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compareOffset &gt; compareBuffer.length</w:t>
            </w:r>
          </w:p>
          <w:p w:rsidR="00714EBB" w:rsidRPr="00870ED0" w:rsidRDefault="00714EBB" w:rsidP="00010296">
            <w:pPr>
              <w:pStyle w:val="PL"/>
              <w:keepNext/>
              <w:rPr>
                <w:noProof w:val="0"/>
              </w:rPr>
            </w:pPr>
            <w:r w:rsidRPr="00870ED0">
              <w:rPr>
                <w:noProof w:val="0"/>
              </w:rPr>
              <w:t>findAndCompareValue()</w:t>
            </w:r>
          </w:p>
          <w:p w:rsidR="00714EBB" w:rsidRPr="00870ED0" w:rsidRDefault="00714EBB" w:rsidP="00010296">
            <w:pPr>
              <w:pStyle w:val="PL"/>
              <w:keepNext/>
              <w:rPr>
                <w:noProof w:val="0"/>
              </w:rPr>
            </w:pPr>
            <w:r w:rsidRPr="00870ED0">
              <w:rPr>
                <w:noProof w:val="0"/>
              </w:rPr>
              <w:t>tag = 0Dh, occurrence = 1</w:t>
            </w:r>
          </w:p>
          <w:p w:rsidR="00714EBB" w:rsidRPr="00870ED0" w:rsidRDefault="00714EBB" w:rsidP="00010296">
            <w:pPr>
              <w:pStyle w:val="PL"/>
              <w:keepNext/>
              <w:rPr>
                <w:noProof w:val="0"/>
              </w:rPr>
            </w:pPr>
            <w:r w:rsidRPr="00870ED0">
              <w:rPr>
                <w:noProof w:val="0"/>
              </w:rPr>
              <w:t>valueOffset = 0</w:t>
            </w:r>
          </w:p>
          <w:p w:rsidR="00714EBB" w:rsidRPr="00870ED0" w:rsidRDefault="00714EBB" w:rsidP="00010296">
            <w:pPr>
              <w:pStyle w:val="PL"/>
              <w:keepNext/>
              <w:rPr>
                <w:noProof w:val="0"/>
              </w:rPr>
            </w:pPr>
            <w:r w:rsidRPr="00870ED0">
              <w:rPr>
                <w:noProof w:val="0"/>
              </w:rPr>
              <w:t>compareBuffer.length = 5</w:t>
            </w:r>
          </w:p>
          <w:p w:rsidR="00714EBB" w:rsidRPr="00870ED0" w:rsidRDefault="00714EBB" w:rsidP="00010296">
            <w:pPr>
              <w:pStyle w:val="PL"/>
              <w:keepNext/>
              <w:rPr>
                <w:noProof w:val="0"/>
              </w:rPr>
            </w:pPr>
            <w:r w:rsidRPr="00870ED0">
              <w:rPr>
                <w:noProof w:val="0"/>
              </w:rPr>
              <w:t>compareOffset = 6</w:t>
            </w:r>
          </w:p>
          <w:p w:rsidR="00714EBB" w:rsidRPr="00870ED0" w:rsidRDefault="00714EBB" w:rsidP="00010296">
            <w:pPr>
              <w:pStyle w:val="PL"/>
              <w:keepNext/>
              <w:rPr>
                <w:noProof w:val="0"/>
              </w:rPr>
            </w:pPr>
            <w:r w:rsidRPr="00870ED0">
              <w:rPr>
                <w:noProof w:val="0"/>
              </w:rPr>
              <w:t>compareLength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rFonts w:ascii="Arial" w:hAnsi="Arial"/>
                <w:b/>
                <w:noProof w:val="0"/>
                <w:sz w:val="18"/>
              </w:rPr>
            </w:pPr>
            <w:r w:rsidRPr="00870ED0">
              <w:rPr>
                <w:rFonts w:ascii="Arial" w:hAnsi="Arial"/>
                <w:b/>
                <w:noProof w:val="0"/>
                <w:sz w:val="18"/>
              </w:rPr>
              <w:t>compareOffset + 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 with length = 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 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Invalid parameter</w:t>
            </w:r>
          </w:p>
          <w:p w:rsidR="00714EBB" w:rsidRPr="00870ED0" w:rsidRDefault="00714EBB">
            <w:pPr>
              <w:pStyle w:val="PL"/>
              <w:rPr>
                <w:noProof w:val="0"/>
              </w:rPr>
            </w:pPr>
            <w:r w:rsidRPr="00870ED0">
              <w:rPr>
                <w:noProof w:val="0"/>
              </w:rPr>
              <w:t>findAndCompareValue()</w:t>
            </w:r>
          </w:p>
          <w:p w:rsidR="00714EBB" w:rsidRPr="00870ED0" w:rsidRDefault="00714EBB">
            <w:pPr>
              <w:pStyle w:val="TAL"/>
              <w:keepNext w:val="0"/>
              <w:keepLines w:val="0"/>
            </w:pPr>
            <w:r w:rsidRPr="00870ED0">
              <w:t>occurrence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pPr>
            <w:r w:rsidRPr="00870ED0">
              <w:lastRenderedPageBreak/>
              <w:t>12</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pPr>
            <w:r w:rsidRPr="00870ED0">
              <w:t>InitDisplayText()</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H"/>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nil"/>
              <w:left w:val="single" w:sz="4" w:space="0" w:color="auto"/>
              <w:bottom w:val="nil"/>
              <w:right w:val="single" w:sz="4" w:space="0" w:color="auto"/>
            </w:tcBorders>
          </w:tcPr>
          <w:p w:rsidR="00714EBB" w:rsidRPr="00870ED0" w:rsidRDefault="00714EBB" w:rsidP="00010296">
            <w:pPr>
              <w:pStyle w:val="TAH"/>
              <w:keepLines w:val="0"/>
            </w:pPr>
            <w:r w:rsidRPr="00870ED0">
              <w:t>findAndCompareValue()</w:t>
            </w:r>
          </w:p>
          <w:p w:rsidR="00714EBB" w:rsidRPr="00870ED0" w:rsidRDefault="00714EBB" w:rsidP="00010296">
            <w:pPr>
              <w:pStyle w:val="PL"/>
              <w:keepNext/>
              <w:rPr>
                <w:noProof w:val="0"/>
              </w:rPr>
            </w:pPr>
            <w:r w:rsidRPr="00870ED0">
              <w:rPr>
                <w:noProof w:val="0"/>
              </w:rPr>
              <w:t>tag = 0Dh</w:t>
            </w:r>
          </w:p>
          <w:p w:rsidR="00714EBB" w:rsidRPr="00870ED0" w:rsidRDefault="00714EBB" w:rsidP="00010296">
            <w:pPr>
              <w:pStyle w:val="PL"/>
              <w:keepNext/>
              <w:rPr>
                <w:noProof w:val="0"/>
              </w:rPr>
            </w:pPr>
            <w:r w:rsidRPr="00870ED0">
              <w:rPr>
                <w:noProof w:val="0"/>
              </w:rPr>
              <w:t>occurrence = 2</w:t>
            </w:r>
          </w:p>
        </w:tc>
        <w:tc>
          <w:tcPr>
            <w:tcW w:w="2835" w:type="dxa"/>
            <w:tcBorders>
              <w:top w:val="nil"/>
              <w:left w:val="single" w:sz="4" w:space="0" w:color="auto"/>
              <w:bottom w:val="nil"/>
              <w:right w:val="single" w:sz="4" w:space="0" w:color="auto"/>
            </w:tcBorders>
          </w:tcPr>
          <w:p w:rsidR="00714EBB" w:rsidRPr="00870ED0" w:rsidRDefault="00714EBB" w:rsidP="00010296">
            <w:pPr>
              <w:pStyle w:val="TAL"/>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10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B17A29">
            <w:pPr>
              <w:pStyle w:val="TAC"/>
            </w:pPr>
            <w:r w:rsidRPr="00870ED0">
              <w:t>17</w:t>
            </w:r>
          </w:p>
        </w:tc>
        <w:tc>
          <w:tcPr>
            <w:tcW w:w="4111" w:type="dxa"/>
            <w:tcBorders>
              <w:top w:val="single" w:sz="4" w:space="0" w:color="808080"/>
              <w:left w:val="single" w:sz="4" w:space="0" w:color="auto"/>
              <w:bottom w:val="nil"/>
              <w:right w:val="single" w:sz="4" w:space="0" w:color="auto"/>
            </w:tcBorders>
          </w:tcPr>
          <w:p w:rsidR="00714EBB" w:rsidRPr="00870ED0" w:rsidRDefault="00714EBB" w:rsidP="00B17A29">
            <w:pPr>
              <w:pStyle w:val="TAH"/>
            </w:pPr>
            <w:r w:rsidRPr="00870ED0">
              <w:t>Initialize compareBuffer</w:t>
            </w:r>
          </w:p>
          <w:p w:rsidR="00714EBB" w:rsidRPr="00870ED0" w:rsidRDefault="00714EBB" w:rsidP="00B17A29">
            <w:pPr>
              <w:pStyle w:val="PL"/>
              <w:keepNext/>
              <w:keepLines/>
              <w:rPr>
                <w:noProof w:val="0"/>
              </w:rPr>
            </w:pPr>
            <w:r w:rsidRPr="00870ED0">
              <w:rPr>
                <w:noProof w:val="0"/>
              </w:rPr>
              <w:t>compareBuffer =</w:t>
            </w:r>
          </w:p>
          <w:p w:rsidR="00714EBB" w:rsidRPr="00870ED0" w:rsidRDefault="00714EBB" w:rsidP="00B17A29">
            <w:pPr>
              <w:pStyle w:val="PL"/>
              <w:keepNext/>
              <w:keepLines/>
              <w:rPr>
                <w:noProof w:val="0"/>
              </w:rPr>
            </w:pPr>
            <w:r w:rsidRPr="00870ED0">
              <w:rPr>
                <w:noProof w:val="0"/>
              </w:rPr>
              <w:t>55 55 55 01 02</w:t>
            </w:r>
          </w:p>
          <w:p w:rsidR="00714EBB" w:rsidRPr="00870ED0" w:rsidRDefault="00714EBB" w:rsidP="00B17A29">
            <w:pPr>
              <w:pStyle w:val="PL"/>
              <w:keepNext/>
              <w:keepLines/>
              <w:rPr>
                <w:noProof w:val="0"/>
              </w:rPr>
            </w:pPr>
            <w:r w:rsidRPr="00870ED0">
              <w:rPr>
                <w:noProof w:val="0"/>
              </w:rPr>
              <w:t>03 04 05 06 07</w:t>
            </w:r>
          </w:p>
          <w:p w:rsidR="00714EBB" w:rsidRPr="00870ED0" w:rsidRDefault="00714EBB" w:rsidP="00B17A29">
            <w:pPr>
              <w:pStyle w:val="PL"/>
              <w:keepNext/>
              <w:keepLines/>
              <w:rPr>
                <w:noProof w:val="0"/>
              </w:rPr>
            </w:pPr>
            <w:r w:rsidRPr="00870ED0">
              <w:rPr>
                <w:noProof w:val="0"/>
              </w:rPr>
              <w:t>08 09 0A 0B 0C</w:t>
            </w:r>
          </w:p>
          <w:p w:rsidR="00714EBB" w:rsidRPr="00870ED0" w:rsidRDefault="00714EBB" w:rsidP="00B17A29">
            <w:pPr>
              <w:pStyle w:val="PL"/>
              <w:keepNext/>
              <w:keepLines/>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rsidP="00B17A29">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B17A29">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12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55 55 55 02 01</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0A 0D</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Text String TLV</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buffer = 00 11 22 33 44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r w:rsidRPr="00870ED0">
              <w:lastRenderedPageBreak/>
              <w:t>21</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00 11 22 33 44 55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00 11 22 33 44 66</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17</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tag 0Fh</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25</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=0099 02 … 0F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tc>
        <w:tc>
          <w:tcPr>
            <w:tcW w:w="4111" w:type="dxa"/>
            <w:tcBorders>
              <w:top w:val="single" w:sz="4" w:space="0" w:color="808080"/>
              <w:left w:val="single" w:sz="4" w:space="0" w:color="auto"/>
              <w:bottom w:val="single" w:sz="4" w:space="0" w:color="auto"/>
              <w:right w:val="single" w:sz="4" w:space="0" w:color="auto"/>
            </w:tcBorders>
          </w:tcPr>
          <w:p w:rsidR="00714EBB" w:rsidRPr="008D0AB9" w:rsidRDefault="00714EBB">
            <w:pPr>
              <w:pStyle w:val="TAH"/>
              <w:keepNext w:val="0"/>
              <w:keepLines w:val="0"/>
            </w:pPr>
            <w:r w:rsidRPr="008D0AB9">
              <w:t>findAndCompareValue()</w:t>
            </w:r>
          </w:p>
          <w:p w:rsidR="00714EBB" w:rsidRPr="008D0AB9" w:rsidRDefault="00714EBB">
            <w:pPr>
              <w:pStyle w:val="PL"/>
              <w:rPr>
                <w:noProof w:val="0"/>
              </w:rPr>
            </w:pPr>
            <w:r w:rsidRPr="008D0AB9">
              <w:rPr>
                <w:noProof w:val="0"/>
              </w:rPr>
              <w:t>findAndCompareValue()</w:t>
            </w:r>
          </w:p>
          <w:p w:rsidR="00714EBB" w:rsidRPr="008D0AB9" w:rsidRDefault="00714EBB">
            <w:pPr>
              <w:pStyle w:val="PL"/>
              <w:rPr>
                <w:noProof w:val="0"/>
              </w:rPr>
            </w:pPr>
            <w:r w:rsidRPr="008D0AB9">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5.2.4.17</w:t>
      </w:r>
      <w:r w:rsidRPr="00870ED0">
        <w:tab/>
        <w:t>Method appendArray</w:t>
      </w:r>
    </w:p>
    <w:p w:rsidR="00714EBB" w:rsidRPr="00870ED0" w:rsidRDefault="00714EBB">
      <w:r w:rsidRPr="00870ED0">
        <w:t>Test Area Reference: Api_2_Pah_Apda</w:t>
      </w:r>
      <w:r w:rsidR="00B17A29" w:rsidRPr="00870ED0">
        <w:t>.</w:t>
      </w:r>
    </w:p>
    <w:p w:rsidR="00714EBB" w:rsidRPr="00870ED0" w:rsidRDefault="00714EBB" w:rsidP="00B17A29">
      <w:pPr>
        <w:pStyle w:val="Heading5"/>
      </w:pPr>
      <w:r w:rsidRPr="00870ED0">
        <w:t>5.2.4.17.1</w:t>
      </w:r>
      <w:r w:rsidR="00B17A29"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appendArray(byte[] buffer,</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rsidP="00010296">
      <w:pPr>
        <w:pStyle w:val="H6"/>
        <w:outlineLvl w:val="0"/>
      </w:pPr>
      <w:r w:rsidRPr="00870ED0">
        <w:lastRenderedPageBreak/>
        <w:t>5.2.4.17.1.1</w:t>
      </w:r>
      <w:r w:rsidRPr="00870ED0">
        <w:tab/>
        <w:t>Normal execution</w:t>
      </w:r>
    </w:p>
    <w:p w:rsidR="00714EBB" w:rsidRPr="00870ED0" w:rsidRDefault="00714EBB" w:rsidP="00010296">
      <w:pPr>
        <w:pStyle w:val="B1"/>
        <w:keepNext/>
      </w:pPr>
      <w:r w:rsidRPr="00870ED0">
        <w:t>CRRN1: appends a buffer into the Edithandler buffer.</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5.2.4.17.1.2</w:t>
      </w:r>
      <w:r w:rsidRPr="00870ED0">
        <w:tab/>
        <w:t>Parameter errors</w:t>
      </w:r>
    </w:p>
    <w:p w:rsidR="00714EBB" w:rsidRPr="00870ED0" w:rsidRDefault="00714EBB">
      <w:pPr>
        <w:pStyle w:val="B1"/>
      </w:pPr>
      <w:r w:rsidRPr="00870ED0">
        <w:t>CRRP1: if buffer is null, a java.lang.NullPointerException is thrown.</w:t>
      </w:r>
    </w:p>
    <w:p w:rsidR="00714EBB" w:rsidRPr="00870ED0" w:rsidRDefault="00714EBB">
      <w:pPr>
        <w:pStyle w:val="B1"/>
      </w:pPr>
      <w:r w:rsidRPr="00870ED0">
        <w:t>CRRP2: if offset or length or both would cause access outside the array bounds, or if length is negative, a java.lang.ArrayIndexOutOfBoundsException is thrown.</w:t>
      </w:r>
    </w:p>
    <w:p w:rsidR="00714EBB" w:rsidRPr="00870ED0" w:rsidRDefault="00714EBB">
      <w:pPr>
        <w:pStyle w:val="H6"/>
        <w:outlineLvl w:val="0"/>
      </w:pPr>
      <w:r w:rsidRPr="00870ED0">
        <w:t>5.2.4.17.1.3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rsidP="00B17A29">
      <w:pPr>
        <w:pStyle w:val="Heading5"/>
      </w:pPr>
      <w:r w:rsidRPr="00870ED0">
        <w:t>5.2.4.17.2</w:t>
      </w:r>
      <w:r w:rsidRPr="00870ED0">
        <w:tab/>
        <w:t>Test area files</w:t>
      </w:r>
    </w:p>
    <w:p w:rsidR="00714EBB" w:rsidRPr="00870ED0" w:rsidRDefault="00714EBB" w:rsidP="002854FB">
      <w:pPr>
        <w:pStyle w:val="EX"/>
      </w:pPr>
      <w:r w:rsidRPr="00870ED0">
        <w:t>Test Source:</w:t>
      </w:r>
      <w:r w:rsidRPr="00870ED0">
        <w:tab/>
        <w:t>Test_Api_2_Pah_Apda.java</w:t>
      </w:r>
      <w:r w:rsidR="00B17A29" w:rsidRPr="00870ED0">
        <w:t>.</w:t>
      </w:r>
    </w:p>
    <w:p w:rsidR="00714EBB" w:rsidRPr="00870ED0" w:rsidRDefault="00714EBB" w:rsidP="002854FB">
      <w:pPr>
        <w:pStyle w:val="EX"/>
      </w:pPr>
      <w:r w:rsidRPr="00870ED0">
        <w:t>Test</w:t>
      </w:r>
      <w:r w:rsidR="00B17A29" w:rsidRPr="00870ED0">
        <w:t xml:space="preserve"> Applet: </w:t>
      </w:r>
      <w:r w:rsidR="00B17A29" w:rsidRPr="00870ED0">
        <w:tab/>
        <w:t>Api_2_Pah_Apda_1.java.</w:t>
      </w:r>
    </w:p>
    <w:p w:rsidR="00714EBB" w:rsidRPr="00870ED0" w:rsidRDefault="00714EBB" w:rsidP="002854FB">
      <w:pPr>
        <w:pStyle w:val="EX"/>
      </w:pPr>
      <w:r w:rsidRPr="00870ED0">
        <w:t>Cap File:</w:t>
      </w:r>
      <w:r w:rsidRPr="00870ED0">
        <w:tab/>
        <w:t>api_2_pah_apda.cap</w:t>
      </w:r>
      <w:r w:rsidR="00B17A29" w:rsidRPr="00870ED0">
        <w:t>.</w:t>
      </w:r>
    </w:p>
    <w:p w:rsidR="00714EBB" w:rsidRPr="00870ED0" w:rsidRDefault="00714EBB" w:rsidP="00B17A29">
      <w:pPr>
        <w:pStyle w:val="Heading5"/>
      </w:pPr>
      <w:r w:rsidRPr="00870ED0">
        <w:t>5.2.4.17.3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H"/>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9, 10, 11, 12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P1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P2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C2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rsidP="00B17A29">
            <w:pPr>
              <w:pStyle w:val="TAC"/>
            </w:pPr>
            <w:r w:rsidRPr="00870ED0">
              <w:t>Does not apply for ProactiveHandler</w:t>
            </w:r>
          </w:p>
        </w:tc>
      </w:tr>
    </w:tbl>
    <w:p w:rsidR="00714EBB" w:rsidRPr="00870ED0" w:rsidRDefault="00714EBB" w:rsidP="00B17A29"/>
    <w:p w:rsidR="00714EBB" w:rsidRPr="00870ED0" w:rsidRDefault="00714EBB" w:rsidP="00B17A29">
      <w:pPr>
        <w:pStyle w:val="Heading5"/>
      </w:pPr>
      <w:r w:rsidRPr="00870ED0">
        <w:t>5.2.4.17.4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Null buffer</w:t>
            </w:r>
          </w:p>
          <w:p w:rsidR="00714EBB" w:rsidRPr="00870ED0" w:rsidRDefault="00714EBB">
            <w:pPr>
              <w:pStyle w:val="PL"/>
              <w:rPr>
                <w:noProof w:val="0"/>
              </w:rPr>
            </w:pPr>
            <w:r w:rsidRPr="00870ED0">
              <w:rPr>
                <w:noProof w:val="0"/>
              </w:rPr>
              <w:t>appendArray()</w:t>
            </w:r>
          </w:p>
          <w:p w:rsidR="00714EBB" w:rsidRPr="00870ED0" w:rsidRDefault="00714EBB">
            <w:pPr>
              <w:pStyle w:val="TAH"/>
              <w:keepNext w:val="0"/>
              <w:keepLines w:val="0"/>
              <w:jc w:val="left"/>
              <w:rPr>
                <w:rFonts w:ascii="Courier" w:hAnsi="Courier"/>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6</w:t>
            </w:r>
          </w:p>
          <w:p w:rsidR="00714EBB" w:rsidRPr="00870ED0" w:rsidRDefault="00714EBB">
            <w:pPr>
              <w:pStyle w:val="PL"/>
              <w:rPr>
                <w:rFonts w:ascii="Courier" w:hAnsi="Courier"/>
                <w:b/>
                <w:noProof w:val="0"/>
              </w:rPr>
            </w:pPr>
            <w:r w:rsidRPr="00870ED0">
              <w:rPr>
                <w:noProof w:val="0"/>
              </w:rPr>
              <w: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-1</w:t>
            </w:r>
          </w:p>
          <w:p w:rsidR="00714EBB" w:rsidRPr="00870ED0" w:rsidRDefault="00714EBB">
            <w:pPr>
              <w:pStyle w:val="PL"/>
              <w:rPr>
                <w:rFonts w:ascii="Courier" w:hAnsi="Courier"/>
                <w:b/>
                <w:noProof w:val="0"/>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 length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3</w:t>
            </w:r>
          </w:p>
          <w:p w:rsidR="00714EBB" w:rsidRPr="00870ED0" w:rsidRDefault="00714EBB">
            <w:pPr>
              <w:pStyle w:val="PL"/>
              <w:rPr>
                <w:rFonts w:ascii="Courier" w:hAnsi="Courier"/>
                <w:b/>
                <w:noProof w:val="0"/>
              </w:rPr>
            </w:pPr>
            <w:r w:rsidRPr="00870ED0">
              <w:rPr>
                <w:noProof w:val="0"/>
              </w:rPr>
              <w: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getCapacity()+1</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getCapacity()+1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FF FE … F8</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FF FE … F8</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rFonts w:ascii="Courier" w:hAnsi="Courier"/>
                <w:b/>
                <w:noProof w:val="0"/>
              </w:rPr>
            </w:pPr>
            <w:r w:rsidRPr="00870ED0">
              <w:rPr>
                <w:noProof w:val="0"/>
              </w:rPr>
              <w:t>compareBuffer = FF FE … F8</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B17A29">
            <w:pPr>
              <w:pStyle w:val="TAC"/>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rsidP="00B17A29">
            <w:pPr>
              <w:pStyle w:val="TAH"/>
            </w:pPr>
            <w:r w:rsidRPr="00870ED0">
              <w:t>Successful call</w:t>
            </w:r>
          </w:p>
          <w:p w:rsidR="00714EBB" w:rsidRPr="00870ED0" w:rsidRDefault="00714EBB" w:rsidP="00B17A29">
            <w:pPr>
              <w:pStyle w:val="PL"/>
              <w:keepNext/>
              <w:keepLines/>
              <w:rPr>
                <w:noProof w:val="0"/>
              </w:rPr>
            </w:pPr>
            <w:r w:rsidRPr="00870ED0">
              <w:rPr>
                <w:noProof w:val="0"/>
              </w:rPr>
              <w:t>appendArray()</w:t>
            </w:r>
          </w:p>
          <w:p w:rsidR="00714EBB" w:rsidRPr="00870ED0" w:rsidRDefault="00714EBB" w:rsidP="00B17A29">
            <w:pPr>
              <w:pStyle w:val="PL"/>
              <w:keepNext/>
              <w:keepLines/>
              <w:rPr>
                <w:noProof w:val="0"/>
              </w:rPr>
            </w:pPr>
            <w:r w:rsidRPr="00870ED0">
              <w:rPr>
                <w:noProof w:val="0"/>
              </w:rPr>
              <w:t>buffer = 00 01 … 07</w:t>
            </w:r>
          </w:p>
          <w:p w:rsidR="00714EBB" w:rsidRPr="00870ED0" w:rsidRDefault="00714EBB" w:rsidP="00B17A29">
            <w:pPr>
              <w:pStyle w:val="PL"/>
              <w:keepNext/>
              <w:keepLines/>
              <w:rPr>
                <w:noProof w:val="0"/>
              </w:rPr>
            </w:pPr>
            <w:r w:rsidRPr="00870ED0">
              <w:rPr>
                <w:noProof w:val="0"/>
              </w:rPr>
              <w:t>offset = 2</w:t>
            </w:r>
          </w:p>
          <w:p w:rsidR="00714EBB" w:rsidRPr="00870ED0" w:rsidRDefault="00714EBB" w:rsidP="00B17A29">
            <w:pPr>
              <w:pStyle w:val="PL"/>
              <w:keepNext/>
              <w:keepLines/>
              <w:rPr>
                <w:rFonts w:ascii="Courier" w:hAnsi="Courier"/>
                <w:b/>
                <w:noProof w:val="0"/>
              </w:rPr>
            </w:pPr>
            <w:r w:rsidRPr="00870ED0">
              <w:rPr>
                <w:noProof w:val="0"/>
              </w:rPr>
              <w:t>length = 6</w:t>
            </w:r>
          </w:p>
        </w:tc>
        <w:tc>
          <w:tcPr>
            <w:tcW w:w="2835" w:type="dxa"/>
            <w:tcBorders>
              <w:top w:val="single" w:sz="4" w:space="0" w:color="auto"/>
              <w:left w:val="single" w:sz="4" w:space="0" w:color="auto"/>
              <w:bottom w:val="nil"/>
              <w:right w:val="single" w:sz="4" w:space="0" w:color="auto"/>
            </w:tcBorders>
          </w:tcPr>
          <w:p w:rsidR="00714EBB" w:rsidRPr="00870ED0" w:rsidRDefault="00714EBB" w:rsidP="00B17A29">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B17A29">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B17A29">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B17A29">
            <w:pPr>
              <w:pStyle w:val="TAH"/>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B17A29">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B17A29">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B17A29">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B17A29">
            <w:pPr>
              <w:pStyle w:val="TAH"/>
            </w:pPr>
            <w:r w:rsidRPr="00870ED0">
              <w:t>Compare the arrays</w:t>
            </w:r>
          </w:p>
          <w:p w:rsidR="00714EBB" w:rsidRPr="00870ED0" w:rsidRDefault="00714EBB" w:rsidP="00B17A29">
            <w:pPr>
              <w:pStyle w:val="PL"/>
              <w:keepNext/>
              <w:keepLines/>
              <w:rPr>
                <w:rFonts w:ascii="Courier" w:hAnsi="Courier"/>
                <w:b/>
                <w:noProof w:val="0"/>
              </w:rPr>
            </w:pPr>
            <w:r w:rsidRPr="00870ED0">
              <w:rPr>
                <w:noProof w:val="0"/>
              </w:rPr>
              <w:t>compareBuffer = FF FE … F8 02 03 … 07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B17A29">
            <w:pPr>
              <w:pStyle w:val="TAL"/>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B17A29">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11 22 … 88</w:t>
            </w:r>
          </w:p>
          <w:p w:rsidR="00714EBB" w:rsidRPr="00870ED0" w:rsidRDefault="00714EBB">
            <w:pPr>
              <w:pStyle w:val="PL"/>
              <w:rPr>
                <w:noProof w:val="0"/>
              </w:rPr>
            </w:pPr>
            <w:r w:rsidRPr="00870ED0">
              <w:rPr>
                <w:noProof w:val="0"/>
              </w:rPr>
              <w:t>offset = 2</w:t>
            </w:r>
          </w:p>
          <w:p w:rsidR="00714EBB" w:rsidRPr="00870ED0" w:rsidRDefault="00714EBB">
            <w:pPr>
              <w:pStyle w:val="PL"/>
              <w:rPr>
                <w:rFonts w:ascii="Courier" w:hAnsi="Courier"/>
                <w:b/>
                <w:noProof w:val="0"/>
              </w:rPr>
            </w:pPr>
            <w:r w:rsidRPr="00870ED0">
              <w:rPr>
                <w:noProof w:val="0"/>
              </w:rPr>
              <w:t>length = 4</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rFonts w:ascii="Courier" w:hAnsi="Courier"/>
                <w:b/>
                <w:noProof w:val="0"/>
              </w:rPr>
            </w:pPr>
            <w:r w:rsidRPr="00870ED0">
              <w:rPr>
                <w:noProof w:val="0"/>
              </w:rPr>
              <w:t>compareBuffer = FF FE … F8 02 03 … 07 33 44 55 66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tc>
        <w:tc>
          <w:tcPr>
            <w:tcW w:w="2410" w:type="dxa"/>
            <w:tcBorders>
              <w:top w:val="single" w:sz="4" w:space="0" w:color="auto"/>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New" w:hAnsi="Courier New"/>
              </w:rPr>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00 01 … FC</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253</w:t>
            </w:r>
          </w:p>
        </w:tc>
        <w:tc>
          <w:tcPr>
            <w:tcW w:w="2835" w:type="dxa"/>
            <w:tcBorders>
              <w:top w:val="single" w:sz="4" w:space="0" w:color="808080"/>
              <w:left w:val="single" w:sz="4" w:space="0" w:color="auto"/>
              <w:bottom w:val="nil"/>
              <w:right w:val="single" w:sz="4" w:space="0" w:color="auto"/>
            </w:tcBorders>
          </w:tcPr>
          <w:p w:rsidR="00714EBB" w:rsidRPr="00870ED0" w:rsidRDefault="00714EBB"/>
        </w:tc>
        <w:tc>
          <w:tcPr>
            <w:tcW w:w="2410" w:type="dxa"/>
            <w:tcBorders>
              <w:top w:val="single" w:sz="4" w:space="0" w:color="808080"/>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tc>
        <w:tc>
          <w:tcPr>
            <w:tcW w:w="2410" w:type="dxa"/>
            <w:tcBorders>
              <w:top w:val="single" w:sz="4" w:space="0" w:color="808080"/>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Courier" w:hAnsi="Courier"/>
                <w:b/>
                <w:noProof w:val="0"/>
              </w:rPr>
            </w:pPr>
            <w:r w:rsidRPr="00870ED0">
              <w:rPr>
                <w:noProof w:val="0"/>
              </w:rPr>
              <w:t>compareBuffer = 00 01 … FC</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jc w:val="center"/>
            </w:pPr>
          </w:p>
        </w:tc>
      </w:tr>
    </w:tbl>
    <w:p w:rsidR="00714EBB" w:rsidRPr="00870ED0" w:rsidRDefault="00714EBB"/>
    <w:p w:rsidR="00714EBB" w:rsidRPr="00870ED0" w:rsidRDefault="00714EBB" w:rsidP="00010296">
      <w:pPr>
        <w:pStyle w:val="Heading4"/>
      </w:pPr>
      <w:r w:rsidRPr="00870ED0">
        <w:lastRenderedPageBreak/>
        <w:t>5.2.4.18</w:t>
      </w:r>
      <w:r w:rsidRPr="00870ED0">
        <w:tab/>
        <w:t xml:space="preserve">Method appendTLV(byte tag, byte value) </w:t>
      </w:r>
    </w:p>
    <w:p w:rsidR="00714EBB" w:rsidRPr="00870ED0" w:rsidRDefault="00714EBB" w:rsidP="00010296">
      <w:pPr>
        <w:keepNext/>
      </w:pPr>
      <w:r w:rsidRPr="00870ED0">
        <w:t>Test Area Reference: Api_2_Pah_Aptlbb</w:t>
      </w:r>
      <w:r w:rsidR="00BE0BB8" w:rsidRPr="00870ED0">
        <w:t>.</w:t>
      </w:r>
    </w:p>
    <w:p w:rsidR="00714EBB" w:rsidRPr="00870ED0" w:rsidRDefault="00714EBB" w:rsidP="00BE0BB8">
      <w:pPr>
        <w:pStyle w:val="Heading5"/>
      </w:pPr>
      <w:r w:rsidRPr="00870ED0">
        <w:t>5.2.4.18.1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 (byte tag, byte value)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5.2.4.18.1.1</w:t>
      </w:r>
      <w:r w:rsidRPr="00870ED0">
        <w:tab/>
        <w:t>Normal execution</w:t>
      </w:r>
    </w:p>
    <w:p w:rsidR="00714EBB" w:rsidRPr="00870ED0" w:rsidRDefault="00714EBB">
      <w:pPr>
        <w:pStyle w:val="B1"/>
      </w:pPr>
      <w:r w:rsidRPr="00870ED0">
        <w:t>CRRN1: Appends a TLV element to the current TLV list (1-byte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5.2.4.18.1.2</w:t>
      </w:r>
      <w:r w:rsidRPr="00870ED0">
        <w:tab/>
        <w:t>Parameter errors</w:t>
      </w:r>
    </w:p>
    <w:p w:rsidR="00714EBB" w:rsidRPr="00870ED0" w:rsidRDefault="00714EBB">
      <w:r w:rsidRPr="00870ED0">
        <w:t>No requirements</w:t>
      </w:r>
      <w:r w:rsidR="00BE0BB8" w:rsidRPr="00870ED0">
        <w:t>.</w:t>
      </w:r>
    </w:p>
    <w:p w:rsidR="00714EBB" w:rsidRPr="00870ED0" w:rsidRDefault="00714EBB">
      <w:pPr>
        <w:pStyle w:val="H6"/>
        <w:outlineLvl w:val="0"/>
      </w:pPr>
      <w:r w:rsidRPr="00870ED0">
        <w:t>5.2.4.18.1.3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rsidP="00BE0BB8">
      <w:pPr>
        <w:pStyle w:val="Heading5"/>
      </w:pPr>
      <w:r w:rsidRPr="00870ED0">
        <w:t>5.2.4.18.2</w:t>
      </w:r>
      <w:r w:rsidRPr="00870ED0">
        <w:tab/>
        <w:t>Test area files</w:t>
      </w:r>
    </w:p>
    <w:p w:rsidR="00714EBB" w:rsidRPr="00870ED0" w:rsidRDefault="00714EBB" w:rsidP="002854FB">
      <w:pPr>
        <w:pStyle w:val="EX"/>
      </w:pPr>
      <w:r w:rsidRPr="00870ED0">
        <w:t>Test Source:</w:t>
      </w:r>
      <w:r w:rsidRPr="00870ED0">
        <w:tab/>
        <w:t>Test_Api_2_Pah_Aptlbb.java</w:t>
      </w:r>
      <w:r w:rsidR="00BE0BB8" w:rsidRPr="00870ED0">
        <w:t>.</w:t>
      </w:r>
    </w:p>
    <w:p w:rsidR="00714EBB" w:rsidRPr="00870ED0" w:rsidRDefault="00714EBB" w:rsidP="002854FB">
      <w:pPr>
        <w:pStyle w:val="EX"/>
      </w:pPr>
      <w:r w:rsidRPr="00870ED0">
        <w:t>Test A</w:t>
      </w:r>
      <w:r w:rsidR="00BE0BB8" w:rsidRPr="00870ED0">
        <w:t xml:space="preserve">pplet: </w:t>
      </w:r>
      <w:r w:rsidR="00BE0BB8" w:rsidRPr="00870ED0">
        <w:tab/>
        <w:t>Api_2_Pah_Aptlbb_1.java.</w:t>
      </w:r>
    </w:p>
    <w:p w:rsidR="00714EBB" w:rsidRPr="00870ED0" w:rsidRDefault="00714EBB" w:rsidP="002854FB">
      <w:pPr>
        <w:pStyle w:val="EX"/>
      </w:pPr>
      <w:r w:rsidRPr="00870ED0">
        <w:t>Cap File:</w:t>
      </w:r>
      <w:r w:rsidRPr="00870ED0">
        <w:tab/>
        <w:t>api_2_pah_aptlbb.cap</w:t>
      </w:r>
      <w:r w:rsidR="00BE0BB8" w:rsidRPr="00870ED0">
        <w:t>.</w:t>
      </w:r>
    </w:p>
    <w:p w:rsidR="00714EBB" w:rsidRPr="00870ED0" w:rsidRDefault="00714EBB" w:rsidP="00BE0BB8">
      <w:pPr>
        <w:pStyle w:val="Heading5"/>
      </w:pPr>
      <w:r w:rsidRPr="00870ED0">
        <w:t>5.2.4.18.3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BE0BB8"/>
    <w:p w:rsidR="00714EBB" w:rsidRPr="00870ED0" w:rsidRDefault="00714EBB" w:rsidP="00BE0BB8">
      <w:pPr>
        <w:pStyle w:val="Heading5"/>
      </w:pPr>
      <w:r w:rsidRPr="00870ED0">
        <w:t>5.2.4.18.4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pPr>
            <w:r w:rsidRPr="00870ED0">
              <w:t xml:space="preserve"> Call the appendTLV() method</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3</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Successful call</w:t>
            </w:r>
          </w:p>
          <w:p w:rsidR="00714EBB" w:rsidRPr="00870ED0" w:rsidRDefault="00714EBB" w:rsidP="00010296">
            <w:pPr>
              <w:pStyle w:val="PL"/>
              <w:keepNext/>
              <w:rPr>
                <w:noProof w:val="0"/>
              </w:rPr>
            </w:pPr>
            <w:r w:rsidRPr="00870ED0">
              <w:rPr>
                <w:noProof w:val="0"/>
              </w:rPr>
              <w:t>appendTLV()</w:t>
            </w:r>
          </w:p>
          <w:p w:rsidR="00714EBB" w:rsidRPr="00870ED0" w:rsidRDefault="00714EBB" w:rsidP="00010296">
            <w:pPr>
              <w:pStyle w:val="PL"/>
              <w:keepNext/>
              <w:rPr>
                <w:noProof w:val="0"/>
              </w:rPr>
            </w:pPr>
            <w:r w:rsidRPr="00870ED0">
              <w:rPr>
                <w:noProof w:val="0"/>
              </w:rPr>
              <w:t>tag = 84h</w:t>
            </w:r>
          </w:p>
          <w:p w:rsidR="00714EBB" w:rsidRPr="00870ED0" w:rsidRDefault="00714EBB" w:rsidP="00010296">
            <w:pPr>
              <w:pStyle w:val="PL"/>
              <w:keepNext/>
              <w:rPr>
                <w:noProof w:val="0"/>
              </w:rPr>
            </w:pPr>
            <w:r w:rsidRPr="00870ED0">
              <w:rPr>
                <w:noProof w:val="0"/>
              </w:rPr>
              <w:t>value = 00h</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01 00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 = FEh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01 00 01 01 FE</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C761A6">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C761A6">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jc w:val="center"/>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250</w:t>
            </w:r>
          </w:p>
          <w:p w:rsidR="00714EBB" w:rsidRPr="00870ED0" w:rsidRDefault="00714EBB">
            <w:pPr>
              <w:pStyle w:val="PL"/>
              <w:rPr>
                <w:noProof w:val="0"/>
              </w:rPr>
            </w:pPr>
            <w:r w:rsidRPr="00870ED0">
              <w:rPr>
                <w:noProof w:val="0"/>
              </w:rPr>
              <w:t>buffer = 00 81 F7 03 04 … F9</w:t>
            </w:r>
          </w:p>
        </w:tc>
        <w:tc>
          <w:tcPr>
            <w:tcW w:w="2835" w:type="dxa"/>
            <w:tcBorders>
              <w:top w:val="nil"/>
              <w:left w:val="single" w:sz="4" w:space="0" w:color="auto"/>
              <w:bottom w:val="nil"/>
              <w:right w:val="single" w:sz="4" w:space="0" w:color="auto"/>
            </w:tcBorders>
          </w:tcPr>
          <w:p w:rsidR="00714EBB" w:rsidRPr="00870ED0" w:rsidRDefault="00714EBB" w:rsidP="00C761A6">
            <w:pPr>
              <w:pStyle w:val="TAL"/>
            </w:pPr>
          </w:p>
        </w:tc>
        <w:tc>
          <w:tcPr>
            <w:tcW w:w="2410" w:type="dxa"/>
            <w:tcBorders>
              <w:top w:val="nil"/>
              <w:left w:val="single" w:sz="4" w:space="0" w:color="auto"/>
              <w:bottom w:val="nil"/>
              <w:right w:val="single" w:sz="4" w:space="0" w:color="auto"/>
            </w:tcBorders>
          </w:tcPr>
          <w:p w:rsidR="00714EBB" w:rsidRPr="00870ED0" w:rsidRDefault="00714EBB" w:rsidP="00C761A6">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jc w:val="center"/>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w:t>
            </w:r>
          </w:p>
        </w:tc>
        <w:tc>
          <w:tcPr>
            <w:tcW w:w="2835" w:type="dxa"/>
            <w:tcBorders>
              <w:top w:val="nil"/>
              <w:left w:val="single" w:sz="4" w:space="0" w:color="auto"/>
              <w:bottom w:val="nil"/>
              <w:right w:val="single" w:sz="4" w:space="0" w:color="auto"/>
            </w:tcBorders>
          </w:tcPr>
          <w:p w:rsidR="00714EBB" w:rsidRPr="00870ED0" w:rsidRDefault="00714EBB" w:rsidP="00C761A6">
            <w:pPr>
              <w:pStyle w:val="TAL"/>
            </w:pPr>
          </w:p>
        </w:tc>
        <w:tc>
          <w:tcPr>
            <w:tcW w:w="2410" w:type="dxa"/>
            <w:tcBorders>
              <w:top w:val="nil"/>
              <w:left w:val="single" w:sz="4" w:space="0" w:color="auto"/>
              <w:bottom w:val="nil"/>
              <w:right w:val="single" w:sz="4" w:space="0" w:color="auto"/>
            </w:tcBorders>
          </w:tcPr>
          <w:p w:rsidR="00714EBB" w:rsidRPr="00870ED0" w:rsidRDefault="00714EBB" w:rsidP="00C761A6">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jc w:val="center"/>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getLength() method</w:t>
            </w:r>
          </w:p>
        </w:tc>
        <w:tc>
          <w:tcPr>
            <w:tcW w:w="2835" w:type="dxa"/>
            <w:tcBorders>
              <w:top w:val="nil"/>
              <w:left w:val="single" w:sz="4" w:space="0" w:color="auto"/>
              <w:bottom w:val="nil"/>
              <w:right w:val="single" w:sz="4" w:space="0" w:color="auto"/>
            </w:tcBorders>
          </w:tcPr>
          <w:p w:rsidR="00714EBB" w:rsidRPr="00870ED0" w:rsidRDefault="00714EBB" w:rsidP="00C761A6">
            <w:pPr>
              <w:pStyle w:val="TAL"/>
            </w:pPr>
            <w:r w:rsidRPr="00870ED0">
              <w:t>result = 253</w:t>
            </w:r>
          </w:p>
        </w:tc>
        <w:tc>
          <w:tcPr>
            <w:tcW w:w="2410" w:type="dxa"/>
            <w:tcBorders>
              <w:top w:val="nil"/>
              <w:left w:val="single" w:sz="4" w:space="0" w:color="auto"/>
              <w:bottom w:val="nil"/>
              <w:right w:val="single" w:sz="4" w:space="0" w:color="auto"/>
            </w:tcBorders>
          </w:tcPr>
          <w:p w:rsidR="00714EBB" w:rsidRPr="00870ED0" w:rsidRDefault="00714EBB" w:rsidP="00C761A6">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jc w:val="center"/>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rsidP="00C761A6">
            <w:pPr>
              <w:pStyle w:val="TAL"/>
            </w:pPr>
          </w:p>
        </w:tc>
        <w:tc>
          <w:tcPr>
            <w:tcW w:w="2410" w:type="dxa"/>
            <w:tcBorders>
              <w:top w:val="nil"/>
              <w:left w:val="single" w:sz="4" w:space="0" w:color="auto"/>
              <w:bottom w:val="nil"/>
              <w:right w:val="single" w:sz="4" w:space="0" w:color="auto"/>
            </w:tcBorders>
          </w:tcPr>
          <w:p w:rsidR="00714EBB" w:rsidRPr="00870ED0" w:rsidRDefault="00714EBB" w:rsidP="00C761A6">
            <w:pPr>
              <w:pStyle w:val="TAL"/>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jc w:val="center"/>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w:t>
            </w:r>
          </w:p>
          <w:p w:rsidR="00714EBB" w:rsidRPr="00870ED0" w:rsidRDefault="00714EBB">
            <w:pPr>
              <w:pStyle w:val="PL"/>
              <w:rPr>
                <w:noProof w:val="0"/>
              </w:rPr>
            </w:pPr>
            <w:r w:rsidRPr="00870ED0">
              <w:rPr>
                <w:noProof w:val="0"/>
              </w:rPr>
              <w:t>compareBuffer = 00 81 F7 03 04 … F9 84 01 00</w:t>
            </w:r>
          </w:p>
        </w:tc>
        <w:tc>
          <w:tcPr>
            <w:tcW w:w="2835" w:type="dxa"/>
            <w:tcBorders>
              <w:top w:val="nil"/>
              <w:left w:val="single" w:sz="4" w:space="0" w:color="auto"/>
              <w:bottom w:val="single" w:sz="4" w:space="0" w:color="auto"/>
              <w:right w:val="single" w:sz="4" w:space="0" w:color="auto"/>
            </w:tcBorders>
          </w:tcPr>
          <w:p w:rsidR="00714EBB" w:rsidRPr="00870ED0" w:rsidRDefault="00714EBB" w:rsidP="00C761A6">
            <w:pPr>
              <w:pStyle w:val="TAL"/>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rsidP="00C761A6">
            <w:pPr>
              <w:pStyle w:val="TAL"/>
            </w:pPr>
          </w:p>
        </w:tc>
      </w:tr>
    </w:tbl>
    <w:p w:rsidR="00714EBB" w:rsidRPr="00870ED0" w:rsidRDefault="00714EBB"/>
    <w:p w:rsidR="00714EBB" w:rsidRPr="00870ED0" w:rsidRDefault="00714EBB">
      <w:pPr>
        <w:pStyle w:val="Heading4"/>
      </w:pPr>
      <w:r w:rsidRPr="00870ED0">
        <w:t>5.2.4.19</w:t>
      </w:r>
      <w:r w:rsidRPr="00870ED0">
        <w:tab/>
        <w:t xml:space="preserve">Method appendTLV(byte tag, byte value1, byte value2) </w:t>
      </w:r>
    </w:p>
    <w:p w:rsidR="00714EBB" w:rsidRPr="00870ED0" w:rsidRDefault="00714EBB">
      <w:r w:rsidRPr="00870ED0">
        <w:t>Test Area Reference: Api_2_Pah_Aptlbbb</w:t>
      </w:r>
      <w:r w:rsidR="00A7379C" w:rsidRPr="00870ED0">
        <w:t>.</w:t>
      </w:r>
    </w:p>
    <w:p w:rsidR="00714EBB" w:rsidRPr="00870ED0" w:rsidRDefault="00714EBB" w:rsidP="00A7379C">
      <w:pPr>
        <w:pStyle w:val="Heading5"/>
      </w:pPr>
      <w:r w:rsidRPr="00870ED0">
        <w:t>5.2.4.19.1</w:t>
      </w:r>
      <w:r w:rsidRPr="00870ED0">
        <w:tab/>
        <w:t>Conformanc</w:t>
      </w:r>
      <w:r w:rsidR="00A7379C" w:rsidRPr="00870ED0">
        <w:t>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C761A6">
      <w:pPr>
        <w:pStyle w:val="PL"/>
        <w:rPr>
          <w:noProof w:val="0"/>
        </w:rPr>
      </w:pPr>
      <w:r w:rsidRPr="00870ED0">
        <w:rPr>
          <w:noProof w:val="0"/>
        </w:rPr>
        <w:t xml:space="preserve">                      </w:t>
      </w:r>
      <w:r w:rsidR="00714EBB" w:rsidRPr="00870ED0">
        <w:rPr>
          <w:noProof w:val="0"/>
        </w:rPr>
        <w:t>byte value2)</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5.2.4.19.1.1</w:t>
      </w:r>
      <w:r w:rsidRPr="00870ED0">
        <w:tab/>
        <w:t>Normal execution</w:t>
      </w:r>
    </w:p>
    <w:p w:rsidR="00714EBB" w:rsidRPr="00870ED0" w:rsidRDefault="00714EBB">
      <w:pPr>
        <w:pStyle w:val="B1"/>
      </w:pPr>
      <w:r w:rsidRPr="00870ED0">
        <w:t>CRRN1: Appends a TLV element to the cur</w:t>
      </w:r>
      <w:r w:rsidR="00A7379C" w:rsidRPr="00870ED0">
        <w:t>rent TLV list (2-byte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5.2.4.19.1.2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t>5.2.4.19.1.3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rsidP="00A7379C">
      <w:pPr>
        <w:pStyle w:val="Heading5"/>
      </w:pPr>
      <w:r w:rsidRPr="00870ED0">
        <w:lastRenderedPageBreak/>
        <w:t>5.2.4.19.2</w:t>
      </w:r>
      <w:r w:rsidRPr="00870ED0">
        <w:tab/>
        <w:t>Test area files</w:t>
      </w:r>
    </w:p>
    <w:p w:rsidR="00714EBB" w:rsidRPr="00870ED0" w:rsidRDefault="00714EBB" w:rsidP="002854FB">
      <w:pPr>
        <w:pStyle w:val="EX"/>
      </w:pPr>
      <w:r w:rsidRPr="00870ED0">
        <w:t>Test Source:</w:t>
      </w:r>
      <w:r w:rsidRPr="00870ED0">
        <w:tab/>
        <w:t>Test_Api_2_Pah_Aptlbbb.java</w:t>
      </w:r>
      <w:r w:rsidR="00A7379C" w:rsidRPr="00870ED0">
        <w:t>.</w:t>
      </w:r>
    </w:p>
    <w:p w:rsidR="00714EBB" w:rsidRPr="00870ED0" w:rsidRDefault="00714EBB" w:rsidP="002854FB">
      <w:pPr>
        <w:pStyle w:val="EX"/>
      </w:pPr>
      <w:r w:rsidRPr="00870ED0">
        <w:t>Test Ap</w:t>
      </w:r>
      <w:r w:rsidR="00A7379C" w:rsidRPr="00870ED0">
        <w:t xml:space="preserve">plet: </w:t>
      </w:r>
      <w:r w:rsidR="00A7379C" w:rsidRPr="00870ED0">
        <w:tab/>
        <w:t>Api_2_Pah_Aptlbbb_1.java.</w:t>
      </w:r>
    </w:p>
    <w:p w:rsidR="00714EBB" w:rsidRPr="00870ED0" w:rsidRDefault="00714EBB" w:rsidP="002854FB">
      <w:pPr>
        <w:pStyle w:val="EX"/>
      </w:pPr>
      <w:r w:rsidRPr="00870ED0">
        <w:t>Cap File:</w:t>
      </w:r>
      <w:r w:rsidRPr="00870ED0">
        <w:tab/>
        <w:t>api_2_pah_aptlbbb.cap</w:t>
      </w:r>
      <w:r w:rsidR="00A7379C" w:rsidRPr="00870ED0">
        <w:t>.</w:t>
      </w:r>
    </w:p>
    <w:p w:rsidR="00714EBB" w:rsidRPr="00870ED0" w:rsidRDefault="00714EBB" w:rsidP="00A7379C">
      <w:pPr>
        <w:pStyle w:val="Heading5"/>
      </w:pPr>
      <w:r w:rsidRPr="00870ED0">
        <w:t>5.2.4.19.3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A7379C"/>
    <w:p w:rsidR="00714EBB" w:rsidRPr="00870ED0" w:rsidRDefault="00714EBB" w:rsidP="00A7379C">
      <w:pPr>
        <w:pStyle w:val="Heading5"/>
      </w:pPr>
      <w:r w:rsidRPr="00870ED0">
        <w:t>5.2.4.19.4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pPr>
            <w:r w:rsidRPr="00870ED0">
              <w:t xml:space="preserve"> Call the appendTLV() method</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w:t>
            </w:r>
          </w:p>
          <w:p w:rsidR="00714EBB" w:rsidRPr="00870ED0" w:rsidRDefault="00714EBB">
            <w:pPr>
              <w:pStyle w:val="PL"/>
              <w:rPr>
                <w:noProof w:val="0"/>
              </w:rPr>
            </w:pPr>
            <w:r w:rsidRPr="00870ED0">
              <w:rPr>
                <w:noProof w:val="0"/>
              </w:rPr>
              <w:t>value2 = 01h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02 00 01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w:t>
            </w:r>
          </w:p>
          <w:p w:rsidR="00714EBB" w:rsidRPr="00870ED0" w:rsidRDefault="00714EBB">
            <w:pPr>
              <w:pStyle w:val="PL"/>
              <w:rPr>
                <w:noProof w:val="0"/>
              </w:rPr>
            </w:pPr>
            <w:r w:rsidRPr="00870ED0">
              <w:rPr>
                <w:noProof w:val="0"/>
              </w:rPr>
              <w:t>value2 = FDh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02 00 01 01 02 FE FD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tc>
        <w:tc>
          <w:tcPr>
            <w:tcW w:w="2410" w:type="dxa"/>
            <w:tcBorders>
              <w:top w:val="single" w:sz="4" w:space="0" w:color="auto"/>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249</w:t>
            </w:r>
          </w:p>
          <w:p w:rsidR="00714EBB" w:rsidRPr="00870ED0" w:rsidRDefault="00714EBB">
            <w:pPr>
              <w:pStyle w:val="PL"/>
              <w:rPr>
                <w:noProof w:val="0"/>
              </w:rPr>
            </w:pPr>
            <w:r w:rsidRPr="00870ED0">
              <w:rPr>
                <w:noProof w:val="0"/>
              </w:rPr>
              <w:t>buffer = 00 81 F6 03 04 … F8</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jc w:val="center"/>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 xml:space="preserve">value1 = 00h </w:t>
            </w:r>
          </w:p>
          <w:p w:rsidR="00714EBB" w:rsidRPr="00870ED0" w:rsidRDefault="00714EBB">
            <w:pPr>
              <w:pStyle w:val="PL"/>
              <w:rPr>
                <w:rFonts w:ascii="Courier" w:hAnsi="Courier"/>
                <w:b/>
                <w:noProof w:val="0"/>
              </w:rPr>
            </w:pPr>
            <w:r w:rsidRPr="00870ED0">
              <w:rPr>
                <w:noProof w:val="0"/>
              </w:rPr>
              <w:t>value2 = 01h</w:t>
            </w:r>
          </w:p>
        </w:tc>
        <w:tc>
          <w:tcPr>
            <w:tcW w:w="2835" w:type="dxa"/>
            <w:tcBorders>
              <w:top w:val="nil"/>
              <w:left w:val="single" w:sz="4" w:space="0" w:color="auto"/>
              <w:bottom w:val="nil"/>
              <w:right w:val="single" w:sz="4" w:space="0" w:color="auto"/>
            </w:tcBorders>
          </w:tcPr>
          <w:p w:rsidR="00714EBB" w:rsidRPr="00870ED0" w:rsidRDefault="00714EBB"/>
        </w:tc>
        <w:tc>
          <w:tcPr>
            <w:tcW w:w="2410" w:type="dxa"/>
            <w:tcBorders>
              <w:top w:val="nil"/>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tc>
        <w:tc>
          <w:tcPr>
            <w:tcW w:w="2410" w:type="dxa"/>
            <w:tcBorders>
              <w:top w:val="single" w:sz="4" w:space="0" w:color="808080"/>
              <w:left w:val="single" w:sz="4" w:space="0" w:color="auto"/>
              <w:bottom w:val="nil"/>
              <w:right w:val="single" w:sz="4" w:space="0" w:color="auto"/>
            </w:tcBorders>
          </w:tcPr>
          <w:p w:rsidR="00714EBB" w:rsidRPr="00870ED0" w:rsidRDefault="00714EBB">
            <w:pPr>
              <w:jc w:val="center"/>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jc w:val="center"/>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Courier" w:hAnsi="Courier"/>
                <w:b/>
                <w:noProof w:val="0"/>
              </w:rPr>
            </w:pPr>
            <w:r w:rsidRPr="00870ED0">
              <w:rPr>
                <w:noProof w:val="0"/>
              </w:rPr>
              <w:t>compareBuffer = 00 81 F6 03 04 … F8 84 02 00 01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jc w:val="center"/>
            </w:pPr>
          </w:p>
        </w:tc>
      </w:tr>
    </w:tbl>
    <w:p w:rsidR="00714EBB" w:rsidRPr="00870ED0" w:rsidRDefault="00714EBB"/>
    <w:p w:rsidR="00714EBB" w:rsidRPr="00870ED0" w:rsidRDefault="00714EBB">
      <w:pPr>
        <w:pStyle w:val="Heading4"/>
      </w:pPr>
      <w:r w:rsidRPr="00870ED0">
        <w:lastRenderedPageBreak/>
        <w:t>5.2.4.20</w:t>
      </w:r>
      <w:r w:rsidRPr="00870ED0">
        <w:tab/>
        <w:t>Method appendTLV(byte tag, byte[ ] value, short valueoffset, short valuelength)</w:t>
      </w:r>
    </w:p>
    <w:p w:rsidR="00714EBB" w:rsidRPr="00870ED0" w:rsidRDefault="00714EBB">
      <w:r w:rsidRPr="00870ED0">
        <w:t>Test Area Reference: Api_2_Pah_Aptlb_Bss</w:t>
      </w:r>
      <w:r w:rsidR="00A7379C" w:rsidRPr="00870ED0">
        <w:t>.</w:t>
      </w:r>
    </w:p>
    <w:p w:rsidR="00714EBB" w:rsidRPr="00870ED0" w:rsidRDefault="00714EBB" w:rsidP="00A7379C">
      <w:pPr>
        <w:pStyle w:val="Heading5"/>
      </w:pPr>
      <w:r w:rsidRPr="00870ED0">
        <w:t>5.2.4.20.1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short valuelength)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5.2.4.20.1.1</w:t>
      </w:r>
      <w:r w:rsidRPr="00870ED0">
        <w:tab/>
        <w:t>Normal execution</w:t>
      </w:r>
    </w:p>
    <w:p w:rsidR="00714EBB" w:rsidRPr="00870ED0" w:rsidRDefault="00714EBB">
      <w:pPr>
        <w:pStyle w:val="B1"/>
      </w:pPr>
      <w:r w:rsidRPr="00870ED0">
        <w:t>CRRN1: Appends a TLV element to the current TLV list (byte-array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5.2.4.20.1.2</w:t>
      </w:r>
      <w:r w:rsidRPr="00870ED0">
        <w:tab/>
        <w:t>Parameter errors</w:t>
      </w:r>
    </w:p>
    <w:p w:rsidR="00714EBB" w:rsidRPr="00870ED0" w:rsidRDefault="00714EBB">
      <w:pPr>
        <w:pStyle w:val="B1"/>
      </w:pPr>
      <w:r w:rsidRPr="00870ED0">
        <w:t>CRRP1: if value is null, a java.lang.NullPointerException is thrown.</w:t>
      </w:r>
    </w:p>
    <w:p w:rsidR="00714EBB" w:rsidRPr="00870ED0" w:rsidRDefault="00714EBB">
      <w:pPr>
        <w:pStyle w:val="B1"/>
      </w:pPr>
      <w:r w:rsidRPr="00870ED0">
        <w:t>CRRP2: if valueoffset or valuelength or both would cause access outside the array bounds, or if length is negative, a java.lang.ArrayIndexOutOfBoundsException is thrown.</w:t>
      </w:r>
    </w:p>
    <w:p w:rsidR="00714EBB" w:rsidRPr="00870ED0" w:rsidRDefault="00714EBB">
      <w:pPr>
        <w:pStyle w:val="H6"/>
        <w:outlineLvl w:val="0"/>
      </w:pPr>
      <w:r w:rsidRPr="00870ED0">
        <w:t>5.2.4.20.1.3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pPr>
        <w:pStyle w:val="B1"/>
      </w:pPr>
      <w:r w:rsidRPr="00870ED0">
        <w:t>CRRC3: if valuelength is greater than 255, a ToolkitException is thrown with reason code BAD_INPUT_PARAMETER.</w:t>
      </w:r>
    </w:p>
    <w:p w:rsidR="00714EBB" w:rsidRPr="00870ED0" w:rsidRDefault="00714EBB" w:rsidP="00A7379C">
      <w:pPr>
        <w:pStyle w:val="Heading5"/>
      </w:pPr>
      <w:r w:rsidRPr="00870ED0">
        <w:t>5.2.4.20.2</w:t>
      </w:r>
      <w:r w:rsidRPr="00870ED0">
        <w:tab/>
        <w:t>Test area files</w:t>
      </w:r>
    </w:p>
    <w:p w:rsidR="00714EBB" w:rsidRPr="00870ED0" w:rsidRDefault="00714EBB" w:rsidP="002854FB">
      <w:pPr>
        <w:pStyle w:val="EX"/>
      </w:pPr>
      <w:r w:rsidRPr="00870ED0">
        <w:t>Test Source:</w:t>
      </w:r>
      <w:r w:rsidRPr="00870ED0">
        <w:tab/>
        <w:t>Test_Api_2_Pah_Aptlb_Bss.java</w:t>
      </w:r>
      <w:r w:rsidR="00A7379C" w:rsidRPr="00870ED0">
        <w:t>.</w:t>
      </w:r>
    </w:p>
    <w:p w:rsidR="00714EBB" w:rsidRPr="00870ED0" w:rsidRDefault="00714EBB" w:rsidP="002854FB">
      <w:pPr>
        <w:pStyle w:val="EX"/>
      </w:pPr>
      <w:r w:rsidRPr="00870ED0">
        <w:t>Test Appl</w:t>
      </w:r>
      <w:r w:rsidR="00A7379C" w:rsidRPr="00870ED0">
        <w:t xml:space="preserve">et: </w:t>
      </w:r>
      <w:r w:rsidR="00A7379C" w:rsidRPr="00870ED0">
        <w:tab/>
        <w:t>Api_2_Pah_Aptlb_Bss_1.java.</w:t>
      </w:r>
    </w:p>
    <w:p w:rsidR="00714EBB" w:rsidRPr="00870ED0" w:rsidRDefault="00714EBB" w:rsidP="002854FB">
      <w:pPr>
        <w:pStyle w:val="EX"/>
      </w:pPr>
      <w:r w:rsidRPr="00870ED0">
        <w:t>Cap File:</w:t>
      </w:r>
      <w:r w:rsidRPr="00870ED0">
        <w:tab/>
        <w:t>api_2_pah_aptlb_bss.cap</w:t>
      </w:r>
      <w:r w:rsidR="00A7379C" w:rsidRPr="00870ED0">
        <w:t>.</w:t>
      </w:r>
    </w:p>
    <w:p w:rsidR="00714EBB" w:rsidRPr="00870ED0" w:rsidRDefault="00714EBB" w:rsidP="00A7379C">
      <w:pPr>
        <w:pStyle w:val="Heading5"/>
      </w:pPr>
      <w:r w:rsidRPr="00870ED0">
        <w:t>5.2.4.20.3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10, 11, 12, 13, 14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bl>
    <w:p w:rsidR="00714EBB" w:rsidRPr="00870ED0" w:rsidRDefault="00714EBB" w:rsidP="00A7379C"/>
    <w:p w:rsidR="00714EBB" w:rsidRPr="00870ED0" w:rsidRDefault="00714EBB" w:rsidP="00A7379C">
      <w:pPr>
        <w:pStyle w:val="Heading5"/>
      </w:pPr>
      <w:r w:rsidRPr="00870ED0">
        <w:lastRenderedPageBreak/>
        <w:t>5.2.4.20.4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Null value</w:t>
            </w:r>
          </w:p>
          <w:p w:rsidR="00714EBB" w:rsidRPr="00870ED0" w:rsidRDefault="00714EBB">
            <w:pPr>
              <w:pStyle w:val="PL"/>
              <w:rPr>
                <w:noProof w:val="0"/>
              </w:rPr>
            </w:pPr>
            <w:r w:rsidRPr="00870ED0">
              <w:rPr>
                <w:noProof w:val="0"/>
              </w:rPr>
              <w:t>appendTLV()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6</w:t>
            </w:r>
          </w:p>
          <w:p w:rsidR="00714EBB" w:rsidRPr="00870ED0" w:rsidRDefault="00714EBB">
            <w:pPr>
              <w:pStyle w:val="PL"/>
              <w:rPr>
                <w:noProof w:val="0"/>
              </w:rPr>
            </w:pPr>
            <w:r w:rsidRPr="00870ED0">
              <w:rPr>
                <w:noProof w:val="0"/>
              </w:rPr>
              <w:t>valueLength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valueLength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valueLength &gt;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valueOffset + valueLength &gt; value.length</w:t>
            </w:r>
          </w:p>
          <w:p w:rsidR="00714EBB" w:rsidRPr="00870ED0" w:rsidRDefault="00714EBB">
            <w:pPr>
              <w:pStyle w:val="PL"/>
              <w:rPr>
                <w:noProof w:val="0"/>
              </w:rPr>
            </w:pPr>
            <w:r w:rsidRPr="00870ED0">
              <w:rPr>
                <w:noProof w:val="0"/>
              </w:rPr>
              <w:t>appendTLV()</w:t>
            </w:r>
          </w:p>
          <w:p w:rsidR="00714EBB" w:rsidRPr="00870ED0" w:rsidRDefault="00714EBB">
            <w:pPr>
              <w:pStyle w:val="PL"/>
              <w:keepNext/>
              <w:keepLines/>
              <w:rPr>
                <w:noProof w:val="0"/>
              </w:rPr>
            </w:pPr>
            <w:r w:rsidRPr="00870ED0">
              <w:rPr>
                <w:noProof w:val="0"/>
              </w:rPr>
              <w:t>value.length = 5</w:t>
            </w:r>
          </w:p>
          <w:p w:rsidR="00714EBB" w:rsidRPr="00870ED0" w:rsidRDefault="00714EBB">
            <w:pPr>
              <w:pStyle w:val="PL"/>
              <w:keepNext/>
              <w:keepLines/>
              <w:rPr>
                <w:noProof w:val="0"/>
              </w:rPr>
            </w:pPr>
            <w:r w:rsidRPr="00870ED0">
              <w:rPr>
                <w:noProof w:val="0"/>
              </w:rPr>
              <w:t>valueOffset = 3</w:t>
            </w:r>
          </w:p>
          <w:p w:rsidR="00714EBB" w:rsidRPr="00870ED0" w:rsidRDefault="00714EBB">
            <w:pPr>
              <w:pStyle w:val="PL"/>
              <w:keepNext/>
              <w:keepLines/>
              <w:rPr>
                <w:noProof w:val="0"/>
              </w:rPr>
            </w:pPr>
            <w:r w:rsidRPr="00870ED0">
              <w:rPr>
                <w:noProof w:val="0"/>
              </w:rPr>
              <w:t>valueLength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Call the appendArray() method, length = getCapacity()-1</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254</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254</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Bad parameter exception</w:t>
            </w:r>
          </w:p>
          <w:p w:rsidR="00714EBB" w:rsidRPr="00870ED0" w:rsidRDefault="00714EBB" w:rsidP="00A7379C">
            <w:pPr>
              <w:pStyle w:val="PL"/>
              <w:keepNext/>
              <w:keepLines/>
              <w:rPr>
                <w:noProof w:val="0"/>
              </w:rPr>
            </w:pPr>
            <w:r w:rsidRPr="00870ED0">
              <w:rPr>
                <w:noProof w:val="0"/>
              </w:rPr>
              <w:t>Clear the handler</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value.length = 256</w:t>
            </w:r>
          </w:p>
          <w:p w:rsidR="00714EBB" w:rsidRPr="00870ED0" w:rsidRDefault="00714EBB" w:rsidP="00A7379C">
            <w:pPr>
              <w:pStyle w:val="PL"/>
              <w:keepNext/>
              <w:keepLines/>
              <w:rPr>
                <w:noProof w:val="0"/>
              </w:rPr>
            </w:pPr>
            <w:r w:rsidRPr="00870ED0">
              <w:rPr>
                <w:noProof w:val="0"/>
              </w:rPr>
              <w:t>valueOffset = 0</w:t>
            </w:r>
          </w:p>
          <w:p w:rsidR="00714EBB" w:rsidRPr="00870ED0" w:rsidRDefault="00714EBB" w:rsidP="00A7379C">
            <w:pPr>
              <w:pStyle w:val="PL"/>
              <w:keepNext/>
              <w:keepLines/>
              <w:rPr>
                <w:noProof w:val="0"/>
              </w:rPr>
            </w:pPr>
            <w:r w:rsidRPr="00870ED0">
              <w:rPr>
                <w:noProof w:val="0"/>
              </w:rPr>
              <w:t>valueLength = 256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FF FE … F8</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Verify Current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FF FE … F8</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08 FF FE … F8</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 = 00 01 … 07</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valueLength = 6</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08 FF FE … F8 85 06 02 03 … 07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lastRenderedPageBreak/>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w:t>
            </w:r>
          </w:p>
          <w:p w:rsidR="00714EBB" w:rsidRPr="00870ED0" w:rsidRDefault="00714EBB">
            <w:pPr>
              <w:pStyle w:val="PL"/>
              <w:rPr>
                <w:noProof w:val="0"/>
              </w:rPr>
            </w:pPr>
            <w:r w:rsidRPr="00870ED0">
              <w:rPr>
                <w:noProof w:val="0"/>
              </w:rPr>
              <w:t>value = 11 22 … 88</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valueLength = 4</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08 FF FE … F8 85 06 02 03 … 07 01 04 33 44 55 66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00 01 … 7F</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80h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81 80 00 01…7F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BodyTextIndent3"/>
              <w:keepNext/>
              <w:keepLines/>
              <w:ind w:left="0"/>
              <w:jc w:val="center"/>
              <w:rPr>
                <w:b/>
              </w:rPr>
            </w:pPr>
            <w:r w:rsidRPr="00870ED0">
              <w:rPr>
                <w:b/>
              </w:rPr>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CommentText"/>
              <w:keepNext/>
              <w:keepLines/>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CommentText"/>
              <w:keepNext/>
              <w:keepLines/>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keepNext/>
              <w:keepLines/>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keepNext/>
              <w:keepLines/>
              <w:rPr>
                <w:noProof w:val="0"/>
              </w:rPr>
            </w:pPr>
            <w:r w:rsidRPr="00870ED0">
              <w:rPr>
                <w:noProof w:val="0"/>
              </w:rPr>
              <w:t>tag = 04</w:t>
            </w:r>
          </w:p>
          <w:p w:rsidR="00714EBB" w:rsidRPr="00870ED0" w:rsidRDefault="00714EBB">
            <w:pPr>
              <w:pStyle w:val="PL"/>
              <w:keepNext/>
              <w:keepLines/>
              <w:rPr>
                <w:noProof w:val="0"/>
              </w:rPr>
            </w:pPr>
            <w:r w:rsidRPr="00870ED0">
              <w:rPr>
                <w:noProof w:val="0"/>
              </w:rPr>
              <w:t>value = 00 01 … F9</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valueLength = 250</w:t>
            </w:r>
          </w:p>
        </w:tc>
        <w:tc>
          <w:tcPr>
            <w:tcW w:w="2835" w:type="dxa"/>
            <w:tcBorders>
              <w:top w:val="nil"/>
              <w:left w:val="single" w:sz="4" w:space="0" w:color="auto"/>
              <w:bottom w:val="nil"/>
              <w:right w:val="single" w:sz="4" w:space="0" w:color="auto"/>
            </w:tcBorders>
          </w:tcPr>
          <w:p w:rsidR="00714EBB" w:rsidRPr="00870ED0" w:rsidRDefault="00714EBB">
            <w:pPr>
              <w:pStyle w:val="CommentText"/>
              <w:keepNext/>
              <w:keepLines/>
            </w:pPr>
          </w:p>
        </w:tc>
        <w:tc>
          <w:tcPr>
            <w:tcW w:w="2410" w:type="dxa"/>
            <w:tcBorders>
              <w:top w:val="nil"/>
              <w:left w:val="single" w:sz="4" w:space="0" w:color="auto"/>
              <w:bottom w:val="nil"/>
              <w:right w:val="single" w:sz="4" w:space="0" w:color="auto"/>
            </w:tcBorders>
          </w:tcPr>
          <w:p w:rsidR="00714EBB" w:rsidRPr="00870ED0" w:rsidRDefault="00714EBB">
            <w:pPr>
              <w:pStyle w:val="CommentText"/>
              <w:keepNext/>
              <w:keepLines/>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keepNext/>
              <w:keepLines/>
            </w:pPr>
          </w:p>
        </w:tc>
        <w:tc>
          <w:tcPr>
            <w:tcW w:w="4111" w:type="dxa"/>
            <w:tcBorders>
              <w:top w:val="nil"/>
              <w:left w:val="single" w:sz="4" w:space="0" w:color="auto"/>
              <w:bottom w:val="nil"/>
              <w:right w:val="single" w:sz="4" w:space="0" w:color="auto"/>
            </w:tcBorders>
          </w:tcPr>
          <w:p w:rsidR="00714EBB" w:rsidRPr="00870ED0" w:rsidRDefault="00714EBB">
            <w:pPr>
              <w:pStyle w:val="BodyText"/>
              <w:keepLines/>
              <w:jc w:val="center"/>
            </w:pPr>
            <w:r w:rsidRPr="00870ED0">
              <w:rPr>
                <w:rFonts w:ascii="Arial" w:hAnsi="Arial"/>
                <w:b/>
                <w:sz w:val="18"/>
              </w:rPr>
              <w:t>Call getLength() method</w:t>
            </w:r>
          </w:p>
        </w:tc>
        <w:tc>
          <w:tcPr>
            <w:tcW w:w="2835" w:type="dxa"/>
            <w:tcBorders>
              <w:top w:val="nil"/>
              <w:left w:val="single" w:sz="4" w:space="0" w:color="auto"/>
              <w:bottom w:val="nil"/>
              <w:right w:val="single" w:sz="4" w:space="0" w:color="auto"/>
            </w:tcBorders>
          </w:tcPr>
          <w:p w:rsidR="00714EBB" w:rsidRPr="00870ED0" w:rsidRDefault="00714EBB">
            <w:pPr>
              <w:pStyle w:val="TAL"/>
            </w:pPr>
            <w:r w:rsidRPr="00870ED0">
              <w:t>result = 253</w:t>
            </w:r>
          </w:p>
        </w:tc>
        <w:tc>
          <w:tcPr>
            <w:tcW w:w="2410" w:type="dxa"/>
            <w:tcBorders>
              <w:top w:val="nil"/>
              <w:left w:val="single" w:sz="4" w:space="0" w:color="auto"/>
              <w:bottom w:val="nil"/>
              <w:right w:val="single" w:sz="4" w:space="0" w:color="auto"/>
            </w:tcBorders>
          </w:tcPr>
          <w:p w:rsidR="00714EBB" w:rsidRPr="00870ED0" w:rsidRDefault="00714EBB">
            <w:pPr>
              <w:pStyle w:val="CommentText"/>
              <w:keepNext/>
              <w:keepLines/>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keepNext/>
              <w:keepLines/>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CommentText"/>
              <w:keepNext/>
              <w:keepLines/>
            </w:pPr>
          </w:p>
        </w:tc>
        <w:tc>
          <w:tcPr>
            <w:tcW w:w="2410" w:type="dxa"/>
            <w:tcBorders>
              <w:top w:val="nil"/>
              <w:left w:val="single" w:sz="4" w:space="0" w:color="auto"/>
              <w:bottom w:val="nil"/>
              <w:right w:val="single" w:sz="4" w:space="0" w:color="auto"/>
            </w:tcBorders>
          </w:tcPr>
          <w:p w:rsidR="00714EBB" w:rsidRPr="00870ED0" w:rsidRDefault="00714EBB">
            <w:pPr>
              <w:pStyle w:val="CommentText"/>
              <w:keepNext/>
              <w:keepLines/>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keepNext/>
              <w:keepLines/>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Compare handler</w:t>
            </w:r>
          </w:p>
          <w:p w:rsidR="00714EBB" w:rsidRPr="00870ED0" w:rsidRDefault="00714EBB">
            <w:pPr>
              <w:pStyle w:val="PL"/>
              <w:keepNext/>
              <w:keepLines/>
              <w:rPr>
                <w:noProof w:val="0"/>
              </w:rPr>
            </w:pPr>
            <w:r w:rsidRPr="00870ED0">
              <w:rPr>
                <w:noProof w:val="0"/>
              </w:rPr>
              <w:t>compareBuffer = 04 81 FA 00 01…F9</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CommentText"/>
              <w:keepNext/>
              <w:keepLines/>
            </w:pPr>
          </w:p>
        </w:tc>
      </w:tr>
    </w:tbl>
    <w:p w:rsidR="00714EBB" w:rsidRPr="00870ED0" w:rsidRDefault="00714EBB"/>
    <w:p w:rsidR="00714EBB" w:rsidRPr="00870ED0" w:rsidRDefault="00714EBB">
      <w:pPr>
        <w:pStyle w:val="Heading4"/>
      </w:pPr>
      <w:r w:rsidRPr="00870ED0">
        <w:t>5.2.4.21</w:t>
      </w:r>
      <w:r w:rsidRPr="00870ED0">
        <w:tab/>
        <w:t>Method appendTLV(byte tag, byte value1, byte[ ] value2, short value2offset, short value2length)</w:t>
      </w:r>
    </w:p>
    <w:p w:rsidR="00714EBB" w:rsidRPr="00870ED0" w:rsidRDefault="00714EBB">
      <w:r w:rsidRPr="00870ED0">
        <w:t>Test Area Reference: Api_2_Pah_Aptlbb_Bss</w:t>
      </w:r>
      <w:r w:rsidR="00A7379C" w:rsidRPr="00870ED0">
        <w:t>.</w:t>
      </w:r>
    </w:p>
    <w:p w:rsidR="00714EBB" w:rsidRPr="00870ED0" w:rsidRDefault="00714EBB" w:rsidP="00A7379C">
      <w:pPr>
        <w:pStyle w:val="Heading5"/>
      </w:pPr>
      <w:r w:rsidRPr="00870ED0">
        <w:t>5.2</w:t>
      </w:r>
      <w:r w:rsidR="00A7379C" w:rsidRPr="00870ED0">
        <w:t>.4.21.1</w:t>
      </w:r>
      <w:r w:rsidR="00A7379C"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byte[] value2,</w:t>
      </w:r>
    </w:p>
    <w:p w:rsidR="00714EBB" w:rsidRPr="00870ED0" w:rsidRDefault="00714EBB">
      <w:pPr>
        <w:pStyle w:val="PL"/>
        <w:rPr>
          <w:noProof w:val="0"/>
        </w:rPr>
      </w:pPr>
      <w:r w:rsidRPr="00870ED0">
        <w:rPr>
          <w:noProof w:val="0"/>
        </w:rPr>
        <w:t xml:space="preserve">                      short value2offset,</w:t>
      </w:r>
    </w:p>
    <w:p w:rsidR="00714EBB" w:rsidRPr="00870ED0" w:rsidRDefault="00714EBB">
      <w:pPr>
        <w:pStyle w:val="PL"/>
        <w:rPr>
          <w:noProof w:val="0"/>
        </w:rPr>
      </w:pPr>
      <w:r w:rsidRPr="00870ED0">
        <w:rPr>
          <w:noProof w:val="0"/>
        </w:rPr>
        <w:t xml:space="preserve">                      short value2length)</w:t>
      </w:r>
    </w:p>
    <w:p w:rsidR="00714EBB" w:rsidRPr="00870ED0" w:rsidRDefault="00714EBB">
      <w:pPr>
        <w:pStyle w:val="PL"/>
        <w:rPr>
          <w:noProof w:val="0"/>
          <w:snapToGrid w:val="0"/>
        </w:rPr>
      </w:pPr>
      <w:r w:rsidRPr="00870ED0">
        <w:rPr>
          <w:noProof w:val="0"/>
          <w:snapToGrid w:val="0"/>
        </w:rPr>
        <w:t xml:space="preserve">               throws java.lang.NullPointerException,</w:t>
      </w:r>
    </w:p>
    <w:p w:rsidR="00714EBB" w:rsidRPr="00870ED0" w:rsidRDefault="00714EBB">
      <w:pPr>
        <w:pStyle w:val="PL"/>
        <w:rPr>
          <w:noProof w:val="0"/>
          <w:snapToGrid w:val="0"/>
        </w:rPr>
      </w:pPr>
      <w:r w:rsidRPr="00870ED0">
        <w:rPr>
          <w:noProof w:val="0"/>
        </w:rPr>
        <w:t xml:space="preserve">                     </w:t>
      </w:r>
      <w:r w:rsidRPr="00870ED0">
        <w:rPr>
          <w:noProof w:val="0"/>
          <w:snapToGrid w:val="0"/>
        </w:rPr>
        <w:t xml:space="preserve"> java.lang.ArrayIndexOutOfBoundsException,</w:t>
      </w:r>
    </w:p>
    <w:p w:rsidR="00714EBB" w:rsidRPr="00870ED0" w:rsidRDefault="00714EBB">
      <w:pPr>
        <w:pStyle w:val="PL"/>
        <w:rPr>
          <w:noProof w:val="0"/>
          <w:snapToGrid w:val="0"/>
        </w:rPr>
      </w:pPr>
      <w:r w:rsidRPr="00870ED0">
        <w:rPr>
          <w:noProof w:val="0"/>
        </w:rPr>
        <w:t xml:space="preserve">                     </w:t>
      </w:r>
      <w:r w:rsidRPr="00870ED0">
        <w:rPr>
          <w:noProof w:val="0"/>
          <w:snapToGrid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5.2.4.21.1.1</w:t>
      </w:r>
      <w:r w:rsidRPr="00870ED0">
        <w:tab/>
        <w:t>Normal execution</w:t>
      </w:r>
    </w:p>
    <w:p w:rsidR="00714EBB" w:rsidRPr="00870ED0" w:rsidRDefault="00714EBB">
      <w:pPr>
        <w:pStyle w:val="B1"/>
      </w:pPr>
      <w:r w:rsidRPr="00870ED0">
        <w:t>CRRN1: Appends a TLV element to the current TLV list (1 b</w:t>
      </w:r>
      <w:r w:rsidR="00A7379C" w:rsidRPr="00870ED0">
        <w:t>yte and a byte-array element).</w:t>
      </w:r>
    </w:p>
    <w:p w:rsidR="00714EBB" w:rsidRPr="00870ED0" w:rsidRDefault="00714EBB">
      <w:pPr>
        <w:pStyle w:val="B1"/>
      </w:pPr>
      <w:r w:rsidRPr="00870ED0">
        <w:t>CRRN2: A successful append does not modify the TLV selected.</w:t>
      </w:r>
    </w:p>
    <w:p w:rsidR="00714EBB" w:rsidRPr="00870ED0" w:rsidRDefault="00714EBB" w:rsidP="005272CF">
      <w:pPr>
        <w:pStyle w:val="H6"/>
        <w:outlineLvl w:val="0"/>
      </w:pPr>
      <w:r w:rsidRPr="00870ED0">
        <w:lastRenderedPageBreak/>
        <w:t>5.2.4.21.1.2</w:t>
      </w:r>
      <w:r w:rsidRPr="00870ED0">
        <w:tab/>
        <w:t>Parameter errors</w:t>
      </w:r>
    </w:p>
    <w:p w:rsidR="00714EBB" w:rsidRPr="00870ED0" w:rsidRDefault="00714EBB" w:rsidP="005272CF">
      <w:pPr>
        <w:pStyle w:val="B1"/>
        <w:keepNext/>
      </w:pPr>
      <w:r w:rsidRPr="00870ED0">
        <w:t>CRRP1: if value2 is null, a java.lang.NullPointerException is thrown.</w:t>
      </w:r>
    </w:p>
    <w:p w:rsidR="00714EBB" w:rsidRPr="00870ED0" w:rsidRDefault="00714EBB">
      <w:pPr>
        <w:pStyle w:val="B1"/>
      </w:pPr>
      <w:r w:rsidRPr="00870ED0">
        <w:t>CRRP2: if value2offset or value2length or both would cause access outside the array bounds, or if length is negative, a java.lang.ArrayIndexOutOfBoundsException is thrown.</w:t>
      </w:r>
    </w:p>
    <w:p w:rsidR="00714EBB" w:rsidRPr="00870ED0" w:rsidRDefault="00714EBB">
      <w:pPr>
        <w:pStyle w:val="H6"/>
        <w:outlineLvl w:val="0"/>
      </w:pPr>
      <w:r w:rsidRPr="00870ED0">
        <w:t>5.2.4.21.1.3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pPr>
        <w:pStyle w:val="B1"/>
      </w:pPr>
      <w:r w:rsidRPr="00870ED0">
        <w:t>CRRC3: if valuelength is greater than 255, a ToolkitException is thrown with reason code BAD_INPUT_PARAMETER.</w:t>
      </w:r>
    </w:p>
    <w:p w:rsidR="00714EBB" w:rsidRPr="00870ED0" w:rsidRDefault="00714EBB" w:rsidP="00A7379C">
      <w:pPr>
        <w:pStyle w:val="Heading5"/>
      </w:pPr>
      <w:r w:rsidRPr="00870ED0">
        <w:t>5.2.4.21.2</w:t>
      </w:r>
      <w:r w:rsidRPr="00870ED0">
        <w:tab/>
        <w:t>Test area files</w:t>
      </w:r>
    </w:p>
    <w:p w:rsidR="00714EBB" w:rsidRPr="00870ED0" w:rsidRDefault="00714EBB" w:rsidP="00A7379C">
      <w:pPr>
        <w:pStyle w:val="EX"/>
        <w:keepNext/>
      </w:pPr>
      <w:r w:rsidRPr="00870ED0">
        <w:t>Test Source:</w:t>
      </w:r>
      <w:r w:rsidRPr="00870ED0">
        <w:tab/>
        <w:t>Test_Api_2_Pah_Aptlbb_Bss.java</w:t>
      </w:r>
      <w:r w:rsidR="00A7379C" w:rsidRPr="00870ED0">
        <w:t>.</w:t>
      </w:r>
    </w:p>
    <w:p w:rsidR="00714EBB" w:rsidRPr="00870ED0" w:rsidRDefault="00714EBB" w:rsidP="00A7379C">
      <w:pPr>
        <w:pStyle w:val="EX"/>
        <w:keepNext/>
      </w:pPr>
      <w:r w:rsidRPr="00870ED0">
        <w:t>Test Apple</w:t>
      </w:r>
      <w:r w:rsidR="00A7379C" w:rsidRPr="00870ED0">
        <w:t xml:space="preserve">t: </w:t>
      </w:r>
      <w:r w:rsidR="00A7379C" w:rsidRPr="00870ED0">
        <w:tab/>
        <w:t>Api_2_Pah_Aptlbb_Bss_1.java.</w:t>
      </w:r>
    </w:p>
    <w:p w:rsidR="00714EBB" w:rsidRPr="00870ED0" w:rsidRDefault="00714EBB" w:rsidP="00A7379C">
      <w:pPr>
        <w:pStyle w:val="EX"/>
        <w:keepNext/>
      </w:pPr>
      <w:r w:rsidRPr="00870ED0">
        <w:t>Cap File:</w:t>
      </w:r>
      <w:r w:rsidRPr="00870ED0">
        <w:tab/>
        <w:t>api_2_pah_aptlbb_bss.cap</w:t>
      </w:r>
      <w:r w:rsidR="00A7379C" w:rsidRPr="00870ED0">
        <w:t>.</w:t>
      </w:r>
    </w:p>
    <w:p w:rsidR="00714EBB" w:rsidRPr="00870ED0" w:rsidRDefault="00714EBB" w:rsidP="00A7379C">
      <w:pPr>
        <w:pStyle w:val="Heading5"/>
      </w:pPr>
      <w:r w:rsidRPr="00870ED0">
        <w:t>5.2.4.21.3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10, 11, 12, 13, 14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bl>
    <w:p w:rsidR="00714EBB" w:rsidRPr="00870ED0" w:rsidRDefault="00714EBB" w:rsidP="00A7379C"/>
    <w:p w:rsidR="00714EBB" w:rsidRPr="00870ED0" w:rsidRDefault="00714EBB" w:rsidP="00A7379C">
      <w:pPr>
        <w:pStyle w:val="Heading5"/>
      </w:pPr>
      <w:r w:rsidRPr="00870ED0">
        <w:t>5.2.4.21.4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Null value2</w:t>
            </w:r>
          </w:p>
          <w:p w:rsidR="00714EBB" w:rsidRPr="00870ED0" w:rsidRDefault="00714EBB">
            <w:pPr>
              <w:pStyle w:val="PL"/>
              <w:rPr>
                <w:noProof w:val="0"/>
              </w:rPr>
            </w:pPr>
            <w:r w:rsidRPr="00870ED0">
              <w:rPr>
                <w:noProof w:val="0"/>
              </w:rPr>
              <w:t>appendTLV()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6</w:t>
            </w:r>
          </w:p>
          <w:p w:rsidR="00714EBB" w:rsidRPr="00870ED0" w:rsidRDefault="00714EBB">
            <w:pPr>
              <w:pStyle w:val="PL"/>
              <w:rPr>
                <w:noProof w:val="0"/>
              </w:rPr>
            </w:pPr>
            <w:r w:rsidRPr="00870ED0">
              <w:rPr>
                <w:noProof w:val="0"/>
              </w:rPr>
              <w:t>value2Length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-1</w:t>
            </w:r>
          </w:p>
          <w:p w:rsidR="00714EBB" w:rsidRPr="00870ED0" w:rsidRDefault="00714EBB">
            <w:pPr>
              <w:pStyle w:val="PL"/>
              <w:rPr>
                <w:noProof w:val="0"/>
              </w:rPr>
            </w:pPr>
            <w:r w:rsidRPr="00870ED0">
              <w:rPr>
                <w:noProof w:val="0"/>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 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3</w:t>
            </w:r>
          </w:p>
          <w:p w:rsidR="00714EBB" w:rsidRPr="00870ED0" w:rsidRDefault="00714EBB">
            <w:pPr>
              <w:pStyle w:val="PL"/>
              <w:rPr>
                <w:noProof w:val="0"/>
              </w:rPr>
            </w:pPr>
            <w:r w:rsidRPr="00870ED0">
              <w:rPr>
                <w:noProof w:val="0"/>
              </w:rPr>
              <w:t>value2Length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C"/>
              <w:keepLines w:val="0"/>
            </w:pPr>
            <w:r w:rsidRPr="00870ED0">
              <w:lastRenderedPageBreak/>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value2Length &lt; 0</w:t>
            </w:r>
          </w:p>
          <w:p w:rsidR="00714EBB" w:rsidRPr="00870ED0" w:rsidRDefault="00714EBB" w:rsidP="005272CF">
            <w:pPr>
              <w:pStyle w:val="PL"/>
              <w:keepNext/>
              <w:rPr>
                <w:noProof w:val="0"/>
              </w:rPr>
            </w:pPr>
            <w:r w:rsidRPr="00870ED0">
              <w:rPr>
                <w:noProof w:val="0"/>
              </w:rPr>
              <w:t>appendTLV()</w:t>
            </w:r>
          </w:p>
          <w:p w:rsidR="00714EBB" w:rsidRPr="00870ED0" w:rsidRDefault="00714EBB" w:rsidP="005272CF">
            <w:pPr>
              <w:pStyle w:val="PL"/>
              <w:keepNext/>
              <w:rPr>
                <w:noProof w:val="0"/>
              </w:rPr>
            </w:pPr>
            <w:r w:rsidRPr="00870ED0">
              <w:rPr>
                <w:noProof w:val="0"/>
              </w:rPr>
              <w:t>value2.length = 5</w:t>
            </w:r>
          </w:p>
          <w:p w:rsidR="00714EBB" w:rsidRPr="00870ED0" w:rsidRDefault="00714EBB" w:rsidP="005272CF">
            <w:pPr>
              <w:pStyle w:val="PL"/>
              <w:keepNext/>
              <w:rPr>
                <w:noProof w:val="0"/>
              </w:rPr>
            </w:pPr>
            <w:r w:rsidRPr="00870ED0">
              <w:rPr>
                <w:noProof w:val="0"/>
              </w:rPr>
              <w:t>value2Offset = 0</w:t>
            </w:r>
          </w:p>
          <w:p w:rsidR="00714EBB" w:rsidRPr="00870ED0" w:rsidRDefault="00714EBB" w:rsidP="005272CF">
            <w:pPr>
              <w:pStyle w:val="PL"/>
              <w:keepNext/>
              <w:rPr>
                <w:noProof w:val="0"/>
              </w:rPr>
            </w:pPr>
            <w:r w:rsidRPr="00870ED0">
              <w:rPr>
                <w:noProof w:val="0"/>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Handler overflow exception</w:t>
            </w:r>
          </w:p>
          <w:p w:rsidR="00714EBB" w:rsidRPr="00870ED0" w:rsidRDefault="00714EBB" w:rsidP="00010296">
            <w:pPr>
              <w:pStyle w:val="PL"/>
              <w:keepNext/>
              <w:rPr>
                <w:noProof w:val="0"/>
              </w:rPr>
            </w:pPr>
            <w:r w:rsidRPr="00870ED0">
              <w:rPr>
                <w:noProof w:val="0"/>
              </w:rPr>
              <w:t>Call the appendArray() method, length = getCapacity()-1</w:t>
            </w:r>
          </w:p>
          <w:p w:rsidR="00714EBB" w:rsidRPr="00870ED0" w:rsidRDefault="00714EBB" w:rsidP="00010296">
            <w:pPr>
              <w:pStyle w:val="PL"/>
              <w:keepNext/>
              <w:rPr>
                <w:noProof w:val="0"/>
              </w:rPr>
            </w:pPr>
            <w:r w:rsidRPr="00870ED0">
              <w:rPr>
                <w:noProof w:val="0"/>
              </w:rPr>
              <w:t>appendTLV()</w:t>
            </w:r>
          </w:p>
          <w:p w:rsidR="00714EBB" w:rsidRPr="00870ED0" w:rsidRDefault="00714EBB" w:rsidP="00010296">
            <w:pPr>
              <w:pStyle w:val="PL"/>
              <w:keepNext/>
              <w:rPr>
                <w:noProof w:val="0"/>
              </w:rPr>
            </w:pPr>
            <w:r w:rsidRPr="00870ED0">
              <w:rPr>
                <w:noProof w:val="0"/>
              </w:rPr>
              <w:t>value2.length = 254</w:t>
            </w:r>
          </w:p>
          <w:p w:rsidR="00714EBB" w:rsidRPr="00870ED0" w:rsidRDefault="00714EBB" w:rsidP="00010296">
            <w:pPr>
              <w:pStyle w:val="PL"/>
              <w:keepNext/>
              <w:rPr>
                <w:noProof w:val="0"/>
              </w:rPr>
            </w:pPr>
            <w:r w:rsidRPr="00870ED0">
              <w:rPr>
                <w:noProof w:val="0"/>
              </w:rPr>
              <w:t>value2Offset = 0</w:t>
            </w:r>
          </w:p>
          <w:p w:rsidR="00714EBB" w:rsidRPr="00870ED0" w:rsidRDefault="00714EBB" w:rsidP="00010296">
            <w:pPr>
              <w:pStyle w:val="PL"/>
              <w:keepNext/>
              <w:rPr>
                <w:noProof w:val="0"/>
              </w:rPr>
            </w:pPr>
            <w:r w:rsidRPr="00870ED0">
              <w:rPr>
                <w:noProof w:val="0"/>
              </w:rPr>
              <w:t>value2Length = 254</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256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7379C">
            <w:pPr>
              <w:pStyle w:val="TAC"/>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rsidP="00A7379C">
            <w:pPr>
              <w:pStyle w:val="TAH"/>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7379C">
            <w:pPr>
              <w:pStyle w:val="TAH"/>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7379C">
            <w:pPr>
              <w:pStyle w:val="TAH"/>
            </w:pPr>
            <w:r w:rsidRPr="00870ED0">
              <w:t>Successful call</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tag = 04</w:t>
            </w:r>
          </w:p>
          <w:p w:rsidR="00714EBB" w:rsidRPr="00870ED0" w:rsidRDefault="00714EBB" w:rsidP="00A7379C">
            <w:pPr>
              <w:pStyle w:val="PL"/>
              <w:keepNext/>
              <w:keepLines/>
              <w:rPr>
                <w:noProof w:val="0"/>
              </w:rPr>
            </w:pPr>
            <w:r w:rsidRPr="00870ED0">
              <w:rPr>
                <w:noProof w:val="0"/>
              </w:rPr>
              <w:t>value1 = 05</w:t>
            </w:r>
          </w:p>
          <w:p w:rsidR="00714EBB" w:rsidRPr="00870ED0" w:rsidRDefault="00714EBB" w:rsidP="00A7379C">
            <w:pPr>
              <w:pStyle w:val="PL"/>
              <w:keepNext/>
              <w:keepLines/>
              <w:rPr>
                <w:noProof w:val="0"/>
              </w:rPr>
            </w:pPr>
            <w:r w:rsidRPr="00870ED0">
              <w:rPr>
                <w:noProof w:val="0"/>
              </w:rPr>
              <w:t>value2 = FF FE … F8</w:t>
            </w:r>
          </w:p>
          <w:p w:rsidR="00714EBB" w:rsidRPr="00870ED0" w:rsidRDefault="00714EBB" w:rsidP="00A7379C">
            <w:pPr>
              <w:pStyle w:val="PL"/>
              <w:keepNext/>
              <w:keepLines/>
              <w:rPr>
                <w:noProof w:val="0"/>
              </w:rPr>
            </w:pPr>
            <w:r w:rsidRPr="00870ED0">
              <w:rPr>
                <w:noProof w:val="0"/>
              </w:rPr>
              <w:t>value2Offset = 0</w:t>
            </w:r>
          </w:p>
          <w:p w:rsidR="00714EBB" w:rsidRPr="00870ED0" w:rsidRDefault="00714EBB" w:rsidP="00A7379C">
            <w:pPr>
              <w:pStyle w:val="PL"/>
              <w:keepNext/>
              <w:keepLines/>
              <w:rPr>
                <w:noProof w:val="0"/>
              </w:rPr>
            </w:pPr>
            <w:r w:rsidRPr="00870ED0">
              <w:rPr>
                <w:noProof w:val="0"/>
              </w:rPr>
              <w:t>value2Length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05</w:t>
            </w:r>
          </w:p>
          <w:p w:rsidR="00714EBB" w:rsidRPr="00870ED0" w:rsidRDefault="00714EBB">
            <w:pPr>
              <w:pStyle w:val="PL"/>
              <w:rPr>
                <w:noProof w:val="0"/>
              </w:rPr>
            </w:pPr>
            <w:r w:rsidRPr="00870ED0">
              <w:rPr>
                <w:noProof w:val="0"/>
              </w:rPr>
              <w:t>value2 = FF FE … F8</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09 05 FF FE … F8</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value1 = 55h</w:t>
            </w:r>
          </w:p>
          <w:p w:rsidR="00714EBB" w:rsidRPr="00870ED0" w:rsidRDefault="00714EBB">
            <w:pPr>
              <w:pStyle w:val="PL"/>
              <w:rPr>
                <w:noProof w:val="0"/>
              </w:rPr>
            </w:pPr>
            <w:r w:rsidRPr="00870ED0">
              <w:rPr>
                <w:noProof w:val="0"/>
              </w:rPr>
              <w:t>value2 = 00 01 … 07</w:t>
            </w:r>
          </w:p>
          <w:p w:rsidR="00714EBB" w:rsidRPr="00870ED0" w:rsidRDefault="00714EBB">
            <w:pPr>
              <w:pStyle w:val="PL"/>
              <w:rPr>
                <w:noProof w:val="0"/>
              </w:rPr>
            </w:pPr>
            <w:r w:rsidRPr="00870ED0">
              <w:rPr>
                <w:noProof w:val="0"/>
              </w:rPr>
              <w:t>value2Offset = 2</w:t>
            </w:r>
          </w:p>
          <w:p w:rsidR="00714EBB" w:rsidRPr="00870ED0" w:rsidRDefault="00714EBB">
            <w:pPr>
              <w:pStyle w:val="PL"/>
              <w:rPr>
                <w:noProof w:val="0"/>
              </w:rPr>
            </w:pPr>
            <w:r w:rsidRPr="00870ED0">
              <w:rPr>
                <w:noProof w:val="0"/>
              </w:rPr>
              <w:t>value2Length = 6</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 xml:space="preserve">compareBuffer = </w:t>
            </w:r>
          </w:p>
          <w:p w:rsidR="00714EBB" w:rsidRPr="00870ED0" w:rsidRDefault="00714EBB">
            <w:pPr>
              <w:pStyle w:val="PL"/>
              <w:rPr>
                <w:noProof w:val="0"/>
              </w:rPr>
            </w:pPr>
            <w:r w:rsidRPr="00870ED0">
              <w:rPr>
                <w:noProof w:val="0"/>
              </w:rPr>
              <w:t>04 09 05 FF FE … F8</w:t>
            </w:r>
          </w:p>
          <w:p w:rsidR="00714EBB" w:rsidRPr="00870ED0" w:rsidRDefault="00714EBB">
            <w:pPr>
              <w:pStyle w:val="PL"/>
              <w:rPr>
                <w:noProof w:val="0"/>
              </w:rPr>
            </w:pPr>
            <w:r w:rsidRPr="00870ED0">
              <w:rPr>
                <w:noProof w:val="0"/>
              </w:rPr>
              <w:t>85 07 55 02 03 … 07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w:t>
            </w:r>
          </w:p>
          <w:p w:rsidR="00714EBB" w:rsidRPr="00870ED0" w:rsidRDefault="00714EBB">
            <w:pPr>
              <w:pStyle w:val="PL"/>
              <w:rPr>
                <w:noProof w:val="0"/>
              </w:rPr>
            </w:pPr>
            <w:r w:rsidRPr="00870ED0">
              <w:rPr>
                <w:noProof w:val="0"/>
              </w:rPr>
              <w:t>value1 = 44h</w:t>
            </w:r>
          </w:p>
          <w:p w:rsidR="00714EBB" w:rsidRPr="00870ED0" w:rsidRDefault="00714EBB">
            <w:pPr>
              <w:pStyle w:val="PL"/>
              <w:rPr>
                <w:noProof w:val="0"/>
              </w:rPr>
            </w:pPr>
            <w:r w:rsidRPr="00870ED0">
              <w:rPr>
                <w:noProof w:val="0"/>
              </w:rPr>
              <w:t>value2 = 11 22 … 88</w:t>
            </w:r>
          </w:p>
          <w:p w:rsidR="00714EBB" w:rsidRPr="00870ED0" w:rsidRDefault="00714EBB">
            <w:pPr>
              <w:pStyle w:val="PL"/>
              <w:rPr>
                <w:noProof w:val="0"/>
              </w:rPr>
            </w:pPr>
            <w:r w:rsidRPr="00870ED0">
              <w:rPr>
                <w:noProof w:val="0"/>
              </w:rPr>
              <w:t>value2Offset = 2</w:t>
            </w:r>
          </w:p>
          <w:p w:rsidR="00714EBB" w:rsidRPr="00870ED0" w:rsidRDefault="00714EBB">
            <w:pPr>
              <w:pStyle w:val="PL"/>
              <w:rPr>
                <w:noProof w:val="0"/>
              </w:rPr>
            </w:pPr>
            <w:r w:rsidRPr="00870ED0">
              <w:rPr>
                <w:noProof w:val="0"/>
              </w:rPr>
              <w:t>value2Length = 4</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09 05 FF FE … F8</w:t>
            </w:r>
          </w:p>
          <w:p w:rsidR="00714EBB" w:rsidRPr="00870ED0" w:rsidRDefault="00714EBB">
            <w:pPr>
              <w:pStyle w:val="PL"/>
              <w:rPr>
                <w:noProof w:val="0"/>
              </w:rPr>
            </w:pPr>
            <w:r w:rsidRPr="00870ED0">
              <w:rPr>
                <w:noProof w:val="0"/>
              </w:rPr>
              <w:t>85 07 55 02 03 … 07</w:t>
            </w:r>
          </w:p>
          <w:p w:rsidR="00714EBB" w:rsidRPr="00870ED0" w:rsidRDefault="00714EBB">
            <w:pPr>
              <w:pStyle w:val="PL"/>
              <w:rPr>
                <w:noProof w:val="0"/>
              </w:rPr>
            </w:pPr>
            <w:r w:rsidRPr="00870ED0">
              <w:rPr>
                <w:noProof w:val="0"/>
              </w:rPr>
              <w:t>01 05 44 33 44 55 66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5272CF">
            <w:pPr>
              <w:pStyle w:val="TAC"/>
              <w:keepLines w:val="0"/>
            </w:pPr>
            <w:r w:rsidRPr="00870ED0">
              <w:lastRenderedPageBreak/>
              <w:t>13</w:t>
            </w:r>
          </w:p>
        </w:tc>
        <w:tc>
          <w:tcPr>
            <w:tcW w:w="4111" w:type="dxa"/>
            <w:tcBorders>
              <w:top w:val="single" w:sz="4" w:space="0" w:color="auto"/>
              <w:left w:val="single" w:sz="4" w:space="0" w:color="auto"/>
              <w:bottom w:val="nil"/>
              <w:right w:val="single" w:sz="4" w:space="0" w:color="auto"/>
            </w:tcBorders>
          </w:tcPr>
          <w:p w:rsidR="00714EBB" w:rsidRPr="00870ED0" w:rsidRDefault="00714EBB" w:rsidP="005272CF">
            <w:pPr>
              <w:pStyle w:val="TAH"/>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5272CF">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5272CF">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5272CF">
            <w:pPr>
              <w:pStyle w:val="TAH"/>
              <w:keepLines w:val="0"/>
            </w:pPr>
            <w:r w:rsidRPr="00870ED0">
              <w:t>Successful call</w:t>
            </w:r>
          </w:p>
          <w:p w:rsidR="00714EBB" w:rsidRPr="00870ED0" w:rsidRDefault="00714EBB" w:rsidP="005272CF">
            <w:pPr>
              <w:pStyle w:val="PL"/>
              <w:keepNext/>
              <w:rPr>
                <w:noProof w:val="0"/>
              </w:rPr>
            </w:pPr>
            <w:r w:rsidRPr="00870ED0">
              <w:rPr>
                <w:noProof w:val="0"/>
              </w:rPr>
              <w:t>appendTLV()</w:t>
            </w:r>
          </w:p>
          <w:p w:rsidR="00714EBB" w:rsidRPr="00870ED0" w:rsidRDefault="00714EBB" w:rsidP="005272CF">
            <w:pPr>
              <w:pStyle w:val="PL"/>
              <w:keepNext/>
              <w:rPr>
                <w:noProof w:val="0"/>
              </w:rPr>
            </w:pPr>
            <w:r w:rsidRPr="00870ED0">
              <w:rPr>
                <w:noProof w:val="0"/>
              </w:rPr>
              <w:t>tag = 04</w:t>
            </w:r>
          </w:p>
          <w:p w:rsidR="00714EBB" w:rsidRPr="00870ED0" w:rsidRDefault="00714EBB" w:rsidP="005272CF">
            <w:pPr>
              <w:pStyle w:val="PL"/>
              <w:keepNext/>
              <w:rPr>
                <w:noProof w:val="0"/>
              </w:rPr>
            </w:pPr>
            <w:r w:rsidRPr="00870ED0">
              <w:rPr>
                <w:noProof w:val="0"/>
              </w:rPr>
              <w:t>value1 = 00</w:t>
            </w:r>
          </w:p>
          <w:p w:rsidR="00714EBB" w:rsidRPr="00870ED0" w:rsidRDefault="00714EBB" w:rsidP="005272CF">
            <w:pPr>
              <w:pStyle w:val="PL"/>
              <w:keepNext/>
              <w:rPr>
                <w:noProof w:val="0"/>
              </w:rPr>
            </w:pPr>
            <w:r w:rsidRPr="00870ED0">
              <w:rPr>
                <w:noProof w:val="0"/>
              </w:rPr>
              <w:t>value2 = 01 … 7F</w:t>
            </w:r>
          </w:p>
          <w:p w:rsidR="00714EBB" w:rsidRPr="00870ED0" w:rsidRDefault="00714EBB" w:rsidP="005272CF">
            <w:pPr>
              <w:pStyle w:val="PL"/>
              <w:keepNext/>
              <w:rPr>
                <w:noProof w:val="0"/>
              </w:rPr>
            </w:pPr>
            <w:r w:rsidRPr="00870ED0">
              <w:rPr>
                <w:noProof w:val="0"/>
              </w:rPr>
              <w:t>value2Offset = 0</w:t>
            </w:r>
          </w:p>
          <w:p w:rsidR="00714EBB" w:rsidRPr="00870ED0" w:rsidRDefault="00714EBB" w:rsidP="005272CF">
            <w:pPr>
              <w:pStyle w:val="PL"/>
              <w:keepNext/>
              <w:rPr>
                <w:noProof w:val="0"/>
              </w:rPr>
            </w:pPr>
            <w:r w:rsidRPr="00870ED0">
              <w:rPr>
                <w:noProof w:val="0"/>
              </w:rPr>
              <w:t>value2Length = 7Fh</w:t>
            </w:r>
          </w:p>
        </w:tc>
        <w:tc>
          <w:tcPr>
            <w:tcW w:w="2835" w:type="dxa"/>
            <w:tcBorders>
              <w:top w:val="single" w:sz="4" w:space="0" w:color="808080"/>
              <w:left w:val="single" w:sz="4" w:space="0" w:color="auto"/>
              <w:bottom w:val="nil"/>
              <w:right w:val="single" w:sz="4" w:space="0" w:color="auto"/>
            </w:tcBorders>
          </w:tcPr>
          <w:p w:rsidR="00714EBB" w:rsidRPr="00870ED0" w:rsidRDefault="00714EBB" w:rsidP="005272CF">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5272CF">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81 80 00 01…7F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7379C">
            <w:pPr>
              <w:pStyle w:val="TAC"/>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rsidP="00A7379C">
            <w:pPr>
              <w:pStyle w:val="TAH"/>
              <w:rPr>
                <w:rFonts w:ascii="Courier" w:hAnsi="Courier"/>
                <w:b w:val="0"/>
              </w:rPr>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7379C">
            <w:pPr>
              <w:pStyle w:val="TAH"/>
            </w:pPr>
            <w:r w:rsidRPr="00870ED0">
              <w:t>Successful call</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tag = 04</w:t>
            </w:r>
          </w:p>
          <w:p w:rsidR="00714EBB" w:rsidRPr="00870ED0" w:rsidRDefault="00714EBB" w:rsidP="00A7379C">
            <w:pPr>
              <w:pStyle w:val="PL"/>
              <w:keepNext/>
              <w:keepLines/>
              <w:rPr>
                <w:noProof w:val="0"/>
              </w:rPr>
            </w:pPr>
            <w:r w:rsidRPr="00870ED0">
              <w:rPr>
                <w:noProof w:val="0"/>
              </w:rPr>
              <w:t>value1 = 00</w:t>
            </w:r>
          </w:p>
          <w:p w:rsidR="00714EBB" w:rsidRPr="00870ED0" w:rsidRDefault="00714EBB" w:rsidP="00A7379C">
            <w:pPr>
              <w:pStyle w:val="PL"/>
              <w:keepNext/>
              <w:keepLines/>
              <w:rPr>
                <w:noProof w:val="0"/>
              </w:rPr>
            </w:pPr>
            <w:r w:rsidRPr="00870ED0">
              <w:rPr>
                <w:noProof w:val="0"/>
              </w:rPr>
              <w:t>value2 = 01 … F9</w:t>
            </w:r>
          </w:p>
          <w:p w:rsidR="00714EBB" w:rsidRPr="00870ED0" w:rsidRDefault="00714EBB" w:rsidP="00A7379C">
            <w:pPr>
              <w:pStyle w:val="PL"/>
              <w:keepNext/>
              <w:keepLines/>
              <w:rPr>
                <w:noProof w:val="0"/>
              </w:rPr>
            </w:pPr>
            <w:r w:rsidRPr="00870ED0">
              <w:rPr>
                <w:noProof w:val="0"/>
              </w:rPr>
              <w:t>value2Offset = 0</w:t>
            </w:r>
          </w:p>
          <w:p w:rsidR="00714EBB" w:rsidRPr="00870ED0" w:rsidRDefault="00714EBB" w:rsidP="00A7379C">
            <w:pPr>
              <w:pStyle w:val="PL"/>
              <w:keepNext/>
              <w:keepLines/>
              <w:rPr>
                <w:rFonts w:ascii="Courier" w:hAnsi="Courier"/>
                <w:b/>
                <w:noProof w:val="0"/>
              </w:rPr>
            </w:pPr>
            <w:r w:rsidRPr="00870ED0">
              <w:rPr>
                <w:noProof w:val="0"/>
              </w:rPr>
              <w:t>value2Length = 249</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7379C">
            <w:pPr>
              <w:pStyle w:val="TAH"/>
              <w:rPr>
                <w:rFonts w:ascii="Courier" w:hAnsi="Courier"/>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7379C">
            <w:pPr>
              <w:pStyle w:val="TAH"/>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H"/>
            </w:pPr>
            <w:r w:rsidRPr="00870ED0">
              <w:t>Compare handler</w:t>
            </w:r>
          </w:p>
          <w:p w:rsidR="00714EBB" w:rsidRPr="00870ED0" w:rsidRDefault="00714EBB" w:rsidP="00A7379C">
            <w:pPr>
              <w:pStyle w:val="PL"/>
              <w:keepNext/>
              <w:keepLines/>
              <w:rPr>
                <w:rFonts w:ascii="Courier" w:hAnsi="Courier"/>
                <w:b/>
                <w:noProof w:val="0"/>
              </w:rPr>
            </w:pPr>
            <w:r w:rsidRPr="00870ED0">
              <w:rPr>
                <w:noProof w:val="0"/>
              </w:rPr>
              <w:t>compareBuffer = 04 81 FA 00 01…F9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L"/>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r>
    </w:tbl>
    <w:p w:rsidR="00714EBB" w:rsidRPr="00870ED0" w:rsidRDefault="00714EBB"/>
    <w:p w:rsidR="00714EBB" w:rsidRPr="00870ED0" w:rsidRDefault="00714EBB">
      <w:pPr>
        <w:pStyle w:val="Heading4"/>
      </w:pPr>
      <w:r w:rsidRPr="00870ED0">
        <w:t>5.2.4.22</w:t>
      </w:r>
      <w:r w:rsidRPr="00870ED0">
        <w:tab/>
        <w:t>Method clear</w:t>
      </w:r>
    </w:p>
    <w:p w:rsidR="00714EBB" w:rsidRPr="00870ED0" w:rsidRDefault="00714EBB">
      <w:r w:rsidRPr="00870ED0">
        <w:t>Test Area Reference: Api_2_Pah_Cler</w:t>
      </w:r>
      <w:r w:rsidR="00A7379C" w:rsidRPr="00870ED0">
        <w:t>.</w:t>
      </w:r>
    </w:p>
    <w:p w:rsidR="00714EBB" w:rsidRPr="00870ED0" w:rsidRDefault="00714EBB" w:rsidP="00A7379C">
      <w:pPr>
        <w:pStyle w:val="Heading5"/>
      </w:pPr>
      <w:r w:rsidRPr="00870ED0">
        <w:t>5.2.4.22.1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clear()</w:t>
      </w:r>
    </w:p>
    <w:p w:rsidR="00714EBB" w:rsidRPr="00870ED0" w:rsidRDefault="00714EBB">
      <w:pPr>
        <w:pStyle w:val="PL"/>
        <w:rPr>
          <w:noProof w:val="0"/>
        </w:rPr>
      </w:pPr>
      <w:r w:rsidRPr="00870ED0">
        <w:rPr>
          <w:noProof w:val="0"/>
        </w:rPr>
        <w:t xml:space="preserve">           throws ToolkitException</w:t>
      </w:r>
    </w:p>
    <w:p w:rsidR="00A7379C" w:rsidRPr="00870ED0" w:rsidRDefault="00A7379C">
      <w:pPr>
        <w:pStyle w:val="PL"/>
        <w:rPr>
          <w:noProof w:val="0"/>
        </w:rPr>
      </w:pPr>
    </w:p>
    <w:p w:rsidR="00714EBB" w:rsidRPr="00870ED0" w:rsidRDefault="00714EBB">
      <w:pPr>
        <w:pStyle w:val="H6"/>
        <w:outlineLvl w:val="0"/>
      </w:pPr>
      <w:r w:rsidRPr="00870ED0">
        <w:t>5.2.4.22.1.1</w:t>
      </w:r>
      <w:r w:rsidRPr="00870ED0">
        <w:tab/>
        <w:t>Normal execution</w:t>
      </w:r>
    </w:p>
    <w:p w:rsidR="00714EBB" w:rsidRPr="00870ED0" w:rsidRDefault="00714EBB">
      <w:pPr>
        <w:pStyle w:val="B1"/>
      </w:pPr>
      <w:r w:rsidRPr="00870ED0">
        <w:t>CRRN1: Clears the TLV list of an EditHandler</w:t>
      </w:r>
      <w:r w:rsidR="00A7379C" w:rsidRPr="00870ED0">
        <w:t>.</w:t>
      </w:r>
    </w:p>
    <w:p w:rsidR="00714EBB" w:rsidRPr="00870ED0" w:rsidRDefault="00714EBB">
      <w:pPr>
        <w:pStyle w:val="B1"/>
      </w:pPr>
      <w:r w:rsidRPr="00870ED0">
        <w:t>CRRN2: Resets the current TLV selected.</w:t>
      </w:r>
    </w:p>
    <w:p w:rsidR="00714EBB" w:rsidRPr="00870ED0" w:rsidRDefault="00714EBB">
      <w:pPr>
        <w:pStyle w:val="H6"/>
        <w:outlineLvl w:val="0"/>
      </w:pPr>
      <w:r w:rsidRPr="00870ED0">
        <w:t>5.2.4.22.1.2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t>5.2.4.22.1.3</w:t>
      </w:r>
      <w:r w:rsidRPr="00870ED0">
        <w:tab/>
        <w:t>Context errors</w:t>
      </w:r>
    </w:p>
    <w:p w:rsidR="00714EBB" w:rsidRPr="00870ED0" w:rsidRDefault="00714EBB">
      <w:pPr>
        <w:pStyle w:val="B1"/>
      </w:pPr>
      <w:r w:rsidRPr="00870ED0">
        <w:t>CRRC1: if the EditHandler buffer is busy, a ToolkitException is thrown with reason code HANDLER_NOT_AVAILABLE</w:t>
      </w:r>
      <w:r w:rsidR="00A7379C" w:rsidRPr="00870ED0">
        <w:t>.</w:t>
      </w:r>
    </w:p>
    <w:p w:rsidR="00714EBB" w:rsidRPr="00870ED0" w:rsidRDefault="00714EBB" w:rsidP="00A7379C">
      <w:pPr>
        <w:pStyle w:val="Heading5"/>
      </w:pPr>
      <w:r w:rsidRPr="00870ED0">
        <w:t>5.2.4.22.2</w:t>
      </w:r>
      <w:r w:rsidRPr="00870ED0">
        <w:tab/>
        <w:t>Test area files</w:t>
      </w:r>
    </w:p>
    <w:p w:rsidR="00714EBB" w:rsidRPr="00870ED0" w:rsidRDefault="00714EBB" w:rsidP="002854FB">
      <w:pPr>
        <w:pStyle w:val="EX"/>
      </w:pPr>
      <w:r w:rsidRPr="00870ED0">
        <w:t>Test Source:</w:t>
      </w:r>
      <w:r w:rsidRPr="00870ED0">
        <w:tab/>
        <w:t>Test_Api_2_Pah_Cler.java</w:t>
      </w:r>
      <w:r w:rsidR="00A7379C" w:rsidRPr="00870ED0">
        <w:t>.</w:t>
      </w:r>
    </w:p>
    <w:p w:rsidR="00714EBB" w:rsidRPr="00870ED0" w:rsidRDefault="00714EBB" w:rsidP="002854FB">
      <w:pPr>
        <w:pStyle w:val="EX"/>
      </w:pPr>
      <w:r w:rsidRPr="00870ED0">
        <w:t>Test</w:t>
      </w:r>
      <w:r w:rsidR="00A7379C" w:rsidRPr="00870ED0">
        <w:t xml:space="preserve"> Applet: </w:t>
      </w:r>
      <w:r w:rsidR="00A7379C" w:rsidRPr="00870ED0">
        <w:tab/>
        <w:t>Api_2_Pah_Cler_1.java.</w:t>
      </w:r>
    </w:p>
    <w:p w:rsidR="00714EBB" w:rsidRPr="00870ED0" w:rsidRDefault="00714EBB" w:rsidP="002854FB">
      <w:pPr>
        <w:pStyle w:val="EX"/>
      </w:pPr>
      <w:r w:rsidRPr="00870ED0">
        <w:t>Cap File:</w:t>
      </w:r>
      <w:r w:rsidRPr="00870ED0">
        <w:tab/>
        <w:t>api_2_pah_cler.cap</w:t>
      </w:r>
      <w:r w:rsidR="00A7379C" w:rsidRPr="00870ED0">
        <w:t>.</w:t>
      </w:r>
    </w:p>
    <w:p w:rsidR="00714EBB" w:rsidRPr="00870ED0" w:rsidRDefault="00714EBB" w:rsidP="005272CF">
      <w:pPr>
        <w:pStyle w:val="Heading5"/>
      </w:pPr>
      <w:r w:rsidRPr="00870ED0">
        <w:lastRenderedPageBreak/>
        <w:t>5.2.4.22.3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5272CF">
            <w:pPr>
              <w:pStyle w:val="TAH"/>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A7379C"/>
    <w:p w:rsidR="00714EBB" w:rsidRPr="00870ED0" w:rsidRDefault="00714EBB" w:rsidP="00A7379C">
      <w:pPr>
        <w:pStyle w:val="Heading5"/>
      </w:pPr>
      <w:r w:rsidRPr="00870ED0">
        <w:t>5.2.4.22.4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3069"/>
        <w:gridCol w:w="3791"/>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Id</w:t>
            </w:r>
          </w:p>
        </w:tc>
        <w:tc>
          <w:tcPr>
            <w:tcW w:w="3069"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Description</w:t>
            </w:r>
          </w:p>
        </w:tc>
        <w:tc>
          <w:tcPr>
            <w:tcW w:w="3791"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7379C">
            <w:pPr>
              <w:pStyle w:val="TAC"/>
            </w:pPr>
            <w:r w:rsidRPr="00870ED0">
              <w:t>1</w:t>
            </w:r>
          </w:p>
        </w:tc>
        <w:tc>
          <w:tcPr>
            <w:tcW w:w="3069" w:type="dxa"/>
            <w:tcBorders>
              <w:top w:val="single" w:sz="4" w:space="0" w:color="auto"/>
              <w:left w:val="single" w:sz="4" w:space="0" w:color="auto"/>
              <w:bottom w:val="nil"/>
              <w:right w:val="single" w:sz="4" w:space="0" w:color="auto"/>
            </w:tcBorders>
          </w:tcPr>
          <w:p w:rsidR="00714EBB" w:rsidRPr="00870ED0" w:rsidRDefault="00714EBB" w:rsidP="00A7379C">
            <w:pPr>
              <w:pStyle w:val="TAH"/>
            </w:pPr>
            <w:r w:rsidRPr="00870ED0">
              <w:t>Initialize the handler</w:t>
            </w:r>
          </w:p>
          <w:p w:rsidR="00714EBB" w:rsidRPr="00870ED0" w:rsidRDefault="00714EBB" w:rsidP="00A7379C">
            <w:pPr>
              <w:pStyle w:val="TAL"/>
            </w:pPr>
            <w:r w:rsidRPr="00870ED0">
              <w:t>Select Command Details TLV</w:t>
            </w:r>
          </w:p>
          <w:p w:rsidR="00714EBB" w:rsidRPr="00870ED0" w:rsidRDefault="00714EBB" w:rsidP="00A7379C">
            <w:pPr>
              <w:pStyle w:val="TAL"/>
            </w:pPr>
            <w:r w:rsidRPr="00870ED0">
              <w:t>Call the getLength() method</w:t>
            </w:r>
          </w:p>
        </w:tc>
        <w:tc>
          <w:tcPr>
            <w:tcW w:w="3791" w:type="dxa"/>
            <w:tcBorders>
              <w:top w:val="single" w:sz="4" w:space="0" w:color="auto"/>
              <w:left w:val="single" w:sz="4" w:space="0" w:color="auto"/>
              <w:bottom w:val="nil"/>
              <w:right w:val="single" w:sz="4" w:space="0" w:color="auto"/>
            </w:tcBorders>
          </w:tcPr>
          <w:p w:rsidR="00714EBB" w:rsidRPr="00870ED0" w:rsidRDefault="00714EBB" w:rsidP="00A7379C">
            <w:pPr>
              <w:pStyle w:val="TAL"/>
            </w:pPr>
            <w:r w:rsidRPr="00870ED0">
              <w:t>Result of getLength() is not null</w:t>
            </w: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c>
          <w:tcPr>
            <w:tcW w:w="3069"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H"/>
            </w:pPr>
            <w:r w:rsidRPr="00870ED0">
              <w:t>Clear the handler</w:t>
            </w:r>
          </w:p>
          <w:p w:rsidR="00714EBB" w:rsidRPr="00870ED0" w:rsidRDefault="00714EBB" w:rsidP="00A7379C">
            <w:pPr>
              <w:pStyle w:val="TAL"/>
            </w:pPr>
            <w:r w:rsidRPr="00870ED0">
              <w:t>Call the getLength() method</w:t>
            </w:r>
          </w:p>
          <w:p w:rsidR="00714EBB" w:rsidRPr="00870ED0" w:rsidRDefault="00714EBB" w:rsidP="00A7379C">
            <w:pPr>
              <w:pStyle w:val="TAL"/>
            </w:pPr>
          </w:p>
        </w:tc>
        <w:tc>
          <w:tcPr>
            <w:tcW w:w="3791"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L"/>
            </w:pPr>
            <w:r w:rsidRPr="00870ED0">
              <w:t>Result of getLength()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A7379C">
            <w:pPr>
              <w:pStyle w:val="TAC"/>
            </w:pPr>
            <w:r w:rsidRPr="00870ED0">
              <w:t>2</w:t>
            </w:r>
          </w:p>
        </w:tc>
        <w:tc>
          <w:tcPr>
            <w:tcW w:w="3069" w:type="dxa"/>
            <w:tcBorders>
              <w:top w:val="nil"/>
              <w:left w:val="single" w:sz="4" w:space="0" w:color="auto"/>
              <w:bottom w:val="single" w:sz="4" w:space="0" w:color="auto"/>
              <w:right w:val="single" w:sz="4" w:space="0" w:color="auto"/>
            </w:tcBorders>
          </w:tcPr>
          <w:p w:rsidR="00714EBB" w:rsidRPr="00870ED0" w:rsidRDefault="00714EBB" w:rsidP="00A7379C">
            <w:pPr>
              <w:pStyle w:val="TAH"/>
            </w:pPr>
            <w:r w:rsidRPr="00870ED0">
              <w:t>Call the getValueLength() method</w:t>
            </w:r>
          </w:p>
        </w:tc>
        <w:tc>
          <w:tcPr>
            <w:tcW w:w="3791" w:type="dxa"/>
            <w:tcBorders>
              <w:top w:val="nil"/>
              <w:left w:val="single" w:sz="4" w:space="0" w:color="auto"/>
              <w:bottom w:val="single" w:sz="4" w:space="0" w:color="auto"/>
              <w:right w:val="single" w:sz="4" w:space="0" w:color="auto"/>
            </w:tcBorders>
          </w:tcPr>
          <w:p w:rsidR="00714EBB" w:rsidRPr="00870ED0" w:rsidRDefault="00714EBB" w:rsidP="00A7379C">
            <w:pPr>
              <w:pStyle w:val="TAL"/>
            </w:pPr>
            <w:r w:rsidRPr="00870ED0">
              <w:t>ToolkitException.UNAVAILABLE_ELEMENT is thrown</w:t>
            </w:r>
          </w:p>
        </w:tc>
        <w:tc>
          <w:tcPr>
            <w:tcW w:w="2410" w:type="dxa"/>
            <w:tcBorders>
              <w:top w:val="nil"/>
              <w:left w:val="single" w:sz="4" w:space="0" w:color="auto"/>
              <w:bottom w:val="single" w:sz="4" w:space="0" w:color="auto"/>
              <w:right w:val="single" w:sz="4" w:space="0" w:color="auto"/>
            </w:tcBorders>
          </w:tcPr>
          <w:p w:rsidR="00714EBB" w:rsidRPr="00870ED0" w:rsidRDefault="00714EBB" w:rsidP="00A7379C">
            <w:pPr>
              <w:pStyle w:val="TAL"/>
            </w:pPr>
          </w:p>
        </w:tc>
      </w:tr>
    </w:tbl>
    <w:p w:rsidR="00714EBB" w:rsidRPr="00870ED0" w:rsidRDefault="00714EBB"/>
    <w:p w:rsidR="00714EBB" w:rsidRPr="00870ED0" w:rsidRDefault="00714EBB">
      <w:pPr>
        <w:pStyle w:val="Heading4"/>
      </w:pPr>
      <w:r w:rsidRPr="00870ED0">
        <w:t>5.2.4.23</w:t>
      </w:r>
      <w:r w:rsidRPr="00870ED0">
        <w:tab/>
        <w:t>Method getCapacity</w:t>
      </w:r>
    </w:p>
    <w:p w:rsidR="00714EBB" w:rsidRPr="00870ED0" w:rsidRDefault="00714EBB">
      <w:r w:rsidRPr="00870ED0">
        <w:t>Test Area Reference: Api_2_Pah_Gcap</w:t>
      </w:r>
      <w:r w:rsidR="00A7379C" w:rsidRPr="00870ED0">
        <w:t>.</w:t>
      </w:r>
    </w:p>
    <w:p w:rsidR="00714EBB" w:rsidRPr="00870ED0" w:rsidRDefault="00714EBB" w:rsidP="00A7379C">
      <w:pPr>
        <w:pStyle w:val="Heading5"/>
      </w:pPr>
      <w:r w:rsidRPr="00870ED0">
        <w:t>5.2.4.23.1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getCapacity()</w:t>
      </w:r>
    </w:p>
    <w:p w:rsidR="00714EBB" w:rsidRPr="00870ED0" w:rsidRDefault="00714EBB">
      <w:pPr>
        <w:pStyle w:val="PL"/>
        <w:rPr>
          <w:noProof w:val="0"/>
        </w:rPr>
      </w:pPr>
    </w:p>
    <w:p w:rsidR="00714EBB" w:rsidRPr="00870ED0" w:rsidRDefault="00714EBB">
      <w:pPr>
        <w:pStyle w:val="H6"/>
        <w:outlineLvl w:val="0"/>
      </w:pPr>
      <w:r w:rsidRPr="00870ED0">
        <w:t>5.2.4.23.1.1</w:t>
      </w:r>
      <w:r w:rsidRPr="00870ED0">
        <w:tab/>
        <w:t>Normal execution</w:t>
      </w:r>
    </w:p>
    <w:p w:rsidR="00714EBB" w:rsidRPr="00870ED0" w:rsidRDefault="00714EBB">
      <w:pPr>
        <w:pStyle w:val="B1"/>
      </w:pPr>
      <w:r w:rsidRPr="00870ED0">
        <w:t>CRRN1: The method shall return the maximum size of the Comprehension TLV list managed by the handler.</w:t>
      </w:r>
    </w:p>
    <w:p w:rsidR="00714EBB" w:rsidRPr="00870ED0" w:rsidRDefault="00714EBB">
      <w:pPr>
        <w:pStyle w:val="H6"/>
        <w:outlineLvl w:val="0"/>
      </w:pPr>
      <w:r w:rsidRPr="00870ED0">
        <w:t>5.2.4.23.1.2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t>5.2.4.23.1.3</w:t>
      </w:r>
      <w:r w:rsidRPr="00870ED0">
        <w:tab/>
        <w:t>Context errors</w:t>
      </w:r>
    </w:p>
    <w:p w:rsidR="00714EBB" w:rsidRPr="00870ED0" w:rsidRDefault="00714EBB">
      <w:r w:rsidRPr="00870ED0">
        <w:t>No requirements</w:t>
      </w:r>
      <w:r w:rsidR="00A7379C" w:rsidRPr="00870ED0">
        <w:t>.</w:t>
      </w:r>
    </w:p>
    <w:p w:rsidR="00714EBB" w:rsidRPr="00870ED0" w:rsidRDefault="00714EBB" w:rsidP="00A7379C">
      <w:pPr>
        <w:pStyle w:val="Heading5"/>
      </w:pPr>
      <w:r w:rsidRPr="00870ED0">
        <w:t>5.2.4.23.2</w:t>
      </w:r>
      <w:r w:rsidRPr="00870ED0">
        <w:tab/>
        <w:t>Test area files</w:t>
      </w:r>
    </w:p>
    <w:p w:rsidR="00714EBB" w:rsidRPr="00870ED0" w:rsidRDefault="00714EBB" w:rsidP="002854FB">
      <w:pPr>
        <w:pStyle w:val="EX"/>
      </w:pPr>
      <w:r w:rsidRPr="00870ED0">
        <w:t>Test Source:</w:t>
      </w:r>
      <w:r w:rsidRPr="00870ED0">
        <w:tab/>
        <w:t>Test_Api_2_Pah_Gcap.java</w:t>
      </w:r>
      <w:r w:rsidR="00A7379C" w:rsidRPr="00870ED0">
        <w:t>.</w:t>
      </w:r>
    </w:p>
    <w:p w:rsidR="00714EBB" w:rsidRPr="00870ED0" w:rsidRDefault="00714EBB" w:rsidP="002854FB">
      <w:pPr>
        <w:pStyle w:val="EX"/>
      </w:pPr>
      <w:r w:rsidRPr="00870ED0">
        <w:t xml:space="preserve">Test </w:t>
      </w:r>
      <w:r w:rsidR="00A7379C" w:rsidRPr="00870ED0">
        <w:t xml:space="preserve">Applet: </w:t>
      </w:r>
      <w:r w:rsidR="00A7379C" w:rsidRPr="00870ED0">
        <w:tab/>
      </w:r>
      <w:r w:rsidR="00A7379C" w:rsidRPr="00870ED0">
        <w:tab/>
        <w:t>Api_2_Pah_Gcap_1.java.</w:t>
      </w:r>
    </w:p>
    <w:p w:rsidR="00714EBB" w:rsidRPr="00870ED0" w:rsidRDefault="00714EBB" w:rsidP="002854FB">
      <w:pPr>
        <w:pStyle w:val="EX"/>
      </w:pPr>
      <w:r w:rsidRPr="00870ED0">
        <w:t>Cap File:</w:t>
      </w:r>
      <w:r w:rsidRPr="00870ED0">
        <w:tab/>
        <w:t>api_2_pah_gcap.cap</w:t>
      </w:r>
      <w:r w:rsidR="00A7379C" w:rsidRPr="00870ED0">
        <w:t>.</w:t>
      </w:r>
    </w:p>
    <w:p w:rsidR="00714EBB" w:rsidRPr="00870ED0" w:rsidRDefault="00714EBB" w:rsidP="00A7379C">
      <w:pPr>
        <w:pStyle w:val="Heading5"/>
      </w:pPr>
      <w:r w:rsidRPr="00870ED0">
        <w:t>5.2.4.23.3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bl>
    <w:p w:rsidR="00714EBB" w:rsidRPr="00870ED0" w:rsidRDefault="00714EBB"/>
    <w:p w:rsidR="00714EBB" w:rsidRPr="00870ED0" w:rsidRDefault="00714EBB" w:rsidP="00A7379C">
      <w:pPr>
        <w:pStyle w:val="Heading5"/>
      </w:pPr>
      <w:r w:rsidRPr="00870ED0">
        <w:lastRenderedPageBreak/>
        <w:t>5.2.4.23.4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jc w:val="center"/>
              <w:rPr>
                <w:b/>
              </w:rPr>
            </w:pPr>
            <w:r w:rsidRPr="00870ED0">
              <w:rPr>
                <w:b/>
              </w:rPr>
              <w:t>ProactiveHandler available</w:t>
            </w:r>
          </w:p>
          <w:p w:rsidR="00714EBB" w:rsidRPr="00870ED0" w:rsidRDefault="00714EBB">
            <w:pPr>
              <w:pStyle w:val="PL"/>
              <w:rPr>
                <w:noProof w:val="0"/>
              </w:rPr>
            </w:pPr>
          </w:p>
          <w:p w:rsidR="00714EBB" w:rsidRPr="00870ED0" w:rsidRDefault="00714EBB">
            <w:pPr>
              <w:pStyle w:val="PL"/>
              <w:rPr>
                <w:noProof w:val="0"/>
              </w:rPr>
            </w:pPr>
            <w:r w:rsidRPr="00870ED0">
              <w:rPr>
                <w:noProof w:val="0"/>
              </w:rPr>
              <w:t>1- Send envelope Menu Selection</w:t>
            </w:r>
          </w:p>
          <w:p w:rsidR="00714EBB" w:rsidRPr="00870ED0" w:rsidRDefault="00714EBB">
            <w:pPr>
              <w:pStyle w:val="PL"/>
              <w:rPr>
                <w:noProof w:val="0"/>
              </w:rPr>
            </w:pPr>
            <w:r w:rsidRPr="00870ED0">
              <w:rPr>
                <w:noProof w:val="0"/>
              </w:rPr>
              <w:t xml:space="preserve">2- The applet calls getTheHandler() </w:t>
            </w:r>
          </w:p>
          <w:p w:rsidR="00714EBB" w:rsidRPr="00870ED0" w:rsidRDefault="00714EBB">
            <w:pPr>
              <w:pStyle w:val="PL"/>
              <w:rPr>
                <w:noProof w:val="0"/>
              </w:rPr>
            </w:pPr>
            <w:r w:rsidRPr="00870ED0">
              <w:rPr>
                <w:noProof w:val="0"/>
              </w:rPr>
              <w:t>3- The applet calls getCapacity() on the ProactiveHandler</w:t>
            </w:r>
          </w:p>
          <w:p w:rsidR="00714EBB" w:rsidRPr="00870ED0" w:rsidRDefault="00714EBB">
            <w:pPr>
              <w:pStyle w:val="PL"/>
              <w:rPr>
                <w:noProof w:val="0"/>
              </w:rPr>
            </w:pPr>
            <w:r w:rsidRPr="00870ED0">
              <w:rPr>
                <w:noProof w:val="0"/>
              </w:rPr>
              <w:t>4- The applet fills the handler with the maximum capacity, using appendTLV() method</w:t>
            </w:r>
          </w:p>
          <w:p w:rsidR="00714EBB" w:rsidRPr="00870ED0" w:rsidRDefault="00714EBB">
            <w:pPr>
              <w:pStyle w:val="PL"/>
              <w:rPr>
                <w:noProof w:val="0"/>
              </w:rPr>
            </w:pPr>
            <w:r w:rsidRPr="00870ED0">
              <w:rPr>
                <w:noProof w:val="0"/>
              </w:rPr>
              <w:t>5- The applet calls clear() on the proactive handler</w:t>
            </w:r>
          </w:p>
          <w:p w:rsidR="00714EBB" w:rsidRPr="00870ED0" w:rsidRDefault="00714EBB">
            <w:pPr>
              <w:pStyle w:val="PL"/>
              <w:rPr>
                <w:noProof w:val="0"/>
              </w:rPr>
            </w:pPr>
            <w:r w:rsidRPr="00870ED0">
              <w:rPr>
                <w:noProof w:val="0"/>
              </w:rPr>
              <w:t>6- The applet fills the handler with the maximum capacity plus one, using appendTLV()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Applet is triggered</w:t>
            </w:r>
          </w:p>
          <w:p w:rsidR="00714EBB" w:rsidRPr="00870ED0" w:rsidRDefault="00714EBB">
            <w:pPr>
              <w:pStyle w:val="TAL"/>
            </w:pPr>
            <w:r w:rsidRPr="00870ED0">
              <w:t>2- No exception is thrown</w:t>
            </w:r>
          </w:p>
          <w:p w:rsidR="00714EBB" w:rsidRPr="00870ED0" w:rsidRDefault="00714EBB">
            <w:pPr>
              <w:pStyle w:val="TAL"/>
            </w:pPr>
            <w:r w:rsidRPr="00870ED0">
              <w:t>3- No exception is thrown, the capacity shall not be null</w:t>
            </w:r>
          </w:p>
          <w:p w:rsidR="00714EBB" w:rsidRPr="00870ED0" w:rsidRDefault="00714EBB">
            <w:pPr>
              <w:pStyle w:val="TAL"/>
            </w:pPr>
            <w:r w:rsidRPr="00870ED0">
              <w:t>4- No exception is thrown</w:t>
            </w:r>
          </w:p>
          <w:p w:rsidR="00714EBB" w:rsidRPr="00870ED0" w:rsidRDefault="00714EBB">
            <w:pPr>
              <w:pStyle w:val="TAL"/>
            </w:pPr>
          </w:p>
          <w:p w:rsidR="00714EBB" w:rsidRPr="00870ED0" w:rsidRDefault="00714EBB">
            <w:pPr>
              <w:pStyle w:val="TAL"/>
            </w:pPr>
            <w:r w:rsidRPr="00870ED0">
              <w:t>5- No exception is thrown</w:t>
            </w:r>
          </w:p>
          <w:p w:rsidR="00714EBB" w:rsidRPr="00870ED0" w:rsidRDefault="00714EBB">
            <w:pPr>
              <w:pStyle w:val="TAL"/>
            </w:pPr>
          </w:p>
          <w:p w:rsidR="00714EBB" w:rsidRPr="00870ED0" w:rsidRDefault="00714EBB">
            <w:pPr>
              <w:pStyle w:val="TAL"/>
            </w:pPr>
            <w:r w:rsidRPr="00870ED0">
              <w:t>6- HANDLER_OVERFLOW 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5.2.4.24</w:t>
      </w:r>
      <w:r w:rsidRPr="00870ED0">
        <w:tab/>
        <w:t>Method initCloseChannel</w:t>
      </w:r>
    </w:p>
    <w:p w:rsidR="00714EBB" w:rsidRPr="00870ED0" w:rsidRDefault="00714EBB">
      <w:r w:rsidRPr="00870ED0">
        <w:t>Test Area Reference: Api_2_Pah_Icch</w:t>
      </w:r>
      <w:r w:rsidR="00A7379C" w:rsidRPr="00870ED0">
        <w:t>.</w:t>
      </w:r>
    </w:p>
    <w:p w:rsidR="00714EBB" w:rsidRPr="00870ED0" w:rsidRDefault="00714EBB" w:rsidP="00A7379C">
      <w:pPr>
        <w:pStyle w:val="Heading5"/>
      </w:pPr>
      <w:r w:rsidRPr="00870ED0">
        <w:t>5.2.4.24.1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initCloseChannel(byte bChannelIdentifier)</w:t>
      </w:r>
    </w:p>
    <w:p w:rsidR="00714EBB" w:rsidRPr="00870ED0" w:rsidRDefault="00714EBB">
      <w:pPr>
        <w:pStyle w:val="PL"/>
        <w:rPr>
          <w:noProof w:val="0"/>
        </w:rPr>
      </w:pPr>
    </w:p>
    <w:p w:rsidR="00714EBB" w:rsidRPr="00870ED0" w:rsidRDefault="00714EBB">
      <w:pPr>
        <w:pStyle w:val="H6"/>
        <w:outlineLvl w:val="0"/>
      </w:pPr>
      <w:r w:rsidRPr="00870ED0">
        <w:t>5.2.4.24.1.1</w:t>
      </w:r>
      <w:r w:rsidRPr="00870ED0">
        <w:tab/>
        <w:t>Normal execution</w:t>
      </w:r>
    </w:p>
    <w:p w:rsidR="00714EBB" w:rsidRPr="00870ED0" w:rsidRDefault="00714EBB">
      <w:pPr>
        <w:pStyle w:val="B1"/>
      </w:pPr>
      <w:r w:rsidRPr="00870ED0">
        <w:t>CRRN1: The method shall build a Close Channel Proactive command, using Channel Identifier. Comprehension Required flags are set.</w:t>
      </w:r>
    </w:p>
    <w:p w:rsidR="00714EBB" w:rsidRPr="00870ED0" w:rsidRDefault="00714EBB">
      <w:pPr>
        <w:pStyle w:val="B1"/>
      </w:pPr>
      <w:r w:rsidRPr="00870ED0">
        <w:t>CRRN2: A call to this method clears the handler then initializes it with Close Channel Proactive command.</w:t>
      </w:r>
    </w:p>
    <w:p w:rsidR="00714EBB" w:rsidRPr="00870ED0" w:rsidRDefault="00714EBB">
      <w:pPr>
        <w:pStyle w:val="B1"/>
      </w:pPr>
      <w:r w:rsidRPr="00870ED0">
        <w:t>CRRN3: After the method invocation, no TLV is selected.</w:t>
      </w:r>
    </w:p>
    <w:p w:rsidR="00714EBB" w:rsidRPr="00870ED0" w:rsidRDefault="00714EBB">
      <w:pPr>
        <w:pStyle w:val="B1"/>
      </w:pPr>
      <w:r w:rsidRPr="00870ED0">
        <w:t>CRRN4: The Close Channel Proactive command is not sent by the method.</w:t>
      </w:r>
    </w:p>
    <w:p w:rsidR="00714EBB" w:rsidRPr="00870ED0" w:rsidRDefault="00714EBB">
      <w:pPr>
        <w:pStyle w:val="H6"/>
        <w:outlineLvl w:val="0"/>
      </w:pPr>
      <w:r w:rsidRPr="00870ED0">
        <w:t>5.2.4.24.1.2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t>5.2.4.24.1.3</w:t>
      </w:r>
      <w:r w:rsidRPr="00870ED0">
        <w:tab/>
        <w:t>Context errors</w:t>
      </w:r>
    </w:p>
    <w:p w:rsidR="00714EBB" w:rsidRPr="00870ED0" w:rsidRDefault="00714EBB">
      <w:r w:rsidRPr="00870ED0">
        <w:t>No requirements</w:t>
      </w:r>
      <w:r w:rsidR="00A7379C" w:rsidRPr="00870ED0">
        <w:t>.</w:t>
      </w:r>
    </w:p>
    <w:p w:rsidR="00714EBB" w:rsidRPr="00870ED0" w:rsidRDefault="00714EBB" w:rsidP="00A7379C">
      <w:pPr>
        <w:pStyle w:val="Heading5"/>
      </w:pPr>
      <w:r w:rsidRPr="00870ED0">
        <w:t>5.2.4.24.2</w:t>
      </w:r>
      <w:r w:rsidRPr="00870ED0">
        <w:tab/>
        <w:t>Test area files</w:t>
      </w:r>
    </w:p>
    <w:p w:rsidR="00714EBB" w:rsidRPr="00870ED0" w:rsidRDefault="00714EBB" w:rsidP="002854FB">
      <w:pPr>
        <w:pStyle w:val="EX"/>
      </w:pPr>
      <w:r w:rsidRPr="00870ED0">
        <w:t>Test Source:</w:t>
      </w:r>
      <w:r w:rsidRPr="00870ED0">
        <w:tab/>
        <w:t>Test_Api_2_Pah_Icch.java</w:t>
      </w:r>
      <w:r w:rsidR="00A7379C" w:rsidRPr="00870ED0">
        <w:t>.</w:t>
      </w:r>
    </w:p>
    <w:p w:rsidR="00714EBB" w:rsidRPr="00870ED0" w:rsidRDefault="00714EBB" w:rsidP="002854FB">
      <w:pPr>
        <w:pStyle w:val="EX"/>
      </w:pPr>
      <w:r w:rsidRPr="00870ED0">
        <w:t xml:space="preserve">Test </w:t>
      </w:r>
      <w:r w:rsidR="00EB39BD" w:rsidRPr="00870ED0">
        <w:t>Applet:</w:t>
      </w:r>
      <w:r w:rsidR="00A7379C" w:rsidRPr="00870ED0">
        <w:tab/>
        <w:t>Api_2_Pah_Icch_1.java.</w:t>
      </w:r>
    </w:p>
    <w:p w:rsidR="00714EBB" w:rsidRPr="00870ED0" w:rsidRDefault="00714EBB" w:rsidP="002854FB">
      <w:pPr>
        <w:pStyle w:val="EX"/>
      </w:pPr>
      <w:r w:rsidRPr="00870ED0">
        <w:t>Cap File:</w:t>
      </w:r>
      <w:r w:rsidRPr="00870ED0">
        <w:tab/>
        <w:t>api_2_pah_icch.cap</w:t>
      </w:r>
      <w:r w:rsidR="00A7379C" w:rsidRPr="00870ED0">
        <w:t>.</w:t>
      </w:r>
    </w:p>
    <w:p w:rsidR="00714EBB" w:rsidRPr="00870ED0" w:rsidRDefault="00714EBB" w:rsidP="00A7379C">
      <w:pPr>
        <w:pStyle w:val="Heading5"/>
      </w:pPr>
      <w:r w:rsidRPr="00870ED0">
        <w:t>5.2.4.24.3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N4</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2, 4</w:t>
            </w:r>
          </w:p>
        </w:tc>
      </w:tr>
    </w:tbl>
    <w:p w:rsidR="00714EBB" w:rsidRPr="00870ED0" w:rsidRDefault="00714EBB" w:rsidP="00A7379C"/>
    <w:p w:rsidR="00714EBB" w:rsidRPr="00870ED0" w:rsidRDefault="00714EBB" w:rsidP="00A7379C">
      <w:pPr>
        <w:pStyle w:val="Heading5"/>
      </w:pPr>
      <w:r w:rsidRPr="00870ED0">
        <w:lastRenderedPageBreak/>
        <w:t>5.2.4.24.4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7379C">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rPr>
                <w:b w:val="0"/>
              </w:rPr>
            </w:pPr>
            <w:r w:rsidRPr="00870ED0">
              <w:rPr>
                <w:b w:val="0"/>
              </w:rPr>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Applet1 is installed with maximum number of channel = 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jc w:val="left"/>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jc w:val="left"/>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pPr>
            <w:r w:rsidRPr="00870ED0">
              <w:t>Call initCloseChannel() method</w:t>
            </w:r>
          </w:p>
          <w:p w:rsidR="00714EBB" w:rsidRPr="00870ED0" w:rsidRDefault="00714EBB" w:rsidP="00A7379C">
            <w:pPr>
              <w:pStyle w:val="PL"/>
              <w:rPr>
                <w:noProof w:val="0"/>
              </w:rPr>
            </w:pPr>
          </w:p>
          <w:p w:rsidR="00714EBB" w:rsidRPr="00870ED0" w:rsidRDefault="00714EBB">
            <w:pPr>
              <w:pStyle w:val="PL"/>
              <w:rPr>
                <w:noProof w:val="0"/>
              </w:rPr>
            </w:pPr>
            <w:r w:rsidRPr="00870ED0">
              <w:rPr>
                <w:noProof w:val="0"/>
              </w:rPr>
              <w:t>1- Call ProactiveHandler.init() method to open a Channel.</w:t>
            </w:r>
          </w:p>
          <w:p w:rsidR="00714EBB" w:rsidRPr="00870ED0" w:rsidRDefault="00714EBB">
            <w:pPr>
              <w:pStyle w:val="PL"/>
              <w:rPr>
                <w:noProof w:val="0"/>
              </w:rPr>
            </w:pPr>
            <w:r w:rsidRPr="00870ED0">
              <w:rPr>
                <w:noProof w:val="0"/>
              </w:rPr>
              <w:t>Call ProactiveHandler.send()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2- Send an EVENT_EVENT_DOWNLOAD_CHANNEL_STATUS Envelope.</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ProactiveHandler.initCloseChannel() method with Channel Id = 01.</w:t>
            </w:r>
          </w:p>
          <w:p w:rsidR="00714EBB" w:rsidRPr="00870ED0" w:rsidRDefault="00714EBB">
            <w:pPr>
              <w:pStyle w:val="PL"/>
              <w:rPr>
                <w:noProof w:val="0"/>
              </w:rPr>
            </w:pPr>
          </w:p>
          <w:p w:rsidR="00714EBB" w:rsidRPr="00870ED0" w:rsidRDefault="00714EBB">
            <w:pPr>
              <w:pStyle w:val="PL"/>
              <w:rPr>
                <w:noProof w:val="0"/>
              </w:rPr>
            </w:pPr>
            <w:r w:rsidRPr="00870ED0">
              <w:rPr>
                <w:noProof w:val="0"/>
              </w:rPr>
              <w:t>4- Call ProactiveHandler.send()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5- Send an EVENT_EVENT_DOWNLOAD_CHANNEL_STATUS Envelope.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2- Applet1 is triggered.</w:t>
            </w: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5- Applet1 is not triggered.</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pPr>
            <w:r w:rsidRPr="00870ED0">
              <w:t>1- OPEN CHANNEL proactive command is fetched.</w:t>
            </w:r>
          </w:p>
          <w:p w:rsidR="00714EBB" w:rsidRPr="00870ED0" w:rsidRDefault="00714EBB">
            <w:pPr>
              <w:pStyle w:val="TAL"/>
              <w:keepNext w:val="0"/>
            </w:pPr>
          </w:p>
          <w:p w:rsidR="00714EBB" w:rsidRPr="00870ED0" w:rsidRDefault="00714EBB">
            <w:pPr>
              <w:pStyle w:val="TAL"/>
              <w:keepNext w:val="0"/>
            </w:pPr>
            <w:r w:rsidRPr="00870ED0">
              <w:t>TERMINAL RESPONSE of OPEN CHANNEL is sent to the UICC with Channel Id = 01.</w:t>
            </w: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4- CLOSE CHANNEL proactive command is fetched.</w:t>
            </w:r>
          </w:p>
          <w:p w:rsidR="00714EBB" w:rsidRPr="00870ED0" w:rsidRDefault="00714EBB">
            <w:pPr>
              <w:pStyle w:val="TAL"/>
              <w:keepNext w:val="0"/>
            </w:pPr>
          </w:p>
          <w:p w:rsidR="00714EBB" w:rsidRPr="00870ED0" w:rsidRDefault="00714EBB">
            <w:pPr>
              <w:pStyle w:val="TAL"/>
              <w:keepNext w:val="0"/>
            </w:pPr>
            <w:r w:rsidRPr="00870ED0">
              <w:t>TERMINAL RESPONSE of CLOSE CHANNEL is sent to the UICC.</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 xml:space="preserve">Call the initCloseChannel () method with any value then build and send a </w:t>
            </w:r>
            <w:r w:rsidRPr="00870ED0">
              <w:rPr>
                <w:caps/>
              </w:rPr>
              <w:t>Close Channel</w:t>
            </w:r>
            <w:r w:rsidRPr="00870ED0">
              <w:t xml:space="preserve"> command</w:t>
            </w:r>
          </w:p>
          <w:p w:rsidR="00714EBB" w:rsidRPr="00870ED0" w:rsidRDefault="00714EBB" w:rsidP="00A7379C">
            <w:pPr>
              <w:pStyle w:val="PL"/>
              <w:rPr>
                <w:noProof w:val="0"/>
              </w:rPr>
            </w:pPr>
          </w:p>
          <w:p w:rsidR="00714EBB" w:rsidRPr="00870ED0" w:rsidRDefault="00714EBB">
            <w:pPr>
              <w:pStyle w:val="PL"/>
              <w:rPr>
                <w:noProof w:val="0"/>
              </w:rPr>
            </w:pPr>
            <w:r w:rsidRPr="00870ED0">
              <w:rPr>
                <w:noProof w:val="0"/>
              </w:rPr>
              <w:t>1- Call ProactiveHandler.init() method to open a Channel and ProactiveHandler.send()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ProactiveHandler.initCloseChannel() method with Channel Id = 2</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ProactiveHandler.initCloseChannel() method with the Channel Id = 1.</w:t>
            </w:r>
          </w:p>
          <w:p w:rsidR="00714EBB" w:rsidRPr="00870ED0" w:rsidRDefault="00714EBB">
            <w:pPr>
              <w:pStyle w:val="PL"/>
              <w:rPr>
                <w:noProof w:val="0"/>
              </w:rPr>
            </w:pPr>
          </w:p>
          <w:p w:rsidR="00714EBB" w:rsidRPr="00870ED0" w:rsidRDefault="00714EBB">
            <w:pPr>
              <w:pStyle w:val="PL"/>
              <w:rPr>
                <w:noProof w:val="0"/>
              </w:rPr>
            </w:pPr>
            <w:r w:rsidRPr="00870ED0">
              <w:rPr>
                <w:noProof w:val="0"/>
              </w:rPr>
              <w:t>4- Call send()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5- Send an EVENT_EVENT_DOWNLOAD_CHANNEL_STATUS Envelope.</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5- Applet1 is not triggered.</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r w:rsidRPr="00870ED0">
              <w:t>1- OPEN CHANNEL proactive command is fetched.</w:t>
            </w:r>
          </w:p>
          <w:p w:rsidR="00714EBB" w:rsidRPr="00870ED0" w:rsidRDefault="00714EBB">
            <w:pPr>
              <w:pStyle w:val="TAL"/>
              <w:keepNext w:val="0"/>
            </w:pPr>
          </w:p>
          <w:p w:rsidR="00714EBB" w:rsidRPr="00870ED0" w:rsidRDefault="00714EBB">
            <w:pPr>
              <w:pStyle w:val="TAL"/>
              <w:keepNext w:val="0"/>
            </w:pPr>
            <w:r w:rsidRPr="00870ED0">
              <w:t>TERMINAL RESPONSE of OPEN CHANNEL is sent to the UICC with Channel Id = 01.</w:t>
            </w: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4- CLOSE CHANNEL proactive command is fetched.</w:t>
            </w:r>
          </w:p>
          <w:p w:rsidR="00714EBB" w:rsidRPr="00870ED0" w:rsidRDefault="00714EBB">
            <w:pPr>
              <w:pStyle w:val="TAL"/>
              <w:keepNext w:val="0"/>
            </w:pPr>
          </w:p>
          <w:p w:rsidR="00714EBB" w:rsidRPr="00870ED0" w:rsidRDefault="00714EBB">
            <w:pPr>
              <w:pStyle w:val="TAL"/>
              <w:keepNext w:val="0"/>
            </w:pPr>
            <w:r w:rsidRPr="00870ED0">
              <w:t>TERMINAL RESPONSE of CLOSE CHANNEL is sent to the UICC.</w:t>
            </w:r>
          </w:p>
          <w:p w:rsidR="00714EBB" w:rsidRPr="00870ED0" w:rsidRDefault="00714EBB">
            <w:pPr>
              <w:pStyle w:val="TAL"/>
              <w:keepNext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Select a TLV in the ProactiveHandler</w:t>
            </w:r>
          </w:p>
          <w:p w:rsidR="00714EBB" w:rsidRPr="00870ED0" w:rsidRDefault="00714EBB">
            <w:pPr>
              <w:pStyle w:val="TAH"/>
              <w:keepNext w:val="0"/>
            </w:pPr>
            <w:r w:rsidRPr="00870ED0">
              <w:t>Call the initCloseChannel () method</w:t>
            </w:r>
          </w:p>
          <w:p w:rsidR="00714EBB" w:rsidRPr="00870ED0" w:rsidRDefault="00714EBB" w:rsidP="00A7379C">
            <w:pPr>
              <w:pStyle w:val="PL"/>
              <w:rPr>
                <w:noProof w:val="0"/>
              </w:rPr>
            </w:pPr>
          </w:p>
          <w:p w:rsidR="00714EBB" w:rsidRPr="00870ED0" w:rsidRDefault="00714EBB">
            <w:pPr>
              <w:pStyle w:val="PL"/>
              <w:rPr>
                <w:noProof w:val="0"/>
              </w:rPr>
            </w:pPr>
            <w:r w:rsidRPr="00870ED0">
              <w:rPr>
                <w:noProof w:val="0"/>
              </w:rPr>
              <w:t>1- Call ProactiveHandler.init() method to open a Channel and call the ProactiveHandler.send() method.</w:t>
            </w:r>
          </w:p>
          <w:p w:rsidR="00714EBB" w:rsidRPr="00870ED0" w:rsidRDefault="00714EBB">
            <w:pPr>
              <w:pStyle w:val="PL"/>
              <w:rPr>
                <w:noProof w:val="0"/>
              </w:rPr>
            </w:pPr>
            <w:r w:rsidRPr="00870ED0">
              <w:rPr>
                <w:noProof w:val="0"/>
              </w:rPr>
              <w:t>Select 1st TLV of the Proactive Handler.</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ProactiveHandler.initCloseChannel() method with Channel Id = 01.</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ViewHandler.getValueLength()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4- Call ProactiveHandler.send()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r w:rsidRPr="00870ED0">
              <w:t>3- UNAVAILABLE_ELEMENT ToolkitException is thrown by getValueLength() method.</w:t>
            </w:r>
          </w:p>
          <w:p w:rsidR="00714EBB" w:rsidRPr="00870ED0" w:rsidRDefault="00714EBB">
            <w:pPr>
              <w:pStyle w:val="TAL"/>
              <w:keepNext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r w:rsidRPr="00870ED0">
              <w:t>1- OPEN CHANNEL proactive command is fetched.</w:t>
            </w:r>
          </w:p>
          <w:p w:rsidR="00714EBB" w:rsidRPr="00870ED0" w:rsidRDefault="00714EBB">
            <w:pPr>
              <w:pStyle w:val="TAL"/>
              <w:keepNext w:val="0"/>
            </w:pPr>
          </w:p>
          <w:p w:rsidR="00714EBB" w:rsidRPr="00870ED0" w:rsidRDefault="00714EBB">
            <w:pPr>
              <w:pStyle w:val="TAL"/>
              <w:keepNext w:val="0"/>
            </w:pPr>
            <w:r w:rsidRPr="00870ED0">
              <w:t>TERMINAL RESPONSE of OPEN CHANNEL is sent to the UICC with Channel Id = 01.</w:t>
            </w:r>
          </w:p>
          <w:p w:rsidR="00714EBB" w:rsidRPr="00870ED0" w:rsidRDefault="00714EBB">
            <w:pPr>
              <w:pStyle w:val="TAL"/>
              <w:keepNext w:val="0"/>
            </w:pPr>
          </w:p>
          <w:p w:rsidR="00714EBB" w:rsidRPr="00870ED0" w:rsidRDefault="00714EBB">
            <w:pPr>
              <w:pStyle w:val="TAL"/>
              <w:keepNext w:val="0"/>
            </w:pPr>
            <w:r w:rsidRPr="00870ED0">
              <w:t>4- CLOSE CHANNEL proactive command is fetched.</w:t>
            </w:r>
          </w:p>
          <w:p w:rsidR="00714EBB" w:rsidRPr="00870ED0" w:rsidRDefault="00714EBB">
            <w:pPr>
              <w:pStyle w:val="TAL"/>
              <w:keepNext w:val="0"/>
            </w:pPr>
          </w:p>
          <w:p w:rsidR="00714EBB" w:rsidRPr="00870ED0" w:rsidRDefault="00714EBB">
            <w:pPr>
              <w:pStyle w:val="TAL"/>
              <w:keepNext w:val="0"/>
            </w:pPr>
            <w:r w:rsidRPr="00870ED0">
              <w:t>TERMINAL RESPONSE of CLO</w:t>
            </w:r>
            <w:r w:rsidR="00A7379C" w:rsidRPr="00870ED0">
              <w:t>SE CHANNEL is sent to the UICC.</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Call the initCloseChannel() without sending the command</w:t>
            </w:r>
          </w:p>
          <w:p w:rsidR="00714EBB" w:rsidRPr="00870ED0" w:rsidRDefault="00714EBB" w:rsidP="00A7379C">
            <w:pPr>
              <w:pStyle w:val="PL"/>
              <w:rPr>
                <w:noProof w:val="0"/>
              </w:rPr>
            </w:pPr>
          </w:p>
          <w:p w:rsidR="00714EBB" w:rsidRPr="00870ED0" w:rsidRDefault="00714EBB" w:rsidP="00A7379C">
            <w:pPr>
              <w:pStyle w:val="PL"/>
              <w:keepNext/>
              <w:keepLines/>
              <w:rPr>
                <w:noProof w:val="0"/>
              </w:rPr>
            </w:pPr>
            <w:r w:rsidRPr="00870ED0">
              <w:rPr>
                <w:noProof w:val="0"/>
              </w:rPr>
              <w:t>1- Call ProactiveHandler.init() method to open a Channel and call the ProactiveHandler.send() method.</w:t>
            </w:r>
          </w:p>
          <w:p w:rsidR="00714EBB" w:rsidRPr="00870ED0" w:rsidRDefault="00714EBB" w:rsidP="00A7379C">
            <w:pPr>
              <w:pStyle w:val="PL"/>
              <w:keepNext/>
              <w:keepLines/>
              <w:rPr>
                <w:noProof w:val="0"/>
              </w:rPr>
            </w:pPr>
          </w:p>
          <w:p w:rsidR="00714EBB" w:rsidRPr="00870ED0" w:rsidRDefault="00714EBB" w:rsidP="00A7379C">
            <w:pPr>
              <w:pStyle w:val="PL"/>
              <w:keepNext/>
              <w:keepLines/>
              <w:rPr>
                <w:noProof w:val="0"/>
              </w:rPr>
            </w:pPr>
            <w:r w:rsidRPr="00870ED0">
              <w:rPr>
                <w:noProof w:val="0"/>
              </w:rPr>
              <w:t>2- Call ProactiveHandler.initCloseChannel() method with Channel Id = 01 without ProactiveHandler.send().</w:t>
            </w:r>
          </w:p>
          <w:p w:rsidR="00714EBB" w:rsidRPr="00870ED0" w:rsidRDefault="00714EBB" w:rsidP="00A7379C">
            <w:pPr>
              <w:pStyle w:val="PL"/>
              <w:keepNext/>
              <w:keepLines/>
              <w:rPr>
                <w:noProof w:val="0"/>
              </w:rPr>
            </w:pPr>
          </w:p>
          <w:p w:rsidR="00714EBB" w:rsidRPr="00870ED0" w:rsidRDefault="00714EBB" w:rsidP="00A7379C">
            <w:pPr>
              <w:pStyle w:val="PL"/>
              <w:keepNext/>
              <w:keepLines/>
              <w:rPr>
                <w:noProof w:val="0"/>
              </w:rPr>
            </w:pPr>
            <w:r w:rsidRPr="00870ED0">
              <w:rPr>
                <w:noProof w:val="0"/>
              </w:rPr>
              <w:t>3- Send an EVENT_EVENT_DOWNLOAD_CHANNEL_STATUS Envelope.</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p>
          <w:p w:rsidR="00714EBB" w:rsidRPr="00870ED0" w:rsidRDefault="00714EBB" w:rsidP="00A7379C">
            <w:pPr>
              <w:pStyle w:val="TAL"/>
            </w:pPr>
          </w:p>
          <w:p w:rsidR="00714EBB" w:rsidRPr="00870ED0" w:rsidRDefault="00714EBB" w:rsidP="00A7379C">
            <w:pPr>
              <w:pStyle w:val="TAL"/>
            </w:pPr>
            <w:r w:rsidRPr="00870ED0">
              <w:t>3- Applet1 is triggered.</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r w:rsidRPr="00870ED0">
              <w:t>1- OPEN CHANNEL proactive command is fetched.</w:t>
            </w:r>
          </w:p>
          <w:p w:rsidR="00714EBB" w:rsidRPr="00870ED0" w:rsidRDefault="00714EBB" w:rsidP="00A7379C">
            <w:pPr>
              <w:pStyle w:val="TAL"/>
            </w:pPr>
          </w:p>
          <w:p w:rsidR="00714EBB" w:rsidRPr="00870ED0" w:rsidRDefault="00714EBB" w:rsidP="00A7379C">
            <w:pPr>
              <w:pStyle w:val="TAL"/>
            </w:pPr>
            <w:r w:rsidRPr="00870ED0">
              <w:t>TERMINAL RESPONSE of OPEN CHANNEL is sent to the UICC with Channel Id = 01.</w:t>
            </w:r>
          </w:p>
          <w:p w:rsidR="00714EBB" w:rsidRPr="00870ED0" w:rsidRDefault="00714EBB" w:rsidP="00A7379C">
            <w:pPr>
              <w:pStyle w:val="TAL"/>
            </w:pPr>
          </w:p>
          <w:p w:rsidR="00714EBB" w:rsidRPr="00870ED0" w:rsidRDefault="00714EBB" w:rsidP="00A7379C">
            <w:pPr>
              <w:pStyle w:val="TAL"/>
            </w:pPr>
          </w:p>
          <w:p w:rsidR="00714EBB" w:rsidRPr="00870ED0" w:rsidRDefault="00714EBB" w:rsidP="00A7379C">
            <w:pPr>
              <w:pStyle w:val="TAL"/>
            </w:pPr>
            <w:r w:rsidRPr="00870ED0">
              <w:t>No proactive command shall be sent. Expected status is '9000'</w:t>
            </w:r>
          </w:p>
        </w:tc>
      </w:tr>
    </w:tbl>
    <w:p w:rsidR="00714EBB" w:rsidRPr="00870ED0" w:rsidRDefault="00714EBB"/>
    <w:p w:rsidR="00714EBB" w:rsidRPr="00870ED0" w:rsidRDefault="00714EBB">
      <w:pPr>
        <w:pStyle w:val="Heading4"/>
      </w:pPr>
      <w:r w:rsidRPr="00870ED0">
        <w:t>5.2.4.25</w:t>
      </w:r>
      <w:r w:rsidRPr="00870ED0">
        <w:tab/>
        <w:t>Method getValueShort</w:t>
      </w:r>
    </w:p>
    <w:p w:rsidR="00714EBB" w:rsidRPr="00870ED0" w:rsidRDefault="00714EBB">
      <w:r w:rsidRPr="00870ED0">
        <w:t>Test Area Reference: Api_2_Pah_Gvsh</w:t>
      </w:r>
      <w:r w:rsidR="00A7379C" w:rsidRPr="00870ED0">
        <w:t>.</w:t>
      </w:r>
    </w:p>
    <w:p w:rsidR="00714EBB" w:rsidRPr="00870ED0" w:rsidRDefault="00714EBB" w:rsidP="00A7379C">
      <w:pPr>
        <w:pStyle w:val="Heading5"/>
      </w:pPr>
      <w:r w:rsidRPr="00870ED0">
        <w:t>5.2.4.25.</w:t>
      </w:r>
      <w:r w:rsidR="00A7379C" w:rsidRPr="00870ED0">
        <w:t>1</w:t>
      </w:r>
      <w:r w:rsidR="00A7379C"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rsidP="00EB39BD">
      <w:pPr>
        <w:pStyle w:val="PL"/>
        <w:rPr>
          <w:noProof w:val="0"/>
        </w:rPr>
      </w:pPr>
      <w:r w:rsidRPr="00870ED0">
        <w:rPr>
          <w:noProof w:val="0"/>
        </w:rPr>
        <w:t>public short getValueShort(short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5.2.4.25.1.1</w:t>
      </w:r>
      <w:r w:rsidRPr="00870ED0">
        <w:tab/>
        <w:t>Normal execution</w:t>
      </w:r>
    </w:p>
    <w:p w:rsidR="00714EBB" w:rsidRPr="00870ED0" w:rsidRDefault="00714EBB">
      <w:pPr>
        <w:pStyle w:val="B1"/>
      </w:pPr>
      <w:r w:rsidRPr="00870ED0">
        <w:t>CRRN1: Gets a short from the last TLV element which has been found in the handler and returns its value (1 short).</w:t>
      </w:r>
    </w:p>
    <w:p w:rsidR="00714EBB" w:rsidRPr="00870ED0" w:rsidRDefault="00714EBB">
      <w:pPr>
        <w:pStyle w:val="H6"/>
        <w:outlineLvl w:val="0"/>
      </w:pPr>
      <w:r w:rsidRPr="00870ED0">
        <w:t>5.2.4.25.1.2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5.2.4.25.1.3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A7379C">
      <w:pPr>
        <w:pStyle w:val="Heading5"/>
      </w:pPr>
      <w:r w:rsidRPr="00870ED0">
        <w:t>5.2.4.25.2</w:t>
      </w:r>
      <w:r w:rsidRPr="00870ED0">
        <w:tab/>
        <w:t>Test area files</w:t>
      </w:r>
    </w:p>
    <w:p w:rsidR="00714EBB" w:rsidRPr="00870ED0" w:rsidRDefault="00714EBB">
      <w:r w:rsidRPr="00870ED0">
        <w:t>Specific triggering: None</w:t>
      </w:r>
    </w:p>
    <w:p w:rsidR="00714EBB" w:rsidRPr="00870ED0" w:rsidRDefault="00714EBB" w:rsidP="002854FB">
      <w:pPr>
        <w:pStyle w:val="EX"/>
      </w:pPr>
      <w:r w:rsidRPr="00870ED0">
        <w:t>Test Source:</w:t>
      </w:r>
      <w:r w:rsidRPr="00870ED0">
        <w:tab/>
        <w:t>Test_Api_2_Pah_Gvsh.java</w:t>
      </w:r>
      <w:r w:rsidR="00A7379C" w:rsidRPr="00870ED0">
        <w:t>.</w:t>
      </w:r>
    </w:p>
    <w:p w:rsidR="00714EBB" w:rsidRPr="00870ED0" w:rsidRDefault="00714EBB" w:rsidP="002854FB">
      <w:pPr>
        <w:pStyle w:val="EX"/>
      </w:pPr>
      <w:r w:rsidRPr="00870ED0">
        <w:t>Test</w:t>
      </w:r>
      <w:r w:rsidR="00A7379C" w:rsidRPr="00870ED0">
        <w:t xml:space="preserve"> Applet: </w:t>
      </w:r>
      <w:r w:rsidR="00A7379C" w:rsidRPr="00870ED0">
        <w:tab/>
        <w:t>Api_2_Pah_Gvsh_1.java.</w:t>
      </w:r>
    </w:p>
    <w:p w:rsidR="00714EBB" w:rsidRPr="00870ED0" w:rsidRDefault="00714EBB" w:rsidP="002854FB">
      <w:pPr>
        <w:pStyle w:val="EX"/>
      </w:pPr>
      <w:r w:rsidRPr="00870ED0">
        <w:t>Cap File:</w:t>
      </w:r>
      <w:r w:rsidRPr="00870ED0">
        <w:tab/>
        <w:t>api_2_pah_gvsh.cap</w:t>
      </w:r>
      <w:r w:rsidR="00A7379C" w:rsidRPr="00870ED0">
        <w:t>.</w:t>
      </w:r>
    </w:p>
    <w:p w:rsidR="00714EBB" w:rsidRPr="00870ED0" w:rsidRDefault="00714EBB" w:rsidP="00A7379C">
      <w:pPr>
        <w:pStyle w:val="Heading5"/>
      </w:pPr>
      <w:r w:rsidRPr="00870ED0">
        <w:t>5.2.4.25.3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160"/>
        <w:gridCol w:w="3388"/>
      </w:tblGrid>
      <w:tr w:rsidR="00714EBB" w:rsidRPr="00870ED0" w:rsidTr="00714EBB">
        <w:trPr>
          <w:jc w:val="center"/>
        </w:trPr>
        <w:tc>
          <w:tcPr>
            <w:tcW w:w="216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38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16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38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3, 4, 5, 6, 7, 8</w:t>
            </w:r>
          </w:p>
        </w:tc>
      </w:tr>
      <w:tr w:rsidR="00714EBB" w:rsidRPr="00870ED0" w:rsidTr="00714EBB">
        <w:trPr>
          <w:jc w:val="center"/>
        </w:trPr>
        <w:tc>
          <w:tcPr>
            <w:tcW w:w="216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38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216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38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r w:rsidR="00714EBB" w:rsidRPr="00870ED0" w:rsidTr="00714EBB">
        <w:trPr>
          <w:jc w:val="center"/>
        </w:trPr>
        <w:tc>
          <w:tcPr>
            <w:tcW w:w="216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38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A7379C"/>
    <w:p w:rsidR="00714EBB" w:rsidRPr="00870ED0" w:rsidRDefault="00714EBB" w:rsidP="00A7379C">
      <w:pPr>
        <w:pStyle w:val="Heading5"/>
      </w:pPr>
      <w:r w:rsidRPr="00870ED0">
        <w:lastRenderedPageBreak/>
        <w:t>5.2.4.25.4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7379C">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init() method</w:t>
            </w:r>
          </w:p>
          <w:p w:rsidR="00714EBB" w:rsidRPr="00870ED0" w:rsidRDefault="00714EBB">
            <w:pPr>
              <w:pStyle w:val="PL"/>
              <w:rPr>
                <w:noProof w:val="0"/>
              </w:rPr>
            </w:pPr>
            <w:r w:rsidRPr="00870ED0">
              <w:rPr>
                <w:noProof w:val="0"/>
              </w:rPr>
              <w:t>type = FFh</w:t>
            </w:r>
          </w:p>
          <w:p w:rsidR="00714EBB" w:rsidRPr="00870ED0" w:rsidRDefault="00714EBB">
            <w:pPr>
              <w:pStyle w:val="PL"/>
              <w:rPr>
                <w:noProof w:val="0"/>
              </w:rPr>
            </w:pPr>
            <w:r w:rsidRPr="00870ED0">
              <w:rPr>
                <w:noProof w:val="0"/>
              </w:rPr>
              <w:t>qualifier = FEh</w:t>
            </w:r>
          </w:p>
          <w:p w:rsidR="00714EBB" w:rsidRPr="00870ED0" w:rsidRDefault="00714EBB">
            <w:pPr>
              <w:pStyle w:val="PL"/>
              <w:rPr>
                <w:noProof w:val="0"/>
              </w:rPr>
            </w:pPr>
            <w:r w:rsidRPr="00870ED0">
              <w:rPr>
                <w:noProof w:val="0"/>
              </w:rPr>
              <w:t>destination = FDh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getValueShort(0)</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getValueShort(3)</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getValueShort(1)</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FFh FEh (type, qualifier)</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TLV 02h (Device Identities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getValueShort(0)</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81h FDh (Source, Destination)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5</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buffer = 00 01 … 7D</w:t>
            </w:r>
          </w:p>
          <w:p w:rsidR="00714EBB" w:rsidRPr="00870ED0" w:rsidRDefault="00714EBB">
            <w:pPr>
              <w:pStyle w:val="PL"/>
              <w:rPr>
                <w:noProof w:val="0"/>
              </w:rPr>
            </w:pPr>
            <w:r w:rsidRPr="00870ED0">
              <w:rPr>
                <w:noProof w:val="0"/>
              </w:rPr>
              <w:t>length = 7Eh</w:t>
            </w:r>
          </w:p>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getValueShort(7D)</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7Ch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6</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buffer = 00 01 … 7D 7E</w:t>
            </w:r>
          </w:p>
          <w:p w:rsidR="00714EBB" w:rsidRPr="00870ED0" w:rsidRDefault="00714EBB">
            <w:pPr>
              <w:pStyle w:val="PL"/>
              <w:rPr>
                <w:noProof w:val="0"/>
              </w:rPr>
            </w:pPr>
            <w:r w:rsidRPr="00870ED0">
              <w:rPr>
                <w:noProof w:val="0"/>
              </w:rPr>
              <w:t>length = 7Fh</w:t>
            </w:r>
          </w:p>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getValueShort(7D)</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7Ch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7</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getValueShort(7E)</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7Dh 7Eh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initDisplayText()</w:t>
            </w:r>
          </w:p>
          <w:p w:rsidR="00714EBB" w:rsidRPr="00870ED0" w:rsidRDefault="00714EBB">
            <w:pPr>
              <w:pStyle w:val="PL"/>
              <w:rPr>
                <w:noProof w:val="0"/>
              </w:rPr>
            </w:pPr>
            <w:r w:rsidRPr="00870ED0">
              <w:rPr>
                <w:noProof w:val="0"/>
              </w:rPr>
              <w:t>buffer = 00 01 … EF</w:t>
            </w:r>
          </w:p>
          <w:p w:rsidR="00714EBB" w:rsidRPr="00870ED0" w:rsidRDefault="00714EBB">
            <w:pPr>
              <w:pStyle w:val="PL"/>
              <w:rPr>
                <w:noProof w:val="0"/>
              </w:rPr>
            </w:pPr>
            <w:r w:rsidRPr="00870ED0">
              <w:rPr>
                <w:noProof w:val="0"/>
              </w:rPr>
              <w:t>length = F0h</w:t>
            </w:r>
          </w:p>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getValueShort(EF)</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EEh EFh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5.2.4.26</w:t>
      </w:r>
      <w:r w:rsidRPr="00870ED0">
        <w:tab/>
        <w:t>Method appendTLV(byte tag, byte value1, short value2)</w:t>
      </w:r>
    </w:p>
    <w:p w:rsidR="00714EBB" w:rsidRPr="00870ED0" w:rsidRDefault="00714EBB">
      <w:r w:rsidRPr="00870ED0">
        <w:t>Test Area Reference: Api_2_Pah_Aptlbbs</w:t>
      </w:r>
      <w:r w:rsidR="00A7379C" w:rsidRPr="00870ED0">
        <w:t>.</w:t>
      </w:r>
    </w:p>
    <w:p w:rsidR="00714EBB" w:rsidRPr="00870ED0" w:rsidRDefault="00714EBB" w:rsidP="00A7379C">
      <w:pPr>
        <w:pStyle w:val="Heading5"/>
      </w:pPr>
      <w:r w:rsidRPr="00870ED0">
        <w:t>5.2.</w:t>
      </w:r>
      <w:r w:rsidR="00A7379C" w:rsidRPr="00870ED0">
        <w:t>4.26.1</w:t>
      </w:r>
      <w:r w:rsidR="00A7379C"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short value2)</w:t>
      </w:r>
    </w:p>
    <w:p w:rsidR="00714EBB" w:rsidRPr="00870ED0" w:rsidRDefault="00714EBB">
      <w:pPr>
        <w:pStyle w:val="PL"/>
        <w:rPr>
          <w:noProof w:val="0"/>
        </w:rPr>
      </w:pPr>
      <w:r w:rsidRPr="00870ED0">
        <w:rPr>
          <w:noProof w:val="0"/>
        </w:rPr>
        <w:t xml:space="preserve">               throws ToolkitException</w:t>
      </w:r>
    </w:p>
    <w:p w:rsidR="00A7379C" w:rsidRPr="00870ED0" w:rsidRDefault="00A7379C">
      <w:pPr>
        <w:pStyle w:val="PL"/>
        <w:rPr>
          <w:noProof w:val="0"/>
        </w:rPr>
      </w:pPr>
    </w:p>
    <w:p w:rsidR="00714EBB" w:rsidRPr="00870ED0" w:rsidRDefault="00714EBB">
      <w:pPr>
        <w:pStyle w:val="H6"/>
        <w:outlineLvl w:val="0"/>
      </w:pPr>
      <w:r w:rsidRPr="00870ED0">
        <w:t>5.2.4.26.1.1</w:t>
      </w:r>
      <w:r w:rsidRPr="00870ED0">
        <w:tab/>
        <w:t>Normal execution</w:t>
      </w:r>
    </w:p>
    <w:p w:rsidR="00714EBB" w:rsidRPr="00870ED0" w:rsidRDefault="00714EBB">
      <w:pPr>
        <w:pStyle w:val="B1"/>
      </w:pPr>
      <w:r w:rsidRPr="00870ED0">
        <w:t>CRRN1: Appends a TLV element to the current TLV list (3-byte element(1-byte,1-short)).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5.2.4.26.1.2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lastRenderedPageBreak/>
        <w:t>5.2.4.26.1.3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7379C" w:rsidRPr="00870ED0">
        <w:t>.</w:t>
      </w:r>
    </w:p>
    <w:p w:rsidR="00714EBB" w:rsidRPr="00870ED0" w:rsidRDefault="00714EBB">
      <w:pPr>
        <w:pStyle w:val="B1"/>
      </w:pPr>
      <w:r w:rsidRPr="00870ED0">
        <w:t>CRRC2: if the EditHandler buffer is busy, a ToolkitException is thrown with reason code HANDLER_NOT_AVAILABLE</w:t>
      </w:r>
      <w:r w:rsidR="00A7379C" w:rsidRPr="00870ED0">
        <w:t>.</w:t>
      </w:r>
    </w:p>
    <w:p w:rsidR="00714EBB" w:rsidRPr="00870ED0" w:rsidRDefault="00714EBB" w:rsidP="00A7379C">
      <w:pPr>
        <w:pStyle w:val="Heading5"/>
      </w:pPr>
      <w:r w:rsidRPr="00870ED0">
        <w:t>5.2.4.2</w:t>
      </w:r>
      <w:r w:rsidR="00A7379C" w:rsidRPr="00870ED0">
        <w:t>6.2</w:t>
      </w:r>
      <w:r w:rsidRPr="00870ED0">
        <w:tab/>
        <w:t>Test area files</w:t>
      </w:r>
    </w:p>
    <w:p w:rsidR="00714EBB" w:rsidRPr="00870ED0" w:rsidRDefault="00714EBB">
      <w:r w:rsidRPr="00870ED0">
        <w:t>Specific tr</w:t>
      </w:r>
      <w:r w:rsidR="00A7379C" w:rsidRPr="00870ED0">
        <w:t>iggering: Unrecognized Envelope:</w:t>
      </w:r>
    </w:p>
    <w:p w:rsidR="00714EBB" w:rsidRPr="00870ED0" w:rsidRDefault="00714EBB" w:rsidP="002854FB">
      <w:pPr>
        <w:pStyle w:val="EX"/>
      </w:pPr>
      <w:r w:rsidRPr="00870ED0">
        <w:t>Test Source:</w:t>
      </w:r>
      <w:r w:rsidRPr="00870ED0">
        <w:tab/>
        <w:t>Test_Api_2_Pah_Aptlbbs.java</w:t>
      </w:r>
      <w:r w:rsidR="00A7379C" w:rsidRPr="00870ED0">
        <w:t>.</w:t>
      </w:r>
    </w:p>
    <w:p w:rsidR="00714EBB" w:rsidRPr="00870ED0" w:rsidRDefault="00714EBB" w:rsidP="002854FB">
      <w:pPr>
        <w:pStyle w:val="EX"/>
      </w:pPr>
      <w:r w:rsidRPr="00870ED0">
        <w:t>Test Ap</w:t>
      </w:r>
      <w:r w:rsidR="00A7379C" w:rsidRPr="00870ED0">
        <w:t xml:space="preserve">plet: </w:t>
      </w:r>
      <w:r w:rsidR="00A7379C" w:rsidRPr="00870ED0">
        <w:tab/>
        <w:t>Api_2_Pah_Aptlbbs_1.java.</w:t>
      </w:r>
    </w:p>
    <w:p w:rsidR="00714EBB" w:rsidRPr="00870ED0" w:rsidRDefault="00714EBB" w:rsidP="002854FB">
      <w:pPr>
        <w:pStyle w:val="EX"/>
      </w:pPr>
      <w:r w:rsidRPr="00870ED0">
        <w:t>Cap File:</w:t>
      </w:r>
      <w:r w:rsidRPr="00870ED0">
        <w:tab/>
        <w:t>api_2_pah_aptlbbs.cap</w:t>
      </w:r>
      <w:r w:rsidR="00A7379C" w:rsidRPr="00870ED0">
        <w:t>.</w:t>
      </w:r>
    </w:p>
    <w:p w:rsidR="00714EBB" w:rsidRPr="00870ED0" w:rsidRDefault="00714EBB" w:rsidP="00A7379C">
      <w:pPr>
        <w:pStyle w:val="Heading5"/>
      </w:pPr>
      <w:r w:rsidRPr="00870ED0">
        <w:t>5.2.4.26.3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A7379C"/>
    <w:p w:rsidR="00714EBB" w:rsidRPr="00870ED0" w:rsidRDefault="00714EBB" w:rsidP="00A7379C">
      <w:pPr>
        <w:pStyle w:val="Heading5"/>
      </w:pPr>
      <w:r w:rsidRPr="00870ED0">
        <w:t>5.2.4.26.4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pPr>
            <w:r w:rsidRPr="00870ED0">
              <w:t xml:space="preserve"> Call the appendTLV() method</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w:t>
            </w:r>
          </w:p>
          <w:p w:rsidR="00714EBB" w:rsidRPr="00870ED0" w:rsidRDefault="00714EBB">
            <w:pPr>
              <w:pStyle w:val="PL"/>
              <w:rPr>
                <w:noProof w:val="0"/>
              </w:rPr>
            </w:pPr>
            <w:r w:rsidRPr="00870ED0">
              <w:rPr>
                <w:noProof w:val="0"/>
              </w:rPr>
              <w:t>value2 = 01h 02h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03 00 01 02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w:t>
            </w:r>
          </w:p>
          <w:p w:rsidR="00714EBB" w:rsidRPr="00870ED0" w:rsidRDefault="00714EBB">
            <w:pPr>
              <w:pStyle w:val="PL"/>
              <w:rPr>
                <w:noProof w:val="0"/>
              </w:rPr>
            </w:pPr>
            <w:r w:rsidRPr="00870ED0">
              <w:rPr>
                <w:noProof w:val="0"/>
              </w:rPr>
              <w:t>value2 = FDh FCh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03 00 01 02 01 03 FE FD FC</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7379C">
            <w:pPr>
              <w:pStyle w:val="TAC"/>
            </w:pPr>
            <w:r w:rsidRPr="00870ED0">
              <w:lastRenderedPageBreak/>
              <w:t>5</w:t>
            </w:r>
          </w:p>
        </w:tc>
        <w:tc>
          <w:tcPr>
            <w:tcW w:w="4111" w:type="dxa"/>
            <w:tcBorders>
              <w:top w:val="single" w:sz="4" w:space="0" w:color="auto"/>
              <w:left w:val="single" w:sz="4" w:space="0" w:color="auto"/>
              <w:bottom w:val="nil"/>
              <w:right w:val="single" w:sz="4" w:space="0" w:color="auto"/>
            </w:tcBorders>
          </w:tcPr>
          <w:p w:rsidR="00714EBB" w:rsidRPr="00870ED0" w:rsidRDefault="00714EBB" w:rsidP="00A7379C">
            <w:pPr>
              <w:pStyle w:val="TAH"/>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H"/>
            </w:pPr>
            <w:r w:rsidRPr="00870ED0">
              <w:t>Call appendArray()</w:t>
            </w:r>
          </w:p>
          <w:p w:rsidR="00714EBB" w:rsidRPr="00870ED0" w:rsidRDefault="00714EBB" w:rsidP="00A7379C">
            <w:pPr>
              <w:pStyle w:val="PL"/>
              <w:keepNext/>
              <w:keepLines/>
              <w:rPr>
                <w:noProof w:val="0"/>
              </w:rPr>
            </w:pPr>
            <w:r w:rsidRPr="00870ED0">
              <w:rPr>
                <w:noProof w:val="0"/>
              </w:rPr>
              <w:t>length = 248</w:t>
            </w:r>
          </w:p>
          <w:p w:rsidR="00714EBB" w:rsidRPr="00870ED0" w:rsidRDefault="00714EBB" w:rsidP="00A7379C">
            <w:pPr>
              <w:pStyle w:val="PL"/>
              <w:keepNext/>
              <w:keepLines/>
              <w:rPr>
                <w:noProof w:val="0"/>
              </w:rPr>
            </w:pPr>
            <w:r w:rsidRPr="00870ED0">
              <w:rPr>
                <w:noProof w:val="0"/>
              </w:rPr>
              <w:t>buffer = 00 81 F5 03 04 … F7</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7379C">
            <w:pPr>
              <w:pStyle w:val="TAC"/>
            </w:pPr>
          </w:p>
        </w:tc>
        <w:tc>
          <w:tcPr>
            <w:tcW w:w="4111" w:type="dxa"/>
            <w:tcBorders>
              <w:top w:val="nil"/>
              <w:left w:val="single" w:sz="4" w:space="0" w:color="auto"/>
              <w:bottom w:val="nil"/>
              <w:right w:val="single" w:sz="4" w:space="0" w:color="auto"/>
            </w:tcBorders>
          </w:tcPr>
          <w:p w:rsidR="00714EBB" w:rsidRPr="00870ED0" w:rsidRDefault="00714EBB" w:rsidP="00A7379C">
            <w:pPr>
              <w:pStyle w:val="TAH"/>
            </w:pPr>
            <w:r w:rsidRPr="00870ED0">
              <w:t>Successful call</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tag = 84h</w:t>
            </w:r>
          </w:p>
          <w:p w:rsidR="00714EBB" w:rsidRPr="00870ED0" w:rsidRDefault="00714EBB" w:rsidP="00A7379C">
            <w:pPr>
              <w:pStyle w:val="PL"/>
              <w:keepNext/>
              <w:keepLines/>
              <w:rPr>
                <w:noProof w:val="0"/>
              </w:rPr>
            </w:pPr>
            <w:r w:rsidRPr="00870ED0">
              <w:rPr>
                <w:noProof w:val="0"/>
              </w:rPr>
              <w:t xml:space="preserve">value1 = 00h </w:t>
            </w:r>
          </w:p>
          <w:p w:rsidR="00714EBB" w:rsidRPr="00870ED0" w:rsidRDefault="00714EBB" w:rsidP="00A7379C">
            <w:pPr>
              <w:pStyle w:val="PL"/>
              <w:keepNext/>
              <w:keepLines/>
              <w:rPr>
                <w:rFonts w:ascii="Courier" w:hAnsi="Courier"/>
                <w:b/>
                <w:noProof w:val="0"/>
              </w:rPr>
            </w:pPr>
            <w:r w:rsidRPr="00870ED0">
              <w:rPr>
                <w:noProof w:val="0"/>
              </w:rPr>
              <w:t>value2 = 01h 02h</w:t>
            </w:r>
          </w:p>
        </w:tc>
        <w:tc>
          <w:tcPr>
            <w:tcW w:w="2835" w:type="dxa"/>
            <w:tcBorders>
              <w:top w:val="nil"/>
              <w:left w:val="single" w:sz="4" w:space="0" w:color="auto"/>
              <w:bottom w:val="nil"/>
              <w:right w:val="single" w:sz="4" w:space="0" w:color="auto"/>
            </w:tcBorders>
          </w:tcPr>
          <w:p w:rsidR="00714EBB" w:rsidRPr="00870ED0" w:rsidRDefault="00714EBB" w:rsidP="00A7379C">
            <w:pPr>
              <w:pStyle w:val="TAL"/>
            </w:pPr>
          </w:p>
        </w:tc>
        <w:tc>
          <w:tcPr>
            <w:tcW w:w="2410" w:type="dxa"/>
            <w:tcBorders>
              <w:top w:val="nil"/>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Courier" w:hAnsi="Courier"/>
                <w:b/>
                <w:noProof w:val="0"/>
              </w:rPr>
            </w:pPr>
            <w:r w:rsidRPr="00870ED0">
              <w:rPr>
                <w:noProof w:val="0"/>
              </w:rPr>
              <w:t>compareBuffer = 00 81 F5 03 04 … F7 84 03 00 01 02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r>
    </w:tbl>
    <w:p w:rsidR="00714EBB" w:rsidRPr="00870ED0" w:rsidRDefault="00714EBB"/>
    <w:p w:rsidR="00714EBB" w:rsidRPr="00870ED0" w:rsidRDefault="00714EBB">
      <w:pPr>
        <w:pStyle w:val="Heading4"/>
      </w:pPr>
      <w:r w:rsidRPr="00870ED0">
        <w:t>5.2.4.27</w:t>
      </w:r>
      <w:r w:rsidRPr="00870ED0">
        <w:tab/>
        <w:t>Method appendTLV(byte tag, short value)</w:t>
      </w:r>
    </w:p>
    <w:p w:rsidR="00714EBB" w:rsidRPr="00870ED0" w:rsidRDefault="00714EBB">
      <w:r w:rsidRPr="00870ED0">
        <w:t>Test Area Reference: Api_2_Pah_Aptlbs</w:t>
      </w:r>
      <w:r w:rsidR="00A7379C" w:rsidRPr="00870ED0">
        <w:t>.</w:t>
      </w:r>
    </w:p>
    <w:p w:rsidR="00714EBB" w:rsidRPr="00870ED0" w:rsidRDefault="00714EBB" w:rsidP="00A7379C">
      <w:pPr>
        <w:pStyle w:val="Heading5"/>
      </w:pPr>
      <w:r w:rsidRPr="00870ED0">
        <w:t>5.2.</w:t>
      </w:r>
      <w:r w:rsidR="00A7379C" w:rsidRPr="00870ED0">
        <w:t>4.27.1</w:t>
      </w:r>
      <w:r w:rsidR="00A7379C"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short value)</w:t>
      </w:r>
    </w:p>
    <w:p w:rsidR="00714EBB" w:rsidRPr="00870ED0" w:rsidRDefault="00714EBB" w:rsidP="00A7379C">
      <w:pPr>
        <w:pStyle w:val="PL"/>
        <w:rPr>
          <w:noProof w:val="0"/>
        </w:rPr>
      </w:pPr>
      <w:r w:rsidRPr="00870ED0">
        <w:rPr>
          <w:noProof w:val="0"/>
        </w:rPr>
        <w:t xml:space="preserve">               throws ToolkitException </w:t>
      </w:r>
    </w:p>
    <w:p w:rsidR="00A7379C" w:rsidRPr="00870ED0" w:rsidRDefault="00A7379C" w:rsidP="00A7379C">
      <w:pPr>
        <w:pStyle w:val="PL"/>
        <w:rPr>
          <w:noProof w:val="0"/>
        </w:rPr>
      </w:pPr>
    </w:p>
    <w:p w:rsidR="00714EBB" w:rsidRPr="00870ED0" w:rsidRDefault="00714EBB">
      <w:pPr>
        <w:pStyle w:val="H6"/>
        <w:outlineLvl w:val="0"/>
      </w:pPr>
      <w:r w:rsidRPr="00870ED0">
        <w:t>5.2.4.27.1.1</w:t>
      </w:r>
      <w:r w:rsidRPr="00870ED0">
        <w:tab/>
        <w:t>Normal execution</w:t>
      </w:r>
    </w:p>
    <w:p w:rsidR="00714EBB" w:rsidRPr="00870ED0" w:rsidRDefault="00714EBB">
      <w:pPr>
        <w:pStyle w:val="B1"/>
      </w:pPr>
      <w:r w:rsidRPr="00870ED0">
        <w:t>CRRN1: Appends a TLV element to the current TLV list (2-byte or 1-short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5.2.4.27.1.2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t>5.2.4.27.1.3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7379C" w:rsidRPr="00870ED0">
        <w:t>.</w:t>
      </w:r>
    </w:p>
    <w:p w:rsidR="00714EBB" w:rsidRPr="00870ED0" w:rsidRDefault="00714EBB">
      <w:pPr>
        <w:pStyle w:val="B1"/>
      </w:pPr>
      <w:r w:rsidRPr="00870ED0">
        <w:t>CRRC2: if the EditHandler buffer is busy, a ToolkitException is thrown with reason code HANDLER_NOT_AVAILABLE</w:t>
      </w:r>
      <w:r w:rsidR="00A7379C" w:rsidRPr="00870ED0">
        <w:t>.</w:t>
      </w:r>
    </w:p>
    <w:p w:rsidR="00714EBB" w:rsidRPr="00870ED0" w:rsidRDefault="00714EBB" w:rsidP="00EB39BD">
      <w:pPr>
        <w:pStyle w:val="Heading5"/>
      </w:pPr>
      <w:r w:rsidRPr="00870ED0">
        <w:t>5.2.4.27.2</w:t>
      </w:r>
      <w:r w:rsidRPr="00870ED0">
        <w:tab/>
        <w:t>Test area files</w:t>
      </w:r>
    </w:p>
    <w:p w:rsidR="00714EBB" w:rsidRPr="00870ED0" w:rsidRDefault="00714EBB" w:rsidP="00EB39BD">
      <w:pPr>
        <w:keepNext/>
        <w:keepLines/>
      </w:pPr>
      <w:r w:rsidRPr="00870ED0">
        <w:t>Specific tr</w:t>
      </w:r>
      <w:r w:rsidR="00A7379C" w:rsidRPr="00870ED0">
        <w:t>iggering: Unrecognized Envelope:</w:t>
      </w:r>
    </w:p>
    <w:p w:rsidR="00714EBB" w:rsidRPr="00870ED0" w:rsidRDefault="00714EBB" w:rsidP="00EB39BD">
      <w:pPr>
        <w:pStyle w:val="EX"/>
        <w:keepNext/>
      </w:pPr>
      <w:r w:rsidRPr="00870ED0">
        <w:t>Test Source:</w:t>
      </w:r>
      <w:r w:rsidRPr="00870ED0">
        <w:tab/>
        <w:t>Test_Api_2_Pah_Aptlbs.java</w:t>
      </w:r>
      <w:r w:rsidR="00A7379C" w:rsidRPr="00870ED0">
        <w:t>.</w:t>
      </w:r>
    </w:p>
    <w:p w:rsidR="00714EBB" w:rsidRPr="00870ED0" w:rsidRDefault="00714EBB" w:rsidP="00EB39BD">
      <w:pPr>
        <w:pStyle w:val="EX"/>
        <w:keepNext/>
      </w:pPr>
      <w:r w:rsidRPr="00870ED0">
        <w:t>Test A</w:t>
      </w:r>
      <w:r w:rsidR="00A7379C" w:rsidRPr="00870ED0">
        <w:t xml:space="preserve">pplet: </w:t>
      </w:r>
      <w:r w:rsidR="00A7379C" w:rsidRPr="00870ED0">
        <w:tab/>
        <w:t>Api_2_Pah_Aptlbs_1.java.</w:t>
      </w:r>
    </w:p>
    <w:p w:rsidR="00714EBB" w:rsidRPr="00870ED0" w:rsidRDefault="00714EBB" w:rsidP="002854FB">
      <w:pPr>
        <w:pStyle w:val="EX"/>
      </w:pPr>
      <w:r w:rsidRPr="00870ED0">
        <w:t>Cap File:</w:t>
      </w:r>
      <w:r w:rsidRPr="00870ED0">
        <w:tab/>
        <w:t>api_2_pah_aptlbs.cap</w:t>
      </w:r>
      <w:r w:rsidR="00A7379C" w:rsidRPr="00870ED0">
        <w:t>.</w:t>
      </w:r>
    </w:p>
    <w:p w:rsidR="00714EBB" w:rsidRPr="00870ED0" w:rsidRDefault="00714EBB" w:rsidP="00A7379C">
      <w:pPr>
        <w:pStyle w:val="Heading5"/>
      </w:pPr>
      <w:r w:rsidRPr="00870ED0">
        <w:lastRenderedPageBreak/>
        <w:t>5.2.4.27.3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14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CRR number</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N1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N2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C1</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C2</w:t>
            </w:r>
          </w:p>
        </w:tc>
        <w:tc>
          <w:tcPr>
            <w:tcW w:w="314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t>Does not apply for Proactive Handler</w:t>
            </w:r>
          </w:p>
        </w:tc>
      </w:tr>
    </w:tbl>
    <w:p w:rsidR="00714EBB" w:rsidRPr="00870ED0" w:rsidRDefault="00714EBB" w:rsidP="00A7379C">
      <w:pPr>
        <w:keepNext/>
        <w:keepLines/>
      </w:pPr>
    </w:p>
    <w:p w:rsidR="00714EBB" w:rsidRPr="00870ED0" w:rsidRDefault="00714EBB" w:rsidP="00A7379C">
      <w:pPr>
        <w:pStyle w:val="Heading5"/>
      </w:pPr>
      <w:r w:rsidRPr="00870ED0">
        <w:t>5.2.4.27.4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TAH"/>
              <w:keepNext w:val="0"/>
              <w:keepLines w:val="0"/>
            </w:pPr>
            <w:r w:rsidRPr="00870ED0">
              <w:t xml:space="preserve"> Call the appendTLV() method</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 01h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02 00 01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 = FEh FFh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02 00 01 01 02 FE FF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7379C">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249</w:t>
            </w:r>
          </w:p>
          <w:p w:rsidR="00714EBB" w:rsidRPr="00870ED0" w:rsidRDefault="00714EBB">
            <w:pPr>
              <w:pStyle w:val="PL"/>
              <w:rPr>
                <w:noProof w:val="0"/>
              </w:rPr>
            </w:pPr>
            <w:r w:rsidRPr="00870ED0">
              <w:rPr>
                <w:noProof w:val="0"/>
              </w:rPr>
              <w:t>buffer = 00 81 F6 03 04 … F8</w:t>
            </w:r>
          </w:p>
        </w:tc>
        <w:tc>
          <w:tcPr>
            <w:tcW w:w="2835" w:type="dxa"/>
            <w:tcBorders>
              <w:top w:val="nil"/>
              <w:left w:val="single" w:sz="4" w:space="0" w:color="auto"/>
              <w:bottom w:val="nil"/>
              <w:right w:val="single" w:sz="4" w:space="0" w:color="auto"/>
            </w:tcBorders>
          </w:tcPr>
          <w:p w:rsidR="00714EBB" w:rsidRPr="00870ED0" w:rsidRDefault="00714EBB" w:rsidP="00A7379C">
            <w:pPr>
              <w:pStyle w:val="TAL"/>
            </w:pPr>
          </w:p>
        </w:tc>
        <w:tc>
          <w:tcPr>
            <w:tcW w:w="2410" w:type="dxa"/>
            <w:tcBorders>
              <w:top w:val="nil"/>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7379C">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 01h</w:t>
            </w:r>
          </w:p>
        </w:tc>
        <w:tc>
          <w:tcPr>
            <w:tcW w:w="2835" w:type="dxa"/>
            <w:tcBorders>
              <w:top w:val="nil"/>
              <w:left w:val="single" w:sz="4" w:space="0" w:color="auto"/>
              <w:bottom w:val="nil"/>
              <w:right w:val="single" w:sz="4" w:space="0" w:color="auto"/>
            </w:tcBorders>
          </w:tcPr>
          <w:p w:rsidR="00714EBB" w:rsidRPr="00870ED0" w:rsidRDefault="00714EBB" w:rsidP="00A7379C">
            <w:pPr>
              <w:pStyle w:val="TAL"/>
            </w:pPr>
          </w:p>
        </w:tc>
        <w:tc>
          <w:tcPr>
            <w:tcW w:w="2410" w:type="dxa"/>
            <w:tcBorders>
              <w:top w:val="nil"/>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7379C">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getLength()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nil"/>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7379C">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A7379C">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w:t>
            </w:r>
          </w:p>
          <w:p w:rsidR="00714EBB" w:rsidRPr="00870ED0" w:rsidRDefault="00714EBB">
            <w:pPr>
              <w:pStyle w:val="PL"/>
              <w:rPr>
                <w:noProof w:val="0"/>
              </w:rPr>
            </w:pPr>
            <w:r w:rsidRPr="00870ED0">
              <w:rPr>
                <w:noProof w:val="0"/>
              </w:rPr>
              <w:t>compareBuffer = 00 81 F6 03 04 … F8 84 02 00 01</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rsidP="00A7379C">
            <w:pPr>
              <w:pStyle w:val="TAC"/>
            </w:pPr>
          </w:p>
        </w:tc>
      </w:tr>
    </w:tbl>
    <w:p w:rsidR="00714EBB" w:rsidRPr="00870ED0" w:rsidRDefault="00714EBB"/>
    <w:p w:rsidR="00714EBB" w:rsidRPr="00870ED0" w:rsidRDefault="00714EBB" w:rsidP="00A7379C">
      <w:pPr>
        <w:pStyle w:val="Heading4"/>
      </w:pPr>
      <w:r w:rsidRPr="00870ED0">
        <w:lastRenderedPageBreak/>
        <w:t>5.2.4.28</w:t>
      </w:r>
      <w:r w:rsidRPr="00870ED0">
        <w:tab/>
        <w:t>Method appendTLV(byte t</w:t>
      </w:r>
      <w:r w:rsidR="00A7379C" w:rsidRPr="00870ED0">
        <w:t>ag, short value1, short value2)</w:t>
      </w:r>
    </w:p>
    <w:p w:rsidR="00714EBB" w:rsidRPr="00870ED0" w:rsidRDefault="00714EBB" w:rsidP="00A7379C">
      <w:pPr>
        <w:keepNext/>
        <w:keepLines/>
      </w:pPr>
      <w:r w:rsidRPr="00870ED0">
        <w:t>Test Area Reference: Api_2_Pah_Aptlbss</w:t>
      </w:r>
      <w:r w:rsidR="00A7379C" w:rsidRPr="00870ED0">
        <w:t>.</w:t>
      </w:r>
    </w:p>
    <w:p w:rsidR="00714EBB" w:rsidRPr="00870ED0" w:rsidRDefault="00714EBB" w:rsidP="00A7379C">
      <w:pPr>
        <w:pStyle w:val="Heading5"/>
      </w:pPr>
      <w:r w:rsidRPr="00870ED0">
        <w:t>5.2.</w:t>
      </w:r>
      <w:r w:rsidR="00A7379C" w:rsidRPr="00870ED0">
        <w:t>4.28.1</w:t>
      </w:r>
      <w:r w:rsidR="00A7379C" w:rsidRPr="00870ED0">
        <w:tab/>
        <w:t>Conformance requirements</w:t>
      </w:r>
    </w:p>
    <w:p w:rsidR="00714EBB" w:rsidRPr="00870ED0" w:rsidRDefault="00714EBB" w:rsidP="00A7379C">
      <w:pPr>
        <w:keepNext/>
        <w:keepLines/>
      </w:pPr>
      <w:r w:rsidRPr="00870ED0">
        <w:t>The method with following header shall be compliant to its definition in the API.</w:t>
      </w:r>
    </w:p>
    <w:p w:rsidR="00714EBB" w:rsidRPr="00870ED0" w:rsidRDefault="00714EBB" w:rsidP="00A7379C">
      <w:pPr>
        <w:pStyle w:val="PL"/>
        <w:keepNext/>
        <w:keepLines/>
        <w:rPr>
          <w:noProof w:val="0"/>
        </w:rPr>
      </w:pPr>
      <w:r w:rsidRPr="00870ED0">
        <w:rPr>
          <w:noProof w:val="0"/>
        </w:rPr>
        <w:t>public void appendTLV(byte tag,</w:t>
      </w:r>
    </w:p>
    <w:p w:rsidR="00714EBB" w:rsidRPr="00870ED0" w:rsidRDefault="00714EBB" w:rsidP="00A7379C">
      <w:pPr>
        <w:pStyle w:val="PL"/>
        <w:keepNext/>
        <w:keepLines/>
        <w:rPr>
          <w:noProof w:val="0"/>
        </w:rPr>
      </w:pPr>
      <w:r w:rsidRPr="00870ED0">
        <w:rPr>
          <w:noProof w:val="0"/>
        </w:rPr>
        <w:t xml:space="preserve">                      short value1,</w:t>
      </w:r>
    </w:p>
    <w:p w:rsidR="00714EBB" w:rsidRPr="00870ED0" w:rsidRDefault="00714EBB" w:rsidP="00A7379C">
      <w:pPr>
        <w:pStyle w:val="PL"/>
        <w:keepNext/>
        <w:keepLines/>
        <w:rPr>
          <w:noProof w:val="0"/>
        </w:rPr>
      </w:pPr>
      <w:r w:rsidRPr="00870ED0">
        <w:rPr>
          <w:noProof w:val="0"/>
        </w:rPr>
        <w:t xml:space="preserve">                      short value2)</w:t>
      </w:r>
    </w:p>
    <w:p w:rsidR="00714EBB" w:rsidRPr="00870ED0" w:rsidRDefault="00714EBB" w:rsidP="00A7379C">
      <w:pPr>
        <w:pStyle w:val="PL"/>
        <w:keepNext/>
        <w:keepLines/>
        <w:rPr>
          <w:noProof w:val="0"/>
        </w:rPr>
      </w:pPr>
      <w:r w:rsidRPr="00870ED0">
        <w:rPr>
          <w:noProof w:val="0"/>
        </w:rPr>
        <w:t xml:space="preserve">               throws ToolkitException</w:t>
      </w:r>
    </w:p>
    <w:p w:rsidR="00A7379C" w:rsidRPr="00870ED0" w:rsidRDefault="00A7379C" w:rsidP="00A7379C">
      <w:pPr>
        <w:pStyle w:val="PL"/>
        <w:keepNext/>
        <w:keepLines/>
        <w:rPr>
          <w:noProof w:val="0"/>
        </w:rPr>
      </w:pPr>
    </w:p>
    <w:p w:rsidR="00714EBB" w:rsidRPr="00870ED0" w:rsidRDefault="00714EBB">
      <w:pPr>
        <w:pStyle w:val="H6"/>
      </w:pPr>
      <w:r w:rsidRPr="00870ED0">
        <w:t>5.2. 4.28.1.1</w:t>
      </w:r>
      <w:r w:rsidRPr="00870ED0">
        <w:tab/>
        <w:t>Normal execution</w:t>
      </w:r>
    </w:p>
    <w:p w:rsidR="00714EBB" w:rsidRPr="00870ED0" w:rsidRDefault="00714EBB">
      <w:pPr>
        <w:pStyle w:val="B1"/>
      </w:pPr>
      <w:r w:rsidRPr="00870ED0">
        <w:t>CRRN1: Appends a TLV element to the current TLV list (4-byte element(2-short)).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5.2.4.28.1.2</w:t>
      </w:r>
      <w:r w:rsidRPr="00870ED0">
        <w:tab/>
        <w:t>Parameter errors</w:t>
      </w:r>
    </w:p>
    <w:p w:rsidR="00714EBB" w:rsidRPr="00870ED0" w:rsidRDefault="00714EBB">
      <w:r w:rsidRPr="00870ED0">
        <w:t>No requirements</w:t>
      </w:r>
      <w:r w:rsidR="00A7379C" w:rsidRPr="00870ED0">
        <w:t>.</w:t>
      </w:r>
    </w:p>
    <w:p w:rsidR="00714EBB" w:rsidRPr="00870ED0" w:rsidRDefault="00714EBB">
      <w:pPr>
        <w:pStyle w:val="H6"/>
        <w:outlineLvl w:val="0"/>
      </w:pPr>
      <w:r w:rsidRPr="00870ED0">
        <w:t>5.2.4.28.1.3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7379C" w:rsidRPr="00870ED0">
        <w:t>.</w:t>
      </w:r>
    </w:p>
    <w:p w:rsidR="00714EBB" w:rsidRPr="00870ED0" w:rsidRDefault="00714EBB">
      <w:pPr>
        <w:pStyle w:val="B1"/>
      </w:pPr>
      <w:r w:rsidRPr="00870ED0">
        <w:t>CRRC2: if the EditHandler buffer is busy, a ToolkitException is thrown with reason code HANDLER_NOT_AVAILABLE</w:t>
      </w:r>
      <w:r w:rsidR="00A7379C" w:rsidRPr="00870ED0">
        <w:t>.</w:t>
      </w:r>
    </w:p>
    <w:p w:rsidR="00714EBB" w:rsidRPr="00870ED0" w:rsidRDefault="00714EBB" w:rsidP="00A7379C">
      <w:pPr>
        <w:pStyle w:val="Heading5"/>
      </w:pPr>
      <w:r w:rsidRPr="00870ED0">
        <w:t>5.2.4.28.2</w:t>
      </w:r>
      <w:r w:rsidRPr="00870ED0">
        <w:tab/>
        <w:t>Test area files</w:t>
      </w:r>
    </w:p>
    <w:p w:rsidR="00714EBB" w:rsidRPr="00870ED0" w:rsidRDefault="00714EBB">
      <w:r w:rsidRPr="00870ED0">
        <w:t>Specific tr</w:t>
      </w:r>
      <w:r w:rsidR="00A7379C" w:rsidRPr="00870ED0">
        <w:t>iggering: Unrecognized Envelope:</w:t>
      </w:r>
    </w:p>
    <w:p w:rsidR="00714EBB" w:rsidRPr="00870ED0" w:rsidRDefault="00714EBB" w:rsidP="002854FB">
      <w:pPr>
        <w:pStyle w:val="EX"/>
      </w:pPr>
      <w:r w:rsidRPr="00870ED0">
        <w:t>Test Source:</w:t>
      </w:r>
      <w:r w:rsidRPr="00870ED0">
        <w:tab/>
        <w:t>Test_Api_2_Pah_Aptlbss.java</w:t>
      </w:r>
      <w:r w:rsidR="00A7379C" w:rsidRPr="00870ED0">
        <w:t>.</w:t>
      </w:r>
    </w:p>
    <w:p w:rsidR="00714EBB" w:rsidRPr="00870ED0" w:rsidRDefault="00714EBB" w:rsidP="002854FB">
      <w:pPr>
        <w:pStyle w:val="EX"/>
      </w:pPr>
      <w:r w:rsidRPr="00870ED0">
        <w:t xml:space="preserve">Test Applet: </w:t>
      </w:r>
      <w:r w:rsidRPr="00870ED0">
        <w:tab/>
        <w:t>Ap</w:t>
      </w:r>
      <w:r w:rsidR="00A7379C" w:rsidRPr="00870ED0">
        <w:t>i_2_Pah_Aptlbss_1.java.</w:t>
      </w:r>
    </w:p>
    <w:p w:rsidR="00714EBB" w:rsidRPr="00870ED0" w:rsidRDefault="00714EBB" w:rsidP="002854FB">
      <w:pPr>
        <w:pStyle w:val="EX"/>
      </w:pPr>
      <w:r w:rsidRPr="00870ED0">
        <w:t>Cap File:</w:t>
      </w:r>
      <w:r w:rsidRPr="00870ED0">
        <w:tab/>
        <w:t>api_2_pah_aptlbss.cap</w:t>
      </w:r>
      <w:r w:rsidR="00A7379C" w:rsidRPr="00870ED0">
        <w:t>.</w:t>
      </w:r>
    </w:p>
    <w:p w:rsidR="00714EBB" w:rsidRPr="00870ED0" w:rsidRDefault="00714EBB" w:rsidP="00A7379C">
      <w:pPr>
        <w:pStyle w:val="Heading5"/>
      </w:pPr>
      <w:r w:rsidRPr="00870ED0">
        <w:t>5.2.4.28.3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Handler</w:t>
            </w:r>
          </w:p>
        </w:tc>
      </w:tr>
    </w:tbl>
    <w:p w:rsidR="00714EBB" w:rsidRPr="00870ED0" w:rsidRDefault="00714EBB" w:rsidP="00A7379C"/>
    <w:p w:rsidR="00714EBB" w:rsidRPr="00870ED0" w:rsidRDefault="00714EBB" w:rsidP="00A7379C">
      <w:pPr>
        <w:pStyle w:val="Heading5"/>
      </w:pPr>
      <w:r w:rsidRPr="00870ED0">
        <w:t>5.2.4.28.4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Handler Overflow exception: </w:t>
            </w:r>
          </w:p>
          <w:p w:rsidR="00714EBB" w:rsidRPr="00870ED0" w:rsidRDefault="00714EBB">
            <w:pPr>
              <w:pStyle w:val="TAH"/>
              <w:keepNext w:val="0"/>
              <w:keepLines w:val="0"/>
            </w:pPr>
            <w:r w:rsidRPr="00870ED0">
              <w:t>Call the appendTLV() method</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7379C">
            <w:pPr>
              <w:pStyle w:val="TAC"/>
            </w:pPr>
            <w:r w:rsidRPr="00870ED0">
              <w:lastRenderedPageBreak/>
              <w:t>3</w:t>
            </w:r>
          </w:p>
        </w:tc>
        <w:tc>
          <w:tcPr>
            <w:tcW w:w="4111" w:type="dxa"/>
            <w:tcBorders>
              <w:top w:val="single" w:sz="4" w:space="0" w:color="auto"/>
              <w:left w:val="single" w:sz="4" w:space="0" w:color="auto"/>
              <w:bottom w:val="nil"/>
              <w:right w:val="single" w:sz="4" w:space="0" w:color="auto"/>
            </w:tcBorders>
          </w:tcPr>
          <w:p w:rsidR="00714EBB" w:rsidRPr="00870ED0" w:rsidRDefault="00714EBB" w:rsidP="00A7379C">
            <w:pPr>
              <w:pStyle w:val="TAH"/>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 01h</w:t>
            </w:r>
          </w:p>
          <w:p w:rsidR="00714EBB" w:rsidRPr="00870ED0" w:rsidRDefault="00714EBB">
            <w:pPr>
              <w:pStyle w:val="PL"/>
              <w:rPr>
                <w:noProof w:val="0"/>
              </w:rPr>
            </w:pPr>
            <w:r w:rsidRPr="00870ED0">
              <w:rPr>
                <w:noProof w:val="0"/>
              </w:rPr>
              <w:t>value2 = 02h 03h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04 00 01 02 03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 FDh</w:t>
            </w:r>
          </w:p>
          <w:p w:rsidR="00714EBB" w:rsidRPr="00870ED0" w:rsidRDefault="00714EBB">
            <w:pPr>
              <w:pStyle w:val="PL"/>
              <w:rPr>
                <w:noProof w:val="0"/>
              </w:rPr>
            </w:pPr>
            <w:r w:rsidRPr="00870ED0">
              <w:rPr>
                <w:noProof w:val="0"/>
              </w:rPr>
              <w:t>value2 = FCh FBh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04 00 01 02 03 01 04 FE FD FC FB</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247</w:t>
            </w:r>
          </w:p>
          <w:p w:rsidR="00714EBB" w:rsidRPr="00870ED0" w:rsidRDefault="00714EBB">
            <w:pPr>
              <w:pStyle w:val="PL"/>
              <w:rPr>
                <w:noProof w:val="0"/>
              </w:rPr>
            </w:pPr>
            <w:r w:rsidRPr="00870ED0">
              <w:rPr>
                <w:noProof w:val="0"/>
              </w:rPr>
              <w:t>buffer = 00 81 F4 03 04 … F6</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7379C">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 xml:space="preserve">value1 = 00h 01h </w:t>
            </w:r>
          </w:p>
          <w:p w:rsidR="00714EBB" w:rsidRPr="00870ED0" w:rsidRDefault="00714EBB">
            <w:pPr>
              <w:pStyle w:val="PL"/>
              <w:rPr>
                <w:rFonts w:ascii="Courier" w:hAnsi="Courier"/>
                <w:b/>
                <w:noProof w:val="0"/>
              </w:rPr>
            </w:pPr>
            <w:r w:rsidRPr="00870ED0">
              <w:rPr>
                <w:noProof w:val="0"/>
              </w:rPr>
              <w:t>value2 = 02h 03h</w:t>
            </w:r>
          </w:p>
        </w:tc>
        <w:tc>
          <w:tcPr>
            <w:tcW w:w="2835" w:type="dxa"/>
            <w:tcBorders>
              <w:top w:val="nil"/>
              <w:left w:val="single" w:sz="4" w:space="0" w:color="auto"/>
              <w:bottom w:val="nil"/>
              <w:right w:val="single" w:sz="4" w:space="0" w:color="auto"/>
            </w:tcBorders>
          </w:tcPr>
          <w:p w:rsidR="00714EBB" w:rsidRPr="00870ED0" w:rsidRDefault="00714EBB" w:rsidP="00A7379C">
            <w:pPr>
              <w:pStyle w:val="TAL"/>
            </w:pPr>
          </w:p>
        </w:tc>
        <w:tc>
          <w:tcPr>
            <w:tcW w:w="2410" w:type="dxa"/>
            <w:tcBorders>
              <w:top w:val="nil"/>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7379C">
            <w:pPr>
              <w:pStyle w:val="TAC"/>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Courier" w:hAnsi="Courier"/>
                <w:b/>
                <w:noProof w:val="0"/>
              </w:rPr>
            </w:pPr>
            <w:r w:rsidRPr="00870ED0">
              <w:rPr>
                <w:noProof w:val="0"/>
              </w:rPr>
              <w:t>compareBuffer = 00 81 F4 03 04 … F6 84 04 00 01 02 03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7379C">
            <w:pPr>
              <w:pStyle w:val="TAC"/>
            </w:pPr>
          </w:p>
        </w:tc>
      </w:tr>
    </w:tbl>
    <w:p w:rsidR="00714EBB" w:rsidRPr="00870ED0" w:rsidRDefault="00714EBB"/>
    <w:p w:rsidR="00714EBB" w:rsidRPr="00870ED0" w:rsidRDefault="00714EBB">
      <w:pPr>
        <w:pStyle w:val="Heading4"/>
      </w:pPr>
      <w:r w:rsidRPr="00870ED0">
        <w:t>5.2.4.29</w:t>
      </w:r>
      <w:r w:rsidRPr="00870ED0">
        <w:tab/>
        <w:t>Method appendTLV(byte tag, byte[] value1, short value1Offset, short value1Length, byte[] value2, short value2Offset, short value2Length)</w:t>
      </w:r>
    </w:p>
    <w:p w:rsidR="00714EBB" w:rsidRPr="00870ED0" w:rsidRDefault="00714EBB">
      <w:r w:rsidRPr="00870ED0">
        <w:t>Test Area Reference: Api_2_Pah_Aptlb_Bss_Bss</w:t>
      </w:r>
      <w:r w:rsidR="00A7379C" w:rsidRPr="00870ED0">
        <w:t>.</w:t>
      </w:r>
    </w:p>
    <w:p w:rsidR="00714EBB" w:rsidRPr="00870ED0" w:rsidRDefault="00714EBB" w:rsidP="00A7379C">
      <w:pPr>
        <w:pStyle w:val="Heading5"/>
      </w:pPr>
      <w:r w:rsidRPr="00870ED0">
        <w:t>5.2.</w:t>
      </w:r>
      <w:r w:rsidR="00A7379C" w:rsidRPr="00870ED0">
        <w:t>4.29.1</w:t>
      </w:r>
      <w:r w:rsidR="00A7379C"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short value1Offset,</w:t>
      </w:r>
    </w:p>
    <w:p w:rsidR="00714EBB" w:rsidRPr="00870ED0" w:rsidRDefault="00714EBB">
      <w:pPr>
        <w:pStyle w:val="PL"/>
        <w:rPr>
          <w:noProof w:val="0"/>
        </w:rPr>
      </w:pPr>
      <w:r w:rsidRPr="00870ED0">
        <w:rPr>
          <w:noProof w:val="0"/>
        </w:rPr>
        <w:t xml:space="preserve">                      short value1Length,</w:t>
      </w:r>
    </w:p>
    <w:p w:rsidR="00714EBB" w:rsidRPr="00870ED0" w:rsidRDefault="00714EBB">
      <w:pPr>
        <w:pStyle w:val="PL"/>
        <w:rPr>
          <w:noProof w:val="0"/>
        </w:rPr>
      </w:pPr>
      <w:r w:rsidRPr="00870ED0">
        <w:rPr>
          <w:noProof w:val="0"/>
        </w:rPr>
        <w:t xml:space="preserve">                      byte[] value2,</w:t>
      </w:r>
    </w:p>
    <w:p w:rsidR="00714EBB" w:rsidRPr="00870ED0" w:rsidRDefault="00714EBB">
      <w:pPr>
        <w:pStyle w:val="PL"/>
        <w:rPr>
          <w:noProof w:val="0"/>
        </w:rPr>
      </w:pPr>
      <w:r w:rsidRPr="00870ED0">
        <w:rPr>
          <w:noProof w:val="0"/>
        </w:rPr>
        <w:t xml:space="preserve">                      short value2Offset,</w:t>
      </w:r>
    </w:p>
    <w:p w:rsidR="00714EBB" w:rsidRPr="00870ED0" w:rsidRDefault="00714EBB">
      <w:pPr>
        <w:pStyle w:val="PL"/>
        <w:rPr>
          <w:noProof w:val="0"/>
        </w:rPr>
      </w:pPr>
      <w:r w:rsidRPr="00870ED0">
        <w:rPr>
          <w:noProof w:val="0"/>
        </w:rPr>
        <w:t xml:space="preserve">                      short value2Length)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A7379C" w:rsidRPr="00870ED0" w:rsidRDefault="00A7379C">
      <w:pPr>
        <w:pStyle w:val="PL"/>
        <w:rPr>
          <w:noProof w:val="0"/>
        </w:rPr>
      </w:pPr>
    </w:p>
    <w:p w:rsidR="00714EBB" w:rsidRPr="00870ED0" w:rsidRDefault="00714EBB">
      <w:pPr>
        <w:pStyle w:val="H6"/>
        <w:outlineLvl w:val="0"/>
      </w:pPr>
      <w:r w:rsidRPr="00870ED0">
        <w:t xml:space="preserve"> 5.2.4.29.1.1</w:t>
      </w:r>
      <w:r w:rsidRPr="00870ED0">
        <w:tab/>
        <w:t>Normal execution</w:t>
      </w:r>
    </w:p>
    <w:p w:rsidR="00714EBB" w:rsidRPr="00870ED0" w:rsidRDefault="00714EBB">
      <w:pPr>
        <w:pStyle w:val="B1"/>
      </w:pPr>
      <w:r w:rsidRPr="00870ED0">
        <w:t>CRRN1: Appends a TLV element to the current TLV list (2 byte arrays format).</w:t>
      </w:r>
    </w:p>
    <w:p w:rsidR="00714EBB" w:rsidRPr="00870ED0" w:rsidRDefault="00714EBB">
      <w:pPr>
        <w:pStyle w:val="B1"/>
      </w:pPr>
      <w:r w:rsidRPr="00870ED0">
        <w:t>CRRN2: A successful append does not modify the TLV selected.</w:t>
      </w:r>
    </w:p>
    <w:p w:rsidR="00714EBB" w:rsidRPr="00870ED0" w:rsidRDefault="00714EBB" w:rsidP="00A7379C">
      <w:pPr>
        <w:pStyle w:val="H6"/>
        <w:outlineLvl w:val="0"/>
      </w:pPr>
      <w:r w:rsidRPr="00870ED0">
        <w:lastRenderedPageBreak/>
        <w:t>5.2.4.29.1.2</w:t>
      </w:r>
      <w:r w:rsidRPr="00870ED0">
        <w:tab/>
        <w:t>Parameter errors</w:t>
      </w:r>
    </w:p>
    <w:p w:rsidR="00714EBB" w:rsidRPr="00870ED0" w:rsidRDefault="00714EBB" w:rsidP="00A7379C">
      <w:pPr>
        <w:pStyle w:val="B1"/>
        <w:keepNext/>
        <w:keepLines/>
      </w:pPr>
      <w:r w:rsidRPr="00870ED0">
        <w:t>CRRP1: If value1 or value2 is null, a NullPointerException is thrown</w:t>
      </w:r>
      <w:r w:rsidR="00A7379C" w:rsidRPr="00870ED0">
        <w:t>.</w:t>
      </w:r>
    </w:p>
    <w:p w:rsidR="00714EBB" w:rsidRPr="00870ED0" w:rsidRDefault="00714EBB" w:rsidP="00A7379C">
      <w:pPr>
        <w:pStyle w:val="B1"/>
        <w:keepNext/>
        <w:keepLines/>
      </w:pPr>
      <w:r w:rsidRPr="00870ED0">
        <w:t>CRRP2: If value1Offset or value1Length or both would cause access outside value1 array bounds, or if value1Length is negative, an ArrayInde</w:t>
      </w:r>
      <w:r w:rsidR="00A7379C" w:rsidRPr="00870ED0">
        <w:t>xOutOfBoundsException is thrown.</w:t>
      </w:r>
    </w:p>
    <w:p w:rsidR="00714EBB" w:rsidRPr="00870ED0" w:rsidRDefault="00714EBB" w:rsidP="00A7379C">
      <w:pPr>
        <w:pStyle w:val="B1"/>
        <w:keepNext/>
        <w:keepLines/>
      </w:pPr>
      <w:r w:rsidRPr="00870ED0">
        <w:t>CRRP3: If value2Offset or value2Length or both would cause access outside value2 array bounds, or if value2Length is negative, an ArrayIndexOutOfBoundsException is thrown</w:t>
      </w:r>
      <w:r w:rsidR="00A7379C" w:rsidRPr="00870ED0">
        <w:t>.</w:t>
      </w:r>
    </w:p>
    <w:p w:rsidR="00714EBB" w:rsidRPr="00870ED0" w:rsidRDefault="00714EBB">
      <w:pPr>
        <w:pStyle w:val="H6"/>
        <w:outlineLvl w:val="0"/>
      </w:pPr>
      <w:r w:rsidRPr="00870ED0">
        <w:t>5.2.4.29.1.3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A7379C" w:rsidRPr="00870ED0">
        <w:t>.</w:t>
      </w:r>
    </w:p>
    <w:p w:rsidR="00714EBB" w:rsidRPr="00870ED0" w:rsidRDefault="00714EBB">
      <w:pPr>
        <w:pStyle w:val="B1"/>
      </w:pPr>
      <w:r w:rsidRPr="00870ED0">
        <w:t>CRRC2: if the EditHandler buffer is busy, a ToolkitException is thrown with reason code HANDLER_NOT_AVAILABLE</w:t>
      </w:r>
      <w:r w:rsidR="00A7379C" w:rsidRPr="00870ED0">
        <w:t>.</w:t>
      </w:r>
    </w:p>
    <w:p w:rsidR="00714EBB" w:rsidRPr="00870ED0" w:rsidRDefault="00714EBB">
      <w:pPr>
        <w:pStyle w:val="B1"/>
      </w:pPr>
      <w:r w:rsidRPr="00870ED0">
        <w:t>CRRC3: If value1Length or value2Length is greater than 255, a ToolkitException is thrown with reason code BAD_INPUT_PARAMETER</w:t>
      </w:r>
      <w:r w:rsidR="00A7379C" w:rsidRPr="00870ED0">
        <w:t>.</w:t>
      </w:r>
    </w:p>
    <w:p w:rsidR="00714EBB" w:rsidRPr="00870ED0" w:rsidRDefault="00714EBB" w:rsidP="00A7379C">
      <w:pPr>
        <w:pStyle w:val="Heading5"/>
      </w:pPr>
      <w:r w:rsidRPr="00870ED0">
        <w:t>5.2.4.29.2</w:t>
      </w:r>
      <w:r w:rsidRPr="00870ED0">
        <w:tab/>
        <w:t>Test area files</w:t>
      </w:r>
    </w:p>
    <w:p w:rsidR="00714EBB" w:rsidRPr="00870ED0" w:rsidRDefault="00714EBB" w:rsidP="002854FB">
      <w:pPr>
        <w:pStyle w:val="EX"/>
      </w:pPr>
      <w:r w:rsidRPr="00870ED0">
        <w:t>Test Source:</w:t>
      </w:r>
      <w:r w:rsidRPr="00870ED0">
        <w:tab/>
        <w:t>Test_Api_2_Pah_Aptlb_Bss_Bss.java</w:t>
      </w:r>
      <w:r w:rsidR="00A7379C" w:rsidRPr="00870ED0">
        <w:t>.</w:t>
      </w:r>
    </w:p>
    <w:p w:rsidR="00714EBB" w:rsidRPr="00870ED0" w:rsidRDefault="00714EBB" w:rsidP="002854FB">
      <w:pPr>
        <w:pStyle w:val="EX"/>
      </w:pPr>
      <w:r w:rsidRPr="00870ED0">
        <w:t xml:space="preserve">Test Applet: </w:t>
      </w:r>
      <w:r w:rsidR="00A7379C" w:rsidRPr="00870ED0">
        <w:tab/>
        <w:t>Api_2_Pah_Aptlb_Bss_Bss_1.java.</w:t>
      </w:r>
    </w:p>
    <w:p w:rsidR="00714EBB" w:rsidRPr="00870ED0" w:rsidRDefault="00714EBB" w:rsidP="002854FB">
      <w:pPr>
        <w:pStyle w:val="EX"/>
      </w:pPr>
      <w:r w:rsidRPr="00870ED0">
        <w:t>Cap File:</w:t>
      </w:r>
      <w:r w:rsidRPr="00870ED0">
        <w:tab/>
        <w:t>api_2_pah_aptlb_bss_bss.cap</w:t>
      </w:r>
      <w:r w:rsidR="00A7379C" w:rsidRPr="00870ED0">
        <w:t>.</w:t>
      </w:r>
    </w:p>
    <w:p w:rsidR="00714EBB" w:rsidRPr="00870ED0" w:rsidRDefault="00714EBB" w:rsidP="00A7379C">
      <w:pPr>
        <w:pStyle w:val="Heading5"/>
      </w:pPr>
      <w:r w:rsidRPr="00870ED0">
        <w:t>5.2.4.29.3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18, 19, 20, 21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 xml:space="preserve"> 3, 4, 5, 6, 7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8, 9, 10, 11, 12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14, 15</w:t>
            </w:r>
          </w:p>
        </w:tc>
      </w:tr>
    </w:tbl>
    <w:p w:rsidR="00A7379C" w:rsidRPr="00870ED0" w:rsidRDefault="00A7379C" w:rsidP="00A7379C"/>
    <w:p w:rsidR="00714EBB" w:rsidRPr="00870ED0" w:rsidRDefault="00A7379C" w:rsidP="00A7379C">
      <w:pPr>
        <w:pStyle w:val="Heading5"/>
      </w:pPr>
      <w:r w:rsidRPr="00870ED0">
        <w:t>5.2.</w:t>
      </w:r>
      <w:r w:rsidR="00714EBB" w:rsidRPr="00870ED0">
        <w:t>4.29.4</w:t>
      </w:r>
      <w:r w:rsidR="00714EBB"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value1</w:t>
            </w:r>
          </w:p>
          <w:p w:rsidR="00714EBB" w:rsidRPr="00870ED0" w:rsidRDefault="00714EBB">
            <w:pPr>
              <w:pStyle w:val="PL"/>
              <w:rPr>
                <w:noProof w:val="0"/>
              </w:rPr>
            </w:pPr>
            <w:r w:rsidRPr="00870ED0">
              <w:rPr>
                <w:noProof w:val="0"/>
              </w:rPr>
              <w:t>appendTLV()</w:t>
            </w:r>
          </w:p>
          <w:p w:rsidR="00714EBB" w:rsidRPr="00870ED0" w:rsidRDefault="00714EBB">
            <w:pPr>
              <w:pStyle w:val="TAH"/>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value2</w:t>
            </w:r>
          </w:p>
          <w:p w:rsidR="00714EBB" w:rsidRPr="00870ED0" w:rsidRDefault="00714EBB">
            <w:pPr>
              <w:pStyle w:val="PL"/>
              <w:rPr>
                <w:noProof w:val="0"/>
              </w:rPr>
            </w:pPr>
            <w:r w:rsidRPr="00870ED0">
              <w:rPr>
                <w:noProof w:val="0"/>
              </w:rPr>
              <w:t>appendTLV()</w:t>
            </w:r>
          </w:p>
          <w:p w:rsidR="00714EBB" w:rsidRPr="00870ED0" w:rsidRDefault="00714EBB">
            <w:pPr>
              <w:pStyle w:val="TAH"/>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Value1Offset </w:t>
            </w:r>
            <w:r w:rsidRPr="00870ED0">
              <w:sym w:font="Symbol" w:char="00B3"/>
            </w:r>
            <w:r w:rsidRPr="00870ED0">
              <w:t xml:space="preserve">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5</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Value1Offset &lt; 0</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value1.length = 5</w:t>
            </w:r>
          </w:p>
          <w:p w:rsidR="00714EBB" w:rsidRPr="00870ED0" w:rsidRDefault="00714EBB" w:rsidP="00A7379C">
            <w:pPr>
              <w:pStyle w:val="PL"/>
              <w:keepNext/>
              <w:keepLines/>
              <w:rPr>
                <w:noProof w:val="0"/>
              </w:rPr>
            </w:pPr>
            <w:r w:rsidRPr="00870ED0">
              <w:rPr>
                <w:noProof w:val="0"/>
              </w:rPr>
              <w:t>value1Offset = -1</w:t>
            </w:r>
          </w:p>
          <w:p w:rsidR="00714EBB" w:rsidRPr="00870ED0" w:rsidRDefault="00714EBB" w:rsidP="00A7379C">
            <w:pPr>
              <w:pStyle w:val="PL"/>
              <w:keepNext/>
              <w:keepLines/>
              <w:rPr>
                <w:noProof w:val="0"/>
              </w:rPr>
            </w:pPr>
            <w:r w:rsidRPr="00870ED0">
              <w:rPr>
                <w:noProof w:val="0"/>
              </w:rPr>
              <w:t>value1Length = 1</w:t>
            </w:r>
          </w:p>
          <w:p w:rsidR="00714EBB" w:rsidRPr="00870ED0" w:rsidRDefault="00714EBB" w:rsidP="00A7379C">
            <w:pPr>
              <w:pStyle w:val="PL"/>
              <w:keepNext/>
              <w:keepLines/>
              <w:rPr>
                <w:noProof w:val="0"/>
              </w:rPr>
            </w:pPr>
            <w:r w:rsidRPr="00870ED0">
              <w:rPr>
                <w:noProof w:val="0"/>
              </w:rPr>
              <w:t>value2.length = 5</w:t>
            </w:r>
          </w:p>
          <w:p w:rsidR="00714EBB" w:rsidRPr="00870ED0" w:rsidRDefault="00714EBB" w:rsidP="00A7379C">
            <w:pPr>
              <w:pStyle w:val="PL"/>
              <w:keepNext/>
              <w:keepLines/>
              <w:rPr>
                <w:noProof w:val="0"/>
              </w:rPr>
            </w:pPr>
            <w:r w:rsidRPr="00870ED0">
              <w:rPr>
                <w:noProof w:val="0"/>
              </w:rPr>
              <w:t>value2Offset = 0</w:t>
            </w:r>
          </w:p>
          <w:p w:rsidR="00714EBB" w:rsidRPr="00870ED0" w:rsidRDefault="00714EBB" w:rsidP="00A7379C">
            <w:pPr>
              <w:pStyle w:val="TAH"/>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Value1Length &gt;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6</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Value1Offset + value1Length &gt;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3</w:t>
            </w:r>
          </w:p>
          <w:p w:rsidR="00714EBB" w:rsidRPr="00870ED0" w:rsidRDefault="00714EBB">
            <w:pPr>
              <w:pStyle w:val="PL"/>
              <w:rPr>
                <w:noProof w:val="0"/>
              </w:rPr>
            </w:pPr>
            <w:r w:rsidRPr="00870ED0">
              <w:rPr>
                <w:noProof w:val="0"/>
              </w:rPr>
              <w:t>value1Length = 3</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Value1Length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Value2Offset </w:t>
            </w:r>
            <w:r w:rsidRPr="00870ED0">
              <w:sym w:font="Symbol" w:char="00B3"/>
            </w:r>
            <w:r w:rsidRPr="00870ED0">
              <w:t xml:space="preserve">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5</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-1</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 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3</w:t>
            </w:r>
          </w:p>
          <w:p w:rsidR="00714EBB" w:rsidRPr="00870ED0" w:rsidRDefault="00714EBB">
            <w:pPr>
              <w:pStyle w:val="TAH"/>
              <w:keepNext w:val="0"/>
              <w:keepLines w:val="0"/>
              <w:jc w:val="left"/>
            </w:pPr>
            <w:r w:rsidRPr="00870ED0">
              <w:rPr>
                <w:rFonts w:ascii="Courier New" w:hAnsi="Courier New"/>
                <w:b w:val="0"/>
                <w:sz w:val="16"/>
              </w:rPr>
              <w:t>Value2Length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C"/>
            </w:pPr>
            <w:r w:rsidRPr="00870ED0">
              <w:lastRenderedPageBreak/>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H"/>
            </w:pPr>
            <w:r w:rsidRPr="00870ED0">
              <w:t>Handler overflow exception</w:t>
            </w:r>
          </w:p>
          <w:p w:rsidR="00714EBB" w:rsidRPr="00870ED0" w:rsidRDefault="00714EBB" w:rsidP="00A7379C">
            <w:pPr>
              <w:pStyle w:val="PL"/>
              <w:keepNext/>
              <w:keepLines/>
              <w:rPr>
                <w:noProof w:val="0"/>
              </w:rPr>
            </w:pPr>
            <w:r w:rsidRPr="00870ED0">
              <w:rPr>
                <w:noProof w:val="0"/>
              </w:rPr>
              <w:t>Call the appendArray() method, length = getCapacity()-1</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Value1.length = 256</w:t>
            </w:r>
          </w:p>
          <w:p w:rsidR="00714EBB" w:rsidRPr="00870ED0" w:rsidRDefault="00714EBB" w:rsidP="00A7379C">
            <w:pPr>
              <w:pStyle w:val="PL"/>
              <w:keepNext/>
              <w:keepLines/>
              <w:rPr>
                <w:noProof w:val="0"/>
              </w:rPr>
            </w:pPr>
            <w:r w:rsidRPr="00870ED0">
              <w:rPr>
                <w:noProof w:val="0"/>
              </w:rPr>
              <w:t>Value1Offset = 0</w:t>
            </w:r>
          </w:p>
          <w:p w:rsidR="00714EBB" w:rsidRPr="00870ED0" w:rsidRDefault="00714EBB" w:rsidP="00A7379C">
            <w:pPr>
              <w:pStyle w:val="PL"/>
              <w:keepNext/>
              <w:keepLines/>
              <w:rPr>
                <w:noProof w:val="0"/>
              </w:rPr>
            </w:pPr>
            <w:r w:rsidRPr="00870ED0">
              <w:rPr>
                <w:noProof w:val="0"/>
              </w:rPr>
              <w:t>Value1Length = 253</w:t>
            </w:r>
          </w:p>
          <w:p w:rsidR="00714EBB" w:rsidRPr="00870ED0" w:rsidRDefault="00714EBB" w:rsidP="00A7379C">
            <w:pPr>
              <w:pStyle w:val="PL"/>
              <w:keepNext/>
              <w:keepLines/>
              <w:rPr>
                <w:noProof w:val="0"/>
              </w:rPr>
            </w:pPr>
            <w:r w:rsidRPr="00870ED0">
              <w:rPr>
                <w:noProof w:val="0"/>
              </w:rPr>
              <w:t>Value2.length = 256</w:t>
            </w:r>
          </w:p>
          <w:p w:rsidR="00714EBB" w:rsidRPr="00870ED0" w:rsidRDefault="00714EBB" w:rsidP="00A7379C">
            <w:pPr>
              <w:pStyle w:val="PL"/>
              <w:keepNext/>
              <w:keepLines/>
              <w:rPr>
                <w:noProof w:val="0"/>
              </w:rPr>
            </w:pPr>
            <w:r w:rsidRPr="00870ED0">
              <w:rPr>
                <w:noProof w:val="0"/>
              </w:rPr>
              <w:t>Value2Offset = 0</w:t>
            </w:r>
          </w:p>
          <w:p w:rsidR="00714EBB" w:rsidRPr="00870ED0" w:rsidRDefault="00714EBB" w:rsidP="00A7379C">
            <w:pPr>
              <w:pStyle w:val="TAH"/>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A7379C">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256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cantSplit/>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vMerge w:val="restart"/>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does not modify the current TLV</w:t>
            </w:r>
          </w:p>
          <w:p w:rsidR="00714EBB" w:rsidRPr="00870ED0" w:rsidRDefault="00714EBB">
            <w:pPr>
              <w:pStyle w:val="TAH"/>
              <w:keepNext w:val="0"/>
              <w:keepLines w:val="0"/>
              <w:jc w:val="left"/>
              <w:rPr>
                <w:rFonts w:ascii="Courier New" w:hAnsi="Courier New"/>
                <w:b w:val="0"/>
                <w:sz w:val="16"/>
              </w:rPr>
            </w:pPr>
          </w:p>
          <w:p w:rsidR="00714EBB" w:rsidRPr="00870ED0" w:rsidRDefault="00714EBB">
            <w:pPr>
              <w:pStyle w:val="TAH"/>
              <w:keepNext w:val="0"/>
              <w:keepLines w:val="0"/>
              <w:jc w:val="left"/>
            </w:pPr>
            <w:r w:rsidRPr="00870ED0">
              <w:rPr>
                <w:rFonts w:ascii="Courier New" w:hAnsi="Courier New"/>
                <w:b w:val="0"/>
                <w:sz w:val="16"/>
              </w:rPr>
              <w:t>1- clear the handler, append the handler with TLVs</w:t>
            </w:r>
            <w:r w:rsidRPr="00870ED0">
              <w:t>:</w:t>
            </w:r>
          </w:p>
          <w:p w:rsidR="00714EBB" w:rsidRPr="00870ED0" w:rsidRDefault="00714EBB">
            <w:pPr>
              <w:pStyle w:val="PL"/>
              <w:rPr>
                <w:noProof w:val="0"/>
              </w:rPr>
            </w:pPr>
            <w:r w:rsidRPr="00870ED0">
              <w:rPr>
                <w:noProof w:val="0"/>
              </w:rPr>
              <w:t>81 03 11 22 33</w:t>
            </w:r>
          </w:p>
          <w:p w:rsidR="00714EBB" w:rsidRPr="00870ED0" w:rsidRDefault="00714EBB">
            <w:pPr>
              <w:pStyle w:val="PL"/>
              <w:rPr>
                <w:noProof w:val="0"/>
              </w:rPr>
            </w:pPr>
            <w:r w:rsidRPr="00870ED0">
              <w:rPr>
                <w:noProof w:val="0"/>
              </w:rPr>
              <w:t>82 02 99 77</w:t>
            </w: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2- Select Command Details TLV by using the findTLV() method</w:t>
            </w:r>
          </w:p>
          <w:p w:rsidR="00714EBB" w:rsidRPr="00870ED0" w:rsidRDefault="00714EBB">
            <w:pPr>
              <w:pStyle w:val="TAH"/>
              <w:keepNext w:val="0"/>
              <w:keepLines w:val="0"/>
              <w:jc w:val="left"/>
              <w:rPr>
                <w:rFonts w:ascii="Courier New" w:hAnsi="Courier New"/>
                <w:b w:val="0"/>
                <w:sz w:val="16"/>
              </w:rPr>
            </w:pPr>
            <w:r w:rsidRPr="00870ED0">
              <w:rPr>
                <w:rFonts w:ascii="Courier New" w:hAnsi="Courier New"/>
                <w:b w:val="0"/>
                <w:sz w:val="16"/>
              </w:rPr>
              <w:t>3- Successful call of the AppendTLV() method</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FF FE … F8</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w:t>
            </w:r>
          </w:p>
          <w:p w:rsidR="00714EBB" w:rsidRPr="00870ED0" w:rsidRDefault="00714EBB">
            <w:pPr>
              <w:pStyle w:val="PL"/>
              <w:rPr>
                <w:noProof w:val="0"/>
              </w:rPr>
            </w:pPr>
            <w:r w:rsidRPr="00870ED0">
              <w:rPr>
                <w:noProof w:val="0"/>
              </w:rPr>
              <w:t>value2 = F7 F6 … F0</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p w:rsidR="00714EBB" w:rsidRPr="00870ED0" w:rsidRDefault="00714EBB">
            <w:pPr>
              <w:pStyle w:val="PL"/>
              <w:rPr>
                <w:noProof w:val="0"/>
              </w:rPr>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cantSplit/>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p>
        </w:tc>
        <w:tc>
          <w:tcPr>
            <w:tcW w:w="4111" w:type="dxa"/>
            <w:vMerge/>
            <w:tcBorders>
              <w:top w:val="single" w:sz="4" w:space="0" w:color="auto"/>
              <w:left w:val="single" w:sz="4" w:space="0" w:color="auto"/>
              <w:bottom w:val="nil"/>
              <w:right w:val="single" w:sz="4" w:space="0" w:color="auto"/>
            </w:tcBorders>
          </w:tcPr>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03h</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keepNext/>
              <w:keepLines/>
              <w:rPr>
                <w:noProof w:val="0"/>
              </w:rPr>
            </w:pPr>
            <w:r w:rsidRPr="00870ED0">
              <w:rPr>
                <w:noProof w:val="0"/>
              </w:rPr>
              <w:t>tag = 04</w:t>
            </w:r>
          </w:p>
          <w:p w:rsidR="00714EBB" w:rsidRPr="00870ED0" w:rsidRDefault="00714EBB">
            <w:pPr>
              <w:pStyle w:val="PL"/>
              <w:rPr>
                <w:noProof w:val="0"/>
              </w:rPr>
            </w:pPr>
            <w:r w:rsidRPr="00870ED0">
              <w:rPr>
                <w:noProof w:val="0"/>
              </w:rPr>
              <w:t>value1 = FF FE … F8</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w:t>
            </w:r>
          </w:p>
          <w:p w:rsidR="00714EBB" w:rsidRPr="00870ED0" w:rsidRDefault="00714EBB">
            <w:pPr>
              <w:pStyle w:val="PL"/>
              <w:rPr>
                <w:noProof w:val="0"/>
              </w:rPr>
            </w:pPr>
            <w:r w:rsidRPr="00870ED0">
              <w:rPr>
                <w:noProof w:val="0"/>
              </w:rPr>
              <w:t>value2 = F7 F6 … F0</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pPr>
            <w:r w:rsidRPr="00870ED0">
              <w:t>CompareBuffer = 04 10 FF FE … F0</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value1 = 00 01 … 07</w:t>
            </w:r>
          </w:p>
          <w:p w:rsidR="00714EBB" w:rsidRPr="00870ED0" w:rsidRDefault="00714EBB">
            <w:pPr>
              <w:pStyle w:val="PL"/>
              <w:rPr>
                <w:noProof w:val="0"/>
              </w:rPr>
            </w:pPr>
            <w:r w:rsidRPr="00870ED0">
              <w:rPr>
                <w:noProof w:val="0"/>
              </w:rPr>
              <w:t>value1Offset = 2</w:t>
            </w:r>
          </w:p>
          <w:p w:rsidR="00714EBB" w:rsidRPr="00870ED0" w:rsidRDefault="00714EBB">
            <w:pPr>
              <w:pStyle w:val="PL"/>
              <w:rPr>
                <w:noProof w:val="0"/>
              </w:rPr>
            </w:pPr>
            <w:r w:rsidRPr="00870ED0">
              <w:rPr>
                <w:noProof w:val="0"/>
              </w:rPr>
              <w:t>value1Length = 6</w:t>
            </w:r>
          </w:p>
          <w:p w:rsidR="00714EBB" w:rsidRPr="00870ED0" w:rsidRDefault="00714EBB">
            <w:pPr>
              <w:pStyle w:val="PL"/>
              <w:rPr>
                <w:noProof w:val="0"/>
              </w:rPr>
            </w:pPr>
            <w:r w:rsidRPr="00870ED0">
              <w:rPr>
                <w:noProof w:val="0"/>
              </w:rPr>
              <w:t>value2 = 08 09 … 0F</w:t>
            </w:r>
          </w:p>
          <w:p w:rsidR="00714EBB" w:rsidRPr="00870ED0" w:rsidRDefault="00714EBB">
            <w:pPr>
              <w:pStyle w:val="PL"/>
              <w:rPr>
                <w:noProof w:val="0"/>
              </w:rPr>
            </w:pPr>
            <w:r w:rsidRPr="00870ED0">
              <w:rPr>
                <w:noProof w:val="0"/>
              </w:rPr>
              <w:t>value2Offset = 2</w:t>
            </w:r>
          </w:p>
          <w:p w:rsidR="00714EBB" w:rsidRPr="00870ED0" w:rsidRDefault="00714EBB">
            <w:pPr>
              <w:pStyle w:val="TAH"/>
              <w:keepNext w:val="0"/>
              <w:keepLines w:val="0"/>
            </w:pPr>
            <w:r w:rsidRPr="00870ED0">
              <w:t>value2Length = 6</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04 10 FF FE … F0 85 0C 02 03 04 05 06 07 0A 0B 0C 0D 0E 0F</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7379C">
            <w:pPr>
              <w:pStyle w:val="TAC"/>
            </w:pPr>
            <w:r w:rsidRPr="00870ED0">
              <w:lastRenderedPageBreak/>
              <w:t>19</w:t>
            </w:r>
          </w:p>
        </w:tc>
        <w:tc>
          <w:tcPr>
            <w:tcW w:w="4111" w:type="dxa"/>
            <w:tcBorders>
              <w:top w:val="single" w:sz="4" w:space="0" w:color="auto"/>
              <w:left w:val="single" w:sz="4" w:space="0" w:color="auto"/>
              <w:bottom w:val="nil"/>
              <w:right w:val="single" w:sz="4" w:space="0" w:color="auto"/>
            </w:tcBorders>
          </w:tcPr>
          <w:p w:rsidR="00714EBB" w:rsidRPr="00870ED0" w:rsidRDefault="00714EBB" w:rsidP="00A7379C">
            <w:pPr>
              <w:pStyle w:val="TAH"/>
            </w:pPr>
            <w:r w:rsidRPr="00870ED0">
              <w:t>Successful call</w:t>
            </w:r>
          </w:p>
          <w:p w:rsidR="00714EBB" w:rsidRPr="00870ED0" w:rsidRDefault="00714EBB" w:rsidP="00A7379C">
            <w:pPr>
              <w:pStyle w:val="PL"/>
              <w:keepNext/>
              <w:keepLines/>
              <w:rPr>
                <w:noProof w:val="0"/>
              </w:rPr>
            </w:pPr>
            <w:r w:rsidRPr="00870ED0">
              <w:rPr>
                <w:noProof w:val="0"/>
              </w:rPr>
              <w:t>appendTLV()</w:t>
            </w:r>
          </w:p>
          <w:p w:rsidR="00714EBB" w:rsidRPr="00870ED0" w:rsidRDefault="00714EBB" w:rsidP="00A7379C">
            <w:pPr>
              <w:pStyle w:val="PL"/>
              <w:keepNext/>
              <w:keepLines/>
              <w:rPr>
                <w:noProof w:val="0"/>
              </w:rPr>
            </w:pPr>
            <w:r w:rsidRPr="00870ED0">
              <w:rPr>
                <w:noProof w:val="0"/>
              </w:rPr>
              <w:t>tag = 01</w:t>
            </w:r>
          </w:p>
          <w:p w:rsidR="00714EBB" w:rsidRPr="00870ED0" w:rsidRDefault="00714EBB" w:rsidP="00A7379C">
            <w:pPr>
              <w:pStyle w:val="PL"/>
              <w:keepNext/>
              <w:keepLines/>
              <w:rPr>
                <w:noProof w:val="0"/>
              </w:rPr>
            </w:pPr>
            <w:r w:rsidRPr="00870ED0">
              <w:rPr>
                <w:noProof w:val="0"/>
              </w:rPr>
              <w:t>value1 = 11 22 … 88</w:t>
            </w:r>
          </w:p>
          <w:p w:rsidR="00714EBB" w:rsidRPr="00870ED0" w:rsidRDefault="00714EBB" w:rsidP="00A7379C">
            <w:pPr>
              <w:pStyle w:val="PL"/>
              <w:keepNext/>
              <w:keepLines/>
              <w:rPr>
                <w:noProof w:val="0"/>
              </w:rPr>
            </w:pPr>
            <w:r w:rsidRPr="00870ED0">
              <w:rPr>
                <w:noProof w:val="0"/>
              </w:rPr>
              <w:t>value1Offset = 2</w:t>
            </w:r>
          </w:p>
          <w:p w:rsidR="00714EBB" w:rsidRPr="00870ED0" w:rsidRDefault="00714EBB" w:rsidP="00A7379C">
            <w:pPr>
              <w:pStyle w:val="PL"/>
              <w:keepNext/>
              <w:keepLines/>
              <w:rPr>
                <w:noProof w:val="0"/>
              </w:rPr>
            </w:pPr>
            <w:r w:rsidRPr="00870ED0">
              <w:rPr>
                <w:noProof w:val="0"/>
              </w:rPr>
              <w:t>value1Length = 4</w:t>
            </w:r>
          </w:p>
          <w:p w:rsidR="00714EBB" w:rsidRPr="00870ED0" w:rsidRDefault="00714EBB" w:rsidP="00A7379C">
            <w:pPr>
              <w:pStyle w:val="PL"/>
              <w:keepNext/>
              <w:keepLines/>
              <w:rPr>
                <w:noProof w:val="0"/>
              </w:rPr>
            </w:pPr>
            <w:r w:rsidRPr="00870ED0">
              <w:rPr>
                <w:noProof w:val="0"/>
              </w:rPr>
              <w:t>value2 = 99 AA … FF 00</w:t>
            </w:r>
          </w:p>
          <w:p w:rsidR="00714EBB" w:rsidRPr="00870ED0" w:rsidRDefault="00714EBB" w:rsidP="00A7379C">
            <w:pPr>
              <w:pStyle w:val="PL"/>
              <w:keepNext/>
              <w:keepLines/>
              <w:rPr>
                <w:noProof w:val="0"/>
              </w:rPr>
            </w:pPr>
            <w:r w:rsidRPr="00870ED0">
              <w:rPr>
                <w:noProof w:val="0"/>
              </w:rPr>
              <w:t>value2Offset = 2</w:t>
            </w:r>
          </w:p>
          <w:p w:rsidR="00714EBB" w:rsidRPr="00870ED0" w:rsidRDefault="00714EBB" w:rsidP="00A7379C">
            <w:pPr>
              <w:pStyle w:val="PL"/>
              <w:keepNext/>
              <w:keepLines/>
              <w:rPr>
                <w:noProof w:val="0"/>
              </w:rPr>
            </w:pPr>
            <w:r w:rsidRPr="00870ED0">
              <w:rPr>
                <w:noProof w:val="0"/>
              </w:rPr>
              <w:t>value2Length = 4</w:t>
            </w:r>
          </w:p>
        </w:tc>
        <w:tc>
          <w:tcPr>
            <w:tcW w:w="2835"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7379C">
            <w:pPr>
              <w:pStyle w:val="TAL"/>
            </w:pPr>
          </w:p>
        </w:tc>
      </w:tr>
      <w:tr w:rsidR="00714EBB" w:rsidRPr="00870ED0" w:rsidTr="00A7379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04 10 FF FE … F0 85 0C 02 03 04 05 06 07 0A 0B 0C 0D 0E 0F 01 08 33 44 55 66 BB CC DD EE</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00 01 … 7F</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80h</w:t>
            </w:r>
          </w:p>
          <w:p w:rsidR="00714EBB" w:rsidRPr="00870ED0" w:rsidRDefault="00714EBB">
            <w:pPr>
              <w:pStyle w:val="PL"/>
              <w:rPr>
                <w:noProof w:val="0"/>
              </w:rPr>
            </w:pPr>
            <w:r w:rsidRPr="00870ED0">
              <w:rPr>
                <w:noProof w:val="0"/>
              </w:rPr>
              <w:t>value2 = 80 81 … FB</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7Ch</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7379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04 81 FC 00 01…FB</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5.2.4.30</w:t>
      </w:r>
      <w:r w:rsidRPr="00870ED0">
        <w:tab/>
        <w:t>Method initMoreTime</w:t>
      </w:r>
    </w:p>
    <w:p w:rsidR="00714EBB" w:rsidRPr="00870ED0" w:rsidRDefault="00714EBB">
      <w:r w:rsidRPr="00870ED0">
        <w:t>Test Area Reference: Api_2_Pah_Inmt</w:t>
      </w:r>
      <w:r w:rsidR="00A7379C" w:rsidRPr="00870ED0">
        <w:t>.</w:t>
      </w:r>
    </w:p>
    <w:p w:rsidR="00714EBB" w:rsidRPr="00870ED0" w:rsidRDefault="00714EBB" w:rsidP="00A7379C">
      <w:pPr>
        <w:pStyle w:val="Heading5"/>
      </w:pPr>
      <w:r w:rsidRPr="00870ED0">
        <w:t>5.2.4.30.1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initMoreTime()</w:t>
      </w:r>
    </w:p>
    <w:p w:rsidR="00714EBB" w:rsidRPr="00870ED0" w:rsidRDefault="00714EBB">
      <w:pPr>
        <w:pStyle w:val="PL"/>
        <w:rPr>
          <w:noProof w:val="0"/>
        </w:rPr>
      </w:pPr>
    </w:p>
    <w:p w:rsidR="00714EBB" w:rsidRPr="00870ED0" w:rsidRDefault="00714EBB">
      <w:pPr>
        <w:pStyle w:val="H6"/>
        <w:outlineLvl w:val="0"/>
      </w:pPr>
      <w:r w:rsidRPr="00870ED0">
        <w:t>5.2.4.30.1.1</w:t>
      </w:r>
      <w:r w:rsidRPr="00870ED0">
        <w:tab/>
        <w:t>Normal execution</w:t>
      </w:r>
    </w:p>
    <w:p w:rsidR="00714EBB" w:rsidRPr="00870ED0" w:rsidRDefault="00714EBB">
      <w:pPr>
        <w:pStyle w:val="B1"/>
      </w:pPr>
      <w:r w:rsidRPr="00870ED0">
        <w:t>CRRN1: Builds a More Time Proactive command without sending the command. The Comprehension Required flags are all set to 1.</w:t>
      </w:r>
    </w:p>
    <w:p w:rsidR="00714EBB" w:rsidRPr="00870ED0" w:rsidRDefault="00714EBB">
      <w:pPr>
        <w:pStyle w:val="B1"/>
      </w:pPr>
      <w:r w:rsidRPr="00870ED0">
        <w:t>CRRN2: After the method invocation no TLV is selected.</w:t>
      </w:r>
    </w:p>
    <w:p w:rsidR="00714EBB" w:rsidRPr="00870ED0" w:rsidRDefault="00714EBB">
      <w:pPr>
        <w:pStyle w:val="H6"/>
        <w:outlineLvl w:val="0"/>
      </w:pPr>
      <w:r w:rsidRPr="00870ED0">
        <w:t>5.2.4.30.1.2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5.2.4.30.1.3</w:t>
      </w:r>
      <w:r w:rsidRPr="00870ED0">
        <w:tab/>
        <w:t>Context errors</w:t>
      </w:r>
    </w:p>
    <w:p w:rsidR="00714EBB" w:rsidRPr="00870ED0" w:rsidRDefault="00714EBB">
      <w:r w:rsidRPr="00870ED0">
        <w:t>No requirements.</w:t>
      </w:r>
    </w:p>
    <w:p w:rsidR="00714EBB" w:rsidRPr="00870ED0" w:rsidRDefault="00714EBB" w:rsidP="00A7379C">
      <w:pPr>
        <w:pStyle w:val="Heading5"/>
      </w:pPr>
      <w:r w:rsidRPr="00870ED0">
        <w:t>5.2.4.30.2</w:t>
      </w:r>
      <w:r w:rsidRPr="00870ED0">
        <w:tab/>
        <w:t>Test area files</w:t>
      </w:r>
    </w:p>
    <w:p w:rsidR="00714EBB" w:rsidRPr="00870ED0" w:rsidRDefault="00714EBB" w:rsidP="002854FB">
      <w:pPr>
        <w:pStyle w:val="EX"/>
      </w:pPr>
      <w:r w:rsidRPr="00870ED0">
        <w:t>Test Source:</w:t>
      </w:r>
      <w:r w:rsidRPr="00870ED0">
        <w:tab/>
        <w:t>Test_Api_2_Pah_Inmt.java</w:t>
      </w:r>
      <w:r w:rsidR="00A7379C" w:rsidRPr="00870ED0">
        <w:t>.</w:t>
      </w:r>
    </w:p>
    <w:p w:rsidR="00714EBB" w:rsidRPr="00870ED0" w:rsidRDefault="00714EBB" w:rsidP="002854FB">
      <w:pPr>
        <w:pStyle w:val="EX"/>
      </w:pPr>
      <w:r w:rsidRPr="00870ED0">
        <w:t>Test</w:t>
      </w:r>
      <w:r w:rsidR="00A7379C" w:rsidRPr="00870ED0">
        <w:t xml:space="preserve"> Applet: </w:t>
      </w:r>
      <w:r w:rsidR="00A7379C" w:rsidRPr="00870ED0">
        <w:tab/>
        <w:t>Api_2_Pah_Inmt_1.java.</w:t>
      </w:r>
    </w:p>
    <w:p w:rsidR="00714EBB" w:rsidRPr="00870ED0" w:rsidRDefault="00714EBB" w:rsidP="002854FB">
      <w:pPr>
        <w:pStyle w:val="EX"/>
      </w:pPr>
      <w:r w:rsidRPr="00870ED0">
        <w:t>Cap File:</w:t>
      </w:r>
      <w:r w:rsidRPr="00870ED0">
        <w:tab/>
        <w:t>api_2_pah_inmt.cap</w:t>
      </w:r>
      <w:r w:rsidR="00A7379C" w:rsidRPr="00870ED0">
        <w:t>.</w:t>
      </w:r>
    </w:p>
    <w:p w:rsidR="00714EBB" w:rsidRPr="00870ED0" w:rsidRDefault="00714EBB" w:rsidP="00A7379C">
      <w:pPr>
        <w:pStyle w:val="Heading5"/>
      </w:pPr>
      <w:r w:rsidRPr="00870ED0">
        <w:lastRenderedPageBreak/>
        <w:t>5.2.4.30.3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r>
    </w:tbl>
    <w:p w:rsidR="00714EBB" w:rsidRPr="00870ED0" w:rsidRDefault="00714EBB" w:rsidP="00A7379C"/>
    <w:p w:rsidR="00714EBB" w:rsidRPr="00870ED0" w:rsidRDefault="00714EBB" w:rsidP="00A7379C">
      <w:pPr>
        <w:pStyle w:val="Heading5"/>
      </w:pPr>
      <w:r w:rsidRPr="00870ED0">
        <w:t>5.2.4.30.4</w:t>
      </w:r>
      <w:r w:rsidRPr="00870ED0">
        <w:tab/>
        <w:t>Test procedure</w:t>
      </w: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30"/>
        <w:gridCol w:w="4111"/>
        <w:gridCol w:w="2835"/>
        <w:gridCol w:w="2410"/>
      </w:tblGrid>
      <w:tr w:rsidR="00714EBB" w:rsidRPr="00870ED0" w:rsidTr="00714EBB">
        <w:trPr>
          <w:jc w:val="center"/>
        </w:trPr>
        <w:tc>
          <w:tcPr>
            <w:tcW w:w="4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Call initMoreTime()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ProactiveHandler.initMoreTime().</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ProactiveHandler.send()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1- MORE TIME proactive command is fetched.</w:t>
            </w:r>
          </w:p>
          <w:p w:rsidR="00714EBB" w:rsidRPr="00870ED0" w:rsidRDefault="00714EBB">
            <w:pPr>
              <w:pStyle w:val="TAL"/>
              <w:keepNext w:val="0"/>
            </w:pPr>
          </w:p>
          <w:p w:rsidR="00714EBB" w:rsidRPr="00870ED0" w:rsidRDefault="00714EBB">
            <w:pPr>
              <w:pStyle w:val="TAL"/>
              <w:keepNext w:val="0"/>
              <w:keepLines w:val="0"/>
            </w:pPr>
            <w:r w:rsidRPr="00870ED0">
              <w:t>TERMINAL RESPONSE of MORE TIME is sent to the UICC.</w:t>
            </w:r>
          </w:p>
        </w:tc>
      </w:tr>
      <w:tr w:rsidR="00714EBB" w:rsidRPr="00870ED0" w:rsidTr="00714EBB">
        <w:trPr>
          <w:jc w:val="center"/>
        </w:trPr>
        <w:tc>
          <w:tcPr>
            <w:tcW w:w="4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Select a TLV in the ProactiveHandler</w:t>
            </w:r>
          </w:p>
          <w:p w:rsidR="00714EBB" w:rsidRPr="00870ED0" w:rsidRDefault="00714EBB">
            <w:pPr>
              <w:pStyle w:val="TAH"/>
              <w:keepNext w:val="0"/>
            </w:pPr>
            <w:r w:rsidRPr="00870ED0">
              <w:t>Call the initMoreTime() method</w:t>
            </w:r>
          </w:p>
          <w:p w:rsidR="00714EBB" w:rsidRPr="00870ED0" w:rsidRDefault="00714EBB" w:rsidP="00A7379C">
            <w:pPr>
              <w:pStyle w:val="PL"/>
              <w:rPr>
                <w:noProof w:val="0"/>
              </w:rPr>
            </w:pPr>
          </w:p>
          <w:p w:rsidR="00714EBB" w:rsidRPr="00870ED0" w:rsidRDefault="00714EBB">
            <w:pPr>
              <w:pStyle w:val="PL"/>
              <w:rPr>
                <w:noProof w:val="0"/>
              </w:rPr>
            </w:pPr>
            <w:r w:rsidRPr="00870ED0">
              <w:rPr>
                <w:noProof w:val="0"/>
              </w:rPr>
              <w:t>1- Select 1st TLV of the Proactive Handler.</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ProactiveHandler.initMoreTime().</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ViewHandler.getValueLength()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3- UNAVAILABLE_ELEMENT ToolkitException is thr</w:t>
            </w:r>
            <w:r w:rsidR="00A7379C" w:rsidRPr="00870ED0">
              <w:t>own by getValueLength() method.</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pPr>
          </w:p>
          <w:p w:rsidR="00714EBB" w:rsidRPr="00870ED0" w:rsidRDefault="00714EBB">
            <w:pPr>
              <w:pStyle w:val="TAL"/>
              <w:keepNext w:val="0"/>
            </w:pPr>
          </w:p>
        </w:tc>
      </w:tr>
    </w:tbl>
    <w:p w:rsidR="00714EBB" w:rsidRPr="00870ED0" w:rsidRDefault="00714EBB"/>
    <w:p w:rsidR="00714EBB" w:rsidRPr="00870ED0" w:rsidRDefault="00714EBB">
      <w:pPr>
        <w:pStyle w:val="Heading3"/>
      </w:pPr>
      <w:r w:rsidRPr="00870ED0">
        <w:t>5.2.5</w:t>
      </w:r>
      <w:r w:rsidRPr="00870ED0">
        <w:tab/>
        <w:t>Interface ProactiveResponseHandler</w:t>
      </w:r>
    </w:p>
    <w:p w:rsidR="00714EBB" w:rsidRPr="00870ED0" w:rsidRDefault="00714EBB">
      <w:pPr>
        <w:pStyle w:val="Heading4"/>
      </w:pPr>
      <w:r w:rsidRPr="00870ED0">
        <w:t>5.2.5.1</w:t>
      </w:r>
      <w:r w:rsidRPr="00870ED0">
        <w:tab/>
        <w:t>Method copyAdditionalInformation</w:t>
      </w:r>
    </w:p>
    <w:p w:rsidR="00714EBB" w:rsidRPr="00870ED0" w:rsidRDefault="00714EBB">
      <w:r w:rsidRPr="00870ED0">
        <w:t>Test Area Reference: Api_2_Prh_Cpai</w:t>
      </w:r>
      <w:r w:rsidR="00A7379C" w:rsidRPr="00870ED0">
        <w:t>.</w:t>
      </w:r>
    </w:p>
    <w:p w:rsidR="00714EBB" w:rsidRPr="00870ED0" w:rsidRDefault="00714EBB" w:rsidP="00B469A3">
      <w:pPr>
        <w:pStyle w:val="Heading5"/>
      </w:pPr>
      <w:r w:rsidRPr="00870ED0">
        <w:t>5.2.5.1.1</w:t>
      </w:r>
      <w:r w:rsidRPr="00870ED0">
        <w:tab/>
        <w:t>Conformance requirement</w:t>
      </w:r>
    </w:p>
    <w:p w:rsidR="00714EBB" w:rsidRPr="00870ED0" w:rsidRDefault="00714EBB">
      <w:pPr>
        <w:keepNext/>
        <w:keepLines/>
      </w:pPr>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copyAdditionalInformation(byte[]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pPr>
      <w:r w:rsidRPr="00870ED0">
        <w:t>5.2.5.1.1.1</w:t>
      </w:r>
      <w:r w:rsidRPr="00870ED0">
        <w:tab/>
        <w:t>Normal execution</w:t>
      </w:r>
    </w:p>
    <w:p w:rsidR="00714EBB" w:rsidRPr="00870ED0" w:rsidRDefault="00714EBB">
      <w:pPr>
        <w:pStyle w:val="B1"/>
      </w:pPr>
      <w:r w:rsidRPr="00870ED0">
        <w:t>CRRN1: The copyAdditionalInformation() method shall copy a part of the additional information field from Result TLV element in dstBuffer, using dstOffset and dstLength.</w:t>
      </w:r>
    </w:p>
    <w:p w:rsidR="00714EBB" w:rsidRPr="00870ED0" w:rsidRDefault="00714EBB">
      <w:pPr>
        <w:pStyle w:val="B1"/>
      </w:pPr>
      <w:r w:rsidRPr="00870ED0">
        <w:t>CRRN2: dstBuffer shall only be modified from dstOffset to (dstOffset + dstLength - 1) (included).</w:t>
      </w:r>
    </w:p>
    <w:p w:rsidR="00714EBB" w:rsidRPr="00870ED0" w:rsidRDefault="00714EBB">
      <w:pPr>
        <w:pStyle w:val="B1"/>
      </w:pPr>
      <w:r w:rsidRPr="00870ED0">
        <w:t>CRRN3: The method returns (dstOffset + dstLength).</w:t>
      </w:r>
    </w:p>
    <w:p w:rsidR="00714EBB" w:rsidRPr="00870ED0" w:rsidRDefault="00714EBB">
      <w:pPr>
        <w:pStyle w:val="B1"/>
      </w:pPr>
      <w:r w:rsidRPr="00870ED0">
        <w:t>CRRN4: If a Result TLV element is available, it becomes the TLV selected after a call to the method.</w:t>
      </w:r>
    </w:p>
    <w:p w:rsidR="00714EBB" w:rsidRPr="00870ED0" w:rsidRDefault="00714EBB">
      <w:pPr>
        <w:pStyle w:val="B1"/>
      </w:pPr>
      <w:r w:rsidRPr="00870ED0">
        <w:t>CRRN5: The method shall copy from the first Result TLV.</w:t>
      </w:r>
    </w:p>
    <w:p w:rsidR="00714EBB" w:rsidRPr="00870ED0" w:rsidRDefault="00714EBB" w:rsidP="00A7379C">
      <w:pPr>
        <w:pStyle w:val="H6"/>
      </w:pPr>
      <w:r w:rsidRPr="00870ED0">
        <w:lastRenderedPageBreak/>
        <w:t>5.2.5.1.1.2</w:t>
      </w:r>
      <w:r w:rsidRPr="00870ED0">
        <w:tab/>
        <w:t>Parameter errors</w:t>
      </w:r>
    </w:p>
    <w:p w:rsidR="00714EBB" w:rsidRPr="00870ED0" w:rsidRDefault="00714EBB" w:rsidP="00A7379C">
      <w:pPr>
        <w:pStyle w:val="B1"/>
        <w:keepNext/>
        <w:keepLines/>
      </w:pPr>
      <w:r w:rsidRPr="00870ED0">
        <w:t>CRRP1: A NullPointerException shall be thrown if dstBuffer is null.</w:t>
      </w:r>
    </w:p>
    <w:p w:rsidR="00714EBB" w:rsidRPr="00870ED0" w:rsidRDefault="00714EBB" w:rsidP="00A7379C">
      <w:pPr>
        <w:pStyle w:val="B1"/>
        <w:keepNext/>
        <w:keepLines/>
      </w:pPr>
      <w:r w:rsidRPr="00870ED0">
        <w:t>CRRP2: An ArrayIndexOutOfBoundsException shall be thrown if dstOffset or dstLength or both would cause access outside array bounds.</w:t>
      </w:r>
    </w:p>
    <w:p w:rsidR="00714EBB" w:rsidRPr="00870ED0" w:rsidRDefault="00714EBB">
      <w:pPr>
        <w:pStyle w:val="H6"/>
      </w:pPr>
      <w:r w:rsidRPr="00870ED0">
        <w:t>5.2.5.1.1.3</w:t>
      </w:r>
      <w:r w:rsidRPr="00870ED0">
        <w:tab/>
        <w:t>Context errors</w:t>
      </w:r>
    </w:p>
    <w:p w:rsidR="00714EBB" w:rsidRPr="00870ED0" w:rsidRDefault="00714EBB">
      <w:pPr>
        <w:pStyle w:val="B1"/>
      </w:pPr>
      <w:r w:rsidRPr="00870ED0">
        <w:t>CRRC1: A ToolkitException.UNAVAILABLE_ELEMENT shall be thrown in case of unavailable Result TLV element.</w:t>
      </w:r>
    </w:p>
    <w:p w:rsidR="00714EBB" w:rsidRPr="00870ED0" w:rsidRDefault="00714EBB">
      <w:pPr>
        <w:pStyle w:val="B1"/>
      </w:pPr>
      <w:r w:rsidRPr="00870ED0">
        <w:t>CRRC2: A ToolkitException.OUT_OF_TLV_BOUNDARIES shall be thrown if dstLength is greater than the value field of the available TLV.</w:t>
      </w:r>
    </w:p>
    <w:p w:rsidR="00714EBB" w:rsidRPr="00870ED0" w:rsidRDefault="00714EBB" w:rsidP="00B469A3">
      <w:pPr>
        <w:pStyle w:val="Heading5"/>
      </w:pPr>
      <w:r w:rsidRPr="00870ED0">
        <w:t>5.2.5.1.2</w:t>
      </w:r>
      <w:r w:rsidRPr="00870ED0">
        <w:tab/>
        <w:t>Test area files</w:t>
      </w:r>
    </w:p>
    <w:p w:rsidR="00714EBB" w:rsidRPr="00870ED0" w:rsidRDefault="00714EBB" w:rsidP="002854FB">
      <w:pPr>
        <w:pStyle w:val="EX"/>
      </w:pPr>
      <w:r w:rsidRPr="00870ED0">
        <w:t>Test Source:</w:t>
      </w:r>
      <w:r w:rsidRPr="00870ED0">
        <w:tab/>
        <w:t>Test_Api_2_Prh_Cpai.java</w:t>
      </w:r>
      <w:r w:rsidR="00A7379C" w:rsidRPr="00870ED0">
        <w:t>.</w:t>
      </w:r>
    </w:p>
    <w:p w:rsidR="00714EBB" w:rsidRPr="00870ED0" w:rsidRDefault="00714EBB" w:rsidP="002854FB">
      <w:pPr>
        <w:pStyle w:val="EX"/>
      </w:pPr>
      <w:r w:rsidRPr="00870ED0">
        <w:t>Test A</w:t>
      </w:r>
      <w:r w:rsidR="00A7379C" w:rsidRPr="00870ED0">
        <w:t xml:space="preserve">pplet: </w:t>
      </w:r>
      <w:r w:rsidR="00A7379C" w:rsidRPr="00870ED0">
        <w:tab/>
        <w:t>Api_2_Prh_Cpai_1.java.</w:t>
      </w:r>
    </w:p>
    <w:p w:rsidR="00714EBB" w:rsidRPr="00870ED0" w:rsidRDefault="00714EBB" w:rsidP="002854FB">
      <w:pPr>
        <w:pStyle w:val="EX"/>
      </w:pPr>
      <w:r w:rsidRPr="00870ED0">
        <w:t>Cap File:</w:t>
      </w:r>
      <w:r w:rsidRPr="00870ED0">
        <w:tab/>
        <w:t>api_2_prh_cpai.cap</w:t>
      </w:r>
      <w:r w:rsidR="00A7379C" w:rsidRPr="00870ED0">
        <w:t>.</w:t>
      </w:r>
    </w:p>
    <w:p w:rsidR="00714EBB" w:rsidRPr="00870ED0" w:rsidRDefault="00714EBB" w:rsidP="00B469A3">
      <w:pPr>
        <w:pStyle w:val="Heading5"/>
      </w:pPr>
      <w:r w:rsidRPr="00870ED0">
        <w:t>5.2.5.1.3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8, 11, 13, 15, 17, 20, 22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7, 10, 12, 14, 16, 21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9, 18, 23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21, 22, 23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r>
    </w:tbl>
    <w:p w:rsidR="00714EBB" w:rsidRPr="00870ED0" w:rsidRDefault="00714EBB" w:rsidP="00A7379C"/>
    <w:p w:rsidR="00714EBB" w:rsidRPr="00870ED0" w:rsidRDefault="00714EBB" w:rsidP="00B469A3">
      <w:pPr>
        <w:pStyle w:val="Heading5"/>
      </w:pPr>
      <w:r w:rsidRPr="00870ED0">
        <w:t>5.2.5.1.4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PL"/>
              <w:rPr>
                <w:noProof w:val="0"/>
              </w:rPr>
            </w:pPr>
            <w:r w:rsidRPr="00870ED0">
              <w:rPr>
                <w:noProof w:val="0"/>
              </w:rPr>
              <w:t>qualifier = 0</w:t>
            </w:r>
          </w:p>
          <w:p w:rsidR="00714EBB" w:rsidRPr="00870ED0" w:rsidRDefault="00714EBB">
            <w:pPr>
              <w:pStyle w:val="PL"/>
              <w:rPr>
                <w:noProof w:val="0"/>
              </w:rPr>
            </w:pPr>
            <w:r w:rsidRPr="00870ED0">
              <w:rPr>
                <w:noProof w:val="0"/>
              </w:rPr>
              <w:t>dcs = 4</w:t>
            </w:r>
          </w:p>
          <w:p w:rsidR="00714EBB" w:rsidRPr="00870ED0" w:rsidRDefault="00714EBB">
            <w:pPr>
              <w:pStyle w:val="PL"/>
              <w:rPr>
                <w:noProof w:val="0"/>
              </w:rPr>
            </w:pPr>
            <w:r w:rsidRPr="00870ED0">
              <w:rPr>
                <w:noProof w:val="0"/>
              </w:rPr>
              <w:t>buffer = "Text"</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E62A27">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PL"/>
              <w:rPr>
                <w:noProof w:val="0"/>
              </w:rPr>
            </w:pPr>
            <w:r w:rsidRPr="00870ED0">
              <w:rPr>
                <w:rFonts w:ascii="Arial" w:hAnsi="Arial"/>
                <w:b/>
                <w:noProof w:val="0"/>
                <w:sz w:val="18"/>
              </w:rPr>
              <w:t>Terminal Response with 11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0C 01 01 23 45 67 89 AB CD EF 01 23 45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dstBuffer</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 = NULL</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dstOffset &gt; dstBuffer.length</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keepNext/>
              <w:keepLines/>
              <w:rPr>
                <w:noProof w:val="0"/>
              </w:rPr>
            </w:pPr>
            <w:r w:rsidRPr="00870ED0">
              <w:rPr>
                <w:noProof w:val="0"/>
              </w:rPr>
              <w:t>dstBuffer.length = 10</w:t>
            </w:r>
          </w:p>
          <w:p w:rsidR="00714EBB" w:rsidRPr="00870ED0" w:rsidRDefault="00714EBB">
            <w:pPr>
              <w:pStyle w:val="PL"/>
              <w:keepNext/>
              <w:keepLines/>
              <w:rPr>
                <w:noProof w:val="0"/>
              </w:rPr>
            </w:pPr>
            <w:r w:rsidRPr="00870ED0">
              <w:rPr>
                <w:noProof w:val="0"/>
              </w:rPr>
              <w:t>dstOffset = 11</w:t>
            </w:r>
          </w:p>
          <w:p w:rsidR="00714EBB" w:rsidRPr="00870ED0" w:rsidRDefault="00714EBB">
            <w:pPr>
              <w:pStyle w:val="PL"/>
              <w:keepNext/>
              <w:keepLines/>
              <w:rPr>
                <w:noProof w:val="0"/>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10</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dstBuffer.length</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10</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E62A27">
            <w:pPr>
              <w:pStyle w:val="TAC"/>
            </w:pPr>
            <w:r w:rsidRPr="00870ED0">
              <w:lastRenderedPageBreak/>
              <w:t>5</w:t>
            </w:r>
          </w:p>
        </w:tc>
        <w:tc>
          <w:tcPr>
            <w:tcW w:w="4111" w:type="dxa"/>
            <w:tcBorders>
              <w:top w:val="single" w:sz="4" w:space="0" w:color="auto"/>
              <w:left w:val="single" w:sz="4" w:space="0" w:color="auto"/>
              <w:bottom w:val="nil"/>
              <w:right w:val="single" w:sz="4" w:space="0" w:color="auto"/>
            </w:tcBorders>
          </w:tcPr>
          <w:p w:rsidR="00714EBB" w:rsidRPr="00870ED0" w:rsidRDefault="00714EBB" w:rsidP="00E62A27">
            <w:pPr>
              <w:pStyle w:val="TAH"/>
            </w:pPr>
            <w:r w:rsidRPr="00870ED0">
              <w:t>dstOffset + dstLength &gt; dstBuffer.length</w:t>
            </w:r>
          </w:p>
          <w:p w:rsidR="00714EBB" w:rsidRPr="00870ED0" w:rsidRDefault="00714EBB" w:rsidP="00E62A27">
            <w:pPr>
              <w:pStyle w:val="PL"/>
              <w:keepNext/>
              <w:keepLines/>
              <w:rPr>
                <w:noProof w:val="0"/>
              </w:rPr>
            </w:pPr>
            <w:r w:rsidRPr="00870ED0">
              <w:rPr>
                <w:noProof w:val="0"/>
              </w:rPr>
              <w:t>copyAdditionalInformation()</w:t>
            </w:r>
          </w:p>
          <w:p w:rsidR="00714EBB" w:rsidRPr="00870ED0" w:rsidRDefault="00714EBB" w:rsidP="00E62A27">
            <w:pPr>
              <w:pStyle w:val="PL"/>
              <w:keepNext/>
              <w:keepLines/>
              <w:rPr>
                <w:noProof w:val="0"/>
              </w:rPr>
            </w:pPr>
            <w:r w:rsidRPr="00870ED0">
              <w:rPr>
                <w:noProof w:val="0"/>
              </w:rPr>
              <w:t>dstBuffer.length = 10</w:t>
            </w:r>
          </w:p>
          <w:p w:rsidR="00714EBB" w:rsidRPr="00870ED0" w:rsidRDefault="00714EBB" w:rsidP="00E62A27">
            <w:pPr>
              <w:pStyle w:val="PL"/>
              <w:keepNext/>
              <w:keepLines/>
              <w:rPr>
                <w:noProof w:val="0"/>
              </w:rPr>
            </w:pPr>
            <w:r w:rsidRPr="00870ED0">
              <w:rPr>
                <w:noProof w:val="0"/>
              </w:rPr>
              <w:t>dstOffset = 6</w:t>
            </w:r>
          </w:p>
          <w:p w:rsidR="00714EBB" w:rsidRPr="00870ED0" w:rsidRDefault="00714EBB" w:rsidP="00E62A27">
            <w:pPr>
              <w:pStyle w:val="PL"/>
              <w:keepNext/>
              <w:keepLines/>
              <w:rPr>
                <w:noProof w:val="0"/>
              </w:rPr>
            </w:pPr>
            <w:r w:rsidRPr="00870ED0">
              <w:rPr>
                <w:noProof w:val="0"/>
              </w:rPr>
              <w:t>dstLength = 5</w:t>
            </w:r>
          </w:p>
        </w:tc>
        <w:tc>
          <w:tcPr>
            <w:tcW w:w="2835" w:type="dxa"/>
            <w:tcBorders>
              <w:top w:val="single" w:sz="4" w:space="0" w:color="auto"/>
              <w:left w:val="single" w:sz="4" w:space="0" w:color="auto"/>
              <w:bottom w:val="nil"/>
              <w:right w:val="single" w:sz="4" w:space="0" w:color="auto"/>
            </w:tcBorders>
          </w:tcPr>
          <w:p w:rsidR="00714EBB" w:rsidRPr="00870ED0" w:rsidRDefault="00714EBB" w:rsidP="00E62A27">
            <w:pPr>
              <w:pStyle w:val="TAL"/>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rsidP="00E62A27">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10</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5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06 01 01 23 45 67 89</w:t>
            </w:r>
          </w:p>
          <w:p w:rsidR="00714EBB" w:rsidRPr="00870ED0" w:rsidRDefault="00714EBB">
            <w:pPr>
              <w:pStyle w:val="TAL"/>
              <w:keepNext w:val="0"/>
              <w:keepLines w:val="0"/>
            </w:pP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copyAdditionalInformation() is 05h.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src = {01, 23, 45, 67, 89}</w:t>
            </w:r>
          </w:p>
          <w:p w:rsidR="00714EBB" w:rsidRPr="00870ED0" w:rsidRDefault="00714EBB">
            <w:pPr>
              <w:pStyle w:val="PL"/>
              <w:rPr>
                <w:noProof w:val="0"/>
              </w:rPr>
            </w:pPr>
            <w:r w:rsidRPr="00870ED0">
              <w:rPr>
                <w:noProof w:val="0"/>
              </w:rPr>
              <w:t>srcOffset = 00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06h.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6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07 01 AB CD EF FE DC BA</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7</w:t>
            </w:r>
          </w:p>
          <w:p w:rsidR="00714EBB" w:rsidRPr="00870ED0" w:rsidRDefault="00714EBB">
            <w:pPr>
              <w:pStyle w:val="PL"/>
              <w:rPr>
                <w:noProof w:val="0"/>
              </w:rPr>
            </w:pPr>
            <w:r w:rsidRPr="00870ED0">
              <w:rPr>
                <w:noProof w:val="0"/>
              </w:rPr>
              <w:t>dstOffset = 2</w:t>
            </w:r>
          </w:p>
          <w:p w:rsidR="00714EBB" w:rsidRPr="00870ED0" w:rsidRDefault="00714EBB">
            <w:pPr>
              <w:pStyle w:val="PL"/>
              <w:rPr>
                <w:noProof w:val="0"/>
              </w:rPr>
            </w:pPr>
            <w:r w:rsidRPr="00870ED0">
              <w:rPr>
                <w:noProof w:val="0"/>
              </w:rPr>
              <w:t>dstLength = 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copyAdditionalInformation() is 07h.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src = {AB, CD, EF, FE, DC}</w:t>
            </w:r>
          </w:p>
          <w:p w:rsidR="00714EBB" w:rsidRPr="00870ED0" w:rsidRDefault="00714EBB">
            <w:pPr>
              <w:pStyle w:val="PL"/>
              <w:rPr>
                <w:noProof w:val="0"/>
              </w:rPr>
            </w:pPr>
            <w:r w:rsidRPr="00870ED0">
              <w:rPr>
                <w:noProof w:val="0"/>
              </w:rPr>
              <w:t>srcOffset = 00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2</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7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08 01 FE DC BA 98 76 54 32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copyAdditionalInformation() is 05h.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src = {FE, DC, BA, 98, 76}</w:t>
            </w:r>
          </w:p>
          <w:p w:rsidR="00714EBB" w:rsidRPr="00870ED0" w:rsidRDefault="00714EBB">
            <w:pPr>
              <w:pStyle w:val="PL"/>
              <w:rPr>
                <w:noProof w:val="0"/>
              </w:rPr>
            </w:pPr>
            <w:r w:rsidRPr="00870ED0">
              <w:rPr>
                <w:noProof w:val="0"/>
              </w:rPr>
              <w:t>srcOffset = 00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E62A27">
            <w:pPr>
              <w:pStyle w:val="TAC"/>
            </w:pPr>
            <w:r w:rsidRPr="00870ED0">
              <w:lastRenderedPageBreak/>
              <w:t>14</w:t>
            </w:r>
          </w:p>
        </w:tc>
        <w:tc>
          <w:tcPr>
            <w:tcW w:w="4111" w:type="dxa"/>
            <w:tcBorders>
              <w:top w:val="single" w:sz="4" w:space="0" w:color="auto"/>
              <w:left w:val="single" w:sz="4" w:space="0" w:color="auto"/>
              <w:bottom w:val="nil"/>
              <w:right w:val="single" w:sz="4" w:space="0" w:color="auto"/>
            </w:tcBorders>
          </w:tcPr>
          <w:p w:rsidR="00714EBB" w:rsidRPr="00870ED0" w:rsidRDefault="00714EBB" w:rsidP="00E62A27">
            <w:pPr>
              <w:pStyle w:val="TAH"/>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E62A27">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E62A27">
            <w:pPr>
              <w:pStyle w:val="TAL"/>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E62A27">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E62A27">
            <w:pPr>
              <w:pStyle w:val="TAH"/>
            </w:pPr>
            <w:r w:rsidRPr="00870ED0">
              <w:t>Terminal Response with 8 additional bytes</w:t>
            </w:r>
          </w:p>
          <w:p w:rsidR="00714EBB" w:rsidRPr="00870ED0" w:rsidRDefault="00714EBB" w:rsidP="00E62A27">
            <w:pPr>
              <w:pStyle w:val="PL"/>
              <w:keepNext/>
              <w:keepLines/>
              <w:rPr>
                <w:noProof w:val="0"/>
              </w:rPr>
            </w:pPr>
          </w:p>
          <w:p w:rsidR="00714EBB" w:rsidRPr="00870ED0" w:rsidRDefault="00714EBB" w:rsidP="00E62A27">
            <w:pPr>
              <w:pStyle w:val="PL"/>
              <w:keepNext/>
              <w:keepLines/>
              <w:rPr>
                <w:noProof w:val="0"/>
              </w:rPr>
            </w:pPr>
            <w:r w:rsidRPr="00870ED0">
              <w:rPr>
                <w:noProof w:val="0"/>
              </w:rPr>
              <w:t>Result TLV = 03 09 01 00 11 22 33 44 55 66 77</w:t>
            </w:r>
          </w:p>
        </w:tc>
        <w:tc>
          <w:tcPr>
            <w:tcW w:w="2835" w:type="dxa"/>
            <w:tcBorders>
              <w:top w:val="single" w:sz="4" w:space="0" w:color="808080"/>
              <w:left w:val="single" w:sz="4" w:space="0" w:color="auto"/>
              <w:bottom w:val="nil"/>
              <w:right w:val="single" w:sz="4" w:space="0" w:color="auto"/>
            </w:tcBorders>
          </w:tcPr>
          <w:p w:rsidR="00714EBB" w:rsidRPr="00870ED0" w:rsidRDefault="00714EBB" w:rsidP="00E62A27">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E62A27">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9</w:t>
            </w:r>
          </w:p>
          <w:p w:rsidR="00714EBB" w:rsidRPr="00870ED0" w:rsidRDefault="00714EBB">
            <w:pPr>
              <w:pStyle w:val="PL"/>
              <w:rPr>
                <w:noProof w:val="0"/>
              </w:rPr>
            </w:pPr>
            <w:r w:rsidRPr="00870ED0">
              <w:rPr>
                <w:noProof w:val="0"/>
              </w:rPr>
              <w:t>dstOffset = 2</w:t>
            </w:r>
          </w:p>
          <w:p w:rsidR="00714EBB" w:rsidRPr="00870ED0" w:rsidRDefault="00714EBB">
            <w:pPr>
              <w:pStyle w:val="PL"/>
              <w:rPr>
                <w:noProof w:val="0"/>
              </w:rPr>
            </w:pPr>
            <w:r w:rsidRPr="00870ED0">
              <w:rPr>
                <w:noProof w:val="0"/>
              </w:rPr>
              <w:t>dstLength = 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copyAdditionalInformation() is 07h.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src = {00, 11, 22, 33, 44}</w:t>
            </w:r>
          </w:p>
          <w:p w:rsidR="00714EBB" w:rsidRPr="00870ED0" w:rsidRDefault="00714EBB">
            <w:pPr>
              <w:pStyle w:val="PL"/>
              <w:rPr>
                <w:noProof w:val="0"/>
              </w:rPr>
            </w:pPr>
            <w:r w:rsidRPr="00870ED0">
              <w:rPr>
                <w:noProof w:val="0"/>
              </w:rPr>
              <w:t>srcOffset = 00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2</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PL"/>
              <w:rPr>
                <w:noProof w:val="0"/>
              </w:rPr>
            </w:pPr>
            <w:r w:rsidRPr="00870ED0">
              <w:rPr>
                <w:rFonts w:ascii="Arial" w:hAnsi="Arial"/>
                <w:b/>
                <w:noProof w:val="0"/>
                <w:sz w:val="18"/>
              </w:rPr>
              <w:t>Terminal Response with F2h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81 F3 01 00 01 02 03…</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F2h</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F2h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copyAdditionalInformation() is F2h.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{00, 01, 02, 03, 04…}</w:t>
            </w:r>
          </w:p>
          <w:p w:rsidR="00714EBB" w:rsidRPr="00870ED0" w:rsidRDefault="00714EBB">
            <w:pPr>
              <w:pStyle w:val="PL"/>
              <w:rPr>
                <w:noProof w:val="0"/>
              </w:rPr>
            </w:pPr>
            <w:r w:rsidRPr="00870ED0">
              <w:rPr>
                <w:noProof w:val="0"/>
              </w:rPr>
              <w:t>srcOffset = 00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w:t>
            </w:r>
          </w:p>
          <w:p w:rsidR="00714EBB" w:rsidRPr="00870ED0" w:rsidRDefault="00714EBB">
            <w:pPr>
              <w:pStyle w:val="PL"/>
              <w:rPr>
                <w:noProof w:val="0"/>
              </w:rPr>
            </w:pPr>
            <w:r w:rsidRPr="00870ED0">
              <w:rPr>
                <w:noProof w:val="0"/>
              </w:rPr>
              <w:t>length = F2h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F3h.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5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06 01 00 11 22 33 44</w:t>
            </w:r>
          </w:p>
          <w:p w:rsidR="00714EBB" w:rsidRPr="00870ED0" w:rsidRDefault="00714EBB">
            <w:pPr>
              <w:pStyle w:val="TAL"/>
              <w:keepNext w:val="0"/>
              <w:keepLines w:val="0"/>
            </w:pP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data available</w:t>
            </w:r>
          </w:p>
          <w:p w:rsidR="00714EBB" w:rsidRPr="00870ED0" w:rsidRDefault="00714EBB">
            <w:pPr>
              <w:pStyle w:val="PL"/>
              <w:keepNext/>
              <w:keepLines/>
              <w:rPr>
                <w:noProof w:val="0"/>
              </w:rPr>
            </w:pPr>
            <w:r w:rsidRPr="00870ED0">
              <w:rPr>
                <w:noProof w:val="0"/>
              </w:rPr>
              <w:t>copyAdditionalInformation()</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OUT_OF_TLV_BOUNDARIES ToolkitException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5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06 01 00 11 22 33 44</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01h, 02h, 03h…}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808080"/>
              <w:right w:val="single" w:sz="4" w:space="0" w:color="auto"/>
            </w:tcBorders>
          </w:tcPr>
          <w:p w:rsidR="00714EBB" w:rsidRPr="00870ED0" w:rsidRDefault="00714EBB">
            <w:pPr>
              <w:pStyle w:val="PL"/>
              <w:rPr>
                <w:noProof w:val="0"/>
              </w:rPr>
            </w:pPr>
            <w:r w:rsidRPr="00870ED0">
              <w:rPr>
                <w:rFonts w:ascii="Arial" w:hAnsi="Arial"/>
                <w:b/>
                <w:noProof w:val="0"/>
                <w:sz w:val="18"/>
              </w:rPr>
              <w:t>Call the copyAdditionalInformation() method</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5</w:t>
            </w:r>
          </w:p>
        </w:tc>
        <w:tc>
          <w:tcPr>
            <w:tcW w:w="2835" w:type="dxa"/>
            <w:tcBorders>
              <w:top w:val="nil"/>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 method</w:t>
            </w:r>
          </w:p>
          <w:p w:rsidR="00714EBB" w:rsidRPr="00870ED0" w:rsidRDefault="00714EBB">
            <w:pPr>
              <w:pStyle w:val="PL"/>
              <w:rPr>
                <w:noProof w:val="0"/>
              </w:rPr>
            </w:pPr>
            <w:r w:rsidRPr="00870ED0">
              <w:rPr>
                <w:noProof w:val="0"/>
              </w:rPr>
              <w:t>src = {</w:t>
            </w:r>
          </w:p>
          <w:p w:rsidR="00714EBB" w:rsidRPr="00870ED0" w:rsidRDefault="00714EBB">
            <w:pPr>
              <w:pStyle w:val="PL"/>
              <w:rPr>
                <w:noProof w:val="0"/>
              </w:rPr>
            </w:pPr>
            <w:r w:rsidRPr="00870ED0">
              <w:rPr>
                <w:noProof w:val="0"/>
              </w:rPr>
              <w:t>00h, 01h, 02h, 03h, 04h,</w:t>
            </w:r>
          </w:p>
          <w:p w:rsidR="00714EBB" w:rsidRPr="00870ED0" w:rsidRDefault="00714EBB">
            <w:pPr>
              <w:pStyle w:val="PL"/>
              <w:rPr>
                <w:noProof w:val="0"/>
              </w:rPr>
            </w:pPr>
            <w:r w:rsidRPr="00870ED0">
              <w:rPr>
                <w:noProof w:val="0"/>
              </w:rPr>
              <w:t>00h, 11h, 22h, 33h, 44h,</w:t>
            </w:r>
          </w:p>
          <w:p w:rsidR="00714EBB" w:rsidRPr="00870ED0" w:rsidRDefault="00714EBB">
            <w:pPr>
              <w:pStyle w:val="PL"/>
              <w:rPr>
                <w:noProof w:val="0"/>
              </w:rPr>
            </w:pPr>
            <w:r w:rsidRPr="00870ED0">
              <w:rPr>
                <w:noProof w:val="0"/>
              </w:rPr>
              <w:t>0Ah, 0Bh, 0Ch, 0Dh, 0Eh,</w:t>
            </w:r>
          </w:p>
          <w:p w:rsidR="00714EBB" w:rsidRPr="00870ED0" w:rsidRDefault="00714EBB">
            <w:pPr>
              <w:pStyle w:val="PL"/>
              <w:rPr>
                <w:noProof w:val="0"/>
              </w:rPr>
            </w:pPr>
            <w:r w:rsidRPr="00870ED0">
              <w:rPr>
                <w:noProof w:val="0"/>
              </w:rPr>
              <w:t>0Fh, 10h, 11h, 12h, 13h}</w:t>
            </w:r>
          </w:p>
          <w:p w:rsidR="00714EBB" w:rsidRPr="00870ED0" w:rsidRDefault="00714EBB">
            <w:pPr>
              <w:pStyle w:val="PL"/>
              <w:rPr>
                <w:noProof w:val="0"/>
              </w:rPr>
            </w:pPr>
            <w:r w:rsidRPr="00870ED0">
              <w:rPr>
                <w:noProof w:val="0"/>
              </w:rPr>
              <w:t>srcOffset = 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w:t>
            </w:r>
          </w:p>
          <w:p w:rsidR="00714EBB" w:rsidRPr="00870ED0" w:rsidRDefault="00714EBB">
            <w:pPr>
              <w:pStyle w:val="PL"/>
              <w:rPr>
                <w:noProof w:val="0"/>
              </w:rPr>
            </w:pPr>
            <w:r w:rsidRPr="00870ED0">
              <w:rPr>
                <w:noProof w:val="0"/>
              </w:rPr>
              <w:t>length = 20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lastRenderedPageBreak/>
              <w:t>21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Build and 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Terminal Response with 2 Result TLV elements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1st Result TLV = 03 06 01 01 23 45 67 89</w:t>
            </w:r>
          </w:p>
          <w:p w:rsidR="00714EBB" w:rsidRPr="00870ED0" w:rsidRDefault="00714EBB">
            <w:pPr>
              <w:pStyle w:val="PL"/>
              <w:keepNext/>
              <w:keepLines/>
              <w:rPr>
                <w:noProof w:val="0"/>
              </w:rPr>
            </w:pPr>
            <w:r w:rsidRPr="00870ED0">
              <w:rPr>
                <w:noProof w:val="0"/>
              </w:rPr>
              <w:t>2nd Result TLV = 03 01 00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to copyAdditionalInformation() method</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copyAdditionalInformation() is 05h.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src = {01, 23, 45, 67, 89}</w:t>
            </w:r>
          </w:p>
          <w:p w:rsidR="00714EBB" w:rsidRPr="00870ED0" w:rsidRDefault="00714EBB">
            <w:pPr>
              <w:pStyle w:val="PL"/>
              <w:rPr>
                <w:noProof w:val="0"/>
              </w:rPr>
            </w:pPr>
            <w:r w:rsidRPr="00870ED0">
              <w:rPr>
                <w:noProof w:val="0"/>
              </w:rPr>
              <w:t>srcOffset = 00</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w:t>
            </w:r>
          </w:p>
          <w:p w:rsidR="00714EBB" w:rsidRPr="00870ED0" w:rsidRDefault="00714EBB">
            <w:pPr>
              <w:pStyle w:val="PL"/>
              <w:rPr>
                <w:noProof w:val="0"/>
              </w:rPr>
            </w:pPr>
            <w:r w:rsidRPr="00870ED0">
              <w:rPr>
                <w:noProof w:val="0"/>
              </w:rPr>
              <w:t>length = 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06h.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without Result Comprehension TLV</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ToolkitException.UNAVAILABLE_ELEMENT is thrown by send()</w:t>
            </w: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ProactiveResponseHandler, getTheHandler call copyAdditionalInformation()</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 xml:space="preserve">ToolkitException.UNAVAILABLE_ELEMENT is thrown </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5.2.5.2</w:t>
      </w:r>
      <w:r w:rsidRPr="00870ED0">
        <w:tab/>
        <w:t>Method copyTextString</w:t>
      </w:r>
    </w:p>
    <w:p w:rsidR="00714EBB" w:rsidRPr="00870ED0" w:rsidRDefault="00714EBB">
      <w:r w:rsidRPr="00870ED0">
        <w:t>Test Area Reference: Api_2_Prh_Cpts</w:t>
      </w:r>
      <w:r w:rsidR="00E62A27" w:rsidRPr="00870ED0">
        <w:t>.</w:t>
      </w:r>
    </w:p>
    <w:p w:rsidR="00714EBB" w:rsidRPr="00870ED0" w:rsidRDefault="00714EBB" w:rsidP="00B469A3">
      <w:pPr>
        <w:pStyle w:val="Heading5"/>
      </w:pPr>
      <w:r w:rsidRPr="00870ED0">
        <w:t>5.2.5.2.1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copyTextString(byte[]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5.2.5.2.1.1</w:t>
      </w:r>
      <w:r w:rsidRPr="00870ED0">
        <w:tab/>
        <w:t>Normal execution</w:t>
      </w:r>
    </w:p>
    <w:p w:rsidR="00714EBB" w:rsidRPr="00870ED0" w:rsidRDefault="00714EBB">
      <w:pPr>
        <w:pStyle w:val="B1"/>
      </w:pPr>
      <w:r w:rsidRPr="00870ED0">
        <w:t>CRRN1: The copyTextString() method copies the text string value from the first Text String TLV element, using dstBuffer and dstOffset.</w:t>
      </w:r>
    </w:p>
    <w:p w:rsidR="00714EBB" w:rsidRPr="00870ED0" w:rsidRDefault="00714EBB">
      <w:pPr>
        <w:pStyle w:val="B1"/>
      </w:pPr>
      <w:r w:rsidRPr="00870ED0">
        <w:t>CRRN2: If a Text String TLV element is available, it becomes the TLV selected.</w:t>
      </w:r>
    </w:p>
    <w:p w:rsidR="00714EBB" w:rsidRPr="00870ED0" w:rsidRDefault="00714EBB">
      <w:pPr>
        <w:pStyle w:val="B1"/>
      </w:pPr>
      <w:r w:rsidRPr="00870ED0">
        <w:t>CRRN3: The method returns (dstOffset + length of copied value).</w:t>
      </w:r>
    </w:p>
    <w:p w:rsidR="00714EBB" w:rsidRPr="00870ED0" w:rsidRDefault="00714EBB">
      <w:pPr>
        <w:pStyle w:val="H6"/>
        <w:outlineLvl w:val="0"/>
      </w:pPr>
      <w:r w:rsidRPr="00870ED0">
        <w:t>5.2.5.2.1.2</w:t>
      </w:r>
      <w:r w:rsidRPr="00870ED0">
        <w:tab/>
        <w:t>Parameter errors</w:t>
      </w:r>
    </w:p>
    <w:p w:rsidR="00714EBB" w:rsidRPr="00870ED0" w:rsidRDefault="00714EBB">
      <w:pPr>
        <w:pStyle w:val="B1"/>
      </w:pPr>
      <w:r w:rsidRPr="00870ED0">
        <w:t>CRRP1: A NullPointerException shall be thrown if dstBuffer is null.</w:t>
      </w:r>
    </w:p>
    <w:p w:rsidR="00714EBB" w:rsidRPr="00870ED0" w:rsidRDefault="00714EBB">
      <w:pPr>
        <w:pStyle w:val="B1"/>
      </w:pPr>
      <w:r w:rsidRPr="00870ED0">
        <w:t>CRRP2: A ArrayIndexOutOfBoundsException shall be thrown if dstOffset or dstOffset + (length of the TextString to be copied, without the Data Coding Scheme included), as specified for the returned value, would cause access outside array bounds.</w:t>
      </w:r>
    </w:p>
    <w:p w:rsidR="00714EBB" w:rsidRPr="00870ED0" w:rsidRDefault="00714EBB">
      <w:pPr>
        <w:pStyle w:val="H6"/>
        <w:outlineLvl w:val="0"/>
      </w:pPr>
      <w:r w:rsidRPr="00870ED0">
        <w:lastRenderedPageBreak/>
        <w:t>5.2.5.2.1.3</w:t>
      </w:r>
      <w:r w:rsidRPr="00870ED0">
        <w:tab/>
        <w:t>Context errors</w:t>
      </w:r>
    </w:p>
    <w:p w:rsidR="00714EBB" w:rsidRPr="00870ED0" w:rsidRDefault="00714EBB">
      <w:pPr>
        <w:pStyle w:val="B1"/>
      </w:pPr>
      <w:r w:rsidRPr="00870ED0">
        <w:t>CRRC1: A ToolkitException.UNAVAILABLE_ELEMENT shall be thrown in case of unavailable Text String TLV element.</w:t>
      </w:r>
    </w:p>
    <w:p w:rsidR="00714EBB" w:rsidRPr="00870ED0" w:rsidRDefault="00714EBB" w:rsidP="00B469A3">
      <w:pPr>
        <w:pStyle w:val="Heading5"/>
      </w:pPr>
      <w:r w:rsidRPr="00870ED0">
        <w:t>5.2.5.2.2</w:t>
      </w:r>
      <w:r w:rsidRPr="00870ED0">
        <w:tab/>
        <w:t>Test area files</w:t>
      </w:r>
    </w:p>
    <w:p w:rsidR="00714EBB" w:rsidRPr="00870ED0" w:rsidRDefault="00714EBB" w:rsidP="002854FB">
      <w:pPr>
        <w:pStyle w:val="EX"/>
      </w:pPr>
      <w:r w:rsidRPr="00870ED0">
        <w:t>Test Source:</w:t>
      </w:r>
      <w:r w:rsidRPr="00870ED0">
        <w:tab/>
        <w:t>Test_Api_2_Prh_Cpts.java</w:t>
      </w:r>
      <w:r w:rsidR="00E62A27" w:rsidRPr="00870ED0">
        <w:t>.</w:t>
      </w:r>
    </w:p>
    <w:p w:rsidR="00714EBB" w:rsidRPr="00870ED0" w:rsidRDefault="00714EBB" w:rsidP="002854FB">
      <w:pPr>
        <w:pStyle w:val="EX"/>
      </w:pPr>
      <w:r w:rsidRPr="00870ED0">
        <w:t>Test</w:t>
      </w:r>
      <w:r w:rsidR="00EB39BD" w:rsidRPr="00870ED0">
        <w:t xml:space="preserve"> Applet:</w:t>
      </w:r>
      <w:r w:rsidR="00E62A27" w:rsidRPr="00870ED0">
        <w:tab/>
        <w:t>Api_2_Prh_Cpts_1.java.</w:t>
      </w:r>
    </w:p>
    <w:p w:rsidR="00714EBB" w:rsidRPr="00870ED0" w:rsidRDefault="00714EBB" w:rsidP="002854FB">
      <w:pPr>
        <w:pStyle w:val="EX"/>
      </w:pPr>
      <w:r w:rsidRPr="00870ED0">
        <w:t>Cap File:</w:t>
      </w:r>
      <w:r w:rsidRPr="00870ED0">
        <w:tab/>
        <w:t>api_2_prh_cpts.cap</w:t>
      </w:r>
      <w:r w:rsidR="00E62A27" w:rsidRPr="00870ED0">
        <w:t>.</w:t>
      </w:r>
    </w:p>
    <w:p w:rsidR="00714EBB" w:rsidRPr="00870ED0" w:rsidRDefault="00714EBB" w:rsidP="00B469A3">
      <w:pPr>
        <w:pStyle w:val="Heading5"/>
      </w:pPr>
      <w:r w:rsidRPr="00870ED0">
        <w:t>5.2.5.2.3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6, 8, 10, 13, 16, 18, 20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11, 14, 21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5, 7, 9, 12, 15, 17, 19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bl>
    <w:p w:rsidR="00714EBB" w:rsidRPr="00870ED0" w:rsidRDefault="00714EBB" w:rsidP="00E62A27"/>
    <w:p w:rsidR="00714EBB" w:rsidRPr="00870ED0" w:rsidRDefault="00714EBB" w:rsidP="00B469A3">
      <w:pPr>
        <w:pStyle w:val="Heading5"/>
      </w:pPr>
      <w:r w:rsidRPr="00870ED0">
        <w:t>5.2.5.2.4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977"/>
        <w:gridCol w:w="2268"/>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'Text'</w:t>
            </w:r>
          </w:p>
          <w:p w:rsidR="00714EBB" w:rsidRPr="00870ED0" w:rsidRDefault="00714EBB">
            <w:pPr>
              <w:pStyle w:val="PL"/>
              <w:rPr>
                <w:noProof w:val="0"/>
              </w:rPr>
            </w:pPr>
            <w:r w:rsidRPr="00870ED0">
              <w:rPr>
                <w:noProof w:val="0"/>
              </w:rPr>
              <w:t>minRespLength = 00h</w:t>
            </w:r>
          </w:p>
          <w:p w:rsidR="00714EBB" w:rsidRPr="00870ED0" w:rsidRDefault="00714EBB">
            <w:pPr>
              <w:pStyle w:val="PL"/>
              <w:rPr>
                <w:noProof w:val="0"/>
              </w:rPr>
            </w:pPr>
            <w:r w:rsidRPr="00870ED0">
              <w:rPr>
                <w:noProof w:val="0"/>
              </w:rPr>
              <w:t>maxRespLength = FFh</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02 04 41</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rPr>
                <w:b/>
              </w:rPr>
              <w:t xml:space="preserve">ProactiveResponseHandler.getTheHandler() </w:t>
            </w:r>
            <w:r w:rsidRPr="00870ED0">
              <w:t>; call the copyTextString() method with a null dstBuffer</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 = null</w:t>
            </w:r>
          </w:p>
          <w:p w:rsidR="00714EBB" w:rsidRPr="00870ED0" w:rsidRDefault="00714EBB">
            <w:pPr>
              <w:pStyle w:val="PL"/>
              <w:rPr>
                <w:noProof w:val="0"/>
              </w:rPr>
            </w:pPr>
            <w:r w:rsidRPr="00870ED0">
              <w:rPr>
                <w:noProof w:val="0"/>
              </w:rPr>
              <w:t xml:space="preserve">dstOffset = 0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r w:rsidRPr="00870ED0">
              <w:t xml:space="preserve">Proactive </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04 04 "ABC"</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dstOffset + text length &gt; dstBuffer.length</w:t>
            </w:r>
          </w:p>
          <w:p w:rsidR="00714EBB" w:rsidRPr="00870ED0" w:rsidRDefault="00714EBB">
            <w:pPr>
              <w:pStyle w:val="PL"/>
              <w:rPr>
                <w:noProof w:val="0"/>
              </w:rPr>
            </w:pPr>
            <w:r w:rsidRPr="00870ED0">
              <w:rPr>
                <w:noProof w:val="0"/>
              </w:rPr>
              <w:t>copyTextString()</w:t>
            </w:r>
          </w:p>
          <w:p w:rsidR="00714EBB" w:rsidRPr="00870ED0" w:rsidRDefault="00714EBB">
            <w:pPr>
              <w:pStyle w:val="PL"/>
              <w:rPr>
                <w:noProof w:val="0"/>
              </w:rPr>
            </w:pPr>
            <w:r w:rsidRPr="00870ED0">
              <w:rPr>
                <w:noProof w:val="0"/>
              </w:rPr>
              <w:t>dstBuffer.length = 04h</w:t>
            </w:r>
          </w:p>
          <w:p w:rsidR="00714EBB" w:rsidRPr="00870ED0" w:rsidRDefault="00714EBB">
            <w:pPr>
              <w:pStyle w:val="PL"/>
              <w:rPr>
                <w:noProof w:val="0"/>
              </w:rPr>
            </w:pPr>
            <w:r w:rsidRPr="00870ED0">
              <w:rPr>
                <w:noProof w:val="0"/>
              </w:rPr>
              <w:t xml:space="preserve">dstOffset = 02h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copyTextString()</w:t>
            </w:r>
          </w:p>
          <w:p w:rsidR="00714EBB" w:rsidRPr="00870ED0" w:rsidRDefault="00714EBB">
            <w:pPr>
              <w:pStyle w:val="PL"/>
              <w:rPr>
                <w:noProof w:val="0"/>
              </w:rPr>
            </w:pPr>
            <w:r w:rsidRPr="00870ED0">
              <w:rPr>
                <w:noProof w:val="0"/>
              </w:rPr>
              <w:t>dstBuffer.length = 04h</w:t>
            </w:r>
          </w:p>
          <w:p w:rsidR="00714EBB" w:rsidRPr="00870ED0" w:rsidRDefault="00714EBB">
            <w:pPr>
              <w:pStyle w:val="PL"/>
              <w:rPr>
                <w:noProof w:val="0"/>
              </w:rPr>
            </w:pPr>
            <w:r w:rsidRPr="00870ED0">
              <w:rPr>
                <w:noProof w:val="0"/>
              </w:rPr>
              <w:t xml:space="preserve">dstOffset = -1 </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'Text'</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DISPLAY TEXT</w:t>
            </w:r>
          </w:p>
          <w:p w:rsidR="00714EBB" w:rsidRPr="00870ED0" w:rsidRDefault="00714EBB">
            <w:pPr>
              <w:pStyle w:val="TAL"/>
              <w:keepNext w:val="0"/>
              <w:keepLines w:val="0"/>
            </w:pPr>
            <w:r w:rsidRPr="00870ED0">
              <w:t xml:space="preserve">Proactive command </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without Text String TLV</w:t>
            </w:r>
          </w:p>
          <w:p w:rsidR="00714EBB" w:rsidRPr="00870ED0" w:rsidRDefault="00714EBB">
            <w:pPr>
              <w:pStyle w:val="PL"/>
              <w:rPr>
                <w:noProof w:val="0"/>
              </w:rPr>
            </w:pPr>
            <w:r w:rsidRPr="00870ED0">
              <w:rPr>
                <w:noProof w:val="0"/>
              </w:rPr>
              <w:t xml:space="preserve"> </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 xml:space="preserve">ProactiveResponseHandler.getTheHandler() </w:t>
            </w:r>
            <w:r w:rsidRPr="00870ED0">
              <w:rPr>
                <w:noProof w:val="0"/>
              </w:rPr>
              <w:t>; call the copyTextString() method</w:t>
            </w:r>
          </w:p>
          <w:p w:rsidR="00714EBB" w:rsidRPr="00870ED0" w:rsidRDefault="00714EBB">
            <w:pPr>
              <w:pStyle w:val="TAL"/>
              <w:keepNext w:val="0"/>
              <w:keepLines w:val="0"/>
            </w:pPr>
          </w:p>
        </w:tc>
        <w:tc>
          <w:tcPr>
            <w:tcW w:w="29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UNAVAILABLE_ELEMENT ToolkitException is thrown</w:t>
            </w:r>
          </w:p>
        </w:tc>
        <w:tc>
          <w:tcPr>
            <w:tcW w:w="2268"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lastRenderedPageBreak/>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p w:rsidR="00714EBB" w:rsidRPr="00870ED0" w:rsidRDefault="00714EBB">
            <w:pPr>
              <w:pStyle w:val="TAL"/>
            </w:pPr>
            <w:r w:rsidRPr="00870ED0">
              <w:t xml:space="preserve">Proactive </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PL"/>
              <w:rPr>
                <w:noProof w:val="0"/>
              </w:rPr>
            </w:pPr>
            <w:r w:rsidRPr="00870ED0">
              <w:rPr>
                <w:rFonts w:ascii="Arial" w:hAnsi="Arial"/>
                <w:b/>
                <w:noProof w:val="0"/>
                <w:sz w:val="18"/>
              </w:rPr>
              <w:t xml:space="preserve">Terminal Response with a null Text String </w:t>
            </w:r>
            <w:r w:rsidRPr="00870ED0">
              <w:rPr>
                <w:noProof w:val="0"/>
              </w:rPr>
              <w:t>TLV</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00</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{F00h, F01h, F02h, F03h}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04h</w:t>
            </w:r>
          </w:p>
          <w:p w:rsidR="00714EBB" w:rsidRPr="00870ED0" w:rsidRDefault="00714EBB">
            <w:pPr>
              <w:pStyle w:val="PL"/>
              <w:rPr>
                <w:noProof w:val="0"/>
              </w:rPr>
            </w:pPr>
            <w:r w:rsidRPr="00870ED0">
              <w:rPr>
                <w:noProof w:val="0"/>
              </w:rPr>
              <w:t xml:space="preserve">dstOffset = 02h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copyTextString() is 02h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{0F0h, 0F1h, 0F2h, 0F3h}</w:t>
            </w:r>
          </w:p>
          <w:p w:rsidR="00714EBB" w:rsidRPr="00870ED0" w:rsidRDefault="00714EBB">
            <w:pPr>
              <w:pStyle w:val="PL"/>
              <w:rPr>
                <w:noProof w:val="0"/>
              </w:rPr>
            </w:pPr>
            <w:r w:rsidRPr="00870ED0">
              <w:rPr>
                <w:noProof w:val="0"/>
              </w:rPr>
              <w:t>srcOffset = 00h</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00h</w:t>
            </w:r>
          </w:p>
          <w:p w:rsidR="00714EBB" w:rsidRPr="00870ED0" w:rsidRDefault="00714EBB">
            <w:pPr>
              <w:pStyle w:val="PL"/>
              <w:rPr>
                <w:noProof w:val="0"/>
              </w:rPr>
            </w:pPr>
            <w:r w:rsidRPr="00870ED0">
              <w:rPr>
                <w:noProof w:val="0"/>
              </w:rPr>
              <w:t>length = 04h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r w:rsidRPr="00870ED0">
              <w:t xml:space="preserve">Proactive </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01h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02 04 41</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01h, 02h, 03h}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04h</w:t>
            </w:r>
          </w:p>
          <w:p w:rsidR="00714EBB" w:rsidRPr="00870ED0" w:rsidRDefault="00714EBB">
            <w:pPr>
              <w:pStyle w:val="PL"/>
              <w:rPr>
                <w:noProof w:val="0"/>
              </w:rPr>
            </w:pPr>
            <w:r w:rsidRPr="00870ED0">
              <w:rPr>
                <w:noProof w:val="0"/>
              </w:rPr>
              <w:t xml:space="preserve">dstOffset = 00h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copyTextString() is 01h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{41h, 01h, 02h, 03h}</w:t>
            </w:r>
          </w:p>
          <w:p w:rsidR="00714EBB" w:rsidRPr="00870ED0" w:rsidRDefault="00714EBB">
            <w:pPr>
              <w:pStyle w:val="PL"/>
              <w:rPr>
                <w:noProof w:val="0"/>
              </w:rPr>
            </w:pPr>
            <w:r w:rsidRPr="00870ED0">
              <w:rPr>
                <w:noProof w:val="0"/>
              </w:rPr>
              <w:t>srcOffset = 00h</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00h</w:t>
            </w:r>
          </w:p>
          <w:p w:rsidR="00714EBB" w:rsidRPr="00870ED0" w:rsidRDefault="00714EBB">
            <w:pPr>
              <w:pStyle w:val="PL"/>
              <w:rPr>
                <w:noProof w:val="0"/>
              </w:rPr>
            </w:pPr>
            <w:r w:rsidRPr="00870ED0">
              <w:rPr>
                <w:noProof w:val="0"/>
              </w:rPr>
              <w:t>length = 04h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r w:rsidRPr="00870ED0">
              <w:t xml:space="preserve">Proactive </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02h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03 04 42 43</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01h, 02h, 03h}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04h</w:t>
            </w:r>
          </w:p>
          <w:p w:rsidR="00714EBB" w:rsidRPr="00870ED0" w:rsidRDefault="00714EBB">
            <w:pPr>
              <w:pStyle w:val="PL"/>
              <w:rPr>
                <w:noProof w:val="0"/>
              </w:rPr>
            </w:pPr>
            <w:r w:rsidRPr="00870ED0">
              <w:rPr>
                <w:noProof w:val="0"/>
              </w:rPr>
              <w:t xml:space="preserve">dstOffset = 02h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copyTextString() is 04h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{00h, 01h, 42h, 43h}</w:t>
            </w:r>
          </w:p>
          <w:p w:rsidR="00714EBB" w:rsidRPr="00870ED0" w:rsidRDefault="00714EBB">
            <w:pPr>
              <w:pStyle w:val="PL"/>
              <w:rPr>
                <w:noProof w:val="0"/>
              </w:rPr>
            </w:pPr>
            <w:r w:rsidRPr="00870ED0">
              <w:rPr>
                <w:noProof w:val="0"/>
              </w:rPr>
              <w:t>srcOffset = 00h</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00h</w:t>
            </w:r>
          </w:p>
          <w:p w:rsidR="00714EBB" w:rsidRPr="00870ED0" w:rsidRDefault="00714EBB">
            <w:pPr>
              <w:pStyle w:val="PL"/>
              <w:rPr>
                <w:noProof w:val="0"/>
              </w:rPr>
            </w:pPr>
            <w:r w:rsidRPr="00870ED0">
              <w:rPr>
                <w:noProof w:val="0"/>
              </w:rPr>
              <w:t>length = 04h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7Eh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7F 04 01 02 … 7E</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00h … 00h}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010296">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7Eh</w:t>
            </w:r>
          </w:p>
          <w:p w:rsidR="00714EBB" w:rsidRPr="00870ED0" w:rsidRDefault="00714EBB">
            <w:pPr>
              <w:pStyle w:val="PL"/>
              <w:rPr>
                <w:noProof w:val="0"/>
              </w:rPr>
            </w:pPr>
            <w:r w:rsidRPr="00870ED0">
              <w:rPr>
                <w:noProof w:val="0"/>
              </w:rPr>
              <w:t xml:space="preserve">dstOffset = 00h </w:t>
            </w:r>
          </w:p>
        </w:tc>
        <w:tc>
          <w:tcPr>
            <w:tcW w:w="29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copyTextString() is 7Eh</w:t>
            </w:r>
          </w:p>
        </w:tc>
        <w:tc>
          <w:tcPr>
            <w:tcW w:w="2268"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10296">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lastRenderedPageBreak/>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Compare dstBuffer using arrayCompare()</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src = {01h, …, 7Eh}</w:t>
            </w:r>
          </w:p>
          <w:p w:rsidR="00714EBB" w:rsidRPr="00870ED0" w:rsidRDefault="00714EBB">
            <w:pPr>
              <w:pStyle w:val="PL"/>
              <w:keepNext/>
              <w:keepLines/>
              <w:rPr>
                <w:noProof w:val="0"/>
              </w:rPr>
            </w:pPr>
            <w:r w:rsidRPr="00870ED0">
              <w:rPr>
                <w:noProof w:val="0"/>
              </w:rPr>
              <w:t>srcOffset = 00h</w:t>
            </w:r>
          </w:p>
          <w:p w:rsidR="00714EBB" w:rsidRPr="00870ED0" w:rsidRDefault="00714EBB">
            <w:pPr>
              <w:pStyle w:val="PL"/>
              <w:keepNext/>
              <w:keepLines/>
              <w:rPr>
                <w:noProof w:val="0"/>
              </w:rPr>
            </w:pPr>
            <w:r w:rsidRPr="00870ED0">
              <w:rPr>
                <w:noProof w:val="0"/>
              </w:rPr>
              <w:t>dest = dstBuffer</w:t>
            </w:r>
          </w:p>
          <w:p w:rsidR="00714EBB" w:rsidRPr="00870ED0" w:rsidRDefault="00714EBB">
            <w:pPr>
              <w:pStyle w:val="PL"/>
              <w:keepNext/>
              <w:keepLines/>
              <w:rPr>
                <w:noProof w:val="0"/>
              </w:rPr>
            </w:pPr>
            <w:r w:rsidRPr="00870ED0">
              <w:rPr>
                <w:noProof w:val="0"/>
              </w:rPr>
              <w:t>destOffset = 00h</w:t>
            </w:r>
          </w:p>
          <w:p w:rsidR="00714EBB" w:rsidRPr="00870ED0" w:rsidRDefault="00714EBB">
            <w:pPr>
              <w:pStyle w:val="PL"/>
              <w:keepNext/>
              <w:keepLines/>
              <w:rPr>
                <w:noProof w:val="0"/>
              </w:rPr>
            </w:pPr>
            <w:r w:rsidRPr="00870ED0">
              <w:rPr>
                <w:noProof w:val="0"/>
              </w:rPr>
              <w:t>length = 7Eh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7Fh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81 80 04 01 02 …7F</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01h … FFh}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FFh</w:t>
            </w:r>
          </w:p>
          <w:p w:rsidR="00714EBB" w:rsidRPr="00870ED0" w:rsidRDefault="00714EBB">
            <w:pPr>
              <w:pStyle w:val="PL"/>
              <w:rPr>
                <w:noProof w:val="0"/>
              </w:rPr>
            </w:pPr>
            <w:r w:rsidRPr="00870ED0">
              <w:rPr>
                <w:noProof w:val="0"/>
              </w:rPr>
              <w:t xml:space="preserve">dstOffset = 10h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copyTextString() is 8Fh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{00h, 01h,… 0Fh,</w:t>
            </w:r>
          </w:p>
          <w:p w:rsidR="00714EBB" w:rsidRPr="00870ED0" w:rsidRDefault="00714EBB">
            <w:pPr>
              <w:pStyle w:val="PL"/>
              <w:rPr>
                <w:noProof w:val="0"/>
              </w:rPr>
            </w:pPr>
            <w:r w:rsidRPr="00870ED0">
              <w:rPr>
                <w:noProof w:val="0"/>
              </w:rPr>
              <w:t>01h, …7Fh, 8Fh, … FFh}</w:t>
            </w:r>
          </w:p>
          <w:p w:rsidR="00714EBB" w:rsidRPr="00870ED0" w:rsidRDefault="00714EBB">
            <w:pPr>
              <w:pStyle w:val="PL"/>
              <w:rPr>
                <w:noProof w:val="0"/>
              </w:rPr>
            </w:pPr>
            <w:r w:rsidRPr="00870ED0">
              <w:rPr>
                <w:noProof w:val="0"/>
              </w:rPr>
              <w:t>srcOffset = 00h</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00h</w:t>
            </w:r>
          </w:p>
          <w:p w:rsidR="00714EBB" w:rsidRPr="00870ED0" w:rsidRDefault="00714EBB">
            <w:pPr>
              <w:pStyle w:val="PL"/>
              <w:rPr>
                <w:noProof w:val="0"/>
              </w:rPr>
            </w:pPr>
            <w:r w:rsidRPr="00870ED0">
              <w:rPr>
                <w:noProof w:val="0"/>
              </w:rPr>
              <w:t>length = FFh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EFh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81 F0 04 01 02 … EF</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00h … 00h}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FFh</w:t>
            </w:r>
          </w:p>
          <w:p w:rsidR="00714EBB" w:rsidRPr="00870ED0" w:rsidRDefault="00714EBB">
            <w:pPr>
              <w:pStyle w:val="PL"/>
              <w:rPr>
                <w:noProof w:val="0"/>
              </w:rPr>
            </w:pPr>
            <w:r w:rsidRPr="00870ED0">
              <w:rPr>
                <w:noProof w:val="0"/>
              </w:rPr>
              <w:t xml:space="preserve">dstOffset = 00h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copyTextString() is EFh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{01h, …EFh, 00h … 00h }</w:t>
            </w:r>
          </w:p>
          <w:p w:rsidR="00714EBB" w:rsidRPr="00870ED0" w:rsidRDefault="00714EBB">
            <w:pPr>
              <w:pStyle w:val="PL"/>
              <w:rPr>
                <w:noProof w:val="0"/>
              </w:rPr>
            </w:pPr>
            <w:r w:rsidRPr="00870ED0">
              <w:rPr>
                <w:noProof w:val="0"/>
              </w:rPr>
              <w:t>srcOffset = 00h</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00h</w:t>
            </w:r>
          </w:p>
          <w:p w:rsidR="00714EBB" w:rsidRPr="00870ED0" w:rsidRDefault="00714EBB">
            <w:pPr>
              <w:pStyle w:val="PL"/>
              <w:rPr>
                <w:noProof w:val="0"/>
              </w:rPr>
            </w:pPr>
            <w:r w:rsidRPr="00870ED0">
              <w:rPr>
                <w:noProof w:val="0"/>
              </w:rPr>
              <w:t>length = FFh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GET INPUT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two Text String TLV</w:t>
            </w:r>
          </w:p>
          <w:p w:rsidR="00714EBB" w:rsidRPr="00870ED0" w:rsidRDefault="00714EBB">
            <w:pPr>
              <w:pStyle w:val="PL"/>
              <w:rPr>
                <w:noProof w:val="0"/>
              </w:rPr>
            </w:pPr>
          </w:p>
          <w:p w:rsidR="00714EBB" w:rsidRPr="00870ED0" w:rsidRDefault="00714EBB">
            <w:pPr>
              <w:pStyle w:val="PL"/>
              <w:rPr>
                <w:noProof w:val="0"/>
              </w:rPr>
            </w:pPr>
            <w:r w:rsidRPr="00870ED0">
              <w:rPr>
                <w:noProof w:val="0"/>
              </w:rPr>
              <w:t>1st Text String TLV = 0D 03 04 42 43</w:t>
            </w:r>
          </w:p>
          <w:p w:rsidR="00714EBB" w:rsidRPr="00870ED0" w:rsidRDefault="00714EBB">
            <w:pPr>
              <w:pStyle w:val="PL"/>
              <w:rPr>
                <w:noProof w:val="0"/>
              </w:rPr>
            </w:pPr>
            <w:r w:rsidRPr="00870ED0">
              <w:rPr>
                <w:noProof w:val="0"/>
              </w:rPr>
              <w:t>2nd Text String TLV = 0D 02 04 44</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{00h, 01h, 02h, 03h}</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the copyTextString()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dstBuffer.length = 04h</w:t>
            </w:r>
          </w:p>
          <w:p w:rsidR="00714EBB" w:rsidRPr="00870ED0" w:rsidRDefault="00714EBB">
            <w:pPr>
              <w:pStyle w:val="PL"/>
              <w:rPr>
                <w:noProof w:val="0"/>
              </w:rPr>
            </w:pPr>
            <w:r w:rsidRPr="00870ED0">
              <w:rPr>
                <w:noProof w:val="0"/>
              </w:rPr>
              <w:t xml:space="preserve">dstOffset = 02h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copyTextString() is 04h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dstBuffer using arrayCompare()</w:t>
            </w:r>
          </w:p>
          <w:p w:rsidR="00714EBB" w:rsidRPr="00870ED0" w:rsidRDefault="00714EBB">
            <w:pPr>
              <w:pStyle w:val="PL"/>
              <w:rPr>
                <w:noProof w:val="0"/>
              </w:rPr>
            </w:pPr>
          </w:p>
          <w:p w:rsidR="00714EBB" w:rsidRPr="00870ED0" w:rsidRDefault="00714EBB">
            <w:pPr>
              <w:pStyle w:val="PL"/>
              <w:rPr>
                <w:noProof w:val="0"/>
              </w:rPr>
            </w:pPr>
            <w:r w:rsidRPr="00870ED0">
              <w:rPr>
                <w:noProof w:val="0"/>
              </w:rPr>
              <w:t>src = {00h, 01h, 42h, 43h}</w:t>
            </w:r>
          </w:p>
          <w:p w:rsidR="00714EBB" w:rsidRPr="00870ED0" w:rsidRDefault="00714EBB">
            <w:pPr>
              <w:pStyle w:val="PL"/>
              <w:rPr>
                <w:noProof w:val="0"/>
              </w:rPr>
            </w:pPr>
            <w:r w:rsidRPr="00870ED0">
              <w:rPr>
                <w:noProof w:val="0"/>
              </w:rPr>
              <w:t>srcOffset = 00h</w:t>
            </w:r>
          </w:p>
          <w:p w:rsidR="00714EBB" w:rsidRPr="00870ED0" w:rsidRDefault="00714EBB">
            <w:pPr>
              <w:pStyle w:val="PL"/>
              <w:rPr>
                <w:noProof w:val="0"/>
              </w:rPr>
            </w:pPr>
            <w:r w:rsidRPr="00870ED0">
              <w:rPr>
                <w:noProof w:val="0"/>
              </w:rPr>
              <w:t>dest = dstBuffer</w:t>
            </w:r>
          </w:p>
          <w:p w:rsidR="00714EBB" w:rsidRPr="00870ED0" w:rsidRDefault="00714EBB">
            <w:pPr>
              <w:pStyle w:val="PL"/>
              <w:rPr>
                <w:noProof w:val="0"/>
              </w:rPr>
            </w:pPr>
            <w:r w:rsidRPr="00870ED0">
              <w:rPr>
                <w:noProof w:val="0"/>
              </w:rPr>
              <w:t>destOffset = 00h</w:t>
            </w:r>
          </w:p>
          <w:p w:rsidR="00714EBB" w:rsidRPr="00870ED0" w:rsidRDefault="00714EBB">
            <w:pPr>
              <w:pStyle w:val="PL"/>
              <w:rPr>
                <w:noProof w:val="0"/>
              </w:rPr>
            </w:pPr>
            <w:r w:rsidRPr="00870ED0">
              <w:rPr>
                <w:noProof w:val="0"/>
              </w:rPr>
              <w:t>length = 04h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lastRenderedPageBreak/>
        <w:t>5.2.5.3</w:t>
      </w:r>
      <w:r w:rsidRPr="00870ED0">
        <w:tab/>
        <w:t>Method getAdditionalInformationLength</w:t>
      </w:r>
    </w:p>
    <w:p w:rsidR="00714EBB" w:rsidRPr="00870ED0" w:rsidRDefault="00714EBB">
      <w:r w:rsidRPr="00870ED0">
        <w:t>Test Area Reference: Api_2_Prh_Gtil</w:t>
      </w:r>
      <w:r w:rsidR="00E62A27" w:rsidRPr="00870ED0">
        <w:t>.</w:t>
      </w:r>
    </w:p>
    <w:p w:rsidR="00714EBB" w:rsidRPr="00870ED0" w:rsidRDefault="00714EBB" w:rsidP="00B469A3">
      <w:pPr>
        <w:pStyle w:val="Heading5"/>
      </w:pPr>
      <w:r w:rsidRPr="00870ED0">
        <w:t>5.2.5.3.1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getAdditionalInformationLength()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5.2.5.3.1.1</w:t>
      </w:r>
      <w:r w:rsidRPr="00870ED0">
        <w:tab/>
        <w:t>Normal execution</w:t>
      </w:r>
    </w:p>
    <w:p w:rsidR="00714EBB" w:rsidRPr="00870ED0" w:rsidRDefault="00714EBB">
      <w:pPr>
        <w:pStyle w:val="B1"/>
      </w:pPr>
      <w:r w:rsidRPr="00870ED0">
        <w:t>CRRN1: This method returns the length of the additional information field from the first Result TLV in the ProactiveResponseHandler.</w:t>
      </w:r>
    </w:p>
    <w:p w:rsidR="00714EBB" w:rsidRPr="00870ED0" w:rsidRDefault="00714EBB">
      <w:pPr>
        <w:pStyle w:val="B1"/>
      </w:pPr>
      <w:r w:rsidRPr="00870ED0">
        <w:t>CRRN2: After a successful execution of the method, the Result TLV becomes the selected TLV of the ProactiveResponseHandler.</w:t>
      </w:r>
    </w:p>
    <w:p w:rsidR="00714EBB" w:rsidRPr="00870ED0" w:rsidRDefault="00714EBB">
      <w:pPr>
        <w:pStyle w:val="H6"/>
        <w:outlineLvl w:val="0"/>
      </w:pPr>
      <w:r w:rsidRPr="00870ED0">
        <w:t>5.2.5.3.1.2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5.2.5.3.1.3</w:t>
      </w:r>
      <w:r w:rsidRPr="00870ED0">
        <w:tab/>
        <w:t>Context errors</w:t>
      </w:r>
    </w:p>
    <w:p w:rsidR="00714EBB" w:rsidRPr="00870ED0" w:rsidRDefault="00714EBB">
      <w:pPr>
        <w:pStyle w:val="B1"/>
      </w:pPr>
      <w:r w:rsidRPr="00870ED0">
        <w:t>CRRC1: A ToolkitException.UNAVAILABLE_ELEMENT shall be thrown in case of unavailable Result TLV element.</w:t>
      </w:r>
    </w:p>
    <w:p w:rsidR="00714EBB" w:rsidRPr="00870ED0" w:rsidRDefault="00714EBB" w:rsidP="00B469A3">
      <w:pPr>
        <w:pStyle w:val="Heading5"/>
      </w:pPr>
      <w:r w:rsidRPr="00870ED0">
        <w:t>5.2.5.3.2</w:t>
      </w:r>
      <w:r w:rsidRPr="00870ED0">
        <w:tab/>
        <w:t>Test area files</w:t>
      </w:r>
    </w:p>
    <w:p w:rsidR="00714EBB" w:rsidRPr="00870ED0" w:rsidRDefault="00714EBB" w:rsidP="002854FB">
      <w:pPr>
        <w:pStyle w:val="EX"/>
      </w:pPr>
      <w:r w:rsidRPr="00870ED0">
        <w:t>Test Source:</w:t>
      </w:r>
      <w:r w:rsidRPr="00870ED0">
        <w:tab/>
        <w:t>Test_Api_2_Prh_Gtil.java</w:t>
      </w:r>
      <w:r w:rsidR="00E62A27" w:rsidRPr="00870ED0">
        <w:t>.</w:t>
      </w:r>
    </w:p>
    <w:p w:rsidR="00714EBB" w:rsidRPr="00870ED0" w:rsidRDefault="00714EBB" w:rsidP="002854FB">
      <w:pPr>
        <w:pStyle w:val="EX"/>
      </w:pPr>
      <w:r w:rsidRPr="00870ED0">
        <w:t>Test</w:t>
      </w:r>
      <w:r w:rsidR="00E62A27" w:rsidRPr="00870ED0">
        <w:t xml:space="preserve"> Applet: </w:t>
      </w:r>
      <w:r w:rsidR="00E62A27" w:rsidRPr="00870ED0">
        <w:tab/>
        <w:t>Api_2_Prh_Gtil_1.java.</w:t>
      </w:r>
    </w:p>
    <w:p w:rsidR="00714EBB" w:rsidRPr="00870ED0" w:rsidRDefault="00714EBB" w:rsidP="002854FB">
      <w:pPr>
        <w:pStyle w:val="EX"/>
      </w:pPr>
      <w:r w:rsidRPr="00870ED0">
        <w:t>Cap File:</w:t>
      </w:r>
      <w:r w:rsidRPr="00870ED0">
        <w:tab/>
        <w:t>api_2_prh_gtil.cap</w:t>
      </w:r>
      <w:r w:rsidR="00E62A27" w:rsidRPr="00870ED0">
        <w:t>.</w:t>
      </w:r>
    </w:p>
    <w:p w:rsidR="00714EBB" w:rsidRPr="00870ED0" w:rsidRDefault="00714EBB" w:rsidP="00B469A3">
      <w:pPr>
        <w:pStyle w:val="Heading5"/>
      </w:pPr>
      <w:r w:rsidRPr="00870ED0">
        <w:t>5.2.5.3.3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1, 3, 5, 7, 9, 11, 13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2, 4, 6, 8, 10, 12, 14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r>
    </w:tbl>
    <w:p w:rsidR="00714EBB" w:rsidRPr="00870ED0" w:rsidRDefault="00714EBB" w:rsidP="00E62A27"/>
    <w:p w:rsidR="00714EBB" w:rsidRPr="00870ED0" w:rsidRDefault="00714EBB" w:rsidP="00B469A3">
      <w:pPr>
        <w:pStyle w:val="Heading5"/>
      </w:pPr>
      <w:r w:rsidRPr="00870ED0">
        <w:t>5.2.5.3.4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977"/>
        <w:gridCol w:w="2268"/>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PL"/>
              <w:rPr>
                <w:noProof w:val="0"/>
              </w:rPr>
            </w:pPr>
            <w:r w:rsidRPr="00870ED0">
              <w:rPr>
                <w:noProof w:val="0"/>
              </w:rPr>
              <w:t>qualifier = 00h</w:t>
            </w:r>
          </w:p>
          <w:p w:rsidR="00714EBB" w:rsidRPr="00870ED0" w:rsidRDefault="00714EBB">
            <w:pPr>
              <w:pStyle w:val="PL"/>
              <w:rPr>
                <w:noProof w:val="0"/>
              </w:rPr>
            </w:pPr>
            <w:r w:rsidRPr="00870ED0">
              <w:rPr>
                <w:noProof w:val="0"/>
              </w:rPr>
              <w:t>dcs = 04h</w:t>
            </w:r>
          </w:p>
          <w:p w:rsidR="00714EBB" w:rsidRPr="00870ED0" w:rsidRDefault="00714EBB">
            <w:pPr>
              <w:pStyle w:val="PL"/>
              <w:rPr>
                <w:noProof w:val="0"/>
              </w:rPr>
            </w:pPr>
            <w:r w:rsidRPr="00870ED0">
              <w:rPr>
                <w:noProof w:val="0"/>
              </w:rPr>
              <w:t>buffer = 'Text'</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H"/>
              <w:keepNext w:val="0"/>
              <w:keepLines w:val="0"/>
            </w:pPr>
            <w:r w:rsidRPr="00870ED0">
              <w:t>Terminal Response without additional info</w:t>
            </w:r>
            <w:r w:rsidR="00421F7E" w:rsidRPr="00870ED0">
              <w:t>rmation</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rPr>
                <w:b w:val="0"/>
              </w:rPr>
              <w:t xml:space="preserve">ProactiveResponseHandler.getTheHandler() </w:t>
            </w:r>
            <w:r w:rsidRPr="00870ED0">
              <w:t xml:space="preserve">; </w:t>
            </w:r>
            <w:r w:rsidRPr="00870ED0">
              <w:rPr>
                <w:b w:val="0"/>
              </w:rPr>
              <w:t>call the getAdditionalInformationLength() method</w:t>
            </w:r>
          </w:p>
        </w:tc>
        <w:tc>
          <w:tcPr>
            <w:tcW w:w="29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268"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2</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Call the getValueLength() method</w:t>
            </w:r>
          </w:p>
          <w:p w:rsidR="00714EBB" w:rsidRPr="00870ED0" w:rsidRDefault="00714EBB" w:rsidP="00010296">
            <w:pPr>
              <w:pStyle w:val="TAH"/>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Result is 01h</w:t>
            </w:r>
          </w:p>
          <w:p w:rsidR="00714EBB" w:rsidRPr="00870ED0" w:rsidRDefault="00714EBB" w:rsidP="00010296">
            <w:pPr>
              <w:pStyle w:val="TAL"/>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421F7E">
            <w:pPr>
              <w:pStyle w:val="TAC"/>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rsidP="00421F7E">
            <w:pPr>
              <w:pStyle w:val="TAH"/>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rsidP="00421F7E">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714EBB" w:rsidP="00421F7E">
            <w:pPr>
              <w:pStyle w:val="TAL"/>
            </w:pPr>
            <w:r w:rsidRPr="00870ED0">
              <w:t>DISPLAY TEXT ProactiveProactive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H"/>
            </w:pPr>
            <w:r w:rsidRPr="00870ED0">
              <w:t>Terminal Response with 1 additional byte</w:t>
            </w:r>
          </w:p>
          <w:p w:rsidR="00714EBB" w:rsidRPr="00870ED0" w:rsidRDefault="00714EBB" w:rsidP="00421F7E">
            <w:pPr>
              <w:pStyle w:val="PL"/>
              <w:keepNext/>
              <w:keepLines/>
              <w:rPr>
                <w:noProof w:val="0"/>
              </w:rPr>
            </w:pPr>
          </w:p>
          <w:p w:rsidR="00714EBB" w:rsidRPr="00870ED0" w:rsidRDefault="00714EBB" w:rsidP="00421F7E">
            <w:pPr>
              <w:pStyle w:val="PL"/>
              <w:keepNext/>
              <w:keepLines/>
              <w:rPr>
                <w:noProof w:val="0"/>
              </w:rPr>
            </w:pPr>
            <w:r w:rsidRPr="00870ED0">
              <w:rPr>
                <w:noProof w:val="0"/>
              </w:rPr>
              <w:t>Result TLV = 03 02 02 55</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L"/>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421F7E">
            <w:pPr>
              <w:pStyle w:val="TAC"/>
            </w:pPr>
          </w:p>
        </w:tc>
        <w:tc>
          <w:tcPr>
            <w:tcW w:w="4111" w:type="dxa"/>
            <w:tcBorders>
              <w:top w:val="nil"/>
              <w:left w:val="single" w:sz="4" w:space="0" w:color="auto"/>
              <w:bottom w:val="nil"/>
              <w:right w:val="single" w:sz="4" w:space="0" w:color="auto"/>
            </w:tcBorders>
          </w:tcPr>
          <w:p w:rsidR="00714EBB" w:rsidRPr="00870ED0" w:rsidRDefault="00714EBB" w:rsidP="00421F7E">
            <w:pPr>
              <w:pStyle w:val="TAH"/>
            </w:pPr>
            <w:r w:rsidRPr="00870ED0">
              <w:t>ProactiveResponseHandler.getTheHandler() ; call the getAdditionalInformationLength() method</w:t>
            </w:r>
          </w:p>
        </w:tc>
        <w:tc>
          <w:tcPr>
            <w:tcW w:w="2977" w:type="dxa"/>
            <w:tcBorders>
              <w:top w:val="nil"/>
              <w:left w:val="single" w:sz="4" w:space="0" w:color="auto"/>
              <w:bottom w:val="nil"/>
              <w:right w:val="single" w:sz="4" w:space="0" w:color="auto"/>
            </w:tcBorders>
          </w:tcPr>
          <w:p w:rsidR="00714EBB" w:rsidRPr="00870ED0" w:rsidRDefault="00714EBB" w:rsidP="00421F7E">
            <w:pPr>
              <w:pStyle w:val="TAL"/>
            </w:pPr>
            <w:r w:rsidRPr="00870ED0">
              <w:t>Result is 01h</w:t>
            </w:r>
          </w:p>
        </w:tc>
        <w:tc>
          <w:tcPr>
            <w:tcW w:w="2268" w:type="dxa"/>
            <w:tcBorders>
              <w:top w:val="nil"/>
              <w:left w:val="single" w:sz="4" w:space="0" w:color="auto"/>
              <w:bottom w:val="nil"/>
              <w:right w:val="single" w:sz="4" w:space="0" w:color="auto"/>
            </w:tcBorders>
          </w:tcPr>
          <w:p w:rsidR="00714EBB" w:rsidRPr="00870ED0" w:rsidRDefault="00714EBB" w:rsidP="00421F7E">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 7Eh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7F 02 55 55 55 …</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 ; call the getAdditionalInformationLength() method</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7Eh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rPr>
                <w:b/>
              </w:rPr>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w:t>
            </w:r>
          </w:p>
          <w:p w:rsidR="00714EBB" w:rsidRPr="00870ED0" w:rsidRDefault="00714EBB">
            <w:pPr>
              <w:pStyle w:val="TAL"/>
              <w:keepNext w:val="0"/>
              <w:keepLines w:val="0"/>
            </w:pPr>
            <w:r w:rsidRPr="00870ED0">
              <w:t>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PL"/>
              <w:rPr>
                <w:noProof w:val="0"/>
              </w:rPr>
            </w:pPr>
            <w:r w:rsidRPr="00870ED0">
              <w:rPr>
                <w:rFonts w:ascii="Arial" w:hAnsi="Arial"/>
                <w:b/>
                <w:noProof w:val="0"/>
                <w:sz w:val="18"/>
              </w:rPr>
              <w:t>Terminal Response with 7Fh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81 80 02 55 55 55 …</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 ; call the getAdditionalInformationLength() method</w:t>
            </w:r>
          </w:p>
          <w:p w:rsidR="00714EBB" w:rsidRPr="00870ED0" w:rsidRDefault="00714EBB">
            <w:pPr>
              <w:pStyle w:val="TAL"/>
              <w:keepNext w:val="0"/>
              <w:keepLines w:val="0"/>
            </w:pP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7Fh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w:t>
            </w:r>
          </w:p>
          <w:p w:rsidR="00714EBB" w:rsidRPr="00870ED0" w:rsidRDefault="00714EBB">
            <w:pPr>
              <w:pStyle w:val="TAL"/>
              <w:keepNext w:val="0"/>
              <w:keepLines w:val="0"/>
            </w:pPr>
            <w:r w:rsidRPr="00870ED0">
              <w:t>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 80h additional bytes</w:t>
            </w:r>
          </w:p>
          <w:p w:rsidR="00714EBB" w:rsidRPr="00870ED0" w:rsidRDefault="00714EBB" w:rsidP="00421F7E">
            <w:pPr>
              <w:pStyle w:val="PL"/>
              <w:rPr>
                <w:noProof w:val="0"/>
              </w:rPr>
            </w:pPr>
          </w:p>
          <w:p w:rsidR="00714EBB" w:rsidRPr="00870ED0" w:rsidRDefault="00714EBB">
            <w:pPr>
              <w:pStyle w:val="TAH"/>
              <w:keepNext w:val="0"/>
              <w:keepLines w:val="0"/>
            </w:pPr>
            <w:r w:rsidRPr="00870ED0">
              <w:t>Result TLV = 03 81 81 02 55 55 55 …</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 ; call the getAdditionalInformationLength() method</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80h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H"/>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81h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w:t>
            </w:r>
          </w:p>
          <w:p w:rsidR="00714EBB" w:rsidRPr="00870ED0" w:rsidRDefault="00714EBB">
            <w:pPr>
              <w:pStyle w:val="TAL"/>
              <w:keepNext w:val="0"/>
              <w:keepLines w:val="0"/>
            </w:pPr>
            <w:r w:rsidRPr="00870ED0">
              <w:t>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 F2h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81 F3 02 55 55 55 …</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 ; call the getAdditionalInformationLength() method</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F2h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F3h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w:t>
            </w:r>
          </w:p>
          <w:p w:rsidR="00714EBB" w:rsidRPr="00870ED0" w:rsidRDefault="00714EBB">
            <w:pPr>
              <w:pStyle w:val="TAL"/>
              <w:keepNext w:val="0"/>
              <w:keepLines w:val="0"/>
            </w:pPr>
            <w:r w:rsidRPr="00870ED0">
              <w:t>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 2 Result TLV</w:t>
            </w:r>
          </w:p>
          <w:p w:rsidR="00714EBB" w:rsidRPr="00870ED0" w:rsidRDefault="00714EBB">
            <w:pPr>
              <w:pStyle w:val="PL"/>
              <w:rPr>
                <w:noProof w:val="0"/>
              </w:rPr>
            </w:pPr>
          </w:p>
          <w:p w:rsidR="00714EBB" w:rsidRPr="00870ED0" w:rsidRDefault="00714EBB">
            <w:pPr>
              <w:pStyle w:val="PL"/>
              <w:rPr>
                <w:noProof w:val="0"/>
              </w:rPr>
            </w:pPr>
            <w:r w:rsidRPr="00870ED0">
              <w:rPr>
                <w:noProof w:val="0"/>
              </w:rPr>
              <w:t>1st Result TLV = 03 03 02 01 23</w:t>
            </w:r>
          </w:p>
          <w:p w:rsidR="00714EBB" w:rsidRPr="00870ED0" w:rsidRDefault="00714EBB">
            <w:pPr>
              <w:pStyle w:val="PL"/>
              <w:rPr>
                <w:noProof w:val="0"/>
              </w:rPr>
            </w:pPr>
            <w:r w:rsidRPr="00870ED0">
              <w:rPr>
                <w:noProof w:val="0"/>
              </w:rPr>
              <w:t>2nd Result TLV = 03 01 00</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 ; call the getAdditionalInformationLength() method</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02h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421F7E">
            <w:pPr>
              <w:pStyle w:val="TAH"/>
              <w:keepNext w:val="0"/>
              <w:keepLines w:val="0"/>
            </w:pPr>
            <w:r w:rsidRPr="00870ED0">
              <w:t>C</w:t>
            </w:r>
            <w:r w:rsidR="00421F7E" w:rsidRPr="00870ED0">
              <w:t>all the getValueLength() method</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pPr>
            <w:r w:rsidRPr="00870ED0">
              <w:lastRenderedPageBreak/>
              <w:t>15</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pPr>
            <w:r w:rsidRPr="00870ED0">
              <w:t xml:space="preserve">Build </w:t>
            </w:r>
            <w:r w:rsidR="00421F7E" w:rsidRPr="00870ED0">
              <w:t>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rsidP="00010296">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714EBB" w:rsidP="00010296">
            <w:pPr>
              <w:pStyle w:val="TAL"/>
            </w:pPr>
            <w:r w:rsidRPr="00870ED0">
              <w:t>DISPLAY TEXT</w:t>
            </w:r>
          </w:p>
          <w:p w:rsidR="00714EBB" w:rsidRPr="00870ED0" w:rsidRDefault="00714EBB" w:rsidP="00010296">
            <w:pPr>
              <w:pStyle w:val="TAL"/>
            </w:pPr>
            <w:r w:rsidRPr="00870ED0">
              <w:t>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Terminal Response w</w:t>
            </w:r>
            <w:r w:rsidR="00421F7E" w:rsidRPr="00870ED0">
              <w:t>ithout Result Comprehension TLV</w:t>
            </w:r>
          </w:p>
        </w:tc>
        <w:tc>
          <w:tcPr>
            <w:tcW w:w="2977"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r w:rsidRPr="00870ED0">
              <w:t>ToolkitException.UNAVAILABLE_ELEMENT is thrown by send()</w:t>
            </w:r>
          </w:p>
        </w:tc>
        <w:tc>
          <w:tcPr>
            <w:tcW w:w="2268"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421F7E">
            <w:pPr>
              <w:pStyle w:val="TAH"/>
              <w:keepNext w:val="0"/>
              <w:keepLines w:val="0"/>
            </w:pPr>
            <w:r w:rsidRPr="00870ED0">
              <w:t>Get Pro</w:t>
            </w:r>
            <w:r w:rsidR="00421F7E" w:rsidRPr="00870ED0">
              <w:t>activeResponseHandler</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00000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000000"/>
              <w:right w:val="single" w:sz="4" w:space="0" w:color="auto"/>
            </w:tcBorders>
          </w:tcPr>
          <w:p w:rsidR="00714EBB" w:rsidRPr="00870ED0" w:rsidRDefault="00714EBB" w:rsidP="00421F7E">
            <w:pPr>
              <w:pStyle w:val="TAH"/>
              <w:keepNext w:val="0"/>
              <w:keepLines w:val="0"/>
            </w:pPr>
            <w:r w:rsidRPr="00870ED0">
              <w:t>Call the getAddit</w:t>
            </w:r>
            <w:r w:rsidR="00421F7E" w:rsidRPr="00870ED0">
              <w:t>ionalInformationLength() method</w:t>
            </w:r>
          </w:p>
        </w:tc>
        <w:tc>
          <w:tcPr>
            <w:tcW w:w="2977" w:type="dxa"/>
            <w:tcBorders>
              <w:top w:val="single" w:sz="4" w:space="0" w:color="808080"/>
              <w:left w:val="single" w:sz="4" w:space="0" w:color="auto"/>
              <w:bottom w:val="single" w:sz="4" w:space="0" w:color="000000"/>
              <w:right w:val="single" w:sz="4" w:space="0" w:color="auto"/>
            </w:tcBorders>
          </w:tcPr>
          <w:p w:rsidR="00714EBB" w:rsidRPr="00870ED0" w:rsidRDefault="00714EBB">
            <w:pPr>
              <w:pStyle w:val="TAL"/>
              <w:keepNext w:val="0"/>
              <w:keepLines w:val="0"/>
            </w:pPr>
            <w:r w:rsidRPr="00870ED0">
              <w:t>ToolkitException.UNAVAILABLE_ELEMENT is thrown by getAdditionalInformationLength ()</w:t>
            </w:r>
          </w:p>
        </w:tc>
        <w:tc>
          <w:tcPr>
            <w:tcW w:w="2268" w:type="dxa"/>
            <w:tcBorders>
              <w:top w:val="single" w:sz="4" w:space="0" w:color="808080"/>
              <w:left w:val="single" w:sz="4" w:space="0" w:color="auto"/>
              <w:bottom w:val="single" w:sz="4" w:space="0" w:color="000000"/>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5.2.5.4</w:t>
      </w:r>
      <w:r w:rsidRPr="00870ED0">
        <w:tab/>
        <w:t>Method getGeneralResult</w:t>
      </w:r>
    </w:p>
    <w:p w:rsidR="00714EBB" w:rsidRPr="00870ED0" w:rsidRDefault="00714EBB">
      <w:r w:rsidRPr="00870ED0">
        <w:t>Test Area Reference: Api_2_Prh_Gtgr</w:t>
      </w:r>
      <w:r w:rsidR="00421F7E" w:rsidRPr="00870ED0">
        <w:t>.</w:t>
      </w:r>
    </w:p>
    <w:p w:rsidR="00714EBB" w:rsidRPr="00870ED0" w:rsidRDefault="00714EBB" w:rsidP="00B469A3">
      <w:pPr>
        <w:pStyle w:val="Heading5"/>
      </w:pPr>
      <w:r w:rsidRPr="00870ED0">
        <w:t>5.2.5.4.1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getGeneralResult()</w:t>
      </w:r>
    </w:p>
    <w:p w:rsidR="00714EBB" w:rsidRPr="00870ED0" w:rsidRDefault="00714EBB">
      <w:pPr>
        <w:pStyle w:val="PL"/>
        <w:rPr>
          <w:noProof w:val="0"/>
        </w:rPr>
      </w:pPr>
      <w:r w:rsidRPr="00870ED0">
        <w:rPr>
          <w:noProof w:val="0"/>
        </w:rPr>
        <w:t xml:space="preserve">                      throws ToolkitException</w:t>
      </w:r>
    </w:p>
    <w:p w:rsidR="00421F7E" w:rsidRPr="00870ED0" w:rsidRDefault="00421F7E">
      <w:pPr>
        <w:pStyle w:val="PL"/>
        <w:rPr>
          <w:noProof w:val="0"/>
        </w:rPr>
      </w:pPr>
    </w:p>
    <w:p w:rsidR="00714EBB" w:rsidRPr="00870ED0" w:rsidRDefault="00714EBB">
      <w:pPr>
        <w:pStyle w:val="H6"/>
        <w:outlineLvl w:val="0"/>
      </w:pPr>
      <w:r w:rsidRPr="00870ED0">
        <w:t>5.2.5.4.1.1</w:t>
      </w:r>
      <w:r w:rsidRPr="00870ED0">
        <w:tab/>
        <w:t>Normal execution</w:t>
      </w:r>
    </w:p>
    <w:p w:rsidR="00714EBB" w:rsidRPr="00870ED0" w:rsidRDefault="00714EBB">
      <w:pPr>
        <w:pStyle w:val="B1"/>
      </w:pPr>
      <w:r w:rsidRPr="00870ED0">
        <w:t>CRRN1: This method returns the general result of a proactive command.</w:t>
      </w:r>
    </w:p>
    <w:p w:rsidR="00714EBB" w:rsidRPr="00870ED0" w:rsidRDefault="00714EBB">
      <w:pPr>
        <w:pStyle w:val="B1"/>
      </w:pPr>
      <w:r w:rsidRPr="00870ED0">
        <w:t>CRRN2: After a successful execution of the method, the Result TLV becomes the selected TLV of the ProactiveResponseHandler.</w:t>
      </w:r>
    </w:p>
    <w:p w:rsidR="00714EBB" w:rsidRPr="00870ED0" w:rsidRDefault="00714EBB">
      <w:pPr>
        <w:pStyle w:val="H6"/>
        <w:outlineLvl w:val="0"/>
      </w:pPr>
      <w:r w:rsidRPr="00870ED0">
        <w:t>5.2.5.4.1.2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5.2.5.4.1.3</w:t>
      </w:r>
      <w:r w:rsidRPr="00870ED0">
        <w:tab/>
        <w:t>Context errors</w:t>
      </w:r>
    </w:p>
    <w:p w:rsidR="00714EBB" w:rsidRPr="00870ED0" w:rsidRDefault="00714EBB">
      <w:pPr>
        <w:pStyle w:val="B1"/>
      </w:pPr>
      <w:r w:rsidRPr="00870ED0">
        <w:t>CRRC1: A ToolkitException.UNAVAILABLE_ELEMENT shall be thrown in case of unavailable Result TLV element.</w:t>
      </w:r>
    </w:p>
    <w:p w:rsidR="00714EBB" w:rsidRPr="00870ED0" w:rsidRDefault="00714EBB">
      <w:pPr>
        <w:pStyle w:val="B1"/>
      </w:pPr>
      <w:r w:rsidRPr="00870ED0">
        <w:t>CRRC2: A ToolkitException.OUT_OF_TLV_BOUNDARIES shall be thrown if the general result byte is missing in the Result Comprehension TLV.</w:t>
      </w:r>
    </w:p>
    <w:p w:rsidR="00714EBB" w:rsidRPr="00870ED0" w:rsidRDefault="00714EBB" w:rsidP="00B469A3">
      <w:pPr>
        <w:pStyle w:val="Heading5"/>
      </w:pPr>
      <w:r w:rsidRPr="00870ED0">
        <w:t>5.2.5.4.2</w:t>
      </w:r>
      <w:r w:rsidRPr="00870ED0">
        <w:tab/>
        <w:t>Test area files</w:t>
      </w:r>
    </w:p>
    <w:p w:rsidR="00714EBB" w:rsidRPr="00870ED0" w:rsidRDefault="00714EBB" w:rsidP="002854FB">
      <w:pPr>
        <w:pStyle w:val="EX"/>
      </w:pPr>
      <w:r w:rsidRPr="00870ED0">
        <w:t>Test Source:</w:t>
      </w:r>
      <w:r w:rsidRPr="00870ED0">
        <w:tab/>
        <w:t>Test_Api_2_Prh_Gtgr.java</w:t>
      </w:r>
      <w:r w:rsidR="00421F7E" w:rsidRPr="00870ED0">
        <w:t>.</w:t>
      </w:r>
    </w:p>
    <w:p w:rsidR="00714EBB" w:rsidRPr="00870ED0" w:rsidRDefault="00714EBB" w:rsidP="002854FB">
      <w:pPr>
        <w:pStyle w:val="EX"/>
      </w:pPr>
      <w:r w:rsidRPr="00870ED0">
        <w:t>Test</w:t>
      </w:r>
      <w:r w:rsidR="00421F7E" w:rsidRPr="00870ED0">
        <w:t xml:space="preserve"> Applet: </w:t>
      </w:r>
      <w:r w:rsidR="00421F7E" w:rsidRPr="00870ED0">
        <w:tab/>
        <w:t>Api_2_Prh_Gtgr_1.java.</w:t>
      </w:r>
    </w:p>
    <w:p w:rsidR="00714EBB" w:rsidRPr="00870ED0" w:rsidRDefault="00714EBB" w:rsidP="002854FB">
      <w:pPr>
        <w:pStyle w:val="EX"/>
      </w:pPr>
      <w:r w:rsidRPr="00870ED0">
        <w:t>Cap File:</w:t>
      </w:r>
      <w:r w:rsidRPr="00870ED0">
        <w:tab/>
        <w:t>api_2_prh_gtgr.cap</w:t>
      </w:r>
      <w:r w:rsidR="00421F7E" w:rsidRPr="00870ED0">
        <w:t>.</w:t>
      </w:r>
    </w:p>
    <w:p w:rsidR="00714EBB" w:rsidRPr="00870ED0" w:rsidRDefault="00714EBB" w:rsidP="00B469A3">
      <w:pPr>
        <w:pStyle w:val="Heading5"/>
      </w:pPr>
      <w:r w:rsidRPr="00870ED0">
        <w:t>5.2.5.4.3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1, 3, 5, 7, 9, 11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2, 4, 6, 8, 10, 12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r>
    </w:tbl>
    <w:p w:rsidR="00714EBB" w:rsidRPr="00870ED0" w:rsidRDefault="00714EBB" w:rsidP="00421F7E"/>
    <w:p w:rsidR="00714EBB" w:rsidRPr="00870ED0" w:rsidRDefault="00714EBB" w:rsidP="00421F7E">
      <w:pPr>
        <w:pStyle w:val="Heading5"/>
      </w:pPr>
      <w:r w:rsidRPr="00870ED0">
        <w:lastRenderedPageBreak/>
        <w:t>5.2.5.4.4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977"/>
        <w:gridCol w:w="2268"/>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421F7E">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421F7E">
            <w:pPr>
              <w:pStyle w:val="TAH"/>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rsidP="00421F7E">
            <w:pPr>
              <w:pStyle w:val="TAH"/>
            </w:pPr>
            <w:r w:rsidRPr="00870ED0">
              <w:t>API Expectation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rsidP="00421F7E">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421F7E">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421F7E">
            <w:pPr>
              <w:pStyle w:val="TAH"/>
            </w:pPr>
            <w:r w:rsidRPr="00870ED0">
              <w:t>Build and send a DISPLAY TEXT command</w:t>
            </w:r>
          </w:p>
          <w:p w:rsidR="00714EBB" w:rsidRPr="00870ED0" w:rsidRDefault="00714EBB" w:rsidP="00421F7E">
            <w:pPr>
              <w:pStyle w:val="PL"/>
              <w:keepNext/>
              <w:keepLines/>
              <w:rPr>
                <w:noProof w:val="0"/>
              </w:rPr>
            </w:pPr>
          </w:p>
          <w:p w:rsidR="00714EBB" w:rsidRPr="00870ED0" w:rsidRDefault="00714EBB" w:rsidP="00421F7E">
            <w:pPr>
              <w:pStyle w:val="PL"/>
              <w:keepNext/>
              <w:keepLines/>
              <w:rPr>
                <w:noProof w:val="0"/>
              </w:rPr>
            </w:pPr>
            <w:r w:rsidRPr="00870ED0">
              <w:rPr>
                <w:noProof w:val="0"/>
              </w:rPr>
              <w:t>qualifier = 00h</w:t>
            </w:r>
          </w:p>
          <w:p w:rsidR="00714EBB" w:rsidRPr="00870ED0" w:rsidRDefault="00714EBB" w:rsidP="00421F7E">
            <w:pPr>
              <w:pStyle w:val="PL"/>
              <w:keepNext/>
              <w:keepLines/>
              <w:rPr>
                <w:noProof w:val="0"/>
              </w:rPr>
            </w:pPr>
            <w:r w:rsidRPr="00870ED0">
              <w:rPr>
                <w:noProof w:val="0"/>
              </w:rPr>
              <w:t>dcs = 04h</w:t>
            </w:r>
          </w:p>
          <w:p w:rsidR="00714EBB" w:rsidRPr="00870ED0" w:rsidRDefault="00714EBB" w:rsidP="00421F7E">
            <w:pPr>
              <w:pStyle w:val="PL"/>
              <w:keepNext/>
              <w:keepLines/>
              <w:rPr>
                <w:noProof w:val="0"/>
              </w:rPr>
            </w:pPr>
            <w:r w:rsidRPr="00870ED0">
              <w:rPr>
                <w:noProof w:val="0"/>
              </w:rPr>
              <w:t>buffer = 'Text'</w:t>
            </w:r>
          </w:p>
        </w:tc>
        <w:tc>
          <w:tcPr>
            <w:tcW w:w="2977" w:type="dxa"/>
            <w:tcBorders>
              <w:top w:val="single" w:sz="4" w:space="0" w:color="auto"/>
              <w:left w:val="single" w:sz="4" w:space="0" w:color="auto"/>
              <w:bottom w:val="nil"/>
              <w:right w:val="single" w:sz="4" w:space="0" w:color="auto"/>
            </w:tcBorders>
          </w:tcPr>
          <w:p w:rsidR="00714EBB" w:rsidRPr="00870ED0" w:rsidRDefault="00714EBB" w:rsidP="00421F7E">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714EBB" w:rsidP="00421F7E">
            <w:pPr>
              <w:pStyle w:val="TAL"/>
            </w:pPr>
            <w:r w:rsidRPr="00870ED0">
              <w:t>DISPLAY TEXT Proactive command</w:t>
            </w:r>
          </w:p>
          <w:p w:rsidR="00714EBB" w:rsidRPr="00870ED0" w:rsidRDefault="00714EBB" w:rsidP="00421F7E">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H"/>
            </w:pPr>
            <w:r w:rsidRPr="00870ED0">
              <w:t>Terminal Response with General Result = 00 (command performed successfully)</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L"/>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rsidP="00421F7E">
            <w:pPr>
              <w:pStyle w:val="TAL"/>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421F7E">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rsidP="00421F7E">
            <w:pPr>
              <w:pStyle w:val="TAH"/>
            </w:pPr>
            <w:r w:rsidRPr="00870ED0">
              <w:t>ProactiveResponseHandler.getTheHandler()</w:t>
            </w:r>
          </w:p>
          <w:p w:rsidR="00714EBB" w:rsidRPr="00870ED0" w:rsidRDefault="00714EBB" w:rsidP="00421F7E">
            <w:pPr>
              <w:pStyle w:val="TAH"/>
            </w:pPr>
            <w:r w:rsidRPr="00870ED0">
              <w:t>Call the getGeneralResult() method</w:t>
            </w:r>
          </w:p>
          <w:p w:rsidR="00714EBB" w:rsidRPr="00870ED0" w:rsidRDefault="00714EBB" w:rsidP="00421F7E">
            <w:pPr>
              <w:pStyle w:val="TAL"/>
            </w:pPr>
          </w:p>
        </w:tc>
        <w:tc>
          <w:tcPr>
            <w:tcW w:w="2977" w:type="dxa"/>
            <w:tcBorders>
              <w:top w:val="nil"/>
              <w:left w:val="single" w:sz="4" w:space="0" w:color="auto"/>
              <w:bottom w:val="single" w:sz="4" w:space="0" w:color="auto"/>
              <w:right w:val="single" w:sz="4" w:space="0" w:color="auto"/>
            </w:tcBorders>
          </w:tcPr>
          <w:p w:rsidR="00714EBB" w:rsidRPr="00870ED0" w:rsidRDefault="00714EBB" w:rsidP="00421F7E">
            <w:pPr>
              <w:pStyle w:val="TAL"/>
            </w:pPr>
            <w:r w:rsidRPr="00870ED0">
              <w:t>Result of getGeneralResult() is 00h</w:t>
            </w:r>
          </w:p>
        </w:tc>
        <w:tc>
          <w:tcPr>
            <w:tcW w:w="2268" w:type="dxa"/>
            <w:tcBorders>
              <w:top w:val="nil"/>
              <w:left w:val="single" w:sz="4" w:space="0" w:color="auto"/>
              <w:bottom w:val="single" w:sz="4" w:space="0" w:color="auto"/>
              <w:right w:val="single" w:sz="4" w:space="0" w:color="auto"/>
            </w:tcBorders>
          </w:tcPr>
          <w:p w:rsidR="00714EBB" w:rsidRPr="00870ED0" w:rsidRDefault="00714EBB" w:rsidP="00421F7E">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01h</w:t>
            </w:r>
          </w:p>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 General Result = 01, without Additional information on result (command performed with partial comprehension)</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pPr>
              <w:pStyle w:val="TAH"/>
              <w:keepNext w:val="0"/>
              <w:keepLines w:val="0"/>
            </w:pPr>
            <w:r w:rsidRPr="00870ED0">
              <w:t>Call the getGeneralResult() method</w:t>
            </w:r>
          </w:p>
          <w:p w:rsidR="00714EBB" w:rsidRPr="00870ED0" w:rsidRDefault="00714EBB">
            <w:pPr>
              <w:pStyle w:val="TAL"/>
              <w:keepNext w:val="0"/>
              <w:keepLines w:val="0"/>
            </w:pPr>
          </w:p>
        </w:tc>
        <w:tc>
          <w:tcPr>
            <w:tcW w:w="29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getGeneralResult() is 01h</w:t>
            </w:r>
          </w:p>
        </w:tc>
        <w:tc>
          <w:tcPr>
            <w:tcW w:w="2268"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01h</w:t>
            </w: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 General Result = 01, with Additional information on result</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02 01 55 (command performed with partial comprehension)</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pPr>
              <w:pStyle w:val="PL"/>
              <w:rPr>
                <w:noProof w:val="0"/>
              </w:rPr>
            </w:pPr>
          </w:p>
          <w:p w:rsidR="00714EBB" w:rsidRPr="00870ED0" w:rsidRDefault="00714EBB">
            <w:pPr>
              <w:pStyle w:val="PL"/>
              <w:rPr>
                <w:noProof w:val="0"/>
              </w:rPr>
            </w:pPr>
            <w:r w:rsidRPr="00870ED0">
              <w:rPr>
                <w:noProof w:val="0"/>
              </w:rPr>
              <w:t>Call the getGeneralResult() method</w:t>
            </w:r>
          </w:p>
          <w:p w:rsidR="00714EBB" w:rsidRPr="00870ED0" w:rsidRDefault="00714EBB">
            <w:pPr>
              <w:pStyle w:val="TAL"/>
              <w:keepNext w:val="0"/>
              <w:keepLines w:val="0"/>
            </w:pPr>
          </w:p>
        </w:tc>
        <w:tc>
          <w:tcPr>
            <w:tcW w:w="29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getGeneralResult() is 01h</w:t>
            </w:r>
          </w:p>
        </w:tc>
        <w:tc>
          <w:tcPr>
            <w:tcW w:w="2268"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TAL"/>
              <w:keepNext w:val="0"/>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PL"/>
              <w:rPr>
                <w:noProof w:val="0"/>
              </w:rPr>
            </w:pPr>
            <w:r w:rsidRPr="00870ED0">
              <w:rPr>
                <w:rFonts w:ascii="Arial" w:hAnsi="Arial"/>
                <w:b/>
                <w:noProof w:val="0"/>
                <w:sz w:val="18"/>
              </w:rPr>
              <w:t xml:space="preserve">Terminal Response with General Result = </w:t>
            </w:r>
            <w:r w:rsidRPr="00870ED0">
              <w:rPr>
                <w:noProof w:val="0"/>
              </w:rPr>
              <w:t>02</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04 02 65 43 21 (Missing information)</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rsidP="00421F7E">
            <w:pPr>
              <w:pStyle w:val="PL"/>
              <w:rPr>
                <w:noProof w:val="0"/>
              </w:rPr>
            </w:pPr>
          </w:p>
          <w:p w:rsidR="00714EBB" w:rsidRPr="00870ED0" w:rsidRDefault="00714EBB" w:rsidP="00421F7E">
            <w:pPr>
              <w:pStyle w:val="PL"/>
              <w:rPr>
                <w:noProof w:val="0"/>
              </w:rPr>
            </w:pPr>
            <w:r w:rsidRPr="00870ED0">
              <w:rPr>
                <w:noProof w:val="0"/>
              </w:rPr>
              <w:t>Cal</w:t>
            </w:r>
            <w:r w:rsidR="00421F7E" w:rsidRPr="00870ED0">
              <w:rPr>
                <w:noProof w:val="0"/>
              </w:rPr>
              <w:t>l the getGeneralResult() method</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getGeneralResult() is 02h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04h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TAL"/>
              <w:keepNext w:val="0"/>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PL"/>
              <w:rPr>
                <w:noProof w:val="0"/>
              </w:rPr>
            </w:pPr>
            <w:r w:rsidRPr="00870ED0">
              <w:rPr>
                <w:rFonts w:ascii="Arial" w:hAnsi="Arial"/>
                <w:b/>
                <w:noProof w:val="0"/>
                <w:sz w:val="18"/>
              </w:rPr>
              <w:t>Terminal Response with 7Fh additional bytes</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81 80 02 55 55 55 …</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 ; call the getGeneralResult() method</w:t>
            </w:r>
          </w:p>
          <w:p w:rsidR="00714EBB" w:rsidRPr="00870ED0" w:rsidRDefault="00714EBB">
            <w:pPr>
              <w:pStyle w:val="TAL"/>
              <w:keepNext w:val="0"/>
              <w:keepLines w:val="0"/>
            </w:pP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02h</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lastRenderedPageBreak/>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Build and send a DISPLAY TEXT command</w:t>
            </w:r>
          </w:p>
          <w:p w:rsidR="00714EBB" w:rsidRPr="00870ED0" w:rsidRDefault="00714EBB">
            <w:pPr>
              <w:pStyle w:val="TAL"/>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DISPLAY TEXT Proactive command</w:t>
            </w:r>
          </w:p>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pPr>
            <w:r w:rsidRPr="00870ED0">
              <w:t>Terminal Response with 2 Result TLV</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1st Result TLV = 03 02 02 12</w:t>
            </w:r>
          </w:p>
          <w:p w:rsidR="00714EBB" w:rsidRPr="00870ED0" w:rsidRDefault="00714EBB">
            <w:pPr>
              <w:pStyle w:val="PL"/>
              <w:keepNext/>
              <w:keepLines/>
              <w:rPr>
                <w:noProof w:val="0"/>
              </w:rPr>
            </w:pPr>
            <w:r w:rsidRPr="00870ED0">
              <w:rPr>
                <w:noProof w:val="0"/>
              </w:rPr>
              <w:t>2nd Result TLV = 03 03 03 34 56</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PL"/>
              <w:keepNext/>
              <w:keepLines/>
              <w:rPr>
                <w:noProof w:val="0"/>
              </w:rPr>
            </w:pPr>
            <w:r w:rsidRPr="00870ED0">
              <w:rPr>
                <w:rFonts w:ascii="Arial" w:hAnsi="Arial"/>
                <w:b/>
                <w:noProof w:val="0"/>
                <w:sz w:val="18"/>
              </w:rPr>
              <w:t xml:space="preserve">ProactiveResponseHandler.getTheHandler() </w:t>
            </w:r>
            <w:r w:rsidRPr="00870ED0">
              <w:rPr>
                <w:noProof w:val="0"/>
              </w:rPr>
              <w:t>; call the getGeneralResult() method</w:t>
            </w:r>
          </w:p>
          <w:p w:rsidR="00714EBB" w:rsidRPr="00870ED0" w:rsidRDefault="00714EBB">
            <w:pPr>
              <w:pStyle w:val="TAL"/>
            </w:pPr>
          </w:p>
        </w:tc>
        <w:tc>
          <w:tcPr>
            <w:tcW w:w="2977" w:type="dxa"/>
            <w:tcBorders>
              <w:top w:val="nil"/>
              <w:left w:val="single" w:sz="4" w:space="0" w:color="auto"/>
              <w:bottom w:val="nil"/>
              <w:right w:val="single" w:sz="4" w:space="0" w:color="auto"/>
            </w:tcBorders>
          </w:tcPr>
          <w:p w:rsidR="00714EBB" w:rsidRPr="00870ED0" w:rsidRDefault="00714EBB">
            <w:pPr>
              <w:pStyle w:val="TAL"/>
            </w:pPr>
            <w:r w:rsidRPr="00870ED0">
              <w:t>Result is 02h</w:t>
            </w:r>
          </w:p>
        </w:tc>
        <w:tc>
          <w:tcPr>
            <w:tcW w:w="2268"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Call the getValueLength() method</w:t>
            </w:r>
          </w:p>
          <w:p w:rsidR="00714EBB" w:rsidRPr="00870ED0" w:rsidRDefault="00714EBB">
            <w:pPr>
              <w:pStyle w:val="TAL"/>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is 02h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Build and send a DISPLAY TEXT command</w:t>
            </w:r>
          </w:p>
          <w:p w:rsidR="00714EBB" w:rsidRPr="00870ED0" w:rsidRDefault="00714EBB">
            <w:pPr>
              <w:pStyle w:val="TAL"/>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DISPLAY TEXT Proactive command</w:t>
            </w:r>
          </w:p>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without Result Comprehension TLV</w:t>
            </w:r>
          </w:p>
          <w:p w:rsidR="00714EBB" w:rsidRPr="00870ED0" w:rsidRDefault="00714EBB">
            <w:pPr>
              <w:pStyle w:val="TAL"/>
              <w:keepNext w:val="0"/>
              <w:keepLines w:val="0"/>
            </w:pP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dotted"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dotted" w:sz="4" w:space="0" w:color="auto"/>
              <w:right w:val="single" w:sz="4" w:space="0" w:color="auto"/>
            </w:tcBorders>
          </w:tcPr>
          <w:p w:rsidR="00714EBB" w:rsidRPr="00870ED0" w:rsidRDefault="00714EBB">
            <w:pPr>
              <w:pStyle w:val="TAH"/>
              <w:keepNext w:val="0"/>
              <w:keepLines w:val="0"/>
            </w:pPr>
            <w:r w:rsidRPr="00870ED0">
              <w:t>ProactiveResponseHandler.getTheHandler() ; call the getGeneralResult() method</w:t>
            </w:r>
          </w:p>
          <w:p w:rsidR="00714EBB" w:rsidRPr="00870ED0" w:rsidRDefault="00714EBB">
            <w:pPr>
              <w:pStyle w:val="TAL"/>
              <w:keepNext w:val="0"/>
              <w:keepLines w:val="0"/>
            </w:pPr>
          </w:p>
        </w:tc>
        <w:tc>
          <w:tcPr>
            <w:tcW w:w="2977" w:type="dxa"/>
            <w:tcBorders>
              <w:top w:val="nil"/>
              <w:left w:val="single" w:sz="4" w:space="0" w:color="auto"/>
              <w:bottom w:val="dotted"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UNAVAILABLE_ELEMENT ToolkitException is thrown</w:t>
            </w:r>
          </w:p>
        </w:tc>
        <w:tc>
          <w:tcPr>
            <w:tcW w:w="2268" w:type="dxa"/>
            <w:tcBorders>
              <w:top w:val="nil"/>
              <w:left w:val="single" w:sz="4" w:space="0" w:color="auto"/>
              <w:bottom w:val="dotted"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p w:rsidR="00714EBB" w:rsidRPr="00870ED0" w:rsidRDefault="00714EBB">
            <w:pPr>
              <w:pStyle w:val="TAL"/>
              <w:keepNext w:val="0"/>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without General Result Byte in Result Comprehension TLV</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 xml:space="preserve">ProactiveResponseHandler.getTheHandler() </w:t>
            </w:r>
            <w:r w:rsidRPr="00870ED0">
              <w:rPr>
                <w:noProof w:val="0"/>
              </w:rPr>
              <w:t xml:space="preserve">; </w:t>
            </w:r>
            <w:r w:rsidRPr="00870ED0">
              <w:rPr>
                <w:rFonts w:ascii="Arial" w:hAnsi="Arial"/>
                <w:b/>
                <w:noProof w:val="0"/>
                <w:sz w:val="18"/>
              </w:rPr>
              <w:t>call the getGeneralResult()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Result TLV = 03 00</w:t>
            </w:r>
          </w:p>
        </w:tc>
        <w:tc>
          <w:tcPr>
            <w:tcW w:w="2977"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OUT_OF_TLV_BOUNDARIES ToolkitException is thrown</w:t>
            </w:r>
          </w:p>
        </w:tc>
        <w:tc>
          <w:tcPr>
            <w:tcW w:w="2268"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5.2.5.5</w:t>
      </w:r>
      <w:r w:rsidRPr="00870ED0">
        <w:tab/>
        <w:t>Method getItemIdentifier</w:t>
      </w:r>
    </w:p>
    <w:p w:rsidR="00714EBB" w:rsidRPr="00870ED0" w:rsidRDefault="00714EBB">
      <w:r w:rsidRPr="00870ED0">
        <w:t>Test Area Reference: Api_2_Prh_Gtii</w:t>
      </w:r>
      <w:r w:rsidR="00421F7E" w:rsidRPr="00870ED0">
        <w:t>.</w:t>
      </w:r>
    </w:p>
    <w:p w:rsidR="00714EBB" w:rsidRPr="00870ED0" w:rsidRDefault="00714EBB" w:rsidP="00B469A3">
      <w:pPr>
        <w:pStyle w:val="Heading5"/>
      </w:pPr>
      <w:r w:rsidRPr="00870ED0">
        <w:t>5.2.5.5.1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getItemIdentifier()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5.2.5.5.1.1</w:t>
      </w:r>
      <w:r w:rsidRPr="00870ED0">
        <w:tab/>
        <w:t>Normal execution</w:t>
      </w:r>
    </w:p>
    <w:p w:rsidR="00714EBB" w:rsidRPr="00870ED0" w:rsidRDefault="00714EBB">
      <w:pPr>
        <w:pStyle w:val="B1"/>
      </w:pPr>
      <w:r w:rsidRPr="00870ED0">
        <w:t>CRRN1: The method returns the item identifier byte value from the first Item Identifier TLV element.</w:t>
      </w:r>
    </w:p>
    <w:p w:rsidR="00714EBB" w:rsidRPr="00870ED0" w:rsidRDefault="00714EBB">
      <w:pPr>
        <w:pStyle w:val="B1"/>
      </w:pPr>
      <w:r w:rsidRPr="00870ED0">
        <w:t>CRRN2: If an Item Identifier TLV element is available, it becomes the TLV selected.</w:t>
      </w:r>
    </w:p>
    <w:p w:rsidR="00714EBB" w:rsidRPr="00870ED0" w:rsidRDefault="00714EBB">
      <w:pPr>
        <w:pStyle w:val="H6"/>
        <w:outlineLvl w:val="0"/>
      </w:pPr>
      <w:r w:rsidRPr="00870ED0">
        <w:t>5.2.5.5.1.2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5.2.5.5.1.3</w:t>
      </w:r>
      <w:r w:rsidRPr="00870ED0">
        <w:tab/>
        <w:t>Context errors</w:t>
      </w:r>
    </w:p>
    <w:p w:rsidR="00714EBB" w:rsidRPr="00870ED0" w:rsidRDefault="00714EBB">
      <w:pPr>
        <w:pStyle w:val="B1"/>
      </w:pPr>
      <w:r w:rsidRPr="00870ED0">
        <w:t>CRRC1: A ToolkitException.UNAVAILABLE_ELEMENT shall be thrown in case of unavailable Item Identifier TLV element.</w:t>
      </w:r>
    </w:p>
    <w:p w:rsidR="00714EBB" w:rsidRPr="00870ED0" w:rsidRDefault="00714EBB">
      <w:pPr>
        <w:pStyle w:val="B1"/>
      </w:pPr>
      <w:r w:rsidRPr="00870ED0">
        <w:t>CRRC2: A ToolkitException.OUT_OF_TLV_BOUNDARIES shall be thrown if the item identifier byte is missing in the Item Identifier Comprehension TLV.</w:t>
      </w:r>
    </w:p>
    <w:p w:rsidR="00714EBB" w:rsidRPr="00870ED0" w:rsidRDefault="00714EBB" w:rsidP="00B469A3">
      <w:pPr>
        <w:pStyle w:val="Heading5"/>
      </w:pPr>
      <w:r w:rsidRPr="00870ED0">
        <w:lastRenderedPageBreak/>
        <w:t>5.2.5.5.2</w:t>
      </w:r>
      <w:r w:rsidRPr="00870ED0">
        <w:tab/>
        <w:t>Test area files</w:t>
      </w:r>
    </w:p>
    <w:p w:rsidR="00714EBB" w:rsidRPr="00870ED0" w:rsidRDefault="00714EBB" w:rsidP="002854FB">
      <w:pPr>
        <w:pStyle w:val="EX"/>
      </w:pPr>
      <w:r w:rsidRPr="00870ED0">
        <w:t>Test Source:</w:t>
      </w:r>
      <w:r w:rsidRPr="00870ED0">
        <w:tab/>
        <w:t>Test_Api_2_Prh_Gtii.java</w:t>
      </w:r>
      <w:r w:rsidR="00421F7E" w:rsidRPr="00870ED0">
        <w:t>.</w:t>
      </w:r>
    </w:p>
    <w:p w:rsidR="00714EBB" w:rsidRPr="00870ED0" w:rsidRDefault="00714EBB" w:rsidP="002854FB">
      <w:pPr>
        <w:pStyle w:val="EX"/>
      </w:pPr>
      <w:r w:rsidRPr="00870ED0">
        <w:t xml:space="preserve">Test Applet: </w:t>
      </w:r>
      <w:r w:rsidR="00421F7E" w:rsidRPr="00870ED0">
        <w:tab/>
        <w:t>Api_2_Prh_Gtii_1.java.</w:t>
      </w:r>
    </w:p>
    <w:p w:rsidR="00714EBB" w:rsidRPr="00870ED0" w:rsidRDefault="00714EBB" w:rsidP="002854FB">
      <w:pPr>
        <w:pStyle w:val="EX"/>
      </w:pPr>
      <w:r w:rsidRPr="00870ED0">
        <w:t>Cap File:</w:t>
      </w:r>
      <w:r w:rsidRPr="00870ED0">
        <w:tab/>
        <w:t>api_2_prh_gtii.cap</w:t>
      </w:r>
      <w:r w:rsidR="00421F7E" w:rsidRPr="00870ED0">
        <w:t>.</w:t>
      </w:r>
    </w:p>
    <w:p w:rsidR="00714EBB" w:rsidRPr="00870ED0" w:rsidRDefault="00714EBB" w:rsidP="00B469A3">
      <w:pPr>
        <w:pStyle w:val="Heading5"/>
      </w:pPr>
      <w:r w:rsidRPr="00870ED0">
        <w:t>5.2.5.5.3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2, 4, 6, 8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3, 5, 7, 9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r>
    </w:tbl>
    <w:p w:rsidR="00714EBB" w:rsidRPr="00870ED0" w:rsidRDefault="00714EBB" w:rsidP="00421F7E"/>
    <w:p w:rsidR="00714EBB" w:rsidRPr="00870ED0" w:rsidRDefault="00714EBB" w:rsidP="00B469A3">
      <w:pPr>
        <w:pStyle w:val="Heading5"/>
      </w:pPr>
      <w:r w:rsidRPr="00870ED0">
        <w:t>5.2.5.5.4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977"/>
        <w:gridCol w:w="2268"/>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(no Item Identifier TLV available)</w:t>
            </w:r>
          </w:p>
          <w:p w:rsidR="00714EBB" w:rsidRPr="00870ED0" w:rsidRDefault="00714EBB">
            <w:pPr>
              <w:pStyle w:val="TAL"/>
              <w:keepNext w:val="0"/>
              <w:keepLines w:val="0"/>
            </w:pP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to getItemIdentifier() with unavailable Item Identifier TLV</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UNAVAILABLE_ELEMENT ToolkitException is thrown</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SELECT ITEM command with 2 items (ID=01, 02)</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SELECT ITEM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Item 1 selected</w:t>
            </w:r>
          </w:p>
          <w:p w:rsidR="00714EBB" w:rsidRPr="00870ED0" w:rsidRDefault="00714EBB">
            <w:pPr>
              <w:pStyle w:val="PL"/>
              <w:rPr>
                <w:noProof w:val="0"/>
              </w:rPr>
            </w:pPr>
          </w:p>
          <w:p w:rsidR="00714EBB" w:rsidRPr="00870ED0" w:rsidRDefault="00714EBB">
            <w:pPr>
              <w:pStyle w:val="PL"/>
              <w:rPr>
                <w:noProof w:val="0"/>
              </w:rPr>
            </w:pPr>
            <w:r w:rsidRPr="00870ED0">
              <w:rPr>
                <w:noProof w:val="0"/>
              </w:rPr>
              <w:t>Item Identifier TLV = 10 01 01</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getItemIdentifier()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01h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getValueByte() method</w:t>
            </w:r>
          </w:p>
          <w:p w:rsidR="00714EBB" w:rsidRPr="00870ED0" w:rsidRDefault="00714EBB">
            <w:pPr>
              <w:pStyle w:val="PL"/>
              <w:rPr>
                <w:noProof w:val="0"/>
              </w:rPr>
            </w:pPr>
            <w:r w:rsidRPr="00870ED0">
              <w:rPr>
                <w:noProof w:val="0"/>
              </w:rPr>
              <w:t>valueOffset = 00h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01h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SELECT ITEM command with 3 items (ID=03, 05, 07)</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SELECT ITEM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Item 5 selected</w:t>
            </w:r>
          </w:p>
          <w:p w:rsidR="00714EBB" w:rsidRPr="00870ED0" w:rsidRDefault="00714EBB">
            <w:pPr>
              <w:pStyle w:val="PL"/>
              <w:rPr>
                <w:noProof w:val="0"/>
              </w:rPr>
            </w:pPr>
          </w:p>
          <w:p w:rsidR="00714EBB" w:rsidRPr="00870ED0" w:rsidRDefault="00714EBB">
            <w:pPr>
              <w:pStyle w:val="PL"/>
              <w:rPr>
                <w:noProof w:val="0"/>
              </w:rPr>
            </w:pPr>
            <w:r w:rsidRPr="00870ED0">
              <w:rPr>
                <w:noProof w:val="0"/>
              </w:rPr>
              <w:t>Item Identifier TLV = 10 01 05</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getItemIdentifier() method</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05h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getValueByte() method</w:t>
            </w:r>
          </w:p>
          <w:p w:rsidR="00714EBB" w:rsidRPr="00870ED0" w:rsidRDefault="00714EBB">
            <w:pPr>
              <w:pStyle w:val="PL"/>
              <w:rPr>
                <w:noProof w:val="0"/>
              </w:rPr>
            </w:pPr>
            <w:r w:rsidRPr="00870ED0">
              <w:rPr>
                <w:noProof w:val="0"/>
              </w:rPr>
              <w:t>valueOffset = 00h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05h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SELECT ITEM command with 3 items (ID=FDh, FEh, FFh)</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SELECT ITEM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Item FFh selected</w:t>
            </w:r>
          </w:p>
          <w:p w:rsidR="00714EBB" w:rsidRPr="00870ED0" w:rsidRDefault="00714EBB">
            <w:pPr>
              <w:pStyle w:val="PL"/>
              <w:rPr>
                <w:noProof w:val="0"/>
              </w:rPr>
            </w:pPr>
          </w:p>
          <w:p w:rsidR="00714EBB" w:rsidRPr="00870ED0" w:rsidRDefault="00714EBB">
            <w:pPr>
              <w:pStyle w:val="PL"/>
              <w:rPr>
                <w:noProof w:val="0"/>
              </w:rPr>
            </w:pPr>
            <w:r w:rsidRPr="00870ED0">
              <w:rPr>
                <w:noProof w:val="0"/>
              </w:rPr>
              <w:t>Item Identifier TLV = 10 01 FF</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getItemIdentifier() method</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FFh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getValueByte() method</w:t>
            </w:r>
          </w:p>
          <w:p w:rsidR="00714EBB" w:rsidRPr="00870ED0" w:rsidRDefault="00714EBB">
            <w:pPr>
              <w:pStyle w:val="PL"/>
              <w:rPr>
                <w:noProof w:val="0"/>
              </w:rPr>
            </w:pPr>
            <w:r w:rsidRPr="00870ED0">
              <w:rPr>
                <w:noProof w:val="0"/>
              </w:rPr>
              <w:t>valueOffset = 00h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FFh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SELECT ITEM command with 3 items (ID=FDh, FEh, FFh)</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SELECT ITEM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808080"/>
              <w:right w:val="single" w:sz="4" w:space="0" w:color="auto"/>
            </w:tcBorders>
          </w:tcPr>
          <w:p w:rsidR="00714EBB" w:rsidRPr="00870ED0" w:rsidRDefault="00714EBB">
            <w:pPr>
              <w:pStyle w:val="PL"/>
              <w:rPr>
                <w:noProof w:val="0"/>
              </w:rPr>
            </w:pPr>
            <w:r w:rsidRPr="00870ED0">
              <w:rPr>
                <w:rFonts w:ascii="Arial" w:hAnsi="Arial"/>
                <w:b/>
                <w:noProof w:val="0"/>
                <w:sz w:val="18"/>
              </w:rPr>
              <w:t xml:space="preserve">Terminal Response with 2 Item Identifier </w:t>
            </w:r>
            <w:r w:rsidRPr="00870ED0">
              <w:rPr>
                <w:noProof w:val="0"/>
              </w:rPr>
              <w:t>TLV</w:t>
            </w:r>
          </w:p>
          <w:p w:rsidR="00714EBB" w:rsidRPr="00870ED0" w:rsidRDefault="00714EBB">
            <w:pPr>
              <w:pStyle w:val="PL"/>
              <w:rPr>
                <w:noProof w:val="0"/>
              </w:rPr>
            </w:pPr>
          </w:p>
          <w:p w:rsidR="00714EBB" w:rsidRPr="00870ED0" w:rsidRDefault="00714EBB">
            <w:pPr>
              <w:pStyle w:val="PL"/>
              <w:rPr>
                <w:noProof w:val="0"/>
              </w:rPr>
            </w:pPr>
            <w:r w:rsidRPr="00870ED0">
              <w:rPr>
                <w:noProof w:val="0"/>
              </w:rPr>
              <w:t>1st Item Identifier TLV = 10 01 FFh</w:t>
            </w:r>
          </w:p>
          <w:p w:rsidR="00714EBB" w:rsidRPr="00870ED0" w:rsidRDefault="00714EBB">
            <w:pPr>
              <w:pStyle w:val="PL"/>
              <w:rPr>
                <w:noProof w:val="0"/>
              </w:rPr>
            </w:pPr>
            <w:r w:rsidRPr="00870ED0">
              <w:rPr>
                <w:noProof w:val="0"/>
              </w:rPr>
              <w:t>2nd Item Identifier TLV = 10 01 FEh</w:t>
            </w:r>
          </w:p>
        </w:tc>
        <w:tc>
          <w:tcPr>
            <w:tcW w:w="2977" w:type="dxa"/>
            <w:tcBorders>
              <w:top w:val="nil"/>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getItemIdentifier() method</w:t>
            </w:r>
          </w:p>
        </w:tc>
        <w:tc>
          <w:tcPr>
            <w:tcW w:w="2977"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FFh</w:t>
            </w:r>
          </w:p>
        </w:tc>
        <w:tc>
          <w:tcPr>
            <w:tcW w:w="2268"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lastRenderedPageBreak/>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Call the getValueByte() method</w:t>
            </w:r>
          </w:p>
          <w:p w:rsidR="00714EBB" w:rsidRPr="00870ED0" w:rsidRDefault="00714EBB">
            <w:pPr>
              <w:pStyle w:val="PL"/>
              <w:keepNext/>
              <w:keepLines/>
              <w:rPr>
                <w:noProof w:val="0"/>
              </w:rPr>
            </w:pPr>
            <w:r w:rsidRPr="00870ED0">
              <w:rPr>
                <w:noProof w:val="0"/>
              </w:rPr>
              <w:t>valueOffset = 00h</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is FFh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Build and send a DISPLAY TEXT command</w:t>
            </w:r>
          </w:p>
        </w:tc>
        <w:tc>
          <w:tcPr>
            <w:tcW w:w="2977"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DISPLAY TEXT Proactive command</w:t>
            </w:r>
          </w:p>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without item identifier in the Item Identifier Comprehension TLV</w:t>
            </w:r>
          </w:p>
          <w:p w:rsidR="00714EBB" w:rsidRPr="00870ED0" w:rsidRDefault="00714EBB">
            <w:pPr>
              <w:pStyle w:val="PL"/>
              <w:rPr>
                <w:noProof w:val="0"/>
              </w:rPr>
            </w:pPr>
          </w:p>
          <w:p w:rsidR="00714EBB" w:rsidRPr="00870ED0" w:rsidRDefault="00714EBB">
            <w:pPr>
              <w:pStyle w:val="PL"/>
              <w:rPr>
                <w:noProof w:val="0"/>
              </w:rPr>
            </w:pPr>
            <w:r w:rsidRPr="00870ED0">
              <w:rPr>
                <w:noProof w:val="0"/>
              </w:rPr>
              <w:t>Item Identifier TLV = 10 00</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Call to getItemIdentifier() </w:t>
            </w:r>
          </w:p>
        </w:tc>
        <w:tc>
          <w:tcPr>
            <w:tcW w:w="2977"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OUT_OF_TLV_BOUNDARIES ToolkitException is thrown</w:t>
            </w:r>
          </w:p>
        </w:tc>
        <w:tc>
          <w:tcPr>
            <w:tcW w:w="2268"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5.2.5.6</w:t>
      </w:r>
      <w:r w:rsidRPr="00870ED0">
        <w:tab/>
        <w:t>Method getTextStringCodingScheme</w:t>
      </w:r>
    </w:p>
    <w:p w:rsidR="00714EBB" w:rsidRPr="00870ED0" w:rsidRDefault="00714EBB">
      <w:r w:rsidRPr="00870ED0">
        <w:t>Test Area Reference: Api_2_Prh_Gtcs</w:t>
      </w:r>
      <w:r w:rsidR="007F115A" w:rsidRPr="00870ED0">
        <w:t>.</w:t>
      </w:r>
    </w:p>
    <w:p w:rsidR="00714EBB" w:rsidRPr="00870ED0" w:rsidRDefault="00714EBB" w:rsidP="00B469A3">
      <w:pPr>
        <w:pStyle w:val="Heading5"/>
      </w:pPr>
      <w:r w:rsidRPr="00870ED0">
        <w:t>5.2.5.6.1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getTextStringCodingScheme()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5.2.5.6.1.1</w:t>
      </w:r>
      <w:r w:rsidRPr="00870ED0">
        <w:tab/>
        <w:t>Normal execution</w:t>
      </w:r>
    </w:p>
    <w:p w:rsidR="00714EBB" w:rsidRPr="00870ED0" w:rsidRDefault="00714EBB">
      <w:pPr>
        <w:pStyle w:val="B1"/>
      </w:pPr>
      <w:r w:rsidRPr="00870ED0">
        <w:t>CRRN1: This method returns the data coding scheme from the first Text String TLV element.</w:t>
      </w:r>
    </w:p>
    <w:p w:rsidR="00714EBB" w:rsidRPr="00870ED0" w:rsidRDefault="00714EBB">
      <w:pPr>
        <w:pStyle w:val="B1"/>
      </w:pPr>
      <w:r w:rsidRPr="00870ED0">
        <w:t>CRRN2: If a Text String TLV element is available, it becomes the TLV selected.</w:t>
      </w:r>
    </w:p>
    <w:p w:rsidR="00714EBB" w:rsidRPr="00870ED0" w:rsidRDefault="00714EBB">
      <w:pPr>
        <w:pStyle w:val="H6"/>
        <w:outlineLvl w:val="0"/>
      </w:pPr>
      <w:r w:rsidRPr="00870ED0">
        <w:t>5.2.5.6.1.2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5.2.5.6.1.3</w:t>
      </w:r>
      <w:r w:rsidRPr="00870ED0">
        <w:tab/>
        <w:t>Context errors</w:t>
      </w:r>
    </w:p>
    <w:p w:rsidR="00714EBB" w:rsidRPr="00870ED0" w:rsidRDefault="00714EBB">
      <w:pPr>
        <w:pStyle w:val="B1"/>
      </w:pPr>
      <w:r w:rsidRPr="00870ED0">
        <w:t>CRRC1: A ToolkitException.UNAVAILABLE_ELEMENT shall be thrown in case of unavailable Text String TLV element.</w:t>
      </w:r>
    </w:p>
    <w:p w:rsidR="00714EBB" w:rsidRPr="00870ED0" w:rsidRDefault="00714EBB">
      <w:pPr>
        <w:pStyle w:val="B1"/>
      </w:pPr>
      <w:r w:rsidRPr="00870ED0">
        <w:t>CRRC2: A ToolkitException.OUT_OF_TLV_BOUNDARIES shall be thrown if the Text String TLV is present with a length of 0.</w:t>
      </w:r>
    </w:p>
    <w:p w:rsidR="00714EBB" w:rsidRPr="00870ED0" w:rsidRDefault="00714EBB" w:rsidP="00B469A3">
      <w:pPr>
        <w:pStyle w:val="Heading5"/>
      </w:pPr>
      <w:r w:rsidRPr="00870ED0">
        <w:t>5.2.5.6.2</w:t>
      </w:r>
      <w:r w:rsidRPr="00870ED0">
        <w:tab/>
        <w:t>Test area files</w:t>
      </w:r>
    </w:p>
    <w:p w:rsidR="00714EBB" w:rsidRPr="00870ED0" w:rsidRDefault="00714EBB" w:rsidP="002854FB">
      <w:pPr>
        <w:pStyle w:val="EX"/>
      </w:pPr>
      <w:r w:rsidRPr="00870ED0">
        <w:t>Test Source:</w:t>
      </w:r>
      <w:r w:rsidRPr="00870ED0">
        <w:tab/>
        <w:t>Test_Api_2_Prh_Gtcs.java</w:t>
      </w:r>
      <w:r w:rsidR="007F115A" w:rsidRPr="00870ED0">
        <w:t>.</w:t>
      </w:r>
    </w:p>
    <w:p w:rsidR="00714EBB" w:rsidRPr="00870ED0" w:rsidRDefault="00714EBB" w:rsidP="002854FB">
      <w:pPr>
        <w:pStyle w:val="EX"/>
      </w:pPr>
      <w:r w:rsidRPr="00870ED0">
        <w:t>Test</w:t>
      </w:r>
      <w:r w:rsidR="007F115A" w:rsidRPr="00870ED0">
        <w:t xml:space="preserve"> Applet: </w:t>
      </w:r>
      <w:r w:rsidR="007F115A" w:rsidRPr="00870ED0">
        <w:tab/>
        <w:t>Api_2_Prh_Gtcs_1.java.</w:t>
      </w:r>
    </w:p>
    <w:p w:rsidR="00714EBB" w:rsidRPr="00870ED0" w:rsidRDefault="00714EBB" w:rsidP="002854FB">
      <w:pPr>
        <w:pStyle w:val="EX"/>
      </w:pPr>
      <w:r w:rsidRPr="00870ED0">
        <w:t>Cap File:</w:t>
      </w:r>
      <w:r w:rsidRPr="00870ED0">
        <w:tab/>
        <w:t>api_2_prh_gtcs.cap</w:t>
      </w:r>
      <w:r w:rsidR="007F115A" w:rsidRPr="00870ED0">
        <w:t>.</w:t>
      </w:r>
    </w:p>
    <w:p w:rsidR="00714EBB" w:rsidRPr="00870ED0" w:rsidRDefault="00714EBB" w:rsidP="00B469A3">
      <w:pPr>
        <w:pStyle w:val="Heading5"/>
      </w:pPr>
      <w:r w:rsidRPr="00870ED0">
        <w:t>5.2.5.6.3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3, 5, 7, 9, 11, 13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4, 6, 8, 10, 12, 14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bl>
    <w:p w:rsidR="00714EBB" w:rsidRPr="00870ED0" w:rsidRDefault="00714EBB" w:rsidP="007F115A"/>
    <w:p w:rsidR="00714EBB" w:rsidRPr="00870ED0" w:rsidRDefault="00714EBB" w:rsidP="007F115A">
      <w:pPr>
        <w:pStyle w:val="Heading5"/>
      </w:pPr>
      <w:r w:rsidRPr="00870ED0">
        <w:lastRenderedPageBreak/>
        <w:t>5.2.5.6.4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977"/>
        <w:gridCol w:w="2268"/>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7F115A">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7F115A">
            <w:pPr>
              <w:pStyle w:val="TAH"/>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rsidP="007F115A">
            <w:pPr>
              <w:pStyle w:val="TAH"/>
            </w:pPr>
            <w:r w:rsidRPr="00870ED0">
              <w:t>API Expectation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rsidP="007F115A">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7F115A">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7F115A">
            <w:pPr>
              <w:pStyle w:val="TAH"/>
            </w:pPr>
            <w:r w:rsidRPr="00870ED0">
              <w:t>Build and send a DISPLAY TEXT command</w:t>
            </w:r>
          </w:p>
          <w:p w:rsidR="00714EBB" w:rsidRPr="00870ED0" w:rsidRDefault="00714EBB" w:rsidP="007F115A">
            <w:pPr>
              <w:pStyle w:val="TAL"/>
            </w:pPr>
          </w:p>
        </w:tc>
        <w:tc>
          <w:tcPr>
            <w:tcW w:w="2977" w:type="dxa"/>
            <w:tcBorders>
              <w:top w:val="single" w:sz="4" w:space="0" w:color="auto"/>
              <w:left w:val="single" w:sz="4" w:space="0" w:color="auto"/>
              <w:bottom w:val="nil"/>
              <w:right w:val="single" w:sz="4" w:space="0" w:color="auto"/>
            </w:tcBorders>
          </w:tcPr>
          <w:p w:rsidR="00714EBB" w:rsidRPr="00870ED0" w:rsidRDefault="00714EBB" w:rsidP="007F115A">
            <w:pPr>
              <w:pStyle w:val="TAL"/>
            </w:pPr>
          </w:p>
        </w:tc>
        <w:tc>
          <w:tcPr>
            <w:tcW w:w="2268" w:type="dxa"/>
            <w:tcBorders>
              <w:top w:val="single" w:sz="4" w:space="0" w:color="auto"/>
              <w:left w:val="single" w:sz="4" w:space="0" w:color="auto"/>
              <w:bottom w:val="nil"/>
              <w:right w:val="single" w:sz="4" w:space="0" w:color="auto"/>
            </w:tcBorders>
          </w:tcPr>
          <w:p w:rsidR="00714EBB" w:rsidRPr="00870ED0" w:rsidRDefault="00103F8F" w:rsidP="007F115A">
            <w:pPr>
              <w:pStyle w:val="TAL"/>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7F115A">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7F115A">
            <w:pPr>
              <w:pStyle w:val="TAH"/>
            </w:pPr>
            <w:r w:rsidRPr="00870ED0">
              <w:t>Terminal Response (no Tex</w:t>
            </w:r>
            <w:r w:rsidR="007F115A" w:rsidRPr="00870ED0">
              <w:t>t String TLV element available)</w:t>
            </w: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rsidP="007F115A">
            <w:pPr>
              <w:pStyle w:val="TAL"/>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rsidP="007F115A">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to getTextStringCodingScheme() with unavailable Text String TLV</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UNAVAILABLE_ELEMENT ToolkitException is thrown</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103F8F">
            <w:pPr>
              <w:pStyle w:val="TAL"/>
              <w:keepNext w:val="0"/>
              <w:keepLines w:val="0"/>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a null Text String TLV</w:t>
            </w:r>
          </w:p>
          <w:p w:rsidR="00714EBB" w:rsidRPr="00870ED0" w:rsidRDefault="00714EBB" w:rsidP="007F115A">
            <w:pPr>
              <w:pStyle w:val="PL"/>
              <w:rPr>
                <w:noProof w:val="0"/>
              </w:rPr>
            </w:pPr>
          </w:p>
          <w:p w:rsidR="00714EBB" w:rsidRPr="00870ED0" w:rsidRDefault="00714EBB">
            <w:pPr>
              <w:pStyle w:val="PL"/>
              <w:rPr>
                <w:noProof w:val="0"/>
              </w:rPr>
            </w:pPr>
            <w:r w:rsidRPr="00870ED0">
              <w:rPr>
                <w:noProof w:val="0"/>
              </w:rPr>
              <w:t xml:space="preserve">Text String TLV = 0D 00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getTextStringCodingScheme()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OUT_OF_TLV_BOUNDARIES ToolkitException is thrown</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F115A">
            <w:pPr>
              <w:pStyle w:val="TAL"/>
              <w:keepNext w:val="0"/>
              <w:keepLines w:val="0"/>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PL"/>
              <w:jc w:val="center"/>
              <w:rPr>
                <w:rFonts w:ascii="Arial" w:hAnsi="Arial"/>
                <w:b/>
                <w:noProof w:val="0"/>
                <w:sz w:val="18"/>
              </w:rPr>
            </w:pPr>
            <w:r w:rsidRPr="00870ED0">
              <w:rPr>
                <w:rFonts w:ascii="Arial" w:hAnsi="Arial"/>
                <w:b/>
                <w:noProof w:val="0"/>
                <w:sz w:val="18"/>
              </w:rPr>
              <w:t>Terminal Response with text length = 01h,</w:t>
            </w:r>
          </w:p>
          <w:p w:rsidR="00714EBB" w:rsidRPr="00870ED0" w:rsidRDefault="00714EBB">
            <w:pPr>
              <w:pStyle w:val="PL"/>
              <w:jc w:val="center"/>
              <w:rPr>
                <w:noProof w:val="0"/>
              </w:rPr>
            </w:pPr>
            <w:r w:rsidRPr="00870ED0">
              <w:rPr>
                <w:rFonts w:ascii="Arial" w:hAnsi="Arial"/>
                <w:b/>
                <w:noProof w:val="0"/>
                <w:sz w:val="18"/>
              </w:rPr>
              <w:t>DCS = 04h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02 04 "A"</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7F115A">
            <w:pPr>
              <w:pStyle w:val="TAH"/>
            </w:pPr>
            <w:r w:rsidRPr="00870ED0">
              <w:t>Call the getTextStringCodingScheme() method</w:t>
            </w: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04h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F115A">
            <w:pPr>
              <w:pStyle w:val="TAL"/>
              <w:keepNext w:val="0"/>
              <w:keepLines w:val="0"/>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02h, DCS = 00h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03 00 "BB"</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getTextStringCodingScheme()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H"/>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103F8F">
            <w:pPr>
              <w:pStyle w:val="TAL"/>
              <w:keepNext w:val="0"/>
              <w:keepLines w:val="0"/>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7Eh, DCS = 08h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7F 08 01 02 … 7E</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getTextStringCodingScheme()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08h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103F8F">
            <w:pPr>
              <w:pStyle w:val="TAL"/>
              <w:keepNext w:val="0"/>
              <w:keepLines w:val="0"/>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7Fh, DCS = 04h</w:t>
            </w:r>
          </w:p>
          <w:p w:rsidR="00714EBB" w:rsidRPr="00870ED0" w:rsidRDefault="00714EBB" w:rsidP="007F115A">
            <w:pPr>
              <w:pStyle w:val="PL"/>
              <w:rPr>
                <w:noProof w:val="0"/>
              </w:rPr>
            </w:pPr>
          </w:p>
          <w:p w:rsidR="00714EBB" w:rsidRPr="00870ED0" w:rsidRDefault="00714EBB">
            <w:pPr>
              <w:pStyle w:val="PL"/>
              <w:rPr>
                <w:noProof w:val="0"/>
              </w:rPr>
            </w:pPr>
            <w:r w:rsidRPr="00870ED0">
              <w:rPr>
                <w:noProof w:val="0"/>
              </w:rPr>
              <w:t>Text String TLV = 0D 81 80 04 01 02 … 7F</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getTextStringCodingScheme()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04h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pPr>
            <w:r w:rsidRPr="00870ED0">
              <w:t>11</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pPr>
            <w:r w:rsidRPr="00870ED0">
              <w:t>Build and send a GET INPUT command</w:t>
            </w:r>
          </w:p>
          <w:p w:rsidR="00714EBB" w:rsidRPr="00870ED0" w:rsidRDefault="00714EBB">
            <w:pPr>
              <w:pStyle w:val="TAL"/>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103F8F">
            <w:pPr>
              <w:pStyle w:val="TAL"/>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Terminal Response with text length = EFh, DCS = 08h</w:t>
            </w:r>
          </w:p>
          <w:p w:rsidR="00714EBB" w:rsidRPr="00870ED0" w:rsidRDefault="00714EBB" w:rsidP="007F115A">
            <w:pPr>
              <w:pStyle w:val="PL"/>
              <w:rPr>
                <w:noProof w:val="0"/>
              </w:rPr>
            </w:pPr>
          </w:p>
          <w:p w:rsidR="00714EBB" w:rsidRPr="00870ED0" w:rsidRDefault="00714EBB">
            <w:pPr>
              <w:pStyle w:val="PL"/>
              <w:keepNext/>
              <w:keepLines/>
              <w:rPr>
                <w:noProof w:val="0"/>
              </w:rPr>
            </w:pPr>
            <w:r w:rsidRPr="00870ED0">
              <w:rPr>
                <w:noProof w:val="0"/>
              </w:rPr>
              <w:t>Text String TLV = 0D 81 F0 08 01 02 … EE EF</w:t>
            </w:r>
          </w:p>
        </w:tc>
        <w:tc>
          <w:tcPr>
            <w:tcW w:w="2977" w:type="dxa"/>
            <w:tcBorders>
              <w:top w:val="nil"/>
              <w:left w:val="single" w:sz="4" w:space="0" w:color="auto"/>
              <w:bottom w:val="nil"/>
              <w:right w:val="single" w:sz="4" w:space="0" w:color="auto"/>
            </w:tcBorders>
          </w:tcPr>
          <w:p w:rsidR="00714EBB" w:rsidRPr="00870ED0" w:rsidRDefault="00714EBB">
            <w:pPr>
              <w:pStyle w:val="TAL"/>
            </w:pPr>
          </w:p>
        </w:tc>
        <w:tc>
          <w:tcPr>
            <w:tcW w:w="2268"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getTextStringCodingScheme()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08h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C"/>
              <w:keepLines w:val="0"/>
            </w:pPr>
            <w:r w:rsidRPr="00870ED0">
              <w:lastRenderedPageBreak/>
              <w:t>13</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H"/>
              <w:keepLines w:val="0"/>
            </w:pPr>
            <w:r w:rsidRPr="00870ED0">
              <w:t>Build and send a GET INPUT command</w:t>
            </w:r>
          </w:p>
          <w:p w:rsidR="00714EBB" w:rsidRPr="00870ED0" w:rsidRDefault="00714EBB" w:rsidP="00010296">
            <w:pPr>
              <w:pStyle w:val="TAL"/>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L"/>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103F8F" w:rsidP="00010296">
            <w:pPr>
              <w:pStyle w:val="TAL"/>
              <w:keepLines w:val="0"/>
            </w:pPr>
            <w:r w:rsidRPr="00870ED0">
              <w:t>GET INPUT Proactive command</w:t>
            </w: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nil"/>
              <w:left w:val="single" w:sz="4" w:space="0" w:color="auto"/>
              <w:bottom w:val="nil"/>
              <w:right w:val="single" w:sz="4" w:space="0" w:color="auto"/>
            </w:tcBorders>
          </w:tcPr>
          <w:p w:rsidR="00714EBB" w:rsidRPr="00870ED0" w:rsidRDefault="00714EBB" w:rsidP="00010296">
            <w:pPr>
              <w:pStyle w:val="TAH"/>
              <w:keepLines w:val="0"/>
            </w:pPr>
            <w:r w:rsidRPr="00870ED0">
              <w:t>Terminal Response with 2 Text String TLV</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1st Text String TLV = 0D 02 04 41</w:t>
            </w:r>
          </w:p>
          <w:p w:rsidR="00714EBB" w:rsidRPr="00870ED0" w:rsidRDefault="00714EBB" w:rsidP="00010296">
            <w:pPr>
              <w:pStyle w:val="PL"/>
              <w:keepNext/>
              <w:rPr>
                <w:noProof w:val="0"/>
              </w:rPr>
            </w:pPr>
            <w:r w:rsidRPr="00870ED0">
              <w:rPr>
                <w:noProof w:val="0"/>
              </w:rPr>
              <w:t>2nd T</w:t>
            </w:r>
            <w:r w:rsidR="00103F8F" w:rsidRPr="00870ED0">
              <w:rPr>
                <w:noProof w:val="0"/>
              </w:rPr>
              <w:t>ext String TLV = 0D 03 08 42 43</w:t>
            </w:r>
          </w:p>
        </w:tc>
        <w:tc>
          <w:tcPr>
            <w:tcW w:w="2977" w:type="dxa"/>
            <w:tcBorders>
              <w:top w:val="nil"/>
              <w:left w:val="single" w:sz="4" w:space="0" w:color="auto"/>
              <w:bottom w:val="nil"/>
              <w:right w:val="single" w:sz="4" w:space="0" w:color="auto"/>
            </w:tcBorders>
          </w:tcPr>
          <w:p w:rsidR="00714EBB" w:rsidRPr="00870ED0" w:rsidRDefault="00714EBB" w:rsidP="00010296">
            <w:pPr>
              <w:pStyle w:val="TAL"/>
              <w:keepLines w:val="0"/>
            </w:pPr>
          </w:p>
        </w:tc>
        <w:tc>
          <w:tcPr>
            <w:tcW w:w="2268" w:type="dxa"/>
            <w:tcBorders>
              <w:top w:val="nil"/>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getTextStringCodingScheme()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04h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7F115A">
            <w:pPr>
              <w:pStyle w:val="TAH"/>
              <w:keepNext w:val="0"/>
              <w:keepLines w:val="0"/>
            </w:pPr>
            <w:r w:rsidRPr="00870ED0">
              <w:t>C</w:t>
            </w:r>
            <w:r w:rsidR="007F115A" w:rsidRPr="00870ED0">
              <w:t>all the getValueLength() method</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5.2.5.7</w:t>
      </w:r>
      <w:r w:rsidRPr="00870ED0">
        <w:tab/>
        <w:t>Method GetTextStringLength</w:t>
      </w:r>
    </w:p>
    <w:p w:rsidR="00714EBB" w:rsidRPr="00870ED0" w:rsidRDefault="00714EBB">
      <w:r w:rsidRPr="00870ED0">
        <w:t>Test Area Reference: Api_2_Prh_Gttl</w:t>
      </w:r>
      <w:r w:rsidR="00103F8F" w:rsidRPr="00870ED0">
        <w:t>.</w:t>
      </w:r>
    </w:p>
    <w:p w:rsidR="00714EBB" w:rsidRPr="00870ED0" w:rsidRDefault="00714EBB" w:rsidP="00B469A3">
      <w:pPr>
        <w:pStyle w:val="Heading5"/>
      </w:pPr>
      <w:r w:rsidRPr="00870ED0">
        <w:t>5.2.5.7.1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getTextStringLength()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5.2.5.7.1.1</w:t>
      </w:r>
      <w:r w:rsidRPr="00870ED0">
        <w:tab/>
        <w:t>Normal execution</w:t>
      </w:r>
    </w:p>
    <w:p w:rsidR="00714EBB" w:rsidRPr="00870ED0" w:rsidRDefault="00714EBB">
      <w:pPr>
        <w:pStyle w:val="B1"/>
      </w:pPr>
      <w:r w:rsidRPr="00870ED0">
        <w:t>CRRN1: The getTextStringLength() method returns the text string length value from the first Text String TLV element.</w:t>
      </w:r>
    </w:p>
    <w:p w:rsidR="00714EBB" w:rsidRPr="00870ED0" w:rsidRDefault="00714EBB">
      <w:pPr>
        <w:pStyle w:val="B1"/>
      </w:pPr>
      <w:r w:rsidRPr="00870ED0">
        <w:t>CRRN2: If a Text String TLV element is available, it becomes the TLV selected.</w:t>
      </w:r>
    </w:p>
    <w:p w:rsidR="00714EBB" w:rsidRPr="00870ED0" w:rsidRDefault="00714EBB">
      <w:pPr>
        <w:pStyle w:val="H6"/>
        <w:outlineLvl w:val="0"/>
      </w:pPr>
      <w:r w:rsidRPr="00870ED0">
        <w:t>5.2.5.7.1.2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5.2.5.7.1.3</w:t>
      </w:r>
      <w:r w:rsidRPr="00870ED0">
        <w:tab/>
        <w:t>Context errors</w:t>
      </w:r>
    </w:p>
    <w:p w:rsidR="00714EBB" w:rsidRPr="00870ED0" w:rsidRDefault="00714EBB">
      <w:pPr>
        <w:pStyle w:val="B1"/>
      </w:pPr>
      <w:r w:rsidRPr="00870ED0">
        <w:t>CRRC1: A ToolkitException.UNAVAILABLE_ELEMENT shall be thrown in case of unavailable Text String TLV element.</w:t>
      </w:r>
    </w:p>
    <w:p w:rsidR="00714EBB" w:rsidRPr="00870ED0" w:rsidRDefault="00714EBB" w:rsidP="00B469A3">
      <w:pPr>
        <w:pStyle w:val="Heading5"/>
      </w:pPr>
      <w:r w:rsidRPr="00870ED0">
        <w:t>5.2.5.7.2</w:t>
      </w:r>
      <w:r w:rsidRPr="00870ED0">
        <w:tab/>
        <w:t>Test area files</w:t>
      </w:r>
    </w:p>
    <w:p w:rsidR="00714EBB" w:rsidRPr="00870ED0" w:rsidRDefault="00714EBB" w:rsidP="002854FB">
      <w:pPr>
        <w:pStyle w:val="EX"/>
      </w:pPr>
      <w:r w:rsidRPr="00870ED0">
        <w:t>Test Source:</w:t>
      </w:r>
      <w:r w:rsidRPr="00870ED0">
        <w:tab/>
        <w:t>Test_Api_2_Prh_Gttl.java</w:t>
      </w:r>
      <w:r w:rsidR="00103F8F" w:rsidRPr="00870ED0">
        <w:t>.</w:t>
      </w:r>
    </w:p>
    <w:p w:rsidR="00714EBB" w:rsidRPr="00870ED0" w:rsidRDefault="00714EBB" w:rsidP="002854FB">
      <w:pPr>
        <w:pStyle w:val="EX"/>
      </w:pPr>
      <w:r w:rsidRPr="00870ED0">
        <w:t>Test</w:t>
      </w:r>
      <w:r w:rsidR="00103F8F" w:rsidRPr="00870ED0">
        <w:t xml:space="preserve"> Applet: </w:t>
      </w:r>
      <w:r w:rsidR="00103F8F" w:rsidRPr="00870ED0">
        <w:tab/>
        <w:t>Api_2_Prh_Gttl_1.java.</w:t>
      </w:r>
    </w:p>
    <w:p w:rsidR="00714EBB" w:rsidRPr="00870ED0" w:rsidRDefault="00714EBB" w:rsidP="002854FB">
      <w:pPr>
        <w:pStyle w:val="EX"/>
      </w:pPr>
      <w:r w:rsidRPr="00870ED0">
        <w:t>Cap File:</w:t>
      </w:r>
      <w:r w:rsidRPr="00870ED0">
        <w:tab/>
        <w:t>api_2_prh_gttl.cap</w:t>
      </w:r>
      <w:r w:rsidR="00103F8F" w:rsidRPr="00870ED0">
        <w:t>.</w:t>
      </w:r>
    </w:p>
    <w:p w:rsidR="00714EBB" w:rsidRPr="00870ED0" w:rsidRDefault="00714EBB" w:rsidP="00B469A3">
      <w:pPr>
        <w:pStyle w:val="Heading5"/>
      </w:pPr>
      <w:r w:rsidRPr="00870ED0">
        <w:t>5.2.5.7.3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2, 4, 6, 8, 10, 12, 14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3, 5, 7, 9, 11, 13, 15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103F8F"/>
    <w:p w:rsidR="00714EBB" w:rsidRPr="00870ED0" w:rsidRDefault="00714EBB" w:rsidP="00010296">
      <w:pPr>
        <w:pStyle w:val="Heading5"/>
      </w:pPr>
      <w:r w:rsidRPr="00870ED0">
        <w:lastRenderedPageBreak/>
        <w:t>5.2.5.7.4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977"/>
        <w:gridCol w:w="2268"/>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API Expectation</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Build and send a DISPLAY TEXT command</w:t>
            </w:r>
          </w:p>
          <w:p w:rsidR="00714EBB" w:rsidRPr="00870ED0" w:rsidRDefault="00714EBB" w:rsidP="00010296">
            <w:pPr>
              <w:pStyle w:val="TAL"/>
              <w:keepLines w:val="0"/>
            </w:pPr>
          </w:p>
        </w:tc>
        <w:tc>
          <w:tcPr>
            <w:tcW w:w="2977"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268"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DISPLAY TEXT Proactive command</w:t>
            </w:r>
          </w:p>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H"/>
              <w:keepLines w:val="0"/>
            </w:pPr>
            <w:r w:rsidRPr="00870ED0">
              <w:t>Terminal Response (no Text String TLV element available)</w:t>
            </w:r>
          </w:p>
          <w:p w:rsidR="00714EBB" w:rsidRPr="00870ED0" w:rsidRDefault="00714EBB" w:rsidP="00010296">
            <w:pPr>
              <w:pStyle w:val="TAL"/>
              <w:keepLines w:val="0"/>
            </w:pPr>
          </w:p>
        </w:tc>
        <w:tc>
          <w:tcPr>
            <w:tcW w:w="2977"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L"/>
              <w:keepLines w:val="0"/>
            </w:pPr>
          </w:p>
        </w:tc>
        <w:tc>
          <w:tcPr>
            <w:tcW w:w="2268"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to getTextStringLength() with unavailable Text String TLV</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UNAVAILABLE_ELEMENT ToolkitException is thrown</w:t>
            </w: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a null Text String TLV</w:t>
            </w:r>
          </w:p>
          <w:p w:rsidR="00714EBB" w:rsidRPr="00870ED0" w:rsidRDefault="00714EBB">
            <w:pPr>
              <w:pStyle w:val="PL"/>
              <w:rPr>
                <w:noProof w:val="0"/>
              </w:rPr>
            </w:pPr>
            <w:r w:rsidRPr="00870ED0">
              <w:rPr>
                <w:noProof w:val="0"/>
              </w:rPr>
              <w:t xml:space="preserve">Text String TLV = 0D 00 </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getTextStringLength()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01h, DCS = 04h</w:t>
            </w:r>
          </w:p>
          <w:p w:rsidR="00714EBB" w:rsidRPr="00870ED0" w:rsidRDefault="00714EBB">
            <w:pPr>
              <w:pStyle w:val="PL"/>
              <w:rPr>
                <w:noProof w:val="0"/>
              </w:rPr>
            </w:pPr>
            <w:r w:rsidRPr="00870ED0">
              <w:rPr>
                <w:noProof w:val="0"/>
              </w:rPr>
              <w:t>Text String TLV = 0D 02 04 "A"</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getTextStringLength()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01h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02h, DCS = 00h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03 00 "BB"</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getTextStringLength()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Build and send a GET INPUT command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GET INPUT Proactive command</w:t>
            </w:r>
          </w:p>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with text length = 7Eh, DCS = 08h</w:t>
            </w:r>
          </w:p>
          <w:p w:rsidR="00714EBB" w:rsidRPr="00870ED0" w:rsidRDefault="00714EBB">
            <w:pPr>
              <w:pStyle w:val="PL"/>
              <w:rPr>
                <w:noProof w:val="0"/>
              </w:rPr>
            </w:pPr>
            <w:r w:rsidRPr="00870ED0">
              <w:rPr>
                <w:noProof w:val="0"/>
              </w:rPr>
              <w:t>Text String TLV = 0D 7F 08 01 02 … 7E</w:t>
            </w:r>
          </w:p>
        </w:tc>
        <w:tc>
          <w:tcPr>
            <w:tcW w:w="2977"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268"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getTextStringLength()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7Eh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pPr>
            <w:r w:rsidRPr="00870ED0">
              <w:t>10</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pPr>
            <w:r w:rsidRPr="00870ED0">
              <w:t>Build and send a GET INPUT command</w:t>
            </w:r>
          </w:p>
          <w:p w:rsidR="00714EBB" w:rsidRPr="00870ED0" w:rsidRDefault="00714EBB">
            <w:pPr>
              <w:pStyle w:val="TAL"/>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pPr>
            <w:r w:rsidRPr="00870ED0">
              <w:t>GET INPUT Proactive command</w:t>
            </w:r>
          </w:p>
          <w:p w:rsidR="00714EBB" w:rsidRPr="00870ED0" w:rsidRDefault="00714EBB">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Terminal Response with text length = 7Fh, DCS = 04h</w:t>
            </w:r>
          </w:p>
          <w:p w:rsidR="00714EBB" w:rsidRPr="00870ED0" w:rsidRDefault="00714EBB">
            <w:pPr>
              <w:pStyle w:val="PL"/>
              <w:keepNext/>
              <w:keepLines/>
              <w:rPr>
                <w:noProof w:val="0"/>
              </w:rPr>
            </w:pPr>
            <w:r w:rsidRPr="00870ED0">
              <w:rPr>
                <w:noProof w:val="0"/>
              </w:rPr>
              <w:t>Text String TLV = 0D 81 80 04 01 02 … 7F</w:t>
            </w:r>
          </w:p>
        </w:tc>
        <w:tc>
          <w:tcPr>
            <w:tcW w:w="2977" w:type="dxa"/>
            <w:tcBorders>
              <w:top w:val="nil"/>
              <w:left w:val="single" w:sz="4" w:space="0" w:color="auto"/>
              <w:bottom w:val="nil"/>
              <w:right w:val="single" w:sz="4" w:space="0" w:color="auto"/>
            </w:tcBorders>
          </w:tcPr>
          <w:p w:rsidR="00714EBB" w:rsidRPr="00870ED0" w:rsidRDefault="00714EBB">
            <w:pPr>
              <w:pStyle w:val="TAL"/>
            </w:pPr>
          </w:p>
        </w:tc>
        <w:tc>
          <w:tcPr>
            <w:tcW w:w="2268"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getTextStringLength()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7Fh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C"/>
              <w:keepLines w:val="0"/>
            </w:pPr>
            <w:r w:rsidRPr="00870ED0">
              <w:lastRenderedPageBreak/>
              <w:t>12</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H"/>
              <w:keepLines w:val="0"/>
            </w:pPr>
            <w:r w:rsidRPr="00870ED0">
              <w:t>Build and send a GET INPUT command</w:t>
            </w:r>
          </w:p>
          <w:p w:rsidR="00714EBB" w:rsidRPr="00870ED0" w:rsidRDefault="00714EBB" w:rsidP="00010296">
            <w:pPr>
              <w:pStyle w:val="TAL"/>
              <w:keepLines w:val="0"/>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L"/>
              <w:keepLines w:val="0"/>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rsidP="00010296">
            <w:pPr>
              <w:pStyle w:val="TAL"/>
              <w:keepLines w:val="0"/>
            </w:pPr>
            <w:r w:rsidRPr="00870ED0">
              <w:t>GET INPUT Proactive command</w:t>
            </w:r>
          </w:p>
          <w:p w:rsidR="00714EBB" w:rsidRPr="00870ED0" w:rsidRDefault="00714EBB" w:rsidP="00010296">
            <w:pPr>
              <w:pStyle w:val="TAL"/>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nil"/>
              <w:left w:val="single" w:sz="4" w:space="0" w:color="auto"/>
              <w:bottom w:val="nil"/>
              <w:right w:val="single" w:sz="4" w:space="0" w:color="auto"/>
            </w:tcBorders>
          </w:tcPr>
          <w:p w:rsidR="00714EBB" w:rsidRPr="00870ED0" w:rsidRDefault="00714EBB" w:rsidP="00010296">
            <w:pPr>
              <w:pStyle w:val="TAH"/>
              <w:keepLines w:val="0"/>
            </w:pPr>
            <w:r w:rsidRPr="00870ED0">
              <w:t>Terminal Response with text length = EFh, DCS = 04h</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Text String TLV = 0D 81 F0 04 01 02 … EE EF</w:t>
            </w:r>
          </w:p>
        </w:tc>
        <w:tc>
          <w:tcPr>
            <w:tcW w:w="2977" w:type="dxa"/>
            <w:tcBorders>
              <w:top w:val="nil"/>
              <w:left w:val="single" w:sz="4" w:space="0" w:color="auto"/>
              <w:bottom w:val="nil"/>
              <w:right w:val="single" w:sz="4" w:space="0" w:color="auto"/>
            </w:tcBorders>
          </w:tcPr>
          <w:p w:rsidR="00714EBB" w:rsidRPr="00870ED0" w:rsidRDefault="00714EBB" w:rsidP="00010296">
            <w:pPr>
              <w:pStyle w:val="TAL"/>
              <w:keepLines w:val="0"/>
            </w:pPr>
          </w:p>
        </w:tc>
        <w:tc>
          <w:tcPr>
            <w:tcW w:w="2268" w:type="dxa"/>
            <w:tcBorders>
              <w:top w:val="nil"/>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getTextStringLength() method</w:t>
            </w:r>
          </w:p>
          <w:p w:rsidR="00714EBB" w:rsidRPr="00870ED0" w:rsidRDefault="00714EBB">
            <w:pPr>
              <w:pStyle w:val="TAL"/>
              <w:keepNext w:val="0"/>
              <w:keepLines w:val="0"/>
            </w:pPr>
          </w:p>
        </w:tc>
        <w:tc>
          <w:tcPr>
            <w:tcW w:w="2977"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EFh</w:t>
            </w:r>
          </w:p>
        </w:tc>
        <w:tc>
          <w:tcPr>
            <w:tcW w:w="2268"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F0h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rsidP="00103F8F">
            <w:pPr>
              <w:pStyle w:val="TAC"/>
            </w:pPr>
            <w:r w:rsidRPr="00870ED0">
              <w:t>14</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rsidP="00103F8F">
            <w:pPr>
              <w:pStyle w:val="TAH"/>
            </w:pPr>
            <w:r w:rsidRPr="00870ED0">
              <w:t>Build and send a GET INPUT command</w:t>
            </w:r>
          </w:p>
          <w:p w:rsidR="00714EBB" w:rsidRPr="00870ED0" w:rsidRDefault="00714EBB" w:rsidP="00103F8F">
            <w:pPr>
              <w:pStyle w:val="TAL"/>
            </w:pPr>
          </w:p>
        </w:tc>
        <w:tc>
          <w:tcPr>
            <w:tcW w:w="2977" w:type="dxa"/>
            <w:tcBorders>
              <w:top w:val="single" w:sz="4" w:space="0" w:color="auto"/>
              <w:left w:val="single" w:sz="4" w:space="0" w:color="auto"/>
              <w:bottom w:val="single" w:sz="4" w:space="0" w:color="808080"/>
              <w:right w:val="single" w:sz="4" w:space="0" w:color="auto"/>
            </w:tcBorders>
          </w:tcPr>
          <w:p w:rsidR="00714EBB" w:rsidRPr="00870ED0" w:rsidRDefault="00714EBB" w:rsidP="00103F8F">
            <w:pPr>
              <w:pStyle w:val="TAL"/>
            </w:pPr>
          </w:p>
        </w:tc>
        <w:tc>
          <w:tcPr>
            <w:tcW w:w="2268" w:type="dxa"/>
            <w:tcBorders>
              <w:top w:val="single" w:sz="4" w:space="0" w:color="auto"/>
              <w:left w:val="single" w:sz="4" w:space="0" w:color="auto"/>
              <w:bottom w:val="single" w:sz="4" w:space="0" w:color="808080"/>
              <w:right w:val="single" w:sz="4" w:space="0" w:color="auto"/>
            </w:tcBorders>
          </w:tcPr>
          <w:p w:rsidR="00714EBB" w:rsidRPr="00870ED0" w:rsidRDefault="00714EBB" w:rsidP="00103F8F">
            <w:pPr>
              <w:pStyle w:val="TAL"/>
            </w:pPr>
            <w:r w:rsidRPr="00870ED0">
              <w:t>GET INPUT Proactive command</w:t>
            </w:r>
          </w:p>
          <w:p w:rsidR="00714EBB" w:rsidRPr="00870ED0" w:rsidRDefault="00714EBB" w:rsidP="00103F8F">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103F8F">
            <w:pPr>
              <w:pStyle w:val="TAC"/>
            </w:pPr>
          </w:p>
        </w:tc>
        <w:tc>
          <w:tcPr>
            <w:tcW w:w="4111" w:type="dxa"/>
            <w:tcBorders>
              <w:top w:val="nil"/>
              <w:left w:val="single" w:sz="4" w:space="0" w:color="auto"/>
              <w:bottom w:val="nil"/>
              <w:right w:val="single" w:sz="4" w:space="0" w:color="auto"/>
            </w:tcBorders>
          </w:tcPr>
          <w:p w:rsidR="00714EBB" w:rsidRPr="00870ED0" w:rsidRDefault="00714EBB" w:rsidP="00103F8F">
            <w:pPr>
              <w:pStyle w:val="TAH"/>
            </w:pPr>
            <w:r w:rsidRPr="00870ED0">
              <w:t>Terminal Response with 2 Text String TLV</w:t>
            </w:r>
          </w:p>
          <w:p w:rsidR="00714EBB" w:rsidRPr="00870ED0" w:rsidRDefault="00714EBB" w:rsidP="00103F8F">
            <w:pPr>
              <w:pStyle w:val="PL"/>
              <w:keepNext/>
              <w:keepLines/>
              <w:rPr>
                <w:noProof w:val="0"/>
              </w:rPr>
            </w:pPr>
            <w:r w:rsidRPr="00870ED0">
              <w:rPr>
                <w:noProof w:val="0"/>
              </w:rPr>
              <w:t>1st Text String TLV = 0D 02 04 41</w:t>
            </w:r>
          </w:p>
          <w:p w:rsidR="00714EBB" w:rsidRPr="00870ED0" w:rsidRDefault="00714EBB" w:rsidP="00103F8F">
            <w:pPr>
              <w:pStyle w:val="PL"/>
              <w:keepNext/>
              <w:keepLines/>
              <w:rPr>
                <w:noProof w:val="0"/>
              </w:rPr>
            </w:pPr>
            <w:r w:rsidRPr="00870ED0">
              <w:rPr>
                <w:noProof w:val="0"/>
              </w:rPr>
              <w:t>2nd Text String TLV = 0D 03 08 42 43</w:t>
            </w:r>
          </w:p>
        </w:tc>
        <w:tc>
          <w:tcPr>
            <w:tcW w:w="2977" w:type="dxa"/>
            <w:tcBorders>
              <w:top w:val="nil"/>
              <w:left w:val="single" w:sz="4" w:space="0" w:color="auto"/>
              <w:bottom w:val="nil"/>
              <w:right w:val="single" w:sz="4" w:space="0" w:color="auto"/>
            </w:tcBorders>
          </w:tcPr>
          <w:p w:rsidR="00714EBB" w:rsidRPr="00870ED0" w:rsidRDefault="00714EBB" w:rsidP="00103F8F">
            <w:pPr>
              <w:pStyle w:val="TAL"/>
            </w:pPr>
          </w:p>
        </w:tc>
        <w:tc>
          <w:tcPr>
            <w:tcW w:w="2268" w:type="dxa"/>
            <w:tcBorders>
              <w:top w:val="nil"/>
              <w:left w:val="single" w:sz="4" w:space="0" w:color="auto"/>
              <w:bottom w:val="nil"/>
              <w:right w:val="single" w:sz="4" w:space="0" w:color="auto"/>
            </w:tcBorders>
          </w:tcPr>
          <w:p w:rsidR="00714EBB" w:rsidRPr="00870ED0" w:rsidRDefault="00714EBB" w:rsidP="00103F8F">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103F8F">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103F8F">
            <w:pPr>
              <w:pStyle w:val="TAH"/>
            </w:pPr>
            <w:r w:rsidRPr="00870ED0">
              <w:t>Call the getTextStringLength() method</w:t>
            </w:r>
          </w:p>
          <w:p w:rsidR="00714EBB" w:rsidRPr="00870ED0" w:rsidRDefault="00714EBB" w:rsidP="00103F8F">
            <w:pPr>
              <w:pStyle w:val="TAL"/>
            </w:pPr>
          </w:p>
        </w:tc>
        <w:tc>
          <w:tcPr>
            <w:tcW w:w="2977" w:type="dxa"/>
            <w:tcBorders>
              <w:top w:val="single" w:sz="4" w:space="0" w:color="808080"/>
              <w:left w:val="single" w:sz="4" w:space="0" w:color="auto"/>
              <w:bottom w:val="nil"/>
              <w:right w:val="single" w:sz="4" w:space="0" w:color="auto"/>
            </w:tcBorders>
          </w:tcPr>
          <w:p w:rsidR="00714EBB" w:rsidRPr="00870ED0" w:rsidRDefault="00714EBB" w:rsidP="00103F8F">
            <w:pPr>
              <w:pStyle w:val="TAL"/>
            </w:pPr>
            <w:r w:rsidRPr="00870ED0">
              <w:t>Result is 01h</w:t>
            </w:r>
          </w:p>
        </w:tc>
        <w:tc>
          <w:tcPr>
            <w:tcW w:w="2268" w:type="dxa"/>
            <w:tcBorders>
              <w:top w:val="single" w:sz="4" w:space="0" w:color="808080"/>
              <w:left w:val="single" w:sz="4" w:space="0" w:color="auto"/>
              <w:bottom w:val="nil"/>
              <w:right w:val="single" w:sz="4" w:space="0" w:color="auto"/>
            </w:tcBorders>
          </w:tcPr>
          <w:p w:rsidR="00714EBB" w:rsidRPr="00870ED0" w:rsidRDefault="00714EBB" w:rsidP="00103F8F">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26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5.2.5.8</w:t>
      </w:r>
      <w:r w:rsidRPr="00870ED0">
        <w:tab/>
        <w:t>Method getLength</w:t>
      </w:r>
    </w:p>
    <w:p w:rsidR="00714EBB" w:rsidRPr="00870ED0" w:rsidRDefault="00714EBB">
      <w:r w:rsidRPr="00870ED0">
        <w:t>Test Area Reference Api_2_Prh_Glen</w:t>
      </w:r>
      <w:r w:rsidR="00103F8F" w:rsidRPr="00870ED0">
        <w:t>.</w:t>
      </w:r>
    </w:p>
    <w:p w:rsidR="00714EBB" w:rsidRPr="00870ED0" w:rsidRDefault="00714EBB" w:rsidP="00B469A3">
      <w:pPr>
        <w:pStyle w:val="Heading5"/>
      </w:pPr>
      <w:r w:rsidRPr="00870ED0">
        <w:t>5.2.5.8.1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5.2.5.8.1.1</w:t>
      </w:r>
      <w:r w:rsidRPr="00870ED0">
        <w:tab/>
        <w:t>Normal execution</w:t>
      </w:r>
    </w:p>
    <w:p w:rsidR="00714EBB" w:rsidRPr="00870ED0" w:rsidRDefault="00714EBB">
      <w:pPr>
        <w:pStyle w:val="B1"/>
      </w:pPr>
      <w:r w:rsidRPr="00870ED0">
        <w:t>CRRN1: returns the length in bytes of the TLV list.</w:t>
      </w:r>
    </w:p>
    <w:p w:rsidR="00714EBB" w:rsidRPr="00870ED0" w:rsidRDefault="00714EBB">
      <w:pPr>
        <w:pStyle w:val="H6"/>
        <w:outlineLvl w:val="0"/>
      </w:pPr>
      <w:r w:rsidRPr="00870ED0">
        <w:t>5.2.5.8.1.2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5.2.5.8.1.3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469A3">
      <w:pPr>
        <w:pStyle w:val="Heading5"/>
      </w:pPr>
      <w:r w:rsidRPr="00870ED0">
        <w:t>5.2.5.8.2</w:t>
      </w:r>
      <w:r w:rsidRPr="00870ED0">
        <w:tab/>
        <w:t>Test area files</w:t>
      </w:r>
    </w:p>
    <w:p w:rsidR="00714EBB" w:rsidRPr="00870ED0" w:rsidRDefault="00714EBB" w:rsidP="002854FB">
      <w:pPr>
        <w:pStyle w:val="EX"/>
      </w:pPr>
      <w:r w:rsidRPr="00870ED0">
        <w:t>Test Source:</w:t>
      </w:r>
      <w:r w:rsidRPr="00870ED0">
        <w:tab/>
        <w:t>Test_Api_2_Prh_Glen.java</w:t>
      </w:r>
      <w:r w:rsidR="00103F8F" w:rsidRPr="00870ED0">
        <w:t>.</w:t>
      </w:r>
    </w:p>
    <w:p w:rsidR="00714EBB" w:rsidRPr="00870ED0" w:rsidRDefault="00714EBB" w:rsidP="002854FB">
      <w:pPr>
        <w:pStyle w:val="EX"/>
      </w:pPr>
      <w:r w:rsidRPr="00870ED0">
        <w:t>Test</w:t>
      </w:r>
      <w:r w:rsidR="00103F8F" w:rsidRPr="00870ED0">
        <w:t xml:space="preserve"> Applet: </w:t>
      </w:r>
      <w:r w:rsidR="00103F8F" w:rsidRPr="00870ED0">
        <w:tab/>
        <w:t>Api_2_Prh_Glen_1.java.</w:t>
      </w:r>
    </w:p>
    <w:p w:rsidR="00714EBB" w:rsidRPr="00870ED0" w:rsidRDefault="00714EBB" w:rsidP="002854FB">
      <w:pPr>
        <w:pStyle w:val="EX"/>
      </w:pPr>
      <w:r w:rsidRPr="00870ED0">
        <w:t>Cap File:</w:t>
      </w:r>
      <w:r w:rsidRPr="00870ED0">
        <w:tab/>
        <w:t>api_2_prh_glen.cap</w:t>
      </w:r>
      <w:r w:rsidR="00103F8F" w:rsidRPr="00870ED0">
        <w:t>.</w:t>
      </w:r>
    </w:p>
    <w:p w:rsidR="00714EBB" w:rsidRPr="00870ED0" w:rsidRDefault="00714EBB" w:rsidP="00B469A3">
      <w:pPr>
        <w:pStyle w:val="Heading5"/>
      </w:pPr>
      <w:r w:rsidRPr="00870ED0">
        <w:t>5.2.5.8.3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103F8F"/>
    <w:p w:rsidR="00714EBB" w:rsidRPr="00870ED0" w:rsidRDefault="00714EBB" w:rsidP="00103F8F">
      <w:pPr>
        <w:pStyle w:val="Heading5"/>
      </w:pPr>
      <w:r w:rsidRPr="00870ED0">
        <w:lastRenderedPageBreak/>
        <w:t>5.2.5.8.4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103F8F">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103F8F">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103F8F">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103F8F">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103F8F">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103F8F">
            <w:pPr>
              <w:pStyle w:val="TAH"/>
            </w:pPr>
            <w:r w:rsidRPr="00870ED0">
              <w:t>Build and send a Display Text command</w:t>
            </w:r>
          </w:p>
          <w:p w:rsidR="00714EBB" w:rsidRPr="00870ED0" w:rsidRDefault="00714EBB" w:rsidP="00103F8F">
            <w:pPr>
              <w:pStyle w:val="TAL"/>
            </w:pPr>
          </w:p>
        </w:tc>
        <w:tc>
          <w:tcPr>
            <w:tcW w:w="2835" w:type="dxa"/>
            <w:tcBorders>
              <w:top w:val="single" w:sz="4" w:space="0" w:color="auto"/>
              <w:left w:val="single" w:sz="4" w:space="0" w:color="auto"/>
              <w:bottom w:val="nil"/>
              <w:right w:val="single" w:sz="4" w:space="0" w:color="auto"/>
            </w:tcBorders>
          </w:tcPr>
          <w:p w:rsidR="00714EBB" w:rsidRPr="00870ED0" w:rsidRDefault="00714EBB" w:rsidP="00103F8F">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103F8F">
            <w:pPr>
              <w:pStyle w:val="TAL"/>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103F8F">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103F8F">
            <w:pPr>
              <w:pStyle w:val="TAH"/>
            </w:pPr>
            <w:r w:rsidRPr="00870ED0">
              <w:t>Terminal Response without additional information in General Result TLV</w:t>
            </w:r>
          </w:p>
        </w:tc>
        <w:tc>
          <w:tcPr>
            <w:tcW w:w="2835" w:type="dxa"/>
            <w:tcBorders>
              <w:top w:val="single" w:sz="4" w:space="0" w:color="808080"/>
              <w:left w:val="single" w:sz="4" w:space="0" w:color="auto"/>
              <w:bottom w:val="nil"/>
              <w:right w:val="single" w:sz="4" w:space="0" w:color="auto"/>
            </w:tcBorders>
          </w:tcPr>
          <w:p w:rsidR="00714EBB" w:rsidRPr="00870ED0" w:rsidRDefault="00714EBB" w:rsidP="00103F8F">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103F8F">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103F8F">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103F8F">
            <w:pPr>
              <w:pStyle w:val="TAH"/>
            </w:pPr>
            <w:r w:rsidRPr="00870ED0">
              <w:t>ProactiveResponseHandler.getTheHandler()</w:t>
            </w:r>
          </w:p>
          <w:p w:rsidR="00714EBB" w:rsidRPr="00870ED0" w:rsidRDefault="00714EBB" w:rsidP="00103F8F">
            <w:pPr>
              <w:pStyle w:val="PL"/>
              <w:keepNext/>
              <w:keepLines/>
              <w:rPr>
                <w:noProof w:val="0"/>
              </w:rPr>
            </w:pPr>
          </w:p>
          <w:p w:rsidR="00714EBB" w:rsidRPr="00870ED0" w:rsidRDefault="00714EBB" w:rsidP="00103F8F">
            <w:pPr>
              <w:pStyle w:val="PL"/>
              <w:keepNext/>
              <w:keepLines/>
              <w:rPr>
                <w:noProof w:val="0"/>
              </w:rPr>
            </w:pPr>
            <w:r w:rsidRPr="00870ED0">
              <w:rPr>
                <w:noProof w:val="0"/>
              </w:rPr>
              <w:t>Call getLength()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103F8F">
            <w:pPr>
              <w:pStyle w:val="TAL"/>
            </w:pPr>
          </w:p>
          <w:p w:rsidR="00714EBB" w:rsidRPr="00870ED0" w:rsidRDefault="00714EBB" w:rsidP="00103F8F">
            <w:pPr>
              <w:pStyle w:val="TAL"/>
            </w:pPr>
          </w:p>
          <w:p w:rsidR="00714EBB" w:rsidRPr="00870ED0" w:rsidRDefault="00714EBB" w:rsidP="00103F8F">
            <w:pPr>
              <w:pStyle w:val="TAL"/>
            </w:pPr>
            <w:r w:rsidRPr="00870ED0">
              <w:t>Result of getLength() is 12</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103F8F">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103F8F">
            <w:pPr>
              <w:pStyle w:val="TAC"/>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rsidP="00103F8F">
            <w:pPr>
              <w:pStyle w:val="TAH"/>
            </w:pPr>
            <w:r w:rsidRPr="00870ED0">
              <w:t>Build and send a Display Text command</w:t>
            </w:r>
          </w:p>
          <w:p w:rsidR="00714EBB" w:rsidRPr="00870ED0" w:rsidRDefault="00714EBB" w:rsidP="00103F8F">
            <w:pPr>
              <w:pStyle w:val="TAL"/>
            </w:pPr>
          </w:p>
        </w:tc>
        <w:tc>
          <w:tcPr>
            <w:tcW w:w="2835" w:type="dxa"/>
            <w:tcBorders>
              <w:top w:val="single" w:sz="4" w:space="0" w:color="auto"/>
              <w:left w:val="single" w:sz="4" w:space="0" w:color="auto"/>
              <w:bottom w:val="nil"/>
              <w:right w:val="single" w:sz="4" w:space="0" w:color="auto"/>
            </w:tcBorders>
          </w:tcPr>
          <w:p w:rsidR="00714EBB" w:rsidRPr="00870ED0" w:rsidRDefault="00714EBB" w:rsidP="00103F8F">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103F8F">
            <w:pPr>
              <w:pStyle w:val="TAL"/>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103F8F">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103F8F">
            <w:pPr>
              <w:pStyle w:val="TAH"/>
            </w:pPr>
            <w:r w:rsidRPr="00870ED0">
              <w:t>Terminal Response with F2h additional information in General Result TLV</w:t>
            </w:r>
          </w:p>
        </w:tc>
        <w:tc>
          <w:tcPr>
            <w:tcW w:w="2835" w:type="dxa"/>
            <w:tcBorders>
              <w:top w:val="single" w:sz="4" w:space="0" w:color="808080"/>
              <w:left w:val="single" w:sz="4" w:space="0" w:color="auto"/>
              <w:bottom w:val="nil"/>
              <w:right w:val="single" w:sz="4" w:space="0" w:color="auto"/>
            </w:tcBorders>
          </w:tcPr>
          <w:p w:rsidR="00714EBB" w:rsidRPr="00870ED0" w:rsidRDefault="00714EBB" w:rsidP="00103F8F">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103F8F">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pPr>
              <w:pStyle w:val="TAH"/>
              <w:keepNext w:val="0"/>
              <w:keepLines w:val="0"/>
              <w:jc w:val="left"/>
              <w:rPr>
                <w:rFonts w:ascii="Courier New" w:hAnsi="Courier New"/>
                <w:b w:val="0"/>
                <w:sz w:val="16"/>
              </w:rPr>
            </w:pPr>
          </w:p>
          <w:p w:rsidR="00714EBB" w:rsidRPr="00870ED0" w:rsidRDefault="00714EBB">
            <w:pPr>
              <w:pStyle w:val="TAH"/>
              <w:keepNext w:val="0"/>
              <w:keepLines w:val="0"/>
              <w:jc w:val="left"/>
            </w:pPr>
            <w:r w:rsidRPr="00870ED0">
              <w:rPr>
                <w:rFonts w:ascii="Courier New" w:hAnsi="Courier New"/>
                <w:b w:val="0"/>
                <w:sz w:val="16"/>
              </w:rPr>
              <w:t>Call getLength()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FFh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5.2.5.9</w:t>
      </w:r>
      <w:r w:rsidRPr="00870ED0">
        <w:tab/>
        <w:t>Method copy</w:t>
      </w:r>
    </w:p>
    <w:p w:rsidR="00714EBB" w:rsidRPr="00870ED0" w:rsidRDefault="00714EBB">
      <w:r w:rsidRPr="00870ED0">
        <w:t>Test Area Reference Api_2_Prh_Copy</w:t>
      </w:r>
      <w:r w:rsidR="00103F8F" w:rsidRPr="00870ED0">
        <w:t>.</w:t>
      </w:r>
    </w:p>
    <w:p w:rsidR="00714EBB" w:rsidRPr="00870ED0" w:rsidRDefault="00714EBB" w:rsidP="00B469A3">
      <w:pPr>
        <w:pStyle w:val="Heading5"/>
      </w:pPr>
      <w:r w:rsidRPr="00870ED0">
        <w:t>5.2.5.9.1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5.2.5.9.1.1</w:t>
      </w:r>
      <w:r w:rsidRPr="00870ED0">
        <w:tab/>
        <w:t>Normal execution</w:t>
      </w:r>
    </w:p>
    <w:p w:rsidR="00714EBB" w:rsidRPr="00870ED0" w:rsidRDefault="00714EBB">
      <w:pPr>
        <w:pStyle w:val="B1"/>
      </w:pPr>
      <w:r w:rsidRPr="00870ED0">
        <w:t>CRRN1: copies the Comprehension TLV list contained in the handler to the destination byte array.</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5.2.5.9.1.2</w:t>
      </w:r>
      <w:r w:rsidRPr="00870ED0">
        <w:tab/>
        <w:t>Parameter errors</w:t>
      </w:r>
    </w:p>
    <w:p w:rsidR="00714EBB" w:rsidRPr="00870ED0" w:rsidRDefault="00714EBB">
      <w:pPr>
        <w:pStyle w:val="B1"/>
      </w:pPr>
      <w:r w:rsidRPr="00870ED0">
        <w:t>CRRP1: if dstBuffer is null a NullPointerException is thrown.</w:t>
      </w:r>
    </w:p>
    <w:p w:rsidR="00714EBB" w:rsidRPr="00870ED0" w:rsidRDefault="00714EBB">
      <w:pPr>
        <w:pStyle w:val="B1"/>
      </w:pPr>
      <w:r w:rsidRPr="00870ED0">
        <w:t>CRRP2: if dstOffset or dstLength or both would cause access outside array bounds, or if dstLength is negative, an ArrayIndexOutOfBoundsException is thrown.</w:t>
      </w:r>
    </w:p>
    <w:p w:rsidR="00714EBB" w:rsidRPr="00870ED0" w:rsidRDefault="00714EBB">
      <w:pPr>
        <w:pStyle w:val="B1"/>
      </w:pPr>
      <w:r w:rsidRPr="00870ED0">
        <w:t>CRRP3: if dstLength is grater than the length of the Comprehension TLV List, an instance of ToolkitException shall be thrown. The reason code shall be ToolkitException.OUT_OF_TLV_BOUNDARIES.</w:t>
      </w:r>
    </w:p>
    <w:p w:rsidR="00714EBB" w:rsidRPr="00870ED0" w:rsidRDefault="00714EBB">
      <w:pPr>
        <w:pStyle w:val="H6"/>
        <w:outlineLvl w:val="0"/>
      </w:pPr>
      <w:r w:rsidRPr="00870ED0">
        <w:t>5.2.5.9.1.3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B469A3">
      <w:pPr>
        <w:pStyle w:val="Heading5"/>
      </w:pPr>
      <w:r w:rsidRPr="00870ED0">
        <w:t>5.2.5.9.2</w:t>
      </w:r>
      <w:r w:rsidRPr="00870ED0">
        <w:tab/>
        <w:t>Test area files</w:t>
      </w:r>
    </w:p>
    <w:p w:rsidR="00714EBB" w:rsidRPr="00870ED0" w:rsidRDefault="00714EBB" w:rsidP="002854FB">
      <w:pPr>
        <w:pStyle w:val="EX"/>
      </w:pPr>
      <w:r w:rsidRPr="00870ED0">
        <w:t>Test Source:</w:t>
      </w:r>
      <w:r w:rsidRPr="00870ED0">
        <w:tab/>
        <w:t>Test_Api_2_Prh_Copy.java</w:t>
      </w:r>
      <w:r w:rsidR="00103F8F" w:rsidRPr="00870ED0">
        <w:t>.</w:t>
      </w:r>
    </w:p>
    <w:p w:rsidR="00714EBB" w:rsidRPr="00870ED0" w:rsidRDefault="00714EBB" w:rsidP="002854FB">
      <w:pPr>
        <w:pStyle w:val="EX"/>
      </w:pPr>
      <w:r w:rsidRPr="00870ED0">
        <w:t>Test</w:t>
      </w:r>
      <w:r w:rsidR="00103F8F" w:rsidRPr="00870ED0">
        <w:t xml:space="preserve"> Applet: </w:t>
      </w:r>
      <w:r w:rsidR="00103F8F" w:rsidRPr="00870ED0">
        <w:tab/>
        <w:t>Api_2_Prh_Copy_1.java.</w:t>
      </w:r>
    </w:p>
    <w:p w:rsidR="00714EBB" w:rsidRPr="00870ED0" w:rsidRDefault="00714EBB" w:rsidP="002854FB">
      <w:pPr>
        <w:pStyle w:val="EX"/>
      </w:pPr>
      <w:r w:rsidRPr="00870ED0">
        <w:t>Cap File:</w:t>
      </w:r>
      <w:r w:rsidRPr="00870ED0">
        <w:tab/>
        <w:t>api_2_prh_copy .cap</w:t>
      </w:r>
      <w:r w:rsidR="00103F8F" w:rsidRPr="00870ED0">
        <w:t>.</w:t>
      </w:r>
    </w:p>
    <w:p w:rsidR="00714EBB" w:rsidRPr="00870ED0" w:rsidRDefault="00714EBB" w:rsidP="00B469A3">
      <w:pPr>
        <w:pStyle w:val="Heading5"/>
      </w:pPr>
      <w:r w:rsidRPr="00870ED0">
        <w:lastRenderedPageBreak/>
        <w:t>5.2.5.9.3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9, 11, 13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8, 10, 12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103F8F"/>
    <w:p w:rsidR="00714EBB" w:rsidRPr="00870ED0" w:rsidRDefault="00714EBB" w:rsidP="00B469A3">
      <w:pPr>
        <w:pStyle w:val="Heading5"/>
      </w:pPr>
      <w:r w:rsidRPr="00870ED0">
        <w:t>5.2.5.9.4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without Additional Information in General Result TLV:</w:t>
            </w:r>
          </w:p>
          <w:p w:rsidR="00714EBB" w:rsidRPr="00870ED0" w:rsidRDefault="00714EBB">
            <w:pPr>
              <w:pStyle w:val="PL"/>
              <w:rPr>
                <w:noProof w:val="0"/>
              </w:rPr>
            </w:pPr>
          </w:p>
          <w:p w:rsidR="00714EBB" w:rsidRPr="00870ED0" w:rsidRDefault="00714EBB">
            <w:pPr>
              <w:pStyle w:val="PL"/>
              <w:rPr>
                <w:noProof w:val="0"/>
              </w:rPr>
            </w:pPr>
            <w:r w:rsidRPr="00870ED0">
              <w:rPr>
                <w:noProof w:val="0"/>
              </w:rPr>
              <w:t>81 03 01 21 00 02 02 82 81 03 01 00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pPr>
              <w:pStyle w:val="TAH"/>
              <w:keepNext w:val="0"/>
              <w:keepLines w:val="0"/>
            </w:pPr>
            <w:r w:rsidRPr="00870ED0">
              <w:t>copy() with NULL as parameter to dstBuffer</w:t>
            </w:r>
          </w:p>
          <w:p w:rsidR="00714EBB" w:rsidRPr="00870ED0" w:rsidRDefault="00714EBB">
            <w:pPr>
              <w:pStyle w:val="TAL"/>
              <w:keepNext w:val="0"/>
              <w:keepLines w:val="0"/>
            </w:pP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length of the Comprehension TLV list</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13</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12</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12</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buffer with buffer:</w:t>
            </w:r>
          </w:p>
          <w:p w:rsidR="00714EBB" w:rsidRPr="00870ED0" w:rsidRDefault="00714EBB">
            <w:pPr>
              <w:pStyle w:val="PL"/>
              <w:rPr>
                <w:noProof w:val="0"/>
              </w:rPr>
            </w:pPr>
            <w:r w:rsidRPr="00870ED0">
              <w:rPr>
                <w:noProof w:val="0"/>
              </w:rPr>
              <w:t>81 03 01 21 00 02 02 82 81 03 01 00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15</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lastRenderedPageBreak/>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Compare the whole buffer</w:t>
            </w:r>
          </w:p>
          <w:p w:rsidR="00714EBB" w:rsidRPr="00870ED0" w:rsidRDefault="00714EBB">
            <w:pPr>
              <w:pStyle w:val="PL"/>
              <w:keepNext/>
              <w:keepLines/>
              <w:rPr>
                <w:noProof w:val="0"/>
              </w:rPr>
            </w:pPr>
            <w:r w:rsidRPr="00870ED0">
              <w:rPr>
                <w:noProof w:val="0"/>
              </w:rPr>
              <w:t xml:space="preserve">Reference = </w:t>
            </w:r>
          </w:p>
          <w:p w:rsidR="00714EBB" w:rsidRPr="00870ED0" w:rsidRDefault="00714EBB">
            <w:pPr>
              <w:pStyle w:val="PL"/>
              <w:keepNext/>
              <w:keepLines/>
              <w:rPr>
                <w:noProof w:val="0"/>
              </w:rPr>
            </w:pPr>
            <w:r w:rsidRPr="00870ED0">
              <w:rPr>
                <w:noProof w:val="0"/>
              </w:rPr>
              <w:t xml:space="preserve">00 01 02 </w:t>
            </w:r>
          </w:p>
          <w:p w:rsidR="00714EBB" w:rsidRPr="00870ED0" w:rsidRDefault="00714EBB">
            <w:pPr>
              <w:pStyle w:val="PL"/>
              <w:keepNext/>
              <w:keepLines/>
              <w:rPr>
                <w:noProof w:val="0"/>
              </w:rPr>
            </w:pPr>
            <w:r w:rsidRPr="00870ED0">
              <w:rPr>
                <w:noProof w:val="0"/>
              </w:rPr>
              <w:t xml:space="preserve">81 03 01 21 00 </w:t>
            </w:r>
          </w:p>
          <w:p w:rsidR="00714EBB" w:rsidRPr="00870ED0" w:rsidRDefault="00714EBB">
            <w:pPr>
              <w:pStyle w:val="PL"/>
              <w:keepNext/>
              <w:keepLines/>
              <w:rPr>
                <w:noProof w:val="0"/>
              </w:rPr>
            </w:pPr>
            <w:r w:rsidRPr="00870ED0">
              <w:rPr>
                <w:noProof w:val="0"/>
              </w:rPr>
              <w:t xml:space="preserve">02 02 82 81 </w:t>
            </w:r>
          </w:p>
          <w:p w:rsidR="00714EBB" w:rsidRPr="00870ED0" w:rsidRDefault="00714EBB">
            <w:pPr>
              <w:pStyle w:val="PL"/>
              <w:keepNext/>
              <w:keepLines/>
              <w:rPr>
                <w:noProof w:val="0"/>
              </w:rPr>
            </w:pPr>
            <w:r w:rsidRPr="00870ED0">
              <w:rPr>
                <w:noProof w:val="0"/>
              </w:rPr>
              <w:t xml:space="preserve">03 01 00 </w:t>
            </w:r>
          </w:p>
          <w:p w:rsidR="00714EBB" w:rsidRPr="00870ED0" w:rsidRDefault="00714EBB">
            <w:pPr>
              <w:pStyle w:val="PL"/>
              <w:keepNext/>
              <w:keepLines/>
              <w:rPr>
                <w:noProof w:val="0"/>
              </w:rPr>
            </w:pPr>
            <w:r w:rsidRPr="00870ED0">
              <w:rPr>
                <w:noProof w:val="0"/>
              </w:rPr>
              <w:t>0F 10 11 12 13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of arrayCompare() is 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rPr>
                <w:rFonts w:ascii="Times New Roman" w:hAnsi="Times New Roman"/>
                <w:b w:val="0"/>
              </w:rPr>
            </w:pPr>
            <w:r w:rsidRPr="00870ED0">
              <w:t>Initialize dstBuffer</w:t>
            </w:r>
          </w:p>
          <w:p w:rsidR="00714EBB" w:rsidRPr="00870ED0" w:rsidRDefault="00714EBB">
            <w:pPr>
              <w:pStyle w:val="PL"/>
              <w:rPr>
                <w:noProof w:val="0"/>
              </w:rPr>
            </w:pPr>
            <w:r w:rsidRPr="00870ED0">
              <w:rPr>
                <w:noProof w:val="0"/>
              </w:rPr>
              <w:t>dstBuffer = 00h 01h 02h … 13h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12</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rPr>
                <w:rFonts w:ascii="Courier New" w:hAnsi="Courier New"/>
              </w:rPr>
            </w:pPr>
            <w:r w:rsidRPr="00870ED0">
              <w:t>Compare the whole buffer</w:t>
            </w:r>
            <w:r w:rsidRPr="00870ED0">
              <w:rPr>
                <w:rFonts w:ascii="Courier New" w:hAnsi="Courier New"/>
              </w:rPr>
              <w:t xml:space="preserve"> </w:t>
            </w:r>
          </w:p>
          <w:p w:rsidR="00714EBB" w:rsidRPr="00870ED0" w:rsidRDefault="00714EBB">
            <w:pPr>
              <w:pStyle w:val="PL"/>
              <w:rPr>
                <w:noProof w:val="0"/>
              </w:rPr>
            </w:pPr>
            <w:r w:rsidRPr="00870ED0">
              <w:rPr>
                <w:noProof w:val="0"/>
              </w:rPr>
              <w:t>Reference =</w:t>
            </w:r>
          </w:p>
          <w:p w:rsidR="00714EBB" w:rsidRPr="00870ED0" w:rsidRDefault="00714EBB">
            <w:pPr>
              <w:pStyle w:val="PL"/>
              <w:rPr>
                <w:noProof w:val="0"/>
              </w:rPr>
            </w:pPr>
            <w:r w:rsidRPr="00870ED0">
              <w:rPr>
                <w:noProof w:val="0"/>
              </w:rPr>
              <w:t>00 01 02</w:t>
            </w:r>
          </w:p>
          <w:p w:rsidR="00714EBB" w:rsidRPr="00870ED0" w:rsidRDefault="00714EBB">
            <w:pPr>
              <w:pStyle w:val="PL"/>
              <w:rPr>
                <w:noProof w:val="0"/>
              </w:rPr>
            </w:pPr>
            <w:r w:rsidRPr="00870ED0">
              <w:rPr>
                <w:noProof w:val="0"/>
              </w:rPr>
              <w:t>81 03 01 21 00</w:t>
            </w:r>
          </w:p>
          <w:p w:rsidR="00714EBB" w:rsidRPr="00870ED0" w:rsidRDefault="00714EBB">
            <w:pPr>
              <w:pStyle w:val="PL"/>
              <w:rPr>
                <w:noProof w:val="0"/>
              </w:rPr>
            </w:pPr>
            <w:r w:rsidRPr="00870ED0">
              <w:rPr>
                <w:noProof w:val="0"/>
              </w:rPr>
              <w:t>02 02 82 81</w:t>
            </w:r>
          </w:p>
          <w:p w:rsidR="00714EBB" w:rsidRPr="00870ED0" w:rsidRDefault="00714EBB">
            <w:pPr>
              <w:pStyle w:val="PL"/>
              <w:rPr>
                <w:noProof w:val="0"/>
              </w:rPr>
            </w:pPr>
            <w:r w:rsidRPr="00870ED0">
              <w:rPr>
                <w:noProof w:val="0"/>
              </w:rPr>
              <w:t>0C 0D 0E</w:t>
            </w:r>
          </w:p>
          <w:p w:rsidR="00714EBB" w:rsidRPr="00870ED0" w:rsidRDefault="00714EBB">
            <w:pPr>
              <w:pStyle w:val="PL"/>
              <w:rPr>
                <w:noProof w:val="0"/>
              </w:rPr>
            </w:pPr>
            <w:r w:rsidRPr="00870ED0">
              <w:rPr>
                <w:noProof w:val="0"/>
              </w:rPr>
              <w:t>0F 10 11 12 13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5.2.5.10</w:t>
      </w:r>
      <w:r w:rsidRPr="00870ED0">
        <w:tab/>
        <w:t>Method findTLV</w:t>
      </w:r>
    </w:p>
    <w:p w:rsidR="00714EBB" w:rsidRPr="00870ED0" w:rsidRDefault="00714EBB">
      <w:r w:rsidRPr="00870ED0">
        <w:t>Test Area Reference Api_2_Prh_Find</w:t>
      </w:r>
      <w:r w:rsidR="007B0A69" w:rsidRPr="00870ED0">
        <w:t>.</w:t>
      </w:r>
    </w:p>
    <w:p w:rsidR="00714EBB" w:rsidRPr="00870ED0" w:rsidRDefault="00714EBB" w:rsidP="007B0A69">
      <w:pPr>
        <w:pStyle w:val="Heading5"/>
      </w:pPr>
      <w:r w:rsidRPr="00870ED0">
        <w:t>5.2.5.10.1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findTLV(byte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5.2.5.10.1.1</w:t>
      </w:r>
      <w:r w:rsidRPr="00870ED0">
        <w:tab/>
        <w:t>Normal execution</w:t>
      </w:r>
    </w:p>
    <w:p w:rsidR="00714EBB" w:rsidRPr="00870ED0" w:rsidRDefault="00714EBB">
      <w:r w:rsidRPr="00870ED0">
        <w:t xml:space="preserve">Looks for the indicated occurrence of a TLV element from the beginning of the TLV list (handler buffer): </w:t>
      </w:r>
    </w:p>
    <w:p w:rsidR="00714EBB" w:rsidRPr="00870ED0" w:rsidRDefault="00714EBB">
      <w:pPr>
        <w:pStyle w:val="B1"/>
      </w:pPr>
      <w:r w:rsidRPr="00870ED0">
        <w:t>CRRN1: the method is successful if the required occurrence exists then the cor</w:t>
      </w:r>
      <w:r w:rsidR="007B0A69" w:rsidRPr="00870ED0">
        <w:t>responding TLV becomes current.</w:t>
      </w:r>
    </w:p>
    <w:p w:rsidR="00714EBB" w:rsidRPr="00870ED0" w:rsidRDefault="00714EBB">
      <w:pPr>
        <w:pStyle w:val="B1"/>
      </w:pPr>
      <w:r w:rsidRPr="00870ED0">
        <w:t>CRRN2: if the method is successful then it returns TLV_FOUND_CR_SET when Comprehension Required flag is set.</w:t>
      </w:r>
    </w:p>
    <w:p w:rsidR="00714EBB" w:rsidRPr="00870ED0" w:rsidRDefault="00714EBB">
      <w:pPr>
        <w:pStyle w:val="B1"/>
      </w:pPr>
      <w:r w:rsidRPr="00870ED0">
        <w:t>CRRN3: if the method is successful then it returns TLV_FOUND_CR_NOT_SET when Comprehension Required flag is not set.</w:t>
      </w:r>
    </w:p>
    <w:p w:rsidR="00714EBB" w:rsidRPr="00870ED0" w:rsidRDefault="00714EBB">
      <w:pPr>
        <w:pStyle w:val="B1"/>
      </w:pPr>
      <w:r w:rsidRPr="00870ED0">
        <w:t>CRRN4: if the required occurrence of the TLV element does not exist, the current TLV is no longer defined and TLV_NOT_FOUND is returned.</w:t>
      </w:r>
    </w:p>
    <w:p w:rsidR="00714EBB" w:rsidRPr="00870ED0" w:rsidRDefault="00714EBB">
      <w:pPr>
        <w:pStyle w:val="B1"/>
      </w:pPr>
      <w:r w:rsidRPr="00870ED0">
        <w:t>CRRN5: The search method is comprehension required flag independent.</w:t>
      </w:r>
    </w:p>
    <w:p w:rsidR="00714EBB" w:rsidRPr="00870ED0" w:rsidRDefault="00714EBB">
      <w:pPr>
        <w:pStyle w:val="H6"/>
        <w:outlineLvl w:val="0"/>
      </w:pPr>
      <w:r w:rsidRPr="00870ED0">
        <w:t>5.2.5.10.1.2</w:t>
      </w:r>
      <w:r w:rsidRPr="00870ED0">
        <w:tab/>
        <w:t>Parameter errors</w:t>
      </w:r>
    </w:p>
    <w:p w:rsidR="00714EBB" w:rsidRPr="00870ED0" w:rsidRDefault="00714EBB">
      <w:pPr>
        <w:pStyle w:val="B1"/>
      </w:pPr>
      <w:r w:rsidRPr="00870ED0">
        <w:t>CRRP1: if an input parameter is not valid (e.g. occurrence = 0) an instance of ToolkitException shall be thrown. The reason code shall be Toolki</w:t>
      </w:r>
      <w:r w:rsidR="00EB39BD" w:rsidRPr="00870ED0">
        <w:t>tException.BAD_INPUT_PARAMETER.</w:t>
      </w:r>
    </w:p>
    <w:p w:rsidR="00714EBB" w:rsidRPr="00870ED0" w:rsidRDefault="00714EBB">
      <w:pPr>
        <w:pStyle w:val="H6"/>
        <w:outlineLvl w:val="0"/>
      </w:pPr>
      <w:r w:rsidRPr="00870ED0">
        <w:t>5.2.5.10.1.3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7B0A69">
      <w:pPr>
        <w:pStyle w:val="Heading5"/>
      </w:pPr>
      <w:r w:rsidRPr="00870ED0">
        <w:lastRenderedPageBreak/>
        <w:t>5.2.5.10.2</w:t>
      </w:r>
      <w:r w:rsidRPr="00870ED0">
        <w:tab/>
        <w:t>Test area files</w:t>
      </w:r>
    </w:p>
    <w:p w:rsidR="00714EBB" w:rsidRPr="00870ED0" w:rsidRDefault="00714EBB" w:rsidP="002854FB">
      <w:pPr>
        <w:pStyle w:val="EX"/>
      </w:pPr>
      <w:r w:rsidRPr="00870ED0">
        <w:t>Test Source:</w:t>
      </w:r>
      <w:r w:rsidRPr="00870ED0">
        <w:tab/>
        <w:t>Test_Api_2_Prh_Find.java</w:t>
      </w:r>
      <w:r w:rsidR="007B0A69" w:rsidRPr="00870ED0">
        <w:t>.</w:t>
      </w:r>
    </w:p>
    <w:p w:rsidR="00714EBB" w:rsidRPr="00870ED0" w:rsidRDefault="00714EBB" w:rsidP="002854FB">
      <w:pPr>
        <w:pStyle w:val="EX"/>
      </w:pPr>
      <w:r w:rsidRPr="00870ED0">
        <w:t>Test</w:t>
      </w:r>
      <w:r w:rsidR="007B0A69" w:rsidRPr="00870ED0">
        <w:t xml:space="preserve"> Applet: </w:t>
      </w:r>
      <w:r w:rsidR="007B0A69" w:rsidRPr="00870ED0">
        <w:tab/>
        <w:t>Api_2_Prh_Find_1.java.</w:t>
      </w:r>
    </w:p>
    <w:p w:rsidR="00714EBB" w:rsidRPr="00870ED0" w:rsidRDefault="00714EBB" w:rsidP="002854FB">
      <w:pPr>
        <w:pStyle w:val="EX"/>
      </w:pPr>
      <w:r w:rsidRPr="00870ED0">
        <w:t>Cap File:</w:t>
      </w:r>
      <w:r w:rsidRPr="00870ED0">
        <w:tab/>
        <w:t>api_2_prh_find.cap</w:t>
      </w:r>
      <w:r w:rsidR="007B0A69" w:rsidRPr="00870ED0">
        <w:t>.</w:t>
      </w:r>
    </w:p>
    <w:p w:rsidR="00714EBB" w:rsidRPr="00870ED0" w:rsidRDefault="00714EBB" w:rsidP="007B0A69">
      <w:pPr>
        <w:pStyle w:val="Heading5"/>
      </w:pPr>
      <w:r w:rsidRPr="00870ED0">
        <w:t>5.2.5.10.3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3, 5, 11, 13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6, 7,8, 9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7B0A69"/>
    <w:p w:rsidR="00714EBB" w:rsidRPr="00870ED0" w:rsidRDefault="00714EBB" w:rsidP="007B0A69">
      <w:pPr>
        <w:pStyle w:val="Heading5"/>
      </w:pPr>
      <w:r w:rsidRPr="00870ED0">
        <w:t>5.2.5.10.4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B0A69">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DISPLAY TEXT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DISPLAY TEXT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2 General Result TLV</w:t>
            </w:r>
          </w:p>
          <w:p w:rsidR="00714EBB" w:rsidRPr="00870ED0" w:rsidRDefault="00714EBB">
            <w:pPr>
              <w:pStyle w:val="PL"/>
              <w:rPr>
                <w:noProof w:val="0"/>
              </w:rPr>
            </w:pPr>
            <w:r w:rsidRPr="00870ED0">
              <w:rPr>
                <w:noProof w:val="0"/>
              </w:rPr>
              <w:t>81 03 01 21 00</w:t>
            </w:r>
          </w:p>
          <w:p w:rsidR="00714EBB" w:rsidRPr="00870ED0" w:rsidRDefault="00714EBB">
            <w:pPr>
              <w:pStyle w:val="PL"/>
              <w:rPr>
                <w:noProof w:val="0"/>
              </w:rPr>
            </w:pPr>
            <w:r w:rsidRPr="00870ED0">
              <w:rPr>
                <w:noProof w:val="0"/>
              </w:rPr>
              <w:t>82 02 82 81</w:t>
            </w:r>
          </w:p>
          <w:p w:rsidR="00714EBB" w:rsidRPr="00870ED0" w:rsidRDefault="00714EBB">
            <w:pPr>
              <w:pStyle w:val="PL"/>
              <w:rPr>
                <w:noProof w:val="0"/>
              </w:rPr>
            </w:pPr>
            <w:r w:rsidRPr="00870ED0">
              <w:rPr>
                <w:noProof w:val="0"/>
              </w:rPr>
              <w:t>03 01 00</w:t>
            </w:r>
          </w:p>
          <w:p w:rsidR="00714EBB" w:rsidRPr="00870ED0" w:rsidRDefault="00714EBB">
            <w:pPr>
              <w:pStyle w:val="PL"/>
              <w:rPr>
                <w:noProof w:val="0"/>
              </w:rPr>
            </w:pPr>
            <w:r w:rsidRPr="00870ED0">
              <w:rPr>
                <w:noProof w:val="0"/>
              </w:rPr>
              <w:t>03 02 01 12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findTLV() with Invalid input parameter</w:t>
            </w:r>
          </w:p>
          <w:p w:rsidR="00714EBB" w:rsidRPr="00870ED0" w:rsidRDefault="00714EBB">
            <w:pPr>
              <w:pStyle w:val="PL"/>
              <w:rPr>
                <w:noProof w:val="0"/>
              </w:rPr>
            </w:pPr>
            <w:r w:rsidRPr="00870ED0">
              <w:rPr>
                <w:noProof w:val="0"/>
              </w:rPr>
              <w:t>occurrence = 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1st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2nd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a wrong tag</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04h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TLV_NOT_FOUND</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shall be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a tag with wrong occurrence</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occurrence = 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TLV_NOT_FOUND</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shall be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3rd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03h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01h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3rd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03h</w:t>
            </w:r>
          </w:p>
          <w:p w:rsidR="00714EBB" w:rsidRPr="00870ED0" w:rsidRDefault="00714EBB">
            <w:pPr>
              <w:pStyle w:val="PL"/>
              <w:rPr>
                <w:noProof w:val="0"/>
              </w:rPr>
            </w:pPr>
            <w:r w:rsidRPr="00870ED0">
              <w:rPr>
                <w:noProof w:val="0"/>
              </w:rPr>
              <w:t>occurrence = 2</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p w:rsidR="00714EBB" w:rsidRPr="00870ED0" w:rsidRDefault="00714EBB">
            <w:pPr>
              <w:pStyle w:val="TAL"/>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C"/>
            </w:pPr>
            <w:r w:rsidRPr="00870ED0">
              <w:lastRenderedPageBreak/>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H"/>
            </w:pPr>
            <w:r w:rsidRPr="00870ED0">
              <w:t>Search tag 83h</w:t>
            </w:r>
          </w:p>
          <w:p w:rsidR="00714EBB" w:rsidRPr="00870ED0" w:rsidRDefault="00714EBB" w:rsidP="007B0A69">
            <w:pPr>
              <w:pStyle w:val="PL"/>
              <w:keepNext/>
              <w:keepLines/>
              <w:rPr>
                <w:noProof w:val="0"/>
              </w:rPr>
            </w:pPr>
            <w:r w:rsidRPr="00870ED0">
              <w:rPr>
                <w:noProof w:val="0"/>
              </w:rPr>
              <w:t>findTLV()</w:t>
            </w:r>
          </w:p>
          <w:p w:rsidR="00714EBB" w:rsidRPr="00870ED0" w:rsidRDefault="00714EBB" w:rsidP="007B0A69">
            <w:pPr>
              <w:pStyle w:val="PL"/>
              <w:keepNext/>
              <w:keepLines/>
              <w:rPr>
                <w:noProof w:val="0"/>
              </w:rPr>
            </w:pPr>
            <w:r w:rsidRPr="00870ED0">
              <w:rPr>
                <w:noProof w:val="0"/>
              </w:rPr>
              <w:t>Tag = 83h</w:t>
            </w:r>
          </w:p>
          <w:p w:rsidR="00714EBB" w:rsidRPr="00870ED0" w:rsidRDefault="00714EBB" w:rsidP="007B0A69">
            <w:pPr>
              <w:pStyle w:val="PL"/>
              <w:keepNext/>
              <w:keepLines/>
              <w:rPr>
                <w:noProof w:val="0"/>
              </w:rPr>
            </w:pPr>
            <w:r w:rsidRPr="00870ED0">
              <w:rPr>
                <w:noProof w:val="0"/>
              </w:rPr>
              <w:t>Occurrence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L"/>
            </w:pPr>
            <w:r w:rsidRPr="00870ED0">
              <w:t>Result is TLV_FOUND_CR_NOT_SET</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tag 82h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82h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5.2.5.11</w:t>
      </w:r>
      <w:r w:rsidRPr="00870ED0">
        <w:tab/>
        <w:t>Method getValueLength</w:t>
      </w:r>
    </w:p>
    <w:p w:rsidR="00714EBB" w:rsidRPr="00870ED0" w:rsidRDefault="00714EBB">
      <w:r w:rsidRPr="00870ED0">
        <w:t>Test Area Reference Api_2_Prh_Gvle</w:t>
      </w:r>
      <w:r w:rsidR="007B0A69" w:rsidRPr="00870ED0">
        <w:t>.</w:t>
      </w:r>
    </w:p>
    <w:p w:rsidR="00714EBB" w:rsidRPr="00870ED0" w:rsidRDefault="00714EBB" w:rsidP="007B0A69">
      <w:pPr>
        <w:pStyle w:val="Heading5"/>
      </w:pPr>
      <w:r w:rsidRPr="00870ED0">
        <w:t>5.2.5.11.1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5.2.5.11.1.1</w:t>
      </w:r>
      <w:r w:rsidRPr="00870ED0">
        <w:tab/>
        <w:t>Normal execution</w:t>
      </w:r>
    </w:p>
    <w:p w:rsidR="00714EBB" w:rsidRPr="00870ED0" w:rsidRDefault="00714EBB">
      <w:pPr>
        <w:pStyle w:val="B1"/>
      </w:pPr>
      <w:r w:rsidRPr="00870ED0">
        <w:t>CRRN1: gets and returns the binary length of the value field for the last TLV element which has been found in the handler.</w:t>
      </w:r>
    </w:p>
    <w:p w:rsidR="00714EBB" w:rsidRPr="00870ED0" w:rsidRDefault="00714EBB">
      <w:pPr>
        <w:pStyle w:val="H6"/>
        <w:outlineLvl w:val="0"/>
      </w:pPr>
      <w:r w:rsidRPr="00870ED0">
        <w:t>5.2.5.11.1.2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5.2.5.11.1.3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7B0A69">
      <w:pPr>
        <w:pStyle w:val="Heading5"/>
      </w:pPr>
      <w:r w:rsidRPr="00870ED0">
        <w:t>5.2.5.11.2</w:t>
      </w:r>
      <w:r w:rsidRPr="00870ED0">
        <w:tab/>
        <w:t>Test area files</w:t>
      </w:r>
    </w:p>
    <w:p w:rsidR="00714EBB" w:rsidRPr="00870ED0" w:rsidRDefault="00714EBB" w:rsidP="002854FB">
      <w:pPr>
        <w:pStyle w:val="EX"/>
      </w:pPr>
      <w:r w:rsidRPr="00870ED0">
        <w:t>Test Source:</w:t>
      </w:r>
      <w:r w:rsidRPr="00870ED0">
        <w:tab/>
        <w:t>Test_Api_2_Prh_Gvle.java</w:t>
      </w:r>
      <w:r w:rsidR="007B0A69" w:rsidRPr="00870ED0">
        <w:t>.</w:t>
      </w:r>
    </w:p>
    <w:p w:rsidR="00714EBB" w:rsidRPr="00870ED0" w:rsidRDefault="00714EBB" w:rsidP="002854FB">
      <w:pPr>
        <w:pStyle w:val="EX"/>
      </w:pPr>
      <w:r w:rsidRPr="00870ED0">
        <w:t>Test</w:t>
      </w:r>
      <w:r w:rsidR="007B0A69" w:rsidRPr="00870ED0">
        <w:t xml:space="preserve"> Applet: </w:t>
      </w:r>
      <w:r w:rsidR="007B0A69" w:rsidRPr="00870ED0">
        <w:tab/>
        <w:t>Api_2_Prh_Gvle_1.java.</w:t>
      </w:r>
    </w:p>
    <w:p w:rsidR="00714EBB" w:rsidRPr="00870ED0" w:rsidRDefault="00714EBB" w:rsidP="002854FB">
      <w:pPr>
        <w:pStyle w:val="EX"/>
      </w:pPr>
      <w:r w:rsidRPr="00870ED0">
        <w:t>Cap File:</w:t>
      </w:r>
      <w:r w:rsidRPr="00870ED0">
        <w:tab/>
        <w:t>api_2_prh_gvle.cap</w:t>
      </w:r>
      <w:r w:rsidR="007B0A69" w:rsidRPr="00870ED0">
        <w:t>.</w:t>
      </w:r>
    </w:p>
    <w:p w:rsidR="00714EBB" w:rsidRPr="00870ED0" w:rsidRDefault="00714EBB" w:rsidP="007B0A69">
      <w:pPr>
        <w:pStyle w:val="Heading5"/>
      </w:pPr>
      <w:r w:rsidRPr="00870ED0">
        <w:t>5.2.5.11.3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7B0A69"/>
    <w:p w:rsidR="00714EBB" w:rsidRPr="00870ED0" w:rsidRDefault="00714EBB" w:rsidP="007B0A69">
      <w:pPr>
        <w:pStyle w:val="Heading5"/>
      </w:pPr>
      <w:r w:rsidRPr="00870ED0">
        <w:lastRenderedPageBreak/>
        <w:t>5.2.5.11.4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7B0A69">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7B0A69">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7B0A69">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7B0A69">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7B0A69">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7B0A69">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7B0A69">
            <w:pPr>
              <w:pStyle w:val="TAH"/>
            </w:pPr>
            <w:r w:rsidRPr="00870ED0">
              <w:t xml:space="preserve">Terminal Response </w:t>
            </w:r>
          </w:p>
          <w:p w:rsidR="00714EBB" w:rsidRPr="00870ED0" w:rsidRDefault="00714EBB" w:rsidP="007B0A69">
            <w:pPr>
              <w:pStyle w:val="PL"/>
              <w:keepNext/>
              <w:keepLines/>
              <w:rPr>
                <w:noProof w:val="0"/>
              </w:rPr>
            </w:pPr>
            <w:r w:rsidRPr="00870ED0">
              <w:rPr>
                <w:noProof w:val="0"/>
              </w:rPr>
              <w:t>Text String TLV = 0D 00</w:t>
            </w:r>
          </w:p>
        </w:tc>
        <w:tc>
          <w:tcPr>
            <w:tcW w:w="2835" w:type="dxa"/>
            <w:tcBorders>
              <w:top w:val="single" w:sz="4" w:space="0" w:color="808080"/>
              <w:left w:val="single" w:sz="4" w:space="0" w:color="auto"/>
              <w:bottom w:val="nil"/>
              <w:right w:val="single" w:sz="4" w:space="0" w:color="auto"/>
            </w:tcBorders>
          </w:tcPr>
          <w:p w:rsidR="00714EBB" w:rsidRPr="00870ED0" w:rsidRDefault="00714EBB" w:rsidP="007B0A69">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7B0A69">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7B0A69">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7B0A69">
            <w:pPr>
              <w:pStyle w:val="TAH"/>
            </w:pPr>
            <w:r w:rsidRPr="00870ED0">
              <w:t>ProactiveResponseHandler.getTheHandler()</w:t>
            </w:r>
          </w:p>
          <w:p w:rsidR="00714EBB" w:rsidRPr="00870ED0" w:rsidRDefault="007B0A69" w:rsidP="007B0A69">
            <w:pPr>
              <w:pStyle w:val="PL"/>
              <w:keepNext/>
              <w:keepLines/>
              <w:rPr>
                <w:noProof w:val="0"/>
              </w:rPr>
            </w:pPr>
            <w:r w:rsidRPr="00870ED0">
              <w:rPr>
                <w:noProof w:val="0"/>
              </w:rPr>
              <w:t>Call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7B0A69">
            <w:pPr>
              <w:pStyle w:val="TAL"/>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7B0A69">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0Dh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 xml:space="preserve">Terminal Response </w:t>
            </w:r>
          </w:p>
          <w:p w:rsidR="00714EBB" w:rsidRPr="00870ED0" w:rsidRDefault="00714EBB">
            <w:pPr>
              <w:pStyle w:val="PL"/>
              <w:rPr>
                <w:noProof w:val="0"/>
              </w:rPr>
            </w:pPr>
            <w:r w:rsidRPr="00870ED0">
              <w:rPr>
                <w:noProof w:val="0"/>
              </w:rPr>
              <w:t>Text String TLV = 0D 02 04 41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7B0A69">
            <w:pPr>
              <w:pStyle w:val="PL"/>
              <w:rPr>
                <w:noProof w:val="0"/>
              </w:rPr>
            </w:pPr>
            <w:r w:rsidRPr="00870ED0">
              <w:rPr>
                <w:noProof w:val="0"/>
              </w:rPr>
              <w:t>Call getValueLengt</w:t>
            </w:r>
            <w:r w:rsidR="007B0A69" w:rsidRPr="00870ED0">
              <w:rPr>
                <w:noProof w:val="0"/>
              </w:rPr>
              <w: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7Eh</w:t>
            </w:r>
          </w:p>
          <w:p w:rsidR="00714EBB" w:rsidRPr="00870ED0" w:rsidRDefault="00714EBB">
            <w:pPr>
              <w:pStyle w:val="PL"/>
              <w:rPr>
                <w:noProof w:val="0"/>
              </w:rPr>
            </w:pPr>
            <w:r w:rsidRPr="00870ED0">
              <w:rPr>
                <w:noProof w:val="0"/>
              </w:rPr>
              <w:t>Text String TLV = 0D 7F 04 01 02 … 7E</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7Fh</w:t>
            </w:r>
          </w:p>
          <w:p w:rsidR="00714EBB" w:rsidRPr="00870ED0" w:rsidRDefault="00714EBB">
            <w:pPr>
              <w:pStyle w:val="PL"/>
              <w:rPr>
                <w:noProof w:val="0"/>
              </w:rPr>
            </w:pPr>
            <w:r w:rsidRPr="00870ED0">
              <w:rPr>
                <w:noProof w:val="0"/>
              </w:rPr>
              <w:t>Text String TLV = 0D 81 80 04 01 02 … 7E 7F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EFh</w:t>
            </w:r>
          </w:p>
          <w:p w:rsidR="00714EBB" w:rsidRPr="00870ED0" w:rsidRDefault="00714EBB">
            <w:pPr>
              <w:pStyle w:val="PL"/>
              <w:rPr>
                <w:noProof w:val="0"/>
              </w:rPr>
            </w:pPr>
            <w:r w:rsidRPr="00870ED0">
              <w:rPr>
                <w:noProof w:val="0"/>
              </w:rPr>
              <w:t>Text String TLV = 0D 81 F0 04 01 02 … EF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5.2.5.12</w:t>
      </w:r>
      <w:r w:rsidRPr="00870ED0">
        <w:tab/>
        <w:t>Method getValueByte</w:t>
      </w:r>
    </w:p>
    <w:p w:rsidR="00714EBB" w:rsidRPr="00870ED0" w:rsidRDefault="00714EBB">
      <w:r w:rsidRPr="00870ED0">
        <w:t>Test Area Reference Api_2_Prh_Gvby</w:t>
      </w:r>
      <w:r w:rsidR="007B0A69" w:rsidRPr="00870ED0">
        <w:t>.</w:t>
      </w:r>
    </w:p>
    <w:p w:rsidR="00714EBB" w:rsidRPr="00870ED0" w:rsidRDefault="00714EBB" w:rsidP="007B0A69">
      <w:pPr>
        <w:pStyle w:val="Heading5"/>
      </w:pPr>
      <w:r w:rsidRPr="00870ED0">
        <w:t>5.2.5.12.1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getValueByte(short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5.2.5.12.1.1</w:t>
      </w:r>
      <w:r w:rsidRPr="00870ED0">
        <w:tab/>
        <w:t>Normal execution</w:t>
      </w:r>
    </w:p>
    <w:p w:rsidR="00714EBB" w:rsidRPr="00870ED0" w:rsidRDefault="00714EBB">
      <w:pPr>
        <w:pStyle w:val="B1"/>
      </w:pPr>
      <w:r w:rsidRPr="00870ED0">
        <w:t>CRRN1: Gets a byte from the last TLV element which has been found in the h</w:t>
      </w:r>
      <w:r w:rsidR="00EB39BD" w:rsidRPr="00870ED0">
        <w:t>andler and returns its value (1 </w:t>
      </w:r>
      <w:r w:rsidRPr="00870ED0">
        <w:t>byte).</w:t>
      </w:r>
    </w:p>
    <w:p w:rsidR="00714EBB" w:rsidRPr="00870ED0" w:rsidRDefault="00714EBB">
      <w:pPr>
        <w:pStyle w:val="H6"/>
        <w:outlineLvl w:val="0"/>
      </w:pPr>
      <w:r w:rsidRPr="00870ED0">
        <w:t>5.2.5.12.1.2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rsidP="007B0A69">
      <w:pPr>
        <w:pStyle w:val="H6"/>
        <w:outlineLvl w:val="0"/>
      </w:pPr>
      <w:r w:rsidRPr="00870ED0">
        <w:lastRenderedPageBreak/>
        <w:t>5.2.5.12.1.3</w:t>
      </w:r>
      <w:r w:rsidRPr="00870ED0">
        <w:tab/>
        <w:t>Context errors</w:t>
      </w:r>
    </w:p>
    <w:p w:rsidR="00714EBB" w:rsidRPr="00870ED0" w:rsidRDefault="00714EBB" w:rsidP="007B0A69">
      <w:pPr>
        <w:pStyle w:val="B1"/>
        <w:keepNext/>
        <w:keepLines/>
      </w:pPr>
      <w:r w:rsidRPr="00870ED0">
        <w:t>CRRC1: if the handler is busy an instance of ToolkitException shall be thrown. The reason code shall be ToolkitException.HANDLER_NOT_AVAILABLE.</w:t>
      </w:r>
    </w:p>
    <w:p w:rsidR="00714EBB" w:rsidRPr="00870ED0" w:rsidRDefault="00714EBB" w:rsidP="007B0A69">
      <w:pPr>
        <w:pStyle w:val="B1"/>
        <w:keepNext/>
        <w:keepLines/>
      </w:pPr>
      <w:r w:rsidRPr="00870ED0">
        <w:t>CRRC2: in case of unavailable TLV element an instance of ToolkitException shall be thrown. The reason code shall be ToolkitException.UNAVAILABLE_ELEMENT.</w:t>
      </w:r>
    </w:p>
    <w:p w:rsidR="00714EBB" w:rsidRPr="00870ED0" w:rsidRDefault="00714EBB" w:rsidP="007B0A69">
      <w:pPr>
        <w:pStyle w:val="Heading5"/>
      </w:pPr>
      <w:r w:rsidRPr="00870ED0">
        <w:t>5.2.5.12.2</w:t>
      </w:r>
      <w:r w:rsidRPr="00870ED0">
        <w:tab/>
        <w:t>Test area files</w:t>
      </w:r>
    </w:p>
    <w:p w:rsidR="00714EBB" w:rsidRPr="00870ED0" w:rsidRDefault="00714EBB" w:rsidP="002854FB">
      <w:pPr>
        <w:pStyle w:val="EX"/>
      </w:pPr>
      <w:r w:rsidRPr="00870ED0">
        <w:t>Test Source:</w:t>
      </w:r>
      <w:r w:rsidRPr="00870ED0">
        <w:tab/>
        <w:t>Test_Api_2_Prh_Gvby.java</w:t>
      </w:r>
      <w:r w:rsidR="007B0A69" w:rsidRPr="00870ED0">
        <w:t>.</w:t>
      </w:r>
    </w:p>
    <w:p w:rsidR="00714EBB" w:rsidRPr="00870ED0" w:rsidRDefault="00714EBB" w:rsidP="002854FB">
      <w:pPr>
        <w:pStyle w:val="EX"/>
      </w:pPr>
      <w:r w:rsidRPr="00870ED0">
        <w:t>Test</w:t>
      </w:r>
      <w:r w:rsidR="007B0A69" w:rsidRPr="00870ED0">
        <w:t xml:space="preserve"> Applet: </w:t>
      </w:r>
      <w:r w:rsidR="007B0A69" w:rsidRPr="00870ED0">
        <w:tab/>
        <w:t>Api_2_Prh_Gvby_1.java.</w:t>
      </w:r>
    </w:p>
    <w:p w:rsidR="00714EBB" w:rsidRPr="00870ED0" w:rsidRDefault="00714EBB" w:rsidP="002854FB">
      <w:pPr>
        <w:pStyle w:val="EX"/>
      </w:pPr>
      <w:r w:rsidRPr="00870ED0">
        <w:t>Cap File:</w:t>
      </w:r>
      <w:r w:rsidRPr="00870ED0">
        <w:tab/>
        <w:t>api_2_prh_gvby.cap</w:t>
      </w:r>
      <w:r w:rsidR="007B0A69" w:rsidRPr="00870ED0">
        <w:t>.</w:t>
      </w:r>
    </w:p>
    <w:p w:rsidR="00714EBB" w:rsidRPr="00870ED0" w:rsidRDefault="00714EBB" w:rsidP="007B0A69">
      <w:pPr>
        <w:pStyle w:val="Heading5"/>
      </w:pPr>
      <w:r w:rsidRPr="00870ED0">
        <w:t>5.2.5.12.3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7B0A69"/>
    <w:p w:rsidR="00714EBB" w:rsidRPr="00870ED0" w:rsidRDefault="00714EBB" w:rsidP="007B0A69">
      <w:pPr>
        <w:pStyle w:val="Heading5"/>
      </w:pPr>
      <w:r w:rsidRPr="00870ED0">
        <w:t>5.2.5.12.4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7Eh</w:t>
            </w:r>
          </w:p>
          <w:p w:rsidR="00714EBB" w:rsidRPr="00870ED0" w:rsidRDefault="00714EBB">
            <w:pPr>
              <w:pStyle w:val="PL"/>
              <w:rPr>
                <w:noProof w:val="0"/>
              </w:rPr>
            </w:pPr>
          </w:p>
          <w:p w:rsidR="00714EBB" w:rsidRPr="00870ED0" w:rsidRDefault="00714EBB">
            <w:pPr>
              <w:pStyle w:val="PL"/>
              <w:rPr>
                <w:noProof w:val="0"/>
              </w:rPr>
            </w:pPr>
            <w:r w:rsidRPr="00870ED0">
              <w:rPr>
                <w:noProof w:val="0"/>
              </w:rPr>
              <w:t>Text String TLV = 0D 7F 04 01 02 … 7E</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getValueByte(0) method</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getValueByte(3)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getValueByte(2)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 (qualifier)</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Search TLV 02h (Device Identities TLV) </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getValueByte(0)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82h (Source)</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B0A69" w:rsidP="007B0A69">
            <w:pPr>
              <w:pStyle w:val="PL"/>
              <w:rPr>
                <w:noProof w:val="0"/>
              </w:rPr>
            </w:pPr>
            <w:r w:rsidRPr="00870ED0">
              <w:rPr>
                <w:noProof w:val="0"/>
              </w:rPr>
              <w:t>Call getValueByte(7E)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7Eh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Text String length = EFh</w:t>
            </w:r>
          </w:p>
          <w:p w:rsidR="00714EBB" w:rsidRPr="00870ED0" w:rsidRDefault="00714EBB">
            <w:pPr>
              <w:pStyle w:val="PL"/>
              <w:rPr>
                <w:noProof w:val="0"/>
              </w:rPr>
            </w:pPr>
            <w:r w:rsidRPr="00870ED0">
              <w:rPr>
                <w:noProof w:val="0"/>
              </w:rPr>
              <w:t>Text String TLV = 0D 81 F0 04 01 02 … 7E 7F … EF</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PL"/>
              <w:rPr>
                <w:noProof w:val="0"/>
              </w:rPr>
            </w:pPr>
            <w:r w:rsidRPr="00870ED0">
              <w:rPr>
                <w:noProof w:val="0"/>
              </w:rPr>
              <w:t xml:space="preserve">Call </w:t>
            </w:r>
            <w:r w:rsidR="007B0A69" w:rsidRPr="00870ED0">
              <w:rPr>
                <w:noProof w:val="0"/>
              </w:rPr>
              <w:t>getValueByte(7E)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7Eh</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B0A69">
            <w:pPr>
              <w:pStyle w:val="PL"/>
              <w:rPr>
                <w:noProof w:val="0"/>
              </w:rPr>
            </w:pPr>
            <w:r w:rsidRPr="00870ED0">
              <w:rPr>
                <w:noProof w:val="0"/>
              </w:rPr>
              <w:t>Call getValueByte(7F) method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7Fh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B0A69">
            <w:pPr>
              <w:pStyle w:val="PL"/>
              <w:rPr>
                <w:noProof w:val="0"/>
              </w:rPr>
            </w:pPr>
            <w:r w:rsidRPr="00870ED0">
              <w:rPr>
                <w:noProof w:val="0"/>
              </w:rPr>
              <w:t>Call getValueByte(EF)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EFh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7B0A69">
      <w:pPr>
        <w:pStyle w:val="Heading4"/>
      </w:pPr>
      <w:r w:rsidRPr="00870ED0">
        <w:lastRenderedPageBreak/>
        <w:t>5.2.5.13</w:t>
      </w:r>
      <w:r w:rsidRPr="00870ED0">
        <w:tab/>
        <w:t>Method copyValue</w:t>
      </w:r>
    </w:p>
    <w:p w:rsidR="00714EBB" w:rsidRPr="00870ED0" w:rsidRDefault="00714EBB" w:rsidP="007B0A69">
      <w:pPr>
        <w:keepNext/>
        <w:keepLines/>
      </w:pPr>
      <w:r w:rsidRPr="00870ED0">
        <w:t>Test Area Reference Api_2_Prh_Cpyvs_Bss</w:t>
      </w:r>
      <w:r w:rsidR="007B0A69" w:rsidRPr="00870ED0">
        <w:t>.</w:t>
      </w:r>
    </w:p>
    <w:p w:rsidR="00714EBB" w:rsidRPr="00870ED0" w:rsidRDefault="00714EBB" w:rsidP="007B0A69">
      <w:pPr>
        <w:pStyle w:val="Heading5"/>
      </w:pPr>
      <w:r w:rsidRPr="00870ED0">
        <w:t>5.2.5.13.1</w:t>
      </w:r>
      <w:r w:rsidRPr="00870ED0">
        <w:tab/>
        <w:t>Conformance requirement</w:t>
      </w:r>
    </w:p>
    <w:p w:rsidR="00714EBB" w:rsidRPr="00870ED0" w:rsidRDefault="00714EBB">
      <w:pPr>
        <w:keepNext/>
        <w:keepLines/>
      </w:pPr>
      <w:r w:rsidRPr="00870ED0">
        <w:t>The method with following header shall be compliant with its definition in the API.</w:t>
      </w:r>
    </w:p>
    <w:p w:rsidR="00714EBB" w:rsidRPr="00870ED0" w:rsidRDefault="00714EBB">
      <w:pPr>
        <w:pStyle w:val="PL"/>
        <w:rPr>
          <w:noProof w:val="0"/>
        </w:rPr>
      </w:pPr>
      <w:r w:rsidRPr="00870ED0">
        <w:rPr>
          <w:noProof w:val="0"/>
        </w:rPr>
        <w:t>public short copyValue(short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5.2.5.13.1.1</w:t>
      </w:r>
      <w:r w:rsidRPr="00870ED0">
        <w:tab/>
        <w:t>Normal execution</w:t>
      </w:r>
    </w:p>
    <w:p w:rsidR="00714EBB" w:rsidRPr="00870ED0" w:rsidRDefault="00714EBB">
      <w:pPr>
        <w:pStyle w:val="B1"/>
      </w:pPr>
      <w:r w:rsidRPr="00870ED0">
        <w:t>CRRN1: copies a part of the last TLV element which has been found, into a destination. buffer.</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5.2.5.13.1.2</w:t>
      </w:r>
      <w:r w:rsidRPr="00870ED0">
        <w:tab/>
        <w:t>Parameter errors</w:t>
      </w:r>
    </w:p>
    <w:p w:rsidR="00714EBB" w:rsidRPr="00870ED0" w:rsidRDefault="00714EBB">
      <w:pPr>
        <w:pStyle w:val="B1"/>
      </w:pPr>
      <w:r w:rsidRPr="00870ED0">
        <w:t>CRRP1: if dstBuffer is null NullPointerException is thrown.</w:t>
      </w:r>
    </w:p>
    <w:p w:rsidR="00714EBB" w:rsidRPr="00870ED0" w:rsidRDefault="00714EBB">
      <w:pPr>
        <w:pStyle w:val="B1"/>
      </w:pPr>
      <w:r w:rsidRPr="00870ED0">
        <w:t>CRRP2: if dstOffset or dstLength or both would cause access outside array bounds, or if dstLength is negative ArrayIndexOutOfBoundsException is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H6"/>
        <w:outlineLvl w:val="0"/>
      </w:pPr>
      <w:r w:rsidRPr="00870ED0">
        <w:t>5.2.5.13.1.3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7B0A69">
      <w:pPr>
        <w:pStyle w:val="Heading5"/>
      </w:pPr>
      <w:r w:rsidRPr="00870ED0">
        <w:t>5.2.5.13.2</w:t>
      </w:r>
      <w:r w:rsidRPr="00870ED0">
        <w:tab/>
        <w:t>Test area files</w:t>
      </w:r>
    </w:p>
    <w:p w:rsidR="00714EBB" w:rsidRPr="00870ED0" w:rsidRDefault="00714EBB" w:rsidP="002854FB">
      <w:pPr>
        <w:pStyle w:val="EX"/>
      </w:pPr>
      <w:r w:rsidRPr="00870ED0">
        <w:t>Test Source:</w:t>
      </w:r>
      <w:r w:rsidRPr="00870ED0">
        <w:tab/>
        <w:t>Test_Api_2_Prh_Cpyv.java</w:t>
      </w:r>
      <w:r w:rsidR="007B0A69" w:rsidRPr="00870ED0">
        <w:t>.</w:t>
      </w:r>
    </w:p>
    <w:p w:rsidR="00714EBB" w:rsidRPr="00870ED0" w:rsidRDefault="00714EBB" w:rsidP="002854FB">
      <w:pPr>
        <w:pStyle w:val="EX"/>
      </w:pPr>
      <w:r w:rsidRPr="00870ED0">
        <w:t>Test</w:t>
      </w:r>
      <w:r w:rsidR="007B0A69" w:rsidRPr="00870ED0">
        <w:t xml:space="preserve"> Applet: </w:t>
      </w:r>
      <w:r w:rsidR="007B0A69" w:rsidRPr="00870ED0">
        <w:tab/>
        <w:t>Api_2_Prh_Cpyv_1.java.</w:t>
      </w:r>
    </w:p>
    <w:p w:rsidR="00714EBB" w:rsidRPr="00870ED0" w:rsidRDefault="00714EBB" w:rsidP="002854FB">
      <w:pPr>
        <w:pStyle w:val="EX"/>
      </w:pPr>
      <w:r w:rsidRPr="00870ED0">
        <w:t>Cap File:</w:t>
      </w:r>
      <w:r w:rsidRPr="00870ED0">
        <w:tab/>
        <w:t>api_2_prh_cpyv.cap</w:t>
      </w:r>
      <w:r w:rsidR="007B0A69" w:rsidRPr="00870ED0">
        <w:t>.</w:t>
      </w:r>
    </w:p>
    <w:p w:rsidR="00714EBB" w:rsidRPr="00870ED0" w:rsidRDefault="00714EBB" w:rsidP="007B0A69">
      <w:pPr>
        <w:pStyle w:val="Heading5"/>
      </w:pPr>
      <w:r w:rsidRPr="00870ED0">
        <w:t>5.2.5.13.3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bl>
    <w:p w:rsidR="00714EBB" w:rsidRPr="00870ED0" w:rsidRDefault="00714EBB" w:rsidP="007B0A69"/>
    <w:p w:rsidR="00714EBB" w:rsidRPr="00870ED0" w:rsidRDefault="00714EBB" w:rsidP="00010296">
      <w:pPr>
        <w:pStyle w:val="Heading5"/>
      </w:pPr>
      <w:r w:rsidRPr="00870ED0">
        <w:lastRenderedPageBreak/>
        <w:t>5.2.5.13.4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5</w:t>
            </w:r>
          </w:p>
          <w:p w:rsidR="00714EBB" w:rsidRPr="00870ED0" w:rsidRDefault="00714EBB">
            <w:pPr>
              <w:pStyle w:val="PL"/>
              <w:rPr>
                <w:noProof w:val="0"/>
              </w:rPr>
            </w:pPr>
            <w:r w:rsidRPr="00870ED0">
              <w:rPr>
                <w:noProof w:val="0"/>
              </w:rPr>
              <w:t>Text String TLV = 0D 06 04 01 02 … 05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pPr>
              <w:pStyle w:val="PL"/>
              <w:rPr>
                <w:noProof w:val="0"/>
              </w:rPr>
            </w:pPr>
            <w:r w:rsidRPr="00870ED0">
              <w:rPr>
                <w:noProof w:val="0"/>
              </w:rPr>
              <w:t>Select Text String TLV</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PL"/>
              <w:jc w:val="center"/>
              <w:rPr>
                <w:rFonts w:ascii="Arial" w:hAnsi="Arial"/>
                <w:b/>
                <w:noProof w:val="0"/>
                <w:sz w:val="18"/>
              </w:rPr>
            </w:pPr>
            <w:r w:rsidRPr="00870ED0">
              <w:rPr>
                <w:rFonts w:ascii="Arial" w:hAnsi="Arial"/>
                <w:b/>
                <w:noProof w:val="0"/>
                <w:sz w:val="18"/>
              </w:rPr>
              <w:t>call copyValue() method</w:t>
            </w:r>
          </w:p>
          <w:p w:rsidR="00714EBB" w:rsidRPr="00870ED0" w:rsidRDefault="00714EBB">
            <w:pPr>
              <w:pStyle w:val="PL"/>
              <w:jc w:val="center"/>
              <w:rPr>
                <w:rFonts w:ascii="Arial" w:hAnsi="Arial"/>
                <w:b/>
                <w:noProof w:val="0"/>
                <w:sz w:val="18"/>
              </w:rPr>
            </w:pPr>
            <w:r w:rsidRPr="00870ED0">
              <w:rPr>
                <w:rFonts w:ascii="Arial" w:hAnsi="Arial"/>
                <w:b/>
                <w:noProof w:val="0"/>
                <w:sz w:val="18"/>
              </w:rPr>
              <w:t>with a null dstBuffer</w:t>
            </w:r>
          </w:p>
          <w:p w:rsidR="00714EBB" w:rsidRPr="00870ED0" w:rsidRDefault="00714EBB">
            <w:pPr>
              <w:pStyle w:val="TAL"/>
              <w:keepNext w:val="0"/>
              <w:keepLines w:val="0"/>
            </w:pP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TAL"/>
              <w:keepNext w:val="0"/>
              <w:keepLines w:val="0"/>
            </w:pPr>
            <w:r w:rsidRPr="00870ED0">
              <w:t>dstLength = -1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ValueOffset + dstLength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PL"/>
              <w:rPr>
                <w:noProof w:val="0"/>
              </w:rPr>
            </w:pPr>
            <w:r w:rsidRPr="00870ED0">
              <w:rPr>
                <w:rFonts w:ascii="Arial" w:hAnsi="Arial"/>
                <w:b/>
                <w:noProof w:val="0"/>
                <w:sz w:val="18"/>
              </w:rPr>
              <w:t>ProactiveResponseHandler.getTheHandler</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rFonts w:ascii="Arial" w:hAnsi="Arial"/>
                <w:b/>
                <w:noProof w:val="0"/>
                <w:sz w:val="18"/>
              </w:rPr>
            </w:pPr>
            <w:r w:rsidRPr="00870ED0">
              <w:rPr>
                <w:rFonts w:ascii="Arial" w:hAnsi="Arial"/>
                <w:b/>
                <w:noProof w:val="0"/>
                <w:sz w:val="18"/>
              </w:rPr>
              <w:t>call copyValue() method</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12</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Successful call</w:t>
            </w:r>
          </w:p>
          <w:p w:rsidR="00714EBB" w:rsidRPr="00870ED0" w:rsidRDefault="00714EBB" w:rsidP="00010296">
            <w:pPr>
              <w:pStyle w:val="PL"/>
              <w:keepNext/>
              <w:rPr>
                <w:noProof w:val="0"/>
              </w:rPr>
            </w:pPr>
            <w:r w:rsidRPr="00870ED0">
              <w:rPr>
                <w:noProof w:val="0"/>
              </w:rPr>
              <w:t>copyValue()</w:t>
            </w:r>
          </w:p>
          <w:p w:rsidR="00714EBB" w:rsidRPr="00870ED0" w:rsidRDefault="00714EBB" w:rsidP="00010296">
            <w:pPr>
              <w:pStyle w:val="PL"/>
              <w:keepNext/>
              <w:rPr>
                <w:noProof w:val="0"/>
              </w:rPr>
            </w:pPr>
            <w:r w:rsidRPr="00870ED0">
              <w:rPr>
                <w:noProof w:val="0"/>
              </w:rPr>
              <w:t>ValueOffset = 0</w:t>
            </w:r>
          </w:p>
          <w:p w:rsidR="00714EBB" w:rsidRPr="00870ED0" w:rsidRDefault="00714EBB" w:rsidP="00010296">
            <w:pPr>
              <w:pStyle w:val="PL"/>
              <w:keepNext/>
              <w:rPr>
                <w:noProof w:val="0"/>
              </w:rPr>
            </w:pPr>
            <w:r w:rsidRPr="00870ED0">
              <w:rPr>
                <w:noProof w:val="0"/>
              </w:rPr>
              <w:t>DstBuffer.length = 17</w:t>
            </w:r>
          </w:p>
          <w:p w:rsidR="00714EBB" w:rsidRPr="00870ED0" w:rsidRDefault="00714EBB" w:rsidP="00010296">
            <w:pPr>
              <w:pStyle w:val="PL"/>
              <w:keepNext/>
              <w:rPr>
                <w:noProof w:val="0"/>
              </w:rPr>
            </w:pPr>
            <w:r w:rsidRPr="00870ED0">
              <w:rPr>
                <w:noProof w:val="0"/>
              </w:rPr>
              <w:t>DstOffset = 0</w:t>
            </w:r>
          </w:p>
          <w:p w:rsidR="00714EBB" w:rsidRPr="00870ED0" w:rsidRDefault="00714EBB" w:rsidP="00010296">
            <w:pPr>
              <w:pStyle w:val="PL"/>
              <w:keepNext/>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Result of 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copyValue() is 15</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5.2.5.14</w:t>
      </w:r>
      <w:r w:rsidRPr="00870ED0">
        <w:tab/>
        <w:t>Method compareValue</w:t>
      </w:r>
    </w:p>
    <w:p w:rsidR="00714EBB" w:rsidRPr="00870ED0" w:rsidRDefault="00714EBB">
      <w:r w:rsidRPr="00870ED0">
        <w:t>Test Area Reference Api_2_Prh_Cprv</w:t>
      </w:r>
      <w:r w:rsidR="0083574F" w:rsidRPr="00870ED0">
        <w:t>.</w:t>
      </w:r>
    </w:p>
    <w:p w:rsidR="00714EBB" w:rsidRPr="00870ED0" w:rsidRDefault="00714EBB" w:rsidP="0083574F">
      <w:pPr>
        <w:pStyle w:val="Heading5"/>
      </w:pPr>
      <w:r w:rsidRPr="00870ED0">
        <w:t>5.2.5.14.1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compareValue(short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5.2.5.14.1.1</w:t>
      </w:r>
      <w:r w:rsidRPr="00870ED0">
        <w:tab/>
        <w:t>Normal execution</w:t>
      </w:r>
    </w:p>
    <w:p w:rsidR="00714EBB" w:rsidRPr="00870ED0" w:rsidRDefault="00714EBB">
      <w:r w:rsidRPr="00870ED0">
        <w:t>Compares the last found TLV element with a buffer:</w:t>
      </w:r>
    </w:p>
    <w:p w:rsidR="00714EBB" w:rsidRPr="00870ED0" w:rsidRDefault="00714EBB">
      <w:pPr>
        <w:pStyle w:val="B1"/>
      </w:pPr>
      <w:r w:rsidRPr="00870ED0">
        <w:t>CRRN1: returns 0 if identical.</w:t>
      </w:r>
    </w:p>
    <w:p w:rsidR="00714EBB" w:rsidRPr="00870ED0" w:rsidRDefault="00714EBB">
      <w:pPr>
        <w:pStyle w:val="B1"/>
      </w:pPr>
      <w:r w:rsidRPr="00870ED0">
        <w:t>CRRN2: returns -1 if the first miscomparing byte in Comprehension TLV List is less than that in compareBuffer.</w:t>
      </w:r>
    </w:p>
    <w:p w:rsidR="00714EBB" w:rsidRPr="00870ED0" w:rsidRDefault="00714EBB">
      <w:pPr>
        <w:pStyle w:val="B1"/>
      </w:pPr>
      <w:r w:rsidRPr="00870ED0">
        <w:t>CRRN3: returns 1 if the first miscomparing byte in Comprehension TLV List is greater than that in compareBuffer.</w:t>
      </w:r>
    </w:p>
    <w:p w:rsidR="00714EBB" w:rsidRPr="00870ED0" w:rsidRDefault="00714EBB">
      <w:pPr>
        <w:pStyle w:val="H6"/>
        <w:outlineLvl w:val="0"/>
      </w:pPr>
      <w:r w:rsidRPr="00870ED0">
        <w:t>5.2.5.14.1.2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pPr>
        <w:pStyle w:val="H6"/>
        <w:outlineLvl w:val="0"/>
      </w:pPr>
      <w:r w:rsidRPr="00870ED0">
        <w:lastRenderedPageBreak/>
        <w:t>5.2.5.14.1.3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83574F">
      <w:pPr>
        <w:pStyle w:val="Heading5"/>
      </w:pPr>
      <w:r w:rsidRPr="00870ED0">
        <w:t>5.2.5.14.2</w:t>
      </w:r>
      <w:r w:rsidRPr="00870ED0">
        <w:tab/>
        <w:t>Test area files</w:t>
      </w:r>
    </w:p>
    <w:p w:rsidR="00714EBB" w:rsidRPr="00870ED0" w:rsidRDefault="00714EBB" w:rsidP="002854FB">
      <w:pPr>
        <w:pStyle w:val="EX"/>
      </w:pPr>
      <w:r w:rsidRPr="00870ED0">
        <w:t>Test Source:</w:t>
      </w:r>
      <w:r w:rsidRPr="00870ED0">
        <w:tab/>
        <w:t>Test_Api_2_Prh_Cprv.java</w:t>
      </w:r>
      <w:r w:rsidR="0083574F" w:rsidRPr="00870ED0">
        <w:t>.</w:t>
      </w:r>
    </w:p>
    <w:p w:rsidR="00714EBB" w:rsidRPr="00870ED0" w:rsidRDefault="00714EBB" w:rsidP="002854FB">
      <w:pPr>
        <w:pStyle w:val="EX"/>
      </w:pPr>
      <w:r w:rsidRPr="00870ED0">
        <w:t>Test</w:t>
      </w:r>
      <w:r w:rsidR="0083574F" w:rsidRPr="00870ED0">
        <w:t xml:space="preserve"> Applet: </w:t>
      </w:r>
      <w:r w:rsidR="0083574F" w:rsidRPr="00870ED0">
        <w:tab/>
        <w:t>Api_2_Prh_Cprv_1.java.</w:t>
      </w:r>
    </w:p>
    <w:p w:rsidR="00714EBB" w:rsidRPr="00870ED0" w:rsidRDefault="00714EBB" w:rsidP="002854FB">
      <w:pPr>
        <w:pStyle w:val="EX"/>
      </w:pPr>
      <w:r w:rsidRPr="00870ED0">
        <w:t>Cap File:</w:t>
      </w:r>
      <w:r w:rsidRPr="00870ED0">
        <w:tab/>
        <w:t>api_2_prh_cprv.cap</w:t>
      </w:r>
      <w:r w:rsidR="0083574F" w:rsidRPr="00870ED0">
        <w:t>.</w:t>
      </w:r>
    </w:p>
    <w:p w:rsidR="00714EBB" w:rsidRPr="00870ED0" w:rsidRDefault="00714EBB" w:rsidP="0083574F">
      <w:pPr>
        <w:pStyle w:val="Heading5"/>
      </w:pPr>
      <w:r w:rsidRPr="00870ED0">
        <w:t>5.2.5.14.3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12, 15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14, 17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bl>
    <w:p w:rsidR="00714EBB" w:rsidRPr="00870ED0" w:rsidRDefault="00714EBB" w:rsidP="0083574F"/>
    <w:p w:rsidR="00714EBB" w:rsidRPr="00870ED0" w:rsidRDefault="00714EBB" w:rsidP="0083574F">
      <w:pPr>
        <w:pStyle w:val="Heading5"/>
      </w:pPr>
      <w:r w:rsidRPr="00870ED0">
        <w:t>5.2.5.14.4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5</w:t>
            </w:r>
          </w:p>
          <w:p w:rsidR="00714EBB" w:rsidRPr="00870ED0" w:rsidRDefault="00714EBB">
            <w:pPr>
              <w:pStyle w:val="PL"/>
              <w:rPr>
                <w:noProof w:val="0"/>
              </w:rPr>
            </w:pPr>
            <w:r w:rsidRPr="00870ED0">
              <w:rPr>
                <w:noProof w:val="0"/>
              </w:rPr>
              <w:t>Text String TLV = 0D 06 04 01 02 … 05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p w:rsidR="00714EBB" w:rsidRPr="00870ED0" w:rsidRDefault="00714EBB">
            <w:pPr>
              <w:pStyle w:val="PL"/>
              <w:rPr>
                <w:noProof w:val="0"/>
              </w:rPr>
            </w:pPr>
            <w:r w:rsidRPr="00870ED0">
              <w:rPr>
                <w:noProof w:val="0"/>
              </w:rPr>
              <w:t>Select Text String TLV</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compareValue() with a null compareBuffer</w:t>
            </w:r>
          </w:p>
          <w:p w:rsidR="00714EBB" w:rsidRPr="00870ED0" w:rsidRDefault="00714EBB">
            <w:pPr>
              <w:pStyle w:val="TAL"/>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compareOffset &gt; 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6</w:t>
            </w:r>
          </w:p>
          <w:p w:rsidR="00714EBB" w:rsidRPr="00870ED0" w:rsidRDefault="00714EBB">
            <w:pPr>
              <w:pStyle w:val="PL"/>
              <w:rPr>
                <w:noProof w:val="0"/>
              </w:rPr>
            </w:pPr>
            <w:r w:rsidRPr="00870ED0">
              <w:rPr>
                <w:noProof w:val="0"/>
              </w:rPr>
              <w:t>compareLength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 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7</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valueOffset &gt; Text String Length</w:t>
            </w:r>
          </w:p>
          <w:p w:rsidR="00714EBB" w:rsidRPr="00870ED0" w:rsidRDefault="00714EBB" w:rsidP="00010296">
            <w:pPr>
              <w:pStyle w:val="PL"/>
              <w:keepNext/>
              <w:rPr>
                <w:noProof w:val="0"/>
              </w:rPr>
            </w:pPr>
            <w:r w:rsidRPr="00870ED0">
              <w:rPr>
                <w:noProof w:val="0"/>
              </w:rPr>
              <w:t>compareValue()</w:t>
            </w:r>
          </w:p>
          <w:p w:rsidR="00714EBB" w:rsidRPr="00870ED0" w:rsidRDefault="00714EBB" w:rsidP="00010296">
            <w:pPr>
              <w:pStyle w:val="PL"/>
              <w:keepNext/>
              <w:rPr>
                <w:noProof w:val="0"/>
              </w:rPr>
            </w:pPr>
            <w:r w:rsidRPr="00870ED0">
              <w:rPr>
                <w:noProof w:val="0"/>
              </w:rPr>
              <w:t>valueOffset = 7</w:t>
            </w:r>
          </w:p>
          <w:p w:rsidR="00714EBB" w:rsidRPr="00870ED0" w:rsidRDefault="00714EBB" w:rsidP="00010296">
            <w:pPr>
              <w:pStyle w:val="PL"/>
              <w:keepNext/>
              <w:rPr>
                <w:noProof w:val="0"/>
              </w:rPr>
            </w:pPr>
            <w:r w:rsidRPr="00870ED0">
              <w:rPr>
                <w:noProof w:val="0"/>
              </w:rPr>
              <w:t>compareBuffer.length = 15</w:t>
            </w:r>
          </w:p>
          <w:p w:rsidR="00714EBB" w:rsidRPr="00870ED0" w:rsidRDefault="00714EBB" w:rsidP="00010296">
            <w:pPr>
              <w:pStyle w:val="PL"/>
              <w:keepNext/>
              <w:rPr>
                <w:noProof w:val="0"/>
              </w:rPr>
            </w:pPr>
            <w:r w:rsidRPr="00870ED0">
              <w:rPr>
                <w:noProof w:val="0"/>
              </w:rPr>
              <w:t>compareOffset = 0</w:t>
            </w:r>
          </w:p>
          <w:p w:rsidR="00714EBB" w:rsidRPr="00870ED0" w:rsidRDefault="00714EBB" w:rsidP="00010296">
            <w:pPr>
              <w:pStyle w:val="PL"/>
              <w:keepNext/>
              <w:rPr>
                <w:noProof w:val="0"/>
              </w:rPr>
            </w:pPr>
            <w:r w:rsidRPr="00870ED0">
              <w:rPr>
                <w:noProof w:val="0"/>
              </w:rPr>
              <w:t>compareLength = 0</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ToolkitException.OUT_OF_TLV_BOUNDARIES is thrown</w:t>
            </w: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3574F">
            <w:pPr>
              <w:pStyle w:val="TAC"/>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3574F">
            <w:pPr>
              <w:pStyle w:val="TAH"/>
            </w:pPr>
            <w:r w:rsidRPr="00870ED0">
              <w:t>valueOffset &lt; 0</w:t>
            </w:r>
          </w:p>
          <w:p w:rsidR="00714EBB" w:rsidRPr="00870ED0" w:rsidRDefault="00714EBB" w:rsidP="0083574F">
            <w:pPr>
              <w:pStyle w:val="PL"/>
              <w:keepNext/>
              <w:keepLines/>
              <w:rPr>
                <w:noProof w:val="0"/>
              </w:rPr>
            </w:pPr>
            <w:r w:rsidRPr="00870ED0">
              <w:rPr>
                <w:noProof w:val="0"/>
              </w:rPr>
              <w:t>compareValue()</w:t>
            </w:r>
          </w:p>
          <w:p w:rsidR="00714EBB" w:rsidRPr="00870ED0" w:rsidRDefault="00714EBB" w:rsidP="0083574F">
            <w:pPr>
              <w:pStyle w:val="PL"/>
              <w:keepNext/>
              <w:keepLines/>
              <w:rPr>
                <w:noProof w:val="0"/>
              </w:rPr>
            </w:pPr>
            <w:r w:rsidRPr="00870ED0">
              <w:rPr>
                <w:noProof w:val="0"/>
              </w:rPr>
              <w:t>valueOffset = -1</w:t>
            </w:r>
          </w:p>
          <w:p w:rsidR="00714EBB" w:rsidRPr="00870ED0" w:rsidRDefault="00714EBB" w:rsidP="0083574F">
            <w:pPr>
              <w:pStyle w:val="PL"/>
              <w:keepNext/>
              <w:keepLines/>
              <w:rPr>
                <w:noProof w:val="0"/>
              </w:rPr>
            </w:pPr>
            <w:r w:rsidRPr="00870ED0">
              <w:rPr>
                <w:noProof w:val="0"/>
              </w:rPr>
              <w:t>compareBuffer.length = 15</w:t>
            </w:r>
          </w:p>
          <w:p w:rsidR="00714EBB" w:rsidRPr="00870ED0" w:rsidRDefault="00714EBB" w:rsidP="0083574F">
            <w:pPr>
              <w:pStyle w:val="PL"/>
              <w:keepNext/>
              <w:keepLines/>
              <w:rPr>
                <w:noProof w:val="0"/>
              </w:rPr>
            </w:pPr>
            <w:r w:rsidRPr="00870ED0">
              <w:rPr>
                <w:noProof w:val="0"/>
              </w:rPr>
              <w:t>compareOffset = 0</w:t>
            </w:r>
          </w:p>
          <w:p w:rsidR="00714EBB" w:rsidRPr="00870ED0" w:rsidRDefault="00714EBB" w:rsidP="0083574F">
            <w:pPr>
              <w:pStyle w:val="PL"/>
              <w:keepNext/>
              <w:keepLines/>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3574F">
            <w:pPr>
              <w:pStyle w:val="TAL"/>
            </w:pPr>
            <w:r w:rsidRPr="00870ED0">
              <w:t>ToolkitException.OUT_OF_TLV_BOUNDARIES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3574F">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 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PL"/>
              <w:rPr>
                <w:rFonts w:ascii="Arial" w:hAnsi="Arial"/>
                <w:b/>
                <w:noProof w:val="0"/>
                <w:sz w:val="18"/>
              </w:rPr>
            </w:pPr>
            <w:r w:rsidRPr="00870ED0">
              <w:rPr>
                <w:rFonts w:ascii="Arial" w:hAnsi="Arial"/>
                <w:b/>
                <w:noProof w:val="0"/>
                <w:sz w:val="18"/>
              </w:rPr>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rPr>
                <w:b/>
              </w:rPr>
            </w:pPr>
            <w:r w:rsidRPr="00870ED0">
              <w:rPr>
                <w:b/>
              </w:rPr>
              <w:t>call compareValue()method</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83574F" w:rsidP="0083574F">
            <w:pPr>
              <w:pStyle w:val="PL"/>
              <w:rPr>
                <w:noProof w:val="0"/>
              </w:rPr>
            </w:pPr>
            <w:r w:rsidRPr="00870ED0">
              <w:rPr>
                <w:noProof w:val="0"/>
              </w:rPr>
              <w:t>CompareLength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r w:rsidRPr="00870ED0">
              <w:t>13</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04 00 01 … 10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H"/>
              <w:keepNext w:val="0"/>
              <w:keepLines w:val="0"/>
            </w:pPr>
            <w:r w:rsidRPr="00870ED0">
              <w:t>Compa</w:t>
            </w:r>
            <w:r w:rsidR="0083574F" w:rsidRPr="00870ED0">
              <w:t>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H"/>
              <w:keepNext w:val="0"/>
              <w:keepLines w:val="0"/>
            </w:pPr>
            <w:r w:rsidRPr="00870ED0">
              <w:t>Compa</w:t>
            </w:r>
            <w:r w:rsidR="0083574F" w:rsidRPr="00870ED0">
              <w:t>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83574F" w:rsidP="0083574F">
            <w:pPr>
              <w:pStyle w:val="PL"/>
              <w:rPr>
                <w:noProof w:val="0"/>
              </w:rPr>
            </w:pPr>
            <w:r w:rsidRPr="00870ED0">
              <w:rPr>
                <w:noProof w:val="0"/>
              </w:rPr>
              <w:t>CompareLength = 12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55 55 55 02 01</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r w:rsidRPr="00870ED0">
              <w:lastRenderedPageBreak/>
              <w:t>17</w:t>
            </w: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Initialize compareBuffer</w:t>
            </w:r>
          </w:p>
          <w:p w:rsidR="00714EBB" w:rsidRPr="00870ED0" w:rsidRDefault="00714EBB" w:rsidP="00010296">
            <w:pPr>
              <w:pStyle w:val="PL"/>
              <w:keepNext/>
              <w:rPr>
                <w:noProof w:val="0"/>
              </w:rPr>
            </w:pPr>
            <w:r w:rsidRPr="00870ED0">
              <w:rPr>
                <w:noProof w:val="0"/>
              </w:rPr>
              <w:t>CompareBuffer =</w:t>
            </w:r>
          </w:p>
          <w:p w:rsidR="00714EBB" w:rsidRPr="00870ED0" w:rsidRDefault="00714EBB" w:rsidP="00010296">
            <w:pPr>
              <w:pStyle w:val="PL"/>
              <w:keepNext/>
              <w:rPr>
                <w:noProof w:val="0"/>
              </w:rPr>
            </w:pPr>
            <w:r w:rsidRPr="00870ED0">
              <w:rPr>
                <w:noProof w:val="0"/>
              </w:rPr>
              <w:t>55 55 55 01 02</w:t>
            </w:r>
          </w:p>
          <w:p w:rsidR="00714EBB" w:rsidRPr="00870ED0" w:rsidRDefault="00714EBB" w:rsidP="00010296">
            <w:pPr>
              <w:pStyle w:val="PL"/>
              <w:keepNext/>
              <w:rPr>
                <w:noProof w:val="0"/>
              </w:rPr>
            </w:pPr>
            <w:r w:rsidRPr="00870ED0">
              <w:rPr>
                <w:noProof w:val="0"/>
              </w:rPr>
              <w:t>03 04 05 06 07</w:t>
            </w:r>
          </w:p>
          <w:p w:rsidR="00714EBB" w:rsidRPr="00870ED0" w:rsidRDefault="00714EBB" w:rsidP="00010296">
            <w:pPr>
              <w:pStyle w:val="PL"/>
              <w:keepNext/>
              <w:rPr>
                <w:noProof w:val="0"/>
              </w:rPr>
            </w:pPr>
            <w:r w:rsidRPr="00870ED0">
              <w:rPr>
                <w:noProof w:val="0"/>
              </w:rPr>
              <w:t>08 09 0A 0A 0D</w:t>
            </w:r>
          </w:p>
          <w:p w:rsidR="00714EBB" w:rsidRPr="00870ED0" w:rsidRDefault="00714EBB" w:rsidP="00010296">
            <w:pPr>
              <w:pStyle w:val="PL"/>
              <w:keepNext/>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H"/>
              <w:keepNext w:val="0"/>
              <w:keepLines w:val="0"/>
            </w:pPr>
            <w:r w:rsidRPr="00870ED0">
              <w:t>Compa</w:t>
            </w:r>
            <w:r w:rsidR="0083574F" w:rsidRPr="00870ED0">
              <w:t>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5.2.5.15</w:t>
      </w:r>
      <w:r w:rsidRPr="00870ED0">
        <w:tab/>
        <w:t>Method findAndCopyValue(byte tag, byte[] dstBuffer, short valueOffset)</w:t>
      </w:r>
    </w:p>
    <w:p w:rsidR="00714EBB" w:rsidRPr="00870ED0" w:rsidRDefault="00714EBB">
      <w:r w:rsidRPr="00870ED0">
        <w:t>Test Area Reference Api_2_Prh_Facyb_Bs</w:t>
      </w:r>
      <w:r w:rsidR="0083574F" w:rsidRPr="00870ED0">
        <w:t>.</w:t>
      </w:r>
    </w:p>
    <w:p w:rsidR="00714EBB" w:rsidRPr="00870ED0" w:rsidRDefault="00714EBB" w:rsidP="0083574F">
      <w:pPr>
        <w:pStyle w:val="Heading5"/>
      </w:pPr>
      <w:r w:rsidRPr="00870ED0">
        <w:t>5.2.5.15.1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5.2.5.15.1.1</w:t>
      </w:r>
      <w:r w:rsidRPr="00870ED0">
        <w:tab/>
        <w:t>Normal execution</w:t>
      </w:r>
    </w:p>
    <w:p w:rsidR="00714EBB" w:rsidRPr="00870ED0" w:rsidRDefault="00714EBB">
      <w:pPr>
        <w:pStyle w:val="B1"/>
      </w:pPr>
      <w:r w:rsidRPr="00870ED0">
        <w:t>CRRN1: looks for the first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length of the copied value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5.2.5.15.1.2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would cause access outside array bounds ArrayIndexOutOfBoundsException shall be thrown.</w:t>
      </w:r>
    </w:p>
    <w:p w:rsidR="00714EBB" w:rsidRPr="00870ED0" w:rsidRDefault="00714EBB">
      <w:pPr>
        <w:pStyle w:val="H6"/>
        <w:outlineLvl w:val="0"/>
      </w:pPr>
      <w:r w:rsidRPr="00870ED0">
        <w:t>5.2.5.15.1.3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83574F">
      <w:pPr>
        <w:pStyle w:val="Heading5"/>
      </w:pPr>
      <w:r w:rsidRPr="00870ED0">
        <w:t>5.2.5.15.2</w:t>
      </w:r>
      <w:r w:rsidRPr="00870ED0">
        <w:tab/>
        <w:t>Test area files</w:t>
      </w:r>
    </w:p>
    <w:p w:rsidR="00714EBB" w:rsidRPr="00870ED0" w:rsidRDefault="00714EBB" w:rsidP="002854FB">
      <w:pPr>
        <w:pStyle w:val="EX"/>
      </w:pPr>
      <w:r w:rsidRPr="00870ED0">
        <w:t>Test Source:</w:t>
      </w:r>
      <w:r w:rsidRPr="00870ED0">
        <w:tab/>
        <w:t>Test_Api_2_Prh_Facyb_Bs.java</w:t>
      </w:r>
      <w:r w:rsidR="0083574F" w:rsidRPr="00870ED0">
        <w:t>.</w:t>
      </w:r>
    </w:p>
    <w:p w:rsidR="00714EBB" w:rsidRPr="00870ED0" w:rsidRDefault="00714EBB" w:rsidP="002854FB">
      <w:pPr>
        <w:pStyle w:val="EX"/>
      </w:pPr>
      <w:r w:rsidRPr="00870ED0">
        <w:t>Test App</w:t>
      </w:r>
      <w:r w:rsidR="0083574F" w:rsidRPr="00870ED0">
        <w:t xml:space="preserve">let: </w:t>
      </w:r>
      <w:r w:rsidR="0083574F" w:rsidRPr="00870ED0">
        <w:tab/>
        <w:t>Api_2_Prh_Facyb_Bs_1.java.</w:t>
      </w:r>
    </w:p>
    <w:p w:rsidR="00714EBB" w:rsidRPr="00870ED0" w:rsidRDefault="00714EBB" w:rsidP="002854FB">
      <w:pPr>
        <w:pStyle w:val="EX"/>
      </w:pPr>
      <w:r w:rsidRPr="00870ED0">
        <w:t>Cap File:</w:t>
      </w:r>
      <w:r w:rsidRPr="00870ED0">
        <w:tab/>
        <w:t>api_2_prh_facyb_bs.cap</w:t>
      </w:r>
      <w:r w:rsidR="0083574F" w:rsidRPr="00870ED0">
        <w:t>.</w:t>
      </w:r>
    </w:p>
    <w:p w:rsidR="00714EBB" w:rsidRPr="00870ED0" w:rsidRDefault="00714EBB" w:rsidP="00010296">
      <w:pPr>
        <w:pStyle w:val="Heading5"/>
      </w:pPr>
      <w:r w:rsidRPr="00870ED0">
        <w:lastRenderedPageBreak/>
        <w:t>5.2.5.15.3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8, 10, 12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7, 9, 11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83574F"/>
    <w:p w:rsidR="00714EBB" w:rsidRPr="00870ED0" w:rsidRDefault="00714EBB" w:rsidP="0083574F">
      <w:pPr>
        <w:pStyle w:val="Heading5"/>
      </w:pPr>
      <w:r w:rsidRPr="00870ED0">
        <w:t>5.2.5.15.4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Response, Text String length = 15</w:t>
            </w:r>
          </w:p>
          <w:p w:rsidR="00714EBB" w:rsidRPr="00870ED0" w:rsidRDefault="00714EBB">
            <w:pPr>
              <w:pStyle w:val="PL"/>
              <w:rPr>
                <w:noProof w:val="0"/>
              </w:rPr>
            </w:pPr>
            <w:r w:rsidRPr="00870ED0">
              <w:rPr>
                <w:noProof w:val="0"/>
              </w:rPr>
              <w:t>Text String TLV = 0D 10 04 01 02 … 0F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rFonts w:ascii="Arial" w:hAnsi="Arial"/>
                <w:b/>
                <w:noProof w:val="0"/>
                <w:sz w:val="18"/>
              </w:rPr>
            </w:pPr>
            <w:r w:rsidRPr="00870ED0">
              <w:rPr>
                <w:rFonts w:ascii="Arial" w:hAnsi="Arial"/>
                <w:b/>
                <w:noProof w:val="0"/>
                <w:sz w:val="18"/>
              </w:rPr>
              <w:t>ProactiveResponseHandler.getTheHandler()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rFonts w:ascii="Arial" w:hAnsi="Arial"/>
                <w:b/>
                <w:noProof w:val="0"/>
                <w:sz w:val="18"/>
              </w:rPr>
            </w:pPr>
            <w:r w:rsidRPr="00870ED0">
              <w:rPr>
                <w:rFonts w:ascii="Arial" w:hAnsi="Arial"/>
                <w:b/>
                <w:noProof w:val="0"/>
                <w:sz w:val="18"/>
              </w:rPr>
              <w:t>call findAndCopyValue() method with a null dstBuffer</w:t>
            </w:r>
          </w:p>
          <w:p w:rsidR="00714EBB" w:rsidRPr="00870ED0" w:rsidRDefault="00714EBB">
            <w:pPr>
              <w:pStyle w:val="TAL"/>
              <w:keepNext w:val="0"/>
              <w:keepLines w:val="0"/>
              <w:rPr>
                <w:b/>
              </w:rPr>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5</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Terminal Response, Text String length = 16</w:t>
            </w:r>
          </w:p>
          <w:p w:rsidR="00714EBB" w:rsidRPr="00870ED0" w:rsidRDefault="00714EBB">
            <w:pPr>
              <w:pStyle w:val="PL"/>
              <w:keepNext/>
              <w:keepLines/>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04h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5272CF">
        <w:trPr>
          <w:jc w:val="center"/>
        </w:trPr>
        <w:tc>
          <w:tcPr>
            <w:tcW w:w="42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5272CF">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r w:rsidRPr="00870ED0">
              <w:t>Result of findAndcopyValue() is 19</w:t>
            </w: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5272CF">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Compare buffer</w:t>
            </w:r>
          </w:p>
          <w:p w:rsidR="00714EBB" w:rsidRPr="00870ED0" w:rsidRDefault="00714EBB" w:rsidP="00010296">
            <w:pPr>
              <w:pStyle w:val="PL"/>
              <w:keepNext/>
              <w:rPr>
                <w:noProof w:val="0"/>
              </w:rPr>
            </w:pPr>
            <w:r w:rsidRPr="00870ED0">
              <w:rPr>
                <w:noProof w:val="0"/>
              </w:rPr>
              <w:t xml:space="preserve">Buffer = </w:t>
            </w:r>
          </w:p>
          <w:p w:rsidR="00714EBB" w:rsidRPr="00870ED0" w:rsidRDefault="00714EBB" w:rsidP="00010296">
            <w:pPr>
              <w:pStyle w:val="PL"/>
              <w:keepNext/>
              <w:rPr>
                <w:noProof w:val="0"/>
              </w:rPr>
            </w:pPr>
            <w:r w:rsidRPr="00870ED0">
              <w:rPr>
                <w:noProof w:val="0"/>
              </w:rPr>
              <w:t>55 55 04 00 01</w:t>
            </w:r>
          </w:p>
          <w:p w:rsidR="00714EBB" w:rsidRPr="00870ED0" w:rsidRDefault="00714EBB" w:rsidP="00010296">
            <w:pPr>
              <w:pStyle w:val="PL"/>
              <w:keepNext/>
              <w:rPr>
                <w:noProof w:val="0"/>
              </w:rPr>
            </w:pPr>
            <w:r w:rsidRPr="00870ED0">
              <w:rPr>
                <w:noProof w:val="0"/>
              </w:rPr>
              <w:t>02 03 04 05 06</w:t>
            </w:r>
          </w:p>
          <w:p w:rsidR="00714EBB" w:rsidRPr="00870ED0" w:rsidRDefault="00714EBB" w:rsidP="00010296">
            <w:pPr>
              <w:pStyle w:val="PL"/>
              <w:keepNext/>
              <w:rPr>
                <w:noProof w:val="0"/>
              </w:rPr>
            </w:pPr>
            <w:r w:rsidRPr="00870ED0">
              <w:rPr>
                <w:noProof w:val="0"/>
              </w:rPr>
              <w:t>07 08 09 0A 0B</w:t>
            </w:r>
          </w:p>
          <w:p w:rsidR="00714EBB" w:rsidRPr="00870ED0" w:rsidRDefault="00714EBB" w:rsidP="00010296">
            <w:pPr>
              <w:pStyle w:val="PL"/>
              <w:keepNext/>
              <w:rPr>
                <w:noProof w:val="0"/>
              </w:rPr>
            </w:pPr>
            <w:r w:rsidRPr="00870ED0">
              <w:rPr>
                <w:noProof w:val="0"/>
              </w:rPr>
              <w:t>0C 0D 0E 0F 55</w:t>
            </w:r>
          </w:p>
          <w:p w:rsidR="00714EBB" w:rsidRPr="00870ED0" w:rsidRDefault="00714EBB" w:rsidP="00010296">
            <w:pPr>
              <w:pStyle w:val="TAL"/>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with 2 Text String TLV</w:t>
            </w:r>
          </w:p>
          <w:p w:rsidR="00714EBB" w:rsidRPr="00870ED0" w:rsidRDefault="00714EBB">
            <w:pPr>
              <w:pStyle w:val="PL"/>
              <w:rPr>
                <w:noProof w:val="0"/>
              </w:rPr>
            </w:pPr>
            <w:r w:rsidRPr="00870ED0">
              <w:rPr>
                <w:noProof w:val="0"/>
              </w:rPr>
              <w:t>0D 11 04 00 01 … 0F</w:t>
            </w:r>
          </w:p>
          <w:p w:rsidR="00714EBB" w:rsidRPr="00870ED0" w:rsidRDefault="00714EBB">
            <w:pPr>
              <w:pStyle w:val="PL"/>
              <w:rPr>
                <w:noProof w:val="0"/>
              </w:rPr>
            </w:pPr>
            <w:r w:rsidRPr="00870ED0">
              <w:rPr>
                <w:noProof w:val="0"/>
              </w:rPr>
              <w:t>0D 02 04 41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3574F">
            <w:pPr>
              <w:pStyle w:val="TAC"/>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rsidP="0083574F">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83574F">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83574F">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83574F">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83574F">
            <w:pPr>
              <w:pStyle w:val="TAH"/>
            </w:pPr>
            <w:r w:rsidRPr="00870ED0">
              <w:t>Terminal Response, Text String length = 16</w:t>
            </w:r>
          </w:p>
          <w:p w:rsidR="00714EBB" w:rsidRPr="00870ED0" w:rsidRDefault="00714EBB" w:rsidP="0083574F">
            <w:pPr>
              <w:pStyle w:val="PL"/>
              <w:keepNext/>
              <w:keepLines/>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83574F">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83574F">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rsidP="0041421C">
            <w:pPr>
              <w:pStyle w:val="PL"/>
              <w:rPr>
                <w:noProof w:val="0"/>
              </w:rPr>
            </w:pPr>
            <w:r w:rsidRPr="00870ED0">
              <w:rPr>
                <w:noProof w:val="0"/>
              </w:rPr>
              <w:t>Buffer = 04 00 01 … 0F</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5.2.5.16</w:t>
      </w:r>
      <w:r w:rsidRPr="00870ED0">
        <w:tab/>
        <w:t>Method findAndCopyValue(byte tag, byte occurrence, short valueOffset, byte[] dstBuffer, short dstOffset, short dstLength)</w:t>
      </w:r>
    </w:p>
    <w:p w:rsidR="00714EBB" w:rsidRPr="00870ED0" w:rsidRDefault="00714EBB">
      <w:r w:rsidRPr="00870ED0">
        <w:t>Test Area Reference Api_2_Prh_Facybbs_Bss</w:t>
      </w:r>
      <w:r w:rsidR="0083574F" w:rsidRPr="00870ED0">
        <w:t>.</w:t>
      </w:r>
    </w:p>
    <w:p w:rsidR="00714EBB" w:rsidRPr="00870ED0" w:rsidRDefault="00714EBB" w:rsidP="0083574F">
      <w:pPr>
        <w:pStyle w:val="Heading5"/>
      </w:pPr>
      <w:r w:rsidRPr="00870ED0">
        <w:t>5.2.5.16.1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5.2.5.16.1.1</w:t>
      </w:r>
      <w:r w:rsidRPr="00870ED0">
        <w:tab/>
        <w:t>Normal execution</w:t>
      </w:r>
    </w:p>
    <w:p w:rsidR="00714EBB" w:rsidRPr="00870ED0" w:rsidRDefault="00714EBB">
      <w:pPr>
        <w:pStyle w:val="B1"/>
      </w:pPr>
      <w:r w:rsidRPr="00870ED0">
        <w:t>CRRN1: looks for the indicated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dstLength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lastRenderedPageBreak/>
        <w:t>5.2.5.16.1.2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or dstLength or both would cause access outside array bounds, or if dstLength is negative ArrayIndexOutOfBoundsException shall be thrown.</w:t>
      </w:r>
    </w:p>
    <w:p w:rsidR="00714EBB" w:rsidRPr="00870ED0" w:rsidRDefault="00714EBB">
      <w:pPr>
        <w:pStyle w:val="B1"/>
      </w:pPr>
      <w:r w:rsidRPr="00870ED0">
        <w:t>CRRP3: if valueOffset, dstLength or both are out of the current TLV an instance of ToolkitException shall be thrown. The reason code shall be ToolkitException.OUT_OF_TLV_BOUNDARIES.</w:t>
      </w:r>
    </w:p>
    <w:p w:rsidR="00714EBB" w:rsidRPr="00870ED0" w:rsidRDefault="00714EBB" w:rsidP="0083574F">
      <w:pPr>
        <w:pStyle w:val="B1"/>
      </w:pPr>
      <w:r w:rsidRPr="00870ED0">
        <w:t>CRRP4: if an input parameter is not valid (e.g. occurrence = 0) an instance of ToolkitException shall be thrown. The reason code shall be ToolkitException.</w:t>
      </w:r>
      <w:r w:rsidRPr="00870ED0">
        <w:rPr>
          <w:rFonts w:ascii="Courier New" w:hAnsi="Courier New"/>
        </w:rPr>
        <w:t>BAD_INPUT_PARAMETER</w:t>
      </w:r>
      <w:r w:rsidR="0083574F" w:rsidRPr="00870ED0">
        <w:t>.</w:t>
      </w:r>
    </w:p>
    <w:p w:rsidR="00714EBB" w:rsidRPr="00870ED0" w:rsidRDefault="00714EBB">
      <w:pPr>
        <w:pStyle w:val="H6"/>
        <w:outlineLvl w:val="0"/>
      </w:pPr>
      <w:r w:rsidRPr="00870ED0">
        <w:t>5.2.5.16.1.3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83574F">
      <w:pPr>
        <w:pStyle w:val="Heading5"/>
      </w:pPr>
      <w:r w:rsidRPr="00870ED0">
        <w:t>5.2.5.16.2</w:t>
      </w:r>
      <w:r w:rsidRPr="00870ED0">
        <w:tab/>
        <w:t>Test area files</w:t>
      </w:r>
    </w:p>
    <w:p w:rsidR="00714EBB" w:rsidRPr="00870ED0" w:rsidRDefault="00714EBB" w:rsidP="002854FB">
      <w:pPr>
        <w:pStyle w:val="EX"/>
      </w:pPr>
      <w:r w:rsidRPr="00870ED0">
        <w:t>Test Source:</w:t>
      </w:r>
      <w:r w:rsidRPr="00870ED0">
        <w:tab/>
        <w:t>Test_Api_2_Prh_Facybbs_Bss.java</w:t>
      </w:r>
      <w:r w:rsidR="0083574F" w:rsidRPr="00870ED0">
        <w:t>.</w:t>
      </w:r>
    </w:p>
    <w:p w:rsidR="00714EBB" w:rsidRPr="00870ED0" w:rsidRDefault="00714EBB" w:rsidP="002854FB">
      <w:pPr>
        <w:pStyle w:val="EX"/>
      </w:pPr>
      <w:r w:rsidRPr="00870ED0">
        <w:t xml:space="preserve">Test Applet: </w:t>
      </w:r>
      <w:r w:rsidR="0083574F" w:rsidRPr="00870ED0">
        <w:tab/>
        <w:t>Api_2_Prh_Facybbs_Bss_1.java.</w:t>
      </w:r>
    </w:p>
    <w:p w:rsidR="00714EBB" w:rsidRPr="00870ED0" w:rsidRDefault="00714EBB" w:rsidP="002854FB">
      <w:pPr>
        <w:pStyle w:val="EX"/>
      </w:pPr>
      <w:r w:rsidRPr="00870ED0">
        <w:t>Cap File:</w:t>
      </w:r>
      <w:r w:rsidRPr="00870ED0">
        <w:tab/>
        <w:t>api_2_prh_facybbs_bss.cap</w:t>
      </w:r>
      <w:r w:rsidR="0083574F" w:rsidRPr="00870ED0">
        <w:t>.</w:t>
      </w:r>
    </w:p>
    <w:p w:rsidR="00714EBB" w:rsidRPr="00870ED0" w:rsidRDefault="00714EBB" w:rsidP="0083574F">
      <w:pPr>
        <w:pStyle w:val="Heading5"/>
      </w:pPr>
      <w:r w:rsidRPr="00870ED0">
        <w:t>5.2.5.16.3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13, 15, 17, 19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12, 14, 16, 18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20, 21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83574F"/>
    <w:p w:rsidR="00714EBB" w:rsidRPr="00870ED0" w:rsidRDefault="00714EBB" w:rsidP="0083574F">
      <w:pPr>
        <w:pStyle w:val="Heading5"/>
      </w:pPr>
      <w:r w:rsidRPr="00870ED0">
        <w:t>5.2.5.16.4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Terminal Response, Text String length = 15</w:t>
            </w:r>
          </w:p>
          <w:p w:rsidR="00714EBB" w:rsidRPr="00870ED0" w:rsidRDefault="00714EBB">
            <w:pPr>
              <w:pStyle w:val="PL"/>
              <w:keepNext/>
              <w:keepLines/>
              <w:rPr>
                <w:noProof w:val="0"/>
              </w:rPr>
            </w:pPr>
            <w:r w:rsidRPr="00870ED0">
              <w:rPr>
                <w:noProof w:val="0"/>
              </w:rPr>
              <w:t>Text String TLV = 0D 10 04 01 02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findAndCopyValue() with a null dstBuffer</w:t>
            </w:r>
          </w:p>
          <w:p w:rsidR="00714EBB" w:rsidRPr="00870ED0" w:rsidRDefault="00714EBB">
            <w:pPr>
              <w:pStyle w:val="TAL"/>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NullPointerException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dstLength &gt; dstBuffer.length</w:t>
            </w:r>
          </w:p>
          <w:p w:rsidR="00714EBB" w:rsidRPr="00870ED0" w:rsidRDefault="00714EBB" w:rsidP="00010296">
            <w:pPr>
              <w:pStyle w:val="PL"/>
              <w:keepNext/>
              <w:rPr>
                <w:noProof w:val="0"/>
              </w:rPr>
            </w:pPr>
            <w:r w:rsidRPr="00870ED0">
              <w:rPr>
                <w:noProof w:val="0"/>
              </w:rPr>
              <w:t>findAndCopyValue()</w:t>
            </w:r>
          </w:p>
          <w:p w:rsidR="00714EBB" w:rsidRPr="00870ED0" w:rsidRDefault="00714EBB" w:rsidP="00010296">
            <w:pPr>
              <w:pStyle w:val="PL"/>
              <w:keepNext/>
              <w:rPr>
                <w:noProof w:val="0"/>
              </w:rPr>
            </w:pPr>
            <w:r w:rsidRPr="00870ED0">
              <w:rPr>
                <w:noProof w:val="0"/>
              </w:rPr>
              <w:t>dstBuffer.length = 5</w:t>
            </w:r>
          </w:p>
          <w:p w:rsidR="00714EBB" w:rsidRPr="00870ED0" w:rsidRDefault="00714EBB" w:rsidP="00010296">
            <w:pPr>
              <w:pStyle w:val="PL"/>
              <w:keepNext/>
              <w:rPr>
                <w:noProof w:val="0"/>
              </w:rPr>
            </w:pPr>
            <w:r w:rsidRPr="00870ED0">
              <w:rPr>
                <w:noProof w:val="0"/>
              </w:rPr>
              <w:t>dstOffset = 0</w:t>
            </w:r>
          </w:p>
          <w:p w:rsidR="00714EBB" w:rsidRPr="00870ED0" w:rsidRDefault="00714EBB" w:rsidP="00010296">
            <w:pPr>
              <w:pStyle w:val="PL"/>
              <w:keepNext/>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3574F">
            <w:pPr>
              <w:pStyle w:val="TAC"/>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rsidP="0083574F">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83574F">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83574F">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H"/>
            </w:pPr>
            <w:r w:rsidRPr="00870ED0">
              <w:t>Terminal Response, Text String length = 5</w:t>
            </w:r>
          </w:p>
          <w:p w:rsidR="00714EBB" w:rsidRPr="00870ED0" w:rsidRDefault="00714EBB" w:rsidP="0083574F">
            <w:pPr>
              <w:pStyle w:val="PL"/>
              <w:keepNext/>
              <w:keepLines/>
              <w:rPr>
                <w:noProof w:val="0"/>
              </w:rPr>
            </w:pPr>
            <w:r w:rsidRPr="00870ED0">
              <w:rPr>
                <w:noProof w:val="0"/>
              </w:rPr>
              <w:t>Text String TLV = 0D 06 04 01 02 … 05</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H"/>
            </w:pPr>
            <w:r w:rsidRPr="00870ED0">
              <w:t>ProactiveResponseHandler.getTheHandler()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83574F">
            <w:pPr>
              <w:pStyle w:val="TAL"/>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83574F">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rsidP="0083574F">
            <w:pPr>
              <w:pStyle w:val="TAH"/>
            </w:pPr>
            <w:r w:rsidRPr="00870ED0">
              <w:t>valueOffset &gt; Text String Length</w:t>
            </w:r>
          </w:p>
          <w:p w:rsidR="00714EBB" w:rsidRPr="00870ED0" w:rsidRDefault="00714EBB" w:rsidP="0083574F">
            <w:pPr>
              <w:pStyle w:val="PL"/>
              <w:keepNext/>
              <w:keepLines/>
              <w:rPr>
                <w:noProof w:val="0"/>
              </w:rPr>
            </w:pPr>
            <w:r w:rsidRPr="00870ED0">
              <w:rPr>
                <w:noProof w:val="0"/>
              </w:rPr>
              <w:t>findAndCopyValue()</w:t>
            </w:r>
          </w:p>
          <w:p w:rsidR="00714EBB" w:rsidRPr="00870ED0" w:rsidRDefault="00714EBB" w:rsidP="0083574F">
            <w:pPr>
              <w:pStyle w:val="PL"/>
              <w:keepNext/>
              <w:keepLines/>
              <w:rPr>
                <w:noProof w:val="0"/>
              </w:rPr>
            </w:pPr>
            <w:r w:rsidRPr="00870ED0">
              <w:rPr>
                <w:noProof w:val="0"/>
              </w:rPr>
              <w:t>tag = 0Dh, occurrence = 1</w:t>
            </w:r>
          </w:p>
          <w:p w:rsidR="00714EBB" w:rsidRPr="00870ED0" w:rsidRDefault="00714EBB" w:rsidP="0083574F">
            <w:pPr>
              <w:pStyle w:val="PL"/>
              <w:keepNext/>
              <w:keepLines/>
              <w:rPr>
                <w:noProof w:val="0"/>
              </w:rPr>
            </w:pPr>
            <w:r w:rsidRPr="00870ED0">
              <w:rPr>
                <w:noProof w:val="0"/>
              </w:rPr>
              <w:t>valueOffset = 7</w:t>
            </w:r>
          </w:p>
          <w:p w:rsidR="00714EBB" w:rsidRPr="00870ED0" w:rsidRDefault="00714EBB" w:rsidP="0083574F">
            <w:pPr>
              <w:pStyle w:val="PL"/>
              <w:keepNext/>
              <w:keepLines/>
              <w:rPr>
                <w:noProof w:val="0"/>
              </w:rPr>
            </w:pPr>
            <w:r w:rsidRPr="00870ED0">
              <w:rPr>
                <w:noProof w:val="0"/>
              </w:rPr>
              <w:t>dstBuffer.length = 15</w:t>
            </w:r>
          </w:p>
          <w:p w:rsidR="00714EBB" w:rsidRPr="00870ED0" w:rsidRDefault="00714EBB" w:rsidP="0083574F">
            <w:pPr>
              <w:pStyle w:val="PL"/>
              <w:keepNext/>
              <w:keepLines/>
              <w:rPr>
                <w:noProof w:val="0"/>
              </w:rPr>
            </w:pPr>
            <w:r w:rsidRPr="00870ED0">
              <w:rPr>
                <w:noProof w:val="0"/>
              </w:rPr>
              <w:t>dstOffset = 0</w:t>
            </w:r>
          </w:p>
          <w:p w:rsidR="00714EBB" w:rsidRPr="00870ED0" w:rsidRDefault="00714EBB" w:rsidP="0083574F">
            <w:pPr>
              <w:pStyle w:val="PL"/>
              <w:keepNext/>
              <w:keepLines/>
              <w:rPr>
                <w:noProof w:val="0"/>
              </w:rPr>
            </w:pPr>
            <w:r w:rsidRPr="00870ED0">
              <w:rPr>
                <w:noProof w:val="0"/>
              </w:rPr>
              <w:t>dstLength = 0</w:t>
            </w:r>
          </w:p>
        </w:tc>
        <w:tc>
          <w:tcPr>
            <w:tcW w:w="2835" w:type="dxa"/>
            <w:tcBorders>
              <w:top w:val="nil"/>
              <w:left w:val="single" w:sz="4" w:space="0" w:color="auto"/>
              <w:bottom w:val="single" w:sz="4" w:space="0" w:color="auto"/>
              <w:right w:val="single" w:sz="4" w:space="0" w:color="auto"/>
            </w:tcBorders>
          </w:tcPr>
          <w:p w:rsidR="00714EBB" w:rsidRPr="00870ED0" w:rsidRDefault="00714EBB" w:rsidP="0083574F">
            <w:pPr>
              <w:pStyle w:val="TAL"/>
            </w:pPr>
            <w:r w:rsidRPr="00870ED0">
              <w:t>ToolkitException.OUT_OF_TLV_BOUNDARIES is thrown</w:t>
            </w:r>
          </w:p>
        </w:tc>
        <w:tc>
          <w:tcPr>
            <w:tcW w:w="2410" w:type="dxa"/>
            <w:tcBorders>
              <w:top w:val="nil"/>
              <w:left w:val="single" w:sz="4" w:space="0" w:color="auto"/>
              <w:bottom w:val="single" w:sz="4" w:space="0" w:color="auto"/>
              <w:right w:val="single" w:sz="4" w:space="0" w:color="auto"/>
            </w:tcBorders>
          </w:tcPr>
          <w:p w:rsidR="00714EBB" w:rsidRPr="00870ED0" w:rsidRDefault="00714EBB" w:rsidP="0083574F">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 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24EEF">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0Dh, occurrence = 1</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DstBuffer.length = 17</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17</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of findAndCopyValue() is 17</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824EEF">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24EEF">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14</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Initialize dstBuffer</w:t>
            </w:r>
          </w:p>
          <w:p w:rsidR="00714EBB" w:rsidRPr="00870ED0" w:rsidRDefault="00714EBB" w:rsidP="00010296">
            <w:pPr>
              <w:pStyle w:val="PL"/>
              <w:keepNext/>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Successful call</w:t>
            </w:r>
          </w:p>
          <w:p w:rsidR="00714EBB" w:rsidRPr="00870ED0" w:rsidRDefault="00714EBB" w:rsidP="00010296">
            <w:pPr>
              <w:pStyle w:val="PL"/>
              <w:keepNext/>
              <w:rPr>
                <w:noProof w:val="0"/>
              </w:rPr>
            </w:pPr>
            <w:r w:rsidRPr="00870ED0">
              <w:rPr>
                <w:noProof w:val="0"/>
              </w:rPr>
              <w:t>findAndCopyValue()</w:t>
            </w:r>
          </w:p>
          <w:p w:rsidR="00714EBB" w:rsidRPr="00870ED0" w:rsidRDefault="00714EBB" w:rsidP="00010296">
            <w:pPr>
              <w:pStyle w:val="PL"/>
              <w:keepNext/>
              <w:rPr>
                <w:noProof w:val="0"/>
              </w:rPr>
            </w:pPr>
            <w:r w:rsidRPr="00870ED0">
              <w:rPr>
                <w:noProof w:val="0"/>
              </w:rPr>
              <w:t>Tag = 0Dh, occurrence = 1</w:t>
            </w:r>
          </w:p>
          <w:p w:rsidR="00714EBB" w:rsidRPr="00870ED0" w:rsidRDefault="00714EBB" w:rsidP="00010296">
            <w:pPr>
              <w:pStyle w:val="PL"/>
              <w:keepNext/>
              <w:rPr>
                <w:noProof w:val="0"/>
              </w:rPr>
            </w:pPr>
            <w:r w:rsidRPr="00870ED0">
              <w:rPr>
                <w:noProof w:val="0"/>
              </w:rPr>
              <w:t>ValueOffset = 2</w:t>
            </w:r>
          </w:p>
          <w:p w:rsidR="00714EBB" w:rsidRPr="00870ED0" w:rsidRDefault="00714EBB" w:rsidP="00010296">
            <w:pPr>
              <w:pStyle w:val="PL"/>
              <w:keepNext/>
              <w:rPr>
                <w:noProof w:val="0"/>
              </w:rPr>
            </w:pPr>
            <w:r w:rsidRPr="00870ED0">
              <w:rPr>
                <w:noProof w:val="0"/>
              </w:rPr>
              <w:t>DstBuffer.length = 20</w:t>
            </w:r>
          </w:p>
          <w:p w:rsidR="00714EBB" w:rsidRPr="00870ED0" w:rsidRDefault="00714EBB" w:rsidP="00010296">
            <w:pPr>
              <w:pStyle w:val="PL"/>
              <w:keepNext/>
              <w:rPr>
                <w:noProof w:val="0"/>
              </w:rPr>
            </w:pPr>
            <w:r w:rsidRPr="00870ED0">
              <w:rPr>
                <w:noProof w:val="0"/>
              </w:rPr>
              <w:t>DstOffset = 3</w:t>
            </w:r>
          </w:p>
          <w:p w:rsidR="00714EBB" w:rsidRPr="00870ED0" w:rsidRDefault="00714EBB" w:rsidP="00010296">
            <w:pPr>
              <w:pStyle w:val="PL"/>
              <w:keepNext/>
              <w:rPr>
                <w:noProof w:val="0"/>
              </w:rPr>
            </w:pPr>
            <w:r w:rsidRPr="00870ED0">
              <w:rPr>
                <w:noProof w:val="0"/>
              </w:rPr>
              <w:t>DstLength = 12</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r w:rsidRPr="00870ED0">
              <w:t>Result of findAndcopyValue() is 15</w:t>
            </w: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3574F">
            <w:pPr>
              <w:pStyle w:val="TAC"/>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rsidP="0083574F">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83574F">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83574F">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83574F">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83574F">
            <w:pPr>
              <w:pStyle w:val="TAH"/>
            </w:pPr>
            <w:r w:rsidRPr="00870ED0">
              <w:t>Terminal Response, with 2 Text String TLV</w:t>
            </w:r>
          </w:p>
          <w:p w:rsidR="00714EBB" w:rsidRPr="00870ED0" w:rsidRDefault="00714EBB" w:rsidP="0083574F">
            <w:pPr>
              <w:pStyle w:val="PL"/>
              <w:keepNext/>
              <w:keepLines/>
              <w:rPr>
                <w:noProof w:val="0"/>
              </w:rPr>
            </w:pPr>
            <w:r w:rsidRPr="00870ED0">
              <w:rPr>
                <w:noProof w:val="0"/>
              </w:rPr>
              <w:t>0D 11 04 00 01 02 … 0F</w:t>
            </w:r>
          </w:p>
          <w:p w:rsidR="00714EBB" w:rsidRPr="00870ED0" w:rsidRDefault="00714EBB" w:rsidP="0083574F">
            <w:pPr>
              <w:pStyle w:val="PL"/>
              <w:keepNext/>
              <w:keepLines/>
              <w:rPr>
                <w:noProof w:val="0"/>
              </w:rPr>
            </w:pPr>
            <w:r w:rsidRPr="00870ED0">
              <w:rPr>
                <w:noProof w:val="0"/>
              </w:rPr>
              <w:t>0D 06 00 11 22 33 44 55 (no specific DCS byte)</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rsidP="0083574F">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rsidP="0083574F">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6</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11 22 33 44 55</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Invalid parameter</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occurrence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010296">
      <w:pPr>
        <w:pStyle w:val="Heading4"/>
      </w:pPr>
      <w:r w:rsidRPr="00870ED0">
        <w:lastRenderedPageBreak/>
        <w:t>5.2.5.17</w:t>
      </w:r>
      <w:r w:rsidRPr="00870ED0">
        <w:tab/>
        <w:t>Method findAndCompareValue(byte tag, byte[] compareBuffer, short compareOffset)</w:t>
      </w:r>
    </w:p>
    <w:p w:rsidR="00714EBB" w:rsidRPr="00870ED0" w:rsidRDefault="00714EBB" w:rsidP="00010296">
      <w:pPr>
        <w:keepNext/>
      </w:pPr>
      <w:r w:rsidRPr="00870ED0">
        <w:t>Test Area Reference Api_2_Prh_Facrb_Bs</w:t>
      </w:r>
      <w:r w:rsidR="0083574F" w:rsidRPr="00870ED0">
        <w:t>.</w:t>
      </w:r>
    </w:p>
    <w:p w:rsidR="00714EBB" w:rsidRPr="00870ED0" w:rsidRDefault="00714EBB" w:rsidP="00010296">
      <w:pPr>
        <w:pStyle w:val="Heading5"/>
      </w:pPr>
      <w:r w:rsidRPr="00870ED0">
        <w:t>5.2.5.17.1</w:t>
      </w:r>
      <w:r w:rsidRPr="00870ED0">
        <w:tab/>
        <w:t>Conformance requirement</w:t>
      </w:r>
    </w:p>
    <w:p w:rsidR="00714EBB" w:rsidRPr="00870ED0" w:rsidRDefault="00714EBB" w:rsidP="00010296">
      <w:pPr>
        <w:keepNext/>
      </w:pPr>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rsidP="0083574F">
      <w:pPr>
        <w:pStyle w:val="H6"/>
        <w:outlineLvl w:val="0"/>
      </w:pPr>
      <w:r w:rsidRPr="00870ED0">
        <w:t>5.2.5.17.1.1</w:t>
      </w:r>
      <w:r w:rsidRPr="00870ED0">
        <w:tab/>
        <w:t>Normal execution</w:t>
      </w:r>
    </w:p>
    <w:p w:rsidR="00714EBB" w:rsidRPr="00870ED0" w:rsidRDefault="00714EBB" w:rsidP="0083574F">
      <w:pPr>
        <w:keepNext/>
        <w:keepLines/>
      </w:pPr>
      <w:r w:rsidRPr="00870ED0">
        <w:t>Looks for the first occurrence of a TLV element from beginning of a TLV list and c</w:t>
      </w:r>
      <w:r w:rsidR="0083574F" w:rsidRPr="00870ED0">
        <w:t>ompare its value with a buffer:</w:t>
      </w:r>
    </w:p>
    <w:p w:rsidR="00714EBB" w:rsidRPr="00870ED0" w:rsidRDefault="00714EBB" w:rsidP="0083574F">
      <w:pPr>
        <w:pStyle w:val="B1"/>
        <w:keepNext/>
        <w:keepLines/>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returns 0.</w:t>
      </w:r>
    </w:p>
    <w:p w:rsidR="00714EBB" w:rsidRPr="00870ED0" w:rsidRDefault="00714EBB">
      <w:pPr>
        <w:pStyle w:val="B1"/>
      </w:pPr>
      <w:r w:rsidRPr="00870ED0">
        <w:t>CRRN4: if the first miscomparing byte in Comprehension TLV is less than that in compareBuffer returns -1.</w:t>
      </w:r>
    </w:p>
    <w:p w:rsidR="00714EBB" w:rsidRPr="00870ED0" w:rsidRDefault="00714EBB">
      <w:pPr>
        <w:pStyle w:val="B1"/>
      </w:pPr>
      <w:r w:rsidRPr="00870ED0">
        <w:t>CRRN5: if the first miscomparing byte in Comprehension TLV is greater than that in compareBuffer returns 1.</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5.2.5.17.1.2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would cause access outside array bounds ArrayIndexOutOfBoundsException shall be thrown.</w:t>
      </w:r>
    </w:p>
    <w:p w:rsidR="00714EBB" w:rsidRPr="00870ED0" w:rsidRDefault="00714EBB">
      <w:pPr>
        <w:pStyle w:val="H6"/>
        <w:outlineLvl w:val="0"/>
      </w:pPr>
      <w:r w:rsidRPr="00870ED0">
        <w:t>5.2.5.17.1.3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83574F">
      <w:pPr>
        <w:pStyle w:val="Heading5"/>
      </w:pPr>
      <w:r w:rsidRPr="00870ED0">
        <w:t>5.2.5.17.2</w:t>
      </w:r>
      <w:r w:rsidRPr="00870ED0">
        <w:tab/>
        <w:t>Test area files</w:t>
      </w:r>
    </w:p>
    <w:p w:rsidR="00714EBB" w:rsidRPr="00870ED0" w:rsidRDefault="00714EBB" w:rsidP="002854FB">
      <w:pPr>
        <w:pStyle w:val="EX"/>
      </w:pPr>
      <w:r w:rsidRPr="00870ED0">
        <w:t>Test Source:</w:t>
      </w:r>
      <w:r w:rsidRPr="00870ED0">
        <w:tab/>
        <w:t>Test_Api_2_Prh_Facrb_Bs.java</w:t>
      </w:r>
      <w:r w:rsidR="0083574F" w:rsidRPr="00870ED0">
        <w:t>.</w:t>
      </w:r>
    </w:p>
    <w:p w:rsidR="00714EBB" w:rsidRPr="00870ED0" w:rsidRDefault="00714EBB" w:rsidP="002854FB">
      <w:pPr>
        <w:pStyle w:val="EX"/>
      </w:pPr>
      <w:r w:rsidRPr="00870ED0">
        <w:t>Test App</w:t>
      </w:r>
      <w:r w:rsidR="0083574F" w:rsidRPr="00870ED0">
        <w:t xml:space="preserve">let: </w:t>
      </w:r>
      <w:r w:rsidR="0083574F" w:rsidRPr="00870ED0">
        <w:tab/>
        <w:t>Api_2_Prh_Facrb_Bs_1.java.</w:t>
      </w:r>
    </w:p>
    <w:p w:rsidR="00714EBB" w:rsidRPr="00870ED0" w:rsidRDefault="00714EBB" w:rsidP="002854FB">
      <w:pPr>
        <w:pStyle w:val="EX"/>
      </w:pPr>
      <w:r w:rsidRPr="00870ED0">
        <w:t>Cap File:</w:t>
      </w:r>
      <w:r w:rsidRPr="00870ED0">
        <w:tab/>
        <w:t>api_2_prh_facrb_bs.cap</w:t>
      </w:r>
      <w:r w:rsidR="0083574F" w:rsidRPr="00870ED0">
        <w:t>.</w:t>
      </w:r>
    </w:p>
    <w:p w:rsidR="00714EBB" w:rsidRPr="00870ED0" w:rsidRDefault="00714EBB" w:rsidP="00010296">
      <w:pPr>
        <w:pStyle w:val="Heading5"/>
      </w:pPr>
      <w:r w:rsidRPr="00870ED0">
        <w:lastRenderedPageBreak/>
        <w:t>5.2.5.17.3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7, 11, 12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9, 13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N5</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10, 14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N6</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2, 3, 4, 5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83574F"/>
    <w:p w:rsidR="00714EBB" w:rsidRPr="00870ED0" w:rsidRDefault="00714EBB" w:rsidP="00831B63">
      <w:pPr>
        <w:pStyle w:val="Heading5"/>
      </w:pPr>
      <w:r w:rsidRPr="00870ED0">
        <w:t>5.2.5.17.4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31B63">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31B63">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31B63">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31B63">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31B63">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rsidP="00831B63">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rsidP="00831B63">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831B63">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831B63">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831B63">
            <w:pPr>
              <w:pStyle w:val="TAH"/>
            </w:pPr>
            <w:r w:rsidRPr="00870ED0">
              <w:t>Terminal Response, Text String length = 15</w:t>
            </w:r>
          </w:p>
          <w:p w:rsidR="00714EBB" w:rsidRPr="00870ED0" w:rsidRDefault="00714EBB" w:rsidP="00831B63">
            <w:pPr>
              <w:pStyle w:val="PL"/>
              <w:keepNext/>
              <w:keepLines/>
              <w:rPr>
                <w:noProof w:val="0"/>
              </w:rPr>
            </w:pPr>
            <w:r w:rsidRPr="00870ED0">
              <w:rPr>
                <w:noProof w:val="0"/>
              </w:rPr>
              <w:t>Text String TLV = 0D 10 04 01 02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831B63">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831B63">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831B63">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831B63">
            <w:pPr>
              <w:pStyle w:val="TAH"/>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rsidP="00831B63">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rsidP="00831B63">
            <w:pPr>
              <w:pStyle w:val="TAL"/>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831B63">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rsidP="00831B63">
            <w:pPr>
              <w:pStyle w:val="TAH"/>
            </w:pPr>
            <w:r w:rsidRPr="00870ED0">
              <w:t>FindAndCompareValue() with a null dstBuffer</w:t>
            </w:r>
          </w:p>
          <w:p w:rsidR="00714EBB" w:rsidRPr="00870ED0" w:rsidRDefault="00714EBB" w:rsidP="00831B63">
            <w:pPr>
              <w:pStyle w:val="TAL"/>
            </w:pPr>
          </w:p>
        </w:tc>
        <w:tc>
          <w:tcPr>
            <w:tcW w:w="2835" w:type="dxa"/>
            <w:tcBorders>
              <w:top w:val="nil"/>
              <w:left w:val="single" w:sz="4" w:space="0" w:color="auto"/>
              <w:bottom w:val="single" w:sz="4" w:space="0" w:color="auto"/>
              <w:right w:val="single" w:sz="4" w:space="0" w:color="auto"/>
            </w:tcBorders>
          </w:tcPr>
          <w:p w:rsidR="00714EBB" w:rsidRPr="00870ED0" w:rsidRDefault="00714EBB" w:rsidP="00831B63">
            <w:pPr>
              <w:pStyle w:val="TAL"/>
            </w:pPr>
            <w:r w:rsidRPr="00870ED0">
              <w:t>NullPointerException is thrown</w:t>
            </w:r>
          </w:p>
        </w:tc>
        <w:tc>
          <w:tcPr>
            <w:tcW w:w="2410" w:type="dxa"/>
            <w:tcBorders>
              <w:top w:val="nil"/>
              <w:left w:val="single" w:sz="4" w:space="0" w:color="auto"/>
              <w:bottom w:val="single" w:sz="4" w:space="0" w:color="auto"/>
              <w:right w:val="single" w:sz="4" w:space="0" w:color="auto"/>
            </w:tcBorders>
          </w:tcPr>
          <w:p w:rsidR="00714EBB" w:rsidRPr="00870ED0" w:rsidRDefault="00714EBB" w:rsidP="00831B63">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31B63">
            <w:pPr>
              <w:pStyle w:val="TAC"/>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rsidP="00831B63">
            <w:pPr>
              <w:pStyle w:val="TAH"/>
            </w:pPr>
            <w:r w:rsidRPr="00870ED0">
              <w:t>compareOffset &gt; compareBuffer.length</w:t>
            </w:r>
          </w:p>
          <w:p w:rsidR="00714EBB" w:rsidRPr="00870ED0" w:rsidRDefault="00714EBB" w:rsidP="00831B63">
            <w:pPr>
              <w:pStyle w:val="PL"/>
              <w:keepNext/>
              <w:keepLines/>
              <w:rPr>
                <w:noProof w:val="0"/>
              </w:rPr>
            </w:pPr>
            <w:r w:rsidRPr="00870ED0">
              <w:rPr>
                <w:noProof w:val="0"/>
              </w:rPr>
              <w:t>findAndCompareValue()</w:t>
            </w:r>
          </w:p>
          <w:p w:rsidR="00714EBB" w:rsidRPr="00870ED0" w:rsidRDefault="00714EBB" w:rsidP="00831B63">
            <w:pPr>
              <w:pStyle w:val="PL"/>
              <w:keepNext/>
              <w:keepLines/>
              <w:rPr>
                <w:noProof w:val="0"/>
              </w:rPr>
            </w:pPr>
            <w:r w:rsidRPr="00870ED0">
              <w:rPr>
                <w:noProof w:val="0"/>
              </w:rPr>
              <w:t>tag = 0Dh</w:t>
            </w:r>
          </w:p>
          <w:p w:rsidR="00714EBB" w:rsidRPr="00870ED0" w:rsidRDefault="00714EBB" w:rsidP="00831B63">
            <w:pPr>
              <w:pStyle w:val="PL"/>
              <w:keepNext/>
              <w:keepLines/>
              <w:rPr>
                <w:noProof w:val="0"/>
              </w:rPr>
            </w:pPr>
            <w:r w:rsidRPr="00870ED0">
              <w:rPr>
                <w:noProof w:val="0"/>
              </w:rPr>
              <w:t>compareBuffer.length = 20</w:t>
            </w:r>
          </w:p>
          <w:p w:rsidR="00714EBB" w:rsidRPr="00870ED0" w:rsidRDefault="00714EBB" w:rsidP="00831B63">
            <w:pPr>
              <w:pStyle w:val="PL"/>
              <w:keepNext/>
              <w:keepLines/>
              <w:rPr>
                <w:noProof w:val="0"/>
              </w:rPr>
            </w:pPr>
            <w:r w:rsidRPr="00870ED0">
              <w:rPr>
                <w:noProof w:val="0"/>
              </w:rPr>
              <w:t>compareOffset = 21</w:t>
            </w:r>
          </w:p>
        </w:tc>
        <w:tc>
          <w:tcPr>
            <w:tcW w:w="2835" w:type="dxa"/>
            <w:tcBorders>
              <w:top w:val="single" w:sz="4" w:space="0" w:color="auto"/>
              <w:left w:val="single" w:sz="4" w:space="0" w:color="auto"/>
              <w:bottom w:val="nil"/>
              <w:right w:val="single" w:sz="4" w:space="0" w:color="auto"/>
            </w:tcBorders>
          </w:tcPr>
          <w:p w:rsidR="00714EBB" w:rsidRPr="00870ED0" w:rsidRDefault="00714EBB" w:rsidP="00831B63">
            <w:pPr>
              <w:pStyle w:val="TAL"/>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rsidP="00831B63">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jc w:val="center"/>
              <w:rPr>
                <w:noProof w:val="0"/>
              </w:rPr>
            </w:pPr>
            <w:r w:rsidRPr="00870ED0">
              <w:rPr>
                <w:rFonts w:ascii="Arial" w:hAnsi="Arial"/>
                <w:b/>
                <w:noProof w:val="0"/>
                <w:sz w:val="18"/>
              </w:rPr>
              <w:t>CompareOffset + 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5</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04h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Call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10</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r w:rsidRPr="00870ED0">
              <w:lastRenderedPageBreak/>
              <w:t>10</w:t>
            </w: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Initialize compareBuffer</w:t>
            </w:r>
          </w:p>
          <w:p w:rsidR="00714EBB" w:rsidRPr="00870ED0" w:rsidRDefault="00714EBB" w:rsidP="00010296">
            <w:pPr>
              <w:pStyle w:val="PL"/>
              <w:keepNext/>
              <w:rPr>
                <w:noProof w:val="0"/>
              </w:rPr>
            </w:pPr>
            <w:r w:rsidRPr="00870ED0">
              <w:rPr>
                <w:noProof w:val="0"/>
              </w:rPr>
              <w:t>CompareBuffer =</w:t>
            </w:r>
          </w:p>
          <w:p w:rsidR="00714EBB" w:rsidRPr="00870ED0" w:rsidRDefault="00714EBB" w:rsidP="00010296">
            <w:pPr>
              <w:pStyle w:val="PL"/>
              <w:keepNext/>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831B63" w:rsidP="00831B63">
            <w:pPr>
              <w:pStyle w:val="PL"/>
              <w:rPr>
                <w:noProof w:val="0"/>
              </w:rPr>
            </w:pPr>
            <w:r w:rsidRPr="00870ED0">
              <w:rPr>
                <w:noProof w:val="0"/>
              </w:rPr>
              <w:t>CompareOffset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Terminal Response, with 2 Text String TLV</w:t>
            </w:r>
          </w:p>
          <w:p w:rsidR="00714EBB" w:rsidRPr="00870ED0" w:rsidRDefault="00714EBB">
            <w:pPr>
              <w:pStyle w:val="PL"/>
              <w:keepNext/>
              <w:keepLines/>
              <w:rPr>
                <w:noProof w:val="0"/>
              </w:rPr>
            </w:pPr>
            <w:r w:rsidRPr="00870ED0">
              <w:rPr>
                <w:noProof w:val="0"/>
              </w:rPr>
              <w:t>0D 11 04 00 01 … 0F</w:t>
            </w:r>
          </w:p>
          <w:p w:rsidR="00714EBB" w:rsidRPr="00870ED0" w:rsidRDefault="00714EBB">
            <w:pPr>
              <w:pStyle w:val="PL"/>
              <w:keepNext/>
              <w:keepLines/>
              <w:rPr>
                <w:noProof w:val="0"/>
              </w:rPr>
            </w:pPr>
            <w:r w:rsidRPr="00870ED0">
              <w:rPr>
                <w:noProof w:val="0"/>
              </w:rPr>
              <w:t>0D 06 00 11 22 33 44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ProactiveResponseHandler.getTheHandler()</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55 55 04 00 01</w:t>
            </w:r>
          </w:p>
          <w:p w:rsidR="00714EBB" w:rsidRPr="00870ED0" w:rsidRDefault="00714EBB">
            <w:pPr>
              <w:pStyle w:val="PL"/>
              <w:keepNext/>
              <w:keepLines/>
              <w:rPr>
                <w:noProof w:val="0"/>
              </w:rPr>
            </w:pPr>
            <w:r w:rsidRPr="00870ED0">
              <w:rPr>
                <w:noProof w:val="0"/>
              </w:rPr>
              <w:t>02 03 04 05 06</w:t>
            </w:r>
          </w:p>
          <w:p w:rsidR="00714EBB" w:rsidRPr="00870ED0" w:rsidRDefault="00714EBB">
            <w:pPr>
              <w:pStyle w:val="PL"/>
              <w:keepNext/>
              <w:keepLines/>
              <w:rPr>
                <w:noProof w:val="0"/>
              </w:rPr>
            </w:pPr>
            <w:r w:rsidRPr="00870ED0">
              <w:rPr>
                <w:noProof w:val="0"/>
              </w:rPr>
              <w:t>07 08 09 0A 0B</w:t>
            </w:r>
          </w:p>
          <w:p w:rsidR="00714EBB" w:rsidRPr="00870ED0" w:rsidRDefault="00714EBB">
            <w:pPr>
              <w:pStyle w:val="PL"/>
              <w:keepNext/>
              <w:keepLines/>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55 55 04 01 01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831B63" w:rsidP="00831B63">
            <w:pPr>
              <w:pStyle w:val="PL"/>
              <w:rPr>
                <w:noProof w:val="0"/>
              </w:rPr>
            </w:pPr>
            <w:r w:rsidRPr="00870ED0">
              <w:rPr>
                <w:noProof w:val="0"/>
              </w:rPr>
              <w:t>CompareOffset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0D 10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rsidP="00831B63">
            <w:pPr>
              <w:pStyle w:val="PL"/>
              <w:rPr>
                <w:noProof w:val="0"/>
              </w:rPr>
            </w:pPr>
            <w:r w:rsidRPr="00870ED0">
              <w:rPr>
                <w:noProof w:val="0"/>
              </w:rPr>
              <w:t>Co</w:t>
            </w:r>
            <w:r w:rsidR="00831B63" w:rsidRPr="00870ED0">
              <w:rPr>
                <w:noProof w:val="0"/>
              </w:rPr>
              <w:t>mpareOffset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5.2.5.18</w:t>
      </w:r>
      <w:r w:rsidRPr="00870ED0">
        <w:tab/>
        <w:t>Method findAndCompareValue(byte tag, byte occurrence, short valueOffset, byte[] compareBuffer, short compareOffset, short compareLength)</w:t>
      </w:r>
    </w:p>
    <w:p w:rsidR="00714EBB" w:rsidRPr="00870ED0" w:rsidRDefault="00714EBB">
      <w:r w:rsidRPr="00870ED0">
        <w:t>Test Area Reference Api_2_Prh_Facrbbs_Bss</w:t>
      </w:r>
      <w:r w:rsidR="00AE177E" w:rsidRPr="00870ED0">
        <w:t>.</w:t>
      </w:r>
    </w:p>
    <w:p w:rsidR="00714EBB" w:rsidRPr="00870ED0" w:rsidRDefault="00714EBB" w:rsidP="00AE177E">
      <w:pPr>
        <w:pStyle w:val="Heading5"/>
      </w:pPr>
      <w:r w:rsidRPr="00870ED0">
        <w:lastRenderedPageBreak/>
        <w:t>5.2.5.18.1</w:t>
      </w:r>
      <w:r w:rsidRPr="00870ED0">
        <w:tab/>
        <w:t>Conformance requirement</w:t>
      </w:r>
    </w:p>
    <w:p w:rsidR="00714EBB" w:rsidRPr="00870ED0" w:rsidRDefault="00714EBB">
      <w:pPr>
        <w:keepNext/>
        <w:keepLines/>
      </w:pPr>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5.2.5.18.1.1</w:t>
      </w:r>
      <w:r w:rsidRPr="00870ED0">
        <w:tab/>
        <w:t>Normal execution</w:t>
      </w:r>
    </w:p>
    <w:p w:rsidR="00714EBB" w:rsidRPr="00870ED0" w:rsidRDefault="00714EBB">
      <w:r w:rsidRPr="00870ED0">
        <w:t>Looks for the indicated occurrence of a TLV element from the beginning of a TLV list and c</w:t>
      </w:r>
      <w:r w:rsidR="00AE177E" w:rsidRPr="00870ED0">
        <w:t>ompare its value with a buffer:</w:t>
      </w:r>
    </w:p>
    <w:p w:rsidR="00714EBB" w:rsidRPr="00870ED0" w:rsidRDefault="00714EBB">
      <w:pPr>
        <w:pStyle w:val="B1"/>
      </w:pPr>
      <w:r w:rsidRPr="00870ED0">
        <w:t>CRRN1: if no TLV element is found, the UNAVAILABLE_ELEMENT exception is thrown and the cu</w:t>
      </w:r>
      <w:r w:rsidR="00AE177E" w:rsidRPr="00870ED0">
        <w:t>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0 is returned.</w:t>
      </w:r>
    </w:p>
    <w:p w:rsidR="00714EBB" w:rsidRPr="00870ED0" w:rsidRDefault="00714EBB">
      <w:pPr>
        <w:pStyle w:val="B1"/>
      </w:pPr>
      <w:r w:rsidRPr="00870ED0">
        <w:t>CRRN4: if the first miscomparing byte in Comprehension TLV is less than that in compareBuffer -1 is returned.</w:t>
      </w:r>
    </w:p>
    <w:p w:rsidR="00714EBB" w:rsidRPr="00870ED0" w:rsidRDefault="00714EBB">
      <w:pPr>
        <w:pStyle w:val="B1"/>
      </w:pPr>
      <w:r w:rsidRPr="00870ED0">
        <w:t>CRRN5: if the first miscomparing byte in Comprehension TLV is greater than that in compareBuffer 1 is returned</w:t>
      </w:r>
      <w:r w:rsidR="00AE177E" w:rsidRPr="00870ED0">
        <w:t>.</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5.2.5.18.1.2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CRRP3: if valueOffset, compareLength or both are out of the current TLV an instance of ToolkitException shall be thrown. The reason code shall be ToolkitException.OUT_OF_TLV_BOUNDARIES.</w:t>
      </w:r>
    </w:p>
    <w:p w:rsidR="00714EBB" w:rsidRPr="00870ED0" w:rsidRDefault="00714EBB">
      <w:pPr>
        <w:pStyle w:val="B1"/>
      </w:pPr>
      <w:r w:rsidRPr="00870ED0">
        <w:t>CRRP4: if an input parameter is not valid (e.g. occurrence = 0) an instance of ToolkitException shall be thrown. The reason code shall be Toolki</w:t>
      </w:r>
      <w:r w:rsidR="00AE177E" w:rsidRPr="00870ED0">
        <w:t>tException.BAD_INPUT_PARAMETER.</w:t>
      </w:r>
    </w:p>
    <w:p w:rsidR="00714EBB" w:rsidRPr="00870ED0" w:rsidRDefault="00714EBB">
      <w:pPr>
        <w:pStyle w:val="H6"/>
        <w:outlineLvl w:val="0"/>
      </w:pPr>
      <w:r w:rsidRPr="00870ED0">
        <w:t>5.2.5.18.1.3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E177E">
      <w:pPr>
        <w:pStyle w:val="Heading5"/>
      </w:pPr>
      <w:r w:rsidRPr="00870ED0">
        <w:t>5.2.5.18.2</w:t>
      </w:r>
      <w:r w:rsidRPr="00870ED0">
        <w:tab/>
        <w:t>Test area files</w:t>
      </w:r>
    </w:p>
    <w:p w:rsidR="00714EBB" w:rsidRPr="00870ED0" w:rsidRDefault="00714EBB" w:rsidP="002854FB">
      <w:pPr>
        <w:pStyle w:val="EX"/>
      </w:pPr>
      <w:r w:rsidRPr="00870ED0">
        <w:t>Test Source:</w:t>
      </w:r>
      <w:r w:rsidRPr="00870ED0">
        <w:tab/>
        <w:t>Test_Api_2_Prh_Facrbbs_Bss.java</w:t>
      </w:r>
      <w:r w:rsidR="00AE177E" w:rsidRPr="00870ED0">
        <w:t>.</w:t>
      </w:r>
    </w:p>
    <w:p w:rsidR="00714EBB" w:rsidRPr="00870ED0" w:rsidRDefault="00714EBB" w:rsidP="002854FB">
      <w:pPr>
        <w:pStyle w:val="EX"/>
      </w:pPr>
      <w:r w:rsidRPr="00870ED0">
        <w:t>Test Applet</w:t>
      </w:r>
      <w:r w:rsidR="00AE177E" w:rsidRPr="00870ED0">
        <w:t xml:space="preserve">: </w:t>
      </w:r>
      <w:r w:rsidR="00AE177E" w:rsidRPr="00870ED0">
        <w:tab/>
        <w:t>Api_2_Prh_Facrbbs_Bss_1.java.</w:t>
      </w:r>
    </w:p>
    <w:p w:rsidR="00714EBB" w:rsidRPr="00870ED0" w:rsidRDefault="00714EBB" w:rsidP="002854FB">
      <w:pPr>
        <w:pStyle w:val="EX"/>
      </w:pPr>
      <w:r w:rsidRPr="00870ED0">
        <w:t>Cap File:</w:t>
      </w:r>
      <w:r w:rsidRPr="00870ED0">
        <w:tab/>
        <w:t>api_2_prh_facrbbs_bss.cap</w:t>
      </w:r>
      <w:r w:rsidR="00AE177E" w:rsidRPr="00870ED0">
        <w:t>.</w:t>
      </w:r>
    </w:p>
    <w:p w:rsidR="00714EBB" w:rsidRPr="00870ED0" w:rsidRDefault="00714EBB" w:rsidP="00010296">
      <w:pPr>
        <w:pStyle w:val="Heading5"/>
      </w:pPr>
      <w:r w:rsidRPr="00870ED0">
        <w:lastRenderedPageBreak/>
        <w:t>5.2.5.18.3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01"/>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CRR number</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13, 17, 20, 21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15, 18, 22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16, 19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bl>
    <w:p w:rsidR="00714EBB" w:rsidRPr="00870ED0" w:rsidRDefault="00714EBB" w:rsidP="00AE177E"/>
    <w:p w:rsidR="00714EBB" w:rsidRPr="00870ED0" w:rsidRDefault="00714EBB" w:rsidP="00AE177E">
      <w:pPr>
        <w:pStyle w:val="Heading5"/>
      </w:pPr>
      <w:r w:rsidRPr="00870ED0">
        <w:t>5.2.5.18.4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cantSplit/>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 Text String length = 15</w:t>
            </w:r>
          </w:p>
          <w:p w:rsidR="00714EBB" w:rsidRPr="00870ED0" w:rsidRDefault="00714EBB">
            <w:pPr>
              <w:pStyle w:val="PL"/>
              <w:rPr>
                <w:noProof w:val="0"/>
              </w:rPr>
            </w:pPr>
            <w:r w:rsidRPr="00870ED0">
              <w:rPr>
                <w:noProof w:val="0"/>
              </w:rPr>
              <w:t>Text String TLV = 0D 10 04 01 02 … 0F</w:t>
            </w:r>
          </w:p>
          <w:p w:rsidR="00714EBB" w:rsidRPr="00870ED0" w:rsidRDefault="00714EBB">
            <w:pPr>
              <w:pStyle w:val="TAL"/>
            </w:pPr>
            <w:r w:rsidRPr="00870ED0">
              <w:rPr>
                <w:rFonts w:ascii="Courier New" w:hAnsi="Courier New"/>
                <w:sz w:val="16"/>
              </w:rPr>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 with a null compareBuffer</w:t>
            </w:r>
          </w:p>
          <w:p w:rsidR="00714EBB" w:rsidRPr="00870ED0" w:rsidRDefault="00714EBB">
            <w:pPr>
              <w:pStyle w:val="TAL"/>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compareOffset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6</w:t>
            </w:r>
          </w:p>
          <w:p w:rsidR="00714EBB" w:rsidRPr="00870ED0" w:rsidRDefault="00714EBB">
            <w:pPr>
              <w:pStyle w:val="PL"/>
              <w:rPr>
                <w:noProof w:val="0"/>
              </w:rPr>
            </w:pPr>
            <w:r w:rsidRPr="00870ED0">
              <w:rPr>
                <w:noProof w:val="0"/>
              </w:rPr>
              <w:t>compareLength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jc w:val="center"/>
              <w:rPr>
                <w:noProof w:val="0"/>
              </w:rPr>
            </w:pPr>
            <w:r w:rsidRPr="00870ED0">
              <w:rPr>
                <w:rFonts w:ascii="Arial" w:hAnsi="Arial"/>
                <w:b/>
                <w:noProof w:val="0"/>
                <w:sz w:val="18"/>
              </w:rPr>
              <w:t>CompareOffset + 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5</w:t>
            </w:r>
          </w:p>
          <w:p w:rsidR="00714EBB" w:rsidRPr="00870ED0" w:rsidRDefault="00714EBB">
            <w:pPr>
              <w:pStyle w:val="PL"/>
              <w:rPr>
                <w:noProof w:val="0"/>
              </w:rPr>
            </w:pPr>
            <w:r w:rsidRPr="00870ED0">
              <w:rPr>
                <w:noProof w:val="0"/>
              </w:rPr>
              <w:t>Text String TLV = 0D 06 04 01 02 … 05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valueOffset </w:t>
            </w:r>
            <w:r w:rsidRPr="00870ED0">
              <w:sym w:font="Symbol" w:char="00B3"/>
            </w:r>
            <w:r w:rsidRPr="00870ED0">
              <w:t xml:space="preserve">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0</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valueOffset &lt; 0</w:t>
            </w:r>
          </w:p>
          <w:p w:rsidR="00714EBB" w:rsidRPr="00870ED0" w:rsidRDefault="00714EBB" w:rsidP="00010296">
            <w:pPr>
              <w:pStyle w:val="PL"/>
              <w:keepNext/>
              <w:rPr>
                <w:noProof w:val="0"/>
              </w:rPr>
            </w:pPr>
            <w:r w:rsidRPr="00870ED0">
              <w:rPr>
                <w:noProof w:val="0"/>
              </w:rPr>
              <w:t>findAndCompareValue()</w:t>
            </w:r>
          </w:p>
          <w:p w:rsidR="00714EBB" w:rsidRPr="00870ED0" w:rsidRDefault="00714EBB" w:rsidP="00010296">
            <w:pPr>
              <w:pStyle w:val="PL"/>
              <w:keepNext/>
              <w:rPr>
                <w:noProof w:val="0"/>
              </w:rPr>
            </w:pPr>
            <w:r w:rsidRPr="00870ED0">
              <w:rPr>
                <w:noProof w:val="0"/>
              </w:rPr>
              <w:t>valueOffset = -1</w:t>
            </w:r>
          </w:p>
          <w:p w:rsidR="00714EBB" w:rsidRPr="00870ED0" w:rsidRDefault="00714EBB" w:rsidP="00010296">
            <w:pPr>
              <w:pStyle w:val="PL"/>
              <w:keepNext/>
              <w:rPr>
                <w:noProof w:val="0"/>
              </w:rPr>
            </w:pPr>
            <w:r w:rsidRPr="00870ED0">
              <w:rPr>
                <w:noProof w:val="0"/>
              </w:rPr>
              <w:t>compareBuffer.length = 15</w:t>
            </w:r>
          </w:p>
          <w:p w:rsidR="00714EBB" w:rsidRPr="00870ED0" w:rsidRDefault="00714EBB" w:rsidP="00010296">
            <w:pPr>
              <w:pStyle w:val="PL"/>
              <w:keepNext/>
              <w:rPr>
                <w:noProof w:val="0"/>
              </w:rPr>
            </w:pPr>
            <w:r w:rsidRPr="00870ED0">
              <w:rPr>
                <w:noProof w:val="0"/>
              </w:rPr>
              <w:t>compareOffset = 0</w:t>
            </w:r>
          </w:p>
          <w:p w:rsidR="00714EBB" w:rsidRPr="00870ED0" w:rsidRDefault="00714EBB" w:rsidP="00010296">
            <w:pPr>
              <w:pStyle w:val="PL"/>
              <w:keepNext/>
              <w:rPr>
                <w:noProof w:val="0"/>
              </w:rPr>
            </w:pPr>
            <w:r w:rsidRPr="00870ED0">
              <w:rPr>
                <w:noProof w:val="0"/>
              </w:rPr>
              <w:t>compareLength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 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rsidP="00AE177E">
            <w:pPr>
              <w:pStyle w:val="PL"/>
              <w:rPr>
                <w:noProof w:val="0"/>
              </w:rPr>
            </w:pPr>
            <w:r w:rsidRPr="00870ED0">
              <w:rPr>
                <w:noProof w:val="0"/>
              </w:rPr>
              <w:t>compareLength = 5</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C"/>
            </w:pPr>
            <w:r w:rsidRPr="00870ED0">
              <w:t>11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H"/>
            </w:pPr>
            <w:r w:rsidRPr="00870ED0">
              <w:t>Invalid parameter</w:t>
            </w:r>
          </w:p>
          <w:p w:rsidR="00714EBB" w:rsidRPr="00870ED0" w:rsidRDefault="00714EBB" w:rsidP="00AE177E">
            <w:pPr>
              <w:pStyle w:val="PL"/>
              <w:keepNext/>
              <w:keepLines/>
              <w:rPr>
                <w:noProof w:val="0"/>
              </w:rPr>
            </w:pPr>
            <w:r w:rsidRPr="00870ED0">
              <w:rPr>
                <w:noProof w:val="0"/>
              </w:rPr>
              <w:t>findAndCompareValue()</w:t>
            </w:r>
          </w:p>
          <w:p w:rsidR="00714EBB" w:rsidRPr="00870ED0" w:rsidRDefault="00AE177E" w:rsidP="00AE177E">
            <w:pPr>
              <w:pStyle w:val="PL"/>
              <w:keepNext/>
              <w:keepLines/>
              <w:rPr>
                <w:noProof w:val="0"/>
              </w:rPr>
            </w:pPr>
            <w:r w:rsidRPr="00870ED0">
              <w:rPr>
                <w:noProof w:val="0"/>
              </w:rPr>
              <w:t>Occurrence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L"/>
            </w:pPr>
            <w:r w:rsidRPr="00870ED0">
              <w:t>ToolkitException.BAD_INPUT_PARAMETER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Terminal Response, Text String length = 16</w:t>
            </w:r>
          </w:p>
          <w:p w:rsidR="00714EBB" w:rsidRPr="00870ED0" w:rsidRDefault="00714EBB">
            <w:pPr>
              <w:pStyle w:val="PL"/>
              <w:keepNext/>
              <w:keepLines/>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w:t>
            </w:r>
          </w:p>
          <w:p w:rsidR="00714EBB" w:rsidRPr="00870ED0" w:rsidRDefault="00714EBB" w:rsidP="00AE177E">
            <w:pPr>
              <w:pStyle w:val="PL"/>
              <w:rPr>
                <w:noProof w:val="0"/>
              </w:rPr>
            </w:pPr>
            <w:r w:rsidRPr="00870ED0">
              <w:rPr>
                <w:noProof w:val="0"/>
              </w:rPr>
              <w:t>Call getV</w:t>
            </w:r>
            <w:r w:rsidR="00AE177E" w:rsidRPr="00870ED0">
              <w:rPr>
                <w:noProof w:val="0"/>
              </w:rPr>
              <w:t>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10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w:t>
            </w:r>
            <w:r w:rsidR="00AE177E" w:rsidRPr="00870ED0">
              <w:t>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w:t>
            </w:r>
            <w:r w:rsidR="00AE177E" w:rsidRPr="00870ED0">
              <w:t>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12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55 55 55 02 01</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w:t>
            </w:r>
            <w:r w:rsidR="00AE177E" w:rsidRPr="00870ED0">
              <w:t>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r w:rsidRPr="00870ED0">
              <w:lastRenderedPageBreak/>
              <w:t>19</w:t>
            </w: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Initialize compareBuffer</w:t>
            </w:r>
          </w:p>
          <w:p w:rsidR="00714EBB" w:rsidRPr="00870ED0" w:rsidRDefault="00714EBB" w:rsidP="00010296">
            <w:pPr>
              <w:pStyle w:val="PL"/>
              <w:keepNext/>
              <w:rPr>
                <w:noProof w:val="0"/>
              </w:rPr>
            </w:pPr>
            <w:r w:rsidRPr="00870ED0">
              <w:rPr>
                <w:noProof w:val="0"/>
              </w:rPr>
              <w:t>compareBuffer =</w:t>
            </w:r>
          </w:p>
          <w:p w:rsidR="00714EBB" w:rsidRPr="00870ED0" w:rsidRDefault="00714EBB" w:rsidP="00010296">
            <w:pPr>
              <w:pStyle w:val="PL"/>
              <w:keepNext/>
              <w:rPr>
                <w:noProof w:val="0"/>
              </w:rPr>
            </w:pPr>
            <w:r w:rsidRPr="00870ED0">
              <w:rPr>
                <w:noProof w:val="0"/>
              </w:rPr>
              <w:t>55 55 55 01 02</w:t>
            </w:r>
          </w:p>
          <w:p w:rsidR="00714EBB" w:rsidRPr="00870ED0" w:rsidRDefault="00714EBB" w:rsidP="00010296">
            <w:pPr>
              <w:pStyle w:val="PL"/>
              <w:keepNext/>
              <w:rPr>
                <w:noProof w:val="0"/>
              </w:rPr>
            </w:pPr>
            <w:r w:rsidRPr="00870ED0">
              <w:rPr>
                <w:noProof w:val="0"/>
              </w:rPr>
              <w:t>03 04 05 06 07</w:t>
            </w:r>
          </w:p>
          <w:p w:rsidR="00714EBB" w:rsidRPr="00870ED0" w:rsidRDefault="00714EBB" w:rsidP="00010296">
            <w:pPr>
              <w:pStyle w:val="PL"/>
              <w:keepNext/>
              <w:rPr>
                <w:noProof w:val="0"/>
              </w:rPr>
            </w:pPr>
            <w:r w:rsidRPr="00870ED0">
              <w:rPr>
                <w:noProof w:val="0"/>
              </w:rPr>
              <w:t>08 09 0A 0A 0D</w:t>
            </w:r>
          </w:p>
          <w:p w:rsidR="00714EBB" w:rsidRPr="00870ED0" w:rsidRDefault="00714EBB" w:rsidP="00010296">
            <w:pPr>
              <w:pStyle w:val="PL"/>
              <w:keepNext/>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Compare buffers w</w:t>
            </w:r>
            <w:r w:rsidR="00AE177E" w:rsidRPr="00870ED0">
              <w:t>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Terminal Response, with 2 Text String TLV</w:t>
            </w:r>
          </w:p>
          <w:p w:rsidR="00714EBB" w:rsidRPr="00870ED0" w:rsidRDefault="00714EBB">
            <w:pPr>
              <w:pStyle w:val="PL"/>
              <w:keepNext/>
              <w:keepLines/>
              <w:rPr>
                <w:noProof w:val="0"/>
              </w:rPr>
            </w:pPr>
            <w:r w:rsidRPr="00870ED0">
              <w:rPr>
                <w:noProof w:val="0"/>
              </w:rPr>
              <w:t>0D 11 04 00 01 … 0F</w:t>
            </w:r>
          </w:p>
          <w:p w:rsidR="00714EBB" w:rsidRPr="00870ED0" w:rsidRDefault="00714EBB">
            <w:pPr>
              <w:pStyle w:val="PL"/>
              <w:keepNext/>
              <w:keepLines/>
              <w:rPr>
                <w:noProof w:val="0"/>
              </w:rPr>
            </w:pPr>
            <w:r w:rsidRPr="00870ED0">
              <w:rPr>
                <w:noProof w:val="0"/>
              </w:rPr>
              <w:t>0D 06 00 11 22 33 44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ProactiveResponseHandler.getTheHandler()</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pPr>
            <w:r w:rsidRPr="00870ED0">
              <w:t>findAndCompareValue()</w:t>
            </w:r>
          </w:p>
          <w:p w:rsidR="00714EBB" w:rsidRPr="00870ED0" w:rsidRDefault="00714EBB">
            <w:pPr>
              <w:pStyle w:val="PL"/>
              <w:keepNext/>
              <w:keepLines/>
              <w:rPr>
                <w:noProof w:val="0"/>
              </w:rPr>
            </w:pPr>
            <w:r w:rsidRPr="00870ED0">
              <w:rPr>
                <w:noProof w:val="0"/>
              </w:rPr>
              <w:t>tag = 0Dh, occurrence = 1</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compareOffset = 0</w:t>
            </w:r>
          </w:p>
          <w:p w:rsidR="00714EBB" w:rsidRPr="00870ED0" w:rsidRDefault="00AE177E" w:rsidP="00AE177E">
            <w:pPr>
              <w:pStyle w:val="PL"/>
              <w:keepNext/>
              <w:keepLines/>
              <w:rPr>
                <w:noProof w:val="0"/>
              </w:rPr>
            </w:pPr>
            <w:r w:rsidRPr="00870ED0">
              <w:rPr>
                <w:noProof w:val="0"/>
              </w:rPr>
              <w:t>compareLength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00 11 22 33 44 55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00 11 22 33 44 66</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AE177E" w:rsidP="00AE177E">
            <w:pPr>
              <w:pStyle w:val="PL"/>
              <w:rPr>
                <w:noProof w:val="0"/>
              </w:rPr>
            </w:pPr>
            <w:r w:rsidRPr="00870ED0">
              <w:rPr>
                <w:noProof w:val="0"/>
              </w:rPr>
              <w:t>compareLength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GET INPUT Proactive command</w:t>
            </w: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16</w:t>
            </w:r>
          </w:p>
          <w:p w:rsidR="00714EBB" w:rsidRPr="00870ED0" w:rsidRDefault="00714EBB">
            <w:pPr>
              <w:pStyle w:val="PL"/>
              <w:rPr>
                <w:noProof w:val="0"/>
              </w:rPr>
            </w:pPr>
            <w:r w:rsidRPr="00870ED0">
              <w:rPr>
                <w:noProof w:val="0"/>
              </w:rPr>
              <w:t>Text String TLV = 0D 11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5.2.5.19</w:t>
      </w:r>
      <w:r w:rsidRPr="00870ED0">
        <w:tab/>
        <w:t>Method getCapacity</w:t>
      </w:r>
    </w:p>
    <w:p w:rsidR="00714EBB" w:rsidRPr="00870ED0" w:rsidRDefault="00714EBB" w:rsidP="00AE177E">
      <w:r w:rsidRPr="00870ED0">
        <w:t>Test Area Reference: Api_2_Prh_Gcap</w:t>
      </w:r>
      <w:r w:rsidR="00AE177E" w:rsidRPr="00870ED0">
        <w:t>.</w:t>
      </w:r>
    </w:p>
    <w:p w:rsidR="00714EBB" w:rsidRPr="00870ED0" w:rsidRDefault="00714EBB" w:rsidP="00AE177E">
      <w:pPr>
        <w:pStyle w:val="Heading5"/>
      </w:pPr>
      <w:r w:rsidRPr="00870ED0">
        <w:t>5.2.5.19.1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getCapacity()</w:t>
      </w:r>
    </w:p>
    <w:p w:rsidR="00714EBB" w:rsidRPr="00870ED0" w:rsidRDefault="00714EBB">
      <w:pPr>
        <w:pStyle w:val="PL"/>
        <w:rPr>
          <w:noProof w:val="0"/>
        </w:rPr>
      </w:pPr>
    </w:p>
    <w:p w:rsidR="00714EBB" w:rsidRPr="00870ED0" w:rsidRDefault="00714EBB">
      <w:pPr>
        <w:pStyle w:val="H6"/>
        <w:outlineLvl w:val="0"/>
      </w:pPr>
      <w:r w:rsidRPr="00870ED0">
        <w:t>5.2.5.19.1.1</w:t>
      </w:r>
      <w:r w:rsidRPr="00870ED0">
        <w:tab/>
        <w:t>Normal execution</w:t>
      </w:r>
    </w:p>
    <w:p w:rsidR="00714EBB" w:rsidRPr="00870ED0" w:rsidRDefault="00714EBB">
      <w:pPr>
        <w:pStyle w:val="B1"/>
      </w:pPr>
      <w:r w:rsidRPr="00870ED0">
        <w:t>CRRN1: The method shall return the maximum size of the Comprehension TLV list managed by the handler.</w:t>
      </w:r>
    </w:p>
    <w:p w:rsidR="00714EBB" w:rsidRPr="00870ED0" w:rsidRDefault="00714EBB">
      <w:pPr>
        <w:pStyle w:val="H6"/>
        <w:outlineLvl w:val="0"/>
      </w:pPr>
      <w:r w:rsidRPr="00870ED0">
        <w:lastRenderedPageBreak/>
        <w:t>5.2.5.20.1.2</w:t>
      </w:r>
      <w:r w:rsidRPr="00870ED0">
        <w:tab/>
        <w:t>Parameter errors</w:t>
      </w:r>
    </w:p>
    <w:p w:rsidR="00714EBB" w:rsidRPr="00870ED0" w:rsidRDefault="00714EBB">
      <w:r w:rsidRPr="00870ED0">
        <w:t>No requirements</w:t>
      </w:r>
      <w:r w:rsidR="00AE177E" w:rsidRPr="00870ED0">
        <w:t>.</w:t>
      </w:r>
    </w:p>
    <w:p w:rsidR="00714EBB" w:rsidRPr="00870ED0" w:rsidRDefault="00714EBB">
      <w:pPr>
        <w:pStyle w:val="H6"/>
        <w:outlineLvl w:val="0"/>
      </w:pPr>
      <w:r w:rsidRPr="00870ED0">
        <w:t>5.2.5.20.1.3</w:t>
      </w:r>
      <w:r w:rsidRPr="00870ED0">
        <w:tab/>
        <w:t>Context errors</w:t>
      </w:r>
    </w:p>
    <w:p w:rsidR="00714EBB" w:rsidRPr="00870ED0" w:rsidRDefault="00AE177E" w:rsidP="00AE177E">
      <w:r w:rsidRPr="00870ED0">
        <w:t>No requirements.</w:t>
      </w:r>
    </w:p>
    <w:p w:rsidR="00714EBB" w:rsidRPr="00870ED0" w:rsidRDefault="00714EBB" w:rsidP="00AE177E">
      <w:pPr>
        <w:pStyle w:val="Heading5"/>
      </w:pPr>
      <w:r w:rsidRPr="00870ED0">
        <w:t>5.2.5.19.2</w:t>
      </w:r>
      <w:r w:rsidRPr="00870ED0">
        <w:tab/>
        <w:t>Test area files</w:t>
      </w:r>
    </w:p>
    <w:p w:rsidR="00714EBB" w:rsidRPr="00870ED0" w:rsidRDefault="00714EBB" w:rsidP="002854FB">
      <w:pPr>
        <w:pStyle w:val="EX"/>
      </w:pPr>
      <w:r w:rsidRPr="00870ED0">
        <w:t>Test Source:</w:t>
      </w:r>
      <w:r w:rsidRPr="00870ED0">
        <w:tab/>
        <w:t>Test_Api_2_Prh_Gcap.java</w:t>
      </w:r>
      <w:r w:rsidR="00AE177E" w:rsidRPr="00870ED0">
        <w:t>.</w:t>
      </w:r>
    </w:p>
    <w:p w:rsidR="00714EBB" w:rsidRPr="00870ED0" w:rsidRDefault="00714EBB" w:rsidP="002854FB">
      <w:pPr>
        <w:pStyle w:val="EX"/>
      </w:pPr>
      <w:r w:rsidRPr="00870ED0">
        <w:t xml:space="preserve">Test </w:t>
      </w:r>
      <w:r w:rsidR="00EB39BD" w:rsidRPr="00870ED0">
        <w:t xml:space="preserve">Applet: </w:t>
      </w:r>
      <w:r w:rsidR="00AE177E" w:rsidRPr="00870ED0">
        <w:tab/>
        <w:t>Api_2_Prh_Gcap_1.java.</w:t>
      </w:r>
    </w:p>
    <w:p w:rsidR="00714EBB" w:rsidRPr="00870ED0" w:rsidRDefault="00714EBB" w:rsidP="002854FB">
      <w:pPr>
        <w:pStyle w:val="EX"/>
      </w:pPr>
      <w:r w:rsidRPr="00870ED0">
        <w:t>Cap File:</w:t>
      </w:r>
      <w:r w:rsidRPr="00870ED0">
        <w:tab/>
        <w:t>api_2_prh_gcap.cap</w:t>
      </w:r>
      <w:r w:rsidR="00AE177E" w:rsidRPr="00870ED0">
        <w:t>.</w:t>
      </w:r>
    </w:p>
    <w:p w:rsidR="00714EBB" w:rsidRPr="00870ED0" w:rsidRDefault="00714EBB" w:rsidP="00AE177E">
      <w:pPr>
        <w:pStyle w:val="Heading5"/>
      </w:pPr>
      <w:r w:rsidRPr="00870ED0">
        <w:t>5.2.5.19.3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bl>
    <w:p w:rsidR="00714EBB" w:rsidRPr="00870ED0" w:rsidRDefault="00714EBB" w:rsidP="00AE177E"/>
    <w:p w:rsidR="00714EBB" w:rsidRPr="00870ED0" w:rsidRDefault="00714EBB" w:rsidP="00AE177E">
      <w:pPr>
        <w:pStyle w:val="Heading5"/>
      </w:pPr>
      <w:r w:rsidRPr="00870ED0">
        <w:t>5.2.5.19.4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jc w:val="center"/>
              <w:rPr>
                <w:b/>
              </w:rPr>
            </w:pPr>
            <w:r w:rsidRPr="00870ED0">
              <w:rPr>
                <w:b/>
              </w:rPr>
              <w:t>ProactiveResponseHandler available</w:t>
            </w:r>
          </w:p>
          <w:p w:rsidR="00714EBB" w:rsidRPr="00870ED0" w:rsidRDefault="00714EBB">
            <w:pPr>
              <w:pStyle w:val="PL"/>
              <w:rPr>
                <w:noProof w:val="0"/>
              </w:rPr>
            </w:pPr>
          </w:p>
          <w:p w:rsidR="00714EBB" w:rsidRPr="00870ED0" w:rsidRDefault="00714EBB">
            <w:pPr>
              <w:pStyle w:val="PL"/>
              <w:rPr>
                <w:noProof w:val="0"/>
              </w:rPr>
            </w:pPr>
            <w:r w:rsidRPr="00870ED0">
              <w:rPr>
                <w:noProof w:val="0"/>
              </w:rPr>
              <w:t>1- Send envelope Menu Selection</w:t>
            </w:r>
          </w:p>
          <w:p w:rsidR="00714EBB" w:rsidRPr="00870ED0" w:rsidRDefault="00714EBB">
            <w:pPr>
              <w:pStyle w:val="PL"/>
              <w:rPr>
                <w:noProof w:val="0"/>
              </w:rPr>
            </w:pPr>
            <w:r w:rsidRPr="00870ED0">
              <w:rPr>
                <w:noProof w:val="0"/>
              </w:rPr>
              <w:t>2- The applet sends a proactive command</w:t>
            </w:r>
          </w:p>
          <w:p w:rsidR="00714EBB" w:rsidRPr="00870ED0" w:rsidRDefault="00714EBB">
            <w:pPr>
              <w:pStyle w:val="PL"/>
              <w:rPr>
                <w:noProof w:val="0"/>
              </w:rPr>
            </w:pPr>
            <w:r w:rsidRPr="00870ED0">
              <w:rPr>
                <w:noProof w:val="0"/>
              </w:rPr>
              <w:t>3- Fetch the proactive command and send Terminal Response</w:t>
            </w:r>
          </w:p>
          <w:p w:rsidR="00714EBB" w:rsidRPr="00870ED0" w:rsidRDefault="00714EBB">
            <w:pPr>
              <w:pStyle w:val="PL"/>
              <w:rPr>
                <w:noProof w:val="0"/>
              </w:rPr>
            </w:pPr>
            <w:r w:rsidRPr="00870ED0">
              <w:rPr>
                <w:noProof w:val="0"/>
              </w:rPr>
              <w:t>4- The applet calls getCapacity() method</w:t>
            </w:r>
          </w:p>
          <w:p w:rsidR="00714EBB" w:rsidRPr="00870ED0" w:rsidRDefault="00714EBB">
            <w:pPr>
              <w:pStyle w:val="PL"/>
              <w:rPr>
                <w:noProof w:val="0"/>
              </w:rPr>
            </w:pPr>
            <w:r w:rsidRPr="00870ED0">
              <w:rPr>
                <w:noProof w:val="0"/>
              </w:rPr>
              <w:t>5- The applet calls getLength() method</w:t>
            </w:r>
          </w:p>
          <w:p w:rsidR="00714EBB" w:rsidRPr="00870ED0" w:rsidRDefault="00714EBB">
            <w:pPr>
              <w:pStyle w:val="TAL"/>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Applet is triggered</w:t>
            </w: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4-No exception is thrown</w:t>
            </w:r>
          </w:p>
          <w:p w:rsidR="00714EBB" w:rsidRPr="00870ED0" w:rsidRDefault="00714EBB">
            <w:pPr>
              <w:pStyle w:val="TAL"/>
            </w:pPr>
            <w:r w:rsidRPr="00870ED0">
              <w:t xml:space="preserve">5- The Capacity result is greater or equal to getLength() result </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2- 91 XX</w:t>
            </w:r>
          </w:p>
          <w:p w:rsidR="00714EBB" w:rsidRPr="00870ED0" w:rsidRDefault="00714EBB">
            <w:pPr>
              <w:pStyle w:val="TAL"/>
            </w:pPr>
            <w:r w:rsidRPr="00870ED0">
              <w:t>3- The proactive command is fetched</w:t>
            </w:r>
          </w:p>
        </w:tc>
      </w:tr>
    </w:tbl>
    <w:p w:rsidR="00714EBB" w:rsidRPr="00870ED0" w:rsidRDefault="00714EBB"/>
    <w:p w:rsidR="00714EBB" w:rsidRPr="00870ED0" w:rsidRDefault="003264BC">
      <w:pPr>
        <w:pStyle w:val="Heading4"/>
      </w:pPr>
      <w:r w:rsidRPr="00870ED0">
        <w:t>5.2.5.20</w:t>
      </w:r>
      <w:r w:rsidR="00714EBB" w:rsidRPr="00870ED0">
        <w:tab/>
        <w:t>Method getChannelIdentifier</w:t>
      </w:r>
    </w:p>
    <w:p w:rsidR="00714EBB" w:rsidRPr="00870ED0" w:rsidRDefault="00714EBB">
      <w:r w:rsidRPr="00870ED0">
        <w:t>Test Area Reference: Api_2_Prh_Gcid</w:t>
      </w:r>
      <w:r w:rsidR="00AE177E" w:rsidRPr="00870ED0">
        <w:t>.</w:t>
      </w:r>
    </w:p>
    <w:p w:rsidR="00714EBB" w:rsidRPr="00870ED0" w:rsidRDefault="00714EBB" w:rsidP="00AE177E">
      <w:pPr>
        <w:pStyle w:val="Heading5"/>
      </w:pPr>
      <w:r w:rsidRPr="00870ED0">
        <w:t>5.2</w:t>
      </w:r>
      <w:r w:rsidR="00AE177E" w:rsidRPr="00870ED0">
        <w:t>.5.20.1</w:t>
      </w:r>
      <w:r w:rsidR="00AE177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getChannelIdentifier()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5.2.5.201.1.1</w:t>
      </w:r>
      <w:r w:rsidRPr="00870ED0">
        <w:tab/>
        <w:t>Normal execution</w:t>
      </w:r>
    </w:p>
    <w:p w:rsidR="00714EBB" w:rsidRPr="00870ED0" w:rsidRDefault="00714EBB">
      <w:pPr>
        <w:pStyle w:val="B1"/>
      </w:pPr>
      <w:r w:rsidRPr="00870ED0">
        <w:t>CRRN1:The method shall return the channel identifier byte value.</w:t>
      </w:r>
    </w:p>
    <w:p w:rsidR="00714EBB" w:rsidRPr="00870ED0" w:rsidRDefault="00714EBB">
      <w:pPr>
        <w:pStyle w:val="B1"/>
      </w:pPr>
      <w:r w:rsidRPr="00870ED0">
        <w:t>CRRN2:The channel identifier byte value returned shall be from the first Channel status TLV element.</w:t>
      </w:r>
    </w:p>
    <w:p w:rsidR="00714EBB" w:rsidRPr="00870ED0" w:rsidRDefault="00714EBB">
      <w:pPr>
        <w:pStyle w:val="B1"/>
      </w:pPr>
      <w:r w:rsidRPr="00870ED0">
        <w:t>CRRN3: If the element is available it becomes the currently selected TLV.</w:t>
      </w:r>
    </w:p>
    <w:p w:rsidR="00714EBB" w:rsidRPr="00870ED0" w:rsidRDefault="00AE177E">
      <w:pPr>
        <w:pStyle w:val="H6"/>
        <w:outlineLvl w:val="0"/>
      </w:pPr>
      <w:r w:rsidRPr="00870ED0">
        <w:t>5.2.5.20.1.2</w:t>
      </w:r>
      <w:r w:rsidRPr="00870ED0">
        <w:tab/>
      </w:r>
      <w:r w:rsidR="00714EBB" w:rsidRPr="00870ED0">
        <w:t>Parameter errors</w:t>
      </w:r>
    </w:p>
    <w:p w:rsidR="00714EBB" w:rsidRPr="00870ED0" w:rsidRDefault="00714EBB">
      <w:r w:rsidRPr="00870ED0">
        <w:t>No requirements.</w:t>
      </w:r>
    </w:p>
    <w:p w:rsidR="00714EBB" w:rsidRPr="00870ED0" w:rsidRDefault="00714EBB">
      <w:pPr>
        <w:pStyle w:val="H6"/>
        <w:outlineLvl w:val="0"/>
      </w:pPr>
      <w:r w:rsidRPr="00870ED0">
        <w:t>5.2.5.20.1.3</w:t>
      </w:r>
      <w:r w:rsidRPr="00870ED0">
        <w:tab/>
        <w:t>Context errors</w:t>
      </w:r>
    </w:p>
    <w:p w:rsidR="00714EBB" w:rsidRPr="00870ED0" w:rsidRDefault="00714EBB">
      <w:pPr>
        <w:pStyle w:val="B1"/>
      </w:pPr>
      <w:r w:rsidRPr="00870ED0">
        <w:t>CRRC1: The method shall throw ToolkitException.UNAVAILABLE_ELEMENT if the Channel status TLV is not present.</w:t>
      </w:r>
    </w:p>
    <w:p w:rsidR="00714EBB" w:rsidRPr="00870ED0" w:rsidRDefault="00714EBB">
      <w:pPr>
        <w:pStyle w:val="B1"/>
        <w:rPr>
          <w:color w:val="000000"/>
        </w:rPr>
      </w:pPr>
      <w:r w:rsidRPr="00870ED0">
        <w:lastRenderedPageBreak/>
        <w:t>CRRC2: The method shall throw ToolkitException.OUT_OF_TLV_BOUNDARIES if the Comprehension TLV Channel Status lengt</w:t>
      </w:r>
      <w:r w:rsidRPr="00870ED0">
        <w:rPr>
          <w:color w:val="000000"/>
        </w:rPr>
        <w:t>h is equal to 0.</w:t>
      </w:r>
    </w:p>
    <w:p w:rsidR="00714EBB" w:rsidRPr="00870ED0" w:rsidRDefault="00714EBB" w:rsidP="00AE177E">
      <w:pPr>
        <w:pStyle w:val="Heading5"/>
      </w:pPr>
      <w:r w:rsidRPr="00870ED0">
        <w:t>5.2.5.20.2</w:t>
      </w:r>
      <w:r w:rsidRPr="00870ED0">
        <w:tab/>
        <w:t>Test area files</w:t>
      </w:r>
    </w:p>
    <w:p w:rsidR="00714EBB" w:rsidRPr="00870ED0" w:rsidRDefault="00714EBB" w:rsidP="002854FB">
      <w:pPr>
        <w:pStyle w:val="EX"/>
      </w:pPr>
      <w:r w:rsidRPr="00870ED0">
        <w:t>Test Source:</w:t>
      </w:r>
      <w:r w:rsidRPr="00870ED0">
        <w:tab/>
        <w:t>Test_Api_2_Prh_Gcid.java</w:t>
      </w:r>
      <w:r w:rsidR="00AE177E" w:rsidRPr="00870ED0">
        <w:t>.</w:t>
      </w:r>
    </w:p>
    <w:p w:rsidR="00714EBB" w:rsidRPr="00870ED0" w:rsidRDefault="00714EBB" w:rsidP="002854FB">
      <w:pPr>
        <w:pStyle w:val="EX"/>
      </w:pPr>
      <w:r w:rsidRPr="00870ED0">
        <w:t xml:space="preserve">Test </w:t>
      </w:r>
      <w:r w:rsidR="00AE177E" w:rsidRPr="00870ED0">
        <w:t xml:space="preserve">Applet: </w:t>
      </w:r>
      <w:r w:rsidR="00AE177E" w:rsidRPr="00870ED0">
        <w:tab/>
      </w:r>
      <w:r w:rsidR="00AE177E" w:rsidRPr="00870ED0">
        <w:tab/>
        <w:t>Api_2_Prh_Gcid_1.java.</w:t>
      </w:r>
    </w:p>
    <w:p w:rsidR="00714EBB" w:rsidRPr="00870ED0" w:rsidRDefault="00714EBB" w:rsidP="002854FB">
      <w:pPr>
        <w:pStyle w:val="EX"/>
      </w:pPr>
      <w:r w:rsidRPr="00870ED0">
        <w:t>Cap File:</w:t>
      </w:r>
      <w:r w:rsidRPr="00870ED0">
        <w:tab/>
        <w:t>api_2_prh_gcid.cap</w:t>
      </w:r>
      <w:r w:rsidR="00AE177E" w:rsidRPr="00870ED0">
        <w:t>.</w:t>
      </w:r>
    </w:p>
    <w:p w:rsidR="00714EBB" w:rsidRPr="00870ED0" w:rsidRDefault="00714EBB" w:rsidP="00AE177E">
      <w:pPr>
        <w:pStyle w:val="Heading5"/>
      </w:pPr>
      <w:r w:rsidRPr="00870ED0">
        <w:t>5.2.5.21.3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rPr>
                <w:color w:val="000000"/>
              </w:rPr>
            </w:pPr>
            <w:r w:rsidRPr="00870ED0">
              <w:rPr>
                <w:color w:val="000000"/>
              </w:rPr>
              <w:t>C2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rPr>
                <w:color w:val="000000"/>
              </w:rPr>
            </w:pPr>
            <w:r w:rsidRPr="00870ED0">
              <w:rPr>
                <w:color w:val="000000"/>
              </w:rPr>
              <w:t>2</w:t>
            </w:r>
          </w:p>
        </w:tc>
      </w:tr>
    </w:tbl>
    <w:p w:rsidR="00714EBB" w:rsidRPr="00870ED0" w:rsidRDefault="00714EBB" w:rsidP="00AE177E"/>
    <w:p w:rsidR="00714EBB" w:rsidRPr="00870ED0" w:rsidRDefault="00714EBB" w:rsidP="00824EEF">
      <w:pPr>
        <w:pStyle w:val="Heading5"/>
        <w:keepNext w:val="0"/>
        <w:keepLines w:val="0"/>
      </w:pPr>
      <w:r w:rsidRPr="00870ED0">
        <w:t>5.2.5.20.4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824EEF">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rPr>
                <w:b w:val="0"/>
              </w:rPr>
            </w:pPr>
            <w:r w:rsidRPr="00870ED0">
              <w:rPr>
                <w:b w:val="0"/>
              </w:rPr>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PL"/>
              <w:rPr>
                <w:rFonts w:ascii="Arial" w:hAnsi="Arial"/>
                <w:noProof w:val="0"/>
                <w:sz w:val="18"/>
              </w:rPr>
            </w:pPr>
            <w:r w:rsidRPr="00870ED0">
              <w:rPr>
                <w:noProof w:val="0"/>
              </w:rPr>
              <w:t>Applet1 is installed with maximum number of channel = 01.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jc w:val="center"/>
              <w:rPr>
                <w:b/>
              </w:rPr>
            </w:pPr>
            <w:r w:rsidRPr="00870ED0">
              <w:rPr>
                <w:b/>
              </w:rPr>
              <w:t>Channel status TLV is not present</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Build and send a DISPLAY TEXT command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w:t>
            </w:r>
            <w:r w:rsidR="00AE177E" w:rsidRPr="00870ED0">
              <w:rPr>
                <w:noProof w:val="0"/>
              </w:rPr>
              <w:t>.getChannelIdentifier()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2- UNAVAILABLE_ELEMENT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DISPLAY TEXT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TERMINAL RESPONSE with no Channel status TLV available.</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rPr>
                <w:color w:val="000000"/>
              </w:rPr>
            </w:pPr>
            <w:r w:rsidRPr="00870ED0">
              <w:rPr>
                <w:color w:val="000000"/>
              </w:rPr>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jc w:val="center"/>
              <w:rPr>
                <w:b/>
              </w:rPr>
            </w:pPr>
            <w:r w:rsidRPr="00870ED0">
              <w:rPr>
                <w:b/>
              </w:rPr>
              <w:t>Channel status TLV with a length equal to 0</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Build and send a OPEN CHANNEL proactive command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w:t>
            </w:r>
            <w:r w:rsidR="00AE177E" w:rsidRPr="00870ED0">
              <w:rPr>
                <w:noProof w:val="0"/>
              </w:rPr>
              <w:t>.getChannelIdentifier()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r w:rsidRPr="00870ED0">
              <w:rPr>
                <w:color w:val="000000"/>
              </w:rPr>
              <w:t>2- OUT_OF_TLV_BOUNDARIES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rPr>
                <w:color w:val="000000"/>
              </w:rPr>
            </w:pPr>
            <w:r w:rsidRPr="00870ED0">
              <w:rPr>
                <w:color w:val="000000"/>
              </w:rPr>
              <w:t>1- OPEN CHANNEL Proactive command is fetched.</w:t>
            </w: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r w:rsidRPr="00870ED0">
              <w:rPr>
                <w:color w:val="000000"/>
              </w:rPr>
              <w:t>TERMINAL RESPONSE with Channel status TLV length equal to 0.</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3</w:t>
            </w:r>
          </w:p>
        </w:tc>
        <w:tc>
          <w:tcPr>
            <w:tcW w:w="4111" w:type="dxa"/>
            <w:tcBorders>
              <w:top w:val="nil"/>
              <w:left w:val="single" w:sz="4" w:space="0" w:color="auto"/>
              <w:bottom w:val="single" w:sz="4" w:space="0" w:color="auto"/>
              <w:right w:val="single" w:sz="4" w:space="0" w:color="auto"/>
            </w:tcBorders>
          </w:tcPr>
          <w:p w:rsidR="00714EBB" w:rsidRPr="00870ED0" w:rsidRDefault="00714EBB" w:rsidP="00824EEF">
            <w:pPr>
              <w:pStyle w:val="PL"/>
              <w:jc w:val="center"/>
              <w:rPr>
                <w:rFonts w:ascii="Arial" w:hAnsi="Arial"/>
                <w:b/>
                <w:noProof w:val="0"/>
                <w:sz w:val="18"/>
              </w:rPr>
            </w:pPr>
            <w:r w:rsidRPr="00870ED0">
              <w:rPr>
                <w:rFonts w:ascii="Arial" w:hAnsi="Arial"/>
                <w:b/>
                <w:noProof w:val="0"/>
                <w:sz w:val="18"/>
              </w:rPr>
              <w:t>Get channel identifier value</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Call ProactiveHandler.init() method to open a channel and ProactiveHandler.send()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ProactiveResponseHandler.getChannelIdentifier()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3- Call ProactiveHandler.initCloseChannel() and P</w:t>
            </w:r>
            <w:r w:rsidR="00AE177E" w:rsidRPr="00870ED0">
              <w:rPr>
                <w:noProof w:val="0"/>
              </w:rPr>
              <w:t>roactiveHandler.send() methods.</w:t>
            </w:r>
          </w:p>
        </w:tc>
        <w:tc>
          <w:tcPr>
            <w:tcW w:w="2911" w:type="dxa"/>
            <w:tcBorders>
              <w:top w:val="nil"/>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2- Returns 0x01</w:t>
            </w:r>
          </w:p>
          <w:p w:rsidR="00714EBB" w:rsidRPr="00870ED0" w:rsidRDefault="00714EBB" w:rsidP="00824EEF">
            <w:pPr>
              <w:pStyle w:val="TAL"/>
              <w:keepNext w:val="0"/>
              <w:keepLines w:val="0"/>
            </w:pPr>
          </w:p>
        </w:tc>
        <w:tc>
          <w:tcPr>
            <w:tcW w:w="2334" w:type="dxa"/>
            <w:tcBorders>
              <w:top w:val="nil"/>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OPEN CHANNEL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TERMINAL RESPONSE is issued with channel status value = 0x8100.</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PL"/>
              <w:jc w:val="center"/>
              <w:rPr>
                <w:rFonts w:ascii="Arial" w:hAnsi="Arial"/>
                <w:b/>
                <w:noProof w:val="0"/>
                <w:sz w:val="18"/>
              </w:rPr>
            </w:pPr>
            <w:r w:rsidRPr="00870ED0">
              <w:rPr>
                <w:rFonts w:ascii="Arial" w:hAnsi="Arial"/>
                <w:b/>
                <w:noProof w:val="0"/>
                <w:sz w:val="18"/>
              </w:rPr>
              <w:t>Get channel identifier value with 2 TLV</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Call ProactiveHandler.init() method to open a channel and ProactiveHandler.send()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ProactiveResponseHandler.getChannelIdentifier()</w:t>
            </w:r>
          </w:p>
          <w:p w:rsidR="00714EBB" w:rsidRPr="00870ED0" w:rsidRDefault="00714EBB" w:rsidP="00824EEF">
            <w:pPr>
              <w:pStyle w:val="PL"/>
              <w:rPr>
                <w:noProof w:val="0"/>
              </w:rPr>
            </w:pPr>
          </w:p>
          <w:p w:rsidR="00714EBB" w:rsidRPr="00870ED0" w:rsidRDefault="00714EBB" w:rsidP="00824EEF">
            <w:pPr>
              <w:pStyle w:val="PL"/>
              <w:rPr>
                <w:rFonts w:ascii="Arial" w:hAnsi="Arial"/>
                <w:noProof w:val="0"/>
                <w:sz w:val="18"/>
              </w:rPr>
            </w:pPr>
            <w:r w:rsidRPr="00870ED0">
              <w:rPr>
                <w:noProof w:val="0"/>
              </w:rPr>
              <w:t>3- Call ProactiveHandler.initCloseChannel() and ProactiveHandler.send() methods.</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2- Returns 0x01</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OPEN CHANNEL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 xml:space="preserve">TERMINAL RESPONSE is issued with channel status value = </w:t>
            </w:r>
            <w:r w:rsidRPr="00870ED0">
              <w:rPr>
                <w:color w:val="000000"/>
              </w:rPr>
              <w:t>0x8100 and 0x8200</w:t>
            </w:r>
            <w:r w:rsidRPr="00870ED0">
              <w:t>.</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PL"/>
              <w:keepNext/>
              <w:jc w:val="center"/>
              <w:rPr>
                <w:rFonts w:ascii="Arial" w:hAnsi="Arial"/>
                <w:noProof w:val="0"/>
                <w:sz w:val="18"/>
              </w:rPr>
            </w:pPr>
            <w:r w:rsidRPr="00870ED0">
              <w:rPr>
                <w:rFonts w:ascii="Arial" w:hAnsi="Arial"/>
                <w:b/>
                <w:noProof w:val="0"/>
                <w:sz w:val="18"/>
              </w:rPr>
              <w:t>Channel status TLV is currently selected TLV</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1- Call ProactiveHandler.init() method to open a channel and ProactiveHandler.send() method.</w:t>
            </w:r>
          </w:p>
          <w:p w:rsidR="00714EBB" w:rsidRPr="00870ED0" w:rsidRDefault="00714EBB" w:rsidP="00824EEF">
            <w:pPr>
              <w:pStyle w:val="PL"/>
              <w:keepNext/>
              <w:rPr>
                <w:noProof w:val="0"/>
              </w:rPr>
            </w:pPr>
            <w:r w:rsidRPr="00870ED0">
              <w:rPr>
                <w:noProof w:val="0"/>
              </w:rPr>
              <w:t>Call ViewHandler.FindTLV() method with Device Identity Tag.</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2- Call ProactiveResponseHandler.getChannelIdentifier() method.</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3- Compare ProactiveResponseHandler.getChannelIdentifier() and ViewHandler.</w:t>
            </w:r>
            <w:r w:rsidR="00AE177E" w:rsidRPr="00870ED0">
              <w:rPr>
                <w:noProof w:val="0"/>
              </w:rPr>
              <w:t>getValueByte(0) method results.</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r w:rsidRPr="00870ED0">
              <w:t>2- Returns 0x03</w:t>
            </w:r>
          </w:p>
          <w:p w:rsidR="00714EBB" w:rsidRPr="00870ED0" w:rsidRDefault="00714EBB" w:rsidP="00824EEF">
            <w:pPr>
              <w:pStyle w:val="TAL"/>
              <w:keepLines w:val="0"/>
            </w:pPr>
          </w:p>
          <w:p w:rsidR="00714EBB" w:rsidRPr="00870ED0" w:rsidRDefault="00714EBB" w:rsidP="00824EEF">
            <w:pPr>
              <w:pStyle w:val="TAL"/>
              <w:keepLines w:val="0"/>
            </w:pPr>
            <w:r w:rsidRPr="00870ED0">
              <w:t>3- Check getChannelIdentifier() =getValueByte(0)</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r w:rsidRPr="00870ED0">
              <w:t>1- OPEN CHANNEL Proactive Command is fetched.</w:t>
            </w:r>
          </w:p>
          <w:p w:rsidR="00714EBB" w:rsidRPr="00870ED0" w:rsidRDefault="00714EBB" w:rsidP="00824EEF">
            <w:pPr>
              <w:pStyle w:val="TAL"/>
              <w:keepLines w:val="0"/>
            </w:pPr>
          </w:p>
          <w:p w:rsidR="00714EBB" w:rsidRPr="00870ED0" w:rsidRDefault="00714EBB" w:rsidP="00824EEF">
            <w:pPr>
              <w:pStyle w:val="TAL"/>
              <w:keepLines w:val="0"/>
            </w:pPr>
            <w:r w:rsidRPr="00870ED0">
              <w:t>TERMINAL RESPONSE is issued with channel status value = 0x030</w:t>
            </w:r>
            <w:r w:rsidRPr="00870ED0">
              <w:rPr>
                <w:color w:val="000000"/>
              </w:rPr>
              <w:t>5</w:t>
            </w:r>
            <w:r w:rsidRPr="00870ED0">
              <w:rPr>
                <w:strike/>
              </w:rPr>
              <w:t>.</w:t>
            </w:r>
          </w:p>
        </w:tc>
      </w:tr>
    </w:tbl>
    <w:p w:rsidR="00714EBB" w:rsidRPr="00870ED0" w:rsidRDefault="00714EBB" w:rsidP="00824EEF"/>
    <w:p w:rsidR="00714EBB" w:rsidRPr="00870ED0" w:rsidRDefault="00714EBB" w:rsidP="00AE177E">
      <w:pPr>
        <w:pStyle w:val="Heading4"/>
      </w:pPr>
      <w:r w:rsidRPr="00870ED0">
        <w:t>5.2.5.21</w:t>
      </w:r>
      <w:r w:rsidRPr="00870ED0">
        <w:tab/>
        <w:t>Method copyChannelData</w:t>
      </w:r>
    </w:p>
    <w:p w:rsidR="00714EBB" w:rsidRPr="00870ED0" w:rsidRDefault="00714EBB" w:rsidP="00AE177E">
      <w:pPr>
        <w:keepNext/>
        <w:keepLines/>
      </w:pPr>
      <w:r w:rsidRPr="00870ED0">
        <w:t>Test Area Reference: Api_2_Prh_Cchd</w:t>
      </w:r>
      <w:r w:rsidR="00AE177E" w:rsidRPr="00870ED0">
        <w:t>.</w:t>
      </w:r>
    </w:p>
    <w:p w:rsidR="00714EBB" w:rsidRPr="00870ED0" w:rsidRDefault="00714EBB" w:rsidP="00AE177E">
      <w:pPr>
        <w:pStyle w:val="Heading5"/>
      </w:pPr>
      <w:r w:rsidRPr="00870ED0">
        <w:t>5.2</w:t>
      </w:r>
      <w:r w:rsidR="00AE177E" w:rsidRPr="00870ED0">
        <w:t>.5.21.1</w:t>
      </w:r>
      <w:r w:rsidR="00AE177E" w:rsidRPr="00870ED0">
        <w:tab/>
        <w:t>Conformance requirement</w:t>
      </w:r>
    </w:p>
    <w:p w:rsidR="00714EBB" w:rsidRPr="00870ED0" w:rsidRDefault="00714EBB" w:rsidP="00AE177E">
      <w:pPr>
        <w:keepNext/>
        <w:keepLines/>
      </w:pPr>
      <w:r w:rsidRPr="00870ED0">
        <w:t>The method with following header shall be compliant to its definition in the API.</w:t>
      </w:r>
    </w:p>
    <w:p w:rsidR="00714EBB" w:rsidRPr="00870ED0" w:rsidRDefault="00714EBB" w:rsidP="00AE177E">
      <w:pPr>
        <w:pStyle w:val="PL"/>
        <w:keepNext/>
        <w:keepLines/>
        <w:rPr>
          <w:noProof w:val="0"/>
        </w:rPr>
      </w:pPr>
      <w:r w:rsidRPr="00870ED0">
        <w:rPr>
          <w:noProof w:val="0"/>
        </w:rPr>
        <w:t>public short copyChannelData(byte[] dstBuffer,</w:t>
      </w:r>
    </w:p>
    <w:p w:rsidR="00714EBB" w:rsidRPr="00870ED0" w:rsidRDefault="00714EBB" w:rsidP="00AE177E">
      <w:pPr>
        <w:pStyle w:val="PL"/>
        <w:keepNext/>
        <w:keepLines/>
        <w:rPr>
          <w:noProof w:val="0"/>
        </w:rPr>
      </w:pPr>
      <w:r w:rsidRPr="00870ED0">
        <w:rPr>
          <w:noProof w:val="0"/>
        </w:rPr>
        <w:t xml:space="preserve">                             short dstOffset,</w:t>
      </w:r>
    </w:p>
    <w:p w:rsidR="00714EBB" w:rsidRPr="00870ED0" w:rsidRDefault="00714EBB" w:rsidP="00AE177E">
      <w:pPr>
        <w:pStyle w:val="PL"/>
        <w:keepNext/>
        <w:keepLines/>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AE177E" w:rsidRPr="00870ED0" w:rsidRDefault="00AE177E">
      <w:pPr>
        <w:pStyle w:val="PL"/>
        <w:rPr>
          <w:noProof w:val="0"/>
        </w:rPr>
      </w:pPr>
    </w:p>
    <w:p w:rsidR="00714EBB" w:rsidRPr="00870ED0" w:rsidRDefault="00714EBB">
      <w:pPr>
        <w:pStyle w:val="H6"/>
        <w:outlineLvl w:val="0"/>
      </w:pPr>
      <w:r w:rsidRPr="00870ED0">
        <w:t>5.2.5.21.1</w:t>
      </w:r>
      <w:r w:rsidR="00AE177E" w:rsidRPr="00870ED0">
        <w:t>.1</w:t>
      </w:r>
      <w:r w:rsidRPr="00870ED0">
        <w:tab/>
        <w:t>Normal execution</w:t>
      </w:r>
    </w:p>
    <w:p w:rsidR="00714EBB" w:rsidRPr="00870ED0" w:rsidRDefault="00714EBB">
      <w:pPr>
        <w:pStyle w:val="B1"/>
      </w:pPr>
      <w:r w:rsidRPr="00870ED0">
        <w:t>CRRN1: The method shall copy a part of the Channel data string field.</w:t>
      </w:r>
    </w:p>
    <w:p w:rsidR="00714EBB" w:rsidRPr="00870ED0" w:rsidRDefault="00714EBB">
      <w:pPr>
        <w:pStyle w:val="B1"/>
      </w:pPr>
      <w:r w:rsidRPr="00870ED0">
        <w:t>CRRN2: The Channel data string field value returned shall be the first Channel data TLV element of the current response data field.</w:t>
      </w:r>
    </w:p>
    <w:p w:rsidR="00714EBB" w:rsidRPr="00870ED0" w:rsidRDefault="00714EBB">
      <w:pPr>
        <w:pStyle w:val="B1"/>
      </w:pPr>
      <w:r w:rsidRPr="00870ED0">
        <w:t>CRRN3: If the element is available it becomes the currenly selected TLV.</w:t>
      </w:r>
    </w:p>
    <w:p w:rsidR="00714EBB" w:rsidRPr="00870ED0" w:rsidRDefault="00714EBB">
      <w:pPr>
        <w:pStyle w:val="B1"/>
      </w:pPr>
      <w:r w:rsidRPr="00870ED0">
        <w:t>CRRN4: Returns dstOffset + dstLength.</w:t>
      </w:r>
    </w:p>
    <w:p w:rsidR="00714EBB" w:rsidRPr="00870ED0" w:rsidRDefault="00714EBB">
      <w:pPr>
        <w:pStyle w:val="H6"/>
        <w:outlineLvl w:val="0"/>
      </w:pPr>
      <w:r w:rsidRPr="00870ED0">
        <w:t>5.2.5.21.</w:t>
      </w:r>
      <w:r w:rsidR="00AE177E" w:rsidRPr="00870ED0">
        <w:t>1.</w:t>
      </w:r>
      <w:r w:rsidRPr="00870ED0">
        <w:t>2</w:t>
      </w:r>
      <w:r w:rsidRPr="00870ED0">
        <w:tab/>
        <w:t>Parameter errors</w:t>
      </w:r>
    </w:p>
    <w:p w:rsidR="00714EBB" w:rsidRPr="00870ED0" w:rsidRDefault="00714EBB">
      <w:pPr>
        <w:pStyle w:val="B1"/>
      </w:pPr>
      <w:r w:rsidRPr="00870ED0">
        <w:t>CRRP1: If dstBuffer is null, a NullPointerException is thrown.</w:t>
      </w:r>
    </w:p>
    <w:p w:rsidR="00714EBB" w:rsidRPr="00870ED0" w:rsidRDefault="00714EBB">
      <w:pPr>
        <w:pStyle w:val="B1"/>
      </w:pPr>
      <w:r w:rsidRPr="00870ED0">
        <w:t>CRRP2: If dstOffset or dstLength parameter is negative an ArrayIndexOutOfBoundsException exception is thrown and no copy is performed.</w:t>
      </w:r>
    </w:p>
    <w:p w:rsidR="00714EBB" w:rsidRPr="00870ED0" w:rsidRDefault="00714EBB">
      <w:pPr>
        <w:pStyle w:val="B1"/>
      </w:pPr>
      <w:r w:rsidRPr="00870ED0">
        <w:t>CRRP3: If dstOffset+dstLength is greater than dstBuffer.length, the length of the dstBuffer array an ArrayIndexOutOfBoundsException exception is thrown and no copy is performed.</w:t>
      </w:r>
    </w:p>
    <w:p w:rsidR="00714EBB" w:rsidRPr="00870ED0" w:rsidRDefault="00714EBB">
      <w:pPr>
        <w:pStyle w:val="B1"/>
      </w:pPr>
      <w:r w:rsidRPr="00870ED0">
        <w:t>CRRP4: If dstLength is greater than the value field of the available TLV, a OUT_OF_TLV_BOUNDARIES ToolkitException is thrown.</w:t>
      </w:r>
    </w:p>
    <w:p w:rsidR="00714EBB" w:rsidRPr="00870ED0" w:rsidRDefault="00714EBB">
      <w:pPr>
        <w:pStyle w:val="H6"/>
        <w:outlineLvl w:val="0"/>
      </w:pPr>
      <w:r w:rsidRPr="00870ED0">
        <w:t>5.2.5.21.</w:t>
      </w:r>
      <w:r w:rsidR="00AE177E" w:rsidRPr="00870ED0">
        <w:t>1.</w:t>
      </w:r>
      <w:r w:rsidRPr="00870ED0">
        <w:t>3</w:t>
      </w:r>
      <w:r w:rsidRPr="00870ED0">
        <w:tab/>
        <w:t>Context errors</w:t>
      </w:r>
    </w:p>
    <w:p w:rsidR="00714EBB" w:rsidRPr="00870ED0" w:rsidRDefault="00714EBB">
      <w:pPr>
        <w:pStyle w:val="B1"/>
      </w:pPr>
      <w:r w:rsidRPr="00870ED0">
        <w:t>CRRC1: The method shall throw a UNAVAILABLE_ELEMENT ToolkitException if the Result TLV is not present.</w:t>
      </w:r>
    </w:p>
    <w:p w:rsidR="00714EBB" w:rsidRPr="00870ED0" w:rsidRDefault="00AE177E" w:rsidP="00824EEF">
      <w:pPr>
        <w:pStyle w:val="Heading5"/>
      </w:pPr>
      <w:r w:rsidRPr="00870ED0">
        <w:lastRenderedPageBreak/>
        <w:t>5.2.5.21.2</w:t>
      </w:r>
      <w:r w:rsidR="00714EBB" w:rsidRPr="00870ED0">
        <w:tab/>
        <w:t>Test area files</w:t>
      </w:r>
    </w:p>
    <w:p w:rsidR="00714EBB" w:rsidRPr="00870ED0" w:rsidRDefault="00714EBB" w:rsidP="00824EEF">
      <w:pPr>
        <w:pStyle w:val="EX"/>
        <w:keepNext/>
      </w:pPr>
      <w:r w:rsidRPr="00870ED0">
        <w:t>Test Source:</w:t>
      </w:r>
      <w:r w:rsidRPr="00870ED0">
        <w:tab/>
        <w:t>Test_Api_2_Prh_Cchd.java</w:t>
      </w:r>
      <w:r w:rsidR="00AE177E" w:rsidRPr="00870ED0">
        <w:t>.</w:t>
      </w:r>
    </w:p>
    <w:p w:rsidR="00714EBB" w:rsidRPr="00870ED0" w:rsidRDefault="00714EBB" w:rsidP="002854FB">
      <w:pPr>
        <w:pStyle w:val="EX"/>
      </w:pPr>
      <w:r w:rsidRPr="00870ED0">
        <w:t xml:space="preserve">Test </w:t>
      </w:r>
      <w:r w:rsidR="00EB39BD" w:rsidRPr="00870ED0">
        <w:t xml:space="preserve">Applet: </w:t>
      </w:r>
      <w:r w:rsidR="00AE177E" w:rsidRPr="00870ED0">
        <w:tab/>
        <w:t>Api_2_Prh_Cchd_1.java.</w:t>
      </w:r>
    </w:p>
    <w:p w:rsidR="00714EBB" w:rsidRPr="00870ED0" w:rsidRDefault="00714EBB" w:rsidP="002854FB">
      <w:pPr>
        <w:pStyle w:val="EX"/>
      </w:pPr>
      <w:r w:rsidRPr="00870ED0">
        <w:t>Cap File:</w:t>
      </w:r>
      <w:r w:rsidRPr="00870ED0">
        <w:tab/>
        <w:t>api_2_prh_cchd.cap</w:t>
      </w:r>
      <w:r w:rsidR="00AE177E" w:rsidRPr="00870ED0">
        <w:t>.</w:t>
      </w:r>
    </w:p>
    <w:p w:rsidR="00714EBB" w:rsidRPr="00870ED0" w:rsidRDefault="00714EBB" w:rsidP="00AE177E">
      <w:pPr>
        <w:pStyle w:val="Heading5"/>
      </w:pPr>
      <w:r w:rsidRPr="00870ED0">
        <w:t>5.2.5.21.3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7, 10, 12, 14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N4</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8, 11, 13, 15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P4</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6</w:t>
            </w:r>
          </w:p>
        </w:tc>
      </w:tr>
    </w:tbl>
    <w:p w:rsidR="00714EBB" w:rsidRPr="00870ED0" w:rsidRDefault="00714EBB" w:rsidP="00AE177E"/>
    <w:p w:rsidR="00714EBB" w:rsidRPr="00870ED0" w:rsidRDefault="00714EBB" w:rsidP="00AE177E">
      <w:pPr>
        <w:pStyle w:val="Heading5"/>
      </w:pPr>
      <w:r w:rsidRPr="00870ED0">
        <w:t>5.2.5.21.4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AE177E">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rPr>
                <w:b w:val="0"/>
              </w:rPr>
            </w:pPr>
            <w:r w:rsidRPr="00870ED0">
              <w:rPr>
                <w:b w:val="0"/>
              </w:rPr>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PL"/>
              <w:rPr>
                <w:noProof w:val="0"/>
              </w:rPr>
            </w:pPr>
            <w:r w:rsidRPr="00870ED0">
              <w:rPr>
                <w:noProof w:val="0"/>
              </w:rPr>
              <w:t>1- Applet1 is installed with maximum number of channel = 01.</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2- Applet1 builds proactive commands OPEN CHANNEL with init() method in order to open one channel.</w:t>
            </w:r>
          </w:p>
          <w:p w:rsidR="00714EBB" w:rsidRPr="00870ED0" w:rsidRDefault="00714EBB" w:rsidP="00AE177E">
            <w:pPr>
              <w:pStyle w:val="PL"/>
              <w:rPr>
                <w:noProof w:val="0"/>
              </w:rPr>
            </w:pPr>
            <w:r w:rsidRPr="00870ED0">
              <w:rPr>
                <w:noProof w:val="0"/>
              </w:rPr>
              <w:t>ProactiveHandler.send() method is called.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extcell"/>
              <w:jc w:val="left"/>
              <w:rPr>
                <w:rFonts w:ascii="Arial" w:hAnsi="Arial"/>
                <w:sz w:val="18"/>
                <w:lang w:val="en-GB"/>
              </w:rPr>
            </w:pPr>
            <w:r w:rsidRPr="00870ED0">
              <w:rPr>
                <w:rFonts w:ascii="Arial" w:hAnsi="Arial"/>
                <w:sz w:val="18"/>
                <w:lang w:val="en-GB"/>
              </w:rPr>
              <w:t>2- OPEN CHANNEL proactive command is fetched</w:t>
            </w:r>
          </w:p>
          <w:p w:rsidR="00714EBB" w:rsidRPr="00870ED0" w:rsidRDefault="00714EBB" w:rsidP="00AE177E">
            <w:pPr>
              <w:pStyle w:val="textcell"/>
              <w:jc w:val="left"/>
              <w:rPr>
                <w:rFonts w:ascii="Arial" w:hAnsi="Arial"/>
                <w:sz w:val="18"/>
                <w:lang w:val="en-GB"/>
              </w:rPr>
            </w:pPr>
          </w:p>
          <w:p w:rsidR="00714EBB" w:rsidRPr="00870ED0" w:rsidRDefault="00714EBB" w:rsidP="00AE177E">
            <w:pPr>
              <w:pStyle w:val="TAH"/>
              <w:keepNext w:val="0"/>
              <w:keepLines w:val="0"/>
              <w:jc w:val="left"/>
            </w:pPr>
            <w:r w:rsidRPr="00870ED0">
              <w:rPr>
                <w:b w:val="0"/>
              </w:rPr>
              <w:t>TERMINAL RESPONSE is issued with Channel Id = 01</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rPr>
                <w:rFonts w:ascii="Courier New" w:hAnsi="Courier New"/>
                <w:b w:val="0"/>
                <w:sz w:val="16"/>
              </w:rPr>
            </w:pPr>
            <w:r w:rsidRPr="00870ED0">
              <w:t>CopyChannelData() with NULL dstBuffer</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Build and send a RECEIVE DATA command</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Call ProactiveResponseHandler.copyChannelData() dstBuffer = NULL</w:t>
            </w:r>
          </w:p>
          <w:p w:rsidR="00714EBB" w:rsidRPr="00870ED0" w:rsidRDefault="00714EBB" w:rsidP="00AE177E">
            <w:pPr>
              <w:pStyle w:val="PL"/>
              <w:rPr>
                <w:noProof w:val="0"/>
              </w:rPr>
            </w:pPr>
            <w:r w:rsidRPr="00870ED0">
              <w:rPr>
                <w:noProof w:val="0"/>
              </w:rPr>
              <w:t>DstOffset = 0</w:t>
            </w:r>
          </w:p>
          <w:p w:rsidR="00714EBB" w:rsidRPr="00870ED0" w:rsidRDefault="00714EBB" w:rsidP="00AE177E">
            <w:pPr>
              <w:pStyle w:val="PL"/>
              <w:rPr>
                <w:noProof w:val="0"/>
              </w:rPr>
            </w:pPr>
            <w:r w:rsidRPr="00870ED0">
              <w:rPr>
                <w:noProof w:val="0"/>
              </w:rPr>
              <w:t>DstLength = 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NullPointerException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RECEIVE DATA Proactive command is fetched.</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TERMINAL RESPONSE with not empty Channel Data TLV is issued.</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2</w:t>
            </w:r>
          </w:p>
        </w:tc>
        <w:tc>
          <w:tcPr>
            <w:tcW w:w="4111" w:type="dxa"/>
            <w:tcBorders>
              <w:top w:val="nil"/>
              <w:left w:val="single" w:sz="4" w:space="0" w:color="auto"/>
              <w:bottom w:val="single" w:sz="4" w:space="0" w:color="auto"/>
              <w:right w:val="single" w:sz="4" w:space="0" w:color="auto"/>
            </w:tcBorders>
          </w:tcPr>
          <w:p w:rsidR="00714EBB" w:rsidRPr="00870ED0" w:rsidRDefault="00714EBB" w:rsidP="00AE177E">
            <w:pPr>
              <w:pStyle w:val="TAH"/>
              <w:keepNext w:val="0"/>
              <w:keepLines w:val="0"/>
              <w:rPr>
                <w:rFonts w:ascii="Courier New" w:hAnsi="Courier New"/>
                <w:sz w:val="16"/>
              </w:rPr>
            </w:pPr>
            <w:r w:rsidRPr="00870ED0">
              <w:t>CopyChannelData() with negative dstOffset</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1- call init() method for the RECEIVE DATA proactive command.</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2- call ProactiveResponseHandler.copyChannelData()</w:t>
            </w:r>
          </w:p>
          <w:p w:rsidR="00714EBB" w:rsidRPr="00870ED0" w:rsidRDefault="00714EBB" w:rsidP="00AE177E">
            <w:pPr>
              <w:pStyle w:val="PL"/>
              <w:rPr>
                <w:noProof w:val="0"/>
              </w:rPr>
            </w:pPr>
            <w:r w:rsidRPr="00870ED0">
              <w:rPr>
                <w:noProof w:val="0"/>
              </w:rPr>
              <w:t>DstBuffer.length = 6</w:t>
            </w:r>
          </w:p>
          <w:p w:rsidR="00714EBB" w:rsidRPr="00870ED0" w:rsidRDefault="00714EBB" w:rsidP="00AE177E">
            <w:pPr>
              <w:pStyle w:val="PL"/>
              <w:rPr>
                <w:noProof w:val="0"/>
              </w:rPr>
            </w:pPr>
            <w:r w:rsidRPr="00870ED0">
              <w:rPr>
                <w:noProof w:val="0"/>
              </w:rPr>
              <w:t>DstOffset = -1</w:t>
            </w:r>
          </w:p>
          <w:p w:rsidR="00714EBB" w:rsidRPr="00870ED0" w:rsidRDefault="00714EBB" w:rsidP="00AE177E">
            <w:pPr>
              <w:pStyle w:val="PL"/>
              <w:rPr>
                <w:noProof w:val="0"/>
              </w:rPr>
            </w:pPr>
            <w:r w:rsidRPr="00870ED0">
              <w:rPr>
                <w:noProof w:val="0"/>
              </w:rPr>
              <w:t>DstLength = 1</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3- check dstBuffer is empty.</w:t>
            </w:r>
          </w:p>
        </w:tc>
        <w:tc>
          <w:tcPr>
            <w:tcW w:w="2911" w:type="dxa"/>
            <w:tcBorders>
              <w:top w:val="nil"/>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2- an ArrayIndexOutOfBoundsException exception is thrown.</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3- no copy is performed.</w:t>
            </w:r>
          </w:p>
        </w:tc>
        <w:tc>
          <w:tcPr>
            <w:tcW w:w="2334" w:type="dxa"/>
            <w:tcBorders>
              <w:top w:val="nil"/>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1- RECEIVE DATA proactive command is fetched.</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TERMINAL RESPONSE with 6 bytes avalaible (‘Hello1’)</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rPr>
                <w:rFonts w:ascii="Courier New" w:hAnsi="Courier New"/>
                <w:sz w:val="16"/>
              </w:rPr>
            </w:pPr>
            <w:r w:rsidRPr="00870ED0">
              <w:t>CopyChannelData() with negative dstLength</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 xml:space="preserve">1- call ProactiveResponseHandler.copyChannelData() </w:t>
            </w:r>
          </w:p>
          <w:p w:rsidR="00714EBB" w:rsidRPr="00870ED0" w:rsidRDefault="00714EBB" w:rsidP="00AE177E">
            <w:pPr>
              <w:pStyle w:val="PL"/>
              <w:rPr>
                <w:noProof w:val="0"/>
              </w:rPr>
            </w:pPr>
            <w:r w:rsidRPr="00870ED0">
              <w:rPr>
                <w:noProof w:val="0"/>
              </w:rPr>
              <w:t>DstBuffer.length = 6</w:t>
            </w:r>
          </w:p>
          <w:p w:rsidR="00714EBB" w:rsidRPr="00870ED0" w:rsidRDefault="00714EBB" w:rsidP="00AE177E">
            <w:pPr>
              <w:pStyle w:val="PL"/>
              <w:rPr>
                <w:noProof w:val="0"/>
              </w:rPr>
            </w:pPr>
            <w:r w:rsidRPr="00870ED0">
              <w:rPr>
                <w:noProof w:val="0"/>
              </w:rPr>
              <w:t>DstOffset = 0</w:t>
            </w:r>
          </w:p>
          <w:p w:rsidR="00714EBB" w:rsidRPr="00870ED0" w:rsidRDefault="00714EBB" w:rsidP="00AE177E">
            <w:pPr>
              <w:pStyle w:val="PL"/>
              <w:rPr>
                <w:noProof w:val="0"/>
              </w:rPr>
            </w:pPr>
            <w:r w:rsidRPr="00870ED0">
              <w:rPr>
                <w:noProof w:val="0"/>
              </w:rPr>
              <w:t>DstLength = -1</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2- check dstBuffer is empty.</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1- an ArrayIndexOutOfBoundsException exception is thrown.</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2- no copy is performed.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rPr>
                <w:rFonts w:ascii="Courier New" w:hAnsi="Courier New"/>
                <w:sz w:val="16"/>
              </w:rPr>
            </w:pPr>
            <w:r w:rsidRPr="00870ED0">
              <w:t>CopyChannelData() with dstOffset+dstLength greater than dstBuffer.length</w:t>
            </w:r>
          </w:p>
          <w:p w:rsidR="00714EBB" w:rsidRPr="00870ED0" w:rsidRDefault="00714EBB" w:rsidP="00824EEF">
            <w:pPr>
              <w:pStyle w:val="TAH"/>
              <w:keepLines w:val="0"/>
              <w:rPr>
                <w:rFonts w:ascii="Courier New" w:hAnsi="Courier New"/>
                <w:sz w:val="16"/>
              </w:rPr>
            </w:pPr>
          </w:p>
          <w:p w:rsidR="00714EBB" w:rsidRPr="00870ED0" w:rsidRDefault="00714EBB" w:rsidP="00824EEF">
            <w:pPr>
              <w:pStyle w:val="PL"/>
              <w:keepNext/>
              <w:rPr>
                <w:noProof w:val="0"/>
              </w:rPr>
            </w:pPr>
            <w:r w:rsidRPr="00870ED0">
              <w:rPr>
                <w:noProof w:val="0"/>
              </w:rPr>
              <w:t>1- call ProactiveResponseHandler.copyChannelData() with dstOffset+dstLength greater than dstBuffer.length.</w:t>
            </w:r>
          </w:p>
          <w:p w:rsidR="00714EBB" w:rsidRPr="00870ED0" w:rsidRDefault="00714EBB" w:rsidP="00824EEF">
            <w:pPr>
              <w:pStyle w:val="PL"/>
              <w:keepNext/>
              <w:rPr>
                <w:noProof w:val="0"/>
              </w:rPr>
            </w:pPr>
            <w:r w:rsidRPr="00870ED0">
              <w:rPr>
                <w:noProof w:val="0"/>
              </w:rPr>
              <w:t>DstBuffer.length = 6</w:t>
            </w:r>
          </w:p>
          <w:p w:rsidR="00714EBB" w:rsidRPr="00870ED0" w:rsidRDefault="00714EBB" w:rsidP="00824EEF">
            <w:pPr>
              <w:pStyle w:val="PL"/>
              <w:keepNext/>
              <w:rPr>
                <w:noProof w:val="0"/>
              </w:rPr>
            </w:pPr>
            <w:r w:rsidRPr="00870ED0">
              <w:rPr>
                <w:noProof w:val="0"/>
              </w:rPr>
              <w:t>DstOffset = 5</w:t>
            </w:r>
          </w:p>
          <w:p w:rsidR="00714EBB" w:rsidRPr="00870ED0" w:rsidRDefault="00714EBB" w:rsidP="00824EEF">
            <w:pPr>
              <w:pStyle w:val="PL"/>
              <w:keepNext/>
              <w:rPr>
                <w:noProof w:val="0"/>
              </w:rPr>
            </w:pPr>
            <w:r w:rsidRPr="00870ED0">
              <w:rPr>
                <w:noProof w:val="0"/>
              </w:rPr>
              <w:t>DstLength = 2</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2- check dstBuffer is empty.</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r w:rsidRPr="00870ED0">
              <w:t>1- an ArrayIndexOutOfBoundsException exception is thrown.</w:t>
            </w:r>
          </w:p>
          <w:p w:rsidR="00714EBB" w:rsidRPr="00870ED0" w:rsidRDefault="00714EBB" w:rsidP="00824EEF">
            <w:pPr>
              <w:pStyle w:val="TAL"/>
              <w:keepLines w:val="0"/>
            </w:pPr>
          </w:p>
          <w:p w:rsidR="00714EBB" w:rsidRPr="00870ED0" w:rsidRDefault="00714EBB" w:rsidP="00824EEF">
            <w:pPr>
              <w:pStyle w:val="TAL"/>
              <w:keepLines w:val="0"/>
            </w:pPr>
            <w:r w:rsidRPr="00870ED0">
              <w:t>2- no copy is performed.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pPr>
            <w:r w:rsidRPr="00870ED0">
              <w:t>CopyChannelData() with dstLength too large</w:t>
            </w:r>
          </w:p>
          <w:p w:rsidR="00714EBB" w:rsidRPr="00870ED0" w:rsidRDefault="00714EBB" w:rsidP="00AE177E">
            <w:pPr>
              <w:pStyle w:val="TAH"/>
              <w:rPr>
                <w:rFonts w:ascii="Courier New" w:hAnsi="Courier New"/>
                <w:sz w:val="16"/>
              </w:rPr>
            </w:pPr>
          </w:p>
          <w:p w:rsidR="00714EBB" w:rsidRPr="00870ED0" w:rsidRDefault="00714EBB" w:rsidP="00AE177E">
            <w:pPr>
              <w:pStyle w:val="PL"/>
              <w:keepNext/>
              <w:keepLines/>
              <w:rPr>
                <w:noProof w:val="0"/>
              </w:rPr>
            </w:pPr>
            <w:r w:rsidRPr="00870ED0">
              <w:rPr>
                <w:noProof w:val="0"/>
              </w:rPr>
              <w:t>Call ProactiveResponseHandler.copyChannelData() with dstLength greater than the value field of the available TLV.</w:t>
            </w:r>
          </w:p>
          <w:p w:rsidR="00714EBB" w:rsidRPr="00870ED0" w:rsidRDefault="00714EBB" w:rsidP="00AE177E">
            <w:pPr>
              <w:pStyle w:val="PL"/>
              <w:keepNext/>
              <w:keepLines/>
              <w:rPr>
                <w:noProof w:val="0"/>
              </w:rPr>
            </w:pPr>
            <w:r w:rsidRPr="00870ED0">
              <w:rPr>
                <w:noProof w:val="0"/>
              </w:rPr>
              <w:t>DstBuffer.length = 10</w:t>
            </w:r>
          </w:p>
          <w:p w:rsidR="00714EBB" w:rsidRPr="00870ED0" w:rsidRDefault="00714EBB" w:rsidP="00AE177E">
            <w:pPr>
              <w:pStyle w:val="PL"/>
              <w:keepNext/>
              <w:keepLines/>
              <w:rPr>
                <w:noProof w:val="0"/>
              </w:rPr>
            </w:pPr>
            <w:r w:rsidRPr="00870ED0">
              <w:rPr>
                <w:noProof w:val="0"/>
              </w:rPr>
              <w:t>DstOffset = 0</w:t>
            </w:r>
          </w:p>
          <w:p w:rsidR="00714EBB" w:rsidRPr="00870ED0" w:rsidRDefault="00714EBB" w:rsidP="0041421C">
            <w:pPr>
              <w:pStyle w:val="PL"/>
              <w:keepNext/>
              <w:keepLines/>
              <w:rPr>
                <w:noProof w:val="0"/>
              </w:rPr>
            </w:pPr>
            <w:r w:rsidRPr="00870ED0">
              <w:rPr>
                <w:noProof w:val="0"/>
              </w:rPr>
              <w:t>DstLength = 10</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pPr>
            <w:r w:rsidRPr="00870ED0">
              <w:t>an OUT_OF_TLV_BOUNDARIES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CopyChannelData() without Channel Data TLV element</w:t>
            </w:r>
          </w:p>
          <w:p w:rsidR="00714EBB" w:rsidRPr="00870ED0" w:rsidRDefault="00714EBB" w:rsidP="00AE177E">
            <w:pPr>
              <w:pStyle w:val="TAH"/>
              <w:keepNext w:val="0"/>
              <w:keepLines w:val="0"/>
              <w:rPr>
                <w:rFonts w:ascii="Courier New" w:hAnsi="Courier New"/>
                <w:sz w:val="16"/>
              </w:rPr>
            </w:pPr>
          </w:p>
          <w:p w:rsidR="00714EBB" w:rsidRPr="00870ED0" w:rsidRDefault="00714EBB" w:rsidP="00AE177E">
            <w:pPr>
              <w:pStyle w:val="PL"/>
              <w:rPr>
                <w:noProof w:val="0"/>
              </w:rPr>
            </w:pPr>
            <w:r w:rsidRPr="00870ED0">
              <w:rPr>
                <w:noProof w:val="0"/>
              </w:rPr>
              <w:t>1- call init() method for the RECEIVE DATA proactive command.</w:t>
            </w:r>
          </w:p>
          <w:p w:rsidR="00714EBB" w:rsidRPr="00870ED0" w:rsidRDefault="00714EBB" w:rsidP="00AE177E">
            <w:pPr>
              <w:pStyle w:val="PL"/>
              <w:rPr>
                <w:noProof w:val="0"/>
              </w:rPr>
            </w:pPr>
            <w:r w:rsidRPr="00870ED0">
              <w:rPr>
                <w:noProof w:val="0"/>
              </w:rPr>
              <w:t>Call send() method.</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2- call ProactiveResponseHandler.copyChannelData()</w:t>
            </w:r>
          </w:p>
          <w:p w:rsidR="00714EBB" w:rsidRPr="00870ED0" w:rsidRDefault="00714EBB" w:rsidP="00AE177E">
            <w:pPr>
              <w:pStyle w:val="PL"/>
              <w:rPr>
                <w:noProof w:val="0"/>
              </w:rPr>
            </w:pPr>
            <w:r w:rsidRPr="00870ED0">
              <w:rPr>
                <w:noProof w:val="0"/>
              </w:rPr>
              <w:t>DstBuffer.length = 10</w:t>
            </w:r>
          </w:p>
          <w:p w:rsidR="00714EBB" w:rsidRPr="00870ED0" w:rsidRDefault="00714EBB" w:rsidP="00AE177E">
            <w:pPr>
              <w:pStyle w:val="PL"/>
              <w:rPr>
                <w:noProof w:val="0"/>
              </w:rPr>
            </w:pPr>
            <w:r w:rsidRPr="00870ED0">
              <w:rPr>
                <w:noProof w:val="0"/>
              </w:rPr>
              <w:t>DstOffset = 0</w:t>
            </w:r>
          </w:p>
          <w:p w:rsidR="00714EBB" w:rsidRPr="00870ED0" w:rsidRDefault="00714EBB" w:rsidP="0041421C">
            <w:pPr>
              <w:pStyle w:val="PL"/>
              <w:rPr>
                <w:noProof w:val="0"/>
              </w:rPr>
            </w:pPr>
            <w:r w:rsidRPr="00870ED0">
              <w:rPr>
                <w:noProof w:val="0"/>
              </w:rPr>
              <w:t>DstLength = 10</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2- an UNAVAILABLE_ELEMENT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 xml:space="preserve">1- RECEIVE DATA proactive command is fetched </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TERMINAL RESPONSE without ChannelData TLV element.</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Successful copyChannelData()</w:t>
            </w:r>
          </w:p>
          <w:p w:rsidR="00714EBB" w:rsidRPr="00870ED0" w:rsidRDefault="00714EBB" w:rsidP="00AE177E">
            <w:pPr>
              <w:pStyle w:val="TAH"/>
              <w:keepNext w:val="0"/>
              <w:keepLines w:val="0"/>
              <w:rPr>
                <w:rFonts w:ascii="Courier New" w:hAnsi="Courier New"/>
                <w:sz w:val="16"/>
              </w:rPr>
            </w:pPr>
          </w:p>
          <w:p w:rsidR="00714EBB" w:rsidRPr="00870ED0" w:rsidRDefault="00714EBB" w:rsidP="00AE177E">
            <w:pPr>
              <w:pStyle w:val="PL"/>
              <w:rPr>
                <w:noProof w:val="0"/>
              </w:rPr>
            </w:pPr>
            <w:r w:rsidRPr="00870ED0">
              <w:rPr>
                <w:noProof w:val="0"/>
              </w:rPr>
              <w:t>Call init() method for the RECEIVE DATA proactive command.</w:t>
            </w:r>
          </w:p>
          <w:p w:rsidR="00714EBB" w:rsidRPr="00870ED0" w:rsidRDefault="00714EBB" w:rsidP="00AE177E">
            <w:pPr>
              <w:pStyle w:val="PL"/>
              <w:rPr>
                <w:noProof w:val="0"/>
              </w:rPr>
            </w:pPr>
            <w:r w:rsidRPr="00870ED0">
              <w:rPr>
                <w:noProof w:val="0"/>
              </w:rPr>
              <w:t>Call send() method.</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2- Call findTLV() with TAG of DEVICE IDENTITY.</w:t>
            </w:r>
          </w:p>
          <w:p w:rsidR="00714EBB" w:rsidRPr="00870ED0" w:rsidRDefault="00714EBB" w:rsidP="00AE177E">
            <w:pPr>
              <w:pStyle w:val="PL"/>
              <w:rPr>
                <w:noProof w:val="0"/>
              </w:rPr>
            </w:pP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3- Call ProactiveResponseHandler.copyChannelData()</w:t>
            </w:r>
          </w:p>
          <w:p w:rsidR="00714EBB" w:rsidRPr="00870ED0" w:rsidRDefault="00714EBB" w:rsidP="00AE177E">
            <w:pPr>
              <w:pStyle w:val="PL"/>
              <w:rPr>
                <w:noProof w:val="0"/>
              </w:rPr>
            </w:pPr>
            <w:r w:rsidRPr="00870ED0">
              <w:rPr>
                <w:noProof w:val="0"/>
              </w:rPr>
              <w:t>DstBuffer.length = 6</w:t>
            </w:r>
          </w:p>
          <w:p w:rsidR="00714EBB" w:rsidRPr="00870ED0" w:rsidRDefault="00714EBB" w:rsidP="00AE177E">
            <w:pPr>
              <w:pStyle w:val="PL"/>
              <w:rPr>
                <w:noProof w:val="0"/>
              </w:rPr>
            </w:pPr>
            <w:r w:rsidRPr="00870ED0">
              <w:rPr>
                <w:noProof w:val="0"/>
              </w:rPr>
              <w:t>DstOffset = 0</w:t>
            </w:r>
          </w:p>
          <w:p w:rsidR="00714EBB" w:rsidRPr="00870ED0" w:rsidRDefault="00714EBB" w:rsidP="00AE177E">
            <w:pPr>
              <w:pStyle w:val="PL"/>
              <w:rPr>
                <w:noProof w:val="0"/>
              </w:rPr>
            </w:pPr>
            <w:r w:rsidRPr="00870ED0">
              <w:rPr>
                <w:noProof w:val="0"/>
              </w:rPr>
              <w:t>DstLength = 6</w:t>
            </w:r>
          </w:p>
          <w:p w:rsidR="00714EBB" w:rsidRPr="00870ED0" w:rsidRDefault="00714EBB" w:rsidP="00AE177E">
            <w:pPr>
              <w:pStyle w:val="PL"/>
              <w:rPr>
                <w:noProof w:val="0"/>
              </w:rPr>
            </w:pPr>
            <w:r w:rsidRPr="00870ED0">
              <w:rPr>
                <w:noProof w:val="0"/>
              </w:rPr>
              <w:t>DstBuffer is the whole Buffer.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3- the Channel Data TLV is copied into dstBuffer.</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The applet checks the returned value is dstOffset + dstLength = 6.</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 xml:space="preserve">1- RECEIVE DATA proactive command is fetched </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TERMINAL RESPONSE with one Channel data TLV element. (6 bytes available = ‘Hello2’)</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Compare copied Buffer</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Check dstBuffer</w:t>
            </w:r>
            <w:r w:rsidRPr="00870ED0">
              <w:rPr>
                <w:rFonts w:ascii="Arial" w:hAnsi="Arial"/>
                <w:noProof w:val="0"/>
                <w:sz w:val="18"/>
              </w:rPr>
              <w:t>.</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The applet checks that dstBuffer contains the channel data from the TERMINAL RESPONSE.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jc w:val="center"/>
              <w:rPr>
                <w:b/>
              </w:rPr>
            </w:pPr>
            <w:r w:rsidRPr="00870ED0">
              <w:rPr>
                <w:b/>
              </w:rPr>
              <w:t>Check the Channel Data TLV is selected</w:t>
            </w:r>
          </w:p>
          <w:p w:rsidR="00714EBB" w:rsidRPr="00870ED0" w:rsidRDefault="00714EBB" w:rsidP="00AE177E">
            <w:pPr>
              <w:pStyle w:val="PL"/>
              <w:rPr>
                <w:noProof w:val="0"/>
              </w:rPr>
            </w:pPr>
          </w:p>
          <w:p w:rsidR="00714EBB" w:rsidRPr="00870ED0" w:rsidRDefault="00714EBB" w:rsidP="00AE177E">
            <w:pPr>
              <w:pStyle w:val="PL"/>
              <w:rPr>
                <w:noProof w:val="0"/>
              </w:rPr>
            </w:pP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Call the Vie</w:t>
            </w:r>
            <w:r w:rsidR="00AE177E" w:rsidRPr="00870ED0">
              <w:rPr>
                <w:noProof w:val="0"/>
              </w:rPr>
              <w:t>wHandler.getValueByte(0)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The returned byte is the same than the first byte of the Channel data TLV (i.e. ‘H’)</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Successful copyChannelData()</w:t>
            </w:r>
          </w:p>
          <w:p w:rsidR="00714EBB" w:rsidRPr="00870ED0" w:rsidRDefault="00714EBB" w:rsidP="00AE177E">
            <w:pPr>
              <w:pStyle w:val="TAH"/>
              <w:keepNext w:val="0"/>
              <w:keepLines w:val="0"/>
              <w:rPr>
                <w:rFonts w:ascii="Courier New" w:hAnsi="Courier New"/>
                <w:sz w:val="16"/>
              </w:rPr>
            </w:pPr>
          </w:p>
          <w:p w:rsidR="00714EBB" w:rsidRPr="00870ED0" w:rsidRDefault="00714EBB" w:rsidP="00AE177E">
            <w:pPr>
              <w:pStyle w:val="PL"/>
              <w:rPr>
                <w:noProof w:val="0"/>
              </w:rPr>
            </w:pPr>
            <w:r w:rsidRPr="00870ED0">
              <w:rPr>
                <w:noProof w:val="0"/>
              </w:rPr>
              <w:t>Call ProactiveResponseHandler.copyChannelData()</w:t>
            </w:r>
          </w:p>
          <w:p w:rsidR="00714EBB" w:rsidRPr="00870ED0" w:rsidRDefault="00714EBB" w:rsidP="00AE177E">
            <w:pPr>
              <w:pStyle w:val="PL"/>
              <w:rPr>
                <w:noProof w:val="0"/>
              </w:rPr>
            </w:pPr>
            <w:r w:rsidRPr="00870ED0">
              <w:rPr>
                <w:noProof w:val="0"/>
              </w:rPr>
              <w:t>DstBuffer.length = 6</w:t>
            </w:r>
          </w:p>
          <w:p w:rsidR="00714EBB" w:rsidRPr="00870ED0" w:rsidRDefault="00714EBB" w:rsidP="00AE177E">
            <w:pPr>
              <w:pStyle w:val="PL"/>
              <w:rPr>
                <w:noProof w:val="0"/>
              </w:rPr>
            </w:pPr>
            <w:r w:rsidRPr="00870ED0">
              <w:rPr>
                <w:noProof w:val="0"/>
              </w:rPr>
              <w:t>DstOffset = 2</w:t>
            </w:r>
          </w:p>
          <w:p w:rsidR="00714EBB" w:rsidRPr="00870ED0" w:rsidRDefault="00714EBB" w:rsidP="00AE177E">
            <w:pPr>
              <w:pStyle w:val="PL"/>
              <w:rPr>
                <w:noProof w:val="0"/>
              </w:rPr>
            </w:pPr>
            <w:r w:rsidRPr="00870ED0">
              <w:rPr>
                <w:noProof w:val="0"/>
              </w:rPr>
              <w:t>DstLength = 3</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DstBuffer is a part of Buffer.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The Channel Data TLV is copied into dstBuffer.</w:t>
            </w:r>
          </w:p>
          <w:p w:rsidR="00714EBB" w:rsidRPr="00870ED0" w:rsidRDefault="00714EBB" w:rsidP="00AE177E">
            <w:pPr>
              <w:pStyle w:val="TAL"/>
              <w:keepNext w:val="0"/>
              <w:keepLines w:val="0"/>
            </w:pPr>
            <w:r w:rsidRPr="00870ED0">
              <w:t>The applet checks the returned value is dstOffset + dstLength = 5.</w:t>
            </w:r>
          </w:p>
          <w:p w:rsidR="00714EBB" w:rsidRPr="00870ED0" w:rsidRDefault="00714EBB" w:rsidP="00AE177E">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Compare copied Buffer</w:t>
            </w:r>
          </w:p>
          <w:p w:rsidR="00714EBB" w:rsidRPr="00870ED0" w:rsidRDefault="00714EBB" w:rsidP="00AE177E">
            <w:pPr>
              <w:pStyle w:val="TAH"/>
              <w:keepNext w:val="0"/>
              <w:keepLines w:val="0"/>
              <w:rPr>
                <w:rFonts w:ascii="Courier New" w:hAnsi="Courier New"/>
                <w:sz w:val="16"/>
              </w:rPr>
            </w:pPr>
          </w:p>
          <w:p w:rsidR="00714EBB" w:rsidRPr="00870ED0" w:rsidRDefault="00714EBB" w:rsidP="00AE177E">
            <w:pPr>
              <w:pStyle w:val="PL"/>
              <w:rPr>
                <w:noProof w:val="0"/>
              </w:rPr>
            </w:pPr>
            <w:r w:rsidRPr="00870ED0">
              <w:rPr>
                <w:noProof w:val="0"/>
              </w:rPr>
              <w:t>Check dstBuffer.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The applet checks that bytes from 2 to 4 of dstBuffer contain the first 3 bytes of channel data TLV from the TERMINAL RESPONSE.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Successful copyChannelData()</w:t>
            </w:r>
          </w:p>
          <w:p w:rsidR="00714EBB" w:rsidRPr="00870ED0" w:rsidRDefault="00714EBB" w:rsidP="00824EEF">
            <w:pPr>
              <w:pStyle w:val="TAH"/>
              <w:keepLines w:val="0"/>
              <w:rPr>
                <w:rFonts w:ascii="Courier New" w:hAnsi="Courier New"/>
                <w:sz w:val="16"/>
              </w:rPr>
            </w:pPr>
          </w:p>
          <w:p w:rsidR="00714EBB" w:rsidRPr="00870ED0" w:rsidRDefault="00714EBB" w:rsidP="00824EEF">
            <w:pPr>
              <w:pStyle w:val="PL"/>
              <w:keepNext/>
              <w:rPr>
                <w:noProof w:val="0"/>
              </w:rPr>
            </w:pPr>
            <w:r w:rsidRPr="00870ED0">
              <w:rPr>
                <w:noProof w:val="0"/>
              </w:rPr>
              <w:t>1- Initialize dstBuffer to [00, 01…]</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2- Call ProactiveResponseHandler.copyChannelData()</w:t>
            </w:r>
          </w:p>
          <w:p w:rsidR="00714EBB" w:rsidRPr="00870ED0" w:rsidRDefault="00714EBB" w:rsidP="00824EEF">
            <w:pPr>
              <w:pStyle w:val="PL"/>
              <w:keepNext/>
              <w:rPr>
                <w:noProof w:val="0"/>
              </w:rPr>
            </w:pPr>
            <w:r w:rsidRPr="00870ED0">
              <w:rPr>
                <w:noProof w:val="0"/>
              </w:rPr>
              <w:t>DstBuffer.length = 6</w:t>
            </w:r>
          </w:p>
          <w:p w:rsidR="00714EBB" w:rsidRPr="00870ED0" w:rsidRDefault="00714EBB" w:rsidP="00824EEF">
            <w:pPr>
              <w:pStyle w:val="PL"/>
              <w:keepNext/>
              <w:rPr>
                <w:noProof w:val="0"/>
              </w:rPr>
            </w:pPr>
            <w:r w:rsidRPr="00870ED0">
              <w:rPr>
                <w:noProof w:val="0"/>
              </w:rPr>
              <w:t>DstOffset = 2</w:t>
            </w:r>
          </w:p>
          <w:p w:rsidR="00714EBB" w:rsidRPr="00870ED0" w:rsidRDefault="00714EBB" w:rsidP="00824EEF">
            <w:pPr>
              <w:pStyle w:val="PL"/>
              <w:keepNext/>
              <w:rPr>
                <w:noProof w:val="0"/>
              </w:rPr>
            </w:pPr>
            <w:r w:rsidRPr="00870ED0">
              <w:rPr>
                <w:noProof w:val="0"/>
              </w:rPr>
              <w:t>DstLength = 3</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DstBuffer is a part of buffer.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p w:rsidR="00714EBB" w:rsidRPr="00870ED0" w:rsidRDefault="00714EBB" w:rsidP="00824EEF">
            <w:pPr>
              <w:pStyle w:val="TAL"/>
              <w:keepLines w:val="0"/>
            </w:pPr>
            <w:r w:rsidRPr="00870ED0">
              <w:t>2- The Channel Data TLV is copied into dstBuffer.</w:t>
            </w:r>
          </w:p>
          <w:p w:rsidR="00714EBB" w:rsidRPr="00870ED0" w:rsidRDefault="00714EBB" w:rsidP="00824EEF">
            <w:pPr>
              <w:pStyle w:val="TAL"/>
              <w:keepLines w:val="0"/>
            </w:pPr>
          </w:p>
          <w:p w:rsidR="00714EBB" w:rsidRPr="00870ED0" w:rsidRDefault="00714EBB" w:rsidP="00824EEF">
            <w:pPr>
              <w:pStyle w:val="TAL"/>
              <w:keepLines w:val="0"/>
            </w:pPr>
            <w:r w:rsidRPr="00870ED0">
              <w:t>The returned value is dstOffset + dstLength = 5.</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41421C">
            <w:pPr>
              <w:pStyle w:val="TAC"/>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41421C">
            <w:pPr>
              <w:pStyle w:val="TAH"/>
            </w:pPr>
            <w:r w:rsidRPr="00870ED0">
              <w:t>Compare copied Buffer</w:t>
            </w:r>
          </w:p>
          <w:p w:rsidR="00714EBB" w:rsidRPr="00870ED0" w:rsidRDefault="00714EBB" w:rsidP="0041421C">
            <w:pPr>
              <w:pStyle w:val="TAH"/>
              <w:rPr>
                <w:rFonts w:ascii="Courier New" w:hAnsi="Courier New"/>
                <w:sz w:val="16"/>
              </w:rPr>
            </w:pPr>
          </w:p>
          <w:p w:rsidR="00714EBB" w:rsidRPr="00870ED0" w:rsidRDefault="00714EBB" w:rsidP="0041421C">
            <w:pPr>
              <w:pStyle w:val="PL"/>
              <w:keepNext/>
              <w:keepLines/>
              <w:rPr>
                <w:noProof w:val="0"/>
              </w:rPr>
            </w:pPr>
            <w:r w:rsidRPr="00870ED0">
              <w:rPr>
                <w:noProof w:val="0"/>
              </w:rPr>
              <w:t>Check dstBuffer.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41421C">
            <w:pPr>
              <w:pStyle w:val="TAL"/>
            </w:pPr>
          </w:p>
          <w:p w:rsidR="00714EBB" w:rsidRPr="00870ED0" w:rsidRDefault="00714EBB" w:rsidP="0041421C">
            <w:pPr>
              <w:pStyle w:val="TAL"/>
            </w:pPr>
            <w:r w:rsidRPr="00870ED0">
              <w:t>The applet checks that only bytes from 2 to 4 of dstBuffer have been updated with the first 3 bytes of channel data TLV from the TERMINAL RESPONSE.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41421C">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Successful copyChannelData(), with 2 TLV</w:t>
            </w:r>
          </w:p>
          <w:p w:rsidR="00714EBB" w:rsidRPr="00870ED0" w:rsidRDefault="00714EBB" w:rsidP="00AE177E">
            <w:pPr>
              <w:pStyle w:val="TAH"/>
              <w:keepNext w:val="0"/>
              <w:keepLines w:val="0"/>
              <w:rPr>
                <w:rFonts w:ascii="Courier New" w:hAnsi="Courier New"/>
                <w:sz w:val="16"/>
              </w:rPr>
            </w:pPr>
          </w:p>
          <w:p w:rsidR="00714EBB" w:rsidRPr="00870ED0" w:rsidRDefault="00714EBB" w:rsidP="00AE177E">
            <w:pPr>
              <w:pStyle w:val="PL"/>
              <w:rPr>
                <w:noProof w:val="0"/>
              </w:rPr>
            </w:pPr>
            <w:r w:rsidRPr="00870ED0">
              <w:rPr>
                <w:noProof w:val="0"/>
              </w:rPr>
              <w:t>1- call init() method for the RECEIVE DATA proactive command.</w:t>
            </w:r>
          </w:p>
          <w:p w:rsidR="00714EBB" w:rsidRPr="00870ED0" w:rsidRDefault="00714EBB" w:rsidP="00AE177E">
            <w:pPr>
              <w:pStyle w:val="PL"/>
              <w:rPr>
                <w:noProof w:val="0"/>
              </w:rPr>
            </w:pPr>
            <w:r w:rsidRPr="00870ED0">
              <w:rPr>
                <w:noProof w:val="0"/>
              </w:rPr>
              <w:t>Call send() method.</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2- call ProactiveResponseHandler.copyChannelData() with dstLength lower than the value field of the available TLV.</w:t>
            </w:r>
          </w:p>
          <w:p w:rsidR="00714EBB" w:rsidRPr="00870ED0" w:rsidRDefault="00714EBB" w:rsidP="00AE177E">
            <w:pPr>
              <w:pStyle w:val="PL"/>
              <w:rPr>
                <w:noProof w:val="0"/>
              </w:rPr>
            </w:pPr>
            <w:r w:rsidRPr="00870ED0">
              <w:rPr>
                <w:noProof w:val="0"/>
              </w:rPr>
              <w:t>DstBuffer.length = 6</w:t>
            </w:r>
          </w:p>
          <w:p w:rsidR="00714EBB" w:rsidRPr="00870ED0" w:rsidRDefault="00714EBB" w:rsidP="00AE177E">
            <w:pPr>
              <w:pStyle w:val="PL"/>
              <w:rPr>
                <w:noProof w:val="0"/>
              </w:rPr>
            </w:pPr>
            <w:r w:rsidRPr="00870ED0">
              <w:rPr>
                <w:noProof w:val="0"/>
              </w:rPr>
              <w:t>DstOffset = 0</w:t>
            </w:r>
          </w:p>
          <w:p w:rsidR="00714EBB" w:rsidRPr="00870ED0" w:rsidRDefault="00714EBB" w:rsidP="00AE177E">
            <w:pPr>
              <w:pStyle w:val="PL"/>
              <w:rPr>
                <w:noProof w:val="0"/>
              </w:rPr>
            </w:pPr>
            <w:r w:rsidRPr="00870ED0">
              <w:rPr>
                <w:noProof w:val="0"/>
              </w:rPr>
              <w:t>DstLength = 6</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2- the first Channel Data TLV is copied into dstBuffer.</w:t>
            </w:r>
          </w:p>
          <w:p w:rsidR="00714EBB" w:rsidRPr="00870ED0" w:rsidRDefault="00714EBB" w:rsidP="00AE177E">
            <w:pPr>
              <w:pStyle w:val="TAL"/>
              <w:keepNext w:val="0"/>
              <w:keepLines w:val="0"/>
            </w:pPr>
            <w:r w:rsidRPr="00870ED0">
              <w:t>The returned value is dstOffset+dstLength =0x06</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r w:rsidRPr="00870ED0">
              <w:t xml:space="preserve">1- RECEIVE DATA proactive command is fetched </w:t>
            </w:r>
          </w:p>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TERMINAL RESPONSE with two Channel data TLV element</w:t>
            </w:r>
          </w:p>
          <w:p w:rsidR="00714EBB" w:rsidRPr="00870ED0" w:rsidRDefault="00714EBB" w:rsidP="00AE177E">
            <w:pPr>
              <w:pStyle w:val="TAL"/>
              <w:keepNext w:val="0"/>
              <w:keepLines w:val="0"/>
            </w:pPr>
            <w:r w:rsidRPr="00870ED0">
              <w:t>1</w:t>
            </w:r>
            <w:r w:rsidRPr="00870ED0">
              <w:rPr>
                <w:vertAlign w:val="superscript"/>
              </w:rPr>
              <w:t>st</w:t>
            </w:r>
            <w:r w:rsidRPr="00870ED0">
              <w:t xml:space="preserve"> TLV : 6 bytes available = ‘Hello3’</w:t>
            </w:r>
          </w:p>
          <w:p w:rsidR="00714EBB" w:rsidRPr="00870ED0" w:rsidRDefault="00714EBB" w:rsidP="00AE177E">
            <w:pPr>
              <w:pStyle w:val="TAL"/>
              <w:keepNext w:val="0"/>
              <w:keepLines w:val="0"/>
            </w:pPr>
            <w:r w:rsidRPr="00870ED0">
              <w:t>2</w:t>
            </w:r>
            <w:r w:rsidRPr="00870ED0">
              <w:rPr>
                <w:vertAlign w:val="superscript"/>
              </w:rPr>
              <w:t>nd</w:t>
            </w:r>
            <w:r w:rsidRPr="00870ED0">
              <w:t xml:space="preserve"> TLV : 6 bytes available = ‘Hello4’</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keepNext w:val="0"/>
              <w:keepLines w:val="0"/>
            </w:pPr>
            <w:r w:rsidRPr="00870ED0">
              <w:t>Compare copied Buffer</w:t>
            </w:r>
          </w:p>
          <w:p w:rsidR="00714EBB" w:rsidRPr="00870ED0" w:rsidRDefault="00714EBB" w:rsidP="00AE177E">
            <w:pPr>
              <w:pStyle w:val="PL"/>
              <w:rPr>
                <w:noProof w:val="0"/>
              </w:rPr>
            </w:pPr>
          </w:p>
          <w:p w:rsidR="00714EBB" w:rsidRPr="00870ED0" w:rsidRDefault="00714EBB" w:rsidP="00AE177E">
            <w:pPr>
              <w:pStyle w:val="PL"/>
              <w:rPr>
                <w:noProof w:val="0"/>
              </w:rPr>
            </w:pPr>
            <w:r w:rsidRPr="00870ED0">
              <w:rPr>
                <w:noProof w:val="0"/>
              </w:rPr>
              <w:t>Check dstBuffer.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p w:rsidR="00714EBB" w:rsidRPr="00870ED0" w:rsidRDefault="00714EBB" w:rsidP="00AE177E">
            <w:pPr>
              <w:pStyle w:val="TAL"/>
              <w:keepNext w:val="0"/>
              <w:keepLines w:val="0"/>
            </w:pPr>
            <w:r w:rsidRPr="00870ED0">
              <w:t>Check that dstBuffer contains the first Channel Data TLV from the TERMINAL RESPONSE.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L"/>
              <w:keepNext w:val="0"/>
              <w:keepLines w:val="0"/>
            </w:pPr>
          </w:p>
        </w:tc>
      </w:tr>
    </w:tbl>
    <w:p w:rsidR="00714EBB" w:rsidRPr="00870ED0" w:rsidRDefault="00714EBB"/>
    <w:p w:rsidR="00714EBB" w:rsidRPr="00870ED0" w:rsidRDefault="00714EBB">
      <w:pPr>
        <w:pStyle w:val="Heading4"/>
      </w:pPr>
      <w:r w:rsidRPr="00870ED0">
        <w:t>5.2.5.22</w:t>
      </w:r>
      <w:r w:rsidRPr="00870ED0">
        <w:tab/>
        <w:t>Method getValueShort</w:t>
      </w:r>
    </w:p>
    <w:p w:rsidR="00714EBB" w:rsidRPr="00870ED0" w:rsidRDefault="00714EBB">
      <w:r w:rsidRPr="00870ED0">
        <w:t>Test Area Reference: Api_2_Prh_Gvsh</w:t>
      </w:r>
      <w:r w:rsidR="00AE177E" w:rsidRPr="00870ED0">
        <w:t>.</w:t>
      </w:r>
    </w:p>
    <w:p w:rsidR="00714EBB" w:rsidRPr="00870ED0" w:rsidRDefault="00714EBB" w:rsidP="00AE177E">
      <w:pPr>
        <w:pStyle w:val="Heading5"/>
      </w:pPr>
      <w:r w:rsidRPr="00870ED0">
        <w:t>5.2.</w:t>
      </w:r>
      <w:r w:rsidR="00AE177E" w:rsidRPr="00870ED0">
        <w:t>5.22.1</w:t>
      </w:r>
      <w:r w:rsidR="00AE177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getValueShort(short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AE177E">
      <w:pPr>
        <w:pStyle w:val="H6"/>
      </w:pPr>
      <w:r w:rsidRPr="00870ED0">
        <w:t>5.2.</w:t>
      </w:r>
      <w:r w:rsidR="00714EBB" w:rsidRPr="00870ED0">
        <w:t>5.22.1.1</w:t>
      </w:r>
      <w:r w:rsidR="00714EBB" w:rsidRPr="00870ED0">
        <w:tab/>
        <w:t>Normal execution</w:t>
      </w:r>
    </w:p>
    <w:p w:rsidR="00714EBB" w:rsidRPr="00870ED0" w:rsidRDefault="00714EBB">
      <w:pPr>
        <w:pStyle w:val="B1"/>
      </w:pPr>
      <w:r w:rsidRPr="00870ED0">
        <w:t>CRRN1: Gets a short from the last TLV element which has been found in the handler and returns its value (1 short).</w:t>
      </w:r>
    </w:p>
    <w:p w:rsidR="00714EBB" w:rsidRPr="00870ED0" w:rsidRDefault="00714EBB">
      <w:pPr>
        <w:pStyle w:val="H6"/>
        <w:outlineLvl w:val="0"/>
      </w:pPr>
      <w:r w:rsidRPr="00870ED0">
        <w:t>5.2.5.22.1.2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5.2.5.22.1.3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AE177E">
      <w:pPr>
        <w:pStyle w:val="Heading5"/>
      </w:pPr>
      <w:r w:rsidRPr="00870ED0">
        <w:lastRenderedPageBreak/>
        <w:t>5.2.5.22.2</w:t>
      </w:r>
      <w:r w:rsidRPr="00870ED0">
        <w:tab/>
        <w:t>Test area files</w:t>
      </w:r>
    </w:p>
    <w:p w:rsidR="00714EBB" w:rsidRPr="00870ED0" w:rsidRDefault="00714EBB">
      <w:r w:rsidRPr="00870ED0">
        <w:t>Specific triggering: None</w:t>
      </w:r>
      <w:r w:rsidR="00AE177E" w:rsidRPr="00870ED0">
        <w:t>.</w:t>
      </w:r>
    </w:p>
    <w:p w:rsidR="00714EBB" w:rsidRPr="00870ED0" w:rsidRDefault="00714EBB" w:rsidP="002854FB">
      <w:pPr>
        <w:pStyle w:val="EX"/>
      </w:pPr>
      <w:r w:rsidRPr="00870ED0">
        <w:t>Test Source:</w:t>
      </w:r>
      <w:r w:rsidRPr="00870ED0">
        <w:tab/>
        <w:t>Test_Api_2_Prh_Gvsh.java</w:t>
      </w:r>
      <w:r w:rsidR="00AE177E" w:rsidRPr="00870ED0">
        <w:t>.</w:t>
      </w:r>
    </w:p>
    <w:p w:rsidR="00714EBB" w:rsidRPr="00870ED0" w:rsidRDefault="00714EBB" w:rsidP="002854FB">
      <w:pPr>
        <w:pStyle w:val="EX"/>
      </w:pPr>
      <w:r w:rsidRPr="00870ED0">
        <w:t>Test</w:t>
      </w:r>
      <w:r w:rsidR="00AE177E" w:rsidRPr="00870ED0">
        <w:t xml:space="preserve"> Applet: </w:t>
      </w:r>
      <w:r w:rsidR="00AE177E" w:rsidRPr="00870ED0">
        <w:tab/>
        <w:t>Api_2_Prh_Gvsh_1.java.</w:t>
      </w:r>
    </w:p>
    <w:p w:rsidR="00714EBB" w:rsidRPr="00870ED0" w:rsidRDefault="00714EBB" w:rsidP="002854FB">
      <w:pPr>
        <w:pStyle w:val="EX"/>
      </w:pPr>
      <w:r w:rsidRPr="00870ED0">
        <w:t>Cap File:</w:t>
      </w:r>
      <w:r w:rsidRPr="00870ED0">
        <w:tab/>
        <w:t>api_2_prh_gvsh.cap</w:t>
      </w:r>
      <w:r w:rsidR="00AE177E" w:rsidRPr="00870ED0">
        <w:t>.</w:t>
      </w:r>
    </w:p>
    <w:p w:rsidR="00714EBB" w:rsidRPr="00870ED0" w:rsidRDefault="00714EBB" w:rsidP="00AE177E">
      <w:pPr>
        <w:pStyle w:val="Heading5"/>
      </w:pPr>
      <w:r w:rsidRPr="00870ED0">
        <w:t>5.2.5.22.3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4014"/>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01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01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3, 4, 5, 6, 7, 8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01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01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Proactive Response Handler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401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AE177E"/>
    <w:p w:rsidR="00714EBB" w:rsidRPr="00870ED0" w:rsidRDefault="00714EBB" w:rsidP="00AE177E">
      <w:pPr>
        <w:pStyle w:val="Heading5"/>
      </w:pPr>
      <w:r w:rsidRPr="00870ED0">
        <w:t>5.2.5.22.4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AE177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AE177E">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7Eh</w:t>
            </w:r>
          </w:p>
          <w:p w:rsidR="00714EBB" w:rsidRPr="00870ED0" w:rsidRDefault="00714EBB">
            <w:pPr>
              <w:pStyle w:val="PL"/>
              <w:rPr>
                <w:noProof w:val="0"/>
              </w:rPr>
            </w:pPr>
            <w:r w:rsidRPr="00870ED0">
              <w:rPr>
                <w:noProof w:val="0"/>
              </w:rPr>
              <w:t>Text String TLV = 0D 7F 04 01 02 … 7E</w:t>
            </w:r>
          </w:p>
        </w:tc>
        <w:tc>
          <w:tcPr>
            <w:tcW w:w="2835" w:type="dxa"/>
            <w:tcBorders>
              <w:top w:val="nil"/>
              <w:left w:val="single" w:sz="4" w:space="0" w:color="auto"/>
              <w:bottom w:val="nil"/>
              <w:right w:val="single" w:sz="4" w:space="0" w:color="auto"/>
            </w:tcBorders>
          </w:tcPr>
          <w:p w:rsidR="00714EBB" w:rsidRPr="00870ED0" w:rsidRDefault="00714EBB">
            <w:pPr>
              <w:pStyle w:val="TAL"/>
            </w:pPr>
          </w:p>
        </w:tc>
        <w:tc>
          <w:tcPr>
            <w:tcW w:w="2410"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ProactiveResponseHandler.getTheHandler()</w:t>
            </w:r>
          </w:p>
        </w:tc>
        <w:tc>
          <w:tcPr>
            <w:tcW w:w="2835" w:type="dxa"/>
            <w:tcBorders>
              <w:top w:val="nil"/>
              <w:left w:val="single" w:sz="4" w:space="0" w:color="auto"/>
              <w:bottom w:val="nil"/>
              <w:right w:val="single" w:sz="4" w:space="0" w:color="auto"/>
            </w:tcBorders>
          </w:tcPr>
          <w:p w:rsidR="00714EBB" w:rsidRPr="00870ED0" w:rsidRDefault="00714EBB">
            <w:pPr>
              <w:pStyle w:val="TAL"/>
            </w:pPr>
          </w:p>
        </w:tc>
        <w:tc>
          <w:tcPr>
            <w:tcW w:w="2410"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getValueShort(0) method</w:t>
            </w:r>
          </w:p>
          <w:p w:rsidR="00714EBB" w:rsidRPr="00870ED0" w:rsidRDefault="00714EBB">
            <w:pPr>
              <w:pStyle w:val="TAH"/>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ToolkitException.UNAVAILABLE_ELEMENT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getValueShort(3) method</w:t>
            </w:r>
          </w:p>
          <w:p w:rsidR="00714EBB" w:rsidRPr="00870ED0" w:rsidRDefault="00714EBB">
            <w:pPr>
              <w:pStyle w:val="PL"/>
              <w:rPr>
                <w:noProof w:val="0"/>
              </w:rPr>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ToolkitException.OUT_OF_TLV_BOUNDARIES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getValueShort(1) method</w:t>
            </w:r>
          </w:p>
          <w:p w:rsidR="00714EBB" w:rsidRPr="00870ED0" w:rsidRDefault="00714EBB">
            <w:pPr>
              <w:pStyle w:val="PL"/>
              <w:rPr>
                <w:noProof w:val="0"/>
              </w:rPr>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Result is 23h 00h (Type, qualifier)</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 xml:space="preserve">Search TLV 02h (Device Identities TLV) </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getValueShort(0) method</w:t>
            </w:r>
          </w:p>
          <w:p w:rsidR="00714EBB" w:rsidRPr="00870ED0" w:rsidRDefault="00714EBB">
            <w:pPr>
              <w:pStyle w:val="PL"/>
              <w:rPr>
                <w:noProof w:val="0"/>
              </w:rPr>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Result is 82h 81h (Source, destination)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getValueShort(7D) method</w:t>
            </w:r>
          </w:p>
          <w:p w:rsidR="00714EBB" w:rsidRPr="00870ED0" w:rsidRDefault="00714EBB">
            <w:pPr>
              <w:pStyle w:val="PL"/>
              <w:rPr>
                <w:noProof w:val="0"/>
              </w:rPr>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Result is 7Dh 7Eh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Send a GET INPUT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r w:rsidRPr="00870ED0">
              <w:t>GET INPUT Proactive command</w:t>
            </w:r>
          </w:p>
        </w:tc>
      </w:tr>
      <w:tr w:rsidR="00714EBB" w:rsidRPr="00870ED0" w:rsidTr="00AE177E">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Terminal Response, Text String length = EFh</w:t>
            </w:r>
          </w:p>
          <w:p w:rsidR="00714EBB" w:rsidRPr="00870ED0" w:rsidRDefault="00714EBB">
            <w:pPr>
              <w:pStyle w:val="PL"/>
              <w:rPr>
                <w:noProof w:val="0"/>
              </w:rPr>
            </w:pPr>
            <w:r w:rsidRPr="00870ED0">
              <w:rPr>
                <w:noProof w:val="0"/>
              </w:rPr>
              <w:t>Text String TLV = 0D 81 F0 04 01 02 … 7E 7F … EF</w:t>
            </w:r>
          </w:p>
        </w:tc>
        <w:tc>
          <w:tcPr>
            <w:tcW w:w="2835" w:type="dxa"/>
            <w:tcBorders>
              <w:top w:val="nil"/>
              <w:left w:val="single" w:sz="4" w:space="0" w:color="auto"/>
              <w:bottom w:val="nil"/>
              <w:right w:val="single" w:sz="4" w:space="0" w:color="auto"/>
            </w:tcBorders>
          </w:tcPr>
          <w:p w:rsidR="00714EBB" w:rsidRPr="00870ED0" w:rsidRDefault="00714EBB">
            <w:pPr>
              <w:pStyle w:val="TAL"/>
            </w:pPr>
          </w:p>
        </w:tc>
        <w:tc>
          <w:tcPr>
            <w:tcW w:w="2410"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nil"/>
              <w:right w:val="single" w:sz="4" w:space="0" w:color="auto"/>
            </w:tcBorders>
          </w:tcPr>
          <w:p w:rsidR="00714EBB" w:rsidRPr="00870ED0" w:rsidRDefault="00714EBB">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nil"/>
              <w:left w:val="single" w:sz="4" w:space="0" w:color="auto"/>
              <w:bottom w:val="nil"/>
              <w:right w:val="single" w:sz="4" w:space="0" w:color="auto"/>
            </w:tcBorders>
          </w:tcPr>
          <w:p w:rsidR="00714EBB" w:rsidRPr="00870ED0" w:rsidRDefault="00714EBB">
            <w:pPr>
              <w:pStyle w:val="TAL"/>
            </w:pPr>
          </w:p>
        </w:tc>
        <w:tc>
          <w:tcPr>
            <w:tcW w:w="2410" w:type="dxa"/>
            <w:tcBorders>
              <w:top w:val="nil"/>
              <w:left w:val="single" w:sz="4" w:space="0" w:color="auto"/>
              <w:bottom w:val="nil"/>
              <w:right w:val="single" w:sz="4" w:space="0" w:color="auto"/>
            </w:tcBorders>
          </w:tcPr>
          <w:p w:rsidR="00714EBB" w:rsidRPr="00870ED0" w:rsidRDefault="00714EBB">
            <w:pPr>
              <w:pStyle w:val="TAL"/>
            </w:pPr>
          </w:p>
        </w:tc>
      </w:tr>
      <w:tr w:rsidR="00714EBB" w:rsidRPr="00870ED0" w:rsidTr="00AE177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AE177E" w:rsidP="00AE177E">
            <w:pPr>
              <w:pStyle w:val="PL"/>
              <w:rPr>
                <w:noProof w:val="0"/>
              </w:rPr>
            </w:pPr>
            <w:r w:rsidRPr="00870ED0">
              <w:rPr>
                <w:noProof w:val="0"/>
              </w:rPr>
              <w:t>Call getValueShort(7D) method</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Result is 7Dh 7Eh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7</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AE177E">
            <w:pPr>
              <w:pStyle w:val="PL"/>
              <w:rPr>
                <w:noProof w:val="0"/>
              </w:rPr>
            </w:pPr>
            <w:r w:rsidRPr="00870ED0">
              <w:rPr>
                <w:noProof w:val="0"/>
              </w:rPr>
              <w:t>Call getValueShort(7F)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7Fh 80h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AE177E">
            <w:pPr>
              <w:pStyle w:val="PL"/>
              <w:rPr>
                <w:noProof w:val="0"/>
              </w:rPr>
            </w:pPr>
            <w:r w:rsidRPr="00870ED0">
              <w:rPr>
                <w:noProof w:val="0"/>
              </w:rPr>
              <w:t>Call getValueShort(EE)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EEh EFh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rsidP="00AE177E"/>
    <w:p w:rsidR="00714EBB" w:rsidRPr="00870ED0" w:rsidRDefault="00714EBB">
      <w:pPr>
        <w:pStyle w:val="Heading4"/>
      </w:pPr>
      <w:r w:rsidRPr="00870ED0">
        <w:t>5.2.5.23</w:t>
      </w:r>
      <w:r w:rsidRPr="00870ED0">
        <w:tab/>
        <w:t>Method getChannelStatus</w:t>
      </w:r>
    </w:p>
    <w:p w:rsidR="00714EBB" w:rsidRPr="00870ED0" w:rsidRDefault="00714EBB">
      <w:r w:rsidRPr="00870ED0">
        <w:t>Test Area Reference: Api_2_Prh_Gcst</w:t>
      </w:r>
      <w:r w:rsidR="00AE177E" w:rsidRPr="00870ED0">
        <w:t>.</w:t>
      </w:r>
    </w:p>
    <w:p w:rsidR="00714EBB" w:rsidRPr="00870ED0" w:rsidRDefault="00714EBB" w:rsidP="00AE177E">
      <w:pPr>
        <w:pStyle w:val="Heading5"/>
      </w:pPr>
      <w:r w:rsidRPr="00870ED0">
        <w:t>5.2</w:t>
      </w:r>
      <w:r w:rsidR="00AE177E" w:rsidRPr="00870ED0">
        <w:t>.5.23.1</w:t>
      </w:r>
      <w:r w:rsidR="00AE177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getChannelStatus(byte channelIdentifier)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rsidP="00824EEF">
      <w:pPr>
        <w:pStyle w:val="H6"/>
        <w:outlineLvl w:val="0"/>
      </w:pPr>
      <w:r w:rsidRPr="00870ED0">
        <w:lastRenderedPageBreak/>
        <w:t>5.2.5.23.1.1</w:t>
      </w:r>
      <w:r w:rsidRPr="00870ED0">
        <w:tab/>
        <w:t>Normal execution</w:t>
      </w:r>
    </w:p>
    <w:p w:rsidR="00714EBB" w:rsidRPr="00870ED0" w:rsidRDefault="00714EBB" w:rsidP="00824EEF">
      <w:pPr>
        <w:pStyle w:val="B1"/>
        <w:keepNext/>
      </w:pPr>
      <w:r w:rsidRPr="00870ED0">
        <w:t>CRRN1: The method shall return the value of the first Channel Status TLV element.</w:t>
      </w:r>
    </w:p>
    <w:p w:rsidR="00714EBB" w:rsidRPr="00870ED0" w:rsidRDefault="00714EBB">
      <w:pPr>
        <w:pStyle w:val="B1"/>
      </w:pPr>
      <w:r w:rsidRPr="00870ED0">
        <w:t>CRRN2: The Channel Status value returned shall be from the element whose channel identifier is equal to the ChannelIdentifier parameter.</w:t>
      </w:r>
    </w:p>
    <w:p w:rsidR="00714EBB" w:rsidRPr="00870ED0" w:rsidRDefault="00714EBB">
      <w:pPr>
        <w:pStyle w:val="B1"/>
      </w:pPr>
      <w:r w:rsidRPr="00870ED0">
        <w:t>CRRN3: If the element is available it becomes the currently selected TLV.</w:t>
      </w:r>
    </w:p>
    <w:p w:rsidR="00714EBB" w:rsidRPr="00870ED0" w:rsidRDefault="00714EBB">
      <w:pPr>
        <w:pStyle w:val="H6"/>
        <w:outlineLvl w:val="0"/>
      </w:pPr>
      <w:r w:rsidRPr="00870ED0">
        <w:t>5.2.5.23.1.2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5.2.5.23.1.3</w:t>
      </w:r>
      <w:r w:rsidRPr="00870ED0">
        <w:tab/>
        <w:t>Context errors</w:t>
      </w:r>
    </w:p>
    <w:p w:rsidR="00714EBB" w:rsidRPr="00870ED0" w:rsidRDefault="00714EBB">
      <w:pPr>
        <w:pStyle w:val="B1"/>
      </w:pPr>
      <w:r w:rsidRPr="00870ED0">
        <w:t>CRRC1: The method shall throw ToolkitException.UNAVAILABLE_ELEMENT if no Channel Status TLV element with the right identifier could be found.</w:t>
      </w:r>
    </w:p>
    <w:p w:rsidR="00714EBB" w:rsidRPr="00870ED0" w:rsidRDefault="00714EBB">
      <w:pPr>
        <w:pStyle w:val="B1"/>
      </w:pPr>
      <w:r w:rsidRPr="00870ED0">
        <w:t>CRRC2: The method shall throw ToolkitException.OUT_OF_TLV_BOUNDARIES if a Channel Status TLV element with the right identifier could be found but its value is less than 2 bytes long.</w:t>
      </w:r>
    </w:p>
    <w:p w:rsidR="00714EBB" w:rsidRPr="00870ED0" w:rsidRDefault="00714EBB" w:rsidP="00AE177E">
      <w:pPr>
        <w:pStyle w:val="Heading5"/>
      </w:pPr>
      <w:r w:rsidRPr="00870ED0">
        <w:t>5.2.5.23.2</w:t>
      </w:r>
      <w:r w:rsidRPr="00870ED0">
        <w:tab/>
        <w:t>Test area files</w:t>
      </w:r>
    </w:p>
    <w:p w:rsidR="00714EBB" w:rsidRPr="00870ED0" w:rsidRDefault="00714EBB" w:rsidP="002854FB">
      <w:pPr>
        <w:pStyle w:val="EX"/>
      </w:pPr>
      <w:r w:rsidRPr="00870ED0">
        <w:t>Test Source:</w:t>
      </w:r>
      <w:r w:rsidRPr="00870ED0">
        <w:tab/>
        <w:t>Test_ Api_2_Prh_Gcst.java</w:t>
      </w:r>
      <w:r w:rsidR="00AE177E" w:rsidRPr="00870ED0">
        <w:t>.</w:t>
      </w:r>
    </w:p>
    <w:p w:rsidR="00714EBB" w:rsidRPr="00870ED0" w:rsidRDefault="00714EBB" w:rsidP="002854FB">
      <w:pPr>
        <w:pStyle w:val="EX"/>
      </w:pPr>
      <w:r w:rsidRPr="00870ED0">
        <w:t>Test</w:t>
      </w:r>
      <w:r w:rsidR="00EB39BD" w:rsidRPr="00870ED0">
        <w:t xml:space="preserve"> Applet:</w:t>
      </w:r>
      <w:r w:rsidR="00AE177E" w:rsidRPr="00870ED0">
        <w:tab/>
        <w:t>Api_2_Prh_Gcst_1.java.</w:t>
      </w:r>
    </w:p>
    <w:p w:rsidR="00714EBB" w:rsidRPr="00870ED0" w:rsidRDefault="00714EBB" w:rsidP="002854FB">
      <w:pPr>
        <w:pStyle w:val="EX"/>
      </w:pPr>
      <w:r w:rsidRPr="00870ED0">
        <w:t>Cap File:</w:t>
      </w:r>
      <w:r w:rsidRPr="00870ED0">
        <w:tab/>
        <w:t>api_2_prh_gcst.cap</w:t>
      </w:r>
      <w:r w:rsidR="00AE177E" w:rsidRPr="00870ED0">
        <w:t>.</w:t>
      </w:r>
    </w:p>
    <w:p w:rsidR="00714EBB" w:rsidRPr="00870ED0" w:rsidRDefault="00714EBB" w:rsidP="00AE177E">
      <w:pPr>
        <w:pStyle w:val="Heading5"/>
      </w:pPr>
      <w:r w:rsidRPr="00870ED0">
        <w:t>5.2.5.23.3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bl>
    <w:p w:rsidR="00714EBB" w:rsidRPr="00870ED0" w:rsidRDefault="00714EBB" w:rsidP="00AE177E"/>
    <w:p w:rsidR="00714EBB" w:rsidRPr="00870ED0" w:rsidRDefault="00AE177E" w:rsidP="00824EEF">
      <w:pPr>
        <w:pStyle w:val="Heading5"/>
        <w:keepNext w:val="0"/>
        <w:keepLines w:val="0"/>
      </w:pPr>
      <w:r w:rsidRPr="00870ED0">
        <w:t>5.2.</w:t>
      </w:r>
      <w:r w:rsidR="00714EBB" w:rsidRPr="00870ED0">
        <w:t>5.23.4</w:t>
      </w:r>
      <w:r w:rsidR="00714EBB"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AE177E">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APDU Expectation</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PL"/>
              <w:rPr>
                <w:noProof w:val="0"/>
              </w:rPr>
            </w:pPr>
            <w:r w:rsidRPr="00870ED0">
              <w:rPr>
                <w:noProof w:val="0"/>
              </w:rPr>
              <w:t>Applet1 is installed with maximum number of channel = 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Channel status TLV is not present</w:t>
            </w:r>
          </w:p>
          <w:p w:rsidR="00714EBB" w:rsidRPr="00870ED0" w:rsidRDefault="00714EBB" w:rsidP="00824EEF">
            <w:pPr>
              <w:pStyle w:val="TAL"/>
              <w:keepNext w:val="0"/>
              <w:keepLines w:val="0"/>
            </w:pPr>
          </w:p>
          <w:p w:rsidR="00714EBB" w:rsidRPr="00870ED0" w:rsidRDefault="00714EBB" w:rsidP="00824EEF">
            <w:pPr>
              <w:pStyle w:val="PL"/>
              <w:rPr>
                <w:noProof w:val="0"/>
              </w:rPr>
            </w:pPr>
            <w:r w:rsidRPr="00870ED0">
              <w:rPr>
                <w:noProof w:val="0"/>
              </w:rPr>
              <w:t>1- Build and send a DISPLAY TEXT command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 getChannelStatus(0x01) method.</w:t>
            </w:r>
          </w:p>
          <w:p w:rsidR="00714EBB" w:rsidRPr="00870ED0" w:rsidRDefault="00714EBB" w:rsidP="00824EEF">
            <w:pPr>
              <w:pStyle w:val="PL"/>
              <w:rPr>
                <w:noProof w:val="0"/>
              </w:rPr>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2- UNAVAILABLE_ELEMENT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DISPLAY TEXT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TERMINAL RESPONSE with no Channel status TLV available.</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rPr>
                <w:color w:val="000000"/>
              </w:rPr>
            </w:pPr>
            <w:r w:rsidRPr="00870ED0">
              <w:rPr>
                <w:color w:val="000000"/>
              </w:rPr>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Channel status TLV with the identifier is not present</w:t>
            </w:r>
          </w:p>
          <w:p w:rsidR="00714EBB" w:rsidRPr="00870ED0" w:rsidRDefault="00714EBB" w:rsidP="00824EEF">
            <w:pPr>
              <w:pStyle w:val="TAL"/>
              <w:keepNext w:val="0"/>
              <w:keepLines w:val="0"/>
            </w:pPr>
          </w:p>
          <w:p w:rsidR="00714EBB" w:rsidRPr="00870ED0" w:rsidRDefault="00714EBB" w:rsidP="00824EEF">
            <w:pPr>
              <w:pStyle w:val="PL"/>
              <w:rPr>
                <w:noProof w:val="0"/>
              </w:rPr>
            </w:pPr>
            <w:r w:rsidRPr="00870ED0">
              <w:rPr>
                <w:noProof w:val="0"/>
              </w:rPr>
              <w:t xml:space="preserve">1- </w:t>
            </w:r>
            <w:r w:rsidRPr="00870ED0">
              <w:rPr>
                <w:noProof w:val="0"/>
                <w:color w:val="000000"/>
              </w:rPr>
              <w:t>Build and send a OPEN CHANNEL proactive command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 getChannelStatus(0x02)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3- Call ProactiveHandler.initCloseChannel(0x01) and P</w:t>
            </w:r>
            <w:r w:rsidR="00AE177E" w:rsidRPr="00870ED0">
              <w:rPr>
                <w:noProof w:val="0"/>
              </w:rPr>
              <w:t>roactiveHandler.send() methods.</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rPr>
                <w:color w:val="000000"/>
              </w:rPr>
            </w:pPr>
            <w:r w:rsidRPr="00870ED0">
              <w:t>2- UNAVAILABLE_ELEMENT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 xml:space="preserve">1- </w:t>
            </w:r>
            <w:r w:rsidRPr="00870ED0">
              <w:rPr>
                <w:color w:val="000000"/>
              </w:rPr>
              <w:t>OPEN CHANNEL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TERMINAL RESPONSE is issued with channel status value = 0x8100.</w:t>
            </w: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r w:rsidRPr="00870ED0">
              <w:rPr>
                <w:color w:val="000000"/>
              </w:rPr>
              <w:t>3</w:t>
            </w:r>
            <w:r w:rsidRPr="00870ED0">
              <w:t>- Succesfull terminal response to initCloseChannel proactive command.</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rPr>
                <w:color w:val="000000"/>
              </w:rPr>
              <w:lastRenderedPageBreak/>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jc w:val="center"/>
              <w:rPr>
                <w:b/>
              </w:rPr>
            </w:pPr>
            <w:r w:rsidRPr="00870ED0">
              <w:rPr>
                <w:b/>
                <w:color w:val="000000"/>
              </w:rPr>
              <w:t>Channel status TLV</w:t>
            </w:r>
            <w:r w:rsidRPr="00870ED0">
              <w:rPr>
                <w:b/>
                <w:color w:val="00FF00"/>
              </w:rPr>
              <w:t xml:space="preserve"> </w:t>
            </w:r>
            <w:r w:rsidRPr="00870ED0">
              <w:rPr>
                <w:b/>
              </w:rPr>
              <w:t>with a length equal to 0</w:t>
            </w:r>
          </w:p>
          <w:p w:rsidR="00714EBB" w:rsidRPr="00870ED0" w:rsidRDefault="00714EBB" w:rsidP="00824EEF">
            <w:pPr>
              <w:pStyle w:val="PL"/>
              <w:rPr>
                <w:noProof w:val="0"/>
                <w:color w:val="000000"/>
              </w:rPr>
            </w:pPr>
            <w:r w:rsidRPr="00870ED0">
              <w:rPr>
                <w:noProof w:val="0"/>
                <w:color w:val="000000"/>
              </w:rPr>
              <w:t>1- Build and send a OPEN CHANNEL proactive command</w:t>
            </w:r>
          </w:p>
          <w:p w:rsidR="00714EBB" w:rsidRPr="00870ED0" w:rsidRDefault="00714EBB" w:rsidP="00824EEF">
            <w:pPr>
              <w:pStyle w:val="PL"/>
              <w:rPr>
                <w:noProof w:val="0"/>
                <w:color w:val="000000"/>
              </w:rPr>
            </w:pPr>
          </w:p>
          <w:p w:rsidR="00714EBB" w:rsidRPr="00870ED0" w:rsidRDefault="00714EBB" w:rsidP="00824EEF">
            <w:pPr>
              <w:pStyle w:val="PL"/>
              <w:rPr>
                <w:noProof w:val="0"/>
              </w:rPr>
            </w:pPr>
            <w:r w:rsidRPr="00870ED0">
              <w:rPr>
                <w:noProof w:val="0"/>
                <w:color w:val="000000"/>
              </w:rPr>
              <w:t>2- Call ProactiveResponseHandler.</w:t>
            </w:r>
            <w:r w:rsidRPr="00870ED0">
              <w:rPr>
                <w:noProof w:val="0"/>
              </w:rPr>
              <w:t xml:space="preserve"> getChannelStatus</w:t>
            </w:r>
            <w:r w:rsidRPr="00870ED0">
              <w:rPr>
                <w:noProof w:val="0"/>
                <w:color w:val="000000"/>
              </w:rPr>
              <w:t>(0x01)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pPr>
            <w:r w:rsidRPr="00870ED0">
              <w:rPr>
                <w:color w:val="000000"/>
              </w:rPr>
              <w:t>2- UNAVAILABLE_ELEMENT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rPr>
                <w:color w:val="000000"/>
              </w:rPr>
            </w:pPr>
            <w:r w:rsidRPr="00870ED0">
              <w:rPr>
                <w:color w:val="000000"/>
              </w:rPr>
              <w:t>1- OPEN CHANNEL Proactive command is fetched.</w:t>
            </w: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pPr>
            <w:r w:rsidRPr="00870ED0">
              <w:rPr>
                <w:color w:val="000000"/>
              </w:rPr>
              <w:t>TERMINAL RESPONSE with Channel status TLV length equal to 0.</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jc w:val="center"/>
              <w:rPr>
                <w:b/>
              </w:rPr>
            </w:pPr>
            <w:r w:rsidRPr="00870ED0">
              <w:rPr>
                <w:b/>
                <w:color w:val="000000"/>
              </w:rPr>
              <w:t>Channel status TLV</w:t>
            </w:r>
            <w:r w:rsidRPr="00870ED0">
              <w:rPr>
                <w:b/>
                <w:color w:val="00FF00"/>
              </w:rPr>
              <w:t xml:space="preserve"> </w:t>
            </w:r>
            <w:r w:rsidRPr="00870ED0">
              <w:rPr>
                <w:b/>
              </w:rPr>
              <w:t>with a length equal to 1</w:t>
            </w:r>
          </w:p>
          <w:p w:rsidR="00714EBB" w:rsidRPr="00870ED0" w:rsidRDefault="00714EBB" w:rsidP="00824EEF">
            <w:pPr>
              <w:pStyle w:val="PL"/>
              <w:rPr>
                <w:noProof w:val="0"/>
                <w:color w:val="000000"/>
              </w:rPr>
            </w:pPr>
            <w:r w:rsidRPr="00870ED0">
              <w:rPr>
                <w:noProof w:val="0"/>
                <w:color w:val="000000"/>
              </w:rPr>
              <w:t>1- Build and send a OPEN CHANNEL proactive command</w:t>
            </w:r>
          </w:p>
          <w:p w:rsidR="00714EBB" w:rsidRPr="00870ED0" w:rsidRDefault="00714EBB" w:rsidP="00824EEF">
            <w:pPr>
              <w:pStyle w:val="PL"/>
              <w:rPr>
                <w:noProof w:val="0"/>
                <w:color w:val="000000"/>
              </w:rPr>
            </w:pPr>
          </w:p>
          <w:p w:rsidR="00714EBB" w:rsidRPr="00870ED0" w:rsidRDefault="00714EBB" w:rsidP="00824EEF">
            <w:pPr>
              <w:pStyle w:val="PL"/>
              <w:rPr>
                <w:noProof w:val="0"/>
                <w:color w:val="000000"/>
              </w:rPr>
            </w:pPr>
            <w:r w:rsidRPr="00870ED0">
              <w:rPr>
                <w:noProof w:val="0"/>
                <w:color w:val="000000"/>
              </w:rPr>
              <w:t>2- Call ProactiveResponseHandler.</w:t>
            </w:r>
            <w:r w:rsidRPr="00870ED0">
              <w:rPr>
                <w:noProof w:val="0"/>
              </w:rPr>
              <w:t xml:space="preserve"> getChannelStatus</w:t>
            </w:r>
            <w:r w:rsidRPr="00870ED0">
              <w:rPr>
                <w:noProof w:val="0"/>
                <w:color w:val="000000"/>
              </w:rPr>
              <w:t>(0x01) method.</w:t>
            </w:r>
          </w:p>
          <w:p w:rsidR="00714EBB" w:rsidRPr="00870ED0" w:rsidRDefault="00714EBB" w:rsidP="00824EEF">
            <w:pPr>
              <w:pStyle w:val="PL"/>
              <w:rPr>
                <w:b/>
                <w:noProof w:val="0"/>
              </w:rPr>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pPr>
            <w:r w:rsidRPr="00870ED0">
              <w:rPr>
                <w:color w:val="000000"/>
              </w:rPr>
              <w:t>2- OUT_OF_TLV_BOUNDARIES ToolkitException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rPr>
                <w:color w:val="000000"/>
              </w:rPr>
            </w:pPr>
            <w:r w:rsidRPr="00870ED0">
              <w:rPr>
                <w:color w:val="000000"/>
              </w:rPr>
              <w:t>1- OPEN CHANNEL Proactive command is fetched.</w:t>
            </w: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rPr>
                <w:color w:val="000000"/>
              </w:rPr>
            </w:pPr>
          </w:p>
          <w:p w:rsidR="00714EBB" w:rsidRPr="00870ED0" w:rsidRDefault="00714EBB" w:rsidP="00824EEF">
            <w:pPr>
              <w:pStyle w:val="TAL"/>
              <w:keepNext w:val="0"/>
              <w:keepLines w:val="0"/>
            </w:pPr>
            <w:r w:rsidRPr="00870ED0">
              <w:rPr>
                <w:color w:val="000000"/>
              </w:rPr>
              <w:t>TERMINAL RESPONSE with Channel status TLV length equal to 1.</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jc w:val="center"/>
            </w:pPr>
            <w:r w:rsidRPr="00870ED0">
              <w:rPr>
                <w:b/>
              </w:rPr>
              <w:t>Get channel status value</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Call ProactiveHandler.init() method to open a channel and ProactiveHandler.send()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 getChannelStatus(0x01)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3- Build and send a get channel status proactive command.</w:t>
            </w:r>
          </w:p>
          <w:p w:rsidR="00714EBB" w:rsidRPr="00870ED0" w:rsidRDefault="00714EBB" w:rsidP="00824EEF">
            <w:pPr>
              <w:pStyle w:val="PL"/>
              <w:rPr>
                <w:noProof w:val="0"/>
              </w:rPr>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2- Returns 0x8100</w:t>
            </w:r>
          </w:p>
          <w:p w:rsidR="00714EBB" w:rsidRPr="00870ED0" w:rsidRDefault="00714EBB" w:rsidP="00824EEF">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OPEN CHANNEL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TERMINAL RESPONSE is issued with channel status value = 0x8100.</w:t>
            </w:r>
          </w:p>
          <w:p w:rsidR="00714EBB" w:rsidRPr="00870ED0" w:rsidRDefault="00714EBB" w:rsidP="00824EEF">
            <w:pPr>
              <w:pStyle w:val="TAL"/>
              <w:keepNext w:val="0"/>
              <w:keepLines w:val="0"/>
            </w:pPr>
          </w:p>
          <w:p w:rsidR="00714EBB" w:rsidRPr="00870ED0" w:rsidRDefault="00714EBB" w:rsidP="00824EEF">
            <w:pPr>
              <w:pStyle w:val="TAL"/>
              <w:keepNext w:val="0"/>
              <w:keepLines w:val="0"/>
            </w:pP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Get channel status value with 2 TLV</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Build and send a get channel status proactive command</w:t>
            </w:r>
          </w:p>
          <w:p w:rsidR="00714EBB" w:rsidRPr="00870ED0" w:rsidRDefault="00714EBB" w:rsidP="00824EEF">
            <w:pPr>
              <w:pStyle w:val="PL"/>
              <w:rPr>
                <w:noProof w:val="0"/>
              </w:rPr>
            </w:pPr>
            <w:r w:rsidRPr="00870ED0">
              <w:rPr>
                <w:noProof w:val="0"/>
              </w:rPr>
              <w:t>2- Call ProactiveResponseHandler. getChannelStatus(0x01) method.</w:t>
            </w:r>
          </w:p>
          <w:p w:rsidR="00714EBB" w:rsidRPr="00870ED0" w:rsidRDefault="00714EBB" w:rsidP="00824EEF">
            <w:pPr>
              <w:pStyle w:val="PL"/>
              <w:rPr>
                <w:noProof w:val="0"/>
              </w:rPr>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2- Returns 0x8100</w:t>
            </w:r>
          </w:p>
          <w:p w:rsidR="00714EBB" w:rsidRPr="00870ED0" w:rsidRDefault="00714EBB" w:rsidP="00824EEF">
            <w:pPr>
              <w:pStyle w:val="TAL"/>
              <w:keepNext w:val="0"/>
              <w:keepLines w:val="0"/>
            </w:pPr>
          </w:p>
          <w:p w:rsidR="00714EBB" w:rsidRPr="00870ED0" w:rsidRDefault="00714EBB" w:rsidP="00824EEF">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Get channel status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 xml:space="preserve">TERMINAL RESPONSE is issued with 2 channel status value = </w:t>
            </w:r>
            <w:r w:rsidRPr="00870ED0">
              <w:rPr>
                <w:color w:val="000000"/>
              </w:rPr>
              <w:t>0x8100 and 0x8101</w:t>
            </w:r>
            <w:r w:rsidR="00AE177E" w:rsidRPr="00870ED0">
              <w:t>.</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Get channel status value with 2 TLV</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Build and send a Get Channel status proactive command.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 getChannelStatus(0x01) method.</w:t>
            </w:r>
          </w:p>
          <w:p w:rsidR="00714EBB" w:rsidRPr="00870ED0" w:rsidRDefault="00714EBB" w:rsidP="00824EEF">
            <w:pPr>
              <w:pStyle w:val="PL"/>
              <w:rPr>
                <w:noProof w:val="0"/>
              </w:rPr>
            </w:pPr>
          </w:p>
          <w:p w:rsidR="00714EBB" w:rsidRPr="00870ED0" w:rsidRDefault="00714EBB" w:rsidP="00824EEF">
            <w:pPr>
              <w:pStyle w:val="TAH"/>
              <w:keepNext w:val="0"/>
              <w:keepLines w:val="0"/>
              <w:jc w:val="left"/>
            </w:pPr>
            <w:r w:rsidRPr="00870ED0">
              <w:rPr>
                <w:rFonts w:ascii="Courier New" w:hAnsi="Courier New"/>
                <w:b w:val="0"/>
                <w:sz w:val="16"/>
              </w:rPr>
              <w:t>4- Call ProactiveHandler.initCloseChannel() and ProactiveHandler.send() methods.</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2- Returns 0x8100</w:t>
            </w:r>
          </w:p>
          <w:p w:rsidR="00714EBB" w:rsidRPr="00870ED0" w:rsidRDefault="00714EBB" w:rsidP="00824EEF">
            <w:pPr>
              <w:pStyle w:val="TAL"/>
              <w:keepNext w:val="0"/>
              <w:keepLines w:val="0"/>
            </w:pPr>
          </w:p>
          <w:p w:rsidR="00714EBB" w:rsidRPr="00870ED0" w:rsidRDefault="00714EBB" w:rsidP="00824EEF">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1- Get channel status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 xml:space="preserve">TERMINAL RESPONSE is issued with 2 channel status value = </w:t>
            </w:r>
            <w:r w:rsidRPr="00870ED0">
              <w:rPr>
                <w:color w:val="000000"/>
              </w:rPr>
              <w:t>0x8200 and 0x8100</w:t>
            </w:r>
            <w:r w:rsidRPr="00870ED0">
              <w:t>.</w:t>
            </w: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rPr>
                <w:color w:val="000000"/>
              </w:rPr>
              <w:t>3</w:t>
            </w:r>
            <w:r w:rsidRPr="00870ED0">
              <w:t>- Succesfull terminal response to initCloseChannel proactive command.</w:t>
            </w:r>
          </w:p>
        </w:tc>
      </w:tr>
      <w:tr w:rsidR="00714EBB" w:rsidRPr="00870ED0" w:rsidTr="00AE177E">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Next w:val="0"/>
              <w:keepLines w:val="0"/>
            </w:pPr>
            <w:r w:rsidRPr="00870ED0">
              <w:t>Channel status TLV is currently selected TLV</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1- Call ProactiveHandler.init() method to open a channel and ProactiveHandler.send() method.</w:t>
            </w:r>
          </w:p>
          <w:p w:rsidR="00714EBB" w:rsidRPr="00870ED0" w:rsidRDefault="00714EBB" w:rsidP="00824EEF">
            <w:pPr>
              <w:pStyle w:val="PL"/>
              <w:rPr>
                <w:noProof w:val="0"/>
              </w:rPr>
            </w:pPr>
            <w:r w:rsidRPr="00870ED0">
              <w:rPr>
                <w:noProof w:val="0"/>
              </w:rPr>
              <w:t>Call ViewHandler.FindTLV() method with Device Identity Tag.</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2- Call ProactiveResponseHandler. getChannelStatus(0x03) method.</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3- Compare ProactiveResponseHandler. getChannelStatus() and ViewHandler.getValueShort(0) method results.</w:t>
            </w:r>
          </w:p>
          <w:p w:rsidR="00714EBB" w:rsidRPr="00870ED0" w:rsidRDefault="00714EBB" w:rsidP="00824EEF">
            <w:pPr>
              <w:pStyle w:val="PL"/>
              <w:rPr>
                <w:noProof w:val="0"/>
              </w:rPr>
            </w:pPr>
          </w:p>
          <w:p w:rsidR="00714EBB" w:rsidRPr="00870ED0" w:rsidRDefault="00714EBB" w:rsidP="00824EEF">
            <w:pPr>
              <w:pStyle w:val="PL"/>
              <w:rPr>
                <w:noProof w:val="0"/>
              </w:rPr>
            </w:pPr>
            <w:r w:rsidRPr="00870ED0">
              <w:rPr>
                <w:noProof w:val="0"/>
              </w:rPr>
              <w:t>4- Call ProactiveHandler.initCloseChannel(0x03) and P</w:t>
            </w:r>
            <w:r w:rsidR="00AE177E" w:rsidRPr="00870ED0">
              <w:rPr>
                <w:noProof w:val="0"/>
              </w:rPr>
              <w:t>roactiveHandler.send() methods.</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2- Returns 0x0304</w:t>
            </w:r>
          </w:p>
          <w:p w:rsidR="00714EBB" w:rsidRPr="00870ED0" w:rsidRDefault="00714EBB" w:rsidP="00824EEF">
            <w:pPr>
              <w:pStyle w:val="TAL"/>
              <w:keepNext w:val="0"/>
              <w:keepLines w:val="0"/>
            </w:pPr>
          </w:p>
          <w:p w:rsidR="00714EBB" w:rsidRPr="00870ED0" w:rsidRDefault="00714EBB" w:rsidP="00824EEF">
            <w:pPr>
              <w:pStyle w:val="TAL"/>
              <w:keepNext w:val="0"/>
              <w:keepLines w:val="0"/>
            </w:pPr>
          </w:p>
          <w:p w:rsidR="00714EBB" w:rsidRPr="00870ED0" w:rsidRDefault="00714EBB" w:rsidP="00824EEF">
            <w:pPr>
              <w:pStyle w:val="TAL"/>
              <w:keepNext w:val="0"/>
              <w:keepLines w:val="0"/>
            </w:pPr>
            <w:r w:rsidRPr="00870ED0">
              <w:t>3- Check getChannelStatus() =getValueShort(0)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Next w:val="0"/>
              <w:keepLines w:val="0"/>
            </w:pPr>
            <w:r w:rsidRPr="00870ED0">
              <w:t>1- OPEN CHANNEL Proactive Command is fetched.</w:t>
            </w:r>
          </w:p>
          <w:p w:rsidR="00714EBB" w:rsidRPr="00870ED0" w:rsidRDefault="00714EBB" w:rsidP="00824EEF">
            <w:pPr>
              <w:pStyle w:val="TAL"/>
              <w:keepNext w:val="0"/>
              <w:keepLines w:val="0"/>
            </w:pPr>
          </w:p>
          <w:p w:rsidR="00714EBB" w:rsidRPr="00870ED0" w:rsidRDefault="00714EBB" w:rsidP="00824EEF">
            <w:pPr>
              <w:pStyle w:val="TAL"/>
              <w:keepNext w:val="0"/>
              <w:keepLines w:val="0"/>
              <w:rPr>
                <w:strike/>
              </w:rPr>
            </w:pPr>
            <w:r w:rsidRPr="00870ED0">
              <w:t>TERMINAL RESPONSE is issued with channel status value = 0x030</w:t>
            </w:r>
            <w:r w:rsidRPr="00870ED0">
              <w:rPr>
                <w:color w:val="000000"/>
              </w:rPr>
              <w:t>4</w:t>
            </w:r>
            <w:r w:rsidRPr="00870ED0">
              <w:rPr>
                <w:strike/>
              </w:rPr>
              <w:t>.</w:t>
            </w:r>
          </w:p>
          <w:p w:rsidR="00714EBB" w:rsidRPr="00870ED0" w:rsidRDefault="00714EBB" w:rsidP="00824EEF">
            <w:pPr>
              <w:pStyle w:val="TAL"/>
              <w:keepNext w:val="0"/>
              <w:keepLines w:val="0"/>
              <w:rPr>
                <w:strike/>
              </w:rPr>
            </w:pPr>
          </w:p>
          <w:p w:rsidR="00714EBB" w:rsidRPr="00870ED0" w:rsidRDefault="00714EBB" w:rsidP="00824EEF">
            <w:pPr>
              <w:pStyle w:val="TAL"/>
              <w:keepNext w:val="0"/>
              <w:keepLines w:val="0"/>
              <w:rPr>
                <w:strike/>
              </w:rPr>
            </w:pPr>
          </w:p>
          <w:p w:rsidR="00714EBB" w:rsidRPr="00870ED0" w:rsidRDefault="00714EBB" w:rsidP="00824EEF">
            <w:pPr>
              <w:pStyle w:val="TAL"/>
              <w:keepNext w:val="0"/>
              <w:keepLines w:val="0"/>
              <w:rPr>
                <w:strike/>
              </w:rPr>
            </w:pPr>
          </w:p>
          <w:p w:rsidR="00714EBB" w:rsidRPr="00870ED0" w:rsidRDefault="00714EBB" w:rsidP="00824EEF">
            <w:pPr>
              <w:pStyle w:val="TAL"/>
              <w:keepNext w:val="0"/>
              <w:keepLines w:val="0"/>
              <w:rPr>
                <w:strike/>
              </w:rPr>
            </w:pPr>
          </w:p>
          <w:p w:rsidR="00714EBB" w:rsidRPr="00870ED0" w:rsidRDefault="00714EBB" w:rsidP="00824EEF">
            <w:pPr>
              <w:pStyle w:val="TAL"/>
              <w:keepNext w:val="0"/>
              <w:keepLines w:val="0"/>
              <w:rPr>
                <w:strike/>
              </w:rPr>
            </w:pPr>
          </w:p>
          <w:p w:rsidR="00714EBB" w:rsidRPr="00870ED0" w:rsidRDefault="00714EBB" w:rsidP="00824EEF">
            <w:pPr>
              <w:pStyle w:val="TAL"/>
              <w:keepNext w:val="0"/>
              <w:keepLines w:val="0"/>
              <w:rPr>
                <w:strike/>
              </w:rPr>
            </w:pPr>
          </w:p>
          <w:p w:rsidR="00714EBB" w:rsidRPr="00870ED0" w:rsidRDefault="00714EBB" w:rsidP="00824EEF">
            <w:pPr>
              <w:pStyle w:val="TAL"/>
              <w:keepNext w:val="0"/>
              <w:keepLines w:val="0"/>
            </w:pPr>
            <w:r w:rsidRPr="00870ED0">
              <w:rPr>
                <w:color w:val="000000"/>
              </w:rPr>
              <w:t>3</w:t>
            </w:r>
            <w:r w:rsidRPr="00870ED0">
              <w:t>- Succesfull terminal response to initCloseChannel proactive command.</w:t>
            </w:r>
          </w:p>
        </w:tc>
      </w:tr>
    </w:tbl>
    <w:p w:rsidR="00714EBB" w:rsidRPr="00870ED0" w:rsidRDefault="00714EBB" w:rsidP="00824EEF"/>
    <w:p w:rsidR="00714EBB" w:rsidRPr="00870ED0" w:rsidRDefault="00714EBB">
      <w:pPr>
        <w:pStyle w:val="Heading3"/>
      </w:pPr>
      <w:r w:rsidRPr="00870ED0">
        <w:lastRenderedPageBreak/>
        <w:t>5.2.6</w:t>
      </w:r>
      <w:r w:rsidRPr="00870ED0">
        <w:tab/>
        <w:t>Interface ToolkitConstants</w:t>
      </w:r>
    </w:p>
    <w:p w:rsidR="00714EBB" w:rsidRPr="00870ED0" w:rsidRDefault="00714EBB">
      <w:pPr>
        <w:pStyle w:val="Heading4"/>
      </w:pPr>
      <w:r w:rsidRPr="00870ED0">
        <w:t>5.2.6.1</w:t>
      </w:r>
      <w:r w:rsidRPr="00870ED0">
        <w:tab/>
        <w:t>Constants</w:t>
      </w:r>
    </w:p>
    <w:p w:rsidR="00714EBB" w:rsidRPr="00870ED0" w:rsidRDefault="00714EBB">
      <w:r w:rsidRPr="00870ED0">
        <w:t>Test Area Reference: Api_2_Tkc_Cons</w:t>
      </w:r>
      <w:r w:rsidR="00AE177E" w:rsidRPr="00870ED0">
        <w:t>.</w:t>
      </w:r>
    </w:p>
    <w:p w:rsidR="00714EBB" w:rsidRPr="00870ED0" w:rsidRDefault="00714EBB" w:rsidP="00B469A3">
      <w:pPr>
        <w:pStyle w:val="Heading5"/>
      </w:pPr>
      <w:r w:rsidRPr="00870ED0">
        <w:t>5.2.6.1.1</w:t>
      </w:r>
      <w:r w:rsidRPr="00870ED0">
        <w:tab/>
        <w:t>Conformance requirement</w:t>
      </w:r>
    </w:p>
    <w:p w:rsidR="00714EBB" w:rsidRPr="00870ED0" w:rsidRDefault="00714EBB">
      <w:pPr>
        <w:keepNext/>
        <w:keepLines/>
      </w:pPr>
      <w:r w:rsidRPr="00870ED0">
        <w:t>There is no API, only constants. This constants shall be compare to its definition in the API.</w:t>
      </w:r>
    </w:p>
    <w:p w:rsidR="00714EBB" w:rsidRPr="00870ED0" w:rsidRDefault="00714EBB">
      <w:pPr>
        <w:pStyle w:val="H6"/>
      </w:pPr>
      <w:r w:rsidRPr="00870ED0">
        <w:t>5.2.6.1.1.1</w:t>
      </w:r>
      <w:r w:rsidRPr="00870ED0">
        <w:tab/>
        <w:t>Normal execution</w:t>
      </w:r>
    </w:p>
    <w:p w:rsidR="00714EBB" w:rsidRPr="00870ED0" w:rsidRDefault="00714EBB">
      <w:pPr>
        <w:pStyle w:val="B1"/>
      </w:pPr>
      <w:r w:rsidRPr="00870ED0">
        <w:t>CRRN1: The Toolkit Constants shall all have the same na</w:t>
      </w:r>
      <w:r w:rsidR="00AE177E" w:rsidRPr="00870ED0">
        <w:t xml:space="preserve">me and value as defined in </w:t>
      </w:r>
      <w:r w:rsidR="0041421C" w:rsidRPr="00870ED0">
        <w:t xml:space="preserve">ETSI </w:t>
      </w:r>
      <w:r w:rsidRPr="00870ED0">
        <w:t xml:space="preserve">TS 102 241 </w:t>
      </w:r>
      <w:r w:rsidR="00A1210D" w:rsidRPr="00870ED0">
        <w:t>[9]</w:t>
      </w:r>
      <w:r w:rsidRPr="00870ED0">
        <w:t>.</w:t>
      </w:r>
    </w:p>
    <w:p w:rsidR="00714EBB" w:rsidRPr="00870ED0" w:rsidRDefault="00714EBB">
      <w:pPr>
        <w:pStyle w:val="H6"/>
      </w:pPr>
      <w:r w:rsidRPr="00870ED0">
        <w:t>5.2.6.1.1.2</w:t>
      </w:r>
      <w:r w:rsidRPr="00870ED0">
        <w:tab/>
        <w:t>Parameter errors</w:t>
      </w:r>
    </w:p>
    <w:p w:rsidR="00714EBB" w:rsidRPr="00870ED0" w:rsidRDefault="00714EBB">
      <w:r w:rsidRPr="00870ED0">
        <w:t>No requirements.</w:t>
      </w:r>
    </w:p>
    <w:p w:rsidR="00714EBB" w:rsidRPr="00870ED0" w:rsidRDefault="00714EBB">
      <w:pPr>
        <w:pStyle w:val="H6"/>
      </w:pPr>
      <w:r w:rsidRPr="00870ED0">
        <w:t>5.2.6.1.1.3</w:t>
      </w:r>
      <w:r w:rsidRPr="00870ED0">
        <w:tab/>
        <w:t>Context errors</w:t>
      </w:r>
    </w:p>
    <w:p w:rsidR="00714EBB" w:rsidRPr="00870ED0" w:rsidRDefault="00714EBB">
      <w:r w:rsidRPr="00870ED0">
        <w:t>No requirements.</w:t>
      </w:r>
    </w:p>
    <w:p w:rsidR="00714EBB" w:rsidRPr="00870ED0" w:rsidRDefault="00714EBB" w:rsidP="00B469A3">
      <w:pPr>
        <w:pStyle w:val="Heading5"/>
      </w:pPr>
      <w:r w:rsidRPr="00870ED0">
        <w:t>5.2.6.1.2</w:t>
      </w:r>
      <w:r w:rsidRPr="00870ED0">
        <w:tab/>
        <w:t>Test area files</w:t>
      </w:r>
    </w:p>
    <w:p w:rsidR="00714EBB" w:rsidRPr="00870ED0" w:rsidRDefault="00714EBB">
      <w:r w:rsidRPr="00870ED0">
        <w:t>None.</w:t>
      </w:r>
    </w:p>
    <w:p w:rsidR="00714EBB" w:rsidRPr="00870ED0" w:rsidRDefault="00714EBB" w:rsidP="00B469A3">
      <w:pPr>
        <w:pStyle w:val="Heading5"/>
      </w:pPr>
      <w:r w:rsidRPr="00870ED0">
        <w:t>5.2.6.1.3</w:t>
      </w:r>
      <w:r w:rsidRPr="00870ED0">
        <w:tab/>
        <w:t>Test procedure</w:t>
      </w:r>
    </w:p>
    <w:p w:rsidR="00714EBB" w:rsidRPr="00870ED0" w:rsidRDefault="00714EBB">
      <w:r w:rsidRPr="00870ED0">
        <w:t>The constants in Java are resolved at compilation time, therefore a runtime test is not useful. No test of constants will be performed.</w:t>
      </w:r>
    </w:p>
    <w:p w:rsidR="00714EBB" w:rsidRPr="00870ED0" w:rsidRDefault="00714EBB">
      <w:pPr>
        <w:pStyle w:val="Heading3"/>
      </w:pPr>
      <w:r w:rsidRPr="00870ED0">
        <w:t>5.2.7</w:t>
      </w:r>
      <w:r w:rsidRPr="00870ED0">
        <w:tab/>
        <w:t>Interface ToolkitInterface</w:t>
      </w:r>
    </w:p>
    <w:p w:rsidR="00714EBB" w:rsidRPr="00870ED0" w:rsidRDefault="00714EBB">
      <w:pPr>
        <w:pStyle w:val="Heading4"/>
      </w:pPr>
      <w:r w:rsidRPr="00870ED0">
        <w:t>5.2.7.1</w:t>
      </w:r>
      <w:r w:rsidRPr="00870ED0">
        <w:tab/>
        <w:t>Method processToolkit</w:t>
      </w:r>
    </w:p>
    <w:p w:rsidR="00714EBB" w:rsidRPr="00870ED0" w:rsidRDefault="00714EBB">
      <w:r w:rsidRPr="00870ED0">
        <w:t>Test Area Reference: Api_2_Tki_Prtk</w:t>
      </w:r>
      <w:r w:rsidR="00AE177E" w:rsidRPr="00870ED0">
        <w:t>.</w:t>
      </w:r>
    </w:p>
    <w:p w:rsidR="00714EBB" w:rsidRPr="00870ED0" w:rsidRDefault="00714EBB" w:rsidP="00B469A3">
      <w:pPr>
        <w:pStyle w:val="Heading5"/>
      </w:pPr>
      <w:r w:rsidRPr="00870ED0">
        <w:t>5.2.7.1.1</w:t>
      </w:r>
      <w:r w:rsidRPr="00870ED0">
        <w:tab/>
        <w:t>Conformance requirement:</w:t>
      </w:r>
    </w:p>
    <w:p w:rsidR="00714EBB" w:rsidRPr="00870ED0" w:rsidRDefault="00714EBB">
      <w:r w:rsidRPr="00870ED0">
        <w:t>The method with following prototype shall be compliant to its definition in the API.</w:t>
      </w:r>
    </w:p>
    <w:p w:rsidR="00714EBB" w:rsidRPr="00870ED0" w:rsidRDefault="00714EBB">
      <w:pPr>
        <w:pStyle w:val="PL"/>
        <w:rPr>
          <w:noProof w:val="0"/>
        </w:rPr>
      </w:pPr>
      <w:r w:rsidRPr="00870ED0">
        <w:rPr>
          <w:noProof w:val="0"/>
        </w:rPr>
        <w:t>public void processToolkit(short event)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5.2.7.1.1.1</w:t>
      </w:r>
      <w:r w:rsidRPr="00870ED0">
        <w:tab/>
        <w:t>Normal execution</w:t>
      </w:r>
    </w:p>
    <w:p w:rsidR="00714EBB" w:rsidRPr="00870ED0" w:rsidRDefault="00714EBB">
      <w:pPr>
        <w:pStyle w:val="B1"/>
      </w:pPr>
      <w:r w:rsidRPr="00870ED0">
        <w:t xml:space="preserve">CRRN1: This interface </w:t>
      </w:r>
      <w:r w:rsidR="00A87D3B" w:rsidRPr="00870ED0">
        <w:t>shall</w:t>
      </w:r>
      <w:r w:rsidRPr="00870ED0">
        <w:t xml:space="preserve"> be implemented by a Toolkit applet (which extends the javacard.framework.Applet class) so that it can be triggered by the Toolkit Triggering Entity according t</w:t>
      </w:r>
      <w:r w:rsidR="00A87D3B" w:rsidRPr="00870ED0">
        <w:t>o the registration information.</w:t>
      </w:r>
    </w:p>
    <w:p w:rsidR="00714EBB" w:rsidRPr="00870ED0" w:rsidRDefault="00714EBB" w:rsidP="00AE177E">
      <w:pPr>
        <w:pStyle w:val="B1"/>
      </w:pPr>
      <w:r w:rsidRPr="00870ED0">
        <w:t>CRRN2: The Toolkit applet will have to implement th</w:t>
      </w:r>
      <w:r w:rsidR="00AE177E" w:rsidRPr="00870ED0">
        <w:t>e processToolkit shared method.</w:t>
      </w:r>
    </w:p>
    <w:p w:rsidR="00714EBB" w:rsidRPr="00870ED0" w:rsidRDefault="00714EBB">
      <w:pPr>
        <w:pStyle w:val="H6"/>
      </w:pPr>
      <w:r w:rsidRPr="00870ED0">
        <w:t>5.2.7.1.1.2</w:t>
      </w:r>
      <w:r w:rsidRPr="00870ED0">
        <w:tab/>
        <w:t>Parameter errors</w:t>
      </w:r>
    </w:p>
    <w:p w:rsidR="00714EBB" w:rsidRPr="00870ED0" w:rsidRDefault="00714EBB">
      <w:r w:rsidRPr="00870ED0">
        <w:t>No requirements.</w:t>
      </w:r>
    </w:p>
    <w:p w:rsidR="00714EBB" w:rsidRPr="00870ED0" w:rsidRDefault="00714EBB">
      <w:pPr>
        <w:pStyle w:val="H6"/>
      </w:pPr>
      <w:r w:rsidRPr="00870ED0">
        <w:t>5.2.7.1.1.3</w:t>
      </w:r>
      <w:r w:rsidRPr="00870ED0">
        <w:tab/>
        <w:t>Context errors</w:t>
      </w:r>
    </w:p>
    <w:p w:rsidR="00714EBB" w:rsidRPr="00870ED0" w:rsidRDefault="00714EBB">
      <w:r w:rsidRPr="00870ED0">
        <w:t>No requirements.</w:t>
      </w:r>
    </w:p>
    <w:p w:rsidR="00714EBB" w:rsidRPr="00870ED0" w:rsidRDefault="00714EBB" w:rsidP="00B469A3">
      <w:pPr>
        <w:pStyle w:val="Heading5"/>
      </w:pPr>
      <w:r w:rsidRPr="00870ED0">
        <w:lastRenderedPageBreak/>
        <w:t>5.2.7.1.2</w:t>
      </w:r>
      <w:r w:rsidRPr="00870ED0">
        <w:tab/>
        <w:t>Test area files</w:t>
      </w:r>
    </w:p>
    <w:p w:rsidR="00714EBB" w:rsidRPr="00870ED0" w:rsidRDefault="00714EBB">
      <w:r w:rsidRPr="00870ED0">
        <w:t>The method is tested in the CAT Runtime Environment.</w:t>
      </w:r>
    </w:p>
    <w:p w:rsidR="00714EBB" w:rsidRPr="00870ED0" w:rsidRDefault="00714EBB" w:rsidP="00B469A3">
      <w:pPr>
        <w:pStyle w:val="Heading5"/>
      </w:pPr>
      <w:r w:rsidRPr="00870ED0">
        <w:t>5.2.7.1.3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3079"/>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Tested in the whole test suite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Tested in the whole test suite</w:t>
            </w:r>
          </w:p>
        </w:tc>
      </w:tr>
    </w:tbl>
    <w:p w:rsidR="00714EBB" w:rsidRPr="00870ED0" w:rsidRDefault="00714EBB"/>
    <w:p w:rsidR="00714EBB" w:rsidRPr="00870ED0" w:rsidRDefault="00714EBB">
      <w:pPr>
        <w:pStyle w:val="Heading3"/>
      </w:pPr>
      <w:r w:rsidRPr="00870ED0">
        <w:t>5.2.8</w:t>
      </w:r>
      <w:r w:rsidRPr="00870ED0">
        <w:tab/>
        <w:t>Interface ToolkitRegistry</w:t>
      </w:r>
    </w:p>
    <w:p w:rsidR="00714EBB" w:rsidRPr="00870ED0" w:rsidRDefault="00714EBB">
      <w:pPr>
        <w:pStyle w:val="Heading4"/>
      </w:pPr>
      <w:r w:rsidRPr="00870ED0">
        <w:t>5.2.8.1</w:t>
      </w:r>
      <w:r w:rsidRPr="00870ED0">
        <w:tab/>
        <w:t>Method allocateTimer</w:t>
      </w:r>
    </w:p>
    <w:p w:rsidR="00714EBB" w:rsidRPr="00870ED0" w:rsidRDefault="00714EBB">
      <w:pPr>
        <w:keepNext/>
        <w:keepLines/>
      </w:pPr>
      <w:r w:rsidRPr="00870ED0">
        <w:t>Test Area Reference: Api_2_Tkr_Atim</w:t>
      </w:r>
      <w:r w:rsidR="00EB39BD" w:rsidRPr="00870ED0">
        <w:t>.</w:t>
      </w:r>
    </w:p>
    <w:p w:rsidR="00714EBB" w:rsidRPr="00870ED0" w:rsidRDefault="00714EBB" w:rsidP="00B469A3">
      <w:pPr>
        <w:pStyle w:val="Heading5"/>
      </w:pPr>
      <w:r w:rsidRPr="00870ED0">
        <w:t>5.2.8.1.1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allocateTimer()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5.2.8.1.1.1</w:t>
      </w:r>
      <w:r w:rsidRPr="00870ED0">
        <w:tab/>
        <w:t>Normal execution</w:t>
      </w:r>
    </w:p>
    <w:p w:rsidR="00714EBB" w:rsidRPr="00870ED0" w:rsidRDefault="00714EBB">
      <w:pPr>
        <w:pStyle w:val="B1"/>
      </w:pPr>
      <w:r w:rsidRPr="00870ED0">
        <w:t>CRRN1: the returned timer identifier shall be between 01 and 08 inclusive.</w:t>
      </w:r>
    </w:p>
    <w:p w:rsidR="00714EBB" w:rsidRPr="00870ED0" w:rsidRDefault="00714EBB">
      <w:pPr>
        <w:pStyle w:val="B1"/>
      </w:pPr>
      <w:r w:rsidRPr="00870ED0">
        <w:t>CRRN2: the returned timer identifier shall be different from a previously allocated but not released one.</w:t>
      </w:r>
    </w:p>
    <w:p w:rsidR="00714EBB" w:rsidRPr="00870ED0" w:rsidRDefault="00714EBB">
      <w:pPr>
        <w:pStyle w:val="B1"/>
      </w:pPr>
      <w:r w:rsidRPr="00870ED0">
        <w:t>CRRN3: By calling this method the applet is registered to the EVENT_TIMER_EXPIRATION of the allocated timer.</w:t>
      </w:r>
    </w:p>
    <w:p w:rsidR="00714EBB" w:rsidRPr="00870ED0" w:rsidRDefault="00714EBB">
      <w:pPr>
        <w:pStyle w:val="B1"/>
      </w:pPr>
      <w:r w:rsidRPr="00870ED0">
        <w:t>CRRN4: The timer is allocated by the applet u</w:t>
      </w:r>
      <w:r w:rsidR="00EB39BD" w:rsidRPr="00870ED0">
        <w:t>ntil it explicitly releases it.</w:t>
      </w:r>
    </w:p>
    <w:p w:rsidR="00714EBB" w:rsidRPr="00870ED0" w:rsidRDefault="00714EBB">
      <w:pPr>
        <w:pStyle w:val="B1"/>
      </w:pPr>
      <w:r w:rsidRPr="00870ED0">
        <w:t>CRRN5: When a timer is allocated, the applet can issue the Timer Management proactive command to start, stop or get the value of its allocated timer.</w:t>
      </w:r>
    </w:p>
    <w:p w:rsidR="00714EBB" w:rsidRPr="00870ED0" w:rsidRDefault="00714EBB">
      <w:pPr>
        <w:pStyle w:val="H6"/>
        <w:outlineLvl w:val="0"/>
      </w:pPr>
      <w:r w:rsidRPr="00870ED0">
        <w:t>5.2.8.1.1.2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5.2.8.1.1.3</w:t>
      </w:r>
      <w:r w:rsidRPr="00870ED0">
        <w:tab/>
        <w:t>Context errors</w:t>
      </w:r>
    </w:p>
    <w:p w:rsidR="00714EBB" w:rsidRPr="00870ED0" w:rsidRDefault="00714EBB">
      <w:pPr>
        <w:pStyle w:val="B1"/>
      </w:pPr>
      <w:r w:rsidRPr="00870ED0">
        <w:t>CRRC1: Shall throw a ToolkitException with reason NO_TIMER_AVAILABLE if all the timers are allocated.</w:t>
      </w:r>
    </w:p>
    <w:p w:rsidR="00714EBB" w:rsidRPr="00870ED0" w:rsidRDefault="00714EBB">
      <w:pPr>
        <w:pStyle w:val="B1"/>
      </w:pPr>
      <w:r w:rsidRPr="00870ED0">
        <w:t>CRRC2: Shall throw a ToolkitException with reason NO_TIMER_AVAILABLE if the maximum number of timers have been allocated to this applet according to installation parameter.</w:t>
      </w:r>
    </w:p>
    <w:p w:rsidR="00714EBB" w:rsidRPr="00870ED0" w:rsidRDefault="00714EBB" w:rsidP="00B469A3">
      <w:pPr>
        <w:pStyle w:val="Heading5"/>
      </w:pPr>
      <w:r w:rsidRPr="00870ED0">
        <w:t>5.2.8.1.2</w:t>
      </w:r>
      <w:r w:rsidRPr="00870ED0">
        <w:tab/>
        <w:t>Test area files</w:t>
      </w:r>
    </w:p>
    <w:p w:rsidR="00714EBB" w:rsidRPr="00870ED0" w:rsidRDefault="00714EBB" w:rsidP="002854FB">
      <w:pPr>
        <w:pStyle w:val="EX"/>
      </w:pPr>
      <w:r w:rsidRPr="00870ED0">
        <w:t>Test Source:</w:t>
      </w:r>
      <w:r w:rsidRPr="00870ED0">
        <w:tab/>
        <w:t>Test_Api_2_Tkr_Atim.java</w:t>
      </w:r>
      <w:r w:rsidR="00AE177E" w:rsidRPr="00870ED0">
        <w:t>.</w:t>
      </w:r>
    </w:p>
    <w:p w:rsidR="00714EBB" w:rsidRPr="00870ED0" w:rsidRDefault="00AE177E" w:rsidP="002854FB">
      <w:pPr>
        <w:pStyle w:val="EX"/>
      </w:pPr>
      <w:r w:rsidRPr="00870ED0">
        <w:t>Test Applet:</w:t>
      </w:r>
      <w:r w:rsidR="00714EBB" w:rsidRPr="00870ED0">
        <w:tab/>
        <w:t>Api_2_Tkr_Atim_1.java</w:t>
      </w:r>
      <w:r w:rsidRPr="00870ED0">
        <w:t>.</w:t>
      </w:r>
    </w:p>
    <w:p w:rsidR="00714EBB" w:rsidRPr="00870ED0" w:rsidRDefault="00714EBB" w:rsidP="00AE177E">
      <w:pPr>
        <w:pStyle w:val="EX"/>
      </w:pPr>
      <w:r w:rsidRPr="00870ED0">
        <w:tab/>
        <w:t>Api_2_Tkr_Atim_2.java</w:t>
      </w:r>
      <w:r w:rsidR="00AE177E" w:rsidRPr="00870ED0">
        <w:t>.</w:t>
      </w:r>
    </w:p>
    <w:p w:rsidR="00714EBB" w:rsidRPr="00870ED0" w:rsidRDefault="00714EBB" w:rsidP="00AE177E">
      <w:pPr>
        <w:pStyle w:val="EX"/>
      </w:pPr>
      <w:r w:rsidRPr="00870ED0">
        <w:tab/>
        <w:t>Api_2_Tkr_Atim_3.java</w:t>
      </w:r>
      <w:r w:rsidR="00AE177E" w:rsidRPr="00870ED0">
        <w:t>.</w:t>
      </w:r>
    </w:p>
    <w:p w:rsidR="00714EBB" w:rsidRPr="00870ED0" w:rsidRDefault="00714EBB" w:rsidP="002854FB">
      <w:pPr>
        <w:pStyle w:val="EX"/>
      </w:pPr>
      <w:r w:rsidRPr="00870ED0">
        <w:t>Cap File:</w:t>
      </w:r>
      <w:r w:rsidRPr="00870ED0">
        <w:tab/>
        <w:t>api_2_tkr_atim.cap</w:t>
      </w:r>
      <w:r w:rsidR="00AE177E" w:rsidRPr="00870ED0">
        <w:t>.</w:t>
      </w:r>
    </w:p>
    <w:p w:rsidR="00714EBB" w:rsidRPr="00870ED0" w:rsidRDefault="00714EBB" w:rsidP="00AE177E">
      <w:r w:rsidRPr="00870ED0">
        <w:lastRenderedPageBreak/>
        <w:t>Installation parameters:</w:t>
      </w:r>
    </w:p>
    <w:p w:rsidR="00714EBB" w:rsidRPr="00870ED0" w:rsidRDefault="00714EBB">
      <w:pPr>
        <w:pStyle w:val="B1"/>
      </w:pPr>
      <w:r w:rsidRPr="00870ED0">
        <w:t>The maximum number of timers is as follows for each applet:</w:t>
      </w:r>
    </w:p>
    <w:p w:rsidR="00714EBB" w:rsidRPr="00870ED0" w:rsidRDefault="00714EBB" w:rsidP="00AE177E">
      <w:pPr>
        <w:pStyle w:val="B20"/>
      </w:pPr>
      <w:r w:rsidRPr="00870ED0">
        <w:t>-</w:t>
      </w:r>
      <w:r w:rsidRPr="00870ED0">
        <w:tab/>
        <w:t>Applet1 (Api_2_Tkr_Atim_1): 8 timers</w:t>
      </w:r>
      <w:r w:rsidR="00AE177E" w:rsidRPr="00870ED0">
        <w:t>.</w:t>
      </w:r>
    </w:p>
    <w:p w:rsidR="00714EBB" w:rsidRPr="00870ED0" w:rsidRDefault="00714EBB" w:rsidP="00AE177E">
      <w:pPr>
        <w:pStyle w:val="B20"/>
      </w:pPr>
      <w:r w:rsidRPr="00870ED0">
        <w:t>-</w:t>
      </w:r>
      <w:r w:rsidRPr="00870ED0">
        <w:tab/>
        <w:t>Applet2 (Api_2_Tkr_Atim_2): 4 timers</w:t>
      </w:r>
      <w:r w:rsidR="00AE177E" w:rsidRPr="00870ED0">
        <w:t>.</w:t>
      </w:r>
    </w:p>
    <w:p w:rsidR="00714EBB" w:rsidRPr="00870ED0" w:rsidRDefault="00714EBB" w:rsidP="00AE177E">
      <w:pPr>
        <w:pStyle w:val="B20"/>
      </w:pPr>
      <w:r w:rsidRPr="00870ED0">
        <w:t>-</w:t>
      </w:r>
      <w:r w:rsidRPr="00870ED0">
        <w:tab/>
        <w:t>Applet3 (Api_2_Tkr_Atim_3): 0 timer</w:t>
      </w:r>
      <w:r w:rsidR="00AE177E" w:rsidRPr="00870ED0">
        <w:t>.</w:t>
      </w:r>
    </w:p>
    <w:p w:rsidR="00714EBB" w:rsidRPr="00870ED0" w:rsidRDefault="00714EBB" w:rsidP="00B469A3">
      <w:pPr>
        <w:pStyle w:val="Heading5"/>
      </w:pPr>
      <w:r w:rsidRPr="00870ED0">
        <w:t>5.2.8.1.3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Cat Runtime Environment, Cre_Pcs_Pcco</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bl>
    <w:p w:rsidR="00714EBB" w:rsidRPr="00870ED0" w:rsidRDefault="00714EBB" w:rsidP="00AE177E"/>
    <w:p w:rsidR="00714EBB" w:rsidRPr="00870ED0" w:rsidRDefault="00714EBB" w:rsidP="00AE177E">
      <w:pPr>
        <w:pStyle w:val="Heading5"/>
      </w:pPr>
      <w:r w:rsidRPr="00870ED0">
        <w:t>5.2.8.1.4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AE177E">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H"/>
            </w:pPr>
            <w:r w:rsidRPr="00870ED0">
              <w:t xml:space="preserve">Allocates up to 8 timers </w:t>
            </w:r>
            <w:r w:rsidRPr="00870ED0">
              <w:br/>
              <w:t>(Applet1)</w:t>
            </w:r>
          </w:p>
          <w:p w:rsidR="00714EBB" w:rsidRPr="00870ED0" w:rsidRDefault="00714EBB" w:rsidP="00AE177E">
            <w:pPr>
              <w:pStyle w:val="PL"/>
              <w:keepNext/>
              <w:keepLines/>
              <w:rPr>
                <w:noProof w:val="0"/>
              </w:rPr>
            </w:pPr>
            <w:r w:rsidRPr="00870ED0">
              <w:rPr>
                <w:noProof w:val="0"/>
              </w:rPr>
              <w:t>Call 8 times allocateTimer()and isEventSet(TIMER EXPIRATION).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AE177E">
            <w:pPr>
              <w:pStyle w:val="TAC"/>
              <w:jc w:val="left"/>
            </w:pPr>
          </w:p>
          <w:p w:rsidR="00714EBB" w:rsidRPr="00870ED0" w:rsidRDefault="00714EBB" w:rsidP="00AE177E">
            <w:pPr>
              <w:pStyle w:val="TAC"/>
              <w:jc w:val="left"/>
            </w:pPr>
          </w:p>
          <w:p w:rsidR="00714EBB" w:rsidRPr="00870ED0" w:rsidRDefault="00714EBB" w:rsidP="00AE177E">
            <w:pPr>
              <w:pStyle w:val="TAC"/>
              <w:jc w:val="left"/>
            </w:pPr>
            <w:r w:rsidRPr="00870ED0">
              <w:t>No exception shall be thrown. Timer ID returned shall be between 01 and 08 inclusive. It shall be different after each call.</w:t>
            </w:r>
          </w:p>
          <w:p w:rsidR="00714EBB" w:rsidRPr="00870ED0" w:rsidRDefault="00EB39BD" w:rsidP="00AE177E">
            <w:pPr>
              <w:pStyle w:val="TAC"/>
              <w:jc w:val="left"/>
            </w:pPr>
            <w:r w:rsidRPr="00870ED0">
              <w:t>Shall return true.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AE177E">
            <w:pPr>
              <w:pStyle w:val="TAC"/>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Allocate timers more than the maximum </w:t>
            </w:r>
            <w:r w:rsidRPr="00870ED0">
              <w:br/>
              <w:t>(Applet1)</w:t>
            </w:r>
          </w:p>
          <w:p w:rsidR="00714EBB" w:rsidRPr="00870ED0" w:rsidRDefault="00714EBB" w:rsidP="00AE177E">
            <w:pPr>
              <w:pStyle w:val="PL"/>
              <w:rPr>
                <w:noProof w:val="0"/>
              </w:rPr>
            </w:pPr>
            <w:r w:rsidRPr="00870ED0">
              <w:rPr>
                <w:noProof w:val="0"/>
              </w:rPr>
              <w:t xml:space="preserve">The </w:t>
            </w:r>
            <w:r w:rsidR="00AE177E" w:rsidRPr="00870ED0">
              <w:rPr>
                <w:noProof w:val="0"/>
              </w:rPr>
              <w:t>Applet1 allocates 1 more timer.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jc w:val="left"/>
            </w:pPr>
            <w:r w:rsidRPr="00870ED0">
              <w:t>Shall throw a ToolkitException with reason NO_TIMER_AVAILABLE.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ENVELOPE(TIMER_EXPIRATION) command</w:t>
            </w:r>
            <w:r w:rsidRPr="00870ED0">
              <w:br/>
              <w:t>(applet1)</w:t>
            </w:r>
          </w:p>
          <w:p w:rsidR="00714EBB" w:rsidRPr="00870ED0" w:rsidRDefault="00714EBB">
            <w:pPr>
              <w:pStyle w:val="PL"/>
              <w:rPr>
                <w:noProof w:val="0"/>
              </w:rPr>
            </w:pPr>
            <w:r w:rsidRPr="00870ED0">
              <w:rPr>
                <w:noProof w:val="0"/>
              </w:rPr>
              <w:t>Send ENVELOPE(TIMER EXPIRATION) with all timers id (not in an increase order).</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releaseTimer(id) each time a timer expires.</w:t>
            </w:r>
          </w:p>
          <w:p w:rsidR="00714EBB" w:rsidRPr="00870ED0" w:rsidRDefault="00714EBB">
            <w:pPr>
              <w:pStyle w:val="PL"/>
              <w:rPr>
                <w:noProof w:val="0"/>
              </w:rPr>
            </w:pPr>
          </w:p>
          <w:p w:rsidR="00714EBB" w:rsidRPr="00870ED0" w:rsidRDefault="00714EBB">
            <w:pPr>
              <w:pStyle w:val="PL"/>
              <w:rPr>
                <w:noProof w:val="0"/>
              </w:rPr>
            </w:pPr>
            <w:r w:rsidRPr="00870ED0">
              <w:rPr>
                <w:noProof w:val="0"/>
              </w:rPr>
              <w:t>Call isEventSet(EVENT_TIMER_EXPIRATION)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C"/>
              <w:keepNext w:val="0"/>
              <w:keepLines w:val="0"/>
              <w:jc w:val="left"/>
            </w:pPr>
            <w:r w:rsidRPr="00870ED0">
              <w:t>Shall trigger each time an ENVELOPE(TIMER EXPIRATION) is sent to the UICC, for Timer ID = '01' to '08'.</w:t>
            </w:r>
          </w:p>
          <w:p w:rsidR="00714EBB" w:rsidRPr="00870ED0" w:rsidRDefault="00714EBB">
            <w:pPr>
              <w:pStyle w:val="TAC"/>
              <w:keepNext w:val="0"/>
              <w:keepLines w:val="0"/>
              <w:jc w:val="left"/>
            </w:pPr>
            <w:r w:rsidRPr="00870ED0">
              <w:t>Returns false.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Allocate up to 4 timers</w:t>
            </w:r>
            <w:r w:rsidRPr="00870ED0">
              <w:br/>
              <w:t>(Applet2)</w:t>
            </w:r>
          </w:p>
          <w:p w:rsidR="00714EBB" w:rsidRPr="00870ED0" w:rsidRDefault="00714EBB">
            <w:pPr>
              <w:pStyle w:val="PL"/>
              <w:rPr>
                <w:noProof w:val="0"/>
              </w:rPr>
            </w:pPr>
          </w:p>
          <w:p w:rsidR="00714EBB" w:rsidRPr="00870ED0" w:rsidRDefault="00714EBB">
            <w:pPr>
              <w:pStyle w:val="PL"/>
              <w:rPr>
                <w:noProof w:val="0"/>
              </w:rPr>
            </w:pPr>
            <w:r w:rsidRPr="00870ED0">
              <w:rPr>
                <w:noProof w:val="0"/>
              </w:rPr>
              <w:t>Call 4 times allocateTimer().</w:t>
            </w:r>
          </w:p>
          <w:p w:rsidR="00714EBB" w:rsidRPr="00870ED0" w:rsidRDefault="00714EBB">
            <w:pPr>
              <w:pStyle w:val="PL"/>
              <w:rPr>
                <w:noProof w:val="0"/>
              </w:rPr>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jc w:val="left"/>
            </w:pPr>
          </w:p>
          <w:p w:rsidR="00714EBB" w:rsidRPr="00870ED0" w:rsidRDefault="00714EBB">
            <w:pPr>
              <w:pStyle w:val="TAC"/>
              <w:keepNext w:val="0"/>
              <w:keepLines w:val="0"/>
              <w:jc w:val="left"/>
            </w:pPr>
            <w:r w:rsidRPr="00870ED0">
              <w:t>No exception shall be thrown. Each time, the returned timer identifier shall be between '01' and '08' inclusive. It shal</w:t>
            </w:r>
            <w:r w:rsidR="00EB39BD" w:rsidRPr="00870ED0">
              <w:t>l be different after each call.</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Allocate timers more than the maximum</w:t>
            </w:r>
            <w:r w:rsidRPr="00870ED0">
              <w:br/>
              <w:t>(Applet3)</w:t>
            </w:r>
          </w:p>
          <w:p w:rsidR="00714EBB" w:rsidRPr="00870ED0" w:rsidRDefault="00714EBB">
            <w:pPr>
              <w:pStyle w:val="PL"/>
              <w:rPr>
                <w:noProof w:val="0"/>
              </w:rPr>
            </w:pPr>
          </w:p>
          <w:p w:rsidR="00714EBB" w:rsidRPr="00870ED0" w:rsidRDefault="00714EBB">
            <w:pPr>
              <w:pStyle w:val="PL"/>
              <w:rPr>
                <w:noProof w:val="0"/>
              </w:rPr>
            </w:pPr>
            <w:r w:rsidRPr="00870ED0">
              <w:rPr>
                <w:noProof w:val="0"/>
              </w:rPr>
              <w:t>The Applet3 allocates 1 more timer.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jc w:val="left"/>
            </w:pPr>
            <w:r w:rsidRPr="00870ED0">
              <w:t>Shall throw a ToolkitException with reason NO_TIMER_AVAILABLE.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bl>
    <w:p w:rsidR="00714EBB" w:rsidRPr="00870ED0" w:rsidRDefault="00714EBB"/>
    <w:p w:rsidR="00714EBB" w:rsidRPr="00870ED0" w:rsidRDefault="00714EBB">
      <w:pPr>
        <w:pStyle w:val="Heading4"/>
      </w:pPr>
      <w:r w:rsidRPr="00870ED0">
        <w:t>5.2.8.2</w:t>
      </w:r>
      <w:r w:rsidRPr="00870ED0">
        <w:tab/>
        <w:t>Method changeMenuEntry</w:t>
      </w:r>
    </w:p>
    <w:p w:rsidR="00714EBB" w:rsidRPr="00870ED0" w:rsidRDefault="00714EBB">
      <w:r w:rsidRPr="00870ED0">
        <w:t>Test Area Reference: Api_2_Tkr_Cmet</w:t>
      </w:r>
      <w:r w:rsidR="00AE177E" w:rsidRPr="00870ED0">
        <w:t>.</w:t>
      </w:r>
    </w:p>
    <w:p w:rsidR="00714EBB" w:rsidRPr="00870ED0" w:rsidRDefault="00714EBB" w:rsidP="00824EEF">
      <w:pPr>
        <w:pStyle w:val="Heading5"/>
      </w:pPr>
      <w:r w:rsidRPr="00870ED0">
        <w:lastRenderedPageBreak/>
        <w:t>5.2.8.2.1</w:t>
      </w:r>
      <w:r w:rsidRPr="00870ED0">
        <w:tab/>
        <w:t>Conformance requirement:</w:t>
      </w:r>
    </w:p>
    <w:p w:rsidR="00714EBB" w:rsidRPr="00870ED0" w:rsidRDefault="00714EBB" w:rsidP="00824EEF">
      <w:pPr>
        <w:keepNext/>
      </w:pPr>
      <w:r w:rsidRPr="00870ED0">
        <w:t>The method with following header shall be compliant to its definition in the API.</w:t>
      </w:r>
    </w:p>
    <w:p w:rsidR="00714EBB" w:rsidRPr="00870ED0" w:rsidRDefault="00714EBB">
      <w:pPr>
        <w:pStyle w:val="PL"/>
        <w:rPr>
          <w:noProof w:val="0"/>
        </w:rPr>
      </w:pPr>
      <w:r w:rsidRPr="00870ED0">
        <w:rPr>
          <w:noProof w:val="0"/>
        </w:rPr>
        <w:t>public void changeMenuEntry(byte id,</w:t>
      </w:r>
    </w:p>
    <w:p w:rsidR="00714EBB" w:rsidRPr="00870ED0" w:rsidRDefault="00714EBB">
      <w:pPr>
        <w:pStyle w:val="PL"/>
        <w:rPr>
          <w:noProof w:val="0"/>
        </w:rPr>
      </w:pPr>
      <w:r w:rsidRPr="00870ED0">
        <w:rPr>
          <w:noProof w:val="0"/>
        </w:rPr>
        <w:t xml:space="preserve">                            byte[] menuEntry,</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byte nextAction,</w:t>
      </w:r>
    </w:p>
    <w:p w:rsidR="00714EBB" w:rsidRPr="00870ED0" w:rsidRDefault="00714EBB">
      <w:pPr>
        <w:pStyle w:val="PL"/>
        <w:rPr>
          <w:noProof w:val="0"/>
        </w:rPr>
      </w:pPr>
      <w:r w:rsidRPr="00870ED0">
        <w:rPr>
          <w:noProof w:val="0"/>
        </w:rPr>
        <w:t xml:space="preserve">                            boolean helpSupported,</w:t>
      </w:r>
    </w:p>
    <w:p w:rsidR="00714EBB" w:rsidRPr="00870ED0" w:rsidRDefault="00714EBB">
      <w:pPr>
        <w:pStyle w:val="PL"/>
        <w:rPr>
          <w:noProof w:val="0"/>
        </w:rPr>
      </w:pPr>
      <w:r w:rsidRPr="00870ED0">
        <w:rPr>
          <w:noProof w:val="0"/>
        </w:rPr>
        <w:t xml:space="preserve">                            byte iconQualifier,</w:t>
      </w:r>
    </w:p>
    <w:p w:rsidR="00714EBB" w:rsidRPr="00870ED0" w:rsidRDefault="00714EBB">
      <w:pPr>
        <w:pStyle w:val="PL"/>
        <w:rPr>
          <w:noProof w:val="0"/>
        </w:rPr>
      </w:pPr>
      <w:r w:rsidRPr="00870ED0">
        <w:rPr>
          <w:noProof w:val="0"/>
        </w:rPr>
        <w:t xml:space="preserve">                            short iconIdentifier)</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5.2.8.2.1.1</w:t>
      </w:r>
      <w:r w:rsidRPr="00870ED0">
        <w:tab/>
        <w:t>Normal execution</w:t>
      </w:r>
    </w:p>
    <w:p w:rsidR="00714EBB" w:rsidRPr="00870ED0" w:rsidRDefault="00714EBB">
      <w:pPr>
        <w:pStyle w:val="B1"/>
      </w:pPr>
      <w:r w:rsidRPr="00870ED0">
        <w:t>CRRN1: After the invocation of this method, during the current card session, the CAT Runtime Environment shall dynamically update the menu stored in the Terminal. The CAT Runtime Environment shall use the data of the EF</w:t>
      </w:r>
      <w:r w:rsidRPr="00870ED0">
        <w:rPr>
          <w:position w:val="-6"/>
          <w:sz w:val="16"/>
          <w:szCs w:val="16"/>
        </w:rPr>
        <w:t>SUME</w:t>
      </w:r>
      <w:r w:rsidRPr="00870ED0">
        <w:t xml:space="preserve"> file under the DF_Telecom when issuing the SET UP MENU proactive command.</w:t>
      </w:r>
    </w:p>
    <w:p w:rsidR="00714EBB" w:rsidRPr="00870ED0" w:rsidRDefault="00714EBB">
      <w:pPr>
        <w:pStyle w:val="B1"/>
      </w:pPr>
      <w:r w:rsidRPr="00870ED0">
        <w:t>CRRN2: The default state of the changed menu entry is 'enabled'.</w:t>
      </w:r>
    </w:p>
    <w:p w:rsidR="00714EBB" w:rsidRPr="00870ED0" w:rsidRDefault="00714EBB">
      <w:pPr>
        <w:pStyle w:val="B1"/>
      </w:pPr>
      <w:r w:rsidRPr="00870ED0">
        <w:t>CRRN3: a call to isEventSet() method on EVENT_MENU_SELECTION shall return true before and after the call.</w:t>
      </w:r>
    </w:p>
    <w:p w:rsidR="00714EBB" w:rsidRPr="00870ED0" w:rsidRDefault="00714EBB">
      <w:pPr>
        <w:pStyle w:val="B1"/>
      </w:pPr>
      <w:r w:rsidRPr="00870ED0">
        <w:t>CRRN4: if changeMenuEntry() method is called with helpSupported set to true then a call to isEventSet() method on EVENT_MENU_SELECTION_HELP_REQUEST event shall return true.</w:t>
      </w:r>
    </w:p>
    <w:p w:rsidR="00714EBB" w:rsidRPr="00870ED0" w:rsidRDefault="00714EBB">
      <w:pPr>
        <w:pStyle w:val="B1"/>
      </w:pPr>
      <w:r w:rsidRPr="00870ED0">
        <w:t>CRRN5: if changeMenuEntry() method is called with helpSupported set to true andif an ENVELOPE(MENU_SELECTION_HELP_REQUEST) command is received by the UICC for this entry, then after the completion of the SET UP MENU command, the CAT Runtime Environment shall trigger the applet.</w:t>
      </w:r>
    </w:p>
    <w:p w:rsidR="00714EBB" w:rsidRPr="00870ED0" w:rsidRDefault="00714EBB">
      <w:pPr>
        <w:pStyle w:val="B1"/>
      </w:pPr>
      <w:r w:rsidRPr="00870ED0">
        <w:t>CRRN6: if changeMenuEntry() method is called with helpsupported set to true, the CAT Runtime Environment shall issue a SET UP MENU command with command qualifier = '80'</w:t>
      </w:r>
      <w:r w:rsidR="00AE177E" w:rsidRPr="00870ED0">
        <w:t>.</w:t>
      </w:r>
    </w:p>
    <w:p w:rsidR="00714EBB" w:rsidRPr="00870ED0" w:rsidRDefault="00714EBB">
      <w:pPr>
        <w:pStyle w:val="B1"/>
      </w:pPr>
      <w:r w:rsidRPr="00870ED0">
        <w:t>CRRN7: if changeMenuEntry() method is called with helpSupported set to false and if no entry is supporting help then a call to isEventSet() method on EVENT_MENU_SELECTION_HELP_R</w:t>
      </w:r>
      <w:r w:rsidR="00AE177E" w:rsidRPr="00870ED0">
        <w:t>EQUEST event shall return false</w:t>
      </w:r>
      <w:r w:rsidRPr="00870ED0">
        <w:t>.</w:t>
      </w:r>
    </w:p>
    <w:p w:rsidR="00714EBB" w:rsidRPr="00870ED0" w:rsidRDefault="00714EBB">
      <w:pPr>
        <w:pStyle w:val="B1"/>
      </w:pPr>
      <w:r w:rsidRPr="00870ED0">
        <w:t>CRRN8: if changeMenuEntry() method is called with helpSupported set to false, if no entry is supporting help and if an ENVELOPE(MENU_SELECTION_HELP_REQUEST) command is received by the UICC, then after the completion of the SET UP MENU command, the CAT Runtime Environment shall not trigger the applet.</w:t>
      </w:r>
    </w:p>
    <w:p w:rsidR="00714EBB" w:rsidRPr="00870ED0" w:rsidRDefault="00714EBB">
      <w:pPr>
        <w:pStyle w:val="B1"/>
      </w:pPr>
      <w:r w:rsidRPr="00870ED0">
        <w:t>CRRN9: The CAT Runtime Environment shall supply in the SET UP MENU command, the icon identifier provided in the icon identifier list within the item icon identifier list Comprehension TLV if all the applets registered to the EVENT_MENU_SELECTION provide it.</w:t>
      </w:r>
    </w:p>
    <w:p w:rsidR="00714EBB" w:rsidRPr="00870ED0" w:rsidRDefault="00714EBB">
      <w:pPr>
        <w:pStyle w:val="B1"/>
      </w:pPr>
      <w:r w:rsidRPr="00870ED0">
        <w:t>CRRN10: The CAT Runtime Environment shall set in the SET UP MENU command, the Icon list qualifier transmitted to the ME as 'icon is not self explanatory', if one of the applet registered prefers this qualifier.</w:t>
      </w:r>
    </w:p>
    <w:p w:rsidR="00714EBB" w:rsidRPr="00870ED0" w:rsidRDefault="00714EBB">
      <w:pPr>
        <w:pStyle w:val="B1"/>
      </w:pPr>
      <w:r w:rsidRPr="00870ED0">
        <w:t>CRRN11: If Next Action Indicator is different from '00', the CAT Runtime Environment shall issue a SET UP MENU proactive command containing an Item Next Action Indicator Comprehension TLV with the comprehension f</w:t>
      </w:r>
      <w:r w:rsidR="00AE177E" w:rsidRPr="00870ED0">
        <w:t xml:space="preserve">lag set to 0 as defined in </w:t>
      </w:r>
      <w:r w:rsidR="0041421C" w:rsidRPr="00870ED0">
        <w:t xml:space="preserve">ETSI </w:t>
      </w:r>
      <w:r w:rsidRPr="00870ED0">
        <w:t xml:space="preserve">TS 102 223 </w:t>
      </w:r>
      <w:r w:rsidR="00A1210D" w:rsidRPr="00870ED0">
        <w:t>[6]</w:t>
      </w:r>
      <w:r w:rsidRPr="00870ED0">
        <w:t>.</w:t>
      </w:r>
    </w:p>
    <w:p w:rsidR="00714EBB" w:rsidRPr="00870ED0" w:rsidRDefault="00714EBB">
      <w:pPr>
        <w:pStyle w:val="H6"/>
        <w:outlineLvl w:val="0"/>
      </w:pPr>
      <w:r w:rsidRPr="00870ED0">
        <w:t>5.2.8.2.1.2</w:t>
      </w:r>
      <w:r w:rsidRPr="00870ED0">
        <w:tab/>
        <w:t>Parameter errors</w:t>
      </w:r>
    </w:p>
    <w:p w:rsidR="00714EBB" w:rsidRPr="00870ED0" w:rsidRDefault="00714EBB">
      <w:pPr>
        <w:pStyle w:val="B1"/>
      </w:pPr>
      <w:r w:rsidRPr="00870ED0">
        <w:t>CRRP1: A java.lang.NullPointerException is thrown if menuEntry is null</w:t>
      </w:r>
      <w:r w:rsidR="00AE177E" w:rsidRPr="00870ED0">
        <w:t>.</w:t>
      </w:r>
    </w:p>
    <w:p w:rsidR="00714EBB" w:rsidRPr="00870ED0" w:rsidRDefault="00714EBB">
      <w:pPr>
        <w:pStyle w:val="B1"/>
      </w:pPr>
      <w:r w:rsidRPr="00870ED0">
        <w:t>CRRP2: A java.lang.ArrayIndexOutOfBoundsException is thrown if offset would cause access outside array bounds</w:t>
      </w:r>
      <w:r w:rsidR="00AE177E" w:rsidRPr="00870ED0">
        <w:t>.</w:t>
      </w:r>
    </w:p>
    <w:p w:rsidR="00714EBB" w:rsidRPr="00870ED0" w:rsidRDefault="00714EBB">
      <w:pPr>
        <w:pStyle w:val="B1"/>
      </w:pPr>
      <w:r w:rsidRPr="00870ED0">
        <w:t>CRRP3: A java.lang.ArrayIndexOutOfBoundsException is thrown if length would cause access outside array bounds</w:t>
      </w:r>
      <w:r w:rsidR="00AE177E" w:rsidRPr="00870ED0">
        <w:t>.</w:t>
      </w:r>
    </w:p>
    <w:p w:rsidR="00714EBB" w:rsidRPr="00870ED0" w:rsidRDefault="00714EBB">
      <w:pPr>
        <w:pStyle w:val="B1"/>
      </w:pPr>
      <w:r w:rsidRPr="00870ED0">
        <w:lastRenderedPageBreak/>
        <w:t>CRRP4: A java.lang.ArrayIndexOutOfBoundsException is thrown if both offset and length would cause access outside array bounds</w:t>
      </w:r>
      <w:r w:rsidR="00AE177E" w:rsidRPr="00870ED0">
        <w:t>.</w:t>
      </w:r>
    </w:p>
    <w:p w:rsidR="00714EBB" w:rsidRPr="00870ED0" w:rsidRDefault="00714EBB">
      <w:pPr>
        <w:pStyle w:val="H6"/>
        <w:outlineLvl w:val="0"/>
      </w:pPr>
      <w:r w:rsidRPr="00870ED0">
        <w:t>5.2.8.2.1.3</w:t>
      </w:r>
      <w:r w:rsidRPr="00870ED0">
        <w:tab/>
        <w:t>Context errors</w:t>
      </w:r>
    </w:p>
    <w:p w:rsidR="00714EBB" w:rsidRPr="00870ED0" w:rsidRDefault="00714EBB">
      <w:pPr>
        <w:pStyle w:val="B1"/>
      </w:pPr>
      <w:r w:rsidRPr="00870ED0">
        <w:t>CRRC1: A ToolkitException with MENU_ENTRY_NOT_FOUND reason is thrown if the Menu Identifier isn't associated to the calling applet instance.</w:t>
      </w:r>
    </w:p>
    <w:p w:rsidR="00714EBB" w:rsidRPr="00870ED0" w:rsidRDefault="00714EBB">
      <w:pPr>
        <w:pStyle w:val="B1"/>
      </w:pPr>
      <w:r w:rsidRPr="00870ED0">
        <w:t>CRRC2: A ToolkitException with ALLOWED_LENGTH_EXCEEDED reason is thrown if the menu entry string is bigger than the allocated space.</w:t>
      </w:r>
    </w:p>
    <w:p w:rsidR="00714EBB" w:rsidRPr="00870ED0" w:rsidRDefault="00714EBB" w:rsidP="00B469A3">
      <w:pPr>
        <w:pStyle w:val="Heading5"/>
      </w:pPr>
      <w:r w:rsidRPr="00870ED0">
        <w:t>5.2.8.2.2</w:t>
      </w:r>
      <w:r w:rsidRPr="00870ED0">
        <w:tab/>
        <w:t>Test area files</w:t>
      </w:r>
    </w:p>
    <w:p w:rsidR="00714EBB" w:rsidRPr="00870ED0" w:rsidRDefault="00714EBB">
      <w:pPr>
        <w:keepNext/>
        <w:keepLines/>
      </w:pPr>
      <w:r w:rsidRPr="00870ED0">
        <w:t>Additional requirements for the UICC personalization:</w:t>
      </w:r>
    </w:p>
    <w:p w:rsidR="00714EBB" w:rsidRPr="00870ED0" w:rsidRDefault="00714EBB" w:rsidP="00AE177E">
      <w:pPr>
        <w:pStyle w:val="B1"/>
      </w:pPr>
      <w:r w:rsidRPr="00870ED0">
        <w:t>content of EF sume shall be:</w:t>
      </w:r>
    </w:p>
    <w:p w:rsidR="00714EBB" w:rsidRPr="00870ED0" w:rsidRDefault="00714EBB" w:rsidP="00AE177E">
      <w:pPr>
        <w:pStyle w:val="EX"/>
      </w:pPr>
      <w:r w:rsidRPr="00870ED0">
        <w:t>Title Alpha Identifier:</w:t>
      </w:r>
      <w:r w:rsidRPr="00870ED0">
        <w:tab/>
        <w:t>"TOOLKIT TEST"</w:t>
      </w:r>
      <w:r w:rsidR="00AE177E" w:rsidRPr="00870ED0">
        <w:t>.</w:t>
      </w:r>
    </w:p>
    <w:p w:rsidR="00714EBB" w:rsidRPr="00870ED0" w:rsidRDefault="00714EBB" w:rsidP="00AE177E">
      <w:pPr>
        <w:pStyle w:val="EX"/>
        <w:ind w:left="2268" w:hanging="1984"/>
      </w:pPr>
      <w:r w:rsidRPr="00870ED0">
        <w:t>Test Source:</w:t>
      </w:r>
      <w:r w:rsidRPr="00870ED0">
        <w:tab/>
        <w:t>Test_Api_2_Tkr_Cmet.java</w:t>
      </w:r>
      <w:r w:rsidR="00AE177E" w:rsidRPr="00870ED0">
        <w:t>.</w:t>
      </w:r>
    </w:p>
    <w:p w:rsidR="00714EBB" w:rsidRPr="00870ED0" w:rsidRDefault="00714EBB" w:rsidP="00AE177E">
      <w:pPr>
        <w:pStyle w:val="EX"/>
        <w:ind w:left="2268" w:hanging="1984"/>
      </w:pPr>
      <w:r w:rsidRPr="00870ED0">
        <w:t xml:space="preserve">Test Applet: </w:t>
      </w:r>
      <w:r w:rsidRPr="00870ED0">
        <w:tab/>
        <w:t>Api_2_Tkr_Cmet_1.java</w:t>
      </w:r>
      <w:r w:rsidR="00AE177E" w:rsidRPr="00870ED0">
        <w:t>.</w:t>
      </w:r>
    </w:p>
    <w:p w:rsidR="00714EBB" w:rsidRPr="00870ED0" w:rsidRDefault="00714EBB" w:rsidP="00AE177E">
      <w:pPr>
        <w:pStyle w:val="B20"/>
      </w:pPr>
      <w:r w:rsidRPr="00870ED0">
        <w:t>-</w:t>
      </w:r>
      <w:r w:rsidRPr="00870ED0">
        <w:tab/>
        <w:t>entry '01' is "Init1"</w:t>
      </w:r>
      <w:r w:rsidR="00AE177E" w:rsidRPr="00870ED0">
        <w:t>.</w:t>
      </w:r>
    </w:p>
    <w:p w:rsidR="00714EBB" w:rsidRPr="00870ED0" w:rsidRDefault="00714EBB" w:rsidP="00AE177E">
      <w:pPr>
        <w:pStyle w:val="B20"/>
      </w:pPr>
      <w:r w:rsidRPr="00870ED0">
        <w:t>-</w:t>
      </w:r>
      <w:r w:rsidRPr="00870ED0">
        <w:tab/>
        <w:t>entry '02' is "Init2"</w:t>
      </w:r>
      <w:r w:rsidR="00AE177E" w:rsidRPr="00870ED0">
        <w:t>.</w:t>
      </w:r>
    </w:p>
    <w:p w:rsidR="00714EBB" w:rsidRPr="00870ED0" w:rsidRDefault="00714EBB" w:rsidP="00AE177E">
      <w:r w:rsidRPr="00870ED0">
        <w:t>Installation parameter:</w:t>
      </w:r>
    </w:p>
    <w:p w:rsidR="00714EBB" w:rsidRPr="00870ED0" w:rsidRDefault="00714EBB" w:rsidP="00AE177E">
      <w:pPr>
        <w:pStyle w:val="B1"/>
      </w:pPr>
      <w:r w:rsidRPr="00870ED0">
        <w:t>Same as default applet but with:</w:t>
      </w:r>
    </w:p>
    <w:p w:rsidR="00714EBB" w:rsidRPr="00870ED0" w:rsidRDefault="00714EBB" w:rsidP="00AE177E">
      <w:pPr>
        <w:pStyle w:val="B20"/>
        <w:tabs>
          <w:tab w:val="left" w:pos="4820"/>
        </w:tabs>
      </w:pPr>
      <w:r w:rsidRPr="00870ED0">
        <w:t>-</w:t>
      </w:r>
      <w:r w:rsidRPr="00870ED0">
        <w:tab/>
        <w:t>Maximum text length for a menu entry:</w:t>
      </w:r>
      <w:r w:rsidRPr="00870ED0">
        <w:tab/>
        <w:t>15</w:t>
      </w:r>
      <w:r w:rsidR="00AE177E" w:rsidRPr="00870ED0">
        <w:t>.</w:t>
      </w:r>
    </w:p>
    <w:p w:rsidR="00714EBB" w:rsidRPr="00870ED0" w:rsidRDefault="00714EBB" w:rsidP="00AE177E">
      <w:pPr>
        <w:pStyle w:val="B20"/>
        <w:tabs>
          <w:tab w:val="left" w:pos="4820"/>
        </w:tabs>
      </w:pPr>
      <w:r w:rsidRPr="00870ED0">
        <w:t>-</w:t>
      </w:r>
      <w:r w:rsidRPr="00870ED0">
        <w:tab/>
        <w:t>Maximum number of menu entries:</w:t>
      </w:r>
      <w:r w:rsidRPr="00870ED0">
        <w:tab/>
        <w:t>2</w:t>
      </w:r>
      <w:r w:rsidR="00AE177E" w:rsidRPr="00870ED0">
        <w:t>.</w:t>
      </w:r>
    </w:p>
    <w:p w:rsidR="00714EBB" w:rsidRPr="00870ED0" w:rsidRDefault="00714EBB" w:rsidP="00AE177E">
      <w:pPr>
        <w:pStyle w:val="B20"/>
        <w:tabs>
          <w:tab w:val="left" w:pos="4820"/>
        </w:tabs>
      </w:pPr>
      <w:r w:rsidRPr="00870ED0">
        <w:t>-</w:t>
      </w:r>
      <w:r w:rsidRPr="00870ED0">
        <w:tab/>
        <w:t>Position / Identifier for each menu entry:</w:t>
      </w:r>
      <w:r w:rsidRPr="00870ED0">
        <w:tab/>
        <w:t>'01'/'01','02'/'02'</w:t>
      </w:r>
      <w:r w:rsidR="00AE177E" w:rsidRPr="00870ED0">
        <w:t>.</w:t>
      </w:r>
    </w:p>
    <w:p w:rsidR="00714EBB" w:rsidRPr="00870ED0" w:rsidRDefault="00714EBB" w:rsidP="00AE177E">
      <w:pPr>
        <w:pStyle w:val="EX"/>
        <w:ind w:left="2268" w:hanging="1984"/>
      </w:pPr>
      <w:r w:rsidRPr="00870ED0">
        <w:t>Cap File:</w:t>
      </w:r>
      <w:r w:rsidRPr="00870ED0">
        <w:tab/>
        <w:t>api_2_tkr_cmet.cap</w:t>
      </w:r>
      <w:r w:rsidR="00AE177E" w:rsidRPr="00870ED0">
        <w:t>.</w:t>
      </w:r>
    </w:p>
    <w:p w:rsidR="00714EBB" w:rsidRPr="00870ED0" w:rsidRDefault="00714EBB" w:rsidP="00B469A3">
      <w:pPr>
        <w:pStyle w:val="Heading5"/>
      </w:pPr>
      <w:r w:rsidRPr="00870ED0">
        <w:t>5.2.8.2.3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31"/>
      </w:tblGrid>
      <w:tr w:rsidR="00714EBB" w:rsidRPr="00870ED0" w:rsidTr="00714EBB">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1, 2, 3, 4, 6, 8, 9, 20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1, 2, 3, 4, 6, 8, 9, 20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N7</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1, 2, 3, 4, 8, 9, 20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N8</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Tested in CAT Runtime Environment:</w:t>
            </w:r>
          </w:p>
          <w:p w:rsidR="00714EBB" w:rsidRPr="00870ED0" w:rsidRDefault="00EB39BD">
            <w:pPr>
              <w:pStyle w:val="TAC"/>
              <w:keepNext w:val="0"/>
              <w:keepLines w:val="0"/>
            </w:pPr>
            <w:r w:rsidRPr="00870ED0">
              <w:t>Cre_Apt_Emsh (Test case 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N9</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N10</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N11</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11, 12, 13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14, 15</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 xml:space="preserve">17, 18 </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54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r>
    </w:tbl>
    <w:p w:rsidR="00714EBB" w:rsidRPr="00870ED0" w:rsidRDefault="00714EBB" w:rsidP="00AE177E"/>
    <w:p w:rsidR="00714EBB" w:rsidRPr="00870ED0" w:rsidRDefault="00714EBB" w:rsidP="00824EEF">
      <w:pPr>
        <w:pStyle w:val="Heading5"/>
      </w:pPr>
      <w:r w:rsidRPr="00870ED0">
        <w:lastRenderedPageBreak/>
        <w:t>5.2.8.2.4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4138"/>
        <w:gridCol w:w="2911"/>
        <w:gridCol w:w="2334"/>
      </w:tblGrid>
      <w:tr w:rsidR="00714EBB" w:rsidRPr="00870ED0">
        <w:trPr>
          <w:tblHeade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Id</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APDU Expectation</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Applet changes the entry's title by menuEntry buffer, with a greater length than the initial length</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 xml:space="preserve">Call changeMenuEntry() with parameters: </w:t>
            </w:r>
          </w:p>
          <w:p w:rsidR="00714EBB" w:rsidRPr="00870ED0" w:rsidRDefault="00714EBB">
            <w:pPr>
              <w:pStyle w:val="PL"/>
              <w:rPr>
                <w:noProof w:val="0"/>
              </w:rPr>
            </w:pPr>
          </w:p>
          <w:p w:rsidR="00714EBB" w:rsidRPr="00870ED0" w:rsidRDefault="00714EBB">
            <w:pPr>
              <w:pStyle w:val="PL"/>
              <w:rPr>
                <w:noProof w:val="0"/>
              </w:rPr>
            </w:pPr>
            <w:r w:rsidRPr="00870ED0">
              <w:rPr>
                <w:noProof w:val="0"/>
              </w:rPr>
              <w:t>Id = '02'</w:t>
            </w:r>
          </w:p>
          <w:p w:rsidR="00714EBB" w:rsidRPr="00870ED0" w:rsidRDefault="00714EBB">
            <w:pPr>
              <w:pStyle w:val="PL"/>
              <w:rPr>
                <w:noProof w:val="0"/>
              </w:rPr>
            </w:pPr>
            <w:r w:rsidRPr="00870ED0">
              <w:rPr>
                <w:noProof w:val="0"/>
              </w:rPr>
              <w:t>MenuEntry = "UseAllBuffer"</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menuEntry.length</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pPr>
              <w:pStyle w:val="PL"/>
              <w:rPr>
                <w:noProof w:val="0"/>
              </w:rPr>
            </w:pPr>
          </w:p>
          <w:p w:rsidR="00714EBB" w:rsidRPr="00870ED0" w:rsidRDefault="00714EBB">
            <w:pPr>
              <w:pStyle w:val="PL"/>
              <w:rPr>
                <w:noProof w:val="0"/>
              </w:rPr>
            </w:pPr>
            <w:r w:rsidRPr="00870ED0">
              <w:rPr>
                <w:noProof w:val="0"/>
              </w:rPr>
              <w:t>3-</w:t>
            </w:r>
            <w:r w:rsidRPr="00870ED0">
              <w:rPr>
                <w:noProof w:val="0"/>
              </w:rPr>
              <w:tab/>
              <w:t>Call isEventSet(EVENT_MENU_SELECTION_HELP_REQUEST).</w:t>
            </w:r>
          </w:p>
          <w:p w:rsidR="00714EBB" w:rsidRPr="00870ED0" w:rsidRDefault="00714EBB">
            <w:pPr>
              <w:pStyle w:val="TAC"/>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shall return false.</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r w:rsidRPr="00870ED0">
              <w:t>The UICC shall issue a SETUP MENU proactive command which contains the new text for entry ID '02'.</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Changing the title with part of menuEntry buffer </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w:t>
            </w:r>
            <w:r w:rsidRPr="00870ED0">
              <w:rPr>
                <w:noProof w:val="0"/>
              </w:rPr>
              <w:tab/>
              <w:t>Call changeMenuEntry() with parameters: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Id = '01'</w:t>
            </w:r>
          </w:p>
          <w:p w:rsidR="00714EBB" w:rsidRPr="00870ED0" w:rsidRDefault="00714EBB">
            <w:pPr>
              <w:pStyle w:val="PL"/>
              <w:keepNext/>
              <w:keepLines/>
              <w:rPr>
                <w:noProof w:val="0"/>
              </w:rPr>
            </w:pPr>
            <w:r w:rsidRPr="00870ED0">
              <w:rPr>
                <w:noProof w:val="0"/>
              </w:rPr>
              <w:t>MenuEntry = "UsePartOfBuffer"</w:t>
            </w:r>
          </w:p>
          <w:p w:rsidR="00714EBB" w:rsidRPr="00870ED0" w:rsidRDefault="00714EBB">
            <w:pPr>
              <w:pStyle w:val="PL"/>
              <w:keepNext/>
              <w:keepLines/>
              <w:rPr>
                <w:noProof w:val="0"/>
              </w:rPr>
            </w:pPr>
            <w:r w:rsidRPr="00870ED0">
              <w:rPr>
                <w:noProof w:val="0"/>
              </w:rPr>
              <w:t>Offset = 3</w:t>
            </w:r>
          </w:p>
          <w:p w:rsidR="00714EBB" w:rsidRPr="00870ED0" w:rsidRDefault="00714EBB">
            <w:pPr>
              <w:pStyle w:val="PL"/>
              <w:keepNext/>
              <w:keepLines/>
              <w:rPr>
                <w:noProof w:val="0"/>
              </w:rPr>
            </w:pPr>
            <w:r w:rsidRPr="00870ED0">
              <w:rPr>
                <w:noProof w:val="0"/>
              </w:rPr>
              <w:t>Length = 12</w:t>
            </w:r>
          </w:p>
          <w:p w:rsidR="00714EBB" w:rsidRPr="00870ED0" w:rsidRDefault="00714EBB">
            <w:pPr>
              <w:pStyle w:val="PL"/>
              <w:keepNext/>
              <w:keepLines/>
              <w:rPr>
                <w:noProof w:val="0"/>
              </w:rPr>
            </w:pPr>
            <w:r w:rsidRPr="00870ED0">
              <w:rPr>
                <w:noProof w:val="0"/>
              </w:rPr>
              <w:t>NextAction = 0</w:t>
            </w:r>
          </w:p>
          <w:p w:rsidR="00714EBB" w:rsidRPr="00870ED0" w:rsidRDefault="00714EBB">
            <w:pPr>
              <w:pStyle w:val="PL"/>
              <w:keepNext/>
              <w:keepLines/>
              <w:rPr>
                <w:noProof w:val="0"/>
              </w:rPr>
            </w:pPr>
            <w:r w:rsidRPr="00870ED0">
              <w:rPr>
                <w:noProof w:val="0"/>
              </w:rPr>
              <w:t>HelpSupported = false</w:t>
            </w:r>
          </w:p>
          <w:p w:rsidR="00714EBB" w:rsidRPr="00870ED0" w:rsidRDefault="00714EBB">
            <w:pPr>
              <w:pStyle w:val="PL"/>
              <w:keepNext/>
              <w:keepLines/>
              <w:rPr>
                <w:noProof w:val="0"/>
              </w:rPr>
            </w:pPr>
            <w:r w:rsidRPr="00870ED0">
              <w:rPr>
                <w:noProof w:val="0"/>
              </w:rPr>
              <w:t>IconQualifier = 0</w:t>
            </w:r>
          </w:p>
          <w:p w:rsidR="00714EBB" w:rsidRPr="00870ED0" w:rsidRDefault="00714EBB">
            <w:pPr>
              <w:pStyle w:val="PL"/>
              <w:keepNext/>
              <w:keepLines/>
              <w:rPr>
                <w:noProof w:val="0"/>
              </w:rPr>
            </w:pPr>
            <w:r w:rsidRPr="00870ED0">
              <w:rPr>
                <w:noProof w:val="0"/>
              </w:rPr>
              <w:t>IconIdentifier = 0.</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2-</w:t>
            </w:r>
            <w:r w:rsidRPr="00870ED0">
              <w:rPr>
                <w:noProof w:val="0"/>
              </w:rPr>
              <w:tab/>
              <w:t>Call isEventSet(EVENT_MENU_SELECTION).</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3-</w:t>
            </w:r>
            <w:r w:rsidRPr="00870ED0">
              <w:rPr>
                <w:noProof w:val="0"/>
              </w:rPr>
              <w:tab/>
              <w:t>Call isEventSet(EVENT_MENU_SELECTION_HELP_REQUEST)</w:t>
            </w:r>
          </w:p>
          <w:p w:rsidR="00714EBB" w:rsidRPr="00870ED0" w:rsidRDefault="00714EBB">
            <w:pPr>
              <w:pStyle w:val="TAC"/>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1-</w:t>
            </w:r>
            <w:r w:rsidRPr="00870ED0">
              <w:tab/>
              <w:t>No exception shall be thrown.</w:t>
            </w:r>
          </w:p>
          <w:p w:rsidR="00714EBB" w:rsidRPr="00870ED0" w:rsidRDefault="00714EBB">
            <w:pPr>
              <w:pStyle w:val="TAL"/>
            </w:pPr>
          </w:p>
          <w:p w:rsidR="00714EBB" w:rsidRPr="00870ED0" w:rsidRDefault="00714EBB">
            <w:pPr>
              <w:pStyle w:val="TAL"/>
            </w:pPr>
            <w:r w:rsidRPr="00870ED0">
              <w:t>2-</w:t>
            </w:r>
            <w:r w:rsidRPr="00870ED0">
              <w:tab/>
              <w:t>Shall return true.</w:t>
            </w:r>
          </w:p>
          <w:p w:rsidR="00714EBB" w:rsidRPr="00870ED0" w:rsidRDefault="00714EBB">
            <w:pPr>
              <w:pStyle w:val="TAL"/>
            </w:pPr>
          </w:p>
          <w:p w:rsidR="00714EBB" w:rsidRPr="00870ED0" w:rsidRDefault="00714EBB">
            <w:pPr>
              <w:pStyle w:val="TAL"/>
            </w:pPr>
            <w:r w:rsidRPr="00870ED0">
              <w:t>3-</w:t>
            </w:r>
            <w:r w:rsidRPr="00870ED0">
              <w:tab/>
              <w:t>Shall return false.</w:t>
            </w:r>
          </w:p>
          <w:p w:rsidR="00714EBB" w:rsidRPr="00870ED0" w:rsidRDefault="00714EBB">
            <w:pPr>
              <w:pStyle w:val="TAL"/>
            </w:pPr>
          </w:p>
          <w:p w:rsidR="00714EBB" w:rsidRPr="00870ED0" w:rsidRDefault="00714EBB">
            <w:pPr>
              <w:pStyle w:val="TAL"/>
            </w:pPr>
          </w:p>
          <w:p w:rsidR="00714EBB" w:rsidRPr="00870ED0" w:rsidRDefault="00714EBB">
            <w:pPr>
              <w:pStyle w:val="TAL"/>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pPr>
            <w:r w:rsidRPr="00870ED0">
              <w:t>The UICC shall issue a SETUP MENU proactive command which contains the new text for entry ID '01'.</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 0</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changeMenuEntry() for entry '01' and entry '02', with parameters:</w:t>
            </w:r>
          </w:p>
          <w:p w:rsidR="00714EBB" w:rsidRPr="00870ED0" w:rsidRDefault="00714EBB">
            <w:pPr>
              <w:pStyle w:val="PL"/>
              <w:rPr>
                <w:noProof w:val="0"/>
              </w:rPr>
            </w:pPr>
          </w:p>
          <w:p w:rsidR="00714EBB" w:rsidRPr="00870ED0" w:rsidRDefault="00714EBB">
            <w:pPr>
              <w:pStyle w:val="PL"/>
              <w:rPr>
                <w:noProof w:val="0"/>
              </w:rPr>
            </w:pPr>
            <w:r w:rsidRPr="00870ED0">
              <w:rPr>
                <w:noProof w:val="0"/>
              </w:rPr>
              <w:t>Id = '01'/'02'</w:t>
            </w:r>
          </w:p>
          <w:p w:rsidR="00714EBB" w:rsidRPr="00870ED0" w:rsidRDefault="00714EBB">
            <w:pPr>
              <w:pStyle w:val="PL"/>
              <w:rPr>
                <w:noProof w:val="0"/>
              </w:rPr>
            </w:pPr>
            <w:r w:rsidRPr="00870ED0">
              <w:rPr>
                <w:noProof w:val="0"/>
              </w:rPr>
              <w:t>MenuEntry = "LengthEquals0"</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0</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pPr>
              <w:pStyle w:val="PL"/>
              <w:rPr>
                <w:noProof w:val="0"/>
              </w:rPr>
            </w:pPr>
          </w:p>
          <w:p w:rsidR="00714EBB" w:rsidRPr="00870ED0" w:rsidRDefault="00714EBB">
            <w:pPr>
              <w:pStyle w:val="PL"/>
              <w:rPr>
                <w:noProof w:val="0"/>
              </w:rPr>
            </w:pPr>
            <w:r w:rsidRPr="00870ED0">
              <w:rPr>
                <w:noProof w:val="0"/>
              </w:rPr>
              <w:t>3-</w:t>
            </w:r>
            <w:r w:rsidRPr="00870ED0">
              <w:rPr>
                <w:noProof w:val="0"/>
              </w:rPr>
              <w:tab/>
              <w:t>Call isEventSet(EVENT_MENU_SELECTION_HELP_REQUEST).</w:t>
            </w:r>
          </w:p>
          <w:p w:rsidR="00714EBB" w:rsidRPr="00870ED0" w:rsidRDefault="00714EBB">
            <w:pPr>
              <w:pStyle w:val="PL"/>
              <w:rPr>
                <w:noProof w:val="0"/>
              </w:rPr>
            </w:pPr>
          </w:p>
          <w:p w:rsidR="00714EBB" w:rsidRPr="00870ED0" w:rsidRDefault="00714EBB">
            <w:pPr>
              <w:pStyle w:val="TAC"/>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shall return false.</w:t>
            </w:r>
          </w:p>
          <w:p w:rsidR="00714EBB" w:rsidRPr="00870ED0" w:rsidRDefault="00714EBB">
            <w:pPr>
              <w:pStyle w:val="TAL"/>
              <w:keepNext w:val="0"/>
              <w:keepLines w:val="0"/>
            </w:pP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r w:rsidRPr="00870ED0">
              <w:t>The UICC shall issue a SETUP MENU proactive command which contains for entry '01'and entry '02', no text part.</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4</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Setting a next action indicator != 0</w:t>
            </w:r>
          </w:p>
          <w:p w:rsidR="00714EBB" w:rsidRPr="00870ED0" w:rsidRDefault="00714EBB" w:rsidP="00824EEF">
            <w:pPr>
              <w:pStyle w:val="PL"/>
              <w:keepNext/>
              <w:rPr>
                <w:noProof w:val="0"/>
              </w:rPr>
            </w:pP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1-</w:t>
            </w:r>
            <w:r w:rsidRPr="00870ED0">
              <w:rPr>
                <w:noProof w:val="0"/>
              </w:rPr>
              <w:tab/>
              <w:t>Call changeMenuEntry() with parameters:</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Id = '02'</w:t>
            </w:r>
          </w:p>
          <w:p w:rsidR="00714EBB" w:rsidRPr="00870ED0" w:rsidRDefault="00714EBB" w:rsidP="00824EEF">
            <w:pPr>
              <w:pStyle w:val="PL"/>
              <w:keepNext/>
              <w:rPr>
                <w:noProof w:val="0"/>
              </w:rPr>
            </w:pPr>
            <w:r w:rsidRPr="00870ED0">
              <w:rPr>
                <w:noProof w:val="0"/>
              </w:rPr>
              <w:t>MenuEntry = "NextActionIndic"</w:t>
            </w:r>
          </w:p>
          <w:p w:rsidR="00714EBB" w:rsidRPr="00870ED0" w:rsidRDefault="00714EBB" w:rsidP="00824EEF">
            <w:pPr>
              <w:pStyle w:val="PL"/>
              <w:keepNext/>
              <w:rPr>
                <w:noProof w:val="0"/>
              </w:rPr>
            </w:pPr>
            <w:r w:rsidRPr="00870ED0">
              <w:rPr>
                <w:noProof w:val="0"/>
              </w:rPr>
              <w:t>Offset = 0</w:t>
            </w:r>
          </w:p>
          <w:p w:rsidR="00714EBB" w:rsidRPr="00870ED0" w:rsidRDefault="00714EBB" w:rsidP="00824EEF">
            <w:pPr>
              <w:pStyle w:val="PL"/>
              <w:keepNext/>
              <w:rPr>
                <w:noProof w:val="0"/>
              </w:rPr>
            </w:pPr>
            <w:r w:rsidRPr="00870ED0">
              <w:rPr>
                <w:noProof w:val="0"/>
              </w:rPr>
              <w:t>Length = menuEntry.length</w:t>
            </w:r>
          </w:p>
          <w:p w:rsidR="00714EBB" w:rsidRPr="00870ED0" w:rsidRDefault="00714EBB" w:rsidP="00824EEF">
            <w:pPr>
              <w:pStyle w:val="PL"/>
              <w:keepNext/>
              <w:rPr>
                <w:noProof w:val="0"/>
              </w:rPr>
            </w:pPr>
            <w:r w:rsidRPr="00870ED0">
              <w:rPr>
                <w:noProof w:val="0"/>
              </w:rPr>
              <w:t>NextAction = '10' (SETUP CALL)</w:t>
            </w:r>
          </w:p>
          <w:p w:rsidR="00714EBB" w:rsidRPr="00870ED0" w:rsidRDefault="00714EBB" w:rsidP="00824EEF">
            <w:pPr>
              <w:pStyle w:val="PL"/>
              <w:keepNext/>
              <w:rPr>
                <w:noProof w:val="0"/>
              </w:rPr>
            </w:pPr>
            <w:r w:rsidRPr="00870ED0">
              <w:rPr>
                <w:noProof w:val="0"/>
              </w:rPr>
              <w:t>HelpSupported = false</w:t>
            </w:r>
          </w:p>
          <w:p w:rsidR="00714EBB" w:rsidRPr="00870ED0" w:rsidRDefault="00714EBB" w:rsidP="00824EEF">
            <w:pPr>
              <w:pStyle w:val="PL"/>
              <w:keepNext/>
              <w:rPr>
                <w:noProof w:val="0"/>
              </w:rPr>
            </w:pPr>
            <w:r w:rsidRPr="00870ED0">
              <w:rPr>
                <w:noProof w:val="0"/>
              </w:rPr>
              <w:t>IconQualifier = 0</w:t>
            </w:r>
          </w:p>
          <w:p w:rsidR="00714EBB" w:rsidRPr="00870ED0" w:rsidRDefault="00714EBB" w:rsidP="00824EEF">
            <w:pPr>
              <w:pStyle w:val="PL"/>
              <w:keepNext/>
              <w:rPr>
                <w:noProof w:val="0"/>
              </w:rPr>
            </w:pPr>
            <w:r w:rsidRPr="00870ED0">
              <w:rPr>
                <w:noProof w:val="0"/>
              </w:rPr>
              <w:t>IconIdentifier = 0</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2-</w:t>
            </w:r>
            <w:r w:rsidRPr="00870ED0">
              <w:rPr>
                <w:noProof w:val="0"/>
              </w:rPr>
              <w:tab/>
              <w:t>Call isEventSet(EVENT_MENU_SELECTION).</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3-</w:t>
            </w:r>
            <w:r w:rsidRPr="00870ED0">
              <w:rPr>
                <w:noProof w:val="0"/>
              </w:rPr>
              <w:tab/>
              <w:t>Call isEventSet(EVENT_MENU_SELECTION_HELP_REQUEST).</w:t>
            </w:r>
          </w:p>
          <w:p w:rsidR="00714EBB" w:rsidRPr="00870ED0" w:rsidRDefault="00714EBB" w:rsidP="00824EEF">
            <w:pPr>
              <w:pStyle w:val="PL"/>
              <w:keepNext/>
              <w:rPr>
                <w:noProof w:val="0"/>
              </w:rPr>
            </w:pPr>
            <w:r w:rsidRPr="00870ED0">
              <w:rPr>
                <w:noProof w:val="0"/>
              </w:rPr>
              <w:t>4- Call changeMenuEntry() with parameters:</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Id = '02'</w:t>
            </w:r>
          </w:p>
          <w:p w:rsidR="00714EBB" w:rsidRPr="00870ED0" w:rsidRDefault="00714EBB" w:rsidP="00824EEF">
            <w:pPr>
              <w:pStyle w:val="PL"/>
              <w:keepNext/>
              <w:rPr>
                <w:noProof w:val="0"/>
              </w:rPr>
            </w:pPr>
            <w:r w:rsidRPr="00870ED0">
              <w:rPr>
                <w:noProof w:val="0"/>
              </w:rPr>
              <w:t>MenuEntry = "NextActionIndic"</w:t>
            </w:r>
          </w:p>
          <w:p w:rsidR="00714EBB" w:rsidRPr="00870ED0" w:rsidRDefault="00714EBB" w:rsidP="00824EEF">
            <w:pPr>
              <w:pStyle w:val="PL"/>
              <w:keepNext/>
              <w:rPr>
                <w:noProof w:val="0"/>
              </w:rPr>
            </w:pPr>
            <w:r w:rsidRPr="00870ED0">
              <w:rPr>
                <w:noProof w:val="0"/>
              </w:rPr>
              <w:t>Offset = 0</w:t>
            </w:r>
          </w:p>
          <w:p w:rsidR="00714EBB" w:rsidRPr="00870ED0" w:rsidRDefault="00714EBB" w:rsidP="00824EEF">
            <w:pPr>
              <w:pStyle w:val="PL"/>
              <w:keepNext/>
              <w:rPr>
                <w:noProof w:val="0"/>
              </w:rPr>
            </w:pPr>
            <w:r w:rsidRPr="00870ED0">
              <w:rPr>
                <w:noProof w:val="0"/>
              </w:rPr>
              <w:t>Length = menuEntry.length</w:t>
            </w:r>
          </w:p>
          <w:p w:rsidR="00714EBB" w:rsidRPr="00870ED0" w:rsidRDefault="00714EBB" w:rsidP="00824EEF">
            <w:pPr>
              <w:pStyle w:val="PL"/>
              <w:keepNext/>
              <w:rPr>
                <w:noProof w:val="0"/>
              </w:rPr>
            </w:pPr>
            <w:r w:rsidRPr="00870ED0">
              <w:rPr>
                <w:noProof w:val="0"/>
              </w:rPr>
              <w:t>NextAction = '10' (SETUP CALL)</w:t>
            </w:r>
          </w:p>
          <w:p w:rsidR="00714EBB" w:rsidRPr="00870ED0" w:rsidRDefault="00714EBB" w:rsidP="00824EEF">
            <w:pPr>
              <w:pStyle w:val="PL"/>
              <w:keepNext/>
              <w:rPr>
                <w:noProof w:val="0"/>
              </w:rPr>
            </w:pPr>
            <w:r w:rsidRPr="00870ED0">
              <w:rPr>
                <w:noProof w:val="0"/>
              </w:rPr>
              <w:t>HelpSupported = true</w:t>
            </w:r>
          </w:p>
          <w:p w:rsidR="00714EBB" w:rsidRPr="00870ED0" w:rsidRDefault="00714EBB" w:rsidP="00824EEF">
            <w:pPr>
              <w:pStyle w:val="PL"/>
              <w:keepNext/>
              <w:rPr>
                <w:noProof w:val="0"/>
              </w:rPr>
            </w:pPr>
            <w:r w:rsidRPr="00870ED0">
              <w:rPr>
                <w:noProof w:val="0"/>
              </w:rPr>
              <w:t>IconQualifier = 0</w:t>
            </w:r>
          </w:p>
          <w:p w:rsidR="00714EBB" w:rsidRPr="00870ED0" w:rsidRDefault="00AE177E" w:rsidP="00824EEF">
            <w:pPr>
              <w:pStyle w:val="PL"/>
              <w:keepNext/>
              <w:rPr>
                <w:noProof w:val="0"/>
              </w:rPr>
            </w:pPr>
            <w:r w:rsidRPr="00870ED0">
              <w:rPr>
                <w:noProof w:val="0"/>
              </w:rPr>
              <w:t>IconIdentifier = 0</w:t>
            </w:r>
          </w:p>
          <w:p w:rsidR="00714EBB" w:rsidRPr="00870ED0" w:rsidRDefault="00714EBB" w:rsidP="00824EEF">
            <w:pPr>
              <w:pStyle w:val="TAC"/>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1-</w:t>
            </w:r>
            <w:r w:rsidRPr="00870ED0">
              <w:tab/>
              <w:t>No exception shall be thrown.</w:t>
            </w:r>
          </w:p>
          <w:p w:rsidR="00714EBB" w:rsidRPr="00870ED0" w:rsidRDefault="00714EBB" w:rsidP="00824EEF">
            <w:pPr>
              <w:pStyle w:val="TAL"/>
              <w:keepLines w:val="0"/>
            </w:pPr>
            <w:r w:rsidRPr="00870ED0">
              <w:t>2-</w:t>
            </w:r>
            <w:r w:rsidRPr="00870ED0">
              <w:tab/>
              <w:t>Shall return true.</w:t>
            </w:r>
          </w:p>
          <w:p w:rsidR="00714EBB" w:rsidRPr="00870ED0" w:rsidRDefault="00714EBB" w:rsidP="00824EEF">
            <w:pPr>
              <w:pStyle w:val="TAL"/>
              <w:keepLines w:val="0"/>
            </w:pPr>
            <w:r w:rsidRPr="00870ED0">
              <w:t>3-</w:t>
            </w:r>
            <w:r w:rsidRPr="00870ED0">
              <w:tab/>
              <w:t>Shall return false.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824EEF">
            <w:pPr>
              <w:pStyle w:val="TAL"/>
              <w:keepLines w:val="0"/>
            </w:pPr>
            <w:r w:rsidRPr="00870ED0">
              <w:t>The UICC shall issue a SETUP MENU proactive command which contains an Items Next Action Indicator list and which contains a command qualifier '80'.</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5</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Checking applet is triggered by a MENU_SELECTION_HELP_REQUEST </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Send ENVELOPE(MENU_SELECTION_HELP_REQUEST) with Item Identifier = '02'</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Applet is triggered by a MENU_SELECTION_HELP_REQUEST and the Item Identifier is 02</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help supported=true</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changeMenuEntry() with parameters:</w:t>
            </w:r>
          </w:p>
          <w:p w:rsidR="00714EBB" w:rsidRPr="00870ED0" w:rsidRDefault="00714EBB">
            <w:pPr>
              <w:pStyle w:val="PL"/>
              <w:rPr>
                <w:noProof w:val="0"/>
              </w:rPr>
            </w:pP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"HelpSupported"</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menuEntry.length</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true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pPr>
              <w:pStyle w:val="PL"/>
              <w:rPr>
                <w:noProof w:val="0"/>
              </w:rPr>
            </w:pPr>
          </w:p>
          <w:p w:rsidR="00714EBB" w:rsidRPr="00870ED0" w:rsidRDefault="00714EBB">
            <w:pPr>
              <w:pStyle w:val="PL"/>
              <w:rPr>
                <w:noProof w:val="0"/>
              </w:rPr>
            </w:pPr>
            <w:r w:rsidRPr="00870ED0">
              <w:rPr>
                <w:noProof w:val="0"/>
              </w:rPr>
              <w:t>3-</w:t>
            </w:r>
            <w:r w:rsidRPr="00870ED0">
              <w:rPr>
                <w:noProof w:val="0"/>
              </w:rPr>
              <w:tab/>
              <w:t>Call isEventSet(EVENT_MENU_SELECTION_HELP_REQUEST).</w:t>
            </w:r>
          </w:p>
          <w:p w:rsidR="00714EBB" w:rsidRPr="00870ED0" w:rsidRDefault="00714EBB">
            <w:pPr>
              <w:pStyle w:val="TAC"/>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Shall return true.</w:t>
            </w:r>
          </w:p>
          <w:p w:rsidR="00714EBB" w:rsidRPr="00870ED0" w:rsidRDefault="00714EBB">
            <w:pPr>
              <w:pStyle w:val="TAL"/>
              <w:keepNext w:val="0"/>
              <w:keepLines w:val="0"/>
            </w:pP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r w:rsidRPr="00870ED0">
              <w:t>The UICC shall issue a SETUP MENU proactive command which contains a command qualifier '80'.</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Checking applet is triggered by a MENU_SELECTION_HELP_REQUEST </w:t>
            </w:r>
          </w:p>
          <w:p w:rsidR="00714EBB" w:rsidRPr="00870ED0" w:rsidRDefault="00714EBB">
            <w:pPr>
              <w:pStyle w:val="PL"/>
              <w:rPr>
                <w:noProof w:val="0"/>
              </w:rPr>
            </w:pPr>
          </w:p>
          <w:p w:rsidR="00714EBB" w:rsidRPr="00870ED0" w:rsidRDefault="00714EBB">
            <w:pPr>
              <w:pStyle w:val="PL"/>
              <w:rPr>
                <w:noProof w:val="0"/>
              </w:rPr>
            </w:pPr>
            <w:r w:rsidRPr="00870ED0">
              <w:rPr>
                <w:noProof w:val="0"/>
              </w:rPr>
              <w:t>Send ENVELOPE(MENU_SELECTION_HELP_REQUEST) with Item Identifier = '01'</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Applet is triggered by a MENU_SELECTION_HELP_REQUEST and the Item Identifier is 01</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8</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Setting icons, help supported = false</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1-</w:t>
            </w:r>
            <w:r w:rsidRPr="00870ED0">
              <w:rPr>
                <w:noProof w:val="0"/>
              </w:rPr>
              <w:tab/>
              <w:t>call changeMenuEntry() for entries '01','02', with parameters:</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Id = '01'/'02'</w:t>
            </w:r>
          </w:p>
          <w:p w:rsidR="00714EBB" w:rsidRPr="00870ED0" w:rsidRDefault="00714EBB" w:rsidP="00824EEF">
            <w:pPr>
              <w:pStyle w:val="PL"/>
              <w:keepNext/>
              <w:rPr>
                <w:noProof w:val="0"/>
              </w:rPr>
            </w:pPr>
            <w:r w:rsidRPr="00870ED0">
              <w:rPr>
                <w:noProof w:val="0"/>
              </w:rPr>
              <w:t>MenuEntry = "IconQualifier"</w:t>
            </w:r>
          </w:p>
          <w:p w:rsidR="00714EBB" w:rsidRPr="00870ED0" w:rsidRDefault="00714EBB" w:rsidP="00824EEF">
            <w:pPr>
              <w:pStyle w:val="PL"/>
              <w:keepNext/>
              <w:rPr>
                <w:noProof w:val="0"/>
              </w:rPr>
            </w:pPr>
            <w:r w:rsidRPr="00870ED0">
              <w:rPr>
                <w:noProof w:val="0"/>
              </w:rPr>
              <w:t>Offset = 0</w:t>
            </w:r>
          </w:p>
          <w:p w:rsidR="00714EBB" w:rsidRPr="00870ED0" w:rsidRDefault="00714EBB" w:rsidP="00824EEF">
            <w:pPr>
              <w:pStyle w:val="PL"/>
              <w:keepNext/>
              <w:rPr>
                <w:noProof w:val="0"/>
              </w:rPr>
            </w:pPr>
            <w:r w:rsidRPr="00870ED0">
              <w:rPr>
                <w:noProof w:val="0"/>
              </w:rPr>
              <w:t>Length = menuEntry.length</w:t>
            </w:r>
          </w:p>
          <w:p w:rsidR="00714EBB" w:rsidRPr="00870ED0" w:rsidRDefault="00714EBB" w:rsidP="00824EEF">
            <w:pPr>
              <w:pStyle w:val="PL"/>
              <w:keepNext/>
              <w:rPr>
                <w:noProof w:val="0"/>
              </w:rPr>
            </w:pPr>
            <w:r w:rsidRPr="00870ED0">
              <w:rPr>
                <w:noProof w:val="0"/>
              </w:rPr>
              <w:t>NextAction = 0</w:t>
            </w:r>
          </w:p>
          <w:p w:rsidR="00714EBB" w:rsidRPr="00870ED0" w:rsidRDefault="00714EBB" w:rsidP="00824EEF">
            <w:pPr>
              <w:pStyle w:val="PL"/>
              <w:keepNext/>
              <w:rPr>
                <w:noProof w:val="0"/>
              </w:rPr>
            </w:pPr>
            <w:r w:rsidRPr="00870ED0">
              <w:rPr>
                <w:noProof w:val="0"/>
              </w:rPr>
              <w:t>HelpSupported = false</w:t>
            </w:r>
          </w:p>
          <w:p w:rsidR="00714EBB" w:rsidRPr="00870ED0" w:rsidRDefault="00714EBB" w:rsidP="00824EEF">
            <w:pPr>
              <w:pStyle w:val="PL"/>
              <w:keepNext/>
              <w:rPr>
                <w:noProof w:val="0"/>
              </w:rPr>
            </w:pPr>
            <w:r w:rsidRPr="00870ED0">
              <w:rPr>
                <w:noProof w:val="0"/>
              </w:rPr>
              <w:t>IconQualifier = '01'</w:t>
            </w:r>
          </w:p>
          <w:p w:rsidR="00714EBB" w:rsidRPr="00870ED0" w:rsidRDefault="00714EBB" w:rsidP="00824EEF">
            <w:pPr>
              <w:pStyle w:val="PL"/>
              <w:keepNext/>
              <w:rPr>
                <w:noProof w:val="0"/>
              </w:rPr>
            </w:pPr>
            <w:r w:rsidRPr="00870ED0">
              <w:rPr>
                <w:noProof w:val="0"/>
              </w:rPr>
              <w:t>IconIdentifier = '02' / '01'</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2-</w:t>
            </w:r>
            <w:r w:rsidRPr="00870ED0">
              <w:rPr>
                <w:noProof w:val="0"/>
              </w:rPr>
              <w:tab/>
              <w:t>Call isEventSet(EVENT_MENU_SELECTION).</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3-</w:t>
            </w:r>
            <w:r w:rsidRPr="00870ED0">
              <w:rPr>
                <w:noProof w:val="0"/>
              </w:rPr>
              <w:tab/>
              <w:t>Call isEventSet(EVENT_MENU_SELECTION_HELP_REQUEST).</w:t>
            </w:r>
          </w:p>
          <w:p w:rsidR="00714EBB" w:rsidRPr="00870ED0" w:rsidRDefault="00714EBB" w:rsidP="00824EEF">
            <w:pPr>
              <w:pStyle w:val="TAC"/>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1-</w:t>
            </w:r>
            <w:r w:rsidRPr="00870ED0">
              <w:tab/>
              <w:t>No exception shall be thrown.</w:t>
            </w:r>
          </w:p>
          <w:p w:rsidR="00714EBB" w:rsidRPr="00870ED0" w:rsidRDefault="00714EBB" w:rsidP="00824EEF">
            <w:pPr>
              <w:pStyle w:val="TAL"/>
              <w:keepLines w:val="0"/>
            </w:pPr>
          </w:p>
          <w:p w:rsidR="00714EBB" w:rsidRPr="00870ED0" w:rsidRDefault="00714EBB" w:rsidP="00824EEF">
            <w:pPr>
              <w:pStyle w:val="TAL"/>
              <w:keepLines w:val="0"/>
            </w:pPr>
            <w:r w:rsidRPr="00870ED0">
              <w:t>2-</w:t>
            </w:r>
            <w:r w:rsidRPr="00870ED0">
              <w:tab/>
              <w:t>Shall return true.</w:t>
            </w:r>
          </w:p>
          <w:p w:rsidR="00714EBB" w:rsidRPr="00870ED0" w:rsidRDefault="00714EBB" w:rsidP="00824EEF">
            <w:pPr>
              <w:pStyle w:val="TAL"/>
              <w:keepLines w:val="0"/>
            </w:pPr>
          </w:p>
          <w:p w:rsidR="00714EBB" w:rsidRPr="00870ED0" w:rsidRDefault="00714EBB" w:rsidP="00824EEF">
            <w:pPr>
              <w:pStyle w:val="TAL"/>
              <w:keepLines w:val="0"/>
            </w:pPr>
            <w:r w:rsidRPr="00870ED0">
              <w:t>3-</w:t>
            </w:r>
            <w:r w:rsidRPr="00870ED0">
              <w:tab/>
              <w:t>Shall return false.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824EEF">
            <w:pPr>
              <w:pStyle w:val="TAL"/>
              <w:keepLines w:val="0"/>
            </w:pPr>
            <w:r w:rsidRPr="00870ED0">
              <w:t>The UICC shall issue a SETUP MENU proactive command which contains an Icon Identifier List.</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MenuEntry is disabled</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disableMenuEntry('01').</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Call changeMenuEntry() with parameters:</w:t>
            </w:r>
          </w:p>
          <w:p w:rsidR="00714EBB" w:rsidRPr="00870ED0" w:rsidRDefault="00714EBB">
            <w:pPr>
              <w:pStyle w:val="PL"/>
              <w:rPr>
                <w:noProof w:val="0"/>
              </w:rPr>
            </w:pP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"EnableEntry"</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menuEntry.length</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p w:rsidR="00714EBB" w:rsidRPr="00870ED0" w:rsidRDefault="00714EBB">
            <w:pPr>
              <w:pStyle w:val="PL"/>
              <w:rPr>
                <w:noProof w:val="0"/>
              </w:rPr>
            </w:pPr>
          </w:p>
          <w:p w:rsidR="00714EBB" w:rsidRPr="00870ED0" w:rsidRDefault="00714EBB">
            <w:pPr>
              <w:pStyle w:val="PL"/>
              <w:rPr>
                <w:noProof w:val="0"/>
              </w:rPr>
            </w:pPr>
            <w:r w:rsidRPr="00870ED0">
              <w:rPr>
                <w:noProof w:val="0"/>
              </w:rPr>
              <w:t>3-</w:t>
            </w:r>
            <w:r w:rsidRPr="00870ED0">
              <w:rPr>
                <w:noProof w:val="0"/>
              </w:rPr>
              <w:tab/>
              <w:t>Call isEventSet(EVENT_MENU_SELECTION).</w:t>
            </w:r>
          </w:p>
          <w:p w:rsidR="00714EBB" w:rsidRPr="00870ED0" w:rsidRDefault="00714EBB">
            <w:pPr>
              <w:pStyle w:val="PL"/>
              <w:rPr>
                <w:noProof w:val="0"/>
              </w:rPr>
            </w:pPr>
          </w:p>
          <w:p w:rsidR="00714EBB" w:rsidRPr="00870ED0" w:rsidRDefault="00714EBB" w:rsidP="0083796C">
            <w:pPr>
              <w:pStyle w:val="PL"/>
              <w:rPr>
                <w:noProof w:val="0"/>
              </w:rPr>
            </w:pPr>
            <w:r w:rsidRPr="00870ED0">
              <w:rPr>
                <w:noProof w:val="0"/>
              </w:rPr>
              <w:t>4-</w:t>
            </w:r>
            <w:r w:rsidRPr="00870ED0">
              <w:rPr>
                <w:noProof w:val="0"/>
              </w:rPr>
              <w:tab/>
              <w:t>Call isEventSet(EVEN</w:t>
            </w:r>
            <w:r w:rsidR="0083796C" w:rsidRPr="00870ED0">
              <w:rPr>
                <w:noProof w:val="0"/>
              </w:rPr>
              <w:t>T_MENU_SELECTION_HELP_REQUEST).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4-</w:t>
            </w:r>
            <w:r w:rsidRPr="00870ED0">
              <w:tab/>
              <w:t>Shall return false.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r w:rsidRPr="00870ED0">
              <w:t>The UICC shall issue a SETUP MENU proactive command which contains the entry. Without Icon identifier List Comprehension TLV</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10</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MenuEntry is null </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ChangeMenuEntry() method with parameters:</w:t>
            </w:r>
          </w:p>
          <w:p w:rsidR="00714EBB" w:rsidRPr="00870ED0" w:rsidRDefault="0083796C" w:rsidP="0083796C">
            <w:pPr>
              <w:pStyle w:val="PL"/>
              <w:keepNext/>
              <w:keepLines/>
              <w:rPr>
                <w:noProof w:val="0"/>
              </w:rPr>
            </w:pPr>
            <w:r w:rsidRPr="00870ED0">
              <w:rPr>
                <w:noProof w:val="0"/>
              </w:rPr>
              <w:t>MenuEntry = NULL</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Shall throw java.lang.NullPointerException.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Offset causes access outside array bounds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"Violation"</w:t>
            </w:r>
          </w:p>
          <w:p w:rsidR="00714EBB" w:rsidRPr="00870ED0" w:rsidRDefault="00714EBB">
            <w:pPr>
              <w:pStyle w:val="PL"/>
              <w:rPr>
                <w:noProof w:val="0"/>
              </w:rPr>
            </w:pPr>
            <w:r w:rsidRPr="00870ED0">
              <w:rPr>
                <w:noProof w:val="0"/>
              </w:rPr>
              <w:t>Offset = menuEntry.length +1</w:t>
            </w:r>
          </w:p>
          <w:p w:rsidR="00714EBB" w:rsidRPr="00870ED0" w:rsidRDefault="00714EBB">
            <w:pPr>
              <w:pStyle w:val="PL"/>
              <w:rPr>
                <w:noProof w:val="0"/>
              </w:rPr>
            </w:pPr>
            <w:r w:rsidRPr="00870ED0">
              <w:rPr>
                <w:noProof w:val="0"/>
              </w:rPr>
              <w:t>Length = 0</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83796C" w:rsidP="0083796C">
            <w:pPr>
              <w:pStyle w:val="PL"/>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Big Offset causes access ou</w:t>
            </w:r>
            <w:r w:rsidRPr="00870ED0">
              <w:rPr>
                <w:b w:val="0"/>
              </w:rPr>
              <w:t>t</w:t>
            </w:r>
            <w:r w:rsidRPr="00870ED0">
              <w:t xml:space="preserve">side array bounds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"Violation"</w:t>
            </w:r>
          </w:p>
          <w:p w:rsidR="00714EBB" w:rsidRPr="00870ED0" w:rsidRDefault="00714EBB">
            <w:pPr>
              <w:pStyle w:val="PL"/>
              <w:rPr>
                <w:noProof w:val="0"/>
              </w:rPr>
            </w:pPr>
            <w:r w:rsidRPr="00870ED0">
              <w:rPr>
                <w:noProof w:val="0"/>
              </w:rPr>
              <w:t>Offset = 255</w:t>
            </w:r>
          </w:p>
          <w:p w:rsidR="00714EBB" w:rsidRPr="00870ED0" w:rsidRDefault="00714EBB">
            <w:pPr>
              <w:pStyle w:val="PL"/>
              <w:rPr>
                <w:noProof w:val="0"/>
              </w:rPr>
            </w:pPr>
            <w:r w:rsidRPr="00870ED0">
              <w:rPr>
                <w:noProof w:val="0"/>
              </w:rPr>
              <w:t>Length = 1</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83796C" w:rsidP="0083796C">
            <w:pPr>
              <w:pStyle w:val="PL"/>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13</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 xml:space="preserve">Offset &lt; 0 causes access outside array bounds </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 xml:space="preserve">changeMenuEntry() </w:t>
            </w:r>
          </w:p>
          <w:p w:rsidR="00714EBB" w:rsidRPr="00870ED0" w:rsidRDefault="00714EBB" w:rsidP="00824EEF">
            <w:pPr>
              <w:pStyle w:val="PL"/>
              <w:keepNext/>
              <w:rPr>
                <w:noProof w:val="0"/>
              </w:rPr>
            </w:pPr>
            <w:r w:rsidRPr="00870ED0">
              <w:rPr>
                <w:noProof w:val="0"/>
              </w:rPr>
              <w:t>Id = '01'</w:t>
            </w:r>
          </w:p>
          <w:p w:rsidR="00714EBB" w:rsidRPr="00870ED0" w:rsidRDefault="00714EBB" w:rsidP="00824EEF">
            <w:pPr>
              <w:pStyle w:val="PL"/>
              <w:keepNext/>
              <w:rPr>
                <w:noProof w:val="0"/>
              </w:rPr>
            </w:pPr>
            <w:r w:rsidRPr="00870ED0">
              <w:rPr>
                <w:noProof w:val="0"/>
              </w:rPr>
              <w:t>MenuEntry = "Violation"</w:t>
            </w:r>
          </w:p>
          <w:p w:rsidR="00714EBB" w:rsidRPr="00870ED0" w:rsidRDefault="00714EBB" w:rsidP="00824EEF">
            <w:pPr>
              <w:pStyle w:val="PL"/>
              <w:keepNext/>
              <w:rPr>
                <w:noProof w:val="0"/>
              </w:rPr>
            </w:pPr>
            <w:r w:rsidRPr="00870ED0">
              <w:rPr>
                <w:noProof w:val="0"/>
              </w:rPr>
              <w:t>Offset = -1</w:t>
            </w:r>
          </w:p>
          <w:p w:rsidR="00714EBB" w:rsidRPr="00870ED0" w:rsidRDefault="00714EBB" w:rsidP="00824EEF">
            <w:pPr>
              <w:pStyle w:val="PL"/>
              <w:keepNext/>
              <w:rPr>
                <w:noProof w:val="0"/>
              </w:rPr>
            </w:pPr>
            <w:r w:rsidRPr="00870ED0">
              <w:rPr>
                <w:noProof w:val="0"/>
              </w:rPr>
              <w:t>Length = 1</w:t>
            </w:r>
          </w:p>
          <w:p w:rsidR="00714EBB" w:rsidRPr="00870ED0" w:rsidRDefault="00714EBB" w:rsidP="00824EEF">
            <w:pPr>
              <w:pStyle w:val="PL"/>
              <w:keepNext/>
              <w:rPr>
                <w:noProof w:val="0"/>
              </w:rPr>
            </w:pPr>
            <w:r w:rsidRPr="00870ED0">
              <w:rPr>
                <w:noProof w:val="0"/>
              </w:rPr>
              <w:t>NextAction = 0</w:t>
            </w:r>
          </w:p>
          <w:p w:rsidR="00714EBB" w:rsidRPr="00870ED0" w:rsidRDefault="00714EBB" w:rsidP="00824EEF">
            <w:pPr>
              <w:pStyle w:val="PL"/>
              <w:keepNext/>
              <w:rPr>
                <w:noProof w:val="0"/>
              </w:rPr>
            </w:pPr>
            <w:r w:rsidRPr="00870ED0">
              <w:rPr>
                <w:noProof w:val="0"/>
              </w:rPr>
              <w:t>HelpSupported = false</w:t>
            </w:r>
          </w:p>
          <w:p w:rsidR="00714EBB" w:rsidRPr="00870ED0" w:rsidRDefault="00714EBB" w:rsidP="00824EEF">
            <w:pPr>
              <w:pStyle w:val="PL"/>
              <w:keepNext/>
              <w:rPr>
                <w:noProof w:val="0"/>
              </w:rPr>
            </w:pPr>
            <w:r w:rsidRPr="00870ED0">
              <w:rPr>
                <w:noProof w:val="0"/>
              </w:rPr>
              <w:t>IconQualifier = 0</w:t>
            </w:r>
          </w:p>
          <w:p w:rsidR="00714EBB" w:rsidRPr="00870ED0" w:rsidRDefault="0083796C" w:rsidP="00824EEF">
            <w:pPr>
              <w:pStyle w:val="PL"/>
              <w:keepNext/>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Shall throw java.lang.ArrayIndexOutOfBoundsException.</w:t>
            </w:r>
          </w:p>
          <w:p w:rsidR="00714EBB" w:rsidRPr="00870ED0" w:rsidRDefault="00714EBB" w:rsidP="00824EEF">
            <w:pPr>
              <w:pStyle w:val="TAL"/>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causes access outside</w:t>
            </w:r>
            <w:r w:rsidRPr="00870ED0">
              <w:rPr>
                <w:b w:val="0"/>
              </w:rPr>
              <w:t xml:space="preserve"> </w:t>
            </w:r>
            <w:r w:rsidRPr="00870ED0">
              <w:t xml:space="preserve">array bounds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"Violation"</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MenuEntry.length + 1</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Length &lt; 0 causes access outside array bounds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"Violation"</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83796C" w:rsidP="0083796C">
            <w:pPr>
              <w:pStyle w:val="PL"/>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Both offset and length causes access outside array bounds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rPr>
                <w:noProof w:val="0"/>
              </w:rPr>
            </w:pPr>
            <w:r w:rsidRPr="00870ED0">
              <w:rPr>
                <w:noProof w:val="0"/>
              </w:rPr>
              <w:t>Id = '01'</w:t>
            </w:r>
          </w:p>
          <w:p w:rsidR="00714EBB" w:rsidRPr="00870ED0" w:rsidRDefault="00714EBB">
            <w:pPr>
              <w:pStyle w:val="PL"/>
              <w:rPr>
                <w:noProof w:val="0"/>
              </w:rPr>
            </w:pPr>
            <w:r w:rsidRPr="00870ED0">
              <w:rPr>
                <w:noProof w:val="0"/>
              </w:rPr>
              <w:t>MenuEntry = "Violation"</w:t>
            </w:r>
          </w:p>
          <w:p w:rsidR="00714EBB" w:rsidRPr="00870ED0" w:rsidRDefault="00714EBB">
            <w:pPr>
              <w:pStyle w:val="PL"/>
              <w:rPr>
                <w:noProof w:val="0"/>
              </w:rPr>
            </w:pPr>
            <w:r w:rsidRPr="00870ED0">
              <w:rPr>
                <w:noProof w:val="0"/>
              </w:rPr>
              <w:t xml:space="preserve">Offset </w:t>
            </w:r>
            <w:r w:rsidRPr="00870ED0">
              <w:rPr>
                <w:noProof w:val="0"/>
              </w:rPr>
              <w:sym w:font="Symbol" w:char="00CE"/>
            </w:r>
            <w:r w:rsidRPr="00870ED0">
              <w:rPr>
                <w:noProof w:val="0"/>
              </w:rPr>
              <w:t xml:space="preserve"> [1, MenuEntry.length]</w:t>
            </w:r>
          </w:p>
          <w:p w:rsidR="00714EBB" w:rsidRPr="00870ED0" w:rsidRDefault="00714EBB">
            <w:pPr>
              <w:pStyle w:val="PL"/>
              <w:rPr>
                <w:noProof w:val="0"/>
              </w:rPr>
            </w:pPr>
            <w:r w:rsidRPr="00870ED0">
              <w:rPr>
                <w:noProof w:val="0"/>
              </w:rPr>
              <w:t>Length = MenuEntry.length</w:t>
            </w:r>
          </w:p>
          <w:p w:rsidR="00714EBB" w:rsidRPr="00870ED0" w:rsidRDefault="00714EBB">
            <w:pPr>
              <w:pStyle w:val="PL"/>
              <w:rPr>
                <w:noProof w:val="0"/>
              </w:rPr>
            </w:pPr>
            <w:r w:rsidRPr="00870ED0">
              <w:rPr>
                <w:noProof w:val="0"/>
              </w:rPr>
              <w:t>NextAction = 1</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p w:rsidR="00714EBB" w:rsidRPr="00870ED0" w:rsidRDefault="00714EBB">
            <w:pPr>
              <w:pStyle w:val="TAC"/>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17</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Invalid ID used</w:t>
            </w:r>
          </w:p>
          <w:p w:rsidR="00714EBB" w:rsidRPr="00870ED0" w:rsidRDefault="00714EBB">
            <w:pPr>
              <w:pStyle w:val="PL"/>
              <w:keepNext/>
              <w:keepLines/>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keepNext/>
              <w:keepLines/>
              <w:rPr>
                <w:noProof w:val="0"/>
              </w:rPr>
            </w:pPr>
            <w:r w:rsidRPr="00870ED0">
              <w:rPr>
                <w:noProof w:val="0"/>
              </w:rPr>
              <w:t>Id = '00'</w:t>
            </w:r>
          </w:p>
          <w:p w:rsidR="00714EBB" w:rsidRPr="00870ED0" w:rsidRDefault="00714EBB">
            <w:pPr>
              <w:pStyle w:val="PL"/>
              <w:keepNext/>
              <w:keepLines/>
              <w:rPr>
                <w:noProof w:val="0"/>
              </w:rPr>
            </w:pPr>
            <w:r w:rsidRPr="00870ED0">
              <w:rPr>
                <w:noProof w:val="0"/>
              </w:rPr>
              <w:t>MenuEntry = contains text, != null</w:t>
            </w:r>
          </w:p>
          <w:p w:rsidR="00714EBB" w:rsidRPr="00870ED0" w:rsidRDefault="00714EBB">
            <w:pPr>
              <w:pStyle w:val="PL"/>
              <w:keepNext/>
              <w:keepLines/>
              <w:rPr>
                <w:noProof w:val="0"/>
              </w:rPr>
            </w:pPr>
            <w:r w:rsidRPr="00870ED0">
              <w:rPr>
                <w:noProof w:val="0"/>
              </w:rPr>
              <w:t>Offset = 0</w:t>
            </w:r>
          </w:p>
          <w:p w:rsidR="00714EBB" w:rsidRPr="00870ED0" w:rsidRDefault="00714EBB">
            <w:pPr>
              <w:pStyle w:val="PL"/>
              <w:keepNext/>
              <w:keepLines/>
              <w:rPr>
                <w:noProof w:val="0"/>
              </w:rPr>
            </w:pPr>
            <w:r w:rsidRPr="00870ED0">
              <w:rPr>
                <w:noProof w:val="0"/>
              </w:rPr>
              <w:t>Length = menuEntry.length &lt; 16</w:t>
            </w:r>
          </w:p>
          <w:p w:rsidR="00714EBB" w:rsidRPr="00870ED0" w:rsidRDefault="00714EBB">
            <w:pPr>
              <w:pStyle w:val="PL"/>
              <w:keepNext/>
              <w:keepLines/>
              <w:rPr>
                <w:noProof w:val="0"/>
              </w:rPr>
            </w:pPr>
            <w:r w:rsidRPr="00870ED0">
              <w:rPr>
                <w:noProof w:val="0"/>
              </w:rPr>
              <w:t>NextAction = 0</w:t>
            </w:r>
          </w:p>
          <w:p w:rsidR="00714EBB" w:rsidRPr="00870ED0" w:rsidRDefault="00714EBB">
            <w:pPr>
              <w:pStyle w:val="PL"/>
              <w:keepNext/>
              <w:keepLines/>
              <w:rPr>
                <w:noProof w:val="0"/>
              </w:rPr>
            </w:pPr>
            <w:r w:rsidRPr="00870ED0">
              <w:rPr>
                <w:noProof w:val="0"/>
              </w:rPr>
              <w:t>HelpSupported = false</w:t>
            </w:r>
          </w:p>
          <w:p w:rsidR="00714EBB" w:rsidRPr="00870ED0" w:rsidRDefault="00714EBB">
            <w:pPr>
              <w:pStyle w:val="PL"/>
              <w:keepNext/>
              <w:keepLines/>
              <w:rPr>
                <w:noProof w:val="0"/>
              </w:rPr>
            </w:pPr>
            <w:r w:rsidRPr="00870ED0">
              <w:rPr>
                <w:noProof w:val="0"/>
              </w:rPr>
              <w:t>IconQualifier = 0</w:t>
            </w:r>
          </w:p>
          <w:p w:rsidR="00714EBB" w:rsidRPr="00870ED0" w:rsidRDefault="00714EBB">
            <w:pPr>
              <w:pStyle w:val="PL"/>
              <w:keepNext/>
              <w:keepLines/>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Shall throw a ToolkitException with MENU_ENTRY_NOT_FOUND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 isn't allocated to a menu entry of this applet instance</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changeMenuEntry() </w:t>
            </w:r>
          </w:p>
          <w:p w:rsidR="00714EBB" w:rsidRPr="00870ED0" w:rsidRDefault="00714EBB">
            <w:pPr>
              <w:pStyle w:val="PL"/>
              <w:rPr>
                <w:noProof w:val="0"/>
              </w:rPr>
            </w:pPr>
            <w:r w:rsidRPr="00870ED0">
              <w:rPr>
                <w:noProof w:val="0"/>
              </w:rPr>
              <w:t>Id = '0A'</w:t>
            </w:r>
          </w:p>
          <w:p w:rsidR="00714EBB" w:rsidRPr="00870ED0" w:rsidRDefault="00714EBB">
            <w:pPr>
              <w:pStyle w:val="PL"/>
              <w:rPr>
                <w:noProof w:val="0"/>
              </w:rPr>
            </w:pPr>
            <w:r w:rsidRPr="00870ED0">
              <w:rPr>
                <w:noProof w:val="0"/>
              </w:rPr>
              <w:t>MenuEntry = contains text, != null</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menuEntry.length &lt; 16</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83796C" w:rsidP="0083796C">
            <w:pPr>
              <w:pStyle w:val="PL"/>
              <w:rPr>
                <w:noProof w:val="0"/>
              </w:rPr>
            </w:pPr>
            <w:r w:rsidRPr="00870ED0">
              <w:rPr>
                <w:noProof w:val="0"/>
              </w:rPr>
              <w:t>IconIdentifier = 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reason code: MENU_ENTRY_NOT_FOUND.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19</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The text is bigger than the allocated space</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 xml:space="preserve">changeMenuEntry() </w:t>
            </w:r>
          </w:p>
          <w:p w:rsidR="00714EBB" w:rsidRPr="00870ED0" w:rsidRDefault="00714EBB" w:rsidP="00824EEF">
            <w:pPr>
              <w:pStyle w:val="PL"/>
              <w:keepNext/>
              <w:rPr>
                <w:noProof w:val="0"/>
              </w:rPr>
            </w:pPr>
            <w:r w:rsidRPr="00870ED0">
              <w:rPr>
                <w:noProof w:val="0"/>
              </w:rPr>
              <w:t>Id = '02'</w:t>
            </w:r>
          </w:p>
          <w:p w:rsidR="00714EBB" w:rsidRPr="00870ED0" w:rsidRDefault="00714EBB" w:rsidP="00824EEF">
            <w:pPr>
              <w:pStyle w:val="PL"/>
              <w:keepNext/>
              <w:rPr>
                <w:noProof w:val="0"/>
              </w:rPr>
            </w:pPr>
            <w:r w:rsidRPr="00870ED0">
              <w:rPr>
                <w:noProof w:val="0"/>
              </w:rPr>
              <w:t>MenuEntry = contains text, != null</w:t>
            </w:r>
          </w:p>
          <w:p w:rsidR="00714EBB" w:rsidRPr="00870ED0" w:rsidRDefault="00714EBB" w:rsidP="00824EEF">
            <w:pPr>
              <w:pStyle w:val="PL"/>
              <w:keepNext/>
              <w:rPr>
                <w:noProof w:val="0"/>
              </w:rPr>
            </w:pPr>
            <w:r w:rsidRPr="00870ED0">
              <w:rPr>
                <w:noProof w:val="0"/>
              </w:rPr>
              <w:t>Offset = 0</w:t>
            </w:r>
          </w:p>
          <w:p w:rsidR="00714EBB" w:rsidRPr="00870ED0" w:rsidRDefault="00714EBB" w:rsidP="00824EEF">
            <w:pPr>
              <w:pStyle w:val="PL"/>
              <w:keepNext/>
              <w:rPr>
                <w:noProof w:val="0"/>
              </w:rPr>
            </w:pPr>
            <w:r w:rsidRPr="00870ED0">
              <w:rPr>
                <w:noProof w:val="0"/>
              </w:rPr>
              <w:t>Length = menuEntry.length &gt; 15</w:t>
            </w:r>
          </w:p>
          <w:p w:rsidR="00714EBB" w:rsidRPr="00870ED0" w:rsidRDefault="00714EBB" w:rsidP="00824EEF">
            <w:pPr>
              <w:pStyle w:val="PL"/>
              <w:keepNext/>
              <w:rPr>
                <w:noProof w:val="0"/>
              </w:rPr>
            </w:pPr>
            <w:r w:rsidRPr="00870ED0">
              <w:rPr>
                <w:noProof w:val="0"/>
              </w:rPr>
              <w:t>NextAction = 0</w:t>
            </w:r>
          </w:p>
          <w:p w:rsidR="00714EBB" w:rsidRPr="00870ED0" w:rsidRDefault="00714EBB" w:rsidP="00824EEF">
            <w:pPr>
              <w:pStyle w:val="PL"/>
              <w:keepNext/>
              <w:rPr>
                <w:noProof w:val="0"/>
              </w:rPr>
            </w:pPr>
            <w:r w:rsidRPr="00870ED0">
              <w:rPr>
                <w:noProof w:val="0"/>
              </w:rPr>
              <w:t>HelpSupported = false</w:t>
            </w:r>
          </w:p>
          <w:p w:rsidR="00714EBB" w:rsidRPr="00870ED0" w:rsidRDefault="00714EBB" w:rsidP="00824EEF">
            <w:pPr>
              <w:pStyle w:val="PL"/>
              <w:keepNext/>
              <w:rPr>
                <w:noProof w:val="0"/>
              </w:rPr>
            </w:pPr>
            <w:r w:rsidRPr="00870ED0">
              <w:rPr>
                <w:noProof w:val="0"/>
              </w:rPr>
              <w:t>IconQualifier = 0</w:t>
            </w:r>
          </w:p>
          <w:p w:rsidR="00714EBB" w:rsidRPr="00870ED0" w:rsidRDefault="00714EBB" w:rsidP="00824EEF">
            <w:pPr>
              <w:pStyle w:val="PL"/>
              <w:keepNext/>
              <w:rPr>
                <w:noProof w:val="0"/>
              </w:rPr>
            </w:pPr>
            <w:r w:rsidRPr="00870ED0">
              <w:rPr>
                <w:noProof w:val="0"/>
              </w:rPr>
              <w:t>IconIdentifier = 0</w:t>
            </w:r>
          </w:p>
          <w:p w:rsidR="00714EBB" w:rsidRPr="00870ED0" w:rsidRDefault="00714EBB" w:rsidP="00824EEF">
            <w:pPr>
              <w:pStyle w:val="TAC"/>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Shall throw a ToolkitException with reason code: ALLOWED_LENGTH_EXCEEDED.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3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With a smaller text length than the initial length</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 xml:space="preserve">changeMenuEntry()with parameters: </w:t>
            </w:r>
          </w:p>
          <w:p w:rsidR="00714EBB" w:rsidRPr="00870ED0" w:rsidRDefault="00714EBB">
            <w:pPr>
              <w:pStyle w:val="PL"/>
              <w:rPr>
                <w:noProof w:val="0"/>
              </w:rPr>
            </w:pPr>
          </w:p>
          <w:p w:rsidR="00714EBB" w:rsidRPr="00870ED0" w:rsidRDefault="00714EBB">
            <w:pPr>
              <w:pStyle w:val="PL"/>
              <w:rPr>
                <w:noProof w:val="0"/>
              </w:rPr>
            </w:pPr>
            <w:r w:rsidRPr="00870ED0">
              <w:rPr>
                <w:noProof w:val="0"/>
              </w:rPr>
              <w:t>Id = '02'</w:t>
            </w:r>
          </w:p>
          <w:p w:rsidR="00714EBB" w:rsidRPr="00870ED0" w:rsidRDefault="00714EBB">
            <w:pPr>
              <w:pStyle w:val="PL"/>
              <w:rPr>
                <w:noProof w:val="0"/>
              </w:rPr>
            </w:pPr>
            <w:r w:rsidRPr="00870ED0">
              <w:rPr>
                <w:noProof w:val="0"/>
              </w:rPr>
              <w:t>MenuEntry = "Init"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menuEntry.length</w:t>
            </w:r>
          </w:p>
          <w:p w:rsidR="00714EBB" w:rsidRPr="00870ED0" w:rsidRDefault="00714EBB">
            <w:pPr>
              <w:pStyle w:val="PL"/>
              <w:rPr>
                <w:noProof w:val="0"/>
              </w:rPr>
            </w:pPr>
            <w:r w:rsidRPr="00870ED0">
              <w:rPr>
                <w:noProof w:val="0"/>
              </w:rPr>
              <w:t>NextAction = 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w:t>
            </w:r>
          </w:p>
          <w:p w:rsidR="00714EBB" w:rsidRPr="00870ED0" w:rsidRDefault="00714EBB">
            <w:pPr>
              <w:pStyle w:val="PL"/>
              <w:rPr>
                <w:noProof w:val="0"/>
              </w:rPr>
            </w:pPr>
            <w:r w:rsidRPr="00870ED0">
              <w:rPr>
                <w:noProof w:val="0"/>
              </w:rPr>
              <w:t>IconIdentifier = 0</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pPr>
              <w:pStyle w:val="PL"/>
              <w:rPr>
                <w:noProof w:val="0"/>
              </w:rPr>
            </w:pPr>
          </w:p>
          <w:p w:rsidR="00714EBB" w:rsidRPr="00870ED0" w:rsidRDefault="00714EBB">
            <w:pPr>
              <w:pStyle w:val="PL"/>
              <w:rPr>
                <w:noProof w:val="0"/>
              </w:rPr>
            </w:pPr>
            <w:r w:rsidRPr="00870ED0">
              <w:rPr>
                <w:noProof w:val="0"/>
              </w:rPr>
              <w:t>3.</w:t>
            </w:r>
            <w:r w:rsidRPr="00870ED0">
              <w:rPr>
                <w:noProof w:val="0"/>
              </w:rPr>
              <w:tab/>
              <w:t>Call isEventSet(EVENT_MENU_SELECTION_HELP_REQUEST)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Shall return false.</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 xml:space="preserve"> </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The UICC shall issue a SETUP MENU proactive command which contains the new text for entry ID '02'.</w:t>
            </w:r>
          </w:p>
        </w:tc>
      </w:tr>
    </w:tbl>
    <w:p w:rsidR="00714EBB" w:rsidRPr="00870ED0" w:rsidRDefault="00714EBB"/>
    <w:p w:rsidR="00714EBB" w:rsidRPr="00870ED0" w:rsidRDefault="00714EBB">
      <w:pPr>
        <w:pStyle w:val="Heading4"/>
      </w:pPr>
      <w:r w:rsidRPr="00870ED0">
        <w:t>5.2.8.3</w:t>
      </w:r>
      <w:r w:rsidRPr="00870ED0">
        <w:tab/>
        <w:t>Method clearEvent</w:t>
      </w:r>
    </w:p>
    <w:p w:rsidR="00714EBB" w:rsidRPr="00870ED0" w:rsidRDefault="00714EBB">
      <w:r w:rsidRPr="00870ED0">
        <w:t>Test Area Reference: Api_2_Tkr_Cevt</w:t>
      </w:r>
      <w:r w:rsidR="0083796C" w:rsidRPr="00870ED0">
        <w:t>.</w:t>
      </w:r>
    </w:p>
    <w:p w:rsidR="00714EBB" w:rsidRPr="00870ED0" w:rsidRDefault="00714EBB" w:rsidP="00B469A3">
      <w:pPr>
        <w:pStyle w:val="Heading5"/>
      </w:pPr>
      <w:r w:rsidRPr="00870ED0">
        <w:t>5.2.8.3.1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clearEvent(short event)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javacard.framework.TransactionException</w:t>
      </w:r>
    </w:p>
    <w:p w:rsidR="00714EBB" w:rsidRPr="00870ED0" w:rsidRDefault="00714EBB">
      <w:pPr>
        <w:pStyle w:val="PL"/>
        <w:rPr>
          <w:noProof w:val="0"/>
        </w:rPr>
      </w:pPr>
    </w:p>
    <w:p w:rsidR="00714EBB" w:rsidRPr="00870ED0" w:rsidRDefault="00714EBB" w:rsidP="0083796C">
      <w:pPr>
        <w:pStyle w:val="H6"/>
        <w:outlineLvl w:val="0"/>
      </w:pPr>
      <w:r w:rsidRPr="00870ED0">
        <w:t>5.2.8.3.1.1</w:t>
      </w:r>
      <w:r w:rsidRPr="00870ED0">
        <w:tab/>
        <w:t>Normal execution</w:t>
      </w:r>
    </w:p>
    <w:p w:rsidR="00714EBB" w:rsidRPr="00870ED0" w:rsidRDefault="00714EBB" w:rsidP="0083796C">
      <w:pPr>
        <w:pStyle w:val="B1"/>
        <w:keepNext/>
        <w:keepLines/>
      </w:pPr>
      <w:r w:rsidRPr="00870ED0">
        <w:t>CRRN1: A call to isEventSet() method for a cleared event shall return false after a call to clearEvent.</w:t>
      </w:r>
    </w:p>
    <w:p w:rsidR="00714EBB" w:rsidRPr="00870ED0" w:rsidRDefault="00714EBB" w:rsidP="0083796C">
      <w:pPr>
        <w:pStyle w:val="B1"/>
        <w:keepNext/>
        <w:keepLines/>
      </w:pPr>
      <w:r w:rsidRPr="00870ED0">
        <w:t>CRRN2: The CAT Runtime Environment shall not trigger the applet on the occurrence of the cleared event anymore.</w:t>
      </w:r>
    </w:p>
    <w:p w:rsidR="00714EBB" w:rsidRPr="00870ED0" w:rsidRDefault="00714EBB">
      <w:pPr>
        <w:pStyle w:val="B1"/>
      </w:pPr>
      <w:r w:rsidRPr="00870ED0">
        <w:t>CRRN3: After the call to clearEvent() method with EVENT_CALL_CONTROL_BY_NAA event, no applet is registered to this event, and the CAT Runtime Environment shall allow an applet to register to this event.</w:t>
      </w:r>
    </w:p>
    <w:p w:rsidR="00714EBB" w:rsidRPr="00870ED0" w:rsidRDefault="00714EBB">
      <w:pPr>
        <w:pStyle w:val="B1"/>
      </w:pPr>
      <w:r w:rsidRPr="00870ED0">
        <w:t>CRRN4: If an applet is still registered to EVENT_CALL_CONTROL_BY_NAA event, the CAT Runtime Environment shall not allow an applet to register to it.</w:t>
      </w:r>
    </w:p>
    <w:p w:rsidR="00714EBB" w:rsidRPr="00870ED0" w:rsidRDefault="00714EBB">
      <w:pPr>
        <w:pStyle w:val="H6"/>
        <w:outlineLvl w:val="0"/>
      </w:pPr>
      <w:r w:rsidRPr="00870ED0">
        <w:t>5.2.8.3.1.2</w:t>
      </w:r>
      <w:r w:rsidRPr="00870ED0">
        <w:tab/>
        <w:t>Parameter errors</w:t>
      </w:r>
    </w:p>
    <w:p w:rsidR="00714EBB" w:rsidRPr="00870ED0" w:rsidRDefault="00714EBB">
      <w:pPr>
        <w:pStyle w:val="B1"/>
      </w:pPr>
      <w:r w:rsidRPr="00870ED0">
        <w:t>CRRP1: Shall throw a Toolkit Exception with reason EVENT_NOT_ALLOWED if event is EVENT_MENU_SELECTION.</w:t>
      </w:r>
    </w:p>
    <w:p w:rsidR="00714EBB" w:rsidRPr="00870ED0" w:rsidRDefault="00714EBB">
      <w:pPr>
        <w:pStyle w:val="B1"/>
      </w:pPr>
      <w:r w:rsidRPr="00870ED0">
        <w:t>CRRP2: Shall throw a Toolkit Exception with reason EVENT_NOT_ALLOWED if event is EVENT_MENU_SELECTION_HELP_REQUEST.</w:t>
      </w:r>
    </w:p>
    <w:p w:rsidR="00714EBB" w:rsidRPr="00870ED0" w:rsidRDefault="00714EBB">
      <w:pPr>
        <w:pStyle w:val="B1"/>
      </w:pPr>
      <w:r w:rsidRPr="00870ED0">
        <w:t>CRRP3: Shall throw a Toolkit Exception with reason EVENT_NOT_ALLOWED if event is EVENT_TIMER_EXPIRATION.</w:t>
      </w:r>
    </w:p>
    <w:p w:rsidR="00714EBB" w:rsidRPr="00870ED0" w:rsidRDefault="00714EBB">
      <w:pPr>
        <w:pStyle w:val="B1"/>
      </w:pPr>
      <w:r w:rsidRPr="00870ED0">
        <w:lastRenderedPageBreak/>
        <w:t>CRRP4: Shall throw a Toolkit Exception with reason EVENT_NOT_ALLOWED if event is EVENT_STATUS_COMMAND.</w:t>
      </w:r>
    </w:p>
    <w:p w:rsidR="00714EBB" w:rsidRPr="00870ED0" w:rsidRDefault="00714EBB">
      <w:pPr>
        <w:pStyle w:val="B1"/>
      </w:pPr>
      <w:r w:rsidRPr="00870ED0">
        <w:t>CRRP5: Shall throw a Toolkit Exception with reason EVENT_NOT_ALLOWED if event is EVENT_EVENT_DOWNLOAD_LOCAL_CONNECTION.</w:t>
      </w:r>
    </w:p>
    <w:p w:rsidR="00714EBB" w:rsidRPr="00870ED0" w:rsidRDefault="00714EBB">
      <w:pPr>
        <w:pStyle w:val="H6"/>
        <w:outlineLvl w:val="0"/>
      </w:pPr>
      <w:r w:rsidRPr="00870ED0">
        <w:t>5.2.8.3.1.3</w:t>
      </w:r>
      <w:r w:rsidRPr="00870ED0">
        <w:tab/>
        <w:t>Context errors</w:t>
      </w:r>
    </w:p>
    <w:p w:rsidR="00714EBB" w:rsidRPr="00870ED0" w:rsidRDefault="00714EBB">
      <w:pPr>
        <w:pStyle w:val="B1"/>
      </w:pPr>
      <w:r w:rsidRPr="00870ED0">
        <w:t>CRRC1: shall throw javacard.framework.TransactionException - if the operation would cause the commit capacity to be exceeded.</w:t>
      </w:r>
    </w:p>
    <w:p w:rsidR="00714EBB" w:rsidRPr="00870ED0" w:rsidRDefault="00714EBB" w:rsidP="00B469A3">
      <w:pPr>
        <w:pStyle w:val="Heading5"/>
      </w:pPr>
      <w:r w:rsidRPr="00870ED0">
        <w:t>5.2.8.3.2</w:t>
      </w:r>
      <w:r w:rsidRPr="00870ED0">
        <w:tab/>
        <w:t>Test area files</w:t>
      </w:r>
    </w:p>
    <w:p w:rsidR="00714EBB" w:rsidRPr="00870ED0" w:rsidRDefault="00714EBB" w:rsidP="002854FB">
      <w:pPr>
        <w:pStyle w:val="EX"/>
      </w:pPr>
      <w:r w:rsidRPr="00870ED0">
        <w:t>Test Source:</w:t>
      </w:r>
      <w:r w:rsidRPr="00870ED0">
        <w:tab/>
        <w:t>Test_Api_2_Tkr_Cevt.java</w:t>
      </w:r>
      <w:r w:rsidR="0083796C" w:rsidRPr="00870ED0">
        <w:t>.</w:t>
      </w:r>
    </w:p>
    <w:p w:rsidR="00714EBB" w:rsidRPr="00870ED0" w:rsidRDefault="00714EBB" w:rsidP="002854FB">
      <w:pPr>
        <w:pStyle w:val="EX"/>
      </w:pPr>
      <w:r w:rsidRPr="00870ED0">
        <w:t xml:space="preserve">Test Applet: </w:t>
      </w:r>
      <w:r w:rsidRPr="00870ED0">
        <w:tab/>
        <w:t>Api_2_Tkr_Cevt_1.java</w:t>
      </w:r>
      <w:r w:rsidR="0083796C" w:rsidRPr="00870ED0">
        <w:t>.</w:t>
      </w:r>
    </w:p>
    <w:p w:rsidR="00714EBB" w:rsidRPr="00870ED0" w:rsidRDefault="00714EBB">
      <w:pPr>
        <w:pStyle w:val="B1"/>
      </w:pPr>
      <w:r w:rsidRPr="00870ED0">
        <w:t>As default but applet registers to an event list which cont</w:t>
      </w:r>
      <w:r w:rsidR="0083796C" w:rsidRPr="00870ED0">
        <w:t xml:space="preserve">ains all defined events in </w:t>
      </w:r>
      <w:r w:rsidR="0041421C" w:rsidRPr="00870ED0">
        <w:t xml:space="preserve">ETSI </w:t>
      </w:r>
      <w:r w:rsidRPr="00870ED0">
        <w:t xml:space="preserve">TS 102 241 </w:t>
      </w:r>
      <w:r w:rsidR="00A1210D" w:rsidRPr="00870ED0">
        <w:t>[9]</w:t>
      </w:r>
      <w:r w:rsidRPr="00870ED0">
        <w:t xml:space="preserve"> excepted those that are not allowed or supported by setEvent().</w:t>
      </w:r>
    </w:p>
    <w:p w:rsidR="00714EBB" w:rsidRPr="00870ED0" w:rsidRDefault="00714EBB" w:rsidP="002854FB">
      <w:pPr>
        <w:pStyle w:val="EX"/>
      </w:pPr>
      <w:r w:rsidRPr="00870ED0">
        <w:t>Cap File:</w:t>
      </w:r>
      <w:r w:rsidRPr="00870ED0">
        <w:tab/>
        <w:t>api_2_tkr_cevt.cap</w:t>
      </w:r>
      <w:r w:rsidR="0083796C" w:rsidRPr="00870ED0">
        <w:t>.</w:t>
      </w:r>
    </w:p>
    <w:p w:rsidR="00714EBB" w:rsidRPr="00870ED0" w:rsidRDefault="00714EBB" w:rsidP="00B469A3">
      <w:pPr>
        <w:pStyle w:val="Heading5"/>
      </w:pPr>
      <w:r w:rsidRPr="00870ED0">
        <w:t>5.2.8.3.3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4463"/>
      </w:tblGrid>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r w:rsidR="00EB39BD" w:rsidRPr="00870ED0">
              <w:t xml:space="preserve"> </w:t>
            </w:r>
            <w:r w:rsidRPr="00870ED0">
              <w:t>2</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Tested in CAT Runtime Environment, Cre_Apt_Eccn</w:t>
            </w:r>
            <w:r w:rsidRPr="00870ED0">
              <w:rPr>
                <w:rStyle w:val="CommentReference"/>
                <w:rFonts w:ascii="Times New Roman" w:hAnsi="Times New Roman"/>
                <w:vanish/>
              </w:rPr>
              <w:t xml:space="preserve"> </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Tested in CAT Runtime Environment, Cre_Apt_Eccn</w:t>
            </w:r>
            <w:r w:rsidRPr="00870ED0">
              <w:rPr>
                <w:rStyle w:val="CommentReference"/>
                <w:rFonts w:ascii="Times New Roman" w:hAnsi="Times New Roman"/>
                <w:vanish/>
              </w:rPr>
              <w:t xml:space="preserve"> </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EB39BD">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446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bl>
    <w:p w:rsidR="00714EBB" w:rsidRPr="00870ED0" w:rsidRDefault="00714EBB" w:rsidP="0083796C"/>
    <w:p w:rsidR="00714EBB" w:rsidRPr="00870ED0" w:rsidRDefault="00714EBB" w:rsidP="00B469A3">
      <w:pPr>
        <w:pStyle w:val="Heading5"/>
      </w:pPr>
      <w:r w:rsidRPr="00870ED0">
        <w:t>5.2.8.3.4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83796C">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Clear ALLOWED unregistered events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For events ranging from -1, 1, 7 to 9, 11 to 23, 25 to 29, 123, 124, 126 and 127* excepted those that aren't allowed (7, 8, 11, 19, 27), the applet calls: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w:t>
            </w:r>
            <w:r w:rsidRPr="00870ED0">
              <w:rPr>
                <w:noProof w:val="0"/>
              </w:rPr>
              <w:tab/>
              <w:t>Call clearEvent() method</w:t>
            </w:r>
          </w:p>
          <w:p w:rsidR="00714EBB" w:rsidRPr="00870ED0" w:rsidRDefault="00714EBB">
            <w:pPr>
              <w:pStyle w:val="PL"/>
              <w:keepNext/>
              <w:keepLines/>
              <w:rPr>
                <w:noProof w:val="0"/>
              </w:rPr>
            </w:pPr>
          </w:p>
          <w:p w:rsidR="00714EBB" w:rsidRPr="00870ED0" w:rsidRDefault="00714EBB" w:rsidP="0083796C">
            <w:pPr>
              <w:pStyle w:val="PL"/>
              <w:keepNext/>
              <w:keepLines/>
              <w:rPr>
                <w:noProof w:val="0"/>
              </w:rPr>
            </w:pPr>
            <w:r w:rsidRPr="00870ED0">
              <w:rPr>
                <w:noProof w:val="0"/>
              </w:rPr>
              <w:t>2-</w:t>
            </w:r>
            <w:r w:rsidRPr="00870ED0">
              <w:rPr>
                <w:noProof w:val="0"/>
              </w:rPr>
              <w:tab/>
              <w:t>Call isEventSet() meth</w:t>
            </w:r>
            <w:r w:rsidR="0083796C" w:rsidRPr="00870ED0">
              <w:rPr>
                <w:noProof w:val="0"/>
              </w:rPr>
              <w:t>od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1-</w:t>
            </w:r>
            <w:r w:rsidRPr="00870ED0">
              <w:tab/>
              <w:t>No exception is thrown each time.</w:t>
            </w:r>
          </w:p>
          <w:p w:rsidR="00714EBB" w:rsidRPr="00870ED0" w:rsidRDefault="00714EBB">
            <w:pPr>
              <w:pStyle w:val="TAL"/>
            </w:pPr>
          </w:p>
          <w:p w:rsidR="00714EBB" w:rsidRPr="00870ED0" w:rsidRDefault="00714EBB">
            <w:pPr>
              <w:pStyle w:val="TAL"/>
            </w:pPr>
            <w:r w:rsidRPr="00870ED0">
              <w:t>2-</w:t>
            </w:r>
            <w:r w:rsidRPr="00870ED0">
              <w:tab/>
              <w:t>Shall return false each time.</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Clear registered events</w:t>
            </w:r>
          </w:p>
          <w:p w:rsidR="00714EBB" w:rsidRPr="00870ED0" w:rsidRDefault="00714EBB">
            <w:pPr>
              <w:pStyle w:val="PL"/>
              <w:keepNext/>
              <w:keepLines/>
              <w:rPr>
                <w:noProof w:val="0"/>
              </w:rPr>
            </w:pPr>
          </w:p>
          <w:p w:rsidR="00714EBB" w:rsidRPr="00870ED0" w:rsidRDefault="00714EBB">
            <w:pPr>
              <w:pStyle w:val="PL"/>
              <w:keepNext/>
              <w:keepLines/>
              <w:rPr>
                <w:b/>
                <w:noProof w:val="0"/>
              </w:rPr>
            </w:pPr>
            <w:r w:rsidRPr="00870ED0">
              <w:rPr>
                <w:noProof w:val="0"/>
              </w:rPr>
              <w:t>1-</w:t>
            </w:r>
            <w:r w:rsidRPr="00870ED0">
              <w:rPr>
                <w:noProof w:val="0"/>
              </w:rPr>
              <w:tab/>
              <w:t>For each ALLOWED and SUPPORTED event (-1, 1, 7 to 9, 11 to 23, 25 to 29, 123, 124, 126 and 127)* excepted (7, 8, 11, 19, 27, 124), the applet calls setEvent() method. Call registerFileEvent() method.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2-</w:t>
            </w:r>
            <w:r w:rsidRPr="00870ED0">
              <w:rPr>
                <w:noProof w:val="0"/>
              </w:rPr>
              <w:tab/>
              <w:t>For each ALLOWED and SUPPORTED event (-1, 1, 7 to 9, 11 to 23, 25 to 29, 123, 124, 126 and 127)* excepted (7, 8, 11, 19, 27), the applet calls: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2.1- Call clearEvent() method</w:t>
            </w:r>
          </w:p>
          <w:p w:rsidR="00714EBB" w:rsidRPr="00870ED0" w:rsidRDefault="00714EBB" w:rsidP="0083796C">
            <w:pPr>
              <w:pStyle w:val="PL"/>
              <w:keepNext/>
              <w:keepLines/>
              <w:rPr>
                <w:noProof w:val="0"/>
              </w:rPr>
            </w:pPr>
            <w:r w:rsidRPr="00870ED0">
              <w:rPr>
                <w:noProof w:val="0"/>
              </w:rPr>
              <w:t>2.2- Call isEventSet() me</w:t>
            </w:r>
            <w:r w:rsidR="0083796C" w:rsidRPr="00870ED0">
              <w:rPr>
                <w:noProof w:val="0"/>
              </w:rPr>
              <w:t>thod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1-</w:t>
            </w:r>
            <w:r w:rsidRPr="00870ED0">
              <w:tab/>
              <w:t>No exception shall be thrown.</w:t>
            </w:r>
          </w:p>
          <w:p w:rsidR="00714EBB" w:rsidRPr="00870ED0" w:rsidRDefault="00714EBB">
            <w:pPr>
              <w:pStyle w:val="TAL"/>
            </w:pPr>
          </w:p>
          <w:p w:rsidR="00714EBB" w:rsidRPr="00870ED0" w:rsidRDefault="00714EBB">
            <w:pPr>
              <w:pStyle w:val="TAL"/>
            </w:pPr>
            <w:r w:rsidRPr="00870ED0">
              <w:t>2.1- No exception shall be thrown.</w:t>
            </w:r>
          </w:p>
          <w:p w:rsidR="00714EBB" w:rsidRPr="00870ED0" w:rsidRDefault="00714EBB">
            <w:pPr>
              <w:pStyle w:val="TAL"/>
            </w:pPr>
          </w:p>
          <w:p w:rsidR="00714EBB" w:rsidRPr="00870ED0" w:rsidRDefault="00714EBB">
            <w:pPr>
              <w:pStyle w:val="TAL"/>
              <w:keepNext w:val="0"/>
              <w:keepLines w:val="0"/>
            </w:pPr>
            <w:r w:rsidRPr="00870ED0">
              <w:t>2.2- Shall return false.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pPr>
            <w:r w:rsidRPr="00870ED0">
              <w:t>Clear NOT ALLOWED events</w:t>
            </w:r>
          </w:p>
          <w:p w:rsidR="00714EBB" w:rsidRPr="00870ED0" w:rsidRDefault="00714EBB" w:rsidP="00824EEF">
            <w:pPr>
              <w:pStyle w:val="PL"/>
              <w:keepNext/>
              <w:keepLines/>
              <w:rPr>
                <w:noProof w:val="0"/>
              </w:rPr>
            </w:pPr>
          </w:p>
          <w:p w:rsidR="00714EBB" w:rsidRPr="00870ED0" w:rsidRDefault="00714EBB" w:rsidP="00824EEF">
            <w:pPr>
              <w:pStyle w:val="PL"/>
              <w:keepNext/>
              <w:keepLines/>
              <w:rPr>
                <w:noProof w:val="0"/>
              </w:rPr>
            </w:pPr>
            <w:r w:rsidRPr="00870ED0">
              <w:rPr>
                <w:noProof w:val="0"/>
              </w:rPr>
              <w:t>For each event among:</w:t>
            </w:r>
          </w:p>
          <w:p w:rsidR="00714EBB" w:rsidRPr="00870ED0" w:rsidRDefault="00714EBB" w:rsidP="00824EEF">
            <w:pPr>
              <w:pStyle w:val="PL"/>
              <w:keepNext/>
              <w:keepLines/>
              <w:rPr>
                <w:noProof w:val="0"/>
              </w:rPr>
            </w:pPr>
            <w:r w:rsidRPr="00870ED0">
              <w:rPr>
                <w:noProof w:val="0"/>
              </w:rPr>
              <w:t>EVENT_MENU_SELECTION, EVENT_MENU_SELECTION_HELP_REQUEST, EVENT_TIMER_EXPIRATION, EVENT_STATUS_COMMAND,</w:t>
            </w:r>
          </w:p>
          <w:p w:rsidR="00714EBB" w:rsidRPr="00870ED0" w:rsidRDefault="00714EBB" w:rsidP="00824EEF">
            <w:pPr>
              <w:pStyle w:val="PL"/>
              <w:keepNext/>
              <w:rPr>
                <w:noProof w:val="0"/>
              </w:rPr>
            </w:pPr>
            <w:r w:rsidRPr="00870ED0">
              <w:rPr>
                <w:noProof w:val="0"/>
              </w:rPr>
              <w:t xml:space="preserve">EVENT_EVENT_DOWNLOAD_LOCAL_CONNECTION,   1- The applet </w:t>
            </w:r>
            <w:r w:rsidR="0083796C" w:rsidRPr="00870ED0">
              <w:rPr>
                <w:noProof w:val="0"/>
              </w:rPr>
              <w:t>calls clearEvent(event) method.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1- Each time, clearEvent shall throw a ToolkitException with reason EVENT_NOT_ALLOWED.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Check applet is not triggered by an ENVELOPE(EVENT_EVENT_DOWNLOAD_USER_ACTIVITY) command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1 -</w:t>
            </w:r>
            <w:r w:rsidRPr="00870ED0">
              <w:rPr>
                <w:noProof w:val="0"/>
              </w:rPr>
              <w:tab/>
              <w:t>reset and initialize the card</w:t>
            </w:r>
          </w:p>
          <w:p w:rsidR="00714EBB" w:rsidRPr="00870ED0" w:rsidRDefault="00714EBB" w:rsidP="0083796C">
            <w:pPr>
              <w:pStyle w:val="PL"/>
              <w:rPr>
                <w:noProof w:val="0"/>
              </w:rPr>
            </w:pPr>
            <w:r w:rsidRPr="00870ED0">
              <w:rPr>
                <w:noProof w:val="0"/>
              </w:rPr>
              <w:t>2 - An ENVELOPE(EVENT_EVENT_D</w:t>
            </w:r>
            <w:r w:rsidR="0083796C" w:rsidRPr="00870ED0">
              <w:rPr>
                <w:noProof w:val="0"/>
              </w:rPr>
              <w:t>OWNLOAD_USER_ACTIVITY) is sent.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Applet is not triggered by an ENVELOPE(EVENT_EVENT_DOWNLOAD_USER_ACTIVITY) command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83796C" w:rsidP="0083796C">
      <w:pPr>
        <w:pStyle w:val="NO"/>
      </w:pPr>
      <w:r w:rsidRPr="00870ED0">
        <w:t>NOTE:</w:t>
      </w:r>
      <w:r w:rsidR="00714EBB" w:rsidRPr="00870ED0">
        <w:tab/>
        <w:t>Although the clearEvent() method is defined for large range, only the allowed events are tested here, because a range is reser</w:t>
      </w:r>
      <w:r w:rsidRPr="00870ED0">
        <w:t xml:space="preserve">ved for propriatary use in </w:t>
      </w:r>
      <w:r w:rsidR="00714EBB" w:rsidRPr="00870ED0">
        <w:t>TS 102 241</w:t>
      </w:r>
      <w:r w:rsidR="00EB39BD" w:rsidRPr="00870ED0">
        <w:t xml:space="preserve"> </w:t>
      </w:r>
      <w:r w:rsidR="00A1210D" w:rsidRPr="00870ED0">
        <w:t>[9]</w:t>
      </w:r>
      <w:r w:rsidR="001D2DF0" w:rsidRPr="00870ED0">
        <w:t>,</w:t>
      </w:r>
      <w:r w:rsidR="00714EBB" w:rsidRPr="00870ED0">
        <w:t xml:space="preserve"> </w:t>
      </w:r>
      <w:r w:rsidR="001D2DF0" w:rsidRPr="00870ED0">
        <w:t>clause</w:t>
      </w:r>
      <w:r w:rsidR="00714EBB" w:rsidRPr="00870ED0">
        <w:t xml:space="preserve"> 4</w:t>
      </w:r>
      <w:r w:rsidR="001D2DF0" w:rsidRPr="00870ED0">
        <w:t>,</w:t>
      </w:r>
      <w:r w:rsidR="00714EBB" w:rsidRPr="00870ED0">
        <w:t xml:space="preserve"> and a range is omitted for compatibili</w:t>
      </w:r>
      <w:r w:rsidRPr="00870ED0">
        <w:t xml:space="preserve">ty with future releases of TS 102 241 </w:t>
      </w:r>
      <w:r w:rsidR="00A1210D" w:rsidRPr="00870ED0">
        <w:t>[9]</w:t>
      </w:r>
      <w:r w:rsidR="001D2DF0" w:rsidRPr="00870ED0">
        <w:t>.</w:t>
      </w:r>
    </w:p>
    <w:p w:rsidR="00714EBB" w:rsidRPr="00870ED0" w:rsidRDefault="00714EBB">
      <w:pPr>
        <w:pStyle w:val="Heading4"/>
      </w:pPr>
      <w:r w:rsidRPr="00870ED0">
        <w:t>5.2.8.4</w:t>
      </w:r>
      <w:r w:rsidRPr="00870ED0">
        <w:tab/>
        <w:t>Method disableMenuEntry</w:t>
      </w:r>
    </w:p>
    <w:p w:rsidR="00714EBB" w:rsidRPr="00870ED0" w:rsidRDefault="00714EBB">
      <w:pPr>
        <w:keepNext/>
        <w:keepLines/>
      </w:pPr>
      <w:r w:rsidRPr="00870ED0">
        <w:t>Test Area Reference: Api_2_Tkr_Dmet</w:t>
      </w:r>
      <w:r w:rsidR="0083796C" w:rsidRPr="00870ED0">
        <w:t>.</w:t>
      </w:r>
    </w:p>
    <w:p w:rsidR="00714EBB" w:rsidRPr="00870ED0" w:rsidRDefault="00714EBB" w:rsidP="00B469A3">
      <w:pPr>
        <w:pStyle w:val="Heading5"/>
      </w:pPr>
      <w:r w:rsidRPr="00870ED0">
        <w:t>5.2.8.4.1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disableMenuEntry(byte id)</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5.2.8.4.1.1</w:t>
      </w:r>
      <w:r w:rsidRPr="00870ED0">
        <w:tab/>
        <w:t>Normal execution</w:t>
      </w:r>
    </w:p>
    <w:p w:rsidR="00714EBB" w:rsidRPr="00870ED0" w:rsidRDefault="00714EBB">
      <w:pPr>
        <w:pStyle w:val="B1"/>
      </w:pPr>
      <w:r w:rsidRPr="00870ED0">
        <w:t>CRRN1: This method does not modify the registration state to the EVENT_MENU_SELECTION.</w:t>
      </w:r>
    </w:p>
    <w:p w:rsidR="00714EBB" w:rsidRPr="00870ED0" w:rsidRDefault="00714EBB">
      <w:pPr>
        <w:pStyle w:val="B1"/>
      </w:pPr>
      <w:r w:rsidRPr="00870ED0">
        <w:t>CRRN2: This method does not modify the registration state to the EVENT_MENU_SELECTION_HELP_REQUEST.</w:t>
      </w:r>
    </w:p>
    <w:p w:rsidR="00714EBB" w:rsidRPr="00870ED0" w:rsidRDefault="00714EBB">
      <w:pPr>
        <w:pStyle w:val="B1"/>
      </w:pPr>
      <w:r w:rsidRPr="00870ED0">
        <w:t>CRRN3: After invocation of this method, during the current card session, the CAT Runtime Environment shall dynamically update the menu stored in the ME.</w:t>
      </w:r>
    </w:p>
    <w:p w:rsidR="00714EBB" w:rsidRPr="00870ED0" w:rsidRDefault="00714EBB">
      <w:pPr>
        <w:pStyle w:val="B1"/>
      </w:pPr>
      <w:r w:rsidRPr="00870ED0">
        <w:t>CRRN4: After invocation of this method, if there is no more enabled menu entries then the CAT Runtime Environment shall issue a SETUP MENU proactive command containing Item Data Object for Item 1 TLV with a length of zero and no value part.</w:t>
      </w:r>
    </w:p>
    <w:p w:rsidR="00714EBB" w:rsidRPr="00870ED0" w:rsidRDefault="00714EBB">
      <w:pPr>
        <w:pStyle w:val="H6"/>
        <w:outlineLvl w:val="0"/>
      </w:pPr>
      <w:r w:rsidRPr="00870ED0">
        <w:t>5.2.8.4.1.2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5.2.8.4.1.3</w:t>
      </w:r>
      <w:r w:rsidRPr="00870ED0">
        <w:tab/>
        <w:t>Context errors</w:t>
      </w:r>
    </w:p>
    <w:p w:rsidR="00714EBB" w:rsidRPr="00870ED0" w:rsidRDefault="00714EBB">
      <w:pPr>
        <w:pStyle w:val="B1"/>
      </w:pPr>
      <w:r w:rsidRPr="00870ED0">
        <w:t>CRRC1: shall throw a ToolkitException with reason ENTRY_NOT_FOUND if the menu entry does not exist for this applet</w:t>
      </w:r>
      <w:r w:rsidR="0083796C" w:rsidRPr="00870ED0">
        <w:t>.</w:t>
      </w:r>
    </w:p>
    <w:p w:rsidR="00714EBB" w:rsidRPr="00870ED0" w:rsidRDefault="00714EBB" w:rsidP="00B469A3">
      <w:pPr>
        <w:pStyle w:val="Heading5"/>
      </w:pPr>
      <w:r w:rsidRPr="00870ED0">
        <w:t>5.2.8.4.2</w:t>
      </w:r>
      <w:r w:rsidRPr="00870ED0">
        <w:tab/>
        <w:t>Test area files</w:t>
      </w:r>
    </w:p>
    <w:p w:rsidR="00714EBB" w:rsidRPr="00870ED0" w:rsidRDefault="00714EBB" w:rsidP="002854FB">
      <w:pPr>
        <w:pStyle w:val="EX"/>
      </w:pPr>
      <w:r w:rsidRPr="00870ED0">
        <w:t>Test Source:</w:t>
      </w:r>
      <w:r w:rsidRPr="00870ED0">
        <w:tab/>
        <w:t>Test_Api_2_Tkr_Dmet.java</w:t>
      </w:r>
      <w:r w:rsidR="0083796C" w:rsidRPr="00870ED0">
        <w:t>.</w:t>
      </w:r>
    </w:p>
    <w:p w:rsidR="00714EBB" w:rsidRPr="00870ED0" w:rsidRDefault="00714EBB" w:rsidP="002854FB">
      <w:pPr>
        <w:pStyle w:val="EX"/>
      </w:pPr>
      <w:r w:rsidRPr="00870ED0">
        <w:t xml:space="preserve">Test Applet: </w:t>
      </w:r>
      <w:r w:rsidRPr="00870ED0">
        <w:tab/>
        <w:t>Api_2_Tkr_Dmet_1.java</w:t>
      </w:r>
      <w:r w:rsidR="0083796C" w:rsidRPr="00870ED0">
        <w:t>.</w:t>
      </w:r>
    </w:p>
    <w:p w:rsidR="00714EBB" w:rsidRPr="00870ED0" w:rsidRDefault="00714EBB" w:rsidP="002854FB">
      <w:pPr>
        <w:pStyle w:val="EX"/>
      </w:pPr>
      <w:r w:rsidRPr="00870ED0">
        <w:t>Cap File:</w:t>
      </w:r>
      <w:r w:rsidRPr="00870ED0">
        <w:tab/>
        <w:t>api_2_tkr_dmet.cap</w:t>
      </w:r>
      <w:r w:rsidR="0083796C" w:rsidRPr="00870ED0">
        <w:t>.</w:t>
      </w:r>
    </w:p>
    <w:p w:rsidR="00714EBB" w:rsidRPr="00870ED0" w:rsidRDefault="00714EBB">
      <w:pPr>
        <w:pStyle w:val="B1"/>
      </w:pPr>
      <w:r w:rsidRPr="00870ED0">
        <w:lastRenderedPageBreak/>
        <w:t>Installation parameter</w:t>
      </w:r>
      <w:r w:rsidR="0083796C" w:rsidRPr="00870ED0">
        <w:t>:</w:t>
      </w:r>
    </w:p>
    <w:p w:rsidR="00714EBB" w:rsidRPr="00870ED0" w:rsidRDefault="0083796C" w:rsidP="0083796C">
      <w:pPr>
        <w:pStyle w:val="B20"/>
      </w:pPr>
      <w:r w:rsidRPr="00870ED0">
        <w:t>-</w:t>
      </w:r>
      <w:r w:rsidRPr="00870ED0">
        <w:tab/>
      </w:r>
      <w:r w:rsidR="00714EBB" w:rsidRPr="00870ED0">
        <w:t>Same as default applet but with:</w:t>
      </w:r>
    </w:p>
    <w:p w:rsidR="00714EBB" w:rsidRPr="00870ED0" w:rsidRDefault="00714EBB" w:rsidP="0083796C">
      <w:pPr>
        <w:pStyle w:val="B3"/>
        <w:tabs>
          <w:tab w:val="left" w:pos="5387"/>
        </w:tabs>
      </w:pPr>
      <w:r w:rsidRPr="00870ED0">
        <w:t>Maximum text length for a menu entry:</w:t>
      </w:r>
      <w:r w:rsidRPr="00870ED0">
        <w:tab/>
        <w:t>15</w:t>
      </w:r>
      <w:r w:rsidR="0083796C" w:rsidRPr="00870ED0">
        <w:t>.</w:t>
      </w:r>
    </w:p>
    <w:p w:rsidR="00714EBB" w:rsidRPr="00870ED0" w:rsidRDefault="00714EBB" w:rsidP="0083796C">
      <w:pPr>
        <w:pStyle w:val="B3"/>
        <w:tabs>
          <w:tab w:val="left" w:pos="5387"/>
        </w:tabs>
      </w:pPr>
      <w:r w:rsidRPr="00870ED0">
        <w:t>Maximum number of menu entries:</w:t>
      </w:r>
      <w:r w:rsidRPr="00870ED0">
        <w:tab/>
        <w:t>2</w:t>
      </w:r>
      <w:r w:rsidR="0083796C" w:rsidRPr="00870ED0">
        <w:t>.</w:t>
      </w:r>
    </w:p>
    <w:p w:rsidR="00714EBB" w:rsidRPr="00870ED0" w:rsidRDefault="00714EBB" w:rsidP="0083796C">
      <w:pPr>
        <w:pStyle w:val="B3"/>
        <w:tabs>
          <w:tab w:val="left" w:pos="5387"/>
        </w:tabs>
      </w:pPr>
      <w:r w:rsidRPr="00870ED0">
        <w:t>Position / Identifier for each menu entry:</w:t>
      </w:r>
      <w:r w:rsidRPr="00870ED0">
        <w:tab/>
        <w:t>'01'/'01', '02'/'02'</w:t>
      </w:r>
      <w:r w:rsidR="0083796C" w:rsidRPr="00870ED0">
        <w:t>.</w:t>
      </w:r>
    </w:p>
    <w:p w:rsidR="00714EBB" w:rsidRPr="00870ED0" w:rsidRDefault="00714EBB">
      <w:pPr>
        <w:pStyle w:val="B1"/>
      </w:pPr>
      <w:r w:rsidRPr="00870ED0">
        <w:t>Additional requirements for the UICC personalization</w:t>
      </w:r>
      <w:r w:rsidR="0083796C" w:rsidRPr="00870ED0">
        <w:t>:</w:t>
      </w:r>
    </w:p>
    <w:p w:rsidR="00714EBB" w:rsidRPr="00870ED0" w:rsidRDefault="00714EBB" w:rsidP="0083796C">
      <w:pPr>
        <w:pStyle w:val="B20"/>
      </w:pPr>
      <w:r w:rsidRPr="00870ED0">
        <w:t>-</w:t>
      </w:r>
      <w:r w:rsidRPr="00870ED0">
        <w:tab/>
        <w:t>content of EF sume shall be:</w:t>
      </w:r>
    </w:p>
    <w:p w:rsidR="00714EBB" w:rsidRPr="00870ED0" w:rsidRDefault="00714EBB" w:rsidP="0083796C">
      <w:pPr>
        <w:pStyle w:val="B3"/>
        <w:tabs>
          <w:tab w:val="left" w:pos="5387"/>
        </w:tabs>
      </w:pPr>
      <w:r w:rsidRPr="00870ED0">
        <w:t>Title Alpha Identifier:</w:t>
      </w:r>
      <w:r w:rsidRPr="00870ED0">
        <w:tab/>
        <w:t>"TOOLKIT TEST"</w:t>
      </w:r>
      <w:r w:rsidR="0083796C" w:rsidRPr="00870ED0">
        <w:t>.</w:t>
      </w:r>
    </w:p>
    <w:p w:rsidR="00714EBB" w:rsidRPr="00870ED0" w:rsidRDefault="00714EBB" w:rsidP="00B469A3">
      <w:pPr>
        <w:pStyle w:val="Heading5"/>
      </w:pPr>
      <w:r w:rsidRPr="00870ED0">
        <w:t>5.2.8.4.3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r w:rsidR="00EB39BD" w:rsidRPr="00870ED0">
              <w:t xml:space="preserve"> </w:t>
            </w: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bl>
    <w:p w:rsidR="00714EBB" w:rsidRPr="00870ED0" w:rsidRDefault="00714EBB" w:rsidP="0083796C"/>
    <w:p w:rsidR="00714EBB" w:rsidRPr="00870ED0" w:rsidRDefault="00714EBB" w:rsidP="00B469A3">
      <w:pPr>
        <w:pStyle w:val="Heading5"/>
      </w:pPr>
      <w:r w:rsidRPr="00870ED0">
        <w:t>5.2.8.4.4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83796C">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Check the menu state before</w:t>
            </w:r>
          </w:p>
          <w:p w:rsidR="00714EBB" w:rsidRPr="00870ED0" w:rsidRDefault="00714EBB">
            <w:pPr>
              <w:pStyle w:val="TAH"/>
            </w:pPr>
            <w:r w:rsidRPr="00870ED0">
              <w:t>disabling a previously enabled entry</w:t>
            </w:r>
          </w:p>
          <w:p w:rsidR="00714EBB" w:rsidRPr="00870ED0" w:rsidRDefault="00714EBB">
            <w:pPr>
              <w:pStyle w:val="TAH"/>
            </w:pPr>
            <w:r w:rsidRPr="00870ED0">
              <w:t>not registered to</w:t>
            </w:r>
          </w:p>
          <w:p w:rsidR="00714EBB" w:rsidRPr="00870ED0" w:rsidRDefault="00714EBB">
            <w:pPr>
              <w:pStyle w:val="TAH"/>
            </w:pPr>
            <w:r w:rsidRPr="00870ED0">
              <w:t xml:space="preserve">EVENT_MENU_SELECTION_HELP_REQUEST </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w:t>
            </w:r>
            <w:r w:rsidRPr="00870ED0">
              <w:rPr>
                <w:noProof w:val="0"/>
              </w:rPr>
              <w:tab/>
              <w:t>reset and initialize the card</w:t>
            </w:r>
          </w:p>
          <w:p w:rsidR="00714EBB" w:rsidRPr="00870ED0" w:rsidRDefault="00714EBB">
            <w:pPr>
              <w:pStyle w:val="PL"/>
              <w:keepNext/>
              <w:keepLines/>
              <w:rPr>
                <w:noProof w:val="0"/>
              </w:rPr>
            </w:pPr>
            <w:r w:rsidRPr="00870ED0">
              <w:rPr>
                <w:noProof w:val="0"/>
              </w:rPr>
              <w:t>2-</w:t>
            </w:r>
            <w:r w:rsidRPr="00870ED0">
              <w:rPr>
                <w:noProof w:val="0"/>
              </w:rPr>
              <w:tab/>
              <w:t>Call isEventSet(EVENT_MENU_SELECTION)</w:t>
            </w:r>
          </w:p>
          <w:p w:rsidR="00714EBB" w:rsidRPr="00870ED0" w:rsidRDefault="00714EBB">
            <w:pPr>
              <w:pStyle w:val="PL"/>
              <w:keepNext/>
              <w:keepLines/>
              <w:rPr>
                <w:noProof w:val="0"/>
              </w:rPr>
            </w:pPr>
            <w:r w:rsidRPr="00870ED0">
              <w:rPr>
                <w:noProof w:val="0"/>
              </w:rPr>
              <w:t>3-</w:t>
            </w:r>
            <w:r w:rsidRPr="00870ED0">
              <w:rPr>
                <w:noProof w:val="0"/>
              </w:rPr>
              <w:tab/>
              <w:t>Call isEventSet(EVENT_MENU_SELECTION_HELP_REQUEST)</w:t>
            </w:r>
          </w:p>
          <w:p w:rsidR="00714EBB" w:rsidRPr="00870ED0" w:rsidRDefault="00714EBB">
            <w:pPr>
              <w:pStyle w:val="TAL"/>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1-</w:t>
            </w:r>
            <w:r w:rsidRPr="00870ED0">
              <w:tab/>
              <w:t>Shall return true</w:t>
            </w:r>
          </w:p>
          <w:p w:rsidR="00714EBB" w:rsidRPr="00870ED0" w:rsidRDefault="00714EBB">
            <w:pPr>
              <w:pStyle w:val="TAL"/>
            </w:pPr>
            <w:r w:rsidRPr="00870ED0">
              <w:t>2-</w:t>
            </w:r>
            <w:r w:rsidRPr="00870ED0">
              <w:tab/>
              <w:t>Shall return false</w:t>
            </w:r>
          </w:p>
          <w:p w:rsidR="00714EBB" w:rsidRPr="00870ED0" w:rsidRDefault="00714EBB">
            <w:pPr>
              <w:pStyle w:val="TAL"/>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pPr>
            <w:r w:rsidRPr="00870ED0">
              <w:t>1-</w:t>
            </w:r>
            <w:r w:rsidRPr="00870ED0">
              <w:tab/>
              <w:t>The UICC shall issue a SET UP MENU proactive command with entry '01' and '02'.</w:t>
            </w: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3796C">
            <w:pPr>
              <w:pStyle w:val="TAC"/>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3796C">
            <w:pPr>
              <w:pStyle w:val="TAH"/>
            </w:pPr>
            <w:r w:rsidRPr="00870ED0">
              <w:t>Check the menu state after</w:t>
            </w:r>
          </w:p>
          <w:p w:rsidR="00714EBB" w:rsidRPr="00870ED0" w:rsidRDefault="00714EBB" w:rsidP="0083796C">
            <w:pPr>
              <w:pStyle w:val="TAH"/>
            </w:pPr>
            <w:r w:rsidRPr="00870ED0">
              <w:t>disabling a previously enabled entry</w:t>
            </w:r>
          </w:p>
          <w:p w:rsidR="00714EBB" w:rsidRPr="00870ED0" w:rsidRDefault="00714EBB" w:rsidP="0083796C">
            <w:pPr>
              <w:pStyle w:val="TAH"/>
            </w:pPr>
            <w:r w:rsidRPr="00870ED0">
              <w:t>not registered to</w:t>
            </w:r>
          </w:p>
          <w:p w:rsidR="00714EBB" w:rsidRPr="00870ED0" w:rsidRDefault="00714EBB" w:rsidP="0083796C">
            <w:pPr>
              <w:pStyle w:val="TAH"/>
            </w:pPr>
            <w:r w:rsidRPr="00870ED0">
              <w:t xml:space="preserve">EVENT_MENU_SELECTION_HELP_REQUEST </w:t>
            </w:r>
          </w:p>
          <w:p w:rsidR="00714EBB" w:rsidRPr="00870ED0" w:rsidRDefault="00714EBB" w:rsidP="0083796C">
            <w:pPr>
              <w:pStyle w:val="PL"/>
              <w:keepNext/>
              <w:keepLines/>
              <w:rPr>
                <w:noProof w:val="0"/>
              </w:rPr>
            </w:pPr>
          </w:p>
          <w:p w:rsidR="00714EBB" w:rsidRPr="00870ED0" w:rsidRDefault="00714EBB" w:rsidP="0083796C">
            <w:pPr>
              <w:pStyle w:val="PL"/>
              <w:keepNext/>
              <w:keepLines/>
              <w:rPr>
                <w:noProof w:val="0"/>
              </w:rPr>
            </w:pPr>
            <w:r w:rsidRPr="00870ED0">
              <w:rPr>
                <w:noProof w:val="0"/>
              </w:rPr>
              <w:t>1-</w:t>
            </w:r>
            <w:r w:rsidRPr="00870ED0">
              <w:rPr>
                <w:noProof w:val="0"/>
              </w:rPr>
              <w:tab/>
              <w:t>Call disableMenuEntry('01')</w:t>
            </w:r>
          </w:p>
          <w:p w:rsidR="00714EBB" w:rsidRPr="00870ED0" w:rsidRDefault="00714EBB" w:rsidP="0083796C">
            <w:pPr>
              <w:pStyle w:val="PL"/>
              <w:keepNext/>
              <w:keepLines/>
              <w:rPr>
                <w:noProof w:val="0"/>
              </w:rPr>
            </w:pPr>
            <w:r w:rsidRPr="00870ED0">
              <w:rPr>
                <w:noProof w:val="0"/>
              </w:rPr>
              <w:t>2-</w:t>
            </w:r>
            <w:r w:rsidRPr="00870ED0">
              <w:rPr>
                <w:noProof w:val="0"/>
              </w:rPr>
              <w:tab/>
              <w:t>Call isEventSet(EVENT_MENU_SELECTION)</w:t>
            </w:r>
          </w:p>
          <w:p w:rsidR="00714EBB" w:rsidRPr="00870ED0" w:rsidRDefault="00714EBB" w:rsidP="0083796C">
            <w:pPr>
              <w:pStyle w:val="PL"/>
              <w:keepNext/>
              <w:keepLines/>
              <w:rPr>
                <w:noProof w:val="0"/>
              </w:rPr>
            </w:pPr>
            <w:r w:rsidRPr="00870ED0">
              <w:rPr>
                <w:noProof w:val="0"/>
              </w:rPr>
              <w:t>3-</w:t>
            </w:r>
            <w:r w:rsidRPr="00870ED0">
              <w:rPr>
                <w:noProof w:val="0"/>
              </w:rPr>
              <w:tab/>
              <w:t>Call isEventSet(EVENT_MENU_SELECTION_HELP_REQUEST)</w:t>
            </w:r>
          </w:p>
          <w:p w:rsidR="00714EBB" w:rsidRPr="00870ED0" w:rsidRDefault="00714EBB" w:rsidP="0083796C">
            <w:pPr>
              <w:pStyle w:val="TAL"/>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3796C">
            <w:pPr>
              <w:pStyle w:val="TAL"/>
            </w:pPr>
          </w:p>
          <w:p w:rsidR="00714EBB" w:rsidRPr="00870ED0" w:rsidRDefault="00714EBB" w:rsidP="0083796C">
            <w:pPr>
              <w:pStyle w:val="TAL"/>
            </w:pPr>
          </w:p>
          <w:p w:rsidR="00714EBB" w:rsidRPr="00870ED0" w:rsidRDefault="00714EBB" w:rsidP="0083796C">
            <w:pPr>
              <w:pStyle w:val="TAL"/>
            </w:pPr>
          </w:p>
          <w:p w:rsidR="00714EBB" w:rsidRPr="00870ED0" w:rsidRDefault="00714EBB" w:rsidP="0083796C">
            <w:pPr>
              <w:pStyle w:val="TAL"/>
            </w:pPr>
          </w:p>
          <w:p w:rsidR="00714EBB" w:rsidRPr="00870ED0" w:rsidRDefault="00714EBB" w:rsidP="0083796C">
            <w:pPr>
              <w:pStyle w:val="TAL"/>
            </w:pPr>
          </w:p>
          <w:p w:rsidR="00714EBB" w:rsidRPr="00870ED0" w:rsidRDefault="00714EBB" w:rsidP="0083796C">
            <w:pPr>
              <w:pStyle w:val="TAL"/>
            </w:pPr>
            <w:r w:rsidRPr="00870ED0">
              <w:t>1-</w:t>
            </w:r>
            <w:r w:rsidRPr="00870ED0">
              <w:tab/>
              <w:t>No exception shall be thrown.</w:t>
            </w:r>
          </w:p>
          <w:p w:rsidR="00714EBB" w:rsidRPr="00870ED0" w:rsidRDefault="00714EBB" w:rsidP="0083796C">
            <w:pPr>
              <w:pStyle w:val="TAL"/>
            </w:pPr>
            <w:r w:rsidRPr="00870ED0">
              <w:t>2-</w:t>
            </w:r>
            <w:r w:rsidRPr="00870ED0">
              <w:tab/>
              <w:t>Shall return true.</w:t>
            </w:r>
          </w:p>
          <w:p w:rsidR="00714EBB" w:rsidRPr="00870ED0" w:rsidRDefault="00714EBB" w:rsidP="0083796C">
            <w:pPr>
              <w:pStyle w:val="TAL"/>
            </w:pPr>
            <w:r w:rsidRPr="00870ED0">
              <w:t>3-</w:t>
            </w:r>
            <w:r w:rsidRPr="00870ED0">
              <w:tab/>
              <w:t>Shall return false.</w:t>
            </w:r>
          </w:p>
          <w:p w:rsidR="00714EBB" w:rsidRPr="00870ED0" w:rsidRDefault="00714EBB" w:rsidP="0083796C">
            <w:pPr>
              <w:pStyle w:val="TAL"/>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83796C">
            <w:pPr>
              <w:pStyle w:val="TAL"/>
            </w:pPr>
            <w:r w:rsidRPr="00870ED0">
              <w:t>3-</w:t>
            </w:r>
            <w:r w:rsidRPr="00870ED0">
              <w:tab/>
              <w:t>The UICC shall issue a SET UP MENU proactive command with entry '02' only.</w:t>
            </w:r>
          </w:p>
          <w:p w:rsidR="00714EBB" w:rsidRPr="00870ED0" w:rsidRDefault="00714EBB" w:rsidP="0083796C">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the menu before</w:t>
            </w:r>
          </w:p>
          <w:p w:rsidR="00714EBB" w:rsidRPr="00870ED0" w:rsidRDefault="00714EBB">
            <w:pPr>
              <w:pStyle w:val="TAH"/>
              <w:keepNext w:val="0"/>
              <w:keepLines w:val="0"/>
            </w:pPr>
            <w:r w:rsidRPr="00870ED0">
              <w:t>disabling a previously enabled entry</w:t>
            </w:r>
          </w:p>
          <w:p w:rsidR="00714EBB" w:rsidRPr="00870ED0" w:rsidRDefault="00714EBB">
            <w:pPr>
              <w:pStyle w:val="TAH"/>
              <w:keepNext w:val="0"/>
              <w:keepLines w:val="0"/>
            </w:pPr>
            <w:r w:rsidRPr="00870ED0">
              <w:t>registered to</w:t>
            </w:r>
          </w:p>
          <w:p w:rsidR="00714EBB" w:rsidRPr="00870ED0" w:rsidRDefault="00714EBB">
            <w:pPr>
              <w:pStyle w:val="TAH"/>
              <w:keepNext w:val="0"/>
              <w:keepLines w:val="0"/>
            </w:pPr>
            <w:r w:rsidRPr="00870ED0">
              <w:t>EVENT_MENU_SELECTION_HELP_REQUEST</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change Menu Entry '02' to indicate help supported</w:t>
            </w: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pPr>
              <w:pStyle w:val="PL"/>
              <w:rPr>
                <w:noProof w:val="0"/>
              </w:rPr>
            </w:pPr>
            <w:r w:rsidRPr="00870ED0">
              <w:rPr>
                <w:noProof w:val="0"/>
              </w:rPr>
              <w:t>3-</w:t>
            </w:r>
            <w:r w:rsidRPr="00870ED0">
              <w:rPr>
                <w:noProof w:val="0"/>
              </w:rPr>
              <w:tab/>
              <w:t>Call isEventSet(EVENT_MENU_SELECTION_HELP_REQUEST)</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r w:rsidRPr="00870ED0">
              <w:t>3-</w:t>
            </w:r>
            <w:r w:rsidRPr="00870ED0">
              <w:tab/>
              <w:t>Shall return true</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The UICC shall issue a SET UP MENU proactive command with entry '02', indicating help supported.</w:t>
            </w:r>
          </w:p>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Check the menu after</w:t>
            </w:r>
          </w:p>
          <w:p w:rsidR="00714EBB" w:rsidRPr="00870ED0" w:rsidRDefault="00714EBB" w:rsidP="00824EEF">
            <w:pPr>
              <w:pStyle w:val="TAH"/>
              <w:keepLines w:val="0"/>
            </w:pPr>
            <w:r w:rsidRPr="00870ED0">
              <w:t>disabling a previously enabled entry</w:t>
            </w:r>
          </w:p>
          <w:p w:rsidR="00714EBB" w:rsidRPr="00870ED0" w:rsidRDefault="00714EBB" w:rsidP="00824EEF">
            <w:pPr>
              <w:pStyle w:val="TAH"/>
              <w:keepLines w:val="0"/>
            </w:pPr>
            <w:r w:rsidRPr="00870ED0">
              <w:t>registered to</w:t>
            </w:r>
          </w:p>
          <w:p w:rsidR="00714EBB" w:rsidRPr="00870ED0" w:rsidRDefault="00714EBB" w:rsidP="00824EEF">
            <w:pPr>
              <w:pStyle w:val="TAH"/>
              <w:keepLines w:val="0"/>
            </w:pPr>
            <w:r w:rsidRPr="00870ED0">
              <w:t>EVENT_MENU_SELECTION_HELP_REQUEST</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1-</w:t>
            </w:r>
            <w:r w:rsidRPr="00870ED0">
              <w:rPr>
                <w:noProof w:val="0"/>
              </w:rPr>
              <w:tab/>
              <w:t>Call disableMenuEntry('02')</w:t>
            </w:r>
          </w:p>
          <w:p w:rsidR="00714EBB" w:rsidRPr="00870ED0" w:rsidRDefault="00714EBB" w:rsidP="00824EEF">
            <w:pPr>
              <w:pStyle w:val="PL"/>
              <w:keepNext/>
              <w:rPr>
                <w:noProof w:val="0"/>
              </w:rPr>
            </w:pPr>
            <w:r w:rsidRPr="00870ED0">
              <w:rPr>
                <w:noProof w:val="0"/>
              </w:rPr>
              <w:t>2-</w:t>
            </w:r>
            <w:r w:rsidRPr="00870ED0">
              <w:rPr>
                <w:noProof w:val="0"/>
              </w:rPr>
              <w:tab/>
              <w:t>Call isEventSet(EVENT_MENU_SELECTION)</w:t>
            </w:r>
          </w:p>
          <w:p w:rsidR="00714EBB" w:rsidRPr="00870ED0" w:rsidRDefault="00714EBB" w:rsidP="00824EEF">
            <w:pPr>
              <w:pStyle w:val="PL"/>
              <w:keepNext/>
              <w:rPr>
                <w:noProof w:val="0"/>
              </w:rPr>
            </w:pPr>
            <w:r w:rsidRPr="00870ED0">
              <w:rPr>
                <w:noProof w:val="0"/>
              </w:rPr>
              <w:t>3-</w:t>
            </w:r>
            <w:r w:rsidRPr="00870ED0">
              <w:rPr>
                <w:noProof w:val="0"/>
              </w:rPr>
              <w:tab/>
              <w:t>Call isEventSet(EVENT_MENU_SELECTION_HELP_REQUEST)</w:t>
            </w:r>
          </w:p>
          <w:p w:rsidR="00714EBB" w:rsidRPr="00870ED0" w:rsidRDefault="00714EBB" w:rsidP="00824EEF">
            <w:pPr>
              <w:pStyle w:val="TAL"/>
              <w:keepLines w:val="0"/>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r w:rsidRPr="00870ED0">
              <w:t>1-</w:t>
            </w:r>
            <w:r w:rsidRPr="00870ED0">
              <w:tab/>
              <w:t>No exception shall be thrown.</w:t>
            </w:r>
          </w:p>
          <w:p w:rsidR="00714EBB" w:rsidRPr="00870ED0" w:rsidRDefault="00714EBB" w:rsidP="00824EEF">
            <w:pPr>
              <w:pStyle w:val="TAL"/>
              <w:keepLines w:val="0"/>
            </w:pPr>
            <w:r w:rsidRPr="00870ED0">
              <w:t>2-</w:t>
            </w:r>
            <w:r w:rsidRPr="00870ED0">
              <w:tab/>
              <w:t>Shall return true.</w:t>
            </w:r>
          </w:p>
          <w:p w:rsidR="00714EBB" w:rsidRPr="00870ED0" w:rsidRDefault="00714EBB" w:rsidP="00824EEF">
            <w:pPr>
              <w:pStyle w:val="TAL"/>
              <w:keepLines w:val="0"/>
            </w:pPr>
            <w:r w:rsidRPr="00870ED0">
              <w:t>3-</w:t>
            </w:r>
            <w:r w:rsidRPr="00870ED0">
              <w:tab/>
              <w:t>Shall return true.</w:t>
            </w:r>
          </w:p>
          <w:p w:rsidR="00714EBB" w:rsidRPr="00870ED0" w:rsidRDefault="00714EBB" w:rsidP="00824EEF">
            <w:pPr>
              <w:pStyle w:val="TAL"/>
              <w:keepLines w:val="0"/>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r w:rsidRPr="00870ED0">
              <w:t>3-</w:t>
            </w:r>
            <w:r w:rsidRPr="00870ED0">
              <w:tab/>
              <w:t>The UICC shall issue a SET UP MENU proactive command with 1st Item TLV with a length of 0.</w:t>
            </w:r>
          </w:p>
          <w:p w:rsidR="00714EBB" w:rsidRPr="00870ED0" w:rsidRDefault="00714EBB" w:rsidP="00824EEF">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Disabling invalid entries</w:t>
            </w:r>
          </w:p>
          <w:p w:rsidR="00714EBB" w:rsidRPr="00870ED0" w:rsidRDefault="00714EBB">
            <w:pPr>
              <w:pStyle w:val="PL"/>
              <w:rPr>
                <w:noProof w:val="0"/>
              </w:rPr>
            </w:pPr>
          </w:p>
          <w:p w:rsidR="00714EBB" w:rsidRPr="00870ED0" w:rsidRDefault="00714EBB">
            <w:pPr>
              <w:pStyle w:val="PL"/>
              <w:rPr>
                <w:noProof w:val="0"/>
              </w:rPr>
            </w:pPr>
            <w:r w:rsidRPr="00870ED0">
              <w:rPr>
                <w:noProof w:val="0"/>
              </w:rPr>
              <w:t>For ID ranging from '00' to 'FF' except '01' and '02', the applet calls disableMenuEntry(ID)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Each time a Toolkit Exception with MENU_ENTRY_NOT_FOUND reason code shall be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5.2.8.5</w:t>
      </w:r>
      <w:r w:rsidRPr="00870ED0">
        <w:tab/>
        <w:t>Method enableMenuEntry</w:t>
      </w:r>
    </w:p>
    <w:p w:rsidR="00714EBB" w:rsidRPr="00870ED0" w:rsidRDefault="00714EBB">
      <w:r w:rsidRPr="00870ED0">
        <w:t>Test Area Reference: Api_2_Tkr_Emet</w:t>
      </w:r>
      <w:r w:rsidR="0083796C" w:rsidRPr="00870ED0">
        <w:t>.</w:t>
      </w:r>
    </w:p>
    <w:p w:rsidR="00714EBB" w:rsidRPr="00870ED0" w:rsidRDefault="00714EBB" w:rsidP="00B469A3">
      <w:pPr>
        <w:pStyle w:val="Heading5"/>
      </w:pPr>
      <w:r w:rsidRPr="00870ED0">
        <w:t>5.2.8.5.1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enableMenuEntry(byte id)</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5.2.8.5.1.1</w:t>
      </w:r>
      <w:r w:rsidRPr="00870ED0">
        <w:tab/>
        <w:t>Normal execution</w:t>
      </w:r>
    </w:p>
    <w:p w:rsidR="00714EBB" w:rsidRPr="00870ED0" w:rsidRDefault="00714EBB">
      <w:pPr>
        <w:pStyle w:val="B1"/>
      </w:pPr>
      <w:r w:rsidRPr="00870ED0">
        <w:t>CRRN1: A call to isEventSet() method on EVENT_MENU_SELECTION shall return the same result before and after the call to enableMenuEntry() method.</w:t>
      </w:r>
    </w:p>
    <w:p w:rsidR="00714EBB" w:rsidRPr="00870ED0" w:rsidRDefault="00714EBB">
      <w:pPr>
        <w:pStyle w:val="B1"/>
      </w:pPr>
      <w:r w:rsidRPr="00870ED0">
        <w:t>CRRN2: A call to isEventSet() method on EVENT_MENU_SELECTION_HELP_REQUEST shall return the same result before and after the call to enableMenuEntry() method.</w:t>
      </w:r>
    </w:p>
    <w:p w:rsidR="00714EBB" w:rsidRPr="00870ED0" w:rsidRDefault="00714EBB">
      <w:pPr>
        <w:pStyle w:val="B1"/>
      </w:pPr>
      <w:r w:rsidRPr="00870ED0">
        <w:t>CRRN3:The CAT Runtime Environment shall dynamically issue a SETUP MENU proactive command which does contain an ITEM COMPREHENSION TLV object for this entry.</w:t>
      </w:r>
    </w:p>
    <w:p w:rsidR="00714EBB" w:rsidRPr="00870ED0" w:rsidRDefault="00714EBB">
      <w:pPr>
        <w:pStyle w:val="H6"/>
        <w:outlineLvl w:val="0"/>
      </w:pPr>
      <w:r w:rsidRPr="00870ED0">
        <w:t>5.2.8.5.1.2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5.2.8.5.1.3</w:t>
      </w:r>
      <w:r w:rsidRPr="00870ED0">
        <w:tab/>
        <w:t>Context errors</w:t>
      </w:r>
    </w:p>
    <w:p w:rsidR="00714EBB" w:rsidRPr="00870ED0" w:rsidRDefault="00714EBB">
      <w:pPr>
        <w:pStyle w:val="B1"/>
      </w:pPr>
      <w:r w:rsidRPr="00870ED0">
        <w:t xml:space="preserve">CRRC1: shall throw a ToolkitException with reason </w:t>
      </w:r>
      <w:r w:rsidRPr="00870ED0">
        <w:rPr>
          <w:color w:val="000000"/>
        </w:rPr>
        <w:t>MENU_ENTRY_NOT_FOUND</w:t>
      </w:r>
      <w:r w:rsidRPr="00870ED0">
        <w:t xml:space="preserve"> if the menu entry doesn't exist for this applet</w:t>
      </w:r>
      <w:r w:rsidR="0083796C" w:rsidRPr="00870ED0">
        <w:t>.</w:t>
      </w:r>
    </w:p>
    <w:p w:rsidR="00714EBB" w:rsidRPr="00870ED0" w:rsidRDefault="00714EBB" w:rsidP="00B469A3">
      <w:pPr>
        <w:pStyle w:val="Heading5"/>
      </w:pPr>
      <w:r w:rsidRPr="00870ED0">
        <w:t>5.2.8.5.2</w:t>
      </w:r>
      <w:r w:rsidRPr="00870ED0">
        <w:tab/>
        <w:t>Test area files</w:t>
      </w:r>
    </w:p>
    <w:p w:rsidR="00714EBB" w:rsidRPr="00870ED0" w:rsidRDefault="00714EBB">
      <w:r w:rsidRPr="00870ED0">
        <w:t>Additional requirements for the UICC personalization:</w:t>
      </w:r>
    </w:p>
    <w:p w:rsidR="00714EBB" w:rsidRPr="00870ED0" w:rsidRDefault="00714EBB" w:rsidP="0083796C">
      <w:pPr>
        <w:pStyle w:val="B1"/>
      </w:pPr>
      <w:r w:rsidRPr="00870ED0">
        <w:t>content of EF sume shall be:</w:t>
      </w:r>
    </w:p>
    <w:p w:rsidR="00714EBB" w:rsidRPr="00870ED0" w:rsidRDefault="0083796C" w:rsidP="0083796C">
      <w:pPr>
        <w:pStyle w:val="B20"/>
        <w:tabs>
          <w:tab w:val="left" w:pos="3402"/>
        </w:tabs>
      </w:pPr>
      <w:r w:rsidRPr="00870ED0">
        <w:t>-</w:t>
      </w:r>
      <w:r w:rsidRPr="00870ED0">
        <w:tab/>
      </w:r>
      <w:r w:rsidR="00714EBB" w:rsidRPr="00870ED0">
        <w:t>Title Alpha Identifier:</w:t>
      </w:r>
      <w:r w:rsidR="00714EBB" w:rsidRPr="00870ED0">
        <w:tab/>
        <w:t>"TOOLKIT TEST"</w:t>
      </w:r>
      <w:r w:rsidRPr="00870ED0">
        <w:t>.</w:t>
      </w:r>
    </w:p>
    <w:p w:rsidR="00714EBB" w:rsidRPr="00870ED0" w:rsidRDefault="0083796C" w:rsidP="0083796C">
      <w:pPr>
        <w:pStyle w:val="B20"/>
        <w:tabs>
          <w:tab w:val="left" w:pos="3402"/>
        </w:tabs>
      </w:pPr>
      <w:r w:rsidRPr="00870ED0">
        <w:t>-</w:t>
      </w:r>
      <w:r w:rsidRPr="00870ED0">
        <w:tab/>
      </w:r>
      <w:r w:rsidR="00714EBB" w:rsidRPr="00870ED0">
        <w:t>Test Source:</w:t>
      </w:r>
      <w:r w:rsidR="00714EBB" w:rsidRPr="00870ED0">
        <w:tab/>
        <w:t>Test_Api_2_Tkr_Emet.java</w:t>
      </w:r>
      <w:r w:rsidRPr="00870ED0">
        <w:t>.</w:t>
      </w:r>
    </w:p>
    <w:p w:rsidR="00714EBB" w:rsidRPr="00870ED0" w:rsidRDefault="0083796C" w:rsidP="0083796C">
      <w:pPr>
        <w:pStyle w:val="B20"/>
        <w:tabs>
          <w:tab w:val="left" w:pos="3402"/>
        </w:tabs>
      </w:pPr>
      <w:r w:rsidRPr="00870ED0">
        <w:t>-</w:t>
      </w:r>
      <w:r w:rsidRPr="00870ED0">
        <w:tab/>
        <w:t>Test Applet:</w:t>
      </w:r>
      <w:r w:rsidR="00714EBB" w:rsidRPr="00870ED0">
        <w:tab/>
        <w:t>Api_2_Tkr_Emet_1.java</w:t>
      </w:r>
      <w:r w:rsidRPr="00870ED0">
        <w:t>.</w:t>
      </w:r>
    </w:p>
    <w:p w:rsidR="00714EBB" w:rsidRPr="00870ED0" w:rsidRDefault="00714EBB" w:rsidP="00824EEF">
      <w:pPr>
        <w:pStyle w:val="B1"/>
        <w:keepNext/>
      </w:pPr>
      <w:r w:rsidRPr="00870ED0">
        <w:lastRenderedPageBreak/>
        <w:t>Installation parameter:</w:t>
      </w:r>
    </w:p>
    <w:p w:rsidR="00714EBB" w:rsidRPr="00870ED0" w:rsidRDefault="0083796C" w:rsidP="00824EEF">
      <w:pPr>
        <w:pStyle w:val="B20"/>
        <w:keepNext/>
      </w:pPr>
      <w:r w:rsidRPr="00870ED0">
        <w:t>-</w:t>
      </w:r>
      <w:r w:rsidRPr="00870ED0">
        <w:tab/>
      </w:r>
      <w:r w:rsidR="00714EBB" w:rsidRPr="00870ED0">
        <w:t>Same as default applet but with:</w:t>
      </w:r>
    </w:p>
    <w:p w:rsidR="00714EBB" w:rsidRPr="00870ED0" w:rsidRDefault="00714EBB" w:rsidP="0083796C">
      <w:pPr>
        <w:pStyle w:val="B3"/>
        <w:tabs>
          <w:tab w:val="left" w:pos="5103"/>
        </w:tabs>
      </w:pPr>
      <w:r w:rsidRPr="00870ED0">
        <w:t>Maximum text length for a menu entry:</w:t>
      </w:r>
      <w:r w:rsidRPr="00870ED0">
        <w:tab/>
        <w:t>15</w:t>
      </w:r>
      <w:r w:rsidR="0083796C" w:rsidRPr="00870ED0">
        <w:t>.</w:t>
      </w:r>
    </w:p>
    <w:p w:rsidR="00714EBB" w:rsidRPr="00870ED0" w:rsidRDefault="00714EBB" w:rsidP="0083796C">
      <w:pPr>
        <w:pStyle w:val="B3"/>
        <w:tabs>
          <w:tab w:val="left" w:pos="5103"/>
        </w:tabs>
      </w:pPr>
      <w:r w:rsidRPr="00870ED0">
        <w:t>Maximum number of menu entries:</w:t>
      </w:r>
      <w:r w:rsidRPr="00870ED0">
        <w:tab/>
        <w:t>2</w:t>
      </w:r>
      <w:r w:rsidR="0083796C" w:rsidRPr="00870ED0">
        <w:t>.</w:t>
      </w:r>
    </w:p>
    <w:p w:rsidR="00714EBB" w:rsidRPr="00870ED0" w:rsidRDefault="00714EBB" w:rsidP="0083796C">
      <w:pPr>
        <w:pStyle w:val="B3"/>
        <w:tabs>
          <w:tab w:val="left" w:pos="5103"/>
        </w:tabs>
      </w:pPr>
      <w:r w:rsidRPr="00870ED0">
        <w:t>Position / Identifier for each menu entry:</w:t>
      </w:r>
      <w:r w:rsidRPr="00870ED0">
        <w:tab/>
        <w:t>'01'/'01', '02'/'02'</w:t>
      </w:r>
      <w:r w:rsidR="0083796C" w:rsidRPr="00870ED0">
        <w:t>.</w:t>
      </w:r>
    </w:p>
    <w:p w:rsidR="00714EBB" w:rsidRPr="00870ED0" w:rsidRDefault="0083796C" w:rsidP="0083796C">
      <w:pPr>
        <w:pStyle w:val="B20"/>
        <w:tabs>
          <w:tab w:val="left" w:pos="3402"/>
        </w:tabs>
      </w:pPr>
      <w:r w:rsidRPr="00870ED0">
        <w:t>-</w:t>
      </w:r>
      <w:r w:rsidRPr="00870ED0">
        <w:tab/>
      </w:r>
      <w:r w:rsidR="00714EBB" w:rsidRPr="00870ED0">
        <w:t>Cap File:</w:t>
      </w:r>
      <w:r w:rsidR="00714EBB" w:rsidRPr="00870ED0">
        <w:tab/>
        <w:t>api_2_tkr_emet.cap</w:t>
      </w:r>
      <w:r w:rsidRPr="00870ED0">
        <w:t>.</w:t>
      </w:r>
    </w:p>
    <w:p w:rsidR="00714EBB" w:rsidRPr="00870ED0" w:rsidRDefault="00714EBB" w:rsidP="00B469A3">
      <w:pPr>
        <w:pStyle w:val="Heading5"/>
      </w:pPr>
      <w:r w:rsidRPr="00870ED0">
        <w:t>5.2.8.5.3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bl>
    <w:p w:rsidR="00714EBB" w:rsidRPr="00870ED0" w:rsidRDefault="00714EBB" w:rsidP="0083796C"/>
    <w:p w:rsidR="00714EBB" w:rsidRPr="00870ED0" w:rsidRDefault="00714EBB" w:rsidP="00B469A3">
      <w:pPr>
        <w:pStyle w:val="Heading5"/>
      </w:pPr>
      <w:r w:rsidRPr="00870ED0">
        <w:t>5.2.8.5.4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824EEF">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Check menu state before </w:t>
            </w:r>
            <w:r w:rsidRPr="00870ED0">
              <w:br/>
              <w:t>enabling a previously disabled entry</w:t>
            </w:r>
            <w:r w:rsidRPr="00870ED0">
              <w:br/>
              <w:t>not registered to EVENT_MENU_SELECTION_HELP_REQUEST</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w:t>
            </w:r>
            <w:r w:rsidRPr="00870ED0">
              <w:rPr>
                <w:noProof w:val="0"/>
              </w:rPr>
              <w:tab/>
              <w:t>Call isEventSet(EVENT_MENU_SELECTION)</w:t>
            </w:r>
          </w:p>
          <w:p w:rsidR="00714EBB" w:rsidRPr="00870ED0" w:rsidRDefault="00714EBB">
            <w:pPr>
              <w:pStyle w:val="PL"/>
              <w:keepNext/>
              <w:keepLines/>
              <w:rPr>
                <w:noProof w:val="0"/>
              </w:rPr>
            </w:pPr>
            <w:r w:rsidRPr="00870ED0">
              <w:rPr>
                <w:noProof w:val="0"/>
              </w:rPr>
              <w:t>2-</w:t>
            </w:r>
            <w:r w:rsidRPr="00870ED0">
              <w:rPr>
                <w:noProof w:val="0"/>
              </w:rPr>
              <w:tab/>
              <w:t>Call isEventSet(EVENT_MENU_SELECTION_HELP_REQUEST)</w:t>
            </w:r>
          </w:p>
          <w:p w:rsidR="00714EBB" w:rsidRPr="00870ED0" w:rsidRDefault="0083796C" w:rsidP="0083796C">
            <w:pPr>
              <w:pStyle w:val="PL"/>
              <w:keepNext/>
              <w:keepLines/>
              <w:rPr>
                <w:noProof w:val="0"/>
              </w:rPr>
            </w:pPr>
            <w:r w:rsidRPr="00870ED0">
              <w:rPr>
                <w:noProof w:val="0"/>
              </w:rPr>
              <w:t>3-</w:t>
            </w:r>
            <w:r w:rsidRPr="00870ED0">
              <w:rPr>
                <w:noProof w:val="0"/>
              </w:rPr>
              <w:tab/>
              <w:t>Call disableMenuEntry('01')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1-</w:t>
            </w:r>
            <w:r w:rsidRPr="00870ED0">
              <w:tab/>
              <w:t>Shall return true</w:t>
            </w:r>
          </w:p>
          <w:p w:rsidR="00714EBB" w:rsidRPr="00870ED0" w:rsidRDefault="00714EBB">
            <w:pPr>
              <w:pStyle w:val="TAL"/>
            </w:pPr>
            <w:r w:rsidRPr="00870ED0">
              <w:t>2-</w:t>
            </w:r>
            <w:r w:rsidRPr="00870ED0">
              <w:tab/>
              <w:t>Shall return false</w:t>
            </w:r>
          </w:p>
          <w:p w:rsidR="00714EBB" w:rsidRPr="00870ED0" w:rsidRDefault="00714EBB">
            <w:pPr>
              <w:pStyle w:val="TAL"/>
            </w:pPr>
            <w:r w:rsidRPr="00870ED0">
              <w:t>3-</w:t>
            </w:r>
            <w:r w:rsidRPr="00870ED0">
              <w:tab/>
              <w:t>No exception shall be thrown.</w:t>
            </w:r>
          </w:p>
          <w:p w:rsidR="00714EBB" w:rsidRPr="00870ED0" w:rsidRDefault="00714EBB">
            <w:pPr>
              <w:pStyle w:val="TAL"/>
            </w:pPr>
          </w:p>
          <w:p w:rsidR="00714EBB" w:rsidRPr="00870ED0" w:rsidRDefault="00714EBB">
            <w:pPr>
              <w:pStyle w:val="TAL"/>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pPr>
            <w:r w:rsidRPr="00870ED0">
              <w:t>3-</w:t>
            </w:r>
            <w:r w:rsidRPr="00870ED0">
              <w:tab/>
              <w:t>The UICC shall issue a SET UP MENU proactiv</w:t>
            </w:r>
            <w:r w:rsidR="0083796C" w:rsidRPr="00870ED0">
              <w:t>e command with entry '02' only.</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Check menu state after </w:t>
            </w:r>
            <w:r w:rsidRPr="00870ED0">
              <w:br/>
              <w:t>enabling a previously disabled entry</w:t>
            </w:r>
            <w:r w:rsidRPr="00870ED0">
              <w:br/>
              <w:t>not registered to EVENT_MENU_SELECTION_HELP_REQUEST</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enableMenuEntry('01')</w:t>
            </w: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rsidP="0083796C">
            <w:pPr>
              <w:pStyle w:val="PL"/>
              <w:rPr>
                <w:noProof w:val="0"/>
              </w:rPr>
            </w:pPr>
            <w:r w:rsidRPr="00870ED0">
              <w:rPr>
                <w:noProof w:val="0"/>
              </w:rPr>
              <w:t>3-</w:t>
            </w:r>
            <w:r w:rsidRPr="00870ED0">
              <w:rPr>
                <w:noProof w:val="0"/>
              </w:rPr>
              <w:tab/>
              <w:t>Call isEventSet(EVE</w:t>
            </w:r>
            <w:r w:rsidR="0083796C" w:rsidRPr="00870ED0">
              <w:rPr>
                <w:noProof w:val="0"/>
              </w:rPr>
              <w:t>NT_MENU_SELECTION_HELP_REQUEST)</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r w:rsidRPr="00870ED0">
              <w:t>3-</w:t>
            </w:r>
            <w:r w:rsidRPr="00870ED0">
              <w:tab/>
              <w:t>Shall return false.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r w:rsidRPr="00870ED0">
              <w:t>3-</w:t>
            </w:r>
            <w:r w:rsidRPr="00870ED0">
              <w:tab/>
              <w:t>The UICC shall issue a SET UP MENU proactive command with en</w:t>
            </w:r>
            <w:r w:rsidR="0083796C" w:rsidRPr="00870ED0">
              <w:t>try '01' and '02'.</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Check menu state before </w:t>
            </w:r>
            <w:r w:rsidRPr="00870ED0">
              <w:br/>
              <w:t>enabling a previously enabled entry</w:t>
            </w:r>
            <w:r w:rsidRPr="00870ED0">
              <w:br/>
              <w:t>registered to EVENT_MENU_SELECTION_HELP_REQUEST</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change Menu Entry '02' to indicate help supported</w:t>
            </w: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pPr>
              <w:pStyle w:val="PL"/>
              <w:rPr>
                <w:noProof w:val="0"/>
              </w:rPr>
            </w:pPr>
            <w:r w:rsidRPr="00870ED0">
              <w:rPr>
                <w:noProof w:val="0"/>
              </w:rPr>
              <w:t>3-</w:t>
            </w:r>
            <w:r w:rsidRPr="00870ED0">
              <w:rPr>
                <w:noProof w:val="0"/>
              </w:rPr>
              <w:tab/>
              <w:t>Call isEventSet(EVENT_MENU_SELECTION_HELP_REQUEST)</w:t>
            </w:r>
          </w:p>
          <w:p w:rsidR="00714EBB" w:rsidRPr="00870ED0" w:rsidRDefault="0083796C" w:rsidP="0083796C">
            <w:pPr>
              <w:pStyle w:val="PL"/>
              <w:rPr>
                <w:noProof w:val="0"/>
              </w:rPr>
            </w:pPr>
            <w:r w:rsidRPr="00870ED0">
              <w:rPr>
                <w:noProof w:val="0"/>
              </w:rPr>
              <w:t>4-</w:t>
            </w:r>
            <w:r w:rsidRPr="00870ED0">
              <w:rPr>
                <w:noProof w:val="0"/>
              </w:rPr>
              <w:tab/>
              <w:t>Call disableMenuEntry('02')</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r w:rsidRPr="00870ED0">
              <w:t>3-</w:t>
            </w:r>
            <w:r w:rsidRPr="00870ED0">
              <w:tab/>
              <w:t>Shall return true</w:t>
            </w:r>
          </w:p>
          <w:p w:rsidR="00714EBB" w:rsidRPr="00870ED0" w:rsidRDefault="00714EBB">
            <w:pPr>
              <w:pStyle w:val="TAL"/>
              <w:keepNext w:val="0"/>
              <w:keepLines w:val="0"/>
            </w:pPr>
            <w:r w:rsidRPr="00870ED0">
              <w:t>4-</w:t>
            </w:r>
            <w:r w:rsidRPr="00870ED0">
              <w:tab/>
              <w:t>No exception shall be thrown</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4-</w:t>
            </w:r>
            <w:r w:rsidRPr="00870ED0">
              <w:tab/>
              <w:t>The UICC shall issue a SET UP MENU proa</w:t>
            </w:r>
            <w:r w:rsidR="0083796C" w:rsidRPr="00870ED0">
              <w:t xml:space="preserve">ctive command with entry '01'. </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Check menu state after </w:t>
            </w:r>
            <w:r w:rsidRPr="00870ED0">
              <w:br/>
              <w:t>enabling a previously enabled entry</w:t>
            </w:r>
            <w:r w:rsidRPr="00870ED0">
              <w:br/>
              <w:t>registered to EVENT_MENU_SELECTION_HELP_REQUEST</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enableMenuEntry('02').</w:t>
            </w:r>
          </w:p>
          <w:p w:rsidR="00714EBB" w:rsidRPr="00870ED0" w:rsidRDefault="00714EBB">
            <w:pPr>
              <w:pStyle w:val="PL"/>
              <w:rPr>
                <w:noProof w:val="0"/>
              </w:rPr>
            </w:pPr>
            <w:r w:rsidRPr="00870ED0">
              <w:rPr>
                <w:noProof w:val="0"/>
              </w:rPr>
              <w:t>2-</w:t>
            </w:r>
            <w:r w:rsidRPr="00870ED0">
              <w:rPr>
                <w:noProof w:val="0"/>
              </w:rPr>
              <w:tab/>
              <w:t>Call isEventSet(EVENT_MENU_SELECTION)</w:t>
            </w:r>
          </w:p>
          <w:p w:rsidR="00714EBB" w:rsidRPr="00870ED0" w:rsidRDefault="00714EBB" w:rsidP="0083796C">
            <w:pPr>
              <w:pStyle w:val="PL"/>
              <w:rPr>
                <w:noProof w:val="0"/>
              </w:rPr>
            </w:pPr>
            <w:r w:rsidRPr="00870ED0">
              <w:rPr>
                <w:noProof w:val="0"/>
              </w:rPr>
              <w:t>3-</w:t>
            </w:r>
            <w:r w:rsidRPr="00870ED0">
              <w:rPr>
                <w:noProof w:val="0"/>
              </w:rPr>
              <w:tab/>
              <w:t>Call isEventSet(EVE</w:t>
            </w:r>
            <w:r w:rsidR="0083796C" w:rsidRPr="00870ED0">
              <w:rPr>
                <w:noProof w:val="0"/>
              </w:rPr>
              <w:t>NT_MENU_SELECTION_HELP_REQUEST)</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r w:rsidRPr="00870ED0">
              <w:t>2-</w:t>
            </w:r>
            <w:r w:rsidRPr="00870ED0">
              <w:tab/>
              <w:t>Shall return true.</w:t>
            </w:r>
          </w:p>
          <w:p w:rsidR="00714EBB" w:rsidRPr="00870ED0" w:rsidRDefault="00714EBB">
            <w:pPr>
              <w:pStyle w:val="TAL"/>
              <w:keepNext w:val="0"/>
              <w:keepLines w:val="0"/>
            </w:pPr>
            <w:r w:rsidRPr="00870ED0">
              <w:t>3-</w:t>
            </w:r>
            <w:r w:rsidRPr="00870ED0">
              <w:tab/>
              <w:t>Shall return true.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 xml:space="preserve">The UICC shall issue a SET UP MENU proactive command with entries '01' and </w:t>
            </w:r>
            <w:r w:rsidR="0083796C" w:rsidRPr="00870ED0">
              <w:t>'02' indicating help supported.</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Enabling invalid entries</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For ID ranging from '00' to 'FF' except '01' and '02', the applet calls enableMenuEntr</w:t>
            </w:r>
            <w:r w:rsidR="0083796C" w:rsidRPr="00870ED0">
              <w:rPr>
                <w:noProof w:val="0"/>
              </w:rPr>
              <w:t>y(ID)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p w:rsidR="00714EBB" w:rsidRPr="00870ED0" w:rsidRDefault="00714EBB" w:rsidP="00824EEF">
            <w:pPr>
              <w:pStyle w:val="TAL"/>
              <w:keepLines w:val="0"/>
            </w:pPr>
          </w:p>
          <w:p w:rsidR="00714EBB" w:rsidRPr="00870ED0" w:rsidRDefault="00714EBB" w:rsidP="00824EEF">
            <w:pPr>
              <w:pStyle w:val="TAL"/>
              <w:keepLines w:val="0"/>
            </w:pPr>
            <w:r w:rsidRPr="00870ED0">
              <w:t>Each time a Toolkit Exception with MENU_ENTRY_NOT_FOUND reason code shall be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bl>
    <w:p w:rsidR="00714EBB" w:rsidRPr="00870ED0" w:rsidRDefault="00714EBB"/>
    <w:p w:rsidR="00714EBB" w:rsidRPr="00870ED0" w:rsidRDefault="00714EBB">
      <w:pPr>
        <w:pStyle w:val="Heading4"/>
      </w:pPr>
      <w:r w:rsidRPr="00870ED0">
        <w:t>5.2.8.6</w:t>
      </w:r>
      <w:r w:rsidRPr="00870ED0">
        <w:tab/>
        <w:t>Method getPollInterval</w:t>
      </w:r>
    </w:p>
    <w:p w:rsidR="00714EBB" w:rsidRPr="00870ED0" w:rsidRDefault="00714EBB">
      <w:r w:rsidRPr="00870ED0">
        <w:t>Test Area Reference: Api_2_Tkr_Gpol</w:t>
      </w:r>
      <w:r w:rsidR="0083796C" w:rsidRPr="00870ED0">
        <w:t>.</w:t>
      </w:r>
    </w:p>
    <w:p w:rsidR="00714EBB" w:rsidRPr="00870ED0" w:rsidRDefault="00714EBB" w:rsidP="00B469A3">
      <w:pPr>
        <w:pStyle w:val="Heading5"/>
      </w:pPr>
      <w:r w:rsidRPr="00870ED0">
        <w:t>5.2.8.6.1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snapToGrid w:val="0"/>
        </w:rPr>
      </w:pPr>
      <w:r w:rsidRPr="00870ED0">
        <w:rPr>
          <w:noProof w:val="0"/>
          <w:snapToGrid w:val="0"/>
        </w:rPr>
        <w:t>public short getPollInterval()</w:t>
      </w:r>
    </w:p>
    <w:p w:rsidR="00714EBB" w:rsidRPr="00870ED0" w:rsidRDefault="00714EBB">
      <w:pPr>
        <w:pStyle w:val="PL"/>
        <w:rPr>
          <w:noProof w:val="0"/>
          <w:snapToGrid w:val="0"/>
        </w:rPr>
      </w:pPr>
    </w:p>
    <w:p w:rsidR="00714EBB" w:rsidRPr="00870ED0" w:rsidRDefault="00714EBB">
      <w:pPr>
        <w:pStyle w:val="H6"/>
        <w:outlineLvl w:val="0"/>
      </w:pPr>
      <w:r w:rsidRPr="00870ED0">
        <w:t>5.2.8.6.1.1</w:t>
      </w:r>
      <w:r w:rsidRPr="00870ED0">
        <w:tab/>
        <w:t>Normal execution</w:t>
      </w:r>
    </w:p>
    <w:p w:rsidR="00714EBB" w:rsidRPr="00870ED0" w:rsidRDefault="00714EBB">
      <w:pPr>
        <w:pStyle w:val="B1"/>
      </w:pPr>
      <w:r w:rsidRPr="00870ED0">
        <w:t>CRRN1: shall return a value between 1 and 15300 if applet is registered to EVENT_STATUS_COMMAND event.</w:t>
      </w:r>
    </w:p>
    <w:p w:rsidR="00714EBB" w:rsidRPr="00870ED0" w:rsidRDefault="00714EBB">
      <w:pPr>
        <w:pStyle w:val="B1"/>
      </w:pPr>
      <w:r w:rsidRPr="00870ED0">
        <w:t>CRRN2: shall return POLL_NO_DURATION value (0) if the toolkit applet is not registered to EVENT_STATUS_COMMAND event.</w:t>
      </w:r>
    </w:p>
    <w:p w:rsidR="00714EBB" w:rsidRPr="00870ED0" w:rsidRDefault="00714EBB">
      <w:pPr>
        <w:pStyle w:val="H6"/>
        <w:outlineLvl w:val="0"/>
      </w:pPr>
      <w:r w:rsidRPr="00870ED0">
        <w:t>5.2.8.6.1.2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5.2.8.6.1.3</w:t>
      </w:r>
      <w:r w:rsidRPr="00870ED0">
        <w:tab/>
        <w:t>Context errors</w:t>
      </w:r>
    </w:p>
    <w:p w:rsidR="00714EBB" w:rsidRPr="00870ED0" w:rsidRDefault="00714EBB">
      <w:r w:rsidRPr="00870ED0">
        <w:t>No requirements.</w:t>
      </w:r>
    </w:p>
    <w:p w:rsidR="00714EBB" w:rsidRPr="00870ED0" w:rsidRDefault="00714EBB" w:rsidP="00B469A3">
      <w:pPr>
        <w:pStyle w:val="Heading5"/>
      </w:pPr>
      <w:r w:rsidRPr="00870ED0">
        <w:t>5.2.8.6.2</w:t>
      </w:r>
      <w:r w:rsidRPr="00870ED0">
        <w:tab/>
        <w:t>Test area files</w:t>
      </w:r>
    </w:p>
    <w:p w:rsidR="00714EBB" w:rsidRPr="00870ED0" w:rsidRDefault="00714EBB" w:rsidP="002854FB">
      <w:pPr>
        <w:pStyle w:val="EX"/>
      </w:pPr>
      <w:r w:rsidRPr="00870ED0">
        <w:t>Test Source:</w:t>
      </w:r>
      <w:r w:rsidRPr="00870ED0">
        <w:tab/>
        <w:t>Test_Api_2_Tkr_Gpol.java</w:t>
      </w:r>
      <w:r w:rsidR="0083796C" w:rsidRPr="00870ED0">
        <w:t>.</w:t>
      </w:r>
    </w:p>
    <w:p w:rsidR="00714EBB" w:rsidRPr="00870ED0" w:rsidRDefault="00714EBB" w:rsidP="002854FB">
      <w:pPr>
        <w:pStyle w:val="EX"/>
      </w:pPr>
      <w:r w:rsidRPr="00870ED0">
        <w:t>Test</w:t>
      </w:r>
      <w:r w:rsidR="0083796C" w:rsidRPr="00870ED0">
        <w:t xml:space="preserve"> Applet: </w:t>
      </w:r>
      <w:r w:rsidR="0083796C" w:rsidRPr="00870ED0">
        <w:tab/>
        <w:t>Api_2_Tkr_Gpol_1.java.</w:t>
      </w:r>
    </w:p>
    <w:p w:rsidR="00714EBB" w:rsidRPr="00870ED0" w:rsidRDefault="00714EBB" w:rsidP="002854FB">
      <w:pPr>
        <w:pStyle w:val="EX"/>
      </w:pPr>
      <w:r w:rsidRPr="00870ED0">
        <w:t>Cap File:</w:t>
      </w:r>
      <w:r w:rsidRPr="00870ED0">
        <w:tab/>
        <w:t>api_2_tkr_gpol.cap</w:t>
      </w:r>
      <w:r w:rsidR="0083796C" w:rsidRPr="00870ED0">
        <w:t>.</w:t>
      </w:r>
    </w:p>
    <w:p w:rsidR="00714EBB" w:rsidRPr="00870ED0" w:rsidRDefault="00714EBB" w:rsidP="00B469A3">
      <w:pPr>
        <w:pStyle w:val="Heading5"/>
      </w:pPr>
      <w:r w:rsidRPr="00870ED0">
        <w:t>5.2.8.6.3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1, 4</w:t>
            </w:r>
          </w:p>
        </w:tc>
      </w:tr>
    </w:tbl>
    <w:p w:rsidR="00714EBB" w:rsidRPr="00870ED0" w:rsidRDefault="00714EBB" w:rsidP="0083796C"/>
    <w:p w:rsidR="00714EBB" w:rsidRPr="00870ED0" w:rsidRDefault="00714EBB" w:rsidP="00B469A3">
      <w:pPr>
        <w:pStyle w:val="Heading5"/>
      </w:pPr>
      <w:r w:rsidRPr="00870ED0">
        <w:t>5.2.8.6.4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
        <w:gridCol w:w="4109"/>
        <w:gridCol w:w="2915"/>
        <w:gridCol w:w="2333"/>
      </w:tblGrid>
      <w:tr w:rsidR="00714EBB" w:rsidRPr="00870ED0">
        <w:trPr>
          <w:tblHeader/>
          <w:jc w:val="center"/>
        </w:trPr>
        <w:tc>
          <w:tcPr>
            <w:tcW w:w="4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0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0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Applet isn't registered to EVENT_STATUS_COMMAND</w:t>
            </w:r>
          </w:p>
          <w:p w:rsidR="00714EBB" w:rsidRPr="00870ED0" w:rsidRDefault="00714EBB">
            <w:pPr>
              <w:pStyle w:val="PL"/>
              <w:rPr>
                <w:noProof w:val="0"/>
              </w:rPr>
            </w:pPr>
          </w:p>
          <w:p w:rsidR="00714EBB" w:rsidRPr="00870ED0" w:rsidRDefault="0083796C">
            <w:pPr>
              <w:pStyle w:val="TAL"/>
              <w:keepNext w:val="0"/>
              <w:keepLines w:val="0"/>
            </w:pPr>
            <w:r w:rsidRPr="00870ED0">
              <w:t>Call getPollInterval() method.</w:t>
            </w:r>
          </w:p>
        </w:tc>
        <w:tc>
          <w:tcPr>
            <w:tcW w:w="291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return 0.</w:t>
            </w:r>
          </w:p>
        </w:tc>
        <w:tc>
          <w:tcPr>
            <w:tcW w:w="233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0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Requesting max 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requestPollInterval(15300)</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Reset and initialize the card</w:t>
            </w:r>
          </w:p>
          <w:p w:rsidR="00714EBB" w:rsidRPr="00870ED0" w:rsidRDefault="00714EBB">
            <w:pPr>
              <w:pStyle w:val="PL"/>
              <w:rPr>
                <w:noProof w:val="0"/>
              </w:rPr>
            </w:pPr>
          </w:p>
          <w:p w:rsidR="00714EBB" w:rsidRPr="00870ED0" w:rsidRDefault="00714EBB" w:rsidP="0083796C">
            <w:pPr>
              <w:pStyle w:val="PL"/>
              <w:rPr>
                <w:noProof w:val="0"/>
              </w:rPr>
            </w:pPr>
            <w:r w:rsidRPr="00870ED0">
              <w:rPr>
                <w:noProof w:val="0"/>
              </w:rPr>
              <w:t>3</w:t>
            </w:r>
            <w:r w:rsidR="0083796C" w:rsidRPr="00870ED0">
              <w:rPr>
                <w:noProof w:val="0"/>
              </w:rPr>
              <w:t>-</w:t>
            </w:r>
            <w:r w:rsidR="0083796C" w:rsidRPr="00870ED0">
              <w:rPr>
                <w:noProof w:val="0"/>
              </w:rPr>
              <w:tab/>
              <w:t>Call getPollInterval() method</w:t>
            </w:r>
          </w:p>
        </w:tc>
        <w:tc>
          <w:tcPr>
            <w:tcW w:w="291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w:t>
            </w:r>
            <w:r w:rsidRPr="00870ED0">
              <w:tab/>
              <w:t>Shall retu</w:t>
            </w:r>
            <w:r w:rsidR="0083796C" w:rsidRPr="00870ED0">
              <w:t>rn a value between 1 and 15300.</w:t>
            </w:r>
          </w:p>
        </w:tc>
        <w:tc>
          <w:tcPr>
            <w:tcW w:w="233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3</w:t>
            </w:r>
          </w:p>
        </w:tc>
        <w:tc>
          <w:tcPr>
            <w:tcW w:w="4109"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Requesting System Duration</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1-</w:t>
            </w:r>
            <w:r w:rsidRPr="00870ED0">
              <w:rPr>
                <w:noProof w:val="0"/>
              </w:rPr>
              <w:tab/>
              <w:t>Call requestPollInterval(POLL_SYSTEM_DURATION)</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2-</w:t>
            </w:r>
            <w:r w:rsidRPr="00870ED0">
              <w:rPr>
                <w:noProof w:val="0"/>
              </w:rPr>
              <w:tab/>
              <w:t>Reset and initialize the card</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3-</w:t>
            </w:r>
            <w:r w:rsidR="0083796C" w:rsidRPr="00870ED0">
              <w:rPr>
                <w:noProof w:val="0"/>
              </w:rPr>
              <w:tab/>
              <w:t>Call getPollInterval() method.</w:t>
            </w:r>
          </w:p>
        </w:tc>
        <w:tc>
          <w:tcPr>
            <w:tcW w:w="291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1-</w:t>
            </w:r>
            <w:r w:rsidRPr="00870ED0">
              <w:tab/>
              <w:t>No exception shall be thrown.</w:t>
            </w:r>
          </w:p>
          <w:p w:rsidR="00714EBB" w:rsidRPr="00870ED0" w:rsidRDefault="00714EBB" w:rsidP="00824EEF">
            <w:pPr>
              <w:pStyle w:val="TAL"/>
              <w:keepLines w:val="0"/>
            </w:pPr>
            <w:r w:rsidRPr="00870ED0">
              <w:t>3-</w:t>
            </w:r>
            <w:r w:rsidRPr="00870ED0">
              <w:tab/>
              <w:t>Shall return a value between 1 and 15300.</w:t>
            </w:r>
          </w:p>
        </w:tc>
        <w:tc>
          <w:tcPr>
            <w:tcW w:w="2333"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4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0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Requesting no 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requestPollInterval(POLL_NO_DURATION)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2-</w:t>
            </w:r>
            <w:r w:rsidRPr="00870ED0">
              <w:rPr>
                <w:noProof w:val="0"/>
              </w:rPr>
              <w:tab/>
              <w:t>Reset and initialize the card</w:t>
            </w:r>
          </w:p>
          <w:p w:rsidR="00714EBB" w:rsidRPr="00870ED0" w:rsidRDefault="00714EBB">
            <w:pPr>
              <w:pStyle w:val="PL"/>
              <w:rPr>
                <w:noProof w:val="0"/>
              </w:rPr>
            </w:pPr>
          </w:p>
          <w:p w:rsidR="00714EBB" w:rsidRPr="00870ED0" w:rsidRDefault="00714EBB" w:rsidP="0083796C">
            <w:pPr>
              <w:pStyle w:val="PL"/>
              <w:rPr>
                <w:noProof w:val="0"/>
              </w:rPr>
            </w:pPr>
            <w:r w:rsidRPr="00870ED0">
              <w:rPr>
                <w:noProof w:val="0"/>
              </w:rPr>
              <w:t>3-</w:t>
            </w:r>
            <w:r w:rsidR="0083796C" w:rsidRPr="00870ED0">
              <w:rPr>
                <w:noProof w:val="0"/>
              </w:rPr>
              <w:tab/>
              <w:t>Call getPollInterval() method.</w:t>
            </w:r>
          </w:p>
        </w:tc>
        <w:tc>
          <w:tcPr>
            <w:tcW w:w="291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r w:rsidRPr="00870ED0">
              <w:t>3-</w:t>
            </w:r>
            <w:r w:rsidRPr="00870ED0">
              <w:tab/>
              <w:t>Shall return 0.</w:t>
            </w:r>
          </w:p>
        </w:tc>
        <w:tc>
          <w:tcPr>
            <w:tcW w:w="233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83796C">
      <w:pPr>
        <w:pStyle w:val="Heading4"/>
      </w:pPr>
      <w:r w:rsidRPr="00870ED0">
        <w:t>5.2.8.7</w:t>
      </w:r>
      <w:r w:rsidRPr="00870ED0">
        <w:tab/>
        <w:t>Method initMenuEntry</w:t>
      </w:r>
    </w:p>
    <w:p w:rsidR="00714EBB" w:rsidRPr="00870ED0" w:rsidRDefault="00714EBB" w:rsidP="0083796C">
      <w:pPr>
        <w:keepNext/>
        <w:keepLines/>
      </w:pPr>
      <w:r w:rsidRPr="00870ED0">
        <w:t>Test Area Reference: Api_2_Tkr_Imet</w:t>
      </w:r>
      <w:r w:rsidR="0083796C" w:rsidRPr="00870ED0">
        <w:t>.</w:t>
      </w:r>
    </w:p>
    <w:p w:rsidR="00714EBB" w:rsidRPr="00870ED0" w:rsidRDefault="00714EBB" w:rsidP="0083796C">
      <w:pPr>
        <w:pStyle w:val="Heading5"/>
      </w:pPr>
      <w:r w:rsidRPr="00870ED0">
        <w:t>5.2.8.7.1</w:t>
      </w:r>
      <w:r w:rsidRPr="00870ED0">
        <w:tab/>
        <w:t>Conformance requirement:</w:t>
      </w:r>
    </w:p>
    <w:p w:rsidR="00714EBB" w:rsidRPr="00870ED0" w:rsidRDefault="00714EBB" w:rsidP="0083796C">
      <w:pPr>
        <w:keepNext/>
        <w:keepLines/>
      </w:pPr>
      <w:r w:rsidRPr="00870ED0">
        <w:t>The method with following header shall be compliant to its definition in the API.</w:t>
      </w:r>
    </w:p>
    <w:p w:rsidR="00714EBB" w:rsidRPr="00870ED0" w:rsidRDefault="00714EBB" w:rsidP="0083796C">
      <w:pPr>
        <w:pStyle w:val="PL"/>
        <w:keepNext/>
        <w:keepLines/>
        <w:rPr>
          <w:noProof w:val="0"/>
        </w:rPr>
      </w:pPr>
      <w:r w:rsidRPr="00870ED0">
        <w:rPr>
          <w:noProof w:val="0"/>
        </w:rPr>
        <w:t>public byte initMenuEntry(byte[] menuEntry,</w:t>
      </w:r>
    </w:p>
    <w:p w:rsidR="00714EBB" w:rsidRPr="00870ED0" w:rsidRDefault="00714EBB" w:rsidP="0083796C">
      <w:pPr>
        <w:pStyle w:val="PL"/>
        <w:keepNext/>
        <w:keepLines/>
        <w:rPr>
          <w:noProof w:val="0"/>
        </w:rPr>
      </w:pPr>
      <w:r w:rsidRPr="00870ED0">
        <w:rPr>
          <w:noProof w:val="0"/>
        </w:rPr>
        <w:t xml:space="preserve">                          short offset,</w:t>
      </w:r>
    </w:p>
    <w:p w:rsidR="00714EBB" w:rsidRPr="00870ED0" w:rsidRDefault="00714EBB" w:rsidP="0083796C">
      <w:pPr>
        <w:pStyle w:val="PL"/>
        <w:keepNext/>
        <w:keepLines/>
        <w:rPr>
          <w:noProof w:val="0"/>
        </w:rPr>
      </w:pPr>
      <w:r w:rsidRPr="00870ED0">
        <w:rPr>
          <w:noProof w:val="0"/>
        </w:rPr>
        <w:t xml:space="preserve">                          short length,</w:t>
      </w:r>
    </w:p>
    <w:p w:rsidR="00714EBB" w:rsidRPr="00870ED0" w:rsidRDefault="00714EBB" w:rsidP="0083796C">
      <w:pPr>
        <w:pStyle w:val="PL"/>
        <w:keepNext/>
        <w:keepLines/>
        <w:rPr>
          <w:noProof w:val="0"/>
        </w:rPr>
      </w:pPr>
      <w:r w:rsidRPr="00870ED0">
        <w:rPr>
          <w:noProof w:val="0"/>
        </w:rPr>
        <w:t xml:space="preserve">                          byte nextAction,</w:t>
      </w:r>
    </w:p>
    <w:p w:rsidR="00714EBB" w:rsidRPr="00870ED0" w:rsidRDefault="00714EBB" w:rsidP="0083796C">
      <w:pPr>
        <w:pStyle w:val="PL"/>
        <w:keepNext/>
        <w:keepLines/>
        <w:rPr>
          <w:noProof w:val="0"/>
        </w:rPr>
      </w:pPr>
      <w:r w:rsidRPr="00870ED0">
        <w:rPr>
          <w:noProof w:val="0"/>
        </w:rPr>
        <w:t xml:space="preserve">                          boolean helpSupported,</w:t>
      </w:r>
    </w:p>
    <w:p w:rsidR="00714EBB" w:rsidRPr="00870ED0" w:rsidRDefault="00714EBB" w:rsidP="0083796C">
      <w:pPr>
        <w:pStyle w:val="PL"/>
        <w:keepNext/>
        <w:keepLines/>
        <w:rPr>
          <w:noProof w:val="0"/>
        </w:rPr>
      </w:pPr>
      <w:r w:rsidRPr="00870ED0">
        <w:rPr>
          <w:noProof w:val="0"/>
        </w:rPr>
        <w:t xml:space="preserve">                          byte iconQualifier,</w:t>
      </w:r>
    </w:p>
    <w:p w:rsidR="00714EBB" w:rsidRPr="00870ED0" w:rsidRDefault="00714EBB">
      <w:pPr>
        <w:pStyle w:val="PL"/>
        <w:rPr>
          <w:noProof w:val="0"/>
        </w:rPr>
      </w:pPr>
      <w:r w:rsidRPr="00870ED0">
        <w:rPr>
          <w:noProof w:val="0"/>
        </w:rPr>
        <w:t xml:space="preserve">                          short iconIdentifier)</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5.2.8.7.1.1</w:t>
      </w:r>
      <w:r w:rsidRPr="00870ED0">
        <w:tab/>
        <w:t>Normal execution</w:t>
      </w:r>
    </w:p>
    <w:p w:rsidR="00714EBB" w:rsidRPr="00870ED0" w:rsidRDefault="00714EBB">
      <w:pPr>
        <w:pStyle w:val="B1"/>
      </w:pPr>
      <w:r w:rsidRPr="00870ED0">
        <w:t>CRRN1: The CAT Runtime Environment shall automatically update the menu stored in the ME by issuing a SETUP MENU proactive command. The later will reflect the changes done for the entry. The CAT Runtime Environment shall use the data of the EFsume file in order to build the SET UP MENU command.</w:t>
      </w:r>
    </w:p>
    <w:p w:rsidR="00714EBB" w:rsidRPr="00870ED0" w:rsidRDefault="00714EBB">
      <w:pPr>
        <w:pStyle w:val="B1"/>
      </w:pPr>
      <w:r w:rsidRPr="00870ED0">
        <w:t>CRRN2: a call to isEventSet() method on EVENT_MENU_SELECTION shall return true after the 1</w:t>
      </w:r>
      <w:r w:rsidRPr="00870ED0">
        <w:rPr>
          <w:vertAlign w:val="superscript"/>
        </w:rPr>
        <w:t>st</w:t>
      </w:r>
      <w:r w:rsidR="00022EF9" w:rsidRPr="00870ED0">
        <w:t> </w:t>
      </w:r>
      <w:r w:rsidRPr="00870ED0">
        <w:t>successful call (without an exception).</w:t>
      </w:r>
    </w:p>
    <w:p w:rsidR="00714EBB" w:rsidRPr="00870ED0" w:rsidRDefault="00714EBB">
      <w:pPr>
        <w:pStyle w:val="B1"/>
      </w:pPr>
      <w:r w:rsidRPr="00870ED0">
        <w:t>CRRN3: if helpSupported was true then a following call to isEventSet() method on EVENT_MENU_SELECTION_HELP_REQUEST event shall return true.</w:t>
      </w:r>
    </w:p>
    <w:p w:rsidR="00714EBB" w:rsidRPr="00870ED0" w:rsidRDefault="00714EBB">
      <w:pPr>
        <w:pStyle w:val="B1"/>
      </w:pPr>
      <w:r w:rsidRPr="00870ED0">
        <w:t>CRRN4: if helpSupported was true then after the completion of the SETUP MENU command, if an ENVELOPE(MENU_SELECTION_HELP_REQUEST) command is received by the UICC for this entry, then the CAT Runtime Environment shall trigger the applet.</w:t>
      </w:r>
    </w:p>
    <w:p w:rsidR="00714EBB" w:rsidRPr="00870ED0" w:rsidRDefault="00714EBB">
      <w:pPr>
        <w:pStyle w:val="B1"/>
      </w:pPr>
      <w:r w:rsidRPr="00870ED0">
        <w:t>CRRN5: if help supported was true, the CAT Runtime Environment shall issue a SETUP MENU command with command qualifier = '80'.</w:t>
      </w:r>
    </w:p>
    <w:p w:rsidR="00714EBB" w:rsidRPr="00870ED0" w:rsidRDefault="00714EBB">
      <w:pPr>
        <w:pStyle w:val="B1"/>
      </w:pPr>
      <w:r w:rsidRPr="00870ED0">
        <w:t>CRRN6: if helpSupported was false and there isn't any menu entry supporting help then a call to isEventSet() method on EVENT_MENU_SELECTION_HELP_REQUEST event shall return false.</w:t>
      </w:r>
    </w:p>
    <w:p w:rsidR="00714EBB" w:rsidRPr="00870ED0" w:rsidRDefault="00714EBB">
      <w:pPr>
        <w:pStyle w:val="B1"/>
      </w:pPr>
      <w:r w:rsidRPr="00870ED0">
        <w:t>CRRN7: The CAT Runtime Environment shall supply in the SET UP MENU command with the icon identifier provided in the icon identifier list within the item icon identifier list Comprehension TLV if all the applets registered to the EVENT_MENU_SELECTION provide it.</w:t>
      </w:r>
    </w:p>
    <w:p w:rsidR="00714EBB" w:rsidRPr="00870ED0" w:rsidRDefault="00714EBB">
      <w:pPr>
        <w:pStyle w:val="B1"/>
      </w:pPr>
      <w:r w:rsidRPr="00870ED0">
        <w:t>CRRN8: The CAT Runtime Environment shall set in the SET UP MENU command with the Icon list qualifier transmitted to the ME as 'icon is not self explanatory' if one of the applet registered prefers this qualifier.</w:t>
      </w:r>
    </w:p>
    <w:p w:rsidR="00714EBB" w:rsidRPr="00870ED0" w:rsidRDefault="00714EBB">
      <w:pPr>
        <w:pStyle w:val="B1"/>
      </w:pPr>
      <w:r w:rsidRPr="00870ED0">
        <w:lastRenderedPageBreak/>
        <w:t>CRRN9: If Next Action Indicator was different from '00', the CAT Runtime Environment shall issue a SETUP MENU proactive command containing an Items Next Action Indicator Comprehension TLV with the comprehension flag set to 0.</w:t>
      </w:r>
    </w:p>
    <w:p w:rsidR="00714EBB" w:rsidRPr="00870ED0" w:rsidRDefault="00714EBB">
      <w:pPr>
        <w:pStyle w:val="B1"/>
      </w:pPr>
      <w:r w:rsidRPr="00870ED0">
        <w:t>CRRN10: After the completion of the SETUP MENU command, if an ENVELOPE (MENU_SELECTION) command is received by the UICC for this identifier, then the CAT Runtime Environment shall trigger the applet.</w:t>
      </w:r>
    </w:p>
    <w:p w:rsidR="00714EBB" w:rsidRPr="00870ED0" w:rsidRDefault="00714EBB">
      <w:pPr>
        <w:pStyle w:val="H6"/>
        <w:outlineLvl w:val="0"/>
      </w:pPr>
      <w:r w:rsidRPr="00870ED0">
        <w:t>5.2.8.7.1.2</w:t>
      </w:r>
      <w:r w:rsidRPr="00870ED0">
        <w:tab/>
        <w:t>Parameter errors</w:t>
      </w:r>
    </w:p>
    <w:p w:rsidR="00714EBB" w:rsidRPr="00870ED0" w:rsidRDefault="00714EBB">
      <w:pPr>
        <w:pStyle w:val="B1"/>
      </w:pPr>
      <w:r w:rsidRPr="00870ED0">
        <w:t>CRRP1: Shall throw java.lang.NullPointerException - if menuEntry is null</w:t>
      </w:r>
      <w:r w:rsidR="0083796C" w:rsidRPr="00870ED0">
        <w:t>.</w:t>
      </w:r>
    </w:p>
    <w:p w:rsidR="00714EBB" w:rsidRPr="00870ED0" w:rsidRDefault="00714EBB">
      <w:pPr>
        <w:pStyle w:val="B1"/>
      </w:pPr>
      <w:r w:rsidRPr="00870ED0">
        <w:t>CRRP2: Shall throw java.lang.ArrayIndexOutOfBoundsException - if offset would cause access outside array bounds</w:t>
      </w:r>
      <w:r w:rsidR="0083796C" w:rsidRPr="00870ED0">
        <w:t>.</w:t>
      </w:r>
    </w:p>
    <w:p w:rsidR="00714EBB" w:rsidRPr="00870ED0" w:rsidRDefault="00714EBB">
      <w:pPr>
        <w:pStyle w:val="B1"/>
      </w:pPr>
      <w:r w:rsidRPr="00870ED0">
        <w:t>CRRP3: Shall throw java.lang.ArrayIndexOutOfBoundsException - if length would cause access outside array bounds</w:t>
      </w:r>
      <w:r w:rsidR="0083796C" w:rsidRPr="00870ED0">
        <w:t>.</w:t>
      </w:r>
    </w:p>
    <w:p w:rsidR="00714EBB" w:rsidRPr="00870ED0" w:rsidRDefault="00714EBB">
      <w:pPr>
        <w:pStyle w:val="B1"/>
      </w:pPr>
      <w:r w:rsidRPr="00870ED0">
        <w:t>CRRP4:Shall throw java.lang.ArrayIndexOutOfBoundsException - if both offset and length would cause access outside array bounds</w:t>
      </w:r>
      <w:r w:rsidR="0083796C" w:rsidRPr="00870ED0">
        <w:t>.</w:t>
      </w:r>
    </w:p>
    <w:p w:rsidR="00714EBB" w:rsidRPr="00870ED0" w:rsidRDefault="00714EBB">
      <w:pPr>
        <w:pStyle w:val="H6"/>
        <w:outlineLvl w:val="0"/>
      </w:pPr>
      <w:r w:rsidRPr="00870ED0">
        <w:t>5.2.8.7.1.3</w:t>
      </w:r>
      <w:r w:rsidRPr="00870ED0">
        <w:tab/>
        <w:t>Context errors</w:t>
      </w:r>
    </w:p>
    <w:p w:rsidR="00714EBB" w:rsidRPr="00870ED0" w:rsidRDefault="00714EBB">
      <w:pPr>
        <w:pStyle w:val="B1"/>
      </w:pPr>
      <w:r w:rsidRPr="00870ED0">
        <w:t>CRRC1: Shall throw ALLOWED_LENGTH_EXCEEDED if the menu entry string is bigger than the allocated space</w:t>
      </w:r>
      <w:r w:rsidR="0083796C" w:rsidRPr="00870ED0">
        <w:t>.</w:t>
      </w:r>
    </w:p>
    <w:p w:rsidR="00714EBB" w:rsidRPr="00870ED0" w:rsidRDefault="00714EBB">
      <w:pPr>
        <w:pStyle w:val="B1"/>
      </w:pPr>
      <w:r w:rsidRPr="00870ED0">
        <w:t>CRRC2: Shall throw REGISTRY_ERROR if the menu entry cannot be initialized (eg no more item da</w:t>
      </w:r>
      <w:r w:rsidR="0083796C" w:rsidRPr="00870ED0">
        <w:t>ta in applet loading parameter).</w:t>
      </w:r>
    </w:p>
    <w:p w:rsidR="00714EBB" w:rsidRPr="00870ED0" w:rsidRDefault="00714EBB" w:rsidP="00B469A3">
      <w:pPr>
        <w:pStyle w:val="Heading5"/>
      </w:pPr>
      <w:r w:rsidRPr="00870ED0">
        <w:t>5.2.8.7.2</w:t>
      </w:r>
      <w:r w:rsidRPr="00870ED0">
        <w:tab/>
        <w:t>Test area files</w:t>
      </w:r>
    </w:p>
    <w:p w:rsidR="00714EBB" w:rsidRPr="00870ED0" w:rsidRDefault="00714EBB">
      <w:r w:rsidRPr="00870ED0">
        <w:t>Additional requirements for the UICC personalization:</w:t>
      </w:r>
    </w:p>
    <w:p w:rsidR="00714EBB" w:rsidRPr="00870ED0" w:rsidRDefault="00714EBB" w:rsidP="00E20D41">
      <w:pPr>
        <w:pStyle w:val="B1"/>
      </w:pPr>
      <w:r w:rsidRPr="00870ED0">
        <w:t>content of EFsume shall be:</w:t>
      </w:r>
    </w:p>
    <w:p w:rsidR="00714EBB" w:rsidRPr="00870ED0" w:rsidRDefault="00714EBB" w:rsidP="00E20D41">
      <w:pPr>
        <w:pStyle w:val="B2"/>
        <w:tabs>
          <w:tab w:val="left" w:pos="3119"/>
        </w:tabs>
      </w:pPr>
      <w:r w:rsidRPr="00870ED0">
        <w:t>Title Alpha Identifier:</w:t>
      </w:r>
      <w:r w:rsidRPr="00870ED0">
        <w:tab/>
        <w:t>"TOOLKIT TEST"</w:t>
      </w:r>
    </w:p>
    <w:p w:rsidR="00714EBB" w:rsidRPr="00870ED0" w:rsidRDefault="00714EBB" w:rsidP="00E20D41">
      <w:pPr>
        <w:pStyle w:val="B2"/>
        <w:tabs>
          <w:tab w:val="left" w:pos="3402"/>
        </w:tabs>
      </w:pPr>
      <w:r w:rsidRPr="00870ED0">
        <w:t>Test case trigger:</w:t>
      </w:r>
    </w:p>
    <w:p w:rsidR="00714EBB" w:rsidRPr="00870ED0" w:rsidRDefault="00714EBB" w:rsidP="00E20D41">
      <w:pPr>
        <w:pStyle w:val="B3"/>
      </w:pPr>
      <w:r w:rsidRPr="00870ED0">
        <w:t>1- Applet instanciation</w:t>
      </w:r>
      <w:r w:rsidR="00E20D41" w:rsidRPr="00870ED0">
        <w:t>.</w:t>
      </w:r>
    </w:p>
    <w:p w:rsidR="00714EBB" w:rsidRPr="00870ED0" w:rsidRDefault="00714EBB" w:rsidP="00E20D41">
      <w:pPr>
        <w:pStyle w:val="B3"/>
      </w:pPr>
      <w:r w:rsidRPr="00870ED0">
        <w:t>2- Menu selection</w:t>
      </w:r>
      <w:r w:rsidR="00E20D41" w:rsidRPr="00870ED0">
        <w:t>.</w:t>
      </w:r>
    </w:p>
    <w:p w:rsidR="00714EBB" w:rsidRPr="00870ED0" w:rsidRDefault="00714EBB" w:rsidP="00E20D41">
      <w:pPr>
        <w:pStyle w:val="B3"/>
      </w:pPr>
      <w:r w:rsidRPr="00870ED0">
        <w:t>3- Menu selection Help Supported</w:t>
      </w:r>
      <w:r w:rsidR="00E20D41" w:rsidRPr="00870ED0">
        <w:t>.</w:t>
      </w:r>
    </w:p>
    <w:p w:rsidR="00714EBB" w:rsidRPr="00870ED0" w:rsidRDefault="00714EBB" w:rsidP="00E20D41">
      <w:pPr>
        <w:pStyle w:val="B2"/>
        <w:tabs>
          <w:tab w:val="left" w:pos="3119"/>
        </w:tabs>
      </w:pPr>
      <w:r w:rsidRPr="00870ED0">
        <w:t>Test Source:</w:t>
      </w:r>
      <w:r w:rsidRPr="00870ED0">
        <w:tab/>
        <w:t>Test_Api_2_Tkr_Imet.java</w:t>
      </w:r>
    </w:p>
    <w:p w:rsidR="00714EBB" w:rsidRPr="00870ED0" w:rsidRDefault="00714EBB" w:rsidP="00E20D41">
      <w:pPr>
        <w:pStyle w:val="B2"/>
        <w:tabs>
          <w:tab w:val="left" w:pos="3119"/>
        </w:tabs>
      </w:pPr>
      <w:r w:rsidRPr="00870ED0">
        <w:t xml:space="preserve">Test Applet: </w:t>
      </w:r>
      <w:r w:rsidRPr="00870ED0">
        <w:tab/>
        <w:t>Api_2_Tkr_Imet_1.java</w:t>
      </w:r>
      <w:r w:rsidR="00E20D41" w:rsidRPr="00870ED0">
        <w:t>.</w:t>
      </w:r>
    </w:p>
    <w:p w:rsidR="00714EBB" w:rsidRPr="00870ED0" w:rsidRDefault="00714EBB">
      <w:pPr>
        <w:pStyle w:val="B1"/>
      </w:pPr>
      <w:r w:rsidRPr="00870ED0">
        <w:t>Installation parameter:</w:t>
      </w:r>
    </w:p>
    <w:p w:rsidR="00714EBB" w:rsidRPr="00870ED0" w:rsidRDefault="00714EBB" w:rsidP="00E20D41">
      <w:pPr>
        <w:pStyle w:val="B2"/>
      </w:pPr>
      <w:r w:rsidRPr="00870ED0">
        <w:t>Same as default applet but with:</w:t>
      </w:r>
    </w:p>
    <w:p w:rsidR="00714EBB" w:rsidRPr="00870ED0" w:rsidRDefault="00714EBB" w:rsidP="00E20D41">
      <w:pPr>
        <w:pStyle w:val="B3"/>
        <w:tabs>
          <w:tab w:val="left" w:pos="5103"/>
        </w:tabs>
      </w:pPr>
      <w:r w:rsidRPr="00870ED0">
        <w:t>Maximum text length for a menu entry:</w:t>
      </w:r>
      <w:r w:rsidRPr="00870ED0">
        <w:tab/>
        <w:t>15</w:t>
      </w:r>
      <w:r w:rsidR="00E20D41" w:rsidRPr="00870ED0">
        <w:t>.</w:t>
      </w:r>
    </w:p>
    <w:p w:rsidR="00714EBB" w:rsidRPr="00870ED0" w:rsidRDefault="00714EBB" w:rsidP="00E20D41">
      <w:pPr>
        <w:pStyle w:val="B3"/>
        <w:tabs>
          <w:tab w:val="left" w:pos="5103"/>
        </w:tabs>
      </w:pPr>
      <w:r w:rsidRPr="00870ED0">
        <w:t>Maximum number of menu entries:</w:t>
      </w:r>
      <w:r w:rsidRPr="00870ED0">
        <w:tab/>
        <w:t>6</w:t>
      </w:r>
      <w:r w:rsidR="00E20D41" w:rsidRPr="00870ED0">
        <w:t>.</w:t>
      </w:r>
    </w:p>
    <w:p w:rsidR="00714EBB" w:rsidRPr="00870ED0" w:rsidRDefault="00714EBB" w:rsidP="00E20D41">
      <w:pPr>
        <w:pStyle w:val="B3"/>
        <w:tabs>
          <w:tab w:val="left" w:pos="5103"/>
        </w:tabs>
      </w:pPr>
      <w:r w:rsidRPr="00870ED0">
        <w:t>Position / Identifier for each menu entry:</w:t>
      </w:r>
      <w:r w:rsidRPr="00870ED0">
        <w:tab/>
        <w:t>'01'/'01', '02'/'02', '03'/'03', '04'/'04', '05'/'05', and '06'/'06'</w:t>
      </w:r>
      <w:r w:rsidR="00E20D41" w:rsidRPr="00870ED0">
        <w:t>.</w:t>
      </w:r>
    </w:p>
    <w:p w:rsidR="00714EBB" w:rsidRPr="00870ED0" w:rsidRDefault="00714EBB" w:rsidP="00E20D41">
      <w:pPr>
        <w:pStyle w:val="B2"/>
        <w:tabs>
          <w:tab w:val="left" w:pos="3119"/>
        </w:tabs>
      </w:pPr>
      <w:r w:rsidRPr="00870ED0">
        <w:t>Cap File:</w:t>
      </w:r>
      <w:r w:rsidRPr="00870ED0">
        <w:tab/>
        <w:t>api_2_tkr_imet.cap</w:t>
      </w:r>
      <w:r w:rsidR="00E20D41" w:rsidRPr="00870ED0">
        <w:t>.</w:t>
      </w:r>
    </w:p>
    <w:p w:rsidR="00714EBB" w:rsidRPr="00870ED0" w:rsidRDefault="00714EBB" w:rsidP="00824EEF">
      <w:pPr>
        <w:pStyle w:val="Heading5"/>
      </w:pPr>
      <w:r w:rsidRPr="00870ED0">
        <w:lastRenderedPageBreak/>
        <w:t>5.2.8.7.3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601"/>
      </w:tblGrid>
      <w:tr w:rsidR="00714EBB" w:rsidRPr="00870ED0" w:rsidTr="00714EBB">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CRR number</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t>N1</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t>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11, 16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N7</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N8</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N9</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13,16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N10</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9, 10, 11, 12, 13, 14, 17, 18, 19, 20, 21, 23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60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r>
    </w:tbl>
    <w:p w:rsidR="00714EBB" w:rsidRPr="00870ED0" w:rsidRDefault="00714EBB" w:rsidP="00E20D41"/>
    <w:p w:rsidR="00714EBB" w:rsidRPr="00870ED0" w:rsidRDefault="00714EBB" w:rsidP="00B469A3">
      <w:pPr>
        <w:pStyle w:val="Heading5"/>
      </w:pPr>
      <w:r w:rsidRPr="00870ED0">
        <w:t>5.2.8.7.4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menuEntry</w:t>
            </w: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NULL</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java.lang.NullPointerException.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&gt; menuEntry.length</w:t>
            </w:r>
          </w:p>
          <w:p w:rsidR="00714EBB" w:rsidRPr="00870ED0" w:rsidRDefault="00714EBB">
            <w:pPr>
              <w:pStyle w:val="PL"/>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"ToolkitTest"</w:t>
            </w:r>
          </w:p>
          <w:p w:rsidR="00714EBB" w:rsidRPr="00870ED0" w:rsidRDefault="00714EBB">
            <w:pPr>
              <w:pStyle w:val="PL"/>
              <w:rPr>
                <w:noProof w:val="0"/>
              </w:rPr>
            </w:pPr>
            <w:r w:rsidRPr="00870ED0">
              <w:rPr>
                <w:noProof w:val="0"/>
              </w:rPr>
              <w:t>Offset = 12</w:t>
            </w:r>
          </w:p>
          <w:p w:rsidR="00714EBB" w:rsidRPr="00870ED0" w:rsidRDefault="00714EBB">
            <w:pPr>
              <w:pStyle w:val="PL"/>
              <w:rPr>
                <w:noProof w:val="0"/>
              </w:rPr>
            </w:pPr>
            <w:r w:rsidRPr="00870ED0">
              <w:rPr>
                <w:noProof w:val="0"/>
              </w:rPr>
              <w:t>Length = 0</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Offset &lt; 0</w:t>
            </w:r>
          </w:p>
          <w:p w:rsidR="00714EBB" w:rsidRPr="00870ED0" w:rsidRDefault="00714EBB">
            <w:pPr>
              <w:pStyle w:val="PL"/>
              <w:keepNext/>
              <w:keepLines/>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keepNext/>
              <w:keepLines/>
              <w:rPr>
                <w:noProof w:val="0"/>
              </w:rPr>
            </w:pPr>
            <w:r w:rsidRPr="00870ED0">
              <w:rPr>
                <w:noProof w:val="0"/>
              </w:rPr>
              <w:t>MenuEntry = "ToolkitTest"</w:t>
            </w:r>
          </w:p>
          <w:p w:rsidR="00714EBB" w:rsidRPr="00870ED0" w:rsidRDefault="00714EBB">
            <w:pPr>
              <w:pStyle w:val="PL"/>
              <w:keepNext/>
              <w:keepLines/>
              <w:rPr>
                <w:noProof w:val="0"/>
              </w:rPr>
            </w:pPr>
            <w:r w:rsidRPr="00870ED0">
              <w:rPr>
                <w:noProof w:val="0"/>
              </w:rPr>
              <w:t>Offset = -1</w:t>
            </w:r>
          </w:p>
          <w:p w:rsidR="00714EBB" w:rsidRPr="00870ED0" w:rsidRDefault="00714EBB">
            <w:pPr>
              <w:pStyle w:val="PL"/>
              <w:keepNext/>
              <w:keepLines/>
              <w:rPr>
                <w:noProof w:val="0"/>
              </w:rPr>
            </w:pPr>
            <w:r w:rsidRPr="00870ED0">
              <w:rPr>
                <w:noProof w:val="0"/>
              </w:rPr>
              <w:t>Length = 11</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pPr>
            <w:r w:rsidRPr="00870ED0">
              <w:t>Shall throw java.lang.ArrayIndexOutOfBoundsException.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 255</w:t>
            </w:r>
          </w:p>
          <w:p w:rsidR="00714EBB" w:rsidRPr="00870ED0" w:rsidRDefault="00714EBB">
            <w:pPr>
              <w:pStyle w:val="PL"/>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"ToolkitTest"</w:t>
            </w:r>
          </w:p>
          <w:p w:rsidR="00714EBB" w:rsidRPr="00870ED0" w:rsidRDefault="00714EBB">
            <w:pPr>
              <w:pStyle w:val="PL"/>
              <w:rPr>
                <w:noProof w:val="0"/>
              </w:rPr>
            </w:pPr>
            <w:r w:rsidRPr="00870ED0">
              <w:rPr>
                <w:noProof w:val="0"/>
              </w:rPr>
              <w:t>Offset = 255</w:t>
            </w:r>
          </w:p>
          <w:p w:rsidR="00714EBB" w:rsidRPr="00870ED0" w:rsidRDefault="00714EBB">
            <w:pPr>
              <w:pStyle w:val="PL"/>
              <w:rPr>
                <w:noProof w:val="0"/>
              </w:rPr>
            </w:pPr>
            <w:r w:rsidRPr="00870ED0">
              <w:rPr>
                <w:noProof w:val="0"/>
              </w:rPr>
              <w:t>Length = 11</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Shall throw java.lang.ArrayIndexOutOfBoundsException.</w:t>
            </w:r>
          </w:p>
          <w:p w:rsidR="00714EBB" w:rsidRPr="00870ED0" w:rsidRDefault="00714EBB">
            <w:pPr>
              <w:pStyle w:val="TAL"/>
              <w:keepNext w:val="0"/>
              <w:keepLines w:val="0"/>
            </w:pP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 menuEntry.length+1</w:t>
            </w:r>
          </w:p>
          <w:p w:rsidR="00714EBB" w:rsidRPr="00870ED0" w:rsidRDefault="00714EBB">
            <w:pPr>
              <w:pStyle w:val="PL"/>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"ToolkitTest"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12</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"ToolkitTest"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 length &gt; menuEntry.length</w:t>
            </w:r>
          </w:p>
          <w:p w:rsidR="00714EBB" w:rsidRPr="00870ED0" w:rsidRDefault="00714EBB">
            <w:pPr>
              <w:pStyle w:val="PL"/>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"ToolkitTest"</w:t>
            </w:r>
          </w:p>
          <w:p w:rsidR="00714EBB" w:rsidRPr="00870ED0" w:rsidRDefault="00714EBB">
            <w:pPr>
              <w:pStyle w:val="PL"/>
              <w:rPr>
                <w:noProof w:val="0"/>
              </w:rPr>
            </w:pPr>
            <w:r w:rsidRPr="00870ED0">
              <w:rPr>
                <w:noProof w:val="0"/>
              </w:rPr>
              <w:t>Offset = 11</w:t>
            </w:r>
          </w:p>
          <w:p w:rsidR="00714EBB" w:rsidRPr="00870ED0" w:rsidRDefault="00714EBB">
            <w:pPr>
              <w:pStyle w:val="PL"/>
              <w:rPr>
                <w:noProof w:val="0"/>
              </w:rPr>
            </w:pPr>
            <w:r w:rsidRPr="00870ED0">
              <w:rPr>
                <w:noProof w:val="0"/>
              </w:rPr>
              <w:t>Length = 1</w:t>
            </w:r>
          </w:p>
          <w:p w:rsidR="00714EBB" w:rsidRPr="00870ED0" w:rsidRDefault="00714EBB">
            <w:pPr>
              <w:pStyle w:val="TAL"/>
              <w:keepNext w:val="0"/>
              <w:keepLines w:val="0"/>
            </w:pP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java.lang.ArrayIndexOutOfBoundsException.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8</w:t>
            </w:r>
          </w:p>
        </w:tc>
        <w:tc>
          <w:tcPr>
            <w:tcW w:w="4111" w:type="dxa"/>
            <w:tcBorders>
              <w:top w:val="nil"/>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MenuEntry.length &gt; size allocated at loading for each menu entry</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initMenuEntry()</w:t>
            </w:r>
          </w:p>
          <w:p w:rsidR="00714EBB" w:rsidRPr="00870ED0" w:rsidRDefault="00714EBB" w:rsidP="00824EEF">
            <w:pPr>
              <w:pStyle w:val="PL"/>
              <w:keepNext/>
              <w:rPr>
                <w:noProof w:val="0"/>
              </w:rPr>
            </w:pPr>
            <w:r w:rsidRPr="00870ED0">
              <w:rPr>
                <w:noProof w:val="0"/>
              </w:rPr>
              <w:t>MenuEntry = "ToolkitTest impossible"</w:t>
            </w:r>
          </w:p>
          <w:p w:rsidR="00714EBB" w:rsidRPr="00870ED0" w:rsidRDefault="00714EBB" w:rsidP="00824EEF">
            <w:pPr>
              <w:pStyle w:val="PL"/>
              <w:keepNext/>
              <w:rPr>
                <w:noProof w:val="0"/>
              </w:rPr>
            </w:pPr>
            <w:r w:rsidRPr="00870ED0">
              <w:rPr>
                <w:noProof w:val="0"/>
              </w:rPr>
              <w:t>Offset = 0</w:t>
            </w:r>
          </w:p>
          <w:p w:rsidR="00714EBB" w:rsidRPr="00870ED0" w:rsidRDefault="00714EBB" w:rsidP="00824EEF">
            <w:pPr>
              <w:pStyle w:val="PL"/>
              <w:keepNext/>
              <w:rPr>
                <w:noProof w:val="0"/>
              </w:rPr>
            </w:pPr>
            <w:r w:rsidRPr="00870ED0">
              <w:rPr>
                <w:noProof w:val="0"/>
              </w:rPr>
              <w:t>Length = 16</w:t>
            </w:r>
          </w:p>
          <w:p w:rsidR="00714EBB" w:rsidRPr="00870ED0" w:rsidRDefault="00714EBB" w:rsidP="00824EEF">
            <w:pPr>
              <w:pStyle w:val="TAL"/>
              <w:keepLines w:val="0"/>
            </w:pP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ALLOWED_LENGTH_EXCEEDED ToolkitException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r w:rsidRPr="00870ED0">
              <w:br/>
              <w:t>menuEntry is the whole buffer</w:t>
            </w:r>
          </w:p>
          <w:p w:rsidR="00714EBB" w:rsidRPr="00870ED0" w:rsidRDefault="00714EBB">
            <w:pPr>
              <w:pStyle w:val="PL"/>
              <w:rPr>
                <w:noProof w:val="0"/>
              </w:rPr>
            </w:pPr>
          </w:p>
          <w:p w:rsidR="00714EBB" w:rsidRPr="00870ED0" w:rsidRDefault="00714EBB">
            <w:pPr>
              <w:pStyle w:val="PL"/>
              <w:rPr>
                <w:noProof w:val="0"/>
              </w:rPr>
            </w:pPr>
            <w:r w:rsidRPr="00870ED0">
              <w:rPr>
                <w:noProof w:val="0"/>
              </w:rPr>
              <w:t>1-</w:t>
            </w:r>
            <w:r w:rsidRPr="00870ED0">
              <w:rPr>
                <w:noProof w:val="0"/>
              </w:rPr>
              <w:tab/>
              <w:t>Call initMenuEntry()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MenuEntry = "TOOLKIT TEST 1"</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14</w:t>
            </w:r>
          </w:p>
          <w:p w:rsidR="00714EBB" w:rsidRPr="00870ED0" w:rsidRDefault="00714EBB">
            <w:pPr>
              <w:pStyle w:val="PL"/>
              <w:rPr>
                <w:noProof w:val="0"/>
              </w:rPr>
            </w:pPr>
            <w:r w:rsidRPr="00870ED0">
              <w:rPr>
                <w:noProof w:val="0"/>
              </w:rPr>
              <w:t>NextAction = '00'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'00'</w:t>
            </w:r>
          </w:p>
          <w:p w:rsidR="00714EBB" w:rsidRPr="00870ED0" w:rsidRDefault="00714EBB">
            <w:pPr>
              <w:pStyle w:val="PL"/>
              <w:rPr>
                <w:noProof w:val="0"/>
              </w:rPr>
            </w:pPr>
            <w:r w:rsidRPr="00870ED0">
              <w:rPr>
                <w:noProof w:val="0"/>
              </w:rPr>
              <w:t>IconIdentifier = 0</w:t>
            </w:r>
          </w:p>
          <w:p w:rsidR="00714EBB" w:rsidRPr="00870ED0" w:rsidRDefault="00714EBB">
            <w:pPr>
              <w:pStyle w:val="PL"/>
              <w:rPr>
                <w:noProof w:val="0"/>
              </w:rPr>
            </w:pPr>
          </w:p>
          <w:p w:rsidR="00714EBB" w:rsidRPr="00870ED0" w:rsidRDefault="00714EBB" w:rsidP="00E20D41">
            <w:pPr>
              <w:pStyle w:val="PL"/>
              <w:rPr>
                <w:noProof w:val="0"/>
              </w:rPr>
            </w:pPr>
            <w:r w:rsidRPr="00870ED0">
              <w:rPr>
                <w:noProof w:val="0"/>
              </w:rPr>
              <w:t>2-</w:t>
            </w:r>
            <w:r w:rsidRPr="00870ED0">
              <w:rPr>
                <w:noProof w:val="0"/>
              </w:rPr>
              <w:tab/>
              <w:t>Call i</w:t>
            </w:r>
            <w:r w:rsidR="00E20D41" w:rsidRPr="00870ED0">
              <w:rPr>
                <w:noProof w:val="0"/>
              </w:rPr>
              <w:t>sEventSet(EVENT_MENU_SELECTION)</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No exception shall be thrown, Shall return ID '01'.</w:t>
            </w:r>
          </w:p>
          <w:p w:rsidR="00714EBB" w:rsidRPr="00870ED0" w:rsidRDefault="00714EBB">
            <w:pPr>
              <w:pStyle w:val="TAL"/>
              <w:keepNext w:val="0"/>
              <w:keepLines w:val="0"/>
            </w:pPr>
          </w:p>
          <w:p w:rsidR="00714EBB" w:rsidRPr="00870ED0" w:rsidRDefault="00714EBB">
            <w:pPr>
              <w:pStyle w:val="TAL"/>
              <w:keepNext w:val="0"/>
              <w:keepLines w:val="0"/>
            </w:pPr>
            <w:r w:rsidRPr="00870ED0">
              <w:t>2- Shall return true.</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10</w:t>
            </w:r>
          </w:p>
        </w:tc>
        <w:tc>
          <w:tcPr>
            <w:tcW w:w="4111" w:type="dxa"/>
            <w:tcBorders>
              <w:top w:val="nil"/>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 xml:space="preserve">Successful call, </w:t>
            </w:r>
            <w:r w:rsidRPr="00870ED0">
              <w:br/>
              <w:t>menuEntry part of a buffer</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1-</w:t>
            </w:r>
            <w:r w:rsidRPr="00870ED0">
              <w:rPr>
                <w:noProof w:val="0"/>
              </w:rPr>
              <w:tab/>
              <w:t>Call initMenuEntry() method</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MenuEntry = "1234567TOOLKIT TEST 2"</w:t>
            </w:r>
          </w:p>
          <w:p w:rsidR="00714EBB" w:rsidRPr="00870ED0" w:rsidRDefault="00714EBB" w:rsidP="00010296">
            <w:pPr>
              <w:pStyle w:val="PL"/>
              <w:keepNext/>
              <w:rPr>
                <w:noProof w:val="0"/>
              </w:rPr>
            </w:pPr>
            <w:r w:rsidRPr="00870ED0">
              <w:rPr>
                <w:noProof w:val="0"/>
              </w:rPr>
              <w:t>Offset = 7</w:t>
            </w:r>
          </w:p>
          <w:p w:rsidR="00714EBB" w:rsidRPr="00870ED0" w:rsidRDefault="00714EBB" w:rsidP="00010296">
            <w:pPr>
              <w:pStyle w:val="PL"/>
              <w:keepNext/>
              <w:rPr>
                <w:noProof w:val="0"/>
              </w:rPr>
            </w:pPr>
            <w:r w:rsidRPr="00870ED0">
              <w:rPr>
                <w:noProof w:val="0"/>
              </w:rPr>
              <w:t>Length = 14</w:t>
            </w:r>
          </w:p>
          <w:p w:rsidR="00714EBB" w:rsidRPr="00870ED0" w:rsidRDefault="00714EBB" w:rsidP="00010296">
            <w:pPr>
              <w:pStyle w:val="PL"/>
              <w:keepNext/>
              <w:rPr>
                <w:noProof w:val="0"/>
              </w:rPr>
            </w:pPr>
            <w:r w:rsidRPr="00870ED0">
              <w:rPr>
                <w:noProof w:val="0"/>
              </w:rPr>
              <w:t>NextAction = '00'</w:t>
            </w:r>
          </w:p>
          <w:p w:rsidR="00714EBB" w:rsidRPr="00870ED0" w:rsidRDefault="00714EBB" w:rsidP="00010296">
            <w:pPr>
              <w:pStyle w:val="PL"/>
              <w:keepNext/>
              <w:rPr>
                <w:noProof w:val="0"/>
              </w:rPr>
            </w:pPr>
            <w:r w:rsidRPr="00870ED0">
              <w:rPr>
                <w:noProof w:val="0"/>
              </w:rPr>
              <w:t>HelpSupported = false</w:t>
            </w:r>
          </w:p>
          <w:p w:rsidR="00714EBB" w:rsidRPr="00870ED0" w:rsidRDefault="00714EBB" w:rsidP="00010296">
            <w:pPr>
              <w:pStyle w:val="PL"/>
              <w:keepNext/>
              <w:rPr>
                <w:noProof w:val="0"/>
              </w:rPr>
            </w:pPr>
            <w:r w:rsidRPr="00870ED0">
              <w:rPr>
                <w:noProof w:val="0"/>
              </w:rPr>
              <w:t>IconQualifier = '00'</w:t>
            </w:r>
          </w:p>
          <w:p w:rsidR="00714EBB" w:rsidRPr="00870ED0" w:rsidRDefault="00714EBB" w:rsidP="00010296">
            <w:pPr>
              <w:pStyle w:val="PL"/>
              <w:keepNext/>
              <w:rPr>
                <w:noProof w:val="0"/>
              </w:rPr>
            </w:pPr>
            <w:r w:rsidRPr="00870ED0">
              <w:rPr>
                <w:noProof w:val="0"/>
              </w:rPr>
              <w:t>IconIdentifier = 0</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2-</w:t>
            </w:r>
            <w:r w:rsidRPr="00870ED0">
              <w:rPr>
                <w:noProof w:val="0"/>
              </w:rPr>
              <w:tab/>
              <w:t>Call isEventSet(EVENT_MENU_SELECTION_HELP_REQUEST)</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rsidP="00010296">
            <w:pPr>
              <w:pStyle w:val="TAL"/>
              <w:keepLines w:val="0"/>
            </w:pPr>
            <w:r w:rsidRPr="00870ED0">
              <w:t>1- No exception shall be thrown,Shall return ID '02'.</w:t>
            </w:r>
          </w:p>
          <w:p w:rsidR="00714EBB" w:rsidRPr="00870ED0" w:rsidRDefault="00714EBB" w:rsidP="00010296">
            <w:pPr>
              <w:pStyle w:val="TAL"/>
              <w:keepLines w:val="0"/>
            </w:pPr>
            <w:r w:rsidRPr="00870ED0">
              <w:t>2- Shall return false.</w:t>
            </w:r>
          </w:p>
        </w:tc>
        <w:tc>
          <w:tcPr>
            <w:tcW w:w="2334" w:type="dxa"/>
            <w:tcBorders>
              <w:top w:val="nil"/>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11</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Successful call,</w:t>
            </w:r>
            <w:r w:rsidRPr="00870ED0">
              <w:br/>
              <w:t>menuEntry with help supported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w:t>
            </w:r>
            <w:r w:rsidRPr="00870ED0">
              <w:rPr>
                <w:noProof w:val="0"/>
              </w:rPr>
              <w:tab/>
              <w:t>Call initMenuEntry() method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MenuEntry = "TOOLKIT TEST 3"</w:t>
            </w:r>
          </w:p>
          <w:p w:rsidR="00714EBB" w:rsidRPr="00870ED0" w:rsidRDefault="00714EBB">
            <w:pPr>
              <w:pStyle w:val="PL"/>
              <w:keepNext/>
              <w:keepLines/>
              <w:rPr>
                <w:noProof w:val="0"/>
              </w:rPr>
            </w:pPr>
            <w:r w:rsidRPr="00870ED0">
              <w:rPr>
                <w:noProof w:val="0"/>
              </w:rPr>
              <w:t>Offset = 0</w:t>
            </w:r>
          </w:p>
          <w:p w:rsidR="00714EBB" w:rsidRPr="00870ED0" w:rsidRDefault="00714EBB">
            <w:pPr>
              <w:pStyle w:val="PL"/>
              <w:keepNext/>
              <w:keepLines/>
              <w:rPr>
                <w:noProof w:val="0"/>
              </w:rPr>
            </w:pPr>
            <w:r w:rsidRPr="00870ED0">
              <w:rPr>
                <w:noProof w:val="0"/>
              </w:rPr>
              <w:t>Length = 14</w:t>
            </w:r>
          </w:p>
          <w:p w:rsidR="00714EBB" w:rsidRPr="00870ED0" w:rsidRDefault="00714EBB">
            <w:pPr>
              <w:pStyle w:val="PL"/>
              <w:keepNext/>
              <w:keepLines/>
              <w:rPr>
                <w:noProof w:val="0"/>
              </w:rPr>
            </w:pPr>
            <w:r w:rsidRPr="00870ED0">
              <w:rPr>
                <w:noProof w:val="0"/>
              </w:rPr>
              <w:t>NextAction = '00'</w:t>
            </w:r>
          </w:p>
          <w:p w:rsidR="00714EBB" w:rsidRPr="00870ED0" w:rsidRDefault="00714EBB">
            <w:pPr>
              <w:pStyle w:val="PL"/>
              <w:keepNext/>
              <w:keepLines/>
              <w:rPr>
                <w:noProof w:val="0"/>
              </w:rPr>
            </w:pPr>
            <w:r w:rsidRPr="00870ED0">
              <w:rPr>
                <w:noProof w:val="0"/>
              </w:rPr>
              <w:t>HelpSupported = true</w:t>
            </w:r>
          </w:p>
          <w:p w:rsidR="00714EBB" w:rsidRPr="00870ED0" w:rsidRDefault="00714EBB">
            <w:pPr>
              <w:pStyle w:val="PL"/>
              <w:keepNext/>
              <w:keepLines/>
              <w:rPr>
                <w:noProof w:val="0"/>
              </w:rPr>
            </w:pPr>
            <w:r w:rsidRPr="00870ED0">
              <w:rPr>
                <w:noProof w:val="0"/>
              </w:rPr>
              <w:t>IconQualifier = '00'</w:t>
            </w:r>
          </w:p>
          <w:p w:rsidR="00714EBB" w:rsidRPr="00870ED0" w:rsidRDefault="00714EBB">
            <w:pPr>
              <w:pStyle w:val="PL"/>
              <w:keepNext/>
              <w:keepLines/>
              <w:rPr>
                <w:noProof w:val="0"/>
              </w:rPr>
            </w:pPr>
            <w:r w:rsidRPr="00870ED0">
              <w:rPr>
                <w:noProof w:val="0"/>
              </w:rPr>
              <w:t>IconIdentifier = 0</w:t>
            </w:r>
          </w:p>
          <w:p w:rsidR="00714EBB" w:rsidRPr="00870ED0" w:rsidRDefault="00714EBB">
            <w:pPr>
              <w:pStyle w:val="PL"/>
              <w:keepNext/>
              <w:keepLines/>
              <w:rPr>
                <w:noProof w:val="0"/>
              </w:rPr>
            </w:pPr>
          </w:p>
          <w:p w:rsidR="00714EBB" w:rsidRPr="00870ED0" w:rsidRDefault="00714EBB" w:rsidP="00E20D41">
            <w:pPr>
              <w:pStyle w:val="PL"/>
              <w:keepNext/>
              <w:keepLines/>
              <w:rPr>
                <w:noProof w:val="0"/>
              </w:rPr>
            </w:pPr>
            <w:r w:rsidRPr="00870ED0">
              <w:rPr>
                <w:noProof w:val="0"/>
              </w:rPr>
              <w:t>2-</w:t>
            </w:r>
            <w:r w:rsidRPr="00870ED0">
              <w:rPr>
                <w:noProof w:val="0"/>
              </w:rPr>
              <w:tab/>
              <w:t>Call isEventSet(EVE</w:t>
            </w:r>
            <w:r w:rsidR="00E20D41" w:rsidRPr="00870ED0">
              <w:rPr>
                <w:noProof w:val="0"/>
              </w:rPr>
              <w:t>NT_MENU_SELECTION_HELP_REQUEST)</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pPr>
            <w:r w:rsidRPr="00870ED0">
              <w:t>1- No exception shall be thrown, Shall return ID '03'</w:t>
            </w:r>
          </w:p>
          <w:p w:rsidR="00714EBB" w:rsidRPr="00870ED0" w:rsidRDefault="00714EBB">
            <w:pPr>
              <w:pStyle w:val="TAL"/>
            </w:pPr>
            <w:r w:rsidRPr="00870ED0">
              <w:t>2- Shall return true.</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r w:rsidRPr="00870ED0">
              <w:br/>
              <w:t>menuEntry with an Icon</w:t>
            </w:r>
          </w:p>
          <w:p w:rsidR="00714EBB" w:rsidRPr="00870ED0" w:rsidRDefault="00714EBB">
            <w:pPr>
              <w:pStyle w:val="PL"/>
              <w:rPr>
                <w:noProof w:val="0"/>
              </w:rPr>
            </w:pPr>
          </w:p>
          <w:p w:rsidR="00714EBB" w:rsidRPr="00870ED0" w:rsidRDefault="00714EBB">
            <w:pPr>
              <w:pStyle w:val="PL"/>
              <w:rPr>
                <w:noProof w:val="0"/>
              </w:rPr>
            </w:pPr>
            <w:r w:rsidRPr="00870ED0">
              <w:rPr>
                <w:noProof w:val="0"/>
              </w:rPr>
              <w:t>initMenuEntry()</w:t>
            </w:r>
          </w:p>
          <w:p w:rsidR="00714EBB" w:rsidRPr="00870ED0" w:rsidRDefault="00714EBB">
            <w:pPr>
              <w:pStyle w:val="PL"/>
              <w:rPr>
                <w:noProof w:val="0"/>
              </w:rPr>
            </w:pPr>
            <w:r w:rsidRPr="00870ED0">
              <w:rPr>
                <w:noProof w:val="0"/>
              </w:rPr>
              <w:t>MenuEntry = "TOOLKIT TEST 4"</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14</w:t>
            </w:r>
          </w:p>
          <w:p w:rsidR="00714EBB" w:rsidRPr="00870ED0" w:rsidRDefault="00714EBB">
            <w:pPr>
              <w:pStyle w:val="PL"/>
              <w:rPr>
                <w:noProof w:val="0"/>
              </w:rPr>
            </w:pPr>
            <w:r w:rsidRPr="00870ED0">
              <w:rPr>
                <w:noProof w:val="0"/>
              </w:rPr>
              <w:t>NextAction = '00'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'01' [icon not self explanatory]</w:t>
            </w:r>
          </w:p>
          <w:p w:rsidR="00714EBB" w:rsidRPr="00870ED0" w:rsidRDefault="00714EBB">
            <w:pPr>
              <w:pStyle w:val="PL"/>
              <w:rPr>
                <w:noProof w:val="0"/>
              </w:rPr>
            </w:pPr>
            <w:r w:rsidRPr="00870ED0">
              <w:rPr>
                <w:noProof w:val="0"/>
              </w:rPr>
              <w:t>IconIdentifier = 1</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No exception shall be thrown.</w:t>
            </w:r>
          </w:p>
          <w:p w:rsidR="00714EBB" w:rsidRPr="00870ED0" w:rsidRDefault="00714EBB">
            <w:pPr>
              <w:pStyle w:val="TAL"/>
              <w:keepNext w:val="0"/>
              <w:keepLines w:val="0"/>
            </w:pPr>
            <w:r w:rsidRPr="00870ED0">
              <w:t>2- Shall return ID '04'</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13</w:t>
            </w:r>
          </w:p>
        </w:tc>
        <w:tc>
          <w:tcPr>
            <w:tcW w:w="4111" w:type="dxa"/>
            <w:tcBorders>
              <w:top w:val="nil"/>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Successful call,</w:t>
            </w:r>
            <w:r w:rsidRPr="00870ED0">
              <w:br/>
              <w:t>menuEntry with a next action indication</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initMenuEntry()</w:t>
            </w:r>
          </w:p>
          <w:p w:rsidR="00714EBB" w:rsidRPr="00870ED0" w:rsidRDefault="00714EBB" w:rsidP="00824EEF">
            <w:pPr>
              <w:pStyle w:val="PL"/>
              <w:keepNext/>
              <w:rPr>
                <w:noProof w:val="0"/>
              </w:rPr>
            </w:pPr>
            <w:r w:rsidRPr="00870ED0">
              <w:rPr>
                <w:noProof w:val="0"/>
              </w:rPr>
              <w:t>MenuEntry = "TOOLKIT TEST 5"</w:t>
            </w:r>
          </w:p>
          <w:p w:rsidR="00714EBB" w:rsidRPr="00870ED0" w:rsidRDefault="00714EBB" w:rsidP="00824EEF">
            <w:pPr>
              <w:pStyle w:val="PL"/>
              <w:keepNext/>
              <w:rPr>
                <w:noProof w:val="0"/>
              </w:rPr>
            </w:pPr>
            <w:r w:rsidRPr="00870ED0">
              <w:rPr>
                <w:noProof w:val="0"/>
              </w:rPr>
              <w:t>Offset = 0</w:t>
            </w:r>
          </w:p>
          <w:p w:rsidR="00714EBB" w:rsidRPr="00870ED0" w:rsidRDefault="00714EBB" w:rsidP="00824EEF">
            <w:pPr>
              <w:pStyle w:val="PL"/>
              <w:keepNext/>
              <w:rPr>
                <w:noProof w:val="0"/>
              </w:rPr>
            </w:pPr>
            <w:r w:rsidRPr="00870ED0">
              <w:rPr>
                <w:noProof w:val="0"/>
              </w:rPr>
              <w:t>Length = 14</w:t>
            </w:r>
          </w:p>
          <w:p w:rsidR="00714EBB" w:rsidRPr="00870ED0" w:rsidRDefault="00714EBB" w:rsidP="00824EEF">
            <w:pPr>
              <w:pStyle w:val="PL"/>
              <w:keepNext/>
              <w:rPr>
                <w:noProof w:val="0"/>
              </w:rPr>
            </w:pPr>
            <w:r w:rsidRPr="00870ED0">
              <w:rPr>
                <w:noProof w:val="0"/>
              </w:rPr>
              <w:t>NextAction = '24' [Select Item]</w:t>
            </w:r>
          </w:p>
          <w:p w:rsidR="00714EBB" w:rsidRPr="00870ED0" w:rsidRDefault="00714EBB" w:rsidP="00824EEF">
            <w:pPr>
              <w:pStyle w:val="PL"/>
              <w:keepNext/>
              <w:rPr>
                <w:noProof w:val="0"/>
              </w:rPr>
            </w:pPr>
            <w:r w:rsidRPr="00870ED0">
              <w:rPr>
                <w:noProof w:val="0"/>
              </w:rPr>
              <w:t>HelpSupported = false</w:t>
            </w:r>
          </w:p>
          <w:p w:rsidR="00714EBB" w:rsidRPr="00870ED0" w:rsidRDefault="00714EBB" w:rsidP="00824EEF">
            <w:pPr>
              <w:pStyle w:val="PL"/>
              <w:keepNext/>
              <w:rPr>
                <w:noProof w:val="0"/>
              </w:rPr>
            </w:pPr>
            <w:r w:rsidRPr="00870ED0">
              <w:rPr>
                <w:noProof w:val="0"/>
              </w:rPr>
              <w:t>IconQualifier = '00'</w:t>
            </w:r>
          </w:p>
          <w:p w:rsidR="00714EBB" w:rsidRPr="00870ED0" w:rsidRDefault="00714EBB" w:rsidP="00824EEF">
            <w:pPr>
              <w:pStyle w:val="PL"/>
              <w:keepNext/>
              <w:rPr>
                <w:noProof w:val="0"/>
              </w:rPr>
            </w:pPr>
            <w:r w:rsidRPr="00870ED0">
              <w:rPr>
                <w:noProof w:val="0"/>
              </w:rPr>
              <w:t>IconIdentifier = 0</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1- No exception shall be thrown.</w:t>
            </w:r>
          </w:p>
          <w:p w:rsidR="00714EBB" w:rsidRPr="00870ED0" w:rsidRDefault="00714EBB" w:rsidP="00824EEF">
            <w:pPr>
              <w:pStyle w:val="TAL"/>
              <w:keepLines w:val="0"/>
            </w:pPr>
            <w:r w:rsidRPr="00870ED0">
              <w:t>2- Shall return ID '05'</w:t>
            </w:r>
          </w:p>
        </w:tc>
        <w:tc>
          <w:tcPr>
            <w:tcW w:w="2334" w:type="dxa"/>
            <w:tcBorders>
              <w:top w:val="nil"/>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Successful call, </w:t>
            </w:r>
            <w:r w:rsidRPr="00870ED0">
              <w:br/>
              <w:t>length =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initMenuEntry()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MenuEntry = "ToolkitTest"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0</w:t>
            </w:r>
          </w:p>
          <w:p w:rsidR="00714EBB" w:rsidRPr="00870ED0" w:rsidRDefault="00714EBB">
            <w:pPr>
              <w:pStyle w:val="PL"/>
              <w:rPr>
                <w:noProof w:val="0"/>
              </w:rPr>
            </w:pPr>
            <w:r w:rsidRPr="00870ED0">
              <w:rPr>
                <w:noProof w:val="0"/>
              </w:rPr>
              <w:t>NextAction = '00'</w:t>
            </w:r>
          </w:p>
          <w:p w:rsidR="00714EBB" w:rsidRPr="00870ED0" w:rsidRDefault="00714EBB">
            <w:pPr>
              <w:pStyle w:val="PL"/>
              <w:rPr>
                <w:noProof w:val="0"/>
              </w:rPr>
            </w:pPr>
            <w:r w:rsidRPr="00870ED0">
              <w:rPr>
                <w:noProof w:val="0"/>
              </w:rPr>
              <w:t>HelpSupported = false</w:t>
            </w:r>
          </w:p>
          <w:p w:rsidR="00714EBB" w:rsidRPr="00870ED0" w:rsidRDefault="00714EBB">
            <w:pPr>
              <w:pStyle w:val="PL"/>
              <w:rPr>
                <w:noProof w:val="0"/>
              </w:rPr>
            </w:pPr>
            <w:r w:rsidRPr="00870ED0">
              <w:rPr>
                <w:noProof w:val="0"/>
              </w:rPr>
              <w:t>IconQualifier = '00'</w:t>
            </w:r>
          </w:p>
          <w:p w:rsidR="00714EBB" w:rsidRPr="00870ED0" w:rsidRDefault="00714EBB">
            <w:pPr>
              <w:pStyle w:val="PL"/>
              <w:rPr>
                <w:noProof w:val="0"/>
              </w:rPr>
            </w:pPr>
            <w:r w:rsidRPr="00870ED0">
              <w:rPr>
                <w:noProof w:val="0"/>
              </w:rPr>
              <w:t>IconIdentifier = 0</w:t>
            </w:r>
          </w:p>
          <w:p w:rsidR="00714EBB" w:rsidRPr="00870ED0" w:rsidRDefault="00714EBB">
            <w:pPr>
              <w:pStyle w:val="TAL"/>
              <w:keepNext w:val="0"/>
              <w:keepLines w:val="0"/>
            </w:pP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No exception shall be thrown. hall return ID '06'.</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15</w:t>
            </w:r>
          </w:p>
        </w:tc>
        <w:tc>
          <w:tcPr>
            <w:tcW w:w="4111" w:type="dxa"/>
            <w:tcBorders>
              <w:top w:val="nil"/>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Initialize more entry than allocated at loading</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initMenuEntry()</w:t>
            </w:r>
          </w:p>
          <w:p w:rsidR="00714EBB" w:rsidRPr="00870ED0" w:rsidRDefault="00714EBB" w:rsidP="00010296">
            <w:pPr>
              <w:pStyle w:val="PL"/>
              <w:keepNext/>
              <w:rPr>
                <w:noProof w:val="0"/>
              </w:rPr>
            </w:pPr>
            <w:r w:rsidRPr="00870ED0">
              <w:rPr>
                <w:noProof w:val="0"/>
              </w:rPr>
              <w:t>MenuEntry = "ToolkitTest"</w:t>
            </w:r>
          </w:p>
          <w:p w:rsidR="00714EBB" w:rsidRPr="00870ED0" w:rsidRDefault="00714EBB" w:rsidP="00010296">
            <w:pPr>
              <w:pStyle w:val="PL"/>
              <w:keepNext/>
              <w:rPr>
                <w:noProof w:val="0"/>
              </w:rPr>
            </w:pPr>
            <w:r w:rsidRPr="00870ED0">
              <w:rPr>
                <w:noProof w:val="0"/>
              </w:rPr>
              <w:t>Offset = 0</w:t>
            </w:r>
          </w:p>
          <w:p w:rsidR="00714EBB" w:rsidRPr="00870ED0" w:rsidRDefault="00714EBB" w:rsidP="00010296">
            <w:pPr>
              <w:pStyle w:val="PL"/>
              <w:keepNext/>
              <w:rPr>
                <w:noProof w:val="0"/>
              </w:rPr>
            </w:pPr>
            <w:r w:rsidRPr="00870ED0">
              <w:rPr>
                <w:noProof w:val="0"/>
              </w:rPr>
              <w:t>Length = 11</w:t>
            </w:r>
          </w:p>
        </w:tc>
        <w:tc>
          <w:tcPr>
            <w:tcW w:w="2911" w:type="dxa"/>
            <w:tcBorders>
              <w:top w:val="nil"/>
              <w:left w:val="single" w:sz="4" w:space="0" w:color="auto"/>
              <w:bottom w:val="single" w:sz="4" w:space="0" w:color="auto"/>
              <w:right w:val="single" w:sz="4" w:space="0" w:color="auto"/>
            </w:tcBorders>
            <w:vAlign w:val="center"/>
          </w:tcPr>
          <w:p w:rsidR="00714EBB" w:rsidRPr="00870ED0" w:rsidRDefault="00714EBB" w:rsidP="00010296">
            <w:pPr>
              <w:pStyle w:val="TAL"/>
              <w:keepLines w:val="0"/>
            </w:pPr>
            <w:r w:rsidRPr="00870ED0">
              <w:t>REGISTRY_ERROR ToolkitException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16</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Dynamic update of the menu stored by the ME</w:t>
            </w:r>
          </w:p>
          <w:p w:rsidR="00714EBB" w:rsidRPr="00870ED0" w:rsidRDefault="00714EBB">
            <w:pPr>
              <w:pStyle w:val="PL"/>
              <w:keepNext/>
              <w:keepLines/>
              <w:rPr>
                <w:noProof w:val="0"/>
              </w:rPr>
            </w:pP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Fetch the setup menu proactive command</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pP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Card shall send a SetUpMenu Proactive command:</w:t>
            </w:r>
          </w:p>
          <w:p w:rsidR="00714EBB" w:rsidRPr="00870ED0" w:rsidRDefault="00714EBB">
            <w:pPr>
              <w:pStyle w:val="TAL"/>
            </w:pPr>
            <w:r w:rsidRPr="00870ED0">
              <w:t>[CommandQualifier]=help supported</w:t>
            </w:r>
          </w:p>
          <w:p w:rsidR="00714EBB" w:rsidRPr="00870ED0" w:rsidRDefault="00714EBB">
            <w:pPr>
              <w:pStyle w:val="TAL"/>
            </w:pPr>
            <w:r w:rsidRPr="00870ED0">
              <w:t>[AlphaId]="TOOLKIT TEST"</w:t>
            </w:r>
          </w:p>
          <w:p w:rsidR="00714EBB" w:rsidRPr="00870ED0" w:rsidRDefault="00714EBB">
            <w:pPr>
              <w:pStyle w:val="TAL"/>
            </w:pPr>
            <w:r w:rsidRPr="00870ED0">
              <w:t>[ItemId=1] = "TOOLKIT TEST 1"</w:t>
            </w:r>
          </w:p>
          <w:p w:rsidR="00714EBB" w:rsidRPr="00870ED0" w:rsidRDefault="00714EBB">
            <w:pPr>
              <w:pStyle w:val="TAL"/>
            </w:pPr>
            <w:r w:rsidRPr="00870ED0">
              <w:t>[ItemId=2] = "TOOLKIT TEST 2"</w:t>
            </w:r>
          </w:p>
          <w:p w:rsidR="00714EBB" w:rsidRPr="00870ED0" w:rsidRDefault="00714EBB">
            <w:pPr>
              <w:pStyle w:val="TAL"/>
            </w:pPr>
            <w:r w:rsidRPr="00870ED0">
              <w:t>[ItemId=3] = "TOOLKIT TEST 3"</w:t>
            </w:r>
          </w:p>
          <w:p w:rsidR="00714EBB" w:rsidRPr="00870ED0" w:rsidRDefault="00714EBB">
            <w:pPr>
              <w:pStyle w:val="TAL"/>
            </w:pPr>
            <w:r w:rsidRPr="00870ED0">
              <w:t>[ItemId=4] = "TOOLKIT TEST 4"</w:t>
            </w:r>
          </w:p>
          <w:p w:rsidR="00714EBB" w:rsidRPr="00870ED0" w:rsidRDefault="00714EBB">
            <w:pPr>
              <w:pStyle w:val="TAL"/>
            </w:pPr>
            <w:r w:rsidRPr="00870ED0">
              <w:t>[ItemId=5] = "TOOLKIT TEST 5"</w:t>
            </w:r>
            <w:r w:rsidRPr="00870ED0">
              <w:br/>
              <w:t>[ItemId=6] = ""</w:t>
            </w:r>
            <w:r w:rsidRPr="00870ED0">
              <w:br/>
              <w:t>[ItemsNextAction]=06000000002400</w:t>
            </w:r>
          </w:p>
          <w:p w:rsidR="00714EBB" w:rsidRPr="00870ED0" w:rsidRDefault="00714EBB">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envelope(MENU_SELECTION)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Menu Entry ID = '01'</w:t>
            </w:r>
          </w:p>
          <w:p w:rsidR="00714EBB" w:rsidRPr="00870ED0" w:rsidRDefault="00714EBB">
            <w:pPr>
              <w:pStyle w:val="TAL"/>
              <w:keepNext w:val="0"/>
              <w:keepLines w:val="0"/>
            </w:pP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Applet is triggered by an ENVELOPE(MENU_SELECTION) command &amp; Menu Entry ID = '01'</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 (MENU_SELECTION)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Menu Entry ID = '02'</w:t>
            </w:r>
          </w:p>
          <w:p w:rsidR="00714EBB" w:rsidRPr="00870ED0" w:rsidRDefault="00714EBB">
            <w:pPr>
              <w:pStyle w:val="TAL"/>
              <w:keepNext w:val="0"/>
              <w:keepLines w:val="0"/>
            </w:pP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Applet is triggered by an ENVELOPE(MENU_SELECTION) command &amp; Menu Entry ID = '02'</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 (MENU_SELECTION)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Menu Entry ID = '03'</w:t>
            </w:r>
          </w:p>
          <w:p w:rsidR="00714EBB" w:rsidRPr="00870ED0" w:rsidRDefault="00714EBB">
            <w:pPr>
              <w:pStyle w:val="TAL"/>
              <w:keepNext w:val="0"/>
              <w:keepLines w:val="0"/>
            </w:pP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Applet is triggered by an ENVELOPE(MENU_SELECTION) command &amp; Menu Entry ID = '03'</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 (MENU_SELECTION)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Menu Entry ID = '04'</w:t>
            </w:r>
          </w:p>
          <w:p w:rsidR="00714EBB" w:rsidRPr="00870ED0" w:rsidRDefault="00714EBB">
            <w:pPr>
              <w:pStyle w:val="TAL"/>
              <w:keepNext w:val="0"/>
              <w:keepLines w:val="0"/>
            </w:pP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Applet is triggered by an ENVELOPE(MENU_SELECTION) command &amp; Menu Entry ID = '04'</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21</w:t>
            </w:r>
          </w:p>
        </w:tc>
        <w:tc>
          <w:tcPr>
            <w:tcW w:w="4111" w:type="dxa"/>
            <w:tcBorders>
              <w:top w:val="nil"/>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Check Applet is triggered by envelope (MENU_SELECTION) command</w:t>
            </w:r>
          </w:p>
          <w:p w:rsidR="00714EBB" w:rsidRPr="00870ED0" w:rsidRDefault="00714EBB" w:rsidP="00824EEF">
            <w:pPr>
              <w:pStyle w:val="PL"/>
              <w:keepNext/>
              <w:rPr>
                <w:noProof w:val="0"/>
              </w:rPr>
            </w:pP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Menu Entry ID = '05'</w:t>
            </w:r>
          </w:p>
          <w:p w:rsidR="00714EBB" w:rsidRPr="00870ED0" w:rsidRDefault="00714EBB" w:rsidP="00824EEF">
            <w:pPr>
              <w:pStyle w:val="TAL"/>
            </w:pPr>
          </w:p>
        </w:tc>
        <w:tc>
          <w:tcPr>
            <w:tcW w:w="2911" w:type="dxa"/>
            <w:tcBorders>
              <w:top w:val="nil"/>
              <w:left w:val="single" w:sz="4" w:space="0" w:color="auto"/>
              <w:bottom w:val="single" w:sz="4" w:space="0" w:color="auto"/>
              <w:right w:val="single" w:sz="4" w:space="0" w:color="auto"/>
            </w:tcBorders>
          </w:tcPr>
          <w:p w:rsidR="00714EBB" w:rsidRPr="00870ED0" w:rsidRDefault="00714EBB" w:rsidP="00824EEF">
            <w:pPr>
              <w:pStyle w:val="TAL"/>
              <w:keepLines w:val="0"/>
            </w:pPr>
          </w:p>
          <w:p w:rsidR="00714EBB" w:rsidRPr="00870ED0" w:rsidRDefault="00714EBB" w:rsidP="00824EEF">
            <w:pPr>
              <w:pStyle w:val="TAL"/>
            </w:pPr>
            <w:r w:rsidRPr="00870ED0">
              <w:t>Applet is triggered by an ENVELOPE(MENU_SELECTION) command &amp; Menu Entry ID = '05'</w:t>
            </w:r>
          </w:p>
        </w:tc>
        <w:tc>
          <w:tcPr>
            <w:tcW w:w="2334" w:type="dxa"/>
            <w:tcBorders>
              <w:top w:val="nil"/>
              <w:left w:val="single" w:sz="4" w:space="0" w:color="auto"/>
              <w:bottom w:val="single" w:sz="4" w:space="0" w:color="auto"/>
              <w:right w:val="single" w:sz="4" w:space="0" w:color="auto"/>
            </w:tcBorders>
          </w:tcPr>
          <w:p w:rsidR="00714EBB" w:rsidRPr="00870ED0" w:rsidRDefault="00714EBB" w:rsidP="00824EEF">
            <w:pPr>
              <w:pStyle w:val="ZT"/>
              <w:keepNext/>
              <w:framePr w:wrap="auto" w:hAnchor="text" w:yAlign="inline"/>
              <w:widowControl/>
              <w:rPr>
                <w:sz w:val="18"/>
              </w:rPr>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Check Applet is triggered by envelope (MENU_SELECTION_HELP_REQUEST) command</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Menu Entry ID = '03'</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Applet is triggered by an ENVELOPE(MENU_SELECTION_HELP_REQUEST) command &amp; Menu Entry ID = '03'</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 (MENU_SELECTION) command</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Menu Entry ID = '06'</w:t>
            </w:r>
          </w:p>
          <w:p w:rsidR="00714EBB" w:rsidRPr="00870ED0" w:rsidRDefault="00714EBB">
            <w:pPr>
              <w:pStyle w:val="TAL"/>
            </w:pP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r w:rsidRPr="00870ED0">
              <w:t>Applet is triggered by an ENVELOPE(MENU_SELECTION) command &amp; Menu Entry ID = '06'</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ZT"/>
              <w:framePr w:wrap="auto" w:hAnchor="text" w:yAlign="inline"/>
              <w:widowControl/>
              <w:rPr>
                <w:sz w:val="18"/>
              </w:rPr>
            </w:pPr>
          </w:p>
        </w:tc>
      </w:tr>
    </w:tbl>
    <w:p w:rsidR="00714EBB" w:rsidRPr="00870ED0" w:rsidRDefault="00714EBB"/>
    <w:p w:rsidR="00714EBB" w:rsidRPr="00870ED0" w:rsidRDefault="00714EBB" w:rsidP="00E20D41">
      <w:pPr>
        <w:pStyle w:val="Heading4"/>
      </w:pPr>
      <w:r w:rsidRPr="00870ED0">
        <w:t>5.2.8.8</w:t>
      </w:r>
      <w:r w:rsidRPr="00870ED0">
        <w:tab/>
        <w:t>Method isEventSet</w:t>
      </w:r>
    </w:p>
    <w:p w:rsidR="00714EBB" w:rsidRPr="00870ED0" w:rsidRDefault="00714EBB" w:rsidP="00E20D41">
      <w:pPr>
        <w:keepNext/>
        <w:keepLines/>
      </w:pPr>
      <w:r w:rsidRPr="00870ED0">
        <w:t>Test Area Reference: Api_2_Tkr_Ievs</w:t>
      </w:r>
      <w:r w:rsidR="00E20D41" w:rsidRPr="00870ED0">
        <w:t>.</w:t>
      </w:r>
    </w:p>
    <w:p w:rsidR="00714EBB" w:rsidRPr="00870ED0" w:rsidRDefault="00714EBB" w:rsidP="00E20D41">
      <w:pPr>
        <w:pStyle w:val="Heading5"/>
      </w:pPr>
      <w:r w:rsidRPr="00870ED0">
        <w:t>5.2.8.8.1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boolean isEventSet(short event)</w:t>
      </w:r>
    </w:p>
    <w:p w:rsidR="00714EBB" w:rsidRPr="00870ED0" w:rsidRDefault="00714EBB">
      <w:pPr>
        <w:pStyle w:val="PL"/>
        <w:rPr>
          <w:noProof w:val="0"/>
        </w:rPr>
      </w:pPr>
    </w:p>
    <w:p w:rsidR="00714EBB" w:rsidRPr="00870ED0" w:rsidRDefault="00714EBB">
      <w:pPr>
        <w:pStyle w:val="H6"/>
        <w:outlineLvl w:val="0"/>
      </w:pPr>
      <w:r w:rsidRPr="00870ED0">
        <w:t>5.2.8.8.1.1</w:t>
      </w:r>
      <w:r w:rsidRPr="00870ED0">
        <w:tab/>
        <w:t>Normal execution</w:t>
      </w:r>
    </w:p>
    <w:p w:rsidR="00714EBB" w:rsidRPr="00870ED0" w:rsidRDefault="00714EBB">
      <w:pPr>
        <w:pStyle w:val="B1"/>
      </w:pPr>
      <w:r w:rsidRPr="00870ED0">
        <w:t>CRRN1: shall return true if the event is set in the Toolkit Registry for the applet.</w:t>
      </w:r>
    </w:p>
    <w:p w:rsidR="00714EBB" w:rsidRPr="00870ED0" w:rsidRDefault="00714EBB">
      <w:pPr>
        <w:pStyle w:val="B1"/>
      </w:pPr>
      <w:r w:rsidRPr="00870ED0">
        <w:t>CRRN2: shall return false if the event isn't set in the Toolkit Registry for the applet.</w:t>
      </w:r>
    </w:p>
    <w:p w:rsidR="00714EBB" w:rsidRPr="00870ED0" w:rsidRDefault="00714EBB">
      <w:pPr>
        <w:pStyle w:val="H6"/>
        <w:outlineLvl w:val="0"/>
      </w:pPr>
      <w:r w:rsidRPr="00870ED0">
        <w:t>5.2.8.8.1.2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5.2.8.8.1.3</w:t>
      </w:r>
      <w:r w:rsidRPr="00870ED0">
        <w:tab/>
        <w:t>Context errors</w:t>
      </w:r>
    </w:p>
    <w:p w:rsidR="00714EBB" w:rsidRPr="00870ED0" w:rsidRDefault="00714EBB">
      <w:r w:rsidRPr="00870ED0">
        <w:t>No requirements.</w:t>
      </w:r>
    </w:p>
    <w:p w:rsidR="00714EBB" w:rsidRPr="00870ED0" w:rsidRDefault="00714EBB" w:rsidP="00B469A3">
      <w:pPr>
        <w:pStyle w:val="Heading5"/>
      </w:pPr>
      <w:r w:rsidRPr="00870ED0">
        <w:t>5.2.8.8.2</w:t>
      </w:r>
      <w:r w:rsidRPr="00870ED0">
        <w:tab/>
        <w:t>Test area files</w:t>
      </w:r>
    </w:p>
    <w:p w:rsidR="00714EBB" w:rsidRPr="00870ED0" w:rsidRDefault="00714EBB" w:rsidP="00040656">
      <w:pPr>
        <w:pStyle w:val="EX"/>
      </w:pPr>
      <w:r w:rsidRPr="00870ED0">
        <w:t>Test Source:</w:t>
      </w:r>
      <w:r w:rsidRPr="00870ED0">
        <w:tab/>
        <w:t>Test_Api_2_Tkr_Ievs.java</w:t>
      </w:r>
    </w:p>
    <w:p w:rsidR="00714EBB" w:rsidRPr="00870ED0" w:rsidRDefault="00714EBB" w:rsidP="00040656">
      <w:pPr>
        <w:pStyle w:val="EX"/>
      </w:pPr>
      <w:r w:rsidRPr="00870ED0">
        <w:t xml:space="preserve">Test Applet: </w:t>
      </w:r>
      <w:r w:rsidRPr="00870ED0">
        <w:tab/>
        <w:t>Api_2_Tkr_Ievs_1.java</w:t>
      </w:r>
    </w:p>
    <w:p w:rsidR="00714EBB" w:rsidRPr="00870ED0" w:rsidRDefault="00714EBB" w:rsidP="00040656">
      <w:pPr>
        <w:pStyle w:val="EX"/>
      </w:pPr>
      <w:r w:rsidRPr="00870ED0">
        <w:tab/>
        <w:t>Api_2_Tkr_Ievs_2.java</w:t>
      </w:r>
    </w:p>
    <w:p w:rsidR="00714EBB" w:rsidRPr="00870ED0" w:rsidRDefault="00040656">
      <w:pPr>
        <w:pStyle w:val="B1"/>
      </w:pPr>
      <w:r w:rsidRPr="00870ED0">
        <w:t>Installation parameter:</w:t>
      </w:r>
    </w:p>
    <w:p w:rsidR="00714EBB" w:rsidRPr="00870ED0" w:rsidRDefault="00714EBB" w:rsidP="00040656">
      <w:pPr>
        <w:pStyle w:val="B2"/>
      </w:pPr>
      <w:r w:rsidRPr="00870ED0">
        <w:t>Same as default applet but with:</w:t>
      </w:r>
    </w:p>
    <w:p w:rsidR="00714EBB" w:rsidRPr="00870ED0" w:rsidRDefault="00714EBB" w:rsidP="00040656">
      <w:pPr>
        <w:pStyle w:val="B3"/>
        <w:tabs>
          <w:tab w:val="left" w:pos="5103"/>
        </w:tabs>
      </w:pPr>
      <w:r w:rsidRPr="00870ED0">
        <w:t>Maximum text length for a menu entry:</w:t>
      </w:r>
      <w:r w:rsidRPr="00870ED0">
        <w:tab/>
        <w:t>15</w:t>
      </w:r>
      <w:r w:rsidR="00040656" w:rsidRPr="00870ED0">
        <w:t>.</w:t>
      </w:r>
    </w:p>
    <w:p w:rsidR="00714EBB" w:rsidRPr="00870ED0" w:rsidRDefault="00714EBB" w:rsidP="00040656">
      <w:pPr>
        <w:pStyle w:val="B3"/>
        <w:tabs>
          <w:tab w:val="left" w:pos="5103"/>
        </w:tabs>
      </w:pPr>
      <w:r w:rsidRPr="00870ED0">
        <w:t>Maximum number of menu entries:</w:t>
      </w:r>
      <w:r w:rsidRPr="00870ED0">
        <w:tab/>
        <w:t>1</w:t>
      </w:r>
      <w:r w:rsidR="00040656" w:rsidRPr="00870ED0">
        <w:t>.</w:t>
      </w:r>
    </w:p>
    <w:p w:rsidR="00714EBB" w:rsidRPr="00870ED0" w:rsidRDefault="00714EBB" w:rsidP="00040656">
      <w:pPr>
        <w:pStyle w:val="B3"/>
        <w:tabs>
          <w:tab w:val="left" w:pos="5103"/>
        </w:tabs>
      </w:pPr>
      <w:r w:rsidRPr="00870ED0">
        <w:t>Position / Identifier for each menu entry:</w:t>
      </w:r>
      <w:r w:rsidRPr="00870ED0">
        <w:tab/>
        <w:t>'01'/'01'</w:t>
      </w:r>
      <w:r w:rsidR="00040656" w:rsidRPr="00870ED0">
        <w:t>.</w:t>
      </w:r>
    </w:p>
    <w:p w:rsidR="00714EBB" w:rsidRPr="00870ED0" w:rsidRDefault="00714EBB" w:rsidP="00040656">
      <w:pPr>
        <w:pStyle w:val="B3"/>
        <w:tabs>
          <w:tab w:val="left" w:pos="5103"/>
        </w:tabs>
      </w:pPr>
      <w:r w:rsidRPr="00870ED0">
        <w:lastRenderedPageBreak/>
        <w:t>Maximum number of timers:</w:t>
      </w:r>
      <w:r w:rsidRPr="00870ED0">
        <w:tab/>
        <w:t>1</w:t>
      </w:r>
      <w:r w:rsidR="00040656" w:rsidRPr="00870ED0">
        <w:t>.</w:t>
      </w:r>
    </w:p>
    <w:p w:rsidR="00714EBB" w:rsidRPr="00870ED0" w:rsidRDefault="00714EBB" w:rsidP="002854FB">
      <w:pPr>
        <w:pStyle w:val="EX"/>
      </w:pPr>
      <w:r w:rsidRPr="00870ED0">
        <w:t>Cap File:</w:t>
      </w:r>
      <w:r w:rsidRPr="00870ED0">
        <w:tab/>
        <w:t>api_2_tkr_ievs.cap</w:t>
      </w:r>
      <w:r w:rsidR="00040656" w:rsidRPr="00870ED0">
        <w:t>.</w:t>
      </w:r>
    </w:p>
    <w:p w:rsidR="00714EBB" w:rsidRPr="00870ED0" w:rsidRDefault="00714EBB" w:rsidP="00B469A3">
      <w:pPr>
        <w:pStyle w:val="Heading5"/>
      </w:pPr>
      <w:r w:rsidRPr="00870ED0">
        <w:t>5.2.8.8.3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2, 3, 4, 5, 6, 7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1, 4, 5, 6, 7, 8, 9</w:t>
            </w:r>
          </w:p>
        </w:tc>
      </w:tr>
    </w:tbl>
    <w:p w:rsidR="00714EBB" w:rsidRPr="00870ED0" w:rsidRDefault="00714EBB" w:rsidP="00040656"/>
    <w:p w:rsidR="00714EBB" w:rsidRPr="00870ED0" w:rsidRDefault="00714EBB" w:rsidP="00040656">
      <w:pPr>
        <w:pStyle w:val="Heading5"/>
      </w:pPr>
      <w:r w:rsidRPr="00870ED0">
        <w:t>5.2.8.8.4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715"/>
        <w:gridCol w:w="2835"/>
        <w:gridCol w:w="2019"/>
      </w:tblGrid>
      <w:tr w:rsidR="00714EBB" w:rsidRPr="00870ED0" w:rsidTr="00010296">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Id</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ind w:right="-241"/>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API Expectation</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 xml:space="preserve">Install Applet1 only registered to </w:t>
            </w:r>
          </w:p>
          <w:p w:rsidR="00714EBB" w:rsidRPr="00870ED0" w:rsidRDefault="00714EBB" w:rsidP="00040656">
            <w:pPr>
              <w:pStyle w:val="TAH"/>
            </w:pPr>
            <w:r w:rsidRPr="00870ED0">
              <w:t>EVENT_UNRECOGNIZED_ENVELOPE and EVENT_MENU_SELECTION</w:t>
            </w:r>
          </w:p>
          <w:p w:rsidR="00714EBB" w:rsidRPr="00870ED0" w:rsidRDefault="00714EBB" w:rsidP="00040656">
            <w:pPr>
              <w:pStyle w:val="TAH"/>
            </w:pPr>
          </w:p>
          <w:p w:rsidR="00714EBB" w:rsidRPr="00870ED0" w:rsidRDefault="00714EBB" w:rsidP="00040656">
            <w:pPr>
              <w:pStyle w:val="TAH"/>
            </w:pPr>
            <w:r w:rsidRPr="00870ED0">
              <w:t>Test that events aren't set</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Applet calls isEventSet() method for each event ranging from (-1, 1, 7 to 9, 11 to 23, 25 to 29, 123, 124, 126 and 127)* excepted EVENT_UNRECOGNIZED_ENVELOPE(-</w:t>
            </w:r>
            <w:r w:rsidR="00040656" w:rsidRPr="00870ED0">
              <w:rPr>
                <w:noProof w:val="0"/>
              </w:rPr>
              <w:t>1) and EVENT_MENU_SELECTION(7).</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r w:rsidRPr="00870ED0">
              <w:t>Shall return false each time.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For </w:t>
            </w:r>
          </w:p>
          <w:p w:rsidR="00714EBB" w:rsidRPr="00870ED0" w:rsidRDefault="00714EBB">
            <w:pPr>
              <w:pStyle w:val="TAH"/>
            </w:pPr>
            <w:r w:rsidRPr="00870ED0">
              <w:t>EVENT_UNRECOGNIZED_ENVELOPE</w:t>
            </w:r>
          </w:p>
          <w:p w:rsidR="00714EBB" w:rsidRPr="00870ED0" w:rsidRDefault="00714EBB">
            <w:pPr>
              <w:pStyle w:val="PL"/>
              <w:keepNext/>
              <w:keepLines/>
              <w:rPr>
                <w:noProof w:val="0"/>
              </w:rPr>
            </w:pPr>
          </w:p>
          <w:p w:rsidR="00714EBB" w:rsidRPr="00870ED0" w:rsidRDefault="00714EBB" w:rsidP="00040656">
            <w:pPr>
              <w:pStyle w:val="PL"/>
              <w:keepNext/>
              <w:keepLines/>
              <w:rPr>
                <w:noProof w:val="0"/>
              </w:rPr>
            </w:pPr>
            <w:r w:rsidRPr="00870ED0">
              <w:rPr>
                <w:noProof w:val="0"/>
              </w:rPr>
              <w:t>Call isEventSet(EVENT_UNRECOGNIZED_EN</w:t>
            </w:r>
            <w:r w:rsidR="00040656" w:rsidRPr="00870ED0">
              <w:rPr>
                <w:noProof w:val="0"/>
              </w:rPr>
              <w:t>VELOPE)</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return true.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For EVENT_MENU_SELECTION</w:t>
            </w:r>
          </w:p>
          <w:p w:rsidR="00714EBB" w:rsidRPr="00870ED0" w:rsidRDefault="00714EBB">
            <w:pPr>
              <w:pStyle w:val="PL"/>
              <w:keepNext/>
              <w:keepLines/>
              <w:rPr>
                <w:noProof w:val="0"/>
              </w:rPr>
            </w:pPr>
          </w:p>
          <w:p w:rsidR="00714EBB" w:rsidRPr="00870ED0" w:rsidRDefault="00714EBB" w:rsidP="00040656">
            <w:pPr>
              <w:pStyle w:val="PL"/>
              <w:keepNext/>
              <w:keepLines/>
              <w:rPr>
                <w:noProof w:val="0"/>
              </w:rPr>
            </w:pPr>
            <w:r w:rsidRPr="00870ED0">
              <w:rPr>
                <w:noProof w:val="0"/>
              </w:rPr>
              <w:t>Call i</w:t>
            </w:r>
            <w:r w:rsidR="00040656" w:rsidRPr="00870ED0">
              <w:rPr>
                <w:noProof w:val="0"/>
              </w:rPr>
              <w:t>sEventSet(EVENT_MENU_SELECTION)</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return true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After clearing EVENT_UNRECOGNIZED_ENVELOPE</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 xml:space="preserve">1- Call clearEvent(EVENT_UNRECOGNIZED_ENVELOPE) </w:t>
            </w:r>
          </w:p>
          <w:p w:rsidR="00714EBB" w:rsidRPr="00870ED0" w:rsidRDefault="00714EBB">
            <w:pPr>
              <w:pStyle w:val="PL"/>
              <w:keepNext/>
              <w:keepLines/>
              <w:rPr>
                <w:noProof w:val="0"/>
              </w:rPr>
            </w:pPr>
          </w:p>
          <w:p w:rsidR="00714EBB" w:rsidRPr="00870ED0" w:rsidRDefault="00714EBB" w:rsidP="00040656">
            <w:pPr>
              <w:pStyle w:val="PL"/>
              <w:rPr>
                <w:noProof w:val="0"/>
              </w:rPr>
            </w:pPr>
            <w:r w:rsidRPr="00870ED0">
              <w:rPr>
                <w:noProof w:val="0"/>
              </w:rPr>
              <w:t>2- Call isEventSet(EVENT_UNRECOGNIZED_ENVEL</w:t>
            </w:r>
            <w:r w:rsidR="00040656" w:rsidRPr="00870ED0">
              <w:rPr>
                <w:noProof w:val="0"/>
              </w:rPr>
              <w:t>OPE)</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1-</w:t>
            </w:r>
            <w:r w:rsidRPr="00870ED0">
              <w:tab/>
              <w:t>No exception shall be thrown.</w:t>
            </w:r>
          </w:p>
          <w:p w:rsidR="00714EBB" w:rsidRPr="00870ED0" w:rsidRDefault="00714EBB">
            <w:pPr>
              <w:pStyle w:val="TAL"/>
            </w:pPr>
          </w:p>
          <w:p w:rsidR="00714EBB" w:rsidRPr="00870ED0" w:rsidRDefault="00714EBB">
            <w:pPr>
              <w:pStyle w:val="TAL"/>
              <w:keepNext w:val="0"/>
              <w:keepLines w:val="0"/>
            </w:pPr>
            <w:r w:rsidRPr="00870ED0">
              <w:t>2-</w:t>
            </w:r>
            <w:r w:rsidRPr="00870ED0">
              <w:tab/>
              <w:t>Shall return false.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Setting events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For all allowed events defined in ETSI TS 102 241</w:t>
            </w:r>
            <w:r w:rsidR="00A1210D" w:rsidRPr="00870ED0">
              <w:rPr>
                <w:noProof w:val="0"/>
              </w:rPr>
              <w:t>[9]</w:t>
            </w:r>
            <w:r w:rsidRPr="00870ED0">
              <w:rPr>
                <w:noProof w:val="0"/>
              </w:rPr>
              <w:t xml:space="preserve"> for setEvent()method:</w:t>
            </w:r>
          </w:p>
          <w:p w:rsidR="00714EBB" w:rsidRPr="00870ED0" w:rsidRDefault="00714EBB">
            <w:pPr>
              <w:pStyle w:val="PL"/>
              <w:keepNext/>
              <w:keepLines/>
              <w:rPr>
                <w:noProof w:val="0"/>
              </w:rPr>
            </w:pPr>
            <w:r w:rsidRPr="00870ED0">
              <w:rPr>
                <w:noProof w:val="0"/>
              </w:rPr>
              <w:t>EVENT_PROFILE_DOWNLOAD, EVENT_CALL_CONTROL_BY_NAA, EVENT_EVENT_DOWNLOAD_MT_CALL, EVENT_EVENT_DOWNLOAD_CALL_CONNECTED, EVENT_EVENT_DOWNLOAD_CALL_DISCONNECTED, EVENT_EVENT_DOWNLOAD_LOCATION_STATUS, EVENT_EVENT_DOWNLOAD_USER_ACTIVITY, EVENT_EVENT_DOWNLOAD_IDLE_SCREEN_AVAILABLE, EVENT_EVENT_DOWNLOAD_CARD_READER_STATUS, EVENT_EVENT_DOWNLOAD_LANGUAGE_SELECTION, EVENT_EVENT_DOWNLOAD_BROWSER_TERMINATION,</w:t>
            </w:r>
          </w:p>
          <w:p w:rsidR="00714EBB" w:rsidRPr="00870ED0" w:rsidRDefault="00714EBB">
            <w:pPr>
              <w:pStyle w:val="PL"/>
              <w:keepNext/>
              <w:keepLines/>
              <w:rPr>
                <w:noProof w:val="0"/>
              </w:rPr>
            </w:pPr>
            <w:r w:rsidRPr="00870ED0">
              <w:rPr>
                <w:noProof w:val="0"/>
              </w:rPr>
              <w:t>EVENT_EVENT_DOWNLOAD_DATA_AVAILABLE,</w:t>
            </w:r>
          </w:p>
          <w:p w:rsidR="00714EBB" w:rsidRPr="00870ED0" w:rsidRDefault="00714EBB">
            <w:pPr>
              <w:pStyle w:val="PL"/>
              <w:keepNext/>
              <w:keepLines/>
              <w:rPr>
                <w:noProof w:val="0"/>
              </w:rPr>
            </w:pPr>
            <w:r w:rsidRPr="00870ED0">
              <w:rPr>
                <w:noProof w:val="0"/>
              </w:rPr>
              <w:t>EVENT_EVENT_DOWNLOAD_CHANNEL_STATUS,</w:t>
            </w:r>
          </w:p>
          <w:p w:rsidR="00714EBB" w:rsidRPr="00870ED0" w:rsidRDefault="00714EBB">
            <w:pPr>
              <w:pStyle w:val="PL"/>
              <w:keepNext/>
              <w:keepLines/>
              <w:rPr>
                <w:noProof w:val="0"/>
              </w:rPr>
            </w:pPr>
            <w:r w:rsidRPr="00870ED0">
              <w:rPr>
                <w:noProof w:val="0"/>
              </w:rPr>
              <w:t>EVENT_EVENT_DOWNLOAD_ACCESS_TECHNOL0GY_CHANGE,</w:t>
            </w:r>
          </w:p>
          <w:p w:rsidR="00714EBB" w:rsidRPr="00870ED0" w:rsidRDefault="00714EBB">
            <w:pPr>
              <w:pStyle w:val="PL"/>
              <w:keepNext/>
              <w:keepLines/>
              <w:rPr>
                <w:noProof w:val="0"/>
              </w:rPr>
            </w:pPr>
            <w:r w:rsidRPr="00870ED0">
              <w:rPr>
                <w:noProof w:val="0"/>
              </w:rPr>
              <w:t>EVENT_EVENT_DOWNLOAD_DISPLAY_PARAMETERS_CHANGED,</w:t>
            </w:r>
          </w:p>
          <w:p w:rsidR="00714EBB" w:rsidRPr="00870ED0" w:rsidRDefault="00714EBB">
            <w:pPr>
              <w:pStyle w:val="PL"/>
              <w:keepNext/>
              <w:keepLines/>
              <w:rPr>
                <w:noProof w:val="0"/>
              </w:rPr>
            </w:pPr>
            <w:r w:rsidRPr="00870ED0">
              <w:rPr>
                <w:noProof w:val="0"/>
              </w:rPr>
              <w:t>EVENT_EVENT_DOWNLOAD_NETWORK_SEARCH_MODE_CHANGE, EVENT_EVENT_DOWNLOAD_BROWSING_STATUS,</w:t>
            </w:r>
          </w:p>
          <w:p w:rsidR="00714EBB" w:rsidRPr="00870ED0" w:rsidRDefault="00714EBB">
            <w:pPr>
              <w:pStyle w:val="PL"/>
              <w:keepNext/>
              <w:keepLines/>
              <w:rPr>
                <w:noProof w:val="0"/>
              </w:rPr>
            </w:pPr>
            <w:r w:rsidRPr="00870ED0">
              <w:rPr>
                <w:noProof w:val="0"/>
              </w:rPr>
              <w:t>EVENT_PROACTIVE_HANDLER_AVAILABLE,</w:t>
            </w:r>
          </w:p>
          <w:p w:rsidR="00714EBB" w:rsidRPr="00870ED0" w:rsidRDefault="00714EBB">
            <w:pPr>
              <w:pStyle w:val="PL"/>
              <w:keepNext/>
              <w:keepLines/>
              <w:rPr>
                <w:noProof w:val="0"/>
              </w:rPr>
            </w:pPr>
            <w:r w:rsidRPr="00870ED0">
              <w:rPr>
                <w:noProof w:val="0"/>
              </w:rPr>
              <w:t>EVENT_APPLICATION_DESELECT,</w:t>
            </w:r>
          </w:p>
          <w:p w:rsidR="00714EBB" w:rsidRPr="00870ED0" w:rsidRDefault="00714EBB">
            <w:pPr>
              <w:pStyle w:val="PL"/>
              <w:keepNext/>
              <w:keepLines/>
              <w:rPr>
                <w:noProof w:val="0"/>
              </w:rPr>
            </w:pPr>
            <w:r w:rsidRPr="00870ED0">
              <w:rPr>
                <w:noProof w:val="0"/>
              </w:rPr>
              <w:t>EVENT_FIRST_COMMAND_AFTER_ATR,</w:t>
            </w:r>
          </w:p>
          <w:p w:rsidR="00714EBB" w:rsidRPr="00870ED0" w:rsidRDefault="00714EBB">
            <w:pPr>
              <w:pStyle w:val="PL"/>
              <w:keepNext/>
              <w:keepLines/>
              <w:rPr>
                <w:noProof w:val="0"/>
              </w:rPr>
            </w:pPr>
            <w:r w:rsidRPr="00870ED0">
              <w:rPr>
                <w:noProof w:val="0"/>
              </w:rPr>
              <w:t>EVENT_UNRECOGNIZED_ENVELOPE</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applet calls: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 Call setEvent() method</w:t>
            </w:r>
          </w:p>
          <w:p w:rsidR="00714EBB" w:rsidRPr="00870ED0" w:rsidRDefault="00714EBB">
            <w:pPr>
              <w:pStyle w:val="PL"/>
              <w:keepNext/>
              <w:keepLines/>
              <w:rPr>
                <w:noProof w:val="0"/>
              </w:rPr>
            </w:pPr>
          </w:p>
          <w:p w:rsidR="00714EBB" w:rsidRPr="00870ED0" w:rsidRDefault="00040656" w:rsidP="00040656">
            <w:pPr>
              <w:pStyle w:val="PL"/>
              <w:keepNext/>
              <w:keepLines/>
              <w:rPr>
                <w:noProof w:val="0"/>
              </w:rPr>
            </w:pPr>
            <w:r w:rsidRPr="00870ED0">
              <w:rPr>
                <w:noProof w:val="0"/>
              </w:rPr>
              <w:t>2- Call isEventSet() method</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No exception shall be thrown.</w:t>
            </w:r>
          </w:p>
          <w:p w:rsidR="00714EBB" w:rsidRPr="00870ED0" w:rsidRDefault="00714EBB">
            <w:pPr>
              <w:pStyle w:val="TAL"/>
            </w:pPr>
          </w:p>
          <w:p w:rsidR="00714EBB" w:rsidRPr="00870ED0" w:rsidRDefault="00714EBB">
            <w:pPr>
              <w:pStyle w:val="TAL"/>
              <w:keepNext w:val="0"/>
              <w:keepLines w:val="0"/>
            </w:pPr>
            <w:r w:rsidRPr="00870ED0">
              <w:t>2- Shall return true each time.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6</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pPr>
            <w:r w:rsidRPr="00870ED0">
              <w:t>For EVENT_MENU_SELECTION_HELP_REQUEST</w:t>
            </w:r>
          </w:p>
          <w:p w:rsidR="00714EBB" w:rsidRPr="00870ED0" w:rsidRDefault="00714EBB" w:rsidP="00824EEF">
            <w:pPr>
              <w:pStyle w:val="PL"/>
              <w:keepNext/>
              <w:keepLines/>
              <w:rPr>
                <w:noProof w:val="0"/>
              </w:rPr>
            </w:pPr>
          </w:p>
          <w:p w:rsidR="00714EBB" w:rsidRPr="00870ED0" w:rsidRDefault="00714EBB" w:rsidP="00824EEF">
            <w:pPr>
              <w:pStyle w:val="PL"/>
              <w:keepNext/>
              <w:keepLines/>
              <w:tabs>
                <w:tab w:val="clear" w:pos="384"/>
              </w:tabs>
              <w:textAlignment w:val="auto"/>
              <w:rPr>
                <w:noProof w:val="0"/>
              </w:rPr>
            </w:pPr>
            <w:r w:rsidRPr="00870ED0">
              <w:rPr>
                <w:noProof w:val="0"/>
              </w:rPr>
              <w:t>1- Call isEventSet(EVENT_MENU_SELECTION_HELP_REQUEST)</w:t>
            </w:r>
          </w:p>
          <w:p w:rsidR="00714EBB" w:rsidRPr="00870ED0" w:rsidRDefault="00714EBB" w:rsidP="00824EEF">
            <w:pPr>
              <w:pStyle w:val="PL"/>
              <w:keepNext/>
              <w:keepLines/>
              <w:rPr>
                <w:noProof w:val="0"/>
              </w:rPr>
            </w:pPr>
          </w:p>
          <w:p w:rsidR="00714EBB" w:rsidRPr="00870ED0" w:rsidRDefault="00714EBB" w:rsidP="00824EEF">
            <w:pPr>
              <w:pStyle w:val="PL"/>
              <w:keepNext/>
              <w:keepLines/>
              <w:tabs>
                <w:tab w:val="clear" w:pos="384"/>
              </w:tabs>
              <w:textAlignment w:val="auto"/>
              <w:rPr>
                <w:noProof w:val="0"/>
              </w:rPr>
            </w:pPr>
            <w:r w:rsidRPr="00870ED0">
              <w:rPr>
                <w:noProof w:val="0"/>
              </w:rPr>
              <w:t>2- Call changeMenuEntry() with help supported</w:t>
            </w:r>
          </w:p>
          <w:p w:rsidR="00714EBB" w:rsidRPr="00870ED0" w:rsidRDefault="00714EBB" w:rsidP="00824EEF">
            <w:pPr>
              <w:pStyle w:val="PL"/>
              <w:keepNext/>
              <w:keepLines/>
              <w:tabs>
                <w:tab w:val="clear" w:pos="384"/>
              </w:tabs>
              <w:rPr>
                <w:noProof w:val="0"/>
              </w:rPr>
            </w:pPr>
          </w:p>
          <w:p w:rsidR="00714EBB" w:rsidRPr="00870ED0" w:rsidRDefault="00714EBB" w:rsidP="00824EEF">
            <w:pPr>
              <w:pStyle w:val="PL"/>
              <w:keepNext/>
              <w:keepLines/>
              <w:tabs>
                <w:tab w:val="clear" w:pos="384"/>
              </w:tabs>
              <w:textAlignment w:val="auto"/>
              <w:rPr>
                <w:noProof w:val="0"/>
              </w:rPr>
            </w:pPr>
            <w:r w:rsidRPr="00870ED0">
              <w:rPr>
                <w:noProof w:val="0"/>
              </w:rPr>
              <w:t>3- Call isEventSet(EVENT_MENU_SELEC</w:t>
            </w:r>
            <w:r w:rsidR="00040656" w:rsidRPr="00870ED0">
              <w:rPr>
                <w:noProof w:val="0"/>
              </w:rPr>
              <w:t>TION_HELP_REQUEST)</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pPr>
          </w:p>
          <w:p w:rsidR="00714EBB" w:rsidRPr="00870ED0" w:rsidRDefault="00714EBB" w:rsidP="00824EEF">
            <w:pPr>
              <w:pStyle w:val="TAL"/>
            </w:pPr>
            <w:r w:rsidRPr="00870ED0">
              <w:t>1- Shall return false.</w:t>
            </w:r>
          </w:p>
          <w:p w:rsidR="00714EBB" w:rsidRPr="00870ED0" w:rsidRDefault="00714EBB" w:rsidP="00824EEF">
            <w:pPr>
              <w:pStyle w:val="TAL"/>
            </w:pPr>
          </w:p>
          <w:p w:rsidR="00714EBB" w:rsidRPr="00870ED0" w:rsidRDefault="00714EBB" w:rsidP="00824EEF">
            <w:pPr>
              <w:pStyle w:val="TAL"/>
            </w:pPr>
          </w:p>
          <w:p w:rsidR="00714EBB" w:rsidRPr="00870ED0" w:rsidRDefault="00714EBB" w:rsidP="00824EEF">
            <w:pPr>
              <w:pStyle w:val="TAL"/>
            </w:pPr>
          </w:p>
          <w:p w:rsidR="00714EBB" w:rsidRPr="00870ED0" w:rsidRDefault="00714EBB" w:rsidP="00824EEF">
            <w:pPr>
              <w:pStyle w:val="TAL"/>
            </w:pPr>
          </w:p>
          <w:p w:rsidR="00714EBB" w:rsidRPr="00870ED0" w:rsidRDefault="00714EBB" w:rsidP="00824EEF">
            <w:pPr>
              <w:pStyle w:val="TAL"/>
              <w:keepLines w:val="0"/>
            </w:pPr>
            <w:r w:rsidRPr="00870ED0">
              <w:t>2- Shall return true.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For EVENT_TIMER_EXPIRATION</w:t>
            </w:r>
          </w:p>
          <w:p w:rsidR="00714EBB" w:rsidRPr="00870ED0" w:rsidRDefault="00714EBB">
            <w:pPr>
              <w:pStyle w:val="PL"/>
              <w:keepLines/>
              <w:rPr>
                <w:noProof w:val="0"/>
              </w:rPr>
            </w:pPr>
          </w:p>
          <w:p w:rsidR="00714EBB" w:rsidRPr="00870ED0" w:rsidRDefault="00714EBB">
            <w:pPr>
              <w:pStyle w:val="PL"/>
              <w:keepLines/>
              <w:rPr>
                <w:noProof w:val="0"/>
              </w:rPr>
            </w:pPr>
            <w:r w:rsidRPr="00870ED0">
              <w:rPr>
                <w:noProof w:val="0"/>
              </w:rPr>
              <w:t>1- Call isEventSet(EVENT_TIMER_EXPIRATION)</w:t>
            </w:r>
          </w:p>
          <w:p w:rsidR="00714EBB" w:rsidRPr="00870ED0" w:rsidRDefault="00714EBB">
            <w:pPr>
              <w:pStyle w:val="PL"/>
              <w:keepLines/>
              <w:rPr>
                <w:noProof w:val="0"/>
              </w:rPr>
            </w:pPr>
            <w:r w:rsidRPr="00870ED0">
              <w:rPr>
                <w:noProof w:val="0"/>
              </w:rPr>
              <w:t>2- Call allocateTimer()</w:t>
            </w:r>
          </w:p>
          <w:p w:rsidR="00714EBB" w:rsidRPr="00870ED0" w:rsidRDefault="00714EBB">
            <w:pPr>
              <w:pStyle w:val="PL"/>
              <w:keepLines/>
              <w:rPr>
                <w:noProof w:val="0"/>
              </w:rPr>
            </w:pPr>
            <w:r w:rsidRPr="00870ED0">
              <w:rPr>
                <w:noProof w:val="0"/>
              </w:rPr>
              <w:t>3- Call isEventSet(EVENT_TIMER_EXPIRATION)</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r w:rsidRPr="00870ED0">
              <w:t>1- Shall return false.</w:t>
            </w:r>
          </w:p>
          <w:p w:rsidR="00714EBB" w:rsidRPr="00870ED0" w:rsidRDefault="00714EBB">
            <w:pPr>
              <w:pStyle w:val="TAL"/>
              <w:keepNext w:val="0"/>
            </w:pPr>
          </w:p>
          <w:p w:rsidR="00714EBB" w:rsidRPr="00870ED0" w:rsidRDefault="00714EBB">
            <w:pPr>
              <w:pStyle w:val="TAL"/>
              <w:keepNext w:val="0"/>
              <w:keepLines w:val="0"/>
            </w:pPr>
            <w:r w:rsidRPr="00870ED0">
              <w:t>3- Shall return true.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8</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For EVENT_STATUS_COMMAND</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Call isEventSet(EVENT_STATUS_COMMAND)</w:t>
            </w:r>
          </w:p>
          <w:p w:rsidR="00714EBB" w:rsidRPr="00870ED0" w:rsidRDefault="00714EBB" w:rsidP="00040656">
            <w:pPr>
              <w:pStyle w:val="PL"/>
              <w:keepNext/>
              <w:keepLines/>
              <w:tabs>
                <w:tab w:val="clear" w:pos="384"/>
              </w:tabs>
              <w:textAlignment w:val="auto"/>
              <w:rPr>
                <w:noProof w:val="0"/>
              </w:rPr>
            </w:pPr>
            <w:r w:rsidRPr="00870ED0">
              <w:rPr>
                <w:noProof w:val="0"/>
              </w:rPr>
              <w:t>Call requestPollInterval(POLL_SYSTEM_DURATION)</w:t>
            </w:r>
          </w:p>
          <w:p w:rsidR="00714EBB" w:rsidRPr="00870ED0" w:rsidRDefault="00714EBB" w:rsidP="00040656">
            <w:pPr>
              <w:pStyle w:val="PL"/>
              <w:keepNext/>
              <w:keepLines/>
              <w:rPr>
                <w:noProof w:val="0"/>
              </w:rPr>
            </w:pPr>
            <w:r w:rsidRPr="00870ED0">
              <w:rPr>
                <w:noProof w:val="0"/>
              </w:rPr>
              <w:t>Call i</w:t>
            </w:r>
            <w:r w:rsidR="00040656" w:rsidRPr="00870ED0">
              <w:rPr>
                <w:noProof w:val="0"/>
              </w:rPr>
              <w:t>sEventSet(EVENT_STATUS_COMMAND)</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r w:rsidRPr="00870ED0">
              <w:t>1- Shall return false.</w:t>
            </w:r>
          </w:p>
          <w:p w:rsidR="00714EBB" w:rsidRPr="00870ED0" w:rsidRDefault="00714EBB" w:rsidP="00040656">
            <w:pPr>
              <w:pStyle w:val="TAL"/>
            </w:pPr>
          </w:p>
          <w:p w:rsidR="00714EBB" w:rsidRPr="00870ED0" w:rsidRDefault="00714EBB" w:rsidP="00040656">
            <w:pPr>
              <w:pStyle w:val="TAL"/>
            </w:pPr>
            <w:r w:rsidRPr="00870ED0">
              <w:t>3- Shall return true.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For EVENT_EVENT_DOWNLOAD_LOCAL_CONNECTION</w:t>
            </w:r>
          </w:p>
          <w:p w:rsidR="00714EBB" w:rsidRPr="00870ED0" w:rsidRDefault="00714EBB">
            <w:pPr>
              <w:pStyle w:val="TAH"/>
              <w:keepNext w:val="0"/>
            </w:pPr>
          </w:p>
          <w:p w:rsidR="00714EBB" w:rsidRPr="00870ED0" w:rsidRDefault="00714EBB">
            <w:pPr>
              <w:pStyle w:val="PL"/>
              <w:keepLines/>
              <w:rPr>
                <w:noProof w:val="0"/>
              </w:rPr>
            </w:pPr>
            <w:r w:rsidRPr="00870ED0">
              <w:rPr>
                <w:noProof w:val="0"/>
              </w:rPr>
              <w:t>1- Call isEventSet (EVENT_EVENT_DOWNLOAD_LOCAL_CONNECTION)</w:t>
            </w:r>
          </w:p>
          <w:p w:rsidR="00714EBB" w:rsidRPr="00870ED0" w:rsidRDefault="00714EBB">
            <w:pPr>
              <w:pStyle w:val="HTMLPreformatted"/>
              <w:rPr>
                <w:sz w:val="16"/>
              </w:rPr>
            </w:pPr>
            <w:r w:rsidRPr="00870ED0">
              <w:t xml:space="preserve">2- </w:t>
            </w:r>
            <w:r w:rsidRPr="00870ED0">
              <w:rPr>
                <w:sz w:val="16"/>
              </w:rPr>
              <w:t>Call allocateServiceIdentifier()</w:t>
            </w:r>
          </w:p>
          <w:p w:rsidR="00714EBB" w:rsidRPr="00870ED0" w:rsidRDefault="00714EBB" w:rsidP="00040656">
            <w:pPr>
              <w:pStyle w:val="PL"/>
              <w:keepLines/>
              <w:tabs>
                <w:tab w:val="clear" w:pos="384"/>
              </w:tabs>
              <w:rPr>
                <w:noProof w:val="0"/>
              </w:rPr>
            </w:pPr>
            <w:r w:rsidRPr="00870ED0">
              <w:rPr>
                <w:noProof w:val="0"/>
              </w:rPr>
              <w:t>3- Call isEventSet (EVENT_E</w:t>
            </w:r>
            <w:r w:rsidR="00040656" w:rsidRPr="00870ED0">
              <w:rPr>
                <w:noProof w:val="0"/>
              </w:rPr>
              <w:t>VENT_DOWNLOAD_LOCAL_CONNECTION)</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1- Shall return false.</w:t>
            </w:r>
          </w:p>
          <w:p w:rsidR="00714EBB" w:rsidRPr="00870ED0" w:rsidRDefault="00714EBB">
            <w:pPr>
              <w:pStyle w:val="TAL"/>
              <w:keepNext w:val="0"/>
            </w:pPr>
          </w:p>
          <w:p w:rsidR="00714EBB" w:rsidRPr="00870ED0" w:rsidRDefault="00714EBB">
            <w:pPr>
              <w:pStyle w:val="TAL"/>
              <w:keepNext w:val="0"/>
            </w:pPr>
            <w:r w:rsidRPr="00870ED0">
              <w:t>3- Shall return true.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71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Install Applet2 only registered to EVENT_MENU_SELECTION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isEventSet(EVENT_UNRECOGNIZED_ENVELOPE)</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Shall return false.</w:t>
            </w:r>
          </w:p>
        </w:tc>
        <w:tc>
          <w:tcPr>
            <w:tcW w:w="201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NO"/>
      </w:pPr>
      <w:r w:rsidRPr="00870ED0">
        <w:t>NOTE:</w:t>
      </w:r>
      <w:r w:rsidRPr="00870ED0">
        <w:tab/>
        <w:t>Although the method isEventSet() is defined for a large range only the allowed events are tested, because a range is reser</w:t>
      </w:r>
      <w:r w:rsidR="00040656" w:rsidRPr="00870ED0">
        <w:t xml:space="preserve">ved for propriatary use in </w:t>
      </w:r>
      <w:r w:rsidR="0041421C" w:rsidRPr="00870ED0">
        <w:t xml:space="preserve">ETSI </w:t>
      </w:r>
      <w:r w:rsidRPr="00870ED0">
        <w:t xml:space="preserve">TS 102 241 </w:t>
      </w:r>
      <w:r w:rsidR="00A1210D" w:rsidRPr="00870ED0">
        <w:t>[9]</w:t>
      </w:r>
      <w:r w:rsidR="001D2DF0" w:rsidRPr="00870ED0">
        <w:t>,</w:t>
      </w:r>
      <w:r w:rsidRPr="00870ED0">
        <w:t xml:space="preserve"> </w:t>
      </w:r>
      <w:r w:rsidR="001D2DF0" w:rsidRPr="00870ED0">
        <w:t>clause</w:t>
      </w:r>
      <w:r w:rsidRPr="00870ED0">
        <w:t xml:space="preserve"> 4</w:t>
      </w:r>
      <w:r w:rsidR="001D2DF0" w:rsidRPr="00870ED0">
        <w:t>,</w:t>
      </w:r>
      <w:r w:rsidRPr="00870ED0">
        <w:t xml:space="preserve"> and a range is omitted for compat</w:t>
      </w:r>
      <w:r w:rsidR="00040656" w:rsidRPr="00870ED0">
        <w:t xml:space="preserve">ibility with future releases of </w:t>
      </w:r>
      <w:r w:rsidR="0041421C" w:rsidRPr="00870ED0">
        <w:t xml:space="preserve">ETSI </w:t>
      </w:r>
      <w:r w:rsidRPr="00870ED0">
        <w:t xml:space="preserve">TS 102 241 </w:t>
      </w:r>
      <w:r w:rsidR="00A1210D" w:rsidRPr="00870ED0">
        <w:t>[9]</w:t>
      </w:r>
      <w:r w:rsidR="00040656" w:rsidRPr="00870ED0">
        <w:t>.</w:t>
      </w:r>
    </w:p>
    <w:p w:rsidR="00714EBB" w:rsidRPr="00870ED0" w:rsidRDefault="00714EBB">
      <w:pPr>
        <w:pStyle w:val="Heading4"/>
      </w:pPr>
      <w:r w:rsidRPr="00870ED0">
        <w:t>5.2.8.9</w:t>
      </w:r>
      <w:r w:rsidRPr="00870ED0">
        <w:tab/>
        <w:t>Method releaseTimer</w:t>
      </w:r>
    </w:p>
    <w:p w:rsidR="00714EBB" w:rsidRPr="00870ED0" w:rsidRDefault="00714EBB">
      <w:pPr>
        <w:keepNext/>
        <w:keepLines/>
      </w:pPr>
      <w:r w:rsidRPr="00870ED0">
        <w:t>Test Area Reference: Api_2_Tkr_Rtim</w:t>
      </w:r>
      <w:r w:rsidR="00040656" w:rsidRPr="00870ED0">
        <w:t>.</w:t>
      </w:r>
    </w:p>
    <w:p w:rsidR="00714EBB" w:rsidRPr="00870ED0" w:rsidRDefault="00714EBB" w:rsidP="00B469A3">
      <w:pPr>
        <w:pStyle w:val="Heading5"/>
      </w:pPr>
      <w:r w:rsidRPr="00870ED0">
        <w:t>5.2.8.9.1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releaseTimer(byte timerIdentifier)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5.2.8.9.1.1</w:t>
      </w:r>
      <w:r w:rsidRPr="00870ED0">
        <w:tab/>
        <w:t>Normal execution</w:t>
      </w:r>
    </w:p>
    <w:p w:rsidR="00714EBB" w:rsidRPr="00870ED0" w:rsidRDefault="00714EBB">
      <w:pPr>
        <w:pStyle w:val="B1"/>
      </w:pPr>
      <w:r w:rsidRPr="00870ED0">
        <w:t>CRRN1: Release a Timer that has been allocated to the calling applet.</w:t>
      </w:r>
    </w:p>
    <w:p w:rsidR="00714EBB" w:rsidRPr="00870ED0" w:rsidRDefault="00714EBB">
      <w:pPr>
        <w:pStyle w:val="B1"/>
      </w:pPr>
      <w:r w:rsidRPr="00870ED0">
        <w:t>CRRN2: After invocation of the method the indicated timer shall be released and available for reallocation.</w:t>
      </w:r>
    </w:p>
    <w:p w:rsidR="00714EBB" w:rsidRPr="00870ED0" w:rsidRDefault="00714EBB">
      <w:pPr>
        <w:pStyle w:val="B1"/>
      </w:pPr>
      <w:r w:rsidRPr="00870ED0">
        <w:t>CRRN3: The applet is deregistered of the EVENT_TIMER_EXPIRATION for the indicated Timer Identifier.</w:t>
      </w:r>
    </w:p>
    <w:p w:rsidR="00714EBB" w:rsidRPr="00870ED0" w:rsidRDefault="00714EBB">
      <w:pPr>
        <w:pStyle w:val="H6"/>
        <w:outlineLvl w:val="0"/>
      </w:pPr>
      <w:r w:rsidRPr="00870ED0">
        <w:t>5.2.8.9.1.2</w:t>
      </w:r>
      <w:r w:rsidRPr="00870ED0">
        <w:tab/>
        <w:t>Parameter errors</w:t>
      </w:r>
    </w:p>
    <w:p w:rsidR="00714EBB" w:rsidRPr="00870ED0" w:rsidRDefault="00714EBB">
      <w:pPr>
        <w:pStyle w:val="B1"/>
      </w:pPr>
      <w:r w:rsidRPr="00870ED0">
        <w:t>CRRP1: shall throw a ToolkitException with INVALID_TIMER_ID reason if the timer identifier isn't between 1 and 8.</w:t>
      </w:r>
    </w:p>
    <w:p w:rsidR="00714EBB" w:rsidRPr="00870ED0" w:rsidRDefault="00714EBB">
      <w:pPr>
        <w:pStyle w:val="H6"/>
        <w:outlineLvl w:val="0"/>
      </w:pPr>
      <w:r w:rsidRPr="00870ED0">
        <w:lastRenderedPageBreak/>
        <w:t>5.2.8.9.1.3</w:t>
      </w:r>
      <w:r w:rsidRPr="00870ED0">
        <w:tab/>
        <w:t>Context errors</w:t>
      </w:r>
    </w:p>
    <w:p w:rsidR="00714EBB" w:rsidRPr="00870ED0" w:rsidRDefault="00714EBB">
      <w:pPr>
        <w:pStyle w:val="B1"/>
      </w:pPr>
      <w:r w:rsidRPr="00870ED0">
        <w:t>CRRC1: shall throw a ToolkitException with INVALID_TIMER_ID reason if the timer is not allocated to this applet.</w:t>
      </w:r>
    </w:p>
    <w:p w:rsidR="00714EBB" w:rsidRPr="00870ED0" w:rsidRDefault="00714EBB" w:rsidP="00B469A3">
      <w:pPr>
        <w:pStyle w:val="Heading5"/>
      </w:pPr>
      <w:r w:rsidRPr="00870ED0">
        <w:t>5.2.8.9.2</w:t>
      </w:r>
      <w:r w:rsidRPr="00870ED0">
        <w:tab/>
        <w:t>Test area files</w:t>
      </w:r>
    </w:p>
    <w:p w:rsidR="00714EBB" w:rsidRPr="00870ED0" w:rsidRDefault="00714EBB" w:rsidP="002854FB">
      <w:pPr>
        <w:pStyle w:val="EX"/>
      </w:pPr>
      <w:r w:rsidRPr="00870ED0">
        <w:t>Test Source:</w:t>
      </w:r>
      <w:r w:rsidRPr="00870ED0">
        <w:tab/>
        <w:t>Test_Api_2_Tkr_Rtim.java</w:t>
      </w:r>
      <w:r w:rsidR="00040656" w:rsidRPr="00870ED0">
        <w:t>.</w:t>
      </w:r>
    </w:p>
    <w:p w:rsidR="00714EBB" w:rsidRPr="00870ED0" w:rsidRDefault="00714EBB" w:rsidP="002854FB">
      <w:pPr>
        <w:pStyle w:val="EX"/>
      </w:pPr>
      <w:r w:rsidRPr="00870ED0">
        <w:t xml:space="preserve">Test Applet: </w:t>
      </w:r>
      <w:r w:rsidRPr="00870ED0">
        <w:tab/>
        <w:t>Api_2_Tkr_Rtim_1.java</w:t>
      </w:r>
      <w:r w:rsidR="00040656" w:rsidRPr="00870ED0">
        <w:t>.</w:t>
      </w:r>
    </w:p>
    <w:p w:rsidR="00714EBB" w:rsidRPr="00870ED0" w:rsidRDefault="00714EBB" w:rsidP="002854FB">
      <w:pPr>
        <w:pStyle w:val="EX"/>
      </w:pPr>
      <w:r w:rsidRPr="00870ED0">
        <w:t>Cap File:</w:t>
      </w:r>
      <w:r w:rsidRPr="00870ED0">
        <w:tab/>
        <w:t>api_2_tkr_rtim.cap</w:t>
      </w:r>
      <w:r w:rsidR="00040656" w:rsidRPr="00870ED0">
        <w:t>.</w:t>
      </w:r>
    </w:p>
    <w:p w:rsidR="00714EBB" w:rsidRPr="00870ED0" w:rsidRDefault="00714EBB">
      <w:pPr>
        <w:pStyle w:val="B1"/>
      </w:pPr>
      <w:r w:rsidRPr="00870ED0">
        <w:t>Installation parameter:</w:t>
      </w:r>
    </w:p>
    <w:p w:rsidR="00714EBB" w:rsidRPr="00870ED0" w:rsidRDefault="00714EBB" w:rsidP="00040656">
      <w:pPr>
        <w:pStyle w:val="B2"/>
      </w:pPr>
      <w:r w:rsidRPr="00870ED0">
        <w:t>As Default, except max timer which is set to 8.</w:t>
      </w:r>
    </w:p>
    <w:p w:rsidR="00714EBB" w:rsidRPr="00870ED0" w:rsidRDefault="00714EBB" w:rsidP="00B469A3">
      <w:pPr>
        <w:pStyle w:val="Heading5"/>
      </w:pPr>
      <w:r w:rsidRPr="00870ED0">
        <w:t>5.2.8.9.3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3630"/>
      </w:tblGrid>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5, 6</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63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CAT Runtime Environment, Cre_Pcs_Pcco</w:t>
            </w:r>
          </w:p>
        </w:tc>
      </w:tr>
    </w:tbl>
    <w:p w:rsidR="00714EBB" w:rsidRPr="00870ED0" w:rsidRDefault="00714EBB" w:rsidP="00040656"/>
    <w:p w:rsidR="00714EBB" w:rsidRPr="00870ED0" w:rsidRDefault="00714EBB" w:rsidP="00B469A3">
      <w:pPr>
        <w:pStyle w:val="Heading5"/>
      </w:pPr>
      <w:r w:rsidRPr="00870ED0">
        <w:t>5.2.8.9.4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not allocated timers</w:t>
            </w:r>
          </w:p>
          <w:p w:rsidR="00714EBB" w:rsidRPr="00870ED0" w:rsidRDefault="00714EBB">
            <w:pPr>
              <w:pStyle w:val="PL"/>
              <w:rPr>
                <w:noProof w:val="0"/>
              </w:rPr>
            </w:pPr>
          </w:p>
          <w:p w:rsidR="00714EBB" w:rsidRPr="00870ED0" w:rsidRDefault="00714EBB">
            <w:pPr>
              <w:pStyle w:val="PL"/>
              <w:rPr>
                <w:noProof w:val="0"/>
              </w:rPr>
            </w:pPr>
            <w:r w:rsidRPr="00870ED0">
              <w:rPr>
                <w:noProof w:val="0"/>
              </w:rPr>
              <w:t>For each timer ID ranging from '00' to 'FF', applet calls releaseTimer(ID)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Each time, method shall throw a ToolkitException with reason code INVALID_TIMER_ID.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allocated timers</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1- Call 8 times allocateTimer() </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7 times releaseTimer(id)</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isEventSet(EVENT_TIMER_EXPIRATION)</w:t>
            </w:r>
          </w:p>
          <w:p w:rsidR="00714EBB" w:rsidRPr="00870ED0" w:rsidRDefault="00714EBB">
            <w:pPr>
              <w:pStyle w:val="PL"/>
              <w:rPr>
                <w:noProof w:val="0"/>
              </w:rPr>
            </w:pP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r w:rsidRPr="00870ED0">
              <w:t>2- Each time, 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 Shall return true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invalid timer ID</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releaseTimer('FF')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isEventSet(EVENT_TIMER_EXPIRATION)</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Shall throw a ToolkitException with INVALID_TIMER_ID reason code.</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true.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last timer</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releaseTimer(last timer allocated)</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isEventSet(EVENT_TIMER_EXPIRATION)</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w:t>
            </w:r>
            <w:r w:rsidRPr="00870ED0">
              <w:tab/>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2-</w:t>
            </w:r>
            <w:r w:rsidRPr="00870ED0">
              <w:tab/>
              <w:t>Shall return false.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Check we can allocate timers after they have been released</w:t>
            </w:r>
          </w:p>
          <w:p w:rsidR="00714EBB" w:rsidRPr="00870ED0" w:rsidRDefault="00714EBB">
            <w:pPr>
              <w:pStyle w:val="PL"/>
              <w:rPr>
                <w:noProof w:val="0"/>
              </w:rPr>
            </w:pPr>
          </w:p>
          <w:p w:rsidR="00714EBB" w:rsidRPr="00870ED0" w:rsidRDefault="00714EBB">
            <w:pPr>
              <w:pStyle w:val="PL"/>
              <w:rPr>
                <w:noProof w:val="0"/>
              </w:rPr>
            </w:pPr>
            <w:r w:rsidRPr="00870ED0">
              <w:rPr>
                <w:noProof w:val="0"/>
              </w:rPr>
              <w:t>Call 8 times allocateTimer() method</w:t>
            </w:r>
          </w:p>
          <w:p w:rsidR="00714EBB" w:rsidRPr="00870ED0" w:rsidRDefault="00714EBB">
            <w:pPr>
              <w:pStyle w:val="PL"/>
              <w:rPr>
                <w:noProof w:val="0"/>
              </w:rPr>
            </w:pP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No exception shall be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all timers</w:t>
            </w:r>
          </w:p>
          <w:p w:rsidR="00714EBB" w:rsidRPr="00870ED0" w:rsidRDefault="00714EBB">
            <w:pPr>
              <w:pStyle w:val="PL"/>
              <w:rPr>
                <w:noProof w:val="0"/>
              </w:rPr>
            </w:pPr>
          </w:p>
          <w:p w:rsidR="00714EBB" w:rsidRPr="00870ED0" w:rsidRDefault="00714EBB">
            <w:pPr>
              <w:pStyle w:val="PL"/>
              <w:rPr>
                <w:noProof w:val="0"/>
              </w:rPr>
            </w:pPr>
            <w:r w:rsidRPr="00870ED0">
              <w:rPr>
                <w:noProof w:val="0"/>
              </w:rPr>
              <w:t>For 1 to 8, Call releaseTimer(id)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No exception shall be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PL"/>
              <w:keepNext/>
              <w:jc w:val="center"/>
              <w:rPr>
                <w:noProof w:val="0"/>
              </w:rPr>
            </w:pPr>
            <w:r w:rsidRPr="00870ED0">
              <w:rPr>
                <w:rFonts w:ascii="Arial" w:hAnsi="Arial"/>
                <w:b/>
                <w:noProof w:val="0"/>
                <w:sz w:val="18"/>
              </w:rPr>
              <w:t>Check applet is not triggered by envelope(EVENT_TIMER_EXPIRATION) command</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Send envelope(EVENT_TIMER_EXPIRATION)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r w:rsidRPr="00870ED0">
              <w:t>Applet is not triggered by any envelope(EVENT_TIMER_EXPIRATION) command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L"/>
              <w:keepLines w:val="0"/>
            </w:pPr>
          </w:p>
        </w:tc>
      </w:tr>
    </w:tbl>
    <w:p w:rsidR="00714EBB" w:rsidRPr="00870ED0" w:rsidRDefault="00714EBB"/>
    <w:p w:rsidR="00714EBB" w:rsidRPr="00870ED0" w:rsidRDefault="00714EBB">
      <w:pPr>
        <w:pStyle w:val="Heading4"/>
      </w:pPr>
      <w:r w:rsidRPr="00870ED0">
        <w:t>5.2.8.10</w:t>
      </w:r>
      <w:r w:rsidRPr="00870ED0">
        <w:tab/>
        <w:t>Method requestPollInterval</w:t>
      </w:r>
    </w:p>
    <w:p w:rsidR="00714EBB" w:rsidRPr="00870ED0" w:rsidRDefault="00714EBB">
      <w:r w:rsidRPr="00870ED0">
        <w:t>Test Area Reference: Api_2_Tkr_Rpol</w:t>
      </w:r>
      <w:r w:rsidR="00040656" w:rsidRPr="00870ED0">
        <w:t>.</w:t>
      </w:r>
    </w:p>
    <w:p w:rsidR="00714EBB" w:rsidRPr="00870ED0" w:rsidRDefault="00714EBB" w:rsidP="00040656">
      <w:pPr>
        <w:pStyle w:val="Heading5"/>
      </w:pPr>
      <w:r w:rsidRPr="00870ED0">
        <w:t>5.2</w:t>
      </w:r>
      <w:r w:rsidR="00040656" w:rsidRPr="00870ED0">
        <w:t>.8.10.1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requestPollInterval(short duration)</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5.2.8.10.1.1</w:t>
      </w:r>
      <w:r w:rsidRPr="00870ED0">
        <w:tab/>
        <w:t>Normal execution</w:t>
      </w:r>
    </w:p>
    <w:p w:rsidR="00714EBB" w:rsidRPr="00870ED0" w:rsidRDefault="00714EBB">
      <w:pPr>
        <w:pStyle w:val="B1"/>
      </w:pPr>
      <w:r w:rsidRPr="00870ED0">
        <w:t>CRRN1: If duration is between 1 and 15300 or equal to POLL_SYSTEM_DURATION, the applet registers to EVENT_STATUS_COMMAND.</w:t>
      </w:r>
    </w:p>
    <w:p w:rsidR="00714EBB" w:rsidRPr="00870ED0" w:rsidRDefault="00714EBB">
      <w:pPr>
        <w:pStyle w:val="B1"/>
      </w:pPr>
      <w:r w:rsidRPr="00870ED0">
        <w:t>CRRN2: If duration is POLL_NO_DURATION, the applet is deregistered from EVENT_STATUS_COMMAND.</w:t>
      </w:r>
    </w:p>
    <w:p w:rsidR="00714EBB" w:rsidRPr="00870ED0" w:rsidRDefault="00714EBB">
      <w:pPr>
        <w:pStyle w:val="H6"/>
        <w:outlineLvl w:val="0"/>
      </w:pPr>
      <w:r w:rsidRPr="00870ED0">
        <w:t>5.2.8.10.1.2</w:t>
      </w:r>
      <w:r w:rsidRPr="00870ED0">
        <w:tab/>
        <w:t>Parameter errors</w:t>
      </w:r>
    </w:p>
    <w:p w:rsidR="00714EBB" w:rsidRPr="00870ED0" w:rsidRDefault="00714EBB">
      <w:pPr>
        <w:pStyle w:val="B1"/>
      </w:pPr>
      <w:r w:rsidRPr="00870ED0">
        <w:t>CRRP1: the method should throw a ToolkitException with REGISTRY_ERROR reason if duration is &gt; 15300 or is &lt; -1 (POLL_SYSTEM_DURATION).</w:t>
      </w:r>
    </w:p>
    <w:p w:rsidR="00714EBB" w:rsidRPr="00870ED0" w:rsidRDefault="00714EBB">
      <w:pPr>
        <w:pStyle w:val="H6"/>
        <w:outlineLvl w:val="0"/>
      </w:pPr>
      <w:r w:rsidRPr="00870ED0">
        <w:t>5.2.8.10.1.3</w:t>
      </w:r>
      <w:r w:rsidRPr="00870ED0">
        <w:tab/>
        <w:t>Context errors</w:t>
      </w:r>
    </w:p>
    <w:p w:rsidR="00714EBB" w:rsidRPr="00870ED0" w:rsidRDefault="00714EBB">
      <w:pPr>
        <w:keepNext/>
        <w:keepLines/>
      </w:pPr>
      <w:r w:rsidRPr="00870ED0">
        <w:t>No requirements.</w:t>
      </w:r>
    </w:p>
    <w:p w:rsidR="00714EBB" w:rsidRPr="00870ED0" w:rsidRDefault="00714EBB" w:rsidP="00040656">
      <w:pPr>
        <w:pStyle w:val="Heading5"/>
      </w:pPr>
      <w:r w:rsidRPr="00870ED0">
        <w:t>5.2.8.10.2</w:t>
      </w:r>
      <w:r w:rsidRPr="00870ED0">
        <w:tab/>
        <w:t>Test area files</w:t>
      </w:r>
    </w:p>
    <w:p w:rsidR="00714EBB" w:rsidRPr="00870ED0" w:rsidRDefault="00714EBB" w:rsidP="002854FB">
      <w:pPr>
        <w:pStyle w:val="EX"/>
      </w:pPr>
      <w:r w:rsidRPr="00870ED0">
        <w:t>Test Source:</w:t>
      </w:r>
      <w:r w:rsidRPr="00870ED0">
        <w:tab/>
        <w:t>Test_Api_2_Tkr_Rpol.java</w:t>
      </w:r>
      <w:r w:rsidR="00040656" w:rsidRPr="00870ED0">
        <w:t>.</w:t>
      </w:r>
    </w:p>
    <w:p w:rsidR="00714EBB" w:rsidRPr="00870ED0" w:rsidRDefault="00714EBB" w:rsidP="002854FB">
      <w:pPr>
        <w:pStyle w:val="EX"/>
      </w:pPr>
      <w:r w:rsidRPr="00870ED0">
        <w:t>Test</w:t>
      </w:r>
      <w:r w:rsidR="00040656" w:rsidRPr="00870ED0">
        <w:t xml:space="preserve"> Applet: </w:t>
      </w:r>
      <w:r w:rsidR="00040656" w:rsidRPr="00870ED0">
        <w:tab/>
        <w:t>Api_2_Tkr_Rpol_1.java.</w:t>
      </w:r>
    </w:p>
    <w:p w:rsidR="00714EBB" w:rsidRPr="00870ED0" w:rsidRDefault="00714EBB" w:rsidP="002854FB">
      <w:pPr>
        <w:pStyle w:val="EX"/>
      </w:pPr>
      <w:r w:rsidRPr="00870ED0">
        <w:t>Cap File:</w:t>
      </w:r>
      <w:r w:rsidRPr="00870ED0">
        <w:tab/>
        <w:t>api_2_tkr_rpol.cap</w:t>
      </w:r>
      <w:r w:rsidR="00040656" w:rsidRPr="00870ED0">
        <w:t>.</w:t>
      </w:r>
    </w:p>
    <w:p w:rsidR="00714EBB" w:rsidRPr="00870ED0" w:rsidRDefault="00714EBB" w:rsidP="00040656">
      <w:pPr>
        <w:pStyle w:val="Heading5"/>
      </w:pPr>
      <w:r w:rsidRPr="00870ED0">
        <w:t>5.2.8.10.3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6, 7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bl>
    <w:p w:rsidR="00714EBB" w:rsidRPr="00870ED0" w:rsidRDefault="00714EBB" w:rsidP="00040656"/>
    <w:p w:rsidR="00714EBB" w:rsidRPr="00870ED0" w:rsidRDefault="00714EBB" w:rsidP="00040656">
      <w:pPr>
        <w:pStyle w:val="Heading5"/>
      </w:pPr>
      <w:r w:rsidRPr="00870ED0">
        <w:t>5.2.8.10.4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010296">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Request a value between 1 and 15300 s</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isEventSet(EVENT_STATUS_COMMMAND)</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requestPollInterval(duration) for boundaries values: 1, 255, 256, 15300.</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isEventSet(EVENT_STATUS_COMMAND).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Shall return false.</w:t>
            </w:r>
          </w:p>
          <w:p w:rsidR="00714EBB" w:rsidRPr="00870ED0" w:rsidRDefault="00714EBB">
            <w:pPr>
              <w:pStyle w:val="TAL"/>
              <w:keepNext w:val="0"/>
              <w:keepLines w:val="0"/>
            </w:pPr>
          </w:p>
          <w:p w:rsidR="00714EBB" w:rsidRPr="00870ED0" w:rsidRDefault="00714EBB">
            <w:pPr>
              <w:pStyle w:val="TAL"/>
              <w:keepNext w:val="0"/>
              <w:keepLines w:val="0"/>
            </w:pPr>
            <w:r w:rsidRPr="00870ED0">
              <w:t>2- 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 Shall return true.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jc w:val="center"/>
              <w:rPr>
                <w:noProof w:val="0"/>
              </w:rPr>
            </w:pPr>
            <w:r w:rsidRPr="00870ED0">
              <w:rPr>
                <w:rFonts w:ascii="Arial" w:hAnsi="Arial"/>
                <w:b/>
                <w:noProof w:val="0"/>
                <w:sz w:val="18"/>
              </w:rPr>
              <w:t>Check Applet is triggered by a STATUS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1- reset and card initialization</w:t>
            </w:r>
          </w:p>
          <w:p w:rsidR="00714EBB" w:rsidRPr="00870ED0" w:rsidRDefault="00714EBB">
            <w:pPr>
              <w:pStyle w:val="PL"/>
              <w:rPr>
                <w:noProof w:val="0"/>
              </w:rPr>
            </w:pPr>
          </w:p>
          <w:p w:rsidR="00714EBB" w:rsidRPr="00870ED0" w:rsidRDefault="00714EBB">
            <w:pPr>
              <w:pStyle w:val="PL"/>
              <w:rPr>
                <w:noProof w:val="0"/>
              </w:rPr>
            </w:pPr>
            <w:r w:rsidRPr="00870ED0">
              <w:rPr>
                <w:noProof w:val="0"/>
              </w:rPr>
              <w:t>2- Send STATUS command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2- Applet is triggered by a STATUS command</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Request POLL SYSTEM 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isEventSet(EVENT_STATUS_COMMMAND).</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RequestPollInterval(POLL_SYSTEM_DURATION).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IsEventSet(EVENT_STATUS_COMMAND).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2- 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 Shall return true.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a STATUS command</w:t>
            </w:r>
          </w:p>
          <w:p w:rsidR="00714EBB" w:rsidRPr="00870ED0" w:rsidRDefault="00714EBB">
            <w:pPr>
              <w:pStyle w:val="PL"/>
              <w:rPr>
                <w:noProof w:val="0"/>
              </w:rPr>
            </w:pPr>
            <w:r w:rsidRPr="00870ED0">
              <w:rPr>
                <w:noProof w:val="0"/>
              </w:rPr>
              <w:t>1- reset and card initialization</w:t>
            </w:r>
          </w:p>
          <w:p w:rsidR="00714EBB" w:rsidRPr="00870ED0" w:rsidRDefault="00714EBB">
            <w:pPr>
              <w:pStyle w:val="PL"/>
              <w:rPr>
                <w:noProof w:val="0"/>
              </w:rPr>
            </w:pPr>
            <w:r w:rsidRPr="00870ED0">
              <w:rPr>
                <w:noProof w:val="0"/>
              </w:rPr>
              <w:t>2- Send STATUS command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2- Applet is triggered by a STATUS command</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Request invalid duration</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Call requestPollInterval(duration) for following values: 15301, 32767, -2, -32768</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r w:rsidRPr="00870ED0">
              <w:t>Each time, a ToolkitException with REGISTRY_ERROR reason code, shall be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Request POLL NO 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isEventSet(EVENT_STATUS_COMMMAND)</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requestPollInterval(POLL_NO_DURATION)</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isEventSet(EVENT_STATUS_COMMAND)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Shall return true.</w:t>
            </w:r>
          </w:p>
          <w:p w:rsidR="00714EBB" w:rsidRPr="00870ED0" w:rsidRDefault="00714EBB">
            <w:pPr>
              <w:pStyle w:val="TAL"/>
              <w:keepNext w:val="0"/>
              <w:keepLines w:val="0"/>
            </w:pPr>
          </w:p>
          <w:p w:rsidR="00714EBB" w:rsidRPr="00870ED0" w:rsidRDefault="00714EBB">
            <w:pPr>
              <w:pStyle w:val="TAL"/>
              <w:keepNext w:val="0"/>
              <w:keepLines w:val="0"/>
            </w:pPr>
            <w:r w:rsidRPr="00870ED0">
              <w:t>2- 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 Shall return false.</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not triggered by an STATUS command.</w:t>
            </w:r>
          </w:p>
          <w:p w:rsidR="00714EBB" w:rsidRPr="00870ED0" w:rsidRDefault="00714EBB">
            <w:pPr>
              <w:pStyle w:val="PL"/>
              <w:rPr>
                <w:noProof w:val="0"/>
              </w:rPr>
            </w:pPr>
            <w:r w:rsidRPr="00870ED0">
              <w:rPr>
                <w:noProof w:val="0"/>
              </w:rPr>
              <w:t>1- reset and card initialization</w:t>
            </w:r>
          </w:p>
          <w:p w:rsidR="00714EBB" w:rsidRPr="00870ED0" w:rsidRDefault="00714EBB">
            <w:pPr>
              <w:pStyle w:val="PL"/>
              <w:rPr>
                <w:noProof w:val="0"/>
              </w:rPr>
            </w:pPr>
            <w:r w:rsidRPr="00870ED0">
              <w:rPr>
                <w:noProof w:val="0"/>
              </w:rPr>
              <w:t>2- Send STATUS command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2- Applet is not triggered by a STATUS command</w:t>
            </w:r>
          </w:p>
        </w:tc>
        <w:tc>
          <w:tcPr>
            <w:tcW w:w="2334"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5.2.8.11</w:t>
      </w:r>
      <w:r w:rsidRPr="00870ED0">
        <w:tab/>
        <w:t>Method setEvent</w:t>
      </w:r>
    </w:p>
    <w:p w:rsidR="00714EBB" w:rsidRPr="00870ED0" w:rsidRDefault="00714EBB">
      <w:r w:rsidRPr="00870ED0">
        <w:t>Test Area Reference: Api_2_Tkr_Sevt</w:t>
      </w:r>
    </w:p>
    <w:p w:rsidR="00714EBB" w:rsidRPr="00870ED0" w:rsidRDefault="00714EBB" w:rsidP="00040656">
      <w:pPr>
        <w:pStyle w:val="Heading5"/>
      </w:pPr>
      <w:r w:rsidRPr="00870ED0">
        <w:t>5.2</w:t>
      </w:r>
      <w:r w:rsidR="00040656" w:rsidRPr="00870ED0">
        <w:t>.8.11.1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setEvent(short id)</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javacard.framework.TransactionException</w:t>
      </w:r>
    </w:p>
    <w:p w:rsidR="00714EBB" w:rsidRPr="00870ED0" w:rsidRDefault="00714EBB">
      <w:pPr>
        <w:pStyle w:val="PL"/>
        <w:rPr>
          <w:noProof w:val="0"/>
        </w:rPr>
      </w:pPr>
    </w:p>
    <w:p w:rsidR="00714EBB" w:rsidRPr="00870ED0" w:rsidRDefault="00714EBB">
      <w:pPr>
        <w:pStyle w:val="H6"/>
        <w:outlineLvl w:val="0"/>
      </w:pPr>
      <w:r w:rsidRPr="00870ED0">
        <w:t>5.2.8.11.1.1</w:t>
      </w:r>
      <w:r w:rsidRPr="00870ED0">
        <w:tab/>
        <w:t>Normal execution</w:t>
      </w:r>
    </w:p>
    <w:p w:rsidR="00714EBB" w:rsidRPr="00870ED0" w:rsidRDefault="00714EBB">
      <w:pPr>
        <w:pStyle w:val="B1"/>
      </w:pPr>
      <w:r w:rsidRPr="00870ED0">
        <w:t>CRRN1: A following call to isEventSet() method with the same event id shall answer true for the applet.</w:t>
      </w:r>
    </w:p>
    <w:p w:rsidR="00714EBB" w:rsidRPr="00870ED0" w:rsidRDefault="00714EBB">
      <w:pPr>
        <w:pStyle w:val="B1"/>
      </w:pPr>
      <w:r w:rsidRPr="00870ED0">
        <w:t>CRRN2: The CAT Runtime Environment shall trigger the applet if an occurrence of the set event happens.</w:t>
      </w:r>
    </w:p>
    <w:p w:rsidR="00714EBB" w:rsidRPr="00870ED0" w:rsidRDefault="00714EBB">
      <w:pPr>
        <w:pStyle w:val="B1"/>
      </w:pPr>
      <w:r w:rsidRPr="00870ED0">
        <w:t>CRRN3: the method shall accept</w:t>
      </w:r>
      <w:r w:rsidR="00040656" w:rsidRPr="00870ED0">
        <w:t xml:space="preserve"> all the events defined in </w:t>
      </w:r>
      <w:r w:rsidRPr="00870ED0">
        <w:t xml:space="preserve">TS 102 241 </w:t>
      </w:r>
      <w:r w:rsidR="00A1210D" w:rsidRPr="00870ED0">
        <w:t>[9]</w:t>
      </w:r>
      <w:r w:rsidRPr="00870ED0">
        <w:t xml:space="preserve"> except: EVENT_MENU_SELECTION, EVENT_MENU_SELECTION_HELP_</w:t>
      </w:r>
      <w:r w:rsidR="00040656" w:rsidRPr="00870ED0">
        <w:t>REQUEST, EVENT_TIMER_EXPIRATION</w:t>
      </w:r>
      <w:r w:rsidRPr="00870ED0">
        <w:t>, EVENT_STATUS_COMMAND, EVENT_EVENT_DOWNLOAD_LOCAL_CONNECTION and EVENT_EXTERNAL_FILE_UPDATE.</w:t>
      </w:r>
    </w:p>
    <w:p w:rsidR="00714EBB" w:rsidRPr="00870ED0" w:rsidRDefault="00714EBB">
      <w:pPr>
        <w:pStyle w:val="B1"/>
      </w:pPr>
      <w:r w:rsidRPr="00870ED0">
        <w:t>CRRN4: no exception shall be thrown if the applet registers more than once to the same event.</w:t>
      </w:r>
    </w:p>
    <w:p w:rsidR="00714EBB" w:rsidRPr="00870ED0" w:rsidRDefault="00714EBB">
      <w:pPr>
        <w:pStyle w:val="B1"/>
      </w:pPr>
      <w:r w:rsidRPr="00870ED0">
        <w:t>CRRN5: all updates in the ToolkitRegistry are atomic.</w:t>
      </w:r>
    </w:p>
    <w:p w:rsidR="00714EBB" w:rsidRPr="00870ED0" w:rsidRDefault="00714EBB">
      <w:pPr>
        <w:pStyle w:val="H6"/>
        <w:outlineLvl w:val="0"/>
      </w:pPr>
      <w:r w:rsidRPr="00870ED0">
        <w:lastRenderedPageBreak/>
        <w:t>5.2.8.11.1.2</w:t>
      </w:r>
      <w:r w:rsidRPr="00870ED0">
        <w:tab/>
        <w:t>Parameter errors</w:t>
      </w:r>
    </w:p>
    <w:p w:rsidR="00714EBB" w:rsidRPr="00870ED0" w:rsidRDefault="00714EBB">
      <w:pPr>
        <w:pStyle w:val="B1"/>
      </w:pPr>
      <w:r w:rsidRPr="00870ED0">
        <w:t>CRRP1: shall throw a ToolkitException with EVENT_NOT_SUPPORTED reason if event is 0.</w:t>
      </w:r>
    </w:p>
    <w:p w:rsidR="00714EBB" w:rsidRPr="00870ED0" w:rsidRDefault="00714EBB">
      <w:pPr>
        <w:pStyle w:val="B1"/>
      </w:pPr>
      <w:r w:rsidRPr="00870ED0">
        <w:t>CRRP2: shall throw a ToolkitException with EVENT_NOT_ALLOWED reason if event is EVENT_MENU_SELECTION.</w:t>
      </w:r>
    </w:p>
    <w:p w:rsidR="00714EBB" w:rsidRPr="00870ED0" w:rsidRDefault="00714EBB">
      <w:pPr>
        <w:pStyle w:val="B1"/>
      </w:pPr>
      <w:r w:rsidRPr="00870ED0">
        <w:t>CRRP3: shall throw a ToolkitException with EVENT_NOT_ALLOWED reason if event is EVENT_MENU_SELECTION_HELP_REQUEST.</w:t>
      </w:r>
    </w:p>
    <w:p w:rsidR="00714EBB" w:rsidRPr="00870ED0" w:rsidRDefault="00714EBB">
      <w:pPr>
        <w:pStyle w:val="B1"/>
      </w:pPr>
      <w:r w:rsidRPr="00870ED0">
        <w:t>CRRP4: shall throw a ToolkitException with EVENT_NOT_ALLOWED reason if event is EVENT_TIMER_EXPIRATION.</w:t>
      </w:r>
    </w:p>
    <w:p w:rsidR="00714EBB" w:rsidRPr="00870ED0" w:rsidRDefault="00714EBB">
      <w:pPr>
        <w:pStyle w:val="B1"/>
      </w:pPr>
      <w:r w:rsidRPr="00870ED0">
        <w:t>CRRP5: shall throw a ToolkitException with EVENT_NOT_ALLOWED reason if event is EVENT_STATUS_COMMAND.</w:t>
      </w:r>
    </w:p>
    <w:p w:rsidR="00714EBB" w:rsidRPr="00870ED0" w:rsidRDefault="00714EBB">
      <w:pPr>
        <w:pStyle w:val="B1"/>
      </w:pPr>
      <w:r w:rsidRPr="00870ED0">
        <w:t>CRRP6: shall throw a Toolkit Exception with reason EVENT_NOT_ALLOWED if event was EVENT_EVENT_DOWNLOAD_LOCAL_CONNECTION.</w:t>
      </w:r>
    </w:p>
    <w:p w:rsidR="00714EBB" w:rsidRPr="00870ED0" w:rsidRDefault="00714EBB">
      <w:pPr>
        <w:pStyle w:val="B1"/>
      </w:pPr>
      <w:r w:rsidRPr="00870ED0">
        <w:t>CRRP7: shall throw a Toolkit Exception with reason EVENT_NOT_ALLOWED if event was EVENT_EXTERNAL_FILE_UPDATE.</w:t>
      </w:r>
    </w:p>
    <w:p w:rsidR="00714EBB" w:rsidRPr="00870ED0" w:rsidRDefault="00714EBB">
      <w:pPr>
        <w:pStyle w:val="H6"/>
        <w:outlineLvl w:val="0"/>
      </w:pPr>
      <w:r w:rsidRPr="00870ED0">
        <w:t>5.2.8.11.1.3</w:t>
      </w:r>
      <w:r w:rsidRPr="00870ED0">
        <w:tab/>
        <w:t>Context errors</w:t>
      </w:r>
    </w:p>
    <w:p w:rsidR="00714EBB" w:rsidRPr="00870ED0" w:rsidRDefault="00714EBB">
      <w:pPr>
        <w:pStyle w:val="B1"/>
      </w:pPr>
      <w:r w:rsidRPr="00870ED0">
        <w:t>CRRC1: shall throw a ToolkitException with EVENT_ALREADY_REGISTERED if event is EVENT_CALL_CONTROL_BY_NAA but another applet is already registered to it.</w:t>
      </w:r>
    </w:p>
    <w:p w:rsidR="00714EBB" w:rsidRPr="00870ED0" w:rsidRDefault="00714EBB">
      <w:pPr>
        <w:pStyle w:val="B1"/>
      </w:pPr>
      <w:r w:rsidRPr="00870ED0">
        <w:t>CRRC2: shall throw a ToolkitException with EVENT_ALREADY_REGISTERED if event is EVENT_CALL_CONTROL_BY_NAA but another applet that it is not in selectable st</w:t>
      </w:r>
      <w:r w:rsidR="00040656" w:rsidRPr="00870ED0">
        <w:t>ate is already registered to it</w:t>
      </w:r>
      <w:r w:rsidRPr="00870ED0">
        <w:t>.</w:t>
      </w:r>
    </w:p>
    <w:p w:rsidR="00714EBB" w:rsidRPr="00870ED0" w:rsidRDefault="00714EBB">
      <w:pPr>
        <w:pStyle w:val="B1"/>
      </w:pPr>
      <w:r w:rsidRPr="00870ED0">
        <w:t>CRRC3: shall throw javacard.framework.TransactionException - if the operation would cause the commit capacity to be exceeded.</w:t>
      </w:r>
    </w:p>
    <w:p w:rsidR="00714EBB" w:rsidRPr="00870ED0" w:rsidRDefault="00714EBB">
      <w:pPr>
        <w:pStyle w:val="B1"/>
      </w:pPr>
      <w:r w:rsidRPr="00870ED0">
        <w:t>CRRC4: shall throw a ToolkitException with TAR_NOT_DEFINED if the event requests a tag and the applet has no TAR defined.</w:t>
      </w:r>
    </w:p>
    <w:p w:rsidR="00714EBB" w:rsidRPr="00870ED0" w:rsidRDefault="00714EBB" w:rsidP="00040656">
      <w:pPr>
        <w:pStyle w:val="Heading5"/>
      </w:pPr>
      <w:r w:rsidRPr="00870ED0">
        <w:t>5.2.8.11.2</w:t>
      </w:r>
      <w:r w:rsidRPr="00870ED0">
        <w:tab/>
        <w:t>Test area files</w:t>
      </w:r>
    </w:p>
    <w:p w:rsidR="00714EBB" w:rsidRPr="00870ED0" w:rsidRDefault="00714EBB" w:rsidP="002854FB">
      <w:pPr>
        <w:pStyle w:val="EX"/>
      </w:pPr>
      <w:r w:rsidRPr="00870ED0">
        <w:t>Test Source:</w:t>
      </w:r>
      <w:r w:rsidRPr="00870ED0">
        <w:tab/>
        <w:t>Test_Api_2_Tkr_Sevt.java</w:t>
      </w:r>
      <w:r w:rsidR="00040656" w:rsidRPr="00870ED0">
        <w:t>.</w:t>
      </w:r>
    </w:p>
    <w:p w:rsidR="00714EBB" w:rsidRPr="00870ED0" w:rsidRDefault="00714EBB" w:rsidP="002854FB">
      <w:pPr>
        <w:pStyle w:val="EX"/>
      </w:pPr>
      <w:r w:rsidRPr="00870ED0">
        <w:t xml:space="preserve">Test Applet: </w:t>
      </w:r>
      <w:r w:rsidRPr="00870ED0">
        <w:tab/>
        <w:t>Api_2_Tkr_Sevt_1.java</w:t>
      </w:r>
      <w:r w:rsidR="00040656" w:rsidRPr="00870ED0">
        <w:t>.</w:t>
      </w:r>
    </w:p>
    <w:p w:rsidR="00714EBB" w:rsidRPr="00870ED0" w:rsidRDefault="00040656" w:rsidP="00040656">
      <w:pPr>
        <w:pStyle w:val="EX"/>
      </w:pPr>
      <w:r w:rsidRPr="00870ED0">
        <w:tab/>
      </w:r>
      <w:r w:rsidR="00714EBB" w:rsidRPr="00870ED0">
        <w:t>Api_2_Tkr_Sevt_2.java</w:t>
      </w:r>
      <w:r w:rsidRPr="00870ED0">
        <w:t>.</w:t>
      </w:r>
    </w:p>
    <w:p w:rsidR="00714EBB" w:rsidRPr="00870ED0" w:rsidRDefault="00040656" w:rsidP="00040656">
      <w:pPr>
        <w:pStyle w:val="EX"/>
      </w:pPr>
      <w:r w:rsidRPr="00870ED0">
        <w:tab/>
      </w:r>
      <w:r w:rsidR="00714EBB" w:rsidRPr="00870ED0">
        <w:t>Api_2_Tkr_Sevt_3.java</w:t>
      </w:r>
      <w:r w:rsidRPr="00870ED0">
        <w:t>.</w:t>
      </w:r>
    </w:p>
    <w:p w:rsidR="00714EBB" w:rsidRPr="00870ED0" w:rsidRDefault="00040656" w:rsidP="00040656">
      <w:pPr>
        <w:pStyle w:val="EX"/>
      </w:pPr>
      <w:r w:rsidRPr="00870ED0">
        <w:tab/>
      </w:r>
      <w:r w:rsidR="00714EBB" w:rsidRPr="00870ED0">
        <w:t>Api_2_Tkr_Sevt_4.java</w:t>
      </w:r>
      <w:r w:rsidRPr="00870ED0">
        <w:t>.</w:t>
      </w:r>
    </w:p>
    <w:p w:rsidR="00714EBB" w:rsidRPr="00870ED0" w:rsidRDefault="00040656" w:rsidP="00040656">
      <w:pPr>
        <w:pStyle w:val="EX"/>
      </w:pPr>
      <w:r w:rsidRPr="00870ED0">
        <w:tab/>
      </w:r>
      <w:r w:rsidR="00714EBB" w:rsidRPr="00870ED0">
        <w:t>The load s</w:t>
      </w:r>
      <w:r w:rsidRPr="00870ED0">
        <w:t>cript installs the 4 instances.</w:t>
      </w:r>
    </w:p>
    <w:p w:rsidR="00714EBB" w:rsidRPr="00870ED0" w:rsidRDefault="00714EBB" w:rsidP="002854FB">
      <w:pPr>
        <w:pStyle w:val="EX"/>
      </w:pPr>
      <w:r w:rsidRPr="00870ED0">
        <w:t>Cap File:</w:t>
      </w:r>
      <w:r w:rsidRPr="00870ED0">
        <w:tab/>
        <w:t>api_2_tkr_sevt.cap</w:t>
      </w:r>
      <w:r w:rsidR="00040656" w:rsidRPr="00870ED0">
        <w:t>.</w:t>
      </w:r>
    </w:p>
    <w:p w:rsidR="00714EBB" w:rsidRPr="00870ED0" w:rsidRDefault="00714EBB" w:rsidP="00040656">
      <w:pPr>
        <w:pStyle w:val="Heading5"/>
      </w:pPr>
      <w:r w:rsidRPr="00870ED0">
        <w:t>5.2.8.11.3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824EEF">
        <w:trPr>
          <w:tblHeade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r w:rsidR="00040656" w:rsidRPr="00870ED0">
              <w:t xml:space="preserve"> </w:t>
            </w:r>
            <w:r w:rsidRPr="00870ED0">
              <w:t>10,</w:t>
            </w:r>
            <w:r w:rsidR="00040656" w:rsidRPr="00870ED0">
              <w:t xml:space="preserve"> </w:t>
            </w:r>
            <w:r w:rsidRPr="00870ED0">
              <w:t>11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r w:rsidR="00040656" w:rsidRPr="00870ED0">
              <w:t xml:space="preserve"> </w:t>
            </w:r>
            <w:r w:rsidRPr="00870ED0">
              <w:t>4,</w:t>
            </w:r>
            <w:r w:rsidR="00040656" w:rsidRPr="00870ED0">
              <w:t xml:space="preserve"> </w:t>
            </w:r>
            <w:r w:rsidRPr="00870ED0">
              <w:t>5,</w:t>
            </w:r>
            <w:r w:rsidR="00040656" w:rsidRPr="00870ED0">
              <w:t xml:space="preserve"> </w:t>
            </w:r>
            <w:r w:rsidRPr="00870ED0">
              <w:t>6,</w:t>
            </w:r>
            <w:r w:rsidR="00040656" w:rsidRPr="00870ED0">
              <w:t xml:space="preserve"> </w:t>
            </w:r>
            <w:r w:rsidRPr="00870ED0">
              <w:t>7,</w:t>
            </w:r>
            <w:r w:rsidR="00040656" w:rsidRPr="00870ED0">
              <w:t xml:space="preserve"> </w:t>
            </w:r>
            <w:r w:rsidRPr="00870ED0">
              <w:t>8,</w:t>
            </w:r>
            <w:r w:rsidR="00040656" w:rsidRPr="00870ED0">
              <w:t xml:space="preserve"> </w:t>
            </w: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not testable</w:t>
            </w:r>
          </w:p>
        </w:tc>
      </w:tr>
    </w:tbl>
    <w:p w:rsidR="00714EBB" w:rsidRPr="00870ED0" w:rsidRDefault="00714EBB" w:rsidP="00040656"/>
    <w:p w:rsidR="00714EBB" w:rsidRPr="00870ED0" w:rsidRDefault="00714EBB" w:rsidP="00040656">
      <w:pPr>
        <w:pStyle w:val="Heading5"/>
      </w:pPr>
      <w:r w:rsidRPr="00870ED0">
        <w:t>5.2.8.11.4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749"/>
        <w:gridCol w:w="2977"/>
        <w:gridCol w:w="1630"/>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Id</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Description</w:t>
            </w:r>
          </w:p>
        </w:tc>
        <w:tc>
          <w:tcPr>
            <w:tcW w:w="2977"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API Expectation</w:t>
            </w:r>
          </w:p>
        </w:tc>
        <w:tc>
          <w:tcPr>
            <w:tcW w:w="1630"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Applet1 is triggered by envelope  (EVENT_EVENT_DOWNLOAD_USER_ACTIVITY) command.</w:t>
            </w:r>
          </w:p>
          <w:p w:rsidR="00714EBB" w:rsidRPr="00870ED0" w:rsidRDefault="00714EBB" w:rsidP="00040656">
            <w:pPr>
              <w:pStyle w:val="TAL"/>
            </w:pPr>
          </w:p>
          <w:p w:rsidR="00714EBB" w:rsidRPr="00870ED0" w:rsidRDefault="00714EBB" w:rsidP="00040656">
            <w:pPr>
              <w:pStyle w:val="PL"/>
              <w:keepNext/>
              <w:keepLines/>
              <w:rPr>
                <w:noProof w:val="0"/>
              </w:rPr>
            </w:pPr>
            <w:r w:rsidRPr="00870ED0">
              <w:rPr>
                <w:noProof w:val="0"/>
              </w:rPr>
              <w:t>Send ENVELOPE(EVENT_EVENT_DOWNLOAD_USER_ACTIVITY)</w:t>
            </w:r>
          </w:p>
          <w:p w:rsidR="00714EBB" w:rsidRPr="00870ED0" w:rsidRDefault="00714EBB" w:rsidP="00040656">
            <w:pPr>
              <w:pStyle w:val="TAL"/>
            </w:pP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p>
          <w:p w:rsidR="00714EBB" w:rsidRPr="00870ED0" w:rsidRDefault="00714EBB" w:rsidP="00040656">
            <w:pPr>
              <w:pStyle w:val="TAL"/>
            </w:pPr>
            <w:r w:rsidRPr="00870ED0">
              <w:t>Applet1 shall be triggered</w:t>
            </w: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Set ALLOWED and SUPPORTED events</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w:t>
            </w:r>
            <w:r w:rsidRPr="00870ED0">
              <w:rPr>
                <w:noProof w:val="0"/>
              </w:rPr>
              <w:tab/>
              <w:t>For all allowed events (-1, 1, 7 to 9, 11 to 23, 25 to 29, 123, 124, 126 and 127 excepted 7, 8, 11, 19, 27, 124) defined in ETSI TS 102 241 []*:</w:t>
            </w:r>
            <w:r w:rsidRPr="00870ED0">
              <w:rPr>
                <w:noProof w:val="0"/>
              </w:rPr>
              <w:br/>
              <w:t>EVENT_PROFILE_DOWNLOAD, EVENT_CALL_CONTROL_BY_NAA, EVENT_EVENT_DOWNLOAD_MT_CALL, EVENT_EVENT_DOWNLOAD_CALL_CONNECTED, EVENT_EVENT_DOWNLOAD_CALL_DISCONNECTED, EVENT_EVENT_DOWNLOAD_LOCATION_STATUS, EVENT_EVENT_DOWNLOAD_USER_ACTIVITY, EVENT_EVENT_DOWNLOAD_IDLE_SCREEN_AVAILABLE, EVENT_EVENT_DOWNLOAD_CARD_READER_STATUS, EVENT_EVENT_DOWNLOAD_LANGUAGE_SELECTION, EVENT_EVENT_DOWNLOAD_BROWSER_TERMINATION,</w:t>
            </w:r>
          </w:p>
          <w:p w:rsidR="00714EBB" w:rsidRPr="00870ED0" w:rsidRDefault="00714EBB">
            <w:pPr>
              <w:pStyle w:val="PL"/>
              <w:keepNext/>
              <w:keepLines/>
              <w:rPr>
                <w:noProof w:val="0"/>
              </w:rPr>
            </w:pPr>
            <w:r w:rsidRPr="00870ED0">
              <w:rPr>
                <w:noProof w:val="0"/>
              </w:rPr>
              <w:t>EVENT_EVENT_DOWNLOAD_DATA_AVAILABLE,</w:t>
            </w:r>
          </w:p>
          <w:p w:rsidR="00714EBB" w:rsidRPr="00870ED0" w:rsidRDefault="00714EBB">
            <w:pPr>
              <w:pStyle w:val="PL"/>
              <w:keepNext/>
              <w:keepLines/>
              <w:rPr>
                <w:noProof w:val="0"/>
              </w:rPr>
            </w:pPr>
            <w:r w:rsidRPr="00870ED0">
              <w:rPr>
                <w:noProof w:val="0"/>
              </w:rPr>
              <w:t>EVENT_EVENT_DOWNLOAD_CHANNEL_STATUS,</w:t>
            </w:r>
          </w:p>
          <w:p w:rsidR="00714EBB" w:rsidRPr="00870ED0" w:rsidRDefault="00714EBB">
            <w:pPr>
              <w:pStyle w:val="PL"/>
              <w:keepNext/>
              <w:keepLines/>
              <w:rPr>
                <w:noProof w:val="0"/>
              </w:rPr>
            </w:pPr>
            <w:r w:rsidRPr="00870ED0">
              <w:rPr>
                <w:noProof w:val="0"/>
              </w:rPr>
              <w:t>EVENT_EVENT_DOWNLOAD_ACCESS_TECHNOL0GY_CHANGE,</w:t>
            </w:r>
          </w:p>
          <w:p w:rsidR="00714EBB" w:rsidRPr="00870ED0" w:rsidRDefault="00714EBB">
            <w:pPr>
              <w:pStyle w:val="PL"/>
              <w:keepNext/>
              <w:keepLines/>
              <w:tabs>
                <w:tab w:val="clear" w:pos="4608"/>
                <w:tab w:val="left" w:pos="4580"/>
              </w:tabs>
              <w:rPr>
                <w:noProof w:val="0"/>
              </w:rPr>
            </w:pPr>
            <w:r w:rsidRPr="00870ED0">
              <w:rPr>
                <w:noProof w:val="0"/>
              </w:rPr>
              <w:t>EVENT_EVENT_DOWNLOAD_DISPLAY_PARAMETERS_CHANGED, EVENT_EVENT_DOWNLOAD_NETWORK_SEARCH_MODE_CHANGE,EVENT_EVENT_DOWNLOAD_BROWSING_STATUS,</w:t>
            </w:r>
          </w:p>
          <w:p w:rsidR="00714EBB" w:rsidRPr="00870ED0" w:rsidRDefault="00714EBB">
            <w:pPr>
              <w:pStyle w:val="PL"/>
              <w:keepNext/>
              <w:keepLines/>
              <w:rPr>
                <w:noProof w:val="0"/>
              </w:rPr>
            </w:pPr>
            <w:r w:rsidRPr="00870ED0">
              <w:rPr>
                <w:noProof w:val="0"/>
              </w:rPr>
              <w:t>EVENT_PROACTIVE_HANDLER_AVAILABLE,</w:t>
            </w:r>
          </w:p>
          <w:p w:rsidR="00714EBB" w:rsidRPr="00870ED0" w:rsidRDefault="00714EBB">
            <w:pPr>
              <w:pStyle w:val="PL"/>
              <w:keepNext/>
              <w:keepLines/>
              <w:rPr>
                <w:noProof w:val="0"/>
              </w:rPr>
            </w:pPr>
            <w:r w:rsidRPr="00870ED0">
              <w:rPr>
                <w:noProof w:val="0"/>
              </w:rPr>
              <w:t>EVENT_APPLICATION_DESELECT,</w:t>
            </w:r>
          </w:p>
          <w:p w:rsidR="00714EBB" w:rsidRPr="00870ED0" w:rsidRDefault="00714EBB">
            <w:pPr>
              <w:pStyle w:val="PL"/>
              <w:keepNext/>
              <w:keepLines/>
              <w:rPr>
                <w:noProof w:val="0"/>
              </w:rPr>
            </w:pPr>
            <w:r w:rsidRPr="00870ED0">
              <w:rPr>
                <w:noProof w:val="0"/>
              </w:rPr>
              <w:t>EVENT_FIRST_COMMAND_AFTER_ATR,</w:t>
            </w:r>
          </w:p>
          <w:p w:rsidR="00714EBB" w:rsidRPr="00870ED0" w:rsidRDefault="00714EBB">
            <w:pPr>
              <w:pStyle w:val="PL"/>
              <w:keepNext/>
              <w:keepLines/>
              <w:rPr>
                <w:noProof w:val="0"/>
              </w:rPr>
            </w:pPr>
            <w:r w:rsidRPr="00870ED0">
              <w:rPr>
                <w:noProof w:val="0"/>
              </w:rPr>
              <w:t>EVENT_UNRECOGNIZED_ENVELOPE</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1.1-</w:t>
            </w:r>
            <w:r w:rsidRPr="00870ED0">
              <w:rPr>
                <w:noProof w:val="0"/>
              </w:rPr>
              <w:tab/>
              <w:t>Call clearEvent(event)</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1.2-</w:t>
            </w:r>
            <w:r w:rsidRPr="00870ED0">
              <w:rPr>
                <w:noProof w:val="0"/>
              </w:rPr>
              <w:tab/>
              <w:t>Call isEventSet(event)</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1.3-</w:t>
            </w:r>
            <w:r w:rsidRPr="00870ED0">
              <w:rPr>
                <w:noProof w:val="0"/>
              </w:rPr>
              <w:tab/>
              <w:t>Call setEvent(event)</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1.4-</w:t>
            </w:r>
            <w:r w:rsidRPr="00870ED0">
              <w:rPr>
                <w:noProof w:val="0"/>
              </w:rPr>
              <w:tab/>
              <w:t>Call isEventSet(event)</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1.5-</w:t>
            </w:r>
            <w:r w:rsidRPr="00870ED0">
              <w:rPr>
                <w:noProof w:val="0"/>
              </w:rPr>
              <w:tab/>
              <w:t>Call clearEvent(event)</w:t>
            </w:r>
          </w:p>
          <w:p w:rsidR="00714EBB" w:rsidRPr="00870ED0" w:rsidRDefault="00714EBB">
            <w:pPr>
              <w:pStyle w:val="TAL"/>
              <w:keepNext w:val="0"/>
              <w:keepLines w:val="0"/>
            </w:pP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1.1-</w:t>
            </w:r>
            <w:r w:rsidRPr="00870ED0">
              <w:tab/>
              <w:t>No exception shall be thrown.</w:t>
            </w:r>
          </w:p>
          <w:p w:rsidR="00714EBB" w:rsidRPr="00870ED0" w:rsidRDefault="00714EBB">
            <w:pPr>
              <w:pStyle w:val="TAL"/>
            </w:pPr>
          </w:p>
          <w:p w:rsidR="00714EBB" w:rsidRPr="00870ED0" w:rsidRDefault="00714EBB">
            <w:pPr>
              <w:pStyle w:val="TAL"/>
            </w:pPr>
            <w:r w:rsidRPr="00870ED0">
              <w:t>1.2-</w:t>
            </w:r>
            <w:r w:rsidRPr="00870ED0">
              <w:tab/>
              <w:t>Shall return false.</w:t>
            </w:r>
          </w:p>
          <w:p w:rsidR="00714EBB" w:rsidRPr="00870ED0" w:rsidRDefault="00714EBB">
            <w:pPr>
              <w:pStyle w:val="TAL"/>
            </w:pPr>
          </w:p>
          <w:p w:rsidR="00714EBB" w:rsidRPr="00870ED0" w:rsidRDefault="00714EBB">
            <w:pPr>
              <w:pStyle w:val="TAL"/>
            </w:pPr>
            <w:r w:rsidRPr="00870ED0">
              <w:t>1.3-</w:t>
            </w:r>
            <w:r w:rsidRPr="00870ED0">
              <w:tab/>
              <w:t>No exception shall be thrown.</w:t>
            </w:r>
          </w:p>
          <w:p w:rsidR="00714EBB" w:rsidRPr="00870ED0" w:rsidRDefault="00714EBB">
            <w:pPr>
              <w:pStyle w:val="TAL"/>
            </w:pPr>
          </w:p>
          <w:p w:rsidR="00714EBB" w:rsidRPr="00870ED0" w:rsidRDefault="00714EBB">
            <w:pPr>
              <w:pStyle w:val="TAL"/>
            </w:pPr>
            <w:r w:rsidRPr="00870ED0">
              <w:t>1.4-</w:t>
            </w:r>
            <w:r w:rsidRPr="00870ED0">
              <w:tab/>
              <w:t>Shall return true.</w:t>
            </w:r>
          </w:p>
          <w:p w:rsidR="00714EBB" w:rsidRPr="00870ED0" w:rsidRDefault="00714EBB">
            <w:pPr>
              <w:pStyle w:val="TAL"/>
            </w:pPr>
          </w:p>
          <w:p w:rsidR="00714EBB" w:rsidRPr="00870ED0" w:rsidRDefault="00714EBB">
            <w:pPr>
              <w:pStyle w:val="TAL"/>
              <w:keepNext w:val="0"/>
              <w:keepLines w:val="0"/>
            </w:pPr>
            <w:r w:rsidRPr="00870ED0">
              <w:t>1.5-</w:t>
            </w:r>
            <w:r w:rsidRPr="00870ED0">
              <w:tab/>
              <w:t>No exception shall be thrown.</w:t>
            </w: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Set Event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setEvent(0)</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EVENT_NOT_SUPPORTED reason code.</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C"/>
              <w:keepLines w:val="0"/>
            </w:pPr>
            <w:r w:rsidRPr="00870ED0">
              <w:lastRenderedPageBreak/>
              <w:t>4</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rsidP="00824EEF">
            <w:pPr>
              <w:pStyle w:val="TAH"/>
              <w:keepLines w:val="0"/>
            </w:pPr>
            <w:r w:rsidRPr="00870ED0">
              <w:t>Set EVENT_MENU_SELECTION</w:t>
            </w:r>
          </w:p>
          <w:p w:rsidR="00714EBB" w:rsidRPr="00870ED0" w:rsidRDefault="00714EBB" w:rsidP="00824EEF">
            <w:pPr>
              <w:pStyle w:val="PL"/>
              <w:keepNext/>
              <w:rPr>
                <w:noProof w:val="0"/>
              </w:rPr>
            </w:pPr>
          </w:p>
          <w:p w:rsidR="00714EBB" w:rsidRPr="00870ED0" w:rsidRDefault="00714EBB" w:rsidP="00824EEF">
            <w:pPr>
              <w:pStyle w:val="PL"/>
              <w:keepNext/>
              <w:rPr>
                <w:noProof w:val="0"/>
              </w:rPr>
            </w:pPr>
            <w:r w:rsidRPr="00870ED0">
              <w:rPr>
                <w:noProof w:val="0"/>
              </w:rPr>
              <w:t>Call setEvent(EVENT_MENU_SELECTION)</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824EEF">
            <w:pPr>
              <w:pStyle w:val="TAL"/>
              <w:keepLines w:val="0"/>
            </w:pPr>
          </w:p>
          <w:p w:rsidR="00714EBB" w:rsidRPr="00870ED0" w:rsidRDefault="00714EBB" w:rsidP="00824EEF">
            <w:pPr>
              <w:pStyle w:val="TAL"/>
              <w:keepLines w:val="0"/>
            </w:pPr>
            <w:r w:rsidRPr="00870ED0">
              <w:t>Shall throw a ToolkitException with EVENT_NOT_ALLOWED reason code.</w:t>
            </w:r>
          </w:p>
          <w:p w:rsidR="00714EBB" w:rsidRPr="00870ED0" w:rsidRDefault="00714EBB" w:rsidP="00824EEF">
            <w:pPr>
              <w:pStyle w:val="TAL"/>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824EEF">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Set EVENT_MENU_SELECTION_HELP_REQUEST</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setEvent(EVENT_MENU_SELECTION_HELP_REQUEST)</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EVENT_NOT_ALLOWED reason code.</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Set EVENT_TIMER_EXPIRATION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setEvent(EVENT_TIMER_EXPIRATION)</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EVENT_NOT_ALLOWED reason code.</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7</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Set EVENT_STATUS_COMMAND</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Call setEvent(EVENT_STATUS_COMMAND)</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p>
          <w:p w:rsidR="00714EBB" w:rsidRPr="00870ED0" w:rsidRDefault="00714EBB" w:rsidP="00040656">
            <w:pPr>
              <w:pStyle w:val="TAL"/>
            </w:pPr>
            <w:r w:rsidRPr="00870ED0">
              <w:t>Shall throw a ToolkitException with EVENT_NOT_ALLOWED reason code.</w:t>
            </w:r>
          </w:p>
          <w:p w:rsidR="00714EBB" w:rsidRPr="00870ED0" w:rsidRDefault="00714EBB" w:rsidP="00040656">
            <w:pPr>
              <w:pStyle w:val="TAL"/>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keepNext/>
              <w:keepLines/>
              <w:jc w:val="center"/>
              <w:rPr>
                <w:rFonts w:ascii="Arial" w:hAnsi="Arial"/>
                <w:b/>
                <w:noProof w:val="0"/>
                <w:sz w:val="18"/>
              </w:rPr>
            </w:pPr>
            <w:r w:rsidRPr="00870ED0">
              <w:rPr>
                <w:rFonts w:ascii="Arial" w:hAnsi="Arial"/>
                <w:b/>
                <w:noProof w:val="0"/>
                <w:sz w:val="18"/>
              </w:rPr>
              <w:t>Set EVENT_EVENT_DOWNLOAD_LOCAL_CONNECTION</w:t>
            </w:r>
          </w:p>
          <w:p w:rsidR="00714EBB" w:rsidRPr="00870ED0" w:rsidRDefault="00714EBB">
            <w:pPr>
              <w:pStyle w:val="PL"/>
              <w:rPr>
                <w:noProof w:val="0"/>
              </w:rPr>
            </w:pPr>
          </w:p>
          <w:p w:rsidR="00714EBB" w:rsidRPr="00870ED0" w:rsidRDefault="00714EBB">
            <w:pPr>
              <w:pStyle w:val="PL"/>
              <w:keepNext/>
              <w:keepLines/>
              <w:rPr>
                <w:noProof w:val="0"/>
              </w:rPr>
            </w:pPr>
            <w:r w:rsidRPr="00870ED0">
              <w:rPr>
                <w:noProof w:val="0"/>
              </w:rPr>
              <w:t>Call setEvent(EVENT_EVENT_DOWNLOAD_LOCAL_CONNECTION)</w:t>
            </w:r>
          </w:p>
          <w:p w:rsidR="00714EBB" w:rsidRPr="00870ED0" w:rsidRDefault="00714EBB">
            <w:pPr>
              <w:pStyle w:val="PL"/>
              <w:keepNext/>
              <w:keepLines/>
              <w:rPr>
                <w:noProof w:val="0"/>
              </w:rPr>
            </w:pP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keepNext/>
              <w:keepLines/>
              <w:jc w:val="center"/>
              <w:rPr>
                <w:rFonts w:ascii="Arial" w:hAnsi="Arial"/>
                <w:b/>
                <w:noProof w:val="0"/>
                <w:sz w:val="18"/>
              </w:rPr>
            </w:pPr>
            <w:r w:rsidRPr="00870ED0">
              <w:rPr>
                <w:rFonts w:ascii="Arial" w:hAnsi="Arial"/>
                <w:b/>
                <w:noProof w:val="0"/>
                <w:sz w:val="18"/>
              </w:rPr>
              <w:t>Set EVENT_EXTERNAL_FILE_UPDATE</w:t>
            </w:r>
          </w:p>
          <w:p w:rsidR="00714EBB" w:rsidRPr="00870ED0" w:rsidRDefault="00714EBB">
            <w:pPr>
              <w:pStyle w:val="PL"/>
              <w:rPr>
                <w:noProof w:val="0"/>
              </w:rPr>
            </w:pPr>
          </w:p>
          <w:p w:rsidR="00714EBB" w:rsidRPr="00870ED0" w:rsidRDefault="00714EBB">
            <w:pPr>
              <w:pStyle w:val="PL"/>
              <w:keepNext/>
              <w:keepLines/>
              <w:rPr>
                <w:noProof w:val="0"/>
              </w:rPr>
            </w:pPr>
            <w:r w:rsidRPr="00870ED0">
              <w:rPr>
                <w:noProof w:val="0"/>
              </w:rPr>
              <w:t>Call setEvent(EVENT_EXTERNAL_FILE_UPDATE)</w:t>
            </w:r>
          </w:p>
          <w:p w:rsidR="00714EBB" w:rsidRPr="00870ED0" w:rsidRDefault="00714EBB">
            <w:pPr>
              <w:pStyle w:val="TAH"/>
              <w:keepNext w:val="0"/>
              <w:keepLines w:val="0"/>
            </w:pP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Set EVENT_CALL_CONTROL_BY_NAA</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setEvent(EVENT_CALL_CONTROL_BY_NAA)</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No Exception shall be thrown</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applet is triggered by envelope  (CALL_CONTROL_BY_NAA) command</w:t>
            </w:r>
          </w:p>
          <w:p w:rsidR="00714EBB" w:rsidRPr="00870ED0" w:rsidRDefault="00714EBB">
            <w:pPr>
              <w:pStyle w:val="TOC5"/>
              <w:rPr>
                <w:noProof w:val="0"/>
              </w:rPr>
            </w:pPr>
            <w:r w:rsidRPr="00870ED0">
              <w:rPr>
                <w:rFonts w:ascii="Courier New" w:hAnsi="Courier New"/>
                <w:noProof w:val="0"/>
                <w:sz w:val="16"/>
              </w:rPr>
              <w:t>Trigger Applet1</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Applet1 is triggered by an ENVELOPE(CALL_CONTROL_BY_NAA)</w:t>
            </w: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OC8"/>
              <w:rPr>
                <w:noProof w:val="0"/>
              </w:rPr>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Applet2 registers to EVENT_CALL_CONTROL_BY_NAA but it is already assigned to another applet</w:t>
            </w:r>
          </w:p>
          <w:p w:rsidR="00714EBB" w:rsidRPr="00870ED0" w:rsidRDefault="00714EBB">
            <w:pPr>
              <w:pStyle w:val="PL"/>
              <w:rPr>
                <w:noProof w:val="0"/>
              </w:rPr>
            </w:pPr>
            <w:r w:rsidRPr="00870ED0">
              <w:rPr>
                <w:noProof w:val="0"/>
              </w:rPr>
              <w:t>Applet2 call setEvent(EVENT_CALL_CONTROL_BY_NAA)</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EVENT_ALREADY_REGISTERED reason code.</w:t>
            </w:r>
          </w:p>
          <w:p w:rsidR="00714EBB" w:rsidRPr="00870ED0" w:rsidRDefault="00714EBB">
            <w:pPr>
              <w:pStyle w:val="TAL"/>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13</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Applet3 registers to EVENT_CALL_CONTROL_BY_NAA</w:t>
            </w:r>
            <w:r w:rsidRPr="00870ED0">
              <w:br/>
              <w:t>but it is already assigned to another applet in not selectable state</w:t>
            </w:r>
          </w:p>
          <w:p w:rsidR="00714EBB" w:rsidRPr="00870ED0" w:rsidRDefault="00714EBB">
            <w:pPr>
              <w:pStyle w:val="TAH"/>
              <w:keepNext w:val="0"/>
              <w:keepLines w:val="0"/>
              <w:jc w:val="left"/>
              <w:rPr>
                <w:b w:val="0"/>
              </w:rPr>
            </w:pPr>
          </w:p>
          <w:p w:rsidR="00714EBB" w:rsidRPr="00870ED0" w:rsidRDefault="00714EBB">
            <w:pPr>
              <w:pStyle w:val="PL"/>
              <w:ind w:left="283" w:hanging="283"/>
              <w:rPr>
                <w:noProof w:val="0"/>
              </w:rPr>
            </w:pPr>
            <w:r w:rsidRPr="00870ED0">
              <w:rPr>
                <w:noProof w:val="0"/>
              </w:rPr>
              <w:t xml:space="preserve">1- Set Applet1 in the lock state </w:t>
            </w:r>
          </w:p>
          <w:p w:rsidR="00714EBB" w:rsidRPr="00870ED0" w:rsidRDefault="00714EBB">
            <w:pPr>
              <w:pStyle w:val="PL"/>
              <w:ind w:left="283" w:hanging="283"/>
              <w:rPr>
                <w:noProof w:val="0"/>
              </w:rPr>
            </w:pPr>
          </w:p>
          <w:p w:rsidR="00714EBB" w:rsidRPr="00870ED0" w:rsidRDefault="00714EBB">
            <w:pPr>
              <w:pStyle w:val="PL"/>
              <w:ind w:left="283" w:hanging="283"/>
              <w:rPr>
                <w:noProof w:val="0"/>
              </w:rPr>
            </w:pPr>
            <w:r w:rsidRPr="00870ED0">
              <w:rPr>
                <w:noProof w:val="0"/>
              </w:rPr>
              <w:t>2- Trigger Applet3 which calls setEvent(EVENT_CALL_CONTROL_BY_NAA)</w:t>
            </w:r>
          </w:p>
          <w:p w:rsidR="00714EBB" w:rsidRPr="00870ED0" w:rsidRDefault="00714EBB">
            <w:pPr>
              <w:pStyle w:val="PL"/>
              <w:ind w:left="283" w:hanging="283"/>
              <w:rPr>
                <w:noProof w:val="0"/>
              </w:rPr>
            </w:pPr>
          </w:p>
          <w:p w:rsidR="00714EBB" w:rsidRPr="00870ED0" w:rsidRDefault="00714EBB">
            <w:pPr>
              <w:pStyle w:val="PL"/>
              <w:ind w:left="283" w:hanging="283"/>
              <w:rPr>
                <w:rFonts w:ascii="Arial" w:hAnsi="Arial"/>
                <w:b/>
                <w:noProof w:val="0"/>
                <w:sz w:val="18"/>
              </w:rPr>
            </w:pPr>
            <w:r w:rsidRPr="00870ED0">
              <w:rPr>
                <w:noProof w:val="0"/>
              </w:rPr>
              <w:t>3- Set Applet1 in the make selectable state</w:t>
            </w: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Shall throw a ToolkitException with EVENT_ALREADY_REGISTERED reason code.</w:t>
            </w:r>
          </w:p>
          <w:p w:rsidR="00714EBB" w:rsidRPr="00870ED0" w:rsidRDefault="00714EBB">
            <w:pPr>
              <w:pStyle w:val="TAL"/>
              <w:keepNext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C"/>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14</w:t>
            </w:r>
          </w:p>
        </w:tc>
        <w:tc>
          <w:tcPr>
            <w:tcW w:w="4749"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ind w:left="283" w:hanging="283"/>
              <w:jc w:val="center"/>
              <w:rPr>
                <w:rFonts w:ascii="Arial" w:hAnsi="Arial"/>
                <w:b/>
                <w:noProof w:val="0"/>
                <w:sz w:val="18"/>
              </w:rPr>
            </w:pPr>
            <w:r w:rsidRPr="00870ED0">
              <w:rPr>
                <w:rFonts w:ascii="Arial" w:hAnsi="Arial"/>
                <w:b/>
                <w:noProof w:val="0"/>
                <w:sz w:val="18"/>
              </w:rPr>
              <w:t>Applet4 registers multiple registration to the same event</w:t>
            </w:r>
          </w:p>
          <w:p w:rsidR="00714EBB" w:rsidRPr="00870ED0" w:rsidRDefault="00714EBB">
            <w:pPr>
              <w:pStyle w:val="PL"/>
              <w:ind w:left="283" w:hanging="283"/>
              <w:rPr>
                <w:noProof w:val="0"/>
              </w:rPr>
            </w:pPr>
          </w:p>
          <w:p w:rsidR="00714EBB" w:rsidRPr="00870ED0" w:rsidRDefault="00714EBB">
            <w:pPr>
              <w:pStyle w:val="PL"/>
              <w:ind w:left="283" w:hanging="283"/>
              <w:rPr>
                <w:noProof w:val="0"/>
              </w:rPr>
            </w:pPr>
            <w:r w:rsidRPr="00870ED0">
              <w:rPr>
                <w:noProof w:val="0"/>
              </w:rPr>
              <w:t>1- setEvent(EVENT_EVENT_DOWNLOAD_MT_CALL)</w:t>
            </w:r>
          </w:p>
          <w:p w:rsidR="00714EBB" w:rsidRPr="00870ED0" w:rsidRDefault="00714EBB">
            <w:pPr>
              <w:pStyle w:val="PL"/>
              <w:ind w:left="283" w:hanging="283"/>
              <w:rPr>
                <w:noProof w:val="0"/>
              </w:rPr>
            </w:pPr>
          </w:p>
          <w:p w:rsidR="00714EBB" w:rsidRPr="00870ED0" w:rsidRDefault="00714EBB">
            <w:pPr>
              <w:pStyle w:val="PL"/>
              <w:ind w:left="283" w:hanging="283"/>
              <w:rPr>
                <w:noProof w:val="0"/>
              </w:rPr>
            </w:pPr>
            <w:r w:rsidRPr="00870ED0">
              <w:rPr>
                <w:noProof w:val="0"/>
              </w:rPr>
              <w:t>2- setEvent(EVENT_EVENT_DOWNLOAD_MT_CALL)</w:t>
            </w:r>
          </w:p>
          <w:p w:rsidR="00714EBB" w:rsidRPr="00870ED0" w:rsidRDefault="00714EBB">
            <w:pPr>
              <w:pStyle w:val="PL"/>
              <w:rPr>
                <w:noProof w:val="0"/>
              </w:rPr>
            </w:pPr>
          </w:p>
          <w:p w:rsidR="00714EBB" w:rsidRPr="00870ED0" w:rsidRDefault="00714EBB">
            <w:pPr>
              <w:pStyle w:val="PL"/>
              <w:ind w:left="283" w:hanging="283"/>
              <w:rPr>
                <w:b/>
                <w:noProof w:val="0"/>
              </w:rPr>
            </w:pPr>
            <w:r w:rsidRPr="00870ED0">
              <w:rPr>
                <w:noProof w:val="0"/>
              </w:rPr>
              <w:t>3- isEventSet(EVENT_EVENT_DOWNLOAD_MT_CALL)</w:t>
            </w:r>
          </w:p>
          <w:p w:rsidR="00714EBB" w:rsidRPr="00870ED0" w:rsidRDefault="00714EBB">
            <w:pPr>
              <w:pStyle w:val="TOC7"/>
              <w:rPr>
                <w:noProof w:val="0"/>
              </w:rPr>
            </w:pPr>
          </w:p>
        </w:tc>
        <w:tc>
          <w:tcPr>
            <w:tcW w:w="2977"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p>
          <w:p w:rsidR="00714EBB" w:rsidRPr="00870ED0" w:rsidRDefault="00714EBB">
            <w:pPr>
              <w:pStyle w:val="TAL"/>
              <w:keepNext w:val="0"/>
            </w:pPr>
            <w:r w:rsidRPr="00870ED0">
              <w:t>1- no exception should be thrown</w:t>
            </w:r>
          </w:p>
          <w:p w:rsidR="00714EBB" w:rsidRPr="00870ED0" w:rsidRDefault="00714EBB">
            <w:pPr>
              <w:pStyle w:val="TAL"/>
              <w:keepNext w:val="0"/>
            </w:pPr>
          </w:p>
          <w:p w:rsidR="00714EBB" w:rsidRPr="00870ED0" w:rsidRDefault="00714EBB">
            <w:pPr>
              <w:pStyle w:val="TAL"/>
              <w:keepNext w:val="0"/>
            </w:pPr>
            <w:r w:rsidRPr="00870ED0">
              <w:t>2- no exception should be thrown</w:t>
            </w:r>
          </w:p>
          <w:p w:rsidR="00714EBB" w:rsidRPr="00870ED0" w:rsidRDefault="00714EBB">
            <w:pPr>
              <w:pStyle w:val="TAL"/>
              <w:keepNext w:val="0"/>
            </w:pPr>
          </w:p>
          <w:p w:rsidR="00714EBB" w:rsidRPr="00870ED0" w:rsidRDefault="00714EBB">
            <w:pPr>
              <w:pStyle w:val="TAL"/>
              <w:keepNext w:val="0"/>
            </w:pPr>
            <w:r w:rsidRPr="00870ED0">
              <w:t>3- method should return true</w:t>
            </w:r>
          </w:p>
          <w:p w:rsidR="00714EBB" w:rsidRPr="00870ED0" w:rsidRDefault="00714EBB">
            <w:pPr>
              <w:pStyle w:val="TAL"/>
              <w:keepNext w:val="0"/>
            </w:pPr>
          </w:p>
          <w:p w:rsidR="00714EBB" w:rsidRPr="00870ED0" w:rsidRDefault="00714EBB">
            <w:pPr>
              <w:pStyle w:val="TAC"/>
              <w:keepNext w:val="0"/>
              <w:keepLines w:val="0"/>
            </w:pPr>
          </w:p>
        </w:tc>
        <w:tc>
          <w:tcPr>
            <w:tcW w:w="1630"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C"/>
              <w:keepNext w:val="0"/>
              <w:keepLines w:val="0"/>
            </w:pPr>
          </w:p>
        </w:tc>
      </w:tr>
    </w:tbl>
    <w:p w:rsidR="00714EBB" w:rsidRPr="00870ED0" w:rsidRDefault="00714EBB"/>
    <w:p w:rsidR="00714EBB" w:rsidRPr="00870ED0" w:rsidRDefault="00714EBB">
      <w:pPr>
        <w:pStyle w:val="NO"/>
      </w:pPr>
      <w:r w:rsidRPr="00870ED0">
        <w:t>NOTE:</w:t>
      </w:r>
      <w:r w:rsidRPr="00870ED0">
        <w:tab/>
        <w:t>Although the method setEvent is defined for large range only the allowed events are tested, because a range is reserv</w:t>
      </w:r>
      <w:r w:rsidR="00040656" w:rsidRPr="00870ED0">
        <w:t xml:space="preserve">ed for propriatary use in </w:t>
      </w:r>
      <w:r w:rsidR="0041421C" w:rsidRPr="00870ED0">
        <w:t xml:space="preserve">ESTI </w:t>
      </w:r>
      <w:r w:rsidR="00040656" w:rsidRPr="00870ED0">
        <w:t xml:space="preserve">TS </w:t>
      </w:r>
      <w:r w:rsidRPr="00870ED0">
        <w:t xml:space="preserve">102 241 </w:t>
      </w:r>
      <w:r w:rsidR="00A1210D" w:rsidRPr="00870ED0">
        <w:t>[9]</w:t>
      </w:r>
      <w:r w:rsidR="00040656" w:rsidRPr="00870ED0">
        <w:t>,</w:t>
      </w:r>
      <w:r w:rsidRPr="00870ED0">
        <w:t xml:space="preserve"> </w:t>
      </w:r>
      <w:r w:rsidR="00040656" w:rsidRPr="00870ED0">
        <w:t>clause</w:t>
      </w:r>
      <w:r w:rsidRPr="00870ED0">
        <w:t xml:space="preserve"> 4</w:t>
      </w:r>
      <w:r w:rsidR="00040656" w:rsidRPr="00870ED0">
        <w:t>,</w:t>
      </w:r>
      <w:r w:rsidRPr="00870ED0">
        <w:t xml:space="preserve"> and a  range is omitted for compatibili</w:t>
      </w:r>
      <w:r w:rsidR="00040656" w:rsidRPr="00870ED0">
        <w:t xml:space="preserve">ty with future releases of </w:t>
      </w:r>
      <w:r w:rsidR="0041421C" w:rsidRPr="00870ED0">
        <w:t xml:space="preserve">ETSI </w:t>
      </w:r>
      <w:r w:rsidRPr="00870ED0">
        <w:t xml:space="preserve">TS 102 241 </w:t>
      </w:r>
      <w:r w:rsidR="00A1210D" w:rsidRPr="00870ED0">
        <w:t>[9]</w:t>
      </w:r>
      <w:r w:rsidR="00040656" w:rsidRPr="00870ED0">
        <w:t>.</w:t>
      </w:r>
    </w:p>
    <w:p w:rsidR="00714EBB" w:rsidRPr="00870ED0" w:rsidRDefault="00714EBB">
      <w:pPr>
        <w:pStyle w:val="Heading4"/>
      </w:pPr>
      <w:r w:rsidRPr="00870ED0">
        <w:lastRenderedPageBreak/>
        <w:t>5.2.8.12</w:t>
      </w:r>
      <w:r w:rsidRPr="00870ED0">
        <w:tab/>
        <w:t>Method setEventList</w:t>
      </w:r>
    </w:p>
    <w:p w:rsidR="00714EBB" w:rsidRPr="00870ED0" w:rsidRDefault="00714EBB">
      <w:r w:rsidRPr="00870ED0">
        <w:t>Test Area Reference: Api_2_Tkr_Sevl</w:t>
      </w:r>
      <w:r w:rsidR="00040656" w:rsidRPr="00870ED0">
        <w:t>.</w:t>
      </w:r>
    </w:p>
    <w:p w:rsidR="00714EBB" w:rsidRPr="00870ED0" w:rsidRDefault="00714EBB" w:rsidP="00040656">
      <w:pPr>
        <w:pStyle w:val="Heading5"/>
      </w:pPr>
      <w:r w:rsidRPr="00870ED0">
        <w:t>5.2</w:t>
      </w:r>
      <w:r w:rsidR="00040656" w:rsidRPr="00870ED0">
        <w:t>.8.12.1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setEventList(short[] eventList,</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r w:rsidRPr="00870ED0">
        <w:rPr>
          <w:noProof w:val="0"/>
        </w:rPr>
        <w:t xml:space="preserve">                         javacard.framework.TransactionException</w:t>
      </w:r>
    </w:p>
    <w:p w:rsidR="00714EBB" w:rsidRPr="00870ED0" w:rsidRDefault="00714EBB">
      <w:pPr>
        <w:pStyle w:val="PL"/>
        <w:rPr>
          <w:noProof w:val="0"/>
        </w:rPr>
      </w:pPr>
    </w:p>
    <w:p w:rsidR="00714EBB" w:rsidRPr="00870ED0" w:rsidRDefault="00714EBB">
      <w:pPr>
        <w:pStyle w:val="H6"/>
        <w:outlineLvl w:val="0"/>
      </w:pPr>
      <w:r w:rsidRPr="00870ED0">
        <w:t>5.2.8.12.1.1</w:t>
      </w:r>
      <w:r w:rsidRPr="00870ED0">
        <w:tab/>
        <w:t>Normal execution</w:t>
      </w:r>
    </w:p>
    <w:p w:rsidR="00714EBB" w:rsidRPr="00870ED0" w:rsidRDefault="00714EBB">
      <w:pPr>
        <w:pStyle w:val="B1"/>
      </w:pPr>
      <w:r w:rsidRPr="00870ED0">
        <w:t>CRRN1: For all events set successfully by this method, sets an event list in the Toolkit Registry entry of the applet.</w:t>
      </w:r>
    </w:p>
    <w:p w:rsidR="00714EBB" w:rsidRPr="00870ED0" w:rsidRDefault="00714EBB">
      <w:pPr>
        <w:pStyle w:val="B1"/>
      </w:pPr>
      <w:r w:rsidRPr="00870ED0">
        <w:t>CRRN2: The CAT Runtime Environment shall trigger the applet if an occurrence of one of the successfully registered events happens.</w:t>
      </w:r>
    </w:p>
    <w:p w:rsidR="00714EBB" w:rsidRPr="00870ED0" w:rsidRDefault="00714EBB">
      <w:pPr>
        <w:pStyle w:val="B1"/>
      </w:pPr>
      <w:r w:rsidRPr="00870ED0">
        <w:t>CRRN3: All updates on the ToolkitRegistry are atomic.</w:t>
      </w:r>
    </w:p>
    <w:p w:rsidR="00714EBB" w:rsidRPr="00870ED0" w:rsidRDefault="00714EBB">
      <w:pPr>
        <w:pStyle w:val="B1"/>
      </w:pPr>
      <w:r w:rsidRPr="00870ED0">
        <w:t>CRRN4: No exception shall be thrown if the applet registers more than once to the same event.</w:t>
      </w:r>
    </w:p>
    <w:p w:rsidR="00714EBB" w:rsidRPr="00870ED0" w:rsidRDefault="00714EBB">
      <w:pPr>
        <w:pStyle w:val="H6"/>
        <w:outlineLvl w:val="0"/>
      </w:pPr>
      <w:r w:rsidRPr="00870ED0">
        <w:t>5.2.8.12.1.2</w:t>
      </w:r>
      <w:r w:rsidRPr="00870ED0">
        <w:tab/>
        <w:t>Parameter errors</w:t>
      </w:r>
    </w:p>
    <w:p w:rsidR="00714EBB" w:rsidRPr="00870ED0" w:rsidRDefault="00714EBB">
      <w:pPr>
        <w:pStyle w:val="B1"/>
      </w:pPr>
      <w:r w:rsidRPr="00870ED0">
        <w:t>CRRP1: shall throw a java.lang.NullPointerException if eventList is null.</w:t>
      </w:r>
    </w:p>
    <w:p w:rsidR="00714EBB" w:rsidRPr="00870ED0" w:rsidRDefault="00714EBB">
      <w:pPr>
        <w:pStyle w:val="B1"/>
      </w:pPr>
      <w:r w:rsidRPr="00870ED0">
        <w:t>CRRP2: shall throw a java.lang.ArrayIndexOutOfBoundsException if offset would cause access outside array bounds.</w:t>
      </w:r>
    </w:p>
    <w:p w:rsidR="00714EBB" w:rsidRPr="00870ED0" w:rsidRDefault="00714EBB">
      <w:pPr>
        <w:pStyle w:val="B1"/>
      </w:pPr>
      <w:r w:rsidRPr="00870ED0">
        <w:t>CRRP3: shall throw a java.lang.ArrayIndexOutOfBoundsException if length would cause access outside array bounds.</w:t>
      </w:r>
    </w:p>
    <w:p w:rsidR="00714EBB" w:rsidRPr="00870ED0" w:rsidRDefault="00714EBB">
      <w:pPr>
        <w:pStyle w:val="B1"/>
      </w:pPr>
      <w:r w:rsidRPr="00870ED0">
        <w:t>CRRP4: shall throw a java.lang.ArrayIndexOutOfBoundsException if both offset and length would cause access outside array bounds.</w:t>
      </w:r>
    </w:p>
    <w:p w:rsidR="00714EBB" w:rsidRPr="00870ED0" w:rsidRDefault="00714EBB">
      <w:pPr>
        <w:pStyle w:val="B1"/>
      </w:pPr>
      <w:r w:rsidRPr="00870ED0">
        <w:t>CRRP5: shall throw a ToolkitException with EVENT_NOT_SUPPORTED reason if event is 0.</w:t>
      </w:r>
    </w:p>
    <w:p w:rsidR="00714EBB" w:rsidRPr="00870ED0" w:rsidRDefault="00714EBB">
      <w:pPr>
        <w:pStyle w:val="B1"/>
      </w:pPr>
      <w:r w:rsidRPr="00870ED0">
        <w:t>CRRP6: shall throw a ToolkitException with EVENT_NOT_ALLOWED reason if eventList contains EVENT_MENU_SELECTION.</w:t>
      </w:r>
    </w:p>
    <w:p w:rsidR="00714EBB" w:rsidRPr="00870ED0" w:rsidRDefault="00714EBB">
      <w:pPr>
        <w:pStyle w:val="B1"/>
      </w:pPr>
      <w:r w:rsidRPr="00870ED0">
        <w:t>CRRP7: shall throw a ToolkitException with EVENT_NOT_ALLOWED reason if eventList contains EVENT_MENU_SELECTION_HELP_REQUEST.</w:t>
      </w:r>
    </w:p>
    <w:p w:rsidR="00714EBB" w:rsidRPr="00870ED0" w:rsidRDefault="00714EBB">
      <w:pPr>
        <w:pStyle w:val="B1"/>
      </w:pPr>
      <w:r w:rsidRPr="00870ED0">
        <w:t>CRRP8: shall throw a ToolkitException with EVENT_NOT_ALLOWED reason if eventList contains EVENT_TIMER_EXPIRATION.</w:t>
      </w:r>
    </w:p>
    <w:p w:rsidR="00714EBB" w:rsidRPr="00870ED0" w:rsidRDefault="00714EBB">
      <w:pPr>
        <w:pStyle w:val="B1"/>
      </w:pPr>
      <w:r w:rsidRPr="00870ED0">
        <w:t>CRRP9: shall throw a ToolkitException with EVENT_NOT_ALLOWED reason if eventList contains EVENT_STATUS_COMMAND.</w:t>
      </w:r>
    </w:p>
    <w:p w:rsidR="00714EBB" w:rsidRPr="00870ED0" w:rsidRDefault="00714EBB">
      <w:pPr>
        <w:pStyle w:val="B1"/>
      </w:pPr>
      <w:r w:rsidRPr="00870ED0">
        <w:t>CRRP10: Shall throw a Toolkit Exception with reason EVENT_NOT_ALLOWED if event was EVENT_EVENT_DOWNLOAD_LOCAL_CONNECTION.</w:t>
      </w:r>
    </w:p>
    <w:p w:rsidR="00714EBB" w:rsidRPr="00870ED0" w:rsidRDefault="00714EBB">
      <w:pPr>
        <w:pStyle w:val="B1"/>
      </w:pPr>
      <w:r w:rsidRPr="00870ED0">
        <w:t>CRRP11: Shall throw a Toolkit Exception with reason EVENT_NOT_ALLOWED if event was EVENT_EXTERNAL_FILE_UPDATE.</w:t>
      </w:r>
    </w:p>
    <w:p w:rsidR="00714EBB" w:rsidRPr="00870ED0" w:rsidRDefault="00714EBB" w:rsidP="00824EEF">
      <w:pPr>
        <w:pStyle w:val="H6"/>
        <w:outlineLvl w:val="0"/>
      </w:pPr>
      <w:r w:rsidRPr="00870ED0">
        <w:lastRenderedPageBreak/>
        <w:t>5.2.8.12.1.3</w:t>
      </w:r>
      <w:r w:rsidRPr="00870ED0">
        <w:tab/>
        <w:t>Context errors</w:t>
      </w:r>
    </w:p>
    <w:p w:rsidR="00714EBB" w:rsidRPr="00870ED0" w:rsidRDefault="00714EBB" w:rsidP="00824EEF">
      <w:pPr>
        <w:pStyle w:val="B1"/>
        <w:keepNext/>
      </w:pPr>
      <w:r w:rsidRPr="00870ED0">
        <w:t>CRRC1: shall throw a ToolkitException with EVENT_ALREADY_REGISTERED if eventList contains EVENT_CALL_CONTROL_BY_NAA but another applet is already registered to it.</w:t>
      </w:r>
    </w:p>
    <w:p w:rsidR="00714EBB" w:rsidRPr="00870ED0" w:rsidRDefault="00714EBB">
      <w:pPr>
        <w:pStyle w:val="B1"/>
      </w:pPr>
      <w:r w:rsidRPr="00870ED0">
        <w:t>CRRC2: shall throw javacard.framework.TransactionException - if the operation would cause the commit capacity to be exceeded.</w:t>
      </w:r>
    </w:p>
    <w:p w:rsidR="00714EBB" w:rsidRPr="00870ED0" w:rsidRDefault="00714EBB">
      <w:pPr>
        <w:pStyle w:val="B1"/>
      </w:pPr>
      <w:r w:rsidRPr="00870ED0">
        <w:t>CRRC3: shall throw a ToolkitException with TAR_NOT_DEFINED if the eventList contains an event that requests a tag and the applet has not at least one TAR value assigned.</w:t>
      </w:r>
    </w:p>
    <w:p w:rsidR="00714EBB" w:rsidRPr="00870ED0" w:rsidRDefault="00714EBB" w:rsidP="00040656">
      <w:pPr>
        <w:pStyle w:val="Heading5"/>
      </w:pPr>
      <w:r w:rsidRPr="00870ED0">
        <w:t>5.2.8.12.2</w:t>
      </w:r>
      <w:r w:rsidRPr="00870ED0">
        <w:tab/>
        <w:t>Test area files</w:t>
      </w:r>
    </w:p>
    <w:p w:rsidR="00714EBB" w:rsidRPr="00870ED0" w:rsidRDefault="00714EBB" w:rsidP="002854FB">
      <w:pPr>
        <w:pStyle w:val="EX"/>
      </w:pPr>
      <w:r w:rsidRPr="00870ED0">
        <w:t>Test Source:</w:t>
      </w:r>
      <w:r w:rsidRPr="00870ED0">
        <w:tab/>
        <w:t>Test_Api_2_Tkr_Sevl.java</w:t>
      </w:r>
      <w:r w:rsidR="00040656" w:rsidRPr="00870ED0">
        <w:t>.</w:t>
      </w:r>
    </w:p>
    <w:p w:rsidR="00714EBB" w:rsidRPr="00870ED0" w:rsidRDefault="00714EBB" w:rsidP="002854FB">
      <w:pPr>
        <w:pStyle w:val="EX"/>
      </w:pPr>
      <w:r w:rsidRPr="00870ED0">
        <w:t>Test Applet:</w:t>
      </w:r>
      <w:r w:rsidRPr="00870ED0">
        <w:tab/>
        <w:t>Api_2_Tkr_Sevl_1.java</w:t>
      </w:r>
      <w:r w:rsidR="00040656" w:rsidRPr="00870ED0">
        <w:t>.</w:t>
      </w:r>
    </w:p>
    <w:p w:rsidR="00714EBB" w:rsidRPr="00870ED0" w:rsidRDefault="00040656" w:rsidP="00040656">
      <w:pPr>
        <w:pStyle w:val="EX"/>
      </w:pPr>
      <w:r w:rsidRPr="00870ED0">
        <w:tab/>
      </w:r>
      <w:r w:rsidR="00714EBB" w:rsidRPr="00870ED0">
        <w:t>Api_2_Tkr_Sevl_2.java</w:t>
      </w:r>
      <w:r w:rsidRPr="00870ED0">
        <w:t>.</w:t>
      </w:r>
    </w:p>
    <w:p w:rsidR="00714EBB" w:rsidRPr="00870ED0" w:rsidRDefault="00714EBB" w:rsidP="002854FB">
      <w:pPr>
        <w:pStyle w:val="EX"/>
      </w:pPr>
      <w:r w:rsidRPr="00870ED0">
        <w:t>Cap File:</w:t>
      </w:r>
      <w:r w:rsidRPr="00870ED0">
        <w:tab/>
        <w:t>api_2_tkr_sevl.cap</w:t>
      </w:r>
      <w:r w:rsidR="00040656" w:rsidRPr="00870ED0">
        <w:t>.</w:t>
      </w:r>
    </w:p>
    <w:p w:rsidR="00714EBB" w:rsidRPr="00870ED0" w:rsidRDefault="00714EBB" w:rsidP="00040656">
      <w:pPr>
        <w:pStyle w:val="Heading5"/>
      </w:pPr>
      <w:r w:rsidRPr="00870ED0">
        <w:t>5.2.8.12.3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r w:rsidR="00022EF9" w:rsidRPr="00870ED0">
              <w:t xml:space="preserve"> </w:t>
            </w: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r w:rsidR="00022EF9" w:rsidRPr="00870ED0">
              <w:t xml:space="preserve"> </w:t>
            </w:r>
            <w:r w:rsidRPr="00870ED0">
              <w:t>19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r w:rsidR="00022EF9" w:rsidRPr="00870ED0">
              <w:t xml:space="preserve"> </w:t>
            </w:r>
            <w:r w:rsidRPr="00870ED0">
              <w:t>5,</w:t>
            </w:r>
            <w:r w:rsidR="00022EF9" w:rsidRPr="00870ED0">
              <w:t xml:space="preserve"> </w:t>
            </w:r>
            <w:r w:rsidRPr="00870ED0">
              <w:t>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r w:rsidR="00022EF9" w:rsidRPr="00870ED0">
              <w:t xml:space="preserve"> </w:t>
            </w:r>
            <w:r w:rsidRPr="00870ED0">
              <w:t>8,</w:t>
            </w:r>
            <w:r w:rsidR="00022EF9" w:rsidRPr="00870ED0">
              <w:t xml:space="preserve"> </w:t>
            </w: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P8</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P9</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P10</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not testable</w:t>
            </w:r>
          </w:p>
        </w:tc>
      </w:tr>
    </w:tbl>
    <w:p w:rsidR="00714EBB" w:rsidRPr="00870ED0" w:rsidRDefault="00714EBB" w:rsidP="00040656"/>
    <w:p w:rsidR="00714EBB" w:rsidRPr="00870ED0" w:rsidRDefault="00714EBB" w:rsidP="00040656">
      <w:pPr>
        <w:pStyle w:val="Heading5"/>
      </w:pPr>
      <w:r w:rsidRPr="00870ED0">
        <w:lastRenderedPageBreak/>
        <w:t>5.2.8.12.4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4776"/>
        <w:gridCol w:w="2552"/>
        <w:gridCol w:w="2055"/>
      </w:tblGrid>
      <w:tr w:rsidR="00714EBB" w:rsidRPr="00870ED0">
        <w:trPr>
          <w:tblHeade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Applet1 registering all eventList buffer</w:t>
            </w:r>
          </w:p>
          <w:p w:rsidR="00714EBB" w:rsidRPr="00870ED0" w:rsidRDefault="00714EBB">
            <w:pPr>
              <w:pStyle w:val="PL"/>
              <w:rPr>
                <w:noProof w:val="0"/>
              </w:rPr>
            </w:pPr>
          </w:p>
          <w:p w:rsidR="00714EBB" w:rsidRPr="00870ED0" w:rsidRDefault="00714EBB">
            <w:pPr>
              <w:pStyle w:val="PL"/>
              <w:rPr>
                <w:noProof w:val="0"/>
              </w:rPr>
            </w:pPr>
            <w:r w:rsidRPr="00870ED0">
              <w:rPr>
                <w:noProof w:val="0"/>
              </w:rPr>
              <w:t>Applet1 is triggered by an envelope(MENU_SELECTION) (Id = 01)</w:t>
            </w:r>
          </w:p>
          <w:p w:rsidR="00714EBB" w:rsidRPr="00870ED0" w:rsidRDefault="00714EBB">
            <w:pPr>
              <w:pStyle w:val="PL"/>
              <w:rPr>
                <w:noProof w:val="0"/>
              </w:rPr>
            </w:pPr>
            <w:r w:rsidRPr="00870ED0">
              <w:rPr>
                <w:noProof w:val="0"/>
              </w:rPr>
              <w:t xml:space="preserve">EventList = all allowed events (-1, 1, 7 to 9, 11 to 23, 25 to 29, 123, 124, 126 and 127 excepted 7, 8, 11, 19, 27, 124) defined in </w:t>
            </w:r>
            <w:r w:rsidR="00022EF9" w:rsidRPr="00870ED0">
              <w:rPr>
                <w:noProof w:val="0"/>
              </w:rPr>
              <w:t>TS </w:t>
            </w:r>
            <w:r w:rsidRPr="00870ED0">
              <w:rPr>
                <w:noProof w:val="0"/>
              </w:rPr>
              <w:t>102 241</w:t>
            </w:r>
            <w:r w:rsidR="00022EF9" w:rsidRPr="00870ED0">
              <w:rPr>
                <w:noProof w:val="0"/>
              </w:rPr>
              <w:t xml:space="preserve"> </w:t>
            </w:r>
            <w:r w:rsidR="00A1210D" w:rsidRPr="00870ED0">
              <w:rPr>
                <w:noProof w:val="0"/>
              </w:rPr>
              <w:t>[9]</w:t>
            </w:r>
            <w:r w:rsidRPr="00870ED0">
              <w:rPr>
                <w:noProof w:val="0"/>
              </w:rPr>
              <w:t>:</w:t>
            </w:r>
            <w:r w:rsidRPr="00870ED0">
              <w:rPr>
                <w:noProof w:val="0"/>
              </w:rPr>
              <w:br/>
              <w:t>EVENT_PROFILE_DOWNLOAD, EVENT_CALL_CONTROL_BY_NAA, EVENT_EVENT_DOWNLOAD_MT_CALL, EVENT_EVENT_DOWNLOAD_CALL_CONNECTED, EVENT_EVENT_DOWNLOAD_CALL_DISCONNECTED, EVENT_EVENT_DOWNLOAD_LOCATION_STATUS, EVENT_EVENT_DOWNLOAD_USER_ACTIVITY, EVENT_EVENT_DOWNLOAD_IDLE_SCREEN_AVAILABLE,</w:t>
            </w:r>
          </w:p>
          <w:p w:rsidR="00714EBB" w:rsidRPr="00870ED0" w:rsidRDefault="00714EBB">
            <w:pPr>
              <w:pStyle w:val="PL"/>
              <w:rPr>
                <w:noProof w:val="0"/>
              </w:rPr>
            </w:pPr>
            <w:r w:rsidRPr="00870ED0">
              <w:rPr>
                <w:noProof w:val="0"/>
              </w:rPr>
              <w:t>EVENT_EVENT_DOWNLOAD_CARD_READER_STATUS, EVENT_EVENT_DOWNLOAD_LANGUAGE_SELECTION, EVENT_EVENT_DOWNLOAD_BROWSER_TERMINATION,</w:t>
            </w:r>
          </w:p>
          <w:p w:rsidR="00714EBB" w:rsidRPr="00870ED0" w:rsidRDefault="00714EBB">
            <w:pPr>
              <w:pStyle w:val="PL"/>
              <w:keepNext/>
              <w:keepLines/>
              <w:rPr>
                <w:noProof w:val="0"/>
              </w:rPr>
            </w:pPr>
            <w:r w:rsidRPr="00870ED0">
              <w:rPr>
                <w:noProof w:val="0"/>
              </w:rPr>
              <w:t>EVENT_EVENT_DOWNLOAD_DATA_AVAILABLE,</w:t>
            </w:r>
          </w:p>
          <w:p w:rsidR="00714EBB" w:rsidRPr="00870ED0" w:rsidRDefault="00714EBB">
            <w:pPr>
              <w:pStyle w:val="PL"/>
              <w:keepNext/>
              <w:keepLines/>
              <w:rPr>
                <w:noProof w:val="0"/>
              </w:rPr>
            </w:pPr>
            <w:r w:rsidRPr="00870ED0">
              <w:rPr>
                <w:noProof w:val="0"/>
              </w:rPr>
              <w:t>EVENT_EVENT_DOWNLOAD_CHANNEL_STATUS,</w:t>
            </w:r>
          </w:p>
          <w:p w:rsidR="00714EBB" w:rsidRPr="00870ED0" w:rsidRDefault="00714EBB">
            <w:pPr>
              <w:pStyle w:val="PL"/>
              <w:keepNext/>
              <w:keepLines/>
              <w:rPr>
                <w:noProof w:val="0"/>
              </w:rPr>
            </w:pPr>
            <w:r w:rsidRPr="00870ED0">
              <w:rPr>
                <w:noProof w:val="0"/>
              </w:rPr>
              <w:t>EVENT_EVENT_DOWNLOAD_ACCESS_TECHNOL0GY_CHANGE,</w:t>
            </w:r>
          </w:p>
          <w:p w:rsidR="00714EBB" w:rsidRPr="00870ED0" w:rsidRDefault="00714EBB">
            <w:pPr>
              <w:pStyle w:val="PL"/>
              <w:keepNext/>
              <w:keepLines/>
              <w:rPr>
                <w:noProof w:val="0"/>
              </w:rPr>
            </w:pPr>
            <w:r w:rsidRPr="00870ED0">
              <w:rPr>
                <w:noProof w:val="0"/>
              </w:rPr>
              <w:t>EVENT_EVENT_DOWNLOAD_DISPLAY_PARAMETERS_CHANGED, EVENT_EVENT_DOWNLOAD_NETWORK_SEARCH_MODE_CHANGE, EVENT_EVENT_DOWNLOAD_BROWSING_STATUS,</w:t>
            </w:r>
          </w:p>
          <w:p w:rsidR="00714EBB" w:rsidRPr="00870ED0" w:rsidRDefault="00714EBB">
            <w:pPr>
              <w:pStyle w:val="PL"/>
              <w:keepNext/>
              <w:keepLines/>
              <w:rPr>
                <w:noProof w:val="0"/>
              </w:rPr>
            </w:pPr>
            <w:r w:rsidRPr="00870ED0">
              <w:rPr>
                <w:noProof w:val="0"/>
              </w:rPr>
              <w:t>EVENT_PROACTIVE_HANDLER_AVAILABLE,</w:t>
            </w:r>
          </w:p>
          <w:p w:rsidR="00714EBB" w:rsidRPr="00870ED0" w:rsidRDefault="00714EBB">
            <w:pPr>
              <w:pStyle w:val="PL"/>
              <w:keepNext/>
              <w:keepLines/>
              <w:rPr>
                <w:noProof w:val="0"/>
              </w:rPr>
            </w:pPr>
            <w:r w:rsidRPr="00870ED0">
              <w:rPr>
                <w:noProof w:val="0"/>
              </w:rPr>
              <w:t>EVENT_APPLICATION_DESELECT,</w:t>
            </w:r>
          </w:p>
          <w:p w:rsidR="00714EBB" w:rsidRPr="00870ED0" w:rsidRDefault="00714EBB">
            <w:pPr>
              <w:pStyle w:val="PL"/>
              <w:rPr>
                <w:noProof w:val="0"/>
              </w:rPr>
            </w:pPr>
            <w:r w:rsidRPr="00870ED0">
              <w:rPr>
                <w:noProof w:val="0"/>
              </w:rPr>
              <w:t>EVENT_FIRST_COMMAND_AFTER_ATR,</w:t>
            </w:r>
          </w:p>
          <w:p w:rsidR="00714EBB" w:rsidRPr="00870ED0" w:rsidRDefault="00714EBB">
            <w:pPr>
              <w:pStyle w:val="PL"/>
              <w:rPr>
                <w:noProof w:val="0"/>
              </w:rPr>
            </w:pPr>
            <w:r w:rsidRPr="00870ED0">
              <w:rPr>
                <w:noProof w:val="0"/>
              </w:rPr>
              <w:t>EVENT_UNRECOGNIZED_ENVELOPE</w:t>
            </w:r>
          </w:p>
          <w:p w:rsidR="00714EBB" w:rsidRPr="00870ED0" w:rsidRDefault="00714EBB">
            <w:pPr>
              <w:pStyle w:val="PL"/>
              <w:rPr>
                <w:noProof w:val="0"/>
              </w:rPr>
            </w:pPr>
          </w:p>
          <w:p w:rsidR="00714EBB" w:rsidRPr="00870ED0" w:rsidRDefault="00714EBB">
            <w:pPr>
              <w:pStyle w:val="PL"/>
              <w:ind w:left="425" w:hanging="425"/>
              <w:rPr>
                <w:noProof w:val="0"/>
              </w:rPr>
            </w:pPr>
            <w:r w:rsidRPr="00870ED0">
              <w:rPr>
                <w:noProof w:val="0"/>
              </w:rPr>
              <w:t>1- For each event in EventList, clearEvent(event)</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setEventList(eventList)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eventList.length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3- For all events in eventList, isEventSet(event)</w:t>
            </w:r>
          </w:p>
          <w:p w:rsidR="00714EBB" w:rsidRPr="00870ED0" w:rsidRDefault="00714EBB">
            <w:pPr>
              <w:pStyle w:val="PL"/>
              <w:rPr>
                <w:noProof w:val="0"/>
              </w:rPr>
            </w:pPr>
          </w:p>
          <w:p w:rsidR="00714EBB" w:rsidRPr="00870ED0" w:rsidRDefault="00714EBB">
            <w:pPr>
              <w:pStyle w:val="PL"/>
              <w:rPr>
                <w:noProof w:val="0"/>
              </w:rPr>
            </w:pPr>
            <w:r w:rsidRPr="00870ED0">
              <w:rPr>
                <w:noProof w:val="0"/>
              </w:rPr>
              <w:t>4- For each event in EventList, clearEvent(event)</w:t>
            </w:r>
          </w:p>
          <w:p w:rsidR="00714EBB" w:rsidRPr="00870ED0" w:rsidRDefault="00714EBB">
            <w:pPr>
              <w:pStyle w:val="PL"/>
              <w:rPr>
                <w:noProof w:val="0"/>
              </w:rPr>
            </w:pPr>
          </w:p>
          <w:p w:rsidR="00714EBB" w:rsidRPr="00870ED0" w:rsidRDefault="00714EBB">
            <w:pPr>
              <w:pStyle w:val="TAL"/>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1- No exception shall be thrown.</w:t>
            </w:r>
          </w:p>
          <w:p w:rsidR="00714EBB" w:rsidRPr="00870ED0" w:rsidRDefault="00714EBB">
            <w:pPr>
              <w:pStyle w:val="TAL"/>
              <w:keepNext w:val="0"/>
            </w:pPr>
          </w:p>
          <w:p w:rsidR="00714EBB" w:rsidRPr="00870ED0" w:rsidRDefault="00714EBB">
            <w:pPr>
              <w:pStyle w:val="TAL"/>
              <w:keepNext w:val="0"/>
            </w:pPr>
            <w:r w:rsidRPr="00870ED0">
              <w:t>2- No exception shall be thrown.</w:t>
            </w:r>
          </w:p>
          <w:p w:rsidR="00714EBB" w:rsidRPr="00870ED0" w:rsidRDefault="00714EBB">
            <w:pPr>
              <w:pStyle w:val="TAL"/>
              <w:keepNext w:val="0"/>
            </w:pPr>
          </w:p>
          <w:p w:rsidR="00714EBB" w:rsidRPr="00870ED0" w:rsidRDefault="00714EBB">
            <w:pPr>
              <w:pStyle w:val="TAL"/>
              <w:keepNext w:val="0"/>
            </w:pPr>
            <w:r w:rsidRPr="00870ED0">
              <w:t>3- Each time shall return true.</w:t>
            </w:r>
          </w:p>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4- No exception shall be thrown.</w:t>
            </w:r>
          </w:p>
          <w:p w:rsidR="00714EBB" w:rsidRPr="00870ED0" w:rsidRDefault="00714EBB">
            <w:pPr>
              <w:pStyle w:val="TAL"/>
            </w:pP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Registering part of eventList buffer</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EventList = all allowed events defined in </w:t>
            </w:r>
            <w:r w:rsidR="00022EF9" w:rsidRPr="00870ED0">
              <w:rPr>
                <w:noProof w:val="0"/>
              </w:rPr>
              <w:t>TS </w:t>
            </w:r>
            <w:r w:rsidRPr="00870ED0">
              <w:rPr>
                <w:noProof w:val="0"/>
              </w:rPr>
              <w:t>102 241</w:t>
            </w:r>
            <w:r w:rsidR="00022EF9" w:rsidRPr="00870ED0">
              <w:rPr>
                <w:noProof w:val="0"/>
              </w:rPr>
              <w:t xml:space="preserve"> </w:t>
            </w:r>
            <w:r w:rsidR="00A1210D" w:rsidRPr="00870ED0">
              <w:rPr>
                <w:noProof w:val="0"/>
              </w:rPr>
              <w:t>[9]</w:t>
            </w:r>
            <w:r w:rsidRPr="00870ED0">
              <w:rPr>
                <w:noProof w:val="0"/>
              </w:rPr>
              <w:t xml:space="preserve"> (see test case 1).</w:t>
            </w:r>
          </w:p>
          <w:p w:rsidR="00714EBB" w:rsidRPr="00870ED0" w:rsidRDefault="00714EBB">
            <w:pPr>
              <w:pStyle w:val="PL"/>
              <w:rPr>
                <w:noProof w:val="0"/>
              </w:rPr>
            </w:pPr>
          </w:p>
          <w:p w:rsidR="00714EBB" w:rsidRPr="00870ED0" w:rsidRDefault="00714EBB">
            <w:pPr>
              <w:pStyle w:val="PL"/>
              <w:ind w:left="425" w:hanging="425"/>
              <w:rPr>
                <w:noProof w:val="0"/>
              </w:rPr>
            </w:pPr>
          </w:p>
          <w:p w:rsidR="00714EBB" w:rsidRPr="00870ED0" w:rsidRDefault="00714EBB">
            <w:pPr>
              <w:pStyle w:val="PL"/>
              <w:ind w:left="425" w:hanging="425"/>
              <w:rPr>
                <w:noProof w:val="0"/>
              </w:rPr>
            </w:pPr>
            <w:r w:rsidRPr="00870ED0">
              <w:rPr>
                <w:noProof w:val="0"/>
              </w:rPr>
              <w:t>1- setEventList(eventList, offset, length)</w:t>
            </w:r>
          </w:p>
          <w:p w:rsidR="00714EBB" w:rsidRPr="00870ED0" w:rsidRDefault="00714EBB">
            <w:pPr>
              <w:pStyle w:val="PL"/>
              <w:rPr>
                <w:noProof w:val="0"/>
              </w:rPr>
            </w:pPr>
            <w:r w:rsidRPr="00870ED0">
              <w:rPr>
                <w:noProof w:val="0"/>
              </w:rPr>
              <w:t>Offset &gt; 0</w:t>
            </w:r>
          </w:p>
          <w:p w:rsidR="00714EBB" w:rsidRPr="00870ED0" w:rsidRDefault="00714EBB">
            <w:pPr>
              <w:pStyle w:val="PL"/>
              <w:rPr>
                <w:noProof w:val="0"/>
              </w:rPr>
            </w:pPr>
            <w:r w:rsidRPr="00870ED0">
              <w:rPr>
                <w:noProof w:val="0"/>
              </w:rPr>
              <w:t xml:space="preserve">Length = eventList.lentgh </w:t>
            </w:r>
            <w:r w:rsidR="00022EF9" w:rsidRPr="00870ED0">
              <w:rPr>
                <w:noProof w:val="0"/>
              </w:rPr>
              <w:t>-</w:t>
            </w:r>
            <w:r w:rsidRPr="00870ED0">
              <w:rPr>
                <w:noProof w:val="0"/>
              </w:rPr>
              <w:t xml:space="preserve"> offset</w:t>
            </w:r>
          </w:p>
          <w:p w:rsidR="00714EBB" w:rsidRPr="00870ED0" w:rsidRDefault="00714EBB">
            <w:pPr>
              <w:pStyle w:val="PL"/>
              <w:rPr>
                <w:noProof w:val="0"/>
              </w:rPr>
            </w:pPr>
          </w:p>
          <w:p w:rsidR="00714EBB" w:rsidRPr="00870ED0" w:rsidRDefault="00714EBB">
            <w:pPr>
              <w:pStyle w:val="PL"/>
              <w:rPr>
                <w:noProof w:val="0"/>
              </w:rPr>
            </w:pPr>
            <w:r w:rsidRPr="00870ED0">
              <w:rPr>
                <w:noProof w:val="0"/>
              </w:rPr>
              <w:t>2- For all events in eventList:</w:t>
            </w:r>
          </w:p>
          <w:p w:rsidR="00714EBB" w:rsidRPr="00870ED0" w:rsidRDefault="00714EBB">
            <w:pPr>
              <w:pStyle w:val="PL"/>
              <w:ind w:left="425"/>
              <w:rPr>
                <w:noProof w:val="0"/>
              </w:rPr>
            </w:pPr>
            <w:r w:rsidRPr="00870ED0">
              <w:rPr>
                <w:noProof w:val="0"/>
              </w:rPr>
              <w:t>Call isEventSet(event)</w:t>
            </w:r>
          </w:p>
          <w:p w:rsidR="00714EBB" w:rsidRPr="00870ED0" w:rsidRDefault="00714EBB">
            <w:pPr>
              <w:pStyle w:val="PL"/>
              <w:rPr>
                <w:noProof w:val="0"/>
              </w:rPr>
            </w:pPr>
          </w:p>
          <w:p w:rsidR="00714EBB" w:rsidRPr="00870ED0" w:rsidRDefault="00714EBB">
            <w:pPr>
              <w:pStyle w:val="PL"/>
              <w:ind w:left="425" w:hanging="425"/>
              <w:rPr>
                <w:noProof w:val="0"/>
              </w:rPr>
            </w:pPr>
            <w:r w:rsidRPr="00870ED0">
              <w:rPr>
                <w:noProof w:val="0"/>
              </w:rPr>
              <w:t>3- For each event in EventList: clearEvent(event)</w:t>
            </w:r>
          </w:p>
          <w:p w:rsidR="00714EBB" w:rsidRPr="00870ED0" w:rsidRDefault="00714EBB">
            <w:pPr>
              <w:pStyle w:val="PL"/>
              <w:rPr>
                <w:noProof w:val="0"/>
              </w:rPr>
            </w:pP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r w:rsidRPr="00870ED0">
              <w:t>1- No exception shall be thrown.</w:t>
            </w:r>
          </w:p>
          <w:p w:rsidR="00714EBB" w:rsidRPr="00870ED0" w:rsidRDefault="00714EBB">
            <w:pPr>
              <w:pStyle w:val="TAL"/>
              <w:keepNext w:val="0"/>
            </w:pPr>
          </w:p>
          <w:p w:rsidR="00714EBB" w:rsidRPr="00870ED0" w:rsidRDefault="00714EBB">
            <w:pPr>
              <w:pStyle w:val="TAL"/>
              <w:keepNext w:val="0"/>
            </w:pPr>
            <w:r w:rsidRPr="00870ED0">
              <w:t>2- Each time shall return true for events ranging from offset to offset+length else shall return false.</w:t>
            </w:r>
          </w:p>
          <w:p w:rsidR="00714EBB" w:rsidRPr="00870ED0" w:rsidRDefault="00714EBB">
            <w:pPr>
              <w:pStyle w:val="TAL"/>
              <w:keepNext w:val="0"/>
            </w:pPr>
          </w:p>
          <w:p w:rsidR="00714EBB" w:rsidRPr="00870ED0" w:rsidRDefault="00714EBB">
            <w:pPr>
              <w:pStyle w:val="TAL"/>
              <w:keepNext w:val="0"/>
            </w:pPr>
            <w:r w:rsidRPr="00870ED0">
              <w:t>3- No exception shall be thrown.</w:t>
            </w:r>
          </w:p>
          <w:p w:rsidR="00714EBB" w:rsidRPr="00870ED0" w:rsidRDefault="00714EBB">
            <w:pPr>
              <w:pStyle w:val="TAL"/>
              <w:keepNext w:val="0"/>
              <w:keepLines w:val="0"/>
            </w:pP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buffer</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EventList = null</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java.lang.NullPointerException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Out of bounds offset</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Offset = eventList.length</w:t>
            </w:r>
          </w:p>
          <w:p w:rsidR="00714EBB" w:rsidRPr="00870ED0" w:rsidRDefault="00714EBB">
            <w:pPr>
              <w:pStyle w:val="PL"/>
              <w:rPr>
                <w:noProof w:val="0"/>
              </w:rPr>
            </w:pPr>
            <w:r w:rsidRPr="00870ED0">
              <w:rPr>
                <w:noProof w:val="0"/>
              </w:rPr>
              <w:t>Length = 1</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lastRenderedPageBreak/>
              <w:t>5</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Out of bounds and big offset</w:t>
            </w:r>
          </w:p>
          <w:p w:rsidR="00714EBB" w:rsidRPr="00870ED0" w:rsidRDefault="00714EBB">
            <w:pPr>
              <w:pStyle w:val="PL"/>
              <w:keepNext/>
              <w:keepLines/>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keepNext/>
              <w:keepLines/>
              <w:rPr>
                <w:noProof w:val="0"/>
              </w:rPr>
            </w:pPr>
            <w:r w:rsidRPr="00870ED0">
              <w:rPr>
                <w:noProof w:val="0"/>
              </w:rPr>
              <w:t>Offset = 255</w:t>
            </w:r>
          </w:p>
          <w:p w:rsidR="00714EBB" w:rsidRPr="00870ED0" w:rsidRDefault="00714EBB">
            <w:pPr>
              <w:pStyle w:val="PL"/>
              <w:keepNext/>
              <w:keepLines/>
              <w:rPr>
                <w:noProof w:val="0"/>
              </w:rPr>
            </w:pPr>
            <w:r w:rsidRPr="00870ED0">
              <w:rPr>
                <w:noProof w:val="0"/>
              </w:rPr>
              <w:t>Length = 1</w:t>
            </w:r>
          </w:p>
          <w:p w:rsidR="00714EBB" w:rsidRPr="00870ED0" w:rsidRDefault="00714EBB">
            <w:pPr>
              <w:pStyle w:val="TAL"/>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Offset = -1</w:t>
            </w:r>
          </w:p>
          <w:p w:rsidR="00714EBB" w:rsidRPr="00870ED0" w:rsidRDefault="00714EBB">
            <w:pPr>
              <w:pStyle w:val="PL"/>
              <w:rPr>
                <w:noProof w:val="0"/>
              </w:rPr>
            </w:pPr>
            <w:r w:rsidRPr="00870ED0">
              <w:rPr>
                <w:noProof w:val="0"/>
              </w:rPr>
              <w:t>Length = 1</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Out of bounds length</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eventList.length + 1</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Out of bounds and big length</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255</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Out of bounds offset + Length</w:t>
            </w:r>
          </w:p>
          <w:p w:rsidR="00714EBB" w:rsidRPr="00870ED0" w:rsidRDefault="00714EBB">
            <w:pPr>
              <w:pStyle w:val="PL"/>
              <w:rPr>
                <w:noProof w:val="0"/>
              </w:rPr>
            </w:pPr>
          </w:p>
          <w:p w:rsidR="00714EBB" w:rsidRPr="00870ED0" w:rsidRDefault="00714EBB">
            <w:pPr>
              <w:pStyle w:val="PL"/>
              <w:rPr>
                <w:noProof w:val="0"/>
              </w:rPr>
            </w:pPr>
            <w:r w:rsidRPr="00870ED0">
              <w:rPr>
                <w:noProof w:val="0"/>
              </w:rPr>
              <w:t>setEventList()</w:t>
            </w:r>
          </w:p>
          <w:p w:rsidR="00714EBB" w:rsidRPr="00870ED0" w:rsidRDefault="00714EBB">
            <w:pPr>
              <w:pStyle w:val="PL"/>
              <w:rPr>
                <w:noProof w:val="0"/>
              </w:rPr>
            </w:pPr>
            <w:r w:rsidRPr="00870ED0">
              <w:rPr>
                <w:noProof w:val="0"/>
              </w:rPr>
              <w:t>Offset + length &gt; eventList.length + 1</w:t>
            </w:r>
          </w:p>
          <w:p w:rsidR="00714EBB" w:rsidRPr="00870ED0" w:rsidRDefault="00714EBB">
            <w:pPr>
              <w:pStyle w:val="TAL"/>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java.lang.ArrayIndexOutOfBounds Exception</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Event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setEventList(eventList) with eventList indicating event 0</w:t>
            </w: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EVENT_NOT_SUPPORTED reason code.</w:t>
            </w:r>
          </w:p>
          <w:p w:rsidR="00714EBB" w:rsidRPr="00870ED0" w:rsidRDefault="00714EBB">
            <w:pPr>
              <w:pStyle w:val="TAL"/>
              <w:keepNext w:val="0"/>
              <w:keepLines w:val="0"/>
            </w:pP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EVENT_MENU_SELECTION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setEventList(eventList) with eventList indicating EVENT_MENU_SELECTION</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reason code EVENT_NOT_ALLOWED.</w:t>
            </w:r>
          </w:p>
          <w:p w:rsidR="00714EBB" w:rsidRPr="00870ED0" w:rsidRDefault="00714EBB">
            <w:pPr>
              <w:pStyle w:val="TAL"/>
              <w:keepNext w:val="0"/>
              <w:keepLines w:val="0"/>
            </w:pP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EVENT_MENU_SELECTION_HELP_REQUEST</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setEventList(eventList) with eventList indicating EVENT_MENU_SELECTION_HELP_REQUEST</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reason code EVENT_NOT_ALLOWED.</w:t>
            </w:r>
          </w:p>
          <w:p w:rsidR="00714EBB" w:rsidRPr="00870ED0" w:rsidRDefault="00714EBB">
            <w:pPr>
              <w:pStyle w:val="TAL"/>
              <w:keepNext w:val="0"/>
              <w:keepLines w:val="0"/>
            </w:pP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EVENT_TIMER_EXPIRATION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setEventList(eventList) with eventList indicating EVENT_TIMER_EXPIRATION</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 xml:space="preserve">Shall throw a ToolkitException with reason code EVENT_NOT_ALLOWED. </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EVENT_STATUS_COMMAND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setEventList(eventList) with eventList indicating EVENT_STATUS_COMMAND</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Shall throw a ToolkitException with reason code EVENT_NOT_ALLOWED.</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EVENT_EVENT_DOWNLOAD_LOCAL_CONNECTION</w:t>
            </w:r>
          </w:p>
          <w:p w:rsidR="00714EBB" w:rsidRPr="00870ED0" w:rsidRDefault="00714EBB">
            <w:pPr>
              <w:pStyle w:val="PL"/>
              <w:rPr>
                <w:noProof w:val="0"/>
              </w:rPr>
            </w:pPr>
          </w:p>
          <w:p w:rsidR="00714EBB" w:rsidRPr="00870ED0" w:rsidRDefault="00714EBB">
            <w:pPr>
              <w:pStyle w:val="PL"/>
              <w:keepNext/>
              <w:keepLines/>
              <w:rPr>
                <w:noProof w:val="0"/>
              </w:rPr>
            </w:pPr>
            <w:r w:rsidRPr="00870ED0">
              <w:rPr>
                <w:noProof w:val="0"/>
              </w:rPr>
              <w:t>Call setEventList(eventList) with eventList indicating EVENT_EVENT_DOWNLOAD_LOCAL_CONNECTION</w:t>
            </w:r>
          </w:p>
          <w:p w:rsidR="00714EBB" w:rsidRPr="00870ED0" w:rsidRDefault="00714EBB">
            <w:pPr>
              <w:pStyle w:val="TAH"/>
              <w:keepNext w:val="0"/>
              <w:keepLines w:val="0"/>
              <w:jc w:val="left"/>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reason code EVENT_NOT_ALLOWED.</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EVENT_EXTERNAL_FILE_UPDATE</w:t>
            </w:r>
          </w:p>
          <w:p w:rsidR="00714EBB" w:rsidRPr="00870ED0" w:rsidRDefault="00714EBB">
            <w:pPr>
              <w:pStyle w:val="PL"/>
              <w:rPr>
                <w:noProof w:val="0"/>
              </w:rPr>
            </w:pPr>
          </w:p>
          <w:p w:rsidR="00714EBB" w:rsidRPr="00870ED0" w:rsidRDefault="00714EBB">
            <w:pPr>
              <w:pStyle w:val="PL"/>
              <w:keepNext/>
              <w:keepLines/>
              <w:rPr>
                <w:noProof w:val="0"/>
              </w:rPr>
            </w:pPr>
            <w:r w:rsidRPr="00870ED0">
              <w:rPr>
                <w:noProof w:val="0"/>
              </w:rPr>
              <w:t>Call setEventList(eventList) with eventList indicating EVENT_EXTERNAL_FILE_UPDATE</w:t>
            </w:r>
          </w:p>
          <w:p w:rsidR="00714EBB" w:rsidRPr="00870ED0" w:rsidRDefault="00714EBB">
            <w:pPr>
              <w:pStyle w:val="TAH"/>
              <w:keepNext w:val="0"/>
              <w:keepLines w:val="0"/>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reason code EVENT_NOT_ALLOWED.</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lastRenderedPageBreak/>
              <w:t>18</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Sett EVENT_CALL_CONTROL_BY_NAA</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 xml:space="preserve">Call setEventList(MonoEventList, 0, 1) with MonoEventList containing </w:t>
            </w:r>
          </w:p>
          <w:p w:rsidR="00714EBB" w:rsidRPr="00870ED0" w:rsidRDefault="00714EBB" w:rsidP="00040656">
            <w:pPr>
              <w:pStyle w:val="PL"/>
              <w:keepNext/>
              <w:keepLines/>
              <w:rPr>
                <w:noProof w:val="0"/>
              </w:rPr>
            </w:pPr>
            <w:r w:rsidRPr="00870ED0">
              <w:rPr>
                <w:noProof w:val="0"/>
              </w:rPr>
              <w:t>EVENT_CALL_CONTROL_BY_NAA</w:t>
            </w: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r w:rsidRPr="00870ED0">
              <w:t>Shall not throw an exception.</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pPr>
            <w:r w:rsidRPr="00870ED0">
              <w:t>Check applet is triggered by an ENVELOPE (CALL_CONTROL_BY_NAA)</w:t>
            </w:r>
          </w:p>
          <w:p w:rsidR="00714EBB" w:rsidRPr="00870ED0" w:rsidRDefault="00714EBB">
            <w:pPr>
              <w:pStyle w:val="PL"/>
              <w:rPr>
                <w:noProof w:val="0"/>
              </w:rPr>
            </w:pPr>
          </w:p>
          <w:p w:rsidR="00714EBB" w:rsidRPr="00870ED0" w:rsidRDefault="00714EBB">
            <w:pPr>
              <w:pStyle w:val="PL"/>
              <w:rPr>
                <w:noProof w:val="0"/>
              </w:rPr>
            </w:pPr>
            <w:r w:rsidRPr="00870ED0">
              <w:rPr>
                <w:noProof w:val="0"/>
              </w:rPr>
              <w:t>Reset and initialize the card</w:t>
            </w:r>
          </w:p>
          <w:p w:rsidR="00714EBB" w:rsidRPr="00870ED0" w:rsidRDefault="00714EBB">
            <w:pPr>
              <w:pStyle w:val="PL"/>
              <w:rPr>
                <w:noProof w:val="0"/>
              </w:rPr>
            </w:pPr>
            <w:r w:rsidRPr="00870ED0">
              <w:rPr>
                <w:noProof w:val="0"/>
              </w:rPr>
              <w:t>Trigger Applet1</w:t>
            </w: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Applet is triggered by an ENVELOPE(CALL_CONTROL_BY_NAA)</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20</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Applet2 registers to CALL_CONTROL_BY_NAA</w:t>
            </w:r>
          </w:p>
          <w:p w:rsidR="00714EBB" w:rsidRPr="00870ED0" w:rsidRDefault="00714EBB">
            <w:pPr>
              <w:pStyle w:val="TAH"/>
            </w:pPr>
            <w:r w:rsidRPr="00870ED0">
              <w:t>but it is already assigned</w:t>
            </w:r>
          </w:p>
          <w:p w:rsidR="00714EBB" w:rsidRPr="00870ED0" w:rsidRDefault="00714EBB">
            <w:pPr>
              <w:pStyle w:val="PL"/>
              <w:rPr>
                <w:noProof w:val="0"/>
              </w:rPr>
            </w:pPr>
          </w:p>
          <w:p w:rsidR="00714EBB" w:rsidRPr="00870ED0" w:rsidRDefault="00714EBB">
            <w:pPr>
              <w:pStyle w:val="PL"/>
              <w:rPr>
                <w:noProof w:val="0"/>
              </w:rPr>
            </w:pPr>
            <w:r w:rsidRPr="00870ED0">
              <w:rPr>
                <w:noProof w:val="0"/>
              </w:rPr>
              <w:t>Applet2 is triggered by an envelope(MENU_SELECTION) (Id=02)</w:t>
            </w:r>
          </w:p>
          <w:p w:rsidR="00714EBB" w:rsidRPr="00870ED0" w:rsidRDefault="00714EBB">
            <w:pPr>
              <w:pStyle w:val="PL"/>
              <w:keepNext/>
              <w:keepLines/>
              <w:rPr>
                <w:noProof w:val="0"/>
              </w:rPr>
            </w:pPr>
            <w:r w:rsidRPr="00870ED0">
              <w:rPr>
                <w:noProof w:val="0"/>
              </w:rPr>
              <w:t>1- Call setEventList(MonoEventList,0,1) with MonoEventList containing EVENT_CALL_CONTROL_BY_NAA</w:t>
            </w:r>
          </w:p>
          <w:p w:rsidR="00714EBB" w:rsidRPr="00870ED0" w:rsidRDefault="00714EBB">
            <w:pPr>
              <w:pStyle w:val="TAL"/>
            </w:pP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Shall throw a ToolkitException with EVENT_ALREADY_REGISTERED reason code.</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21</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Atomicity</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 xml:space="preserve">1- Call setEventList(EVENT_CALL_CONTROL_BY_NAA, EVENT_EVENT_DOWNLOAD_CALL_CONNECTED) </w:t>
            </w:r>
          </w:p>
          <w:p w:rsidR="00714EBB" w:rsidRPr="00870ED0" w:rsidRDefault="00714EBB">
            <w:pPr>
              <w:pStyle w:val="PL"/>
              <w:keepNext/>
              <w:keepLines/>
              <w:rPr>
                <w:noProof w:val="0"/>
              </w:rPr>
            </w:pPr>
          </w:p>
          <w:p w:rsidR="00714EBB" w:rsidRPr="00870ED0" w:rsidRDefault="00714EBB">
            <w:pPr>
              <w:pStyle w:val="PL"/>
              <w:keepNext/>
              <w:keepLines/>
              <w:rPr>
                <w:noProof w:val="0"/>
              </w:rPr>
            </w:pPr>
          </w:p>
          <w:p w:rsidR="00714EBB" w:rsidRPr="00870ED0" w:rsidRDefault="00714EBB">
            <w:pPr>
              <w:pStyle w:val="PL"/>
              <w:keepNext/>
              <w:keepLines/>
              <w:rPr>
                <w:noProof w:val="0"/>
              </w:rPr>
            </w:pPr>
          </w:p>
          <w:p w:rsidR="00714EBB" w:rsidRPr="00870ED0" w:rsidRDefault="00714EBB" w:rsidP="00022EF9">
            <w:pPr>
              <w:pStyle w:val="PL"/>
              <w:ind w:left="283" w:hanging="283"/>
              <w:rPr>
                <w:b/>
                <w:noProof w:val="0"/>
              </w:rPr>
            </w:pPr>
            <w:r w:rsidRPr="00870ED0">
              <w:rPr>
                <w:noProof w:val="0"/>
              </w:rPr>
              <w:t>2- isEventSet (EVENT_EVENT_DOWNLOAD_CALL_CONNECTED)</w:t>
            </w: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r w:rsidRPr="00870ED0">
              <w:t>1- Shall throw a ToolkitException with EVENT_ALREADY_REGISTERED reason code.</w:t>
            </w:r>
          </w:p>
          <w:p w:rsidR="00714EBB" w:rsidRPr="00870ED0" w:rsidRDefault="00714EBB">
            <w:pPr>
              <w:pStyle w:val="TAL"/>
              <w:keepNext w:val="0"/>
            </w:pPr>
          </w:p>
          <w:p w:rsidR="00714EBB" w:rsidRPr="00870ED0" w:rsidRDefault="00714EBB">
            <w:pPr>
              <w:pStyle w:val="TAL"/>
              <w:keepNext w:val="0"/>
            </w:pPr>
            <w:r w:rsidRPr="00870ED0">
              <w:t>2- method shallreturn false</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22</w:t>
            </w:r>
          </w:p>
        </w:tc>
        <w:tc>
          <w:tcPr>
            <w:tcW w:w="47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ind w:left="283" w:hanging="283"/>
              <w:jc w:val="center"/>
              <w:rPr>
                <w:rFonts w:ascii="Arial" w:hAnsi="Arial"/>
                <w:b/>
                <w:noProof w:val="0"/>
                <w:sz w:val="18"/>
              </w:rPr>
            </w:pPr>
            <w:r w:rsidRPr="00870ED0">
              <w:rPr>
                <w:rFonts w:ascii="Arial" w:hAnsi="Arial"/>
                <w:b/>
                <w:noProof w:val="0"/>
                <w:sz w:val="18"/>
              </w:rPr>
              <w:t>Multiple registration to the same event</w:t>
            </w:r>
          </w:p>
          <w:p w:rsidR="00714EBB" w:rsidRPr="00870ED0" w:rsidRDefault="00714EBB">
            <w:pPr>
              <w:pStyle w:val="PL"/>
              <w:ind w:left="283" w:hanging="283"/>
              <w:rPr>
                <w:noProof w:val="0"/>
              </w:rPr>
            </w:pPr>
          </w:p>
          <w:p w:rsidR="00714EBB" w:rsidRPr="00870ED0" w:rsidRDefault="00714EBB">
            <w:pPr>
              <w:pStyle w:val="PL"/>
              <w:ind w:left="283" w:hanging="283"/>
              <w:rPr>
                <w:noProof w:val="0"/>
              </w:rPr>
            </w:pPr>
            <w:r w:rsidRPr="00870ED0">
              <w:rPr>
                <w:noProof w:val="0"/>
              </w:rPr>
              <w:t>1- setEventList(EVENT_EVENT_DOWNLOAD_MT_CALL, EVENT_EVENT_DOWNLOAD_MT_CALL)</w:t>
            </w:r>
          </w:p>
          <w:p w:rsidR="00714EBB" w:rsidRPr="00870ED0" w:rsidRDefault="00714EBB">
            <w:pPr>
              <w:pStyle w:val="PL"/>
              <w:rPr>
                <w:noProof w:val="0"/>
              </w:rPr>
            </w:pPr>
          </w:p>
          <w:p w:rsidR="00714EBB" w:rsidRPr="00870ED0" w:rsidRDefault="00714EBB">
            <w:pPr>
              <w:pStyle w:val="PL"/>
              <w:rPr>
                <w:noProof w:val="0"/>
              </w:rPr>
            </w:pPr>
            <w:r w:rsidRPr="00870ED0">
              <w:rPr>
                <w:noProof w:val="0"/>
              </w:rPr>
              <w:t>2- isEventSet(EVENT_EVENT_DOWNLOAD_MT_CALL)</w:t>
            </w:r>
          </w:p>
        </w:tc>
        <w:tc>
          <w:tcPr>
            <w:tcW w:w="2552"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pPr>
          </w:p>
          <w:p w:rsidR="00714EBB" w:rsidRPr="00870ED0" w:rsidRDefault="00714EBB">
            <w:pPr>
              <w:pStyle w:val="TAL"/>
              <w:keepNext w:val="0"/>
            </w:pPr>
          </w:p>
          <w:p w:rsidR="00714EBB" w:rsidRPr="00870ED0" w:rsidRDefault="00714EBB">
            <w:pPr>
              <w:pStyle w:val="TAL"/>
              <w:keepNext w:val="0"/>
            </w:pPr>
            <w:r w:rsidRPr="00870ED0">
              <w:t>1- no exception should be thrown</w:t>
            </w:r>
          </w:p>
          <w:p w:rsidR="00714EBB" w:rsidRPr="00870ED0" w:rsidRDefault="00714EBB">
            <w:pPr>
              <w:pStyle w:val="TAL"/>
              <w:keepNext w:val="0"/>
            </w:pPr>
          </w:p>
          <w:p w:rsidR="00714EBB" w:rsidRPr="00870ED0" w:rsidRDefault="00714EBB">
            <w:pPr>
              <w:pStyle w:val="TAL"/>
            </w:pPr>
            <w:r w:rsidRPr="00870ED0">
              <w:t>2- method shall return true</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p>
        </w:tc>
      </w:tr>
    </w:tbl>
    <w:p w:rsidR="00714EBB" w:rsidRPr="00870ED0" w:rsidRDefault="00714EBB"/>
    <w:p w:rsidR="00714EBB" w:rsidRPr="00870ED0" w:rsidRDefault="00714EBB">
      <w:pPr>
        <w:pStyle w:val="Heading4"/>
      </w:pPr>
      <w:r w:rsidRPr="00870ED0">
        <w:t>5.2.8.13</w:t>
      </w:r>
      <w:r w:rsidRPr="00870ED0">
        <w:tab/>
        <w:t>Method allocateServiceIdentifier</w:t>
      </w:r>
    </w:p>
    <w:p w:rsidR="00714EBB" w:rsidRPr="00870ED0" w:rsidRDefault="00714EBB">
      <w:r w:rsidRPr="00870ED0">
        <w:t>Test Area Reference: Api_2_Tkr_Asid</w:t>
      </w:r>
      <w:r w:rsidR="00040656" w:rsidRPr="00870ED0">
        <w:t>.</w:t>
      </w:r>
    </w:p>
    <w:p w:rsidR="00714EBB" w:rsidRPr="00870ED0" w:rsidRDefault="00714EBB" w:rsidP="00040656">
      <w:pPr>
        <w:pStyle w:val="Heading5"/>
      </w:pPr>
      <w:r w:rsidRPr="00870ED0">
        <w:t>5.2</w:t>
      </w:r>
      <w:r w:rsidR="00040656" w:rsidRPr="00870ED0">
        <w:t>.8.13.1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allocateServiceIdentifier()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javacard.framework.TransactionException</w:t>
      </w:r>
    </w:p>
    <w:p w:rsidR="00040656" w:rsidRPr="00870ED0" w:rsidRDefault="00040656">
      <w:pPr>
        <w:pStyle w:val="PL"/>
        <w:rPr>
          <w:noProof w:val="0"/>
        </w:rPr>
      </w:pPr>
    </w:p>
    <w:p w:rsidR="00714EBB" w:rsidRPr="00870ED0" w:rsidRDefault="00714EBB">
      <w:pPr>
        <w:pStyle w:val="H6"/>
        <w:outlineLvl w:val="0"/>
      </w:pPr>
      <w:r w:rsidRPr="00870ED0">
        <w:t>5.2.8.13.1.1</w:t>
      </w:r>
      <w:r w:rsidRPr="00870ED0">
        <w:tab/>
        <w:t>Normal execution</w:t>
      </w:r>
    </w:p>
    <w:p w:rsidR="00714EBB" w:rsidRPr="00870ED0" w:rsidRDefault="00714EBB">
      <w:pPr>
        <w:pStyle w:val="B1"/>
      </w:pPr>
      <w:r w:rsidRPr="00870ED0">
        <w:t>CRRN1: The returned service identifier shall be between 00 and 07 inclusive.</w:t>
      </w:r>
    </w:p>
    <w:p w:rsidR="00714EBB" w:rsidRPr="00870ED0" w:rsidRDefault="00714EBB">
      <w:pPr>
        <w:pStyle w:val="B1"/>
      </w:pPr>
      <w:r w:rsidRPr="00870ED0">
        <w:t>CRRN2: The returned service identifier shall be different from a previously allocated but not released one.</w:t>
      </w:r>
    </w:p>
    <w:p w:rsidR="00714EBB" w:rsidRPr="00870ED0" w:rsidRDefault="00714EBB">
      <w:pPr>
        <w:pStyle w:val="B1"/>
      </w:pPr>
      <w:r w:rsidRPr="00870ED0">
        <w:t>CRRN3: By calling this method the applet is registered to the EVENT_EVENT_ DOWNLOAD_LOCAL_CONNECTION of the allocated service.</w:t>
      </w:r>
    </w:p>
    <w:p w:rsidR="00714EBB" w:rsidRPr="00870ED0" w:rsidRDefault="00714EBB">
      <w:pPr>
        <w:pStyle w:val="B1"/>
      </w:pPr>
      <w:r w:rsidRPr="00870ED0">
        <w:t>CRRN4: The service identifier is allocated by the applet until it explicitly releases it.</w:t>
      </w:r>
    </w:p>
    <w:p w:rsidR="00714EBB" w:rsidRPr="00870ED0" w:rsidRDefault="00714EBB">
      <w:pPr>
        <w:pStyle w:val="B1"/>
      </w:pPr>
      <w:r w:rsidRPr="00870ED0">
        <w:t>CRRN5: When an applet allocates a service identifier, it can issue the proactive command DECLARE SERVICE to add or delete a service to the terminal service database.</w:t>
      </w:r>
    </w:p>
    <w:p w:rsidR="00714EBB" w:rsidRPr="00870ED0" w:rsidRDefault="00714EBB">
      <w:pPr>
        <w:pStyle w:val="H6"/>
        <w:outlineLvl w:val="0"/>
      </w:pPr>
      <w:r w:rsidRPr="00870ED0">
        <w:t>5.2.8.13.1.2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lastRenderedPageBreak/>
        <w:t>5.2.8.13.1.3</w:t>
      </w:r>
      <w:r w:rsidRPr="00870ED0">
        <w:tab/>
        <w:t>Context errors</w:t>
      </w:r>
    </w:p>
    <w:p w:rsidR="00714EBB" w:rsidRPr="00870ED0" w:rsidRDefault="00714EBB">
      <w:pPr>
        <w:pStyle w:val="B1"/>
      </w:pPr>
      <w:r w:rsidRPr="00870ED0">
        <w:t>CRRC1: Shall throw a ToolkitException with reason NO_SERVICE_ID_AVAILABLE if all the services are allocated.</w:t>
      </w:r>
    </w:p>
    <w:p w:rsidR="00714EBB" w:rsidRPr="00870ED0" w:rsidRDefault="00714EBB">
      <w:pPr>
        <w:pStyle w:val="B1"/>
      </w:pPr>
      <w:r w:rsidRPr="00870ED0">
        <w:t>CRRC2: Shall throw a ToolkitException with reason NO_SERVICE_ID_AVAILABLE if the maximum number of services Identifiers have been allocated to this applet according to installation parameter.</w:t>
      </w:r>
    </w:p>
    <w:p w:rsidR="00714EBB" w:rsidRPr="00870ED0" w:rsidRDefault="00714EBB" w:rsidP="00040656">
      <w:pPr>
        <w:pStyle w:val="Heading5"/>
      </w:pPr>
      <w:r w:rsidRPr="00870ED0">
        <w:t>5.2.8.13.2</w:t>
      </w:r>
      <w:r w:rsidRPr="00870ED0">
        <w:tab/>
        <w:t>Test area files</w:t>
      </w:r>
    </w:p>
    <w:p w:rsidR="00714EBB" w:rsidRPr="00870ED0" w:rsidRDefault="00714EBB" w:rsidP="00040656">
      <w:pPr>
        <w:pStyle w:val="EX"/>
      </w:pPr>
      <w:r w:rsidRPr="00870ED0">
        <w:t>Test Source:</w:t>
      </w:r>
      <w:r w:rsidRPr="00870ED0">
        <w:tab/>
        <w:t>Test_Api_2_Tkr_Asid.java</w:t>
      </w:r>
      <w:r w:rsidR="00040656" w:rsidRPr="00870ED0">
        <w:t>.</w:t>
      </w:r>
    </w:p>
    <w:p w:rsidR="00714EBB" w:rsidRPr="00870ED0" w:rsidRDefault="00714EBB" w:rsidP="00040656">
      <w:pPr>
        <w:pStyle w:val="EX"/>
      </w:pPr>
      <w:r w:rsidRPr="00870ED0">
        <w:t xml:space="preserve">Test Applet: </w:t>
      </w:r>
      <w:r w:rsidRPr="00870ED0">
        <w:tab/>
        <w:t>Api_2_Tkr_Asid_1.java: 8 services</w:t>
      </w:r>
      <w:r w:rsidR="00040656" w:rsidRPr="00870ED0">
        <w:t>.</w:t>
      </w:r>
    </w:p>
    <w:p w:rsidR="00714EBB" w:rsidRPr="00870ED0" w:rsidRDefault="00040656" w:rsidP="00040656">
      <w:pPr>
        <w:pStyle w:val="EX"/>
      </w:pPr>
      <w:r w:rsidRPr="00870ED0">
        <w:tab/>
      </w:r>
      <w:r w:rsidR="00714EBB" w:rsidRPr="00870ED0">
        <w:t>Api_2_Tkr_Asid_2.java: 4 services</w:t>
      </w:r>
      <w:r w:rsidRPr="00870ED0">
        <w:t>.</w:t>
      </w:r>
    </w:p>
    <w:p w:rsidR="00714EBB" w:rsidRPr="00870ED0" w:rsidRDefault="00040656" w:rsidP="00040656">
      <w:pPr>
        <w:pStyle w:val="EX"/>
      </w:pPr>
      <w:r w:rsidRPr="00870ED0">
        <w:tab/>
      </w:r>
      <w:r w:rsidR="00714EBB" w:rsidRPr="00870ED0">
        <w:t>Ap</w:t>
      </w:r>
      <w:r w:rsidRPr="00870ED0">
        <w:t>i_2_Tkr_Asid_3.java: 0 services.</w:t>
      </w:r>
    </w:p>
    <w:p w:rsidR="00714EBB" w:rsidRPr="00870ED0" w:rsidRDefault="00714EBB" w:rsidP="00040656">
      <w:pPr>
        <w:pStyle w:val="EX"/>
      </w:pPr>
      <w:r w:rsidRPr="00870ED0">
        <w:t>Cap File:</w:t>
      </w:r>
      <w:r w:rsidRPr="00870ED0">
        <w:tab/>
        <w:t>api_2_tkr_asid.cap</w:t>
      </w:r>
      <w:r w:rsidR="00040656" w:rsidRPr="00870ED0">
        <w:t>.</w:t>
      </w:r>
    </w:p>
    <w:p w:rsidR="00714EBB" w:rsidRPr="00870ED0" w:rsidRDefault="00714EBB" w:rsidP="00040656">
      <w:pPr>
        <w:pStyle w:val="Heading5"/>
      </w:pPr>
      <w:r w:rsidRPr="00870ED0">
        <w:t>5.2.8.13.3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3623"/>
      </w:tblGrid>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Cat Runtime Environment, Cre_Pcs_Pcco</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022EF9">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62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bl>
    <w:p w:rsidR="00040656" w:rsidRPr="00870ED0" w:rsidRDefault="00040656" w:rsidP="00040656"/>
    <w:p w:rsidR="00714EBB" w:rsidRPr="00870ED0" w:rsidRDefault="00714EBB" w:rsidP="00040656">
      <w:pPr>
        <w:pStyle w:val="Heading5"/>
      </w:pPr>
      <w:r w:rsidRPr="00870ED0">
        <w:t>5.2.8.13.4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4493"/>
        <w:gridCol w:w="2835"/>
        <w:gridCol w:w="2055"/>
      </w:tblGrid>
      <w:tr w:rsidR="00714EBB" w:rsidRPr="00870ED0">
        <w:trPr>
          <w:tblHeade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49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49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Allocates up to 8 services </w:t>
            </w:r>
            <w:r w:rsidRPr="00870ED0">
              <w:br/>
              <w:t>(Applet1)</w:t>
            </w:r>
          </w:p>
          <w:p w:rsidR="00714EBB" w:rsidRPr="00870ED0" w:rsidRDefault="00714EBB">
            <w:pPr>
              <w:pStyle w:val="PL"/>
              <w:rPr>
                <w:noProof w:val="0"/>
              </w:rPr>
            </w:pPr>
          </w:p>
          <w:p w:rsidR="00714EBB" w:rsidRPr="00870ED0" w:rsidRDefault="00714EBB">
            <w:pPr>
              <w:pStyle w:val="PL"/>
              <w:rPr>
                <w:noProof w:val="0"/>
              </w:rPr>
            </w:pPr>
            <w:r w:rsidRPr="00870ED0">
              <w:rPr>
                <w:noProof w:val="0"/>
              </w:rPr>
              <w:t>Applet1 is triggered by an envelope(EVENT_MENU_SELECTION) with Item = 01.</w:t>
            </w:r>
          </w:p>
          <w:p w:rsidR="00714EBB" w:rsidRPr="00870ED0" w:rsidRDefault="00714EBB">
            <w:pPr>
              <w:pStyle w:val="PL"/>
              <w:rPr>
                <w:noProof w:val="0"/>
              </w:rPr>
            </w:pPr>
            <w:r w:rsidRPr="00870ED0">
              <w:rPr>
                <w:noProof w:val="0"/>
              </w:rPr>
              <w:t>Call 8 times:</w:t>
            </w:r>
          </w:p>
          <w:p w:rsidR="00714EBB" w:rsidRPr="00870ED0" w:rsidRDefault="00714EBB">
            <w:pPr>
              <w:pStyle w:val="PL"/>
              <w:rPr>
                <w:noProof w:val="0"/>
              </w:rPr>
            </w:pPr>
            <w:r w:rsidRPr="00870ED0">
              <w:rPr>
                <w:noProof w:val="0"/>
              </w:rPr>
              <w:t xml:space="preserve"> - allocateServiceIdentifier()</w:t>
            </w:r>
          </w:p>
          <w:p w:rsidR="00714EBB" w:rsidRPr="00870ED0" w:rsidRDefault="00714EBB">
            <w:pPr>
              <w:pStyle w:val="PL"/>
              <w:rPr>
                <w:noProof w:val="0"/>
              </w:rPr>
            </w:pPr>
            <w:r w:rsidRPr="00870ED0">
              <w:rPr>
                <w:noProof w:val="0"/>
              </w:rPr>
              <w:t xml:space="preserve"> - send associated DECLARE SERVICE</w:t>
            </w:r>
          </w:p>
          <w:p w:rsidR="00714EBB" w:rsidRPr="00870ED0" w:rsidRDefault="00714EBB">
            <w:pPr>
              <w:pStyle w:val="PL"/>
              <w:rPr>
                <w:noProof w:val="0"/>
              </w:rPr>
            </w:pPr>
            <w:r w:rsidRPr="00870ED0">
              <w:rPr>
                <w:noProof w:val="0"/>
              </w:rPr>
              <w:t xml:space="preserve"> - isEventSet (EVENT_EVENT_DOWNLOAD_LOCAL_CONNECTION).</w:t>
            </w:r>
          </w:p>
        </w:tc>
        <w:tc>
          <w:tcPr>
            <w:tcW w:w="2835"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No exception shall be thrown. Service ID returned shall be between 00 and 07 inclusive. It shall be different after each call.</w:t>
            </w:r>
          </w:p>
          <w:p w:rsidR="00714EBB" w:rsidRPr="00870ED0" w:rsidRDefault="00714EBB">
            <w:pPr>
              <w:pStyle w:val="TAL"/>
            </w:pPr>
            <w:r w:rsidRPr="00870ED0">
              <w:t>Shall return true.</w:t>
            </w:r>
          </w:p>
          <w:p w:rsidR="00714EBB" w:rsidRPr="00870ED0" w:rsidRDefault="00714EBB">
            <w:pPr>
              <w:pStyle w:val="TAL"/>
            </w:pP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49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Check Applet1 is triggered by envelope (EVENT_EVENT_DOWNLOAD_LOCAL_CONNECTION) command</w:t>
            </w:r>
          </w:p>
          <w:p w:rsidR="00714EBB" w:rsidRPr="00870ED0" w:rsidRDefault="00714EBB">
            <w:pPr>
              <w:pStyle w:val="TAL"/>
            </w:pPr>
          </w:p>
          <w:p w:rsidR="00714EBB" w:rsidRPr="00870ED0" w:rsidRDefault="00714EBB">
            <w:pPr>
              <w:pStyle w:val="TAL"/>
            </w:pPr>
          </w:p>
          <w:p w:rsidR="00714EBB" w:rsidRPr="00870ED0" w:rsidRDefault="00714EBB">
            <w:pPr>
              <w:pStyle w:val="PL"/>
              <w:rPr>
                <w:noProof w:val="0"/>
              </w:rPr>
            </w:pPr>
            <w:r w:rsidRPr="00870ED0">
              <w:rPr>
                <w:noProof w:val="0"/>
              </w:rPr>
              <w:t>1- Send 8 envelopes (EVENT_EVENT_DOWNLOAD_LOCAL_CONNECTION) with all services id (not in an increase order).</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2- Call releaseServiceIdentifier(id) with all services.</w:t>
            </w:r>
          </w:p>
          <w:p w:rsidR="00714EBB" w:rsidRPr="00870ED0" w:rsidRDefault="00714EBB">
            <w:pPr>
              <w:pStyle w:val="PL"/>
              <w:rPr>
                <w:noProof w:val="0"/>
              </w:rPr>
            </w:pPr>
          </w:p>
          <w:p w:rsidR="00714EBB" w:rsidRPr="00870ED0" w:rsidRDefault="00714EBB" w:rsidP="00022EF9">
            <w:pPr>
              <w:pStyle w:val="PL"/>
              <w:rPr>
                <w:noProof w:val="0"/>
              </w:rPr>
            </w:pPr>
            <w:r w:rsidRPr="00870ED0">
              <w:rPr>
                <w:noProof w:val="0"/>
              </w:rPr>
              <w:t>3- Call isEventSet (EVENT_EVENT_DO</w:t>
            </w:r>
            <w:r w:rsidR="00022EF9" w:rsidRPr="00870ED0">
              <w:rPr>
                <w:noProof w:val="0"/>
              </w:rPr>
              <w:t>WNLOAD_LOCAL_CONNECTION)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jc w:val="left"/>
            </w:pPr>
          </w:p>
          <w:p w:rsidR="00714EBB" w:rsidRPr="00870ED0" w:rsidRDefault="00714EBB">
            <w:pPr>
              <w:pStyle w:val="TAC"/>
              <w:keepNext w:val="0"/>
              <w:keepLines w:val="0"/>
              <w:jc w:val="left"/>
            </w:pPr>
          </w:p>
          <w:p w:rsidR="00714EBB" w:rsidRPr="00870ED0" w:rsidRDefault="00714EBB">
            <w:pPr>
              <w:pStyle w:val="TAC"/>
              <w:keepNext w:val="0"/>
              <w:keepLines w:val="0"/>
              <w:jc w:val="left"/>
            </w:pPr>
          </w:p>
          <w:p w:rsidR="00714EBB" w:rsidRPr="00870ED0" w:rsidRDefault="00714EBB">
            <w:pPr>
              <w:pStyle w:val="TAC"/>
              <w:keepNext w:val="0"/>
              <w:keepLines w:val="0"/>
              <w:jc w:val="left"/>
            </w:pPr>
          </w:p>
          <w:p w:rsidR="00714EBB" w:rsidRPr="00870ED0" w:rsidRDefault="00714EBB">
            <w:pPr>
              <w:pStyle w:val="TAC"/>
              <w:keepNext w:val="0"/>
              <w:keepLines w:val="0"/>
              <w:jc w:val="left"/>
            </w:pPr>
            <w:r w:rsidRPr="00870ED0">
              <w:t>1- Applet1 shall be triggered each time.</w:t>
            </w:r>
          </w:p>
          <w:p w:rsidR="00714EBB" w:rsidRPr="00870ED0" w:rsidRDefault="00714EBB">
            <w:pPr>
              <w:pStyle w:val="TAC"/>
              <w:keepNext w:val="0"/>
              <w:keepLines w:val="0"/>
              <w:jc w:val="left"/>
            </w:pPr>
          </w:p>
          <w:p w:rsidR="00714EBB" w:rsidRPr="00870ED0" w:rsidRDefault="00714EBB">
            <w:pPr>
              <w:pStyle w:val="TAC"/>
              <w:keepNext w:val="0"/>
              <w:keepLines w:val="0"/>
              <w:jc w:val="left"/>
            </w:pPr>
          </w:p>
          <w:p w:rsidR="00714EBB" w:rsidRPr="00870ED0" w:rsidRDefault="00714EBB">
            <w:pPr>
              <w:pStyle w:val="TAC"/>
              <w:keepNext w:val="0"/>
              <w:keepLines w:val="0"/>
              <w:jc w:val="left"/>
            </w:pPr>
          </w:p>
          <w:p w:rsidR="00714EBB" w:rsidRPr="00870ED0" w:rsidRDefault="00714EBB">
            <w:pPr>
              <w:pStyle w:val="TAC"/>
              <w:keepNext w:val="0"/>
              <w:keepLines w:val="0"/>
              <w:jc w:val="left"/>
            </w:pPr>
          </w:p>
          <w:p w:rsidR="00714EBB" w:rsidRPr="00870ED0" w:rsidRDefault="00714EBB">
            <w:pPr>
              <w:pStyle w:val="TAC"/>
              <w:keepNext w:val="0"/>
              <w:keepLines w:val="0"/>
              <w:jc w:val="left"/>
            </w:pPr>
            <w:r w:rsidRPr="00870ED0">
              <w:t>3- returns false.</w:t>
            </w:r>
          </w:p>
        </w:tc>
        <w:tc>
          <w:tcPr>
            <w:tcW w:w="205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lastRenderedPageBreak/>
              <w:t>3</w:t>
            </w:r>
          </w:p>
        </w:tc>
        <w:tc>
          <w:tcPr>
            <w:tcW w:w="4493"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Allocate services more than the maximum</w:t>
            </w:r>
          </w:p>
          <w:p w:rsidR="00714EBB" w:rsidRPr="00870ED0" w:rsidRDefault="00714EBB" w:rsidP="00040656">
            <w:pPr>
              <w:pStyle w:val="TAH"/>
              <w:jc w:val="left"/>
              <w:rPr>
                <w:b w:val="0"/>
              </w:rPr>
            </w:pPr>
          </w:p>
          <w:p w:rsidR="00714EBB" w:rsidRPr="00870ED0" w:rsidRDefault="00714EBB" w:rsidP="00040656">
            <w:pPr>
              <w:pStyle w:val="PL"/>
              <w:keepNext/>
              <w:keepLines/>
              <w:rPr>
                <w:noProof w:val="0"/>
              </w:rPr>
            </w:pPr>
            <w:r w:rsidRPr="00870ED0">
              <w:rPr>
                <w:noProof w:val="0"/>
              </w:rPr>
              <w:t>Applet1 is triggered by an envelope(EVENT_MENU_SELECTION) with Item = 01.</w:t>
            </w:r>
          </w:p>
          <w:p w:rsidR="00714EBB" w:rsidRPr="00870ED0" w:rsidRDefault="00714EBB" w:rsidP="00040656">
            <w:pPr>
              <w:pStyle w:val="PL"/>
              <w:keepNext/>
              <w:keepLines/>
              <w:rPr>
                <w:noProof w:val="0"/>
              </w:rPr>
            </w:pPr>
            <w:r w:rsidRPr="00870ED0">
              <w:rPr>
                <w:noProof w:val="0"/>
              </w:rPr>
              <w:t>1- Applet1 calls 5 times allocateServiceIdentifier() method</w:t>
            </w:r>
          </w:p>
          <w:p w:rsidR="00714EBB" w:rsidRPr="00870ED0" w:rsidRDefault="00714EBB" w:rsidP="00040656">
            <w:pPr>
              <w:pStyle w:val="PL"/>
              <w:keepNext/>
              <w:keepLines/>
              <w:rPr>
                <w:b/>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Applet2 is triggered by an envelope(EVENT_MENU_SELECTION) with Item = 02</w:t>
            </w:r>
          </w:p>
          <w:p w:rsidR="00714EBB" w:rsidRPr="00870ED0" w:rsidRDefault="00714EBB" w:rsidP="00040656">
            <w:pPr>
              <w:pStyle w:val="PL"/>
              <w:keepNext/>
              <w:keepLines/>
              <w:rPr>
                <w:noProof w:val="0"/>
              </w:rPr>
            </w:pPr>
            <w:r w:rsidRPr="00870ED0">
              <w:rPr>
                <w:noProof w:val="0"/>
              </w:rPr>
              <w:t>2- Applet2 calls 3 times allocateServiceIdentifier() method</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3- Applet2 calls 1 more allocateServiceIdentifier() method</w:t>
            </w:r>
          </w:p>
          <w:p w:rsidR="00714EBB" w:rsidRPr="00870ED0" w:rsidRDefault="00714EBB" w:rsidP="00040656">
            <w:pPr>
              <w:pStyle w:val="PL"/>
              <w:keepNext/>
              <w:keepLines/>
              <w:rPr>
                <w:noProof w:val="0"/>
              </w:rPr>
            </w:pPr>
            <w:r w:rsidRPr="00870ED0">
              <w:rPr>
                <w:noProof w:val="0"/>
              </w:rPr>
              <w:t>Applet1 is triggered by an envelope(EVENT_MENU_SELECTION) with Item = 01.</w:t>
            </w:r>
          </w:p>
          <w:p w:rsidR="00714EBB" w:rsidRPr="00870ED0" w:rsidRDefault="00714EBB" w:rsidP="00040656">
            <w:pPr>
              <w:pStyle w:val="PL"/>
              <w:keepNext/>
              <w:keepLines/>
              <w:rPr>
                <w:noProof w:val="0"/>
              </w:rPr>
            </w:pPr>
            <w:r w:rsidRPr="00870ED0">
              <w:rPr>
                <w:noProof w:val="0"/>
              </w:rPr>
              <w:t>4- Applet1 releases all its services.</w:t>
            </w:r>
          </w:p>
          <w:p w:rsidR="00714EBB" w:rsidRPr="00870ED0" w:rsidRDefault="00714EBB" w:rsidP="00040656">
            <w:pPr>
              <w:pStyle w:val="TAL"/>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jc w:val="left"/>
            </w:pPr>
          </w:p>
          <w:p w:rsidR="00714EBB" w:rsidRPr="00870ED0" w:rsidRDefault="00714EBB" w:rsidP="00040656">
            <w:pPr>
              <w:pStyle w:val="TAC"/>
              <w:jc w:val="left"/>
            </w:pPr>
          </w:p>
          <w:p w:rsidR="00714EBB" w:rsidRPr="00870ED0" w:rsidRDefault="00714EBB" w:rsidP="00040656">
            <w:pPr>
              <w:pStyle w:val="TAL"/>
            </w:pPr>
            <w:r w:rsidRPr="00870ED0">
              <w:t>1- No exception shall be thrown. Each time, the returned service identifier shall be between '00' and '07' inclusive. It shall be different after each call.</w:t>
            </w:r>
          </w:p>
          <w:p w:rsidR="00714EBB" w:rsidRPr="00870ED0" w:rsidRDefault="00714EBB" w:rsidP="00040656">
            <w:pPr>
              <w:pStyle w:val="TAL"/>
            </w:pPr>
            <w:r w:rsidRPr="00870ED0">
              <w:t>Applet1 finalizes.</w:t>
            </w:r>
          </w:p>
          <w:p w:rsidR="00714EBB" w:rsidRPr="00870ED0" w:rsidRDefault="00714EBB" w:rsidP="00040656">
            <w:pPr>
              <w:pStyle w:val="TAL"/>
            </w:pPr>
            <w:r w:rsidRPr="00870ED0">
              <w:t>2- No exception shall be thrown. Each time, the returned service identifier shall be between '00' and '07' inclusive. It shall be different after each call it shall be different from the ones allocated to Applet1.</w:t>
            </w:r>
          </w:p>
          <w:p w:rsidR="00714EBB" w:rsidRPr="00870ED0" w:rsidRDefault="00714EBB" w:rsidP="00040656">
            <w:pPr>
              <w:pStyle w:val="TAL"/>
            </w:pPr>
          </w:p>
          <w:p w:rsidR="00714EBB" w:rsidRPr="00870ED0" w:rsidRDefault="00714EBB" w:rsidP="00040656">
            <w:pPr>
              <w:pStyle w:val="TAL"/>
            </w:pPr>
            <w:r w:rsidRPr="00870ED0">
              <w:t>3- A ToolkitException with reason NO_SERVICE_ID_AVAILABLE shall be thrown</w:t>
            </w:r>
          </w:p>
          <w:p w:rsidR="00714EBB" w:rsidRPr="00870ED0" w:rsidRDefault="00714EBB" w:rsidP="00040656">
            <w:pPr>
              <w:pStyle w:val="TAL"/>
            </w:pPr>
            <w:r w:rsidRPr="00870ED0">
              <w:t>Applet2 finalizes.</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4- No exception is thrown.</w:t>
            </w:r>
          </w:p>
          <w:p w:rsidR="00714EBB" w:rsidRPr="00870ED0" w:rsidRDefault="00714EBB" w:rsidP="00040656">
            <w:pPr>
              <w:pStyle w:val="TAL"/>
            </w:pPr>
            <w:r w:rsidRPr="00870ED0">
              <w:t>Applet1 finalizes.</w:t>
            </w: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rsidP="00040656">
            <w:pPr>
              <w:pStyle w:val="TAL"/>
            </w:pPr>
          </w:p>
        </w:tc>
      </w:tr>
      <w:tr w:rsidR="00714EBB" w:rsidRPr="00870ED0">
        <w:trPr>
          <w:jc w:val="center"/>
        </w:trPr>
        <w:tc>
          <w:tcPr>
            <w:tcW w:w="398"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c>
          <w:tcPr>
            <w:tcW w:w="4493"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Allocate services more than the maximum to this applet</w:t>
            </w:r>
            <w:r w:rsidRPr="00870ED0">
              <w:br/>
              <w:t>(Applet3 and Applet2)</w:t>
            </w:r>
          </w:p>
          <w:p w:rsidR="00714EBB" w:rsidRPr="00870ED0" w:rsidRDefault="00714EBB">
            <w:pPr>
              <w:pStyle w:val="PL"/>
              <w:rPr>
                <w:rFonts w:ascii="Arial" w:hAnsi="Arial"/>
                <w:noProof w:val="0"/>
                <w:sz w:val="18"/>
              </w:rPr>
            </w:pPr>
          </w:p>
          <w:p w:rsidR="00714EBB" w:rsidRPr="00870ED0" w:rsidRDefault="00714EBB">
            <w:pPr>
              <w:pStyle w:val="PL"/>
              <w:rPr>
                <w:rFonts w:ascii="Arial" w:hAnsi="Arial"/>
                <w:noProof w:val="0"/>
                <w:sz w:val="18"/>
              </w:rPr>
            </w:pPr>
            <w:r w:rsidRPr="00870ED0">
              <w:rPr>
                <w:noProof w:val="0"/>
              </w:rPr>
              <w:t>Applet3 is triggered by an envelope(EVENT_MENU_SELECTION) with Item = 03</w:t>
            </w:r>
          </w:p>
          <w:p w:rsidR="00714EBB" w:rsidRPr="00870ED0" w:rsidRDefault="00714EBB">
            <w:pPr>
              <w:pStyle w:val="PL"/>
              <w:rPr>
                <w:noProof w:val="0"/>
              </w:rPr>
            </w:pPr>
            <w:r w:rsidRPr="00870ED0">
              <w:rPr>
                <w:noProof w:val="0"/>
              </w:rPr>
              <w:t>1- Applet3 calls allocateServiceIdentifier() method.</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Applet2 is triggered by an envelope(EVENT_MENU_SELECTION) with Item = 02</w:t>
            </w:r>
          </w:p>
          <w:p w:rsidR="00714EBB" w:rsidRPr="00870ED0" w:rsidRDefault="00714EBB">
            <w:pPr>
              <w:pStyle w:val="PL"/>
              <w:rPr>
                <w:noProof w:val="0"/>
              </w:rPr>
            </w:pPr>
            <w:r w:rsidRPr="00870ED0">
              <w:rPr>
                <w:noProof w:val="0"/>
              </w:rPr>
              <w:t>2- Applet2 calls allocateServiceIdentifier()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3- Applet2 calls allocateServiceIdentifier() again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1- A ToolkitException with reason NO_SERVICE_ID_AVAILABLE shall be thrown</w:t>
            </w:r>
          </w:p>
          <w:p w:rsidR="00714EBB" w:rsidRPr="00870ED0" w:rsidRDefault="00714EBB">
            <w:pPr>
              <w:pStyle w:val="TAL"/>
            </w:pPr>
            <w:r w:rsidRPr="00870ED0">
              <w:t>Applet3 finalizes.</w:t>
            </w:r>
          </w:p>
          <w:p w:rsidR="00714EBB" w:rsidRPr="00870ED0" w:rsidRDefault="00714EBB">
            <w:pPr>
              <w:pStyle w:val="TAL"/>
            </w:pPr>
          </w:p>
          <w:p w:rsidR="00714EBB" w:rsidRPr="00870ED0" w:rsidRDefault="00714EBB">
            <w:pPr>
              <w:pStyle w:val="TAL"/>
            </w:pPr>
          </w:p>
          <w:p w:rsidR="00714EBB" w:rsidRPr="00870ED0" w:rsidRDefault="00714EBB">
            <w:pPr>
              <w:pStyle w:val="TAL"/>
            </w:pPr>
            <w:r w:rsidRPr="00870ED0">
              <w:t>2- No exception shall be thrown.</w:t>
            </w:r>
          </w:p>
          <w:p w:rsidR="00714EBB" w:rsidRPr="00870ED0" w:rsidRDefault="00714EBB">
            <w:pPr>
              <w:pStyle w:val="TAL"/>
            </w:pPr>
          </w:p>
          <w:p w:rsidR="00714EBB" w:rsidRPr="00870ED0" w:rsidRDefault="00714EBB">
            <w:pPr>
              <w:pStyle w:val="TAL"/>
            </w:pPr>
            <w:r w:rsidRPr="00870ED0">
              <w:t>3- A ToolkitException with reason NO_SERVICE_ID_AVAILABLE shall be thrown</w:t>
            </w:r>
          </w:p>
          <w:p w:rsidR="00714EBB" w:rsidRPr="00870ED0" w:rsidRDefault="00714EBB">
            <w:pPr>
              <w:pStyle w:val="TAL"/>
            </w:pPr>
          </w:p>
        </w:tc>
        <w:tc>
          <w:tcPr>
            <w:tcW w:w="2055" w:type="dxa"/>
            <w:tcBorders>
              <w:top w:val="single" w:sz="4" w:space="0" w:color="auto"/>
              <w:left w:val="single" w:sz="4" w:space="0" w:color="auto"/>
              <w:bottom w:val="single" w:sz="4" w:space="0" w:color="auto"/>
              <w:right w:val="single" w:sz="4" w:space="0" w:color="auto"/>
            </w:tcBorders>
            <w:vAlign w:val="bottom"/>
          </w:tcPr>
          <w:p w:rsidR="00714EBB" w:rsidRPr="00870ED0" w:rsidRDefault="00714EBB">
            <w:pPr>
              <w:pStyle w:val="TAL"/>
            </w:pPr>
          </w:p>
        </w:tc>
      </w:tr>
    </w:tbl>
    <w:p w:rsidR="00714EBB" w:rsidRPr="00870ED0" w:rsidRDefault="00714EBB">
      <w:pPr>
        <w:rPr>
          <w:rFonts w:ascii="Courier New" w:hAnsi="Courier New"/>
          <w:sz w:val="16"/>
        </w:rPr>
      </w:pPr>
    </w:p>
    <w:p w:rsidR="00714EBB" w:rsidRPr="00870ED0" w:rsidRDefault="00714EBB">
      <w:pPr>
        <w:pStyle w:val="Heading4"/>
      </w:pPr>
      <w:r w:rsidRPr="00870ED0">
        <w:t>5.2.8.14</w:t>
      </w:r>
      <w:r w:rsidRPr="00870ED0">
        <w:tab/>
        <w:t>Method releaseServiceIdentifier</w:t>
      </w:r>
    </w:p>
    <w:p w:rsidR="00714EBB" w:rsidRPr="00870ED0" w:rsidRDefault="00714EBB">
      <w:r w:rsidRPr="00870ED0">
        <w:t>Test Area Reference: Api_2_Tkr_Rsid</w:t>
      </w:r>
      <w:r w:rsidR="00040656" w:rsidRPr="00870ED0">
        <w:t>.</w:t>
      </w:r>
    </w:p>
    <w:p w:rsidR="00714EBB" w:rsidRPr="00870ED0" w:rsidRDefault="00714EBB" w:rsidP="00040656">
      <w:pPr>
        <w:pStyle w:val="Heading5"/>
      </w:pPr>
      <w:r w:rsidRPr="00870ED0">
        <w:t>5.2</w:t>
      </w:r>
      <w:r w:rsidR="00040656" w:rsidRPr="00870ED0">
        <w:t>.8.14.1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releaseServiceIdentifier(byte serviceIdentifier)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javacard.framework.TransactionException</w:t>
      </w:r>
    </w:p>
    <w:p w:rsidR="00040656" w:rsidRPr="00870ED0" w:rsidRDefault="00040656">
      <w:pPr>
        <w:pStyle w:val="PL"/>
        <w:rPr>
          <w:noProof w:val="0"/>
        </w:rPr>
      </w:pPr>
    </w:p>
    <w:p w:rsidR="00714EBB" w:rsidRPr="00870ED0" w:rsidRDefault="00714EBB">
      <w:pPr>
        <w:pStyle w:val="H6"/>
        <w:outlineLvl w:val="0"/>
      </w:pPr>
      <w:r w:rsidRPr="00870ED0">
        <w:t>5.2.8.14.1.1</w:t>
      </w:r>
      <w:r w:rsidRPr="00870ED0">
        <w:tab/>
        <w:t>Normal execution</w:t>
      </w:r>
    </w:p>
    <w:p w:rsidR="00714EBB" w:rsidRPr="00870ED0" w:rsidRDefault="00714EBB">
      <w:pPr>
        <w:pStyle w:val="B1"/>
      </w:pPr>
      <w:r w:rsidRPr="00870ED0">
        <w:t>CRRN1: Release a Service Identifier that has been allocated to the calling applet.</w:t>
      </w:r>
    </w:p>
    <w:p w:rsidR="00714EBB" w:rsidRPr="00870ED0" w:rsidRDefault="00714EBB">
      <w:pPr>
        <w:pStyle w:val="B1"/>
      </w:pPr>
      <w:r w:rsidRPr="00870ED0">
        <w:t>CRRN2: The applet is deregistered of EVENT_EVENT_DOWNLOAD_LOCAL_CONNECTION for the indicated service identifier.</w:t>
      </w:r>
    </w:p>
    <w:p w:rsidR="00714EBB" w:rsidRPr="00870ED0" w:rsidRDefault="00714EBB">
      <w:pPr>
        <w:pStyle w:val="H6"/>
        <w:outlineLvl w:val="0"/>
      </w:pPr>
      <w:r w:rsidRPr="00870ED0">
        <w:lastRenderedPageBreak/>
        <w:t>5.2.8.14.1.2</w:t>
      </w:r>
      <w:r w:rsidRPr="00870ED0">
        <w:tab/>
        <w:t>Parameter errors</w:t>
      </w:r>
    </w:p>
    <w:p w:rsidR="00714EBB" w:rsidRPr="00870ED0" w:rsidRDefault="00714EBB">
      <w:pPr>
        <w:pStyle w:val="B1"/>
      </w:pPr>
      <w:r w:rsidRPr="00870ED0">
        <w:t>CRRP1: shall throw a ToolkitException with INVALID_SERVICE_ID reason if the service identifier is not between 0 and 7.</w:t>
      </w:r>
    </w:p>
    <w:p w:rsidR="00714EBB" w:rsidRPr="00870ED0" w:rsidRDefault="00714EBB">
      <w:pPr>
        <w:pStyle w:val="H6"/>
        <w:outlineLvl w:val="0"/>
      </w:pPr>
      <w:r w:rsidRPr="00870ED0">
        <w:t>5.2.8.14.1.3</w:t>
      </w:r>
      <w:r w:rsidRPr="00870ED0">
        <w:tab/>
        <w:t>Context errors</w:t>
      </w:r>
    </w:p>
    <w:p w:rsidR="00714EBB" w:rsidRPr="00870ED0" w:rsidRDefault="00714EBB">
      <w:pPr>
        <w:pStyle w:val="B1"/>
      </w:pPr>
      <w:r w:rsidRPr="00870ED0">
        <w:t>CRRC1: shall throw a ToolkitException with INVALID_SERVICE_ID reason if the service is not allocated to this applet.</w:t>
      </w:r>
    </w:p>
    <w:p w:rsidR="00714EBB" w:rsidRPr="00870ED0" w:rsidRDefault="00714EBB" w:rsidP="00040656">
      <w:pPr>
        <w:pStyle w:val="Heading5"/>
      </w:pPr>
      <w:r w:rsidRPr="00870ED0">
        <w:t>5.2.8.14.2</w:t>
      </w:r>
      <w:r w:rsidRPr="00870ED0">
        <w:tab/>
        <w:t>Test area files</w:t>
      </w:r>
    </w:p>
    <w:p w:rsidR="00714EBB" w:rsidRPr="00870ED0" w:rsidRDefault="00714EBB" w:rsidP="002854FB">
      <w:pPr>
        <w:pStyle w:val="EX"/>
      </w:pPr>
      <w:r w:rsidRPr="00870ED0">
        <w:t>Test Source:</w:t>
      </w:r>
      <w:r w:rsidRPr="00870ED0">
        <w:tab/>
        <w:t>Test_Api_2_Tkr_Rsid.java</w:t>
      </w:r>
      <w:r w:rsidR="00040656" w:rsidRPr="00870ED0">
        <w:t>.</w:t>
      </w:r>
    </w:p>
    <w:p w:rsidR="00714EBB" w:rsidRPr="00870ED0" w:rsidRDefault="00714EBB" w:rsidP="002854FB">
      <w:pPr>
        <w:pStyle w:val="EX"/>
      </w:pPr>
      <w:r w:rsidRPr="00870ED0">
        <w:t xml:space="preserve">Test Applet: </w:t>
      </w:r>
      <w:r w:rsidRPr="00870ED0">
        <w:tab/>
        <w:t>Api_2_Tkr_Rsid_1.java: 8 services</w:t>
      </w:r>
      <w:r w:rsidR="00040656" w:rsidRPr="00870ED0">
        <w:t>.</w:t>
      </w:r>
    </w:p>
    <w:p w:rsidR="00714EBB" w:rsidRPr="00870ED0" w:rsidRDefault="00040656" w:rsidP="00040656">
      <w:pPr>
        <w:pStyle w:val="EX"/>
      </w:pPr>
      <w:r w:rsidRPr="00870ED0">
        <w:tab/>
      </w:r>
      <w:r w:rsidR="00714EBB" w:rsidRPr="00870ED0">
        <w:t>A</w:t>
      </w:r>
      <w:r w:rsidRPr="00870ED0">
        <w:t>pi_2_Tkr_Rsid_2.java: 1 service.</w:t>
      </w:r>
    </w:p>
    <w:p w:rsidR="00714EBB" w:rsidRPr="00870ED0" w:rsidRDefault="00714EBB" w:rsidP="002854FB">
      <w:pPr>
        <w:pStyle w:val="EX"/>
      </w:pPr>
      <w:r w:rsidRPr="00870ED0">
        <w:t>Cap File:</w:t>
      </w:r>
      <w:r w:rsidRPr="00870ED0">
        <w:tab/>
        <w:t>api_2_tkr_rsid.cap</w:t>
      </w:r>
      <w:r w:rsidR="00040656" w:rsidRPr="00870ED0">
        <w:t>.</w:t>
      </w:r>
    </w:p>
    <w:p w:rsidR="00714EBB" w:rsidRPr="00870ED0" w:rsidRDefault="00714EBB" w:rsidP="00040656">
      <w:pPr>
        <w:pStyle w:val="Heading5"/>
      </w:pPr>
      <w:r w:rsidRPr="00870ED0">
        <w:t>5.2.8.14.3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4, 5, 6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bl>
    <w:p w:rsidR="00714EBB" w:rsidRPr="00870ED0" w:rsidRDefault="00714EBB" w:rsidP="00040656"/>
    <w:p w:rsidR="00714EBB" w:rsidRPr="00870ED0" w:rsidRDefault="00714EBB" w:rsidP="00040656">
      <w:pPr>
        <w:pStyle w:val="Heading5"/>
      </w:pPr>
      <w:r w:rsidRPr="00870ED0">
        <w:t>5.2.8.14.4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not allocated services</w:t>
            </w:r>
          </w:p>
          <w:p w:rsidR="00714EBB" w:rsidRPr="00870ED0" w:rsidRDefault="00714EBB">
            <w:pPr>
              <w:pStyle w:val="PL"/>
              <w:rPr>
                <w:noProof w:val="0"/>
              </w:rPr>
            </w:pPr>
          </w:p>
          <w:p w:rsidR="00714EBB" w:rsidRPr="00870ED0" w:rsidRDefault="00714EBB">
            <w:pPr>
              <w:pStyle w:val="PL"/>
              <w:rPr>
                <w:noProof w:val="0"/>
              </w:rPr>
            </w:pPr>
            <w:r w:rsidRPr="00870ED0">
              <w:rPr>
                <w:noProof w:val="0"/>
              </w:rPr>
              <w:t>Applet1 is triggered by envelope(EVENT_MENU_SELECTION) with Item = 1</w:t>
            </w:r>
          </w:p>
          <w:p w:rsidR="00714EBB" w:rsidRPr="00870ED0" w:rsidRDefault="00714EBB" w:rsidP="00022EF9">
            <w:pPr>
              <w:pStyle w:val="PL"/>
              <w:rPr>
                <w:noProof w:val="0"/>
              </w:rPr>
            </w:pPr>
            <w:r w:rsidRPr="00870ED0">
              <w:rPr>
                <w:noProof w:val="0"/>
              </w:rPr>
              <w:t>For each service ID ranging from '00' to 'FF', applet calls releaseServiceIden</w:t>
            </w:r>
            <w:r w:rsidR="00022EF9" w:rsidRPr="00870ED0">
              <w:rPr>
                <w:noProof w:val="0"/>
              </w:rPr>
              <w:t>tifier(ID)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Each time, method shall throw a ToolkitException with reason code INVALID_SERVICE_ID.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allocated services</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1- Call 8 times allocateServiceIdentifier() method. </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7 times releaseServiceIdentifier(id) method with id from 0 to 6.</w:t>
            </w:r>
          </w:p>
          <w:p w:rsidR="00714EBB" w:rsidRPr="00870ED0" w:rsidRDefault="00714EBB">
            <w:pPr>
              <w:pStyle w:val="PL"/>
              <w:rPr>
                <w:noProof w:val="0"/>
              </w:rPr>
            </w:pPr>
          </w:p>
          <w:p w:rsidR="00714EBB" w:rsidRPr="00870ED0" w:rsidRDefault="00714EBB" w:rsidP="00022EF9">
            <w:pPr>
              <w:pStyle w:val="PL"/>
              <w:rPr>
                <w:noProof w:val="0"/>
              </w:rPr>
            </w:pPr>
            <w:r w:rsidRPr="00870ED0">
              <w:rPr>
                <w:noProof w:val="0"/>
              </w:rPr>
              <w:t>3- Call isEventSet(EVENT_E</w:t>
            </w:r>
            <w:r w:rsidR="00022EF9" w:rsidRPr="00870ED0">
              <w:rPr>
                <w:noProof w:val="0"/>
              </w:rPr>
              <w:t>VENT_DOWNLOAD_LOCAL_CONNECTION)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No exception shall be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Each time, 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3- Shall return true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invalid service ID</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releaseServiceIdentifier('FF') method</w:t>
            </w:r>
          </w:p>
          <w:p w:rsidR="00714EBB" w:rsidRPr="00870ED0" w:rsidRDefault="00714EBB">
            <w:pPr>
              <w:pStyle w:val="PL"/>
              <w:rPr>
                <w:noProof w:val="0"/>
              </w:rPr>
            </w:pPr>
          </w:p>
          <w:p w:rsidR="00714EBB" w:rsidRPr="00870ED0" w:rsidRDefault="00714EBB" w:rsidP="00022EF9">
            <w:pPr>
              <w:pStyle w:val="PL"/>
              <w:rPr>
                <w:noProof w:val="0"/>
              </w:rPr>
            </w:pPr>
            <w:r w:rsidRPr="00870ED0">
              <w:rPr>
                <w:noProof w:val="0"/>
              </w:rPr>
              <w:t>2- Call isEventSet(EVENT_EVENT_DO</w:t>
            </w:r>
            <w:r w:rsidR="00022EF9" w:rsidRPr="00870ED0">
              <w:rPr>
                <w:noProof w:val="0"/>
              </w:rPr>
              <w:t>WNLOAD_LOCAL_CONNECTION) method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Shall throw a ToolkitException with INVALID_SERVICE_ID reason code.</w:t>
            </w:r>
          </w:p>
          <w:p w:rsidR="00714EBB" w:rsidRPr="00870ED0" w:rsidRDefault="00714EBB">
            <w:pPr>
              <w:pStyle w:val="TAL"/>
              <w:keepNext w:val="0"/>
              <w:keepLines w:val="0"/>
            </w:pPr>
          </w:p>
          <w:p w:rsidR="00714EBB" w:rsidRPr="00870ED0" w:rsidRDefault="00714EBB">
            <w:pPr>
              <w:pStyle w:val="TAL"/>
              <w:keepNext w:val="0"/>
              <w:keepLines w:val="0"/>
            </w:pPr>
            <w:r w:rsidRPr="00870ED0">
              <w:t>2- Shall return true.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Next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Next w:val="0"/>
            </w:pPr>
            <w:r w:rsidRPr="00870ED0">
              <w:t>Release last service</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1- Call releaseServiceIdentifier() method with id = ‘07’</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2- Call isEventSet(EVENT_E</w:t>
            </w:r>
            <w:r w:rsidR="00022EF9" w:rsidRPr="00870ED0">
              <w:rPr>
                <w:noProof w:val="0"/>
              </w:rPr>
              <w:t>VENT_DOWNLOAD_LOCAL_CONNECTION)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Next w:val="0"/>
            </w:pPr>
            <w:r w:rsidRPr="00870ED0">
              <w:t>1- No exception shall be thrown.</w:t>
            </w:r>
          </w:p>
          <w:p w:rsidR="00714EBB" w:rsidRPr="00870ED0" w:rsidRDefault="00714EBB" w:rsidP="00010296">
            <w:pPr>
              <w:pStyle w:val="TAL"/>
              <w:keepNext w:val="0"/>
            </w:pPr>
          </w:p>
          <w:p w:rsidR="00714EBB" w:rsidRPr="00870ED0" w:rsidRDefault="00714EBB" w:rsidP="00010296">
            <w:pPr>
              <w:pStyle w:val="TAL"/>
              <w:keepNext w:val="0"/>
            </w:pPr>
            <w:r w:rsidRPr="00870ED0">
              <w:t>2- Shall return false.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Next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PL"/>
              <w:keepNext/>
              <w:jc w:val="center"/>
              <w:rPr>
                <w:noProof w:val="0"/>
              </w:rPr>
            </w:pPr>
            <w:r w:rsidRPr="00870ED0">
              <w:rPr>
                <w:rFonts w:ascii="Arial" w:hAnsi="Arial"/>
                <w:b/>
                <w:noProof w:val="0"/>
                <w:sz w:val="18"/>
              </w:rPr>
              <w:t>Released services can be allocated</w:t>
            </w:r>
          </w:p>
          <w:p w:rsidR="00714EBB" w:rsidRPr="00870ED0" w:rsidRDefault="00714EBB" w:rsidP="00010296">
            <w:pPr>
              <w:pStyle w:val="PL"/>
              <w:keepNext/>
              <w:rPr>
                <w:noProof w:val="0"/>
              </w:rPr>
            </w:pP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1- Applet1 calls 8 times allocateServiceIdentifier() method.</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2- Applet1 calls releaseServiceIdentifier() method with the service Id = 1</w:t>
            </w:r>
          </w:p>
          <w:p w:rsidR="00714EBB" w:rsidRPr="00870ED0" w:rsidRDefault="00714EBB" w:rsidP="00010296">
            <w:pPr>
              <w:pStyle w:val="PL"/>
              <w:keepNext/>
              <w:rPr>
                <w:noProof w:val="0"/>
              </w:rPr>
            </w:pPr>
          </w:p>
          <w:p w:rsidR="00714EBB" w:rsidRPr="00870ED0" w:rsidRDefault="00714EBB" w:rsidP="00010296">
            <w:pPr>
              <w:pStyle w:val="PL"/>
              <w:keepNext/>
              <w:rPr>
                <w:noProof w:val="0"/>
              </w:rPr>
            </w:pP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Applet2 is triggered by envelope(EVENT_MENU_SELECTION) with Item = 2</w:t>
            </w:r>
          </w:p>
          <w:p w:rsidR="00714EBB" w:rsidRPr="00870ED0" w:rsidRDefault="00714EBB" w:rsidP="00010296">
            <w:pPr>
              <w:pStyle w:val="PL"/>
              <w:keepNext/>
              <w:rPr>
                <w:noProof w:val="0"/>
              </w:rPr>
            </w:pPr>
            <w:r w:rsidRPr="00870ED0">
              <w:rPr>
                <w:noProof w:val="0"/>
              </w:rPr>
              <w:t>3- Applet2 calls allo</w:t>
            </w:r>
            <w:r w:rsidR="00022EF9" w:rsidRPr="00870ED0">
              <w:rPr>
                <w:noProof w:val="0"/>
              </w:rPr>
              <w:t>cateServiceIdentifier()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1- No exception shall be thrown.</w:t>
            </w: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2- No exception shall be thrown.</w:t>
            </w:r>
          </w:p>
          <w:p w:rsidR="00714EBB" w:rsidRPr="00870ED0" w:rsidRDefault="00714EBB" w:rsidP="00010296">
            <w:pPr>
              <w:pStyle w:val="TAL"/>
              <w:keepLines w:val="0"/>
            </w:pPr>
          </w:p>
          <w:p w:rsidR="00714EBB" w:rsidRPr="00870ED0" w:rsidRDefault="00714EBB" w:rsidP="00010296">
            <w:pPr>
              <w:pStyle w:val="TAL"/>
              <w:keepLines w:val="0"/>
            </w:pPr>
            <w:r w:rsidRPr="00870ED0">
              <w:t>Applet1 finalizes</w:t>
            </w: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3- No exception shall be thrown, the service Id allocated shall be 1</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all services</w:t>
            </w:r>
          </w:p>
          <w:p w:rsidR="00714EBB" w:rsidRPr="00870ED0" w:rsidRDefault="00714EBB">
            <w:pPr>
              <w:pStyle w:val="PL"/>
              <w:rPr>
                <w:noProof w:val="0"/>
              </w:rPr>
            </w:pPr>
          </w:p>
          <w:p w:rsidR="00714EBB" w:rsidRPr="00870ED0" w:rsidRDefault="00714EBB">
            <w:pPr>
              <w:pStyle w:val="PL"/>
              <w:rPr>
                <w:noProof w:val="0"/>
              </w:rPr>
            </w:pPr>
            <w:r w:rsidRPr="00870ED0">
              <w:rPr>
                <w:noProof w:val="0"/>
              </w:rPr>
              <w:t>Applet1 is triggered by envelope(EVENT_MENU_SELECTION) with Item = 1</w:t>
            </w:r>
          </w:p>
          <w:p w:rsidR="00714EBB" w:rsidRPr="00870ED0" w:rsidRDefault="00714EBB" w:rsidP="00022EF9">
            <w:pPr>
              <w:pStyle w:val="PL"/>
              <w:rPr>
                <w:noProof w:val="0"/>
              </w:rPr>
            </w:pPr>
            <w:r w:rsidRPr="00870ED0">
              <w:rPr>
                <w:noProof w:val="0"/>
              </w:rPr>
              <w:t>Applet1 calls releaseServiceIdentifier(</w:t>
            </w:r>
            <w:r w:rsidR="00022EF9" w:rsidRPr="00870ED0">
              <w:rPr>
                <w:noProof w:val="0"/>
              </w:rPr>
              <w:t>id) method for id 0 and 2 to 7.</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No exception shall be thrown.</w:t>
            </w:r>
          </w:p>
          <w:p w:rsidR="00714EBB" w:rsidRPr="00870ED0" w:rsidRDefault="00714EBB">
            <w:pPr>
              <w:pStyle w:val="TAL"/>
              <w:keepNext w:val="0"/>
              <w:keepLines w:val="0"/>
            </w:pPr>
          </w:p>
          <w:p w:rsidR="00714EBB" w:rsidRPr="00870ED0" w:rsidRDefault="00714EBB">
            <w:pPr>
              <w:pStyle w:val="TAL"/>
              <w:keepNext w:val="0"/>
              <w:keepLines w:val="0"/>
            </w:pPr>
            <w:r w:rsidRPr="00870ED0">
              <w:t>Applet1 finalizes.</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jc w:val="center"/>
              <w:rPr>
                <w:noProof w:val="0"/>
              </w:rPr>
            </w:pPr>
            <w:r w:rsidRPr="00870ED0">
              <w:rPr>
                <w:rFonts w:ascii="Arial" w:hAnsi="Arial"/>
                <w:b/>
                <w:noProof w:val="0"/>
                <w:sz w:val="18"/>
              </w:rPr>
              <w:t>Check Applet1 is not triggered by envelope(EVENT_EVENT_DOWNLOAD_LOCAL_CONNECTION) command</w:t>
            </w:r>
          </w:p>
          <w:p w:rsidR="00714EBB" w:rsidRPr="00870ED0" w:rsidRDefault="00714EBB">
            <w:pPr>
              <w:pStyle w:val="PL"/>
              <w:rPr>
                <w:noProof w:val="0"/>
              </w:rPr>
            </w:pPr>
          </w:p>
          <w:p w:rsidR="00714EBB" w:rsidRPr="00870ED0" w:rsidRDefault="00714EBB">
            <w:pPr>
              <w:pStyle w:val="PL"/>
              <w:rPr>
                <w:noProof w:val="0"/>
              </w:rPr>
            </w:pPr>
            <w:r w:rsidRPr="00870ED0">
              <w:rPr>
                <w:noProof w:val="0"/>
              </w:rPr>
              <w:t>Send envelope(EVENT_EVENT_DOWNLOAD_LOCAL_CONNECTION)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Applet1 is not triggered by an ENVELOPE(EVENT_EVENT_DOWNLOAD_LOCAL_CONNECTION) command.</w:t>
            </w:r>
          </w:p>
          <w:p w:rsidR="00714EBB" w:rsidRPr="00870ED0" w:rsidRDefault="00714EBB">
            <w:pPr>
              <w:pStyle w:val="TAL"/>
              <w:keepNext w:val="0"/>
              <w:keepLines w:val="0"/>
            </w:pPr>
            <w:r w:rsidRPr="00870ED0">
              <w:t>Applet2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Release invalid service ID</w:t>
            </w:r>
          </w:p>
          <w:p w:rsidR="00714EBB" w:rsidRPr="00870ED0" w:rsidRDefault="00714EBB">
            <w:pPr>
              <w:pStyle w:val="PL"/>
              <w:rPr>
                <w:noProof w:val="0"/>
              </w:rPr>
            </w:pPr>
          </w:p>
          <w:p w:rsidR="00714EBB" w:rsidRPr="00870ED0" w:rsidRDefault="00714EBB">
            <w:pPr>
              <w:pStyle w:val="PL"/>
              <w:rPr>
                <w:noProof w:val="0"/>
              </w:rPr>
            </w:pPr>
            <w:r w:rsidRPr="00870ED0">
              <w:rPr>
                <w:noProof w:val="0"/>
              </w:rPr>
              <w:t>Applet1 is triggered by envelope(EVENT_MENU_SELECTION) with Item = 1</w:t>
            </w:r>
          </w:p>
          <w:p w:rsidR="00714EBB" w:rsidRPr="00870ED0" w:rsidRDefault="00714EBB">
            <w:pPr>
              <w:pStyle w:val="PL"/>
              <w:rPr>
                <w:noProof w:val="0"/>
              </w:rPr>
            </w:pPr>
            <w:r w:rsidRPr="00870ED0">
              <w:rPr>
                <w:noProof w:val="0"/>
              </w:rPr>
              <w:t>1- Applet1 calls allocateServiceIdentifier() method 7 times.</w:t>
            </w:r>
          </w:p>
          <w:p w:rsidR="00714EBB" w:rsidRPr="00870ED0" w:rsidRDefault="00714EBB">
            <w:pPr>
              <w:pStyle w:val="PL"/>
              <w:rPr>
                <w:noProof w:val="0"/>
              </w:rPr>
            </w:pPr>
          </w:p>
          <w:p w:rsidR="00040656" w:rsidRPr="00870ED0" w:rsidRDefault="00714EBB" w:rsidP="00040656">
            <w:pPr>
              <w:pStyle w:val="PL"/>
              <w:rPr>
                <w:noProof w:val="0"/>
              </w:rPr>
            </w:pPr>
            <w:r w:rsidRPr="00870ED0">
              <w:rPr>
                <w:noProof w:val="0"/>
              </w:rPr>
              <w:t>2- Applet1 calls releaseServiceIden</w:t>
            </w:r>
            <w:r w:rsidR="00022EF9" w:rsidRPr="00870ED0">
              <w:rPr>
                <w:noProof w:val="0"/>
              </w:rPr>
              <w:t>tifier() method with id = ‘01’</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No exception shall be thrown, the services Id shall be different from 01</w:t>
            </w:r>
          </w:p>
          <w:p w:rsidR="00714EBB" w:rsidRPr="00870ED0" w:rsidRDefault="00714EBB">
            <w:pPr>
              <w:pStyle w:val="TAL"/>
              <w:keepNext w:val="0"/>
              <w:keepLines w:val="0"/>
            </w:pPr>
          </w:p>
          <w:p w:rsidR="00714EBB" w:rsidRPr="00870ED0" w:rsidRDefault="00714EBB">
            <w:pPr>
              <w:pStyle w:val="TAL"/>
              <w:keepNext w:val="0"/>
              <w:keepLines w:val="0"/>
            </w:pPr>
            <w:r w:rsidRPr="00870ED0">
              <w:t>2- Shall throw a ToolkitException with INVALID_SERVICE_ID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040656">
      <w:pPr>
        <w:pStyle w:val="Heading4"/>
      </w:pPr>
      <w:r w:rsidRPr="00870ED0">
        <w:t>5.2.8.15</w:t>
      </w:r>
      <w:r w:rsidRPr="00870ED0">
        <w:tab/>
        <w:t>Method registerFileEvent(short event, byte[] baFileList, short sOffset1, short sLength1, byte[] baADFAid, short sOffset2, byte bLength2)</w:t>
      </w:r>
    </w:p>
    <w:p w:rsidR="00714EBB" w:rsidRPr="00870ED0" w:rsidRDefault="00714EBB" w:rsidP="00040656">
      <w:pPr>
        <w:keepNext/>
        <w:keepLines/>
      </w:pPr>
      <w:r w:rsidRPr="00870ED0">
        <w:t>Test Area Reference: Api_2_Tkr_Rgfes_Bss_Bsb</w:t>
      </w:r>
      <w:r w:rsidR="00040656" w:rsidRPr="00870ED0">
        <w:t>.</w:t>
      </w:r>
    </w:p>
    <w:p w:rsidR="00714EBB" w:rsidRPr="00870ED0" w:rsidRDefault="00714EBB" w:rsidP="00040656">
      <w:pPr>
        <w:pStyle w:val="Heading5"/>
      </w:pPr>
      <w:r w:rsidRPr="00870ED0">
        <w:t>5.2</w:t>
      </w:r>
      <w:r w:rsidR="00040656" w:rsidRPr="00870ED0">
        <w:t>.8.15.1</w:t>
      </w:r>
      <w:r w:rsidR="00040656" w:rsidRPr="00870ED0">
        <w:tab/>
        <w:t>Conformance requirement</w:t>
      </w:r>
    </w:p>
    <w:p w:rsidR="00714EBB" w:rsidRPr="00870ED0" w:rsidRDefault="00714EBB" w:rsidP="00040656">
      <w:pPr>
        <w:keepNext/>
        <w:keepLines/>
      </w:pPr>
      <w:r w:rsidRPr="00870ED0">
        <w:t>The method with following header shall be compliant to its definition in the API.</w:t>
      </w:r>
    </w:p>
    <w:p w:rsidR="00714EBB" w:rsidRPr="00870ED0" w:rsidRDefault="00714EBB" w:rsidP="00040656">
      <w:pPr>
        <w:pStyle w:val="PL"/>
        <w:keepNext/>
        <w:keepLines/>
        <w:rPr>
          <w:noProof w:val="0"/>
        </w:rPr>
      </w:pPr>
      <w:r w:rsidRPr="00870ED0">
        <w:rPr>
          <w:noProof w:val="0"/>
        </w:rPr>
        <w:t>public void registerFileEvent(short event,</w:t>
      </w:r>
    </w:p>
    <w:p w:rsidR="00714EBB" w:rsidRPr="00870ED0" w:rsidRDefault="00714EBB" w:rsidP="00040656">
      <w:pPr>
        <w:pStyle w:val="PL"/>
        <w:keepNext/>
        <w:keepLines/>
        <w:rPr>
          <w:noProof w:val="0"/>
        </w:rPr>
      </w:pPr>
      <w:r w:rsidRPr="00870ED0">
        <w:rPr>
          <w:noProof w:val="0"/>
        </w:rPr>
        <w:t xml:space="preserve">                              byte[] baFileList,</w:t>
      </w:r>
    </w:p>
    <w:p w:rsidR="00714EBB" w:rsidRPr="00870ED0" w:rsidRDefault="00714EBB" w:rsidP="00040656">
      <w:pPr>
        <w:pStyle w:val="PL"/>
        <w:keepNext/>
        <w:keepLines/>
        <w:rPr>
          <w:noProof w:val="0"/>
        </w:rPr>
      </w:pPr>
      <w:r w:rsidRPr="00870ED0">
        <w:rPr>
          <w:noProof w:val="0"/>
        </w:rPr>
        <w:t xml:space="preserve">                              short sOffset1,</w:t>
      </w:r>
    </w:p>
    <w:p w:rsidR="00714EBB" w:rsidRPr="00870ED0" w:rsidRDefault="00714EBB" w:rsidP="00040656">
      <w:pPr>
        <w:pStyle w:val="PL"/>
        <w:keepNext/>
        <w:keepLines/>
        <w:rPr>
          <w:noProof w:val="0"/>
        </w:rPr>
      </w:pPr>
      <w:r w:rsidRPr="00870ED0">
        <w:rPr>
          <w:noProof w:val="0"/>
        </w:rPr>
        <w:t xml:space="preserve">                              short sLength1,</w:t>
      </w:r>
    </w:p>
    <w:p w:rsidR="00714EBB" w:rsidRPr="00870ED0" w:rsidRDefault="00714EBB" w:rsidP="00040656">
      <w:pPr>
        <w:pStyle w:val="PL"/>
        <w:keepNext/>
        <w:keepLines/>
        <w:rPr>
          <w:noProof w:val="0"/>
        </w:rPr>
      </w:pPr>
      <w:r w:rsidRPr="00870ED0">
        <w:rPr>
          <w:noProof w:val="0"/>
        </w:rPr>
        <w:t xml:space="preserve">                              byte[] baADFAid,</w:t>
      </w:r>
    </w:p>
    <w:p w:rsidR="00714EBB" w:rsidRPr="00870ED0" w:rsidRDefault="00714EBB">
      <w:pPr>
        <w:pStyle w:val="PL"/>
        <w:rPr>
          <w:noProof w:val="0"/>
        </w:rPr>
      </w:pPr>
      <w:r w:rsidRPr="00870ED0">
        <w:rPr>
          <w:noProof w:val="0"/>
        </w:rPr>
        <w:t xml:space="preserve">                              short sOffset2,</w:t>
      </w:r>
    </w:p>
    <w:p w:rsidR="00714EBB" w:rsidRPr="00870ED0" w:rsidRDefault="00714EBB">
      <w:pPr>
        <w:pStyle w:val="PL"/>
        <w:rPr>
          <w:noProof w:val="0"/>
        </w:rPr>
      </w:pPr>
      <w:r w:rsidRPr="00870ED0">
        <w:rPr>
          <w:noProof w:val="0"/>
        </w:rPr>
        <w:t xml:space="preserve">                              byte bLength2)</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javacard.framework.TransactionException,</w:t>
      </w:r>
    </w:p>
    <w:p w:rsidR="00714EBB" w:rsidRPr="00870ED0" w:rsidRDefault="00714EBB">
      <w:pPr>
        <w:pStyle w:val="PL"/>
        <w:rPr>
          <w:noProof w:val="0"/>
        </w:rPr>
      </w:pPr>
      <w:r w:rsidRPr="00870ED0">
        <w:rPr>
          <w:noProof w:val="0"/>
        </w:rPr>
        <w:t xml:space="preserve">                              javacard.framework.SystemException</w:t>
      </w:r>
    </w:p>
    <w:p w:rsidR="00022EF9" w:rsidRPr="00870ED0" w:rsidRDefault="00022EF9">
      <w:pPr>
        <w:pStyle w:val="PL"/>
        <w:rPr>
          <w:noProof w:val="0"/>
        </w:rPr>
      </w:pPr>
    </w:p>
    <w:p w:rsidR="00714EBB" w:rsidRPr="00870ED0" w:rsidRDefault="00714EBB" w:rsidP="00022EF9">
      <w:pPr>
        <w:pStyle w:val="H6"/>
        <w:outlineLvl w:val="0"/>
      </w:pPr>
      <w:r w:rsidRPr="00870ED0">
        <w:lastRenderedPageBreak/>
        <w:t>5.2.8.15.1.1</w:t>
      </w:r>
      <w:r w:rsidRPr="00870ED0">
        <w:tab/>
        <w:t>Normal execution</w:t>
      </w:r>
    </w:p>
    <w:p w:rsidR="00714EBB" w:rsidRPr="00870ED0" w:rsidRDefault="00040656" w:rsidP="00022EF9">
      <w:pPr>
        <w:pStyle w:val="B1"/>
        <w:keepLines/>
      </w:pPr>
      <w:r w:rsidRPr="00870ED0">
        <w:t xml:space="preserve">CRRN1: </w:t>
      </w:r>
      <w:r w:rsidR="00714EBB" w:rsidRPr="00870ED0">
        <w:t>The only event allowed and supported by the method is EVENT_EXTERNAL_FILE_UPDATE.</w:t>
      </w:r>
    </w:p>
    <w:p w:rsidR="00714EBB" w:rsidRPr="00870ED0" w:rsidRDefault="00714EBB" w:rsidP="00022EF9">
      <w:pPr>
        <w:pStyle w:val="B1"/>
        <w:keepLines/>
      </w:pPr>
      <w:r w:rsidRPr="00870ED0">
        <w:t>CRRN2: The CAT Runtime Environment shall trigger the applet when a elementary file included in the baFileList is updated.</w:t>
      </w:r>
    </w:p>
    <w:p w:rsidR="00714EBB" w:rsidRPr="00870ED0" w:rsidRDefault="00714EBB">
      <w:pPr>
        <w:pStyle w:val="B1"/>
      </w:pPr>
      <w:r w:rsidRPr="00870ED0">
        <w:t xml:space="preserve">CRRN3: If the path provided indicates a dedicated file (DF), the Applet shall be triggered when an elementary file within </w:t>
      </w:r>
      <w:r w:rsidR="00040656" w:rsidRPr="00870ED0">
        <w:t>this dedicated file is updated.</w:t>
      </w:r>
    </w:p>
    <w:p w:rsidR="00714EBB" w:rsidRPr="00870ED0" w:rsidRDefault="00714EBB">
      <w:pPr>
        <w:pStyle w:val="B1"/>
      </w:pPr>
      <w:r w:rsidRPr="00870ED0">
        <w:t>CRRN4: The baADFAid indicates the Aid of the ADF under which the file is located.</w:t>
      </w:r>
    </w:p>
    <w:p w:rsidR="00714EBB" w:rsidRPr="00870ED0" w:rsidRDefault="00714EBB">
      <w:pPr>
        <w:pStyle w:val="B1"/>
      </w:pPr>
      <w:r w:rsidRPr="00870ED0">
        <w:t>CRRN5: If baADFAid is null, it indicates that the file is located under the MF and not located under an ADF.</w:t>
      </w:r>
    </w:p>
    <w:p w:rsidR="00714EBB" w:rsidRPr="00870ED0" w:rsidRDefault="00714EBB">
      <w:pPr>
        <w:pStyle w:val="B1"/>
      </w:pPr>
      <w:r w:rsidRPr="00870ED0">
        <w:t>CRRN6: A call to isEventSet() method for EVENT_EXTERNAL_FILE_UPDATE should return true if the registerFileEvent() method has been successfully called.</w:t>
      </w:r>
    </w:p>
    <w:p w:rsidR="00714EBB" w:rsidRPr="00870ED0" w:rsidRDefault="00714EBB">
      <w:pPr>
        <w:pStyle w:val="H6"/>
        <w:outlineLvl w:val="0"/>
      </w:pPr>
      <w:r w:rsidRPr="00870ED0">
        <w:t>5.2.8.15.1.2</w:t>
      </w:r>
      <w:r w:rsidRPr="00870ED0">
        <w:tab/>
        <w:t>Parameter errors</w:t>
      </w:r>
    </w:p>
    <w:p w:rsidR="00714EBB" w:rsidRPr="00870ED0" w:rsidRDefault="00714EBB">
      <w:pPr>
        <w:pStyle w:val="B1"/>
      </w:pPr>
      <w:r w:rsidRPr="00870ED0">
        <w:t>CRRP1: Shall throw a java.lang.NullPointerException if baFileList is null.</w:t>
      </w:r>
    </w:p>
    <w:p w:rsidR="00714EBB" w:rsidRPr="00870ED0" w:rsidRDefault="00714EBB">
      <w:pPr>
        <w:pStyle w:val="B1"/>
      </w:pPr>
      <w:r w:rsidRPr="00870ED0">
        <w:t>CRRP2: Shall throw a java.lang.ArrayIndexOutOfBoundsException if sOffset1 or sLength1 or both would cause access outside array bounds.</w:t>
      </w:r>
    </w:p>
    <w:p w:rsidR="00714EBB" w:rsidRPr="00870ED0" w:rsidRDefault="00714EBB">
      <w:pPr>
        <w:pStyle w:val="B1"/>
      </w:pPr>
      <w:r w:rsidRPr="00870ED0">
        <w:t>CRRP3: Shall throw a java.lang.ArrayIndexOutOfBoundsException if sOffset2 or sLength2 or both would cause access outside array bounds.</w:t>
      </w:r>
    </w:p>
    <w:p w:rsidR="00714EBB" w:rsidRPr="00870ED0" w:rsidRDefault="00714EBB">
      <w:pPr>
        <w:pStyle w:val="B1"/>
      </w:pPr>
      <w:r w:rsidRPr="00870ED0">
        <w:t>CRRP4: Shall throw a javacard.framework.TransactionException if the operation would cause the commit</w:t>
      </w:r>
      <w:r w:rsidR="00040656" w:rsidRPr="00870ED0">
        <w:t xml:space="preserve"> capacity to be exceeded.</w:t>
      </w:r>
    </w:p>
    <w:p w:rsidR="00714EBB" w:rsidRPr="00870ED0" w:rsidRDefault="00714EBB">
      <w:pPr>
        <w:pStyle w:val="B1"/>
      </w:pPr>
      <w:r w:rsidRPr="00870ED0">
        <w:t>CRRP5: Shall throw a javacard.framework.SystemException with ILLEGAL_VALUE reason if bLength2 is no</w:t>
      </w:r>
      <w:r w:rsidR="00040656" w:rsidRPr="00870ED0">
        <w:t>t in the range of 5 bytes to 16 bytes.</w:t>
      </w:r>
    </w:p>
    <w:p w:rsidR="00714EBB" w:rsidRPr="00870ED0" w:rsidRDefault="00714EBB">
      <w:pPr>
        <w:pStyle w:val="B1"/>
      </w:pPr>
      <w:r w:rsidRPr="00870ED0">
        <w:t>CRRP6: Shall throw a ToolkitException with EVENT_NOT_ALLOWED reason if the event is EVENT_MENU_SELECTION.</w:t>
      </w:r>
    </w:p>
    <w:p w:rsidR="00714EBB" w:rsidRPr="00870ED0" w:rsidRDefault="00714EBB">
      <w:pPr>
        <w:pStyle w:val="B1"/>
      </w:pPr>
      <w:r w:rsidRPr="00870ED0">
        <w:t>CRRP7: Shall throw a ToolkitException with EVENT_NOT_ALLOWED reason if the event is EVENT_MENU_SELECTION_HELP_REQUEST.</w:t>
      </w:r>
    </w:p>
    <w:p w:rsidR="00714EBB" w:rsidRPr="00870ED0" w:rsidRDefault="00714EBB">
      <w:pPr>
        <w:pStyle w:val="B1"/>
      </w:pPr>
      <w:r w:rsidRPr="00870ED0">
        <w:t>CRRP8: Shall throw a ToolkitException with EVENT_NOT_ALLOWED reason if the event is EVENT_TIMER_EXPIRATION.</w:t>
      </w:r>
    </w:p>
    <w:p w:rsidR="00714EBB" w:rsidRPr="00870ED0" w:rsidRDefault="00714EBB">
      <w:pPr>
        <w:pStyle w:val="B1"/>
      </w:pPr>
      <w:r w:rsidRPr="00870ED0">
        <w:t>CRRP9: Shall throw a ToolkitException with EVENT_NOT_ALLOWED reason if the event is EVENT_STATUS_COMMAND.</w:t>
      </w:r>
    </w:p>
    <w:p w:rsidR="00714EBB" w:rsidRPr="00870ED0" w:rsidRDefault="00714EBB" w:rsidP="00040656">
      <w:pPr>
        <w:pStyle w:val="B1"/>
      </w:pPr>
      <w:r w:rsidRPr="00870ED0">
        <w:t>CRRP10: Shall throw a ToolkitException with EVENT_NOT_SUPPORTED reason if the event is n</w:t>
      </w:r>
      <w:r w:rsidR="00040656" w:rsidRPr="00870ED0">
        <w:t>ot  EVENT_EXTERNAL_FILE_UPDATE.</w:t>
      </w:r>
    </w:p>
    <w:p w:rsidR="00714EBB" w:rsidRPr="00870ED0" w:rsidRDefault="00714EBB">
      <w:pPr>
        <w:pStyle w:val="H6"/>
        <w:outlineLvl w:val="0"/>
      </w:pPr>
      <w:r w:rsidRPr="00870ED0">
        <w:t>5.2.8.15.1.3</w:t>
      </w:r>
      <w:r w:rsidRPr="00870ED0">
        <w:tab/>
        <w:t>Context errors</w:t>
      </w:r>
    </w:p>
    <w:p w:rsidR="00714EBB" w:rsidRPr="00870ED0" w:rsidRDefault="00714EBB">
      <w:r w:rsidRPr="00870ED0">
        <w:t>No requirements.</w:t>
      </w:r>
    </w:p>
    <w:p w:rsidR="00714EBB" w:rsidRPr="00870ED0" w:rsidRDefault="00714EBB" w:rsidP="00040656">
      <w:pPr>
        <w:pStyle w:val="Heading5"/>
      </w:pPr>
      <w:r w:rsidRPr="00870ED0">
        <w:t>5.2.8.15.2</w:t>
      </w:r>
      <w:r w:rsidRPr="00870ED0">
        <w:tab/>
        <w:t>Test area files</w:t>
      </w:r>
    </w:p>
    <w:p w:rsidR="00714EBB" w:rsidRPr="00870ED0" w:rsidRDefault="00714EBB" w:rsidP="002854FB">
      <w:pPr>
        <w:pStyle w:val="EX"/>
      </w:pPr>
      <w:r w:rsidRPr="00870ED0">
        <w:t>Test Source:</w:t>
      </w:r>
      <w:r w:rsidRPr="00870ED0">
        <w:tab/>
        <w:t>Test_Api_2_Tkr_Rgfes_Bss_Bsb.java</w:t>
      </w:r>
      <w:r w:rsidR="00040656" w:rsidRPr="00870ED0">
        <w:t>.</w:t>
      </w:r>
    </w:p>
    <w:p w:rsidR="00714EBB" w:rsidRPr="00870ED0" w:rsidRDefault="00040656" w:rsidP="002854FB">
      <w:pPr>
        <w:pStyle w:val="EX"/>
      </w:pPr>
      <w:r w:rsidRPr="00870ED0">
        <w:t>Test Applet:</w:t>
      </w:r>
      <w:r w:rsidRPr="00870ED0">
        <w:tab/>
        <w:t>Api_2_Tkr_Rgfes_Bss_Bsb_1.java.</w:t>
      </w:r>
    </w:p>
    <w:p w:rsidR="00714EBB" w:rsidRPr="00870ED0" w:rsidRDefault="00714EBB" w:rsidP="002854FB">
      <w:pPr>
        <w:pStyle w:val="EX"/>
      </w:pPr>
      <w:r w:rsidRPr="00870ED0">
        <w:t>Cap File:</w:t>
      </w:r>
      <w:r w:rsidRPr="00870ED0">
        <w:tab/>
        <w:t>api_2_tkr_rgfes_bss_bsb.cap</w:t>
      </w:r>
      <w:r w:rsidR="00040656" w:rsidRPr="00870ED0">
        <w:t>.</w:t>
      </w:r>
    </w:p>
    <w:p w:rsidR="00714EBB" w:rsidRPr="00870ED0" w:rsidRDefault="00714EBB" w:rsidP="00010296">
      <w:pPr>
        <w:pStyle w:val="Heading5"/>
      </w:pPr>
      <w:r w:rsidRPr="00870ED0">
        <w:lastRenderedPageBreak/>
        <w:t>5.2.8.15.3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1, 3, 21, 22, 23, 24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6, 7, 8, 9, 10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11,12,13,14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P8</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P9</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P10</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r>
    </w:tbl>
    <w:p w:rsidR="00714EBB" w:rsidRPr="00870ED0" w:rsidRDefault="00714EBB" w:rsidP="00040656"/>
    <w:p w:rsidR="00714EBB" w:rsidRPr="00870ED0" w:rsidRDefault="00714EBB" w:rsidP="00040656">
      <w:pPr>
        <w:pStyle w:val="Heading5"/>
      </w:pPr>
      <w:r w:rsidRPr="00870ED0">
        <w:t>5.2.8.15.4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Next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Next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Next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Next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Next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Next w:val="0"/>
            </w:pPr>
            <w:r w:rsidRPr="00870ED0">
              <w:t>Register EF under MF</w:t>
            </w:r>
          </w:p>
          <w:p w:rsidR="00714EBB" w:rsidRPr="00870ED0" w:rsidRDefault="00714EBB" w:rsidP="00010296">
            <w:pPr>
              <w:pStyle w:val="PL"/>
              <w:keepLines/>
              <w:rPr>
                <w:noProof w:val="0"/>
              </w:rPr>
            </w:pP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 xml:space="preserve">1- Call isEventSet (EVENT_EXTERNAL_FILE_UPDATE) method </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2- Call registerFileEvent() method with parameters:</w:t>
            </w:r>
          </w:p>
          <w:p w:rsidR="00714EBB" w:rsidRPr="00870ED0" w:rsidRDefault="00714EBB" w:rsidP="00010296">
            <w:pPr>
              <w:pStyle w:val="PL"/>
              <w:keepLines/>
              <w:rPr>
                <w:noProof w:val="0"/>
              </w:rPr>
            </w:pPr>
            <w:r w:rsidRPr="00870ED0">
              <w:rPr>
                <w:noProof w:val="0"/>
              </w:rPr>
              <w:t>event= EVENT_EXTERNAL_FILE_UPDATE</w:t>
            </w:r>
          </w:p>
          <w:p w:rsidR="00714EBB" w:rsidRPr="00870ED0" w:rsidRDefault="00714EBB" w:rsidP="00010296">
            <w:pPr>
              <w:pStyle w:val="PL"/>
              <w:keepLines/>
              <w:rPr>
                <w:noProof w:val="0"/>
              </w:rPr>
            </w:pPr>
            <w:r w:rsidRPr="00870ED0">
              <w:rPr>
                <w:noProof w:val="0"/>
              </w:rPr>
              <w:t xml:space="preserve">baFileList=”02 3F0011116F03 3F0011116F09”                              baADFAid=null                              </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 xml:space="preserve">3- Call isEventSet (EVENT_EXTERNAL_FILE_UPDATE) method </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4- Update binary on MF\DFTEST\EFTARU</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5- Increase on MF\DFTEST\EFCARU</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6- Update record on MF\DFTEST\EFLARU</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7- Update binary on MF\DFTEST\ DFSUB_TEST\EFTAA</w:t>
            </w:r>
          </w:p>
          <w:p w:rsidR="00714EBB" w:rsidRPr="00870ED0" w:rsidRDefault="00714EBB" w:rsidP="00010296">
            <w:pPr>
              <w:pStyle w:val="PL"/>
              <w:keepLines/>
              <w:rPr>
                <w:noProof w:val="0"/>
              </w:rPr>
            </w:pPr>
          </w:p>
          <w:p w:rsidR="00714EBB" w:rsidRPr="00870ED0" w:rsidRDefault="00714EBB" w:rsidP="00010296">
            <w:pPr>
              <w:pStyle w:val="PL"/>
              <w:keepLines/>
              <w:rPr>
                <w:noProof w:val="0"/>
              </w:rPr>
            </w:pPr>
            <w:r w:rsidRPr="00870ED0">
              <w:rPr>
                <w:noProof w:val="0"/>
              </w:rPr>
              <w:t>8- Call deregisterFileEvent() method with parameters:</w:t>
            </w:r>
          </w:p>
          <w:p w:rsidR="00714EBB" w:rsidRPr="00870ED0" w:rsidRDefault="00714EBB" w:rsidP="00010296">
            <w:pPr>
              <w:pStyle w:val="PL"/>
              <w:keepLines/>
              <w:rPr>
                <w:noProof w:val="0"/>
              </w:rPr>
            </w:pPr>
            <w:r w:rsidRPr="00870ED0">
              <w:rPr>
                <w:noProof w:val="0"/>
              </w:rPr>
              <w:t>event= EVENT_EXTERNAL_FILE_UPDATE</w:t>
            </w:r>
          </w:p>
          <w:p w:rsidR="00022EF9" w:rsidRPr="00870ED0" w:rsidRDefault="00714EBB" w:rsidP="00010296">
            <w:pPr>
              <w:pStyle w:val="PL"/>
              <w:keepLines/>
              <w:rPr>
                <w:noProof w:val="0"/>
              </w:rPr>
            </w:pPr>
            <w:r w:rsidRPr="00870ED0">
              <w:rPr>
                <w:noProof w:val="0"/>
              </w:rPr>
              <w:t>baFileList=”02 3F0011116F03 3F0011116F09”</w:t>
            </w:r>
          </w:p>
          <w:p w:rsidR="00714EBB" w:rsidRPr="00870ED0" w:rsidRDefault="00022EF9" w:rsidP="00010296">
            <w:pPr>
              <w:pStyle w:val="PL"/>
              <w:keepLines/>
              <w:rPr>
                <w:noProof w:val="0"/>
              </w:rPr>
            </w:pPr>
            <w:r w:rsidRPr="00870ED0">
              <w:rPr>
                <w:noProof w:val="0"/>
              </w:rPr>
              <w:t>baADFAid=null</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Next w:val="0"/>
            </w:pPr>
            <w:r w:rsidRPr="00870ED0">
              <w:t>1- Returns false</w:t>
            </w:r>
          </w:p>
          <w:p w:rsidR="00714EBB" w:rsidRPr="00870ED0" w:rsidRDefault="00714EBB" w:rsidP="00010296">
            <w:pPr>
              <w:pStyle w:val="TAL"/>
              <w:keepNext w:val="0"/>
            </w:pPr>
          </w:p>
          <w:p w:rsidR="00714EBB" w:rsidRPr="00870ED0" w:rsidRDefault="00714EBB" w:rsidP="00010296">
            <w:pPr>
              <w:pStyle w:val="TAL"/>
              <w:keepNext w:val="0"/>
            </w:pPr>
          </w:p>
          <w:p w:rsidR="00714EBB" w:rsidRPr="00870ED0" w:rsidRDefault="00714EBB" w:rsidP="00010296">
            <w:pPr>
              <w:pStyle w:val="TAL"/>
              <w:keepNext w:val="0"/>
            </w:pPr>
            <w:r w:rsidRPr="00870ED0">
              <w:t>2- No exception is thrown</w:t>
            </w:r>
          </w:p>
          <w:p w:rsidR="00714EBB" w:rsidRPr="00870ED0" w:rsidRDefault="00714EBB" w:rsidP="00010296">
            <w:pPr>
              <w:pStyle w:val="TAL"/>
              <w:keepNext w:val="0"/>
            </w:pPr>
          </w:p>
          <w:p w:rsidR="00714EBB" w:rsidRPr="00870ED0" w:rsidRDefault="00714EBB" w:rsidP="00010296">
            <w:pPr>
              <w:pStyle w:val="TAL"/>
              <w:keepNext w:val="0"/>
            </w:pPr>
          </w:p>
          <w:p w:rsidR="00714EBB" w:rsidRPr="00870ED0" w:rsidRDefault="00714EBB" w:rsidP="00010296">
            <w:pPr>
              <w:pStyle w:val="TAL"/>
              <w:keepNext w:val="0"/>
            </w:pPr>
          </w:p>
          <w:p w:rsidR="00714EBB" w:rsidRPr="00870ED0" w:rsidRDefault="00714EBB" w:rsidP="00010296">
            <w:pPr>
              <w:pStyle w:val="TAL"/>
              <w:keepNext w:val="0"/>
            </w:pPr>
            <w:r w:rsidRPr="00870ED0">
              <w:t>3- Returns true</w:t>
            </w:r>
          </w:p>
          <w:p w:rsidR="00714EBB" w:rsidRPr="00870ED0" w:rsidRDefault="00714EBB" w:rsidP="00010296">
            <w:pPr>
              <w:pStyle w:val="TAL"/>
              <w:keepNext w:val="0"/>
            </w:pPr>
          </w:p>
          <w:p w:rsidR="00714EBB" w:rsidRPr="00870ED0" w:rsidRDefault="00714EBB" w:rsidP="00010296">
            <w:pPr>
              <w:pStyle w:val="TAL"/>
              <w:keepNext w:val="0"/>
            </w:pPr>
          </w:p>
          <w:p w:rsidR="00714EBB" w:rsidRPr="00870ED0" w:rsidRDefault="00714EBB" w:rsidP="00010296">
            <w:pPr>
              <w:pStyle w:val="TAL"/>
              <w:keepNext w:val="0"/>
            </w:pPr>
            <w:r w:rsidRPr="00870ED0">
              <w:t>4- Applet is triggered</w:t>
            </w:r>
          </w:p>
          <w:p w:rsidR="00714EBB" w:rsidRPr="00870ED0" w:rsidRDefault="00714EBB" w:rsidP="00010296">
            <w:pPr>
              <w:pStyle w:val="TAL"/>
              <w:keepNext w:val="0"/>
            </w:pPr>
          </w:p>
          <w:p w:rsidR="00714EBB" w:rsidRPr="00870ED0" w:rsidRDefault="00714EBB" w:rsidP="00010296">
            <w:pPr>
              <w:pStyle w:val="TAL"/>
              <w:keepNext w:val="0"/>
            </w:pPr>
            <w:r w:rsidRPr="00870ED0">
              <w:t>5- Applet is triggered</w:t>
            </w:r>
          </w:p>
          <w:p w:rsidR="00714EBB" w:rsidRPr="00870ED0" w:rsidRDefault="00714EBB" w:rsidP="00010296">
            <w:pPr>
              <w:pStyle w:val="TAL"/>
              <w:keepNext w:val="0"/>
            </w:pPr>
          </w:p>
          <w:p w:rsidR="00714EBB" w:rsidRPr="00870ED0" w:rsidRDefault="00714EBB" w:rsidP="00010296">
            <w:pPr>
              <w:pStyle w:val="TAL"/>
              <w:keepNext w:val="0"/>
            </w:pPr>
            <w:r w:rsidRPr="00870ED0">
              <w:t>6- Applet is not triggered</w:t>
            </w:r>
          </w:p>
          <w:p w:rsidR="00714EBB" w:rsidRPr="00870ED0" w:rsidRDefault="00714EBB" w:rsidP="00010296">
            <w:pPr>
              <w:pStyle w:val="TAL"/>
              <w:keepNext w:val="0"/>
            </w:pPr>
          </w:p>
          <w:p w:rsidR="00714EBB" w:rsidRPr="00870ED0" w:rsidRDefault="00714EBB" w:rsidP="00010296">
            <w:pPr>
              <w:pStyle w:val="TAL"/>
              <w:keepNext w:val="0"/>
            </w:pPr>
            <w:r w:rsidRPr="00870ED0">
              <w:t>7- Applet is not triggered</w:t>
            </w:r>
          </w:p>
          <w:p w:rsidR="00714EBB" w:rsidRPr="00870ED0" w:rsidRDefault="00714EBB" w:rsidP="00010296">
            <w:pPr>
              <w:pStyle w:val="TAL"/>
              <w:keepNext w:val="0"/>
            </w:pPr>
          </w:p>
          <w:p w:rsidR="00714EBB" w:rsidRPr="00870ED0" w:rsidRDefault="00714EBB" w:rsidP="00010296">
            <w:pPr>
              <w:pStyle w:val="TAL"/>
              <w:keepNext w:val="0"/>
            </w:pPr>
          </w:p>
          <w:p w:rsidR="00714EBB" w:rsidRPr="00870ED0" w:rsidRDefault="00714EBB" w:rsidP="00010296">
            <w:pPr>
              <w:pStyle w:val="TAL"/>
              <w:keepNext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Next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Register DF under MF</w:t>
            </w:r>
          </w:p>
          <w:p w:rsidR="00714EBB" w:rsidRPr="00870ED0" w:rsidRDefault="00714EBB" w:rsidP="00010296">
            <w:pPr>
              <w:pStyle w:val="PL"/>
              <w:keepNext/>
              <w:rPr>
                <w:noProof w:val="0"/>
              </w:rPr>
            </w:pP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1- Call registerFileEvent() method with parameters:</w:t>
            </w:r>
          </w:p>
          <w:p w:rsidR="00714EBB" w:rsidRPr="00870ED0" w:rsidRDefault="00714EBB" w:rsidP="00010296">
            <w:pPr>
              <w:pStyle w:val="PL"/>
              <w:keepNext/>
              <w:rPr>
                <w:noProof w:val="0"/>
              </w:rPr>
            </w:pPr>
            <w:r w:rsidRPr="00870ED0">
              <w:rPr>
                <w:noProof w:val="0"/>
              </w:rPr>
              <w:t>event= EVENT_EXTERNAL_FILE_UPDATE</w:t>
            </w:r>
          </w:p>
          <w:p w:rsidR="00714EBB" w:rsidRPr="00870ED0" w:rsidRDefault="00714EBB" w:rsidP="00010296">
            <w:pPr>
              <w:pStyle w:val="PL"/>
              <w:keepNext/>
              <w:rPr>
                <w:noProof w:val="0"/>
              </w:rPr>
            </w:pPr>
            <w:r w:rsidRPr="00870ED0">
              <w:rPr>
                <w:noProof w:val="0"/>
              </w:rPr>
              <w:t>baFileList=”01 3F001111”</w:t>
            </w:r>
          </w:p>
          <w:p w:rsidR="00714EBB" w:rsidRPr="00870ED0" w:rsidRDefault="00714EBB" w:rsidP="00010296">
            <w:pPr>
              <w:pStyle w:val="PL"/>
              <w:keepNext/>
              <w:rPr>
                <w:noProof w:val="0"/>
              </w:rPr>
            </w:pPr>
            <w:r w:rsidRPr="00870ED0">
              <w:rPr>
                <w:noProof w:val="0"/>
              </w:rPr>
              <w:t xml:space="preserve">baADFAid=null </w:t>
            </w:r>
          </w:p>
          <w:p w:rsidR="00714EBB" w:rsidRPr="00870ED0" w:rsidRDefault="00714EBB" w:rsidP="00010296">
            <w:pPr>
              <w:pStyle w:val="PL"/>
              <w:keepNext/>
              <w:rPr>
                <w:noProof w:val="0"/>
              </w:rPr>
            </w:pP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2- Update binary on MF\DFTEST\EFTARU</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3- Increase on MF\DFTEST\EFCARU</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4- Update record on MF\DFTEST\EFLARU</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5- Update binary on MF\DFTEST\ DFSUB_TEST\EFTAA</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6- Call deregisterFileEvent() method with parameters:</w:t>
            </w:r>
          </w:p>
          <w:p w:rsidR="00714EBB" w:rsidRPr="00870ED0" w:rsidRDefault="00714EBB" w:rsidP="00010296">
            <w:pPr>
              <w:pStyle w:val="PL"/>
              <w:keepNext/>
              <w:rPr>
                <w:noProof w:val="0"/>
              </w:rPr>
            </w:pPr>
            <w:r w:rsidRPr="00870ED0">
              <w:rPr>
                <w:noProof w:val="0"/>
              </w:rPr>
              <w:t>event= EVENT_EXTERNAL_FILE_UPDATE</w:t>
            </w:r>
          </w:p>
          <w:p w:rsidR="00714EBB" w:rsidRPr="00870ED0" w:rsidRDefault="00714EBB" w:rsidP="00010296">
            <w:pPr>
              <w:pStyle w:val="PL"/>
              <w:keepNext/>
              <w:rPr>
                <w:noProof w:val="0"/>
              </w:rPr>
            </w:pPr>
            <w:r w:rsidRPr="00870ED0">
              <w:rPr>
                <w:noProof w:val="0"/>
              </w:rPr>
              <w:t>baFileList=”01 3F001111”</w:t>
            </w:r>
          </w:p>
          <w:p w:rsidR="00714EBB" w:rsidRPr="00870ED0" w:rsidRDefault="00022EF9" w:rsidP="00010296">
            <w:pPr>
              <w:pStyle w:val="PL"/>
              <w:keepNext/>
              <w:rPr>
                <w:noProof w:val="0"/>
              </w:rPr>
            </w:pPr>
            <w:r w:rsidRPr="00870ED0">
              <w:rPr>
                <w:noProof w:val="0"/>
              </w:rPr>
              <w:t>baADFAid=null</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Lines w:val="0"/>
            </w:pPr>
            <w:r w:rsidRPr="00870ED0">
              <w:t>1- No exception is thrown</w:t>
            </w: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2- Applet is triggered</w:t>
            </w:r>
          </w:p>
          <w:p w:rsidR="00714EBB" w:rsidRPr="00870ED0" w:rsidRDefault="00714EBB" w:rsidP="00010296">
            <w:pPr>
              <w:pStyle w:val="TAL"/>
              <w:keepLines w:val="0"/>
            </w:pPr>
          </w:p>
          <w:p w:rsidR="00714EBB" w:rsidRPr="00870ED0" w:rsidRDefault="00714EBB" w:rsidP="00010296">
            <w:pPr>
              <w:pStyle w:val="TAL"/>
              <w:keepLines w:val="0"/>
            </w:pPr>
            <w:r w:rsidRPr="00870ED0">
              <w:t>3- Applet is triggered</w:t>
            </w:r>
          </w:p>
          <w:p w:rsidR="00714EBB" w:rsidRPr="00870ED0" w:rsidRDefault="00714EBB" w:rsidP="00010296">
            <w:pPr>
              <w:pStyle w:val="TAL"/>
              <w:keepLines w:val="0"/>
            </w:pPr>
          </w:p>
          <w:p w:rsidR="00714EBB" w:rsidRPr="00870ED0" w:rsidRDefault="00714EBB" w:rsidP="00010296">
            <w:pPr>
              <w:pStyle w:val="TAL"/>
              <w:keepLines w:val="0"/>
            </w:pPr>
            <w:r w:rsidRPr="00870ED0">
              <w:t>4- Applet is triggered</w:t>
            </w:r>
          </w:p>
          <w:p w:rsidR="00714EBB" w:rsidRPr="00870ED0" w:rsidRDefault="00714EBB" w:rsidP="00010296">
            <w:pPr>
              <w:pStyle w:val="TAL"/>
              <w:keepLines w:val="0"/>
            </w:pPr>
          </w:p>
          <w:p w:rsidR="00714EBB" w:rsidRPr="00870ED0" w:rsidRDefault="00714EBB" w:rsidP="00010296">
            <w:pPr>
              <w:pStyle w:val="TAL"/>
              <w:keepLines w:val="0"/>
            </w:pPr>
            <w:r w:rsidRPr="00870ED0">
              <w:t>5- Applet is not triggered</w:t>
            </w:r>
          </w:p>
          <w:p w:rsidR="00714EBB" w:rsidRPr="00870ED0" w:rsidRDefault="00714EBB" w:rsidP="00010296">
            <w:pPr>
              <w:pStyle w:val="TAL"/>
              <w:keepLines w:val="0"/>
            </w:pPr>
          </w:p>
          <w:p w:rsidR="00714EBB" w:rsidRPr="00870ED0" w:rsidRDefault="00714EBB" w:rsidP="00010296">
            <w:pPr>
              <w:pStyle w:val="TAL"/>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Register EF under ADF1</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 Call 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baFileList=”02 3F007FFF11116F03 3F007FFF11116F09”</w:t>
            </w:r>
          </w:p>
          <w:p w:rsidR="00714EBB" w:rsidRPr="00870ED0" w:rsidRDefault="00714EBB" w:rsidP="00040656">
            <w:pPr>
              <w:pStyle w:val="PL"/>
              <w:keepNext/>
              <w:keepLines/>
              <w:rPr>
                <w:noProof w:val="0"/>
              </w:rPr>
            </w:pPr>
            <w:r w:rsidRPr="00870ED0">
              <w:rPr>
                <w:noProof w:val="0"/>
              </w:rPr>
              <w:t xml:space="preserve">baADFAid=”AID ADF1”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2- Update binary on ADF1\DFTEST\EFTARU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3- Increase on ADF1\DFTEST\EFCARU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4- Update record on ADF1\DFTEST\EFLARU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5- Update binary on ADF1\DFTEST\ DFSUB_TEST\EFTAA</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6-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baFileList=”02 3F007FFF11116F03 3F007FFF11116F09”</w:t>
            </w:r>
          </w:p>
          <w:p w:rsidR="00714EBB" w:rsidRPr="00870ED0" w:rsidRDefault="00022EF9" w:rsidP="00022EF9">
            <w:pPr>
              <w:pStyle w:val="PL"/>
              <w:keepNext/>
              <w:keepLines/>
              <w:rPr>
                <w:noProof w:val="0"/>
              </w:rPr>
            </w:pPr>
            <w:r w:rsidRPr="00870ED0">
              <w:rPr>
                <w:noProof w:val="0"/>
              </w:rPr>
              <w:t xml:space="preserve">baADFAid=”AID ADF1” </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r w:rsidRPr="00870ED0">
              <w:t>1-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2- Applet is triggered</w:t>
            </w:r>
          </w:p>
          <w:p w:rsidR="00714EBB" w:rsidRPr="00870ED0" w:rsidRDefault="00714EBB" w:rsidP="00040656">
            <w:pPr>
              <w:pStyle w:val="TAL"/>
            </w:pPr>
          </w:p>
          <w:p w:rsidR="00714EBB" w:rsidRPr="00870ED0" w:rsidRDefault="00714EBB" w:rsidP="00040656">
            <w:pPr>
              <w:pStyle w:val="TAL"/>
            </w:pPr>
            <w:r w:rsidRPr="00870ED0">
              <w:t>3- Applet is triggered</w:t>
            </w:r>
          </w:p>
          <w:p w:rsidR="00714EBB" w:rsidRPr="00870ED0" w:rsidRDefault="00714EBB" w:rsidP="00040656">
            <w:pPr>
              <w:pStyle w:val="TAL"/>
            </w:pPr>
          </w:p>
          <w:p w:rsidR="00714EBB" w:rsidRPr="00870ED0" w:rsidRDefault="00714EBB" w:rsidP="00040656">
            <w:pPr>
              <w:pStyle w:val="TAL"/>
            </w:pPr>
            <w:r w:rsidRPr="00870ED0">
              <w:t>4- Applet is not triggered</w:t>
            </w:r>
          </w:p>
          <w:p w:rsidR="00714EBB" w:rsidRPr="00870ED0" w:rsidRDefault="00714EBB" w:rsidP="00040656">
            <w:pPr>
              <w:pStyle w:val="TAL"/>
            </w:pPr>
          </w:p>
          <w:p w:rsidR="00714EBB" w:rsidRPr="00870ED0" w:rsidRDefault="00714EBB" w:rsidP="00040656">
            <w:pPr>
              <w:pStyle w:val="TAL"/>
            </w:pPr>
            <w:r w:rsidRPr="00870ED0">
              <w:t>5- Applet is not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Register DF under ADF1</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3F007FFF1111”</w:t>
            </w:r>
          </w:p>
          <w:p w:rsidR="00714EBB" w:rsidRPr="00870ED0" w:rsidRDefault="00714EBB">
            <w:pPr>
              <w:pStyle w:val="PL"/>
              <w:rPr>
                <w:noProof w:val="0"/>
              </w:rPr>
            </w:pPr>
            <w:r w:rsidRPr="00870ED0">
              <w:rPr>
                <w:noProof w:val="0"/>
              </w:rPr>
              <w:t xml:space="preserve">baADFAid=”AID ADF1” </w:t>
            </w:r>
          </w:p>
          <w:p w:rsidR="00714EBB" w:rsidRPr="00870ED0" w:rsidRDefault="00714EBB">
            <w:pPr>
              <w:pStyle w:val="PL"/>
              <w:rPr>
                <w:noProof w:val="0"/>
              </w:rPr>
            </w:pPr>
          </w:p>
          <w:p w:rsidR="00714EBB" w:rsidRPr="00870ED0" w:rsidRDefault="00714EBB">
            <w:pPr>
              <w:pStyle w:val="PL"/>
              <w:rPr>
                <w:noProof w:val="0"/>
              </w:rPr>
            </w:pPr>
            <w:r w:rsidRPr="00870ED0">
              <w:rPr>
                <w:noProof w:val="0"/>
              </w:rPr>
              <w:t>2- Update binary on ADF1\DFTEST\EFTARU</w:t>
            </w:r>
          </w:p>
          <w:p w:rsidR="00714EBB" w:rsidRPr="00870ED0" w:rsidRDefault="00714EBB">
            <w:pPr>
              <w:pStyle w:val="PL"/>
              <w:rPr>
                <w:noProof w:val="0"/>
              </w:rPr>
            </w:pPr>
          </w:p>
          <w:p w:rsidR="00714EBB" w:rsidRPr="00870ED0" w:rsidRDefault="00714EBB">
            <w:pPr>
              <w:pStyle w:val="PL"/>
              <w:rPr>
                <w:noProof w:val="0"/>
              </w:rPr>
            </w:pPr>
            <w:r w:rsidRPr="00870ED0">
              <w:rPr>
                <w:noProof w:val="0"/>
              </w:rPr>
              <w:t>3- Increase on ADF1\DFTEST\EFCARU</w:t>
            </w:r>
          </w:p>
          <w:p w:rsidR="00714EBB" w:rsidRPr="00870ED0" w:rsidRDefault="00714EBB">
            <w:pPr>
              <w:pStyle w:val="PL"/>
              <w:rPr>
                <w:noProof w:val="0"/>
              </w:rPr>
            </w:pPr>
          </w:p>
          <w:p w:rsidR="00714EBB" w:rsidRPr="00870ED0" w:rsidRDefault="00714EBB">
            <w:pPr>
              <w:pStyle w:val="PL"/>
              <w:rPr>
                <w:noProof w:val="0"/>
              </w:rPr>
            </w:pPr>
            <w:r w:rsidRPr="00870ED0">
              <w:rPr>
                <w:noProof w:val="0"/>
              </w:rPr>
              <w:t>4- Update record on ADF1\DFTEST\EFLARU</w:t>
            </w:r>
          </w:p>
          <w:p w:rsidR="00714EBB" w:rsidRPr="00870ED0" w:rsidRDefault="00714EBB">
            <w:pPr>
              <w:pStyle w:val="PL"/>
              <w:rPr>
                <w:noProof w:val="0"/>
              </w:rPr>
            </w:pPr>
          </w:p>
          <w:p w:rsidR="00714EBB" w:rsidRPr="00870ED0" w:rsidRDefault="00714EBB">
            <w:pPr>
              <w:pStyle w:val="PL"/>
              <w:rPr>
                <w:noProof w:val="0"/>
              </w:rPr>
            </w:pPr>
            <w:r w:rsidRPr="00870ED0">
              <w:rPr>
                <w:noProof w:val="0"/>
              </w:rPr>
              <w:t>5- Update binary on ADF1\DFTEST\ DFSUB_TEST\EFTAA</w:t>
            </w:r>
          </w:p>
          <w:p w:rsidR="00714EBB" w:rsidRPr="00870ED0" w:rsidRDefault="00714EBB">
            <w:pPr>
              <w:pStyle w:val="PL"/>
              <w:rPr>
                <w:noProof w:val="0"/>
              </w:rPr>
            </w:pPr>
          </w:p>
          <w:p w:rsidR="00714EBB" w:rsidRPr="00870ED0" w:rsidRDefault="00714EBB">
            <w:pPr>
              <w:pStyle w:val="PL"/>
              <w:rPr>
                <w:noProof w:val="0"/>
              </w:rPr>
            </w:pPr>
            <w:r w:rsidRPr="00870ED0">
              <w:rPr>
                <w:noProof w:val="0"/>
              </w:rPr>
              <w:t>6-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3F007FFF1111”</w:t>
            </w:r>
          </w:p>
          <w:p w:rsidR="00714EBB" w:rsidRPr="00870ED0" w:rsidRDefault="00022EF9" w:rsidP="00022EF9">
            <w:pPr>
              <w:pStyle w:val="PL"/>
              <w:rPr>
                <w:noProof w:val="0"/>
              </w:rPr>
            </w:pPr>
            <w:r w:rsidRPr="00870ED0">
              <w:rPr>
                <w:noProof w:val="0"/>
              </w:rPr>
              <w:t xml:space="preserve">baADFAid=”AID ADF1” </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3-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4-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5- Applet is not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6- No exception is thrown</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NullPointerException Exception</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Call registerFileEvent() method with null baFileList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Lines w:val="0"/>
            </w:pPr>
            <w:r w:rsidRPr="00870ED0">
              <w:t>Shall throw a NullPointerException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sOffset1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baFileList.length = 8</w:t>
            </w:r>
          </w:p>
          <w:p w:rsidR="00714EBB" w:rsidRPr="00870ED0" w:rsidRDefault="00714EBB">
            <w:pPr>
              <w:pStyle w:val="PL"/>
              <w:rPr>
                <w:noProof w:val="0"/>
              </w:rPr>
            </w:pPr>
            <w:r w:rsidRPr="00870ED0">
              <w:rPr>
                <w:noProof w:val="0"/>
              </w:rPr>
              <w:t>sOffset1 = 8</w:t>
            </w:r>
          </w:p>
          <w:p w:rsidR="00714EBB" w:rsidRPr="00870ED0" w:rsidRDefault="00714EBB">
            <w:pPr>
              <w:pStyle w:val="PL"/>
              <w:rPr>
                <w:noProof w:val="0"/>
              </w:rPr>
            </w:pPr>
            <w:r w:rsidRPr="00870ED0">
              <w:rPr>
                <w:noProof w:val="0"/>
              </w:rPr>
              <w:t>sLength1 = 4</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sOffset1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 baFileList.length = 8</w:t>
            </w:r>
          </w:p>
          <w:p w:rsidR="00714EBB" w:rsidRPr="00870ED0" w:rsidRDefault="00714EBB">
            <w:pPr>
              <w:pStyle w:val="PL"/>
              <w:rPr>
                <w:noProof w:val="0"/>
              </w:rPr>
            </w:pPr>
            <w:r w:rsidRPr="00870ED0">
              <w:rPr>
                <w:noProof w:val="0"/>
              </w:rPr>
              <w:t>sOffset1 = -1</w:t>
            </w:r>
          </w:p>
          <w:p w:rsidR="00714EBB" w:rsidRPr="00870ED0" w:rsidRDefault="00714EBB">
            <w:pPr>
              <w:pStyle w:val="PL"/>
              <w:rPr>
                <w:noProof w:val="0"/>
              </w:rPr>
            </w:pPr>
            <w:r w:rsidRPr="00870ED0">
              <w:rPr>
                <w:noProof w:val="0"/>
              </w:rPr>
              <w:t>sLength1 = 4</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sLength1 &gt; baFileList.length</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Call registerFileEvent() method with baFileList.length = 8</w:t>
            </w:r>
          </w:p>
          <w:p w:rsidR="00714EBB" w:rsidRPr="00870ED0" w:rsidRDefault="00714EBB" w:rsidP="00040656">
            <w:pPr>
              <w:pStyle w:val="PL"/>
              <w:keepNext/>
              <w:keepLines/>
              <w:rPr>
                <w:noProof w:val="0"/>
              </w:rPr>
            </w:pPr>
            <w:r w:rsidRPr="00870ED0">
              <w:rPr>
                <w:noProof w:val="0"/>
              </w:rPr>
              <w:t>sOffset1 = 0</w:t>
            </w:r>
          </w:p>
          <w:p w:rsidR="00714EBB" w:rsidRPr="00870ED0" w:rsidRDefault="00714EBB" w:rsidP="00040656">
            <w:pPr>
              <w:pStyle w:val="PL"/>
              <w:keepNext/>
              <w:keepLines/>
              <w:rPr>
                <w:noProof w:val="0"/>
              </w:rPr>
            </w:pPr>
            <w:r w:rsidRPr="00870ED0">
              <w:rPr>
                <w:noProof w:val="0"/>
              </w:rPr>
              <w:t>sLength1 = 10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sOffset1 + sLength1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baFileList.length = 8</w:t>
            </w:r>
          </w:p>
          <w:p w:rsidR="00714EBB" w:rsidRPr="00870ED0" w:rsidRDefault="00714EBB">
            <w:pPr>
              <w:pStyle w:val="PL"/>
              <w:rPr>
                <w:noProof w:val="0"/>
              </w:rPr>
            </w:pPr>
            <w:r w:rsidRPr="00870ED0">
              <w:rPr>
                <w:noProof w:val="0"/>
              </w:rPr>
              <w:t>sOffset1 = 5</w:t>
            </w:r>
          </w:p>
          <w:p w:rsidR="00714EBB" w:rsidRPr="00870ED0" w:rsidRDefault="00714EBB">
            <w:pPr>
              <w:pStyle w:val="TAL"/>
              <w:keepNext w:val="0"/>
              <w:keepLines w:val="0"/>
            </w:pPr>
            <w:r w:rsidRPr="00870ED0">
              <w:rPr>
                <w:rFonts w:ascii="Courier New" w:hAnsi="Courier New"/>
                <w:sz w:val="16"/>
              </w:rPr>
              <w:t>sLength1 = 4</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sLength1 &lt; 0</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baFileList.length = 8</w:t>
            </w:r>
          </w:p>
          <w:p w:rsidR="00714EBB" w:rsidRPr="00870ED0" w:rsidRDefault="00714EBB">
            <w:pPr>
              <w:pStyle w:val="PL"/>
              <w:rPr>
                <w:noProof w:val="0"/>
              </w:rPr>
            </w:pPr>
            <w:r w:rsidRPr="00870ED0">
              <w:rPr>
                <w:noProof w:val="0"/>
              </w:rPr>
              <w:t>sOffset1 = 0</w:t>
            </w:r>
          </w:p>
          <w:p w:rsidR="00714EBB" w:rsidRPr="00870ED0" w:rsidRDefault="00714EBB">
            <w:pPr>
              <w:pStyle w:val="PL"/>
              <w:rPr>
                <w:noProof w:val="0"/>
              </w:rPr>
            </w:pPr>
            <w:r w:rsidRPr="00870ED0">
              <w:rPr>
                <w:noProof w:val="0"/>
              </w:rPr>
              <w:t>sLength1 = -1</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sOffset2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baADFAid.length = 15</w:t>
            </w:r>
          </w:p>
          <w:p w:rsidR="00714EBB" w:rsidRPr="00870ED0" w:rsidRDefault="00714EBB">
            <w:pPr>
              <w:pStyle w:val="PL"/>
              <w:rPr>
                <w:noProof w:val="0"/>
              </w:rPr>
            </w:pPr>
            <w:r w:rsidRPr="00870ED0">
              <w:rPr>
                <w:noProof w:val="0"/>
              </w:rPr>
              <w:t>sOffset2 = 15</w:t>
            </w:r>
          </w:p>
          <w:p w:rsidR="00714EBB" w:rsidRPr="00870ED0" w:rsidRDefault="00714EBB">
            <w:pPr>
              <w:pStyle w:val="PL"/>
              <w:rPr>
                <w:noProof w:val="0"/>
              </w:rPr>
            </w:pPr>
            <w:r w:rsidRPr="00870ED0">
              <w:rPr>
                <w:noProof w:val="0"/>
              </w:rPr>
              <w:t>bLength2 = 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sOffset2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 baADFAid.length = 15</w:t>
            </w:r>
          </w:p>
          <w:p w:rsidR="00714EBB" w:rsidRPr="00870ED0" w:rsidRDefault="00714EBB">
            <w:pPr>
              <w:pStyle w:val="PL"/>
              <w:rPr>
                <w:noProof w:val="0"/>
              </w:rPr>
            </w:pPr>
            <w:r w:rsidRPr="00870ED0">
              <w:rPr>
                <w:noProof w:val="0"/>
              </w:rPr>
              <w:t>sOffset2 = -1</w:t>
            </w:r>
          </w:p>
          <w:p w:rsidR="00714EBB" w:rsidRPr="00870ED0" w:rsidRDefault="00714EBB">
            <w:pPr>
              <w:pStyle w:val="PL"/>
              <w:rPr>
                <w:noProof w:val="0"/>
              </w:rPr>
            </w:pPr>
            <w:r w:rsidRPr="00870ED0">
              <w:rPr>
                <w:noProof w:val="0"/>
              </w:rPr>
              <w:t>bLength2 = 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sLength2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 baADFAid.length = 15</w:t>
            </w:r>
          </w:p>
          <w:p w:rsidR="00714EBB" w:rsidRPr="00870ED0" w:rsidRDefault="00714EBB">
            <w:pPr>
              <w:pStyle w:val="PL"/>
              <w:rPr>
                <w:noProof w:val="0"/>
              </w:rPr>
            </w:pPr>
            <w:r w:rsidRPr="00870ED0">
              <w:rPr>
                <w:noProof w:val="0"/>
              </w:rPr>
              <w:t>sOffset2 = 0</w:t>
            </w:r>
          </w:p>
          <w:p w:rsidR="00714EBB" w:rsidRPr="00870ED0" w:rsidRDefault="00714EBB">
            <w:pPr>
              <w:pStyle w:val="PL"/>
              <w:rPr>
                <w:noProof w:val="0"/>
              </w:rPr>
            </w:pPr>
            <w:r w:rsidRPr="00870ED0">
              <w:rPr>
                <w:noProof w:val="0"/>
              </w:rPr>
              <w:t>bLength2 = 16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sOffset2 + sLength2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baADFAid.length = 15</w:t>
            </w:r>
          </w:p>
          <w:p w:rsidR="00714EBB" w:rsidRPr="00870ED0" w:rsidRDefault="00714EBB">
            <w:pPr>
              <w:pStyle w:val="PL"/>
              <w:rPr>
                <w:noProof w:val="0"/>
              </w:rPr>
            </w:pPr>
            <w:r w:rsidRPr="00870ED0">
              <w:rPr>
                <w:noProof w:val="0"/>
              </w:rPr>
              <w:t>sOffset1 = 10</w:t>
            </w:r>
          </w:p>
          <w:p w:rsidR="00714EBB" w:rsidRPr="00870ED0" w:rsidRDefault="00714EBB">
            <w:pPr>
              <w:pStyle w:val="PL"/>
              <w:rPr>
                <w:noProof w:val="0"/>
              </w:rPr>
            </w:pPr>
            <w:r w:rsidRPr="00870ED0">
              <w:rPr>
                <w:noProof w:val="0"/>
              </w:rPr>
              <w:t>bLength1 = 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ILLEGAL_VALUE Exception</w:t>
            </w:r>
          </w:p>
          <w:p w:rsidR="00714EBB" w:rsidRPr="00870ED0" w:rsidRDefault="00714EBB">
            <w:pPr>
              <w:pStyle w:val="TAH"/>
            </w:pPr>
          </w:p>
          <w:p w:rsidR="00714EBB" w:rsidRPr="00870ED0" w:rsidRDefault="00714EBB">
            <w:pPr>
              <w:pStyle w:val="PL"/>
              <w:rPr>
                <w:noProof w:val="0"/>
              </w:rPr>
            </w:pPr>
            <w:r w:rsidRPr="00870ED0">
              <w:rPr>
                <w:noProof w:val="0"/>
              </w:rPr>
              <w:t xml:space="preserve">1- Call registerFileEvent() method with </w:t>
            </w:r>
          </w:p>
          <w:p w:rsidR="00714EBB" w:rsidRPr="00870ED0" w:rsidRDefault="00714EBB">
            <w:pPr>
              <w:pStyle w:val="PL"/>
              <w:rPr>
                <w:noProof w:val="0"/>
              </w:rPr>
            </w:pPr>
            <w:r w:rsidRPr="00870ED0">
              <w:rPr>
                <w:noProof w:val="0"/>
              </w:rPr>
              <w:t>baADFAid.length = 18</w:t>
            </w:r>
          </w:p>
          <w:p w:rsidR="00714EBB" w:rsidRPr="00870ED0" w:rsidRDefault="00714EBB">
            <w:pPr>
              <w:pStyle w:val="PL"/>
              <w:rPr>
                <w:noProof w:val="0"/>
              </w:rPr>
            </w:pPr>
            <w:r w:rsidRPr="00870ED0">
              <w:rPr>
                <w:noProof w:val="0"/>
              </w:rPr>
              <w:t>sOffset2 = 0</w:t>
            </w:r>
          </w:p>
          <w:p w:rsidR="00714EBB" w:rsidRPr="00870ED0" w:rsidRDefault="00714EBB">
            <w:pPr>
              <w:pStyle w:val="PL"/>
              <w:rPr>
                <w:noProof w:val="0"/>
              </w:rPr>
            </w:pPr>
            <w:r w:rsidRPr="00870ED0">
              <w:rPr>
                <w:noProof w:val="0"/>
              </w:rPr>
              <w:t>bLength2 = 4</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registerFileEvent() method with baADFAid.length = 18</w:t>
            </w:r>
          </w:p>
          <w:p w:rsidR="00714EBB" w:rsidRPr="00870ED0" w:rsidRDefault="00714EBB">
            <w:pPr>
              <w:pStyle w:val="PL"/>
              <w:rPr>
                <w:noProof w:val="0"/>
              </w:rPr>
            </w:pPr>
            <w:r w:rsidRPr="00870ED0">
              <w:rPr>
                <w:noProof w:val="0"/>
              </w:rPr>
              <w:t>sOffset2 = 0</w:t>
            </w:r>
          </w:p>
          <w:p w:rsidR="00714EBB" w:rsidRPr="00870ED0" w:rsidRDefault="00714EBB">
            <w:pPr>
              <w:pStyle w:val="PL"/>
              <w:rPr>
                <w:noProof w:val="0"/>
              </w:rPr>
            </w:pPr>
            <w:r w:rsidRPr="00870ED0">
              <w:rPr>
                <w:noProof w:val="0"/>
              </w:rPr>
              <w:t>bLength2 = 18</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Shall throw a SystemException  with ILLEGAL_VALUE reason code</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Shall throw a SystemException  with ILLEGAL_VALUE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EVENT_MENU_SELECTION not allowed</w:t>
            </w:r>
          </w:p>
          <w:p w:rsidR="00714EBB" w:rsidRPr="00870ED0" w:rsidRDefault="00714EBB">
            <w:pPr>
              <w:pStyle w:val="TAH"/>
            </w:pPr>
          </w:p>
          <w:p w:rsidR="00714EBB" w:rsidRPr="00870ED0" w:rsidRDefault="00714EBB">
            <w:pPr>
              <w:pStyle w:val="PL"/>
              <w:rPr>
                <w:noProof w:val="0"/>
              </w:rPr>
            </w:pPr>
            <w:r w:rsidRPr="00870ED0">
              <w:rPr>
                <w:noProof w:val="0"/>
              </w:rPr>
              <w:t>Call registerFileEvent() method with event=EVENT_MENU_SELECTION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 xml:space="preserve">EVENT_MENU_SELECTION_HELP_REQUEST  not allowed </w:t>
            </w:r>
          </w:p>
          <w:p w:rsidR="00714EBB" w:rsidRPr="00870ED0" w:rsidRDefault="00714EBB" w:rsidP="00010296">
            <w:pPr>
              <w:pStyle w:val="TAH"/>
            </w:pPr>
          </w:p>
          <w:p w:rsidR="00714EBB" w:rsidRPr="00870ED0" w:rsidRDefault="00714EBB" w:rsidP="00010296">
            <w:pPr>
              <w:pStyle w:val="PL"/>
              <w:keepNext/>
              <w:rPr>
                <w:noProof w:val="0"/>
              </w:rPr>
            </w:pPr>
            <w:r w:rsidRPr="00870ED0">
              <w:rPr>
                <w:noProof w:val="0"/>
              </w:rPr>
              <w:t>Call registerFileEvent() method with event= EVENT_MENU_SELECTION_HELP_REQUEST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EVENT_TIMER_EXPIRATION not allowed </w:t>
            </w:r>
          </w:p>
          <w:p w:rsidR="00714EBB" w:rsidRPr="00870ED0" w:rsidRDefault="00714EBB">
            <w:pPr>
              <w:pStyle w:val="TAH"/>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event=EVENT_TIMER_EXPIRATION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EVENT_STATUS_COMMAND not allowed </w:t>
            </w:r>
          </w:p>
          <w:p w:rsidR="00714EBB" w:rsidRPr="00870ED0" w:rsidRDefault="00714EBB" w:rsidP="00022EF9">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event=EVENT_STATUS_COMMAND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EVENT_NOT_SUPPORTED Exception</w:t>
            </w:r>
          </w:p>
          <w:p w:rsidR="00714EBB" w:rsidRPr="00870ED0" w:rsidRDefault="00714EBB" w:rsidP="00022EF9">
            <w:pPr>
              <w:pStyle w:val="PL"/>
              <w:rPr>
                <w:noProof w:val="0"/>
              </w:rPr>
            </w:pPr>
          </w:p>
          <w:p w:rsidR="00714EBB" w:rsidRPr="00870ED0" w:rsidRDefault="00714EBB">
            <w:pPr>
              <w:pStyle w:val="PL"/>
              <w:rPr>
                <w:noProof w:val="0"/>
              </w:rPr>
            </w:pPr>
            <w:r w:rsidRPr="00870ED0">
              <w:rPr>
                <w:noProof w:val="0"/>
              </w:rPr>
              <w:t>Call registerFileEvent() method with</w:t>
            </w:r>
          </w:p>
          <w:p w:rsidR="00714EBB" w:rsidRPr="00870ED0" w:rsidRDefault="00714EBB">
            <w:pPr>
              <w:pStyle w:val="PL"/>
              <w:rPr>
                <w:noProof w:val="0"/>
              </w:rPr>
            </w:pPr>
            <w:r w:rsidRPr="00870ED0">
              <w:rPr>
                <w:noProof w:val="0"/>
              </w:rPr>
              <w:t xml:space="preserve"> event=EVENT_PROFILE_DOWNLOAD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EVENT_NOT_SUPPORTED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Register a deleted and recreated EF under MF</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3F0011116F03”</w:t>
            </w:r>
          </w:p>
          <w:p w:rsidR="00714EBB" w:rsidRPr="00870ED0" w:rsidRDefault="00714EBB">
            <w:pPr>
              <w:pStyle w:val="PL"/>
              <w:rPr>
                <w:noProof w:val="0"/>
              </w:rPr>
            </w:pPr>
            <w:r w:rsidRPr="00870ED0">
              <w:rPr>
                <w:noProof w:val="0"/>
              </w:rPr>
              <w:t>baADFAid=null</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2- Update binary on MF\DFTEST\EFTARU</w:t>
            </w:r>
          </w:p>
          <w:p w:rsidR="00714EBB" w:rsidRPr="00870ED0" w:rsidRDefault="00714EBB">
            <w:pPr>
              <w:pStyle w:val="PL"/>
              <w:rPr>
                <w:noProof w:val="0"/>
              </w:rPr>
            </w:pPr>
          </w:p>
          <w:p w:rsidR="00714EBB" w:rsidRPr="00870ED0" w:rsidRDefault="00714EBB">
            <w:pPr>
              <w:pStyle w:val="PL"/>
              <w:rPr>
                <w:noProof w:val="0"/>
              </w:rPr>
            </w:pPr>
            <w:r w:rsidRPr="00870ED0">
              <w:rPr>
                <w:noProof w:val="0"/>
              </w:rPr>
              <w:t>3- Delete MF\DFTEST\EFTARU</w:t>
            </w:r>
          </w:p>
          <w:p w:rsidR="00714EBB" w:rsidRPr="00870ED0" w:rsidRDefault="00714EBB">
            <w:pPr>
              <w:pStyle w:val="PL"/>
              <w:rPr>
                <w:noProof w:val="0"/>
              </w:rPr>
            </w:pPr>
          </w:p>
          <w:p w:rsidR="00714EBB" w:rsidRPr="00870ED0" w:rsidRDefault="00714EBB">
            <w:pPr>
              <w:pStyle w:val="PL"/>
              <w:rPr>
                <w:noProof w:val="0"/>
              </w:rPr>
            </w:pPr>
            <w:r w:rsidRPr="00870ED0">
              <w:rPr>
                <w:noProof w:val="0"/>
              </w:rPr>
              <w:t>4- Create MF\DFTEST\EFTARU</w:t>
            </w:r>
          </w:p>
          <w:p w:rsidR="00714EBB" w:rsidRPr="00870ED0" w:rsidRDefault="00714EBB">
            <w:pPr>
              <w:pStyle w:val="PL"/>
              <w:rPr>
                <w:noProof w:val="0"/>
              </w:rPr>
            </w:pPr>
          </w:p>
          <w:p w:rsidR="00714EBB" w:rsidRPr="00870ED0" w:rsidRDefault="00714EBB">
            <w:pPr>
              <w:pStyle w:val="PL"/>
              <w:rPr>
                <w:noProof w:val="0"/>
              </w:rPr>
            </w:pPr>
            <w:r w:rsidRPr="00870ED0">
              <w:rPr>
                <w:noProof w:val="0"/>
              </w:rPr>
              <w:t>5- Update binary on MF\DFTEST\EFTARU</w:t>
            </w:r>
          </w:p>
          <w:p w:rsidR="00714EBB" w:rsidRPr="00870ED0" w:rsidRDefault="00714EBB">
            <w:pPr>
              <w:pStyle w:val="PL"/>
              <w:rPr>
                <w:noProof w:val="0"/>
              </w:rPr>
            </w:pPr>
          </w:p>
          <w:p w:rsidR="00714EBB" w:rsidRPr="00870ED0" w:rsidRDefault="00714EBB">
            <w:pPr>
              <w:pStyle w:val="PL"/>
              <w:rPr>
                <w:noProof w:val="0"/>
              </w:rPr>
            </w:pPr>
            <w:r w:rsidRPr="00870ED0">
              <w:rPr>
                <w:noProof w:val="0"/>
              </w:rPr>
              <w:t>6-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3F0011116F03”</w:t>
            </w:r>
          </w:p>
          <w:p w:rsidR="00714EBB" w:rsidRPr="00870ED0" w:rsidRDefault="00022EF9">
            <w:pPr>
              <w:pStyle w:val="PL"/>
              <w:rPr>
                <w:noProof w:val="0"/>
              </w:rPr>
            </w:pPr>
            <w:r w:rsidRPr="00870ED0">
              <w:rPr>
                <w:noProof w:val="0"/>
              </w:rPr>
              <w:t>baADFAid=null</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5-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jc w:val="center"/>
            </w:pPr>
            <w:r w:rsidRPr="00870ED0">
              <w:rPr>
                <w:b/>
              </w:rPr>
              <w:t>Register a deleted and recreated DF under MF</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baFileList=”01 3F0011112211”                              baADFAid=null </w:t>
            </w:r>
          </w:p>
          <w:p w:rsidR="00714EBB" w:rsidRPr="00870ED0" w:rsidRDefault="00714EBB">
            <w:pPr>
              <w:pStyle w:val="PL"/>
              <w:rPr>
                <w:noProof w:val="0"/>
              </w:rPr>
            </w:pPr>
          </w:p>
          <w:p w:rsidR="00714EBB" w:rsidRPr="00870ED0" w:rsidRDefault="00714EBB">
            <w:pPr>
              <w:pStyle w:val="PL"/>
              <w:rPr>
                <w:noProof w:val="0"/>
              </w:rPr>
            </w:pPr>
            <w:r w:rsidRPr="00870ED0">
              <w:rPr>
                <w:noProof w:val="0"/>
              </w:rPr>
              <w:t>2- Update binary on MF\DFTEST\DFSUB_TEST\EFTAA</w:t>
            </w:r>
          </w:p>
          <w:p w:rsidR="00714EBB" w:rsidRPr="00870ED0" w:rsidRDefault="00714EBB">
            <w:pPr>
              <w:pStyle w:val="PL"/>
              <w:rPr>
                <w:noProof w:val="0"/>
              </w:rPr>
            </w:pPr>
          </w:p>
          <w:p w:rsidR="00714EBB" w:rsidRPr="00870ED0" w:rsidRDefault="00714EBB">
            <w:pPr>
              <w:pStyle w:val="PL"/>
              <w:rPr>
                <w:noProof w:val="0"/>
              </w:rPr>
            </w:pPr>
            <w:r w:rsidRPr="00870ED0">
              <w:rPr>
                <w:noProof w:val="0"/>
              </w:rPr>
              <w:t>3- Delete DFSUB_TEST</w:t>
            </w:r>
          </w:p>
          <w:p w:rsidR="00714EBB" w:rsidRPr="00870ED0" w:rsidRDefault="00714EBB">
            <w:pPr>
              <w:pStyle w:val="PL"/>
              <w:rPr>
                <w:noProof w:val="0"/>
              </w:rPr>
            </w:pPr>
          </w:p>
          <w:p w:rsidR="00714EBB" w:rsidRPr="00870ED0" w:rsidRDefault="00714EBB">
            <w:pPr>
              <w:pStyle w:val="PL"/>
              <w:rPr>
                <w:noProof w:val="0"/>
              </w:rPr>
            </w:pPr>
            <w:r w:rsidRPr="00870ED0">
              <w:rPr>
                <w:noProof w:val="0"/>
              </w:rPr>
              <w:t>4- Create DFSUB_TEST, create EFTAA</w:t>
            </w:r>
          </w:p>
          <w:p w:rsidR="00714EBB" w:rsidRPr="00870ED0" w:rsidRDefault="00714EBB">
            <w:pPr>
              <w:pStyle w:val="PL"/>
              <w:rPr>
                <w:noProof w:val="0"/>
              </w:rPr>
            </w:pPr>
          </w:p>
          <w:p w:rsidR="00714EBB" w:rsidRPr="00870ED0" w:rsidRDefault="00714EBB">
            <w:pPr>
              <w:pStyle w:val="PL"/>
              <w:rPr>
                <w:noProof w:val="0"/>
              </w:rPr>
            </w:pPr>
            <w:r w:rsidRPr="00870ED0">
              <w:rPr>
                <w:noProof w:val="0"/>
              </w:rPr>
              <w:t>5- Update binary on MF\DFTEST\DFSUB_TEST\EFTAA</w:t>
            </w:r>
          </w:p>
          <w:p w:rsidR="00714EBB" w:rsidRPr="00870ED0" w:rsidRDefault="00714EBB">
            <w:pPr>
              <w:pStyle w:val="PL"/>
              <w:rPr>
                <w:noProof w:val="0"/>
              </w:rPr>
            </w:pPr>
          </w:p>
          <w:p w:rsidR="00714EBB" w:rsidRPr="00870ED0" w:rsidRDefault="00714EBB">
            <w:pPr>
              <w:pStyle w:val="PL"/>
              <w:rPr>
                <w:noProof w:val="0"/>
              </w:rPr>
            </w:pPr>
            <w:r w:rsidRPr="00870ED0">
              <w:rPr>
                <w:noProof w:val="0"/>
              </w:rPr>
              <w:t>6-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baFileList=”01 3F0011112211”                              baADFAid=null </w:t>
            </w:r>
          </w:p>
          <w:p w:rsidR="00714EBB" w:rsidRPr="00870ED0" w:rsidRDefault="00714EBB">
            <w:pPr>
              <w:pStyle w:val="PL"/>
              <w:rPr>
                <w:noProof w:val="0"/>
              </w:rPr>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5-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23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Register a non existing EF under MF</w:t>
            </w:r>
          </w:p>
          <w:p w:rsidR="00714EBB" w:rsidRPr="00870ED0" w:rsidRDefault="00714EBB" w:rsidP="00010296">
            <w:pPr>
              <w:pStyle w:val="PL"/>
              <w:keepNext/>
              <w:rPr>
                <w:noProof w:val="0"/>
              </w:rPr>
            </w:pP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1- Call registerFileEvent() method with parameters:</w:t>
            </w:r>
          </w:p>
          <w:p w:rsidR="00714EBB" w:rsidRPr="00870ED0" w:rsidRDefault="00714EBB" w:rsidP="00010296">
            <w:pPr>
              <w:pStyle w:val="PL"/>
              <w:keepNext/>
              <w:rPr>
                <w:noProof w:val="0"/>
              </w:rPr>
            </w:pPr>
            <w:r w:rsidRPr="00870ED0">
              <w:rPr>
                <w:noProof w:val="0"/>
              </w:rPr>
              <w:t>event= EVENT_EXTERNAL_FILE_UPDATE</w:t>
            </w:r>
          </w:p>
          <w:p w:rsidR="00714EBB" w:rsidRPr="00870ED0" w:rsidRDefault="00714EBB" w:rsidP="00010296">
            <w:pPr>
              <w:pStyle w:val="PL"/>
              <w:keepNext/>
              <w:rPr>
                <w:noProof w:val="0"/>
              </w:rPr>
            </w:pPr>
            <w:r w:rsidRPr="00870ED0">
              <w:rPr>
                <w:noProof w:val="0"/>
              </w:rPr>
              <w:t xml:space="preserve">baFileList=”01 3F00111122112223”                              baADFAid=null                              </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 xml:space="preserve">2- Create MF\DFTEST\DFSUB_TEST\EFTNEW (2223)    </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3- Update binary on MF\DFTEST\DFSUB_TEST\EFTNEW</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4- Call deregisterFileEvent() method with parameters:</w:t>
            </w:r>
          </w:p>
          <w:p w:rsidR="00714EBB" w:rsidRPr="00870ED0" w:rsidRDefault="00714EBB" w:rsidP="00010296">
            <w:pPr>
              <w:pStyle w:val="PL"/>
              <w:keepNext/>
              <w:rPr>
                <w:noProof w:val="0"/>
              </w:rPr>
            </w:pPr>
            <w:r w:rsidRPr="00870ED0">
              <w:rPr>
                <w:noProof w:val="0"/>
              </w:rPr>
              <w:t>event= EVENT_EXTERNAL_FILE_UPDATE</w:t>
            </w:r>
          </w:p>
          <w:p w:rsidR="00714EBB" w:rsidRPr="00870ED0" w:rsidRDefault="00714EBB" w:rsidP="00010296">
            <w:pPr>
              <w:pStyle w:val="PL"/>
              <w:keepNext/>
              <w:rPr>
                <w:noProof w:val="0"/>
              </w:rPr>
            </w:pPr>
            <w:r w:rsidRPr="00870ED0">
              <w:rPr>
                <w:noProof w:val="0"/>
              </w:rPr>
              <w:t xml:space="preserve">baFileList=”01 3F00111122112223”                              baADFAid=null                 </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5- Delete MF\DFTEST\DFSUB_TEST\</w:t>
            </w:r>
            <w:r w:rsidR="00022EF9" w:rsidRPr="00870ED0">
              <w:rPr>
                <w:noProof w:val="0"/>
              </w:rPr>
              <w:t>EFTNEW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1- No exception is thrown</w:t>
            </w: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3- Applet is triggered</w:t>
            </w: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24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jc w:val="center"/>
            </w:pPr>
            <w:r w:rsidRPr="00870ED0">
              <w:rPr>
                <w:b/>
              </w:rPr>
              <w:t>Register a non existing</w:t>
            </w:r>
            <w:r w:rsidRPr="00870ED0">
              <w:t xml:space="preserve"> </w:t>
            </w:r>
            <w:r w:rsidRPr="00870ED0">
              <w:rPr>
                <w:b/>
              </w:rPr>
              <w:t>DF under MF</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 Call 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 xml:space="preserve">baFileList=”01 3F0011112212”                              baADFAid=null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2- Create MF\DFTEST\DFNEW (2212)</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 xml:space="preserve">3- Create MF\DFTEST\DFNEW\EFTNEW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4- Update binary on MF\DFTEST\DFNEW\EFTNEW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5-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 xml:space="preserve">baFileList=”01 3F0011112212”                              baADFAid=null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6- Delete MF\DFTEST\DFNEW</w:t>
            </w:r>
          </w:p>
          <w:p w:rsidR="00714EBB" w:rsidRPr="00870ED0" w:rsidRDefault="00714EBB" w:rsidP="00040656">
            <w:pPr>
              <w:pStyle w:val="PL"/>
              <w:keepNext/>
              <w:keepLines/>
              <w:rPr>
                <w:noProof w:val="0"/>
              </w:rPr>
            </w:pPr>
          </w:p>
          <w:p w:rsidR="00714EBB" w:rsidRPr="00870ED0" w:rsidRDefault="00022EF9" w:rsidP="00022EF9">
            <w:pPr>
              <w:pStyle w:val="PL"/>
              <w:keepNext/>
              <w:keepLines/>
              <w:rPr>
                <w:noProof w:val="0"/>
              </w:rPr>
            </w:pPr>
            <w:r w:rsidRPr="00870ED0">
              <w:rPr>
                <w:noProof w:val="0"/>
              </w:rPr>
              <w:t>7-Restore EFs</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4- Applet is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5- Applet is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bl>
    <w:p w:rsidR="00714EBB" w:rsidRPr="00870ED0" w:rsidRDefault="00714EBB"/>
    <w:p w:rsidR="00714EBB" w:rsidRPr="00870ED0" w:rsidRDefault="00714EBB" w:rsidP="00040656">
      <w:pPr>
        <w:pStyle w:val="NO"/>
      </w:pPr>
      <w:r w:rsidRPr="00870ED0">
        <w:t>N</w:t>
      </w:r>
      <w:r w:rsidR="00040656" w:rsidRPr="00870ED0">
        <w:t>OTE</w:t>
      </w:r>
      <w:r w:rsidRPr="00870ED0">
        <w:t>:</w:t>
      </w:r>
      <w:r w:rsidR="00040656" w:rsidRPr="00870ED0">
        <w:tab/>
      </w:r>
      <w:r w:rsidRPr="00870ED0">
        <w:t>Complementary information about tests 21, 22, 23, 24 can be found in document SCPt040568 in ETSI web site.</w:t>
      </w:r>
    </w:p>
    <w:p w:rsidR="00714EBB" w:rsidRPr="00870ED0" w:rsidRDefault="00714EBB">
      <w:pPr>
        <w:pStyle w:val="Heading4"/>
      </w:pPr>
      <w:r w:rsidRPr="00870ED0">
        <w:t>5.2.8.16</w:t>
      </w:r>
      <w:r w:rsidRPr="00870ED0">
        <w:tab/>
        <w:t>Method registerFileEvent(short event, FileView aFileView)</w:t>
      </w:r>
    </w:p>
    <w:p w:rsidR="00714EBB" w:rsidRPr="00870ED0" w:rsidRDefault="00714EBB">
      <w:r w:rsidRPr="00870ED0">
        <w:t>Test Area Reference: Api_2_Tkr_RgfeSo</w:t>
      </w:r>
      <w:r w:rsidR="00040656" w:rsidRPr="00870ED0">
        <w:t>.</w:t>
      </w:r>
    </w:p>
    <w:p w:rsidR="00714EBB" w:rsidRPr="00870ED0" w:rsidRDefault="00714EBB" w:rsidP="00040656">
      <w:pPr>
        <w:pStyle w:val="Heading5"/>
      </w:pPr>
      <w:r w:rsidRPr="00870ED0">
        <w:t>5.2</w:t>
      </w:r>
      <w:r w:rsidR="00040656" w:rsidRPr="00870ED0">
        <w:t>.8.16.1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registerFileEvent(short event,</w:t>
      </w:r>
    </w:p>
    <w:p w:rsidR="00714EBB" w:rsidRPr="00870ED0" w:rsidRDefault="00714EBB">
      <w:pPr>
        <w:pStyle w:val="PL"/>
        <w:rPr>
          <w:noProof w:val="0"/>
        </w:rPr>
      </w:pPr>
      <w:r w:rsidRPr="00870ED0">
        <w:rPr>
          <w:noProof w:val="0"/>
        </w:rPr>
        <w:t xml:space="preserve">                              FileView aFileView)</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java.lang.NullPointerException,</w:t>
      </w:r>
    </w:p>
    <w:p w:rsidR="00714EBB" w:rsidRPr="00870ED0" w:rsidRDefault="00714EBB">
      <w:pPr>
        <w:pStyle w:val="PL"/>
        <w:rPr>
          <w:noProof w:val="0"/>
        </w:rPr>
      </w:pPr>
      <w:r w:rsidRPr="00870ED0">
        <w:rPr>
          <w:noProof w:val="0"/>
        </w:rPr>
        <w:t xml:space="preserve">                              javacard.framework.TransactionException</w:t>
      </w:r>
    </w:p>
    <w:p w:rsidR="00714EBB" w:rsidRPr="00870ED0" w:rsidRDefault="00714EBB" w:rsidP="00040656">
      <w:pPr>
        <w:pStyle w:val="PL"/>
        <w:rPr>
          <w:noProof w:val="0"/>
        </w:rPr>
      </w:pPr>
    </w:p>
    <w:p w:rsidR="00714EBB" w:rsidRPr="00870ED0" w:rsidRDefault="00714EBB">
      <w:pPr>
        <w:pStyle w:val="H6"/>
        <w:outlineLvl w:val="0"/>
      </w:pPr>
      <w:r w:rsidRPr="00870ED0">
        <w:t>5.2.8.16.1.1</w:t>
      </w:r>
      <w:r w:rsidRPr="00870ED0">
        <w:tab/>
        <w:t>Normal execution</w:t>
      </w:r>
    </w:p>
    <w:p w:rsidR="00714EBB" w:rsidRPr="00870ED0" w:rsidRDefault="00714EBB">
      <w:pPr>
        <w:pStyle w:val="B1"/>
      </w:pPr>
      <w:r w:rsidRPr="00870ED0">
        <w:t>CRRN1: The only event allowed and supported by the method is EVENT_EXTERNAL_FILE_UPDATE.</w:t>
      </w:r>
    </w:p>
    <w:p w:rsidR="00714EBB" w:rsidRPr="00870ED0" w:rsidRDefault="00714EBB">
      <w:pPr>
        <w:pStyle w:val="B1"/>
      </w:pPr>
      <w:r w:rsidRPr="00870ED0">
        <w:t>CRRN2: The CAT Runtime Environment shall trigger the applet when the aFileView object's current file is updated.</w:t>
      </w:r>
    </w:p>
    <w:p w:rsidR="00714EBB" w:rsidRPr="00870ED0" w:rsidRDefault="00714EBB">
      <w:pPr>
        <w:pStyle w:val="B1"/>
      </w:pPr>
      <w:r w:rsidRPr="00870ED0">
        <w:lastRenderedPageBreak/>
        <w:t xml:space="preserve">CRRN3: If the aFileView object's current file is a dedicated file, the Applet shall be triggered when an elementary file within </w:t>
      </w:r>
      <w:r w:rsidR="00040656" w:rsidRPr="00870ED0">
        <w:t>this dedicated file is updated.</w:t>
      </w:r>
    </w:p>
    <w:p w:rsidR="00714EBB" w:rsidRPr="00870ED0" w:rsidRDefault="00714EBB">
      <w:pPr>
        <w:pStyle w:val="B1"/>
      </w:pPr>
      <w:r w:rsidRPr="00870ED0">
        <w:rPr>
          <w:rFonts w:ascii="Courier New" w:hAnsi="Courier New"/>
        </w:rPr>
        <w:t xml:space="preserve">CRRN4: </w:t>
      </w:r>
      <w:r w:rsidRPr="00870ED0">
        <w:t>A later change in the FileView shall not modify the registration.</w:t>
      </w:r>
    </w:p>
    <w:p w:rsidR="00714EBB" w:rsidRPr="00870ED0" w:rsidRDefault="00714EBB">
      <w:pPr>
        <w:pStyle w:val="B1"/>
      </w:pPr>
      <w:r w:rsidRPr="00870ED0">
        <w:t>CRRN5: A call to isEventSet() method for EVENT_EXTERNAL_FILE_UPDATE should return true if the registerFileEvent() method has been successfully called.</w:t>
      </w:r>
    </w:p>
    <w:p w:rsidR="00714EBB" w:rsidRPr="00870ED0" w:rsidRDefault="00714EBB">
      <w:pPr>
        <w:pStyle w:val="H6"/>
        <w:outlineLvl w:val="0"/>
      </w:pPr>
      <w:r w:rsidRPr="00870ED0">
        <w:t>5.2.8.16.1.2</w:t>
      </w:r>
      <w:r w:rsidRPr="00870ED0">
        <w:tab/>
        <w:t>Parameter errors</w:t>
      </w:r>
    </w:p>
    <w:p w:rsidR="00714EBB" w:rsidRPr="00870ED0" w:rsidRDefault="00714EBB">
      <w:pPr>
        <w:pStyle w:val="B1"/>
      </w:pPr>
      <w:r w:rsidRPr="00870ED0">
        <w:t>CRRP1: Shall throw a java.lang.NullPointerException if aFileView is null.</w:t>
      </w:r>
    </w:p>
    <w:p w:rsidR="00714EBB" w:rsidRPr="00870ED0" w:rsidRDefault="00714EBB">
      <w:pPr>
        <w:pStyle w:val="B1"/>
      </w:pPr>
      <w:r w:rsidRPr="00870ED0">
        <w:t xml:space="preserve">CRRP2: Shall throw a javacard.framework.TransactionException if the operation would cause the </w:t>
      </w:r>
      <w:r w:rsidR="00040656" w:rsidRPr="00870ED0">
        <w:t>commit capacity to be exceeded.</w:t>
      </w:r>
    </w:p>
    <w:p w:rsidR="00714EBB" w:rsidRPr="00870ED0" w:rsidRDefault="00714EBB">
      <w:pPr>
        <w:pStyle w:val="B1"/>
      </w:pPr>
      <w:r w:rsidRPr="00870ED0">
        <w:t>CRRP3: Shall throw a ToolkitException with EVENT_NOT_ALLOWED reason if the event is EVENT_MENU_SELECTION.</w:t>
      </w:r>
    </w:p>
    <w:p w:rsidR="00714EBB" w:rsidRPr="00870ED0" w:rsidRDefault="00714EBB">
      <w:pPr>
        <w:pStyle w:val="B1"/>
      </w:pPr>
      <w:r w:rsidRPr="00870ED0">
        <w:t>CRRP4: Shall throw a ToolkitException with EVENT_NOT_ALLOWED reason if the event is EVENT_MENU_SELECTION_HELP_REQUEST.</w:t>
      </w:r>
    </w:p>
    <w:p w:rsidR="00714EBB" w:rsidRPr="00870ED0" w:rsidRDefault="00714EBB">
      <w:pPr>
        <w:pStyle w:val="B1"/>
      </w:pPr>
      <w:r w:rsidRPr="00870ED0">
        <w:t>CRRP5: Shall throw a ToolkitException with EVENT_NOT_ALLOWED reason if the event is EVENT_TIMER_EXPIRATION.</w:t>
      </w:r>
    </w:p>
    <w:p w:rsidR="00714EBB" w:rsidRPr="00870ED0" w:rsidRDefault="00714EBB">
      <w:pPr>
        <w:pStyle w:val="B1"/>
      </w:pPr>
      <w:r w:rsidRPr="00870ED0">
        <w:t>CRRP6: Shall throw a ToolkitException with EVENT_NOT_ALLOWED reason if the event is EVENT_STATUS_COMMAND.</w:t>
      </w:r>
    </w:p>
    <w:p w:rsidR="00714EBB" w:rsidRPr="00870ED0" w:rsidRDefault="00714EBB" w:rsidP="00040656">
      <w:pPr>
        <w:pStyle w:val="B1"/>
      </w:pPr>
      <w:r w:rsidRPr="00870ED0">
        <w:t>CRRP7: Shall throw a ToolkitException with EVENT_NOT_SUPPORTED reason if the event is n</w:t>
      </w:r>
      <w:r w:rsidR="00040656" w:rsidRPr="00870ED0">
        <w:t>ot  EVENT_EXTERNAL_FILE_UPDATE.</w:t>
      </w:r>
    </w:p>
    <w:p w:rsidR="00714EBB" w:rsidRPr="00870ED0" w:rsidRDefault="00714EBB">
      <w:pPr>
        <w:pStyle w:val="H6"/>
        <w:outlineLvl w:val="0"/>
      </w:pPr>
      <w:r w:rsidRPr="00870ED0">
        <w:t>5.2.8.16.1.3</w:t>
      </w:r>
      <w:r w:rsidRPr="00870ED0">
        <w:tab/>
        <w:t>Context errors</w:t>
      </w:r>
    </w:p>
    <w:p w:rsidR="00714EBB" w:rsidRPr="00870ED0" w:rsidRDefault="00714EBB">
      <w:r w:rsidRPr="00870ED0">
        <w:t>No requirements.</w:t>
      </w:r>
    </w:p>
    <w:p w:rsidR="00714EBB" w:rsidRPr="00870ED0" w:rsidRDefault="00714EBB" w:rsidP="00040656">
      <w:pPr>
        <w:pStyle w:val="Heading5"/>
      </w:pPr>
      <w:r w:rsidRPr="00870ED0">
        <w:t>5.2.8.16.2</w:t>
      </w:r>
      <w:r w:rsidRPr="00870ED0">
        <w:tab/>
        <w:t>Test area files</w:t>
      </w:r>
    </w:p>
    <w:p w:rsidR="00714EBB" w:rsidRPr="00870ED0" w:rsidRDefault="00714EBB" w:rsidP="002854FB">
      <w:pPr>
        <w:pStyle w:val="EX"/>
      </w:pPr>
      <w:r w:rsidRPr="00870ED0">
        <w:t>Test Source:</w:t>
      </w:r>
      <w:r w:rsidRPr="00870ED0">
        <w:tab/>
        <w:t>Test_Api_2_Tkr_RgfeSo.java</w:t>
      </w:r>
      <w:r w:rsidR="00040656" w:rsidRPr="00870ED0">
        <w:t>.</w:t>
      </w:r>
    </w:p>
    <w:p w:rsidR="00714EBB" w:rsidRPr="00870ED0" w:rsidRDefault="00714EBB" w:rsidP="002854FB">
      <w:pPr>
        <w:pStyle w:val="EX"/>
      </w:pPr>
      <w:r w:rsidRPr="00870ED0">
        <w:t>Test Ap</w:t>
      </w:r>
      <w:r w:rsidR="00040656" w:rsidRPr="00870ED0">
        <w:t xml:space="preserve">plet: </w:t>
      </w:r>
      <w:r w:rsidR="00040656" w:rsidRPr="00870ED0">
        <w:tab/>
        <w:t>Api_2_Tkr_RgfeSo _1.java.</w:t>
      </w:r>
    </w:p>
    <w:p w:rsidR="00714EBB" w:rsidRPr="00870ED0" w:rsidRDefault="00714EBB" w:rsidP="002854FB">
      <w:pPr>
        <w:pStyle w:val="EX"/>
      </w:pPr>
      <w:r w:rsidRPr="00870ED0">
        <w:t>Cap File:</w:t>
      </w:r>
      <w:r w:rsidRPr="00870ED0">
        <w:tab/>
        <w:t>api_2_tkr_rgfeso.cap</w:t>
      </w:r>
      <w:r w:rsidR="00040656" w:rsidRPr="00870ED0">
        <w:t>.</w:t>
      </w:r>
    </w:p>
    <w:p w:rsidR="00714EBB" w:rsidRPr="00870ED0" w:rsidRDefault="00714EBB" w:rsidP="00040656">
      <w:pPr>
        <w:pStyle w:val="Heading5"/>
      </w:pPr>
      <w:r w:rsidRPr="00870ED0">
        <w:t>5.2.8.16.3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1, 3, 11, 12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r>
    </w:tbl>
    <w:p w:rsidR="00714EBB" w:rsidRPr="00870ED0" w:rsidRDefault="00714EBB" w:rsidP="00040656"/>
    <w:p w:rsidR="00714EBB" w:rsidRPr="00870ED0" w:rsidRDefault="00714EBB" w:rsidP="00040656">
      <w:pPr>
        <w:pStyle w:val="Heading5"/>
      </w:pPr>
      <w:r w:rsidRPr="00870ED0">
        <w:lastRenderedPageBreak/>
        <w:t>5.2.8.16.4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Register EF under MF</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 xml:space="preserve">1- Call isEventSet (EVENT_EXTERNAL_FILE_UPDATE) method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2- Call UICCView=getTheUICCView()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3- Applet selects MF\DFTEST\EFTARU.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4- Call 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aFileView = UICCView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5- Update binary on MF\DFTEST\EFTARU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 xml:space="preserve">6- Call isEventSet (EVENT_EXTERNAL_FILE_UPDATE) method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7- Applet selects EFCARU.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8- Call 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aFileView = UICCView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9- Update binary on MF\DFTEST\EFTARU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10- Increase on MF\DFTEST\EFCARU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11- Update record on MF\DFTEST\EFLARU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12- Update binary on MF\DFTEST\ DFSUB_TEST\EFTAA</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13-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aFileView = UICCView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14- Applet selects MF\DFTEST\EFTARU.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15-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022EF9" w:rsidP="00022EF9">
            <w:pPr>
              <w:pStyle w:val="PL"/>
              <w:keepNext/>
              <w:keepLines/>
              <w:rPr>
                <w:noProof w:val="0"/>
              </w:rPr>
            </w:pPr>
            <w:r w:rsidRPr="00870ED0">
              <w:rPr>
                <w:noProof w:val="0"/>
              </w:rPr>
              <w:t>aFileView = UICCView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 Returns false</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5- Applet is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6- Returns true</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8-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9- Applet is triggered</w:t>
            </w:r>
          </w:p>
          <w:p w:rsidR="00714EBB" w:rsidRPr="00870ED0" w:rsidRDefault="00714EBB" w:rsidP="00040656">
            <w:pPr>
              <w:pStyle w:val="TAL"/>
            </w:pPr>
          </w:p>
          <w:p w:rsidR="00714EBB" w:rsidRPr="00870ED0" w:rsidRDefault="00714EBB" w:rsidP="00040656">
            <w:pPr>
              <w:pStyle w:val="TAL"/>
            </w:pPr>
            <w:r w:rsidRPr="00870ED0">
              <w:t>10- Applet is triggered</w:t>
            </w:r>
          </w:p>
          <w:p w:rsidR="00714EBB" w:rsidRPr="00870ED0" w:rsidRDefault="00714EBB" w:rsidP="00040656">
            <w:pPr>
              <w:pStyle w:val="TAL"/>
            </w:pPr>
          </w:p>
          <w:p w:rsidR="00714EBB" w:rsidRPr="00870ED0" w:rsidRDefault="00714EBB" w:rsidP="00040656">
            <w:pPr>
              <w:pStyle w:val="TAL"/>
            </w:pPr>
            <w:r w:rsidRPr="00870ED0">
              <w:t>11- Applet is not triggered</w:t>
            </w:r>
          </w:p>
          <w:p w:rsidR="00714EBB" w:rsidRPr="00870ED0" w:rsidRDefault="00714EBB" w:rsidP="00040656">
            <w:pPr>
              <w:pStyle w:val="TAL"/>
            </w:pPr>
          </w:p>
          <w:p w:rsidR="00714EBB" w:rsidRPr="00870ED0" w:rsidRDefault="00714EBB" w:rsidP="00040656">
            <w:pPr>
              <w:pStyle w:val="TAL"/>
            </w:pPr>
            <w:r w:rsidRPr="00870ED0">
              <w:t>12- Applet is not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ageBreakBefore/>
            </w:pPr>
            <w:r w:rsidRPr="00870ED0">
              <w:lastRenderedPageBreak/>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ageBreakBefore/>
            </w:pPr>
            <w:r w:rsidRPr="00870ED0">
              <w:t>Register DF under MF</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1- Applet selects MF\DFTEST.</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2- Call registerFileEvent() method with parameters:</w:t>
            </w:r>
          </w:p>
          <w:p w:rsidR="00714EBB" w:rsidRPr="00870ED0" w:rsidRDefault="00714EBB" w:rsidP="00040656">
            <w:pPr>
              <w:pStyle w:val="PL"/>
              <w:keepNext/>
              <w:keepLines/>
              <w:pageBreakBefore/>
              <w:rPr>
                <w:noProof w:val="0"/>
              </w:rPr>
            </w:pPr>
            <w:r w:rsidRPr="00870ED0">
              <w:rPr>
                <w:noProof w:val="0"/>
              </w:rPr>
              <w:t>event= EVENT_EXTERNAL_FILE_UPDATE</w:t>
            </w:r>
          </w:p>
          <w:p w:rsidR="00714EBB" w:rsidRPr="00870ED0" w:rsidRDefault="00714EBB" w:rsidP="00040656">
            <w:pPr>
              <w:pStyle w:val="PL"/>
              <w:keepNext/>
              <w:keepLines/>
              <w:pageBreakBefore/>
              <w:rPr>
                <w:noProof w:val="0"/>
              </w:rPr>
            </w:pPr>
            <w:r w:rsidRPr="00870ED0">
              <w:rPr>
                <w:noProof w:val="0"/>
              </w:rPr>
              <w:t xml:space="preserve">aFileView = UICCView                              </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3- Update binary on MF\DFTEST\EFTARU</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4- Increase on MF\DFTEST\EFCARU</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5- Update record on MF\DFTEST\EFLARU</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6- Update binary on MF\DFTEST\ DFSUB_TEST\EFTAA</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7- Applet selects MF\DFTEST</w:t>
            </w:r>
          </w:p>
          <w:p w:rsidR="00714EBB" w:rsidRPr="00870ED0" w:rsidRDefault="00714EBB" w:rsidP="00040656">
            <w:pPr>
              <w:pStyle w:val="PL"/>
              <w:keepNext/>
              <w:keepLines/>
              <w:pageBreakBefore/>
              <w:rPr>
                <w:noProof w:val="0"/>
              </w:rPr>
            </w:pPr>
          </w:p>
          <w:p w:rsidR="00714EBB" w:rsidRPr="00870ED0" w:rsidRDefault="00714EBB" w:rsidP="00040656">
            <w:pPr>
              <w:pStyle w:val="PL"/>
              <w:keepNext/>
              <w:keepLines/>
              <w:pageBreakBefore/>
              <w:rPr>
                <w:noProof w:val="0"/>
              </w:rPr>
            </w:pPr>
            <w:r w:rsidRPr="00870ED0">
              <w:rPr>
                <w:noProof w:val="0"/>
              </w:rPr>
              <w:t>8- Call deregisterFileEvent() method with parameters:</w:t>
            </w:r>
          </w:p>
          <w:p w:rsidR="00714EBB" w:rsidRPr="00870ED0" w:rsidRDefault="00714EBB" w:rsidP="00040656">
            <w:pPr>
              <w:pStyle w:val="PL"/>
              <w:keepNext/>
              <w:keepLines/>
              <w:pageBreakBefore/>
              <w:rPr>
                <w:noProof w:val="0"/>
              </w:rPr>
            </w:pPr>
            <w:r w:rsidRPr="00870ED0">
              <w:rPr>
                <w:noProof w:val="0"/>
              </w:rPr>
              <w:t>event= EVENT_EXTERNAL_FILE_UPDATE</w:t>
            </w:r>
          </w:p>
          <w:p w:rsidR="00714EBB" w:rsidRPr="00870ED0" w:rsidRDefault="00022EF9" w:rsidP="00022EF9">
            <w:pPr>
              <w:pStyle w:val="PL"/>
              <w:keepNext/>
              <w:keepLines/>
              <w:pageBreakBefore/>
              <w:rPr>
                <w:noProof w:val="0"/>
              </w:rPr>
            </w:pPr>
            <w:r w:rsidRPr="00870ED0">
              <w:rPr>
                <w:noProof w:val="0"/>
              </w:rPr>
              <w:t>aFileView = UICCView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pageBreakBefore/>
            </w:pPr>
          </w:p>
          <w:p w:rsidR="00714EBB" w:rsidRPr="00870ED0" w:rsidRDefault="00714EBB" w:rsidP="00040656">
            <w:pPr>
              <w:pStyle w:val="TAL"/>
              <w:pageBreakBefore/>
            </w:pPr>
            <w:r w:rsidRPr="00870ED0">
              <w:t>2- No exception is thrown</w:t>
            </w:r>
          </w:p>
          <w:p w:rsidR="00714EBB" w:rsidRPr="00870ED0" w:rsidRDefault="00714EBB" w:rsidP="00040656">
            <w:pPr>
              <w:pStyle w:val="TAL"/>
              <w:pageBreakBefore/>
            </w:pPr>
          </w:p>
          <w:p w:rsidR="00714EBB" w:rsidRPr="00870ED0" w:rsidRDefault="00714EBB" w:rsidP="00040656">
            <w:pPr>
              <w:pStyle w:val="TAL"/>
              <w:pageBreakBefore/>
            </w:pPr>
          </w:p>
          <w:p w:rsidR="00714EBB" w:rsidRPr="00870ED0" w:rsidRDefault="00714EBB" w:rsidP="00040656">
            <w:pPr>
              <w:pStyle w:val="TAL"/>
              <w:pageBreakBefore/>
            </w:pPr>
          </w:p>
          <w:p w:rsidR="00714EBB" w:rsidRPr="00870ED0" w:rsidRDefault="00714EBB" w:rsidP="00040656">
            <w:pPr>
              <w:pStyle w:val="TAL"/>
              <w:pageBreakBefore/>
            </w:pPr>
          </w:p>
          <w:p w:rsidR="00714EBB" w:rsidRPr="00870ED0" w:rsidRDefault="00714EBB" w:rsidP="00040656">
            <w:pPr>
              <w:pStyle w:val="TAL"/>
              <w:pageBreakBefore/>
            </w:pPr>
            <w:r w:rsidRPr="00870ED0">
              <w:t>3- Applet is triggered</w:t>
            </w:r>
          </w:p>
          <w:p w:rsidR="00714EBB" w:rsidRPr="00870ED0" w:rsidRDefault="00714EBB" w:rsidP="00040656">
            <w:pPr>
              <w:pStyle w:val="TAL"/>
              <w:pageBreakBefore/>
            </w:pPr>
          </w:p>
          <w:p w:rsidR="00714EBB" w:rsidRPr="00870ED0" w:rsidRDefault="00714EBB" w:rsidP="00040656">
            <w:pPr>
              <w:pStyle w:val="TAL"/>
              <w:pageBreakBefore/>
            </w:pPr>
            <w:r w:rsidRPr="00870ED0">
              <w:t>4- Applet is triggered</w:t>
            </w:r>
          </w:p>
          <w:p w:rsidR="00714EBB" w:rsidRPr="00870ED0" w:rsidRDefault="00714EBB" w:rsidP="00040656">
            <w:pPr>
              <w:pStyle w:val="TAL"/>
              <w:pageBreakBefore/>
            </w:pPr>
          </w:p>
          <w:p w:rsidR="00714EBB" w:rsidRPr="00870ED0" w:rsidRDefault="00714EBB" w:rsidP="00040656">
            <w:pPr>
              <w:pStyle w:val="TAL"/>
              <w:pageBreakBefore/>
            </w:pPr>
            <w:r w:rsidRPr="00870ED0">
              <w:t>5- Applet is triggered</w:t>
            </w:r>
          </w:p>
          <w:p w:rsidR="00714EBB" w:rsidRPr="00870ED0" w:rsidRDefault="00714EBB" w:rsidP="00040656">
            <w:pPr>
              <w:pStyle w:val="TAL"/>
              <w:pageBreakBefore/>
            </w:pPr>
          </w:p>
          <w:p w:rsidR="00714EBB" w:rsidRPr="00870ED0" w:rsidRDefault="00714EBB" w:rsidP="00040656">
            <w:pPr>
              <w:pStyle w:val="TAL"/>
              <w:pageBreakBefore/>
            </w:pPr>
            <w:r w:rsidRPr="00870ED0">
              <w:t>6- Applet is not triggered</w:t>
            </w:r>
          </w:p>
          <w:p w:rsidR="00714EBB" w:rsidRPr="00870ED0" w:rsidRDefault="00714EBB" w:rsidP="00040656">
            <w:pPr>
              <w:pStyle w:val="TAL"/>
              <w:pageBreakBefore/>
            </w:pPr>
          </w:p>
          <w:p w:rsidR="00714EBB" w:rsidRPr="00870ED0" w:rsidRDefault="00714EBB" w:rsidP="00040656">
            <w:pPr>
              <w:pStyle w:val="TAL"/>
              <w:pageBreakBefore/>
            </w:pPr>
          </w:p>
          <w:p w:rsidR="00714EBB" w:rsidRPr="00870ED0" w:rsidRDefault="00714EBB" w:rsidP="00040656">
            <w:pPr>
              <w:pStyle w:val="TAL"/>
              <w:pageBreakBefore/>
            </w:pPr>
          </w:p>
          <w:p w:rsidR="00714EBB" w:rsidRPr="00870ED0" w:rsidRDefault="00714EBB" w:rsidP="00040656">
            <w:pPr>
              <w:pStyle w:val="TAL"/>
              <w:pageBreakBefore/>
            </w:pPr>
          </w:p>
          <w:p w:rsidR="00714EBB" w:rsidRPr="00870ED0" w:rsidRDefault="00714EBB" w:rsidP="00040656">
            <w:pPr>
              <w:pStyle w:val="TAL"/>
              <w:pageBreakBefore/>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ageBreakBefore/>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Register EF under ADF1</w:t>
            </w:r>
          </w:p>
          <w:p w:rsidR="00714EBB" w:rsidRPr="00870ED0" w:rsidRDefault="00714EBB" w:rsidP="00040656">
            <w:pPr>
              <w:pStyle w:val="PL"/>
              <w:rPr>
                <w:noProof w:val="0"/>
              </w:rPr>
            </w:pPr>
          </w:p>
          <w:p w:rsidR="00714EBB" w:rsidRPr="00870ED0" w:rsidRDefault="00714EBB" w:rsidP="00040656">
            <w:pPr>
              <w:pStyle w:val="PL"/>
              <w:rPr>
                <w:noProof w:val="0"/>
              </w:rPr>
            </w:pP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 Call ADF1View=getTheFileView()</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2- Applet selects ADF1\DFTEST\EFTARU.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3- Call 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aFileView = ADF1View</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4- Update binary on ADF1\DFTEST\EFTARU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5- Applet selects ADF1\DFTEST\EFCARU.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6- Call 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aFileView = ADF1View</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7- Update binary on ADF1\DFTEST\EFTARU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8- Increase on ADF1\DFTEST\EFCARU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9- Update record on ADF1\DFTEST\EFLARU</w:t>
            </w:r>
          </w:p>
          <w:p w:rsidR="00714EBB" w:rsidRPr="00870ED0" w:rsidRDefault="00714EBB" w:rsidP="00040656">
            <w:pPr>
              <w:pStyle w:val="TAL"/>
              <w:keepNext w:val="0"/>
              <w:keepLines w:val="0"/>
            </w:pPr>
          </w:p>
          <w:p w:rsidR="00714EBB" w:rsidRPr="00870ED0" w:rsidRDefault="00714EBB" w:rsidP="00040656">
            <w:pPr>
              <w:pStyle w:val="PL"/>
              <w:rPr>
                <w:noProof w:val="0"/>
              </w:rPr>
            </w:pPr>
            <w:r w:rsidRPr="00870ED0">
              <w:rPr>
                <w:noProof w:val="0"/>
              </w:rPr>
              <w:t>10- Update binary on ADF1\DFTEST\ DFSUB_TEST\EFTAA</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11- Applet selects ADF1\DFTEST\EFCARU.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12- Call deregisterFileEvent()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aFileView = ADF1View</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13- Applet selects ADF1\DFTEST\EFTARU.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14- Call deregisterFileEvent()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022EF9" w:rsidP="00022EF9">
            <w:pPr>
              <w:pStyle w:val="PL"/>
              <w:rPr>
                <w:noProof w:val="0"/>
              </w:rPr>
            </w:pPr>
            <w:r w:rsidRPr="00870ED0">
              <w:rPr>
                <w:noProof w:val="0"/>
              </w:rPr>
              <w:t>aFileView = ADF1View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3- No exception is thrown</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4-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6- No exception is thrown</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7-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8-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9- Applet is not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10- Applet is not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Register DF under ADF1</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 Applet selects DFTEST.</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2- Call 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 xml:space="preserve">aFileView = ADF1View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3- Update binary on ADF1\DFTEST\EFTARU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4- Increase on ADF1\DFTEST\EFCARU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5- Update record on ADF1\DFTEST\EFLARU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6- Update binary on ADF1\DFTEST\ DFSUB_TEST\EFTAA</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7- Applet selects ADF1\DFTEST</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8-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aFileView = ADF1View</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2-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3- Applet is triggered</w:t>
            </w:r>
          </w:p>
          <w:p w:rsidR="00714EBB" w:rsidRPr="00870ED0" w:rsidRDefault="00714EBB" w:rsidP="00040656">
            <w:pPr>
              <w:pStyle w:val="TAL"/>
            </w:pPr>
          </w:p>
          <w:p w:rsidR="00714EBB" w:rsidRPr="00870ED0" w:rsidRDefault="00714EBB" w:rsidP="00040656">
            <w:pPr>
              <w:pStyle w:val="TAL"/>
            </w:pPr>
            <w:r w:rsidRPr="00870ED0">
              <w:t>4- Applet is triggered</w:t>
            </w:r>
          </w:p>
          <w:p w:rsidR="00714EBB" w:rsidRPr="00870ED0" w:rsidRDefault="00714EBB" w:rsidP="00040656">
            <w:pPr>
              <w:pStyle w:val="TAL"/>
            </w:pPr>
          </w:p>
          <w:p w:rsidR="00714EBB" w:rsidRPr="00870ED0" w:rsidRDefault="00714EBB" w:rsidP="00040656">
            <w:pPr>
              <w:pStyle w:val="TAL"/>
            </w:pPr>
            <w:r w:rsidRPr="00870ED0">
              <w:t>5- Applet is triggered</w:t>
            </w:r>
          </w:p>
          <w:p w:rsidR="00714EBB" w:rsidRPr="00870ED0" w:rsidRDefault="00714EBB" w:rsidP="00040656">
            <w:pPr>
              <w:pStyle w:val="TAL"/>
            </w:pPr>
          </w:p>
          <w:p w:rsidR="00714EBB" w:rsidRPr="00870ED0" w:rsidRDefault="00714EBB" w:rsidP="00040656">
            <w:pPr>
              <w:pStyle w:val="TAL"/>
            </w:pPr>
            <w:r w:rsidRPr="00870ED0">
              <w:t>6- Applet is not triggered</w:t>
            </w:r>
          </w:p>
          <w:p w:rsidR="00714EBB" w:rsidRPr="00870ED0" w:rsidRDefault="00714EBB" w:rsidP="00040656">
            <w:pPr>
              <w:pStyle w:val="TAL"/>
            </w:pPr>
          </w:p>
          <w:p w:rsidR="00714EBB" w:rsidRPr="00870ED0" w:rsidRDefault="00714EBB" w:rsidP="00040656">
            <w:pPr>
              <w:pStyle w:val="TAL"/>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NullPointerException Exception</w:t>
            </w:r>
          </w:p>
          <w:p w:rsidR="00714EBB" w:rsidRPr="00870ED0" w:rsidRDefault="00714EBB" w:rsidP="00040656">
            <w:pPr>
              <w:pStyle w:val="TAH"/>
              <w:keepNext w:val="0"/>
              <w:keepLines w:val="0"/>
            </w:pPr>
          </w:p>
          <w:p w:rsidR="00714EBB" w:rsidRPr="00870ED0" w:rsidRDefault="00714EBB" w:rsidP="00040656">
            <w:pPr>
              <w:pStyle w:val="PL"/>
              <w:rPr>
                <w:noProof w:val="0"/>
              </w:rPr>
            </w:pPr>
            <w:r w:rsidRPr="00870ED0">
              <w:rPr>
                <w:noProof w:val="0"/>
              </w:rPr>
              <w:t>Call registerFileEvent() method with null aFileView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r w:rsidRPr="00870ED0">
              <w:t>Shall throw a NullPointerException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EVENT_MENU_SELECTION not allowed</w:t>
            </w:r>
          </w:p>
          <w:p w:rsidR="00714EBB" w:rsidRPr="00870ED0" w:rsidRDefault="00714EBB" w:rsidP="00040656">
            <w:pPr>
              <w:pStyle w:val="TAH"/>
              <w:keepNext w:val="0"/>
              <w:keepLines w:val="0"/>
            </w:pPr>
          </w:p>
          <w:p w:rsidR="00714EBB" w:rsidRPr="00870ED0" w:rsidRDefault="00714EBB" w:rsidP="00040656">
            <w:pPr>
              <w:pStyle w:val="PL"/>
              <w:rPr>
                <w:noProof w:val="0"/>
              </w:rPr>
            </w:pPr>
            <w:r w:rsidRPr="00870ED0">
              <w:rPr>
                <w:noProof w:val="0"/>
              </w:rPr>
              <w:t>Call registerFileEvent() method with event=EVENT_MENU_SELECTION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 xml:space="preserve">EVENT_MENU_SELECTION_HELP_REQUEST  not allowed </w:t>
            </w:r>
          </w:p>
          <w:p w:rsidR="00714EBB" w:rsidRPr="00870ED0" w:rsidRDefault="00714EBB" w:rsidP="00040656">
            <w:pPr>
              <w:pStyle w:val="TAH"/>
              <w:keepNext w:val="0"/>
              <w:keepLines w:val="0"/>
            </w:pPr>
          </w:p>
          <w:p w:rsidR="00714EBB" w:rsidRPr="00870ED0" w:rsidRDefault="00714EBB" w:rsidP="00040656">
            <w:pPr>
              <w:pStyle w:val="PL"/>
              <w:rPr>
                <w:noProof w:val="0"/>
              </w:rPr>
            </w:pPr>
            <w:r w:rsidRPr="00870ED0">
              <w:rPr>
                <w:noProof w:val="0"/>
              </w:rPr>
              <w:t>Call registerFileEvent() method with event= EVENT_MENU_SELECTION_HELP_REQUEST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 xml:space="preserve">EVENT_TIMER_EXPIRATION not allowed </w:t>
            </w:r>
          </w:p>
          <w:p w:rsidR="00714EBB" w:rsidRPr="00870ED0" w:rsidRDefault="00714EBB" w:rsidP="00040656">
            <w:pPr>
              <w:pStyle w:val="TAH"/>
              <w:keepNext w:val="0"/>
              <w:keepLines w:val="0"/>
            </w:pPr>
          </w:p>
          <w:p w:rsidR="00714EBB" w:rsidRPr="00870ED0" w:rsidRDefault="00714EBB" w:rsidP="00040656">
            <w:pPr>
              <w:pStyle w:val="PL"/>
              <w:rPr>
                <w:noProof w:val="0"/>
              </w:rPr>
            </w:pPr>
            <w:r w:rsidRPr="00870ED0">
              <w:rPr>
                <w:noProof w:val="0"/>
              </w:rPr>
              <w:t xml:space="preserve">Call registerFileEvent() method with </w:t>
            </w:r>
          </w:p>
          <w:p w:rsidR="00714EBB" w:rsidRPr="00870ED0" w:rsidRDefault="00714EBB" w:rsidP="00040656">
            <w:pPr>
              <w:pStyle w:val="PL"/>
              <w:rPr>
                <w:noProof w:val="0"/>
              </w:rPr>
            </w:pPr>
            <w:r w:rsidRPr="00870ED0">
              <w:rPr>
                <w:noProof w:val="0"/>
              </w:rPr>
              <w:t>event=EVENT_TIMER_EXPIRATION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 xml:space="preserve">EVENT_STATUS_COMMAND not allowed </w:t>
            </w:r>
          </w:p>
          <w:p w:rsidR="00714EBB" w:rsidRPr="00870ED0" w:rsidRDefault="00714EBB" w:rsidP="00040656">
            <w:pPr>
              <w:pStyle w:val="TAH"/>
              <w:keepNext w:val="0"/>
              <w:keepLines w:val="0"/>
            </w:pPr>
          </w:p>
          <w:p w:rsidR="00714EBB" w:rsidRPr="00870ED0" w:rsidRDefault="00714EBB" w:rsidP="00040656">
            <w:pPr>
              <w:pStyle w:val="PL"/>
              <w:rPr>
                <w:noProof w:val="0"/>
              </w:rPr>
            </w:pPr>
            <w:r w:rsidRPr="00870ED0">
              <w:rPr>
                <w:noProof w:val="0"/>
              </w:rPr>
              <w:t xml:space="preserve">Call registerFileEvent() method with </w:t>
            </w:r>
          </w:p>
          <w:p w:rsidR="00714EBB" w:rsidRPr="00870ED0" w:rsidRDefault="00714EBB" w:rsidP="00040656">
            <w:pPr>
              <w:pStyle w:val="PL"/>
              <w:rPr>
                <w:noProof w:val="0"/>
              </w:rPr>
            </w:pPr>
            <w:r w:rsidRPr="00870ED0">
              <w:rPr>
                <w:noProof w:val="0"/>
              </w:rPr>
              <w:t>event=EVENT_STATUS_COMMAND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EVENT_NOT_SUPPORTED Exception</w:t>
            </w:r>
          </w:p>
          <w:p w:rsidR="00714EBB" w:rsidRPr="00870ED0" w:rsidRDefault="00714EBB" w:rsidP="00040656">
            <w:pPr>
              <w:pStyle w:val="TAH"/>
              <w:keepNext w:val="0"/>
              <w:keepLines w:val="0"/>
            </w:pPr>
          </w:p>
          <w:p w:rsidR="00714EBB" w:rsidRPr="00870ED0" w:rsidRDefault="00714EBB" w:rsidP="00040656">
            <w:pPr>
              <w:pStyle w:val="PL"/>
              <w:rPr>
                <w:noProof w:val="0"/>
              </w:rPr>
            </w:pPr>
            <w:r w:rsidRPr="00870ED0">
              <w:rPr>
                <w:noProof w:val="0"/>
              </w:rPr>
              <w:t>Call registerFileEvent() method with</w:t>
            </w:r>
          </w:p>
          <w:p w:rsidR="00714EBB" w:rsidRPr="00870ED0" w:rsidRDefault="00714EBB" w:rsidP="00040656">
            <w:pPr>
              <w:pStyle w:val="PL"/>
              <w:rPr>
                <w:noProof w:val="0"/>
              </w:rPr>
            </w:pPr>
            <w:r w:rsidRPr="00870ED0">
              <w:rPr>
                <w:noProof w:val="0"/>
              </w:rPr>
              <w:t xml:space="preserve"> event=EVENT_PROFILE_DOWNLOAD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r w:rsidRPr="00870ED0">
              <w:t>Shall throw a ToolkitException with EVENT_NOT_SUPPORTED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keepNext w:val="0"/>
              <w:keepLines w:val="0"/>
            </w:pPr>
            <w:r w:rsidRPr="00870ED0">
              <w:t>Register a deleted and recreated EF under ADF</w:t>
            </w:r>
          </w:p>
          <w:p w:rsidR="00714EBB" w:rsidRPr="00870ED0" w:rsidRDefault="00714EBB" w:rsidP="00040656">
            <w:pPr>
              <w:pStyle w:val="PL"/>
              <w:rPr>
                <w:noProof w:val="0"/>
              </w:rPr>
            </w:pP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 Applet selects ADF1\DF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2- Call 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 xml:space="preserve">aFileView = </w:t>
            </w:r>
            <w:r w:rsidRPr="00870ED0">
              <w:rPr>
                <w:noProof w:val="0"/>
                <w:lang w:eastAsia="es-ES"/>
              </w:rPr>
              <w:t>ADF1View</w:t>
            </w:r>
          </w:p>
          <w:p w:rsidR="00714EBB" w:rsidRPr="00870ED0" w:rsidRDefault="00714EBB" w:rsidP="00040656">
            <w:pPr>
              <w:pStyle w:val="PL"/>
              <w:rPr>
                <w:noProof w:val="0"/>
              </w:rPr>
            </w:pP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3- Update binary on ADF1\DF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4- Delete ADF1\DF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5- Create ADF1\DF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6- Update binary on ADF1\DF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7- Call deregisterFileEvent()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 xml:space="preserve">aFileView = </w:t>
            </w:r>
            <w:r w:rsidRPr="00870ED0">
              <w:rPr>
                <w:noProof w:val="0"/>
                <w:lang w:eastAsia="es-ES"/>
              </w:rPr>
              <w:t>ADF1View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2- No exception is thrown</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3-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6-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Pr>
            <w:r w:rsidRPr="00870ED0">
              <w:lastRenderedPageBreak/>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r w:rsidRPr="00870ED0">
              <w:rPr>
                <w:b/>
              </w:rPr>
              <w:t xml:space="preserve">Register a deleted and recreated DF under ADF </w:t>
            </w:r>
          </w:p>
          <w:p w:rsidR="00714EBB" w:rsidRPr="00870ED0" w:rsidRDefault="00714EBB" w:rsidP="00040656">
            <w:pPr>
              <w:pStyle w:val="PL"/>
              <w:rPr>
                <w:noProof w:val="0"/>
              </w:rPr>
            </w:pP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1- Applet selects ADF1\DF</w:t>
            </w:r>
            <w:r w:rsidRPr="00870ED0">
              <w:rPr>
                <w:noProof w:val="0"/>
                <w:vertAlign w:val="subscript"/>
              </w:rPr>
              <w:t>TEST</w:t>
            </w:r>
            <w:r w:rsidRPr="00870ED0">
              <w:rPr>
                <w:noProof w:val="0"/>
              </w:rPr>
              <w:t>\DF</w:t>
            </w:r>
            <w:r w:rsidRPr="00870ED0">
              <w:rPr>
                <w:noProof w:val="0"/>
                <w:vertAlign w:val="subscript"/>
              </w:rPr>
              <w:t>SUB_TEST</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2- Call 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 xml:space="preserve">aFileView = </w:t>
            </w:r>
            <w:r w:rsidRPr="00870ED0">
              <w:rPr>
                <w:noProof w:val="0"/>
                <w:lang w:eastAsia="es-ES"/>
              </w:rPr>
              <w:t>ADF1View</w:t>
            </w:r>
          </w:p>
          <w:p w:rsidR="00714EBB" w:rsidRPr="00870ED0" w:rsidRDefault="00714EBB" w:rsidP="00040656">
            <w:pPr>
              <w:pStyle w:val="PL"/>
              <w:rPr>
                <w:noProof w:val="0"/>
              </w:rPr>
            </w:pP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3- Update binary on ADF1\DF</w:t>
            </w:r>
            <w:r w:rsidRPr="00870ED0">
              <w:rPr>
                <w:noProof w:val="0"/>
                <w:vertAlign w:val="subscript"/>
              </w:rPr>
              <w:t>TEST</w:t>
            </w:r>
            <w:r w:rsidRPr="00870ED0">
              <w:rPr>
                <w:noProof w:val="0"/>
              </w:rPr>
              <w:t>\ DF</w:t>
            </w:r>
            <w:r w:rsidRPr="00870ED0">
              <w:rPr>
                <w:noProof w:val="0"/>
                <w:vertAlign w:val="subscript"/>
              </w:rPr>
              <w:t>SUB_TEST</w:t>
            </w:r>
            <w:r w:rsidRPr="00870ED0">
              <w:rPr>
                <w:noProof w:val="0"/>
              </w:rPr>
              <w:t>\EF</w:t>
            </w:r>
            <w:r w:rsidRPr="00870ED0">
              <w:rPr>
                <w:noProof w:val="0"/>
                <w:vertAlign w:val="subscript"/>
              </w:rPr>
              <w:t>TAA</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4- Delete EF</w:t>
            </w:r>
            <w:r w:rsidRPr="00870ED0">
              <w:rPr>
                <w:noProof w:val="0"/>
                <w:vertAlign w:val="subscript"/>
              </w:rPr>
              <w:t>TAA</w:t>
            </w:r>
            <w:r w:rsidRPr="00870ED0">
              <w:rPr>
                <w:noProof w:val="0"/>
              </w:rPr>
              <w:t>, delete DF</w:t>
            </w:r>
            <w:r w:rsidRPr="00870ED0">
              <w:rPr>
                <w:noProof w:val="0"/>
                <w:vertAlign w:val="subscript"/>
              </w:rPr>
              <w:t>SUB_TEST</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5- Create DF</w:t>
            </w:r>
            <w:r w:rsidRPr="00870ED0">
              <w:rPr>
                <w:noProof w:val="0"/>
                <w:vertAlign w:val="subscript"/>
              </w:rPr>
              <w:t>SUB_TEST</w:t>
            </w:r>
            <w:r w:rsidRPr="00870ED0">
              <w:rPr>
                <w:noProof w:val="0"/>
              </w:rPr>
              <w:t>, create EF</w:t>
            </w:r>
            <w:r w:rsidRPr="00870ED0">
              <w:rPr>
                <w:noProof w:val="0"/>
                <w:vertAlign w:val="subscript"/>
              </w:rPr>
              <w:t>TAA</w:t>
            </w:r>
          </w:p>
          <w:p w:rsidR="00714EBB" w:rsidRPr="00870ED0" w:rsidRDefault="00714EBB" w:rsidP="00040656">
            <w:pPr>
              <w:pStyle w:val="PL"/>
              <w:rPr>
                <w:noProof w:val="0"/>
              </w:rPr>
            </w:pPr>
          </w:p>
          <w:p w:rsidR="00714EBB" w:rsidRPr="00870ED0" w:rsidRDefault="00714EBB" w:rsidP="00040656">
            <w:pPr>
              <w:pStyle w:val="PL"/>
              <w:rPr>
                <w:noProof w:val="0"/>
                <w:vertAlign w:val="subscript"/>
              </w:rPr>
            </w:pPr>
            <w:r w:rsidRPr="00870ED0">
              <w:rPr>
                <w:noProof w:val="0"/>
              </w:rPr>
              <w:t>6- Update binary on ADF1\DF</w:t>
            </w:r>
            <w:r w:rsidRPr="00870ED0">
              <w:rPr>
                <w:noProof w:val="0"/>
                <w:vertAlign w:val="subscript"/>
              </w:rPr>
              <w:t>TEST</w:t>
            </w:r>
            <w:r w:rsidRPr="00870ED0">
              <w:rPr>
                <w:noProof w:val="0"/>
              </w:rPr>
              <w:t>\ DF</w:t>
            </w:r>
            <w:r w:rsidRPr="00870ED0">
              <w:rPr>
                <w:noProof w:val="0"/>
                <w:vertAlign w:val="subscript"/>
              </w:rPr>
              <w:t>SUB_TEST</w:t>
            </w:r>
            <w:r w:rsidRPr="00870ED0">
              <w:rPr>
                <w:noProof w:val="0"/>
              </w:rPr>
              <w:t>\EF</w:t>
            </w:r>
            <w:r w:rsidRPr="00870ED0">
              <w:rPr>
                <w:noProof w:val="0"/>
                <w:vertAlign w:val="subscript"/>
              </w:rPr>
              <w:t>TAA</w:t>
            </w:r>
          </w:p>
          <w:p w:rsidR="00714EBB" w:rsidRPr="00870ED0" w:rsidRDefault="00714EBB" w:rsidP="00040656">
            <w:pPr>
              <w:pStyle w:val="PL"/>
              <w:rPr>
                <w:noProof w:val="0"/>
              </w:rPr>
            </w:pPr>
          </w:p>
          <w:p w:rsidR="00714EBB" w:rsidRPr="00870ED0" w:rsidRDefault="00714EBB" w:rsidP="00040656">
            <w:pPr>
              <w:pStyle w:val="PL"/>
              <w:rPr>
                <w:noProof w:val="0"/>
                <w:vertAlign w:val="subscript"/>
              </w:rPr>
            </w:pPr>
            <w:r w:rsidRPr="00870ED0">
              <w:rPr>
                <w:noProof w:val="0"/>
              </w:rPr>
              <w:t>7- Applet selects ADF1\DF</w:t>
            </w:r>
            <w:r w:rsidRPr="00870ED0">
              <w:rPr>
                <w:noProof w:val="0"/>
                <w:vertAlign w:val="subscript"/>
              </w:rPr>
              <w:t>TEST</w:t>
            </w:r>
            <w:r w:rsidRPr="00870ED0">
              <w:rPr>
                <w:noProof w:val="0"/>
              </w:rPr>
              <w:t>\ DF</w:t>
            </w:r>
            <w:r w:rsidRPr="00870ED0">
              <w:rPr>
                <w:noProof w:val="0"/>
                <w:vertAlign w:val="subscript"/>
              </w:rPr>
              <w:t>SUB_TEST</w:t>
            </w:r>
          </w:p>
          <w:p w:rsidR="00714EBB" w:rsidRPr="00870ED0" w:rsidRDefault="00714EBB" w:rsidP="00040656">
            <w:pPr>
              <w:pStyle w:val="PL"/>
              <w:rPr>
                <w:noProof w:val="0"/>
              </w:rPr>
            </w:pPr>
          </w:p>
          <w:p w:rsidR="00714EBB" w:rsidRPr="00870ED0" w:rsidRDefault="00714EBB" w:rsidP="00040656">
            <w:pPr>
              <w:pStyle w:val="PL"/>
              <w:rPr>
                <w:noProof w:val="0"/>
              </w:rPr>
            </w:pPr>
            <w:r w:rsidRPr="00870ED0">
              <w:rPr>
                <w:noProof w:val="0"/>
              </w:rPr>
              <w:t>8- Call deregisterFileEvent() method with parameters:</w:t>
            </w:r>
          </w:p>
          <w:p w:rsidR="00714EBB" w:rsidRPr="00870ED0" w:rsidRDefault="00714EBB" w:rsidP="00040656">
            <w:pPr>
              <w:pStyle w:val="PL"/>
              <w:rPr>
                <w:noProof w:val="0"/>
              </w:rPr>
            </w:pPr>
            <w:r w:rsidRPr="00870ED0">
              <w:rPr>
                <w:noProof w:val="0"/>
              </w:rPr>
              <w:t>event= EVENT_EXTERNAL_FILE_UPDATE</w:t>
            </w:r>
          </w:p>
          <w:p w:rsidR="00714EBB" w:rsidRPr="00870ED0" w:rsidRDefault="00714EBB" w:rsidP="00040656">
            <w:pPr>
              <w:pStyle w:val="PL"/>
              <w:rPr>
                <w:noProof w:val="0"/>
              </w:rPr>
            </w:pPr>
            <w:r w:rsidRPr="00870ED0">
              <w:rPr>
                <w:noProof w:val="0"/>
              </w:rPr>
              <w:t xml:space="preserve">aFileView = </w:t>
            </w:r>
            <w:r w:rsidRPr="00870ED0">
              <w:rPr>
                <w:noProof w:val="0"/>
                <w:lang w:eastAsia="es-ES"/>
              </w:rPr>
              <w:t>ADF1View</w:t>
            </w:r>
          </w:p>
          <w:p w:rsidR="00714EBB" w:rsidRPr="00870ED0" w:rsidRDefault="00714EBB" w:rsidP="00040656">
            <w:pPr>
              <w:pStyle w:val="PL"/>
              <w:rPr>
                <w:noProof w:val="0"/>
              </w:rPr>
            </w:pPr>
          </w:p>
          <w:p w:rsidR="00714EBB" w:rsidRPr="00870ED0" w:rsidRDefault="00040656" w:rsidP="00040656">
            <w:pPr>
              <w:pStyle w:val="PL"/>
              <w:rPr>
                <w:noProof w:val="0"/>
              </w:rPr>
            </w:pPr>
            <w:r w:rsidRPr="00870ED0">
              <w:rPr>
                <w:noProof w:val="0"/>
              </w:rPr>
              <w:t>9- Restore EFs</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2- No exception is thrown</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3-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r w:rsidRPr="00870ED0">
              <w:t>6- Applet is triggered</w:t>
            </w: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p w:rsidR="00714EBB" w:rsidRPr="00870ED0" w:rsidRDefault="00714EBB" w:rsidP="00040656">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Pr>
          </w:p>
        </w:tc>
      </w:tr>
    </w:tbl>
    <w:p w:rsidR="00040656" w:rsidRPr="00870ED0" w:rsidRDefault="00040656"/>
    <w:p w:rsidR="00714EBB" w:rsidRPr="00870ED0" w:rsidRDefault="00714EBB" w:rsidP="00040656">
      <w:pPr>
        <w:pStyle w:val="NO"/>
      </w:pPr>
      <w:r w:rsidRPr="00870ED0">
        <w:t>N</w:t>
      </w:r>
      <w:r w:rsidR="00040656" w:rsidRPr="00870ED0">
        <w:t>OTE</w:t>
      </w:r>
      <w:r w:rsidRPr="00870ED0">
        <w:t>:</w:t>
      </w:r>
      <w:r w:rsidR="00040656" w:rsidRPr="00870ED0">
        <w:tab/>
      </w:r>
      <w:r w:rsidRPr="00870ED0">
        <w:t>Complementary information about tests 11, 12 can be found in document SCPt040568 in ETSI web site.</w:t>
      </w:r>
    </w:p>
    <w:p w:rsidR="00714EBB" w:rsidRPr="00870ED0" w:rsidRDefault="00714EBB">
      <w:pPr>
        <w:pStyle w:val="Heading4"/>
      </w:pPr>
      <w:r w:rsidRPr="00870ED0">
        <w:t>5.2.8.17</w:t>
      </w:r>
      <w:r w:rsidRPr="00870ED0">
        <w:tab/>
        <w:t>Method deregisterFileEvent(short event, byte[] baFileList, short sOffset1, short sLength1, byte[] baADFAid, short sOffset2, byte bLength2)</w:t>
      </w:r>
    </w:p>
    <w:p w:rsidR="00714EBB" w:rsidRPr="00870ED0" w:rsidRDefault="00714EBB">
      <w:r w:rsidRPr="00870ED0">
        <w:t>Test Area Reference: Api_2_Tkr_Drfes_Bss_Bsb</w:t>
      </w:r>
      <w:r w:rsidR="00040656" w:rsidRPr="00870ED0">
        <w:t>.</w:t>
      </w:r>
    </w:p>
    <w:p w:rsidR="00714EBB" w:rsidRPr="00870ED0" w:rsidRDefault="00714EBB" w:rsidP="00040656">
      <w:pPr>
        <w:pStyle w:val="Heading5"/>
      </w:pPr>
      <w:r w:rsidRPr="00870ED0">
        <w:t>5.2</w:t>
      </w:r>
      <w:r w:rsidR="00040656" w:rsidRPr="00870ED0">
        <w:t>.8.17.1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deregisterFileEvent(short event,</w:t>
      </w:r>
    </w:p>
    <w:p w:rsidR="00714EBB" w:rsidRPr="00870ED0" w:rsidRDefault="00714EBB">
      <w:pPr>
        <w:pStyle w:val="PL"/>
        <w:rPr>
          <w:noProof w:val="0"/>
        </w:rPr>
      </w:pPr>
      <w:r w:rsidRPr="00870ED0">
        <w:rPr>
          <w:noProof w:val="0"/>
        </w:rPr>
        <w:t xml:space="preserve">                                byte[] baFileList,</w:t>
      </w:r>
    </w:p>
    <w:p w:rsidR="00714EBB" w:rsidRPr="00870ED0" w:rsidRDefault="00714EBB">
      <w:pPr>
        <w:pStyle w:val="PL"/>
        <w:rPr>
          <w:noProof w:val="0"/>
        </w:rPr>
      </w:pPr>
      <w:r w:rsidRPr="00870ED0">
        <w:rPr>
          <w:noProof w:val="0"/>
        </w:rPr>
        <w:t xml:space="preserve">                                short sOffset1,</w:t>
      </w:r>
    </w:p>
    <w:p w:rsidR="00714EBB" w:rsidRPr="00870ED0" w:rsidRDefault="00714EBB">
      <w:pPr>
        <w:pStyle w:val="PL"/>
        <w:rPr>
          <w:noProof w:val="0"/>
        </w:rPr>
      </w:pPr>
      <w:r w:rsidRPr="00870ED0">
        <w:rPr>
          <w:noProof w:val="0"/>
        </w:rPr>
        <w:t xml:space="preserve">                                short sLength1,</w:t>
      </w:r>
    </w:p>
    <w:p w:rsidR="00714EBB" w:rsidRPr="00870ED0" w:rsidRDefault="00714EBB">
      <w:pPr>
        <w:pStyle w:val="PL"/>
        <w:rPr>
          <w:noProof w:val="0"/>
        </w:rPr>
      </w:pPr>
      <w:r w:rsidRPr="00870ED0">
        <w:rPr>
          <w:noProof w:val="0"/>
        </w:rPr>
        <w:t xml:space="preserve">                                byte[] baADFAid,</w:t>
      </w:r>
    </w:p>
    <w:p w:rsidR="00714EBB" w:rsidRPr="00870ED0" w:rsidRDefault="00714EBB">
      <w:pPr>
        <w:pStyle w:val="PL"/>
        <w:rPr>
          <w:noProof w:val="0"/>
        </w:rPr>
      </w:pPr>
      <w:r w:rsidRPr="00870ED0">
        <w:rPr>
          <w:noProof w:val="0"/>
        </w:rPr>
        <w:t xml:space="preserve">                                short sOffset2,</w:t>
      </w:r>
    </w:p>
    <w:p w:rsidR="00714EBB" w:rsidRPr="00870ED0" w:rsidRDefault="00714EBB">
      <w:pPr>
        <w:pStyle w:val="PL"/>
        <w:rPr>
          <w:noProof w:val="0"/>
        </w:rPr>
      </w:pPr>
      <w:r w:rsidRPr="00870ED0">
        <w:rPr>
          <w:noProof w:val="0"/>
        </w:rPr>
        <w:t xml:space="preserve">                                byte bLength2)</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javacard.framework.TransactionException,</w:t>
      </w:r>
    </w:p>
    <w:p w:rsidR="00714EBB" w:rsidRPr="00870ED0" w:rsidRDefault="00714EBB">
      <w:pPr>
        <w:pStyle w:val="PL"/>
        <w:rPr>
          <w:noProof w:val="0"/>
        </w:rPr>
      </w:pPr>
      <w:r w:rsidRPr="00870ED0">
        <w:rPr>
          <w:noProof w:val="0"/>
        </w:rPr>
        <w:t xml:space="preserve">                                javacard.framework.SystemException</w:t>
      </w:r>
    </w:p>
    <w:p w:rsidR="00714EBB" w:rsidRPr="00870ED0" w:rsidRDefault="00714EBB" w:rsidP="00040656">
      <w:pPr>
        <w:pStyle w:val="PL"/>
        <w:rPr>
          <w:noProof w:val="0"/>
        </w:rPr>
      </w:pPr>
    </w:p>
    <w:p w:rsidR="00714EBB" w:rsidRPr="00870ED0" w:rsidRDefault="00714EBB">
      <w:pPr>
        <w:pStyle w:val="H6"/>
        <w:outlineLvl w:val="0"/>
      </w:pPr>
      <w:r w:rsidRPr="00870ED0">
        <w:t>5.2.8.17.1.1</w:t>
      </w:r>
      <w:r w:rsidRPr="00870ED0">
        <w:tab/>
        <w:t>Normal execution</w:t>
      </w:r>
    </w:p>
    <w:p w:rsidR="00714EBB" w:rsidRPr="00870ED0" w:rsidRDefault="00714EBB">
      <w:pPr>
        <w:pStyle w:val="B1"/>
      </w:pPr>
      <w:r w:rsidRPr="00870ED0">
        <w:t>CRRN1: The only event allowed and supported by the method is EVENT_EXTERNAL_FILE_UPDATE.</w:t>
      </w:r>
    </w:p>
    <w:p w:rsidR="00714EBB" w:rsidRPr="00870ED0" w:rsidRDefault="00714EBB">
      <w:pPr>
        <w:pStyle w:val="B1"/>
      </w:pPr>
      <w:r w:rsidRPr="00870ED0">
        <w:t>CRRN2: The applet is deregistered to the file included in the baFileList.</w:t>
      </w:r>
    </w:p>
    <w:p w:rsidR="00714EBB" w:rsidRPr="00870ED0" w:rsidRDefault="00714EBB">
      <w:pPr>
        <w:pStyle w:val="B1"/>
      </w:pPr>
      <w:r w:rsidRPr="00870ED0">
        <w:t>CRRN3: If a file in baFileList is a dedicated file the deregistration shall not affect the monitoring of an elementary file within the dedicated file that was individually registere</w:t>
      </w:r>
      <w:r w:rsidR="00040656" w:rsidRPr="00870ED0">
        <w:t>d.</w:t>
      </w:r>
    </w:p>
    <w:p w:rsidR="00714EBB" w:rsidRPr="00870ED0" w:rsidRDefault="00714EBB">
      <w:pPr>
        <w:pStyle w:val="B1"/>
      </w:pPr>
      <w:r w:rsidRPr="00870ED0">
        <w:t>CRRN4: If a file in baFileList is an elementary file the deregistration will not affect the monitoring of the parent dedicated file that was individually registered.</w:t>
      </w:r>
    </w:p>
    <w:p w:rsidR="00714EBB" w:rsidRPr="00870ED0" w:rsidRDefault="00714EBB">
      <w:pPr>
        <w:pStyle w:val="B1"/>
      </w:pPr>
      <w:r w:rsidRPr="00870ED0">
        <w:t>CRRN5: The baADFAid indicates the Aid of the ADF under which the file is located.</w:t>
      </w:r>
    </w:p>
    <w:p w:rsidR="00714EBB" w:rsidRPr="00870ED0" w:rsidRDefault="00714EBB">
      <w:pPr>
        <w:pStyle w:val="B1"/>
      </w:pPr>
      <w:r w:rsidRPr="00870ED0">
        <w:t>CRRN6: If baADFAid is null, it indicates that the file is located under the MF and not located under an ADF.</w:t>
      </w:r>
    </w:p>
    <w:p w:rsidR="00714EBB" w:rsidRPr="00870ED0" w:rsidRDefault="00714EBB">
      <w:pPr>
        <w:pStyle w:val="B1"/>
      </w:pPr>
      <w:r w:rsidRPr="00870ED0">
        <w:lastRenderedPageBreak/>
        <w:t>CRRN7: A call to isEventSet() method for EVENT_EXTERNAL_FILE_UPDATE should return false if the applet has been deregistered completely to all its registered EFs and DFs.</w:t>
      </w:r>
    </w:p>
    <w:p w:rsidR="00714EBB" w:rsidRPr="00870ED0" w:rsidRDefault="00714EBB">
      <w:pPr>
        <w:pStyle w:val="H6"/>
        <w:outlineLvl w:val="0"/>
      </w:pPr>
      <w:r w:rsidRPr="00870ED0">
        <w:t>5.2.8.17.1.2</w:t>
      </w:r>
      <w:r w:rsidRPr="00870ED0">
        <w:tab/>
        <w:t>Parameter errors</w:t>
      </w:r>
    </w:p>
    <w:p w:rsidR="00714EBB" w:rsidRPr="00870ED0" w:rsidRDefault="00714EBB">
      <w:pPr>
        <w:pStyle w:val="B1"/>
      </w:pPr>
      <w:r w:rsidRPr="00870ED0">
        <w:t>CRRP1: Shall throw a java.lang.NullPointerException if baFileList is null.</w:t>
      </w:r>
    </w:p>
    <w:p w:rsidR="00714EBB" w:rsidRPr="00870ED0" w:rsidRDefault="00714EBB">
      <w:pPr>
        <w:pStyle w:val="B1"/>
      </w:pPr>
      <w:r w:rsidRPr="00870ED0">
        <w:t>CRRP2: Shall throw a java.lang.ArrayIndexOutOfBoundsException if sOffset1 or sLength1 or both would cause access outside array bounds.</w:t>
      </w:r>
    </w:p>
    <w:p w:rsidR="00714EBB" w:rsidRPr="00870ED0" w:rsidRDefault="00714EBB">
      <w:pPr>
        <w:pStyle w:val="B1"/>
      </w:pPr>
      <w:r w:rsidRPr="00870ED0">
        <w:t>CRRP3: Shall throw a java.lang.ArrayIndexOutOfBoundsException if sOffset2 or sLength2 or both would cause access outside array bounds.</w:t>
      </w:r>
    </w:p>
    <w:p w:rsidR="00714EBB" w:rsidRPr="00870ED0" w:rsidRDefault="00714EBB">
      <w:pPr>
        <w:pStyle w:val="B1"/>
      </w:pPr>
      <w:r w:rsidRPr="00870ED0">
        <w:t>CRRP4: Shall throw a javacard.framework.TransactionException if the operation would cause the commit capacity to be exceede</w:t>
      </w:r>
      <w:r w:rsidR="00022EF9" w:rsidRPr="00870ED0">
        <w:t>d.</w:t>
      </w:r>
    </w:p>
    <w:p w:rsidR="00714EBB" w:rsidRPr="00870ED0" w:rsidRDefault="00714EBB">
      <w:pPr>
        <w:pStyle w:val="B1"/>
      </w:pPr>
      <w:r w:rsidRPr="00870ED0">
        <w:t xml:space="preserve">CRRP5: Shall throw a javacard.framework.SystemException with ILLEGAL_VALUE reason if bLength2 is not in the range of 5 </w:t>
      </w:r>
      <w:r w:rsidR="00022EF9" w:rsidRPr="00870ED0">
        <w:t>-</w:t>
      </w:r>
      <w:r w:rsidRPr="00870ED0">
        <w:t xml:space="preserve"> 16 bytes. </w:t>
      </w:r>
    </w:p>
    <w:p w:rsidR="00714EBB" w:rsidRPr="00870ED0" w:rsidRDefault="00714EBB">
      <w:pPr>
        <w:pStyle w:val="B1"/>
      </w:pPr>
      <w:r w:rsidRPr="00870ED0">
        <w:t>CRRP6: Shall throw a ToolkitException with EVENT_NOT_ALLOWED reason if the event is EVENT_MENU_SELECTION.</w:t>
      </w:r>
    </w:p>
    <w:p w:rsidR="00714EBB" w:rsidRPr="00870ED0" w:rsidRDefault="00714EBB">
      <w:pPr>
        <w:pStyle w:val="B1"/>
      </w:pPr>
      <w:r w:rsidRPr="00870ED0">
        <w:t>CRRP7: Shall throw a ToolkitException with EVENT_NOT_ALLOWED reason if the event is EVENT_MENU_SELECTION_HELP_REQUEST.</w:t>
      </w:r>
    </w:p>
    <w:p w:rsidR="00714EBB" w:rsidRPr="00870ED0" w:rsidRDefault="00714EBB">
      <w:pPr>
        <w:pStyle w:val="B1"/>
      </w:pPr>
      <w:r w:rsidRPr="00870ED0">
        <w:t>CRRP8: Shall throw a ToolkitException with EVENT_NOT_ALLOWED reason if the event is EVENT_TIMER_EXPIRATION.</w:t>
      </w:r>
    </w:p>
    <w:p w:rsidR="00714EBB" w:rsidRPr="00870ED0" w:rsidRDefault="00714EBB">
      <w:pPr>
        <w:pStyle w:val="B1"/>
      </w:pPr>
      <w:r w:rsidRPr="00870ED0">
        <w:t>CRRP9: Shall throw a ToolkitException with EVENT_NOT_ALLOWED reason if the event is EVENT_STATUS_COMMAND.</w:t>
      </w:r>
    </w:p>
    <w:p w:rsidR="00714EBB" w:rsidRPr="00870ED0" w:rsidRDefault="00714EBB" w:rsidP="00040656">
      <w:pPr>
        <w:pStyle w:val="B1"/>
      </w:pPr>
      <w:r w:rsidRPr="00870ED0">
        <w:t>CRRP10: Shall throw a ToolkitException with EVENT_NOT_SUPPORTED reason if the event is n</w:t>
      </w:r>
      <w:r w:rsidR="00040656" w:rsidRPr="00870ED0">
        <w:t>ot  EVENT_EXTERNAL_FILE_UPDATE.</w:t>
      </w:r>
    </w:p>
    <w:p w:rsidR="00714EBB" w:rsidRPr="00870ED0" w:rsidRDefault="00714EBB">
      <w:pPr>
        <w:pStyle w:val="H6"/>
        <w:outlineLvl w:val="0"/>
      </w:pPr>
      <w:r w:rsidRPr="00870ED0">
        <w:t>5.2.8.17.1.3</w:t>
      </w:r>
      <w:r w:rsidRPr="00870ED0">
        <w:tab/>
        <w:t>Context errors</w:t>
      </w:r>
    </w:p>
    <w:p w:rsidR="00714EBB" w:rsidRPr="00870ED0" w:rsidRDefault="00714EBB">
      <w:r w:rsidRPr="00870ED0">
        <w:t>No requirements.</w:t>
      </w:r>
    </w:p>
    <w:p w:rsidR="00714EBB" w:rsidRPr="00870ED0" w:rsidRDefault="00714EBB" w:rsidP="00040656">
      <w:pPr>
        <w:pStyle w:val="Heading5"/>
      </w:pPr>
      <w:r w:rsidRPr="00870ED0">
        <w:t>5.2.8.17.2</w:t>
      </w:r>
      <w:r w:rsidRPr="00870ED0">
        <w:tab/>
        <w:t>Test area files</w:t>
      </w:r>
    </w:p>
    <w:p w:rsidR="00714EBB" w:rsidRPr="00870ED0" w:rsidRDefault="00714EBB" w:rsidP="002854FB">
      <w:pPr>
        <w:pStyle w:val="EX"/>
      </w:pPr>
      <w:r w:rsidRPr="00870ED0">
        <w:t>Test Source:</w:t>
      </w:r>
      <w:r w:rsidRPr="00870ED0">
        <w:tab/>
        <w:t>Test_Api_2_Tkr_Drfes_Bss_Bsb.java</w:t>
      </w:r>
      <w:r w:rsidR="00040656" w:rsidRPr="00870ED0">
        <w:t>.</w:t>
      </w:r>
    </w:p>
    <w:p w:rsidR="00714EBB" w:rsidRPr="00870ED0" w:rsidRDefault="00714EBB" w:rsidP="002854FB">
      <w:pPr>
        <w:pStyle w:val="EX"/>
      </w:pPr>
      <w:r w:rsidRPr="00870ED0">
        <w:t xml:space="preserve">Test Applet: </w:t>
      </w:r>
      <w:r w:rsidRPr="00870ED0">
        <w:tab/>
      </w:r>
      <w:r w:rsidR="00040656" w:rsidRPr="00870ED0">
        <w:t>Api_2_Tkr_Drfes_Bss_Bsb _1.java.</w:t>
      </w:r>
    </w:p>
    <w:p w:rsidR="00714EBB" w:rsidRPr="00870ED0" w:rsidRDefault="00714EBB" w:rsidP="002854FB">
      <w:pPr>
        <w:pStyle w:val="EX"/>
      </w:pPr>
      <w:r w:rsidRPr="00870ED0">
        <w:t>Cap File:</w:t>
      </w:r>
      <w:r w:rsidRPr="00870ED0">
        <w:tab/>
        <w:t>api_2_tkr_drfes_bss_bsb.cap</w:t>
      </w:r>
      <w:r w:rsidR="00040656" w:rsidRPr="00870ED0">
        <w:t>.</w:t>
      </w:r>
    </w:p>
    <w:p w:rsidR="00714EBB" w:rsidRPr="00870ED0" w:rsidRDefault="00714EBB" w:rsidP="00040656">
      <w:pPr>
        <w:pStyle w:val="Heading5"/>
      </w:pPr>
      <w:r w:rsidRPr="00870ED0">
        <w:lastRenderedPageBreak/>
        <w:t>5.2.8.17.3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1, 2, 3, 4, 5, 6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2, 5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3, 6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 xml:space="preserve">4, 5, 6 </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1, 2, 3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8, 9, 10, 11, 12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13, 14, 15, 16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P8</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20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P9</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21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P10</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22</w:t>
            </w:r>
          </w:p>
        </w:tc>
      </w:tr>
    </w:tbl>
    <w:p w:rsidR="00714EBB" w:rsidRPr="00870ED0" w:rsidRDefault="00714EBB" w:rsidP="00040656"/>
    <w:p w:rsidR="00714EBB" w:rsidRPr="00870ED0" w:rsidRDefault="00714EBB" w:rsidP="00040656">
      <w:pPr>
        <w:pStyle w:val="Heading5"/>
      </w:pPr>
      <w:r w:rsidRPr="00870ED0">
        <w:t>5.2.8.17.4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Deregister EF under MF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1- Call isEventSet (EVENT_EXTERNAL_FILE_UPDATE) method </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baFileList=”03 3F0011116F03 3F0011116F09 3F0011116F0C”</w:t>
            </w:r>
          </w:p>
          <w:p w:rsidR="00714EBB" w:rsidRPr="00870ED0" w:rsidRDefault="00714EBB">
            <w:pPr>
              <w:pStyle w:val="PL"/>
              <w:rPr>
                <w:noProof w:val="0"/>
              </w:rPr>
            </w:pPr>
            <w:r w:rsidRPr="00870ED0">
              <w:rPr>
                <w:noProof w:val="0"/>
              </w:rPr>
              <w:t xml:space="preserve">baADFAid=null                              </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3-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vertAlign w:val="subscript"/>
              </w:rPr>
            </w:pPr>
            <w:r w:rsidRPr="00870ED0">
              <w:rPr>
                <w:noProof w:val="0"/>
              </w:rPr>
              <w:t>4- Increase on MF\DF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pPr>
              <w:pStyle w:val="PL"/>
              <w:rPr>
                <w:noProof w:val="0"/>
                <w:vertAlign w:val="subscript"/>
              </w:rPr>
            </w:pPr>
          </w:p>
          <w:p w:rsidR="00714EBB" w:rsidRPr="00870ED0" w:rsidRDefault="00714EBB">
            <w:pPr>
              <w:pStyle w:val="PL"/>
              <w:rPr>
                <w:noProof w:val="0"/>
              </w:rPr>
            </w:pPr>
            <w:r w:rsidRPr="00870ED0">
              <w:rPr>
                <w:noProof w:val="0"/>
              </w:rPr>
              <w:t>5-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6-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baFileList=”02 3F0011116F03 3F0011116F09”                              baADFAid=null                              </w:t>
            </w:r>
          </w:p>
          <w:p w:rsidR="00714EBB" w:rsidRPr="00870ED0" w:rsidRDefault="00714EBB">
            <w:pPr>
              <w:pStyle w:val="PL"/>
              <w:rPr>
                <w:noProof w:val="0"/>
              </w:rPr>
            </w:pPr>
          </w:p>
          <w:p w:rsidR="00714EBB" w:rsidRPr="00870ED0" w:rsidRDefault="00714EBB">
            <w:pPr>
              <w:pStyle w:val="PL"/>
              <w:rPr>
                <w:noProof w:val="0"/>
              </w:rPr>
            </w:pPr>
            <w:r w:rsidRPr="00870ED0">
              <w:rPr>
                <w:noProof w:val="0"/>
              </w:rPr>
              <w:t>7-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vertAlign w:val="subscript"/>
              </w:rPr>
            </w:pPr>
            <w:r w:rsidRPr="00870ED0">
              <w:rPr>
                <w:noProof w:val="0"/>
              </w:rPr>
              <w:t>8- Increase on MF\DF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pPr>
              <w:pStyle w:val="PL"/>
              <w:rPr>
                <w:noProof w:val="0"/>
                <w:vertAlign w:val="subscript"/>
              </w:rPr>
            </w:pPr>
          </w:p>
          <w:p w:rsidR="00714EBB" w:rsidRPr="00870ED0" w:rsidRDefault="00714EBB">
            <w:pPr>
              <w:pStyle w:val="PL"/>
              <w:rPr>
                <w:noProof w:val="0"/>
              </w:rPr>
            </w:pPr>
            <w:r w:rsidRPr="00870ED0">
              <w:rPr>
                <w:noProof w:val="0"/>
              </w:rPr>
              <w:t>9-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10- Call isEventSet (EVENT_EXTERNAL_FILE_UPDATE) method</w:t>
            </w:r>
          </w:p>
          <w:p w:rsidR="00714EBB" w:rsidRPr="00870ED0" w:rsidRDefault="00714EBB">
            <w:pPr>
              <w:pStyle w:val="PL"/>
              <w:rPr>
                <w:noProof w:val="0"/>
              </w:rPr>
            </w:pPr>
          </w:p>
          <w:p w:rsidR="00714EBB" w:rsidRPr="00870ED0" w:rsidRDefault="00714EBB">
            <w:pPr>
              <w:pStyle w:val="PL"/>
              <w:rPr>
                <w:noProof w:val="0"/>
              </w:rPr>
            </w:pPr>
            <w:r w:rsidRPr="00870ED0">
              <w:rPr>
                <w:noProof w:val="0"/>
              </w:rPr>
              <w:t>11-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3F0011116F0C”</w:t>
            </w:r>
          </w:p>
          <w:p w:rsidR="00714EBB" w:rsidRPr="00870ED0" w:rsidRDefault="00714EBB">
            <w:pPr>
              <w:pStyle w:val="PL"/>
              <w:rPr>
                <w:noProof w:val="0"/>
              </w:rPr>
            </w:pPr>
            <w:r w:rsidRPr="00870ED0">
              <w:rPr>
                <w:noProof w:val="0"/>
              </w:rPr>
              <w:t>baADFAid=null</w:t>
            </w:r>
          </w:p>
          <w:p w:rsidR="00714EBB" w:rsidRPr="00870ED0" w:rsidRDefault="00714EBB">
            <w:pPr>
              <w:pStyle w:val="PL"/>
              <w:rPr>
                <w:noProof w:val="0"/>
              </w:rPr>
            </w:pPr>
            <w:r w:rsidRPr="00870ED0">
              <w:rPr>
                <w:noProof w:val="0"/>
              </w:rPr>
              <w:t>12-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pPr>
              <w:pStyle w:val="PL"/>
              <w:rPr>
                <w:noProof w:val="0"/>
              </w:rPr>
            </w:pPr>
          </w:p>
          <w:p w:rsidR="00714EBB" w:rsidRPr="00870ED0" w:rsidRDefault="00714EBB" w:rsidP="00022EF9">
            <w:pPr>
              <w:pStyle w:val="PL"/>
              <w:rPr>
                <w:noProof w:val="0"/>
              </w:rPr>
            </w:pPr>
            <w:r w:rsidRPr="00870ED0">
              <w:rPr>
                <w:noProof w:val="0"/>
              </w:rPr>
              <w:t>13- Call isEventSet (EVEN</w:t>
            </w:r>
            <w:r w:rsidR="00022EF9" w:rsidRPr="00870ED0">
              <w:rPr>
                <w:noProof w:val="0"/>
              </w:rPr>
              <w:t xml:space="preserve">T_EXTERNAL_FILE_UPDATE) method </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Returns false</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3-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4-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5-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6-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7- Applet is not triggered</w:t>
            </w:r>
          </w:p>
          <w:p w:rsidR="00714EBB" w:rsidRPr="00870ED0" w:rsidRDefault="00714EBB">
            <w:pPr>
              <w:pStyle w:val="TAL"/>
              <w:keepNext w:val="0"/>
              <w:keepLines w:val="0"/>
            </w:pPr>
          </w:p>
          <w:p w:rsidR="00714EBB" w:rsidRPr="00870ED0" w:rsidRDefault="00714EBB">
            <w:pPr>
              <w:pStyle w:val="TAL"/>
              <w:keepNext w:val="0"/>
              <w:keepLines w:val="0"/>
            </w:pPr>
            <w:r w:rsidRPr="00870ED0">
              <w:t>8- Applet is not triggered</w:t>
            </w:r>
          </w:p>
          <w:p w:rsidR="00714EBB" w:rsidRPr="00870ED0" w:rsidRDefault="00714EBB">
            <w:pPr>
              <w:pStyle w:val="TAL"/>
              <w:keepNext w:val="0"/>
              <w:keepLines w:val="0"/>
            </w:pPr>
          </w:p>
          <w:p w:rsidR="00714EBB" w:rsidRPr="00870ED0" w:rsidRDefault="00714EBB">
            <w:pPr>
              <w:pStyle w:val="TAL"/>
              <w:keepNext w:val="0"/>
              <w:keepLines w:val="0"/>
            </w:pPr>
            <w:r w:rsidRPr="00870ED0">
              <w:t>9-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10- Returns true</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11-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12- Applet is not triggered</w:t>
            </w:r>
          </w:p>
          <w:p w:rsidR="00714EBB" w:rsidRPr="00870ED0" w:rsidRDefault="00714EBB">
            <w:pPr>
              <w:pStyle w:val="TAL"/>
              <w:keepNext w:val="0"/>
              <w:keepLines w:val="0"/>
            </w:pPr>
          </w:p>
          <w:p w:rsidR="00714EBB" w:rsidRPr="00870ED0" w:rsidRDefault="00714EBB">
            <w:pPr>
              <w:pStyle w:val="TAL"/>
              <w:keepNext w:val="0"/>
              <w:keepLines w:val="0"/>
            </w:pPr>
            <w:r w:rsidRPr="00870ED0">
              <w:t>13- Returns false</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ageBreakBefore/>
            </w:pPr>
            <w:r w:rsidRPr="00870ED0">
              <w:lastRenderedPageBreak/>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ageBreakBefore/>
            </w:pPr>
            <w:r w:rsidRPr="00870ED0">
              <w:t xml:space="preserve">Deregister DF does not affect child EF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 Call 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baFileList=”02 3F0011116F03 3F001111”</w:t>
            </w:r>
          </w:p>
          <w:p w:rsidR="00714EBB" w:rsidRPr="00870ED0" w:rsidRDefault="00714EBB" w:rsidP="00040656">
            <w:pPr>
              <w:pStyle w:val="PL"/>
              <w:pageBreakBefore/>
              <w:rPr>
                <w:noProof w:val="0"/>
              </w:rPr>
            </w:pPr>
            <w:r w:rsidRPr="00870ED0">
              <w:rPr>
                <w:noProof w:val="0"/>
              </w:rPr>
              <w:t xml:space="preserve">baADFAid=null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2-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3- Call deregisterFileEvent()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baFileList=”01 3F001111”</w:t>
            </w:r>
          </w:p>
          <w:p w:rsidR="00714EBB" w:rsidRPr="00870ED0" w:rsidRDefault="00714EBB" w:rsidP="00040656">
            <w:pPr>
              <w:pStyle w:val="PL"/>
              <w:pageBreakBefore/>
              <w:rPr>
                <w:noProof w:val="0"/>
              </w:rPr>
            </w:pPr>
            <w:r w:rsidRPr="00870ED0">
              <w:rPr>
                <w:noProof w:val="0"/>
              </w:rPr>
              <w:t>baADFAid=null</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vertAlign w:val="subscript"/>
              </w:rPr>
            </w:pPr>
            <w:r w:rsidRPr="00870ED0">
              <w:rPr>
                <w:noProof w:val="0"/>
              </w:rPr>
              <w:t>4- Update binary on MF\DF</w:t>
            </w:r>
            <w:r w:rsidRPr="00870ED0">
              <w:rPr>
                <w:noProof w:val="0"/>
                <w:vertAlign w:val="subscript"/>
              </w:rPr>
              <w:t>TEST</w:t>
            </w:r>
            <w:r w:rsidRPr="00870ED0">
              <w:rPr>
                <w:noProof w:val="0"/>
              </w:rPr>
              <w:t>\EF</w:t>
            </w:r>
            <w:r w:rsidR="00022EF9" w:rsidRPr="00870ED0">
              <w:rPr>
                <w:noProof w:val="0"/>
                <w:vertAlign w:val="subscript"/>
              </w:rPr>
              <w:t>TARU</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2-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3-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4-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ageBreakBefore/>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Deregister EF does not affect parent DF </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3F001111”</w:t>
            </w:r>
          </w:p>
          <w:p w:rsidR="00714EBB" w:rsidRPr="00870ED0" w:rsidRDefault="00714EBB">
            <w:pPr>
              <w:pStyle w:val="PL"/>
              <w:rPr>
                <w:noProof w:val="0"/>
              </w:rPr>
            </w:pPr>
            <w:r w:rsidRPr="00870ED0">
              <w:rPr>
                <w:noProof w:val="0"/>
              </w:rPr>
              <w:t xml:space="preserve">baADFAid=null         </w:t>
            </w:r>
          </w:p>
          <w:p w:rsidR="00714EBB" w:rsidRPr="00870ED0" w:rsidRDefault="00714EBB">
            <w:pPr>
              <w:pStyle w:val="PL"/>
              <w:rPr>
                <w:noProof w:val="0"/>
              </w:rPr>
            </w:pPr>
          </w:p>
          <w:p w:rsidR="00714EBB" w:rsidRPr="00870ED0" w:rsidRDefault="00714EBB">
            <w:pPr>
              <w:pStyle w:val="PL"/>
              <w:rPr>
                <w:noProof w:val="0"/>
              </w:rPr>
            </w:pPr>
            <w:r w:rsidRPr="00870ED0">
              <w:rPr>
                <w:noProof w:val="0"/>
              </w:rPr>
              <w:t>2-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3F0011116F03”</w:t>
            </w:r>
          </w:p>
          <w:p w:rsidR="00714EBB" w:rsidRPr="00870ED0" w:rsidRDefault="00714EBB">
            <w:pPr>
              <w:pStyle w:val="PL"/>
              <w:rPr>
                <w:noProof w:val="0"/>
              </w:rPr>
            </w:pPr>
            <w:r w:rsidRPr="00870ED0">
              <w:rPr>
                <w:noProof w:val="0"/>
              </w:rPr>
              <w:t>baADFAid=null</w:t>
            </w:r>
          </w:p>
          <w:p w:rsidR="00714EBB" w:rsidRPr="00870ED0" w:rsidRDefault="00714EBB">
            <w:pPr>
              <w:pStyle w:val="PL"/>
              <w:rPr>
                <w:noProof w:val="0"/>
              </w:rPr>
            </w:pPr>
          </w:p>
          <w:p w:rsidR="00714EBB" w:rsidRPr="00870ED0" w:rsidRDefault="00714EBB">
            <w:pPr>
              <w:pStyle w:val="PL"/>
              <w:rPr>
                <w:noProof w:val="0"/>
              </w:rPr>
            </w:pPr>
            <w:r w:rsidRPr="00870ED0">
              <w:rPr>
                <w:noProof w:val="0"/>
              </w:rPr>
              <w:t>4-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22EF9">
            <w:pPr>
              <w:pStyle w:val="PL"/>
              <w:rPr>
                <w:noProof w:val="0"/>
              </w:rPr>
            </w:pPr>
            <w:r w:rsidRPr="00870ED0">
              <w:rPr>
                <w:noProof w:val="0"/>
              </w:rPr>
              <w:t>5- Update record on MF\DF</w:t>
            </w:r>
            <w:r w:rsidRPr="00870ED0">
              <w:rPr>
                <w:noProof w:val="0"/>
                <w:vertAlign w:val="subscript"/>
              </w:rPr>
              <w:t>TEST</w:t>
            </w:r>
            <w:r w:rsidRPr="00870ED0">
              <w:rPr>
                <w:noProof w:val="0"/>
              </w:rPr>
              <w:t>\EF</w:t>
            </w:r>
            <w:r w:rsidRPr="00870ED0">
              <w:rPr>
                <w:noProof w:val="0"/>
                <w:vertAlign w:val="subscript"/>
              </w:rPr>
              <w:t>LARU</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3-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4- Applet is triggered</w:t>
            </w:r>
          </w:p>
          <w:p w:rsidR="00714EBB" w:rsidRPr="00870ED0" w:rsidRDefault="00714EBB">
            <w:pPr>
              <w:pStyle w:val="TAL"/>
              <w:keepNext w:val="0"/>
              <w:keepLines w:val="0"/>
            </w:pPr>
            <w:r w:rsidRPr="00870ED0">
              <w:t>5-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ageBreakBefore/>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ageBreakBefore/>
            </w:pPr>
            <w:r w:rsidRPr="00870ED0">
              <w:t>Deregister EF under ADF1</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 xml:space="preserve">1- Call isEventSet (EVENT_EXTERNAL_FILE_UPDATE) method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2- Call 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baFileList=”03 3F007FFF11116F03 3F007FFF11116F09 3F007FFF11116F0C”</w:t>
            </w:r>
          </w:p>
          <w:p w:rsidR="00714EBB" w:rsidRPr="00870ED0" w:rsidRDefault="00714EBB" w:rsidP="00040656">
            <w:pPr>
              <w:pStyle w:val="PL"/>
              <w:pageBreakBefore/>
              <w:rPr>
                <w:noProof w:val="0"/>
              </w:rPr>
            </w:pPr>
            <w:r w:rsidRPr="00870ED0">
              <w:rPr>
                <w:noProof w:val="0"/>
              </w:rPr>
              <w:t xml:space="preserve">baADFAid=”AID ADF1”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3-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vertAlign w:val="subscript"/>
              </w:rPr>
            </w:pPr>
            <w:r w:rsidRPr="00870ED0">
              <w:rPr>
                <w:noProof w:val="0"/>
              </w:rPr>
              <w:t>4- Increase on MF\DF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rsidP="00040656">
            <w:pPr>
              <w:pStyle w:val="PL"/>
              <w:pageBreakBefore/>
              <w:rPr>
                <w:noProof w:val="0"/>
                <w:vertAlign w:val="subscript"/>
              </w:rPr>
            </w:pPr>
          </w:p>
          <w:p w:rsidR="00714EBB" w:rsidRPr="00870ED0" w:rsidRDefault="00714EBB" w:rsidP="00040656">
            <w:pPr>
              <w:pStyle w:val="PL"/>
              <w:pageBreakBefore/>
              <w:rPr>
                <w:noProof w:val="0"/>
              </w:rPr>
            </w:pPr>
            <w:r w:rsidRPr="00870ED0">
              <w:rPr>
                <w:noProof w:val="0"/>
              </w:rPr>
              <w:t>5-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6- Call deregisterFileEvent()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baFileList=”02 3F007FFF11116F03 3F007FFF11116F09”</w:t>
            </w:r>
          </w:p>
          <w:p w:rsidR="00714EBB" w:rsidRPr="00870ED0" w:rsidRDefault="00714EBB" w:rsidP="00040656">
            <w:pPr>
              <w:pStyle w:val="PL"/>
              <w:pageBreakBefore/>
              <w:rPr>
                <w:noProof w:val="0"/>
              </w:rPr>
            </w:pPr>
            <w:r w:rsidRPr="00870ED0">
              <w:rPr>
                <w:noProof w:val="0"/>
              </w:rPr>
              <w:t>baADFAid=”AID ADF1”</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7-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vertAlign w:val="subscript"/>
              </w:rPr>
            </w:pPr>
            <w:r w:rsidRPr="00870ED0">
              <w:rPr>
                <w:noProof w:val="0"/>
              </w:rPr>
              <w:t>8- Increase on MF\DF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rsidP="00040656">
            <w:pPr>
              <w:pStyle w:val="PL"/>
              <w:pageBreakBefore/>
              <w:rPr>
                <w:noProof w:val="0"/>
                <w:vertAlign w:val="subscript"/>
              </w:rPr>
            </w:pPr>
          </w:p>
          <w:p w:rsidR="00714EBB" w:rsidRPr="00870ED0" w:rsidRDefault="00714EBB" w:rsidP="00040656">
            <w:pPr>
              <w:pStyle w:val="PL"/>
              <w:pageBreakBefore/>
              <w:rPr>
                <w:noProof w:val="0"/>
              </w:rPr>
            </w:pPr>
            <w:r w:rsidRPr="00870ED0">
              <w:rPr>
                <w:noProof w:val="0"/>
              </w:rPr>
              <w:t>9-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10- Call isEventSet (EVENT_EXTERNAL_FILE_UPDATE) method</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11- Call deregisterFileEvent()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baFileList=”01 3F007FFF11116F0C”                              baADFAid=”AID ADF1”</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12-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rsidP="00040656">
            <w:pPr>
              <w:pStyle w:val="PL"/>
              <w:pageBreakBefore/>
              <w:rPr>
                <w:noProof w:val="0"/>
              </w:rPr>
            </w:pPr>
          </w:p>
          <w:p w:rsidR="00714EBB" w:rsidRPr="00870ED0" w:rsidRDefault="00714EBB" w:rsidP="00022EF9">
            <w:pPr>
              <w:pStyle w:val="PL"/>
              <w:pageBreakBefore/>
              <w:rPr>
                <w:noProof w:val="0"/>
              </w:rPr>
            </w:pPr>
            <w:r w:rsidRPr="00870ED0">
              <w:rPr>
                <w:noProof w:val="0"/>
              </w:rPr>
              <w:t>13- Call isEventSet (EVEN</w:t>
            </w:r>
            <w:r w:rsidR="00022EF9" w:rsidRPr="00870ED0">
              <w:rPr>
                <w:noProof w:val="0"/>
              </w:rPr>
              <w:t xml:space="preserve">T_EXTERNAL_FILE_UPDATE) method </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1- Returns false</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3-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4-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5-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6-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7- Applet is not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8- Applet is not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9-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10- Returns true</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11-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12- Applet is not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13- Returns false</w:t>
            </w:r>
          </w:p>
          <w:p w:rsidR="00714EBB" w:rsidRPr="00870ED0" w:rsidRDefault="00714EBB" w:rsidP="00040656">
            <w:pPr>
              <w:pStyle w:val="TAL"/>
              <w:keepNext w:val="0"/>
              <w:keepLines w:val="0"/>
              <w:pageBreakBefore/>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ageBreakBefore/>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Deregister DF does not affect child EF (under ADF1) </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baFileList=”02 3F007FFF11116F03 3F001111”</w:t>
            </w:r>
          </w:p>
          <w:p w:rsidR="00714EBB" w:rsidRPr="00870ED0" w:rsidRDefault="00714EBB">
            <w:pPr>
              <w:pStyle w:val="PL"/>
              <w:rPr>
                <w:noProof w:val="0"/>
              </w:rPr>
            </w:pPr>
            <w:r w:rsidRPr="00870ED0">
              <w:rPr>
                <w:noProof w:val="0"/>
              </w:rPr>
              <w:t>baADFAid=”AID ADF1”</w:t>
            </w:r>
          </w:p>
          <w:p w:rsidR="00714EBB" w:rsidRPr="00870ED0" w:rsidRDefault="00714EBB">
            <w:pPr>
              <w:pStyle w:val="PL"/>
              <w:rPr>
                <w:noProof w:val="0"/>
              </w:rPr>
            </w:pPr>
          </w:p>
          <w:p w:rsidR="00714EBB" w:rsidRPr="00870ED0" w:rsidRDefault="00714EBB">
            <w:pPr>
              <w:pStyle w:val="PL"/>
              <w:rPr>
                <w:noProof w:val="0"/>
              </w:rPr>
            </w:pPr>
            <w:r w:rsidRPr="00870ED0">
              <w:rPr>
                <w:noProof w:val="0"/>
              </w:rPr>
              <w:t>2- Update binary on MF\DFTEST\EFTARU</w:t>
            </w:r>
          </w:p>
          <w:p w:rsidR="00714EBB" w:rsidRPr="00870ED0" w:rsidRDefault="00714EBB">
            <w:pPr>
              <w:pStyle w:val="PL"/>
              <w:rPr>
                <w:noProof w:val="0"/>
              </w:rPr>
            </w:pPr>
          </w:p>
          <w:p w:rsidR="00714EBB" w:rsidRPr="00870ED0" w:rsidRDefault="00714EBB">
            <w:pPr>
              <w:pStyle w:val="PL"/>
              <w:rPr>
                <w:noProof w:val="0"/>
              </w:rPr>
            </w:pPr>
            <w:r w:rsidRPr="00870ED0">
              <w:rPr>
                <w:noProof w:val="0"/>
              </w:rPr>
              <w:t>3-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baFileList=”01 3F007FFF1111”</w:t>
            </w:r>
          </w:p>
          <w:p w:rsidR="00714EBB" w:rsidRPr="00870ED0" w:rsidRDefault="00714EBB">
            <w:pPr>
              <w:pStyle w:val="PL"/>
              <w:rPr>
                <w:noProof w:val="0"/>
              </w:rPr>
            </w:pPr>
            <w:r w:rsidRPr="00870ED0">
              <w:rPr>
                <w:noProof w:val="0"/>
              </w:rPr>
              <w:t>baADFAid=”AID ADF1”</w:t>
            </w:r>
          </w:p>
          <w:p w:rsidR="00714EBB" w:rsidRPr="00870ED0" w:rsidRDefault="00714EBB">
            <w:pPr>
              <w:pStyle w:val="PL"/>
              <w:rPr>
                <w:noProof w:val="0"/>
              </w:rPr>
            </w:pPr>
          </w:p>
          <w:p w:rsidR="00714EBB" w:rsidRPr="00870ED0" w:rsidRDefault="00714EBB">
            <w:pPr>
              <w:pStyle w:val="PL"/>
              <w:rPr>
                <w:noProof w:val="0"/>
              </w:rPr>
            </w:pPr>
            <w:r w:rsidRPr="00870ED0">
              <w:rPr>
                <w:noProof w:val="0"/>
              </w:rPr>
              <w:t>4- Update binary on MF\DFTEST\EFTARU</w:t>
            </w:r>
          </w:p>
          <w:p w:rsidR="00714EBB" w:rsidRPr="00870ED0" w:rsidRDefault="00714EBB">
            <w:pPr>
              <w:pStyle w:val="PL"/>
              <w:rPr>
                <w:noProof w:val="0"/>
              </w:rPr>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3-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4-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ageBreakBefore/>
            </w:pPr>
            <w:r w:rsidRPr="00870ED0">
              <w:lastRenderedPageBreak/>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ageBreakBefore/>
            </w:pPr>
            <w:r w:rsidRPr="00870ED0">
              <w:t xml:space="preserve">Deregister EF does not affect parent DF (under ADF1)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 Call 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baFileList=”01 3F007FFF1111”</w:t>
            </w:r>
          </w:p>
          <w:p w:rsidR="00714EBB" w:rsidRPr="00870ED0" w:rsidRDefault="00714EBB" w:rsidP="00040656">
            <w:pPr>
              <w:pStyle w:val="PL"/>
              <w:pageBreakBefore/>
              <w:rPr>
                <w:noProof w:val="0"/>
              </w:rPr>
            </w:pPr>
            <w:r w:rsidRPr="00870ED0">
              <w:rPr>
                <w:noProof w:val="0"/>
              </w:rPr>
              <w:t>baADFAid=”AID ADF1”</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2-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3- Call deregisterFileEvent()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baFileList=”01 3F007FFF11116F03”                              baADFAid=”AID ADF1”</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4-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r w:rsidRPr="00870ED0">
              <w:rPr>
                <w:noProof w:val="0"/>
              </w:rPr>
              <w:t>5-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rsidP="00040656">
            <w:pPr>
              <w:pStyle w:val="PL"/>
              <w:pageBreakBefore/>
              <w:rPr>
                <w:noProof w:val="0"/>
              </w:rPr>
            </w:pPr>
          </w:p>
          <w:p w:rsidR="00714EBB" w:rsidRPr="00870ED0" w:rsidRDefault="00022EF9" w:rsidP="00022EF9">
            <w:pPr>
              <w:pStyle w:val="PL"/>
              <w:pageBreakBefore/>
              <w:rPr>
                <w:noProof w:val="0"/>
              </w:rPr>
            </w:pPr>
            <w:r w:rsidRPr="00870ED0">
              <w:rPr>
                <w:noProof w:val="0"/>
              </w:rPr>
              <w:t>6- Restore EFs</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ageBreakBefore/>
            </w:pPr>
            <w:r w:rsidRPr="00870ED0">
              <w:t>1-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2-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3-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4- Applet is triggered</w:t>
            </w:r>
          </w:p>
          <w:p w:rsidR="00714EBB" w:rsidRPr="00870ED0" w:rsidRDefault="00714EBB" w:rsidP="00040656">
            <w:pPr>
              <w:pStyle w:val="TAL"/>
              <w:keepNext w:val="0"/>
              <w:keepLines w:val="0"/>
              <w:pageBreakBefore/>
            </w:pPr>
            <w:r w:rsidRPr="00870ED0">
              <w:t>5-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ageBreakBefore/>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NullPointerException Exception</w:t>
            </w:r>
          </w:p>
          <w:p w:rsidR="00714EBB" w:rsidRPr="00870ED0" w:rsidRDefault="00714EBB" w:rsidP="00040656">
            <w:pPr>
              <w:pStyle w:val="PL"/>
              <w:rPr>
                <w:noProof w:val="0"/>
              </w:rPr>
            </w:pPr>
          </w:p>
          <w:p w:rsidR="00714EBB" w:rsidRPr="00870ED0" w:rsidRDefault="00714EBB">
            <w:pPr>
              <w:pStyle w:val="PL"/>
              <w:rPr>
                <w:noProof w:val="0"/>
              </w:rPr>
            </w:pPr>
            <w:r w:rsidRPr="00870ED0">
              <w:rPr>
                <w:noProof w:val="0"/>
              </w:rPr>
              <w:t>Call deregisterFileEvent() method with baFileList null</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NullPointerException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sOffset1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baFileList.length = 7</w:t>
            </w:r>
          </w:p>
          <w:p w:rsidR="00714EBB" w:rsidRPr="00870ED0" w:rsidRDefault="00714EBB">
            <w:pPr>
              <w:pStyle w:val="PL"/>
              <w:rPr>
                <w:noProof w:val="0"/>
              </w:rPr>
            </w:pPr>
            <w:r w:rsidRPr="00870ED0">
              <w:rPr>
                <w:noProof w:val="0"/>
              </w:rPr>
              <w:t>sOffset1 = 8</w:t>
            </w:r>
          </w:p>
          <w:p w:rsidR="00714EBB" w:rsidRPr="00870ED0" w:rsidRDefault="00714EBB">
            <w:pPr>
              <w:pStyle w:val="PL"/>
              <w:rPr>
                <w:noProof w:val="0"/>
              </w:rPr>
            </w:pPr>
            <w:r w:rsidRPr="00870ED0">
              <w:rPr>
                <w:noProof w:val="0"/>
              </w:rPr>
              <w:t>sLength1 = 4</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sOffset1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 baFileList.length = 19</w:t>
            </w:r>
          </w:p>
          <w:p w:rsidR="00714EBB" w:rsidRPr="00870ED0" w:rsidRDefault="00714EBB">
            <w:pPr>
              <w:pStyle w:val="PL"/>
              <w:rPr>
                <w:noProof w:val="0"/>
              </w:rPr>
            </w:pPr>
            <w:r w:rsidRPr="00870ED0">
              <w:rPr>
                <w:noProof w:val="0"/>
              </w:rPr>
              <w:t>sOffset1 = -1</w:t>
            </w:r>
          </w:p>
          <w:p w:rsidR="00714EBB" w:rsidRPr="00870ED0" w:rsidRDefault="00714EBB">
            <w:pPr>
              <w:pStyle w:val="PL"/>
              <w:rPr>
                <w:noProof w:val="0"/>
              </w:rPr>
            </w:pPr>
            <w:r w:rsidRPr="00870ED0">
              <w:rPr>
                <w:noProof w:val="0"/>
              </w:rPr>
              <w:t>sLength1 = 4</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sLength1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 baFileList.length = 7</w:t>
            </w:r>
          </w:p>
          <w:p w:rsidR="00714EBB" w:rsidRPr="00870ED0" w:rsidRDefault="00714EBB">
            <w:pPr>
              <w:pStyle w:val="PL"/>
              <w:rPr>
                <w:noProof w:val="0"/>
              </w:rPr>
            </w:pPr>
            <w:r w:rsidRPr="00870ED0">
              <w:rPr>
                <w:noProof w:val="0"/>
              </w:rPr>
              <w:t>sOffset1 = 0</w:t>
            </w:r>
          </w:p>
          <w:p w:rsidR="00714EBB" w:rsidRPr="00870ED0" w:rsidRDefault="00714EBB">
            <w:pPr>
              <w:pStyle w:val="PL"/>
              <w:rPr>
                <w:noProof w:val="0"/>
              </w:rPr>
            </w:pPr>
            <w:r w:rsidRPr="00870ED0">
              <w:rPr>
                <w:noProof w:val="0"/>
              </w:rPr>
              <w:t>sLength1 = 10</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sOffset1 + sLength1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baFileList.length = 7</w:t>
            </w:r>
          </w:p>
          <w:p w:rsidR="00714EBB" w:rsidRPr="00870ED0" w:rsidRDefault="00714EBB">
            <w:pPr>
              <w:pStyle w:val="PL"/>
              <w:rPr>
                <w:noProof w:val="0"/>
              </w:rPr>
            </w:pPr>
            <w:r w:rsidRPr="00870ED0">
              <w:rPr>
                <w:noProof w:val="0"/>
              </w:rPr>
              <w:t>sOffset1 = 5</w:t>
            </w:r>
          </w:p>
          <w:p w:rsidR="00714EBB" w:rsidRPr="00870ED0" w:rsidRDefault="00714EBB">
            <w:pPr>
              <w:pStyle w:val="PL"/>
              <w:rPr>
                <w:noProof w:val="0"/>
              </w:rPr>
            </w:pPr>
            <w:r w:rsidRPr="00870ED0">
              <w:rPr>
                <w:noProof w:val="0"/>
              </w:rPr>
              <w:t>sLength1 = 4</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sLength1 &lt; 0</w:t>
            </w:r>
          </w:p>
          <w:p w:rsidR="00714EBB" w:rsidRPr="00870ED0" w:rsidRDefault="00714EBB">
            <w:pPr>
              <w:pStyle w:val="TAH"/>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baFileList.length = 7</w:t>
            </w:r>
          </w:p>
          <w:p w:rsidR="00714EBB" w:rsidRPr="00870ED0" w:rsidRDefault="00714EBB">
            <w:pPr>
              <w:pStyle w:val="PL"/>
              <w:rPr>
                <w:noProof w:val="0"/>
              </w:rPr>
            </w:pPr>
            <w:r w:rsidRPr="00870ED0">
              <w:rPr>
                <w:noProof w:val="0"/>
              </w:rPr>
              <w:t>sOffset1 = 0</w:t>
            </w:r>
          </w:p>
          <w:p w:rsidR="00714EBB" w:rsidRPr="00870ED0" w:rsidRDefault="00714EBB">
            <w:pPr>
              <w:pStyle w:val="PL"/>
              <w:rPr>
                <w:noProof w:val="0"/>
              </w:rPr>
            </w:pPr>
            <w:r w:rsidRPr="00870ED0">
              <w:rPr>
                <w:noProof w:val="0"/>
              </w:rPr>
              <w:t>sLength1 = -1</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sOffset2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baADFAid.length = 15</w:t>
            </w:r>
          </w:p>
          <w:p w:rsidR="00714EBB" w:rsidRPr="00870ED0" w:rsidRDefault="00714EBB">
            <w:pPr>
              <w:pStyle w:val="PL"/>
              <w:rPr>
                <w:noProof w:val="0"/>
              </w:rPr>
            </w:pPr>
            <w:r w:rsidRPr="00870ED0">
              <w:rPr>
                <w:noProof w:val="0"/>
              </w:rPr>
              <w:t>sOffset2 = 15</w:t>
            </w:r>
          </w:p>
          <w:p w:rsidR="00714EBB" w:rsidRPr="00870ED0" w:rsidRDefault="00714EBB">
            <w:pPr>
              <w:pStyle w:val="PL"/>
              <w:rPr>
                <w:noProof w:val="0"/>
              </w:rPr>
            </w:pPr>
            <w:r w:rsidRPr="00870ED0">
              <w:rPr>
                <w:noProof w:val="0"/>
              </w:rPr>
              <w:t>bLength2 = 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sOffset2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 baADFAid.length = 15</w:t>
            </w:r>
          </w:p>
          <w:p w:rsidR="00714EBB" w:rsidRPr="00870ED0" w:rsidRDefault="00714EBB">
            <w:pPr>
              <w:pStyle w:val="PL"/>
              <w:rPr>
                <w:noProof w:val="0"/>
              </w:rPr>
            </w:pPr>
            <w:r w:rsidRPr="00870ED0">
              <w:rPr>
                <w:noProof w:val="0"/>
              </w:rPr>
              <w:t>sOffset2 = -1</w:t>
            </w:r>
          </w:p>
          <w:p w:rsidR="00714EBB" w:rsidRPr="00870ED0" w:rsidRDefault="00714EBB">
            <w:pPr>
              <w:pStyle w:val="PL"/>
              <w:rPr>
                <w:noProof w:val="0"/>
              </w:rPr>
            </w:pPr>
            <w:r w:rsidRPr="00870ED0">
              <w:rPr>
                <w:noProof w:val="0"/>
              </w:rPr>
              <w:t>bLength2 = 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sLength2  &gt; baFileList.length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 baADFAid.length = 15</w:t>
            </w:r>
          </w:p>
          <w:p w:rsidR="00714EBB" w:rsidRPr="00870ED0" w:rsidRDefault="00714EBB">
            <w:pPr>
              <w:pStyle w:val="PL"/>
              <w:rPr>
                <w:noProof w:val="0"/>
              </w:rPr>
            </w:pPr>
            <w:r w:rsidRPr="00870ED0">
              <w:rPr>
                <w:noProof w:val="0"/>
              </w:rPr>
              <w:t>sOffset2 = 0</w:t>
            </w:r>
          </w:p>
          <w:p w:rsidR="00714EBB" w:rsidRPr="00870ED0" w:rsidRDefault="00714EBB">
            <w:pPr>
              <w:pStyle w:val="PL"/>
              <w:rPr>
                <w:noProof w:val="0"/>
              </w:rPr>
            </w:pPr>
            <w:r w:rsidRPr="00870ED0">
              <w:rPr>
                <w:noProof w:val="0"/>
              </w:rPr>
              <w:t>bLength2 = 16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sOffset2+ sLength2 &gt; baFileList.length</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 xml:space="preserve">Call deregisterFileEvent() method with </w:t>
            </w:r>
          </w:p>
          <w:p w:rsidR="00714EBB" w:rsidRPr="00870ED0" w:rsidRDefault="00714EBB" w:rsidP="00010296">
            <w:pPr>
              <w:pStyle w:val="PL"/>
              <w:keepNext/>
              <w:rPr>
                <w:noProof w:val="0"/>
              </w:rPr>
            </w:pPr>
            <w:r w:rsidRPr="00870ED0">
              <w:rPr>
                <w:noProof w:val="0"/>
              </w:rPr>
              <w:t>baADFAid.length = 15</w:t>
            </w:r>
          </w:p>
          <w:p w:rsidR="00714EBB" w:rsidRPr="00870ED0" w:rsidRDefault="00714EBB" w:rsidP="00010296">
            <w:pPr>
              <w:pStyle w:val="PL"/>
              <w:keepNext/>
              <w:rPr>
                <w:noProof w:val="0"/>
              </w:rPr>
            </w:pPr>
            <w:r w:rsidRPr="00870ED0">
              <w:rPr>
                <w:noProof w:val="0"/>
              </w:rPr>
              <w:t>sOffset1 = 10</w:t>
            </w:r>
          </w:p>
          <w:p w:rsidR="00714EBB" w:rsidRPr="00870ED0" w:rsidRDefault="00714EBB" w:rsidP="00010296">
            <w:pPr>
              <w:pStyle w:val="PL"/>
              <w:keepNext/>
              <w:rPr>
                <w:noProof w:val="0"/>
              </w:rPr>
            </w:pPr>
            <w:r w:rsidRPr="00870ED0">
              <w:rPr>
                <w:noProof w:val="0"/>
              </w:rPr>
              <w:t>bLength1 = 6</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Lines w:val="0"/>
            </w:pPr>
            <w:r w:rsidRPr="00870ED0">
              <w:t>Shall throw a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ILLEGAL_VALUE Exception</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1- Call deregisterFileEvent() method with </w:t>
            </w:r>
          </w:p>
          <w:p w:rsidR="00714EBB" w:rsidRPr="00870ED0" w:rsidRDefault="00714EBB">
            <w:pPr>
              <w:pStyle w:val="PL"/>
              <w:rPr>
                <w:noProof w:val="0"/>
              </w:rPr>
            </w:pPr>
            <w:r w:rsidRPr="00870ED0">
              <w:rPr>
                <w:noProof w:val="0"/>
              </w:rPr>
              <w:t>baADFAid.length = 18</w:t>
            </w:r>
          </w:p>
          <w:p w:rsidR="00714EBB" w:rsidRPr="00870ED0" w:rsidRDefault="00714EBB">
            <w:pPr>
              <w:pStyle w:val="PL"/>
              <w:rPr>
                <w:noProof w:val="0"/>
              </w:rPr>
            </w:pPr>
            <w:r w:rsidRPr="00870ED0">
              <w:rPr>
                <w:noProof w:val="0"/>
              </w:rPr>
              <w:t>sOffset2 = 0</w:t>
            </w:r>
          </w:p>
          <w:p w:rsidR="00714EBB" w:rsidRPr="00870ED0" w:rsidRDefault="00714EBB">
            <w:pPr>
              <w:pStyle w:val="PL"/>
              <w:rPr>
                <w:noProof w:val="0"/>
              </w:rPr>
            </w:pPr>
            <w:r w:rsidRPr="00870ED0">
              <w:rPr>
                <w:noProof w:val="0"/>
              </w:rPr>
              <w:t>bLength2 = 4</w:t>
            </w:r>
          </w:p>
          <w:p w:rsidR="00714EBB" w:rsidRPr="00870ED0" w:rsidRDefault="00714EBB">
            <w:pPr>
              <w:pStyle w:val="PL"/>
              <w:rPr>
                <w:noProof w:val="0"/>
              </w:rPr>
            </w:pPr>
          </w:p>
          <w:p w:rsidR="00714EBB" w:rsidRPr="00870ED0" w:rsidRDefault="00714EBB">
            <w:pPr>
              <w:pStyle w:val="PL"/>
              <w:rPr>
                <w:noProof w:val="0"/>
              </w:rPr>
            </w:pPr>
            <w:r w:rsidRPr="00870ED0">
              <w:rPr>
                <w:noProof w:val="0"/>
              </w:rPr>
              <w:t>2- Call deregisterFileEvent() method with baADFAid.length = 18</w:t>
            </w:r>
          </w:p>
          <w:p w:rsidR="00714EBB" w:rsidRPr="00870ED0" w:rsidRDefault="00714EBB">
            <w:pPr>
              <w:pStyle w:val="PL"/>
              <w:rPr>
                <w:noProof w:val="0"/>
              </w:rPr>
            </w:pPr>
            <w:r w:rsidRPr="00870ED0">
              <w:rPr>
                <w:noProof w:val="0"/>
              </w:rPr>
              <w:t>sOffset2 = 0</w:t>
            </w:r>
          </w:p>
          <w:p w:rsidR="00714EBB" w:rsidRPr="00870ED0" w:rsidRDefault="00714EBB">
            <w:pPr>
              <w:pStyle w:val="PL"/>
              <w:rPr>
                <w:noProof w:val="0"/>
              </w:rPr>
            </w:pPr>
            <w:r w:rsidRPr="00870ED0">
              <w:rPr>
                <w:noProof w:val="0"/>
              </w:rPr>
              <w:t>bLength2 = 18</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1- Shall throw a SystemException  with ILLEGAL_VALUE reason code</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Shall throw a SystemException  with ILLEGAL_VALUE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EVENT_MENU_SELECTION not allowed</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 event=EVENT_MENU_SELECTION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EVENT_MENU_SELECTION_HELP_REQUEST  not allowed </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 event= EVENT_MENU_SELECTION_HELP_REQUEST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EVENT_TIMER_EXPIRATION not allowed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event=EVENT_TIMER_EXPIRATION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EVENT_STATUS_COMMAND not allowed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deregisterFileEvent() method with </w:t>
            </w:r>
          </w:p>
          <w:p w:rsidR="00714EBB" w:rsidRPr="00870ED0" w:rsidRDefault="00714EBB">
            <w:pPr>
              <w:pStyle w:val="PL"/>
              <w:rPr>
                <w:noProof w:val="0"/>
              </w:rPr>
            </w:pPr>
            <w:r w:rsidRPr="00870ED0">
              <w:rPr>
                <w:noProof w:val="0"/>
              </w:rPr>
              <w:t>event=EVENT_STATUS_COMMAND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EVENT_NOT_SUPPORTED Exception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deregisterFileEvent() method with</w:t>
            </w:r>
          </w:p>
          <w:p w:rsidR="00714EBB" w:rsidRPr="00870ED0" w:rsidRDefault="00714EBB">
            <w:pPr>
              <w:pStyle w:val="PL"/>
              <w:rPr>
                <w:noProof w:val="0"/>
              </w:rPr>
            </w:pPr>
            <w:r w:rsidRPr="00870ED0">
              <w:rPr>
                <w:noProof w:val="0"/>
              </w:rPr>
              <w:t xml:space="preserve"> event=EVENT_PROFILE_DOWNLOAD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EVENT_NOT_SUPPORTED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5.2.8.18</w:t>
      </w:r>
      <w:r w:rsidRPr="00870ED0">
        <w:tab/>
        <w:t>Method deregisterFileEvent(short event, FileView aFileView)</w:t>
      </w:r>
    </w:p>
    <w:p w:rsidR="00714EBB" w:rsidRPr="00870ED0" w:rsidRDefault="00714EBB">
      <w:r w:rsidRPr="00870ED0">
        <w:t>Test Area Reference: Api_2_Tkr_Drfeso</w:t>
      </w:r>
      <w:r w:rsidR="00040656" w:rsidRPr="00870ED0">
        <w:t>.</w:t>
      </w:r>
    </w:p>
    <w:p w:rsidR="00714EBB" w:rsidRPr="00870ED0" w:rsidRDefault="00714EBB" w:rsidP="00040656">
      <w:pPr>
        <w:pStyle w:val="Heading5"/>
      </w:pPr>
      <w:r w:rsidRPr="00870ED0">
        <w:t>5.2</w:t>
      </w:r>
      <w:r w:rsidR="00040656" w:rsidRPr="00870ED0">
        <w:t>.8.18.1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deregisterFileEvent(short event,</w:t>
      </w:r>
    </w:p>
    <w:p w:rsidR="00714EBB" w:rsidRPr="00870ED0" w:rsidRDefault="00714EBB">
      <w:pPr>
        <w:pStyle w:val="PL"/>
        <w:rPr>
          <w:noProof w:val="0"/>
        </w:rPr>
      </w:pPr>
      <w:r w:rsidRPr="00870ED0">
        <w:rPr>
          <w:noProof w:val="0"/>
        </w:rPr>
        <w:t xml:space="preserve">                                FileView aFileView)</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r w:rsidRPr="00870ED0">
        <w:rPr>
          <w:noProof w:val="0"/>
        </w:rPr>
        <w:t xml:space="preserve">                                java.lang.NullPointerException,</w:t>
      </w:r>
    </w:p>
    <w:p w:rsidR="00714EBB" w:rsidRPr="00870ED0" w:rsidRDefault="00714EBB">
      <w:pPr>
        <w:pStyle w:val="PL"/>
        <w:rPr>
          <w:noProof w:val="0"/>
        </w:rPr>
      </w:pPr>
      <w:r w:rsidRPr="00870ED0">
        <w:rPr>
          <w:noProof w:val="0"/>
        </w:rPr>
        <w:t xml:space="preserve">                                javacard.framework.TransactionException</w:t>
      </w:r>
    </w:p>
    <w:p w:rsidR="00040656" w:rsidRPr="00870ED0" w:rsidRDefault="00040656">
      <w:pPr>
        <w:pStyle w:val="PL"/>
        <w:rPr>
          <w:noProof w:val="0"/>
        </w:rPr>
      </w:pPr>
    </w:p>
    <w:p w:rsidR="00714EBB" w:rsidRPr="00870ED0" w:rsidRDefault="00714EBB">
      <w:pPr>
        <w:pStyle w:val="H6"/>
        <w:outlineLvl w:val="0"/>
      </w:pPr>
      <w:r w:rsidRPr="00870ED0">
        <w:t>5.2.8.18.1.1</w:t>
      </w:r>
      <w:r w:rsidRPr="00870ED0">
        <w:tab/>
        <w:t>Normal execution</w:t>
      </w:r>
    </w:p>
    <w:p w:rsidR="00714EBB" w:rsidRPr="00870ED0" w:rsidRDefault="00714EBB">
      <w:pPr>
        <w:pStyle w:val="B1"/>
      </w:pPr>
      <w:r w:rsidRPr="00870ED0">
        <w:t>CRRN1:  The only event allowed and supported by the method is EVENT_EXTERNAL_FILE_UPDATE.</w:t>
      </w:r>
    </w:p>
    <w:p w:rsidR="00714EBB" w:rsidRPr="00870ED0" w:rsidRDefault="00714EBB">
      <w:pPr>
        <w:pStyle w:val="B1"/>
      </w:pPr>
      <w:r w:rsidRPr="00870ED0">
        <w:t>CRRN2: The aFileView object's current file indicates the file that is no longer monitored. The applet is deregistered to the aFileView object's current file.</w:t>
      </w:r>
    </w:p>
    <w:p w:rsidR="00714EBB" w:rsidRPr="00870ED0" w:rsidRDefault="00714EBB">
      <w:pPr>
        <w:pStyle w:val="B1"/>
      </w:pPr>
      <w:r w:rsidRPr="00870ED0">
        <w:t>CRRN3: If the current file is a dedicated file the deregistration shall not affect the monitoring of an elementary file within the dedicated file that was individu</w:t>
      </w:r>
      <w:r w:rsidR="00022EF9" w:rsidRPr="00870ED0">
        <w:t>ally registered.</w:t>
      </w:r>
    </w:p>
    <w:p w:rsidR="00714EBB" w:rsidRPr="00870ED0" w:rsidRDefault="00714EBB">
      <w:pPr>
        <w:pStyle w:val="B1"/>
      </w:pPr>
      <w:r w:rsidRPr="00870ED0">
        <w:t>CRRN4: If the current file is an elementary file the deregistration will not affect the monitoring of the parent dedicated file that was individually registered.</w:t>
      </w:r>
    </w:p>
    <w:p w:rsidR="00714EBB" w:rsidRPr="00870ED0" w:rsidRDefault="00714EBB">
      <w:pPr>
        <w:pStyle w:val="B1"/>
      </w:pPr>
      <w:r w:rsidRPr="00870ED0">
        <w:t xml:space="preserve">CRRN5: A call to isEventSet() method for EVENT_EXTERNAL_FILE_UPDATE should return false if the applet has been deregistered completely to </w:t>
      </w:r>
      <w:r w:rsidR="00040656" w:rsidRPr="00870ED0">
        <w:t>all its registered EFs and DFs.</w:t>
      </w:r>
    </w:p>
    <w:p w:rsidR="00714EBB" w:rsidRPr="00870ED0" w:rsidRDefault="00714EBB">
      <w:pPr>
        <w:pStyle w:val="H6"/>
        <w:outlineLvl w:val="0"/>
      </w:pPr>
      <w:r w:rsidRPr="00870ED0">
        <w:lastRenderedPageBreak/>
        <w:t>5.2.8.18.1.2</w:t>
      </w:r>
      <w:r w:rsidRPr="00870ED0">
        <w:tab/>
        <w:t>Parameter errors</w:t>
      </w:r>
    </w:p>
    <w:p w:rsidR="00714EBB" w:rsidRPr="00870ED0" w:rsidRDefault="00714EBB">
      <w:pPr>
        <w:pStyle w:val="B1"/>
      </w:pPr>
      <w:r w:rsidRPr="00870ED0">
        <w:t>CRRP1: Shall throw a java.lang.NullPointerException if aFileView is null.</w:t>
      </w:r>
    </w:p>
    <w:p w:rsidR="00714EBB" w:rsidRPr="00870ED0" w:rsidRDefault="00714EBB">
      <w:pPr>
        <w:pStyle w:val="B1"/>
      </w:pPr>
      <w:r w:rsidRPr="00870ED0">
        <w:t xml:space="preserve">CRRP2: Shall throw a javacard.framework.TransactionException if the operation would cause the </w:t>
      </w:r>
      <w:r w:rsidR="00022EF9" w:rsidRPr="00870ED0">
        <w:t>commit capacity to be exceeded.</w:t>
      </w:r>
    </w:p>
    <w:p w:rsidR="00714EBB" w:rsidRPr="00870ED0" w:rsidRDefault="00714EBB">
      <w:pPr>
        <w:pStyle w:val="B1"/>
      </w:pPr>
      <w:r w:rsidRPr="00870ED0">
        <w:t>CRRP3: Shall throw a ToolkitException with EVENT_NOT_ALLOWED reason if the event is EVENT_MENU_SELECTION.</w:t>
      </w:r>
    </w:p>
    <w:p w:rsidR="00714EBB" w:rsidRPr="00870ED0" w:rsidRDefault="00714EBB">
      <w:pPr>
        <w:pStyle w:val="B1"/>
      </w:pPr>
      <w:r w:rsidRPr="00870ED0">
        <w:t>CRRP4: Shall throw a ToolkitException with EVENT_NOT_ALLOWED reason if the event is EVENT_MENU_SELECTION_HELP_REQUEST.</w:t>
      </w:r>
    </w:p>
    <w:p w:rsidR="00714EBB" w:rsidRPr="00870ED0" w:rsidRDefault="00714EBB">
      <w:pPr>
        <w:pStyle w:val="B1"/>
      </w:pPr>
      <w:r w:rsidRPr="00870ED0">
        <w:t>CRRP5: Shall throw a ToolkitException with EVENT_NOT_ALLOWED reason if the event is EVENT_TIMER_EXPIRATION.</w:t>
      </w:r>
    </w:p>
    <w:p w:rsidR="00714EBB" w:rsidRPr="00870ED0" w:rsidRDefault="00714EBB">
      <w:pPr>
        <w:pStyle w:val="B1"/>
      </w:pPr>
      <w:r w:rsidRPr="00870ED0">
        <w:t>CRRP6: Shall throw a ToolkitException with EVENT_NOT_ALLOWED reason if the event is EVENT_STATUS_COMMAND.</w:t>
      </w:r>
    </w:p>
    <w:p w:rsidR="00714EBB" w:rsidRPr="00870ED0" w:rsidRDefault="00714EBB">
      <w:pPr>
        <w:pStyle w:val="B1"/>
      </w:pPr>
      <w:r w:rsidRPr="00870ED0">
        <w:t>CRRP7: Shall throw a ToolkitException with EVENT_NOT_SUPPORTED reason if the event is not  EVENT_EXTERNAL_FILE_UPDATE.</w:t>
      </w:r>
    </w:p>
    <w:p w:rsidR="00714EBB" w:rsidRPr="00870ED0" w:rsidRDefault="00714EBB">
      <w:pPr>
        <w:pStyle w:val="H6"/>
        <w:outlineLvl w:val="0"/>
      </w:pPr>
      <w:r w:rsidRPr="00870ED0">
        <w:t>5.2.8.18.1.3</w:t>
      </w:r>
      <w:r w:rsidRPr="00870ED0">
        <w:tab/>
        <w:t>Context errors</w:t>
      </w:r>
    </w:p>
    <w:p w:rsidR="00714EBB" w:rsidRPr="00870ED0" w:rsidRDefault="00714EBB">
      <w:r w:rsidRPr="00870ED0">
        <w:t>No requirements.</w:t>
      </w:r>
    </w:p>
    <w:p w:rsidR="00714EBB" w:rsidRPr="00870ED0" w:rsidRDefault="00714EBB" w:rsidP="00040656">
      <w:pPr>
        <w:pStyle w:val="Heading5"/>
      </w:pPr>
      <w:r w:rsidRPr="00870ED0">
        <w:t>5.2.8.18.2</w:t>
      </w:r>
      <w:r w:rsidRPr="00870ED0">
        <w:tab/>
        <w:t>Test area files</w:t>
      </w:r>
    </w:p>
    <w:p w:rsidR="00714EBB" w:rsidRPr="00870ED0" w:rsidRDefault="00714EBB" w:rsidP="002854FB">
      <w:pPr>
        <w:pStyle w:val="EX"/>
      </w:pPr>
      <w:r w:rsidRPr="00870ED0">
        <w:t>Test Source:</w:t>
      </w:r>
      <w:r w:rsidRPr="00870ED0">
        <w:tab/>
        <w:t>Test_Api_2_Tkr_Drfeso.java</w:t>
      </w:r>
      <w:r w:rsidR="00040656" w:rsidRPr="00870ED0">
        <w:t>.</w:t>
      </w:r>
    </w:p>
    <w:p w:rsidR="00714EBB" w:rsidRPr="00870ED0" w:rsidRDefault="00714EBB" w:rsidP="002854FB">
      <w:pPr>
        <w:pStyle w:val="EX"/>
      </w:pPr>
      <w:r w:rsidRPr="00870ED0">
        <w:t xml:space="preserve">Test Applet: </w:t>
      </w:r>
      <w:r w:rsidRPr="00870ED0">
        <w:tab/>
        <w:t>Api_2_Tkr_D</w:t>
      </w:r>
      <w:r w:rsidR="00040656" w:rsidRPr="00870ED0">
        <w:t>rfeso_1.java.</w:t>
      </w:r>
    </w:p>
    <w:p w:rsidR="00714EBB" w:rsidRPr="00870ED0" w:rsidRDefault="00714EBB" w:rsidP="002854FB">
      <w:pPr>
        <w:pStyle w:val="EX"/>
      </w:pPr>
      <w:r w:rsidRPr="00870ED0">
        <w:t>Cap File:</w:t>
      </w:r>
      <w:r w:rsidRPr="00870ED0">
        <w:tab/>
        <w:t>api_2_tkr_drfeso.cap</w:t>
      </w:r>
      <w:r w:rsidR="00040656" w:rsidRPr="00870ED0">
        <w:t>.</w:t>
      </w:r>
    </w:p>
    <w:p w:rsidR="00714EBB" w:rsidRPr="00870ED0" w:rsidRDefault="00714EBB" w:rsidP="00040656">
      <w:pPr>
        <w:pStyle w:val="Heading5"/>
      </w:pPr>
      <w:r w:rsidRPr="00870ED0">
        <w:t>5.2.8.18.3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1, 2, 3, 4, 5, 6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3, 6</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P6</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P7</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r>
    </w:tbl>
    <w:p w:rsidR="00714EBB" w:rsidRPr="00870ED0" w:rsidRDefault="00714EBB" w:rsidP="00040656"/>
    <w:p w:rsidR="00714EBB" w:rsidRPr="00870ED0" w:rsidRDefault="00714EBB" w:rsidP="00040656">
      <w:pPr>
        <w:pStyle w:val="Heading5"/>
      </w:pPr>
      <w:r w:rsidRPr="00870ED0">
        <w:lastRenderedPageBreak/>
        <w:t>5.2.8.18.4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 xml:space="preserve">Deregister EF under MF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 xml:space="preserve">1- Call isEventSet (EVENT_EXTERNAL_FILE_UPDATE) method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2- Call 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baFileList=”03 3F0011116F03 3F0011116F09 3F0011116F0C”</w:t>
            </w:r>
          </w:p>
          <w:p w:rsidR="00714EBB" w:rsidRPr="00870ED0" w:rsidRDefault="00714EBB" w:rsidP="00040656">
            <w:pPr>
              <w:pStyle w:val="PL"/>
              <w:keepNext/>
              <w:keepLines/>
              <w:rPr>
                <w:noProof w:val="0"/>
              </w:rPr>
            </w:pPr>
            <w:r w:rsidRPr="00870ED0">
              <w:rPr>
                <w:noProof w:val="0"/>
              </w:rPr>
              <w:t>baADFAid=null</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3-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vertAlign w:val="subscript"/>
              </w:rPr>
            </w:pPr>
            <w:r w:rsidRPr="00870ED0">
              <w:rPr>
                <w:noProof w:val="0"/>
              </w:rPr>
              <w:t>4- Increase on MF\DF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rsidP="00040656">
            <w:pPr>
              <w:pStyle w:val="PL"/>
              <w:keepNext/>
              <w:keepLines/>
              <w:rPr>
                <w:noProof w:val="0"/>
                <w:vertAlign w:val="subscript"/>
              </w:rPr>
            </w:pPr>
          </w:p>
          <w:p w:rsidR="00714EBB" w:rsidRPr="00870ED0" w:rsidRDefault="00714EBB" w:rsidP="00040656">
            <w:pPr>
              <w:pStyle w:val="PL"/>
              <w:keepNext/>
              <w:keepLines/>
              <w:rPr>
                <w:noProof w:val="0"/>
              </w:rPr>
            </w:pPr>
            <w:r w:rsidRPr="00870ED0">
              <w:rPr>
                <w:noProof w:val="0"/>
              </w:rPr>
              <w:t>5-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lang w:eastAsia="es-ES"/>
              </w:rPr>
            </w:pPr>
            <w:r w:rsidRPr="00870ED0">
              <w:rPr>
                <w:noProof w:val="0"/>
                <w:lang w:eastAsia="es-ES"/>
              </w:rPr>
              <w:t>6- Call UICCView=getTheUICCView()</w:t>
            </w:r>
          </w:p>
          <w:p w:rsidR="00714EBB" w:rsidRPr="00870ED0" w:rsidRDefault="00714EBB" w:rsidP="00040656">
            <w:pPr>
              <w:pStyle w:val="PL"/>
              <w:keepNext/>
              <w:keepLines/>
              <w:rPr>
                <w:noProof w:val="0"/>
                <w:lang w:eastAsia="es-ES"/>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7- Applet selects EF</w:t>
            </w:r>
            <w:r w:rsidRPr="00870ED0">
              <w:rPr>
                <w:noProof w:val="0"/>
                <w:vertAlign w:val="subscript"/>
              </w:rPr>
              <w:t>TARU</w:t>
            </w:r>
            <w:r w:rsidRPr="00870ED0">
              <w:rPr>
                <w:noProof w:val="0"/>
              </w:rPr>
              <w:t>.</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8-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aFileView = UICC</w:t>
            </w:r>
            <w:r w:rsidRPr="00870ED0">
              <w:rPr>
                <w:noProof w:val="0"/>
                <w:lang w:eastAsia="es-ES"/>
              </w:rPr>
              <w:t>View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9-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10- Applet selects EF</w:t>
            </w:r>
            <w:r w:rsidRPr="00870ED0">
              <w:rPr>
                <w:noProof w:val="0"/>
                <w:vertAlign w:val="subscript"/>
              </w:rPr>
              <w:t>CARU</w:t>
            </w:r>
            <w:r w:rsidRPr="00870ED0">
              <w:rPr>
                <w:noProof w:val="0"/>
              </w:rPr>
              <w:t>.</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11-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lang w:eastAsia="es-ES"/>
              </w:rPr>
            </w:pPr>
            <w:r w:rsidRPr="00870ED0">
              <w:rPr>
                <w:noProof w:val="0"/>
              </w:rPr>
              <w:t>aFileView = UICC</w:t>
            </w:r>
            <w:r w:rsidRPr="00870ED0">
              <w:rPr>
                <w:noProof w:val="0"/>
                <w:lang w:eastAsia="es-ES"/>
              </w:rPr>
              <w:t>View</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vertAlign w:val="subscript"/>
              </w:rPr>
            </w:pPr>
            <w:r w:rsidRPr="00870ED0">
              <w:rPr>
                <w:noProof w:val="0"/>
              </w:rPr>
              <w:t>12- Increase on MF\DF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13- Call isEventSet (EVENT_EXTERNAL_FILE_UPDATE) method</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14- Applet selects EF</w:t>
            </w:r>
            <w:r w:rsidRPr="00870ED0">
              <w:rPr>
                <w:noProof w:val="0"/>
                <w:vertAlign w:val="subscript"/>
              </w:rPr>
              <w:t>LARU</w:t>
            </w:r>
            <w:r w:rsidRPr="00870ED0">
              <w:rPr>
                <w:noProof w:val="0"/>
              </w:rPr>
              <w:t>.</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15- Call deregisterFileEvent() method with parameters:</w:t>
            </w:r>
          </w:p>
          <w:p w:rsidR="00714EBB" w:rsidRPr="00870ED0" w:rsidRDefault="00714EBB" w:rsidP="00040656">
            <w:pPr>
              <w:pStyle w:val="PL"/>
              <w:keepNext/>
              <w:keepLines/>
              <w:rPr>
                <w:noProof w:val="0"/>
              </w:rPr>
            </w:pPr>
            <w:r w:rsidRPr="00870ED0">
              <w:rPr>
                <w:noProof w:val="0"/>
              </w:rPr>
              <w:t>event= EVENT_EXTERNAL_FILE_UPDATE</w:t>
            </w:r>
          </w:p>
          <w:p w:rsidR="00714EBB" w:rsidRPr="00870ED0" w:rsidRDefault="00714EBB" w:rsidP="00040656">
            <w:pPr>
              <w:pStyle w:val="PL"/>
              <w:keepNext/>
              <w:keepLines/>
              <w:rPr>
                <w:noProof w:val="0"/>
              </w:rPr>
            </w:pPr>
            <w:r w:rsidRPr="00870ED0">
              <w:rPr>
                <w:noProof w:val="0"/>
              </w:rPr>
              <w:t>aFileView = UICC</w:t>
            </w:r>
            <w:r w:rsidRPr="00870ED0">
              <w:rPr>
                <w:noProof w:val="0"/>
                <w:lang w:eastAsia="es-ES"/>
              </w:rPr>
              <w:t>View</w:t>
            </w:r>
            <w:r w:rsidRPr="00870ED0">
              <w:rPr>
                <w:noProof w:val="0"/>
              </w:rPr>
              <w:t xml:space="preserve">                            </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16- Update record on MF\DF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rsidP="00040656">
            <w:pPr>
              <w:pStyle w:val="PL"/>
              <w:keepNext/>
              <w:keepLines/>
              <w:rPr>
                <w:noProof w:val="0"/>
              </w:rPr>
            </w:pPr>
          </w:p>
          <w:p w:rsidR="00714EBB" w:rsidRPr="00870ED0" w:rsidRDefault="00714EBB" w:rsidP="00040656">
            <w:pPr>
              <w:pStyle w:val="PL"/>
              <w:keepNext/>
              <w:keepLines/>
              <w:rPr>
                <w:noProof w:val="0"/>
              </w:rPr>
            </w:pPr>
            <w:r w:rsidRPr="00870ED0">
              <w:rPr>
                <w:noProof w:val="0"/>
              </w:rPr>
              <w:t xml:space="preserve">17- Call isEventSet (EVENT_EXTERNAL_FILE_UPDATE) method </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 Returns false</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3- Applet is triggered</w:t>
            </w:r>
          </w:p>
          <w:p w:rsidR="00714EBB" w:rsidRPr="00870ED0" w:rsidRDefault="00714EBB" w:rsidP="00040656">
            <w:pPr>
              <w:pStyle w:val="TAL"/>
            </w:pPr>
          </w:p>
          <w:p w:rsidR="00714EBB" w:rsidRPr="00870ED0" w:rsidRDefault="00714EBB" w:rsidP="00040656">
            <w:pPr>
              <w:pStyle w:val="TAL"/>
            </w:pPr>
            <w:r w:rsidRPr="00870ED0">
              <w:t>4- Applet is triggered</w:t>
            </w:r>
          </w:p>
          <w:p w:rsidR="00714EBB" w:rsidRPr="00870ED0" w:rsidRDefault="00714EBB" w:rsidP="00040656">
            <w:pPr>
              <w:pStyle w:val="TAL"/>
            </w:pPr>
          </w:p>
          <w:p w:rsidR="00714EBB" w:rsidRPr="00870ED0" w:rsidRDefault="00714EBB" w:rsidP="00040656">
            <w:pPr>
              <w:pStyle w:val="TAL"/>
            </w:pPr>
            <w:r w:rsidRPr="00870ED0">
              <w:t>5- Applet is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8-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9- Applet is not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11-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12- Applet is not triggered</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13- Returns true</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15- No exception is thrown</w:t>
            </w: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p>
          <w:p w:rsidR="00714EBB" w:rsidRPr="00870ED0" w:rsidRDefault="00714EBB" w:rsidP="00040656">
            <w:pPr>
              <w:pStyle w:val="TAL"/>
            </w:pPr>
            <w:r w:rsidRPr="00870ED0">
              <w:t>16- Applet is not triggered</w:t>
            </w:r>
          </w:p>
          <w:p w:rsidR="00714EBB" w:rsidRPr="00870ED0" w:rsidRDefault="00714EBB" w:rsidP="00040656">
            <w:pPr>
              <w:pStyle w:val="TAL"/>
            </w:pPr>
          </w:p>
          <w:p w:rsidR="00714EBB" w:rsidRPr="00870ED0" w:rsidRDefault="00714EBB" w:rsidP="00040656">
            <w:pPr>
              <w:pStyle w:val="TAL"/>
            </w:pPr>
            <w:r w:rsidRPr="00870ED0">
              <w:t>17- Returns false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Deregister DF does not affect child EF </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baFileList=”02 3F0011116F03 3F001111”</w:t>
            </w:r>
          </w:p>
          <w:p w:rsidR="00714EBB" w:rsidRPr="00870ED0" w:rsidRDefault="00714EBB">
            <w:pPr>
              <w:pStyle w:val="PL"/>
              <w:rPr>
                <w:noProof w:val="0"/>
              </w:rPr>
            </w:pPr>
            <w:r w:rsidRPr="00870ED0">
              <w:rPr>
                <w:noProof w:val="0"/>
              </w:rPr>
              <w:t xml:space="preserve">baADFAid=null </w:t>
            </w:r>
          </w:p>
          <w:p w:rsidR="00714EBB" w:rsidRPr="00870ED0" w:rsidRDefault="00714EBB">
            <w:pPr>
              <w:pStyle w:val="PL"/>
              <w:rPr>
                <w:noProof w:val="0"/>
              </w:rPr>
            </w:pPr>
          </w:p>
          <w:p w:rsidR="00714EBB" w:rsidRPr="00870ED0" w:rsidRDefault="00714EBB">
            <w:pPr>
              <w:pStyle w:val="PL"/>
              <w:rPr>
                <w:noProof w:val="0"/>
              </w:rPr>
            </w:pPr>
            <w:r w:rsidRPr="00870ED0">
              <w:rPr>
                <w:noProof w:val="0"/>
              </w:rPr>
              <w:t>2-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rPr>
            </w:pPr>
            <w:r w:rsidRPr="00870ED0">
              <w:rPr>
                <w:noProof w:val="0"/>
              </w:rPr>
              <w:t>3- Applet selects DF</w:t>
            </w:r>
            <w:r w:rsidRPr="00870ED0">
              <w:rPr>
                <w:noProof w:val="0"/>
                <w:vertAlign w:val="subscript"/>
              </w:rPr>
              <w:t>TEST</w:t>
            </w:r>
            <w:r w:rsidRPr="00870ED0">
              <w:rPr>
                <w:noProof w:val="0"/>
              </w:rPr>
              <w:t>.</w:t>
            </w:r>
          </w:p>
          <w:p w:rsidR="00714EBB" w:rsidRPr="00870ED0" w:rsidRDefault="00714EBB">
            <w:pPr>
              <w:pStyle w:val="PL"/>
              <w:rPr>
                <w:noProof w:val="0"/>
              </w:rPr>
            </w:pPr>
          </w:p>
          <w:p w:rsidR="00714EBB" w:rsidRPr="00870ED0" w:rsidRDefault="00714EBB">
            <w:pPr>
              <w:pStyle w:val="PL"/>
              <w:rPr>
                <w:noProof w:val="0"/>
              </w:rPr>
            </w:pPr>
            <w:r w:rsidRPr="00870ED0">
              <w:rPr>
                <w:noProof w:val="0"/>
              </w:rPr>
              <w:t>4-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aFileView = UICC</w:t>
            </w:r>
            <w:r w:rsidRPr="00870ED0">
              <w:rPr>
                <w:noProof w:val="0"/>
                <w:lang w:eastAsia="es-ES"/>
              </w:rPr>
              <w:t>View</w:t>
            </w:r>
          </w:p>
          <w:p w:rsidR="00714EBB" w:rsidRPr="00870ED0" w:rsidRDefault="00714EBB">
            <w:pPr>
              <w:pStyle w:val="PL"/>
              <w:rPr>
                <w:noProof w:val="0"/>
              </w:rPr>
            </w:pPr>
          </w:p>
          <w:p w:rsidR="00714EBB" w:rsidRPr="00870ED0" w:rsidRDefault="00714EBB">
            <w:pPr>
              <w:pStyle w:val="PL"/>
              <w:rPr>
                <w:noProof w:val="0"/>
                <w:vertAlign w:val="subscript"/>
              </w:rPr>
            </w:pPr>
            <w:r w:rsidRPr="00870ED0">
              <w:rPr>
                <w:noProof w:val="0"/>
              </w:rPr>
              <w:t>5-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4-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5-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ageBreakBefore/>
            </w:pPr>
            <w:r w:rsidRPr="00870ED0">
              <w:lastRenderedPageBreak/>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ageBreakBefore/>
            </w:pPr>
            <w:r w:rsidRPr="00870ED0">
              <w:t xml:space="preserve">Deregister EF does not affect parent DF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1-Select DF</w:t>
            </w:r>
            <w:r w:rsidRPr="00870ED0">
              <w:rPr>
                <w:noProof w:val="0"/>
                <w:vertAlign w:val="subscript"/>
              </w:rPr>
              <w:t>TEST</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2- Call 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aFileView = UICC</w:t>
            </w:r>
            <w:r w:rsidRPr="00870ED0">
              <w:rPr>
                <w:noProof w:val="0"/>
                <w:lang w:eastAsia="es-ES"/>
              </w:rPr>
              <w:t>View</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3-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4- Applet selects EF</w:t>
            </w:r>
            <w:r w:rsidRPr="00870ED0">
              <w:rPr>
                <w:noProof w:val="0"/>
                <w:vertAlign w:val="subscript"/>
              </w:rPr>
              <w:t>TARU</w:t>
            </w:r>
            <w:r w:rsidRPr="00870ED0">
              <w:rPr>
                <w:noProof w:val="0"/>
              </w:rPr>
              <w:t>.</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5- Call deregisterFileEvent()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lang w:eastAsia="es-ES"/>
              </w:rPr>
            </w:pPr>
            <w:r w:rsidRPr="00870ED0">
              <w:rPr>
                <w:noProof w:val="0"/>
              </w:rPr>
              <w:t>aFileView = UICC</w:t>
            </w:r>
            <w:r w:rsidRPr="00870ED0">
              <w:rPr>
                <w:noProof w:val="0"/>
                <w:lang w:eastAsia="es-ES"/>
              </w:rPr>
              <w:t>View</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6- Update binary on MF\DF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r w:rsidRPr="00870ED0">
              <w:rPr>
                <w:noProof w:val="0"/>
              </w:rPr>
              <w:t>7- Update record on MF\DF</w:t>
            </w:r>
            <w:r w:rsidRPr="00870ED0">
              <w:rPr>
                <w:noProof w:val="0"/>
                <w:vertAlign w:val="subscript"/>
              </w:rPr>
              <w:t>TEST</w:t>
            </w:r>
            <w:r w:rsidRPr="00870ED0">
              <w:rPr>
                <w:noProof w:val="0"/>
              </w:rPr>
              <w:t>\EF</w:t>
            </w:r>
            <w:r w:rsidRPr="00870ED0">
              <w:rPr>
                <w:noProof w:val="0"/>
                <w:vertAlign w:val="subscript"/>
              </w:rPr>
              <w:t>LARU</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3-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5-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6- Applet is triggered</w:t>
            </w:r>
          </w:p>
          <w:p w:rsidR="00714EBB" w:rsidRPr="00870ED0" w:rsidRDefault="00714EBB" w:rsidP="00040656">
            <w:pPr>
              <w:pStyle w:val="TAL"/>
              <w:keepNext w:val="0"/>
              <w:keepLines w:val="0"/>
              <w:pageBreakBefore/>
            </w:pPr>
            <w:r w:rsidRPr="00870ED0">
              <w:t>7-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ageBreakBefore/>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Deregister EF under ADF1</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baFileList=”03 3F007FFF11116F03 3F007FFF11116F09 3F007FFF11116F0C”</w:t>
            </w:r>
          </w:p>
          <w:p w:rsidR="00714EBB" w:rsidRPr="00870ED0" w:rsidRDefault="00714EBB">
            <w:pPr>
              <w:pStyle w:val="PL"/>
              <w:rPr>
                <w:noProof w:val="0"/>
              </w:rPr>
            </w:pPr>
            <w:r w:rsidRPr="00870ED0">
              <w:rPr>
                <w:noProof w:val="0"/>
              </w:rPr>
              <w:t>baADFAid=”AID ADF1”</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2- Update binary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vertAlign w:val="subscript"/>
              </w:rPr>
            </w:pPr>
            <w:r w:rsidRPr="00870ED0">
              <w:rPr>
                <w:noProof w:val="0"/>
              </w:rPr>
              <w:t xml:space="preserve">3- Increase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pPr>
              <w:pStyle w:val="PL"/>
              <w:rPr>
                <w:noProof w:val="0"/>
                <w:vertAlign w:val="subscript"/>
              </w:rPr>
            </w:pPr>
          </w:p>
          <w:p w:rsidR="00714EBB" w:rsidRPr="00870ED0" w:rsidRDefault="00714EBB">
            <w:pPr>
              <w:pStyle w:val="PL"/>
              <w:rPr>
                <w:noProof w:val="0"/>
              </w:rPr>
            </w:pPr>
            <w:r w:rsidRPr="00870ED0">
              <w:rPr>
                <w:noProof w:val="0"/>
              </w:rPr>
              <w:t xml:space="preserve">4- Update record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LARU</w:t>
            </w:r>
          </w:p>
          <w:p w:rsidR="00714EBB" w:rsidRPr="00870ED0" w:rsidRDefault="00714EBB">
            <w:pPr>
              <w:pStyle w:val="PL"/>
              <w:rPr>
                <w:noProof w:val="0"/>
              </w:rPr>
            </w:pPr>
          </w:p>
          <w:p w:rsidR="00714EBB" w:rsidRPr="00870ED0" w:rsidRDefault="00714EBB">
            <w:pPr>
              <w:pStyle w:val="PL"/>
              <w:rPr>
                <w:noProof w:val="0"/>
                <w:lang w:eastAsia="es-ES"/>
              </w:rPr>
            </w:pPr>
          </w:p>
          <w:p w:rsidR="00714EBB" w:rsidRPr="00870ED0" w:rsidRDefault="00714EBB">
            <w:pPr>
              <w:pStyle w:val="PL"/>
              <w:rPr>
                <w:noProof w:val="0"/>
              </w:rPr>
            </w:pPr>
            <w:r w:rsidRPr="00870ED0">
              <w:rPr>
                <w:noProof w:val="0"/>
                <w:lang w:eastAsia="es-ES"/>
              </w:rPr>
              <w:t>5- Call ADF1View=getTheFileView()</w:t>
            </w:r>
          </w:p>
          <w:p w:rsidR="00714EBB" w:rsidRPr="00870ED0" w:rsidRDefault="00714EBB">
            <w:pPr>
              <w:pStyle w:val="PL"/>
              <w:rPr>
                <w:noProof w:val="0"/>
                <w:lang w:eastAsia="es-ES"/>
              </w:rPr>
            </w:pPr>
          </w:p>
          <w:p w:rsidR="00714EBB" w:rsidRPr="00870ED0" w:rsidRDefault="00714EBB">
            <w:pPr>
              <w:pStyle w:val="PL"/>
              <w:rPr>
                <w:noProof w:val="0"/>
              </w:rPr>
            </w:pPr>
            <w:r w:rsidRPr="00870ED0">
              <w:rPr>
                <w:noProof w:val="0"/>
              </w:rPr>
              <w:t>6- Applet selects EF</w:t>
            </w:r>
            <w:r w:rsidRPr="00870ED0">
              <w:rPr>
                <w:noProof w:val="0"/>
                <w:vertAlign w:val="subscript"/>
              </w:rPr>
              <w:t>TARU</w:t>
            </w:r>
            <w:r w:rsidRPr="00870ED0">
              <w:rPr>
                <w:noProof w:val="0"/>
              </w:rPr>
              <w:t>.</w:t>
            </w:r>
          </w:p>
          <w:p w:rsidR="00714EBB" w:rsidRPr="00870ED0" w:rsidRDefault="00714EBB">
            <w:pPr>
              <w:pStyle w:val="PL"/>
              <w:rPr>
                <w:noProof w:val="0"/>
              </w:rPr>
            </w:pPr>
          </w:p>
          <w:p w:rsidR="00714EBB" w:rsidRPr="00870ED0" w:rsidRDefault="00714EBB">
            <w:pPr>
              <w:pStyle w:val="PL"/>
              <w:rPr>
                <w:noProof w:val="0"/>
              </w:rPr>
            </w:pPr>
            <w:r w:rsidRPr="00870ED0">
              <w:rPr>
                <w:noProof w:val="0"/>
              </w:rPr>
              <w:t>7-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aFileView = </w:t>
            </w:r>
            <w:r w:rsidRPr="00870ED0">
              <w:rPr>
                <w:noProof w:val="0"/>
                <w:lang w:eastAsia="es-ES"/>
              </w:rPr>
              <w:t>ADF1View</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8- Update binary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9- Applet selects EF</w:t>
            </w:r>
            <w:r w:rsidRPr="00870ED0">
              <w:rPr>
                <w:noProof w:val="0"/>
                <w:vertAlign w:val="subscript"/>
              </w:rPr>
              <w:t>CARU</w:t>
            </w:r>
            <w:r w:rsidRPr="00870ED0">
              <w:rPr>
                <w:noProof w:val="0"/>
              </w:rPr>
              <w:t>.</w:t>
            </w:r>
          </w:p>
          <w:p w:rsidR="00714EBB" w:rsidRPr="00870ED0" w:rsidRDefault="00714EBB">
            <w:pPr>
              <w:pStyle w:val="PL"/>
              <w:rPr>
                <w:noProof w:val="0"/>
              </w:rPr>
            </w:pPr>
          </w:p>
          <w:p w:rsidR="00714EBB" w:rsidRPr="00870ED0" w:rsidRDefault="00714EBB">
            <w:pPr>
              <w:pStyle w:val="PL"/>
              <w:rPr>
                <w:noProof w:val="0"/>
              </w:rPr>
            </w:pPr>
            <w:r w:rsidRPr="00870ED0">
              <w:rPr>
                <w:noProof w:val="0"/>
              </w:rPr>
              <w:t>10-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aFileView = </w:t>
            </w:r>
            <w:r w:rsidRPr="00870ED0">
              <w:rPr>
                <w:noProof w:val="0"/>
                <w:lang w:eastAsia="es-ES"/>
              </w:rPr>
              <w:t>ADF1View</w:t>
            </w:r>
          </w:p>
          <w:p w:rsidR="00714EBB" w:rsidRPr="00870ED0" w:rsidRDefault="00714EBB">
            <w:pPr>
              <w:pStyle w:val="PL"/>
              <w:rPr>
                <w:noProof w:val="0"/>
              </w:rPr>
            </w:pPr>
          </w:p>
          <w:p w:rsidR="00714EBB" w:rsidRPr="00870ED0" w:rsidRDefault="00714EBB">
            <w:pPr>
              <w:pStyle w:val="PL"/>
              <w:rPr>
                <w:noProof w:val="0"/>
                <w:vertAlign w:val="subscript"/>
              </w:rPr>
            </w:pPr>
            <w:r w:rsidRPr="00870ED0">
              <w:rPr>
                <w:noProof w:val="0"/>
              </w:rPr>
              <w:t xml:space="preserve">11- Increase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CARU</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12- Applet selects EF</w:t>
            </w:r>
            <w:r w:rsidRPr="00870ED0">
              <w:rPr>
                <w:noProof w:val="0"/>
                <w:vertAlign w:val="subscript"/>
              </w:rPr>
              <w:t>LARU</w:t>
            </w:r>
            <w:r w:rsidRPr="00870ED0">
              <w:rPr>
                <w:noProof w:val="0"/>
              </w:rPr>
              <w:t>.</w:t>
            </w:r>
          </w:p>
          <w:p w:rsidR="00714EBB" w:rsidRPr="00870ED0" w:rsidRDefault="00714EBB">
            <w:pPr>
              <w:pStyle w:val="PL"/>
              <w:rPr>
                <w:noProof w:val="0"/>
              </w:rPr>
            </w:pPr>
          </w:p>
          <w:p w:rsidR="00714EBB" w:rsidRPr="00870ED0" w:rsidRDefault="00714EBB">
            <w:pPr>
              <w:pStyle w:val="PL"/>
              <w:rPr>
                <w:noProof w:val="0"/>
              </w:rPr>
            </w:pPr>
            <w:r w:rsidRPr="00870ED0">
              <w:rPr>
                <w:noProof w:val="0"/>
              </w:rPr>
              <w:t>13-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aFileView = </w:t>
            </w:r>
            <w:r w:rsidRPr="00870ED0">
              <w:rPr>
                <w:noProof w:val="0"/>
                <w:lang w:eastAsia="es-ES"/>
              </w:rPr>
              <w:t>ADF1View</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14- Update record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LARU</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3- Applet is triggered</w:t>
            </w:r>
          </w:p>
          <w:p w:rsidR="00714EBB" w:rsidRPr="00870ED0" w:rsidRDefault="00714EBB">
            <w:pPr>
              <w:pStyle w:val="TAL"/>
              <w:keepNext w:val="0"/>
              <w:keepLines w:val="0"/>
            </w:pPr>
          </w:p>
          <w:p w:rsidR="00714EBB" w:rsidRPr="00870ED0" w:rsidRDefault="00714EBB">
            <w:pPr>
              <w:pStyle w:val="TAL"/>
              <w:keepNext w:val="0"/>
              <w:keepLines w:val="0"/>
            </w:pPr>
            <w:r w:rsidRPr="00870ED0">
              <w:t>4-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7-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8- Applet is not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10-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11- Applet is not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13-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14- Applet is not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keepNext w:val="0"/>
              <w:keepLines w:val="0"/>
              <w:pageBreakBefore/>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ageBreakBefore/>
            </w:pPr>
            <w:r w:rsidRPr="00870ED0">
              <w:t xml:space="preserve">Deregister DF does not affect child EF (under ADF1)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1- Call 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baFileList=”02 3F007FFF11116F03 3F007FFF1111”</w:t>
            </w:r>
          </w:p>
          <w:p w:rsidR="00714EBB" w:rsidRPr="00870ED0" w:rsidRDefault="00714EBB" w:rsidP="00040656">
            <w:pPr>
              <w:pStyle w:val="PL"/>
              <w:pageBreakBefore/>
              <w:rPr>
                <w:noProof w:val="0"/>
              </w:rPr>
            </w:pPr>
            <w:r w:rsidRPr="00870ED0">
              <w:rPr>
                <w:noProof w:val="0"/>
              </w:rPr>
              <w:t xml:space="preserve">baADFAid=”AID ADF1” </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 xml:space="preserve">2- Update binary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3- Applet selects DF</w:t>
            </w:r>
            <w:r w:rsidRPr="00870ED0">
              <w:rPr>
                <w:noProof w:val="0"/>
                <w:vertAlign w:val="subscript"/>
              </w:rPr>
              <w:t>TEST</w:t>
            </w:r>
            <w:r w:rsidRPr="00870ED0">
              <w:rPr>
                <w:noProof w:val="0"/>
              </w:rPr>
              <w:t>.</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4- Call deregisterFileEvent() method with parameters:</w:t>
            </w:r>
          </w:p>
          <w:p w:rsidR="00714EBB" w:rsidRPr="00870ED0" w:rsidRDefault="00714EBB" w:rsidP="00040656">
            <w:pPr>
              <w:pStyle w:val="PL"/>
              <w:pageBreakBefore/>
              <w:rPr>
                <w:noProof w:val="0"/>
              </w:rPr>
            </w:pPr>
            <w:r w:rsidRPr="00870ED0">
              <w:rPr>
                <w:noProof w:val="0"/>
              </w:rPr>
              <w:t>event= EVENT_EXTERNAL_FILE_UPDATE</w:t>
            </w:r>
          </w:p>
          <w:p w:rsidR="00714EBB" w:rsidRPr="00870ED0" w:rsidRDefault="00714EBB" w:rsidP="00040656">
            <w:pPr>
              <w:pStyle w:val="PL"/>
              <w:pageBreakBefore/>
              <w:rPr>
                <w:noProof w:val="0"/>
              </w:rPr>
            </w:pPr>
            <w:r w:rsidRPr="00870ED0">
              <w:rPr>
                <w:noProof w:val="0"/>
              </w:rPr>
              <w:t xml:space="preserve">aFileView = </w:t>
            </w:r>
            <w:r w:rsidRPr="00870ED0">
              <w:rPr>
                <w:noProof w:val="0"/>
                <w:lang w:eastAsia="es-ES"/>
              </w:rPr>
              <w:t>ADF1View</w:t>
            </w:r>
          </w:p>
          <w:p w:rsidR="00714EBB" w:rsidRPr="00870ED0" w:rsidRDefault="00714EBB" w:rsidP="00040656">
            <w:pPr>
              <w:pStyle w:val="PL"/>
              <w:pageBreakBefore/>
              <w:rPr>
                <w:noProof w:val="0"/>
              </w:rPr>
            </w:pPr>
          </w:p>
          <w:p w:rsidR="00714EBB" w:rsidRPr="00870ED0" w:rsidRDefault="00714EBB" w:rsidP="00040656">
            <w:pPr>
              <w:pStyle w:val="PL"/>
              <w:pageBreakBefore/>
              <w:rPr>
                <w:noProof w:val="0"/>
              </w:rPr>
            </w:pPr>
            <w:r w:rsidRPr="00870ED0">
              <w:rPr>
                <w:noProof w:val="0"/>
              </w:rPr>
              <w:t xml:space="preserve">5- Update binary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TARU</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2- Applet is triggered</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4- No exception is thrown</w:t>
            </w: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p>
          <w:p w:rsidR="00714EBB" w:rsidRPr="00870ED0" w:rsidRDefault="00714EBB" w:rsidP="00040656">
            <w:pPr>
              <w:pStyle w:val="TAL"/>
              <w:keepNext w:val="0"/>
              <w:keepLines w:val="0"/>
              <w:pageBreakBefore/>
            </w:pPr>
            <w:r w:rsidRPr="00870ED0">
              <w:t>5-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L"/>
              <w:keepNext w:val="0"/>
              <w:keepLines w:val="0"/>
              <w:pageBreakBefore/>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Deregister EF does not affect parent DF (under ADF1)</w:t>
            </w:r>
          </w:p>
          <w:p w:rsidR="00714EBB" w:rsidRPr="00870ED0" w:rsidRDefault="00714EBB">
            <w:pPr>
              <w:pStyle w:val="PL"/>
              <w:rPr>
                <w:noProof w:val="0"/>
              </w:rPr>
            </w:pPr>
          </w:p>
          <w:p w:rsidR="00714EBB" w:rsidRPr="00870ED0" w:rsidRDefault="00714EBB">
            <w:pPr>
              <w:pStyle w:val="PL"/>
              <w:rPr>
                <w:noProof w:val="0"/>
              </w:rPr>
            </w:pPr>
            <w:r w:rsidRPr="00870ED0">
              <w:rPr>
                <w:noProof w:val="0"/>
              </w:rPr>
              <w:t>1- Call 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aFileView = </w:t>
            </w:r>
            <w:r w:rsidRPr="00870ED0">
              <w:rPr>
                <w:noProof w:val="0"/>
                <w:lang w:eastAsia="es-ES"/>
              </w:rPr>
              <w:t>ADF1View</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2- Update binary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p>
          <w:p w:rsidR="00714EBB" w:rsidRPr="00870ED0" w:rsidRDefault="00714EBB">
            <w:pPr>
              <w:pStyle w:val="PL"/>
              <w:rPr>
                <w:noProof w:val="0"/>
              </w:rPr>
            </w:pPr>
            <w:r w:rsidRPr="00870ED0">
              <w:rPr>
                <w:noProof w:val="0"/>
              </w:rPr>
              <w:t>3- Applet selects EF</w:t>
            </w:r>
            <w:r w:rsidRPr="00870ED0">
              <w:rPr>
                <w:noProof w:val="0"/>
                <w:vertAlign w:val="subscript"/>
              </w:rPr>
              <w:t>TARU</w:t>
            </w:r>
            <w:r w:rsidRPr="00870ED0">
              <w:rPr>
                <w:noProof w:val="0"/>
              </w:rPr>
              <w:t>.</w:t>
            </w:r>
          </w:p>
          <w:p w:rsidR="00714EBB" w:rsidRPr="00870ED0" w:rsidRDefault="00714EBB">
            <w:pPr>
              <w:pStyle w:val="PL"/>
              <w:rPr>
                <w:noProof w:val="0"/>
              </w:rPr>
            </w:pPr>
          </w:p>
          <w:p w:rsidR="00714EBB" w:rsidRPr="00870ED0" w:rsidRDefault="00714EBB">
            <w:pPr>
              <w:pStyle w:val="PL"/>
              <w:rPr>
                <w:noProof w:val="0"/>
              </w:rPr>
            </w:pPr>
            <w:r w:rsidRPr="00870ED0">
              <w:rPr>
                <w:noProof w:val="0"/>
              </w:rPr>
              <w:t>4- Call deregisterFileEvent() method with parameters:</w:t>
            </w:r>
          </w:p>
          <w:p w:rsidR="00714EBB" w:rsidRPr="00870ED0" w:rsidRDefault="00714EBB">
            <w:pPr>
              <w:pStyle w:val="PL"/>
              <w:rPr>
                <w:noProof w:val="0"/>
              </w:rPr>
            </w:pPr>
            <w:r w:rsidRPr="00870ED0">
              <w:rPr>
                <w:noProof w:val="0"/>
              </w:rPr>
              <w:t>event= EVENT_EXTERNAL_FILE_UPDATE</w:t>
            </w:r>
          </w:p>
          <w:p w:rsidR="00714EBB" w:rsidRPr="00870ED0" w:rsidRDefault="00714EBB">
            <w:pPr>
              <w:pStyle w:val="PL"/>
              <w:rPr>
                <w:noProof w:val="0"/>
              </w:rPr>
            </w:pPr>
            <w:r w:rsidRPr="00870ED0">
              <w:rPr>
                <w:noProof w:val="0"/>
              </w:rPr>
              <w:t xml:space="preserve">aFileView = </w:t>
            </w:r>
            <w:r w:rsidRPr="00870ED0">
              <w:rPr>
                <w:noProof w:val="0"/>
                <w:lang w:eastAsia="es-ES"/>
              </w:rPr>
              <w:t>ADF1View</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5- Update binary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TARU</w:t>
            </w:r>
          </w:p>
          <w:p w:rsidR="00714EBB" w:rsidRPr="00870ED0" w:rsidRDefault="00714EBB">
            <w:pPr>
              <w:pStyle w:val="PL"/>
              <w:rPr>
                <w:noProof w:val="0"/>
              </w:rPr>
            </w:pPr>
            <w:r w:rsidRPr="00870ED0">
              <w:rPr>
                <w:noProof w:val="0"/>
              </w:rPr>
              <w:t xml:space="preserve">6- Update record on </w:t>
            </w:r>
            <w:r w:rsidR="0055057B" w:rsidRPr="00870ED0">
              <w:rPr>
                <w:noProof w:val="0"/>
              </w:rPr>
              <w:t>ADF1</w:t>
            </w:r>
            <w:r w:rsidRPr="00870ED0">
              <w:rPr>
                <w:noProof w:val="0"/>
              </w:rPr>
              <w:t>\DF</w:t>
            </w:r>
            <w:r w:rsidRPr="00870ED0">
              <w:rPr>
                <w:noProof w:val="0"/>
                <w:vertAlign w:val="subscript"/>
              </w:rPr>
              <w:t>TEST</w:t>
            </w:r>
            <w:r w:rsidRPr="00870ED0">
              <w:rPr>
                <w:noProof w:val="0"/>
              </w:rPr>
              <w:t>\EF</w:t>
            </w:r>
            <w:r w:rsidRPr="00870ED0">
              <w:rPr>
                <w:noProof w:val="0"/>
                <w:vertAlign w:val="subscript"/>
              </w:rPr>
              <w:t>LARU</w:t>
            </w:r>
            <w:r w:rsidRPr="00870ED0">
              <w:rPr>
                <w:noProof w:val="0"/>
              </w:rPr>
              <w:t xml:space="preserve"> </w:t>
            </w:r>
          </w:p>
          <w:p w:rsidR="00714EBB" w:rsidRPr="00870ED0" w:rsidRDefault="00714EBB">
            <w:pPr>
              <w:pStyle w:val="PL"/>
              <w:rPr>
                <w:noProof w:val="0"/>
              </w:rPr>
            </w:pPr>
          </w:p>
          <w:p w:rsidR="00714EBB" w:rsidRPr="00870ED0" w:rsidRDefault="00714EBB">
            <w:pPr>
              <w:pStyle w:val="PL"/>
              <w:rPr>
                <w:noProof w:val="0"/>
              </w:rPr>
            </w:pPr>
            <w:r w:rsidRPr="00870ED0">
              <w:rPr>
                <w:noProof w:val="0"/>
              </w:rPr>
              <w:t>7- Restore EFs</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Applet is triggered</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4- No exception is thrown</w:t>
            </w: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5- Applet is triggered</w:t>
            </w:r>
          </w:p>
          <w:p w:rsidR="00714EBB" w:rsidRPr="00870ED0" w:rsidRDefault="00714EBB">
            <w:pPr>
              <w:pStyle w:val="TAL"/>
              <w:keepNext w:val="0"/>
              <w:keepLines w:val="0"/>
            </w:pPr>
            <w:r w:rsidRPr="00870ED0">
              <w:t>6- Applet is triggered</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NullPointerException Exception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 null aFileView</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NullPointerException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EVENT_MENU_SELECTION not allowed</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 event=EVENT_MENU_SELECTION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EVENT_MENU_SELECTION_HELP_REQUEST  not allowed </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 event= EVENT_MENU_SELECTION_HELP_REQUEST</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EVENT_TIMER_EXPIRATION not allowed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event=EVENT_TIMER_EXPIRATION</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EVENT_STATUS_COMMAND not allowed </w:t>
            </w:r>
          </w:p>
          <w:p w:rsidR="00714EBB" w:rsidRPr="00870ED0" w:rsidRDefault="00714EBB">
            <w:pPr>
              <w:pStyle w:val="PL"/>
              <w:rPr>
                <w:noProof w:val="0"/>
              </w:rPr>
            </w:pPr>
          </w:p>
          <w:p w:rsidR="00714EBB" w:rsidRPr="00870ED0" w:rsidRDefault="00714EBB">
            <w:pPr>
              <w:pStyle w:val="PL"/>
              <w:rPr>
                <w:noProof w:val="0"/>
              </w:rPr>
            </w:pPr>
            <w:r w:rsidRPr="00870ED0">
              <w:rPr>
                <w:noProof w:val="0"/>
              </w:rPr>
              <w:t xml:space="preserve">Call registerFileEvent() method with </w:t>
            </w:r>
          </w:p>
          <w:p w:rsidR="00714EBB" w:rsidRPr="00870ED0" w:rsidRDefault="00714EBB">
            <w:pPr>
              <w:pStyle w:val="PL"/>
              <w:rPr>
                <w:noProof w:val="0"/>
              </w:rPr>
            </w:pPr>
            <w:r w:rsidRPr="00870ED0">
              <w:rPr>
                <w:noProof w:val="0"/>
              </w:rPr>
              <w:t>event=EVENT_STATUS_COMMAND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EVENT_NOT_ALLOWED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EVENT_NOT_SUPPORTED Exception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registerFileEvent() method with</w:t>
            </w:r>
          </w:p>
          <w:p w:rsidR="00714EBB" w:rsidRPr="00870ED0" w:rsidRDefault="00714EBB">
            <w:pPr>
              <w:pStyle w:val="PL"/>
              <w:rPr>
                <w:noProof w:val="0"/>
              </w:rPr>
            </w:pPr>
            <w:r w:rsidRPr="00870ED0">
              <w:rPr>
                <w:noProof w:val="0"/>
              </w:rPr>
              <w:t xml:space="preserve"> event=EVENT_PROFILE_DOWNLOAD</w:t>
            </w:r>
          </w:p>
        </w:tc>
        <w:tc>
          <w:tcPr>
            <w:tcW w:w="2911"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ToolkitException with EVENT_NOT_SUPPORTED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040656">
      <w:pPr>
        <w:pStyle w:val="Heading4"/>
      </w:pPr>
      <w:r w:rsidRPr="00870ED0">
        <w:lastRenderedPageBreak/>
        <w:t>5.2.8.19</w:t>
      </w:r>
      <w:r w:rsidRPr="00870ED0">
        <w:tab/>
        <w:t>Method setMenuEntryTextAttribute</w:t>
      </w:r>
    </w:p>
    <w:p w:rsidR="00714EBB" w:rsidRPr="00870ED0" w:rsidRDefault="00714EBB" w:rsidP="00040656">
      <w:pPr>
        <w:keepNext/>
        <w:keepLines/>
      </w:pPr>
      <w:r w:rsidRPr="00870ED0">
        <w:t>Test Area Reference: Api_2_Tkr_Smta</w:t>
      </w:r>
      <w:r w:rsidR="00040656" w:rsidRPr="00870ED0">
        <w:t>.</w:t>
      </w:r>
    </w:p>
    <w:p w:rsidR="00714EBB" w:rsidRPr="00870ED0" w:rsidRDefault="00714EBB" w:rsidP="00040656">
      <w:pPr>
        <w:pStyle w:val="Heading5"/>
      </w:pPr>
      <w:r w:rsidRPr="00870ED0">
        <w:t>5.2</w:t>
      </w:r>
      <w:r w:rsidR="00040656" w:rsidRPr="00870ED0">
        <w:t>.8.19.1</w:t>
      </w:r>
      <w:r w:rsidR="00040656"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setMenuEntryTextAttribute(byte id,</w:t>
      </w:r>
    </w:p>
    <w:p w:rsidR="00714EBB" w:rsidRPr="00870ED0" w:rsidRDefault="00714EBB">
      <w:pPr>
        <w:pStyle w:val="PL"/>
        <w:rPr>
          <w:noProof w:val="0"/>
        </w:rPr>
      </w:pPr>
      <w:r w:rsidRPr="00870ED0">
        <w:rPr>
          <w:noProof w:val="0"/>
        </w:rPr>
        <w:t xml:space="preserve">                                      byte[] textAttribute,</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r w:rsidRPr="00870ED0">
        <w:rPr>
          <w:noProof w:val="0"/>
        </w:rPr>
        <w:t xml:space="preserve">                                      javacard.framework.TransactionException</w:t>
      </w:r>
    </w:p>
    <w:p w:rsidR="00040656" w:rsidRPr="00870ED0" w:rsidRDefault="00040656">
      <w:pPr>
        <w:pStyle w:val="PL"/>
        <w:rPr>
          <w:noProof w:val="0"/>
        </w:rPr>
      </w:pPr>
    </w:p>
    <w:p w:rsidR="00714EBB" w:rsidRPr="00870ED0" w:rsidRDefault="00714EBB">
      <w:pPr>
        <w:pStyle w:val="H6"/>
        <w:outlineLvl w:val="0"/>
      </w:pPr>
      <w:r w:rsidRPr="00870ED0">
        <w:t>5.2.8.19.1.1</w:t>
      </w:r>
      <w:r w:rsidRPr="00870ED0">
        <w:tab/>
        <w:t>Normal execution</w:t>
      </w:r>
    </w:p>
    <w:p w:rsidR="00714EBB" w:rsidRPr="00870ED0" w:rsidRDefault="00040656">
      <w:pPr>
        <w:pStyle w:val="B1"/>
        <w:rPr>
          <w:lang w:eastAsia="es-ES"/>
        </w:rPr>
      </w:pPr>
      <w:r w:rsidRPr="00870ED0">
        <w:t xml:space="preserve">CRRN1: </w:t>
      </w:r>
      <w:r w:rsidR="00714EBB" w:rsidRPr="00870ED0">
        <w:rPr>
          <w:lang w:eastAsia="es-ES"/>
        </w:rPr>
        <w:t>Sets the text attribute of a menu entry.</w:t>
      </w:r>
    </w:p>
    <w:p w:rsidR="00714EBB" w:rsidRPr="00870ED0" w:rsidRDefault="00714EBB">
      <w:pPr>
        <w:pStyle w:val="B1"/>
        <w:rPr>
          <w:lang w:eastAsia="es-ES"/>
        </w:rPr>
      </w:pPr>
      <w:r w:rsidRPr="00870ED0">
        <w:rPr>
          <w:lang w:eastAsia="es-ES"/>
        </w:rPr>
        <w:t>CRRN2: The text attribute provided will be added to the text attribute list of the item text attribute list Comprehension TLV.</w:t>
      </w:r>
    </w:p>
    <w:p w:rsidR="00714EBB" w:rsidRPr="00870ED0" w:rsidRDefault="00714EBB">
      <w:pPr>
        <w:pStyle w:val="B1"/>
        <w:rPr>
          <w:lang w:eastAsia="es-ES"/>
        </w:rPr>
      </w:pPr>
      <w:r w:rsidRPr="00870ED0">
        <w:t xml:space="preserve">CRRN3: </w:t>
      </w:r>
      <w:r w:rsidRPr="00870ED0">
        <w:rPr>
          <w:lang w:eastAsia="es-ES"/>
        </w:rPr>
        <w:t>After the invocation of this method, during the current card session, the CAT Runtime Environment shall dynamically update the menu stored in the terminal</w:t>
      </w:r>
      <w:r w:rsidR="00022EF9" w:rsidRPr="00870ED0">
        <w:t>.</w:t>
      </w:r>
    </w:p>
    <w:p w:rsidR="00714EBB" w:rsidRPr="00870ED0" w:rsidRDefault="00714EBB">
      <w:pPr>
        <w:pStyle w:val="H6"/>
        <w:outlineLvl w:val="0"/>
      </w:pPr>
      <w:r w:rsidRPr="00870ED0">
        <w:t>5.2.8.19.1.2</w:t>
      </w:r>
      <w:r w:rsidRPr="00870ED0">
        <w:tab/>
        <w:t>Parameter errors</w:t>
      </w:r>
    </w:p>
    <w:p w:rsidR="00714EBB" w:rsidRPr="00870ED0" w:rsidRDefault="00714EBB">
      <w:pPr>
        <w:pStyle w:val="B1"/>
      </w:pPr>
      <w:r w:rsidRPr="00870ED0">
        <w:t>CRRP1: Shall throw a java.lang.NullPointerException if textAttribute is null.</w:t>
      </w:r>
    </w:p>
    <w:p w:rsidR="00714EBB" w:rsidRPr="00870ED0" w:rsidRDefault="00714EBB">
      <w:pPr>
        <w:pStyle w:val="B1"/>
      </w:pPr>
      <w:r w:rsidRPr="00870ED0">
        <w:t>CRRP2: Shall throw a java.lang.ArrayIndexOutOfBoundsException if offset or length or both would cause access outside array bounds.</w:t>
      </w:r>
    </w:p>
    <w:p w:rsidR="00714EBB" w:rsidRPr="00870ED0" w:rsidRDefault="00714EBB">
      <w:pPr>
        <w:pStyle w:val="B1"/>
      </w:pPr>
      <w:r w:rsidRPr="00870ED0">
        <w:t>CRRP3: Shall throw a ToolkitException with MENU_ENTRY_NOT_FOUND reason if the menu entry does not exist for this applet.</w:t>
      </w:r>
    </w:p>
    <w:p w:rsidR="00714EBB" w:rsidRPr="00870ED0" w:rsidRDefault="00714EBB">
      <w:pPr>
        <w:pStyle w:val="B1"/>
      </w:pPr>
      <w:r w:rsidRPr="00870ED0">
        <w:t>CRRP4: Shall throw a ToolkitException with BAD_INPUT_PARAMETER reason if the length is different from 4.</w:t>
      </w:r>
    </w:p>
    <w:p w:rsidR="00714EBB" w:rsidRPr="00870ED0" w:rsidRDefault="00714EBB">
      <w:pPr>
        <w:pStyle w:val="B1"/>
      </w:pPr>
      <w:r w:rsidRPr="00870ED0">
        <w:t xml:space="preserve">CRRP5: Shall throw a javacard.framework.TransactionException if the operation would cause the </w:t>
      </w:r>
      <w:r w:rsidR="00022EF9" w:rsidRPr="00870ED0">
        <w:t>commit capacity to be exceeded.</w:t>
      </w:r>
    </w:p>
    <w:p w:rsidR="00714EBB" w:rsidRPr="00870ED0" w:rsidRDefault="00714EBB">
      <w:pPr>
        <w:pStyle w:val="H6"/>
        <w:outlineLvl w:val="0"/>
      </w:pPr>
      <w:r w:rsidRPr="00870ED0">
        <w:t>5.2.8.19.1.3</w:t>
      </w:r>
      <w:r w:rsidRPr="00870ED0">
        <w:tab/>
        <w:t>Context errors</w:t>
      </w:r>
    </w:p>
    <w:p w:rsidR="00714EBB" w:rsidRPr="00870ED0" w:rsidRDefault="00714EBB">
      <w:r w:rsidRPr="00870ED0">
        <w:t>No requirements.</w:t>
      </w:r>
    </w:p>
    <w:p w:rsidR="00714EBB" w:rsidRPr="00870ED0" w:rsidRDefault="00714EBB" w:rsidP="00040656">
      <w:pPr>
        <w:pStyle w:val="Heading5"/>
      </w:pPr>
      <w:r w:rsidRPr="00870ED0">
        <w:t>5.2.8.19.2</w:t>
      </w:r>
      <w:r w:rsidRPr="00870ED0">
        <w:tab/>
        <w:t>Test area files</w:t>
      </w:r>
    </w:p>
    <w:p w:rsidR="00714EBB" w:rsidRPr="00870ED0" w:rsidRDefault="00714EBB" w:rsidP="002854FB">
      <w:pPr>
        <w:pStyle w:val="EX"/>
      </w:pPr>
      <w:r w:rsidRPr="00870ED0">
        <w:t>Test Source:</w:t>
      </w:r>
      <w:r w:rsidRPr="00870ED0">
        <w:tab/>
        <w:t>Test_ Api_2_Tkr_Smta.java</w:t>
      </w:r>
      <w:r w:rsidR="00040656" w:rsidRPr="00870ED0">
        <w:t>.</w:t>
      </w:r>
    </w:p>
    <w:p w:rsidR="00714EBB" w:rsidRPr="00870ED0" w:rsidRDefault="00714EBB" w:rsidP="002854FB">
      <w:pPr>
        <w:pStyle w:val="EX"/>
      </w:pPr>
      <w:r w:rsidRPr="00870ED0">
        <w:t xml:space="preserve">Test Applet: </w:t>
      </w:r>
      <w:r w:rsidRPr="00870ED0">
        <w:tab/>
        <w:t>Api_2_Tkr</w:t>
      </w:r>
      <w:r w:rsidR="00040656" w:rsidRPr="00870ED0">
        <w:t>_Smta _1.java.</w:t>
      </w:r>
    </w:p>
    <w:p w:rsidR="00714EBB" w:rsidRPr="00870ED0" w:rsidRDefault="00714EBB" w:rsidP="002854FB">
      <w:pPr>
        <w:pStyle w:val="EX"/>
      </w:pPr>
      <w:r w:rsidRPr="00870ED0">
        <w:t>Cap File:</w:t>
      </w:r>
      <w:r w:rsidRPr="00870ED0">
        <w:tab/>
        <w:t>api_2_tkr_smta.cap</w:t>
      </w:r>
      <w:r w:rsidR="00040656" w:rsidRPr="00870ED0">
        <w:t>.</w:t>
      </w:r>
    </w:p>
    <w:p w:rsidR="00714EBB" w:rsidRPr="00870ED0" w:rsidRDefault="00714EBB" w:rsidP="00040656">
      <w:pPr>
        <w:pStyle w:val="Heading5"/>
      </w:pPr>
      <w:r w:rsidRPr="00870ED0">
        <w:lastRenderedPageBreak/>
        <w:t>5.2.8.19.3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1, 2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1, 2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N3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1, 2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4, 5, 6, 7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8</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P4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rsidP="00040656">
            <w:pPr>
              <w:pStyle w:val="TAC"/>
            </w:pPr>
            <w:r w:rsidRPr="00870ED0">
              <w:t>9</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P5</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bl>
    <w:p w:rsidR="00714EBB" w:rsidRPr="00870ED0" w:rsidRDefault="00714EBB" w:rsidP="00040656"/>
    <w:p w:rsidR="00714EBB" w:rsidRPr="00870ED0" w:rsidRDefault="00714EBB" w:rsidP="00040656">
      <w:pPr>
        <w:pStyle w:val="Heading5"/>
      </w:pPr>
      <w:r w:rsidRPr="00870ED0">
        <w:t>5.2.8.19.4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06"/>
        <w:gridCol w:w="2339"/>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0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Text attribute update 1</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setMenuEntryTextAttribute() with parameters:</w:t>
            </w:r>
          </w:p>
          <w:p w:rsidR="00714EBB" w:rsidRPr="00870ED0" w:rsidRDefault="00714EBB">
            <w:pPr>
              <w:pStyle w:val="PL"/>
              <w:rPr>
                <w:noProof w:val="0"/>
              </w:rPr>
            </w:pPr>
          </w:p>
          <w:p w:rsidR="00714EBB" w:rsidRPr="00870ED0" w:rsidRDefault="00714EBB">
            <w:pPr>
              <w:pStyle w:val="PL"/>
              <w:rPr>
                <w:noProof w:val="0"/>
              </w:rPr>
            </w:pPr>
            <w:r w:rsidRPr="00870ED0">
              <w:rPr>
                <w:noProof w:val="0"/>
              </w:rPr>
              <w:t>Id = '02'</w:t>
            </w:r>
          </w:p>
          <w:p w:rsidR="00714EBB" w:rsidRPr="00870ED0" w:rsidRDefault="00714EBB">
            <w:pPr>
              <w:pStyle w:val="PL"/>
              <w:rPr>
                <w:noProof w:val="0"/>
              </w:rPr>
            </w:pPr>
            <w:r w:rsidRPr="00870ED0">
              <w:rPr>
                <w:noProof w:val="0"/>
              </w:rPr>
              <w:t>textAttribute= "00 0C 11 02 00 0C 10 03"</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4</w:t>
            </w:r>
          </w:p>
        </w:tc>
        <w:tc>
          <w:tcPr>
            <w:tcW w:w="2906"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No exception shall be thrown.</w:t>
            </w:r>
          </w:p>
          <w:p w:rsidR="00714EBB" w:rsidRPr="00870ED0" w:rsidRDefault="00714EBB">
            <w:pPr>
              <w:pStyle w:val="TAL"/>
              <w:keepNext w:val="0"/>
              <w:keepLines w:val="0"/>
            </w:pP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The UICC shall issue a SETUP MENU proactive command which contains the text Attribute list value  "00 00 03 90" “00 0C 11 02” "00 00 03 90" "00 00 03 90"</w:t>
            </w:r>
          </w:p>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Text attribute update 2</w:t>
            </w:r>
          </w:p>
          <w:p w:rsidR="00714EBB" w:rsidRPr="00870ED0" w:rsidRDefault="00714EBB">
            <w:pPr>
              <w:pStyle w:val="PL"/>
              <w:rPr>
                <w:noProof w:val="0"/>
              </w:rPr>
            </w:pPr>
          </w:p>
          <w:p w:rsidR="00714EBB" w:rsidRPr="00870ED0" w:rsidRDefault="00714EBB">
            <w:pPr>
              <w:pStyle w:val="PL"/>
              <w:rPr>
                <w:noProof w:val="0"/>
              </w:rPr>
            </w:pPr>
          </w:p>
          <w:p w:rsidR="00714EBB" w:rsidRPr="00870ED0" w:rsidRDefault="00714EBB">
            <w:pPr>
              <w:pStyle w:val="PL"/>
              <w:rPr>
                <w:noProof w:val="0"/>
              </w:rPr>
            </w:pPr>
            <w:r w:rsidRPr="00870ED0">
              <w:rPr>
                <w:noProof w:val="0"/>
              </w:rPr>
              <w:t>Call setMenuEntryTextAttribute() with parameters:</w:t>
            </w:r>
          </w:p>
          <w:p w:rsidR="00714EBB" w:rsidRPr="00870ED0" w:rsidRDefault="00714EBB">
            <w:pPr>
              <w:pStyle w:val="PL"/>
              <w:rPr>
                <w:noProof w:val="0"/>
              </w:rPr>
            </w:pPr>
          </w:p>
          <w:p w:rsidR="00714EBB" w:rsidRPr="00870ED0" w:rsidRDefault="00714EBB">
            <w:pPr>
              <w:pStyle w:val="PL"/>
              <w:rPr>
                <w:noProof w:val="0"/>
              </w:rPr>
            </w:pPr>
            <w:r w:rsidRPr="00870ED0">
              <w:rPr>
                <w:noProof w:val="0"/>
              </w:rPr>
              <w:t>Id = '04'</w:t>
            </w:r>
          </w:p>
          <w:p w:rsidR="00714EBB" w:rsidRPr="00870ED0" w:rsidRDefault="00714EBB">
            <w:pPr>
              <w:pStyle w:val="PL"/>
              <w:rPr>
                <w:noProof w:val="0"/>
              </w:rPr>
            </w:pPr>
            <w:r w:rsidRPr="00870ED0">
              <w:rPr>
                <w:noProof w:val="0"/>
              </w:rPr>
              <w:t>textAttribute= "00 0C 11 02 00 0C 10 03"</w:t>
            </w:r>
          </w:p>
          <w:p w:rsidR="00714EBB" w:rsidRPr="00870ED0" w:rsidRDefault="00714EBB">
            <w:pPr>
              <w:pStyle w:val="PL"/>
              <w:rPr>
                <w:noProof w:val="0"/>
              </w:rPr>
            </w:pPr>
            <w:r w:rsidRPr="00870ED0">
              <w:rPr>
                <w:noProof w:val="0"/>
              </w:rPr>
              <w:t>Offset = 4</w:t>
            </w:r>
          </w:p>
          <w:p w:rsidR="00714EBB" w:rsidRPr="00870ED0" w:rsidRDefault="00714EBB">
            <w:pPr>
              <w:pStyle w:val="PL"/>
              <w:rPr>
                <w:noProof w:val="0"/>
              </w:rPr>
            </w:pPr>
            <w:r w:rsidRPr="00870ED0">
              <w:rPr>
                <w:noProof w:val="0"/>
              </w:rPr>
              <w:t>Length = 4</w:t>
            </w:r>
          </w:p>
        </w:tc>
        <w:tc>
          <w:tcPr>
            <w:tcW w:w="2906"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p>
          <w:p w:rsidR="00714EBB" w:rsidRPr="00870ED0" w:rsidRDefault="00714EBB">
            <w:pPr>
              <w:pStyle w:val="TAL"/>
              <w:keepNext w:val="0"/>
              <w:keepLines w:val="0"/>
            </w:pPr>
            <w:r w:rsidRPr="00870ED0">
              <w:t>No exception shall be thrown.</w:t>
            </w:r>
          </w:p>
          <w:p w:rsidR="00714EBB" w:rsidRPr="00870ED0" w:rsidRDefault="00714EBB">
            <w:pPr>
              <w:pStyle w:val="TAL"/>
              <w:keepNext w:val="0"/>
              <w:keepLines w:val="0"/>
            </w:pP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The UICC shall issue a SETUP MENU proactive command which contains the text Attribute list value  "00 00 03 90" “00 0C 11 02” "00 00 03 90" "00 0C 10 03"</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Call setMenuEntryTextAttribute() with null textAttribute</w:t>
            </w:r>
          </w:p>
        </w:tc>
        <w:tc>
          <w:tcPr>
            <w:tcW w:w="2906"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Shall throw a NullPointerException</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setMenuEntryTextAttribute() dstBuffer.length = 8</w:t>
            </w:r>
          </w:p>
          <w:p w:rsidR="00714EBB" w:rsidRPr="00870ED0" w:rsidRDefault="00714EBB">
            <w:pPr>
              <w:pStyle w:val="PL"/>
              <w:rPr>
                <w:noProof w:val="0"/>
              </w:rPr>
            </w:pPr>
            <w:r w:rsidRPr="00870ED0">
              <w:rPr>
                <w:noProof w:val="0"/>
              </w:rPr>
              <w:t>dstOffset = 8</w:t>
            </w:r>
          </w:p>
          <w:p w:rsidR="00714EBB" w:rsidRPr="00870ED0" w:rsidRDefault="00714EBB">
            <w:pPr>
              <w:pStyle w:val="PL"/>
              <w:rPr>
                <w:noProof w:val="0"/>
              </w:rPr>
            </w:pPr>
            <w:r w:rsidRPr="00870ED0">
              <w:rPr>
                <w:noProof w:val="0"/>
              </w:rPr>
              <w:t>dstLength = 4</w:t>
            </w:r>
          </w:p>
        </w:tc>
        <w:tc>
          <w:tcPr>
            <w:tcW w:w="290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Shall throw a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p>
          <w:p w:rsidR="00714EBB" w:rsidRPr="00870ED0" w:rsidRDefault="00714EBB">
            <w:pPr>
              <w:pStyle w:val="PL"/>
              <w:rPr>
                <w:noProof w:val="0"/>
              </w:rPr>
            </w:pPr>
            <w:r w:rsidRPr="00870ED0">
              <w:rPr>
                <w:noProof w:val="0"/>
              </w:rPr>
              <w:t>setMenuEntryTextAttribute() dstBuffer.length = 8</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4</w:t>
            </w:r>
          </w:p>
        </w:tc>
        <w:tc>
          <w:tcPr>
            <w:tcW w:w="290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Shall throw a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setMenuEntryTextAttribute() dstBuffer.length = 3</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4</w:t>
            </w:r>
          </w:p>
        </w:tc>
        <w:tc>
          <w:tcPr>
            <w:tcW w:w="290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Shall throw a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setMenuEntryTextAttribute() dstBuffer.length = 8</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4</w:t>
            </w:r>
          </w:p>
        </w:tc>
        <w:tc>
          <w:tcPr>
            <w:tcW w:w="290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Shall throw a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MENU_ENTRY_NOT_FOUND  exception</w:t>
            </w:r>
          </w:p>
          <w:p w:rsidR="00714EBB" w:rsidRPr="00870ED0" w:rsidRDefault="00714EBB">
            <w:pPr>
              <w:pStyle w:val="PL"/>
              <w:rPr>
                <w:noProof w:val="0"/>
              </w:rPr>
            </w:pPr>
          </w:p>
          <w:p w:rsidR="00714EBB" w:rsidRPr="00870ED0" w:rsidRDefault="00714EBB">
            <w:pPr>
              <w:pStyle w:val="PL"/>
              <w:rPr>
                <w:noProof w:val="0"/>
              </w:rPr>
            </w:pPr>
            <w:r w:rsidRPr="00870ED0">
              <w:rPr>
                <w:noProof w:val="0"/>
              </w:rPr>
              <w:t>Call setMenuEntryTextAttribute() with Id = 08</w:t>
            </w:r>
          </w:p>
        </w:tc>
        <w:tc>
          <w:tcPr>
            <w:tcW w:w="2906"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pPr>
              <w:pStyle w:val="TAL"/>
              <w:keepNext w:val="0"/>
              <w:keepLines w:val="0"/>
            </w:pPr>
            <w:r w:rsidRPr="00870ED0">
              <w:t xml:space="preserve">Shall throw a ToolkitException with MENU_ENTRY_NOT_FOUND  reason code </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lastRenderedPageBreak/>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BAD_INPUT_PARAMETER exception</w:t>
            </w:r>
          </w:p>
          <w:p w:rsidR="00714EBB" w:rsidRPr="00870ED0" w:rsidRDefault="00714EBB" w:rsidP="00010296">
            <w:pPr>
              <w:pStyle w:val="PL"/>
              <w:keepNext/>
              <w:rPr>
                <w:noProof w:val="0"/>
              </w:rPr>
            </w:pPr>
          </w:p>
          <w:p w:rsidR="00714EBB" w:rsidRPr="00870ED0" w:rsidRDefault="00714EBB" w:rsidP="00010296">
            <w:pPr>
              <w:pStyle w:val="PL"/>
              <w:keepNext/>
              <w:rPr>
                <w:noProof w:val="0"/>
              </w:rPr>
            </w:pPr>
            <w:r w:rsidRPr="00870ED0">
              <w:rPr>
                <w:noProof w:val="0"/>
              </w:rPr>
              <w:t>Call setMenuEntryTextAttribute() with length = 2</w:t>
            </w:r>
          </w:p>
        </w:tc>
        <w:tc>
          <w:tcPr>
            <w:tcW w:w="2906" w:type="dxa"/>
            <w:tcBorders>
              <w:top w:val="single" w:sz="4" w:space="0" w:color="auto"/>
              <w:left w:val="single" w:sz="4" w:space="0" w:color="auto"/>
              <w:bottom w:val="single" w:sz="4" w:space="0" w:color="auto"/>
              <w:right w:val="single" w:sz="4" w:space="0" w:color="auto"/>
            </w:tcBorders>
            <w:vAlign w:val="center"/>
          </w:tcPr>
          <w:p w:rsidR="00714EBB" w:rsidRPr="00870ED0" w:rsidRDefault="00714EBB" w:rsidP="00010296">
            <w:pPr>
              <w:pStyle w:val="TAL"/>
              <w:keepLines w:val="0"/>
            </w:pPr>
          </w:p>
          <w:p w:rsidR="00714EBB" w:rsidRPr="00870ED0" w:rsidRDefault="00714EBB" w:rsidP="00010296">
            <w:pPr>
              <w:pStyle w:val="TAL"/>
              <w:keepLines w:val="0"/>
            </w:pPr>
          </w:p>
          <w:p w:rsidR="00714EBB" w:rsidRPr="00870ED0" w:rsidRDefault="00714EBB" w:rsidP="00010296">
            <w:pPr>
              <w:pStyle w:val="TAL"/>
              <w:keepLines w:val="0"/>
            </w:pPr>
            <w:r w:rsidRPr="00870ED0">
              <w:t xml:space="preserve">Shall throw a ToolkitException with BAD_INPUT_PARAMETER reason code </w:t>
            </w:r>
          </w:p>
        </w:tc>
        <w:tc>
          <w:tcPr>
            <w:tcW w:w="233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bl>
    <w:p w:rsidR="00714EBB" w:rsidRPr="00870ED0" w:rsidRDefault="00714EBB"/>
    <w:p w:rsidR="00714EBB" w:rsidRPr="00870ED0" w:rsidRDefault="00714EBB">
      <w:pPr>
        <w:pStyle w:val="Heading3"/>
      </w:pPr>
      <w:r w:rsidRPr="00870ED0">
        <w:t>5.2.9</w:t>
      </w:r>
      <w:r w:rsidRPr="00870ED0">
        <w:tab/>
        <w:t>Interface ViewHandler</w:t>
      </w:r>
    </w:p>
    <w:p w:rsidR="00714EBB" w:rsidRPr="00870ED0" w:rsidRDefault="00714EBB">
      <w:r w:rsidRPr="00870ED0">
        <w:t>Tests are done in inheriting interfaces EnvelopeHandler, EnvelopeResponseHandler, ProactiveHandler and  ProactiveResponseHandler.</w:t>
      </w:r>
    </w:p>
    <w:p w:rsidR="00714EBB" w:rsidRPr="00870ED0" w:rsidRDefault="00040656">
      <w:pPr>
        <w:pStyle w:val="Heading3"/>
      </w:pPr>
      <w:r w:rsidRPr="00870ED0">
        <w:t>5.2.10</w:t>
      </w:r>
      <w:r w:rsidR="00714EBB" w:rsidRPr="00870ED0">
        <w:tab/>
        <w:t>Interface BERTLVEditHandler</w:t>
      </w:r>
    </w:p>
    <w:p w:rsidR="00714EBB" w:rsidRPr="00870ED0" w:rsidRDefault="00714EBB">
      <w:pPr>
        <w:pStyle w:val="Heading4"/>
      </w:pPr>
      <w:r w:rsidRPr="00870ED0">
        <w:t>5.2.10.1</w:t>
      </w:r>
      <w:r w:rsidRPr="00870ED0">
        <w:tab/>
        <w:t>Method setTag</w:t>
      </w:r>
    </w:p>
    <w:p w:rsidR="00714EBB" w:rsidRPr="00870ED0" w:rsidRDefault="00714EBB">
      <w:r w:rsidRPr="00870ED0">
        <w:t>Test Area Reference: Api_2_Bte_Sttg</w:t>
      </w:r>
      <w:r w:rsidR="00040656" w:rsidRPr="00870ED0">
        <w:t>.</w:t>
      </w:r>
    </w:p>
    <w:p w:rsidR="00714EBB" w:rsidRPr="00870ED0" w:rsidRDefault="00714EBB" w:rsidP="00040656">
      <w:pPr>
        <w:pStyle w:val="Heading5"/>
      </w:pPr>
      <w:r w:rsidRPr="00870ED0">
        <w:t>5.2.10.1.1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setTag(byte bBERTag)</w:t>
      </w:r>
    </w:p>
    <w:p w:rsidR="00714EBB" w:rsidRPr="00870ED0" w:rsidRDefault="00714EBB">
      <w:pPr>
        <w:pStyle w:val="PL"/>
        <w:rPr>
          <w:noProof w:val="0"/>
        </w:rPr>
      </w:pPr>
    </w:p>
    <w:p w:rsidR="00714EBB" w:rsidRPr="00870ED0" w:rsidRDefault="00714EBB">
      <w:pPr>
        <w:pStyle w:val="H6"/>
      </w:pPr>
      <w:r w:rsidRPr="00870ED0">
        <w:t>5.2.10.1.1.1</w:t>
      </w:r>
      <w:r w:rsidRPr="00870ED0">
        <w:tab/>
        <w:t>Normal execution</w:t>
      </w:r>
    </w:p>
    <w:p w:rsidR="00714EBB" w:rsidRPr="00870ED0" w:rsidRDefault="00714EBB">
      <w:pPr>
        <w:pStyle w:val="B1"/>
      </w:pPr>
      <w:r w:rsidRPr="00870ED0">
        <w:t>CRRN1: Sets the tag of the BER TLV list.</w:t>
      </w:r>
    </w:p>
    <w:p w:rsidR="00714EBB" w:rsidRPr="00870ED0" w:rsidRDefault="00714EBB">
      <w:pPr>
        <w:pStyle w:val="H6"/>
      </w:pPr>
      <w:r w:rsidRPr="00870ED0">
        <w:t>5.2.10.1.1.2</w:t>
      </w:r>
      <w:r w:rsidRPr="00870ED0">
        <w:tab/>
        <w:t>Parameter errors</w:t>
      </w:r>
    </w:p>
    <w:p w:rsidR="00714EBB" w:rsidRPr="00870ED0" w:rsidRDefault="00714EBB">
      <w:r w:rsidRPr="00870ED0">
        <w:t>No requirements.</w:t>
      </w:r>
    </w:p>
    <w:p w:rsidR="00714EBB" w:rsidRPr="00870ED0" w:rsidRDefault="00714EBB">
      <w:pPr>
        <w:pStyle w:val="H6"/>
      </w:pPr>
      <w:r w:rsidRPr="00870ED0">
        <w:t>5.2.10.1.1.3</w:t>
      </w:r>
      <w:r w:rsidRPr="00870ED0">
        <w:tab/>
        <w:t>Context errors</w:t>
      </w:r>
    </w:p>
    <w:p w:rsidR="00714EBB" w:rsidRPr="00870ED0" w:rsidRDefault="00040656">
      <w:pPr>
        <w:pStyle w:val="H6"/>
        <w:keepNext w:val="0"/>
        <w:keepLines w:val="0"/>
      </w:pPr>
      <w:r w:rsidRPr="00870ED0">
        <w:rPr>
          <w:rFonts w:ascii="Times New Roman" w:hAnsi="Times New Roman"/>
        </w:rPr>
        <w:t>N</w:t>
      </w:r>
      <w:r w:rsidR="00714EBB" w:rsidRPr="00870ED0">
        <w:rPr>
          <w:rFonts w:ascii="Times New Roman" w:hAnsi="Times New Roman"/>
        </w:rPr>
        <w:t>o requirements.</w:t>
      </w:r>
    </w:p>
    <w:p w:rsidR="00714EBB" w:rsidRPr="00870ED0" w:rsidRDefault="00714EBB" w:rsidP="00040656">
      <w:pPr>
        <w:pStyle w:val="Heading5"/>
      </w:pPr>
      <w:r w:rsidRPr="00870ED0">
        <w:t>5.2.10.1.2</w:t>
      </w:r>
      <w:r w:rsidRPr="00870ED0">
        <w:tab/>
        <w:t>Test area files</w:t>
      </w:r>
    </w:p>
    <w:p w:rsidR="00714EBB" w:rsidRPr="00870ED0" w:rsidRDefault="00714EBB" w:rsidP="002854FB">
      <w:pPr>
        <w:pStyle w:val="EX"/>
      </w:pPr>
      <w:r w:rsidRPr="00870ED0">
        <w:t>Test Source:</w:t>
      </w:r>
      <w:r w:rsidRPr="00870ED0">
        <w:tab/>
        <w:t>Test_Api_2_Bte_Sttg.java</w:t>
      </w:r>
      <w:r w:rsidR="00040656" w:rsidRPr="00870ED0">
        <w:t>.</w:t>
      </w:r>
    </w:p>
    <w:p w:rsidR="00714EBB" w:rsidRPr="00870ED0" w:rsidRDefault="00714EBB" w:rsidP="002854FB">
      <w:pPr>
        <w:pStyle w:val="EX"/>
      </w:pPr>
      <w:r w:rsidRPr="00870ED0">
        <w:t>Test</w:t>
      </w:r>
      <w:r w:rsidR="00040656" w:rsidRPr="00870ED0">
        <w:t xml:space="preserve"> Applet: </w:t>
      </w:r>
      <w:r w:rsidR="00040656" w:rsidRPr="00870ED0">
        <w:tab/>
        <w:t>Api_2_Bte_Sttg_1.java.</w:t>
      </w:r>
    </w:p>
    <w:p w:rsidR="00714EBB" w:rsidRPr="00870ED0" w:rsidRDefault="00714EBB" w:rsidP="002854FB">
      <w:pPr>
        <w:pStyle w:val="EX"/>
      </w:pPr>
      <w:r w:rsidRPr="00870ED0">
        <w:t>Cap File:</w:t>
      </w:r>
      <w:r w:rsidRPr="00870ED0">
        <w:tab/>
        <w:t>api_2_bte_sttg.cap</w:t>
      </w:r>
      <w:r w:rsidR="00040656" w:rsidRPr="00870ED0">
        <w:t>.</w:t>
      </w:r>
    </w:p>
    <w:p w:rsidR="00714EBB" w:rsidRPr="00870ED0" w:rsidRDefault="00714EBB" w:rsidP="00040656">
      <w:pPr>
        <w:pStyle w:val="Heading5"/>
      </w:pPr>
      <w:r w:rsidRPr="00870ED0">
        <w:t>5.2.10.1.3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bl>
    <w:p w:rsidR="00714EBB" w:rsidRPr="00870ED0" w:rsidRDefault="00714EBB" w:rsidP="00040656"/>
    <w:p w:rsidR="00714EBB" w:rsidRPr="00870ED0" w:rsidRDefault="00714EBB" w:rsidP="00040656">
      <w:pPr>
        <w:pStyle w:val="Heading5"/>
      </w:pPr>
      <w:r w:rsidRPr="00870ED0">
        <w:t>5.2.10.1.4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69"/>
        <w:gridCol w:w="4451"/>
        <w:gridCol w:w="2840"/>
        <w:gridCol w:w="1779"/>
      </w:tblGrid>
      <w:tr w:rsidR="00714EBB" w:rsidRPr="00870ED0" w:rsidTr="00714EBB">
        <w:trPr>
          <w:jc w:val="center"/>
        </w:trPr>
        <w:tc>
          <w:tcPr>
            <w:tcW w:w="46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4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17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6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4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w:t>
            </w:r>
          </w:p>
        </w:tc>
        <w:tc>
          <w:tcPr>
            <w:tcW w:w="28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6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4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p>
          <w:p w:rsidR="00714EBB" w:rsidRPr="00870ED0" w:rsidRDefault="00714EBB">
            <w:pPr>
              <w:pStyle w:val="PL"/>
              <w:rPr>
                <w:noProof w:val="0"/>
              </w:rPr>
            </w:pPr>
            <w:r w:rsidRPr="00870ED0">
              <w:rPr>
                <w:noProof w:val="0"/>
              </w:rPr>
              <w:t>1- setTag(0x01)</w:t>
            </w:r>
          </w:p>
          <w:p w:rsidR="00714EBB" w:rsidRPr="00870ED0" w:rsidRDefault="00714EBB">
            <w:pPr>
              <w:pStyle w:val="PL"/>
              <w:rPr>
                <w:noProof w:val="0"/>
              </w:rPr>
            </w:pPr>
            <w:r w:rsidRPr="00870ED0">
              <w:rPr>
                <w:noProof w:val="0"/>
              </w:rPr>
              <w:t>2- getTag()</w:t>
            </w:r>
          </w:p>
        </w:tc>
        <w:tc>
          <w:tcPr>
            <w:tcW w:w="28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2- Returns 0x01</w:t>
            </w:r>
          </w:p>
        </w:tc>
        <w:tc>
          <w:tcPr>
            <w:tcW w:w="17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lastRenderedPageBreak/>
        <w:t>5.2.10.2</w:t>
      </w:r>
      <w:r w:rsidRPr="00870ED0">
        <w:tab/>
        <w:t>Method getTag</w:t>
      </w:r>
    </w:p>
    <w:p w:rsidR="00714EBB" w:rsidRPr="00870ED0" w:rsidRDefault="00714EBB">
      <w:r w:rsidRPr="00870ED0">
        <w:t>Test Area Reference: Api_2_Bte_Gttg</w:t>
      </w:r>
      <w:r w:rsidR="00040656" w:rsidRPr="00870ED0">
        <w:t>.</w:t>
      </w:r>
    </w:p>
    <w:p w:rsidR="00714EBB" w:rsidRPr="00870ED0" w:rsidRDefault="00714EBB" w:rsidP="00040656">
      <w:pPr>
        <w:pStyle w:val="Heading5"/>
      </w:pPr>
      <w:r w:rsidRPr="00870ED0">
        <w:t>5.2.10.2.1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getTag()</w:t>
      </w:r>
    </w:p>
    <w:p w:rsidR="00714EBB" w:rsidRPr="00870ED0" w:rsidRDefault="00714EBB">
      <w:pPr>
        <w:pStyle w:val="PL"/>
        <w:rPr>
          <w:noProof w:val="0"/>
        </w:rPr>
      </w:pPr>
    </w:p>
    <w:p w:rsidR="00714EBB" w:rsidRPr="00870ED0" w:rsidRDefault="00714EBB">
      <w:pPr>
        <w:pStyle w:val="H6"/>
      </w:pPr>
      <w:r w:rsidRPr="00870ED0">
        <w:t>5.2.10.2.1.1</w:t>
      </w:r>
      <w:r w:rsidRPr="00870ED0">
        <w:tab/>
        <w:t>Normal execution</w:t>
      </w:r>
    </w:p>
    <w:p w:rsidR="00714EBB" w:rsidRPr="00870ED0" w:rsidRDefault="00714EBB">
      <w:pPr>
        <w:pStyle w:val="B1"/>
      </w:pPr>
      <w:r w:rsidRPr="00870ED0">
        <w:t>CRRN1: Returns the BER Tag of the BER TLV list.</w:t>
      </w:r>
    </w:p>
    <w:p w:rsidR="00714EBB" w:rsidRPr="00870ED0" w:rsidRDefault="00714EBB">
      <w:pPr>
        <w:pStyle w:val="H6"/>
      </w:pPr>
      <w:r w:rsidRPr="00870ED0">
        <w:t>5.2.10.2.1.2</w:t>
      </w:r>
      <w:r w:rsidRPr="00870ED0">
        <w:tab/>
        <w:t>Parameter errors</w:t>
      </w:r>
    </w:p>
    <w:p w:rsidR="00714EBB" w:rsidRPr="00870ED0" w:rsidRDefault="00714EBB">
      <w:r w:rsidRPr="00870ED0">
        <w:t>No requirements.</w:t>
      </w:r>
    </w:p>
    <w:p w:rsidR="00714EBB" w:rsidRPr="00870ED0" w:rsidRDefault="00714EBB">
      <w:pPr>
        <w:pStyle w:val="H6"/>
      </w:pPr>
      <w:r w:rsidRPr="00870ED0">
        <w:t>5.2.10.2.1.3</w:t>
      </w:r>
      <w:r w:rsidRPr="00870ED0">
        <w:tab/>
        <w:t>Context errors</w:t>
      </w:r>
    </w:p>
    <w:p w:rsidR="00714EBB" w:rsidRPr="00870ED0" w:rsidRDefault="00040656">
      <w:pPr>
        <w:pStyle w:val="H6"/>
        <w:keepNext w:val="0"/>
        <w:keepLines w:val="0"/>
      </w:pPr>
      <w:r w:rsidRPr="00870ED0">
        <w:rPr>
          <w:rFonts w:ascii="Times New Roman" w:hAnsi="Times New Roman"/>
        </w:rPr>
        <w:t>N</w:t>
      </w:r>
      <w:r w:rsidR="00714EBB" w:rsidRPr="00870ED0">
        <w:rPr>
          <w:rFonts w:ascii="Times New Roman" w:hAnsi="Times New Roman"/>
        </w:rPr>
        <w:t>o requirements.</w:t>
      </w:r>
    </w:p>
    <w:p w:rsidR="00714EBB" w:rsidRPr="00870ED0" w:rsidRDefault="00714EBB" w:rsidP="00040656">
      <w:pPr>
        <w:pStyle w:val="Heading5"/>
      </w:pPr>
      <w:r w:rsidRPr="00870ED0">
        <w:t>5.2.10.2.2</w:t>
      </w:r>
      <w:r w:rsidRPr="00870ED0">
        <w:tab/>
        <w:t>Test area files</w:t>
      </w:r>
    </w:p>
    <w:p w:rsidR="00714EBB" w:rsidRPr="00870ED0" w:rsidRDefault="00714EBB" w:rsidP="002854FB">
      <w:pPr>
        <w:pStyle w:val="EX"/>
      </w:pPr>
      <w:r w:rsidRPr="00870ED0">
        <w:t>Test Source:</w:t>
      </w:r>
      <w:r w:rsidRPr="00870ED0">
        <w:tab/>
        <w:t>Test_Api_2_Bte_Gttg.java</w:t>
      </w:r>
      <w:r w:rsidR="00040656" w:rsidRPr="00870ED0">
        <w:t>.</w:t>
      </w:r>
    </w:p>
    <w:p w:rsidR="00714EBB" w:rsidRPr="00870ED0" w:rsidRDefault="00714EBB" w:rsidP="002854FB">
      <w:pPr>
        <w:pStyle w:val="EX"/>
      </w:pPr>
      <w:r w:rsidRPr="00870ED0">
        <w:t>Test</w:t>
      </w:r>
      <w:r w:rsidR="00040656" w:rsidRPr="00870ED0">
        <w:t xml:space="preserve"> Applet: </w:t>
      </w:r>
      <w:r w:rsidR="00040656" w:rsidRPr="00870ED0">
        <w:tab/>
        <w:t>Api_2_Bte_Gttg_1.java.</w:t>
      </w:r>
    </w:p>
    <w:p w:rsidR="00714EBB" w:rsidRPr="00870ED0" w:rsidRDefault="00714EBB" w:rsidP="002854FB">
      <w:pPr>
        <w:pStyle w:val="EX"/>
      </w:pPr>
      <w:r w:rsidRPr="00870ED0">
        <w:t>Cap File:</w:t>
      </w:r>
      <w:r w:rsidRPr="00870ED0">
        <w:tab/>
        <w:t>api_2_bte_gttg.cap</w:t>
      </w:r>
      <w:r w:rsidR="00040656" w:rsidRPr="00870ED0">
        <w:t>.</w:t>
      </w:r>
    </w:p>
    <w:p w:rsidR="00714EBB" w:rsidRPr="00870ED0" w:rsidRDefault="00714EBB" w:rsidP="00040656">
      <w:pPr>
        <w:pStyle w:val="Heading5"/>
      </w:pPr>
      <w:r w:rsidRPr="00870ED0">
        <w:t>5.2.10.2.3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510"/>
      </w:tblGrid>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5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040656">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25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Tested in API_2_BTE_STTG</w:t>
            </w:r>
          </w:p>
        </w:tc>
      </w:tr>
    </w:tbl>
    <w:p w:rsidR="00714EBB" w:rsidRPr="00870ED0" w:rsidRDefault="00714EBB" w:rsidP="00040656"/>
    <w:p w:rsidR="00714EBB" w:rsidRPr="00870ED0" w:rsidRDefault="00714EBB">
      <w:pPr>
        <w:pStyle w:val="Heading4"/>
      </w:pPr>
      <w:r w:rsidRPr="00870ED0">
        <w:t>5.2.10.3</w:t>
      </w:r>
      <w:r w:rsidRPr="00870ED0">
        <w:tab/>
        <w:t>Method getSize</w:t>
      </w:r>
    </w:p>
    <w:p w:rsidR="00714EBB" w:rsidRPr="00870ED0" w:rsidRDefault="00714EBB">
      <w:r w:rsidRPr="00870ED0">
        <w:t>Test Area Reference: Api_2_Bte_Gtsz</w:t>
      </w:r>
      <w:r w:rsidR="00040656" w:rsidRPr="00870ED0">
        <w:t>.</w:t>
      </w:r>
    </w:p>
    <w:p w:rsidR="00714EBB" w:rsidRPr="00870ED0" w:rsidRDefault="00714EBB" w:rsidP="00040656">
      <w:pPr>
        <w:pStyle w:val="Heading5"/>
      </w:pPr>
      <w:r w:rsidRPr="00870ED0">
        <w:t>5.2.10.3.1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getSize()</w:t>
      </w:r>
    </w:p>
    <w:p w:rsidR="00714EBB" w:rsidRPr="00870ED0" w:rsidRDefault="00714EBB">
      <w:pPr>
        <w:pStyle w:val="PL"/>
        <w:rPr>
          <w:noProof w:val="0"/>
        </w:rPr>
      </w:pPr>
    </w:p>
    <w:p w:rsidR="00714EBB" w:rsidRPr="00870ED0" w:rsidRDefault="00714EBB">
      <w:pPr>
        <w:pStyle w:val="H6"/>
      </w:pPr>
      <w:r w:rsidRPr="00870ED0">
        <w:t>5.2.10.3.1.1</w:t>
      </w:r>
      <w:r w:rsidRPr="00870ED0">
        <w:tab/>
        <w:t>Normal execution</w:t>
      </w:r>
    </w:p>
    <w:p w:rsidR="00714EBB" w:rsidRPr="00870ED0" w:rsidRDefault="00714EBB">
      <w:pPr>
        <w:pStyle w:val="B1"/>
      </w:pPr>
      <w:r w:rsidRPr="00870ED0">
        <w:t>CRRN1: Returns the BER TLV size, this includes the tag and the length.</w:t>
      </w:r>
    </w:p>
    <w:p w:rsidR="00714EBB" w:rsidRPr="00870ED0" w:rsidRDefault="00714EBB">
      <w:pPr>
        <w:pStyle w:val="H6"/>
      </w:pPr>
      <w:r w:rsidRPr="00870ED0">
        <w:t>5.2.10.3.1.2</w:t>
      </w:r>
      <w:r w:rsidRPr="00870ED0">
        <w:tab/>
        <w:t>Parameter errors</w:t>
      </w:r>
    </w:p>
    <w:p w:rsidR="00714EBB" w:rsidRPr="00870ED0" w:rsidRDefault="00714EBB">
      <w:r w:rsidRPr="00870ED0">
        <w:t>No requirements.</w:t>
      </w:r>
    </w:p>
    <w:p w:rsidR="00714EBB" w:rsidRPr="00870ED0" w:rsidRDefault="00714EBB">
      <w:pPr>
        <w:pStyle w:val="H6"/>
      </w:pPr>
      <w:r w:rsidRPr="00870ED0">
        <w:t>5.2.10.3.1.3</w:t>
      </w:r>
      <w:r w:rsidRPr="00870ED0">
        <w:tab/>
        <w:t>Context errors</w:t>
      </w:r>
    </w:p>
    <w:p w:rsidR="00714EBB" w:rsidRPr="00870ED0" w:rsidRDefault="00040656">
      <w:pPr>
        <w:pStyle w:val="H6"/>
        <w:keepNext w:val="0"/>
        <w:keepLines w:val="0"/>
      </w:pPr>
      <w:r w:rsidRPr="00870ED0">
        <w:rPr>
          <w:rFonts w:ascii="Times New Roman" w:hAnsi="Times New Roman"/>
        </w:rPr>
        <w:t>N</w:t>
      </w:r>
      <w:r w:rsidR="00714EBB" w:rsidRPr="00870ED0">
        <w:rPr>
          <w:rFonts w:ascii="Times New Roman" w:hAnsi="Times New Roman"/>
        </w:rPr>
        <w:t>o requirements.</w:t>
      </w:r>
    </w:p>
    <w:p w:rsidR="00714EBB" w:rsidRPr="00870ED0" w:rsidRDefault="00714EBB" w:rsidP="00040656">
      <w:pPr>
        <w:pStyle w:val="Heading5"/>
      </w:pPr>
      <w:r w:rsidRPr="00870ED0">
        <w:lastRenderedPageBreak/>
        <w:t>5.2.10.3.2</w:t>
      </w:r>
      <w:r w:rsidRPr="00870ED0">
        <w:tab/>
        <w:t>Test area files</w:t>
      </w:r>
    </w:p>
    <w:p w:rsidR="00714EBB" w:rsidRPr="00870ED0" w:rsidRDefault="00714EBB" w:rsidP="002854FB">
      <w:pPr>
        <w:pStyle w:val="EX"/>
      </w:pPr>
      <w:r w:rsidRPr="00870ED0">
        <w:t>Test Source:</w:t>
      </w:r>
      <w:r w:rsidRPr="00870ED0">
        <w:tab/>
        <w:t>Test_Api_2_Bte_Gtsz.java</w:t>
      </w:r>
      <w:r w:rsidR="00040656" w:rsidRPr="00870ED0">
        <w:t>.</w:t>
      </w:r>
    </w:p>
    <w:p w:rsidR="00714EBB" w:rsidRPr="00870ED0" w:rsidRDefault="00714EBB" w:rsidP="002854FB">
      <w:pPr>
        <w:pStyle w:val="EX"/>
      </w:pPr>
      <w:r w:rsidRPr="00870ED0">
        <w:t>Test</w:t>
      </w:r>
      <w:r w:rsidR="00040656" w:rsidRPr="00870ED0">
        <w:t xml:space="preserve"> Applet: </w:t>
      </w:r>
      <w:r w:rsidR="00040656" w:rsidRPr="00870ED0">
        <w:tab/>
        <w:t>Api_2_Bte_Gtsz_1.java.</w:t>
      </w:r>
    </w:p>
    <w:p w:rsidR="00714EBB" w:rsidRPr="00870ED0" w:rsidRDefault="00714EBB" w:rsidP="002854FB">
      <w:pPr>
        <w:pStyle w:val="EX"/>
      </w:pPr>
      <w:r w:rsidRPr="00870ED0">
        <w:t>Cap File:</w:t>
      </w:r>
      <w:r w:rsidRPr="00870ED0">
        <w:tab/>
        <w:t>api_2_bte_gtsz.cap</w:t>
      </w:r>
      <w:r w:rsidR="00040656" w:rsidRPr="00870ED0">
        <w:t>.</w:t>
      </w:r>
    </w:p>
    <w:p w:rsidR="00714EBB" w:rsidRPr="00870ED0" w:rsidRDefault="00714EBB" w:rsidP="00040656">
      <w:pPr>
        <w:pStyle w:val="Heading5"/>
      </w:pPr>
      <w:r w:rsidRPr="00870ED0">
        <w:t>5.2.10.3.3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1, 2, 3, 4, 5, 6</w:t>
            </w:r>
          </w:p>
        </w:tc>
      </w:tr>
    </w:tbl>
    <w:p w:rsidR="00714EBB" w:rsidRPr="00870ED0" w:rsidRDefault="00714EBB" w:rsidP="00040656"/>
    <w:p w:rsidR="00714EBB" w:rsidRPr="00870ED0" w:rsidRDefault="00714EBB" w:rsidP="00040656">
      <w:pPr>
        <w:pStyle w:val="Heading5"/>
      </w:pPr>
      <w:r w:rsidRPr="00870ED0">
        <w:t>5.2.10.3.4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451"/>
        <w:gridCol w:w="2840"/>
        <w:gridCol w:w="1779"/>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45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4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177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0</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0x110</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cantSplit/>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Fill the handler with BERTLV</w:t>
            </w:r>
            <w:r w:rsidRPr="00870ED0">
              <w:rPr>
                <w:b/>
                <w:noProof w:val="0"/>
              </w:rPr>
              <w:t xml:space="preserve"> </w:t>
            </w:r>
            <w:r w:rsidRPr="00870ED0">
              <w:rPr>
                <w:noProof w:val="0"/>
              </w:rPr>
              <w:t>tag 0x01, data length 0x22</w:t>
            </w:r>
          </w:p>
          <w:p w:rsidR="00714EBB" w:rsidRPr="00870ED0" w:rsidRDefault="00714EBB">
            <w:pPr>
              <w:pStyle w:val="PL"/>
              <w:rPr>
                <w:noProof w:val="0"/>
              </w:rPr>
            </w:pPr>
            <w:r w:rsidRPr="00870ED0">
              <w:rPr>
                <w:noProof w:val="0"/>
              </w:rPr>
              <w:t>Call getSize() method</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Returns 0x24</w:t>
            </w: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Fill the handler with BERTLV</w:t>
            </w:r>
            <w:r w:rsidRPr="00870ED0">
              <w:rPr>
                <w:b/>
                <w:noProof w:val="0"/>
              </w:rPr>
              <w:t xml:space="preserve"> </w:t>
            </w:r>
            <w:r w:rsidRPr="00870ED0">
              <w:rPr>
                <w:noProof w:val="0"/>
              </w:rPr>
              <w:t>tag 0x01, data length 0x7F</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45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w:t>
            </w:r>
          </w:p>
        </w:tc>
        <w:tc>
          <w:tcPr>
            <w:tcW w:w="284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Returns 0x81</w:t>
            </w:r>
          </w:p>
        </w:tc>
        <w:tc>
          <w:tcPr>
            <w:tcW w:w="1779"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Fill the handler with BERTLV</w:t>
            </w:r>
            <w:r w:rsidRPr="00870ED0">
              <w:rPr>
                <w:b/>
                <w:noProof w:val="0"/>
              </w:rPr>
              <w:t xml:space="preserve"> </w:t>
            </w:r>
            <w:r w:rsidRPr="00870ED0">
              <w:rPr>
                <w:noProof w:val="0"/>
              </w:rPr>
              <w:t>tag 0x01, data length 0x80</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45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w:t>
            </w:r>
          </w:p>
        </w:tc>
        <w:tc>
          <w:tcPr>
            <w:tcW w:w="284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Returns 0x83</w:t>
            </w:r>
          </w:p>
        </w:tc>
        <w:tc>
          <w:tcPr>
            <w:tcW w:w="1779"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Fill the handler with BERTLV</w:t>
            </w:r>
            <w:r w:rsidRPr="00870ED0">
              <w:rPr>
                <w:b/>
                <w:noProof w:val="0"/>
              </w:rPr>
              <w:t xml:space="preserve"> </w:t>
            </w:r>
            <w:r w:rsidRPr="00870ED0">
              <w:rPr>
                <w:noProof w:val="0"/>
              </w:rPr>
              <w:t>tag 0x01, data length 0xFF</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45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w:t>
            </w:r>
          </w:p>
        </w:tc>
        <w:tc>
          <w:tcPr>
            <w:tcW w:w="284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Returns 0x102</w:t>
            </w:r>
          </w:p>
        </w:tc>
        <w:tc>
          <w:tcPr>
            <w:tcW w:w="1779"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Fill the handler with BERTLV</w:t>
            </w:r>
            <w:r w:rsidRPr="00870ED0">
              <w:rPr>
                <w:b/>
                <w:noProof w:val="0"/>
              </w:rPr>
              <w:t xml:space="preserve"> </w:t>
            </w:r>
            <w:r w:rsidRPr="00870ED0">
              <w:rPr>
                <w:noProof w:val="0"/>
              </w:rPr>
              <w:t>tag 0x01, data length 0x100</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45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w:t>
            </w:r>
          </w:p>
        </w:tc>
        <w:tc>
          <w:tcPr>
            <w:tcW w:w="284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Returns 0x104</w:t>
            </w:r>
          </w:p>
        </w:tc>
        <w:tc>
          <w:tcPr>
            <w:tcW w:w="1779"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451"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Fill the handler with BERTLV</w:t>
            </w:r>
            <w:r w:rsidRPr="00870ED0">
              <w:rPr>
                <w:b/>
                <w:noProof w:val="0"/>
              </w:rPr>
              <w:t xml:space="preserve"> </w:t>
            </w:r>
            <w:r w:rsidRPr="00870ED0">
              <w:rPr>
                <w:noProof w:val="0"/>
              </w:rPr>
              <w:t>tag 0x01, data length 0x110</w:t>
            </w:r>
          </w:p>
        </w:tc>
        <w:tc>
          <w:tcPr>
            <w:tcW w:w="284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1779"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451"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getSize() method</w:t>
            </w:r>
          </w:p>
        </w:tc>
        <w:tc>
          <w:tcPr>
            <w:tcW w:w="284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Returns 0x114</w:t>
            </w:r>
          </w:p>
        </w:tc>
        <w:tc>
          <w:tcPr>
            <w:tcW w:w="1779"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rsidP="00A7325D"/>
    <w:p w:rsidR="00714EBB" w:rsidRPr="00870ED0" w:rsidRDefault="00714EBB">
      <w:pPr>
        <w:pStyle w:val="Heading4"/>
      </w:pPr>
      <w:r w:rsidRPr="00870ED0">
        <w:t>5.2.10.4</w:t>
      </w:r>
      <w:r w:rsidRPr="00870ED0">
        <w:tab/>
        <w:t>Method getLength</w:t>
      </w:r>
    </w:p>
    <w:p w:rsidR="00714EBB" w:rsidRPr="00870ED0" w:rsidRDefault="00714EBB">
      <w:r w:rsidRPr="00870ED0">
        <w:t>Test Area Reference Api_2_Bte_Glen</w:t>
      </w:r>
      <w:r w:rsidR="00A7325D" w:rsidRPr="00870ED0">
        <w:t>.</w:t>
      </w:r>
    </w:p>
    <w:p w:rsidR="00714EBB" w:rsidRPr="00870ED0" w:rsidRDefault="00714EBB" w:rsidP="00A7325D">
      <w:pPr>
        <w:pStyle w:val="Heading5"/>
      </w:pPr>
      <w:r w:rsidRPr="00870ED0">
        <w:t>5.2.10.4.1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5.2.10.4.1.1</w:t>
      </w:r>
      <w:r w:rsidRPr="00870ED0">
        <w:tab/>
        <w:t>Normal execution</w:t>
      </w:r>
    </w:p>
    <w:p w:rsidR="00714EBB" w:rsidRPr="00870ED0" w:rsidRDefault="00714EBB">
      <w:pPr>
        <w:pStyle w:val="B1"/>
      </w:pPr>
      <w:r w:rsidRPr="00870ED0">
        <w:t>CRRN1: returns the length in bytes of the TLV list.</w:t>
      </w:r>
    </w:p>
    <w:p w:rsidR="00714EBB" w:rsidRPr="00870ED0" w:rsidRDefault="00714EBB">
      <w:pPr>
        <w:pStyle w:val="H6"/>
      </w:pPr>
      <w:r w:rsidRPr="00870ED0">
        <w:t>5.2.10.4.1.2</w:t>
      </w:r>
      <w:r w:rsidRPr="00870ED0">
        <w:tab/>
        <w:t>Parameter errors</w:t>
      </w:r>
    </w:p>
    <w:p w:rsidR="00714EBB" w:rsidRPr="00870ED0" w:rsidRDefault="00714EBB">
      <w:r w:rsidRPr="00870ED0">
        <w:t>No requirements.</w:t>
      </w:r>
    </w:p>
    <w:p w:rsidR="00714EBB" w:rsidRPr="00870ED0" w:rsidRDefault="00714EBB">
      <w:pPr>
        <w:pStyle w:val="H6"/>
      </w:pPr>
      <w:r w:rsidRPr="00870ED0">
        <w:t>5.2.10.4.1.3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7325D">
      <w:pPr>
        <w:pStyle w:val="Heading5"/>
      </w:pPr>
      <w:r w:rsidRPr="00870ED0">
        <w:lastRenderedPageBreak/>
        <w:t>5.2.10.4.2</w:t>
      </w:r>
      <w:r w:rsidRPr="00870ED0">
        <w:tab/>
        <w:t>Test area files</w:t>
      </w:r>
    </w:p>
    <w:p w:rsidR="00714EBB" w:rsidRPr="00870ED0" w:rsidRDefault="00714EBB" w:rsidP="002854FB">
      <w:pPr>
        <w:pStyle w:val="EX"/>
      </w:pPr>
      <w:r w:rsidRPr="00870ED0">
        <w:t>Test Source:</w:t>
      </w:r>
      <w:r w:rsidRPr="00870ED0">
        <w:tab/>
        <w:t>Test_Api_2_Bte_Glen.java</w:t>
      </w:r>
      <w:r w:rsidR="00A7325D" w:rsidRPr="00870ED0">
        <w:t>.</w:t>
      </w:r>
    </w:p>
    <w:p w:rsidR="00714EBB" w:rsidRPr="00870ED0" w:rsidRDefault="00714EBB" w:rsidP="002854FB">
      <w:pPr>
        <w:pStyle w:val="EX"/>
      </w:pPr>
      <w:r w:rsidRPr="00870ED0">
        <w:t>Test</w:t>
      </w:r>
      <w:r w:rsidR="00A7325D" w:rsidRPr="00870ED0">
        <w:t xml:space="preserve"> Applet: </w:t>
      </w:r>
      <w:r w:rsidR="00A7325D" w:rsidRPr="00870ED0">
        <w:tab/>
        <w:t>Api_2_Bte_Glen_1.java.</w:t>
      </w:r>
    </w:p>
    <w:p w:rsidR="00714EBB" w:rsidRPr="00870ED0" w:rsidRDefault="00714EBB" w:rsidP="002854FB">
      <w:pPr>
        <w:pStyle w:val="EX"/>
      </w:pPr>
      <w:r w:rsidRPr="00870ED0">
        <w:t>Cap File:</w:t>
      </w:r>
      <w:r w:rsidRPr="00870ED0">
        <w:tab/>
        <w:t>api_2_bte_glen.cap</w:t>
      </w:r>
      <w:r w:rsidR="00A7325D" w:rsidRPr="00870ED0">
        <w:t>.</w:t>
      </w:r>
    </w:p>
    <w:p w:rsidR="00714EBB" w:rsidRPr="00870ED0" w:rsidRDefault="00714EBB" w:rsidP="00A7325D">
      <w:pPr>
        <w:pStyle w:val="Heading5"/>
      </w:pPr>
      <w:r w:rsidRPr="00870ED0">
        <w:t>5.2.10.4.3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1, 2, 3, 4, 5, 6</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A7325D"/>
    <w:p w:rsidR="00714EBB" w:rsidRPr="00870ED0" w:rsidRDefault="00714EBB" w:rsidP="00A7325D">
      <w:pPr>
        <w:pStyle w:val="Heading5"/>
      </w:pPr>
      <w:r w:rsidRPr="00870ED0">
        <w:t>5.2.10.4.4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0</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appendArray() method with buffer length 9</w:t>
            </w:r>
          </w:p>
          <w:p w:rsidR="00714EBB" w:rsidRPr="00870ED0" w:rsidRDefault="00714EBB" w:rsidP="00A7325D">
            <w:pPr>
              <w:pStyle w:val="PL"/>
              <w:rPr>
                <w:noProof w:val="0"/>
              </w:rPr>
            </w:pP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9</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appendArray() method, with buffer length = 253</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253</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 7Fh Handler and fill it with appendArray() method</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7Fh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 80h Handler and fill it with appendArray() method</w:t>
            </w:r>
          </w:p>
          <w:p w:rsidR="00714EBB" w:rsidRPr="00870ED0" w:rsidRDefault="00714EBB">
            <w:pPr>
              <w:pStyle w:val="PL"/>
              <w:rPr>
                <w:noProof w:val="0"/>
              </w:rPr>
            </w:pPr>
            <w:r w:rsidRPr="00870ED0">
              <w:rPr>
                <w:noProof w:val="0"/>
              </w:rPr>
              <w:t>getLength()</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80h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Build a 100h Handler and fill it with appendArray() method</w:t>
            </w:r>
          </w:p>
          <w:p w:rsidR="00714EBB" w:rsidRPr="00870ED0" w:rsidRDefault="00714EBB">
            <w:pPr>
              <w:pStyle w:val="PL"/>
              <w:rPr>
                <w:noProof w:val="0"/>
              </w:rPr>
            </w:pPr>
            <w:r w:rsidRPr="00870ED0">
              <w:rPr>
                <w:noProof w:val="0"/>
              </w:rPr>
              <w:t>getLength()</w:t>
            </w:r>
          </w:p>
          <w:p w:rsidR="00714EBB" w:rsidRPr="00870ED0" w:rsidRDefault="00714EBB" w:rsidP="00A7325D">
            <w:pPr>
              <w:pStyle w:val="PL"/>
              <w:rPr>
                <w:noProof w:val="0"/>
              </w:rPr>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100h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5.2.10.5</w:t>
      </w:r>
      <w:r w:rsidRPr="00870ED0">
        <w:tab/>
        <w:t>Method copy</w:t>
      </w:r>
    </w:p>
    <w:p w:rsidR="00714EBB" w:rsidRPr="00870ED0" w:rsidRDefault="00714EBB">
      <w:r w:rsidRPr="00870ED0">
        <w:t>Test Area Reference Api_2_Bte_Copy</w:t>
      </w:r>
      <w:r w:rsidR="00A7325D" w:rsidRPr="00870ED0">
        <w:t>.</w:t>
      </w:r>
    </w:p>
    <w:p w:rsidR="00714EBB" w:rsidRPr="00870ED0" w:rsidRDefault="00714EBB" w:rsidP="00A7325D">
      <w:pPr>
        <w:pStyle w:val="Heading5"/>
      </w:pPr>
      <w:r w:rsidRPr="00870ED0">
        <w:t>5.2.10.5.1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copy(byte[]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rsidP="00A7325D">
      <w:pPr>
        <w:pStyle w:val="H6"/>
        <w:outlineLvl w:val="0"/>
      </w:pPr>
      <w:r w:rsidRPr="00870ED0">
        <w:lastRenderedPageBreak/>
        <w:t>5.2.10.5.1.1</w:t>
      </w:r>
      <w:r w:rsidRPr="00870ED0">
        <w:tab/>
        <w:t>Normal execution</w:t>
      </w:r>
    </w:p>
    <w:p w:rsidR="00714EBB" w:rsidRPr="00870ED0" w:rsidRDefault="00714EBB" w:rsidP="00A7325D">
      <w:pPr>
        <w:pStyle w:val="B1"/>
        <w:keepNext/>
        <w:keepLines/>
      </w:pPr>
      <w:r w:rsidRPr="00870ED0">
        <w:t>CRRN1: copies the Comprehension TLV list contained in the handler to the destination byte array.</w:t>
      </w:r>
    </w:p>
    <w:p w:rsidR="00714EBB" w:rsidRPr="00870ED0" w:rsidRDefault="00714EBB" w:rsidP="00A7325D">
      <w:pPr>
        <w:pStyle w:val="B1"/>
        <w:keepNext/>
        <w:keepLines/>
      </w:pPr>
      <w:r w:rsidRPr="00870ED0">
        <w:t>CRRN2: returns dstOffset + dstLength.</w:t>
      </w:r>
    </w:p>
    <w:p w:rsidR="00714EBB" w:rsidRPr="00870ED0" w:rsidRDefault="00714EBB">
      <w:pPr>
        <w:pStyle w:val="H6"/>
        <w:outlineLvl w:val="0"/>
      </w:pPr>
      <w:r w:rsidRPr="00870ED0">
        <w:t>5.2.10.5.1.2</w:t>
      </w:r>
      <w:r w:rsidRPr="00870ED0">
        <w:tab/>
        <w:t>Parameter errors</w:t>
      </w:r>
    </w:p>
    <w:p w:rsidR="00714EBB" w:rsidRPr="00870ED0" w:rsidRDefault="00714EBB">
      <w:pPr>
        <w:pStyle w:val="B1"/>
      </w:pPr>
      <w:r w:rsidRPr="00870ED0">
        <w:t>CRRP1: if dstBuffer is null a NullPointerException is thrown.</w:t>
      </w:r>
    </w:p>
    <w:p w:rsidR="00714EBB" w:rsidRPr="00870ED0" w:rsidRDefault="00714EBB">
      <w:pPr>
        <w:pStyle w:val="B1"/>
      </w:pPr>
      <w:r w:rsidRPr="00870ED0">
        <w:t>CRRP2: if dstOffset or dstLength or both would cause access outside array bounds, or if dstLength is negative, an ArrayIndexOutOfBoundsException is thrown.</w:t>
      </w:r>
    </w:p>
    <w:p w:rsidR="00714EBB" w:rsidRPr="00870ED0" w:rsidRDefault="00714EBB">
      <w:pPr>
        <w:pStyle w:val="B1"/>
      </w:pPr>
      <w:r w:rsidRPr="00870ED0">
        <w:t>CRRP3: if dstLength is grater than the length of the Comprehension TLV List, an instance of ToolkitException shall be thrown. The reason code shall be ToolkitException.OUT_OF_TLV_BOUNDARIES.</w:t>
      </w:r>
    </w:p>
    <w:p w:rsidR="00714EBB" w:rsidRPr="00870ED0" w:rsidRDefault="00714EBB">
      <w:pPr>
        <w:pStyle w:val="H6"/>
        <w:outlineLvl w:val="0"/>
      </w:pPr>
      <w:r w:rsidRPr="00870ED0">
        <w:t>5.2.10.5.1.3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7325D">
      <w:pPr>
        <w:pStyle w:val="Heading5"/>
      </w:pPr>
      <w:r w:rsidRPr="00870ED0">
        <w:t>5.2.10.5.2</w:t>
      </w:r>
      <w:r w:rsidRPr="00870ED0">
        <w:tab/>
        <w:t>Test area files</w:t>
      </w:r>
    </w:p>
    <w:p w:rsidR="00714EBB" w:rsidRPr="00870ED0" w:rsidRDefault="00714EBB" w:rsidP="002854FB">
      <w:pPr>
        <w:pStyle w:val="EX"/>
      </w:pPr>
      <w:r w:rsidRPr="00870ED0">
        <w:t>Test Source:</w:t>
      </w:r>
      <w:r w:rsidRPr="00870ED0">
        <w:tab/>
        <w:t>Test_Api_2_Bte_Copy.java</w:t>
      </w:r>
      <w:r w:rsidR="00A7325D" w:rsidRPr="00870ED0">
        <w:t>.</w:t>
      </w:r>
    </w:p>
    <w:p w:rsidR="00714EBB" w:rsidRPr="00870ED0" w:rsidRDefault="00714EBB" w:rsidP="002854FB">
      <w:pPr>
        <w:pStyle w:val="EX"/>
      </w:pPr>
      <w:r w:rsidRPr="00870ED0">
        <w:t xml:space="preserve">Test </w:t>
      </w:r>
      <w:r w:rsidR="00A7325D" w:rsidRPr="00870ED0">
        <w:t xml:space="preserve">Applet: </w:t>
      </w:r>
      <w:r w:rsidR="00A7325D" w:rsidRPr="00870ED0">
        <w:tab/>
        <w:t>Api_2_Bte_Copy _1.java.</w:t>
      </w:r>
    </w:p>
    <w:p w:rsidR="00714EBB" w:rsidRPr="00870ED0" w:rsidRDefault="00714EBB" w:rsidP="002854FB">
      <w:pPr>
        <w:pStyle w:val="EX"/>
      </w:pPr>
      <w:r w:rsidRPr="00870ED0">
        <w:t>Cap File:</w:t>
      </w:r>
      <w:r w:rsidRPr="00870ED0">
        <w:tab/>
        <w:t>api_2_bte_copy.cap</w:t>
      </w:r>
      <w:r w:rsidR="00A7325D" w:rsidRPr="00870ED0">
        <w:t>.</w:t>
      </w:r>
    </w:p>
    <w:p w:rsidR="00714EBB" w:rsidRPr="00870ED0" w:rsidRDefault="00714EBB" w:rsidP="00A7325D">
      <w:pPr>
        <w:pStyle w:val="Heading5"/>
      </w:pPr>
      <w:r w:rsidRPr="00870ED0">
        <w:t>5.2.10.5.3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090"/>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9, 11, 13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8, 10, 12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09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A7325D"/>
    <w:p w:rsidR="00714EBB" w:rsidRPr="00870ED0" w:rsidRDefault="00714EBB" w:rsidP="00A7325D">
      <w:pPr>
        <w:pStyle w:val="Heading5"/>
      </w:pPr>
      <w:r w:rsidRPr="00870ED0">
        <w:t>5.2.10.5.4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as parameter to dstBuffer</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appendArray() method with</w:t>
            </w:r>
          </w:p>
          <w:p w:rsidR="00714EBB" w:rsidRPr="00870ED0" w:rsidRDefault="00714EBB">
            <w:pPr>
              <w:pStyle w:val="TAH"/>
              <w:keepNext w:val="0"/>
              <w:keepLines w:val="0"/>
            </w:pPr>
            <w:r w:rsidRPr="00870ED0">
              <w:t>81 03 01 41 42 82 02 81 43</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rFonts w:ascii="Arial" w:hAnsi="Arial"/>
                <w:noProof w:val="0"/>
                <w:sz w:val="18"/>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rFonts w:ascii="Arial" w:hAnsi="Arial"/>
                <w:noProof w:val="0"/>
                <w:sz w:val="18"/>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7325D">
            <w:pPr>
              <w:pStyle w:val="TAC"/>
            </w:pPr>
            <w:r w:rsidRPr="00870ED0">
              <w:lastRenderedPageBreak/>
              <w:t>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A7325D">
            <w:pPr>
              <w:pStyle w:val="TAH"/>
            </w:pPr>
            <w:r w:rsidRPr="00870ED0">
              <w:t>DstLength &gt; dstBuffer.length</w:t>
            </w:r>
          </w:p>
          <w:p w:rsidR="00714EBB" w:rsidRPr="00870ED0" w:rsidRDefault="00714EBB" w:rsidP="00A7325D">
            <w:pPr>
              <w:pStyle w:val="PL"/>
              <w:keepNext/>
              <w:keepLines/>
              <w:rPr>
                <w:noProof w:val="0"/>
              </w:rPr>
            </w:pPr>
          </w:p>
          <w:p w:rsidR="00714EBB" w:rsidRPr="00870ED0" w:rsidRDefault="00714EBB" w:rsidP="00A7325D">
            <w:pPr>
              <w:pStyle w:val="PL"/>
              <w:keepNext/>
              <w:keepLines/>
              <w:rPr>
                <w:noProof w:val="0"/>
              </w:rPr>
            </w:pPr>
            <w:r w:rsidRPr="00870ED0">
              <w:rPr>
                <w:noProof w:val="0"/>
              </w:rPr>
              <w:t>copy()</w:t>
            </w:r>
          </w:p>
          <w:p w:rsidR="00714EBB" w:rsidRPr="00870ED0" w:rsidRDefault="00714EBB" w:rsidP="00A7325D">
            <w:pPr>
              <w:pStyle w:val="PL"/>
              <w:keepNext/>
              <w:keepLines/>
              <w:rPr>
                <w:noProof w:val="0"/>
              </w:rPr>
            </w:pPr>
            <w:r w:rsidRPr="00870ED0">
              <w:rPr>
                <w:noProof w:val="0"/>
              </w:rPr>
              <w:t>dstBuffer.length = 5</w:t>
            </w:r>
          </w:p>
          <w:p w:rsidR="00714EBB" w:rsidRPr="00870ED0" w:rsidRDefault="00714EBB" w:rsidP="00A7325D">
            <w:pPr>
              <w:pStyle w:val="PL"/>
              <w:keepNext/>
              <w:keepLines/>
              <w:rPr>
                <w:noProof w:val="0"/>
              </w:rPr>
            </w:pPr>
            <w:r w:rsidRPr="00870ED0">
              <w:rPr>
                <w:noProof w:val="0"/>
              </w:rPr>
              <w:t>dstOffset = 0</w:t>
            </w:r>
          </w:p>
          <w:p w:rsidR="00714EBB" w:rsidRPr="00870ED0" w:rsidRDefault="00714EBB" w:rsidP="00A7325D">
            <w:pPr>
              <w:pStyle w:val="PL"/>
              <w:keepNext/>
              <w:keepLines/>
              <w:rPr>
                <w:rFonts w:ascii="Arial" w:hAnsi="Arial"/>
                <w:noProof w:val="0"/>
                <w:sz w:val="18"/>
              </w:rPr>
            </w:pPr>
            <w:r w:rsidRPr="00870ED0">
              <w:rPr>
                <w:noProof w:val="0"/>
              </w:rPr>
              <w:t>dstLength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A7325D">
            <w:pPr>
              <w:pStyle w:val="TAL"/>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7325D">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 dstBuffer.length</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6</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pPr>
            <w:r w:rsidRPr="00870ED0">
              <w:t>dstLength &lt; 0</w:t>
            </w:r>
          </w:p>
          <w:p w:rsidR="00714EBB" w:rsidRPr="00870ED0" w:rsidRDefault="00714EBB">
            <w:pPr>
              <w:pStyle w:val="PL"/>
              <w:rPr>
                <w:noProof w:val="0"/>
              </w:rPr>
            </w:pPr>
            <w:r w:rsidRPr="00870ED0">
              <w:rPr>
                <w:noProof w:val="0"/>
              </w:rPr>
              <w:t>copy()</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rFonts w:ascii="Arial" w:hAnsi="Arial"/>
                <w:noProof w:val="0"/>
                <w:sz w:val="18"/>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length of the Comprehension TLV list</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10</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10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the whole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9</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9</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buffer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12</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whole buffer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dstBuffer is part of a buffer</w:t>
            </w:r>
          </w:p>
          <w:p w:rsidR="00714EBB" w:rsidRPr="00870ED0" w:rsidRDefault="00714EBB">
            <w:pPr>
              <w:pStyle w:val="PL"/>
              <w:rPr>
                <w:noProof w:val="0"/>
              </w:rPr>
            </w:pPr>
            <w:r w:rsidRPr="00870ED0">
              <w:rPr>
                <w:noProof w:val="0"/>
              </w:rPr>
              <w:t>copy()</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3</w:t>
            </w:r>
          </w:p>
          <w:p w:rsidR="00714EBB" w:rsidRPr="00870ED0" w:rsidRDefault="00714EBB">
            <w:pPr>
              <w:pStyle w:val="PL"/>
              <w:rPr>
                <w:rFonts w:ascii="Arial" w:hAnsi="Arial"/>
                <w:noProof w:val="0"/>
                <w:sz w:val="18"/>
              </w:rPr>
            </w:pPr>
            <w:r w:rsidRPr="00870ED0">
              <w:rPr>
                <w:noProof w:val="0"/>
              </w:rPr>
              <w:t>dstLength = 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 is 9</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whole buffer</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arrayCompare()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5.2.10.6</w:t>
      </w:r>
      <w:r w:rsidRPr="00870ED0">
        <w:tab/>
        <w:t>Method findTLV</w:t>
      </w:r>
    </w:p>
    <w:p w:rsidR="00714EBB" w:rsidRPr="00870ED0" w:rsidRDefault="00714EBB">
      <w:r w:rsidRPr="00870ED0">
        <w:t>Test Area Reference Api_2_Bte_Find</w:t>
      </w:r>
      <w:r w:rsidR="00A7325D" w:rsidRPr="00870ED0">
        <w:t>.</w:t>
      </w:r>
    </w:p>
    <w:p w:rsidR="00714EBB" w:rsidRPr="00870ED0" w:rsidRDefault="00714EBB" w:rsidP="00A7325D">
      <w:pPr>
        <w:pStyle w:val="Heading5"/>
      </w:pPr>
      <w:r w:rsidRPr="00870ED0">
        <w:t>5.2.10.6.1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findTLV(byte tag, byte occurrence)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5.2.10.6.1.1</w:t>
      </w:r>
      <w:r w:rsidRPr="00870ED0">
        <w:tab/>
        <w:t>Normal execution</w:t>
      </w:r>
    </w:p>
    <w:p w:rsidR="00714EBB" w:rsidRPr="00870ED0" w:rsidRDefault="00714EBB">
      <w:r w:rsidRPr="00870ED0">
        <w:t xml:space="preserve">Looks for the indicated occurrence of a TLV element from the beginning of the TLV list (handler buffer): </w:t>
      </w:r>
    </w:p>
    <w:p w:rsidR="00714EBB" w:rsidRPr="00870ED0" w:rsidRDefault="00714EBB">
      <w:pPr>
        <w:pStyle w:val="B1"/>
      </w:pPr>
      <w:r w:rsidRPr="00870ED0">
        <w:t>CRRN1: the method is successful if the required occurrence exists then the cor</w:t>
      </w:r>
      <w:r w:rsidR="00A7325D" w:rsidRPr="00870ED0">
        <w:t>responding TLV becomes current.</w:t>
      </w:r>
    </w:p>
    <w:p w:rsidR="00714EBB" w:rsidRPr="00870ED0" w:rsidRDefault="00714EBB">
      <w:pPr>
        <w:pStyle w:val="B1"/>
      </w:pPr>
      <w:r w:rsidRPr="00870ED0">
        <w:t>CRRN2: if the method is successful then it returns TLV_FOUND_CR_SET when Comprehension Required flag is set.</w:t>
      </w:r>
    </w:p>
    <w:p w:rsidR="00714EBB" w:rsidRPr="00870ED0" w:rsidRDefault="00714EBB">
      <w:pPr>
        <w:pStyle w:val="B1"/>
      </w:pPr>
      <w:r w:rsidRPr="00870ED0">
        <w:t>CRRN3: if the method is successful then it returns TLV_FOUND_CR_NOT_SET when Comprehension Required flag is not set.</w:t>
      </w:r>
    </w:p>
    <w:p w:rsidR="00714EBB" w:rsidRPr="00870ED0" w:rsidRDefault="00714EBB">
      <w:pPr>
        <w:pStyle w:val="B1"/>
      </w:pPr>
      <w:r w:rsidRPr="00870ED0">
        <w:t>CRRN4: if the required occurrence of the TLV element does not exist, the current TLV is no longer defined and TLV_NOT_FOUND is returned.</w:t>
      </w:r>
    </w:p>
    <w:p w:rsidR="00714EBB" w:rsidRPr="00870ED0" w:rsidRDefault="00714EBB">
      <w:pPr>
        <w:pStyle w:val="B1"/>
      </w:pPr>
      <w:r w:rsidRPr="00870ED0">
        <w:lastRenderedPageBreak/>
        <w:t>CRRN5: The search method is comprehension required flag independent.</w:t>
      </w:r>
    </w:p>
    <w:p w:rsidR="00714EBB" w:rsidRPr="00870ED0" w:rsidRDefault="00714EBB">
      <w:pPr>
        <w:pStyle w:val="H6"/>
        <w:outlineLvl w:val="0"/>
      </w:pPr>
      <w:r w:rsidRPr="00870ED0">
        <w:t>5.2.10.6.1.2</w:t>
      </w:r>
      <w:r w:rsidRPr="00870ED0">
        <w:tab/>
        <w:t>Parameter errors</w:t>
      </w:r>
    </w:p>
    <w:p w:rsidR="00714EBB" w:rsidRPr="00870ED0" w:rsidRDefault="00714EBB">
      <w:pPr>
        <w:pStyle w:val="B1"/>
      </w:pPr>
      <w:r w:rsidRPr="00870ED0">
        <w:t>CRRP1: if an input parameter is not valid (e.g. occurrence = 0) an instance of ToolkitException shall be thrown. The reason code shall be Toolki</w:t>
      </w:r>
      <w:r w:rsidR="00022EF9" w:rsidRPr="00870ED0">
        <w:t>tException.BAD_INPUT_PARAMETER.</w:t>
      </w:r>
    </w:p>
    <w:p w:rsidR="00714EBB" w:rsidRPr="00870ED0" w:rsidRDefault="00714EBB">
      <w:pPr>
        <w:pStyle w:val="H6"/>
        <w:outlineLvl w:val="0"/>
      </w:pPr>
      <w:r w:rsidRPr="00870ED0">
        <w:t>5.2.10.6.1.3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A7325D">
      <w:pPr>
        <w:pStyle w:val="Heading5"/>
      </w:pPr>
      <w:r w:rsidRPr="00870ED0">
        <w:t>5.2.10.6.2</w:t>
      </w:r>
      <w:r w:rsidRPr="00870ED0">
        <w:tab/>
        <w:t>Test area files</w:t>
      </w:r>
    </w:p>
    <w:p w:rsidR="00714EBB" w:rsidRPr="00870ED0" w:rsidRDefault="00714EBB" w:rsidP="002854FB">
      <w:pPr>
        <w:pStyle w:val="EX"/>
      </w:pPr>
      <w:r w:rsidRPr="00870ED0">
        <w:t>Test Source:</w:t>
      </w:r>
      <w:r w:rsidRPr="00870ED0">
        <w:tab/>
        <w:t>Test_Api_2_Bte_Find.java</w:t>
      </w:r>
      <w:r w:rsidR="00A7325D" w:rsidRPr="00870ED0">
        <w:t>.</w:t>
      </w:r>
    </w:p>
    <w:p w:rsidR="00714EBB" w:rsidRPr="00870ED0" w:rsidRDefault="00714EBB" w:rsidP="002854FB">
      <w:pPr>
        <w:pStyle w:val="EX"/>
      </w:pPr>
      <w:r w:rsidRPr="00870ED0">
        <w:t>Test</w:t>
      </w:r>
      <w:r w:rsidR="00A7325D" w:rsidRPr="00870ED0">
        <w:t xml:space="preserve"> Applet: </w:t>
      </w:r>
      <w:r w:rsidR="00A7325D" w:rsidRPr="00870ED0">
        <w:tab/>
        <w:t>Api_2_Bte_Find_1.java.</w:t>
      </w:r>
    </w:p>
    <w:p w:rsidR="00714EBB" w:rsidRPr="00870ED0" w:rsidRDefault="00714EBB" w:rsidP="002854FB">
      <w:pPr>
        <w:pStyle w:val="EX"/>
      </w:pPr>
      <w:r w:rsidRPr="00870ED0">
        <w:t>Cap File:</w:t>
      </w:r>
      <w:r w:rsidRPr="00870ED0">
        <w:tab/>
        <w:t>api_2_bte_find.cap</w:t>
      </w:r>
      <w:r w:rsidR="00A7325D" w:rsidRPr="00870ED0">
        <w:t>.</w:t>
      </w:r>
    </w:p>
    <w:p w:rsidR="00714EBB" w:rsidRPr="00870ED0" w:rsidRDefault="00714EBB" w:rsidP="00A7325D">
      <w:pPr>
        <w:pStyle w:val="Heading5"/>
      </w:pPr>
      <w:r w:rsidRPr="00870ED0">
        <w:t>5.2.10.6.3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3, 5</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2, 4</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10, 11</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6, 7,8, 9</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12, 13</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A7325D"/>
    <w:p w:rsidR="00714EBB" w:rsidRPr="00870ED0" w:rsidRDefault="00714EBB" w:rsidP="00A7325D">
      <w:pPr>
        <w:pStyle w:val="Heading5"/>
      </w:pPr>
      <w:r w:rsidRPr="00870ED0">
        <w:t>5.2.10.6.4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010296">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81 03 01 21 00 82 02 81 82</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Invalid input parameter</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Occurrence = 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init() method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1st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2nd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a wrong tag</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03h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TLV_NOT_FOUND</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7325D">
            <w:pPr>
              <w:pStyle w:val="TAC"/>
            </w:pPr>
            <w:r w:rsidRPr="00870ED0">
              <w:lastRenderedPageBreak/>
              <w:t>8</w:t>
            </w:r>
          </w:p>
        </w:tc>
        <w:tc>
          <w:tcPr>
            <w:tcW w:w="4111" w:type="dxa"/>
            <w:tcBorders>
              <w:top w:val="single" w:sz="4" w:space="0" w:color="808080"/>
              <w:left w:val="single" w:sz="4" w:space="0" w:color="auto"/>
              <w:bottom w:val="nil"/>
              <w:right w:val="single" w:sz="4" w:space="0" w:color="auto"/>
            </w:tcBorders>
          </w:tcPr>
          <w:p w:rsidR="00714EBB" w:rsidRPr="00870ED0" w:rsidRDefault="00714EBB" w:rsidP="00A7325D">
            <w:pPr>
              <w:pStyle w:val="TAH"/>
            </w:pPr>
            <w:r w:rsidRPr="00870ED0">
              <w:t>Search a tag with wrong occurrence</w:t>
            </w:r>
          </w:p>
          <w:p w:rsidR="00714EBB" w:rsidRPr="00870ED0" w:rsidRDefault="00714EBB" w:rsidP="00A7325D">
            <w:pPr>
              <w:pStyle w:val="PL"/>
              <w:keepNext/>
              <w:keepLines/>
              <w:rPr>
                <w:noProof w:val="0"/>
              </w:rPr>
            </w:pPr>
            <w:r w:rsidRPr="00870ED0">
              <w:rPr>
                <w:noProof w:val="0"/>
              </w:rPr>
              <w:t>findTLV()</w:t>
            </w:r>
          </w:p>
          <w:p w:rsidR="00714EBB" w:rsidRPr="00870ED0" w:rsidRDefault="00714EBB" w:rsidP="00A7325D">
            <w:pPr>
              <w:pStyle w:val="PL"/>
              <w:keepNext/>
              <w:keepLines/>
              <w:rPr>
                <w:noProof w:val="0"/>
              </w:rPr>
            </w:pPr>
            <w:r w:rsidRPr="00870ED0">
              <w:rPr>
                <w:noProof w:val="0"/>
              </w:rPr>
              <w:t>Tag = 01h</w:t>
            </w:r>
          </w:p>
          <w:p w:rsidR="00714EBB" w:rsidRPr="00870ED0" w:rsidRDefault="00714EBB" w:rsidP="00A7325D">
            <w:pPr>
              <w:pStyle w:val="PL"/>
              <w:keepNext/>
              <w:keepLines/>
              <w:rPr>
                <w:noProof w:val="0"/>
              </w:rPr>
            </w:pPr>
            <w:r w:rsidRPr="00870ED0">
              <w:rPr>
                <w:noProof w:val="0"/>
              </w:rPr>
              <w:t>Occurrence = 2</w:t>
            </w:r>
          </w:p>
        </w:tc>
        <w:tc>
          <w:tcPr>
            <w:tcW w:w="2835" w:type="dxa"/>
            <w:tcBorders>
              <w:top w:val="single" w:sz="4" w:space="0" w:color="808080"/>
              <w:left w:val="single" w:sz="4" w:space="0" w:color="auto"/>
              <w:bottom w:val="nil"/>
              <w:right w:val="single" w:sz="4" w:space="0" w:color="auto"/>
            </w:tcBorders>
          </w:tcPr>
          <w:p w:rsidR="00714EBB" w:rsidRPr="00870ED0" w:rsidRDefault="00714EBB" w:rsidP="00A7325D">
            <w:pPr>
              <w:pStyle w:val="TAL"/>
            </w:pPr>
            <w:r w:rsidRPr="00870ED0">
              <w:t>Result is TLV_NOT_FOUND</w:t>
            </w:r>
          </w:p>
        </w:tc>
        <w:tc>
          <w:tcPr>
            <w:tcW w:w="2410" w:type="dxa"/>
            <w:tcBorders>
              <w:top w:val="single" w:sz="4" w:space="0" w:color="808080"/>
              <w:left w:val="single" w:sz="4" w:space="0" w:color="auto"/>
              <w:bottom w:val="nil"/>
              <w:right w:val="single" w:sz="4" w:space="0" w:color="auto"/>
            </w:tcBorders>
          </w:tcPr>
          <w:p w:rsidR="00714EBB" w:rsidRPr="00870ED0" w:rsidRDefault="00714EBB" w:rsidP="00A7325D">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TLV with tag=02h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02h</w:t>
            </w:r>
          </w:p>
          <w:p w:rsidR="00714EBB" w:rsidRPr="00870ED0" w:rsidRDefault="00714EBB">
            <w:pPr>
              <w:pStyle w:val="PL"/>
              <w:rPr>
                <w:noProof w:val="0"/>
              </w:rPr>
            </w:pPr>
            <w:r w:rsidRPr="00870ED0">
              <w:rPr>
                <w:noProof w:val="0"/>
              </w:rPr>
              <w:t>Occurrence = 2</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TLV with tag=04h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the TLV</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04h</w:t>
            </w:r>
          </w:p>
          <w:p w:rsidR="00714EBB" w:rsidRPr="00870ED0" w:rsidRDefault="00714EBB">
            <w:pPr>
              <w:pStyle w:val="PL"/>
              <w:rPr>
                <w:noProof w:val="0"/>
              </w:rPr>
            </w:pPr>
            <w:r w:rsidRPr="00870ED0">
              <w:rPr>
                <w:noProof w:val="0"/>
              </w:rPr>
              <w:t>Occurrence = 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tag 81h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81h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TLV_FOUND_CR_SET</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tag 84h</w:t>
            </w:r>
          </w:p>
          <w:p w:rsidR="00714EBB" w:rsidRPr="00870ED0" w:rsidRDefault="00714EBB">
            <w:pPr>
              <w:pStyle w:val="PL"/>
              <w:rPr>
                <w:noProof w:val="0"/>
              </w:rPr>
            </w:pPr>
            <w:r w:rsidRPr="00870ED0">
              <w:rPr>
                <w:noProof w:val="0"/>
              </w:rPr>
              <w:t>findTLV()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Occurrence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TLV_FOUND_CR_NOT_SET</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5.2.10.7</w:t>
      </w:r>
      <w:r w:rsidRPr="00870ED0">
        <w:tab/>
        <w:t>Method getValueLength</w:t>
      </w:r>
    </w:p>
    <w:p w:rsidR="00714EBB" w:rsidRPr="00870ED0" w:rsidRDefault="00714EBB">
      <w:r w:rsidRPr="00870ED0">
        <w:t>Test Area Reference Api_2_Bte_Gvle</w:t>
      </w:r>
      <w:r w:rsidR="00A7325D" w:rsidRPr="00870ED0">
        <w:t>.</w:t>
      </w:r>
    </w:p>
    <w:p w:rsidR="00714EBB" w:rsidRPr="00870ED0" w:rsidRDefault="00714EBB" w:rsidP="00A7325D">
      <w:pPr>
        <w:pStyle w:val="Heading5"/>
      </w:pPr>
      <w:r w:rsidRPr="00870ED0">
        <w:t>5.2.10.7.1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getValueLength()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5.2.10.7.1.1</w:t>
      </w:r>
      <w:r w:rsidRPr="00870ED0">
        <w:tab/>
        <w:t>Normal execution</w:t>
      </w:r>
    </w:p>
    <w:p w:rsidR="00714EBB" w:rsidRPr="00870ED0" w:rsidRDefault="00714EBB">
      <w:pPr>
        <w:pStyle w:val="B1"/>
      </w:pPr>
      <w:r w:rsidRPr="00870ED0">
        <w:t>CRRN1: gets and returns the binary length of the value field for the last TLV element which has been found in the handler.</w:t>
      </w:r>
    </w:p>
    <w:p w:rsidR="00714EBB" w:rsidRPr="00870ED0" w:rsidRDefault="00714EBB">
      <w:pPr>
        <w:pStyle w:val="H6"/>
        <w:outlineLvl w:val="0"/>
      </w:pPr>
      <w:r w:rsidRPr="00870ED0">
        <w:t>5.2.10.7.1.2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5.2.10.7.1.3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A7325D">
      <w:pPr>
        <w:pStyle w:val="Heading5"/>
      </w:pPr>
      <w:r w:rsidRPr="00870ED0">
        <w:t>5.2.10.7.2</w:t>
      </w:r>
      <w:r w:rsidRPr="00870ED0">
        <w:tab/>
        <w:t>Test area files</w:t>
      </w:r>
    </w:p>
    <w:p w:rsidR="00714EBB" w:rsidRPr="00870ED0" w:rsidRDefault="00714EBB" w:rsidP="002854FB">
      <w:pPr>
        <w:pStyle w:val="EX"/>
      </w:pPr>
      <w:r w:rsidRPr="00870ED0">
        <w:t>Test Source:</w:t>
      </w:r>
      <w:r w:rsidRPr="00870ED0">
        <w:tab/>
        <w:t>Test_Api_2_Bte_Gvle.java</w:t>
      </w:r>
      <w:r w:rsidR="00A7325D" w:rsidRPr="00870ED0">
        <w:t>.</w:t>
      </w:r>
    </w:p>
    <w:p w:rsidR="00714EBB" w:rsidRPr="00870ED0" w:rsidRDefault="00714EBB" w:rsidP="002854FB">
      <w:pPr>
        <w:pStyle w:val="EX"/>
      </w:pPr>
      <w:r w:rsidRPr="00870ED0">
        <w:t xml:space="preserve">Test Applet: </w:t>
      </w:r>
      <w:r w:rsidRPr="00870ED0">
        <w:tab/>
        <w:t>Ap</w:t>
      </w:r>
      <w:r w:rsidR="00A7325D" w:rsidRPr="00870ED0">
        <w:t>i_2_Bte_Gvle_1.java.</w:t>
      </w:r>
    </w:p>
    <w:p w:rsidR="00714EBB" w:rsidRPr="00870ED0" w:rsidRDefault="00714EBB" w:rsidP="002854FB">
      <w:pPr>
        <w:pStyle w:val="EX"/>
      </w:pPr>
      <w:r w:rsidRPr="00870ED0">
        <w:t>Cap File:</w:t>
      </w:r>
      <w:r w:rsidRPr="00870ED0">
        <w:tab/>
        <w:t>api_2_bte_gvle.cap</w:t>
      </w:r>
      <w:r w:rsidR="00A7325D" w:rsidRPr="00870ED0">
        <w:t>.</w:t>
      </w:r>
    </w:p>
    <w:p w:rsidR="00714EBB" w:rsidRPr="00870ED0" w:rsidRDefault="00714EBB" w:rsidP="00A7325D">
      <w:pPr>
        <w:pStyle w:val="Heading5"/>
      </w:pPr>
      <w:r w:rsidRPr="00870ED0">
        <w:lastRenderedPageBreak/>
        <w:t>5.2.10.7.3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25D">
            <w:pPr>
              <w:pStyle w:val="TAH"/>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A7325D">
            <w:pPr>
              <w:pStyle w:val="TAH"/>
            </w:pPr>
            <w:r w:rsidRPr="00870ED0">
              <w:t>Test case number</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25D">
            <w:pPr>
              <w:pStyle w:val="TAC"/>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A7325D">
            <w:pPr>
              <w:pStyle w:val="TAC"/>
            </w:pPr>
            <w:r w:rsidRPr="00870ED0">
              <w:t>2, 3, 4, 5, 6</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A7325D">
            <w:pPr>
              <w:pStyle w:val="TAC"/>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A7325D">
            <w:pPr>
              <w:pStyle w:val="TAC"/>
            </w:pPr>
            <w:r w:rsidRPr="00870ED0">
              <w:t>Does not apply for BERTLVEdit Handler</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A7325D"/>
    <w:p w:rsidR="00714EBB" w:rsidRPr="00870ED0" w:rsidRDefault="00714EBB" w:rsidP="00A7325D">
      <w:pPr>
        <w:pStyle w:val="Heading5"/>
      </w:pPr>
      <w:r w:rsidRPr="00870ED0">
        <w:t>5.2.10.7.4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81 03 01 21 00 82 02 81 82</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p w:rsidR="00714EBB" w:rsidRPr="00870ED0" w:rsidRDefault="00714EBB">
            <w:pPr>
              <w:pStyle w:val="PL"/>
              <w:rPr>
                <w:noProof w:val="0"/>
              </w:rPr>
            </w:pPr>
            <w:r w:rsidRPr="00870ED0">
              <w:rPr>
                <w:noProof w:val="0"/>
              </w:rPr>
              <w:t>tag = 0D</w:t>
            </w:r>
          </w:p>
          <w:p w:rsidR="00714EBB" w:rsidRPr="00870ED0" w:rsidRDefault="00714EBB">
            <w:pPr>
              <w:pStyle w:val="PL"/>
              <w:rPr>
                <w:noProof w:val="0"/>
              </w:rPr>
            </w:pPr>
            <w:r w:rsidRPr="00870ED0">
              <w:rPr>
                <w:noProof w:val="0"/>
              </w:rPr>
              <w:t xml:space="preserve">valueOffset = 0 </w:t>
            </w:r>
          </w:p>
          <w:p w:rsidR="00714EBB" w:rsidRPr="00870ED0" w:rsidRDefault="00714EBB">
            <w:pPr>
              <w:pStyle w:val="PL"/>
              <w:rPr>
                <w:noProof w:val="0"/>
              </w:rPr>
            </w:pPr>
            <w:r w:rsidRPr="00870ED0">
              <w:rPr>
                <w:noProof w:val="0"/>
              </w:rPr>
              <w:t>valueLength = 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02 04 00</w:t>
            </w:r>
          </w:p>
          <w:p w:rsidR="00714EBB" w:rsidRPr="00870ED0" w:rsidRDefault="00714EBB">
            <w:pPr>
              <w:pStyle w:val="PL"/>
              <w:rPr>
                <w:noProof w:val="0"/>
              </w:rPr>
            </w:pPr>
            <w:r w:rsidRPr="00870ED0">
              <w:rPr>
                <w:noProof w:val="0"/>
              </w:rPr>
              <w:t>length = 1 (+ dcs byte)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02h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7F 04 00 00 …</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81 80 04 00 00 …</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81 F1 04 00 00 …</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F1h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5.2.10.8</w:t>
      </w:r>
      <w:r w:rsidRPr="00870ED0">
        <w:tab/>
        <w:t>Method getValueByte</w:t>
      </w:r>
    </w:p>
    <w:p w:rsidR="00714EBB" w:rsidRPr="00870ED0" w:rsidRDefault="00714EBB">
      <w:r w:rsidRPr="00870ED0">
        <w:t>Test Area Reference Api_2_Bte_Gvby</w:t>
      </w:r>
      <w:r w:rsidR="00A7325D" w:rsidRPr="00870ED0">
        <w:t>.</w:t>
      </w:r>
    </w:p>
    <w:p w:rsidR="00714EBB" w:rsidRPr="00870ED0" w:rsidRDefault="00714EBB" w:rsidP="00A7325D">
      <w:pPr>
        <w:pStyle w:val="Heading5"/>
      </w:pPr>
      <w:r w:rsidRPr="00870ED0">
        <w:t>5.2.10.8.1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getValueByte(short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5.2.10.8.1.1</w:t>
      </w:r>
      <w:r w:rsidRPr="00870ED0">
        <w:tab/>
        <w:t>Normal execution</w:t>
      </w:r>
    </w:p>
    <w:p w:rsidR="00714EBB" w:rsidRPr="00870ED0" w:rsidRDefault="00714EBB">
      <w:pPr>
        <w:pStyle w:val="B1"/>
      </w:pPr>
      <w:r w:rsidRPr="00870ED0">
        <w:t>CRRN1: Gets a byte from the last TLV element which has been found in the h</w:t>
      </w:r>
      <w:r w:rsidR="00A7325D" w:rsidRPr="00870ED0">
        <w:t>andler and returns its value (1 </w:t>
      </w:r>
      <w:r w:rsidRPr="00870ED0">
        <w:t>byte).</w:t>
      </w:r>
    </w:p>
    <w:p w:rsidR="00714EBB" w:rsidRPr="00870ED0" w:rsidRDefault="00714EBB">
      <w:pPr>
        <w:pStyle w:val="H6"/>
        <w:outlineLvl w:val="0"/>
      </w:pPr>
      <w:r w:rsidRPr="00870ED0">
        <w:lastRenderedPageBreak/>
        <w:t>5.2.10.8.1.2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5.2.10.8.1.3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A7325D">
      <w:pPr>
        <w:pStyle w:val="Heading5"/>
      </w:pPr>
      <w:r w:rsidRPr="00870ED0">
        <w:t>5.2.10.8.2</w:t>
      </w:r>
      <w:r w:rsidRPr="00870ED0">
        <w:tab/>
        <w:t>Test area files</w:t>
      </w:r>
    </w:p>
    <w:p w:rsidR="00714EBB" w:rsidRPr="00870ED0" w:rsidRDefault="00714EBB" w:rsidP="002854FB">
      <w:pPr>
        <w:pStyle w:val="EX"/>
      </w:pPr>
      <w:r w:rsidRPr="00870ED0">
        <w:t>Test Source:</w:t>
      </w:r>
      <w:r w:rsidRPr="00870ED0">
        <w:tab/>
        <w:t>Test_Api_2_Bte_Gvby.java</w:t>
      </w:r>
      <w:r w:rsidR="00A7325D" w:rsidRPr="00870ED0">
        <w:t>.</w:t>
      </w:r>
    </w:p>
    <w:p w:rsidR="00714EBB" w:rsidRPr="00870ED0" w:rsidRDefault="00714EBB" w:rsidP="002854FB">
      <w:pPr>
        <w:pStyle w:val="EX"/>
      </w:pPr>
      <w:r w:rsidRPr="00870ED0">
        <w:t>Test</w:t>
      </w:r>
      <w:r w:rsidR="00A7325D" w:rsidRPr="00870ED0">
        <w:t xml:space="preserve"> Applet: </w:t>
      </w:r>
      <w:r w:rsidR="00A7325D" w:rsidRPr="00870ED0">
        <w:tab/>
        <w:t>Api_2_Bte_Gvby_1.java.</w:t>
      </w:r>
    </w:p>
    <w:p w:rsidR="00714EBB" w:rsidRPr="00870ED0" w:rsidRDefault="00714EBB" w:rsidP="002854FB">
      <w:pPr>
        <w:pStyle w:val="EX"/>
      </w:pPr>
      <w:r w:rsidRPr="00870ED0">
        <w:t>Cap File:</w:t>
      </w:r>
      <w:r w:rsidRPr="00870ED0">
        <w:tab/>
        <w:t>api_2_bte_gvby.cap</w:t>
      </w:r>
      <w:r w:rsidR="00A7325D" w:rsidRPr="00870ED0">
        <w:t>.</w:t>
      </w:r>
    </w:p>
    <w:p w:rsidR="00714EBB" w:rsidRPr="00870ED0" w:rsidRDefault="00714EBB" w:rsidP="00A7325D">
      <w:pPr>
        <w:pStyle w:val="Heading5"/>
      </w:pPr>
      <w:r w:rsidRPr="00870ED0">
        <w:t>5.2.10.8.3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3, 4, 5, 6, 7, 8</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r w:rsidR="00714EBB" w:rsidRPr="00870ED0" w:rsidTr="00A7325D">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A7325D"/>
    <w:p w:rsidR="00714EBB" w:rsidRPr="00870ED0" w:rsidRDefault="00714EBB" w:rsidP="00A7325D">
      <w:pPr>
        <w:pStyle w:val="Heading5"/>
      </w:pPr>
      <w:r w:rsidRPr="00870ED0">
        <w:t>5.2.10.8.4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010296">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D0AB9"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 xml:space="preserve">81 03 01 FF FE 82 02 81 FD </w:t>
            </w:r>
          </w:p>
          <w:p w:rsidR="00714EBB" w:rsidRPr="008D0AB9" w:rsidRDefault="00714EBB">
            <w:pPr>
              <w:pStyle w:val="PL"/>
              <w:rPr>
                <w:noProof w:val="0"/>
              </w:rPr>
            </w:pPr>
            <w:r w:rsidRPr="008D0AB9">
              <w:rPr>
                <w:noProof w:val="0"/>
              </w:rPr>
              <w:t>type = FFh</w:t>
            </w:r>
          </w:p>
          <w:p w:rsidR="00714EBB" w:rsidRPr="008D0AB9" w:rsidRDefault="00714EBB">
            <w:pPr>
              <w:pStyle w:val="PL"/>
              <w:rPr>
                <w:noProof w:val="0"/>
              </w:rPr>
            </w:pPr>
            <w:r w:rsidRPr="008D0AB9">
              <w:rPr>
                <w:noProof w:val="0"/>
              </w:rPr>
              <w:t>qualifier = FEh</w:t>
            </w:r>
          </w:p>
          <w:p w:rsidR="00714EBB" w:rsidRPr="008D0AB9" w:rsidRDefault="00714EBB">
            <w:pPr>
              <w:pStyle w:val="PL"/>
              <w:rPr>
                <w:noProof w:val="0"/>
              </w:rPr>
            </w:pPr>
            <w:r w:rsidRPr="008D0AB9">
              <w:rPr>
                <w:noProof w:val="0"/>
              </w:rPr>
              <w:t>destination = FDh</w:t>
            </w:r>
          </w:p>
        </w:tc>
        <w:tc>
          <w:tcPr>
            <w:tcW w:w="2835" w:type="dxa"/>
            <w:tcBorders>
              <w:top w:val="single" w:sz="4" w:space="0" w:color="auto"/>
              <w:left w:val="single" w:sz="4" w:space="0" w:color="auto"/>
              <w:bottom w:val="nil"/>
              <w:right w:val="single" w:sz="4" w:space="0" w:color="auto"/>
            </w:tcBorders>
          </w:tcPr>
          <w:p w:rsidR="00714EBB" w:rsidRPr="008D0AB9"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D0AB9"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D0AB9"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getValueByte(3)</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getValueByte(2)</w:t>
            </w:r>
          </w:p>
          <w:p w:rsidR="00714EBB" w:rsidRPr="00870ED0" w:rsidRDefault="00714EBB">
            <w:pPr>
              <w:pStyle w:val="TAH"/>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FEh (qualifier)</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Search TLV 02h (Device Identities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81h (Source)</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7F 04 00 01 … 7D</w:t>
            </w:r>
          </w:p>
          <w:p w:rsidR="00714EBB" w:rsidRPr="00870ED0" w:rsidRDefault="00714EBB">
            <w:pPr>
              <w:pStyle w:val="PL"/>
              <w:rPr>
                <w:noProof w:val="0"/>
              </w:rPr>
            </w:pPr>
            <w:r w:rsidRPr="00870ED0">
              <w:rPr>
                <w:noProof w:val="0"/>
              </w:rPr>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getValueByte(7E)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81 80 04 00 01 … 7E</w:t>
            </w:r>
          </w:p>
          <w:p w:rsidR="00714EBB" w:rsidRPr="00870ED0" w:rsidRDefault="00714EBB">
            <w:pPr>
              <w:pStyle w:val="PL"/>
              <w:rPr>
                <w:noProof w:val="0"/>
              </w:rPr>
            </w:pPr>
          </w:p>
          <w:p w:rsidR="00714EBB" w:rsidRPr="00870ED0" w:rsidRDefault="00714EBB">
            <w:pPr>
              <w:pStyle w:val="PL"/>
              <w:rPr>
                <w:noProof w:val="0"/>
              </w:rPr>
            </w:pPr>
            <w:r w:rsidRPr="00870ED0">
              <w:rPr>
                <w:noProof w:val="0"/>
              </w:rPr>
              <w:t>Search TLV 0Dh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getValueByte(7E)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7</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getValueByte(7F)</w:t>
            </w:r>
          </w:p>
          <w:p w:rsidR="00714EBB" w:rsidRPr="00870ED0" w:rsidRDefault="00714EBB" w:rsidP="00010296">
            <w:pPr>
              <w:pStyle w:val="TAL"/>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Result is 7Eh</w:t>
            </w: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cantSplit/>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the handler with 81 03 01 21 00 82 02 81 02 0D 81 F1 04 00 01 … EF</w:t>
            </w:r>
          </w:p>
          <w:p w:rsidR="00714EBB" w:rsidRPr="00870ED0" w:rsidRDefault="00714EBB">
            <w:pPr>
              <w:pStyle w:val="PL"/>
              <w:rPr>
                <w:noProof w:val="0"/>
              </w:rPr>
            </w:pPr>
          </w:p>
          <w:p w:rsidR="00714EBB" w:rsidRPr="00870ED0" w:rsidRDefault="00714EBB">
            <w:pPr>
              <w:pStyle w:val="PL"/>
              <w:rPr>
                <w:noProof w:val="0"/>
              </w:rPr>
            </w:pPr>
            <w:r w:rsidRPr="00870ED0">
              <w:rPr>
                <w:noProof w:val="0"/>
              </w:rPr>
              <w:t>Search TLV 0Dh (Text String TLV)</w:t>
            </w:r>
          </w:p>
          <w:p w:rsidR="00714EBB" w:rsidRPr="00870ED0" w:rsidRDefault="00714EBB">
            <w:pPr>
              <w:pStyle w:val="PL"/>
              <w:rPr>
                <w:noProof w:val="0"/>
              </w:rPr>
            </w:pPr>
            <w:r w:rsidRPr="00870ED0">
              <w:rPr>
                <w:noProof w:val="0"/>
              </w:rPr>
              <w:t>getValueByte(F0)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Result is EFh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A7325D" w:rsidRPr="00870ED0" w:rsidRDefault="00A7325D" w:rsidP="00A7325D"/>
    <w:p w:rsidR="00714EBB" w:rsidRPr="00870ED0" w:rsidRDefault="00714EBB">
      <w:pPr>
        <w:pStyle w:val="Heading4"/>
      </w:pPr>
      <w:r w:rsidRPr="00870ED0">
        <w:t>5.2.10.9</w:t>
      </w:r>
      <w:r w:rsidRPr="00870ED0">
        <w:tab/>
        <w:t>Method copyValue</w:t>
      </w:r>
    </w:p>
    <w:p w:rsidR="00714EBB" w:rsidRPr="00870ED0" w:rsidRDefault="00714EBB">
      <w:r w:rsidRPr="00870ED0">
        <w:t>Test Area Reference Api_2_Bte_Cpyv</w:t>
      </w:r>
      <w:r w:rsidR="00BA2331" w:rsidRPr="00870ED0">
        <w:t>.</w:t>
      </w:r>
    </w:p>
    <w:p w:rsidR="00714EBB" w:rsidRPr="00870ED0" w:rsidRDefault="00714EBB" w:rsidP="00BA2331">
      <w:pPr>
        <w:pStyle w:val="Heading5"/>
      </w:pPr>
      <w:r w:rsidRPr="00870ED0">
        <w:t>5.2.10.9.1</w:t>
      </w:r>
      <w:r w:rsidRPr="00870ED0">
        <w:tab/>
        <w:t>Conformance requirement</w:t>
      </w:r>
    </w:p>
    <w:p w:rsidR="00714EBB" w:rsidRPr="00870ED0" w:rsidRDefault="00714EBB">
      <w:pPr>
        <w:keepNext/>
        <w:keepLines/>
      </w:pPr>
      <w:r w:rsidRPr="00870ED0">
        <w:t>The method with following header shall be compliant with its definition in the API.</w:t>
      </w:r>
    </w:p>
    <w:p w:rsidR="00714EBB" w:rsidRPr="00870ED0" w:rsidRDefault="00714EBB">
      <w:pPr>
        <w:pStyle w:val="PL"/>
        <w:rPr>
          <w:noProof w:val="0"/>
        </w:rPr>
      </w:pPr>
      <w:r w:rsidRPr="00870ED0">
        <w:rPr>
          <w:noProof w:val="0"/>
        </w:rPr>
        <w:t>public short copyValue(short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5.2.10.9.1.1</w:t>
      </w:r>
      <w:r w:rsidRPr="00870ED0">
        <w:tab/>
        <w:t>Normal execution</w:t>
      </w:r>
    </w:p>
    <w:p w:rsidR="00714EBB" w:rsidRPr="00870ED0" w:rsidRDefault="00714EBB">
      <w:pPr>
        <w:pStyle w:val="B1"/>
      </w:pPr>
      <w:r w:rsidRPr="00870ED0">
        <w:t>CRRN1: copies a part of the last TLV element which has been found, into a destination. buffer.</w:t>
      </w:r>
    </w:p>
    <w:p w:rsidR="00714EBB" w:rsidRPr="00870ED0" w:rsidRDefault="00714EBB">
      <w:pPr>
        <w:pStyle w:val="B1"/>
      </w:pPr>
      <w:r w:rsidRPr="00870ED0">
        <w:t>CRRN2: returns dstOffset + dstLength.</w:t>
      </w:r>
    </w:p>
    <w:p w:rsidR="00714EBB" w:rsidRPr="00870ED0" w:rsidRDefault="00714EBB">
      <w:pPr>
        <w:pStyle w:val="H6"/>
        <w:outlineLvl w:val="0"/>
      </w:pPr>
      <w:r w:rsidRPr="00870ED0">
        <w:t>5.2.10.9.1.2</w:t>
      </w:r>
      <w:r w:rsidRPr="00870ED0">
        <w:tab/>
        <w:t>Parameter errors</w:t>
      </w:r>
    </w:p>
    <w:p w:rsidR="00714EBB" w:rsidRPr="00870ED0" w:rsidRDefault="00714EBB">
      <w:pPr>
        <w:pStyle w:val="B1"/>
      </w:pPr>
      <w:r w:rsidRPr="00870ED0">
        <w:t>CRRP1: if dstBuffer is null NullPointerException is thrown.</w:t>
      </w:r>
    </w:p>
    <w:p w:rsidR="00714EBB" w:rsidRPr="00870ED0" w:rsidRDefault="00714EBB">
      <w:pPr>
        <w:pStyle w:val="B1"/>
      </w:pPr>
      <w:r w:rsidRPr="00870ED0">
        <w:t>CRRP2: if dstOffset or dstLength or both would cause access outside array bounds, or if dstLength is negative ArrayIndexOutOfBoundsException is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pPr>
        <w:pStyle w:val="H6"/>
        <w:outlineLvl w:val="0"/>
      </w:pPr>
      <w:r w:rsidRPr="00870ED0">
        <w:t>5.2.10.9.1.3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DE4A12">
      <w:pPr>
        <w:pStyle w:val="Heading5"/>
      </w:pPr>
      <w:r w:rsidRPr="00870ED0">
        <w:t>5.2.10.9.2</w:t>
      </w:r>
      <w:r w:rsidRPr="00870ED0">
        <w:tab/>
        <w:t>Test area files</w:t>
      </w:r>
    </w:p>
    <w:p w:rsidR="00714EBB" w:rsidRPr="00870ED0" w:rsidRDefault="00714EBB" w:rsidP="002854FB">
      <w:pPr>
        <w:pStyle w:val="EX"/>
      </w:pPr>
      <w:r w:rsidRPr="00870ED0">
        <w:t>Test Source:</w:t>
      </w:r>
      <w:r w:rsidRPr="00870ED0">
        <w:tab/>
        <w:t>Test_Api_2_Bte_Cpyv.java</w:t>
      </w:r>
      <w:r w:rsidR="00DE4A12" w:rsidRPr="00870ED0">
        <w:t>.</w:t>
      </w:r>
    </w:p>
    <w:p w:rsidR="00714EBB" w:rsidRPr="00870ED0" w:rsidRDefault="00714EBB" w:rsidP="002854FB">
      <w:pPr>
        <w:pStyle w:val="EX"/>
      </w:pPr>
      <w:r w:rsidRPr="00870ED0">
        <w:t>Test App</w:t>
      </w:r>
      <w:r w:rsidR="00DE4A12" w:rsidRPr="00870ED0">
        <w:t xml:space="preserve">let: </w:t>
      </w:r>
      <w:r w:rsidR="00DE4A12" w:rsidRPr="00870ED0">
        <w:tab/>
        <w:t>Api_2_Bte_Cpyv_1.java.</w:t>
      </w:r>
    </w:p>
    <w:p w:rsidR="00714EBB" w:rsidRPr="00870ED0" w:rsidRDefault="00714EBB" w:rsidP="002854FB">
      <w:pPr>
        <w:pStyle w:val="EX"/>
      </w:pPr>
      <w:r w:rsidRPr="00870ED0">
        <w:t>Cap File:</w:t>
      </w:r>
      <w:r w:rsidRPr="00870ED0">
        <w:tab/>
        <w:t>api_2_bte_cpyv.cap</w:t>
      </w:r>
      <w:r w:rsidR="00DE4A12" w:rsidRPr="00870ED0">
        <w:t>.</w:t>
      </w:r>
    </w:p>
    <w:p w:rsidR="00714EBB" w:rsidRPr="00870ED0" w:rsidRDefault="00714EBB" w:rsidP="00DE4A12">
      <w:pPr>
        <w:pStyle w:val="Heading5"/>
      </w:pPr>
      <w:r w:rsidRPr="00870ED0">
        <w:lastRenderedPageBreak/>
        <w:t>5.2.10.9.3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H"/>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H"/>
            </w:pPr>
            <w:r w:rsidRPr="00870ED0">
              <w:t>Test case number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13, 15</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12, 14</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2, 3, 4, 5, 6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P3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7, 8, 9, 10</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Does not apply for BERTLVEdit Handler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11</w:t>
            </w:r>
          </w:p>
        </w:tc>
      </w:tr>
    </w:tbl>
    <w:p w:rsidR="00714EBB" w:rsidRPr="00870ED0" w:rsidRDefault="00714EBB" w:rsidP="00DE4A12"/>
    <w:p w:rsidR="00714EBB" w:rsidRPr="00870ED0" w:rsidRDefault="00714EBB" w:rsidP="00DE4A12">
      <w:pPr>
        <w:pStyle w:val="Heading5"/>
      </w:pPr>
      <w:r w:rsidRPr="00870ED0">
        <w:t>5.2.10.9.4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81 03 01 21 00 82 02 81 82</w:t>
            </w:r>
          </w:p>
          <w:p w:rsidR="00714EBB" w:rsidRPr="00870ED0" w:rsidRDefault="00714EBB">
            <w:pPr>
              <w:pStyle w:val="TAH"/>
              <w:keepNext w:val="0"/>
              <w:keepLines w:val="0"/>
            </w:pPr>
            <w:r w:rsidRPr="00870ED0">
              <w:t>Select a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copyValue()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10 04 00 01 … 0E</w:t>
            </w:r>
          </w:p>
          <w:p w:rsidR="00714EBB" w:rsidRPr="00870ED0" w:rsidRDefault="00714EBB">
            <w:pPr>
              <w:pStyle w:val="PL"/>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-1</w:t>
            </w:r>
          </w:p>
          <w:p w:rsidR="00714EBB" w:rsidRPr="00870ED0" w:rsidRDefault="00714EBB">
            <w:pPr>
              <w:pStyle w:val="PL"/>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06 04 00 01 … 04</w:t>
            </w:r>
          </w:p>
          <w:p w:rsidR="00714EBB" w:rsidRPr="00870ED0" w:rsidRDefault="00714EBB">
            <w:pPr>
              <w:pStyle w:val="PL"/>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&lt; 0</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C"/>
            </w:pPr>
            <w:r w:rsidRPr="00870ED0">
              <w:lastRenderedPageBreak/>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H"/>
            </w:pPr>
            <w:r w:rsidRPr="00870ED0">
              <w:t>[Select Text String TLV]</w:t>
            </w:r>
          </w:p>
          <w:p w:rsidR="00714EBB" w:rsidRPr="00870ED0" w:rsidRDefault="00714EBB" w:rsidP="00DE4A12">
            <w:pPr>
              <w:pStyle w:val="PL"/>
              <w:keepNext/>
              <w:keepLines/>
              <w:rPr>
                <w:noProof w:val="0"/>
              </w:rPr>
            </w:pPr>
            <w:r w:rsidRPr="00870ED0">
              <w:rPr>
                <w:noProof w:val="0"/>
              </w:rPr>
              <w:t>dstLength &gt; Text String length</w:t>
            </w:r>
          </w:p>
          <w:p w:rsidR="00714EBB" w:rsidRPr="00870ED0" w:rsidRDefault="00714EBB" w:rsidP="00DE4A12">
            <w:pPr>
              <w:pStyle w:val="PL"/>
              <w:keepNext/>
              <w:keepLines/>
              <w:rPr>
                <w:noProof w:val="0"/>
              </w:rPr>
            </w:pPr>
            <w:r w:rsidRPr="00870ED0">
              <w:rPr>
                <w:noProof w:val="0"/>
              </w:rPr>
              <w:t>copyValue()</w:t>
            </w:r>
          </w:p>
          <w:p w:rsidR="00714EBB" w:rsidRPr="00870ED0" w:rsidRDefault="00714EBB" w:rsidP="00DE4A12">
            <w:pPr>
              <w:pStyle w:val="PL"/>
              <w:keepNext/>
              <w:keepLines/>
              <w:rPr>
                <w:noProof w:val="0"/>
              </w:rPr>
            </w:pPr>
            <w:r w:rsidRPr="00870ED0">
              <w:rPr>
                <w:noProof w:val="0"/>
              </w:rPr>
              <w:t>valueOffset = 0</w:t>
            </w:r>
          </w:p>
          <w:p w:rsidR="00714EBB" w:rsidRPr="00870ED0" w:rsidRDefault="00714EBB" w:rsidP="00DE4A12">
            <w:pPr>
              <w:pStyle w:val="PL"/>
              <w:keepNext/>
              <w:keepLines/>
              <w:rPr>
                <w:noProof w:val="0"/>
              </w:rPr>
            </w:pPr>
            <w:r w:rsidRPr="00870ED0">
              <w:rPr>
                <w:noProof w:val="0"/>
              </w:rPr>
              <w:t>dstBuffer.length = 15</w:t>
            </w:r>
          </w:p>
          <w:p w:rsidR="00714EBB" w:rsidRPr="00870ED0" w:rsidRDefault="00714EBB" w:rsidP="00DE4A12">
            <w:pPr>
              <w:pStyle w:val="PL"/>
              <w:keepNext/>
              <w:keepLines/>
              <w:rPr>
                <w:noProof w:val="0"/>
              </w:rPr>
            </w:pPr>
            <w:r w:rsidRPr="00870ED0">
              <w:rPr>
                <w:noProof w:val="0"/>
              </w:rPr>
              <w:t>dstOffset = 0</w:t>
            </w:r>
          </w:p>
          <w:p w:rsidR="00714EBB" w:rsidRPr="00870ED0" w:rsidRDefault="00714EBB" w:rsidP="00DE4A12">
            <w:pPr>
              <w:pStyle w:val="PL"/>
              <w:keepNext/>
              <w:keepLines/>
              <w:rPr>
                <w:noProof w:val="0"/>
              </w:rPr>
            </w:pPr>
            <w:r w:rsidRPr="00870ED0">
              <w:rPr>
                <w:noProof w:val="0"/>
              </w:rPr>
              <w:t>dstLength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L"/>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 dstLength &gt; Text String length</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81 03 01 21 00 82 02 81 82</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copyValue()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copyValue() is 15</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5.2.10.10</w:t>
      </w:r>
      <w:r w:rsidRPr="00870ED0">
        <w:tab/>
        <w:t>Method compareValue</w:t>
      </w:r>
    </w:p>
    <w:p w:rsidR="00714EBB" w:rsidRPr="00870ED0" w:rsidRDefault="00714EBB">
      <w:r w:rsidRPr="00870ED0">
        <w:t>Test Area Reference Api_2_Bte_Cprv</w:t>
      </w:r>
      <w:r w:rsidR="00DE4A12" w:rsidRPr="00870ED0">
        <w:t>.</w:t>
      </w:r>
    </w:p>
    <w:p w:rsidR="00714EBB" w:rsidRPr="00870ED0" w:rsidRDefault="00714EBB" w:rsidP="00DE4A12">
      <w:pPr>
        <w:pStyle w:val="Heading5"/>
      </w:pPr>
      <w:r w:rsidRPr="00870ED0">
        <w:t>5.2.10.10.1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compareValue(short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short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rsidP="00DE4A12">
      <w:pPr>
        <w:pStyle w:val="H6"/>
        <w:outlineLvl w:val="0"/>
      </w:pPr>
      <w:r w:rsidRPr="00870ED0">
        <w:lastRenderedPageBreak/>
        <w:t>5.2.10.10.1.1</w:t>
      </w:r>
      <w:r w:rsidRPr="00870ED0">
        <w:tab/>
        <w:t>Normal execution</w:t>
      </w:r>
    </w:p>
    <w:p w:rsidR="00714EBB" w:rsidRPr="00870ED0" w:rsidRDefault="00714EBB" w:rsidP="00DE4A12">
      <w:pPr>
        <w:keepNext/>
        <w:keepLines/>
      </w:pPr>
      <w:r w:rsidRPr="00870ED0">
        <w:t>Compares the last found TLV element with a buffer:</w:t>
      </w:r>
    </w:p>
    <w:p w:rsidR="00714EBB" w:rsidRPr="00870ED0" w:rsidRDefault="00714EBB" w:rsidP="00DE4A12">
      <w:pPr>
        <w:pStyle w:val="B1"/>
        <w:keepNext/>
        <w:keepLines/>
      </w:pPr>
      <w:r w:rsidRPr="00870ED0">
        <w:t>CRRN1: returns 0 if identical.</w:t>
      </w:r>
    </w:p>
    <w:p w:rsidR="00714EBB" w:rsidRPr="00870ED0" w:rsidRDefault="00714EBB" w:rsidP="00DE4A12">
      <w:pPr>
        <w:pStyle w:val="B1"/>
        <w:keepNext/>
        <w:keepLines/>
      </w:pPr>
      <w:r w:rsidRPr="00870ED0">
        <w:t>CRRN2: returns -1 if the first miscomparing byte in Comprehension TLV List is less than that in compareBuffer.</w:t>
      </w:r>
    </w:p>
    <w:p w:rsidR="00714EBB" w:rsidRPr="00870ED0" w:rsidRDefault="00714EBB">
      <w:pPr>
        <w:pStyle w:val="B1"/>
      </w:pPr>
      <w:r w:rsidRPr="00870ED0">
        <w:t>CRRN3: returns 1 if the first miscomparing byte in Comprehension TLV List is greater than that in compareBuffer.</w:t>
      </w:r>
    </w:p>
    <w:p w:rsidR="00714EBB" w:rsidRPr="00870ED0" w:rsidRDefault="00714EBB">
      <w:pPr>
        <w:pStyle w:val="H6"/>
        <w:outlineLvl w:val="0"/>
      </w:pPr>
      <w:r w:rsidRPr="00870ED0">
        <w:t>5.2.10.10.1.2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pPr>
        <w:pStyle w:val="H6"/>
        <w:outlineLvl w:val="0"/>
      </w:pPr>
      <w:r w:rsidRPr="00870ED0">
        <w:t>5.2.10.10.1.3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714EBB" w:rsidP="00DE4A12">
      <w:pPr>
        <w:pStyle w:val="Heading5"/>
      </w:pPr>
      <w:r w:rsidRPr="00870ED0">
        <w:t>5.2.10.10.2</w:t>
      </w:r>
      <w:r w:rsidRPr="00870ED0">
        <w:tab/>
        <w:t>Test area files</w:t>
      </w:r>
    </w:p>
    <w:p w:rsidR="00714EBB" w:rsidRPr="00870ED0" w:rsidRDefault="00714EBB" w:rsidP="002854FB">
      <w:pPr>
        <w:pStyle w:val="EX"/>
      </w:pPr>
      <w:r w:rsidRPr="00870ED0">
        <w:t>Test Source:</w:t>
      </w:r>
      <w:r w:rsidRPr="00870ED0">
        <w:tab/>
        <w:t>Test_Api_2_Bte_Cprv.java</w:t>
      </w:r>
      <w:r w:rsidR="00DE4A12" w:rsidRPr="00870ED0">
        <w:t>.</w:t>
      </w:r>
    </w:p>
    <w:p w:rsidR="00714EBB" w:rsidRPr="00870ED0" w:rsidRDefault="00714EBB" w:rsidP="002854FB">
      <w:pPr>
        <w:pStyle w:val="EX"/>
      </w:pPr>
      <w:r w:rsidRPr="00870ED0">
        <w:t xml:space="preserve">Test Applet: </w:t>
      </w:r>
      <w:r w:rsidRPr="00870ED0">
        <w:tab/>
        <w:t>Api_2_Bte_</w:t>
      </w:r>
      <w:r w:rsidR="00DE4A12" w:rsidRPr="00870ED0">
        <w:t>Cprv_1.java.</w:t>
      </w:r>
    </w:p>
    <w:p w:rsidR="00714EBB" w:rsidRPr="00870ED0" w:rsidRDefault="00714EBB" w:rsidP="002854FB">
      <w:pPr>
        <w:pStyle w:val="EX"/>
      </w:pPr>
      <w:r w:rsidRPr="00870ED0">
        <w:t>Cap File:</w:t>
      </w:r>
      <w:r w:rsidRPr="00870ED0">
        <w:tab/>
        <w:t>api_2_bte_cprv.cap</w:t>
      </w:r>
      <w:r w:rsidR="00DE4A12" w:rsidRPr="00870ED0">
        <w:t>.</w:t>
      </w:r>
    </w:p>
    <w:p w:rsidR="00714EBB" w:rsidRPr="00870ED0" w:rsidRDefault="00714EBB" w:rsidP="00DE4A12">
      <w:pPr>
        <w:pStyle w:val="Heading5"/>
      </w:pPr>
      <w:r w:rsidRPr="00870ED0">
        <w:t>5.2.10.10.3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12, 15</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13, 16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14, 17, 18</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2, 3, 4, 5, 6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P3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7, 8, 9, 10</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Does not apply for BERTLVEdit Handler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11</w:t>
            </w:r>
          </w:p>
        </w:tc>
      </w:tr>
    </w:tbl>
    <w:p w:rsidR="00714EBB" w:rsidRPr="00870ED0" w:rsidRDefault="00714EBB" w:rsidP="00DE4A12"/>
    <w:p w:rsidR="00714EBB" w:rsidRPr="00870ED0" w:rsidRDefault="00714EBB" w:rsidP="00DE4A12">
      <w:pPr>
        <w:pStyle w:val="Heading5"/>
      </w:pPr>
      <w:r w:rsidRPr="00870ED0">
        <w:t>5.2.10.10.4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 xml:space="preserve">81 03 01 21 00 82 02 81 02 </w:t>
            </w:r>
          </w:p>
          <w:p w:rsidR="00714EBB" w:rsidRPr="00870ED0" w:rsidRDefault="00714EBB">
            <w:pPr>
              <w:pStyle w:val="TAH"/>
              <w:keepNext w:val="0"/>
              <w:keepLines w:val="0"/>
            </w:pPr>
            <w:r w:rsidRPr="00870ED0">
              <w:t>Select a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compareValue() with a null compareBuffer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lastRenderedPageBreak/>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10 04 00 01 … 0E</w:t>
            </w:r>
          </w:p>
          <w:p w:rsidR="00714EBB" w:rsidRPr="00870ED0" w:rsidRDefault="00714EBB">
            <w:pPr>
              <w:pStyle w:val="PL"/>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compareOffset &gt; 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6</w:t>
            </w:r>
          </w:p>
          <w:p w:rsidR="00714EBB" w:rsidRPr="00870ED0" w:rsidRDefault="00714EBB">
            <w:pPr>
              <w:pStyle w:val="PL"/>
              <w:rPr>
                <w:noProof w:val="0"/>
              </w:rPr>
            </w:pPr>
            <w:r w:rsidRPr="00870ED0">
              <w:rPr>
                <w:noProof w:val="0"/>
              </w:rPr>
              <w:t>compareLength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 compareLength &gt;compareBuffer.length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&lt; 0</w:t>
            </w:r>
          </w:p>
          <w:p w:rsidR="00714EBB" w:rsidRPr="00870ED0" w:rsidRDefault="00714EBB">
            <w:pPr>
              <w:pStyle w:val="PL"/>
              <w:rPr>
                <w:noProof w:val="0"/>
              </w:rPr>
            </w:pPr>
            <w:r w:rsidRPr="00870ED0">
              <w:rPr>
                <w:noProof w:val="0"/>
              </w:rPr>
              <w:t>compareValue()</w:t>
            </w:r>
          </w:p>
          <w:p w:rsidR="00714EBB" w:rsidRPr="00870ED0" w:rsidRDefault="00714EBB">
            <w:pPr>
              <w:pStyle w:val="TAL"/>
              <w:keepNext w:val="0"/>
              <w:keepLines w:val="0"/>
            </w:pPr>
            <w:r w:rsidRPr="00870ED0">
              <w:t>compareBuffer.length = 5</w:t>
            </w:r>
          </w:p>
          <w:p w:rsidR="00714EBB" w:rsidRPr="00870ED0" w:rsidRDefault="00714EBB">
            <w:pPr>
              <w:pStyle w:val="TAL"/>
              <w:keepNext w:val="0"/>
              <w:keepLines w:val="0"/>
            </w:pPr>
            <w:r w:rsidRPr="00870ED0">
              <w:t>compareOffset = 0</w:t>
            </w:r>
          </w:p>
          <w:p w:rsidR="00714EBB" w:rsidRPr="00870ED0" w:rsidRDefault="00714EBB">
            <w:pPr>
              <w:pStyle w:val="TAL"/>
              <w:keepNext w:val="0"/>
              <w:keepLines w:val="0"/>
            </w:pPr>
            <w:r w:rsidRPr="00870ED0">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06 04 00 01 … 04</w:t>
            </w:r>
          </w:p>
          <w:p w:rsidR="00714EBB" w:rsidRPr="00870ED0" w:rsidRDefault="00714EBB">
            <w:pPr>
              <w:pStyle w:val="TAH"/>
              <w:keepNext w:val="0"/>
              <w:keepLines w:val="0"/>
              <w:jc w:val="left"/>
            </w:pPr>
            <w:r w:rsidRPr="00870ED0">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&lt; 0</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Text String TLV]</w:t>
            </w:r>
          </w:p>
          <w:p w:rsidR="00714EBB" w:rsidRPr="00870ED0" w:rsidRDefault="00714EBB">
            <w:pPr>
              <w:pStyle w:val="PL"/>
              <w:rPr>
                <w:noProof w:val="0"/>
              </w:rPr>
            </w:pPr>
            <w:r w:rsidRPr="00870ED0">
              <w:rPr>
                <w:noProof w:val="0"/>
              </w:rPr>
              <w:t>valueOffset + compareLength &gt; Text String length</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81 03 01 21 00 82 02 81 82</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pPr>
            <w:r w:rsidRPr="00870ED0">
              <w:t>compareValue()</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lastRenderedPageBreak/>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keepNext/>
              <w:keepLines/>
              <w:rPr>
                <w:noProof w:val="0"/>
              </w:rPr>
            </w:pPr>
            <w:r w:rsidRPr="00870ED0">
              <w:rPr>
                <w:noProof w:val="0"/>
              </w:rPr>
              <w:t>Select Text String 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compareOffset = 0</w:t>
            </w:r>
          </w:p>
          <w:p w:rsidR="00714EBB" w:rsidRPr="00870ED0" w:rsidRDefault="00714EBB">
            <w:pPr>
              <w:pStyle w:val="PL"/>
              <w:keepNext/>
              <w:keepLines/>
              <w:rPr>
                <w:noProof w:val="0"/>
              </w:rPr>
            </w:pPr>
            <w:r w:rsidRPr="00870ED0">
              <w:rPr>
                <w:noProof w:val="0"/>
              </w:rPr>
              <w:t>compareLength = 17</w:t>
            </w:r>
          </w:p>
          <w:p w:rsidR="00714EBB" w:rsidRPr="00870ED0" w:rsidRDefault="00714EBB">
            <w:pPr>
              <w:pStyle w:val="TAL"/>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04 00 01 02 03</w:t>
            </w:r>
          </w:p>
          <w:p w:rsidR="00714EBB" w:rsidRPr="00870ED0" w:rsidRDefault="00714EBB">
            <w:pPr>
              <w:pStyle w:val="PL"/>
              <w:rPr>
                <w:noProof w:val="0"/>
              </w:rPr>
            </w:pPr>
            <w:r w:rsidRPr="00870ED0">
              <w:rPr>
                <w:noProof w:val="0"/>
              </w:rPr>
              <w:t>04 05 06 07 08</w:t>
            </w:r>
          </w:p>
          <w:p w:rsidR="00714EBB" w:rsidRPr="00870ED0" w:rsidRDefault="00714EBB">
            <w:pPr>
              <w:pStyle w:val="PL"/>
              <w:rPr>
                <w:noProof w:val="0"/>
              </w:rPr>
            </w:pPr>
            <w:r w:rsidRPr="00870ED0">
              <w:rPr>
                <w:noProof w:val="0"/>
              </w:rPr>
              <w:t>05 0A 0B 0C 0D</w:t>
            </w:r>
          </w:p>
          <w:p w:rsidR="00714EBB" w:rsidRPr="00870ED0" w:rsidRDefault="00714EBB">
            <w:pPr>
              <w:pStyle w:val="PL"/>
              <w:rPr>
                <w:noProof w:val="0"/>
              </w:rPr>
            </w:pPr>
            <w:r w:rsidRPr="00870ED0">
              <w:rPr>
                <w:noProof w:val="0"/>
              </w:rPr>
              <w:t>0E 10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12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55 55 55 02 01</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0A 0D</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55 55 55 99 03</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rsidP="00022EF9"/>
    <w:p w:rsidR="00714EBB" w:rsidRPr="00870ED0" w:rsidRDefault="00714EBB" w:rsidP="00DE4A12">
      <w:pPr>
        <w:pStyle w:val="Heading4"/>
      </w:pPr>
      <w:r w:rsidRPr="00870ED0">
        <w:lastRenderedPageBreak/>
        <w:t>5.2.10.11</w:t>
      </w:r>
      <w:r w:rsidRPr="00870ED0">
        <w:tab/>
        <w:t>Method findAndCopyValue(byte tag, byte[] dstBuffer, short valueOffset)</w:t>
      </w:r>
    </w:p>
    <w:p w:rsidR="00714EBB" w:rsidRPr="00870ED0" w:rsidRDefault="00714EBB" w:rsidP="00DE4A12">
      <w:pPr>
        <w:keepNext/>
        <w:keepLines/>
      </w:pPr>
      <w:r w:rsidRPr="00870ED0">
        <w:t>Test Area Reference Api_2_Bte_Facyb_Bs</w:t>
      </w:r>
      <w:r w:rsidR="00DE4A12" w:rsidRPr="00870ED0">
        <w:t>.</w:t>
      </w:r>
    </w:p>
    <w:p w:rsidR="00714EBB" w:rsidRPr="00870ED0" w:rsidRDefault="00714EBB" w:rsidP="00DE4A12">
      <w:pPr>
        <w:pStyle w:val="H6"/>
        <w:outlineLvl w:val="0"/>
      </w:pPr>
      <w:r w:rsidRPr="00870ED0">
        <w:t>5.2.10.11.1</w:t>
      </w:r>
      <w:r w:rsidRPr="00870ED0">
        <w:tab/>
        <w:t>Conformance requirement</w:t>
      </w:r>
    </w:p>
    <w:p w:rsidR="00714EBB" w:rsidRPr="00870ED0" w:rsidRDefault="00714EBB" w:rsidP="00DE4A12">
      <w:pPr>
        <w:keepNext/>
        <w:keepLines/>
      </w:pPr>
      <w:r w:rsidRPr="00870ED0">
        <w:t>The method with following header shall be compliant to its definition in the API.</w:t>
      </w:r>
    </w:p>
    <w:p w:rsidR="00714EBB" w:rsidRPr="00870ED0" w:rsidRDefault="00714EBB" w:rsidP="00DE4A12">
      <w:pPr>
        <w:pStyle w:val="PL"/>
        <w:keepNext/>
        <w:keepLines/>
        <w:rPr>
          <w:noProof w:val="0"/>
        </w:rPr>
      </w:pPr>
      <w:r w:rsidRPr="00870ED0">
        <w:rPr>
          <w:noProof w:val="0"/>
        </w:rPr>
        <w:t>public short findAndCopyValue(byte tag,</w:t>
      </w:r>
    </w:p>
    <w:p w:rsidR="00714EBB" w:rsidRPr="00870ED0" w:rsidRDefault="00714EBB" w:rsidP="00DE4A12">
      <w:pPr>
        <w:pStyle w:val="PL"/>
        <w:keepNext/>
        <w:keepLines/>
        <w:rPr>
          <w:noProof w:val="0"/>
        </w:rPr>
      </w:pPr>
      <w:r w:rsidRPr="00870ED0">
        <w:rPr>
          <w:noProof w:val="0"/>
        </w:rPr>
        <w:t xml:space="preserve">                              byte[] dstBuffer,</w:t>
      </w:r>
    </w:p>
    <w:p w:rsidR="00714EBB" w:rsidRPr="00870ED0" w:rsidRDefault="00714EBB" w:rsidP="00DE4A12">
      <w:pPr>
        <w:pStyle w:val="PL"/>
        <w:keepNext/>
        <w:keepLines/>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5.2.10.11.1.1</w:t>
      </w:r>
      <w:r w:rsidRPr="00870ED0">
        <w:tab/>
        <w:t>Normal execution</w:t>
      </w:r>
    </w:p>
    <w:p w:rsidR="00714EBB" w:rsidRPr="00870ED0" w:rsidRDefault="00714EBB">
      <w:pPr>
        <w:pStyle w:val="B1"/>
      </w:pPr>
      <w:r w:rsidRPr="00870ED0">
        <w:t>CRRN1: looks for the first occurrence of a TLV element from the beginning of a TLV list and copy its v</w:t>
      </w:r>
      <w:r w:rsidR="00022EF9" w:rsidRPr="00870ED0">
        <w:t>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length of the copied value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t>5.2.10.11.1.2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would cause access outside array bounds ArrayIndexOutOfBoundsException shall be thrown.</w:t>
      </w:r>
    </w:p>
    <w:p w:rsidR="00714EBB" w:rsidRPr="00870ED0" w:rsidRDefault="00714EBB">
      <w:pPr>
        <w:pStyle w:val="H6"/>
        <w:outlineLvl w:val="0"/>
      </w:pPr>
      <w:r w:rsidRPr="00870ED0">
        <w:t>5.2.10.11.1.3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DE4A12">
      <w:pPr>
        <w:pStyle w:val="Heading5"/>
      </w:pPr>
      <w:r w:rsidRPr="00870ED0">
        <w:t>5.2.10.11.2</w:t>
      </w:r>
      <w:r w:rsidRPr="00870ED0">
        <w:tab/>
        <w:t>Test area files</w:t>
      </w:r>
    </w:p>
    <w:p w:rsidR="00714EBB" w:rsidRPr="00870ED0" w:rsidRDefault="00714EBB" w:rsidP="002854FB">
      <w:pPr>
        <w:pStyle w:val="EX"/>
      </w:pPr>
      <w:r w:rsidRPr="00870ED0">
        <w:t>Test Source:</w:t>
      </w:r>
      <w:r w:rsidRPr="00870ED0">
        <w:tab/>
        <w:t>Test_Api_2_Bte_Facyb_Bs.java</w:t>
      </w:r>
      <w:r w:rsidR="00DE4A12" w:rsidRPr="00870ED0">
        <w:t>.</w:t>
      </w:r>
    </w:p>
    <w:p w:rsidR="00714EBB" w:rsidRPr="00870ED0" w:rsidRDefault="00714EBB" w:rsidP="002854FB">
      <w:pPr>
        <w:pStyle w:val="EX"/>
      </w:pPr>
      <w:r w:rsidRPr="00870ED0">
        <w:t>Test App</w:t>
      </w:r>
      <w:r w:rsidR="00DE4A12" w:rsidRPr="00870ED0">
        <w:t xml:space="preserve">let: </w:t>
      </w:r>
      <w:r w:rsidR="00DE4A12" w:rsidRPr="00870ED0">
        <w:tab/>
        <w:t>Api_2_Bte_Facyb_Bs_1.java.</w:t>
      </w:r>
    </w:p>
    <w:p w:rsidR="00714EBB" w:rsidRPr="00870ED0" w:rsidRDefault="00714EBB" w:rsidP="002854FB">
      <w:pPr>
        <w:pStyle w:val="EX"/>
      </w:pPr>
      <w:r w:rsidRPr="00870ED0">
        <w:t>Cap File:</w:t>
      </w:r>
      <w:r w:rsidRPr="00870ED0">
        <w:tab/>
        <w:t>api_2_bte_facyb_bs.cap</w:t>
      </w:r>
      <w:r w:rsidR="00DE4A12" w:rsidRPr="00870ED0">
        <w:t>.</w:t>
      </w:r>
    </w:p>
    <w:p w:rsidR="00714EBB" w:rsidRPr="00870ED0" w:rsidRDefault="00714EBB" w:rsidP="00DE4A12">
      <w:pPr>
        <w:pStyle w:val="Heading5"/>
      </w:pPr>
      <w:r w:rsidRPr="00870ED0">
        <w:t>5.2.10.11.3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8, 10, 12</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7, 9, 11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13, 14, 15, 16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DE4A12"/>
    <w:p w:rsidR="00714EBB" w:rsidRPr="00870ED0" w:rsidRDefault="00714EBB" w:rsidP="00022EF9">
      <w:pPr>
        <w:pStyle w:val="Heading5"/>
      </w:pPr>
      <w:r w:rsidRPr="00870ED0">
        <w:lastRenderedPageBreak/>
        <w:t>5.2.10.11.4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C"/>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PL"/>
              <w:keepNext/>
              <w:keepLines/>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L"/>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22EF9">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 xml:space="preserve">81 03 01 21 00 82 02 81 02 </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FindAndCopyValue()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10 04 00 01 … 0E</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5</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tag = 03h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19</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DE4A12">
            <w:pPr>
              <w:pStyle w:val="TAC"/>
            </w:pPr>
            <w:r w:rsidRPr="00870ED0">
              <w:lastRenderedPageBreak/>
              <w:t>11</w:t>
            </w:r>
          </w:p>
        </w:tc>
        <w:tc>
          <w:tcPr>
            <w:tcW w:w="4111" w:type="dxa"/>
            <w:tcBorders>
              <w:top w:val="single" w:sz="4" w:space="0" w:color="auto"/>
              <w:left w:val="single" w:sz="4" w:space="0" w:color="auto"/>
              <w:bottom w:val="nil"/>
              <w:right w:val="single" w:sz="4" w:space="0" w:color="auto"/>
            </w:tcBorders>
          </w:tcPr>
          <w:p w:rsidR="00714EBB" w:rsidRPr="00870ED0" w:rsidRDefault="00714EBB" w:rsidP="00DE4A12">
            <w:pPr>
              <w:pStyle w:val="TAH"/>
            </w:pPr>
            <w:r w:rsidRPr="00870ED0">
              <w:t>Initialize the handler with 81 03 01 21 00 82 02 81 02 0D 11 04 00 01 … 0F</w:t>
            </w:r>
          </w:p>
          <w:p w:rsidR="00714EBB" w:rsidRPr="00870ED0" w:rsidRDefault="00714EBB" w:rsidP="00DE4A12">
            <w:pPr>
              <w:pStyle w:val="PL"/>
              <w:keepNext/>
              <w:keepLines/>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rsidP="00DE4A12">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DE4A12">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DE4A12">
            <w:pPr>
              <w:pStyle w:val="TAH"/>
            </w:pPr>
            <w:r w:rsidRPr="00870ED0">
              <w:t>append a 2nd Text String TLV</w:t>
            </w:r>
          </w:p>
        </w:tc>
        <w:tc>
          <w:tcPr>
            <w:tcW w:w="2835" w:type="dxa"/>
            <w:tcBorders>
              <w:top w:val="single" w:sz="4" w:space="0" w:color="808080"/>
              <w:left w:val="single" w:sz="4" w:space="0" w:color="auto"/>
              <w:bottom w:val="nil"/>
              <w:right w:val="single" w:sz="4" w:space="0" w:color="auto"/>
            </w:tcBorders>
          </w:tcPr>
          <w:p w:rsidR="00714EBB" w:rsidRPr="00870ED0" w:rsidRDefault="00714EBB" w:rsidP="00DE4A12">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DE4A12">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DE4A12">
            <w:pPr>
              <w:pStyle w:val="TAH"/>
            </w:pPr>
            <w:r w:rsidRPr="00870ED0">
              <w:t>Successful call</w:t>
            </w:r>
          </w:p>
          <w:p w:rsidR="00714EBB" w:rsidRPr="00870ED0" w:rsidRDefault="00714EBB" w:rsidP="00DE4A12">
            <w:pPr>
              <w:pStyle w:val="PL"/>
              <w:keepNext/>
              <w:keepLines/>
              <w:rPr>
                <w:noProof w:val="0"/>
              </w:rPr>
            </w:pPr>
            <w:r w:rsidRPr="00870ED0">
              <w:rPr>
                <w:noProof w:val="0"/>
              </w:rPr>
              <w:t>findAndCopyValue()</w:t>
            </w:r>
          </w:p>
          <w:p w:rsidR="00714EBB" w:rsidRPr="00870ED0" w:rsidRDefault="00714EBB" w:rsidP="00DE4A12">
            <w:pPr>
              <w:pStyle w:val="PL"/>
              <w:keepNext/>
              <w:keepLines/>
              <w:rPr>
                <w:noProof w:val="0"/>
              </w:rPr>
            </w:pPr>
            <w:r w:rsidRPr="00870ED0">
              <w:rPr>
                <w:noProof w:val="0"/>
              </w:rPr>
              <w:t>tag = 0Dh</w:t>
            </w:r>
          </w:p>
          <w:p w:rsidR="00714EBB" w:rsidRPr="00870ED0" w:rsidRDefault="00714EBB" w:rsidP="00DE4A12">
            <w:pPr>
              <w:pStyle w:val="PL"/>
              <w:keepNext/>
              <w:keepLines/>
              <w:rPr>
                <w:noProof w:val="0"/>
              </w:rPr>
            </w:pPr>
            <w:r w:rsidRPr="00870ED0">
              <w:rPr>
                <w:noProof w:val="0"/>
              </w:rPr>
              <w:t>dstBuffer.length = 17</w:t>
            </w:r>
          </w:p>
          <w:p w:rsidR="00714EBB" w:rsidRPr="00870ED0" w:rsidRDefault="00714EBB" w:rsidP="00DE4A12">
            <w:pPr>
              <w:pStyle w:val="PL"/>
              <w:keepNext/>
              <w:keepLines/>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rsidP="00DE4A12">
            <w:pPr>
              <w:pStyle w:val="TAL"/>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Append tag 0Fh</w:t>
            </w:r>
          </w:p>
          <w:p w:rsidR="00714EBB" w:rsidRPr="00870ED0" w:rsidRDefault="00714EBB">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Successful call (with tag 8Fh)</w:t>
            </w:r>
          </w:p>
          <w:p w:rsidR="00714EBB" w:rsidRPr="00870ED0" w:rsidRDefault="00714EBB">
            <w:pPr>
              <w:pStyle w:val="PL"/>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8Fh</w:t>
            </w:r>
          </w:p>
          <w:p w:rsidR="00714EBB" w:rsidRPr="00870ED0" w:rsidRDefault="00714EBB">
            <w:pPr>
              <w:pStyle w:val="PL"/>
              <w:keepNext/>
              <w:keepLines/>
              <w:rPr>
                <w:noProof w:val="0"/>
              </w:rPr>
            </w:pPr>
            <w:r w:rsidRPr="00870ED0">
              <w:rPr>
                <w:noProof w:val="0"/>
              </w:rPr>
              <w:t>dstBuffer.length = 16</w:t>
            </w:r>
          </w:p>
          <w:p w:rsidR="00714EBB" w:rsidRPr="00870ED0" w:rsidRDefault="00714EBB">
            <w:pPr>
              <w:pStyle w:val="PL"/>
              <w:keepNext/>
              <w:keepLines/>
              <w:rPr>
                <w:noProof w:val="0"/>
              </w:rPr>
            </w:pPr>
            <w:r w:rsidRPr="00870ED0">
              <w:rPr>
                <w:noProof w:val="0"/>
              </w:rPr>
              <w:t>dstOffset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r w:rsidRPr="00870ED0">
              <w:t>Result of findAndcopyValue() is 16</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5.2.10.12</w:t>
      </w:r>
      <w:r w:rsidRPr="00870ED0">
        <w:tab/>
        <w:t>Method findAndCopyValue(byte tag, byte occurrence, short valueOffset, byte[] dstBuffer, short dstOffset, short dstLength)</w:t>
      </w:r>
    </w:p>
    <w:p w:rsidR="00714EBB" w:rsidRPr="00870ED0" w:rsidRDefault="00714EBB">
      <w:r w:rsidRPr="00870ED0">
        <w:t>Test Area Reference Api_2_Bte_Facybbs_Bss</w:t>
      </w:r>
      <w:r w:rsidR="00DE4A12" w:rsidRPr="00870ED0">
        <w:t>.</w:t>
      </w:r>
    </w:p>
    <w:p w:rsidR="00714EBB" w:rsidRPr="00870ED0" w:rsidRDefault="00714EBB" w:rsidP="00DE4A12">
      <w:pPr>
        <w:pStyle w:val="Heading5"/>
      </w:pPr>
      <w:r w:rsidRPr="00870ED0">
        <w:t>5.2.10.12.1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short findAndCopyValue(byte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dstBuffer,</w:t>
      </w:r>
    </w:p>
    <w:p w:rsidR="00714EBB" w:rsidRPr="00870ED0" w:rsidRDefault="00714EBB">
      <w:pPr>
        <w:pStyle w:val="PL"/>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5.2.10.12.1.1</w:t>
      </w:r>
      <w:r w:rsidRPr="00870ED0">
        <w:tab/>
        <w:t>Normal execution</w:t>
      </w:r>
    </w:p>
    <w:p w:rsidR="00714EBB" w:rsidRPr="00870ED0" w:rsidRDefault="00714EBB">
      <w:pPr>
        <w:pStyle w:val="B1"/>
      </w:pPr>
      <w:r w:rsidRPr="00870ED0">
        <w:t>CRRN1: looks for the indicated occurrence of a TLV element from the beginning of a TLV list and copy its value into a destination buffer.</w:t>
      </w:r>
    </w:p>
    <w:p w:rsidR="00714EBB" w:rsidRPr="00870ED0" w:rsidRDefault="00714EBB">
      <w:pPr>
        <w:pStyle w:val="B1"/>
      </w:pPr>
      <w:r w:rsidRPr="00870ED0">
        <w:t>CRRN2: if no TLV element is found, the UNAVAILABLE_ELEMENT exception is thrown and the current TLV is no longer defined.</w:t>
      </w:r>
    </w:p>
    <w:p w:rsidR="00714EBB" w:rsidRPr="00870ED0" w:rsidRDefault="00714EBB">
      <w:pPr>
        <w:pStyle w:val="B1"/>
      </w:pPr>
      <w:r w:rsidRPr="00870ED0">
        <w:t>CRRN3: if the method is successful then the corresponding TLV becomes current and dstOffset + dstLength is returned.</w:t>
      </w:r>
    </w:p>
    <w:p w:rsidR="00714EBB" w:rsidRPr="00870ED0" w:rsidRDefault="00714EBB">
      <w:pPr>
        <w:pStyle w:val="B1"/>
      </w:pPr>
      <w:r w:rsidRPr="00870ED0">
        <w:t>CRRN4: The search method is comprehension required flag independent.</w:t>
      </w:r>
    </w:p>
    <w:p w:rsidR="00714EBB" w:rsidRPr="00870ED0" w:rsidRDefault="00714EBB">
      <w:pPr>
        <w:pStyle w:val="H6"/>
        <w:outlineLvl w:val="0"/>
      </w:pPr>
      <w:r w:rsidRPr="00870ED0">
        <w:lastRenderedPageBreak/>
        <w:t>5.2.10.12.1.2</w:t>
      </w:r>
      <w:r w:rsidRPr="00870ED0">
        <w:tab/>
        <w:t>Parameter errors</w:t>
      </w:r>
    </w:p>
    <w:p w:rsidR="00714EBB" w:rsidRPr="00870ED0" w:rsidRDefault="00714EBB">
      <w:pPr>
        <w:pStyle w:val="B1"/>
      </w:pPr>
      <w:r w:rsidRPr="00870ED0">
        <w:t>CRRP1: if dstBuffer is null NullPointerException shall be thrown.</w:t>
      </w:r>
    </w:p>
    <w:p w:rsidR="00714EBB" w:rsidRPr="00870ED0" w:rsidRDefault="00714EBB">
      <w:pPr>
        <w:pStyle w:val="B1"/>
      </w:pPr>
      <w:r w:rsidRPr="00870ED0">
        <w:t>CRRP2: if dstOffset or dstLength or both would cause access outside array bounds, or if dstLength is negative ArrayIndexOutOfBoundsException shall be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rsidP="00DE4A12">
      <w:pPr>
        <w:pStyle w:val="B1"/>
      </w:pPr>
      <w:r w:rsidRPr="00870ED0">
        <w:t>CRRP4: if an input parameter is not valid (e.g. occurrence = 0) an instance of ToolkitException shall be thrown. The reason code shall be ToolkitException.</w:t>
      </w:r>
      <w:r w:rsidRPr="00870ED0">
        <w:rPr>
          <w:rFonts w:ascii="Courier New" w:hAnsi="Courier New"/>
        </w:rPr>
        <w:t>BAD_INPUT_PARAMETER</w:t>
      </w:r>
      <w:r w:rsidR="00DE4A12" w:rsidRPr="00870ED0">
        <w:t>.</w:t>
      </w:r>
    </w:p>
    <w:p w:rsidR="00714EBB" w:rsidRPr="00870ED0" w:rsidRDefault="00714EBB">
      <w:pPr>
        <w:pStyle w:val="H6"/>
        <w:outlineLvl w:val="0"/>
      </w:pPr>
      <w:r w:rsidRPr="00870ED0">
        <w:t>5.2.10.12.1.3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DE4A12">
      <w:pPr>
        <w:pStyle w:val="Heading5"/>
      </w:pPr>
      <w:r w:rsidRPr="00870ED0">
        <w:t>5.2.10.12.2</w:t>
      </w:r>
      <w:r w:rsidRPr="00870ED0">
        <w:tab/>
        <w:t>Test area files</w:t>
      </w:r>
    </w:p>
    <w:p w:rsidR="00714EBB" w:rsidRPr="00870ED0" w:rsidRDefault="00714EBB" w:rsidP="002854FB">
      <w:pPr>
        <w:pStyle w:val="EX"/>
      </w:pPr>
      <w:r w:rsidRPr="00870ED0">
        <w:t>Test Source:</w:t>
      </w:r>
      <w:r w:rsidRPr="00870ED0">
        <w:tab/>
        <w:t>Test_Api_2_Bte_Facybbs_Bss.java</w:t>
      </w:r>
      <w:r w:rsidR="00DE4A12" w:rsidRPr="00870ED0">
        <w:t>.</w:t>
      </w:r>
    </w:p>
    <w:p w:rsidR="00714EBB" w:rsidRPr="00870ED0" w:rsidRDefault="00714EBB" w:rsidP="002854FB">
      <w:pPr>
        <w:pStyle w:val="EX"/>
      </w:pPr>
      <w:r w:rsidRPr="00870ED0">
        <w:t>Test Applet</w:t>
      </w:r>
      <w:r w:rsidR="00DE4A12" w:rsidRPr="00870ED0">
        <w:t xml:space="preserve">: </w:t>
      </w:r>
      <w:r w:rsidR="00DE4A12" w:rsidRPr="00870ED0">
        <w:tab/>
        <w:t>Api_2_Bte_Facybbs_Bss_1.java.</w:t>
      </w:r>
    </w:p>
    <w:p w:rsidR="00714EBB" w:rsidRPr="00870ED0" w:rsidRDefault="00714EBB" w:rsidP="002854FB">
      <w:pPr>
        <w:pStyle w:val="EX"/>
      </w:pPr>
      <w:r w:rsidRPr="00870ED0">
        <w:t>Cap File:</w:t>
      </w:r>
      <w:r w:rsidRPr="00870ED0">
        <w:tab/>
        <w:t>api_2_bte_facybbs_bss.cap</w:t>
      </w:r>
      <w:r w:rsidR="00DE4A12" w:rsidRPr="00870ED0">
        <w:t>.</w:t>
      </w:r>
    </w:p>
    <w:p w:rsidR="00714EBB" w:rsidRPr="00870ED0" w:rsidRDefault="00714EBB" w:rsidP="00DE4A12">
      <w:pPr>
        <w:pStyle w:val="Heading5"/>
      </w:pPr>
      <w:r w:rsidRPr="00870ED0">
        <w:t>5.2.10.12.3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50"/>
      </w:tblGrid>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13, 15, 17, 19</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12, 14, 16, 18</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20, 21, 22, 23</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24</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50" w:type="dxa"/>
            <w:tcBorders>
              <w:top w:val="single" w:sz="4" w:space="0" w:color="auto"/>
              <w:left w:val="single" w:sz="4" w:space="0" w:color="auto"/>
              <w:bottom w:val="single" w:sz="4" w:space="0" w:color="auto"/>
              <w:right w:val="single" w:sz="4" w:space="0" w:color="auto"/>
            </w:tcBorders>
          </w:tcPr>
          <w:p w:rsidR="00714EBB" w:rsidRPr="00870ED0" w:rsidRDefault="00DE4A12">
            <w:pPr>
              <w:pStyle w:val="TAC"/>
              <w:keepNext w:val="0"/>
              <w:keepLines w:val="0"/>
            </w:pPr>
            <w:r w:rsidRPr="00870ED0">
              <w:t xml:space="preserve">Does not apply for </w:t>
            </w:r>
            <w:r w:rsidR="00714EBB" w:rsidRPr="00870ED0">
              <w:t>BERTLVEdit Handler</w:t>
            </w:r>
          </w:p>
        </w:tc>
      </w:tr>
    </w:tbl>
    <w:p w:rsidR="00714EBB" w:rsidRPr="00870ED0" w:rsidRDefault="00714EBB" w:rsidP="00DE4A12"/>
    <w:p w:rsidR="00714EBB" w:rsidRPr="00870ED0" w:rsidRDefault="00714EBB" w:rsidP="00DE4A12">
      <w:pPr>
        <w:pStyle w:val="Heading5"/>
      </w:pPr>
      <w:r w:rsidRPr="00870ED0">
        <w:t>5.2.10.12.4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81 03 01 21 00 82 02 81 82</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findAndCopyValue()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10 04 00 01 … 0E</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010296">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&gt; 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6</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10296">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lastRenderedPageBreak/>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H"/>
            </w:pPr>
            <w:r w:rsidRPr="00870ED0">
              <w:t>dstOffset &lt; 0</w:t>
            </w:r>
          </w:p>
          <w:p w:rsidR="00714EBB" w:rsidRPr="00870ED0" w:rsidRDefault="00714EBB" w:rsidP="00DE4A12">
            <w:pPr>
              <w:pStyle w:val="PL"/>
              <w:keepNext/>
              <w:keepLines/>
              <w:rPr>
                <w:noProof w:val="0"/>
              </w:rPr>
            </w:pPr>
            <w:r w:rsidRPr="00870ED0">
              <w:rPr>
                <w:noProof w:val="0"/>
              </w:rPr>
              <w:t>findAndCopyValue()</w:t>
            </w:r>
          </w:p>
          <w:p w:rsidR="00714EBB" w:rsidRPr="00870ED0" w:rsidRDefault="00714EBB" w:rsidP="00DE4A12">
            <w:pPr>
              <w:pStyle w:val="PL"/>
              <w:keepNext/>
              <w:keepLines/>
              <w:rPr>
                <w:noProof w:val="0"/>
              </w:rPr>
            </w:pPr>
            <w:r w:rsidRPr="00870ED0">
              <w:rPr>
                <w:noProof w:val="0"/>
              </w:rPr>
              <w:t>dstBuffer.length = 5</w:t>
            </w:r>
          </w:p>
          <w:p w:rsidR="00714EBB" w:rsidRPr="00870ED0" w:rsidRDefault="00714EBB" w:rsidP="00DE4A12">
            <w:pPr>
              <w:pStyle w:val="PL"/>
              <w:keepNext/>
              <w:keepLines/>
              <w:rPr>
                <w:noProof w:val="0"/>
              </w:rPr>
            </w:pPr>
            <w:r w:rsidRPr="00870ED0">
              <w:rPr>
                <w:noProof w:val="0"/>
              </w:rPr>
              <w:t>dstOffset = -1</w:t>
            </w:r>
          </w:p>
          <w:p w:rsidR="00714EBB" w:rsidRPr="00870ED0" w:rsidRDefault="00714EBB" w:rsidP="00DE4A12">
            <w:pPr>
              <w:pStyle w:val="PL"/>
              <w:keepNext/>
              <w:keepLines/>
              <w:rPr>
                <w:noProof w:val="0"/>
              </w:rPr>
            </w:pPr>
            <w:r w:rsidRPr="00870ED0">
              <w:rPr>
                <w:noProof w:val="0"/>
              </w:rPr>
              <w:t>dstLength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06 04 00 01 … 04</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 dstLength &gt; Text String length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15</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TAH"/>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findAndCopyValue()</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13</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Compare buffer</w:t>
            </w:r>
          </w:p>
          <w:p w:rsidR="00714EBB" w:rsidRPr="00870ED0" w:rsidRDefault="00714EBB" w:rsidP="00010296">
            <w:pPr>
              <w:pStyle w:val="PL"/>
              <w:keepNext/>
              <w:rPr>
                <w:noProof w:val="0"/>
              </w:rPr>
            </w:pPr>
            <w:r w:rsidRPr="00870ED0">
              <w:rPr>
                <w:noProof w:val="0"/>
              </w:rPr>
              <w:t>buffer = 04 00 01 … 0F</w:t>
            </w:r>
          </w:p>
          <w:p w:rsidR="00714EBB" w:rsidRPr="00870ED0" w:rsidRDefault="00714EBB" w:rsidP="00010296">
            <w:pPr>
              <w:pStyle w:val="TAL"/>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dstBuffer</w:t>
            </w:r>
          </w:p>
          <w:p w:rsidR="00714EBB" w:rsidRPr="00870ED0" w:rsidRDefault="00714EBB">
            <w:pPr>
              <w:pStyle w:val="PL"/>
              <w:rPr>
                <w:noProof w:val="0"/>
              </w:rPr>
            </w:pPr>
            <w:r w:rsidRPr="00870ED0">
              <w:rPr>
                <w:noProof w:val="0"/>
              </w:rPr>
              <w:t>dstBuffer = 55 55 …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12</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15</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 xml:space="preserve">buffer =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Text String TLV</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w:t>
            </w:r>
          </w:p>
          <w:p w:rsidR="00714EBB" w:rsidRPr="00870ED0" w:rsidRDefault="00714EBB">
            <w:pPr>
              <w:pStyle w:val="PL"/>
              <w:rPr>
                <w:noProof w:val="0"/>
              </w:rPr>
            </w:pPr>
            <w:r w:rsidRPr="00870ED0">
              <w:rPr>
                <w:noProof w:val="0"/>
              </w:rPr>
              <w:t>buffer = 00 11 22 33 44 55 (no specific DCS byte)</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findAndCopyValue() is 6</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19</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11 22 33 44 55</w:t>
            </w:r>
          </w:p>
          <w:p w:rsidR="00714EBB" w:rsidRPr="00870ED0" w:rsidRDefault="00714EBB">
            <w:pPr>
              <w:pStyle w:val="TAL"/>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findAndCopyValue()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dstBuffer.length = 17</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17</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of findAndcopyValue() is 17</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04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22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Append tag 0Fh</w:t>
            </w:r>
          </w:p>
          <w:p w:rsidR="00714EBB" w:rsidRPr="00870ED0" w:rsidRDefault="00714EBB">
            <w:pPr>
              <w:pStyle w:val="PL"/>
              <w:keepNext/>
              <w:keepLines/>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Successful call (with tag 8Fh)</w:t>
            </w:r>
          </w:p>
          <w:p w:rsidR="00714EBB" w:rsidRPr="00870ED0" w:rsidRDefault="00714EBB">
            <w:pPr>
              <w:pStyle w:val="PL"/>
              <w:rPr>
                <w:noProof w:val="0"/>
              </w:rPr>
            </w:pPr>
            <w:r w:rsidRPr="00870ED0">
              <w:rPr>
                <w:noProof w:val="0"/>
              </w:rPr>
              <w:t>findAndCopyValue()</w:t>
            </w:r>
          </w:p>
          <w:p w:rsidR="00714EBB" w:rsidRPr="00870ED0" w:rsidRDefault="00714EBB">
            <w:pPr>
              <w:pStyle w:val="PL"/>
              <w:keepNext/>
              <w:keepLines/>
              <w:rPr>
                <w:noProof w:val="0"/>
              </w:rPr>
            </w:pPr>
            <w:r w:rsidRPr="00870ED0">
              <w:rPr>
                <w:noProof w:val="0"/>
              </w:rPr>
              <w:t>tag = 8Fh</w:t>
            </w:r>
          </w:p>
          <w:p w:rsidR="00714EBB" w:rsidRPr="00870ED0" w:rsidRDefault="00714EBB">
            <w:pPr>
              <w:pStyle w:val="PL"/>
              <w:keepNext/>
              <w:keepLines/>
              <w:rPr>
                <w:noProof w:val="0"/>
              </w:rPr>
            </w:pPr>
            <w:r w:rsidRPr="00870ED0">
              <w:rPr>
                <w:noProof w:val="0"/>
              </w:rPr>
              <w:t>occurrence = 1</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dstBuffer.length = 16</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16</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r w:rsidRPr="00870ED0">
              <w:t>Result of findAndcopyValue() is 16</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w:t>
            </w:r>
          </w:p>
          <w:p w:rsidR="00714EBB" w:rsidRPr="00870ED0" w:rsidRDefault="00714EBB">
            <w:pPr>
              <w:pStyle w:val="PL"/>
              <w:rPr>
                <w:noProof w:val="0"/>
              </w:rPr>
            </w:pPr>
            <w:r w:rsidRPr="00870ED0">
              <w:rPr>
                <w:noProof w:val="0"/>
              </w:rPr>
              <w:t>buffer = 00 01 … 0F</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C"/>
              <w:keepLines w:val="0"/>
            </w:pPr>
            <w:r w:rsidRPr="00870ED0">
              <w:t>24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pPr>
            <w:r w:rsidRPr="00870ED0">
              <w:t>Invalid parameter</w:t>
            </w:r>
          </w:p>
          <w:p w:rsidR="00714EBB" w:rsidRPr="00870ED0" w:rsidRDefault="00714EBB" w:rsidP="00010296">
            <w:pPr>
              <w:pStyle w:val="PL"/>
              <w:keepNext/>
              <w:rPr>
                <w:noProof w:val="0"/>
              </w:rPr>
            </w:pPr>
            <w:r w:rsidRPr="00870ED0">
              <w:rPr>
                <w:noProof w:val="0"/>
              </w:rPr>
              <w:t>findAndCopyValue()</w:t>
            </w:r>
          </w:p>
          <w:p w:rsidR="00714EBB" w:rsidRPr="00870ED0" w:rsidRDefault="00714EBB" w:rsidP="00010296">
            <w:pPr>
              <w:pStyle w:val="PL"/>
              <w:keepNext/>
              <w:rPr>
                <w:noProof w:val="0"/>
              </w:rPr>
            </w:pPr>
            <w:r w:rsidRPr="00870ED0">
              <w:rPr>
                <w:noProof w:val="0"/>
              </w:rPr>
              <w:t>occurrence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L"/>
              <w:keepLines w:val="0"/>
            </w:pPr>
          </w:p>
        </w:tc>
      </w:tr>
    </w:tbl>
    <w:p w:rsidR="00714EBB" w:rsidRPr="00870ED0" w:rsidRDefault="00714EBB">
      <w:pPr>
        <w:pStyle w:val="Heading4"/>
      </w:pPr>
      <w:r w:rsidRPr="00870ED0">
        <w:lastRenderedPageBreak/>
        <w:t>5.2.10.13</w:t>
      </w:r>
      <w:r w:rsidRPr="00870ED0">
        <w:tab/>
        <w:t>Method findAndCompareValue(byte tag, byte[] compareBuffer, short compareOffset)</w:t>
      </w:r>
    </w:p>
    <w:p w:rsidR="00714EBB" w:rsidRPr="00870ED0" w:rsidRDefault="00714EBB">
      <w:r w:rsidRPr="00870ED0">
        <w:t>Test Area Reference Api_2_Bte_Facrb_Bs</w:t>
      </w:r>
      <w:r w:rsidR="00DE4A12" w:rsidRPr="00870ED0">
        <w:t>.</w:t>
      </w:r>
    </w:p>
    <w:p w:rsidR="00714EBB" w:rsidRPr="00870ED0" w:rsidRDefault="00714EBB" w:rsidP="00DE4A12">
      <w:pPr>
        <w:pStyle w:val="Heading5"/>
      </w:pPr>
      <w:r w:rsidRPr="00870ED0">
        <w:t>5.2.10.13.1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5.2.10.13.1.1</w:t>
      </w:r>
      <w:r w:rsidRPr="00870ED0">
        <w:tab/>
        <w:t>Normal execution</w:t>
      </w:r>
    </w:p>
    <w:p w:rsidR="00714EBB" w:rsidRPr="00870ED0" w:rsidRDefault="00714EBB">
      <w:r w:rsidRPr="00870ED0">
        <w:t xml:space="preserve">Looks for the first occurrence of a TLV element from beginning of a TLV list and compare its value with a buffer: </w:t>
      </w:r>
    </w:p>
    <w:p w:rsidR="00714EBB" w:rsidRPr="00870ED0" w:rsidRDefault="00714EBB">
      <w:pPr>
        <w:pStyle w:val="B1"/>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returns 0.</w:t>
      </w:r>
    </w:p>
    <w:p w:rsidR="00714EBB" w:rsidRPr="00870ED0" w:rsidRDefault="00714EBB">
      <w:pPr>
        <w:pStyle w:val="B1"/>
      </w:pPr>
      <w:r w:rsidRPr="00870ED0">
        <w:t>CRRN4: if the first miscomparing byte in Comprehension TLV is less than that in compareBuffer returns -1.</w:t>
      </w:r>
    </w:p>
    <w:p w:rsidR="00714EBB" w:rsidRPr="00870ED0" w:rsidRDefault="00714EBB">
      <w:pPr>
        <w:pStyle w:val="B1"/>
      </w:pPr>
      <w:r w:rsidRPr="00870ED0">
        <w:t>CRRN5: if the first miscomparing byte in Comprehension TLV is greater than that in compareBuffer returns 1.</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5.2.10.13.1.2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would cause access outside array bounds ArrayIndexOutOfBoundsException shall be thrown.</w:t>
      </w:r>
    </w:p>
    <w:p w:rsidR="00714EBB" w:rsidRPr="00870ED0" w:rsidRDefault="00714EBB">
      <w:pPr>
        <w:pStyle w:val="H6"/>
        <w:outlineLvl w:val="0"/>
      </w:pPr>
      <w:r w:rsidRPr="00870ED0">
        <w:t>5.2.10.13.1.3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DE4A12">
      <w:pPr>
        <w:pStyle w:val="Heading5"/>
      </w:pPr>
      <w:r w:rsidRPr="00870ED0">
        <w:t>5.2.10.13.2</w:t>
      </w:r>
      <w:r w:rsidRPr="00870ED0">
        <w:tab/>
        <w:t>Test area files</w:t>
      </w:r>
    </w:p>
    <w:p w:rsidR="00714EBB" w:rsidRPr="00870ED0" w:rsidRDefault="00714EBB" w:rsidP="002854FB">
      <w:pPr>
        <w:pStyle w:val="EX"/>
      </w:pPr>
      <w:r w:rsidRPr="00870ED0">
        <w:t>Test Source:</w:t>
      </w:r>
      <w:r w:rsidRPr="00870ED0">
        <w:tab/>
        <w:t>Test_Api_2_Bte_Facrb_Bs.java</w:t>
      </w:r>
      <w:r w:rsidR="00DE4A12" w:rsidRPr="00870ED0">
        <w:t>.</w:t>
      </w:r>
    </w:p>
    <w:p w:rsidR="00714EBB" w:rsidRPr="00870ED0" w:rsidRDefault="00714EBB" w:rsidP="002854FB">
      <w:pPr>
        <w:pStyle w:val="EX"/>
      </w:pPr>
      <w:r w:rsidRPr="00870ED0">
        <w:t>Test App</w:t>
      </w:r>
      <w:r w:rsidR="00DE4A12" w:rsidRPr="00870ED0">
        <w:t xml:space="preserve">let: </w:t>
      </w:r>
      <w:r w:rsidR="00DE4A12" w:rsidRPr="00870ED0">
        <w:tab/>
        <w:t>Api_2_Bte_Facrb_Bs_1.java.</w:t>
      </w:r>
    </w:p>
    <w:p w:rsidR="00714EBB" w:rsidRPr="00870ED0" w:rsidRDefault="00714EBB" w:rsidP="002854FB">
      <w:pPr>
        <w:pStyle w:val="EX"/>
      </w:pPr>
      <w:r w:rsidRPr="00870ED0">
        <w:t>Cap File:</w:t>
      </w:r>
      <w:r w:rsidRPr="00870ED0">
        <w:tab/>
        <w:t>api_2_bte_facrb_bs.cap</w:t>
      </w:r>
      <w:r w:rsidR="00DE4A12" w:rsidRPr="00870ED0">
        <w:t>.</w:t>
      </w:r>
    </w:p>
    <w:p w:rsidR="00714EBB" w:rsidRPr="00870ED0" w:rsidRDefault="00714EBB" w:rsidP="00DE4A12">
      <w:pPr>
        <w:pStyle w:val="Heading5"/>
      </w:pPr>
      <w:r w:rsidRPr="00870ED0">
        <w:lastRenderedPageBreak/>
        <w:t>5.2.10.13.3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DE4A12">
        <w:trPr>
          <w:tblHeade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H"/>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H"/>
            </w:pPr>
            <w:r w:rsidRPr="00870ED0">
              <w:t>Test case number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8</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7, 11, 12, 17</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N4</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9, 13</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N5</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10, 14</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N6</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15, 16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2, 3, 4, 5</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t>Does not apply for BERTLVEdit Handler</w:t>
            </w:r>
          </w:p>
        </w:tc>
      </w:tr>
    </w:tbl>
    <w:p w:rsidR="00714EBB" w:rsidRPr="00870ED0" w:rsidRDefault="00714EBB" w:rsidP="00DE4A12"/>
    <w:p w:rsidR="00714EBB" w:rsidRPr="00870ED0" w:rsidRDefault="00714EBB" w:rsidP="00DE4A12">
      <w:pPr>
        <w:pStyle w:val="Heading5"/>
      </w:pPr>
      <w:r w:rsidRPr="00870ED0">
        <w:t>5.2.10.13.4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w:t>
            </w:r>
          </w:p>
          <w:p w:rsidR="00714EBB" w:rsidRPr="00870ED0" w:rsidRDefault="00714EBB">
            <w:pPr>
              <w:pStyle w:val="TAH"/>
              <w:keepNext w:val="0"/>
              <w:keepLines w:val="0"/>
            </w:pPr>
            <w:r w:rsidRPr="00870ED0">
              <w:t>81 03 01 21 00 82 02 81 82</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 with a null dstBuffer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10 04 00 01 … 0E</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compareOffset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21</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 xml:space="preserve">compareOffset + length &gt; </w:t>
            </w:r>
            <w:r w:rsidRPr="00870ED0">
              <w:rPr>
                <w:noProof w:val="0"/>
              </w:rPr>
              <w:t>findAndCompareValue()</w:t>
            </w:r>
          </w:p>
          <w:p w:rsidR="00714EBB" w:rsidRPr="00870ED0" w:rsidRDefault="00714EBB">
            <w:pPr>
              <w:pStyle w:val="PL"/>
              <w:rPr>
                <w:noProof w:val="0"/>
              </w:rPr>
            </w:pPr>
            <w:r w:rsidRPr="00870ED0">
              <w:rPr>
                <w:noProof w:val="0"/>
              </w:rPr>
              <w:t>compareBuffer.length</w:t>
            </w:r>
          </w:p>
          <w:p w:rsidR="00714EBB" w:rsidRPr="00870ED0" w:rsidRDefault="00714EBB">
            <w:pPr>
              <w:pStyle w:val="PL"/>
              <w:rPr>
                <w:noProof w:val="0"/>
              </w:rPr>
            </w:pPr>
            <w:r w:rsidRPr="00870ED0">
              <w:rPr>
                <w:noProof w:val="0"/>
              </w:rPr>
              <w:t>compareBuffer.length = 20</w:t>
            </w:r>
          </w:p>
          <w:p w:rsidR="00714EBB" w:rsidRPr="00870ED0" w:rsidRDefault="00714EBB">
            <w:pPr>
              <w:pStyle w:val="PL"/>
              <w:rPr>
                <w:noProof w:val="0"/>
              </w:rPr>
            </w:pPr>
            <w:r w:rsidRPr="00870ED0">
              <w:rPr>
                <w:noProof w:val="0"/>
              </w:rPr>
              <w:t>compareOffset = 5</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03h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DE4A12">
            <w:pPr>
              <w:pStyle w:val="TAC"/>
            </w:pPr>
            <w:r w:rsidRPr="00870ED0">
              <w:lastRenderedPageBreak/>
              <w:t>9</w:t>
            </w:r>
          </w:p>
        </w:tc>
        <w:tc>
          <w:tcPr>
            <w:tcW w:w="4111" w:type="dxa"/>
            <w:tcBorders>
              <w:top w:val="nil"/>
              <w:left w:val="single" w:sz="4" w:space="0" w:color="auto"/>
              <w:bottom w:val="nil"/>
              <w:right w:val="single" w:sz="4" w:space="0" w:color="auto"/>
            </w:tcBorders>
          </w:tcPr>
          <w:p w:rsidR="00714EBB" w:rsidRPr="00870ED0" w:rsidRDefault="00714EBB" w:rsidP="00DE4A12">
            <w:pPr>
              <w:pStyle w:val="TAH"/>
            </w:pPr>
            <w:r w:rsidRPr="00870ED0">
              <w:t>Initialize compareBuffer</w:t>
            </w:r>
          </w:p>
          <w:p w:rsidR="00714EBB" w:rsidRPr="00870ED0" w:rsidRDefault="00714EBB" w:rsidP="00DE4A12">
            <w:pPr>
              <w:pStyle w:val="PL"/>
              <w:keepNext/>
              <w:keepLines/>
              <w:rPr>
                <w:noProof w:val="0"/>
              </w:rPr>
            </w:pPr>
            <w:r w:rsidRPr="00870ED0">
              <w:rPr>
                <w:noProof w:val="0"/>
              </w:rPr>
              <w:t>compareBuffer =</w:t>
            </w:r>
          </w:p>
          <w:p w:rsidR="00714EBB" w:rsidRPr="00870ED0" w:rsidRDefault="00714EBB" w:rsidP="00DE4A12">
            <w:pPr>
              <w:pStyle w:val="PL"/>
              <w:keepNext/>
              <w:keepLines/>
              <w:rPr>
                <w:noProof w:val="0"/>
              </w:rPr>
            </w:pPr>
            <w:r w:rsidRPr="00870ED0">
              <w:rPr>
                <w:noProof w:val="0"/>
              </w:rPr>
              <w:t>04 00 01 … 10</w:t>
            </w:r>
          </w:p>
        </w:tc>
        <w:tc>
          <w:tcPr>
            <w:tcW w:w="2835" w:type="dxa"/>
            <w:tcBorders>
              <w:top w:val="nil"/>
              <w:left w:val="single" w:sz="4" w:space="0" w:color="auto"/>
              <w:bottom w:val="nil"/>
              <w:right w:val="single" w:sz="4" w:space="0" w:color="auto"/>
            </w:tcBorders>
          </w:tcPr>
          <w:p w:rsidR="00714EBB" w:rsidRPr="00870ED0" w:rsidRDefault="00714EBB" w:rsidP="00DE4A12">
            <w:pPr>
              <w:pStyle w:val="TAL"/>
            </w:pPr>
          </w:p>
        </w:tc>
        <w:tc>
          <w:tcPr>
            <w:tcW w:w="2410" w:type="dxa"/>
            <w:tcBorders>
              <w:top w:val="nil"/>
              <w:left w:val="single" w:sz="4" w:space="0" w:color="auto"/>
              <w:bottom w:val="nil"/>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H"/>
            </w:pPr>
            <w:r w:rsidRPr="00870ED0">
              <w:t>Compare buffers with same parameters</w:t>
            </w:r>
          </w:p>
          <w:p w:rsidR="00714EBB" w:rsidRPr="00870ED0" w:rsidRDefault="00714EBB" w:rsidP="00DE4A12">
            <w:pPr>
              <w:pStyle w:val="TAL"/>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L"/>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jc w:val="center"/>
              <w:rPr>
                <w:b/>
              </w:rPr>
            </w:pPr>
            <w:r w:rsidRPr="00870ED0">
              <w:rPr>
                <w:b/>
              </w:rPr>
              <w:t>Compare buffers with same parameters</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Text String TLV</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buffer = 00 11 22 33 44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55 55 04 01 01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0E 0F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55 55 04 00 01</w:t>
            </w:r>
          </w:p>
          <w:p w:rsidR="00714EBB" w:rsidRPr="00870ED0" w:rsidRDefault="00714EBB">
            <w:pPr>
              <w:pStyle w:val="PL"/>
              <w:rPr>
                <w:noProof w:val="0"/>
              </w:rPr>
            </w:pPr>
            <w:r w:rsidRPr="00870ED0">
              <w:rPr>
                <w:noProof w:val="0"/>
              </w:rPr>
              <w:t>02 03 04 05 06</w:t>
            </w:r>
          </w:p>
          <w:p w:rsidR="00714EBB" w:rsidRPr="00870ED0" w:rsidRDefault="00714EBB">
            <w:pPr>
              <w:pStyle w:val="PL"/>
              <w:rPr>
                <w:noProof w:val="0"/>
              </w:rPr>
            </w:pPr>
            <w:r w:rsidRPr="00870ED0">
              <w:rPr>
                <w:noProof w:val="0"/>
              </w:rPr>
              <w:t>07 08 09 0A 0B</w:t>
            </w:r>
          </w:p>
          <w:p w:rsidR="00714EBB" w:rsidRPr="00870ED0" w:rsidRDefault="00714EBB">
            <w:pPr>
              <w:pStyle w:val="PL"/>
              <w:rPr>
                <w:noProof w:val="0"/>
              </w:rPr>
            </w:pPr>
            <w:r w:rsidRPr="00870ED0">
              <w:rPr>
                <w:noProof w:val="0"/>
              </w:rPr>
              <w:t>0C 0D 0D 10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compareOffset = 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 (with tag 8Dh)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8Dh</w:t>
            </w:r>
          </w:p>
          <w:p w:rsidR="00714EBB" w:rsidRPr="00870ED0" w:rsidRDefault="00714EBB">
            <w:pPr>
              <w:pStyle w:val="PL"/>
              <w:rPr>
                <w:noProof w:val="0"/>
              </w:rPr>
            </w:pPr>
            <w:r w:rsidRPr="00870ED0">
              <w:rPr>
                <w:noProof w:val="0"/>
              </w:rPr>
              <w:t>compareBuffer.length = 17</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tag 0Fh</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r w:rsidRPr="00870ED0">
              <w:lastRenderedPageBreak/>
              <w:t>17</w:t>
            </w: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Initialize compareBuffer</w:t>
            </w:r>
          </w:p>
          <w:p w:rsidR="00714EBB" w:rsidRPr="00870ED0" w:rsidRDefault="00714EBB" w:rsidP="00010296">
            <w:pPr>
              <w:pStyle w:val="PL"/>
              <w:keepNext/>
              <w:rPr>
                <w:noProof w:val="0"/>
              </w:rPr>
            </w:pPr>
            <w:r w:rsidRPr="00870ED0">
              <w:rPr>
                <w:noProof w:val="0"/>
              </w:rPr>
              <w:t>compareBuffer = 00 99 01 03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5.2.10.14</w:t>
      </w:r>
      <w:r w:rsidRPr="00870ED0">
        <w:tab/>
        <w:t>Method findAndCompareValue(byte tag, byte occurrence, short valueOffset, byte[] compareBuffer, short compareOffset, short compareLength)</w:t>
      </w:r>
    </w:p>
    <w:p w:rsidR="00714EBB" w:rsidRPr="00870ED0" w:rsidRDefault="00714EBB">
      <w:r w:rsidRPr="00870ED0">
        <w:t>Test Area Reference Api_2_Bte_Facrbbs_Bss</w:t>
      </w:r>
      <w:r w:rsidR="00DE4A12" w:rsidRPr="00870ED0">
        <w:t>.</w:t>
      </w:r>
    </w:p>
    <w:p w:rsidR="00714EBB" w:rsidRPr="00870ED0" w:rsidRDefault="00714EBB" w:rsidP="00DE4A12">
      <w:pPr>
        <w:pStyle w:val="Heading5"/>
      </w:pPr>
      <w:r w:rsidRPr="00870ED0">
        <w:t>5.2.10.14.1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findAndCompareValue(byte tag,</w:t>
      </w:r>
    </w:p>
    <w:p w:rsidR="00714EBB" w:rsidRPr="00870ED0" w:rsidRDefault="00714EBB">
      <w:pPr>
        <w:pStyle w:val="PL"/>
        <w:rPr>
          <w:noProof w:val="0"/>
        </w:rPr>
      </w:pPr>
      <w:r w:rsidRPr="00870ED0">
        <w:rPr>
          <w:noProof w:val="0"/>
        </w:rPr>
        <w:t xml:space="preserve">                                byte occurrence,</w:t>
      </w:r>
    </w:p>
    <w:p w:rsidR="00714EBB" w:rsidRPr="00870ED0" w:rsidRDefault="00714EBB">
      <w:pPr>
        <w:pStyle w:val="PL"/>
        <w:rPr>
          <w:noProof w:val="0"/>
        </w:rPr>
      </w:pPr>
      <w:r w:rsidRPr="00870ED0">
        <w:rPr>
          <w:noProof w:val="0"/>
        </w:rPr>
        <w:t xml:space="preserve">                                short valueOffset,</w:t>
      </w:r>
    </w:p>
    <w:p w:rsidR="00714EBB" w:rsidRPr="00870ED0" w:rsidRDefault="00714EBB">
      <w:pPr>
        <w:pStyle w:val="PL"/>
        <w:rPr>
          <w:noProof w:val="0"/>
        </w:rPr>
      </w:pPr>
      <w:r w:rsidRPr="00870ED0">
        <w:rPr>
          <w:noProof w:val="0"/>
        </w:rPr>
        <w:t xml:space="preserve">                                byte[] compareBuffer,</w:t>
      </w:r>
    </w:p>
    <w:p w:rsidR="00714EBB" w:rsidRPr="00870ED0" w:rsidRDefault="00714EBB">
      <w:pPr>
        <w:pStyle w:val="PL"/>
        <w:rPr>
          <w:noProof w:val="0"/>
        </w:rPr>
      </w:pPr>
      <w:r w:rsidRPr="00870ED0">
        <w:rPr>
          <w:noProof w:val="0"/>
        </w:rPr>
        <w:t xml:space="preserve">                                short compareOffset,</w:t>
      </w:r>
    </w:p>
    <w:p w:rsidR="00714EBB" w:rsidRPr="00870ED0" w:rsidRDefault="00714EBB">
      <w:pPr>
        <w:pStyle w:val="PL"/>
        <w:rPr>
          <w:noProof w:val="0"/>
        </w:rPr>
      </w:pPr>
      <w:r w:rsidRPr="00870ED0">
        <w:rPr>
          <w:noProof w:val="0"/>
        </w:rPr>
        <w:t xml:space="preserve">                                compareLength)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DE4A12" w:rsidRPr="00870ED0" w:rsidRDefault="00DE4A12">
      <w:pPr>
        <w:pStyle w:val="PL"/>
        <w:rPr>
          <w:noProof w:val="0"/>
        </w:rPr>
      </w:pPr>
    </w:p>
    <w:p w:rsidR="00714EBB" w:rsidRPr="00870ED0" w:rsidRDefault="00714EBB">
      <w:pPr>
        <w:pStyle w:val="H6"/>
        <w:outlineLvl w:val="0"/>
      </w:pPr>
      <w:r w:rsidRPr="00870ED0">
        <w:t>5.2.10.14.1.1</w:t>
      </w:r>
      <w:r w:rsidRPr="00870ED0">
        <w:tab/>
        <w:t>Normal execution</w:t>
      </w:r>
    </w:p>
    <w:p w:rsidR="00714EBB" w:rsidRPr="00870ED0" w:rsidRDefault="00714EBB">
      <w:r w:rsidRPr="00870ED0">
        <w:t>Looks for the indicated occurrence of a TLV element from the beginning of a TLV list and compare its value with a buffer:</w:t>
      </w:r>
    </w:p>
    <w:p w:rsidR="00714EBB" w:rsidRPr="00870ED0" w:rsidRDefault="00714EBB">
      <w:pPr>
        <w:pStyle w:val="B1"/>
      </w:pPr>
      <w:r w:rsidRPr="00870ED0">
        <w:t>CRRN1: if no TLV element is found, the UNAVAILABLE_ELEMENT exception is thrown and the current TLV is no longer defined.</w:t>
      </w:r>
    </w:p>
    <w:p w:rsidR="00714EBB" w:rsidRPr="00870ED0" w:rsidRDefault="00714EBB">
      <w:pPr>
        <w:pStyle w:val="B1"/>
      </w:pPr>
      <w:r w:rsidRPr="00870ED0">
        <w:t>CRRN2: if the method is successful then the corresponding TLV becomes current.</w:t>
      </w:r>
    </w:p>
    <w:p w:rsidR="00714EBB" w:rsidRPr="00870ED0" w:rsidRDefault="00714EBB">
      <w:pPr>
        <w:pStyle w:val="B1"/>
      </w:pPr>
      <w:r w:rsidRPr="00870ED0">
        <w:t>CRRN3: if identical 0 is returned.</w:t>
      </w:r>
    </w:p>
    <w:p w:rsidR="00714EBB" w:rsidRPr="00870ED0" w:rsidRDefault="00714EBB">
      <w:pPr>
        <w:pStyle w:val="B1"/>
      </w:pPr>
      <w:r w:rsidRPr="00870ED0">
        <w:t>CRRN4: if the first miscomparing byte in Comprehension TLV is less than that in compareBuffer -1 is returned.</w:t>
      </w:r>
    </w:p>
    <w:p w:rsidR="00714EBB" w:rsidRPr="00870ED0" w:rsidRDefault="00714EBB">
      <w:pPr>
        <w:pStyle w:val="B1"/>
      </w:pPr>
      <w:r w:rsidRPr="00870ED0">
        <w:t>CRRN5: if the first miscomparing byte in Comprehension TLV is greater than that in compareBuffer 1 is returned.</w:t>
      </w:r>
    </w:p>
    <w:p w:rsidR="00714EBB" w:rsidRPr="00870ED0" w:rsidRDefault="00714EBB">
      <w:pPr>
        <w:pStyle w:val="B1"/>
      </w:pPr>
      <w:r w:rsidRPr="00870ED0">
        <w:t>CRRN6: The search method is comprehension required flag independent.</w:t>
      </w:r>
    </w:p>
    <w:p w:rsidR="00714EBB" w:rsidRPr="00870ED0" w:rsidRDefault="00714EBB">
      <w:pPr>
        <w:pStyle w:val="H6"/>
        <w:outlineLvl w:val="0"/>
      </w:pPr>
      <w:r w:rsidRPr="00870ED0">
        <w:t>5.2.10.14.1.2</w:t>
      </w:r>
      <w:r w:rsidRPr="00870ED0">
        <w:tab/>
        <w:t>Parameter errors</w:t>
      </w:r>
    </w:p>
    <w:p w:rsidR="00714EBB" w:rsidRPr="00870ED0" w:rsidRDefault="00714EBB">
      <w:pPr>
        <w:pStyle w:val="B1"/>
      </w:pPr>
      <w:r w:rsidRPr="00870ED0">
        <w:t>CRRP1: if compareBuffer is null NullPointerException shall be thrown.</w:t>
      </w:r>
    </w:p>
    <w:p w:rsidR="00714EBB" w:rsidRPr="00870ED0" w:rsidRDefault="00714EBB">
      <w:pPr>
        <w:pStyle w:val="B1"/>
      </w:pPr>
      <w:r w:rsidRPr="00870ED0">
        <w:t>CRRP2: if compareOffset or compareLength or both would cause access outside array bounds, or if compareLength is negative ArrayIndexOutOfBoundsException shall be thrown.</w:t>
      </w:r>
    </w:p>
    <w:p w:rsidR="00714EBB" w:rsidRPr="00870ED0" w:rsidRDefault="00714EBB">
      <w:pPr>
        <w:pStyle w:val="B1"/>
      </w:pPr>
      <w:r w:rsidRPr="00870ED0">
        <w:t xml:space="preserve">CRRP3: if </w:t>
      </w:r>
      <w:r w:rsidRPr="00870ED0">
        <w:rPr>
          <w:snapToGrid w:val="0"/>
          <w:lang w:eastAsia="de-DE"/>
        </w:rPr>
        <w:t>valueOffset is negative or valueOffset + dstLength &gt; current TLV length,</w:t>
      </w:r>
      <w:r w:rsidRPr="00870ED0">
        <w:t xml:space="preserve"> an instance of ToolkitException shall be thrown. The reason code shall be ToolkitException.OUT_OF_TLV_BOUNDARIES.</w:t>
      </w:r>
    </w:p>
    <w:p w:rsidR="00714EBB" w:rsidRPr="00870ED0" w:rsidRDefault="00714EBB">
      <w:pPr>
        <w:pStyle w:val="B1"/>
      </w:pPr>
      <w:r w:rsidRPr="00870ED0">
        <w:t xml:space="preserve">CRRP4: if an input parameter is not valid (e.g. occurrence = 0) an instance of ToolkitException shall be thrown. The reason code shall be ToolkitException.BAD_INPUT_PARAMETER. </w:t>
      </w:r>
    </w:p>
    <w:p w:rsidR="00714EBB" w:rsidRPr="00870ED0" w:rsidRDefault="00714EBB">
      <w:pPr>
        <w:pStyle w:val="H6"/>
        <w:outlineLvl w:val="0"/>
      </w:pPr>
      <w:r w:rsidRPr="00870ED0">
        <w:lastRenderedPageBreak/>
        <w:t>5.2.10.14.1.3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rsidP="00DE4A12">
      <w:pPr>
        <w:pStyle w:val="Heading5"/>
      </w:pPr>
      <w:r w:rsidRPr="00870ED0">
        <w:t>5.2.10.14.2</w:t>
      </w:r>
      <w:r w:rsidRPr="00870ED0">
        <w:tab/>
        <w:t>Test area files</w:t>
      </w:r>
    </w:p>
    <w:p w:rsidR="00714EBB" w:rsidRPr="00870ED0" w:rsidRDefault="00714EBB" w:rsidP="002854FB">
      <w:pPr>
        <w:pStyle w:val="EX"/>
      </w:pPr>
      <w:r w:rsidRPr="00870ED0">
        <w:t>Test Source:</w:t>
      </w:r>
      <w:r w:rsidRPr="00870ED0">
        <w:tab/>
        <w:t>Test_Api_2_Bte_Facrbbs_Bss.java</w:t>
      </w:r>
      <w:r w:rsidR="00DE4A12" w:rsidRPr="00870ED0">
        <w:t>.</w:t>
      </w:r>
    </w:p>
    <w:p w:rsidR="00714EBB" w:rsidRPr="00870ED0" w:rsidRDefault="00714EBB" w:rsidP="002854FB">
      <w:pPr>
        <w:pStyle w:val="EX"/>
      </w:pPr>
      <w:r w:rsidRPr="00870ED0">
        <w:t>Test Applet</w:t>
      </w:r>
      <w:r w:rsidR="00DE4A12" w:rsidRPr="00870ED0">
        <w:t xml:space="preserve">: </w:t>
      </w:r>
      <w:r w:rsidR="00DE4A12" w:rsidRPr="00870ED0">
        <w:tab/>
        <w:t>Api_2_Bte_Facrbbs_Bss_1.java.</w:t>
      </w:r>
    </w:p>
    <w:p w:rsidR="00714EBB" w:rsidRPr="00870ED0" w:rsidRDefault="00714EBB" w:rsidP="002854FB">
      <w:pPr>
        <w:pStyle w:val="EX"/>
      </w:pPr>
      <w:r w:rsidRPr="00870ED0">
        <w:t>Cap File:</w:t>
      </w:r>
      <w:r w:rsidRPr="00870ED0">
        <w:tab/>
        <w:t>api_2_bte_facrbbs_bss.cap</w:t>
      </w:r>
      <w:r w:rsidR="00DE4A12" w:rsidRPr="00870ED0">
        <w:t>.</w:t>
      </w:r>
    </w:p>
    <w:p w:rsidR="00714EBB" w:rsidRPr="00870ED0" w:rsidRDefault="00714EBB" w:rsidP="00DE4A12">
      <w:pPr>
        <w:pStyle w:val="Heading5"/>
      </w:pPr>
      <w:r w:rsidRPr="00870ED0">
        <w:t>5.2.10.14.3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13, 17, 20, 21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N4</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15, 18, 22</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N5</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16, 19</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N6</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23, 24</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7, 8, 9, 10</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r>
      <w:tr w:rsidR="00714EBB" w:rsidRPr="00870ED0" w:rsidTr="00DE4A12">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DE4A12"/>
    <w:p w:rsidR="00714EBB" w:rsidRPr="00870ED0" w:rsidRDefault="00714EBB" w:rsidP="00DE4A12">
      <w:pPr>
        <w:pStyle w:val="Heading5"/>
      </w:pPr>
      <w:r w:rsidRPr="00870ED0">
        <w:t>5.2.10.14.4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the handler with </w:t>
            </w:r>
          </w:p>
          <w:p w:rsidR="00714EBB" w:rsidRPr="00870ED0" w:rsidRDefault="00714EBB">
            <w:pPr>
              <w:pStyle w:val="TAH"/>
              <w:keepNext w:val="0"/>
              <w:keepLines w:val="0"/>
            </w:pPr>
            <w:r w:rsidRPr="00870ED0">
              <w:t xml:space="preserve">81 03 01 21 00 82 02 81 82 </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 with a null compareBuffer</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10 04 00 01 … 0E</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compareOffset &gt; 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6</w:t>
            </w:r>
          </w:p>
          <w:p w:rsidR="00714EBB" w:rsidRPr="00870ED0" w:rsidRDefault="00714EBB">
            <w:pPr>
              <w:pStyle w:val="PL"/>
              <w:rPr>
                <w:noProof w:val="0"/>
              </w:rPr>
            </w:pPr>
            <w:r w:rsidRPr="00870ED0">
              <w:rPr>
                <w:noProof w:val="0"/>
              </w:rPr>
              <w:t>compareLength = 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-1</w:t>
            </w:r>
          </w:p>
          <w:p w:rsidR="00714EBB" w:rsidRPr="00870ED0" w:rsidRDefault="00714EBB">
            <w:pPr>
              <w:pStyle w:val="PL"/>
              <w:rPr>
                <w:noProof w:val="0"/>
              </w:rPr>
            </w:pPr>
            <w:r w:rsidRPr="00870ED0">
              <w:rPr>
                <w:noProof w:val="0"/>
              </w:rPr>
              <w:t>compareLength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compareOffset + compareLength &gt;compareBuffer.length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compareBuffer.length = 5</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C"/>
            </w:pPr>
            <w:r w:rsidRPr="00870ED0">
              <w:lastRenderedPageBreak/>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H"/>
            </w:pPr>
            <w:r w:rsidRPr="00870ED0">
              <w:t>compareLength &lt; 0</w:t>
            </w:r>
          </w:p>
          <w:p w:rsidR="00714EBB" w:rsidRPr="00870ED0" w:rsidRDefault="00714EBB" w:rsidP="00DE4A12">
            <w:pPr>
              <w:pStyle w:val="PL"/>
              <w:keepNext/>
              <w:keepLines/>
              <w:rPr>
                <w:noProof w:val="0"/>
              </w:rPr>
            </w:pPr>
            <w:r w:rsidRPr="00870ED0">
              <w:rPr>
                <w:noProof w:val="0"/>
              </w:rPr>
              <w:t>findAndCompareValue()</w:t>
            </w:r>
          </w:p>
          <w:p w:rsidR="00714EBB" w:rsidRPr="00870ED0" w:rsidRDefault="00714EBB" w:rsidP="00DE4A12">
            <w:pPr>
              <w:pStyle w:val="PL"/>
              <w:keepNext/>
              <w:keepLines/>
              <w:rPr>
                <w:noProof w:val="0"/>
              </w:rPr>
            </w:pPr>
            <w:r w:rsidRPr="00870ED0">
              <w:rPr>
                <w:noProof w:val="0"/>
              </w:rPr>
              <w:t>compareBuffer.length = 5</w:t>
            </w:r>
          </w:p>
          <w:p w:rsidR="00714EBB" w:rsidRPr="00870ED0" w:rsidRDefault="00714EBB" w:rsidP="00DE4A12">
            <w:pPr>
              <w:pStyle w:val="PL"/>
              <w:keepNext/>
              <w:keepLines/>
              <w:rPr>
                <w:noProof w:val="0"/>
              </w:rPr>
            </w:pPr>
            <w:r w:rsidRPr="00870ED0">
              <w:rPr>
                <w:noProof w:val="0"/>
              </w:rPr>
              <w:t>compareOffset = 0</w:t>
            </w:r>
          </w:p>
          <w:p w:rsidR="00714EBB" w:rsidRPr="00870ED0" w:rsidRDefault="00714EBB" w:rsidP="00DE4A12">
            <w:pPr>
              <w:pStyle w:val="PL"/>
              <w:keepNext/>
              <w:keepLines/>
              <w:rPr>
                <w:noProof w:val="0"/>
              </w:rPr>
            </w:pPr>
            <w:r w:rsidRPr="00870ED0">
              <w:rPr>
                <w:noProof w:val="0"/>
              </w:rPr>
              <w:t>compareLength = -1</w:t>
            </w:r>
          </w:p>
          <w:p w:rsidR="00714EBB" w:rsidRPr="00870ED0" w:rsidRDefault="00714EBB" w:rsidP="00DE4A12">
            <w:pPr>
              <w:pStyle w:val="TAL"/>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06 04 00 01 … 04</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7</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 compareLength &gt; Text String length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compareBuffer.length = 15</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5</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Invalid parameter</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occurrence = 0</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TAH"/>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Select a TLV (tag 02h)</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occurrence = 2</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getValueLength()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 81 03 01 21 00 82 02 81 02 0D 11 04 00 01 … 0F</w:t>
            </w:r>
          </w:p>
          <w:p w:rsidR="00714EBB" w:rsidRPr="00870ED0" w:rsidRDefault="00714EBB">
            <w:pPr>
              <w:pStyle w:val="PL"/>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w:t>
            </w:r>
          </w:p>
          <w:p w:rsidR="00714EBB" w:rsidRPr="00870ED0" w:rsidRDefault="00714EBB">
            <w:pPr>
              <w:pStyle w:val="PL"/>
              <w:rPr>
                <w:noProof w:val="0"/>
              </w:rPr>
            </w:pPr>
            <w:r w:rsidRPr="00870ED0">
              <w:rPr>
                <w:noProof w:val="0"/>
              </w:rPr>
              <w:t>getValueLength()</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17</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02 03 04 05 06 07 08 09 0A 0B 0C 0D 0E 10</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DE4A12">
            <w:pPr>
              <w:pStyle w:val="TAC"/>
            </w:pPr>
            <w:r w:rsidRPr="00870ED0">
              <w:lastRenderedPageBreak/>
              <w:t>16</w:t>
            </w:r>
          </w:p>
        </w:tc>
        <w:tc>
          <w:tcPr>
            <w:tcW w:w="4111" w:type="dxa"/>
            <w:tcBorders>
              <w:top w:val="single" w:sz="4" w:space="0" w:color="808080"/>
              <w:left w:val="single" w:sz="4" w:space="0" w:color="auto"/>
              <w:bottom w:val="nil"/>
              <w:right w:val="single" w:sz="4" w:space="0" w:color="auto"/>
            </w:tcBorders>
          </w:tcPr>
          <w:p w:rsidR="00714EBB" w:rsidRPr="00870ED0" w:rsidRDefault="00714EBB" w:rsidP="00DE4A12">
            <w:pPr>
              <w:pStyle w:val="TAH"/>
            </w:pPr>
            <w:r w:rsidRPr="00870ED0">
              <w:t>Initialize compareBuffer</w:t>
            </w:r>
          </w:p>
          <w:p w:rsidR="00714EBB" w:rsidRPr="00870ED0" w:rsidRDefault="00714EBB" w:rsidP="00DE4A12">
            <w:pPr>
              <w:pStyle w:val="PL"/>
              <w:keepNext/>
              <w:keepLines/>
              <w:rPr>
                <w:noProof w:val="0"/>
              </w:rPr>
            </w:pPr>
            <w:r w:rsidRPr="00870ED0">
              <w:rPr>
                <w:noProof w:val="0"/>
              </w:rPr>
              <w:t>compareBuffer =</w:t>
            </w:r>
          </w:p>
          <w:p w:rsidR="00714EBB" w:rsidRPr="00870ED0" w:rsidRDefault="00714EBB" w:rsidP="00DE4A12">
            <w:pPr>
              <w:pStyle w:val="PL"/>
              <w:keepNext/>
              <w:keepLines/>
              <w:rPr>
                <w:noProof w:val="0"/>
              </w:rPr>
            </w:pPr>
            <w:r w:rsidRPr="00870ED0">
              <w:rPr>
                <w:noProof w:val="0"/>
              </w:rPr>
              <w:t>03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DE4A12">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DE4A12">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compareOffset = 3</w:t>
            </w:r>
          </w:p>
          <w:p w:rsidR="00714EBB" w:rsidRPr="00870ED0" w:rsidRDefault="00714EBB">
            <w:pPr>
              <w:pStyle w:val="PL"/>
              <w:rPr>
                <w:noProof w:val="0"/>
              </w:rPr>
            </w:pPr>
            <w:r w:rsidRPr="00870ED0">
              <w:rPr>
                <w:noProof w:val="0"/>
              </w:rPr>
              <w:t>compareLength = 12</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55 55 55 02 01</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0B 0C</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55 55 55 01 02</w:t>
            </w:r>
          </w:p>
          <w:p w:rsidR="00714EBB" w:rsidRPr="00870ED0" w:rsidRDefault="00714EBB">
            <w:pPr>
              <w:pStyle w:val="PL"/>
              <w:rPr>
                <w:noProof w:val="0"/>
              </w:rPr>
            </w:pPr>
            <w:r w:rsidRPr="00870ED0">
              <w:rPr>
                <w:noProof w:val="0"/>
              </w:rPr>
              <w:t>03 04 05 06 07</w:t>
            </w:r>
          </w:p>
          <w:p w:rsidR="00714EBB" w:rsidRPr="00870ED0" w:rsidRDefault="00714EBB">
            <w:pPr>
              <w:pStyle w:val="PL"/>
              <w:rPr>
                <w:noProof w:val="0"/>
              </w:rPr>
            </w:pPr>
            <w:r w:rsidRPr="00870ED0">
              <w:rPr>
                <w:noProof w:val="0"/>
              </w:rPr>
              <w:t>08 09 0A 0A 0D</w:t>
            </w:r>
          </w:p>
          <w:p w:rsidR="00714EBB" w:rsidRPr="00870ED0" w:rsidRDefault="00714EBB">
            <w:pPr>
              <w:pStyle w:val="PL"/>
              <w:rPr>
                <w:noProof w:val="0"/>
              </w:rPr>
            </w:pPr>
            <w:r w:rsidRPr="00870ED0">
              <w:rPr>
                <w:noProof w:val="0"/>
              </w:rPr>
              <w:t>55 55 55 55 55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buffers with same parameters</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a Text String TLV</w:t>
            </w:r>
          </w:p>
          <w:p w:rsidR="00714EBB" w:rsidRPr="00870ED0" w:rsidRDefault="00714EBB">
            <w:pPr>
              <w:pStyle w:val="PL"/>
              <w:rPr>
                <w:noProof w:val="0"/>
              </w:rPr>
            </w:pPr>
            <w:r w:rsidRPr="00870ED0">
              <w:rPr>
                <w:noProof w:val="0"/>
              </w:rPr>
              <w:t>tag = 0Dh</w:t>
            </w:r>
          </w:p>
          <w:p w:rsidR="00714EBB" w:rsidRPr="00870ED0" w:rsidRDefault="00714EBB">
            <w:pPr>
              <w:pStyle w:val="PL"/>
              <w:rPr>
                <w:noProof w:val="0"/>
              </w:rPr>
            </w:pPr>
            <w:r w:rsidRPr="00870ED0">
              <w:rPr>
                <w:noProof w:val="0"/>
              </w:rPr>
              <w:t>buffer = 00 11 22 33 44 55</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pPr>
            <w:r w:rsidRPr="00870ED0">
              <w:t>21</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pPr>
            <w:r w:rsidRPr="00870ED0">
              <w:t>Initialize compareBuffer</w:t>
            </w:r>
          </w:p>
          <w:p w:rsidR="00714EBB" w:rsidRPr="00870ED0" w:rsidRDefault="00714EBB">
            <w:pPr>
              <w:pStyle w:val="PL"/>
              <w:keepNext/>
              <w:keepLines/>
              <w:rPr>
                <w:noProof w:val="0"/>
              </w:rPr>
            </w:pPr>
            <w:r w:rsidRPr="00870ED0">
              <w:rPr>
                <w:noProof w:val="0"/>
              </w:rPr>
              <w:t>compareBuffer =</w:t>
            </w:r>
          </w:p>
          <w:p w:rsidR="00714EBB" w:rsidRPr="00870ED0" w:rsidRDefault="00714EBB">
            <w:pPr>
              <w:pStyle w:val="PL"/>
              <w:keepNext/>
              <w:keepLines/>
              <w:rPr>
                <w:noProof w:val="0"/>
              </w:rPr>
            </w:pPr>
            <w:r w:rsidRPr="00870ED0">
              <w:rPr>
                <w:noProof w:val="0"/>
              </w:rPr>
              <w:t>00 11 22 33 44 55</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r w:rsidRPr="00870ED0">
              <w:t>22</w:t>
            </w: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w:t>
            </w:r>
          </w:p>
          <w:p w:rsidR="00714EBB" w:rsidRPr="00870ED0" w:rsidRDefault="00714EBB">
            <w:pPr>
              <w:pStyle w:val="PL"/>
              <w:rPr>
                <w:noProof w:val="0"/>
              </w:rPr>
            </w:pPr>
            <w:r w:rsidRPr="00870ED0">
              <w:rPr>
                <w:noProof w:val="0"/>
              </w:rPr>
              <w:t>00 11 22 33 44 66</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2</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6</w:t>
            </w:r>
          </w:p>
          <w:p w:rsidR="00714EBB" w:rsidRPr="00870ED0" w:rsidRDefault="00714EBB">
            <w:pPr>
              <w:pStyle w:val="TAL"/>
              <w:keepNext w:val="0"/>
              <w:keepLines w:val="0"/>
            </w:pP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A6160E">
            <w:pPr>
              <w:pStyle w:val="TAC"/>
            </w:pPr>
            <w:r w:rsidRPr="00870ED0">
              <w:lastRenderedPageBreak/>
              <w:t>23</w:t>
            </w:r>
          </w:p>
        </w:tc>
        <w:tc>
          <w:tcPr>
            <w:tcW w:w="4111" w:type="dxa"/>
            <w:tcBorders>
              <w:top w:val="single" w:sz="4" w:space="0" w:color="auto"/>
              <w:left w:val="single" w:sz="4" w:space="0" w:color="auto"/>
              <w:bottom w:val="nil"/>
              <w:right w:val="single" w:sz="4" w:space="0" w:color="auto"/>
            </w:tcBorders>
          </w:tcPr>
          <w:p w:rsidR="00714EBB" w:rsidRPr="00870ED0" w:rsidRDefault="00714EBB" w:rsidP="00A6160E">
            <w:pPr>
              <w:pStyle w:val="TAH"/>
            </w:pPr>
            <w:r w:rsidRPr="00870ED0">
              <w:t>Initialize the handler with 81 03 01 21 00 82 02 81 02 0D 11 04 00 01 … 0F</w:t>
            </w:r>
          </w:p>
          <w:p w:rsidR="00714EBB" w:rsidRPr="00870ED0" w:rsidRDefault="00714EBB" w:rsidP="00A6160E">
            <w:pPr>
              <w:pStyle w:val="PL"/>
              <w:keepNext/>
              <w:keepLines/>
              <w:rPr>
                <w:noProof w:val="0"/>
              </w:rPr>
            </w:pPr>
          </w:p>
        </w:tc>
        <w:tc>
          <w:tcPr>
            <w:tcW w:w="2835" w:type="dxa"/>
            <w:tcBorders>
              <w:top w:val="single" w:sz="4" w:space="0" w:color="auto"/>
              <w:left w:val="single" w:sz="4" w:space="0" w:color="auto"/>
              <w:bottom w:val="nil"/>
              <w:right w:val="single" w:sz="4" w:space="0" w:color="auto"/>
            </w:tcBorders>
          </w:tcPr>
          <w:p w:rsidR="00714EBB" w:rsidRPr="00870ED0" w:rsidRDefault="00714EBB" w:rsidP="00A6160E">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6160E">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6160E">
            <w:pPr>
              <w:pStyle w:val="TAH"/>
            </w:pPr>
            <w:r w:rsidRPr="00870ED0">
              <w:t>Initialize compareBuffer</w:t>
            </w:r>
          </w:p>
          <w:p w:rsidR="00714EBB" w:rsidRPr="00870ED0" w:rsidRDefault="00714EBB" w:rsidP="00A6160E">
            <w:pPr>
              <w:pStyle w:val="PL"/>
              <w:keepNext/>
              <w:keepLines/>
              <w:rPr>
                <w:noProof w:val="0"/>
              </w:rPr>
            </w:pPr>
            <w:r w:rsidRPr="00870ED0">
              <w:rPr>
                <w:noProof w:val="0"/>
              </w:rPr>
              <w:t>CompareBuffer = 04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rsidP="00A6160E">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6160E">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A6160E">
            <w:pPr>
              <w:pStyle w:val="TAH"/>
            </w:pPr>
            <w:r w:rsidRPr="00870ED0">
              <w:t>Successful call (with tag 8Dh)</w:t>
            </w:r>
          </w:p>
          <w:p w:rsidR="00714EBB" w:rsidRPr="00870ED0" w:rsidRDefault="00714EBB" w:rsidP="00A6160E">
            <w:pPr>
              <w:pStyle w:val="PL"/>
              <w:keepNext/>
              <w:keepLines/>
              <w:rPr>
                <w:noProof w:val="0"/>
              </w:rPr>
            </w:pPr>
            <w:r w:rsidRPr="00870ED0">
              <w:rPr>
                <w:noProof w:val="0"/>
              </w:rPr>
              <w:t>findAndCompareValue()</w:t>
            </w:r>
          </w:p>
          <w:p w:rsidR="00714EBB" w:rsidRPr="00870ED0" w:rsidRDefault="00714EBB" w:rsidP="00A6160E">
            <w:pPr>
              <w:pStyle w:val="PL"/>
              <w:keepNext/>
              <w:keepLines/>
              <w:rPr>
                <w:noProof w:val="0"/>
              </w:rPr>
            </w:pPr>
            <w:r w:rsidRPr="00870ED0">
              <w:rPr>
                <w:noProof w:val="0"/>
              </w:rPr>
              <w:t>tag = 8Dh, occurrence = 1</w:t>
            </w:r>
          </w:p>
          <w:p w:rsidR="00714EBB" w:rsidRPr="00870ED0" w:rsidRDefault="00714EBB" w:rsidP="00A6160E">
            <w:pPr>
              <w:pStyle w:val="PL"/>
              <w:keepNext/>
              <w:keepLines/>
              <w:rPr>
                <w:noProof w:val="0"/>
              </w:rPr>
            </w:pPr>
            <w:r w:rsidRPr="00870ED0">
              <w:rPr>
                <w:noProof w:val="0"/>
              </w:rPr>
              <w:t>valueOffset = 0</w:t>
            </w:r>
          </w:p>
          <w:p w:rsidR="00714EBB" w:rsidRPr="00870ED0" w:rsidRDefault="00714EBB" w:rsidP="00A6160E">
            <w:pPr>
              <w:pStyle w:val="PL"/>
              <w:keepNext/>
              <w:keepLines/>
              <w:rPr>
                <w:noProof w:val="0"/>
              </w:rPr>
            </w:pPr>
            <w:r w:rsidRPr="00870ED0">
              <w:rPr>
                <w:noProof w:val="0"/>
              </w:rPr>
              <w:t>compareBuffer.length = 17</w:t>
            </w:r>
          </w:p>
          <w:p w:rsidR="00714EBB" w:rsidRPr="00870ED0" w:rsidRDefault="00714EBB" w:rsidP="00A6160E">
            <w:pPr>
              <w:pStyle w:val="PL"/>
              <w:keepNext/>
              <w:keepLines/>
              <w:rPr>
                <w:noProof w:val="0"/>
              </w:rPr>
            </w:pPr>
            <w:r w:rsidRPr="00870ED0">
              <w:rPr>
                <w:noProof w:val="0"/>
              </w:rPr>
              <w:t>compareOffset = 0</w:t>
            </w:r>
          </w:p>
          <w:p w:rsidR="00714EBB" w:rsidRPr="00870ED0" w:rsidRDefault="00714EBB" w:rsidP="00A6160E">
            <w:pPr>
              <w:pStyle w:val="PL"/>
              <w:keepNext/>
              <w:keepLines/>
              <w:rPr>
                <w:noProof w:val="0"/>
              </w:rPr>
            </w:pPr>
            <w:r w:rsidRPr="00870ED0">
              <w:rPr>
                <w:noProof w:val="0"/>
              </w:rPr>
              <w:t>compareLength = 17</w:t>
            </w:r>
          </w:p>
        </w:tc>
        <w:tc>
          <w:tcPr>
            <w:tcW w:w="2835" w:type="dxa"/>
            <w:tcBorders>
              <w:top w:val="single" w:sz="4" w:space="0" w:color="808080"/>
              <w:left w:val="single" w:sz="4" w:space="0" w:color="auto"/>
              <w:bottom w:val="nil"/>
              <w:right w:val="single" w:sz="4" w:space="0" w:color="auto"/>
            </w:tcBorders>
          </w:tcPr>
          <w:p w:rsidR="00714EBB" w:rsidRPr="00870ED0" w:rsidRDefault="00714EBB" w:rsidP="00A6160E">
            <w:pPr>
              <w:pStyle w:val="TAL"/>
            </w:pPr>
            <w:r w:rsidRPr="00870ED0">
              <w:t>Result is 00h</w:t>
            </w:r>
          </w:p>
        </w:tc>
        <w:tc>
          <w:tcPr>
            <w:tcW w:w="2410" w:type="dxa"/>
            <w:tcBorders>
              <w:top w:val="single" w:sz="4" w:space="0" w:color="808080"/>
              <w:left w:val="single" w:sz="4" w:space="0" w:color="auto"/>
              <w:bottom w:val="nil"/>
              <w:right w:val="single" w:sz="4" w:space="0" w:color="auto"/>
            </w:tcBorders>
          </w:tcPr>
          <w:p w:rsidR="00714EBB" w:rsidRPr="00870ED0" w:rsidRDefault="00714EBB" w:rsidP="00A6160E">
            <w:pPr>
              <w:pStyle w:val="TAL"/>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Append tag 0Fh</w:t>
            </w:r>
          </w:p>
          <w:p w:rsidR="00714EBB" w:rsidRPr="00870ED0" w:rsidRDefault="00714EBB">
            <w:pPr>
              <w:pStyle w:val="PL"/>
              <w:rPr>
                <w:noProof w:val="0"/>
              </w:rPr>
            </w:pPr>
            <w:r w:rsidRPr="00870ED0">
              <w:rPr>
                <w:noProof w:val="0"/>
              </w:rPr>
              <w:t>buffer = 00 01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 00 01 … 0F</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6160E">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(with tag 8Fh)</w:t>
            </w:r>
          </w:p>
          <w:p w:rsidR="00714EBB" w:rsidRPr="00870ED0" w:rsidRDefault="00714EBB">
            <w:pPr>
              <w:pStyle w:val="PL"/>
              <w:rPr>
                <w:noProof w:val="0"/>
              </w:rPr>
            </w:pPr>
            <w:r w:rsidRPr="00870ED0">
              <w:rPr>
                <w:noProof w:val="0"/>
              </w:rPr>
              <w:t>findAndCompareValue()</w:t>
            </w:r>
          </w:p>
          <w:p w:rsidR="00714EBB" w:rsidRPr="00870ED0" w:rsidRDefault="00714EBB">
            <w:pPr>
              <w:pStyle w:val="PL"/>
              <w:rPr>
                <w:noProof w:val="0"/>
              </w:rPr>
            </w:pPr>
            <w:r w:rsidRPr="00870ED0">
              <w:rPr>
                <w:noProof w:val="0"/>
              </w:rPr>
              <w:t>tag = 8Fh,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compareBuffer.length = 16</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A6160E">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compareBuffer</w:t>
            </w:r>
          </w:p>
          <w:p w:rsidR="00714EBB" w:rsidRPr="00870ED0" w:rsidRDefault="00714EBB">
            <w:pPr>
              <w:pStyle w:val="PL"/>
              <w:rPr>
                <w:noProof w:val="0"/>
              </w:rPr>
            </w:pPr>
            <w:r w:rsidRPr="00870ED0">
              <w:rPr>
                <w:noProof w:val="0"/>
              </w:rPr>
              <w:t>compareBuffer =0099 02 … 0F</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A6160E">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A6160E">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findAndCompareValue()</w:t>
            </w:r>
          </w:p>
          <w:p w:rsidR="00714EBB" w:rsidRPr="00870ED0" w:rsidRDefault="00714EBB">
            <w:pPr>
              <w:pStyle w:val="PL"/>
              <w:rPr>
                <w:noProof w:val="0"/>
              </w:rPr>
            </w:pPr>
            <w:r w:rsidRPr="00870ED0">
              <w:rPr>
                <w:noProof w:val="0"/>
              </w:rPr>
              <w:t>tag = 0Dh, occurrence = 1</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compareOffset = 0</w:t>
            </w:r>
          </w:p>
          <w:p w:rsidR="00714EBB" w:rsidRPr="00870ED0" w:rsidRDefault="00714EBB">
            <w:pPr>
              <w:pStyle w:val="PL"/>
              <w:rPr>
                <w:noProof w:val="0"/>
              </w:rPr>
            </w:pPr>
            <w:r w:rsidRPr="00870ED0">
              <w:rPr>
                <w:noProof w:val="0"/>
              </w:rPr>
              <w:t>compareLength = 17</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+1</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5.2.10.15</w:t>
      </w:r>
      <w:r w:rsidRPr="00870ED0">
        <w:tab/>
        <w:t>Method getCapacity</w:t>
      </w:r>
    </w:p>
    <w:p w:rsidR="00714EBB" w:rsidRPr="00870ED0" w:rsidRDefault="00714EBB">
      <w:r w:rsidRPr="00870ED0">
        <w:t>Test Area Reference: Api_2_Bte_Gcap</w:t>
      </w:r>
      <w:r w:rsidR="00A6160E" w:rsidRPr="00870ED0">
        <w:t>.</w:t>
      </w:r>
    </w:p>
    <w:p w:rsidR="00714EBB" w:rsidRPr="00870ED0" w:rsidRDefault="00714EBB" w:rsidP="00A6160E">
      <w:pPr>
        <w:pStyle w:val="Heading5"/>
      </w:pPr>
      <w:r w:rsidRPr="00870ED0">
        <w:t>5.2.10.15.1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byte getCapacity()</w:t>
      </w:r>
    </w:p>
    <w:p w:rsidR="00714EBB" w:rsidRPr="00870ED0" w:rsidRDefault="00714EBB">
      <w:pPr>
        <w:pStyle w:val="PL"/>
        <w:rPr>
          <w:noProof w:val="0"/>
        </w:rPr>
      </w:pPr>
    </w:p>
    <w:p w:rsidR="00714EBB" w:rsidRPr="00870ED0" w:rsidRDefault="00714EBB">
      <w:pPr>
        <w:pStyle w:val="H6"/>
        <w:outlineLvl w:val="0"/>
      </w:pPr>
      <w:r w:rsidRPr="00870ED0">
        <w:t>5.2.10.15.1.1</w:t>
      </w:r>
      <w:r w:rsidRPr="00870ED0">
        <w:tab/>
        <w:t>Normal execution</w:t>
      </w:r>
    </w:p>
    <w:p w:rsidR="00714EBB" w:rsidRPr="00870ED0" w:rsidRDefault="00714EBB">
      <w:pPr>
        <w:pStyle w:val="B1"/>
      </w:pPr>
      <w:r w:rsidRPr="00870ED0">
        <w:t>CRRN1: The method shall return the maximum size of the Comprehension TLV list managed by the handler.</w:t>
      </w:r>
    </w:p>
    <w:p w:rsidR="00714EBB" w:rsidRPr="00870ED0" w:rsidRDefault="00714EBB">
      <w:pPr>
        <w:pStyle w:val="H6"/>
        <w:outlineLvl w:val="0"/>
      </w:pPr>
      <w:r w:rsidRPr="00870ED0">
        <w:t>5.2.10.15.1.2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5.2.10.15.1.3</w:t>
      </w:r>
      <w:r w:rsidRPr="00870ED0">
        <w:tab/>
        <w:t>Context errors</w:t>
      </w:r>
    </w:p>
    <w:p w:rsidR="00714EBB" w:rsidRPr="00870ED0" w:rsidRDefault="00714EBB">
      <w:r w:rsidRPr="00870ED0">
        <w:t>No requirements</w:t>
      </w:r>
    </w:p>
    <w:p w:rsidR="00714EBB" w:rsidRPr="00870ED0" w:rsidRDefault="00714EBB" w:rsidP="00A6160E">
      <w:pPr>
        <w:pStyle w:val="Heading5"/>
      </w:pPr>
      <w:r w:rsidRPr="00870ED0">
        <w:t>5.2.10.15.2</w:t>
      </w:r>
      <w:r w:rsidRPr="00870ED0">
        <w:tab/>
        <w:t>Test area files</w:t>
      </w:r>
    </w:p>
    <w:p w:rsidR="00714EBB" w:rsidRPr="00870ED0" w:rsidRDefault="00714EBB" w:rsidP="002854FB">
      <w:pPr>
        <w:pStyle w:val="EX"/>
      </w:pPr>
      <w:r w:rsidRPr="00870ED0">
        <w:t>Test Source:</w:t>
      </w:r>
      <w:r w:rsidRPr="00870ED0">
        <w:tab/>
        <w:t>Test_Api_2_Bte_Gcap.java</w:t>
      </w:r>
      <w:r w:rsidR="00A6160E" w:rsidRPr="00870ED0">
        <w:t>.</w:t>
      </w:r>
    </w:p>
    <w:p w:rsidR="00714EBB" w:rsidRPr="00870ED0" w:rsidRDefault="00714EBB" w:rsidP="002854FB">
      <w:pPr>
        <w:pStyle w:val="EX"/>
      </w:pPr>
      <w:r w:rsidRPr="00870ED0">
        <w:t xml:space="preserve">Test Applet: </w:t>
      </w:r>
      <w:r w:rsidRPr="00870ED0">
        <w:tab/>
        <w:t>Api_2_Bte_Gcap</w:t>
      </w:r>
      <w:r w:rsidR="00A6160E" w:rsidRPr="00870ED0">
        <w:t>_1.java.</w:t>
      </w:r>
    </w:p>
    <w:p w:rsidR="00714EBB" w:rsidRPr="00870ED0" w:rsidRDefault="00714EBB" w:rsidP="002854FB">
      <w:pPr>
        <w:pStyle w:val="EX"/>
      </w:pPr>
      <w:r w:rsidRPr="00870ED0">
        <w:t>Cap File:</w:t>
      </w:r>
      <w:r w:rsidRPr="00870ED0">
        <w:tab/>
        <w:t>api_2_bte_gcap.cap</w:t>
      </w:r>
      <w:r w:rsidR="00A6160E" w:rsidRPr="00870ED0">
        <w:t>.</w:t>
      </w:r>
    </w:p>
    <w:p w:rsidR="00714EBB" w:rsidRPr="00870ED0" w:rsidRDefault="00714EBB" w:rsidP="00A6160E">
      <w:pPr>
        <w:pStyle w:val="Heading5"/>
      </w:pPr>
      <w:r w:rsidRPr="00870ED0">
        <w:lastRenderedPageBreak/>
        <w:t>5.2.10.15.3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r>
    </w:tbl>
    <w:p w:rsidR="00714EBB" w:rsidRPr="00870ED0" w:rsidRDefault="00714EBB" w:rsidP="00A6160E"/>
    <w:p w:rsidR="00714EBB" w:rsidRPr="00870ED0" w:rsidRDefault="00714EBB" w:rsidP="00A6160E">
      <w:pPr>
        <w:pStyle w:val="Heading5"/>
      </w:pPr>
      <w:r w:rsidRPr="00870ED0">
        <w:t>5.2.10.15.4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 and set its BER Tag to 0x01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1- The applet calls getCapacity() on the  BERTLVEditHandler</w:t>
            </w:r>
          </w:p>
          <w:p w:rsidR="00714EBB" w:rsidRPr="00870ED0" w:rsidRDefault="00714EBB">
            <w:pPr>
              <w:pStyle w:val="PL"/>
              <w:rPr>
                <w:noProof w:val="0"/>
              </w:rPr>
            </w:pPr>
            <w:r w:rsidRPr="00870ED0">
              <w:rPr>
                <w:noProof w:val="0"/>
              </w:rPr>
              <w:t>2- The applet fills the handler with the maximum capacity, using appendTLV() method</w:t>
            </w:r>
          </w:p>
          <w:p w:rsidR="00714EBB" w:rsidRPr="00870ED0" w:rsidRDefault="00714EBB">
            <w:pPr>
              <w:pStyle w:val="PL"/>
              <w:rPr>
                <w:noProof w:val="0"/>
              </w:rPr>
            </w:pPr>
            <w:r w:rsidRPr="00870ED0">
              <w:rPr>
                <w:noProof w:val="0"/>
              </w:rPr>
              <w:t>3- The applet calls clear() on the BERTLVEdit handler</w:t>
            </w:r>
          </w:p>
          <w:p w:rsidR="00714EBB" w:rsidRPr="00870ED0" w:rsidRDefault="00714EBB">
            <w:pPr>
              <w:pStyle w:val="PL"/>
              <w:rPr>
                <w:noProof w:val="0"/>
              </w:rPr>
            </w:pPr>
            <w:r w:rsidRPr="00870ED0">
              <w:rPr>
                <w:noProof w:val="0"/>
              </w:rPr>
              <w:t>4- The applet fills the handler with the maximum capacity plus one, using appendTLV()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1- No exception is thrown, the capacity shall be 0x10</w:t>
            </w:r>
          </w:p>
          <w:p w:rsidR="00714EBB" w:rsidRPr="00870ED0" w:rsidRDefault="00714EBB">
            <w:pPr>
              <w:pStyle w:val="TAL"/>
            </w:pPr>
            <w:r w:rsidRPr="00870ED0">
              <w:t>2- No exception is thrown</w:t>
            </w:r>
          </w:p>
          <w:p w:rsidR="00714EBB" w:rsidRPr="00870ED0" w:rsidRDefault="00714EBB">
            <w:pPr>
              <w:pStyle w:val="TAL"/>
            </w:pPr>
          </w:p>
          <w:p w:rsidR="00714EBB" w:rsidRPr="00870ED0" w:rsidRDefault="00714EBB">
            <w:pPr>
              <w:pStyle w:val="TAL"/>
            </w:pPr>
            <w:r w:rsidRPr="00870ED0">
              <w:t>3- No exception is thrown</w:t>
            </w:r>
          </w:p>
          <w:p w:rsidR="00714EBB" w:rsidRPr="00870ED0" w:rsidRDefault="00714EBB">
            <w:pPr>
              <w:pStyle w:val="TAL"/>
            </w:pPr>
          </w:p>
          <w:p w:rsidR="00714EBB" w:rsidRPr="00870ED0" w:rsidRDefault="00714EBB">
            <w:pPr>
              <w:pStyle w:val="TAL"/>
            </w:pPr>
            <w:r w:rsidRPr="00870ED0">
              <w:t>4- HANDLER_OVERFLOW 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5.2.10.16</w:t>
      </w:r>
      <w:r w:rsidRPr="00870ED0">
        <w:tab/>
        <w:t>Method getValueShort</w:t>
      </w:r>
    </w:p>
    <w:p w:rsidR="00714EBB" w:rsidRPr="00870ED0" w:rsidRDefault="00714EBB">
      <w:r w:rsidRPr="00870ED0">
        <w:t>Test Area Reference: Api_2_Bte_Gvsh</w:t>
      </w:r>
      <w:r w:rsidR="00A6160E" w:rsidRPr="00870ED0">
        <w:t>.</w:t>
      </w:r>
    </w:p>
    <w:p w:rsidR="00714EBB" w:rsidRPr="00870ED0" w:rsidRDefault="00714EBB" w:rsidP="00A6160E">
      <w:pPr>
        <w:pStyle w:val="Heading5"/>
      </w:pPr>
      <w:r w:rsidRPr="00870ED0">
        <w:t>5.2.</w:t>
      </w:r>
      <w:r w:rsidR="00A6160E" w:rsidRPr="00870ED0">
        <w:t>10.16.1</w:t>
      </w:r>
      <w:r w:rsidR="00A6160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rsidP="00A6160E">
      <w:pPr>
        <w:pStyle w:val="PL"/>
        <w:rPr>
          <w:noProof w:val="0"/>
        </w:rPr>
      </w:pPr>
      <w:r w:rsidRPr="00870ED0">
        <w:rPr>
          <w:noProof w:val="0"/>
        </w:rPr>
        <w:t>public short getValueShort(short valueOffset)</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5.2.10.16.1.1</w:t>
      </w:r>
      <w:r w:rsidRPr="00870ED0">
        <w:tab/>
        <w:t>Normal execution</w:t>
      </w:r>
    </w:p>
    <w:p w:rsidR="00714EBB" w:rsidRPr="00870ED0" w:rsidRDefault="00714EBB">
      <w:pPr>
        <w:pStyle w:val="B1"/>
      </w:pPr>
      <w:r w:rsidRPr="00870ED0">
        <w:t>CRRN1: Gets a short from the last TLV element which has been found in the handler and returns its value (1 short).</w:t>
      </w:r>
    </w:p>
    <w:p w:rsidR="00714EBB" w:rsidRPr="00870ED0" w:rsidRDefault="00714EBB">
      <w:pPr>
        <w:pStyle w:val="H6"/>
        <w:outlineLvl w:val="0"/>
      </w:pPr>
      <w:r w:rsidRPr="00870ED0">
        <w:t>5.2.10.16.1.2</w:t>
      </w:r>
      <w:r w:rsidRPr="00870ED0">
        <w:tab/>
        <w:t>Parameter errors</w:t>
      </w:r>
    </w:p>
    <w:p w:rsidR="00714EBB" w:rsidRPr="00870ED0" w:rsidRDefault="00714EBB">
      <w:pPr>
        <w:pStyle w:val="B1"/>
      </w:pPr>
      <w:r w:rsidRPr="00870ED0">
        <w:t>CRRP1: if valueOffset is out of the current TLV an instance of ToolkitException shall be thrown. The reason code shall be ToolkitException.OUT_OF_TLV_BOUNDARIES.</w:t>
      </w:r>
    </w:p>
    <w:p w:rsidR="00714EBB" w:rsidRPr="00870ED0" w:rsidRDefault="00714EBB">
      <w:pPr>
        <w:pStyle w:val="H6"/>
        <w:outlineLvl w:val="0"/>
      </w:pPr>
      <w:r w:rsidRPr="00870ED0">
        <w:t>5.2.10.16.1.3</w:t>
      </w:r>
      <w:r w:rsidRPr="00870ED0">
        <w:tab/>
        <w:t>Context errors</w:t>
      </w:r>
    </w:p>
    <w:p w:rsidR="00714EBB" w:rsidRPr="00870ED0" w:rsidRDefault="00714EBB">
      <w:pPr>
        <w:pStyle w:val="B1"/>
      </w:pPr>
      <w:r w:rsidRPr="00870ED0">
        <w:t>CRRC1: if the handler is busy an instance of ToolkitException shall be thrown. The reason code shall be ToolkitException.HANDLER_NOT_AVAILABLE.</w:t>
      </w:r>
    </w:p>
    <w:p w:rsidR="00714EBB" w:rsidRPr="00870ED0" w:rsidRDefault="00714EBB">
      <w:pPr>
        <w:pStyle w:val="B1"/>
      </w:pPr>
      <w:r w:rsidRPr="00870ED0">
        <w:t>CRRC2: in case of unavailable TLV element an instance of ToolkitException shall be thrown. The reason code shall be ToolkitException.UNAVAILABLE_ELEMENT.</w:t>
      </w:r>
    </w:p>
    <w:p w:rsidR="00714EBB" w:rsidRPr="00870ED0" w:rsidRDefault="00A6160E" w:rsidP="00A6160E">
      <w:pPr>
        <w:pStyle w:val="Heading5"/>
      </w:pPr>
      <w:r w:rsidRPr="00870ED0">
        <w:t>5.2.10.16.2</w:t>
      </w:r>
      <w:r w:rsidR="00714EBB" w:rsidRPr="00870ED0">
        <w:tab/>
        <w:t>Test area files</w:t>
      </w:r>
    </w:p>
    <w:p w:rsidR="00714EBB" w:rsidRPr="00870ED0" w:rsidRDefault="00714EBB">
      <w:r w:rsidRPr="00870ED0">
        <w:t>Specific triggering: None</w:t>
      </w:r>
      <w:r w:rsidR="00A6160E" w:rsidRPr="00870ED0">
        <w:t>.</w:t>
      </w:r>
    </w:p>
    <w:p w:rsidR="00714EBB" w:rsidRPr="00870ED0" w:rsidRDefault="00714EBB" w:rsidP="002854FB">
      <w:pPr>
        <w:pStyle w:val="EX"/>
      </w:pPr>
      <w:r w:rsidRPr="00870ED0">
        <w:t>Test Source:</w:t>
      </w:r>
      <w:r w:rsidRPr="00870ED0">
        <w:tab/>
        <w:t>Test_Api_2_Bte_Gvsh.java</w:t>
      </w:r>
      <w:r w:rsidR="00A6160E" w:rsidRPr="00870ED0">
        <w:t>.</w:t>
      </w:r>
    </w:p>
    <w:p w:rsidR="00714EBB" w:rsidRPr="00870ED0" w:rsidRDefault="00714EBB" w:rsidP="002854FB">
      <w:pPr>
        <w:pStyle w:val="EX"/>
      </w:pPr>
      <w:r w:rsidRPr="00870ED0">
        <w:t>Test Applet:</w:t>
      </w:r>
      <w:r w:rsidR="00A6160E" w:rsidRPr="00870ED0">
        <w:t xml:space="preserve"> </w:t>
      </w:r>
      <w:r w:rsidR="00A6160E" w:rsidRPr="00870ED0">
        <w:tab/>
        <w:t>Api_2_Bte_Gvsh_1.java.</w:t>
      </w:r>
    </w:p>
    <w:p w:rsidR="00714EBB" w:rsidRPr="00870ED0" w:rsidRDefault="00714EBB" w:rsidP="002854FB">
      <w:pPr>
        <w:pStyle w:val="EX"/>
      </w:pPr>
      <w:r w:rsidRPr="00870ED0">
        <w:t>Cap File:</w:t>
      </w:r>
      <w:r w:rsidRPr="00870ED0">
        <w:tab/>
        <w:t>api_2_bte_gvsh.cap</w:t>
      </w:r>
      <w:r w:rsidR="00A6160E" w:rsidRPr="00870ED0">
        <w:t>.</w:t>
      </w:r>
    </w:p>
    <w:p w:rsidR="00714EBB" w:rsidRPr="00870ED0" w:rsidRDefault="00714EBB" w:rsidP="00A6160E">
      <w:pPr>
        <w:pStyle w:val="Heading5"/>
      </w:pPr>
      <w:r w:rsidRPr="00870ED0">
        <w:lastRenderedPageBreak/>
        <w:t>5.2.10.16.3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3, 4, 5, 6, 7, 8</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A6160E"/>
    <w:p w:rsidR="00714EBB" w:rsidRPr="00870ED0" w:rsidRDefault="00714EBB" w:rsidP="00A6160E">
      <w:pPr>
        <w:pStyle w:val="Heading5"/>
      </w:pPr>
      <w:r w:rsidRPr="00870ED0">
        <w:t>5.2.10.16.4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the handler</w:t>
            </w:r>
          </w:p>
          <w:p w:rsidR="00714EBB" w:rsidRPr="00870ED0" w:rsidRDefault="00714EBB" w:rsidP="009B28A8">
            <w:pPr>
              <w:pStyle w:val="TAH"/>
              <w:keepNext w:val="0"/>
              <w:keepLines w:val="0"/>
            </w:pPr>
            <w:r w:rsidRPr="00870ED0">
              <w:t xml:space="preserve"> </w:t>
            </w:r>
            <w:r w:rsidR="009B28A8" w:rsidRPr="00870ED0">
              <w:t>with 81 03 01 FF FE 82 02 81 FD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ToolkitException.UNAVAILABLE_ELEMENT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getValue</w:t>
            </w:r>
            <w:r w:rsidR="009B28A8" w:rsidRPr="00870ED0">
              <w:t>Short(3)</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ToolkitException.OUT_OF_TLV_BOUNDARIES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3</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TLV 01h (Command Details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FFh Feh (type, qualifier)</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4</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Search TLV 02h (Device Identities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81h FDh (Source, Destination)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5</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the handler with 81 03 01 21 00 82 02 81 02 0D 7F 04 00 01 … 7D</w:t>
            </w:r>
          </w:p>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getValueShort(7D)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7Ch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6</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the handler with 81 03 01 21 00 82 02 81 02 0D 81 80 04 00 01 … 7E</w:t>
            </w:r>
          </w:p>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getValueShort(7D)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7Ch 7Dh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7</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getValueShort(7E)</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7Dh 7Eh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r w:rsidRPr="00870ED0">
              <w:t>8</w:t>
            </w: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the handler with 81 03 01 21 00 82 02 81 02 0D 81 F1 04 00 01 … EF</w:t>
            </w:r>
          </w:p>
          <w:p w:rsidR="00714EBB" w:rsidRPr="00870ED0" w:rsidRDefault="00714EBB">
            <w:pPr>
              <w:pStyle w:val="TAH"/>
              <w:keepNext w:val="0"/>
              <w:keepLines w:val="0"/>
            </w:pPr>
            <w:r w:rsidRPr="00870ED0">
              <w:t>Search TLV 0Dh (Text String TLV)</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9B28A8">
            <w:pPr>
              <w:pStyle w:val="TAH"/>
              <w:keepNext w:val="0"/>
              <w:keepLines w:val="0"/>
            </w:pPr>
            <w:r w:rsidRPr="00870ED0">
              <w:t>getValueShort(EF)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r w:rsidRPr="00870ED0">
              <w:t>Result is Eeh Efh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pPr>
          </w:p>
        </w:tc>
      </w:tr>
    </w:tbl>
    <w:p w:rsidR="00714EBB" w:rsidRPr="00870ED0" w:rsidRDefault="00714EBB"/>
    <w:p w:rsidR="00714EBB" w:rsidRPr="00870ED0" w:rsidRDefault="00714EBB">
      <w:pPr>
        <w:pStyle w:val="Heading4"/>
      </w:pPr>
      <w:r w:rsidRPr="00870ED0">
        <w:t>5.2.10.17</w:t>
      </w:r>
      <w:r w:rsidRPr="00870ED0">
        <w:tab/>
        <w:t>Method appendArray</w:t>
      </w:r>
    </w:p>
    <w:p w:rsidR="00714EBB" w:rsidRPr="00870ED0" w:rsidRDefault="00714EBB">
      <w:r w:rsidRPr="00870ED0">
        <w:t>Test Area Reference: Api_2_Bte_Apda</w:t>
      </w:r>
      <w:r w:rsidR="00A6160E" w:rsidRPr="00870ED0">
        <w:t>.</w:t>
      </w:r>
    </w:p>
    <w:p w:rsidR="00714EBB" w:rsidRPr="00870ED0" w:rsidRDefault="00714EBB" w:rsidP="00A6160E">
      <w:pPr>
        <w:pStyle w:val="Heading5"/>
      </w:pPr>
      <w:r w:rsidRPr="00870ED0">
        <w:t>5.2.</w:t>
      </w:r>
      <w:r w:rsidR="00A6160E" w:rsidRPr="00870ED0">
        <w:t>10.17.1</w:t>
      </w:r>
      <w:r w:rsidR="00A6160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appendArray(byte[] buffer,</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5.2.10.17.1.1</w:t>
      </w:r>
      <w:r w:rsidRPr="00870ED0">
        <w:tab/>
        <w:t>Normal execution</w:t>
      </w:r>
    </w:p>
    <w:p w:rsidR="00714EBB" w:rsidRPr="00870ED0" w:rsidRDefault="00714EBB">
      <w:pPr>
        <w:pStyle w:val="B1"/>
      </w:pPr>
      <w:r w:rsidRPr="00870ED0">
        <w:t>CRRN1: appends a buffer into the Edithandler buffer.</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lastRenderedPageBreak/>
        <w:t>5.2.10.17.1.2</w:t>
      </w:r>
      <w:r w:rsidRPr="00870ED0">
        <w:tab/>
        <w:t>Parameter errors</w:t>
      </w:r>
    </w:p>
    <w:p w:rsidR="00714EBB" w:rsidRPr="00870ED0" w:rsidRDefault="00714EBB">
      <w:pPr>
        <w:pStyle w:val="B1"/>
      </w:pPr>
      <w:r w:rsidRPr="00870ED0">
        <w:t>CRRP1: if buffer is null, a java.lang.NullPointerException is thrown.</w:t>
      </w:r>
    </w:p>
    <w:p w:rsidR="00714EBB" w:rsidRPr="00870ED0" w:rsidRDefault="00714EBB">
      <w:pPr>
        <w:pStyle w:val="B1"/>
      </w:pPr>
      <w:r w:rsidRPr="00870ED0">
        <w:t>CRRP2: if offset or length or both would cause access outside the array bounds, or if length is negative, a java.lang.ArrayIndexOutOfBoundsException is thrown.</w:t>
      </w:r>
    </w:p>
    <w:p w:rsidR="00714EBB" w:rsidRPr="00870ED0" w:rsidRDefault="00714EBB">
      <w:pPr>
        <w:pStyle w:val="H6"/>
        <w:outlineLvl w:val="0"/>
      </w:pPr>
      <w:r w:rsidRPr="00870ED0">
        <w:t>5.2.10.17.1.3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rsidP="00A6160E">
      <w:pPr>
        <w:pStyle w:val="Heading5"/>
      </w:pPr>
      <w:r w:rsidRPr="00870ED0">
        <w:t>5.2.10.17.2</w:t>
      </w:r>
      <w:r w:rsidRPr="00870ED0">
        <w:tab/>
        <w:t>Test area files</w:t>
      </w:r>
    </w:p>
    <w:p w:rsidR="00714EBB" w:rsidRPr="00870ED0" w:rsidRDefault="00714EBB" w:rsidP="002854FB">
      <w:pPr>
        <w:pStyle w:val="EX"/>
      </w:pPr>
      <w:r w:rsidRPr="00870ED0">
        <w:t>Test Source:</w:t>
      </w:r>
      <w:r w:rsidRPr="00870ED0">
        <w:tab/>
        <w:t>Test_Api_2_Bte_Apda.java</w:t>
      </w:r>
      <w:r w:rsidR="00A6160E" w:rsidRPr="00870ED0">
        <w:t>.</w:t>
      </w:r>
    </w:p>
    <w:p w:rsidR="00714EBB" w:rsidRPr="00870ED0" w:rsidRDefault="00714EBB" w:rsidP="002854FB">
      <w:pPr>
        <w:pStyle w:val="EX"/>
      </w:pPr>
      <w:r w:rsidRPr="00870ED0">
        <w:t xml:space="preserve">Test </w:t>
      </w:r>
      <w:r w:rsidR="00A6160E" w:rsidRPr="00870ED0">
        <w:t xml:space="preserve">Applet: </w:t>
      </w:r>
      <w:r w:rsidR="00A6160E" w:rsidRPr="00870ED0">
        <w:tab/>
        <w:t>Api_2_Bte_Apda _1.java.</w:t>
      </w:r>
    </w:p>
    <w:p w:rsidR="00714EBB" w:rsidRPr="00870ED0" w:rsidRDefault="00714EBB" w:rsidP="002854FB">
      <w:pPr>
        <w:pStyle w:val="EX"/>
      </w:pPr>
      <w:r w:rsidRPr="00870ED0">
        <w:t>Cap File:</w:t>
      </w:r>
      <w:r w:rsidRPr="00870ED0">
        <w:tab/>
        <w:t>api_2_bte_apda.cap</w:t>
      </w:r>
      <w:r w:rsidR="00A6160E" w:rsidRPr="00870ED0">
        <w:t>.</w:t>
      </w:r>
    </w:p>
    <w:p w:rsidR="00714EBB" w:rsidRPr="00870ED0" w:rsidRDefault="00714EBB" w:rsidP="00A6160E">
      <w:pPr>
        <w:pStyle w:val="Heading5"/>
      </w:pPr>
      <w:r w:rsidRPr="00870ED0">
        <w:t>5.2.10.17.3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9, 10, 11, 12</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A6160E"/>
    <w:p w:rsidR="00714EBB" w:rsidRPr="00870ED0" w:rsidRDefault="00714EBB" w:rsidP="00A6160E">
      <w:pPr>
        <w:pStyle w:val="Heading5"/>
      </w:pPr>
      <w:r w:rsidRPr="00870ED0">
        <w:t>5.2.10.17.4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rPr>
                <w:b w:val="0"/>
              </w:rPr>
            </w:pPr>
            <w:r w:rsidRPr="00870ED0">
              <w:rPr>
                <w:b w:val="0"/>
              </w:rPr>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Null buffer</w:t>
            </w:r>
          </w:p>
          <w:p w:rsidR="00714EBB" w:rsidRPr="00870ED0" w:rsidRDefault="009B28A8" w:rsidP="009B28A8">
            <w:pPr>
              <w:pStyle w:val="PL"/>
              <w:rPr>
                <w:noProof w:val="0"/>
              </w:rPr>
            </w:pPr>
            <w:r w:rsidRPr="00870ED0">
              <w:rPr>
                <w:noProof w:val="0"/>
              </w:rPr>
              <w:t>appendArray()</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6</w:t>
            </w:r>
          </w:p>
          <w:p w:rsidR="00714EBB" w:rsidRPr="00870ED0" w:rsidRDefault="00714EBB">
            <w:pPr>
              <w:pStyle w:val="PL"/>
              <w:rPr>
                <w:rFonts w:ascii="Courier" w:hAnsi="Courier"/>
                <w:b/>
                <w:noProof w:val="0"/>
              </w:rPr>
            </w:pPr>
            <w:r w:rsidRPr="00870ED0">
              <w:rPr>
                <w:noProof w:val="0"/>
              </w:rPr>
              <w:t>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-1</w:t>
            </w:r>
          </w:p>
          <w:p w:rsidR="00714EBB" w:rsidRPr="00870ED0" w:rsidRDefault="00714EBB">
            <w:pPr>
              <w:pStyle w:val="PL"/>
              <w:rPr>
                <w:rFonts w:ascii="Courier" w:hAnsi="Courier"/>
                <w:b/>
                <w:noProof w:val="0"/>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buffer.length</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A6160E">
            <w:pPr>
              <w:pStyle w:val="TAC"/>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A6160E">
            <w:pPr>
              <w:pStyle w:val="TAH"/>
            </w:pPr>
            <w:r w:rsidRPr="00870ED0">
              <w:t>offset + length &gt; buffer.length</w:t>
            </w:r>
          </w:p>
          <w:p w:rsidR="00714EBB" w:rsidRPr="00870ED0" w:rsidRDefault="00714EBB" w:rsidP="00A6160E">
            <w:pPr>
              <w:pStyle w:val="PL"/>
              <w:keepNext/>
              <w:keepLines/>
              <w:rPr>
                <w:noProof w:val="0"/>
              </w:rPr>
            </w:pPr>
            <w:r w:rsidRPr="00870ED0">
              <w:rPr>
                <w:noProof w:val="0"/>
              </w:rPr>
              <w:t>appendArray()</w:t>
            </w:r>
          </w:p>
          <w:p w:rsidR="00714EBB" w:rsidRPr="00870ED0" w:rsidRDefault="00714EBB" w:rsidP="00A6160E">
            <w:pPr>
              <w:pStyle w:val="PL"/>
              <w:keepNext/>
              <w:keepLines/>
              <w:rPr>
                <w:noProof w:val="0"/>
              </w:rPr>
            </w:pPr>
            <w:r w:rsidRPr="00870ED0">
              <w:rPr>
                <w:noProof w:val="0"/>
              </w:rPr>
              <w:t>buffer.length = 5</w:t>
            </w:r>
          </w:p>
          <w:p w:rsidR="00714EBB" w:rsidRPr="00870ED0" w:rsidRDefault="00714EBB" w:rsidP="00A6160E">
            <w:pPr>
              <w:pStyle w:val="PL"/>
              <w:keepNext/>
              <w:keepLines/>
              <w:rPr>
                <w:noProof w:val="0"/>
              </w:rPr>
            </w:pPr>
            <w:r w:rsidRPr="00870ED0">
              <w:rPr>
                <w:noProof w:val="0"/>
              </w:rPr>
              <w:t>offset = 3</w:t>
            </w:r>
          </w:p>
          <w:p w:rsidR="00714EBB" w:rsidRPr="00870ED0" w:rsidRDefault="00714EBB" w:rsidP="00A6160E">
            <w:pPr>
              <w:pStyle w:val="PL"/>
              <w:keepNext/>
              <w:keepLines/>
              <w:rPr>
                <w:rFonts w:ascii="Courier" w:hAnsi="Courier"/>
                <w:b/>
                <w:noProof w:val="0"/>
              </w:rPr>
            </w:pPr>
            <w:r w:rsidRPr="00870ED0">
              <w:rPr>
                <w:noProof w:val="0"/>
              </w:rPr>
              <w:t>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A6160E">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A6160E">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5</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lastRenderedPageBreak/>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buffer.length = getCapacity()+1</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getCapacity()+1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 xml:space="preserve">Initialize handler with </w:t>
            </w:r>
          </w:p>
          <w:p w:rsidR="00714EBB" w:rsidRPr="00870ED0" w:rsidRDefault="00714EBB">
            <w:pPr>
              <w:pStyle w:val="TAH"/>
              <w:keepNext w:val="0"/>
              <w:keepLines w:val="0"/>
            </w:pPr>
            <w:r w:rsidRPr="00870ED0">
              <w:t>81 03 01 00 00 82 02 81 00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FF FE … F8</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buffer = FF FE … F8</w:t>
            </w:r>
          </w:p>
          <w:p w:rsidR="00714EBB" w:rsidRPr="00870ED0" w:rsidRDefault="00714EBB">
            <w:pPr>
              <w:pStyle w:val="PL"/>
              <w:rPr>
                <w:noProof w:val="0"/>
              </w:rPr>
            </w:pPr>
            <w:r w:rsidRPr="00870ED0">
              <w:rPr>
                <w:noProof w:val="0"/>
              </w:rPr>
              <w:t>offset = 0</w:t>
            </w:r>
          </w:p>
          <w:p w:rsidR="00714EBB" w:rsidRPr="00870ED0" w:rsidRDefault="00714EBB">
            <w:pPr>
              <w:pStyle w:val="PL"/>
              <w:rPr>
                <w:rFonts w:ascii="Courier" w:hAnsi="Courier"/>
                <w:b/>
                <w:noProof w:val="0"/>
              </w:rPr>
            </w:pPr>
            <w:r w:rsidRPr="00870ED0">
              <w:rPr>
                <w:noProof w:val="0"/>
              </w:rPr>
              <w:t>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rFonts w:ascii="Courier" w:hAnsi="Courier"/>
                <w:b/>
                <w:noProof w:val="0"/>
              </w:rPr>
            </w:pPr>
            <w:r w:rsidRPr="00870ED0">
              <w:rPr>
                <w:noProof w:val="0"/>
              </w:rPr>
              <w:t>compareBuffer = FF FE … F8</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00 01 … 07</w:t>
            </w:r>
          </w:p>
          <w:p w:rsidR="00714EBB" w:rsidRPr="00870ED0" w:rsidRDefault="00714EBB">
            <w:pPr>
              <w:pStyle w:val="PL"/>
              <w:rPr>
                <w:noProof w:val="0"/>
              </w:rPr>
            </w:pPr>
            <w:r w:rsidRPr="00870ED0">
              <w:rPr>
                <w:noProof w:val="0"/>
              </w:rPr>
              <w:t>offset = 2</w:t>
            </w:r>
          </w:p>
          <w:p w:rsidR="00714EBB" w:rsidRPr="00870ED0" w:rsidRDefault="00714EBB">
            <w:pPr>
              <w:pStyle w:val="PL"/>
              <w:rPr>
                <w:rFonts w:ascii="Courier" w:hAnsi="Courier"/>
                <w:b/>
                <w:noProof w:val="0"/>
              </w:rPr>
            </w:pPr>
            <w:r w:rsidRPr="00870ED0">
              <w:rPr>
                <w:noProof w:val="0"/>
              </w:rPr>
              <w:t>length = 6</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rFonts w:ascii="Courier" w:hAnsi="Courier"/>
                <w:b/>
                <w:noProof w:val="0"/>
              </w:rPr>
            </w:pPr>
            <w:r w:rsidRPr="00870ED0">
              <w:rPr>
                <w:noProof w:val="0"/>
              </w:rPr>
              <w:t>compareBuffer = FF FE … F8 02 03 … 07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11 22 … 88</w:t>
            </w:r>
          </w:p>
          <w:p w:rsidR="00714EBB" w:rsidRPr="00870ED0" w:rsidRDefault="00714EBB">
            <w:pPr>
              <w:pStyle w:val="PL"/>
              <w:rPr>
                <w:noProof w:val="0"/>
              </w:rPr>
            </w:pPr>
            <w:r w:rsidRPr="00870ED0">
              <w:rPr>
                <w:noProof w:val="0"/>
              </w:rPr>
              <w:t>offset = 2</w:t>
            </w:r>
          </w:p>
          <w:p w:rsidR="00714EBB" w:rsidRPr="00870ED0" w:rsidRDefault="00714EBB">
            <w:pPr>
              <w:pStyle w:val="PL"/>
              <w:rPr>
                <w:rFonts w:ascii="Courier" w:hAnsi="Courier"/>
                <w:b/>
                <w:noProof w:val="0"/>
              </w:rPr>
            </w:pPr>
            <w:r w:rsidRPr="00870ED0">
              <w:rPr>
                <w:noProof w:val="0"/>
              </w:rPr>
              <w:t>length = 4</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rFonts w:ascii="Courier" w:hAnsi="Courier"/>
                <w:b/>
                <w:noProof w:val="0"/>
              </w:rPr>
            </w:pPr>
            <w:r w:rsidRPr="00870ED0">
              <w:rPr>
                <w:noProof w:val="0"/>
              </w:rPr>
              <w:t>compareBuffer = FF FE … F8 02 03 … 07 33 44 55 66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6160E">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New" w:hAnsi="Courier New"/>
              </w:rPr>
            </w:pPr>
            <w:r w:rsidRPr="00870ED0">
              <w:t>Successful call</w:t>
            </w:r>
          </w:p>
          <w:p w:rsidR="00714EBB" w:rsidRPr="00870ED0" w:rsidRDefault="00714EBB">
            <w:pPr>
              <w:pStyle w:val="PL"/>
              <w:rPr>
                <w:noProof w:val="0"/>
              </w:rPr>
            </w:pPr>
            <w:r w:rsidRPr="00870ED0">
              <w:rPr>
                <w:noProof w:val="0"/>
              </w:rPr>
              <w:t>appendArray()</w:t>
            </w:r>
          </w:p>
          <w:p w:rsidR="00714EBB" w:rsidRPr="00870ED0" w:rsidRDefault="00714EBB">
            <w:pPr>
              <w:pStyle w:val="PL"/>
              <w:rPr>
                <w:noProof w:val="0"/>
              </w:rPr>
            </w:pPr>
            <w:r w:rsidRPr="00870ED0">
              <w:rPr>
                <w:noProof w:val="0"/>
              </w:rPr>
              <w:t>buffer = 00 01 … FC</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253</w:t>
            </w:r>
          </w:p>
        </w:tc>
        <w:tc>
          <w:tcPr>
            <w:tcW w:w="2835" w:type="dxa"/>
            <w:tcBorders>
              <w:top w:val="single" w:sz="4" w:space="0" w:color="808080"/>
              <w:left w:val="single" w:sz="4" w:space="0" w:color="auto"/>
              <w:bottom w:val="nil"/>
              <w:right w:val="single" w:sz="4" w:space="0" w:color="auto"/>
            </w:tcBorders>
          </w:tcPr>
          <w:p w:rsidR="00714EBB" w:rsidRPr="00870ED0" w:rsidRDefault="00714EBB" w:rsidP="00A6160E">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A6160E">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A6160E">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Courier" w:hAnsi="Courier"/>
                <w:b/>
                <w:noProof w:val="0"/>
              </w:rPr>
            </w:pPr>
            <w:r w:rsidRPr="00870ED0">
              <w:rPr>
                <w:noProof w:val="0"/>
              </w:rPr>
              <w:t>compareBuffer = 00 01 … FC</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A6160E">
            <w:pPr>
              <w:pStyle w:val="TAC"/>
            </w:pPr>
          </w:p>
        </w:tc>
      </w:tr>
    </w:tbl>
    <w:p w:rsidR="00714EBB" w:rsidRPr="00870ED0" w:rsidRDefault="00714EBB"/>
    <w:p w:rsidR="00714EBB" w:rsidRPr="00870ED0" w:rsidRDefault="00714EBB">
      <w:pPr>
        <w:pStyle w:val="Heading4"/>
      </w:pPr>
      <w:r w:rsidRPr="00870ED0">
        <w:t>5.2.10.18</w:t>
      </w:r>
      <w:r w:rsidRPr="00870ED0">
        <w:tab/>
        <w:t xml:space="preserve">Method appendTLV(byte tag, byte value) </w:t>
      </w:r>
    </w:p>
    <w:p w:rsidR="00714EBB" w:rsidRPr="00870ED0" w:rsidRDefault="00714EBB">
      <w:r w:rsidRPr="00870ED0">
        <w:t>Test Area Reference: Api_2_Bte_Aptlbb</w:t>
      </w:r>
      <w:r w:rsidR="00A6160E" w:rsidRPr="00870ED0">
        <w:t>.</w:t>
      </w:r>
    </w:p>
    <w:p w:rsidR="00714EBB" w:rsidRPr="00870ED0" w:rsidRDefault="00714EBB" w:rsidP="00A6160E">
      <w:pPr>
        <w:pStyle w:val="Heading5"/>
      </w:pPr>
      <w:r w:rsidRPr="00870ED0">
        <w:t>5.2.</w:t>
      </w:r>
      <w:r w:rsidR="00A6160E" w:rsidRPr="00870ED0">
        <w:t>10.18.1</w:t>
      </w:r>
      <w:r w:rsidR="00A6160E"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 (byte tag, byte value)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lastRenderedPageBreak/>
        <w:t>5.2.10.18.1.1</w:t>
      </w:r>
      <w:r w:rsidRPr="00870ED0">
        <w:tab/>
        <w:t>Normal execution</w:t>
      </w:r>
    </w:p>
    <w:p w:rsidR="00714EBB" w:rsidRPr="00870ED0" w:rsidRDefault="00714EBB">
      <w:pPr>
        <w:pStyle w:val="B1"/>
      </w:pPr>
      <w:r w:rsidRPr="00870ED0">
        <w:t>CRRN1: Appends a TLV element to the current TLV list (1-byte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5.2.10.18.1.2</w:t>
      </w:r>
      <w:r w:rsidRPr="00870ED0">
        <w:tab/>
        <w:t>Parameter errors</w:t>
      </w:r>
    </w:p>
    <w:p w:rsidR="00714EBB" w:rsidRPr="00870ED0" w:rsidRDefault="00714EBB">
      <w:r w:rsidRPr="00870ED0">
        <w:t>No requirements</w:t>
      </w:r>
      <w:r w:rsidR="00A6160E" w:rsidRPr="00870ED0">
        <w:t>.</w:t>
      </w:r>
    </w:p>
    <w:p w:rsidR="00714EBB" w:rsidRPr="00870ED0" w:rsidRDefault="00714EBB">
      <w:pPr>
        <w:pStyle w:val="H6"/>
        <w:outlineLvl w:val="0"/>
      </w:pPr>
      <w:r w:rsidRPr="00870ED0">
        <w:t>5.2.10.18.1.3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rsidP="00A6160E">
      <w:pPr>
        <w:pStyle w:val="Heading5"/>
      </w:pPr>
      <w:r w:rsidRPr="00870ED0">
        <w:t>5.2.10.18.2</w:t>
      </w:r>
      <w:r w:rsidRPr="00870ED0">
        <w:tab/>
        <w:t>Test area files</w:t>
      </w:r>
    </w:p>
    <w:p w:rsidR="00714EBB" w:rsidRPr="00870ED0" w:rsidRDefault="00714EBB" w:rsidP="002854FB">
      <w:pPr>
        <w:pStyle w:val="EX"/>
      </w:pPr>
      <w:r w:rsidRPr="00870ED0">
        <w:t>Test Source:</w:t>
      </w:r>
      <w:r w:rsidRPr="00870ED0">
        <w:tab/>
        <w:t>Test_Api_2_Bte_Aptlbb.java</w:t>
      </w:r>
      <w:r w:rsidR="00A6160E" w:rsidRPr="00870ED0">
        <w:t>.</w:t>
      </w:r>
    </w:p>
    <w:p w:rsidR="00714EBB" w:rsidRPr="00870ED0" w:rsidRDefault="00714EBB" w:rsidP="002854FB">
      <w:pPr>
        <w:pStyle w:val="EX"/>
      </w:pPr>
      <w:r w:rsidRPr="00870ED0">
        <w:t>Test A</w:t>
      </w:r>
      <w:r w:rsidR="00A6160E" w:rsidRPr="00870ED0">
        <w:t xml:space="preserve">pplet: </w:t>
      </w:r>
      <w:r w:rsidR="00A6160E" w:rsidRPr="00870ED0">
        <w:tab/>
        <w:t>Api_2_Bte_Aptlbb_1.java.</w:t>
      </w:r>
    </w:p>
    <w:p w:rsidR="00714EBB" w:rsidRPr="00870ED0" w:rsidRDefault="00714EBB" w:rsidP="002854FB">
      <w:pPr>
        <w:pStyle w:val="EX"/>
      </w:pPr>
      <w:r w:rsidRPr="00870ED0">
        <w:t>Cap File:</w:t>
      </w:r>
      <w:r w:rsidRPr="00870ED0">
        <w:tab/>
        <w:t>api_2_bte_aptlbb.cap</w:t>
      </w:r>
      <w:r w:rsidR="00A6160E" w:rsidRPr="00870ED0">
        <w:t>.</w:t>
      </w:r>
    </w:p>
    <w:p w:rsidR="00714EBB" w:rsidRPr="00870ED0" w:rsidRDefault="00714EBB" w:rsidP="00A6160E">
      <w:pPr>
        <w:pStyle w:val="Heading5"/>
      </w:pPr>
      <w:r w:rsidRPr="00870ED0">
        <w:t>5.2.10.18.3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A6160E"/>
    <w:p w:rsidR="00714EBB" w:rsidRPr="00870ED0" w:rsidRDefault="00714EBB" w:rsidP="00A6160E">
      <w:pPr>
        <w:pStyle w:val="Heading5"/>
      </w:pPr>
      <w:r w:rsidRPr="00870ED0">
        <w:t>5.2.10.18.4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9B28A8" w:rsidP="009B28A8">
            <w:pPr>
              <w:pStyle w:val="TAH"/>
              <w:keepNext w:val="0"/>
              <w:keepLines w:val="0"/>
            </w:pPr>
            <w:r w:rsidRPr="00870ED0">
              <w:t xml:space="preserve"> Call the appendTLV()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 with</w:t>
            </w:r>
          </w:p>
          <w:p w:rsidR="00714EBB" w:rsidRPr="00870ED0" w:rsidRDefault="00714EBB">
            <w:pPr>
              <w:pStyle w:val="TAH"/>
              <w:keepNext w:val="0"/>
              <w:keepLines w:val="0"/>
            </w:pPr>
            <w:r w:rsidRPr="00870ED0">
              <w:t>81 03 01 00 00 82 02 81 00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w:t>
            </w:r>
            <w:r w:rsidR="009B28A8" w:rsidRPr="00870ED0">
              <w:t>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01 00</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keepLines w:val="0"/>
            </w:pPr>
            <w:r w:rsidRPr="00870ED0">
              <w:lastRenderedPageBreak/>
              <w:t>4</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keepLines w:val="0"/>
            </w:pPr>
            <w:r w:rsidRPr="00870ED0">
              <w:t>Successful call</w:t>
            </w:r>
          </w:p>
          <w:p w:rsidR="00714EBB" w:rsidRPr="00870ED0" w:rsidRDefault="00714EBB" w:rsidP="00010296">
            <w:pPr>
              <w:pStyle w:val="PL"/>
              <w:keepNext/>
              <w:rPr>
                <w:noProof w:val="0"/>
              </w:rPr>
            </w:pPr>
            <w:r w:rsidRPr="00870ED0">
              <w:rPr>
                <w:noProof w:val="0"/>
              </w:rPr>
              <w:t>appendTLV()</w:t>
            </w:r>
          </w:p>
          <w:p w:rsidR="00714EBB" w:rsidRPr="00870ED0" w:rsidRDefault="00714EBB" w:rsidP="00010296">
            <w:pPr>
              <w:pStyle w:val="PL"/>
              <w:keepNext/>
              <w:rPr>
                <w:noProof w:val="0"/>
              </w:rPr>
            </w:pPr>
            <w:r w:rsidRPr="00870ED0">
              <w:rPr>
                <w:noProof w:val="0"/>
              </w:rPr>
              <w:t>tag = 01h</w:t>
            </w:r>
          </w:p>
          <w:p w:rsidR="00714EBB" w:rsidRPr="00870ED0" w:rsidRDefault="00714EBB" w:rsidP="00010296">
            <w:pPr>
              <w:pStyle w:val="PL"/>
              <w:keepNext/>
              <w:rPr>
                <w:noProof w:val="0"/>
              </w:rPr>
            </w:pPr>
            <w:r w:rsidRPr="00870ED0">
              <w:rPr>
                <w:noProof w:val="0"/>
              </w:rPr>
              <w:t>value = FEh</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01 00 01 01 FE</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A6160E">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6160E">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250</w:t>
            </w:r>
          </w:p>
          <w:p w:rsidR="00714EBB" w:rsidRPr="00870ED0" w:rsidRDefault="00714EBB">
            <w:pPr>
              <w:pStyle w:val="PL"/>
              <w:rPr>
                <w:noProof w:val="0"/>
              </w:rPr>
            </w:pPr>
            <w:r w:rsidRPr="00870ED0">
              <w:rPr>
                <w:noProof w:val="0"/>
              </w:rPr>
              <w:t>buffer = 00 81 F7 03 04 … F9</w:t>
            </w:r>
          </w:p>
        </w:tc>
        <w:tc>
          <w:tcPr>
            <w:tcW w:w="2835" w:type="dxa"/>
            <w:tcBorders>
              <w:top w:val="nil"/>
              <w:left w:val="single" w:sz="4" w:space="0" w:color="auto"/>
              <w:bottom w:val="nil"/>
              <w:right w:val="single" w:sz="4" w:space="0" w:color="auto"/>
            </w:tcBorders>
          </w:tcPr>
          <w:p w:rsidR="00714EBB" w:rsidRPr="00870ED0" w:rsidRDefault="00714EBB" w:rsidP="00A6160E">
            <w:pPr>
              <w:pStyle w:val="TAL"/>
            </w:pPr>
          </w:p>
        </w:tc>
        <w:tc>
          <w:tcPr>
            <w:tcW w:w="2410" w:type="dxa"/>
            <w:tcBorders>
              <w:top w:val="nil"/>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6160E">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w:t>
            </w:r>
          </w:p>
        </w:tc>
        <w:tc>
          <w:tcPr>
            <w:tcW w:w="2835" w:type="dxa"/>
            <w:tcBorders>
              <w:top w:val="nil"/>
              <w:left w:val="single" w:sz="4" w:space="0" w:color="auto"/>
              <w:bottom w:val="nil"/>
              <w:right w:val="single" w:sz="4" w:space="0" w:color="auto"/>
            </w:tcBorders>
          </w:tcPr>
          <w:p w:rsidR="00714EBB" w:rsidRPr="00870ED0" w:rsidRDefault="00714EBB" w:rsidP="00A6160E">
            <w:pPr>
              <w:pStyle w:val="TAL"/>
            </w:pPr>
          </w:p>
        </w:tc>
        <w:tc>
          <w:tcPr>
            <w:tcW w:w="2410" w:type="dxa"/>
            <w:tcBorders>
              <w:top w:val="nil"/>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6160E">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getLength()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nil"/>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A6160E">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rsidP="00A6160E">
            <w:pPr>
              <w:pStyle w:val="TAC"/>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A6160E">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w:t>
            </w:r>
          </w:p>
          <w:p w:rsidR="00714EBB" w:rsidRPr="00870ED0" w:rsidRDefault="00714EBB">
            <w:pPr>
              <w:pStyle w:val="PL"/>
              <w:rPr>
                <w:noProof w:val="0"/>
              </w:rPr>
            </w:pPr>
            <w:r w:rsidRPr="00870ED0">
              <w:rPr>
                <w:noProof w:val="0"/>
              </w:rPr>
              <w:t>compareBuffer = 00 81 F7 03 04 … F9 84 01 00</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rsidP="00A6160E">
            <w:pPr>
              <w:pStyle w:val="TAC"/>
            </w:pPr>
          </w:p>
        </w:tc>
      </w:tr>
    </w:tbl>
    <w:p w:rsidR="00714EBB" w:rsidRPr="00870ED0" w:rsidRDefault="00714EBB"/>
    <w:p w:rsidR="00714EBB" w:rsidRPr="00870ED0" w:rsidRDefault="00714EBB">
      <w:pPr>
        <w:pStyle w:val="Heading4"/>
      </w:pPr>
      <w:r w:rsidRPr="00870ED0">
        <w:t>5.2.10.19</w:t>
      </w:r>
      <w:r w:rsidRPr="00870ED0">
        <w:tab/>
        <w:t xml:space="preserve">Method appendTLV(byte tag, byte value1, byte value2) </w:t>
      </w:r>
    </w:p>
    <w:p w:rsidR="00714EBB" w:rsidRPr="00870ED0" w:rsidRDefault="00714EBB">
      <w:r w:rsidRPr="00870ED0">
        <w:t>Test Area Reference: Api_2_Bte_Aptlbbb</w:t>
      </w:r>
      <w:r w:rsidR="00A6160E" w:rsidRPr="00870ED0">
        <w:t>.</w:t>
      </w:r>
    </w:p>
    <w:p w:rsidR="00714EBB" w:rsidRPr="00870ED0" w:rsidRDefault="00714EBB" w:rsidP="00A6160E">
      <w:pPr>
        <w:pStyle w:val="Heading5"/>
      </w:pPr>
      <w:r w:rsidRPr="00870ED0">
        <w:t>5.2.1</w:t>
      </w:r>
      <w:r w:rsidR="00A6160E" w:rsidRPr="00870ED0">
        <w:t>0.19.1</w:t>
      </w:r>
      <w:r w:rsidR="00A6160E"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5.2.10.19.1.1</w:t>
      </w:r>
      <w:r w:rsidRPr="00870ED0">
        <w:tab/>
        <w:t>Normal execution</w:t>
      </w:r>
    </w:p>
    <w:p w:rsidR="00714EBB" w:rsidRPr="00870ED0" w:rsidRDefault="00714EBB">
      <w:pPr>
        <w:pStyle w:val="B1"/>
      </w:pPr>
      <w:r w:rsidRPr="00870ED0">
        <w:t>CRRN1: Appends a TLV element to the cur</w:t>
      </w:r>
      <w:r w:rsidR="00A6160E" w:rsidRPr="00870ED0">
        <w:t>rent TLV list (2-byte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5.2.10.19.1.2</w:t>
      </w:r>
      <w:r w:rsidRPr="00870ED0">
        <w:tab/>
        <w:t>Parameter errors</w:t>
      </w:r>
    </w:p>
    <w:p w:rsidR="00714EBB" w:rsidRPr="00870ED0" w:rsidRDefault="00714EBB">
      <w:r w:rsidRPr="00870ED0">
        <w:t>No requirements</w:t>
      </w:r>
      <w:r w:rsidR="00A6160E" w:rsidRPr="00870ED0">
        <w:t>.</w:t>
      </w:r>
    </w:p>
    <w:p w:rsidR="00714EBB" w:rsidRPr="00870ED0" w:rsidRDefault="00714EBB">
      <w:pPr>
        <w:pStyle w:val="H6"/>
        <w:outlineLvl w:val="0"/>
      </w:pPr>
      <w:r w:rsidRPr="00870ED0">
        <w:t>5.2.10.19.1.3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rsidP="00A6160E">
      <w:pPr>
        <w:pStyle w:val="Heading5"/>
      </w:pPr>
      <w:r w:rsidRPr="00870ED0">
        <w:lastRenderedPageBreak/>
        <w:t>5.2.10.19.2</w:t>
      </w:r>
      <w:r w:rsidRPr="00870ED0">
        <w:tab/>
        <w:t>Test area files</w:t>
      </w:r>
    </w:p>
    <w:p w:rsidR="00714EBB" w:rsidRPr="00870ED0" w:rsidRDefault="00714EBB" w:rsidP="00A6160E">
      <w:pPr>
        <w:pStyle w:val="EX"/>
        <w:keepNext/>
      </w:pPr>
      <w:r w:rsidRPr="00870ED0">
        <w:t>Test Source:</w:t>
      </w:r>
      <w:r w:rsidRPr="00870ED0">
        <w:tab/>
        <w:t>Test_Api_2_Bte_Aptlbbb.java</w:t>
      </w:r>
      <w:r w:rsidR="00A6160E" w:rsidRPr="00870ED0">
        <w:t>.</w:t>
      </w:r>
    </w:p>
    <w:p w:rsidR="00714EBB" w:rsidRPr="00870ED0" w:rsidRDefault="00714EBB" w:rsidP="00A6160E">
      <w:pPr>
        <w:pStyle w:val="EX"/>
        <w:keepNext/>
      </w:pPr>
      <w:r w:rsidRPr="00870ED0">
        <w:t>Test Ap</w:t>
      </w:r>
      <w:r w:rsidR="00A6160E" w:rsidRPr="00870ED0">
        <w:t xml:space="preserve">plet: </w:t>
      </w:r>
      <w:r w:rsidR="00A6160E" w:rsidRPr="00870ED0">
        <w:tab/>
        <w:t>Api_2_Bte_Aptlbbb_1.java.</w:t>
      </w:r>
    </w:p>
    <w:p w:rsidR="00714EBB" w:rsidRPr="00870ED0" w:rsidRDefault="00714EBB" w:rsidP="00A6160E">
      <w:pPr>
        <w:pStyle w:val="EX"/>
        <w:keepNext/>
      </w:pPr>
      <w:r w:rsidRPr="00870ED0">
        <w:t>Cap File:</w:t>
      </w:r>
      <w:r w:rsidRPr="00870ED0">
        <w:tab/>
        <w:t>api_2_bte_aptlbbb.cap</w:t>
      </w:r>
      <w:r w:rsidR="00A6160E" w:rsidRPr="00870ED0">
        <w:t>.</w:t>
      </w:r>
    </w:p>
    <w:p w:rsidR="00714EBB" w:rsidRPr="00870ED0" w:rsidRDefault="00714EBB" w:rsidP="00010296">
      <w:pPr>
        <w:pStyle w:val="Heading5"/>
      </w:pPr>
      <w:r w:rsidRPr="00870ED0">
        <w:t>5.2.10.19.3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rsidP="00010296">
            <w:pPr>
              <w:pStyle w:val="TAH"/>
              <w:keepLines w:val="0"/>
            </w:pPr>
            <w:r w:rsidRPr="00870ED0">
              <w:t>Test case number</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A6160E">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A6160E"/>
    <w:p w:rsidR="00714EBB" w:rsidRPr="00870ED0" w:rsidRDefault="00714EBB" w:rsidP="00A6160E">
      <w:pPr>
        <w:pStyle w:val="Heading5"/>
      </w:pPr>
      <w:r w:rsidRPr="00870ED0">
        <w:t>5.2.10.19.4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010296">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Handler Overflow exception: </w:t>
            </w:r>
          </w:p>
          <w:p w:rsidR="00714EBB" w:rsidRPr="00870ED0" w:rsidRDefault="00010296" w:rsidP="00010296">
            <w:pPr>
              <w:pStyle w:val="TAH"/>
              <w:keepNext w:val="0"/>
              <w:keepLines w:val="0"/>
            </w:pPr>
            <w:r w:rsidRPr="00870ED0">
              <w:t>Call the appendTLV() method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 with</w:t>
            </w:r>
          </w:p>
          <w:p w:rsidR="00714EBB" w:rsidRPr="00870ED0" w:rsidRDefault="00714EBB">
            <w:pPr>
              <w:pStyle w:val="TAH"/>
              <w:keepNext w:val="0"/>
              <w:keepLines w:val="0"/>
            </w:pPr>
            <w:r w:rsidRPr="00870ED0">
              <w:t>81 03 01 00 00 82 02 81 00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keepNext w:val="0"/>
              <w:keepLines w:val="0"/>
            </w:pPr>
            <w:r w:rsidRPr="00870ED0">
              <w:t>Verify Cur</w:t>
            </w:r>
            <w:r w:rsidR="00010296" w:rsidRPr="00870ED0">
              <w:t>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w:t>
            </w:r>
          </w:p>
          <w:p w:rsidR="00714EBB" w:rsidRPr="00870ED0" w:rsidRDefault="00714EBB">
            <w:pPr>
              <w:pStyle w:val="PL"/>
              <w:rPr>
                <w:noProof w:val="0"/>
              </w:rPr>
            </w:pPr>
            <w:r w:rsidRPr="00870ED0">
              <w:rPr>
                <w:noProof w:val="0"/>
              </w:rPr>
              <w:t>value2 = 01h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02 00 01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w:t>
            </w:r>
          </w:p>
          <w:p w:rsidR="00714EBB" w:rsidRPr="00870ED0" w:rsidRDefault="00714EBB">
            <w:pPr>
              <w:pStyle w:val="PL"/>
              <w:rPr>
                <w:noProof w:val="0"/>
              </w:rPr>
            </w:pPr>
            <w:r w:rsidRPr="00870ED0">
              <w:rPr>
                <w:noProof w:val="0"/>
              </w:rPr>
              <w:t>value2 = FDh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84 02 00 01 01 02 FE FD</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10296">
            <w:pPr>
              <w:pStyle w:val="TAC"/>
            </w:pPr>
            <w:r w:rsidRPr="00870ED0">
              <w:t>5</w:t>
            </w:r>
          </w:p>
        </w:tc>
        <w:tc>
          <w:tcPr>
            <w:tcW w:w="4111" w:type="dxa"/>
            <w:tcBorders>
              <w:top w:val="single" w:sz="4" w:space="0" w:color="auto"/>
              <w:left w:val="single" w:sz="4" w:space="0" w:color="auto"/>
              <w:bottom w:val="nil"/>
              <w:right w:val="single" w:sz="4" w:space="0" w:color="auto"/>
            </w:tcBorders>
          </w:tcPr>
          <w:p w:rsidR="00714EBB" w:rsidRPr="00870ED0" w:rsidRDefault="00714EBB" w:rsidP="00010296">
            <w:pPr>
              <w:pStyle w:val="TAH"/>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010296">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010296">
            <w:pPr>
              <w:pStyle w:val="TAC"/>
            </w:pP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C"/>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H"/>
            </w:pPr>
            <w:r w:rsidRPr="00870ED0">
              <w:t>Call appendArray()</w:t>
            </w:r>
          </w:p>
          <w:p w:rsidR="00714EBB" w:rsidRPr="00870ED0" w:rsidRDefault="00714EBB" w:rsidP="00010296">
            <w:pPr>
              <w:pStyle w:val="PL"/>
              <w:keepNext/>
              <w:keepLines/>
              <w:rPr>
                <w:noProof w:val="0"/>
              </w:rPr>
            </w:pPr>
            <w:r w:rsidRPr="00870ED0">
              <w:rPr>
                <w:noProof w:val="0"/>
              </w:rPr>
              <w:t>length = 249</w:t>
            </w:r>
          </w:p>
          <w:p w:rsidR="00714EBB" w:rsidRPr="00870ED0" w:rsidRDefault="00714EBB" w:rsidP="00010296">
            <w:pPr>
              <w:pStyle w:val="PL"/>
              <w:keepNext/>
              <w:keepLines/>
              <w:rPr>
                <w:noProof w:val="0"/>
              </w:rPr>
            </w:pPr>
            <w:r w:rsidRPr="00870ED0">
              <w:rPr>
                <w:noProof w:val="0"/>
              </w:rPr>
              <w:t>buffer = 00 81 F6 03 04 … F8</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L"/>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rsidP="00010296">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010296">
            <w:pPr>
              <w:pStyle w:val="TAC"/>
            </w:pPr>
          </w:p>
        </w:tc>
        <w:tc>
          <w:tcPr>
            <w:tcW w:w="4111" w:type="dxa"/>
            <w:tcBorders>
              <w:top w:val="nil"/>
              <w:left w:val="single" w:sz="4" w:space="0" w:color="auto"/>
              <w:bottom w:val="nil"/>
              <w:right w:val="single" w:sz="4" w:space="0" w:color="auto"/>
            </w:tcBorders>
          </w:tcPr>
          <w:p w:rsidR="00714EBB" w:rsidRPr="00870ED0" w:rsidRDefault="00714EBB" w:rsidP="00010296">
            <w:pPr>
              <w:pStyle w:val="TAH"/>
            </w:pPr>
            <w:r w:rsidRPr="00870ED0">
              <w:t>Successful call</w:t>
            </w:r>
          </w:p>
          <w:p w:rsidR="00714EBB" w:rsidRPr="00870ED0" w:rsidRDefault="00714EBB" w:rsidP="00010296">
            <w:pPr>
              <w:pStyle w:val="PL"/>
              <w:keepNext/>
              <w:keepLines/>
              <w:rPr>
                <w:noProof w:val="0"/>
              </w:rPr>
            </w:pPr>
            <w:r w:rsidRPr="00870ED0">
              <w:rPr>
                <w:noProof w:val="0"/>
              </w:rPr>
              <w:t>appendTLV()</w:t>
            </w:r>
          </w:p>
          <w:p w:rsidR="00714EBB" w:rsidRPr="00870ED0" w:rsidRDefault="00714EBB" w:rsidP="00010296">
            <w:pPr>
              <w:pStyle w:val="PL"/>
              <w:keepNext/>
              <w:keepLines/>
              <w:rPr>
                <w:noProof w:val="0"/>
              </w:rPr>
            </w:pPr>
            <w:r w:rsidRPr="00870ED0">
              <w:rPr>
                <w:noProof w:val="0"/>
              </w:rPr>
              <w:t>tag = 84h</w:t>
            </w:r>
          </w:p>
          <w:p w:rsidR="00714EBB" w:rsidRPr="00870ED0" w:rsidRDefault="00714EBB" w:rsidP="00010296">
            <w:pPr>
              <w:pStyle w:val="PL"/>
              <w:keepNext/>
              <w:keepLines/>
              <w:rPr>
                <w:noProof w:val="0"/>
              </w:rPr>
            </w:pPr>
            <w:r w:rsidRPr="00870ED0">
              <w:rPr>
                <w:noProof w:val="0"/>
              </w:rPr>
              <w:t xml:space="preserve">value1 = 00h </w:t>
            </w:r>
          </w:p>
          <w:p w:rsidR="00714EBB" w:rsidRPr="00870ED0" w:rsidRDefault="00714EBB" w:rsidP="00010296">
            <w:pPr>
              <w:pStyle w:val="PL"/>
              <w:keepNext/>
              <w:keepLines/>
              <w:rPr>
                <w:rFonts w:ascii="Courier" w:hAnsi="Courier"/>
                <w:b/>
                <w:noProof w:val="0"/>
              </w:rPr>
            </w:pPr>
            <w:r w:rsidRPr="00870ED0">
              <w:rPr>
                <w:noProof w:val="0"/>
              </w:rPr>
              <w:t>value2 = 01h</w:t>
            </w:r>
          </w:p>
        </w:tc>
        <w:tc>
          <w:tcPr>
            <w:tcW w:w="2835" w:type="dxa"/>
            <w:tcBorders>
              <w:top w:val="nil"/>
              <w:left w:val="single" w:sz="4" w:space="0" w:color="auto"/>
              <w:bottom w:val="nil"/>
              <w:right w:val="single" w:sz="4" w:space="0" w:color="auto"/>
            </w:tcBorders>
          </w:tcPr>
          <w:p w:rsidR="00714EBB" w:rsidRPr="00870ED0" w:rsidRDefault="00714EBB" w:rsidP="00010296">
            <w:pPr>
              <w:pStyle w:val="TAL"/>
            </w:pPr>
          </w:p>
        </w:tc>
        <w:tc>
          <w:tcPr>
            <w:tcW w:w="2410" w:type="dxa"/>
            <w:tcBorders>
              <w:top w:val="nil"/>
              <w:left w:val="single" w:sz="4" w:space="0" w:color="auto"/>
              <w:bottom w:val="nil"/>
              <w:right w:val="single" w:sz="4" w:space="0" w:color="auto"/>
            </w:tcBorders>
          </w:tcPr>
          <w:p w:rsidR="00714EBB" w:rsidRPr="00870ED0" w:rsidRDefault="00714EBB" w:rsidP="00010296">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rPr>
                <w:rFonts w:ascii="Courier" w:hAnsi="Courier"/>
                <w:b w:val="0"/>
              </w:rPr>
            </w:pPr>
            <w:r w:rsidRPr="00870ED0">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010296">
            <w:pPr>
              <w:pStyle w:val="TAL"/>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10296">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rsidP="00010296">
            <w:pPr>
              <w:pStyle w:val="TAH"/>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071B49">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010296">
            <w:pPr>
              <w:pStyle w:val="TAC"/>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H"/>
            </w:pPr>
            <w:r w:rsidRPr="00870ED0">
              <w:t>Compare handler</w:t>
            </w:r>
          </w:p>
          <w:p w:rsidR="00714EBB" w:rsidRPr="00870ED0" w:rsidRDefault="00714EBB" w:rsidP="00010296">
            <w:pPr>
              <w:pStyle w:val="PL"/>
              <w:keepNext/>
              <w:keepLines/>
              <w:rPr>
                <w:rFonts w:ascii="Courier" w:hAnsi="Courier"/>
                <w:b/>
                <w:noProof w:val="0"/>
              </w:rPr>
            </w:pPr>
            <w:r w:rsidRPr="00870ED0">
              <w:rPr>
                <w:noProof w:val="0"/>
              </w:rPr>
              <w:t>compareBuffer = 00 81 F6 03 04 … F8 84 02 00 01</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L"/>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10296">
            <w:pPr>
              <w:pStyle w:val="TAC"/>
            </w:pPr>
          </w:p>
        </w:tc>
      </w:tr>
    </w:tbl>
    <w:p w:rsidR="00714EBB" w:rsidRPr="00870ED0" w:rsidRDefault="00714EBB" w:rsidP="00071B49"/>
    <w:p w:rsidR="00714EBB" w:rsidRPr="00870ED0" w:rsidRDefault="00714EBB" w:rsidP="009B28A8">
      <w:pPr>
        <w:pStyle w:val="Heading4"/>
      </w:pPr>
      <w:r w:rsidRPr="00870ED0">
        <w:lastRenderedPageBreak/>
        <w:t>5.2.10.20</w:t>
      </w:r>
      <w:r w:rsidRPr="00870ED0">
        <w:tab/>
        <w:t>Method appendTLV(byte tag, byte[ ] value, short valueoffset, short valuelength)</w:t>
      </w:r>
    </w:p>
    <w:p w:rsidR="00714EBB" w:rsidRPr="00870ED0" w:rsidRDefault="00714EBB" w:rsidP="009B28A8">
      <w:pPr>
        <w:keepNext/>
        <w:keepLines/>
      </w:pPr>
      <w:r w:rsidRPr="00870ED0">
        <w:t>Test Area Reference: Api_2_Bte_Aptlb_Bss</w:t>
      </w:r>
      <w:r w:rsidR="00431A50" w:rsidRPr="00870ED0">
        <w:t>.</w:t>
      </w:r>
    </w:p>
    <w:p w:rsidR="00714EBB" w:rsidRPr="00870ED0" w:rsidRDefault="00714EBB" w:rsidP="009B28A8">
      <w:pPr>
        <w:pStyle w:val="Heading5"/>
      </w:pPr>
      <w:r w:rsidRPr="00870ED0">
        <w:t>5.2.10.20.1</w:t>
      </w:r>
      <w:r w:rsidRPr="00870ED0">
        <w:tab/>
        <w:t>Conformance requirement</w:t>
      </w:r>
    </w:p>
    <w:p w:rsidR="00714EBB" w:rsidRPr="00870ED0" w:rsidRDefault="00714EBB" w:rsidP="009B28A8">
      <w:pPr>
        <w:keepNext/>
        <w:keepLines/>
      </w:pPr>
      <w:r w:rsidRPr="00870ED0">
        <w:t>The method with following header shall be compliant to its definition in the API.</w:t>
      </w:r>
    </w:p>
    <w:p w:rsidR="00714EBB" w:rsidRPr="00870ED0" w:rsidRDefault="00714EBB" w:rsidP="009B28A8">
      <w:pPr>
        <w:pStyle w:val="PL"/>
        <w:keepNext/>
        <w:keepLines/>
        <w:rPr>
          <w:noProof w:val="0"/>
        </w:rPr>
      </w:pPr>
      <w:r w:rsidRPr="00870ED0">
        <w:rPr>
          <w:noProof w:val="0"/>
        </w:rPr>
        <w:t>public void appendTLV(byte tag,</w:t>
      </w:r>
    </w:p>
    <w:p w:rsidR="00714EBB" w:rsidRPr="00870ED0" w:rsidRDefault="00714EBB" w:rsidP="009B28A8">
      <w:pPr>
        <w:pStyle w:val="PL"/>
        <w:keepNext/>
        <w:keepLines/>
        <w:rPr>
          <w:noProof w:val="0"/>
        </w:rPr>
      </w:pPr>
      <w:r w:rsidRPr="00870ED0">
        <w:rPr>
          <w:noProof w:val="0"/>
        </w:rPr>
        <w:t xml:space="preserve">                      byte[] value,</w:t>
      </w:r>
    </w:p>
    <w:p w:rsidR="00714EBB" w:rsidRPr="00870ED0" w:rsidRDefault="00714EBB" w:rsidP="009B28A8">
      <w:pPr>
        <w:pStyle w:val="PL"/>
        <w:keepNext/>
        <w:keepLines/>
        <w:rPr>
          <w:noProof w:val="0"/>
        </w:rPr>
      </w:pPr>
      <w:r w:rsidRPr="00870ED0">
        <w:rPr>
          <w:noProof w:val="0"/>
        </w:rPr>
        <w:t xml:space="preserve">                      short valueoffset,</w:t>
      </w:r>
    </w:p>
    <w:p w:rsidR="00714EBB" w:rsidRPr="00870ED0" w:rsidRDefault="00714EBB" w:rsidP="009B28A8">
      <w:pPr>
        <w:pStyle w:val="PL"/>
        <w:keepNext/>
        <w:keepLines/>
        <w:rPr>
          <w:noProof w:val="0"/>
        </w:rPr>
      </w:pPr>
      <w:r w:rsidRPr="00870ED0">
        <w:rPr>
          <w:noProof w:val="0"/>
        </w:rPr>
        <w:t xml:space="preserve">                      short valuelength)</w:t>
      </w:r>
    </w:p>
    <w:p w:rsidR="00714EBB" w:rsidRPr="00870ED0" w:rsidRDefault="00714EBB" w:rsidP="009B28A8">
      <w:pPr>
        <w:pStyle w:val="PL"/>
        <w:keepNext/>
        <w:keepLines/>
        <w:rPr>
          <w:noProof w:val="0"/>
        </w:rPr>
      </w:pPr>
      <w:r w:rsidRPr="00870ED0">
        <w:rPr>
          <w:noProof w:val="0"/>
        </w:rPr>
        <w:t xml:space="preserve">               throws java.lang.NullPointerException,</w:t>
      </w:r>
    </w:p>
    <w:p w:rsidR="00714EBB" w:rsidRPr="00870ED0" w:rsidRDefault="00714EBB" w:rsidP="009B28A8">
      <w:pPr>
        <w:pStyle w:val="PL"/>
        <w:keepNext/>
        <w:keepLines/>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5.2.10.20.1.1</w:t>
      </w:r>
      <w:r w:rsidRPr="00870ED0">
        <w:tab/>
        <w:t>Normal execution</w:t>
      </w:r>
    </w:p>
    <w:p w:rsidR="00714EBB" w:rsidRPr="00870ED0" w:rsidRDefault="00714EBB">
      <w:pPr>
        <w:pStyle w:val="B1"/>
      </w:pPr>
      <w:r w:rsidRPr="00870ED0">
        <w:t>CRRN1: Appends a TLV element to the current TLV list (byte-array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5.2.10.20.1.2</w:t>
      </w:r>
      <w:r w:rsidRPr="00870ED0">
        <w:tab/>
        <w:t>Parameter errors</w:t>
      </w:r>
    </w:p>
    <w:p w:rsidR="00714EBB" w:rsidRPr="00870ED0" w:rsidRDefault="00714EBB">
      <w:pPr>
        <w:pStyle w:val="B1"/>
      </w:pPr>
      <w:r w:rsidRPr="00870ED0">
        <w:t>CRRP1: if value is null, a java.lang.NullPointerException is thrown.</w:t>
      </w:r>
    </w:p>
    <w:p w:rsidR="00714EBB" w:rsidRPr="00870ED0" w:rsidRDefault="00714EBB">
      <w:pPr>
        <w:pStyle w:val="B1"/>
      </w:pPr>
      <w:r w:rsidRPr="00870ED0">
        <w:t>CRRP2: if valueoffset or valuelength or both would cause access outside the array bounds, or if length is negative, a java.lang.ArrayIndexOutOfBoundsException is thrown.</w:t>
      </w:r>
    </w:p>
    <w:p w:rsidR="00714EBB" w:rsidRPr="00870ED0" w:rsidRDefault="00714EBB">
      <w:pPr>
        <w:pStyle w:val="H6"/>
        <w:outlineLvl w:val="0"/>
      </w:pPr>
      <w:r w:rsidRPr="00870ED0">
        <w:t>5.2.10.20.1.3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pPr>
        <w:pStyle w:val="B1"/>
      </w:pPr>
      <w:r w:rsidRPr="00870ED0">
        <w:t>CRRC3: if valuelength is greater than 255, a ToolkitException is thrown with reason code BAD_INPUT_PARAMETER.</w:t>
      </w:r>
    </w:p>
    <w:p w:rsidR="00714EBB" w:rsidRPr="00870ED0" w:rsidRDefault="00714EBB" w:rsidP="00431A50">
      <w:pPr>
        <w:pStyle w:val="Heading5"/>
      </w:pPr>
      <w:r w:rsidRPr="00870ED0">
        <w:t>5.2.10.20.2</w:t>
      </w:r>
      <w:r w:rsidRPr="00870ED0">
        <w:tab/>
        <w:t>Test area files</w:t>
      </w:r>
    </w:p>
    <w:p w:rsidR="00714EBB" w:rsidRPr="00870ED0" w:rsidRDefault="00714EBB" w:rsidP="002854FB">
      <w:pPr>
        <w:pStyle w:val="EX"/>
      </w:pPr>
      <w:r w:rsidRPr="00870ED0">
        <w:t>Test Source:</w:t>
      </w:r>
      <w:r w:rsidRPr="00870ED0">
        <w:tab/>
        <w:t>Test_Api_2_Bte_Aptlb_Bss.java</w:t>
      </w:r>
      <w:r w:rsidR="00431A50" w:rsidRPr="00870ED0">
        <w:t>.</w:t>
      </w:r>
    </w:p>
    <w:p w:rsidR="00714EBB" w:rsidRPr="00870ED0" w:rsidRDefault="00714EBB" w:rsidP="002854FB">
      <w:pPr>
        <w:pStyle w:val="EX"/>
      </w:pPr>
      <w:r w:rsidRPr="00870ED0">
        <w:t>Test Appl</w:t>
      </w:r>
      <w:r w:rsidR="00431A50" w:rsidRPr="00870ED0">
        <w:t xml:space="preserve">et: </w:t>
      </w:r>
      <w:r w:rsidR="00431A50" w:rsidRPr="00870ED0">
        <w:tab/>
        <w:t>Api_2_Bte_Aptlb_Bss_1.java.</w:t>
      </w:r>
    </w:p>
    <w:p w:rsidR="00714EBB" w:rsidRPr="00870ED0" w:rsidRDefault="00714EBB" w:rsidP="002854FB">
      <w:pPr>
        <w:pStyle w:val="EX"/>
      </w:pPr>
      <w:r w:rsidRPr="00870ED0">
        <w:t>Cap File:</w:t>
      </w:r>
      <w:r w:rsidRPr="00870ED0">
        <w:tab/>
        <w:t>api_2_bte_aptlb_bss.cap</w:t>
      </w:r>
      <w:r w:rsidR="00431A50" w:rsidRPr="00870ED0">
        <w:t>.</w:t>
      </w:r>
    </w:p>
    <w:p w:rsidR="00714EBB" w:rsidRPr="00870ED0" w:rsidRDefault="00714EBB" w:rsidP="00431A50">
      <w:pPr>
        <w:pStyle w:val="Heading5"/>
      </w:pPr>
      <w:r w:rsidRPr="00870ED0">
        <w:t>5.2.10.20.3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10, 11, 12, 13, 14</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bl>
    <w:p w:rsidR="00714EBB" w:rsidRPr="00870ED0" w:rsidRDefault="00714EBB" w:rsidP="00431A50"/>
    <w:p w:rsidR="00714EBB" w:rsidRPr="00870ED0" w:rsidRDefault="00714EBB" w:rsidP="00431A50">
      <w:pPr>
        <w:pStyle w:val="Heading5"/>
      </w:pPr>
      <w:r w:rsidRPr="00870ED0">
        <w:lastRenderedPageBreak/>
        <w:t>5.2.10.20.4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Null value</w:t>
            </w:r>
          </w:p>
          <w:p w:rsidR="00714EBB" w:rsidRPr="00870ED0" w:rsidRDefault="00714EBB">
            <w:pPr>
              <w:pStyle w:val="TAH"/>
              <w:keepNext w:val="0"/>
              <w:keepLines w:val="0"/>
              <w:jc w:val="left"/>
            </w:pPr>
            <w:r w:rsidRPr="00870ED0">
              <w:rPr>
                <w:rFonts w:ascii="Courier New" w:hAnsi="Courier New"/>
                <w:b w:val="0"/>
                <w:sz w:val="16"/>
              </w:rPr>
              <w:t>appendTLV()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&gt;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6</w:t>
            </w:r>
          </w:p>
          <w:p w:rsidR="00714EBB" w:rsidRPr="00870ED0" w:rsidRDefault="00714EBB">
            <w:pPr>
              <w:pStyle w:val="PL"/>
              <w:rPr>
                <w:noProof w:val="0"/>
              </w:rPr>
            </w:pPr>
            <w:r w:rsidRPr="00870ED0">
              <w:rPr>
                <w:noProof w:val="0"/>
              </w:rPr>
              <w:t>valueLength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-1</w:t>
            </w:r>
          </w:p>
          <w:p w:rsidR="00714EBB" w:rsidRPr="00870ED0" w:rsidRDefault="00714EBB">
            <w:pPr>
              <w:pStyle w:val="PL"/>
              <w:rPr>
                <w:noProof w:val="0"/>
              </w:rPr>
            </w:pPr>
            <w:r w:rsidRPr="00870ED0">
              <w:rPr>
                <w:noProof w:val="0"/>
              </w:rPr>
              <w:t>valueLength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valueLength &gt; value.length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valueOffset + valueLength &gt; value.length</w:t>
            </w:r>
          </w:p>
          <w:p w:rsidR="00714EBB" w:rsidRPr="00870ED0" w:rsidRDefault="00714EBB">
            <w:pPr>
              <w:pStyle w:val="PL"/>
              <w:rPr>
                <w:noProof w:val="0"/>
              </w:rPr>
            </w:pPr>
            <w:r w:rsidRPr="00870ED0">
              <w:rPr>
                <w:noProof w:val="0"/>
              </w:rPr>
              <w:t>appendTLV()</w:t>
            </w:r>
          </w:p>
          <w:p w:rsidR="00714EBB" w:rsidRPr="00870ED0" w:rsidRDefault="00714EBB">
            <w:pPr>
              <w:pStyle w:val="PL"/>
              <w:keepNext/>
              <w:keepLines/>
              <w:rPr>
                <w:noProof w:val="0"/>
              </w:rPr>
            </w:pPr>
            <w:r w:rsidRPr="00870ED0">
              <w:rPr>
                <w:noProof w:val="0"/>
              </w:rPr>
              <w:t>value.length = 5</w:t>
            </w:r>
          </w:p>
          <w:p w:rsidR="00714EBB" w:rsidRPr="00870ED0" w:rsidRDefault="00714EBB">
            <w:pPr>
              <w:pStyle w:val="PL"/>
              <w:keepNext/>
              <w:keepLines/>
              <w:rPr>
                <w:noProof w:val="0"/>
              </w:rPr>
            </w:pPr>
            <w:r w:rsidRPr="00870ED0">
              <w:rPr>
                <w:noProof w:val="0"/>
              </w:rPr>
              <w:t>valueOffset = 3</w:t>
            </w:r>
          </w:p>
          <w:p w:rsidR="00714EBB" w:rsidRPr="00870ED0" w:rsidRDefault="00714EBB">
            <w:pPr>
              <w:pStyle w:val="PL"/>
              <w:keepNext/>
              <w:keepLines/>
              <w:rPr>
                <w:noProof w:val="0"/>
              </w:rPr>
            </w:pPr>
            <w:r w:rsidRPr="00870ED0">
              <w:rPr>
                <w:noProof w:val="0"/>
              </w:rPr>
              <w:t>valueLength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5</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Call the appendArray() method, length = getCapacity()-1</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254</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254</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value.length = 256</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256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 with</w:t>
            </w:r>
          </w:p>
          <w:p w:rsidR="00714EBB" w:rsidRPr="00870ED0" w:rsidRDefault="00714EBB">
            <w:pPr>
              <w:pStyle w:val="TAH"/>
              <w:keepNext w:val="0"/>
              <w:keepLines w:val="0"/>
            </w:pPr>
            <w:r w:rsidRPr="00870ED0">
              <w:t>81 03 01 00 00 82 02 81 00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FF FE … F8</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PL"/>
              <w:rPr>
                <w:noProof w:val="0"/>
              </w:rPr>
            </w:pPr>
            <w:r w:rsidRPr="00870ED0">
              <w:rPr>
                <w:rFonts w:ascii="Arial" w:hAnsi="Arial"/>
                <w:b/>
                <w:noProof w:val="0"/>
                <w:sz w:val="18"/>
              </w:rPr>
              <w:t>Verify Current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FF FE … F8</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08 FF FE … F8</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71B49">
            <w:pPr>
              <w:pStyle w:val="TAC"/>
              <w:keepLines w:val="0"/>
            </w:pPr>
            <w:r w:rsidRPr="00870ED0">
              <w:lastRenderedPageBreak/>
              <w:t>11</w:t>
            </w:r>
          </w:p>
        </w:tc>
        <w:tc>
          <w:tcPr>
            <w:tcW w:w="4111" w:type="dxa"/>
            <w:tcBorders>
              <w:top w:val="single" w:sz="4" w:space="0" w:color="auto"/>
              <w:left w:val="single" w:sz="4" w:space="0" w:color="auto"/>
              <w:bottom w:val="nil"/>
              <w:right w:val="single" w:sz="4" w:space="0" w:color="auto"/>
            </w:tcBorders>
          </w:tcPr>
          <w:p w:rsidR="00714EBB" w:rsidRPr="00870ED0" w:rsidRDefault="00714EBB" w:rsidP="00071B49">
            <w:pPr>
              <w:pStyle w:val="TAH"/>
              <w:keepLines w:val="0"/>
            </w:pPr>
            <w:r w:rsidRPr="00870ED0">
              <w:t>Successful call</w:t>
            </w:r>
          </w:p>
          <w:p w:rsidR="00714EBB" w:rsidRPr="00870ED0" w:rsidRDefault="00714EBB" w:rsidP="00071B49">
            <w:pPr>
              <w:pStyle w:val="PL"/>
              <w:keepNext/>
              <w:rPr>
                <w:noProof w:val="0"/>
              </w:rPr>
            </w:pPr>
            <w:r w:rsidRPr="00870ED0">
              <w:rPr>
                <w:noProof w:val="0"/>
              </w:rPr>
              <w:t>appendTLV()</w:t>
            </w:r>
          </w:p>
          <w:p w:rsidR="00714EBB" w:rsidRPr="00870ED0" w:rsidRDefault="00714EBB" w:rsidP="00071B49">
            <w:pPr>
              <w:pStyle w:val="PL"/>
              <w:keepNext/>
              <w:rPr>
                <w:noProof w:val="0"/>
              </w:rPr>
            </w:pPr>
            <w:r w:rsidRPr="00870ED0">
              <w:rPr>
                <w:noProof w:val="0"/>
              </w:rPr>
              <w:t>tag = 85h</w:t>
            </w:r>
          </w:p>
          <w:p w:rsidR="00714EBB" w:rsidRPr="00870ED0" w:rsidRDefault="00714EBB" w:rsidP="00071B49">
            <w:pPr>
              <w:pStyle w:val="PL"/>
              <w:keepNext/>
              <w:rPr>
                <w:noProof w:val="0"/>
              </w:rPr>
            </w:pPr>
            <w:r w:rsidRPr="00870ED0">
              <w:rPr>
                <w:noProof w:val="0"/>
              </w:rPr>
              <w:t>value = 00 01 … 07</w:t>
            </w:r>
          </w:p>
          <w:p w:rsidR="00714EBB" w:rsidRPr="00870ED0" w:rsidRDefault="00714EBB" w:rsidP="00071B49">
            <w:pPr>
              <w:pStyle w:val="PL"/>
              <w:keepNext/>
              <w:rPr>
                <w:noProof w:val="0"/>
              </w:rPr>
            </w:pPr>
            <w:r w:rsidRPr="00870ED0">
              <w:rPr>
                <w:noProof w:val="0"/>
              </w:rPr>
              <w:t>valueOffset = 2</w:t>
            </w:r>
          </w:p>
          <w:p w:rsidR="00714EBB" w:rsidRPr="00870ED0" w:rsidRDefault="00714EBB" w:rsidP="00071B49">
            <w:pPr>
              <w:pStyle w:val="PL"/>
              <w:keepNext/>
              <w:rPr>
                <w:noProof w:val="0"/>
              </w:rPr>
            </w:pPr>
            <w:r w:rsidRPr="00870ED0">
              <w:rPr>
                <w:noProof w:val="0"/>
              </w:rPr>
              <w:t>valueLength = 6</w:t>
            </w:r>
          </w:p>
        </w:tc>
        <w:tc>
          <w:tcPr>
            <w:tcW w:w="2835" w:type="dxa"/>
            <w:tcBorders>
              <w:top w:val="single" w:sz="4" w:space="0" w:color="auto"/>
              <w:left w:val="single" w:sz="4" w:space="0" w:color="auto"/>
              <w:bottom w:val="nil"/>
              <w:right w:val="single" w:sz="4" w:space="0" w:color="auto"/>
            </w:tcBorders>
          </w:tcPr>
          <w:p w:rsidR="00714EBB" w:rsidRPr="00870ED0" w:rsidRDefault="00714EBB" w:rsidP="00071B49">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08 FF FE … F8 85 06 02 03 … 07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w:t>
            </w:r>
          </w:p>
          <w:p w:rsidR="00714EBB" w:rsidRPr="00870ED0" w:rsidRDefault="00714EBB">
            <w:pPr>
              <w:pStyle w:val="PL"/>
              <w:rPr>
                <w:noProof w:val="0"/>
              </w:rPr>
            </w:pPr>
            <w:r w:rsidRPr="00870ED0">
              <w:rPr>
                <w:noProof w:val="0"/>
              </w:rPr>
              <w:t>value = 11 22 … 88</w:t>
            </w:r>
          </w:p>
          <w:p w:rsidR="00714EBB" w:rsidRPr="00870ED0" w:rsidRDefault="00714EBB">
            <w:pPr>
              <w:pStyle w:val="PL"/>
              <w:rPr>
                <w:noProof w:val="0"/>
              </w:rPr>
            </w:pPr>
            <w:r w:rsidRPr="00870ED0">
              <w:rPr>
                <w:noProof w:val="0"/>
              </w:rPr>
              <w:t>valueOffset = 2</w:t>
            </w:r>
          </w:p>
          <w:p w:rsidR="00714EBB" w:rsidRPr="00870ED0" w:rsidRDefault="00714EBB">
            <w:pPr>
              <w:pStyle w:val="PL"/>
              <w:rPr>
                <w:noProof w:val="0"/>
              </w:rPr>
            </w:pPr>
            <w:r w:rsidRPr="00870ED0">
              <w:rPr>
                <w:noProof w:val="0"/>
              </w:rPr>
              <w:t>valueLength = 4</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08 FF FE … F8 85 06 02 03 … 07 01 04 33 44 55 66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 = 00 01 … 7F</w:t>
            </w:r>
          </w:p>
          <w:p w:rsidR="00714EBB" w:rsidRPr="00870ED0" w:rsidRDefault="00714EBB">
            <w:pPr>
              <w:pStyle w:val="PL"/>
              <w:rPr>
                <w:noProof w:val="0"/>
              </w:rPr>
            </w:pPr>
            <w:r w:rsidRPr="00870ED0">
              <w:rPr>
                <w:noProof w:val="0"/>
              </w:rPr>
              <w:t>valueOffset = 0</w:t>
            </w:r>
          </w:p>
          <w:p w:rsidR="00714EBB" w:rsidRPr="00870ED0" w:rsidRDefault="00714EBB">
            <w:pPr>
              <w:pStyle w:val="PL"/>
              <w:rPr>
                <w:noProof w:val="0"/>
              </w:rPr>
            </w:pPr>
            <w:r w:rsidRPr="00870ED0">
              <w:rPr>
                <w:noProof w:val="0"/>
              </w:rPr>
              <w:t>valueLength = 80h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81 80 00 01…7F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BodyTextIndent3"/>
              <w:keepNext/>
              <w:keepLines/>
              <w:rPr>
                <w:b/>
              </w:rPr>
            </w:pPr>
            <w:r w:rsidRPr="00870ED0">
              <w:rPr>
                <w:b/>
              </w:rPr>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431A50">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431A50">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keepNext/>
              <w:keepLines/>
              <w:rPr>
                <w:noProof w:val="0"/>
              </w:rPr>
            </w:pPr>
            <w:r w:rsidRPr="00870ED0">
              <w:rPr>
                <w:noProof w:val="0"/>
              </w:rPr>
              <w:t>tag = 04</w:t>
            </w:r>
          </w:p>
          <w:p w:rsidR="00714EBB" w:rsidRPr="00870ED0" w:rsidRDefault="00714EBB">
            <w:pPr>
              <w:pStyle w:val="PL"/>
              <w:keepNext/>
              <w:keepLines/>
              <w:rPr>
                <w:noProof w:val="0"/>
              </w:rPr>
            </w:pPr>
            <w:r w:rsidRPr="00870ED0">
              <w:rPr>
                <w:noProof w:val="0"/>
              </w:rPr>
              <w:t>value = 00 01 … F9</w:t>
            </w:r>
          </w:p>
          <w:p w:rsidR="00714EBB" w:rsidRPr="00870ED0" w:rsidRDefault="00714EBB">
            <w:pPr>
              <w:pStyle w:val="PL"/>
              <w:keepNext/>
              <w:keepLines/>
              <w:rPr>
                <w:noProof w:val="0"/>
              </w:rPr>
            </w:pPr>
            <w:r w:rsidRPr="00870ED0">
              <w:rPr>
                <w:noProof w:val="0"/>
              </w:rPr>
              <w:t>valueOffset = 0</w:t>
            </w:r>
          </w:p>
          <w:p w:rsidR="00714EBB" w:rsidRPr="00870ED0" w:rsidRDefault="00714EBB">
            <w:pPr>
              <w:pStyle w:val="PL"/>
              <w:keepNext/>
              <w:keepLines/>
              <w:rPr>
                <w:noProof w:val="0"/>
              </w:rPr>
            </w:pPr>
            <w:r w:rsidRPr="00870ED0">
              <w:rPr>
                <w:noProof w:val="0"/>
              </w:rPr>
              <w:t>valueLength = 250</w:t>
            </w:r>
          </w:p>
        </w:tc>
        <w:tc>
          <w:tcPr>
            <w:tcW w:w="2835" w:type="dxa"/>
            <w:tcBorders>
              <w:top w:val="nil"/>
              <w:left w:val="single" w:sz="4" w:space="0" w:color="auto"/>
              <w:bottom w:val="nil"/>
              <w:right w:val="single" w:sz="4" w:space="0" w:color="auto"/>
            </w:tcBorders>
          </w:tcPr>
          <w:p w:rsidR="00714EBB" w:rsidRPr="00870ED0" w:rsidRDefault="00714EBB" w:rsidP="00431A50">
            <w:pPr>
              <w:pStyle w:val="TAL"/>
            </w:pPr>
          </w:p>
        </w:tc>
        <w:tc>
          <w:tcPr>
            <w:tcW w:w="2410" w:type="dxa"/>
            <w:tcBorders>
              <w:top w:val="nil"/>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431A50">
            <w:pPr>
              <w:pStyle w:val="TAC"/>
            </w:pPr>
          </w:p>
        </w:tc>
        <w:tc>
          <w:tcPr>
            <w:tcW w:w="4111" w:type="dxa"/>
            <w:tcBorders>
              <w:top w:val="nil"/>
              <w:left w:val="single" w:sz="4" w:space="0" w:color="auto"/>
              <w:bottom w:val="nil"/>
              <w:right w:val="single" w:sz="4" w:space="0" w:color="auto"/>
            </w:tcBorders>
          </w:tcPr>
          <w:p w:rsidR="00714EBB" w:rsidRPr="00870ED0" w:rsidRDefault="00714EBB">
            <w:pPr>
              <w:pStyle w:val="BodyText"/>
              <w:keepLines/>
              <w:jc w:val="center"/>
            </w:pPr>
            <w:r w:rsidRPr="00870ED0">
              <w:rPr>
                <w:rFonts w:ascii="Arial" w:hAnsi="Arial"/>
                <w:b/>
                <w:sz w:val="18"/>
              </w:rPr>
              <w:t>Call getLength() method</w:t>
            </w:r>
          </w:p>
        </w:tc>
        <w:tc>
          <w:tcPr>
            <w:tcW w:w="2835" w:type="dxa"/>
            <w:tcBorders>
              <w:top w:val="nil"/>
              <w:left w:val="single" w:sz="4" w:space="0" w:color="auto"/>
              <w:bottom w:val="nil"/>
              <w:right w:val="single" w:sz="4" w:space="0" w:color="auto"/>
            </w:tcBorders>
          </w:tcPr>
          <w:p w:rsidR="00714EBB" w:rsidRPr="00870ED0" w:rsidRDefault="00714EBB">
            <w:pPr>
              <w:pStyle w:val="TAL"/>
            </w:pPr>
            <w:r w:rsidRPr="00870ED0">
              <w:t>result = 253</w:t>
            </w:r>
          </w:p>
        </w:tc>
        <w:tc>
          <w:tcPr>
            <w:tcW w:w="2410" w:type="dxa"/>
            <w:tcBorders>
              <w:top w:val="nil"/>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nil"/>
              <w:left w:val="single" w:sz="4" w:space="0" w:color="auto"/>
              <w:bottom w:val="nil"/>
              <w:right w:val="single" w:sz="4" w:space="0" w:color="auto"/>
            </w:tcBorders>
          </w:tcPr>
          <w:p w:rsidR="00714EBB" w:rsidRPr="00870ED0" w:rsidRDefault="00714EBB" w:rsidP="00431A50">
            <w:pPr>
              <w:pStyle w:val="TAC"/>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rsidP="00431A50">
            <w:pPr>
              <w:pStyle w:val="TAL"/>
            </w:pPr>
          </w:p>
        </w:tc>
        <w:tc>
          <w:tcPr>
            <w:tcW w:w="2410" w:type="dxa"/>
            <w:tcBorders>
              <w:top w:val="nil"/>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rsidP="00431A50">
            <w:pPr>
              <w:pStyle w:val="TAC"/>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Compare handler</w:t>
            </w:r>
          </w:p>
          <w:p w:rsidR="00714EBB" w:rsidRPr="00870ED0" w:rsidRDefault="00714EBB">
            <w:pPr>
              <w:pStyle w:val="PL"/>
              <w:keepNext/>
              <w:keepLines/>
              <w:rPr>
                <w:noProof w:val="0"/>
              </w:rPr>
            </w:pPr>
            <w:r w:rsidRPr="00870ED0">
              <w:rPr>
                <w:noProof w:val="0"/>
              </w:rPr>
              <w:t>compareBuffer = 04 81 FA 00 01…F9</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rsidP="00431A50">
            <w:pPr>
              <w:pStyle w:val="TAC"/>
            </w:pPr>
          </w:p>
        </w:tc>
      </w:tr>
    </w:tbl>
    <w:p w:rsidR="00714EBB" w:rsidRPr="00870ED0" w:rsidRDefault="00714EBB"/>
    <w:p w:rsidR="00714EBB" w:rsidRPr="00870ED0" w:rsidRDefault="00714EBB" w:rsidP="00431A50">
      <w:pPr>
        <w:pStyle w:val="Heading4"/>
      </w:pPr>
      <w:r w:rsidRPr="00870ED0">
        <w:t>5.2.10.21</w:t>
      </w:r>
      <w:r w:rsidRPr="00870ED0">
        <w:tab/>
        <w:t>Method appendTLV(byte tag, byte value1, byte[ ] value2, short value2offset, short value2length)</w:t>
      </w:r>
    </w:p>
    <w:p w:rsidR="00714EBB" w:rsidRPr="00870ED0" w:rsidRDefault="00714EBB" w:rsidP="00431A50">
      <w:pPr>
        <w:keepNext/>
        <w:keepLines/>
      </w:pPr>
      <w:r w:rsidRPr="00870ED0">
        <w:t>Test Area Reference: Api_2_Bte_Aptlbb_Bss</w:t>
      </w:r>
      <w:r w:rsidR="00431A50" w:rsidRPr="00870ED0">
        <w:t>.</w:t>
      </w:r>
    </w:p>
    <w:p w:rsidR="00714EBB" w:rsidRPr="00870ED0" w:rsidRDefault="00714EBB" w:rsidP="00431A50">
      <w:pPr>
        <w:pStyle w:val="Heading5"/>
      </w:pPr>
      <w:r w:rsidRPr="00870ED0">
        <w:t>5.2.10.21.1</w:t>
      </w:r>
      <w:r w:rsidR="00431A50" w:rsidRPr="00870ED0">
        <w:tab/>
        <w:t>Conformance requirement</w:t>
      </w:r>
    </w:p>
    <w:p w:rsidR="00714EBB" w:rsidRPr="00870ED0" w:rsidRDefault="00714EBB" w:rsidP="00431A50">
      <w:pPr>
        <w:keepNext/>
        <w:keepLines/>
      </w:pPr>
      <w:r w:rsidRPr="00870ED0">
        <w:t>The method with following header shall be compliant to its definition in the API.</w:t>
      </w:r>
    </w:p>
    <w:p w:rsidR="00714EBB" w:rsidRPr="00870ED0" w:rsidRDefault="00714EBB" w:rsidP="00431A50">
      <w:pPr>
        <w:pStyle w:val="PL"/>
        <w:keepNext/>
        <w:keepLines/>
        <w:rPr>
          <w:noProof w:val="0"/>
        </w:rPr>
      </w:pPr>
      <w:r w:rsidRPr="00870ED0">
        <w:rPr>
          <w:noProof w:val="0"/>
        </w:rPr>
        <w:t>public void appendTLV(byte tag,</w:t>
      </w:r>
    </w:p>
    <w:p w:rsidR="00714EBB" w:rsidRPr="00870ED0" w:rsidRDefault="00714EBB" w:rsidP="00431A50">
      <w:pPr>
        <w:pStyle w:val="PL"/>
        <w:keepNext/>
        <w:keepLines/>
        <w:rPr>
          <w:noProof w:val="0"/>
        </w:rPr>
      </w:pPr>
      <w:r w:rsidRPr="00870ED0">
        <w:rPr>
          <w:noProof w:val="0"/>
        </w:rPr>
        <w:t xml:space="preserve">                      byte value1</w:t>
      </w:r>
    </w:p>
    <w:p w:rsidR="00714EBB" w:rsidRPr="00870ED0" w:rsidRDefault="00714EBB" w:rsidP="00431A50">
      <w:pPr>
        <w:pStyle w:val="PL"/>
        <w:keepNext/>
        <w:keepLines/>
        <w:rPr>
          <w:noProof w:val="0"/>
        </w:rPr>
      </w:pPr>
      <w:r w:rsidRPr="00870ED0">
        <w:rPr>
          <w:noProof w:val="0"/>
        </w:rPr>
        <w:t xml:space="preserve">                      byte[] value2,</w:t>
      </w:r>
    </w:p>
    <w:p w:rsidR="00714EBB" w:rsidRPr="00870ED0" w:rsidRDefault="00714EBB" w:rsidP="00431A50">
      <w:pPr>
        <w:pStyle w:val="PL"/>
        <w:keepNext/>
        <w:keepLines/>
        <w:rPr>
          <w:noProof w:val="0"/>
        </w:rPr>
      </w:pPr>
      <w:r w:rsidRPr="00870ED0">
        <w:rPr>
          <w:noProof w:val="0"/>
        </w:rPr>
        <w:t xml:space="preserve">                      short value2offset,</w:t>
      </w:r>
    </w:p>
    <w:p w:rsidR="00714EBB" w:rsidRPr="00870ED0" w:rsidRDefault="00714EBB" w:rsidP="00431A50">
      <w:pPr>
        <w:pStyle w:val="PL"/>
        <w:keepNext/>
        <w:keepLines/>
        <w:rPr>
          <w:noProof w:val="0"/>
        </w:rPr>
      </w:pPr>
      <w:r w:rsidRPr="00870ED0">
        <w:rPr>
          <w:noProof w:val="0"/>
        </w:rPr>
        <w:t xml:space="preserve">                      short value2length)</w:t>
      </w:r>
    </w:p>
    <w:p w:rsidR="00714EBB" w:rsidRPr="00870ED0" w:rsidRDefault="00714EBB" w:rsidP="00431A50">
      <w:pPr>
        <w:pStyle w:val="PL"/>
        <w:keepNext/>
        <w:keepLines/>
        <w:rPr>
          <w:noProof w:val="0"/>
          <w:snapToGrid w:val="0"/>
        </w:rPr>
      </w:pPr>
      <w:r w:rsidRPr="00870ED0">
        <w:rPr>
          <w:noProof w:val="0"/>
          <w:snapToGrid w:val="0"/>
        </w:rPr>
        <w:t xml:space="preserve">               throws java.lang.NullPointerException,</w:t>
      </w:r>
    </w:p>
    <w:p w:rsidR="00714EBB" w:rsidRPr="00870ED0" w:rsidRDefault="00714EBB" w:rsidP="00431A50">
      <w:pPr>
        <w:pStyle w:val="PL"/>
        <w:keepNext/>
        <w:keepLines/>
        <w:rPr>
          <w:noProof w:val="0"/>
          <w:snapToGrid w:val="0"/>
        </w:rPr>
      </w:pPr>
      <w:r w:rsidRPr="00870ED0">
        <w:rPr>
          <w:noProof w:val="0"/>
        </w:rPr>
        <w:t xml:space="preserve">                      </w:t>
      </w:r>
      <w:r w:rsidRPr="00870ED0">
        <w:rPr>
          <w:noProof w:val="0"/>
          <w:snapToGrid w:val="0"/>
        </w:rPr>
        <w:t>java.lang.ArrayIndexOutOfBoundsException,</w:t>
      </w:r>
    </w:p>
    <w:p w:rsidR="00714EBB" w:rsidRPr="00870ED0" w:rsidRDefault="00714EBB" w:rsidP="00431A50">
      <w:pPr>
        <w:pStyle w:val="PL"/>
        <w:keepNext/>
        <w:keepLines/>
        <w:rPr>
          <w:noProof w:val="0"/>
          <w:snapToGrid w:val="0"/>
        </w:rPr>
      </w:pPr>
      <w:r w:rsidRPr="00870ED0">
        <w:rPr>
          <w:noProof w:val="0"/>
        </w:rPr>
        <w:t xml:space="preserve">                      </w:t>
      </w:r>
      <w:r w:rsidRPr="00870ED0">
        <w:rPr>
          <w:noProof w:val="0"/>
          <w:snapToGrid w:val="0"/>
        </w:rPr>
        <w:t>ToolkitException</w:t>
      </w:r>
    </w:p>
    <w:p w:rsidR="00714EBB" w:rsidRPr="00870ED0" w:rsidRDefault="00714EBB">
      <w:pPr>
        <w:pStyle w:val="PL"/>
        <w:rPr>
          <w:noProof w:val="0"/>
        </w:rPr>
      </w:pPr>
    </w:p>
    <w:p w:rsidR="00714EBB" w:rsidRPr="00870ED0" w:rsidRDefault="00714EBB" w:rsidP="00071B49">
      <w:pPr>
        <w:pStyle w:val="H6"/>
        <w:outlineLvl w:val="0"/>
      </w:pPr>
      <w:r w:rsidRPr="00870ED0">
        <w:lastRenderedPageBreak/>
        <w:t>5.2.10.21.1.1</w:t>
      </w:r>
      <w:r w:rsidRPr="00870ED0">
        <w:tab/>
        <w:t>Normal execution</w:t>
      </w:r>
    </w:p>
    <w:p w:rsidR="00714EBB" w:rsidRPr="00870ED0" w:rsidRDefault="00714EBB" w:rsidP="00071B49">
      <w:pPr>
        <w:pStyle w:val="B1"/>
        <w:keepNext/>
      </w:pPr>
      <w:r w:rsidRPr="00870ED0">
        <w:t xml:space="preserve">CRRN1: Appends a TLV element to the current TLV list (1 </w:t>
      </w:r>
      <w:r w:rsidR="00431A50" w:rsidRPr="00870ED0">
        <w:t>byte and a byte-array element).</w:t>
      </w:r>
    </w:p>
    <w:p w:rsidR="00714EBB" w:rsidRPr="00870ED0" w:rsidRDefault="00714EBB">
      <w:pPr>
        <w:pStyle w:val="B1"/>
      </w:pPr>
      <w:r w:rsidRPr="00870ED0">
        <w:t>CRRN2: A successful append does not modify the TLV selected.</w:t>
      </w:r>
    </w:p>
    <w:p w:rsidR="00714EBB" w:rsidRPr="00870ED0" w:rsidRDefault="00714EBB" w:rsidP="009B28A8">
      <w:pPr>
        <w:pStyle w:val="H6"/>
        <w:outlineLvl w:val="0"/>
      </w:pPr>
      <w:r w:rsidRPr="00870ED0">
        <w:t>5.2.10.21.1.2</w:t>
      </w:r>
      <w:r w:rsidRPr="00870ED0">
        <w:tab/>
        <w:t>Parameter errors</w:t>
      </w:r>
    </w:p>
    <w:p w:rsidR="00714EBB" w:rsidRPr="00870ED0" w:rsidRDefault="00714EBB" w:rsidP="009B28A8">
      <w:pPr>
        <w:pStyle w:val="B1"/>
        <w:keepNext/>
        <w:keepLines/>
      </w:pPr>
      <w:r w:rsidRPr="00870ED0">
        <w:t>CRRP1: if value2 is null, a java.lang.NullPointerException is thrown.</w:t>
      </w:r>
    </w:p>
    <w:p w:rsidR="00714EBB" w:rsidRPr="00870ED0" w:rsidRDefault="00714EBB" w:rsidP="009B28A8">
      <w:pPr>
        <w:pStyle w:val="B1"/>
        <w:keepNext/>
        <w:keepLines/>
      </w:pPr>
      <w:r w:rsidRPr="00870ED0">
        <w:t>CRRP2: if value2offset or value2length or both would cause access outside the array bounds, or if length is negative, a java.lang.ArrayIndexOutOfBoundsException is thrown.</w:t>
      </w:r>
    </w:p>
    <w:p w:rsidR="00714EBB" w:rsidRPr="00870ED0" w:rsidRDefault="00714EBB">
      <w:pPr>
        <w:pStyle w:val="H6"/>
        <w:outlineLvl w:val="0"/>
      </w:pPr>
      <w:r w:rsidRPr="00870ED0">
        <w:t>5.2.10.21.1.3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p>
    <w:p w:rsidR="00714EBB" w:rsidRPr="00870ED0" w:rsidRDefault="00714EBB">
      <w:pPr>
        <w:pStyle w:val="B1"/>
      </w:pPr>
      <w:r w:rsidRPr="00870ED0">
        <w:t>CRRC2: if the EditHandler buffer is busy, a ToolkitException is thrown with reason code HANDLER_NOT_AVAILABLE.</w:t>
      </w:r>
    </w:p>
    <w:p w:rsidR="00714EBB" w:rsidRPr="00870ED0" w:rsidRDefault="00714EBB">
      <w:pPr>
        <w:pStyle w:val="B1"/>
      </w:pPr>
      <w:r w:rsidRPr="00870ED0">
        <w:t>CRRC3: if valuelength is greater than 255, a ToolkitException is thrown with reason code BAD_INPUT_PARAMETER.</w:t>
      </w:r>
    </w:p>
    <w:p w:rsidR="00714EBB" w:rsidRPr="00870ED0" w:rsidRDefault="00714EBB" w:rsidP="00431A50">
      <w:pPr>
        <w:pStyle w:val="Heading5"/>
      </w:pPr>
      <w:r w:rsidRPr="00870ED0">
        <w:t>5.2.10.21.2</w:t>
      </w:r>
      <w:r w:rsidRPr="00870ED0">
        <w:tab/>
        <w:t>Test area files</w:t>
      </w:r>
    </w:p>
    <w:p w:rsidR="00714EBB" w:rsidRPr="00870ED0" w:rsidRDefault="00714EBB" w:rsidP="002854FB">
      <w:pPr>
        <w:pStyle w:val="EX"/>
      </w:pPr>
      <w:r w:rsidRPr="00870ED0">
        <w:t>Test Source:</w:t>
      </w:r>
      <w:r w:rsidRPr="00870ED0">
        <w:tab/>
        <w:t>Test_Api_2_Bte_Aptlbb_Bss.java</w:t>
      </w:r>
      <w:r w:rsidR="00431A50" w:rsidRPr="00870ED0">
        <w:t>.</w:t>
      </w:r>
    </w:p>
    <w:p w:rsidR="00714EBB" w:rsidRPr="00870ED0" w:rsidRDefault="00714EBB" w:rsidP="002854FB">
      <w:pPr>
        <w:pStyle w:val="EX"/>
      </w:pPr>
      <w:r w:rsidRPr="00870ED0">
        <w:t>Test Apple</w:t>
      </w:r>
      <w:r w:rsidR="00431A50" w:rsidRPr="00870ED0">
        <w:t xml:space="preserve">t: </w:t>
      </w:r>
      <w:r w:rsidR="00431A50" w:rsidRPr="00870ED0">
        <w:tab/>
        <w:t>Api_2_Bte_Aptlbb_Bss_1.java.</w:t>
      </w:r>
    </w:p>
    <w:p w:rsidR="00714EBB" w:rsidRPr="00870ED0" w:rsidRDefault="00714EBB" w:rsidP="002854FB">
      <w:pPr>
        <w:pStyle w:val="EX"/>
      </w:pPr>
      <w:r w:rsidRPr="00870ED0">
        <w:t>Cap File:</w:t>
      </w:r>
      <w:r w:rsidRPr="00870ED0">
        <w:tab/>
        <w:t>api_2_bte_aptlbb_bss.cap</w:t>
      </w:r>
      <w:r w:rsidR="00431A50" w:rsidRPr="00870ED0">
        <w:t>.</w:t>
      </w:r>
    </w:p>
    <w:p w:rsidR="00714EBB" w:rsidRPr="00870ED0" w:rsidRDefault="00714EBB" w:rsidP="00431A50">
      <w:pPr>
        <w:pStyle w:val="Heading5"/>
      </w:pPr>
      <w:r w:rsidRPr="00870ED0">
        <w:t>5.2.10.21.3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10, 11, 12, 13, 14</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2, 3, 4, 5, 6</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bl>
    <w:p w:rsidR="00714EBB" w:rsidRPr="00870ED0" w:rsidRDefault="00714EBB" w:rsidP="00431A50"/>
    <w:p w:rsidR="00714EBB" w:rsidRPr="00870ED0" w:rsidRDefault="00714EBB" w:rsidP="00431A50">
      <w:pPr>
        <w:pStyle w:val="Heading5"/>
      </w:pPr>
      <w:r w:rsidRPr="00870ED0">
        <w:t>5.2.10.21.4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Null value2</w:t>
            </w:r>
          </w:p>
          <w:p w:rsidR="00714EBB" w:rsidRPr="00870ED0" w:rsidRDefault="00714EBB">
            <w:pPr>
              <w:pStyle w:val="PL"/>
              <w:rPr>
                <w:noProof w:val="0"/>
              </w:rPr>
            </w:pPr>
            <w:r w:rsidRPr="00870ED0">
              <w:rPr>
                <w:noProof w:val="0"/>
              </w:rPr>
              <w:t>appendTLV()</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6</w:t>
            </w:r>
          </w:p>
          <w:p w:rsidR="00714EBB" w:rsidRPr="00870ED0" w:rsidRDefault="00714EBB">
            <w:pPr>
              <w:pStyle w:val="PL"/>
              <w:rPr>
                <w:noProof w:val="0"/>
              </w:rPr>
            </w:pPr>
            <w:r w:rsidRPr="00870ED0">
              <w:rPr>
                <w:noProof w:val="0"/>
              </w:rPr>
              <w:t>value2Length = 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-1</w:t>
            </w:r>
          </w:p>
          <w:p w:rsidR="00714EBB" w:rsidRPr="00870ED0" w:rsidRDefault="00714EBB">
            <w:pPr>
              <w:pStyle w:val="PL"/>
              <w:rPr>
                <w:noProof w:val="0"/>
              </w:rPr>
            </w:pPr>
            <w:r w:rsidRPr="00870ED0">
              <w:rPr>
                <w:noProof w:val="0"/>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value2Length &gt; value2.length</w:t>
            </w:r>
          </w:p>
          <w:p w:rsidR="00714EBB" w:rsidRPr="00870ED0" w:rsidRDefault="00714EBB" w:rsidP="00071B49">
            <w:pPr>
              <w:pStyle w:val="PL"/>
              <w:keepNext/>
              <w:rPr>
                <w:noProof w:val="0"/>
              </w:rPr>
            </w:pPr>
            <w:r w:rsidRPr="00870ED0">
              <w:rPr>
                <w:noProof w:val="0"/>
              </w:rPr>
              <w:t>appendTLV()</w:t>
            </w:r>
          </w:p>
          <w:p w:rsidR="00714EBB" w:rsidRPr="00870ED0" w:rsidRDefault="00714EBB" w:rsidP="00071B49">
            <w:pPr>
              <w:pStyle w:val="PL"/>
              <w:keepNext/>
              <w:rPr>
                <w:noProof w:val="0"/>
              </w:rPr>
            </w:pPr>
            <w:r w:rsidRPr="00870ED0">
              <w:rPr>
                <w:noProof w:val="0"/>
              </w:rPr>
              <w:t>value2.length = 5</w:t>
            </w:r>
          </w:p>
          <w:p w:rsidR="00714EBB" w:rsidRPr="00870ED0" w:rsidRDefault="00714EBB" w:rsidP="00071B49">
            <w:pPr>
              <w:pStyle w:val="PL"/>
              <w:keepNext/>
              <w:rPr>
                <w:noProof w:val="0"/>
              </w:rPr>
            </w:pPr>
            <w:r w:rsidRPr="00870ED0">
              <w:rPr>
                <w:noProof w:val="0"/>
              </w:rPr>
              <w:t>value2Offset = 0</w:t>
            </w:r>
          </w:p>
          <w:p w:rsidR="00714EBB" w:rsidRPr="00870ED0" w:rsidRDefault="00714EBB" w:rsidP="00071B49">
            <w:pPr>
              <w:pStyle w:val="PL"/>
              <w:keepNext/>
              <w:rPr>
                <w:noProof w:val="0"/>
              </w:rPr>
            </w:pPr>
            <w:r w:rsidRPr="00870ED0">
              <w:rPr>
                <w:noProof w:val="0"/>
              </w:rPr>
              <w:t>value2Length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 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3</w:t>
            </w:r>
          </w:p>
          <w:p w:rsidR="00714EBB" w:rsidRPr="00870ED0" w:rsidRDefault="00714EBB">
            <w:pPr>
              <w:pStyle w:val="PL"/>
              <w:rPr>
                <w:noProof w:val="0"/>
              </w:rPr>
            </w:pPr>
            <w:r w:rsidRPr="00870ED0">
              <w:rPr>
                <w:noProof w:val="0"/>
              </w:rPr>
              <w:t>value2Length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714EBB">
            <w:pPr>
              <w:pStyle w:val="PL"/>
              <w:rPr>
                <w:noProof w:val="0"/>
              </w:rPr>
            </w:pPr>
            <w:r w:rsidRPr="00870ED0">
              <w:rPr>
                <w:noProof w:val="0"/>
              </w:rPr>
              <w:t>Call the appendArray() method, length = getCapacity()-1</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254</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254</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256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handler with</w:t>
            </w:r>
          </w:p>
          <w:p w:rsidR="00714EBB" w:rsidRPr="00870ED0" w:rsidRDefault="00714EBB">
            <w:pPr>
              <w:pStyle w:val="TAH"/>
              <w:keepNext w:val="0"/>
              <w:keepLines w:val="0"/>
            </w:pPr>
            <w:r w:rsidRPr="00870ED0">
              <w:t>81 03 01 00 00 82 02 81 00</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05</w:t>
            </w:r>
          </w:p>
          <w:p w:rsidR="00714EBB" w:rsidRPr="00870ED0" w:rsidRDefault="00714EBB">
            <w:pPr>
              <w:pStyle w:val="PL"/>
              <w:rPr>
                <w:noProof w:val="0"/>
              </w:rPr>
            </w:pPr>
            <w:r w:rsidRPr="00870ED0">
              <w:rPr>
                <w:noProof w:val="0"/>
              </w:rPr>
              <w:t>value2 = FF FE … F8</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05</w:t>
            </w:r>
          </w:p>
          <w:p w:rsidR="00714EBB" w:rsidRPr="00870ED0" w:rsidRDefault="00714EBB">
            <w:pPr>
              <w:pStyle w:val="PL"/>
              <w:rPr>
                <w:noProof w:val="0"/>
              </w:rPr>
            </w:pPr>
            <w:r w:rsidRPr="00870ED0">
              <w:rPr>
                <w:noProof w:val="0"/>
              </w:rPr>
              <w:t>value2 = FF FE … F8</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8</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09 05 FF FE … F8</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431A50">
            <w:pPr>
              <w:pStyle w:val="TAC"/>
            </w:pPr>
            <w:r w:rsidRPr="00870ED0">
              <w:t>11</w:t>
            </w:r>
          </w:p>
        </w:tc>
        <w:tc>
          <w:tcPr>
            <w:tcW w:w="4111" w:type="dxa"/>
            <w:tcBorders>
              <w:top w:val="single" w:sz="4" w:space="0" w:color="auto"/>
              <w:left w:val="single" w:sz="4" w:space="0" w:color="auto"/>
              <w:bottom w:val="nil"/>
              <w:right w:val="single" w:sz="4" w:space="0" w:color="auto"/>
            </w:tcBorders>
          </w:tcPr>
          <w:p w:rsidR="00714EBB" w:rsidRPr="00870ED0" w:rsidRDefault="00714EBB" w:rsidP="00431A50">
            <w:pPr>
              <w:pStyle w:val="TAH"/>
            </w:pPr>
            <w:r w:rsidRPr="00870ED0">
              <w:t>Successful call</w:t>
            </w:r>
          </w:p>
          <w:p w:rsidR="00714EBB" w:rsidRPr="00870ED0" w:rsidRDefault="00714EBB" w:rsidP="00431A50">
            <w:pPr>
              <w:pStyle w:val="PL"/>
              <w:keepNext/>
              <w:keepLines/>
              <w:rPr>
                <w:noProof w:val="0"/>
              </w:rPr>
            </w:pPr>
            <w:r w:rsidRPr="00870ED0">
              <w:rPr>
                <w:noProof w:val="0"/>
              </w:rPr>
              <w:t>appendTLV()</w:t>
            </w:r>
          </w:p>
          <w:p w:rsidR="00714EBB" w:rsidRPr="00870ED0" w:rsidRDefault="00714EBB" w:rsidP="00431A50">
            <w:pPr>
              <w:pStyle w:val="PL"/>
              <w:keepNext/>
              <w:keepLines/>
              <w:rPr>
                <w:noProof w:val="0"/>
              </w:rPr>
            </w:pPr>
            <w:r w:rsidRPr="00870ED0">
              <w:rPr>
                <w:noProof w:val="0"/>
              </w:rPr>
              <w:t>tag = 85h</w:t>
            </w:r>
          </w:p>
          <w:p w:rsidR="00714EBB" w:rsidRPr="00870ED0" w:rsidRDefault="00714EBB" w:rsidP="00431A50">
            <w:pPr>
              <w:pStyle w:val="PL"/>
              <w:keepNext/>
              <w:keepLines/>
              <w:rPr>
                <w:noProof w:val="0"/>
              </w:rPr>
            </w:pPr>
            <w:r w:rsidRPr="00870ED0">
              <w:rPr>
                <w:noProof w:val="0"/>
              </w:rPr>
              <w:t>value1 = 55h</w:t>
            </w:r>
          </w:p>
          <w:p w:rsidR="00714EBB" w:rsidRPr="00870ED0" w:rsidRDefault="00714EBB" w:rsidP="00431A50">
            <w:pPr>
              <w:pStyle w:val="PL"/>
              <w:keepNext/>
              <w:keepLines/>
              <w:rPr>
                <w:noProof w:val="0"/>
              </w:rPr>
            </w:pPr>
            <w:r w:rsidRPr="00870ED0">
              <w:rPr>
                <w:noProof w:val="0"/>
              </w:rPr>
              <w:t>value2 = 00 01 … 07</w:t>
            </w:r>
          </w:p>
          <w:p w:rsidR="00714EBB" w:rsidRPr="00870ED0" w:rsidRDefault="00714EBB" w:rsidP="00431A50">
            <w:pPr>
              <w:pStyle w:val="PL"/>
              <w:keepNext/>
              <w:keepLines/>
              <w:rPr>
                <w:noProof w:val="0"/>
              </w:rPr>
            </w:pPr>
            <w:r w:rsidRPr="00870ED0">
              <w:rPr>
                <w:noProof w:val="0"/>
              </w:rPr>
              <w:t>value2Offset = 2</w:t>
            </w:r>
          </w:p>
          <w:p w:rsidR="00714EBB" w:rsidRPr="00870ED0" w:rsidRDefault="00714EBB" w:rsidP="00431A50">
            <w:pPr>
              <w:pStyle w:val="PL"/>
              <w:keepNext/>
              <w:keepLines/>
              <w:rPr>
                <w:noProof w:val="0"/>
              </w:rPr>
            </w:pPr>
            <w:r w:rsidRPr="00870ED0">
              <w:rPr>
                <w:noProof w:val="0"/>
              </w:rPr>
              <w:t>value2Length = 6</w:t>
            </w:r>
          </w:p>
        </w:tc>
        <w:tc>
          <w:tcPr>
            <w:tcW w:w="2835" w:type="dxa"/>
            <w:tcBorders>
              <w:top w:val="single" w:sz="4" w:space="0" w:color="auto"/>
              <w:left w:val="single" w:sz="4" w:space="0" w:color="auto"/>
              <w:bottom w:val="nil"/>
              <w:right w:val="single" w:sz="4" w:space="0" w:color="auto"/>
            </w:tcBorders>
          </w:tcPr>
          <w:p w:rsidR="00714EBB" w:rsidRPr="00870ED0" w:rsidRDefault="00714EBB" w:rsidP="00431A50">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431A50">
            <w:pPr>
              <w:pStyle w:val="TAL"/>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 xml:space="preserve">compareBuffer = </w:t>
            </w:r>
          </w:p>
          <w:p w:rsidR="00714EBB" w:rsidRPr="00870ED0" w:rsidRDefault="00714EBB">
            <w:pPr>
              <w:pStyle w:val="PL"/>
              <w:rPr>
                <w:noProof w:val="0"/>
              </w:rPr>
            </w:pPr>
            <w:r w:rsidRPr="00870ED0">
              <w:rPr>
                <w:noProof w:val="0"/>
              </w:rPr>
              <w:t>04 09 05 FF FE … F8</w:t>
            </w:r>
          </w:p>
          <w:p w:rsidR="00714EBB" w:rsidRPr="00870ED0" w:rsidRDefault="00714EBB">
            <w:pPr>
              <w:pStyle w:val="PL"/>
              <w:rPr>
                <w:noProof w:val="0"/>
              </w:rPr>
            </w:pPr>
            <w:r w:rsidRPr="00870ED0">
              <w:rPr>
                <w:noProof w:val="0"/>
              </w:rPr>
              <w:t>85 07 55 02 03 … 07</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071B49">
            <w:pPr>
              <w:pStyle w:val="TAC"/>
              <w:keepLines w:val="0"/>
            </w:pPr>
            <w:r w:rsidRPr="00870ED0">
              <w:lastRenderedPageBreak/>
              <w:t>12</w:t>
            </w:r>
          </w:p>
        </w:tc>
        <w:tc>
          <w:tcPr>
            <w:tcW w:w="4111" w:type="dxa"/>
            <w:tcBorders>
              <w:top w:val="single" w:sz="4" w:space="0" w:color="auto"/>
              <w:left w:val="single" w:sz="4" w:space="0" w:color="auto"/>
              <w:bottom w:val="nil"/>
              <w:right w:val="single" w:sz="4" w:space="0" w:color="auto"/>
            </w:tcBorders>
          </w:tcPr>
          <w:p w:rsidR="00714EBB" w:rsidRPr="00870ED0" w:rsidRDefault="00714EBB" w:rsidP="00071B49">
            <w:pPr>
              <w:pStyle w:val="TAH"/>
              <w:keepLines w:val="0"/>
            </w:pPr>
            <w:r w:rsidRPr="00870ED0">
              <w:t>Successful call</w:t>
            </w:r>
          </w:p>
          <w:p w:rsidR="00714EBB" w:rsidRPr="00870ED0" w:rsidRDefault="00714EBB" w:rsidP="00071B49">
            <w:pPr>
              <w:pStyle w:val="PL"/>
              <w:keepNext/>
              <w:rPr>
                <w:noProof w:val="0"/>
              </w:rPr>
            </w:pPr>
            <w:r w:rsidRPr="00870ED0">
              <w:rPr>
                <w:noProof w:val="0"/>
              </w:rPr>
              <w:t>appendTLV()</w:t>
            </w:r>
          </w:p>
          <w:p w:rsidR="00714EBB" w:rsidRPr="00870ED0" w:rsidRDefault="00714EBB" w:rsidP="00071B49">
            <w:pPr>
              <w:pStyle w:val="PL"/>
              <w:keepNext/>
              <w:rPr>
                <w:noProof w:val="0"/>
              </w:rPr>
            </w:pPr>
            <w:r w:rsidRPr="00870ED0">
              <w:rPr>
                <w:noProof w:val="0"/>
              </w:rPr>
              <w:t>tag = 01</w:t>
            </w:r>
          </w:p>
          <w:p w:rsidR="00714EBB" w:rsidRPr="00870ED0" w:rsidRDefault="00714EBB" w:rsidP="00071B49">
            <w:pPr>
              <w:pStyle w:val="PL"/>
              <w:keepNext/>
              <w:rPr>
                <w:noProof w:val="0"/>
              </w:rPr>
            </w:pPr>
            <w:r w:rsidRPr="00870ED0">
              <w:rPr>
                <w:noProof w:val="0"/>
              </w:rPr>
              <w:t>value1 = 44h</w:t>
            </w:r>
          </w:p>
          <w:p w:rsidR="00714EBB" w:rsidRPr="00870ED0" w:rsidRDefault="00714EBB" w:rsidP="00071B49">
            <w:pPr>
              <w:pStyle w:val="PL"/>
              <w:keepNext/>
              <w:rPr>
                <w:noProof w:val="0"/>
              </w:rPr>
            </w:pPr>
            <w:r w:rsidRPr="00870ED0">
              <w:rPr>
                <w:noProof w:val="0"/>
              </w:rPr>
              <w:t>value2 = 11 22 … 88</w:t>
            </w:r>
          </w:p>
          <w:p w:rsidR="00714EBB" w:rsidRPr="00870ED0" w:rsidRDefault="00714EBB" w:rsidP="00071B49">
            <w:pPr>
              <w:pStyle w:val="PL"/>
              <w:keepNext/>
              <w:rPr>
                <w:noProof w:val="0"/>
              </w:rPr>
            </w:pPr>
            <w:r w:rsidRPr="00870ED0">
              <w:rPr>
                <w:noProof w:val="0"/>
              </w:rPr>
              <w:t>value2Offset = 2</w:t>
            </w:r>
          </w:p>
          <w:p w:rsidR="00714EBB" w:rsidRPr="00870ED0" w:rsidRDefault="00714EBB" w:rsidP="00071B49">
            <w:pPr>
              <w:pStyle w:val="PL"/>
              <w:keepNext/>
              <w:rPr>
                <w:noProof w:val="0"/>
              </w:rPr>
            </w:pPr>
            <w:r w:rsidRPr="00870ED0">
              <w:rPr>
                <w:noProof w:val="0"/>
              </w:rPr>
              <w:t>value2Length = 4</w:t>
            </w:r>
          </w:p>
        </w:tc>
        <w:tc>
          <w:tcPr>
            <w:tcW w:w="2835" w:type="dxa"/>
            <w:tcBorders>
              <w:top w:val="single" w:sz="4" w:space="0" w:color="auto"/>
              <w:left w:val="single" w:sz="4" w:space="0" w:color="auto"/>
              <w:bottom w:val="nil"/>
              <w:right w:val="single" w:sz="4" w:space="0" w:color="auto"/>
            </w:tcBorders>
          </w:tcPr>
          <w:p w:rsidR="00714EBB" w:rsidRPr="00870ED0" w:rsidRDefault="00714EBB" w:rsidP="00071B49">
            <w:pPr>
              <w:pStyle w:val="TAL"/>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071B49">
            <w:pPr>
              <w:pStyle w:val="TAC"/>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rsidP="00071B49">
            <w:pPr>
              <w:pStyle w:val="TAH"/>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071B49">
            <w:pPr>
              <w:pStyle w:val="TAL"/>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071B49">
            <w:pPr>
              <w:pStyle w:val="TAC"/>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Compare the arrays</w:t>
            </w:r>
          </w:p>
          <w:p w:rsidR="00714EBB" w:rsidRPr="00870ED0" w:rsidRDefault="00714EBB" w:rsidP="00071B49">
            <w:pPr>
              <w:pStyle w:val="PL"/>
              <w:keepNext/>
              <w:rPr>
                <w:noProof w:val="0"/>
              </w:rPr>
            </w:pPr>
            <w:r w:rsidRPr="00870ED0">
              <w:rPr>
                <w:noProof w:val="0"/>
              </w:rPr>
              <w:t>CompareBuffer =</w:t>
            </w:r>
          </w:p>
          <w:p w:rsidR="00714EBB" w:rsidRPr="00870ED0" w:rsidRDefault="00714EBB" w:rsidP="00071B49">
            <w:pPr>
              <w:pStyle w:val="PL"/>
              <w:keepNext/>
              <w:rPr>
                <w:noProof w:val="0"/>
              </w:rPr>
            </w:pPr>
            <w:r w:rsidRPr="00870ED0">
              <w:rPr>
                <w:noProof w:val="0"/>
              </w:rPr>
              <w:t>04 09 05 FF FE … F8</w:t>
            </w:r>
          </w:p>
          <w:p w:rsidR="00714EBB" w:rsidRPr="00870ED0" w:rsidRDefault="00714EBB" w:rsidP="00071B49">
            <w:pPr>
              <w:pStyle w:val="PL"/>
              <w:keepNext/>
              <w:rPr>
                <w:noProof w:val="0"/>
              </w:rPr>
            </w:pPr>
            <w:r w:rsidRPr="00870ED0">
              <w:rPr>
                <w:noProof w:val="0"/>
              </w:rPr>
              <w:t>85 07 55 02 03 … 07</w:t>
            </w:r>
          </w:p>
          <w:p w:rsidR="00714EBB" w:rsidRPr="00870ED0" w:rsidRDefault="00714EBB" w:rsidP="00071B49">
            <w:pPr>
              <w:pStyle w:val="PL"/>
              <w:keepNext/>
              <w:rPr>
                <w:noProof w:val="0"/>
              </w:rPr>
            </w:pPr>
            <w:r w:rsidRPr="00870ED0">
              <w:rPr>
                <w:noProof w:val="0"/>
              </w:rPr>
              <w:t>01 05 44 33 44 55 66</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rsidP="00071B49">
            <w:pPr>
              <w:pStyle w:val="TAL"/>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00</w:t>
            </w:r>
          </w:p>
          <w:p w:rsidR="00714EBB" w:rsidRPr="00870ED0" w:rsidRDefault="00714EBB">
            <w:pPr>
              <w:pStyle w:val="PL"/>
              <w:rPr>
                <w:noProof w:val="0"/>
              </w:rPr>
            </w:pPr>
            <w:r w:rsidRPr="00870ED0">
              <w:rPr>
                <w:noProof w:val="0"/>
              </w:rPr>
              <w:t>value2 = 01 … 7F</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7Fh</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PL"/>
              <w:rPr>
                <w:noProof w:val="0"/>
              </w:rPr>
            </w:pPr>
            <w:r w:rsidRPr="00870ED0">
              <w:rPr>
                <w:noProof w:val="0"/>
              </w:rPr>
              <w:t>compareBuffer = 04 81 80 00 01…7F</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431A50">
            <w:pPr>
              <w:pStyle w:val="TAC"/>
            </w:pPr>
            <w:r w:rsidRPr="00870ED0">
              <w:t>14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rsidP="00431A50">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431A50">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00</w:t>
            </w:r>
          </w:p>
          <w:p w:rsidR="00714EBB" w:rsidRPr="00870ED0" w:rsidRDefault="00714EBB">
            <w:pPr>
              <w:pStyle w:val="PL"/>
              <w:rPr>
                <w:noProof w:val="0"/>
              </w:rPr>
            </w:pPr>
            <w:r w:rsidRPr="00870ED0">
              <w:rPr>
                <w:noProof w:val="0"/>
              </w:rPr>
              <w:t>value2 = 01 … F9</w:t>
            </w:r>
          </w:p>
          <w:p w:rsidR="00714EBB" w:rsidRPr="00870ED0" w:rsidRDefault="00714EBB">
            <w:pPr>
              <w:pStyle w:val="PL"/>
              <w:rPr>
                <w:noProof w:val="0"/>
              </w:rPr>
            </w:pPr>
            <w:r w:rsidRPr="00870ED0">
              <w:rPr>
                <w:noProof w:val="0"/>
              </w:rPr>
              <w:t>value2Offset = 0</w:t>
            </w:r>
          </w:p>
          <w:p w:rsidR="00714EBB" w:rsidRPr="00870ED0" w:rsidRDefault="00714EBB">
            <w:pPr>
              <w:pStyle w:val="PL"/>
              <w:rPr>
                <w:rFonts w:ascii="Courier" w:hAnsi="Courier"/>
                <w:b/>
                <w:noProof w:val="0"/>
              </w:rPr>
            </w:pPr>
            <w:r w:rsidRPr="00870ED0">
              <w:rPr>
                <w:noProof w:val="0"/>
              </w:rPr>
              <w:t>value2Length = 249</w:t>
            </w:r>
          </w:p>
        </w:tc>
        <w:tc>
          <w:tcPr>
            <w:tcW w:w="2835" w:type="dxa"/>
            <w:tcBorders>
              <w:top w:val="single" w:sz="4" w:space="0" w:color="808080"/>
              <w:left w:val="single" w:sz="4" w:space="0" w:color="auto"/>
              <w:bottom w:val="nil"/>
              <w:right w:val="single" w:sz="4" w:space="0" w:color="auto"/>
            </w:tcBorders>
          </w:tcPr>
          <w:p w:rsidR="00714EBB" w:rsidRPr="00870ED0" w:rsidRDefault="00714EBB" w:rsidP="00431A50">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431A50">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BodyText"/>
              <w:jc w:val="center"/>
              <w:rPr>
                <w:rFonts w:ascii="Courier" w:hAnsi="Courier"/>
                <w:b/>
              </w:rPr>
            </w:pPr>
            <w:r w:rsidRPr="00870ED0">
              <w:rPr>
                <w:rFonts w:ascii="Arial" w:hAnsi="Arial"/>
                <w:b/>
                <w:sz w:val="18"/>
              </w:rPr>
              <w:t>Call getLength() method</w:t>
            </w:r>
          </w:p>
        </w:tc>
        <w:tc>
          <w:tcPr>
            <w:tcW w:w="2835" w:type="dxa"/>
            <w:tcBorders>
              <w:top w:val="single" w:sz="4" w:space="0" w:color="808080"/>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808080"/>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single" w:sz="4" w:space="0" w:color="808080"/>
              <w:left w:val="single" w:sz="4" w:space="0" w:color="auto"/>
              <w:bottom w:val="nil"/>
              <w:right w:val="single" w:sz="4" w:space="0" w:color="auto"/>
            </w:tcBorders>
          </w:tcPr>
          <w:p w:rsidR="00714EBB" w:rsidRPr="00870ED0" w:rsidRDefault="00714EBB" w:rsidP="00431A50">
            <w:pPr>
              <w:pStyle w:val="TAC"/>
            </w:pPr>
          </w:p>
        </w:tc>
        <w:tc>
          <w:tcPr>
            <w:tcW w:w="4111" w:type="dxa"/>
            <w:tcBorders>
              <w:top w:val="single" w:sz="4" w:space="0" w:color="808080"/>
              <w:left w:val="single" w:sz="4" w:space="0" w:color="auto"/>
              <w:bottom w:val="nil"/>
              <w:right w:val="single" w:sz="4" w:space="0" w:color="auto"/>
            </w:tcBorders>
          </w:tcPr>
          <w:p w:rsidR="00714EBB" w:rsidRPr="00870ED0" w:rsidRDefault="00714EBB">
            <w:pPr>
              <w:pStyle w:val="TAH"/>
              <w:keepNext w:val="0"/>
              <w:keepLines w:val="0"/>
              <w:rPr>
                <w:rFonts w:ascii="Courier" w:hAnsi="Courier"/>
                <w:b w:val="0"/>
              </w:rPr>
            </w:pPr>
            <w:r w:rsidRPr="00870ED0">
              <w:t>Call copy() method</w:t>
            </w:r>
          </w:p>
        </w:tc>
        <w:tc>
          <w:tcPr>
            <w:tcW w:w="2835" w:type="dxa"/>
            <w:tcBorders>
              <w:top w:val="single" w:sz="4" w:space="0" w:color="808080"/>
              <w:left w:val="single" w:sz="4" w:space="0" w:color="auto"/>
              <w:bottom w:val="nil"/>
              <w:right w:val="single" w:sz="4" w:space="0" w:color="auto"/>
            </w:tcBorders>
          </w:tcPr>
          <w:p w:rsidR="00714EBB" w:rsidRPr="00870ED0" w:rsidRDefault="00714EBB" w:rsidP="00431A50">
            <w:pPr>
              <w:pStyle w:val="TAL"/>
            </w:pPr>
          </w:p>
        </w:tc>
        <w:tc>
          <w:tcPr>
            <w:tcW w:w="2410" w:type="dxa"/>
            <w:tcBorders>
              <w:top w:val="single" w:sz="4" w:space="0" w:color="808080"/>
              <w:left w:val="single" w:sz="4" w:space="0" w:color="auto"/>
              <w:bottom w:val="nil"/>
              <w:right w:val="single" w:sz="4" w:space="0" w:color="auto"/>
            </w:tcBorders>
          </w:tcPr>
          <w:p w:rsidR="00714EBB" w:rsidRPr="00870ED0" w:rsidRDefault="00714EBB" w:rsidP="00431A50">
            <w:pPr>
              <w:pStyle w:val="TAC"/>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rsidP="00431A50">
            <w:pPr>
              <w:pStyle w:val="TAC"/>
            </w:pPr>
          </w:p>
        </w:tc>
        <w:tc>
          <w:tcPr>
            <w:tcW w:w="411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PL"/>
              <w:rPr>
                <w:rFonts w:ascii="Courier" w:hAnsi="Courier"/>
                <w:b/>
                <w:noProof w:val="0"/>
              </w:rPr>
            </w:pPr>
            <w:r w:rsidRPr="00870ED0">
              <w:rPr>
                <w:noProof w:val="0"/>
              </w:rPr>
              <w:t>compareBuffer = 04 81 FA 00 01…F9</w:t>
            </w:r>
          </w:p>
        </w:tc>
        <w:tc>
          <w:tcPr>
            <w:tcW w:w="283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rsidP="00431A50">
            <w:pPr>
              <w:pStyle w:val="TAC"/>
            </w:pPr>
          </w:p>
        </w:tc>
      </w:tr>
    </w:tbl>
    <w:p w:rsidR="00714EBB" w:rsidRPr="00870ED0" w:rsidRDefault="00714EBB"/>
    <w:p w:rsidR="00714EBB" w:rsidRPr="00870ED0" w:rsidRDefault="00714EBB">
      <w:pPr>
        <w:pStyle w:val="Heading4"/>
      </w:pPr>
      <w:r w:rsidRPr="00870ED0">
        <w:t>5.2.10.22</w:t>
      </w:r>
      <w:r w:rsidRPr="00870ED0">
        <w:tab/>
        <w:t>Method appendTLV(byte tag, byte value1, short value2)</w:t>
      </w:r>
    </w:p>
    <w:p w:rsidR="00714EBB" w:rsidRPr="00870ED0" w:rsidRDefault="00714EBB">
      <w:r w:rsidRPr="00870ED0">
        <w:t>Test Area Reference: Api_2_Bte_Aptlbbs</w:t>
      </w:r>
      <w:r w:rsidR="00431A50" w:rsidRPr="00870ED0">
        <w:t>.</w:t>
      </w:r>
    </w:p>
    <w:p w:rsidR="00714EBB" w:rsidRPr="00870ED0" w:rsidRDefault="00714EBB" w:rsidP="00431A50">
      <w:pPr>
        <w:pStyle w:val="Heading5"/>
      </w:pPr>
      <w:r w:rsidRPr="00870ED0">
        <w:t>5.2.1</w:t>
      </w:r>
      <w:r w:rsidR="00431A50" w:rsidRPr="00870ED0">
        <w:t>0.22.1</w:t>
      </w:r>
      <w:r w:rsidR="00431A50"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short value2)</w:t>
      </w:r>
    </w:p>
    <w:p w:rsidR="00714EBB" w:rsidRPr="00870ED0" w:rsidRDefault="00714EBB">
      <w:pPr>
        <w:pStyle w:val="PL"/>
        <w:rPr>
          <w:noProof w:val="0"/>
        </w:rPr>
      </w:pPr>
      <w:r w:rsidRPr="00870ED0">
        <w:rPr>
          <w:noProof w:val="0"/>
        </w:rPr>
        <w:t xml:space="preserve">               throws ToolkitException</w:t>
      </w:r>
    </w:p>
    <w:p w:rsidR="00431A50" w:rsidRPr="00870ED0" w:rsidRDefault="00431A50">
      <w:pPr>
        <w:pStyle w:val="PL"/>
        <w:rPr>
          <w:noProof w:val="0"/>
        </w:rPr>
      </w:pPr>
    </w:p>
    <w:p w:rsidR="00714EBB" w:rsidRPr="00870ED0" w:rsidRDefault="00714EBB" w:rsidP="00431A50">
      <w:pPr>
        <w:pStyle w:val="H6"/>
        <w:outlineLvl w:val="0"/>
      </w:pPr>
      <w:r w:rsidRPr="00870ED0">
        <w:t>5.2.10.22.1.1</w:t>
      </w:r>
      <w:r w:rsidRPr="00870ED0">
        <w:tab/>
        <w:t>Normal execution</w:t>
      </w:r>
    </w:p>
    <w:p w:rsidR="00714EBB" w:rsidRPr="00870ED0" w:rsidRDefault="00714EBB" w:rsidP="00431A50">
      <w:pPr>
        <w:pStyle w:val="B1"/>
        <w:keepNext/>
        <w:keepLines/>
      </w:pPr>
      <w:r w:rsidRPr="00870ED0">
        <w:t>CRRN1: Appends a TLV element to the current TLV list (3-byte element(1-byte,1-short)).</w:t>
      </w:r>
    </w:p>
    <w:p w:rsidR="00714EBB" w:rsidRPr="00870ED0" w:rsidRDefault="00714EBB" w:rsidP="00431A50">
      <w:pPr>
        <w:pStyle w:val="B1"/>
        <w:keepNext/>
        <w:keepLines/>
      </w:pPr>
      <w:r w:rsidRPr="00870ED0">
        <w:t>CRRN2: A successful append does not modify the TLV selected.</w:t>
      </w:r>
    </w:p>
    <w:p w:rsidR="00714EBB" w:rsidRPr="00870ED0" w:rsidRDefault="00714EBB">
      <w:pPr>
        <w:pStyle w:val="H6"/>
        <w:outlineLvl w:val="0"/>
      </w:pPr>
      <w:r w:rsidRPr="00870ED0">
        <w:t>5.2.10.22.1.2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lastRenderedPageBreak/>
        <w:t>5.2.10.22.1.3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9B28A8" w:rsidRPr="00870ED0">
        <w:t>.</w:t>
      </w:r>
    </w:p>
    <w:p w:rsidR="00714EBB" w:rsidRPr="00870ED0" w:rsidRDefault="00714EBB">
      <w:pPr>
        <w:pStyle w:val="B1"/>
      </w:pPr>
      <w:r w:rsidRPr="00870ED0">
        <w:t>CRRC2: if the EditHandler buffer is busy, a ToolkitException is thrown with reason code HANDLER_NOT_AVAILABLE</w:t>
      </w:r>
      <w:r w:rsidR="009B28A8" w:rsidRPr="00870ED0">
        <w:t>.</w:t>
      </w:r>
    </w:p>
    <w:p w:rsidR="00714EBB" w:rsidRPr="00870ED0" w:rsidRDefault="00714EBB" w:rsidP="00431A50">
      <w:pPr>
        <w:pStyle w:val="Heading5"/>
      </w:pPr>
      <w:r w:rsidRPr="00870ED0">
        <w:t>5.2.10.22.2</w:t>
      </w:r>
      <w:r w:rsidRPr="00870ED0">
        <w:tab/>
        <w:t>Test area files</w:t>
      </w:r>
    </w:p>
    <w:p w:rsidR="00714EBB" w:rsidRPr="00870ED0" w:rsidRDefault="00714EBB">
      <w:r w:rsidRPr="00870ED0">
        <w:t>Specific tr</w:t>
      </w:r>
      <w:r w:rsidR="00431A50" w:rsidRPr="00870ED0">
        <w:t>iggering: Unrecognized Envelope:</w:t>
      </w:r>
    </w:p>
    <w:p w:rsidR="00714EBB" w:rsidRPr="00870ED0" w:rsidRDefault="00714EBB" w:rsidP="002854FB">
      <w:pPr>
        <w:pStyle w:val="EX"/>
      </w:pPr>
      <w:r w:rsidRPr="00870ED0">
        <w:t>Test Source:</w:t>
      </w:r>
      <w:r w:rsidRPr="00870ED0">
        <w:tab/>
        <w:t>Test_Api_2_Bte_Aptlbbs.java</w:t>
      </w:r>
      <w:r w:rsidR="00431A50" w:rsidRPr="00870ED0">
        <w:t>.</w:t>
      </w:r>
    </w:p>
    <w:p w:rsidR="00714EBB" w:rsidRPr="00870ED0" w:rsidRDefault="00714EBB" w:rsidP="002854FB">
      <w:pPr>
        <w:pStyle w:val="EX"/>
      </w:pPr>
      <w:r w:rsidRPr="00870ED0">
        <w:t>Test Ap</w:t>
      </w:r>
      <w:r w:rsidR="00431A50" w:rsidRPr="00870ED0">
        <w:t xml:space="preserve">plet: </w:t>
      </w:r>
      <w:r w:rsidR="00431A50" w:rsidRPr="00870ED0">
        <w:tab/>
        <w:t>Api_2_Bte_Aptlbbs_1.java.</w:t>
      </w:r>
    </w:p>
    <w:p w:rsidR="00714EBB" w:rsidRPr="00870ED0" w:rsidRDefault="00714EBB" w:rsidP="002854FB">
      <w:pPr>
        <w:pStyle w:val="EX"/>
      </w:pPr>
      <w:r w:rsidRPr="00870ED0">
        <w:t>Cap File:</w:t>
      </w:r>
      <w:r w:rsidRPr="00870ED0">
        <w:tab/>
        <w:t>api_2_bte_aptlbbs.cap</w:t>
      </w:r>
      <w:r w:rsidR="00431A50" w:rsidRPr="00870ED0">
        <w:t>.</w:t>
      </w:r>
    </w:p>
    <w:p w:rsidR="00714EBB" w:rsidRPr="00870ED0" w:rsidRDefault="00714EBB" w:rsidP="00431A50">
      <w:pPr>
        <w:pStyle w:val="Heading5"/>
      </w:pPr>
      <w:r w:rsidRPr="00870ED0">
        <w:t>5.2.10.22.3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431A50">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431A50"/>
    <w:p w:rsidR="00714EBB" w:rsidRPr="00870ED0" w:rsidRDefault="00431A50" w:rsidP="00431A50">
      <w:pPr>
        <w:pStyle w:val="Heading5"/>
      </w:pPr>
      <w:r w:rsidRPr="00870ED0">
        <w:t>5.2.10.22.4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appendArray()</w:t>
            </w:r>
          </w:p>
          <w:p w:rsidR="00714EBB" w:rsidRPr="00870ED0" w:rsidRDefault="00714EBB">
            <w:pPr>
              <w:pStyle w:val="TAH"/>
              <w:keepNext w:val="0"/>
              <w:keepLines w:val="0"/>
            </w:pPr>
            <w:r w:rsidRPr="00870ED0">
              <w:t>length = getCapacity()-1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071B49">
            <w:pPr>
              <w:pStyle w:val="TAH"/>
              <w:keepNext w:val="0"/>
              <w:keepLines w:val="0"/>
            </w:pPr>
            <w:r w:rsidRPr="00870ED0">
              <w:t xml:space="preserve"> Call the appendTLV()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handler with</w:t>
            </w:r>
          </w:p>
          <w:p w:rsidR="00714EBB" w:rsidRPr="00870ED0" w:rsidRDefault="00714EBB">
            <w:pPr>
              <w:pStyle w:val="TAH"/>
              <w:keepNext w:val="0"/>
              <w:keepLines w:val="0"/>
            </w:pPr>
            <w:r w:rsidRPr="00870ED0">
              <w:t>81 03 01 00 00 82 02 81 00</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appendTLV()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w:t>
            </w:r>
            <w:r w:rsidR="009B28A8" w:rsidRPr="00870ED0">
              <w:t>rent TLV: Call getValueLength()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w:t>
            </w:r>
          </w:p>
          <w:p w:rsidR="00714EBB" w:rsidRPr="00870ED0" w:rsidRDefault="00714EBB">
            <w:pPr>
              <w:pStyle w:val="TAH"/>
              <w:keepNext w:val="0"/>
              <w:keepLines w:val="0"/>
            </w:pPr>
            <w:r w:rsidRPr="00870ED0">
              <w:t>value2 = 01h 02h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TAH"/>
              <w:keepNext w:val="0"/>
              <w:keepLines w:val="0"/>
            </w:pPr>
            <w:r w:rsidRPr="00870ED0">
              <w:t>compareBuffer = 84 03 00 01 02</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w:t>
            </w:r>
          </w:p>
          <w:p w:rsidR="00714EBB" w:rsidRPr="00870ED0" w:rsidRDefault="00714EBB">
            <w:pPr>
              <w:pStyle w:val="PL"/>
              <w:rPr>
                <w:noProof w:val="0"/>
              </w:rPr>
            </w:pPr>
            <w:r w:rsidRPr="00870ED0">
              <w:rPr>
                <w:noProof w:val="0"/>
              </w:rPr>
              <w:t>value2 = FDh FCh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TAH"/>
              <w:keepNext w:val="0"/>
              <w:keepLines w:val="0"/>
            </w:pPr>
            <w:r w:rsidRPr="00870ED0">
              <w:t>compareBuffer = 84 03 00 01 02 01 03 FE FD FC</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lastRenderedPageBreak/>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Clear the handler</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Call appendArray()</w:t>
            </w:r>
          </w:p>
          <w:p w:rsidR="00714EBB" w:rsidRPr="00870ED0" w:rsidRDefault="00714EBB" w:rsidP="00071B49">
            <w:pPr>
              <w:pStyle w:val="PL"/>
              <w:keepNext/>
              <w:rPr>
                <w:noProof w:val="0"/>
              </w:rPr>
            </w:pPr>
            <w:r w:rsidRPr="00870ED0">
              <w:rPr>
                <w:noProof w:val="0"/>
              </w:rPr>
              <w:t>length = 248</w:t>
            </w:r>
          </w:p>
          <w:p w:rsidR="00714EBB" w:rsidRPr="00870ED0" w:rsidRDefault="00714EBB" w:rsidP="00071B49">
            <w:pPr>
              <w:pStyle w:val="TAH"/>
              <w:keepLines w:val="0"/>
              <w:jc w:val="left"/>
            </w:pPr>
            <w:r w:rsidRPr="00870ED0">
              <w:rPr>
                <w:rFonts w:ascii="Courier New" w:hAnsi="Courier New"/>
                <w:b w:val="0"/>
                <w:sz w:val="16"/>
              </w:rPr>
              <w:t>buffer = 00 81 F5 03 04 … F7</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Successful call</w:t>
            </w:r>
          </w:p>
          <w:p w:rsidR="00714EBB" w:rsidRPr="00870ED0" w:rsidRDefault="00714EBB" w:rsidP="00071B49">
            <w:pPr>
              <w:pStyle w:val="PL"/>
              <w:keepNext/>
              <w:rPr>
                <w:noProof w:val="0"/>
              </w:rPr>
            </w:pPr>
            <w:r w:rsidRPr="00870ED0">
              <w:rPr>
                <w:noProof w:val="0"/>
              </w:rPr>
              <w:t>appendTLV()</w:t>
            </w:r>
          </w:p>
          <w:p w:rsidR="00714EBB" w:rsidRPr="00870ED0" w:rsidRDefault="00714EBB" w:rsidP="00071B49">
            <w:pPr>
              <w:pStyle w:val="PL"/>
              <w:keepNext/>
              <w:rPr>
                <w:noProof w:val="0"/>
              </w:rPr>
            </w:pPr>
            <w:r w:rsidRPr="00870ED0">
              <w:rPr>
                <w:noProof w:val="0"/>
              </w:rPr>
              <w:t>tag = 84h</w:t>
            </w:r>
          </w:p>
          <w:p w:rsidR="00714EBB" w:rsidRPr="00870ED0" w:rsidRDefault="00714EBB" w:rsidP="00071B49">
            <w:pPr>
              <w:pStyle w:val="PL"/>
              <w:keepNext/>
              <w:rPr>
                <w:noProof w:val="0"/>
              </w:rPr>
            </w:pPr>
            <w:r w:rsidRPr="00870ED0">
              <w:rPr>
                <w:noProof w:val="0"/>
              </w:rPr>
              <w:t xml:space="preserve">value1 = 00h </w:t>
            </w:r>
          </w:p>
          <w:p w:rsidR="00714EBB" w:rsidRPr="00870ED0" w:rsidRDefault="00714EBB" w:rsidP="00071B49">
            <w:pPr>
              <w:pStyle w:val="TAH"/>
              <w:keepLines w:val="0"/>
              <w:jc w:val="left"/>
            </w:pPr>
            <w:r w:rsidRPr="00870ED0">
              <w:rPr>
                <w:rFonts w:ascii="Courier New" w:hAnsi="Courier New"/>
                <w:b w:val="0"/>
                <w:sz w:val="16"/>
              </w:rPr>
              <w:t>value2 = 01h 02h</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getLength()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copy()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00 81 F5 03 04 … F7 84 03 00 01 02</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9B28A8">
      <w:pPr>
        <w:pStyle w:val="Heading4"/>
      </w:pPr>
      <w:r w:rsidRPr="00870ED0">
        <w:t>5.2.10.23</w:t>
      </w:r>
      <w:r w:rsidRPr="00870ED0">
        <w:tab/>
        <w:t>Method appendTLV(byte tag, short value)</w:t>
      </w:r>
    </w:p>
    <w:p w:rsidR="00714EBB" w:rsidRPr="00870ED0" w:rsidRDefault="00714EBB" w:rsidP="009B28A8">
      <w:pPr>
        <w:keepNext/>
        <w:keepLines/>
      </w:pPr>
      <w:r w:rsidRPr="00870ED0">
        <w:t>Test Area Reference: Api_2_Bte_Aptlbs</w:t>
      </w:r>
      <w:r w:rsidR="008F26AC" w:rsidRPr="00870ED0">
        <w:t>.</w:t>
      </w:r>
    </w:p>
    <w:p w:rsidR="00714EBB" w:rsidRPr="00870ED0" w:rsidRDefault="00714EBB" w:rsidP="009B28A8">
      <w:pPr>
        <w:pStyle w:val="Heading5"/>
      </w:pPr>
      <w:r w:rsidRPr="00870ED0">
        <w:t>5.2.1</w:t>
      </w:r>
      <w:r w:rsidR="008F26AC" w:rsidRPr="00870ED0">
        <w:t>0.23.1</w:t>
      </w:r>
      <w:r w:rsidR="008F26AC"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short value)</w:t>
      </w:r>
    </w:p>
    <w:p w:rsidR="00714EBB" w:rsidRPr="00870ED0" w:rsidRDefault="00714EBB">
      <w:pPr>
        <w:pStyle w:val="PL"/>
        <w:rPr>
          <w:noProof w:val="0"/>
        </w:rPr>
      </w:pPr>
      <w:r w:rsidRPr="00870ED0">
        <w:rPr>
          <w:noProof w:val="0"/>
        </w:rPr>
        <w:t xml:space="preserve">               throws ToolkitException</w:t>
      </w:r>
    </w:p>
    <w:p w:rsidR="008F26AC" w:rsidRPr="00870ED0" w:rsidRDefault="008F26AC">
      <w:pPr>
        <w:pStyle w:val="PL"/>
        <w:rPr>
          <w:noProof w:val="0"/>
        </w:rPr>
      </w:pPr>
    </w:p>
    <w:p w:rsidR="00714EBB" w:rsidRPr="00870ED0" w:rsidRDefault="00714EBB">
      <w:pPr>
        <w:pStyle w:val="H6"/>
        <w:outlineLvl w:val="0"/>
      </w:pPr>
      <w:r w:rsidRPr="00870ED0">
        <w:t>5.2.10.23.1.1</w:t>
      </w:r>
      <w:r w:rsidRPr="00870ED0">
        <w:tab/>
        <w:t>Normal execution</w:t>
      </w:r>
    </w:p>
    <w:p w:rsidR="00714EBB" w:rsidRPr="00870ED0" w:rsidRDefault="00714EBB">
      <w:pPr>
        <w:pStyle w:val="B1"/>
      </w:pPr>
      <w:r w:rsidRPr="00870ED0">
        <w:t>CRRN1: Appends a TLV element to the current TLV list (2-byte or 1-short element).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5.2.10.23.1.2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5.2.10.23.1.3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8F26AC" w:rsidRPr="00870ED0">
        <w:t>.</w:t>
      </w:r>
    </w:p>
    <w:p w:rsidR="00714EBB" w:rsidRPr="00870ED0" w:rsidRDefault="00714EBB">
      <w:pPr>
        <w:pStyle w:val="B1"/>
      </w:pPr>
      <w:r w:rsidRPr="00870ED0">
        <w:t>CRRC2: if the EditHandler buffer is busy, a ToolkitException is thrown with reason code HANDLER_NOT_AVAILABLE</w:t>
      </w:r>
      <w:r w:rsidR="008F26AC" w:rsidRPr="00870ED0">
        <w:t>.</w:t>
      </w:r>
    </w:p>
    <w:p w:rsidR="00714EBB" w:rsidRPr="00870ED0" w:rsidRDefault="00714EBB" w:rsidP="008F26AC">
      <w:pPr>
        <w:pStyle w:val="Heading5"/>
      </w:pPr>
      <w:r w:rsidRPr="00870ED0">
        <w:t>5.2.10.23.2</w:t>
      </w:r>
      <w:r w:rsidRPr="00870ED0">
        <w:tab/>
        <w:t>Test area files</w:t>
      </w:r>
    </w:p>
    <w:p w:rsidR="00714EBB" w:rsidRPr="00870ED0" w:rsidRDefault="00714EBB">
      <w:r w:rsidRPr="00870ED0">
        <w:t>Specific trigge</w:t>
      </w:r>
      <w:r w:rsidR="008F26AC" w:rsidRPr="00870ED0">
        <w:t>ring: Unrecognized Envelope:</w:t>
      </w:r>
    </w:p>
    <w:p w:rsidR="00714EBB" w:rsidRPr="00870ED0" w:rsidRDefault="00714EBB" w:rsidP="002854FB">
      <w:pPr>
        <w:pStyle w:val="EX"/>
      </w:pPr>
      <w:r w:rsidRPr="00870ED0">
        <w:t>Test Source:</w:t>
      </w:r>
      <w:r w:rsidRPr="00870ED0">
        <w:tab/>
        <w:t>Test_Api_2_Bte_Aptlbs.java</w:t>
      </w:r>
      <w:r w:rsidR="008F26AC" w:rsidRPr="00870ED0">
        <w:t>.</w:t>
      </w:r>
    </w:p>
    <w:p w:rsidR="00714EBB" w:rsidRPr="00870ED0" w:rsidRDefault="00714EBB" w:rsidP="002854FB">
      <w:pPr>
        <w:pStyle w:val="EX"/>
      </w:pPr>
      <w:r w:rsidRPr="00870ED0">
        <w:t>Test A</w:t>
      </w:r>
      <w:r w:rsidR="008F26AC" w:rsidRPr="00870ED0">
        <w:t xml:space="preserve">pplet: </w:t>
      </w:r>
      <w:r w:rsidR="008F26AC" w:rsidRPr="00870ED0">
        <w:tab/>
        <w:t>Api_2_Bte_Aptlbs_1.java.</w:t>
      </w:r>
    </w:p>
    <w:p w:rsidR="00714EBB" w:rsidRPr="00870ED0" w:rsidRDefault="00714EBB" w:rsidP="002854FB">
      <w:pPr>
        <w:pStyle w:val="EX"/>
      </w:pPr>
      <w:r w:rsidRPr="00870ED0">
        <w:t>Cap File:</w:t>
      </w:r>
      <w:r w:rsidRPr="00870ED0">
        <w:tab/>
        <w:t>api_2_bte_aptlbs.cap</w:t>
      </w:r>
      <w:r w:rsidR="008F26AC" w:rsidRPr="00870ED0">
        <w:t>.</w:t>
      </w:r>
    </w:p>
    <w:p w:rsidR="00714EBB" w:rsidRPr="00870ED0" w:rsidRDefault="00714EBB" w:rsidP="008F26AC">
      <w:pPr>
        <w:pStyle w:val="Heading5"/>
      </w:pPr>
      <w:r w:rsidRPr="00870ED0">
        <w:t>5.2.10.23.3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8F26AC">
      <w:pPr>
        <w:pStyle w:val="Heading5"/>
      </w:pPr>
      <w:r w:rsidRPr="00870ED0">
        <w:lastRenderedPageBreak/>
        <w:t>5.2.10.23.4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324"/>
        <w:gridCol w:w="2622"/>
        <w:gridCol w:w="2410"/>
      </w:tblGrid>
      <w:tr w:rsidR="00714EBB" w:rsidRPr="00870ED0" w:rsidTr="00EB068D">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EB068D">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rPr>
                <w:b w:val="0"/>
              </w:rPr>
            </w:pPr>
            <w:r w:rsidRPr="00870ED0">
              <w:rPr>
                <w:b w:val="0"/>
              </w:rPr>
              <w:t>0</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rPr>
                <w:b w:val="0"/>
              </w:rPr>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rPr>
                <w:b w:val="0"/>
              </w:rPr>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getCapacity()-1</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Handler Overflow exception:</w:t>
            </w:r>
          </w:p>
          <w:p w:rsidR="00714EBB" w:rsidRPr="00870ED0" w:rsidRDefault="009B28A8">
            <w:pPr>
              <w:pStyle w:val="TAH"/>
              <w:keepNext w:val="0"/>
              <w:keepLines w:val="0"/>
            </w:pPr>
            <w:r w:rsidRPr="00870ED0">
              <w:t xml:space="preserve"> Call the appendTLV() method</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Initialize handler with</w:t>
            </w:r>
          </w:p>
          <w:p w:rsidR="00714EBB" w:rsidRPr="00870ED0" w:rsidRDefault="00714EBB">
            <w:pPr>
              <w:pStyle w:val="TAH"/>
              <w:keepNext w:val="0"/>
              <w:keepLines w:val="0"/>
            </w:pPr>
            <w:r w:rsidRPr="00870ED0">
              <w:t>81 03 01 00 00 82 02 81 00</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Command Details TLV</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the appendTLV() method</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w:t>
            </w:r>
            <w:r w:rsidR="00071B49" w:rsidRPr="00870ED0">
              <w:t>rent TLV: Call getValueLength()</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TAH"/>
              <w:keepNext w:val="0"/>
              <w:keepLines w:val="0"/>
              <w:jc w:val="left"/>
            </w:pPr>
            <w:r w:rsidRPr="00870ED0">
              <w:rPr>
                <w:rFonts w:ascii="Courier New" w:hAnsi="Courier New"/>
                <w:b w:val="0"/>
                <w:sz w:val="16"/>
              </w:rPr>
              <w:t>value = 00h 01h</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copy() method</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TAH"/>
              <w:keepNext w:val="0"/>
              <w:keepLines w:val="0"/>
            </w:pPr>
            <w:r w:rsidRPr="00870ED0">
              <w:t>compareBuffer = 84 02 00 01</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TAH"/>
              <w:keepNext w:val="0"/>
              <w:keepLines w:val="0"/>
              <w:jc w:val="left"/>
            </w:pPr>
            <w:r w:rsidRPr="00870ED0">
              <w:rPr>
                <w:rFonts w:ascii="Courier New" w:hAnsi="Courier New"/>
                <w:b w:val="0"/>
                <w:sz w:val="16"/>
              </w:rPr>
              <w:t>value = FEh FFh</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copy() method</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TAH"/>
              <w:keepNext w:val="0"/>
              <w:keepLines w:val="0"/>
            </w:pPr>
            <w:r w:rsidRPr="00870ED0">
              <w:t>compareBuffer = 84 02 00 01 01 02 FE FF</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249</w:t>
            </w:r>
          </w:p>
          <w:p w:rsidR="00714EBB" w:rsidRPr="00870ED0" w:rsidRDefault="00714EBB">
            <w:pPr>
              <w:pStyle w:val="TAH"/>
              <w:keepNext w:val="0"/>
              <w:keepLines w:val="0"/>
            </w:pPr>
            <w:r w:rsidRPr="00870ED0">
              <w:t>buffer = 00 81 F6 03 04 … F8</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 = 00h 01h</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getLength() method</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 253</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copy() method</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EB068D">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32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w:t>
            </w:r>
          </w:p>
          <w:p w:rsidR="00714EBB" w:rsidRPr="00870ED0" w:rsidRDefault="00714EBB">
            <w:pPr>
              <w:pStyle w:val="TAH"/>
              <w:keepNext w:val="0"/>
              <w:keepLines w:val="0"/>
            </w:pPr>
            <w:r w:rsidRPr="00870ED0">
              <w:t>compareBuffer = 00 81 F6 03 04 … F8 84 02 00 01</w:t>
            </w:r>
          </w:p>
        </w:tc>
        <w:tc>
          <w:tcPr>
            <w:tcW w:w="262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8F26AC">
      <w:pPr>
        <w:pStyle w:val="Heading4"/>
      </w:pPr>
      <w:r w:rsidRPr="00870ED0">
        <w:t>5.2.10.24</w:t>
      </w:r>
      <w:r w:rsidRPr="00870ED0">
        <w:tab/>
        <w:t xml:space="preserve">Method appendTLV(byte tag, short value1, short value2) </w:t>
      </w:r>
    </w:p>
    <w:p w:rsidR="00714EBB" w:rsidRPr="00870ED0" w:rsidRDefault="00714EBB" w:rsidP="008F26AC">
      <w:pPr>
        <w:keepNext/>
        <w:keepLines/>
      </w:pPr>
      <w:r w:rsidRPr="00870ED0">
        <w:t>Test Area Reference: Api_2_Bte_Aptlbss</w:t>
      </w:r>
      <w:r w:rsidR="008F26AC" w:rsidRPr="00870ED0">
        <w:t>.</w:t>
      </w:r>
    </w:p>
    <w:p w:rsidR="00714EBB" w:rsidRPr="00870ED0" w:rsidRDefault="00714EBB" w:rsidP="008F26AC">
      <w:pPr>
        <w:pStyle w:val="Heading5"/>
      </w:pPr>
      <w:r w:rsidRPr="00870ED0">
        <w:t>5.2.1</w:t>
      </w:r>
      <w:r w:rsidR="008F26AC" w:rsidRPr="00870ED0">
        <w:t>0.24.1</w:t>
      </w:r>
      <w:r w:rsidR="008F26AC" w:rsidRPr="00870ED0">
        <w:tab/>
        <w:t>Conformance requirements</w:t>
      </w:r>
    </w:p>
    <w:p w:rsidR="00714EBB" w:rsidRPr="00870ED0" w:rsidRDefault="00714EBB" w:rsidP="008F26AC">
      <w:pPr>
        <w:keepNext/>
        <w:keepLines/>
      </w:pPr>
      <w:r w:rsidRPr="00870ED0">
        <w:t>The method with following header shall be compliant to its definition in the API.</w:t>
      </w:r>
    </w:p>
    <w:p w:rsidR="00714EBB" w:rsidRPr="00870ED0" w:rsidRDefault="00714EBB" w:rsidP="008F26AC">
      <w:pPr>
        <w:pStyle w:val="PL"/>
        <w:keepNext/>
        <w:keepLines/>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short value1,</w:t>
      </w:r>
    </w:p>
    <w:p w:rsidR="00714EBB" w:rsidRPr="00870ED0" w:rsidRDefault="00714EBB">
      <w:pPr>
        <w:pStyle w:val="PL"/>
        <w:rPr>
          <w:noProof w:val="0"/>
        </w:rPr>
      </w:pPr>
      <w:r w:rsidRPr="00870ED0">
        <w:rPr>
          <w:noProof w:val="0"/>
        </w:rPr>
        <w:t xml:space="preserve">                      short value2)</w:t>
      </w:r>
    </w:p>
    <w:p w:rsidR="00714EBB" w:rsidRPr="00870ED0" w:rsidRDefault="00714EBB">
      <w:pPr>
        <w:pStyle w:val="PL"/>
        <w:rPr>
          <w:noProof w:val="0"/>
        </w:rPr>
      </w:pPr>
      <w:r w:rsidRPr="00870ED0">
        <w:rPr>
          <w:noProof w:val="0"/>
        </w:rPr>
        <w:t xml:space="preserve">               throws ToolkitException</w:t>
      </w:r>
    </w:p>
    <w:p w:rsidR="008F26AC" w:rsidRPr="00870ED0" w:rsidRDefault="008F26AC">
      <w:pPr>
        <w:pStyle w:val="PL"/>
        <w:rPr>
          <w:noProof w:val="0"/>
        </w:rPr>
      </w:pPr>
    </w:p>
    <w:p w:rsidR="00714EBB" w:rsidRPr="00870ED0" w:rsidRDefault="00714EBB">
      <w:pPr>
        <w:pStyle w:val="H6"/>
        <w:outlineLvl w:val="0"/>
      </w:pPr>
      <w:r w:rsidRPr="00870ED0">
        <w:t>5.2.10.24.1.1</w:t>
      </w:r>
      <w:r w:rsidRPr="00870ED0">
        <w:tab/>
        <w:t>Normal execution</w:t>
      </w:r>
    </w:p>
    <w:p w:rsidR="00714EBB" w:rsidRPr="00870ED0" w:rsidRDefault="00714EBB">
      <w:pPr>
        <w:pStyle w:val="B1"/>
      </w:pPr>
      <w:r w:rsidRPr="00870ED0">
        <w:t>CRRN1: Appends a TLV element to the current TLV list (4-byte element(2-short)).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lastRenderedPageBreak/>
        <w:t>5.2.10.24.1.2</w:t>
      </w:r>
      <w:r w:rsidRPr="00870ED0">
        <w:tab/>
        <w:t>Parameter errors</w:t>
      </w:r>
    </w:p>
    <w:p w:rsidR="00714EBB" w:rsidRPr="00870ED0" w:rsidRDefault="00714EBB">
      <w:r w:rsidRPr="00870ED0">
        <w:t>No requirements</w:t>
      </w:r>
    </w:p>
    <w:p w:rsidR="00714EBB" w:rsidRPr="00870ED0" w:rsidRDefault="00714EBB" w:rsidP="00EB068D">
      <w:pPr>
        <w:pStyle w:val="H6"/>
        <w:outlineLvl w:val="0"/>
      </w:pPr>
      <w:r w:rsidRPr="00870ED0">
        <w:t>5.2.10.24.1.3</w:t>
      </w:r>
      <w:r w:rsidRPr="00870ED0">
        <w:tab/>
        <w:t>Context errors</w:t>
      </w:r>
    </w:p>
    <w:p w:rsidR="00714EBB" w:rsidRPr="00870ED0" w:rsidRDefault="00714EBB" w:rsidP="00EB068D">
      <w:pPr>
        <w:pStyle w:val="B1"/>
        <w:keepNext/>
        <w:keepLines/>
      </w:pPr>
      <w:r w:rsidRPr="00870ED0">
        <w:t>CRRC1: if the EditHandler buffer is too small to append the requested data, a ToolkitException is thrown with reason code HANDLER_OVERFLOW</w:t>
      </w:r>
      <w:r w:rsidR="008F26AC" w:rsidRPr="00870ED0">
        <w:t>.</w:t>
      </w:r>
    </w:p>
    <w:p w:rsidR="00714EBB" w:rsidRPr="00870ED0" w:rsidRDefault="00714EBB" w:rsidP="00EB068D">
      <w:pPr>
        <w:pStyle w:val="B1"/>
        <w:keepNext/>
        <w:keepLines/>
      </w:pPr>
      <w:r w:rsidRPr="00870ED0">
        <w:t>CRRC2: if the EditHandler buffer is busy, a ToolkitException is thrown with reason code HANDLER_NOT_AVAILABLE</w:t>
      </w:r>
      <w:r w:rsidR="008F26AC" w:rsidRPr="00870ED0">
        <w:t>.</w:t>
      </w:r>
    </w:p>
    <w:p w:rsidR="00714EBB" w:rsidRPr="00870ED0" w:rsidRDefault="00714EBB" w:rsidP="008F26AC">
      <w:pPr>
        <w:pStyle w:val="Heading5"/>
      </w:pPr>
      <w:r w:rsidRPr="00870ED0">
        <w:t>5.2.10.24.2</w:t>
      </w:r>
      <w:r w:rsidRPr="00870ED0">
        <w:tab/>
        <w:t>Test area files</w:t>
      </w:r>
    </w:p>
    <w:p w:rsidR="00714EBB" w:rsidRPr="00870ED0" w:rsidRDefault="00714EBB">
      <w:r w:rsidRPr="00870ED0">
        <w:t>Specific tr</w:t>
      </w:r>
      <w:r w:rsidR="008F26AC" w:rsidRPr="00870ED0">
        <w:t>iggering: Unrecognized Envelope:</w:t>
      </w:r>
    </w:p>
    <w:p w:rsidR="00714EBB" w:rsidRPr="00870ED0" w:rsidRDefault="00714EBB" w:rsidP="002854FB">
      <w:pPr>
        <w:pStyle w:val="EX"/>
      </w:pPr>
      <w:r w:rsidRPr="00870ED0">
        <w:t>Test Source:</w:t>
      </w:r>
      <w:r w:rsidRPr="00870ED0">
        <w:tab/>
        <w:t>Test_Api_2_Bte_Aptlbss.java</w:t>
      </w:r>
      <w:r w:rsidR="008F26AC" w:rsidRPr="00870ED0">
        <w:t>.</w:t>
      </w:r>
    </w:p>
    <w:p w:rsidR="00714EBB" w:rsidRPr="00870ED0" w:rsidRDefault="00714EBB" w:rsidP="002854FB">
      <w:pPr>
        <w:pStyle w:val="EX"/>
      </w:pPr>
      <w:r w:rsidRPr="00870ED0">
        <w:t>Test Ap</w:t>
      </w:r>
      <w:r w:rsidR="008F26AC" w:rsidRPr="00870ED0">
        <w:t xml:space="preserve">plet: </w:t>
      </w:r>
      <w:r w:rsidR="008F26AC" w:rsidRPr="00870ED0">
        <w:tab/>
        <w:t>Api_2_Bte_Aptlbss_1.java.</w:t>
      </w:r>
    </w:p>
    <w:p w:rsidR="00714EBB" w:rsidRPr="00870ED0" w:rsidRDefault="00714EBB" w:rsidP="002854FB">
      <w:pPr>
        <w:pStyle w:val="EX"/>
      </w:pPr>
      <w:r w:rsidRPr="00870ED0">
        <w:t>Cap File:</w:t>
      </w:r>
      <w:r w:rsidRPr="00870ED0">
        <w:tab/>
        <w:t>api_2_bte_aptlbss.cap</w:t>
      </w:r>
      <w:r w:rsidR="008F26AC" w:rsidRPr="00870ED0">
        <w:t>.</w:t>
      </w:r>
    </w:p>
    <w:p w:rsidR="00714EBB" w:rsidRPr="00870ED0" w:rsidRDefault="00714EBB" w:rsidP="008F26AC">
      <w:pPr>
        <w:pStyle w:val="Heading5"/>
      </w:pPr>
      <w:r w:rsidRPr="00870ED0">
        <w:t>5.2.10.24.3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p w:rsidR="00714EBB" w:rsidRPr="00870ED0" w:rsidRDefault="00714EBB" w:rsidP="008F26AC">
      <w:pPr>
        <w:pStyle w:val="Heading5"/>
      </w:pPr>
      <w:r w:rsidRPr="00870ED0">
        <w:t>5.2.10.24.4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8F26AC">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Call the appendArray()</w:t>
            </w:r>
          </w:p>
          <w:p w:rsidR="00714EBB" w:rsidRPr="00870ED0" w:rsidRDefault="00714EBB">
            <w:pPr>
              <w:pStyle w:val="PL"/>
              <w:rPr>
                <w:noProof w:val="0"/>
              </w:rPr>
            </w:pPr>
            <w:r w:rsidRPr="00870ED0">
              <w:rPr>
                <w:noProof w:val="0"/>
              </w:rPr>
              <w:t>length = getCapacity()-1</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Handler Overflow exception: </w:t>
            </w:r>
          </w:p>
          <w:p w:rsidR="00714EBB" w:rsidRPr="00870ED0" w:rsidRDefault="00714EBB">
            <w:pPr>
              <w:pStyle w:val="TAH"/>
              <w:keepNext w:val="0"/>
              <w:keepLines w:val="0"/>
            </w:pPr>
            <w:r w:rsidRPr="00870ED0">
              <w:t>Call the appendTLV() method</w:t>
            </w:r>
          </w:p>
          <w:p w:rsidR="00714EBB" w:rsidRPr="00870ED0" w:rsidRDefault="00714EBB">
            <w:pPr>
              <w:pStyle w:val="TAH"/>
              <w:keepNext w:val="0"/>
              <w:keepLines w:val="0"/>
            </w:pP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ToolkitException.HANDLER_OVERFLOW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F26AC">
            <w:pPr>
              <w:pStyle w:val="TAC"/>
            </w:pPr>
            <w:r w:rsidRPr="00870ED0">
              <w:t>2</w:t>
            </w:r>
          </w:p>
        </w:tc>
        <w:tc>
          <w:tcPr>
            <w:tcW w:w="4111" w:type="dxa"/>
            <w:tcBorders>
              <w:top w:val="single" w:sz="4" w:space="0" w:color="auto"/>
              <w:left w:val="single" w:sz="4" w:space="0" w:color="auto"/>
              <w:bottom w:val="nil"/>
              <w:right w:val="single" w:sz="4" w:space="0" w:color="auto"/>
            </w:tcBorders>
          </w:tcPr>
          <w:p w:rsidR="00714EBB" w:rsidRPr="00870ED0" w:rsidRDefault="00714EBB" w:rsidP="008F26AC">
            <w:pPr>
              <w:pStyle w:val="TAH"/>
            </w:pPr>
            <w:r w:rsidRPr="00870ED0">
              <w:t>Initialize handler with</w:t>
            </w:r>
          </w:p>
          <w:p w:rsidR="00714EBB" w:rsidRPr="00870ED0" w:rsidRDefault="00714EBB" w:rsidP="008F26AC">
            <w:pPr>
              <w:pStyle w:val="TAH"/>
            </w:pPr>
            <w:r w:rsidRPr="00870ED0">
              <w:t>81 03 01 00 00 82 02 81 00</w:t>
            </w:r>
          </w:p>
        </w:tc>
        <w:tc>
          <w:tcPr>
            <w:tcW w:w="2835" w:type="dxa"/>
            <w:tcBorders>
              <w:top w:val="single" w:sz="4" w:space="0" w:color="auto"/>
              <w:left w:val="single" w:sz="4" w:space="0" w:color="auto"/>
              <w:bottom w:val="nil"/>
              <w:right w:val="single" w:sz="4" w:space="0" w:color="auto"/>
            </w:tcBorders>
          </w:tcPr>
          <w:p w:rsidR="00714EBB" w:rsidRPr="00870ED0" w:rsidRDefault="00714EBB" w:rsidP="008F26A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8F26AC">
            <w:pPr>
              <w:pStyle w:val="TAL"/>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rsidP="008F26AC">
            <w:pPr>
              <w:pStyle w:val="TAC"/>
            </w:pPr>
          </w:p>
        </w:tc>
        <w:tc>
          <w:tcPr>
            <w:tcW w:w="4111" w:type="dxa"/>
            <w:tcBorders>
              <w:top w:val="nil"/>
              <w:left w:val="single" w:sz="4" w:space="0" w:color="auto"/>
              <w:bottom w:val="nil"/>
              <w:right w:val="single" w:sz="4" w:space="0" w:color="auto"/>
            </w:tcBorders>
          </w:tcPr>
          <w:p w:rsidR="00714EBB" w:rsidRPr="00870ED0" w:rsidRDefault="00714EBB" w:rsidP="008F26AC">
            <w:pPr>
              <w:pStyle w:val="TAH"/>
            </w:pPr>
            <w:r w:rsidRPr="00870ED0">
              <w:t>Select Command Details TLV</w:t>
            </w:r>
          </w:p>
        </w:tc>
        <w:tc>
          <w:tcPr>
            <w:tcW w:w="2835" w:type="dxa"/>
            <w:tcBorders>
              <w:top w:val="nil"/>
              <w:left w:val="single" w:sz="4" w:space="0" w:color="auto"/>
              <w:bottom w:val="nil"/>
              <w:right w:val="single" w:sz="4" w:space="0" w:color="auto"/>
            </w:tcBorders>
          </w:tcPr>
          <w:p w:rsidR="00714EBB" w:rsidRPr="00870ED0" w:rsidRDefault="00714EBB" w:rsidP="008F26AC">
            <w:pPr>
              <w:pStyle w:val="TAL"/>
            </w:pPr>
          </w:p>
        </w:tc>
        <w:tc>
          <w:tcPr>
            <w:tcW w:w="2410" w:type="dxa"/>
            <w:tcBorders>
              <w:top w:val="nil"/>
              <w:left w:val="single" w:sz="4" w:space="0" w:color="auto"/>
              <w:bottom w:val="nil"/>
              <w:right w:val="single" w:sz="4" w:space="0" w:color="auto"/>
            </w:tcBorders>
          </w:tcPr>
          <w:p w:rsidR="00714EBB" w:rsidRPr="00870ED0" w:rsidRDefault="00714EBB" w:rsidP="008F26AC">
            <w:pPr>
              <w:pStyle w:val="TAL"/>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rsidP="008F26AC">
            <w:pPr>
              <w:pStyle w:val="TAC"/>
            </w:pPr>
          </w:p>
        </w:tc>
        <w:tc>
          <w:tcPr>
            <w:tcW w:w="4111" w:type="dxa"/>
            <w:tcBorders>
              <w:top w:val="nil"/>
              <w:left w:val="single" w:sz="4" w:space="0" w:color="auto"/>
              <w:bottom w:val="nil"/>
              <w:right w:val="single" w:sz="4" w:space="0" w:color="auto"/>
            </w:tcBorders>
          </w:tcPr>
          <w:p w:rsidR="00714EBB" w:rsidRPr="00870ED0" w:rsidRDefault="00714EBB" w:rsidP="008F26AC">
            <w:pPr>
              <w:pStyle w:val="TAH"/>
            </w:pPr>
            <w:r w:rsidRPr="00870ED0">
              <w:t>Call the appendTLV() method</w:t>
            </w:r>
          </w:p>
        </w:tc>
        <w:tc>
          <w:tcPr>
            <w:tcW w:w="2835" w:type="dxa"/>
            <w:tcBorders>
              <w:top w:val="nil"/>
              <w:left w:val="single" w:sz="4" w:space="0" w:color="auto"/>
              <w:bottom w:val="nil"/>
              <w:right w:val="single" w:sz="4" w:space="0" w:color="auto"/>
            </w:tcBorders>
          </w:tcPr>
          <w:p w:rsidR="00714EBB" w:rsidRPr="00870ED0" w:rsidRDefault="00714EBB" w:rsidP="008F26AC">
            <w:pPr>
              <w:pStyle w:val="TAL"/>
            </w:pPr>
          </w:p>
        </w:tc>
        <w:tc>
          <w:tcPr>
            <w:tcW w:w="2410" w:type="dxa"/>
            <w:tcBorders>
              <w:top w:val="nil"/>
              <w:left w:val="single" w:sz="4" w:space="0" w:color="auto"/>
              <w:bottom w:val="nil"/>
              <w:right w:val="single" w:sz="4" w:space="0" w:color="auto"/>
            </w:tcBorders>
          </w:tcPr>
          <w:p w:rsidR="00714EBB" w:rsidRPr="00870ED0" w:rsidRDefault="00714EBB" w:rsidP="008F26AC">
            <w:pPr>
              <w:pStyle w:val="TAL"/>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Cur</w:t>
            </w:r>
            <w:r w:rsidR="00EB068D" w:rsidRPr="00870ED0">
              <w:t>rent TLV: Call getValueLength()</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03h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value1 = 00h 01h</w:t>
            </w:r>
          </w:p>
          <w:p w:rsidR="00714EBB" w:rsidRPr="00870ED0" w:rsidRDefault="00714EBB">
            <w:pPr>
              <w:pStyle w:val="TAH"/>
              <w:keepNext w:val="0"/>
              <w:keepLines w:val="0"/>
              <w:jc w:val="left"/>
            </w:pPr>
            <w:r w:rsidRPr="00870ED0">
              <w:rPr>
                <w:rFonts w:ascii="Courier New" w:hAnsi="Courier New"/>
                <w:b w:val="0"/>
                <w:sz w:val="16"/>
              </w:rPr>
              <w:t>value2 = 02h 03h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TAH"/>
              <w:keepNext w:val="0"/>
              <w:keepLines w:val="0"/>
            </w:pPr>
            <w:r w:rsidRPr="00870ED0">
              <w:t>compareBuffer = 84 04 00 01 02 03</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01h</w:t>
            </w:r>
          </w:p>
          <w:p w:rsidR="00714EBB" w:rsidRPr="00870ED0" w:rsidRDefault="00714EBB">
            <w:pPr>
              <w:pStyle w:val="PL"/>
              <w:rPr>
                <w:noProof w:val="0"/>
              </w:rPr>
            </w:pPr>
            <w:r w:rsidRPr="00870ED0">
              <w:rPr>
                <w:noProof w:val="0"/>
              </w:rPr>
              <w:t>value1 = FEh FDh</w:t>
            </w:r>
          </w:p>
          <w:p w:rsidR="00714EBB" w:rsidRPr="00870ED0" w:rsidRDefault="00714EBB">
            <w:pPr>
              <w:pStyle w:val="TAH"/>
              <w:keepNext w:val="0"/>
              <w:keepLines w:val="0"/>
              <w:jc w:val="left"/>
            </w:pPr>
            <w:r w:rsidRPr="00870ED0">
              <w:rPr>
                <w:rFonts w:ascii="Courier New" w:hAnsi="Courier New"/>
                <w:b w:val="0"/>
                <w:sz w:val="16"/>
              </w:rPr>
              <w:t>value2 = FCh FBh</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the arrays</w:t>
            </w:r>
          </w:p>
          <w:p w:rsidR="00714EBB" w:rsidRPr="00870ED0" w:rsidRDefault="00714EBB">
            <w:pPr>
              <w:pStyle w:val="TAH"/>
              <w:keepNext w:val="0"/>
              <w:keepLines w:val="0"/>
            </w:pPr>
            <w:r w:rsidRPr="00870ED0">
              <w:t>compareBuffer = 84 04 00 01 02 03 01 04 FE FD FC FB</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lastRenderedPageBreak/>
              <w:t>5</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appendArray()</w:t>
            </w:r>
          </w:p>
          <w:p w:rsidR="00714EBB" w:rsidRPr="00870ED0" w:rsidRDefault="00714EBB">
            <w:pPr>
              <w:pStyle w:val="PL"/>
              <w:rPr>
                <w:noProof w:val="0"/>
              </w:rPr>
            </w:pPr>
            <w:r w:rsidRPr="00870ED0">
              <w:rPr>
                <w:noProof w:val="0"/>
              </w:rPr>
              <w:t>length = 247</w:t>
            </w:r>
          </w:p>
          <w:p w:rsidR="00714EBB" w:rsidRPr="00870ED0" w:rsidRDefault="00714EBB">
            <w:pPr>
              <w:pStyle w:val="PL"/>
              <w:rPr>
                <w:noProof w:val="0"/>
              </w:rPr>
            </w:pPr>
            <w:r w:rsidRPr="00870ED0">
              <w:rPr>
                <w:noProof w:val="0"/>
              </w:rPr>
              <w:t>buffer = 00 81 F4 03 04 … F6</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84h</w:t>
            </w:r>
          </w:p>
          <w:p w:rsidR="00714EBB" w:rsidRPr="00870ED0" w:rsidRDefault="00714EBB">
            <w:pPr>
              <w:pStyle w:val="PL"/>
              <w:rPr>
                <w:noProof w:val="0"/>
              </w:rPr>
            </w:pPr>
            <w:r w:rsidRPr="00870ED0">
              <w:rPr>
                <w:noProof w:val="0"/>
              </w:rPr>
              <w:t xml:space="preserve">value1 = 00h 01h </w:t>
            </w:r>
          </w:p>
          <w:p w:rsidR="00714EBB" w:rsidRPr="00870ED0" w:rsidRDefault="00714EBB">
            <w:pPr>
              <w:pStyle w:val="PL"/>
              <w:rPr>
                <w:noProof w:val="0"/>
              </w:rPr>
            </w:pPr>
            <w:r w:rsidRPr="00870ED0">
              <w:rPr>
                <w:noProof w:val="0"/>
              </w:rPr>
              <w:t>value2 = 02h 03h</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getLength()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 253</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00 81 F4 03 04 … F6 84 04 00 01 02 03</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javacard.framework.Util.arrayCompare() is 00h</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5.2.10.25</w:t>
      </w:r>
      <w:r w:rsidRPr="00870ED0">
        <w:tab/>
        <w:t>Method appendTLV(byte tag, byte[] value1, short value1Offset, short value1Length, byte[] value2, short value2Offset, short value2Length)</w:t>
      </w:r>
    </w:p>
    <w:p w:rsidR="00714EBB" w:rsidRPr="00870ED0" w:rsidRDefault="00714EBB">
      <w:r w:rsidRPr="00870ED0">
        <w:t>Test Area Reference: Api_2_Bte_Aptlb_Bss_Bss</w:t>
      </w:r>
      <w:r w:rsidR="008F26AC" w:rsidRPr="00870ED0">
        <w:t>.</w:t>
      </w:r>
    </w:p>
    <w:p w:rsidR="00714EBB" w:rsidRPr="00870ED0" w:rsidRDefault="00714EBB" w:rsidP="008F26AC">
      <w:pPr>
        <w:pStyle w:val="Heading5"/>
      </w:pPr>
      <w:r w:rsidRPr="00870ED0">
        <w:t>5.2.1</w:t>
      </w:r>
      <w:r w:rsidR="008F26AC" w:rsidRPr="00870ED0">
        <w:t>0.25.1</w:t>
      </w:r>
      <w:r w:rsidR="008F26AC"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appendTLV(byte tag,</w:t>
      </w:r>
    </w:p>
    <w:p w:rsidR="00714EBB" w:rsidRPr="00870ED0" w:rsidRDefault="00714EBB">
      <w:pPr>
        <w:pStyle w:val="PL"/>
        <w:rPr>
          <w:noProof w:val="0"/>
        </w:rPr>
      </w:pPr>
      <w:r w:rsidRPr="00870ED0">
        <w:rPr>
          <w:noProof w:val="0"/>
        </w:rPr>
        <w:t xml:space="preserve">                      byte[] value1,</w:t>
      </w:r>
    </w:p>
    <w:p w:rsidR="00714EBB" w:rsidRPr="00870ED0" w:rsidRDefault="00714EBB">
      <w:pPr>
        <w:pStyle w:val="PL"/>
        <w:rPr>
          <w:noProof w:val="0"/>
        </w:rPr>
      </w:pPr>
      <w:r w:rsidRPr="00870ED0">
        <w:rPr>
          <w:noProof w:val="0"/>
        </w:rPr>
        <w:t xml:space="preserve">                      short value1Offset,</w:t>
      </w:r>
    </w:p>
    <w:p w:rsidR="00714EBB" w:rsidRPr="00870ED0" w:rsidRDefault="00714EBB">
      <w:pPr>
        <w:pStyle w:val="PL"/>
        <w:rPr>
          <w:noProof w:val="0"/>
        </w:rPr>
      </w:pPr>
      <w:r w:rsidRPr="00870ED0">
        <w:rPr>
          <w:noProof w:val="0"/>
        </w:rPr>
        <w:t xml:space="preserve">                      short value1Length,</w:t>
      </w:r>
    </w:p>
    <w:p w:rsidR="00714EBB" w:rsidRPr="00870ED0" w:rsidRDefault="00714EBB">
      <w:pPr>
        <w:pStyle w:val="PL"/>
        <w:rPr>
          <w:noProof w:val="0"/>
        </w:rPr>
      </w:pPr>
      <w:r w:rsidRPr="00870ED0">
        <w:rPr>
          <w:noProof w:val="0"/>
        </w:rPr>
        <w:t xml:space="preserve">                      byte[] value2,</w:t>
      </w:r>
    </w:p>
    <w:p w:rsidR="00714EBB" w:rsidRPr="00870ED0" w:rsidRDefault="00714EBB">
      <w:pPr>
        <w:pStyle w:val="PL"/>
        <w:rPr>
          <w:noProof w:val="0"/>
        </w:rPr>
      </w:pPr>
      <w:r w:rsidRPr="00870ED0">
        <w:rPr>
          <w:noProof w:val="0"/>
        </w:rPr>
        <w:t xml:space="preserve">                      short value2Offset,</w:t>
      </w:r>
    </w:p>
    <w:p w:rsidR="00714EBB" w:rsidRPr="00870ED0" w:rsidRDefault="00714EBB">
      <w:pPr>
        <w:pStyle w:val="PL"/>
        <w:rPr>
          <w:noProof w:val="0"/>
        </w:rPr>
      </w:pPr>
      <w:r w:rsidRPr="00870ED0">
        <w:rPr>
          <w:noProof w:val="0"/>
        </w:rPr>
        <w:t xml:space="preserve">                      short value2Length)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8F26AC" w:rsidRPr="00870ED0" w:rsidRDefault="008F26AC">
      <w:pPr>
        <w:pStyle w:val="PL"/>
        <w:rPr>
          <w:noProof w:val="0"/>
        </w:rPr>
      </w:pPr>
    </w:p>
    <w:p w:rsidR="00714EBB" w:rsidRPr="00870ED0" w:rsidRDefault="00714EBB">
      <w:pPr>
        <w:pStyle w:val="H6"/>
        <w:outlineLvl w:val="0"/>
      </w:pPr>
      <w:r w:rsidRPr="00870ED0">
        <w:t xml:space="preserve"> 5.2.10.25.1.1</w:t>
      </w:r>
      <w:r w:rsidRPr="00870ED0">
        <w:tab/>
        <w:t>Normal execution</w:t>
      </w:r>
    </w:p>
    <w:p w:rsidR="00714EBB" w:rsidRPr="00870ED0" w:rsidRDefault="00714EBB">
      <w:pPr>
        <w:pStyle w:val="B1"/>
      </w:pPr>
      <w:r w:rsidRPr="00870ED0">
        <w:t>CRRN1: Appends a TLV element to the current TLV list (2 byte arrays format).</w:t>
      </w:r>
    </w:p>
    <w:p w:rsidR="00714EBB" w:rsidRPr="00870ED0" w:rsidRDefault="00714EBB">
      <w:pPr>
        <w:pStyle w:val="B1"/>
      </w:pPr>
      <w:r w:rsidRPr="00870ED0">
        <w:t>CRRN2: A successful append does not modify the TLV selected.</w:t>
      </w:r>
    </w:p>
    <w:p w:rsidR="00714EBB" w:rsidRPr="00870ED0" w:rsidRDefault="00714EBB">
      <w:pPr>
        <w:pStyle w:val="H6"/>
        <w:outlineLvl w:val="0"/>
      </w:pPr>
      <w:r w:rsidRPr="00870ED0">
        <w:t>5.2.10.25.1.2</w:t>
      </w:r>
      <w:r w:rsidRPr="00870ED0">
        <w:tab/>
        <w:t>Parameter errors</w:t>
      </w:r>
    </w:p>
    <w:p w:rsidR="0055057B" w:rsidRPr="00870ED0" w:rsidRDefault="0055057B" w:rsidP="0055057B">
      <w:pPr>
        <w:pStyle w:val="B1"/>
      </w:pPr>
      <w:r w:rsidRPr="00870ED0">
        <w:t>CRRP1: If value1 or value2 is null, a NullPointerException is thrown.</w:t>
      </w:r>
    </w:p>
    <w:p w:rsidR="0055057B" w:rsidRPr="00870ED0" w:rsidRDefault="0055057B" w:rsidP="0055057B">
      <w:pPr>
        <w:pStyle w:val="B1"/>
      </w:pPr>
      <w:r w:rsidRPr="00870ED0">
        <w:t>CRRP2: If value1Offset or value1Length or both would cause access outside value1 array bounds, or if value1Length is negative, an ArrayIndexOutOfBoundsException is thrown.</w:t>
      </w:r>
    </w:p>
    <w:p w:rsidR="008B07CA" w:rsidRPr="00870ED0" w:rsidRDefault="0055057B" w:rsidP="00C761A6">
      <w:pPr>
        <w:pStyle w:val="B1"/>
      </w:pPr>
      <w:r w:rsidRPr="00870ED0">
        <w:t>CRRP3: If value2Offset or value2Length or both would cause access outside value2 array bounds, or if value2Length is negative, an ArrayIndexOutOfBoundsException is thrown.</w:t>
      </w:r>
    </w:p>
    <w:p w:rsidR="00714EBB" w:rsidRPr="00870ED0" w:rsidRDefault="00714EBB">
      <w:pPr>
        <w:pStyle w:val="H6"/>
        <w:outlineLvl w:val="0"/>
      </w:pPr>
      <w:r w:rsidRPr="00870ED0">
        <w:t>5.2.10.25.1.3</w:t>
      </w:r>
      <w:r w:rsidRPr="00870ED0">
        <w:tab/>
        <w:t>Context errors</w:t>
      </w:r>
    </w:p>
    <w:p w:rsidR="00714EBB" w:rsidRPr="00870ED0" w:rsidRDefault="00714EBB">
      <w:pPr>
        <w:pStyle w:val="B1"/>
      </w:pPr>
      <w:r w:rsidRPr="00870ED0">
        <w:t>CRRC1: if the EditHandler buffer is too small to append the requested data, a ToolkitException is thrown with reason code HANDLER_OVERFLOW</w:t>
      </w:r>
      <w:r w:rsidR="008F26AC" w:rsidRPr="00870ED0">
        <w:t>.</w:t>
      </w:r>
    </w:p>
    <w:p w:rsidR="00714EBB" w:rsidRPr="00870ED0" w:rsidRDefault="00714EBB">
      <w:pPr>
        <w:pStyle w:val="B1"/>
      </w:pPr>
      <w:r w:rsidRPr="00870ED0">
        <w:t>CRRC2: if the EditHandler buffer is busy, a ToolkitException is thrown with reason code HANDLER_NOT_AVAILABLE</w:t>
      </w:r>
      <w:r w:rsidR="008F26AC" w:rsidRPr="00870ED0">
        <w:t>.</w:t>
      </w:r>
    </w:p>
    <w:p w:rsidR="008B07CA" w:rsidRPr="00870ED0" w:rsidRDefault="00714EBB">
      <w:pPr>
        <w:pStyle w:val="B1"/>
      </w:pPr>
      <w:r w:rsidRPr="00870ED0">
        <w:t>CRRC3: If value1Length or value2Length is greater than 255, a ToolkitException is thrown with reason code BAD_INPUT_PARAMETER</w:t>
      </w:r>
      <w:r w:rsidR="008F26AC" w:rsidRPr="00870ED0">
        <w:t>.</w:t>
      </w:r>
    </w:p>
    <w:p w:rsidR="00714EBB" w:rsidRPr="00870ED0" w:rsidRDefault="00714EBB" w:rsidP="00EB068D">
      <w:pPr>
        <w:pStyle w:val="Heading5"/>
        <w:keepLines w:val="0"/>
      </w:pPr>
      <w:r w:rsidRPr="00870ED0">
        <w:lastRenderedPageBreak/>
        <w:t>5.2.10.25.2</w:t>
      </w:r>
      <w:r w:rsidRPr="00870ED0">
        <w:tab/>
        <w:t>Test area files</w:t>
      </w:r>
    </w:p>
    <w:p w:rsidR="00714EBB" w:rsidRPr="00870ED0" w:rsidRDefault="00714EBB" w:rsidP="00EB068D">
      <w:pPr>
        <w:pStyle w:val="EX"/>
        <w:keepNext/>
        <w:keepLines w:val="0"/>
      </w:pPr>
      <w:r w:rsidRPr="00870ED0">
        <w:t>Test Source:</w:t>
      </w:r>
      <w:r w:rsidRPr="00870ED0">
        <w:tab/>
        <w:t>Test_Api_2_Bte_Aptlb_Bss_Bss.java</w:t>
      </w:r>
      <w:r w:rsidR="008F26AC" w:rsidRPr="00870ED0">
        <w:t>.</w:t>
      </w:r>
    </w:p>
    <w:p w:rsidR="00714EBB" w:rsidRPr="00870ED0" w:rsidRDefault="00714EBB" w:rsidP="00EB068D">
      <w:pPr>
        <w:pStyle w:val="EX"/>
        <w:keepNext/>
        <w:keepLines w:val="0"/>
      </w:pPr>
      <w:r w:rsidRPr="00870ED0">
        <w:t xml:space="preserve">Test Applet: </w:t>
      </w:r>
      <w:r w:rsidR="008F26AC" w:rsidRPr="00870ED0">
        <w:tab/>
        <w:t>Api_2_Bte_Aptlb_Bss_Bss_1.java.</w:t>
      </w:r>
    </w:p>
    <w:p w:rsidR="00714EBB" w:rsidRPr="00870ED0" w:rsidRDefault="00714EBB" w:rsidP="002854FB">
      <w:pPr>
        <w:pStyle w:val="EX"/>
      </w:pPr>
      <w:r w:rsidRPr="00870ED0">
        <w:t>Cap File:</w:t>
      </w:r>
      <w:r w:rsidRPr="00870ED0">
        <w:tab/>
        <w:t>api_2_bte_aptlb_bss_bss.cap</w:t>
      </w:r>
      <w:r w:rsidR="008F26AC" w:rsidRPr="00870ED0">
        <w:t>.</w:t>
      </w:r>
    </w:p>
    <w:p w:rsidR="00714EBB" w:rsidRPr="00870ED0" w:rsidRDefault="00714EBB" w:rsidP="008F26AC">
      <w:pPr>
        <w:pStyle w:val="Heading5"/>
      </w:pPr>
      <w:r w:rsidRPr="00870ED0">
        <w:t>5.2.10.25.3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18, 19, 20, 21</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17</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 xml:space="preserve"> 3, 4, 5, 6, 7</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8, 9, 10, 11, 12</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13</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14, 15</w:t>
            </w:r>
          </w:p>
        </w:tc>
      </w:tr>
    </w:tbl>
    <w:p w:rsidR="008F26AC" w:rsidRPr="00870ED0" w:rsidRDefault="008F26AC" w:rsidP="008F26AC"/>
    <w:p w:rsidR="00714EBB" w:rsidRPr="00870ED0" w:rsidRDefault="00714EBB" w:rsidP="008F26AC">
      <w:pPr>
        <w:pStyle w:val="Heading5"/>
      </w:pPr>
      <w:r w:rsidRPr="00870ED0">
        <w:t>5.2.10.25.4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value1</w:t>
            </w:r>
          </w:p>
          <w:p w:rsidR="00714EBB" w:rsidRPr="00870ED0" w:rsidRDefault="00714EBB">
            <w:pPr>
              <w:pStyle w:val="PL"/>
              <w:rPr>
                <w:noProof w:val="0"/>
              </w:rPr>
            </w:pPr>
            <w:r w:rsidRPr="00870ED0">
              <w:rPr>
                <w:noProof w:val="0"/>
              </w:rPr>
              <w:t>appendTLV()</w:t>
            </w:r>
          </w:p>
          <w:p w:rsidR="00714EBB" w:rsidRPr="00870ED0" w:rsidRDefault="00714EBB">
            <w:pPr>
              <w:pStyle w:val="TAH"/>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Null value2</w:t>
            </w:r>
          </w:p>
          <w:p w:rsidR="00714EBB" w:rsidRPr="00870ED0" w:rsidRDefault="00714EBB">
            <w:pPr>
              <w:pStyle w:val="PL"/>
              <w:rPr>
                <w:noProof w:val="0"/>
              </w:rPr>
            </w:pPr>
            <w:r w:rsidRPr="00870ED0">
              <w:rPr>
                <w:noProof w:val="0"/>
              </w:rPr>
              <w:t>appendTLV()</w:t>
            </w:r>
          </w:p>
          <w:p w:rsidR="00714EBB" w:rsidRPr="00870ED0" w:rsidRDefault="00714EBB">
            <w:pPr>
              <w:pStyle w:val="TAH"/>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Value1Offset </w:t>
            </w:r>
            <w:r w:rsidRPr="00870ED0">
              <w:sym w:font="Symbol" w:char="00B3"/>
            </w:r>
            <w:r w:rsidRPr="00870ED0">
              <w:t xml:space="preserve">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5</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C"/>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H"/>
            </w:pPr>
            <w:r w:rsidRPr="00870ED0">
              <w:t>Value1Offset &lt; 0</w:t>
            </w:r>
          </w:p>
          <w:p w:rsidR="00714EBB" w:rsidRPr="00870ED0" w:rsidRDefault="00714EBB" w:rsidP="008F26AC">
            <w:pPr>
              <w:pStyle w:val="PL"/>
              <w:keepNext/>
              <w:keepLines/>
              <w:rPr>
                <w:noProof w:val="0"/>
              </w:rPr>
            </w:pPr>
            <w:r w:rsidRPr="00870ED0">
              <w:rPr>
                <w:noProof w:val="0"/>
              </w:rPr>
              <w:t>appendTLV()</w:t>
            </w:r>
          </w:p>
          <w:p w:rsidR="00714EBB" w:rsidRPr="00870ED0" w:rsidRDefault="00714EBB" w:rsidP="008F26AC">
            <w:pPr>
              <w:pStyle w:val="PL"/>
              <w:keepNext/>
              <w:keepLines/>
              <w:rPr>
                <w:noProof w:val="0"/>
              </w:rPr>
            </w:pPr>
            <w:r w:rsidRPr="00870ED0">
              <w:rPr>
                <w:noProof w:val="0"/>
              </w:rPr>
              <w:t>value1.length = 5</w:t>
            </w:r>
          </w:p>
          <w:p w:rsidR="00714EBB" w:rsidRPr="00870ED0" w:rsidRDefault="00714EBB" w:rsidP="008F26AC">
            <w:pPr>
              <w:pStyle w:val="PL"/>
              <w:keepNext/>
              <w:keepLines/>
              <w:rPr>
                <w:noProof w:val="0"/>
              </w:rPr>
            </w:pPr>
            <w:r w:rsidRPr="00870ED0">
              <w:rPr>
                <w:noProof w:val="0"/>
              </w:rPr>
              <w:t>value1Offset = -1</w:t>
            </w:r>
          </w:p>
          <w:p w:rsidR="00714EBB" w:rsidRPr="00870ED0" w:rsidRDefault="00714EBB" w:rsidP="008F26AC">
            <w:pPr>
              <w:pStyle w:val="PL"/>
              <w:keepNext/>
              <w:keepLines/>
              <w:rPr>
                <w:noProof w:val="0"/>
              </w:rPr>
            </w:pPr>
            <w:r w:rsidRPr="00870ED0">
              <w:rPr>
                <w:noProof w:val="0"/>
              </w:rPr>
              <w:t>value1Length = 1</w:t>
            </w:r>
          </w:p>
          <w:p w:rsidR="00714EBB" w:rsidRPr="00870ED0" w:rsidRDefault="00714EBB" w:rsidP="008F26AC">
            <w:pPr>
              <w:pStyle w:val="PL"/>
              <w:keepNext/>
              <w:keepLines/>
              <w:rPr>
                <w:noProof w:val="0"/>
              </w:rPr>
            </w:pPr>
            <w:r w:rsidRPr="00870ED0">
              <w:rPr>
                <w:noProof w:val="0"/>
              </w:rPr>
              <w:t>value2.length = 5</w:t>
            </w:r>
          </w:p>
          <w:p w:rsidR="00714EBB" w:rsidRPr="00870ED0" w:rsidRDefault="00714EBB" w:rsidP="008F26AC">
            <w:pPr>
              <w:pStyle w:val="PL"/>
              <w:keepNext/>
              <w:keepLines/>
              <w:rPr>
                <w:noProof w:val="0"/>
              </w:rPr>
            </w:pPr>
            <w:r w:rsidRPr="00870ED0">
              <w:rPr>
                <w:noProof w:val="0"/>
              </w:rPr>
              <w:t>value2Offset = 0</w:t>
            </w:r>
          </w:p>
          <w:p w:rsidR="00714EBB" w:rsidRPr="00870ED0" w:rsidRDefault="00714EBB" w:rsidP="008F26AC">
            <w:pPr>
              <w:pStyle w:val="TAH"/>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L"/>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Value1Length &gt;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6</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Value1Offset + value1Length &gt; value1.length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3</w:t>
            </w:r>
          </w:p>
          <w:p w:rsidR="00714EBB" w:rsidRPr="00870ED0" w:rsidRDefault="00714EBB">
            <w:pPr>
              <w:pStyle w:val="PL"/>
              <w:rPr>
                <w:noProof w:val="0"/>
              </w:rPr>
            </w:pPr>
            <w:r w:rsidRPr="00870ED0">
              <w:rPr>
                <w:noProof w:val="0"/>
              </w:rPr>
              <w:t>value1Length = 3</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lastRenderedPageBreak/>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Value1Length &lt; 0</w:t>
            </w:r>
          </w:p>
          <w:p w:rsidR="00714EBB" w:rsidRPr="00870ED0" w:rsidRDefault="00714EBB" w:rsidP="00071B49">
            <w:pPr>
              <w:pStyle w:val="PL"/>
              <w:keepNext/>
              <w:rPr>
                <w:noProof w:val="0"/>
              </w:rPr>
            </w:pPr>
            <w:r w:rsidRPr="00870ED0">
              <w:rPr>
                <w:noProof w:val="0"/>
              </w:rPr>
              <w:t>appendTLV()</w:t>
            </w:r>
          </w:p>
          <w:p w:rsidR="00714EBB" w:rsidRPr="00870ED0" w:rsidRDefault="00714EBB" w:rsidP="00071B49">
            <w:pPr>
              <w:pStyle w:val="PL"/>
              <w:keepNext/>
              <w:rPr>
                <w:noProof w:val="0"/>
              </w:rPr>
            </w:pPr>
            <w:r w:rsidRPr="00870ED0">
              <w:rPr>
                <w:noProof w:val="0"/>
              </w:rPr>
              <w:t>value1.length = 5</w:t>
            </w:r>
          </w:p>
          <w:p w:rsidR="00714EBB" w:rsidRPr="00870ED0" w:rsidRDefault="00714EBB" w:rsidP="00071B49">
            <w:pPr>
              <w:pStyle w:val="PL"/>
              <w:keepNext/>
              <w:rPr>
                <w:noProof w:val="0"/>
              </w:rPr>
            </w:pPr>
            <w:r w:rsidRPr="00870ED0">
              <w:rPr>
                <w:noProof w:val="0"/>
              </w:rPr>
              <w:t>value1Offset = 0</w:t>
            </w:r>
          </w:p>
          <w:p w:rsidR="00714EBB" w:rsidRPr="00870ED0" w:rsidRDefault="00714EBB" w:rsidP="00071B49">
            <w:pPr>
              <w:pStyle w:val="PL"/>
              <w:keepNext/>
              <w:rPr>
                <w:noProof w:val="0"/>
              </w:rPr>
            </w:pPr>
            <w:r w:rsidRPr="00870ED0">
              <w:rPr>
                <w:noProof w:val="0"/>
              </w:rPr>
              <w:t>value1Length = -1</w:t>
            </w:r>
          </w:p>
          <w:p w:rsidR="00714EBB" w:rsidRPr="00870ED0" w:rsidRDefault="00714EBB" w:rsidP="00071B49">
            <w:pPr>
              <w:pStyle w:val="PL"/>
              <w:keepNext/>
              <w:rPr>
                <w:noProof w:val="0"/>
              </w:rPr>
            </w:pPr>
            <w:r w:rsidRPr="00870ED0">
              <w:rPr>
                <w:noProof w:val="0"/>
              </w:rPr>
              <w:t>value2.length = 5</w:t>
            </w:r>
          </w:p>
          <w:p w:rsidR="00714EBB" w:rsidRPr="00870ED0" w:rsidRDefault="00714EBB" w:rsidP="00071B49">
            <w:pPr>
              <w:pStyle w:val="PL"/>
              <w:keepNext/>
              <w:rPr>
                <w:noProof w:val="0"/>
              </w:rPr>
            </w:pPr>
            <w:r w:rsidRPr="00870ED0">
              <w:rPr>
                <w:noProof w:val="0"/>
              </w:rPr>
              <w:t>value2Offset = 0</w:t>
            </w:r>
          </w:p>
          <w:p w:rsidR="00714EBB" w:rsidRPr="00870ED0" w:rsidRDefault="00714EBB" w:rsidP="00071B49">
            <w:pPr>
              <w:pStyle w:val="TAH"/>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Value2Offset </w:t>
            </w:r>
            <w:r w:rsidRPr="00870ED0">
              <w:sym w:font="Symbol" w:char="00B3"/>
            </w:r>
            <w:r w:rsidRPr="00870ED0">
              <w:t xml:space="preserve">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5</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8F26AC">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-1</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Value2Offset + value2Length &gt; value2.length</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3</w:t>
            </w:r>
          </w:p>
          <w:p w:rsidR="00714EBB" w:rsidRPr="00870ED0" w:rsidRDefault="00714EBB">
            <w:pPr>
              <w:pStyle w:val="TAH"/>
              <w:keepNext w:val="0"/>
              <w:keepLines w:val="0"/>
              <w:jc w:val="left"/>
            </w:pPr>
            <w:r w:rsidRPr="00870ED0">
              <w:rPr>
                <w:rFonts w:ascii="Courier New" w:hAnsi="Courier New"/>
                <w:b w:val="0"/>
                <w:sz w:val="16"/>
              </w:rPr>
              <w:t>Value2Length = 3</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Value2Length &lt; 0</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5</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5</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ArrayIndexOutOfBoundsException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C"/>
            </w:pPr>
            <w:r w:rsidRPr="00870ED0">
              <w:t>13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H"/>
            </w:pPr>
            <w:r w:rsidRPr="00870ED0">
              <w:t>Handler overflow exception</w:t>
            </w:r>
          </w:p>
          <w:p w:rsidR="00714EBB" w:rsidRPr="00870ED0" w:rsidRDefault="00714EBB" w:rsidP="008F26AC">
            <w:pPr>
              <w:pStyle w:val="PL"/>
              <w:keepNext/>
              <w:keepLines/>
              <w:rPr>
                <w:noProof w:val="0"/>
              </w:rPr>
            </w:pPr>
            <w:r w:rsidRPr="00870ED0">
              <w:rPr>
                <w:noProof w:val="0"/>
              </w:rPr>
              <w:t>Call the appendArray() method, length = getCapacity()-1</w:t>
            </w:r>
          </w:p>
          <w:p w:rsidR="00714EBB" w:rsidRPr="00870ED0" w:rsidRDefault="00714EBB" w:rsidP="008F26AC">
            <w:pPr>
              <w:pStyle w:val="PL"/>
              <w:keepNext/>
              <w:keepLines/>
              <w:rPr>
                <w:noProof w:val="0"/>
              </w:rPr>
            </w:pPr>
            <w:r w:rsidRPr="00870ED0">
              <w:rPr>
                <w:noProof w:val="0"/>
              </w:rPr>
              <w:t>appendTLV()</w:t>
            </w:r>
          </w:p>
          <w:p w:rsidR="00714EBB" w:rsidRPr="00870ED0" w:rsidRDefault="00714EBB" w:rsidP="008F26AC">
            <w:pPr>
              <w:pStyle w:val="PL"/>
              <w:keepNext/>
              <w:keepLines/>
              <w:rPr>
                <w:noProof w:val="0"/>
              </w:rPr>
            </w:pPr>
            <w:r w:rsidRPr="00870ED0">
              <w:rPr>
                <w:noProof w:val="0"/>
              </w:rPr>
              <w:t>Value1.length = 256</w:t>
            </w:r>
          </w:p>
          <w:p w:rsidR="00714EBB" w:rsidRPr="00870ED0" w:rsidRDefault="00714EBB" w:rsidP="008F26AC">
            <w:pPr>
              <w:pStyle w:val="PL"/>
              <w:keepNext/>
              <w:keepLines/>
              <w:rPr>
                <w:noProof w:val="0"/>
              </w:rPr>
            </w:pPr>
            <w:r w:rsidRPr="00870ED0">
              <w:rPr>
                <w:noProof w:val="0"/>
              </w:rPr>
              <w:t>Value1Offset = 0</w:t>
            </w:r>
          </w:p>
          <w:p w:rsidR="00714EBB" w:rsidRPr="00870ED0" w:rsidRDefault="00714EBB" w:rsidP="008F26AC">
            <w:pPr>
              <w:pStyle w:val="PL"/>
              <w:keepNext/>
              <w:keepLines/>
              <w:rPr>
                <w:noProof w:val="0"/>
              </w:rPr>
            </w:pPr>
            <w:r w:rsidRPr="00870ED0">
              <w:rPr>
                <w:noProof w:val="0"/>
              </w:rPr>
              <w:t>Value1Length = 253</w:t>
            </w:r>
          </w:p>
          <w:p w:rsidR="00714EBB" w:rsidRPr="00870ED0" w:rsidRDefault="00714EBB" w:rsidP="008F26AC">
            <w:pPr>
              <w:pStyle w:val="PL"/>
              <w:keepNext/>
              <w:keepLines/>
              <w:rPr>
                <w:noProof w:val="0"/>
              </w:rPr>
            </w:pPr>
            <w:r w:rsidRPr="00870ED0">
              <w:rPr>
                <w:noProof w:val="0"/>
              </w:rPr>
              <w:t>Value2.length = 256</w:t>
            </w:r>
          </w:p>
          <w:p w:rsidR="00714EBB" w:rsidRPr="00870ED0" w:rsidRDefault="00714EBB" w:rsidP="008F26AC">
            <w:pPr>
              <w:pStyle w:val="PL"/>
              <w:keepNext/>
              <w:keepLines/>
              <w:rPr>
                <w:noProof w:val="0"/>
              </w:rPr>
            </w:pPr>
            <w:r w:rsidRPr="00870ED0">
              <w:rPr>
                <w:noProof w:val="0"/>
              </w:rPr>
              <w:t>Value2Offset = 0</w:t>
            </w:r>
          </w:p>
          <w:p w:rsidR="00714EBB" w:rsidRPr="00870ED0" w:rsidRDefault="00714EBB" w:rsidP="008F26AC">
            <w:pPr>
              <w:pStyle w:val="TAH"/>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L"/>
            </w:pPr>
            <w:r w:rsidRPr="00870ED0">
              <w:t>ToolkitException.HANDLER_OVERFLOW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L"/>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Clear the handler</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1</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Bad parameter exception</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Value1.length = 256</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1</w:t>
            </w:r>
          </w:p>
          <w:p w:rsidR="00714EBB" w:rsidRPr="00870ED0" w:rsidRDefault="00714EBB">
            <w:pPr>
              <w:pStyle w:val="PL"/>
              <w:rPr>
                <w:noProof w:val="0"/>
              </w:rPr>
            </w:pPr>
            <w:r w:rsidRPr="00870ED0">
              <w:rPr>
                <w:noProof w:val="0"/>
              </w:rPr>
              <w:t>Value2.length = 256</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256</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ToolkitException.BAD_INPUT_PARAMETER is thrown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lastRenderedPageBreak/>
              <w:t>16</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clear the handler, append the handler with TLVs:</w:t>
            </w:r>
          </w:p>
          <w:p w:rsidR="00714EBB" w:rsidRPr="00870ED0" w:rsidRDefault="00714EBB">
            <w:pPr>
              <w:pStyle w:val="PL"/>
              <w:rPr>
                <w:noProof w:val="0"/>
              </w:rPr>
            </w:pPr>
            <w:r w:rsidRPr="00870ED0">
              <w:rPr>
                <w:noProof w:val="0"/>
              </w:rPr>
              <w:t>81 03 11 22 33</w:t>
            </w:r>
          </w:p>
          <w:p w:rsidR="00714EBB" w:rsidRPr="00870ED0" w:rsidRDefault="00714EBB">
            <w:pPr>
              <w:pStyle w:val="TAH"/>
              <w:keepNext w:val="0"/>
              <w:keepLines w:val="0"/>
              <w:jc w:val="left"/>
            </w:pPr>
            <w:r w:rsidRPr="00870ED0">
              <w:rPr>
                <w:rFonts w:ascii="Courier New" w:hAnsi="Courier New"/>
                <w:b w:val="0"/>
                <w:sz w:val="16"/>
              </w:rPr>
              <w:t>82 02 99 77</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Select Command Details TLV</w:t>
            </w:r>
          </w:p>
        </w:tc>
        <w:tc>
          <w:tcPr>
            <w:tcW w:w="2835" w:type="dxa"/>
            <w:tcBorders>
              <w:top w:val="nil"/>
              <w:left w:val="single" w:sz="4" w:space="0" w:color="auto"/>
              <w:bottom w:val="single" w:sz="4" w:space="0" w:color="auto"/>
              <w:right w:val="single" w:sz="4" w:space="0" w:color="auto"/>
            </w:tcBorders>
          </w:tcPr>
          <w:p w:rsidR="00714EBB" w:rsidRPr="00870ED0" w:rsidRDefault="005863BD">
            <w:pPr>
              <w:pStyle w:val="TAL"/>
              <w:keepNext w:val="0"/>
              <w:keepLines w:val="0"/>
            </w:pPr>
            <w:r w:rsidRPr="00870ED0">
              <w:t>No exceptions shall be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17</w:t>
            </w:r>
          </w:p>
        </w:tc>
        <w:tc>
          <w:tcPr>
            <w:tcW w:w="4111" w:type="dxa"/>
            <w:tcBorders>
              <w:top w:val="single" w:sz="4" w:space="0" w:color="auto"/>
              <w:left w:val="single" w:sz="4" w:space="0" w:color="auto"/>
              <w:bottom w:val="nil"/>
              <w:right w:val="single" w:sz="4" w:space="0" w:color="auto"/>
            </w:tcBorders>
          </w:tcPr>
          <w:p w:rsidR="005863BD" w:rsidRPr="00870ED0" w:rsidRDefault="00714EBB" w:rsidP="005863BD">
            <w:pPr>
              <w:spacing w:after="0"/>
              <w:jc w:val="center"/>
              <w:rPr>
                <w:rFonts w:ascii="Arial" w:hAnsi="Arial"/>
                <w:b/>
                <w:sz w:val="18"/>
              </w:rPr>
            </w:pPr>
            <w:r w:rsidRPr="00870ED0">
              <w:t>Successful call</w:t>
            </w:r>
            <w:r w:rsidR="005863BD" w:rsidRPr="00870ED0">
              <w:t xml:space="preserve"> </w:t>
            </w:r>
          </w:p>
          <w:p w:rsidR="005863BD" w:rsidRPr="00870ED0" w:rsidRDefault="005863BD" w:rsidP="005863BD">
            <w:pPr>
              <w:spacing w:after="0"/>
              <w:jc w:val="center"/>
              <w:rPr>
                <w:rFonts w:ascii="Arial" w:hAnsi="Arial"/>
                <w:b/>
                <w:sz w:val="18"/>
              </w:rPr>
            </w:pPr>
            <w:r w:rsidRPr="00870ED0">
              <w:rPr>
                <w:rFonts w:ascii="Arial" w:hAnsi="Arial"/>
                <w:b/>
                <w:sz w:val="18"/>
              </w:rPr>
              <w:t>Clear the handler</w:t>
            </w:r>
          </w:p>
          <w:p w:rsidR="00714EBB" w:rsidRPr="00870ED0" w:rsidRDefault="00714EBB">
            <w:pPr>
              <w:pStyle w:val="TAH"/>
              <w:keepNext w:val="0"/>
              <w:keepLines w:val="0"/>
            </w:pP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FF FE … F8</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w:t>
            </w:r>
          </w:p>
          <w:p w:rsidR="00714EBB" w:rsidRPr="00870ED0" w:rsidRDefault="00714EBB">
            <w:pPr>
              <w:pStyle w:val="PL"/>
              <w:rPr>
                <w:noProof w:val="0"/>
              </w:rPr>
            </w:pPr>
            <w:r w:rsidRPr="00870ED0">
              <w:rPr>
                <w:noProof w:val="0"/>
              </w:rPr>
              <w:t>value2 = F7 F6 … F0</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8</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Verify Current TLV: Call getValueLength()</w:t>
            </w:r>
          </w:p>
        </w:tc>
        <w:tc>
          <w:tcPr>
            <w:tcW w:w="2835" w:type="dxa"/>
            <w:tcBorders>
              <w:top w:val="nil"/>
              <w:left w:val="single" w:sz="4" w:space="0" w:color="auto"/>
              <w:bottom w:val="nil"/>
              <w:right w:val="single" w:sz="4" w:space="0" w:color="auto"/>
            </w:tcBorders>
          </w:tcPr>
          <w:p w:rsidR="00714EBB" w:rsidRPr="00870ED0" w:rsidRDefault="00714EBB" w:rsidP="005863BD">
            <w:pPr>
              <w:pStyle w:val="TAL"/>
              <w:keepNext w:val="0"/>
              <w:keepLines w:val="0"/>
            </w:pPr>
            <w:r w:rsidRPr="00870ED0">
              <w:t xml:space="preserve">Result is </w:t>
            </w:r>
            <w:r w:rsidR="005863BD" w:rsidRPr="00870ED0">
              <w:t>10h</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18</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keepNext/>
              <w:keepLines/>
              <w:rPr>
                <w:noProof w:val="0"/>
              </w:rPr>
            </w:pPr>
            <w:r w:rsidRPr="00870ED0">
              <w:rPr>
                <w:noProof w:val="0"/>
              </w:rPr>
              <w:t>tag = 04</w:t>
            </w:r>
          </w:p>
          <w:p w:rsidR="00714EBB" w:rsidRPr="00870ED0" w:rsidRDefault="00714EBB">
            <w:pPr>
              <w:pStyle w:val="PL"/>
              <w:rPr>
                <w:noProof w:val="0"/>
              </w:rPr>
            </w:pPr>
            <w:r w:rsidRPr="00870ED0">
              <w:rPr>
                <w:noProof w:val="0"/>
              </w:rPr>
              <w:t>value1 = FF FE … F8</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w:t>
            </w:r>
          </w:p>
          <w:p w:rsidR="00714EBB" w:rsidRPr="00870ED0" w:rsidRDefault="00714EBB">
            <w:pPr>
              <w:pStyle w:val="PL"/>
              <w:rPr>
                <w:noProof w:val="0"/>
              </w:rPr>
            </w:pPr>
            <w:r w:rsidRPr="00870ED0">
              <w:rPr>
                <w:noProof w:val="0"/>
              </w:rPr>
              <w:t>value2 = F7 F6 … F0</w:t>
            </w:r>
          </w:p>
          <w:p w:rsidR="00714EBB" w:rsidRPr="00870ED0" w:rsidRDefault="00714EBB">
            <w:pPr>
              <w:pStyle w:val="PL"/>
              <w:rPr>
                <w:noProof w:val="0"/>
              </w:rPr>
            </w:pPr>
            <w:r w:rsidRPr="00870ED0">
              <w:rPr>
                <w:noProof w:val="0"/>
              </w:rPr>
              <w:t>value2Offset = 0</w:t>
            </w:r>
          </w:p>
          <w:p w:rsidR="00714EBB" w:rsidRPr="00870ED0" w:rsidRDefault="00714EBB">
            <w:pPr>
              <w:pStyle w:val="TAH"/>
              <w:keepNext w:val="0"/>
              <w:keepLines w:val="0"/>
              <w:jc w:val="left"/>
            </w:pPr>
            <w:r w:rsidRPr="00870ED0">
              <w:rPr>
                <w:rFonts w:ascii="Courier New" w:hAnsi="Courier New"/>
                <w:b w:val="0"/>
                <w:sz w:val="16"/>
              </w:rPr>
              <w:t>value2Length = 8</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pPr>
            <w:r w:rsidRPr="00870ED0">
              <w:t>CompareBuffer = 04 10 FF FE … F0</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19</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85h</w:t>
            </w:r>
          </w:p>
          <w:p w:rsidR="00714EBB" w:rsidRPr="00870ED0" w:rsidRDefault="00714EBB">
            <w:pPr>
              <w:pStyle w:val="PL"/>
              <w:rPr>
                <w:noProof w:val="0"/>
              </w:rPr>
            </w:pPr>
            <w:r w:rsidRPr="00870ED0">
              <w:rPr>
                <w:noProof w:val="0"/>
              </w:rPr>
              <w:t>value1 = 00 01 … 07</w:t>
            </w:r>
          </w:p>
          <w:p w:rsidR="00714EBB" w:rsidRPr="00870ED0" w:rsidRDefault="00714EBB">
            <w:pPr>
              <w:pStyle w:val="PL"/>
              <w:rPr>
                <w:noProof w:val="0"/>
              </w:rPr>
            </w:pPr>
            <w:r w:rsidRPr="00870ED0">
              <w:rPr>
                <w:noProof w:val="0"/>
              </w:rPr>
              <w:t>value1Offset = 2</w:t>
            </w:r>
          </w:p>
          <w:p w:rsidR="00714EBB" w:rsidRPr="00870ED0" w:rsidRDefault="00714EBB">
            <w:pPr>
              <w:pStyle w:val="PL"/>
              <w:rPr>
                <w:noProof w:val="0"/>
              </w:rPr>
            </w:pPr>
            <w:r w:rsidRPr="00870ED0">
              <w:rPr>
                <w:noProof w:val="0"/>
              </w:rPr>
              <w:t>value1Length = 6</w:t>
            </w:r>
          </w:p>
          <w:p w:rsidR="00714EBB" w:rsidRPr="00870ED0" w:rsidRDefault="00714EBB">
            <w:pPr>
              <w:pStyle w:val="PL"/>
              <w:rPr>
                <w:noProof w:val="0"/>
              </w:rPr>
            </w:pPr>
            <w:r w:rsidRPr="00870ED0">
              <w:rPr>
                <w:noProof w:val="0"/>
              </w:rPr>
              <w:t>value2 = 08 09 … 0F</w:t>
            </w:r>
          </w:p>
          <w:p w:rsidR="00714EBB" w:rsidRPr="00870ED0" w:rsidRDefault="00714EBB">
            <w:pPr>
              <w:pStyle w:val="PL"/>
              <w:rPr>
                <w:noProof w:val="0"/>
              </w:rPr>
            </w:pPr>
            <w:r w:rsidRPr="00870ED0">
              <w:rPr>
                <w:noProof w:val="0"/>
              </w:rPr>
              <w:t>value2Offset = 2</w:t>
            </w:r>
          </w:p>
          <w:p w:rsidR="00714EBB" w:rsidRPr="00870ED0" w:rsidRDefault="00714EBB">
            <w:pPr>
              <w:pStyle w:val="TAH"/>
              <w:keepNext w:val="0"/>
              <w:keepLines w:val="0"/>
              <w:jc w:val="left"/>
            </w:pPr>
            <w:r w:rsidRPr="00870ED0">
              <w:rPr>
                <w:rFonts w:ascii="Courier New" w:hAnsi="Courier New"/>
                <w:b w:val="0"/>
                <w:sz w:val="16"/>
              </w:rPr>
              <w:t>value2Length = 6</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04 10 FF FE … F0 85 0C 02 03 04 05 06 07 0A 0B 0C 0D 0E 0F</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rsidP="008F26AC">
            <w:pPr>
              <w:pStyle w:val="TAC"/>
            </w:pPr>
            <w:r w:rsidRPr="00870ED0">
              <w:t>20</w:t>
            </w:r>
          </w:p>
        </w:tc>
        <w:tc>
          <w:tcPr>
            <w:tcW w:w="4111" w:type="dxa"/>
            <w:tcBorders>
              <w:top w:val="single" w:sz="4" w:space="0" w:color="auto"/>
              <w:left w:val="single" w:sz="4" w:space="0" w:color="auto"/>
              <w:bottom w:val="nil"/>
              <w:right w:val="single" w:sz="4" w:space="0" w:color="auto"/>
            </w:tcBorders>
          </w:tcPr>
          <w:p w:rsidR="00714EBB" w:rsidRPr="00870ED0" w:rsidRDefault="00714EBB" w:rsidP="008F26AC">
            <w:pPr>
              <w:pStyle w:val="TAH"/>
            </w:pPr>
            <w:r w:rsidRPr="00870ED0">
              <w:t>Successful call</w:t>
            </w:r>
          </w:p>
          <w:p w:rsidR="00714EBB" w:rsidRPr="00870ED0" w:rsidRDefault="00714EBB" w:rsidP="008F26AC">
            <w:pPr>
              <w:pStyle w:val="PL"/>
              <w:keepNext/>
              <w:keepLines/>
              <w:rPr>
                <w:noProof w:val="0"/>
              </w:rPr>
            </w:pPr>
            <w:r w:rsidRPr="00870ED0">
              <w:rPr>
                <w:noProof w:val="0"/>
              </w:rPr>
              <w:t>appendTLV()</w:t>
            </w:r>
          </w:p>
          <w:p w:rsidR="00714EBB" w:rsidRPr="00870ED0" w:rsidRDefault="00714EBB" w:rsidP="008F26AC">
            <w:pPr>
              <w:pStyle w:val="PL"/>
              <w:keepNext/>
              <w:keepLines/>
              <w:rPr>
                <w:noProof w:val="0"/>
              </w:rPr>
            </w:pPr>
            <w:r w:rsidRPr="00870ED0">
              <w:rPr>
                <w:noProof w:val="0"/>
              </w:rPr>
              <w:t>tag = 01</w:t>
            </w:r>
          </w:p>
          <w:p w:rsidR="00714EBB" w:rsidRPr="00870ED0" w:rsidRDefault="00714EBB" w:rsidP="008F26AC">
            <w:pPr>
              <w:pStyle w:val="PL"/>
              <w:keepNext/>
              <w:keepLines/>
              <w:rPr>
                <w:noProof w:val="0"/>
              </w:rPr>
            </w:pPr>
            <w:r w:rsidRPr="00870ED0">
              <w:rPr>
                <w:noProof w:val="0"/>
              </w:rPr>
              <w:t>value1 = 11 22 … 88</w:t>
            </w:r>
          </w:p>
          <w:p w:rsidR="00714EBB" w:rsidRPr="00870ED0" w:rsidRDefault="00714EBB" w:rsidP="008F26AC">
            <w:pPr>
              <w:pStyle w:val="PL"/>
              <w:keepNext/>
              <w:keepLines/>
              <w:rPr>
                <w:noProof w:val="0"/>
              </w:rPr>
            </w:pPr>
            <w:r w:rsidRPr="00870ED0">
              <w:rPr>
                <w:noProof w:val="0"/>
              </w:rPr>
              <w:t>value1Offset = 2</w:t>
            </w:r>
          </w:p>
          <w:p w:rsidR="00714EBB" w:rsidRPr="00870ED0" w:rsidRDefault="00714EBB" w:rsidP="008F26AC">
            <w:pPr>
              <w:pStyle w:val="PL"/>
              <w:keepNext/>
              <w:keepLines/>
              <w:rPr>
                <w:noProof w:val="0"/>
              </w:rPr>
            </w:pPr>
            <w:r w:rsidRPr="00870ED0">
              <w:rPr>
                <w:noProof w:val="0"/>
              </w:rPr>
              <w:t>value1Length = 4</w:t>
            </w:r>
          </w:p>
          <w:p w:rsidR="00714EBB" w:rsidRPr="00870ED0" w:rsidRDefault="00714EBB" w:rsidP="008F26AC">
            <w:pPr>
              <w:pStyle w:val="PL"/>
              <w:keepNext/>
              <w:keepLines/>
              <w:rPr>
                <w:noProof w:val="0"/>
              </w:rPr>
            </w:pPr>
            <w:r w:rsidRPr="00870ED0">
              <w:rPr>
                <w:noProof w:val="0"/>
              </w:rPr>
              <w:t>value2 = 99 AA … FF 00</w:t>
            </w:r>
          </w:p>
          <w:p w:rsidR="00714EBB" w:rsidRPr="00870ED0" w:rsidRDefault="00714EBB" w:rsidP="008F26AC">
            <w:pPr>
              <w:pStyle w:val="PL"/>
              <w:keepNext/>
              <w:keepLines/>
              <w:rPr>
                <w:noProof w:val="0"/>
              </w:rPr>
            </w:pPr>
            <w:r w:rsidRPr="00870ED0">
              <w:rPr>
                <w:noProof w:val="0"/>
              </w:rPr>
              <w:t>value2Offset = 2</w:t>
            </w:r>
          </w:p>
          <w:p w:rsidR="00714EBB" w:rsidRPr="00870ED0" w:rsidRDefault="00714EBB" w:rsidP="008F26AC">
            <w:pPr>
              <w:pStyle w:val="TAH"/>
              <w:jc w:val="left"/>
            </w:pPr>
            <w:r w:rsidRPr="00870ED0">
              <w:rPr>
                <w:rFonts w:ascii="Courier New" w:hAnsi="Courier New"/>
                <w:b w:val="0"/>
                <w:sz w:val="16"/>
              </w:rPr>
              <w:t>value2Length =</w:t>
            </w:r>
            <w:r w:rsidRPr="00870ED0">
              <w:t xml:space="preserve"> </w:t>
            </w:r>
            <w:r w:rsidRPr="00870ED0">
              <w:rPr>
                <w:rFonts w:ascii="Courier New" w:hAnsi="Courier New"/>
                <w:b w:val="0"/>
                <w:sz w:val="16"/>
              </w:rPr>
              <w:t>4</w:t>
            </w:r>
          </w:p>
        </w:tc>
        <w:tc>
          <w:tcPr>
            <w:tcW w:w="2835" w:type="dxa"/>
            <w:tcBorders>
              <w:top w:val="single" w:sz="4" w:space="0" w:color="auto"/>
              <w:left w:val="single" w:sz="4" w:space="0" w:color="auto"/>
              <w:bottom w:val="nil"/>
              <w:right w:val="single" w:sz="4" w:space="0" w:color="auto"/>
            </w:tcBorders>
          </w:tcPr>
          <w:p w:rsidR="00714EBB" w:rsidRPr="00870ED0" w:rsidRDefault="00714EBB" w:rsidP="008F26AC">
            <w:pPr>
              <w:pStyle w:val="TAL"/>
            </w:pPr>
          </w:p>
        </w:tc>
        <w:tc>
          <w:tcPr>
            <w:tcW w:w="2410" w:type="dxa"/>
            <w:tcBorders>
              <w:top w:val="single" w:sz="4" w:space="0" w:color="auto"/>
              <w:left w:val="single" w:sz="4" w:space="0" w:color="auto"/>
              <w:bottom w:val="nil"/>
              <w:right w:val="single" w:sz="4" w:space="0" w:color="auto"/>
            </w:tcBorders>
          </w:tcPr>
          <w:p w:rsidR="00714EBB" w:rsidRPr="00870ED0" w:rsidRDefault="00714EBB" w:rsidP="008F26AC">
            <w:pPr>
              <w:pStyle w:val="TAL"/>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04 10 FF FE … F0 85 0C 02 03 04 05 06 07 0A 0B 0C 0D 0E 0F 01 08 33 44 55 66 BB CC DD EE</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21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Successful call</w:t>
            </w:r>
          </w:p>
          <w:p w:rsidR="00714EBB" w:rsidRPr="00870ED0" w:rsidRDefault="00714EBB">
            <w:pPr>
              <w:pStyle w:val="PL"/>
              <w:rPr>
                <w:noProof w:val="0"/>
              </w:rPr>
            </w:pPr>
            <w:r w:rsidRPr="00870ED0">
              <w:rPr>
                <w:noProof w:val="0"/>
              </w:rPr>
              <w:t>appendTLV()</w:t>
            </w:r>
          </w:p>
          <w:p w:rsidR="00714EBB" w:rsidRPr="00870ED0" w:rsidRDefault="00714EBB">
            <w:pPr>
              <w:pStyle w:val="PL"/>
              <w:rPr>
                <w:noProof w:val="0"/>
              </w:rPr>
            </w:pPr>
            <w:r w:rsidRPr="00870ED0">
              <w:rPr>
                <w:noProof w:val="0"/>
              </w:rPr>
              <w:t>tag = 04</w:t>
            </w:r>
          </w:p>
          <w:p w:rsidR="00714EBB" w:rsidRPr="00870ED0" w:rsidRDefault="00714EBB">
            <w:pPr>
              <w:pStyle w:val="PL"/>
              <w:rPr>
                <w:noProof w:val="0"/>
              </w:rPr>
            </w:pPr>
            <w:r w:rsidRPr="00870ED0">
              <w:rPr>
                <w:noProof w:val="0"/>
              </w:rPr>
              <w:t>value1 = 00 01 … 7F</w:t>
            </w:r>
          </w:p>
          <w:p w:rsidR="00714EBB" w:rsidRPr="00870ED0" w:rsidRDefault="00714EBB">
            <w:pPr>
              <w:pStyle w:val="PL"/>
              <w:rPr>
                <w:noProof w:val="0"/>
              </w:rPr>
            </w:pPr>
            <w:r w:rsidRPr="00870ED0">
              <w:rPr>
                <w:noProof w:val="0"/>
              </w:rPr>
              <w:t>value1Offset = 0</w:t>
            </w:r>
          </w:p>
          <w:p w:rsidR="00714EBB" w:rsidRPr="00870ED0" w:rsidRDefault="00714EBB">
            <w:pPr>
              <w:pStyle w:val="PL"/>
              <w:rPr>
                <w:noProof w:val="0"/>
              </w:rPr>
            </w:pPr>
            <w:r w:rsidRPr="00870ED0">
              <w:rPr>
                <w:noProof w:val="0"/>
              </w:rPr>
              <w:t>value1Length = 80h</w:t>
            </w:r>
          </w:p>
          <w:p w:rsidR="00714EBB" w:rsidRPr="00870ED0" w:rsidRDefault="00714EBB">
            <w:pPr>
              <w:pStyle w:val="PL"/>
              <w:rPr>
                <w:noProof w:val="0"/>
              </w:rPr>
            </w:pPr>
            <w:r w:rsidRPr="00870ED0">
              <w:rPr>
                <w:noProof w:val="0"/>
              </w:rPr>
              <w:t>value2 = 80 81 … FC</w:t>
            </w:r>
          </w:p>
          <w:p w:rsidR="00714EBB" w:rsidRPr="00870ED0" w:rsidRDefault="00714EBB">
            <w:pPr>
              <w:pStyle w:val="PL"/>
              <w:rPr>
                <w:noProof w:val="0"/>
              </w:rPr>
            </w:pPr>
            <w:r w:rsidRPr="00870ED0">
              <w:rPr>
                <w:noProof w:val="0"/>
              </w:rPr>
              <w:t>value2Offset = 0</w:t>
            </w:r>
          </w:p>
          <w:p w:rsidR="00714EBB" w:rsidRPr="00870ED0" w:rsidRDefault="00714EBB">
            <w:pPr>
              <w:pStyle w:val="PL"/>
              <w:rPr>
                <w:noProof w:val="0"/>
              </w:rPr>
            </w:pPr>
            <w:r w:rsidRPr="00870ED0">
              <w:rPr>
                <w:noProof w:val="0"/>
              </w:rPr>
              <w:t>value2Length = 7Dh</w:t>
            </w:r>
          </w:p>
          <w:p w:rsidR="00714EBB" w:rsidRPr="00870ED0" w:rsidRDefault="00714EBB">
            <w:pPr>
              <w:pStyle w:val="TAH"/>
              <w:keepNext w:val="0"/>
              <w:keepLines w:val="0"/>
            </w:pP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nil"/>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Call copy() method</w:t>
            </w:r>
          </w:p>
        </w:tc>
        <w:tc>
          <w:tcPr>
            <w:tcW w:w="2835" w:type="dxa"/>
            <w:tcBorders>
              <w:top w:val="nil"/>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8F26AC">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Compare handler</w:t>
            </w:r>
          </w:p>
          <w:p w:rsidR="00714EBB" w:rsidRPr="00870ED0" w:rsidRDefault="00714EBB">
            <w:pPr>
              <w:pStyle w:val="TAH"/>
              <w:keepNext w:val="0"/>
              <w:keepLines w:val="0"/>
            </w:pPr>
            <w:r w:rsidRPr="00870ED0">
              <w:t>compareBuffer = 04 81 FD 00 01…FC</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is 00</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rsidP="008F26AC"/>
    <w:p w:rsidR="00714EBB" w:rsidRPr="00870ED0" w:rsidRDefault="00714EBB" w:rsidP="004449A8">
      <w:pPr>
        <w:pStyle w:val="Heading4"/>
      </w:pPr>
      <w:r w:rsidRPr="00870ED0">
        <w:lastRenderedPageBreak/>
        <w:t>5.2.10.26</w:t>
      </w:r>
      <w:r w:rsidRPr="00870ED0">
        <w:tab/>
        <w:t>Method clear</w:t>
      </w:r>
    </w:p>
    <w:p w:rsidR="00714EBB" w:rsidRPr="00870ED0" w:rsidRDefault="00714EBB" w:rsidP="004449A8">
      <w:pPr>
        <w:keepNext/>
        <w:keepLines/>
      </w:pPr>
      <w:r w:rsidRPr="00870ED0">
        <w:t>Test Area Reference: Api_2_Bte_Cler</w:t>
      </w:r>
      <w:r w:rsidR="008F26AC" w:rsidRPr="00870ED0">
        <w:t>.</w:t>
      </w:r>
    </w:p>
    <w:p w:rsidR="00714EBB" w:rsidRPr="00870ED0" w:rsidRDefault="00714EBB" w:rsidP="004449A8">
      <w:pPr>
        <w:pStyle w:val="Heading5"/>
      </w:pPr>
      <w:r w:rsidRPr="00870ED0">
        <w:t>5.2.10.26.1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void clear()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5.2.10.26.1.1</w:t>
      </w:r>
      <w:r w:rsidRPr="00870ED0">
        <w:tab/>
        <w:t>Normal execution</w:t>
      </w:r>
    </w:p>
    <w:p w:rsidR="00714EBB" w:rsidRPr="00870ED0" w:rsidRDefault="00714EBB">
      <w:pPr>
        <w:pStyle w:val="B1"/>
      </w:pPr>
      <w:r w:rsidRPr="00870ED0">
        <w:t>CRRN1: Clears the TLV list of an EditHandler</w:t>
      </w:r>
      <w:r w:rsidR="008F26AC" w:rsidRPr="00870ED0">
        <w:t>.</w:t>
      </w:r>
    </w:p>
    <w:p w:rsidR="00714EBB" w:rsidRPr="00870ED0" w:rsidRDefault="00714EBB">
      <w:pPr>
        <w:pStyle w:val="B1"/>
      </w:pPr>
      <w:r w:rsidRPr="00870ED0">
        <w:t>CRRN2: Resets the current TLV selected.</w:t>
      </w:r>
    </w:p>
    <w:p w:rsidR="00714EBB" w:rsidRPr="00870ED0" w:rsidRDefault="00714EBB">
      <w:pPr>
        <w:pStyle w:val="H6"/>
        <w:outlineLvl w:val="0"/>
      </w:pPr>
      <w:r w:rsidRPr="00870ED0">
        <w:t>5.2.10.26.1.2</w:t>
      </w:r>
      <w:r w:rsidRPr="00870ED0">
        <w:tab/>
        <w:t>Parameter errors</w:t>
      </w:r>
    </w:p>
    <w:p w:rsidR="00714EBB" w:rsidRPr="00870ED0" w:rsidRDefault="00714EBB">
      <w:r w:rsidRPr="00870ED0">
        <w:t>No requirements</w:t>
      </w:r>
      <w:r w:rsidR="008F26AC" w:rsidRPr="00870ED0">
        <w:t>.</w:t>
      </w:r>
    </w:p>
    <w:p w:rsidR="00714EBB" w:rsidRPr="00870ED0" w:rsidRDefault="00714EBB">
      <w:pPr>
        <w:pStyle w:val="H6"/>
        <w:outlineLvl w:val="0"/>
      </w:pPr>
      <w:r w:rsidRPr="00870ED0">
        <w:t>5.2.10.26.1.3</w:t>
      </w:r>
      <w:r w:rsidRPr="00870ED0">
        <w:tab/>
        <w:t>Context errors</w:t>
      </w:r>
    </w:p>
    <w:p w:rsidR="00714EBB" w:rsidRPr="00870ED0" w:rsidRDefault="00714EBB">
      <w:pPr>
        <w:pStyle w:val="B1"/>
      </w:pPr>
      <w:r w:rsidRPr="00870ED0">
        <w:t>CRRC1: if the EditHandler buffer is busy, a ToolkitException is thrown with reason code HANDLER_NOT_AVAILABLE</w:t>
      </w:r>
      <w:r w:rsidR="008F26AC" w:rsidRPr="00870ED0">
        <w:t>.</w:t>
      </w:r>
    </w:p>
    <w:p w:rsidR="00714EBB" w:rsidRPr="00870ED0" w:rsidRDefault="00714EBB" w:rsidP="008F26AC">
      <w:pPr>
        <w:pStyle w:val="Heading5"/>
      </w:pPr>
      <w:r w:rsidRPr="00870ED0">
        <w:t>5.2.10.2</w:t>
      </w:r>
      <w:r w:rsidR="008F26AC" w:rsidRPr="00870ED0">
        <w:t>6.2</w:t>
      </w:r>
      <w:r w:rsidRPr="00870ED0">
        <w:tab/>
        <w:t>Test area files</w:t>
      </w:r>
    </w:p>
    <w:p w:rsidR="00714EBB" w:rsidRPr="00870ED0" w:rsidRDefault="00714EBB" w:rsidP="002854FB">
      <w:pPr>
        <w:pStyle w:val="EX"/>
      </w:pPr>
      <w:r w:rsidRPr="00870ED0">
        <w:t>Test Source:</w:t>
      </w:r>
      <w:r w:rsidRPr="00870ED0">
        <w:tab/>
        <w:t>Test_Api_2_Bte_Cler.java</w:t>
      </w:r>
      <w:r w:rsidR="004449A8" w:rsidRPr="00870ED0">
        <w:t>.</w:t>
      </w:r>
    </w:p>
    <w:p w:rsidR="00714EBB" w:rsidRPr="00870ED0" w:rsidRDefault="00714EBB" w:rsidP="002854FB">
      <w:pPr>
        <w:pStyle w:val="EX"/>
      </w:pPr>
      <w:r w:rsidRPr="00870ED0">
        <w:t>Test</w:t>
      </w:r>
      <w:r w:rsidR="004449A8" w:rsidRPr="00870ED0">
        <w:t xml:space="preserve"> Applet: </w:t>
      </w:r>
      <w:r w:rsidR="004449A8" w:rsidRPr="00870ED0">
        <w:tab/>
        <w:t>Api_2_Bte_Cler_1.java.</w:t>
      </w:r>
    </w:p>
    <w:p w:rsidR="00714EBB" w:rsidRPr="00870ED0" w:rsidRDefault="00714EBB" w:rsidP="002854FB">
      <w:pPr>
        <w:pStyle w:val="EX"/>
      </w:pPr>
      <w:r w:rsidRPr="00870ED0">
        <w:t>Cap File:</w:t>
      </w:r>
      <w:r w:rsidRPr="00870ED0">
        <w:tab/>
        <w:t>api_2_bte_cler.cap</w:t>
      </w:r>
      <w:r w:rsidR="004449A8" w:rsidRPr="00870ED0">
        <w:t>.</w:t>
      </w:r>
    </w:p>
    <w:p w:rsidR="00714EBB" w:rsidRPr="00870ED0" w:rsidRDefault="00714EBB" w:rsidP="008F26AC">
      <w:pPr>
        <w:pStyle w:val="Heading5"/>
      </w:pPr>
      <w:r w:rsidRPr="00870ED0">
        <w:t>5.2.10.26.3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3400"/>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340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Does not apply for BERTLVEdit Handler</w:t>
            </w:r>
          </w:p>
        </w:tc>
      </w:tr>
    </w:tbl>
    <w:p w:rsidR="00714EBB" w:rsidRPr="00870ED0" w:rsidRDefault="00714EBB" w:rsidP="008F26AC"/>
    <w:p w:rsidR="00714EBB" w:rsidRPr="00870ED0" w:rsidRDefault="00714EBB" w:rsidP="008F26AC">
      <w:pPr>
        <w:pStyle w:val="Heading5"/>
      </w:pPr>
      <w:r w:rsidRPr="00870ED0">
        <w:t>5.2.10.26.4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3069"/>
        <w:gridCol w:w="3791"/>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306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379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0</w:t>
            </w:r>
          </w:p>
        </w:tc>
        <w:tc>
          <w:tcPr>
            <w:tcW w:w="3069" w:type="dxa"/>
            <w:tcBorders>
              <w:top w:val="single" w:sz="4" w:space="0" w:color="auto"/>
              <w:left w:val="single" w:sz="4" w:space="0" w:color="auto"/>
              <w:bottom w:val="nil"/>
              <w:right w:val="single" w:sz="4" w:space="0" w:color="auto"/>
            </w:tcBorders>
          </w:tcPr>
          <w:p w:rsidR="00714EBB" w:rsidRPr="00870ED0" w:rsidRDefault="00714EBB">
            <w:pPr>
              <w:pStyle w:val="PL"/>
              <w:rPr>
                <w:noProof w:val="0"/>
              </w:rPr>
            </w:pPr>
            <w:r w:rsidRPr="00870ED0">
              <w:rPr>
                <w:noProof w:val="0"/>
              </w:rPr>
              <w:t>Get a BERTLVEditHandler using buildTLVHandler() with type BER_EDIT_HANDLER and capacity 0x100 and set its BER Tag to 0x01</w:t>
            </w:r>
          </w:p>
        </w:tc>
        <w:tc>
          <w:tcPr>
            <w:tcW w:w="3791"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3069"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Initialize the handler with</w:t>
            </w:r>
          </w:p>
          <w:p w:rsidR="00714EBB" w:rsidRPr="00870ED0" w:rsidRDefault="00714EBB">
            <w:pPr>
              <w:pStyle w:val="TAH"/>
              <w:keepNext w:val="0"/>
              <w:keepLines w:val="0"/>
            </w:pPr>
            <w:r w:rsidRPr="00870ED0">
              <w:t>81 03 01 00 00 82 02 81 00</w:t>
            </w:r>
          </w:p>
          <w:p w:rsidR="00714EBB" w:rsidRPr="00870ED0" w:rsidRDefault="00714EBB">
            <w:pPr>
              <w:pStyle w:val="PL"/>
              <w:rPr>
                <w:noProof w:val="0"/>
              </w:rPr>
            </w:pPr>
            <w:r w:rsidRPr="00870ED0">
              <w:rPr>
                <w:noProof w:val="0"/>
              </w:rPr>
              <w:t>Select Command Details TLV</w:t>
            </w:r>
          </w:p>
          <w:p w:rsidR="00714EBB" w:rsidRPr="00870ED0" w:rsidRDefault="00714EBB">
            <w:pPr>
              <w:pStyle w:val="PL"/>
              <w:rPr>
                <w:noProof w:val="0"/>
              </w:rPr>
            </w:pPr>
            <w:r w:rsidRPr="00870ED0">
              <w:rPr>
                <w:noProof w:val="0"/>
              </w:rPr>
              <w:t>Call the getLength() method</w:t>
            </w:r>
          </w:p>
        </w:tc>
        <w:tc>
          <w:tcPr>
            <w:tcW w:w="3791"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Result of getLength() is not null</w:t>
            </w: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3069"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Clear the handler</w:t>
            </w:r>
          </w:p>
          <w:p w:rsidR="00714EBB" w:rsidRPr="00870ED0" w:rsidRDefault="00714EBB">
            <w:pPr>
              <w:pStyle w:val="PL"/>
              <w:rPr>
                <w:noProof w:val="0"/>
              </w:rPr>
            </w:pPr>
            <w:r w:rsidRPr="00870ED0">
              <w:rPr>
                <w:noProof w:val="0"/>
              </w:rPr>
              <w:t>Call the getLength() method</w:t>
            </w:r>
          </w:p>
          <w:p w:rsidR="00714EBB" w:rsidRPr="00870ED0" w:rsidRDefault="00714EBB">
            <w:pPr>
              <w:pStyle w:val="TAL"/>
              <w:keepNext w:val="0"/>
              <w:keepLines w:val="0"/>
            </w:pPr>
          </w:p>
        </w:tc>
        <w:tc>
          <w:tcPr>
            <w:tcW w:w="3791"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Result of getLength() is 0</w:t>
            </w:r>
          </w:p>
        </w:tc>
        <w:tc>
          <w:tcPr>
            <w:tcW w:w="2410" w:type="dxa"/>
            <w:tcBorders>
              <w:top w:val="single" w:sz="4" w:space="0" w:color="808080"/>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3069" w:type="dxa"/>
            <w:tcBorders>
              <w:top w:val="nil"/>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Call the getValueLength() method</w:t>
            </w:r>
          </w:p>
        </w:tc>
        <w:tc>
          <w:tcPr>
            <w:tcW w:w="379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ToolkitException.UNAVAILABLE_ELEMENT is thrown</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4449A8">
      <w:pPr>
        <w:pStyle w:val="Heading3"/>
      </w:pPr>
      <w:r w:rsidRPr="00870ED0">
        <w:lastRenderedPageBreak/>
        <w:t>5.2</w:t>
      </w:r>
      <w:r w:rsidR="008F26AC" w:rsidRPr="00870ED0">
        <w:t>.11</w:t>
      </w:r>
      <w:r w:rsidR="008F26AC" w:rsidRPr="00870ED0">
        <w:tab/>
        <w:t>Interface BERTLVViewHandler</w:t>
      </w:r>
    </w:p>
    <w:p w:rsidR="00714EBB" w:rsidRPr="00870ED0" w:rsidRDefault="00714EBB" w:rsidP="004449A8">
      <w:pPr>
        <w:keepNext/>
        <w:keepLines/>
        <w:outlineLvl w:val="0"/>
      </w:pPr>
      <w:r w:rsidRPr="00870ED0">
        <w:t>Tests are done in inheriting interfaces BERTLVE</w:t>
      </w:r>
      <w:r w:rsidR="008F26AC" w:rsidRPr="00870ED0">
        <w:t>ditHandler and envelopeHandler.</w:t>
      </w:r>
    </w:p>
    <w:p w:rsidR="00714EBB" w:rsidRPr="00870ED0" w:rsidRDefault="00714EBB" w:rsidP="004449A8">
      <w:pPr>
        <w:pStyle w:val="Heading3"/>
      </w:pPr>
      <w:r w:rsidRPr="00870ED0">
        <w:t>5.2.12</w:t>
      </w:r>
      <w:r w:rsidRPr="00870ED0">
        <w:tab/>
        <w:t>Class EnvelopeHandlerSystem</w:t>
      </w:r>
    </w:p>
    <w:p w:rsidR="00714EBB" w:rsidRPr="00870ED0" w:rsidRDefault="00714EBB">
      <w:pPr>
        <w:pStyle w:val="Heading4"/>
      </w:pPr>
      <w:r w:rsidRPr="00870ED0">
        <w:t>5.2.12.1</w:t>
      </w:r>
      <w:r w:rsidRPr="00870ED0">
        <w:tab/>
        <w:t>Method getTheHandler</w:t>
      </w:r>
    </w:p>
    <w:p w:rsidR="00714EBB" w:rsidRPr="00870ED0" w:rsidRDefault="00714EBB">
      <w:r w:rsidRPr="00870ED0">
        <w:t>Test Area Reference: Api_2_Ehs_Gthd</w:t>
      </w:r>
      <w:r w:rsidR="008F26AC" w:rsidRPr="00870ED0">
        <w:t>.</w:t>
      </w:r>
    </w:p>
    <w:p w:rsidR="00714EBB" w:rsidRPr="00870ED0" w:rsidRDefault="00714EBB" w:rsidP="008F26AC">
      <w:pPr>
        <w:pStyle w:val="Heading5"/>
      </w:pPr>
      <w:r w:rsidRPr="00870ED0">
        <w:t>5.2.12.1.1</w:t>
      </w:r>
      <w:r w:rsidRPr="00870ED0">
        <w:tab/>
        <w:t>Conformance requirements</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static EnvelopeHandler getTheHandler()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5.2.12.1.1.1</w:t>
      </w:r>
      <w:r w:rsidRPr="00870ED0">
        <w:tab/>
        <w:t>Normal execution</w:t>
      </w:r>
    </w:p>
    <w:p w:rsidR="00714EBB" w:rsidRPr="00870ED0" w:rsidRDefault="00714EBB">
      <w:pPr>
        <w:pStyle w:val="B1"/>
      </w:pPr>
      <w:r w:rsidRPr="00870ED0">
        <w:t>CRRN1: The method shall return the single system instance of the class implementing the EnvelopeHandler interface.</w:t>
      </w:r>
    </w:p>
    <w:p w:rsidR="00714EBB" w:rsidRPr="00870ED0" w:rsidRDefault="00714EBB">
      <w:pPr>
        <w:pStyle w:val="B1"/>
      </w:pPr>
      <w:r w:rsidRPr="00870ED0">
        <w:t xml:space="preserve">CRRN2: The EnvelopeHandler is a Temporary JCRE Entry Point Object (see Javacard 2.2.1 Runtime Environment (JCRE) Specification </w:t>
      </w:r>
      <w:r w:rsidR="00A1210D" w:rsidRPr="00870ED0">
        <w:t>[2]</w:t>
      </w:r>
      <w:r w:rsidRPr="00870ED0">
        <w:t>)</w:t>
      </w:r>
      <w:r w:rsidR="008F26AC" w:rsidRPr="00870ED0">
        <w:t>.</w:t>
      </w:r>
    </w:p>
    <w:p w:rsidR="00714EBB" w:rsidRPr="00870ED0" w:rsidRDefault="00714EBB">
      <w:pPr>
        <w:pStyle w:val="H6"/>
        <w:outlineLvl w:val="0"/>
      </w:pPr>
      <w:r w:rsidRPr="00870ED0">
        <w:t>5.2.12.1.1.2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5.2.12.1.1.3</w:t>
      </w:r>
      <w:r w:rsidRPr="00870ED0">
        <w:tab/>
        <w:t>Context errors</w:t>
      </w:r>
    </w:p>
    <w:p w:rsidR="00714EBB" w:rsidRPr="00870ED0" w:rsidRDefault="00714EBB">
      <w:pPr>
        <w:pStyle w:val="B1"/>
      </w:pPr>
      <w:r w:rsidRPr="00870ED0">
        <w:t>CRRC1: The method shall thrown ToolkitException.HANDLER_NOT_AVAILABLE if the handler is not available.</w:t>
      </w:r>
    </w:p>
    <w:p w:rsidR="00714EBB" w:rsidRPr="00870ED0" w:rsidRDefault="008F26AC" w:rsidP="008F26AC">
      <w:pPr>
        <w:pStyle w:val="Heading5"/>
      </w:pPr>
      <w:r w:rsidRPr="00870ED0">
        <w:t>5.2.12.1.2</w:t>
      </w:r>
      <w:r w:rsidRPr="00870ED0">
        <w:tab/>
        <w:t>Test area files</w:t>
      </w:r>
    </w:p>
    <w:p w:rsidR="00714EBB" w:rsidRPr="00870ED0" w:rsidRDefault="00714EBB" w:rsidP="002854FB">
      <w:pPr>
        <w:pStyle w:val="EX"/>
      </w:pPr>
      <w:r w:rsidRPr="00870ED0">
        <w:t>Test Source:</w:t>
      </w:r>
      <w:r w:rsidRPr="00870ED0">
        <w:tab/>
        <w:t>Test_Api_2_Ehs_Gthd.java</w:t>
      </w:r>
      <w:r w:rsidR="008F26AC" w:rsidRPr="00870ED0">
        <w:t>.</w:t>
      </w:r>
    </w:p>
    <w:p w:rsidR="00714EBB" w:rsidRPr="00870ED0" w:rsidRDefault="00714EBB" w:rsidP="002854FB">
      <w:pPr>
        <w:pStyle w:val="EX"/>
      </w:pPr>
      <w:r w:rsidRPr="00870ED0">
        <w:t>Test Applet:</w:t>
      </w:r>
      <w:r w:rsidR="008F26AC" w:rsidRPr="00870ED0">
        <w:t xml:space="preserve"> </w:t>
      </w:r>
      <w:r w:rsidR="008F26AC" w:rsidRPr="00870ED0">
        <w:tab/>
        <w:t>Api_2_Ehs_Gthd_1.java.</w:t>
      </w:r>
    </w:p>
    <w:p w:rsidR="00714EBB" w:rsidRPr="00870ED0" w:rsidRDefault="00714EBB" w:rsidP="002854FB">
      <w:pPr>
        <w:pStyle w:val="EX"/>
      </w:pPr>
      <w:r w:rsidRPr="00870ED0">
        <w:t>Cap File:</w:t>
      </w:r>
      <w:r w:rsidRPr="00870ED0">
        <w:tab/>
        <w:t>api_2_ehs_gthd.cap</w:t>
      </w:r>
      <w:r w:rsidR="008F26AC" w:rsidRPr="00870ED0">
        <w:t>.</w:t>
      </w:r>
    </w:p>
    <w:p w:rsidR="00714EBB" w:rsidRPr="00870ED0" w:rsidRDefault="00714EBB" w:rsidP="008F26AC">
      <w:pPr>
        <w:pStyle w:val="Heading5"/>
      </w:pPr>
      <w:r w:rsidRPr="00870ED0">
        <w:t>5.2.12.1.3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6066"/>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606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606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606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Cre_Api_Hepo (Test case 1 and 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606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 xml:space="preserve">checked in CAT Runtime Environment: Cre_Mha_Enhd (Test case 1) </w:t>
            </w:r>
          </w:p>
        </w:tc>
      </w:tr>
    </w:tbl>
    <w:p w:rsidR="00714EBB" w:rsidRPr="00870ED0" w:rsidRDefault="00714EBB" w:rsidP="008F26AC"/>
    <w:p w:rsidR="00714EBB" w:rsidRPr="00870ED0" w:rsidRDefault="00714EBB" w:rsidP="008F26AC">
      <w:pPr>
        <w:pStyle w:val="Heading5"/>
      </w:pPr>
      <w:r w:rsidRPr="00870ED0">
        <w:t>5.2.12.1.4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 xml:space="preserve">Call GetTheHandler() method twice </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The returned objects shall be the same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Verify that getTheHandler() method returns an EnvelopeHandler.getTheHandler()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The reference returned shall be an object implementing the EnvelopeHandler interface (check cast)</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PL"/>
              <w:rPr>
                <w:noProof w:val="0"/>
              </w:rPr>
            </w:pPr>
            <w:r w:rsidRPr="00870ED0">
              <w:rPr>
                <w:noProof w:val="0"/>
              </w:rPr>
              <w:t>Verify the returned value is not null</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The reference returned shall not be null.</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bl>
    <w:p w:rsidR="00714EBB" w:rsidRPr="00870ED0" w:rsidRDefault="00714EBB">
      <w:pPr>
        <w:pStyle w:val="Heading3"/>
      </w:pPr>
      <w:r w:rsidRPr="00870ED0">
        <w:lastRenderedPageBreak/>
        <w:t>5.2.13</w:t>
      </w:r>
      <w:r w:rsidRPr="00870ED0">
        <w:tab/>
        <w:t>Class EnvelopeResponseHandlerSystem</w:t>
      </w:r>
    </w:p>
    <w:p w:rsidR="00714EBB" w:rsidRPr="00870ED0" w:rsidRDefault="00714EBB">
      <w:pPr>
        <w:pStyle w:val="Heading4"/>
      </w:pPr>
      <w:r w:rsidRPr="00870ED0">
        <w:t>5.2.13.1</w:t>
      </w:r>
      <w:r w:rsidRPr="00870ED0">
        <w:tab/>
        <w:t>Method getTheHandler</w:t>
      </w:r>
    </w:p>
    <w:p w:rsidR="00714EBB" w:rsidRPr="00870ED0" w:rsidRDefault="00714EBB">
      <w:r w:rsidRPr="00870ED0">
        <w:t>Test Area Reference: Api_2_Ers_Gthd</w:t>
      </w:r>
      <w:r w:rsidR="008F26AC" w:rsidRPr="00870ED0">
        <w:t>.</w:t>
      </w:r>
    </w:p>
    <w:p w:rsidR="00714EBB" w:rsidRPr="00870ED0" w:rsidRDefault="00714EBB" w:rsidP="008F26AC">
      <w:pPr>
        <w:pStyle w:val="Heading5"/>
      </w:pPr>
      <w:r w:rsidRPr="00870ED0">
        <w:t>5.2</w:t>
      </w:r>
      <w:r w:rsidR="008F26AC" w:rsidRPr="00870ED0">
        <w:t>.13.1.1</w:t>
      </w:r>
      <w:r w:rsidR="008F26AC"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static EnvelopeResponseHandler getTheHandler()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5.2.13.1.1.1</w:t>
      </w:r>
      <w:r w:rsidRPr="00870ED0">
        <w:tab/>
        <w:t>Normal execution</w:t>
      </w:r>
    </w:p>
    <w:p w:rsidR="00714EBB" w:rsidRPr="00870ED0" w:rsidRDefault="00714EBB">
      <w:pPr>
        <w:pStyle w:val="B1"/>
      </w:pPr>
      <w:r w:rsidRPr="00870ED0">
        <w:t>CRRN1: The method shall return the single system instance of the class implementing the EnvelopeResponseHandler interface.</w:t>
      </w:r>
    </w:p>
    <w:p w:rsidR="00714EBB" w:rsidRPr="00870ED0" w:rsidRDefault="00714EBB">
      <w:pPr>
        <w:pStyle w:val="B1"/>
      </w:pPr>
      <w:r w:rsidRPr="00870ED0">
        <w:t xml:space="preserve">CRRN2: The EnvelopeResponseHandler is a Temporary JCRE Entry Point Object (see Javacard 2.2.1 Runtime Environment (JCRE) Specification </w:t>
      </w:r>
      <w:r w:rsidR="00A1210D" w:rsidRPr="00870ED0">
        <w:t>[2]</w:t>
      </w:r>
      <w:r w:rsidRPr="00870ED0">
        <w:t>).</w:t>
      </w:r>
    </w:p>
    <w:p w:rsidR="00714EBB" w:rsidRPr="00870ED0" w:rsidRDefault="00714EBB">
      <w:pPr>
        <w:pStyle w:val="H6"/>
        <w:outlineLvl w:val="0"/>
      </w:pPr>
      <w:r w:rsidRPr="00870ED0">
        <w:t>5.2.13.1.1.1</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5.2.13.1.1.3</w:t>
      </w:r>
      <w:r w:rsidRPr="00870ED0">
        <w:tab/>
        <w:t>Context errors</w:t>
      </w:r>
    </w:p>
    <w:p w:rsidR="00714EBB" w:rsidRPr="00870ED0" w:rsidRDefault="00714EBB">
      <w:pPr>
        <w:pStyle w:val="B1"/>
      </w:pPr>
      <w:r w:rsidRPr="00870ED0">
        <w:t>CRRC1: The method shall thrown ToolkitException.HANDLER_NOT_AVAILABLE if the handler is not available.</w:t>
      </w:r>
    </w:p>
    <w:p w:rsidR="00714EBB" w:rsidRPr="00870ED0" w:rsidRDefault="00714EBB">
      <w:pPr>
        <w:pStyle w:val="B1"/>
      </w:pPr>
      <w:r w:rsidRPr="00870ED0">
        <w:t>CRRC2: After the first invocation of the ProactiveHandler.send method the EnvelopeResponseHandler is no more available.</w:t>
      </w:r>
    </w:p>
    <w:p w:rsidR="00714EBB" w:rsidRPr="00870ED0" w:rsidRDefault="008F26AC" w:rsidP="008F26AC">
      <w:pPr>
        <w:pStyle w:val="Heading5"/>
      </w:pPr>
      <w:r w:rsidRPr="00870ED0">
        <w:t>5.2.13.1.2</w:t>
      </w:r>
      <w:r w:rsidRPr="00870ED0">
        <w:tab/>
        <w:t>Test area files</w:t>
      </w:r>
    </w:p>
    <w:p w:rsidR="00714EBB" w:rsidRPr="00870ED0" w:rsidRDefault="00714EBB" w:rsidP="002854FB">
      <w:pPr>
        <w:pStyle w:val="EX"/>
      </w:pPr>
      <w:r w:rsidRPr="00870ED0">
        <w:t>Test Source:</w:t>
      </w:r>
      <w:r w:rsidRPr="00870ED0">
        <w:tab/>
        <w:t>Test_Api_2_Ers_Gthd.java</w:t>
      </w:r>
      <w:r w:rsidR="008F26AC" w:rsidRPr="00870ED0">
        <w:t>.</w:t>
      </w:r>
    </w:p>
    <w:p w:rsidR="00714EBB" w:rsidRPr="00870ED0" w:rsidRDefault="00714EBB" w:rsidP="002854FB">
      <w:pPr>
        <w:pStyle w:val="EX"/>
      </w:pPr>
      <w:r w:rsidRPr="00870ED0">
        <w:t>Test</w:t>
      </w:r>
      <w:r w:rsidR="008F26AC" w:rsidRPr="00870ED0">
        <w:t xml:space="preserve"> Applet: </w:t>
      </w:r>
      <w:r w:rsidR="008F26AC" w:rsidRPr="00870ED0">
        <w:tab/>
        <w:t>Api_2_Ers_Gthd_1.java.</w:t>
      </w:r>
    </w:p>
    <w:p w:rsidR="00714EBB" w:rsidRPr="00870ED0" w:rsidRDefault="00714EBB" w:rsidP="002854FB">
      <w:pPr>
        <w:pStyle w:val="EX"/>
      </w:pPr>
      <w:r w:rsidRPr="00870ED0">
        <w:t>Cap File:</w:t>
      </w:r>
      <w:r w:rsidRPr="00870ED0">
        <w:tab/>
        <w:t>api_2_ers_gthd.cap</w:t>
      </w:r>
      <w:r w:rsidR="008F26AC" w:rsidRPr="00870ED0">
        <w:t>.</w:t>
      </w:r>
    </w:p>
    <w:p w:rsidR="00714EBB" w:rsidRPr="00870ED0" w:rsidRDefault="00714EBB" w:rsidP="008F26AC">
      <w:pPr>
        <w:pStyle w:val="Heading5"/>
      </w:pPr>
      <w:r w:rsidRPr="00870ED0">
        <w:t>5.2.13.1.3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6131"/>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Cre_Api_Hepo (Test case 3 and 4)</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Cre_Mha_Erhd (Test case 1)</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bl>
    <w:p w:rsidR="00714EBB" w:rsidRPr="00870ED0" w:rsidRDefault="00714EBB" w:rsidP="008F26AC"/>
    <w:p w:rsidR="00714EBB" w:rsidRPr="00870ED0" w:rsidRDefault="00714EBB" w:rsidP="008F26AC">
      <w:pPr>
        <w:pStyle w:val="Heading5"/>
      </w:pPr>
      <w:r w:rsidRPr="00870ED0">
        <w:t>5.2.13.1.4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071B49">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nil"/>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Call getTheHandler() twice </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 xml:space="preserve">The returned objects shall be the same </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nil"/>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that getTheHandler returns an EnvelopeResponseHandler</w:t>
            </w:r>
          </w:p>
          <w:p w:rsidR="00714EBB" w:rsidRPr="00870ED0" w:rsidRDefault="00714EBB">
            <w:pPr>
              <w:pStyle w:val="PL"/>
              <w:rPr>
                <w:noProof w:val="0"/>
              </w:rPr>
            </w:pPr>
            <w:r w:rsidRPr="00870ED0">
              <w:rPr>
                <w:noProof w:val="0"/>
              </w:rPr>
              <w:t>Call getTheHandler()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reference returned shall be an object implementing the EnvelopeResponseHandler interface (check cast)</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nil"/>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Verify the returned value is not null</w:t>
            </w:r>
          </w:p>
          <w:p w:rsidR="00714EBB" w:rsidRPr="00870ED0" w:rsidRDefault="00714EBB">
            <w:pPr>
              <w:pStyle w:val="PL"/>
              <w:rPr>
                <w:noProof w:val="0"/>
              </w:rPr>
            </w:pPr>
            <w:r w:rsidRPr="00870ED0">
              <w:rPr>
                <w:noProof w:val="0"/>
              </w:rPr>
              <w:t>Call getTheHandler()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reference returned shall not be null.</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lastRenderedPageBreak/>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Send a proactive command, and then, Call getTheHandler()</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r w:rsidRPr="00870ED0">
              <w:t>ToolkitException.HANDLER_NOT_AVAILABLE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bl>
    <w:p w:rsidR="00714EBB" w:rsidRPr="00870ED0" w:rsidRDefault="00714EBB"/>
    <w:p w:rsidR="00714EBB" w:rsidRPr="00870ED0" w:rsidRDefault="00714EBB">
      <w:pPr>
        <w:pStyle w:val="Heading3"/>
      </w:pPr>
      <w:r w:rsidRPr="00870ED0">
        <w:t>5.2.14</w:t>
      </w:r>
      <w:r w:rsidRPr="00870ED0">
        <w:tab/>
        <w:t>Class ProactiveHandlerSystem</w:t>
      </w:r>
    </w:p>
    <w:p w:rsidR="00714EBB" w:rsidRPr="00870ED0" w:rsidRDefault="00714EBB">
      <w:pPr>
        <w:pStyle w:val="Heading4"/>
      </w:pPr>
      <w:r w:rsidRPr="00870ED0">
        <w:t>5.2.14.1</w:t>
      </w:r>
      <w:r w:rsidRPr="00870ED0">
        <w:tab/>
        <w:t>Method getTheHandler</w:t>
      </w:r>
    </w:p>
    <w:p w:rsidR="00714EBB" w:rsidRPr="00870ED0" w:rsidRDefault="00714EBB">
      <w:r w:rsidRPr="00870ED0">
        <w:t>Test Area Reference: Api_2_Phs_Gthd</w:t>
      </w:r>
      <w:r w:rsidR="008F26AC" w:rsidRPr="00870ED0">
        <w:t>.</w:t>
      </w:r>
    </w:p>
    <w:p w:rsidR="00714EBB" w:rsidRPr="00870ED0" w:rsidRDefault="00714EBB" w:rsidP="008F26AC">
      <w:pPr>
        <w:pStyle w:val="Heading5"/>
      </w:pPr>
      <w:r w:rsidRPr="00870ED0">
        <w:t>5.2.14.1.1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static ProactiveHandler getTheHandler()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5.2.14.1.1.1</w:t>
      </w:r>
      <w:r w:rsidRPr="00870ED0">
        <w:tab/>
        <w:t>Normal execution</w:t>
      </w:r>
    </w:p>
    <w:p w:rsidR="00714EBB" w:rsidRPr="00870ED0" w:rsidRDefault="00714EBB">
      <w:pPr>
        <w:pStyle w:val="B1"/>
      </w:pPr>
      <w:r w:rsidRPr="00870ED0">
        <w:t>CRRN1: The method shall return the single system instance of the class implementing the ProactiveHandler interface.</w:t>
      </w:r>
    </w:p>
    <w:p w:rsidR="00714EBB" w:rsidRPr="00870ED0" w:rsidRDefault="00714EBB">
      <w:pPr>
        <w:pStyle w:val="B1"/>
      </w:pPr>
      <w:r w:rsidRPr="00870ED0">
        <w:t xml:space="preserve">CRRN2: The ProactiveHandler is a Temporary JCRE Entry Point Object (see Javacard 2.2.1 Runtime Environment (JCRE) Specification </w:t>
      </w:r>
      <w:r w:rsidR="00A1210D" w:rsidRPr="00870ED0">
        <w:t>[2]</w:t>
      </w:r>
      <w:r w:rsidRPr="00870ED0">
        <w:t>).</w:t>
      </w:r>
    </w:p>
    <w:p w:rsidR="00714EBB" w:rsidRPr="00870ED0" w:rsidRDefault="00714EBB">
      <w:pPr>
        <w:pStyle w:val="H6"/>
        <w:outlineLvl w:val="0"/>
      </w:pPr>
      <w:r w:rsidRPr="00870ED0">
        <w:t>5.2.14.1.1.2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5.2.14.1.1.3</w:t>
      </w:r>
      <w:r w:rsidRPr="00870ED0">
        <w:tab/>
        <w:t>Context errors</w:t>
      </w:r>
    </w:p>
    <w:p w:rsidR="00714EBB" w:rsidRPr="00870ED0" w:rsidRDefault="00714EBB">
      <w:pPr>
        <w:pStyle w:val="B1"/>
      </w:pPr>
      <w:r w:rsidRPr="00870ED0">
        <w:t>CRRC1: The method shall throw ToolkitException.HANDLER_NOT_AVAILABLE if the handler is busy.</w:t>
      </w:r>
    </w:p>
    <w:p w:rsidR="00714EBB" w:rsidRPr="00870ED0" w:rsidRDefault="00714EBB" w:rsidP="008F26AC">
      <w:pPr>
        <w:pStyle w:val="Heading5"/>
      </w:pPr>
      <w:r w:rsidRPr="00870ED0">
        <w:t>5.2.14.1.2</w:t>
      </w:r>
      <w:r w:rsidRPr="00870ED0">
        <w:tab/>
        <w:t>Test area files</w:t>
      </w:r>
    </w:p>
    <w:p w:rsidR="00714EBB" w:rsidRPr="00870ED0" w:rsidRDefault="00714EBB" w:rsidP="002854FB">
      <w:pPr>
        <w:pStyle w:val="EX"/>
      </w:pPr>
      <w:r w:rsidRPr="00870ED0">
        <w:t>Test Source:</w:t>
      </w:r>
      <w:r w:rsidRPr="00870ED0">
        <w:tab/>
        <w:t>Test_Api_2_Phs_Gthd.java</w:t>
      </w:r>
      <w:r w:rsidR="008F26AC" w:rsidRPr="00870ED0">
        <w:t>.</w:t>
      </w:r>
    </w:p>
    <w:p w:rsidR="00714EBB" w:rsidRPr="00870ED0" w:rsidRDefault="00714EBB" w:rsidP="002854FB">
      <w:pPr>
        <w:pStyle w:val="EX"/>
      </w:pPr>
      <w:r w:rsidRPr="00870ED0">
        <w:t>Test</w:t>
      </w:r>
      <w:r w:rsidR="008F26AC" w:rsidRPr="00870ED0">
        <w:t xml:space="preserve"> Applet: </w:t>
      </w:r>
      <w:r w:rsidR="008F26AC" w:rsidRPr="00870ED0">
        <w:tab/>
        <w:t>Api_2_Phs_Gthd_1.java.</w:t>
      </w:r>
    </w:p>
    <w:p w:rsidR="00714EBB" w:rsidRPr="00870ED0" w:rsidRDefault="00714EBB" w:rsidP="002854FB">
      <w:pPr>
        <w:pStyle w:val="EX"/>
      </w:pPr>
      <w:r w:rsidRPr="00870ED0">
        <w:t>Cap File:</w:t>
      </w:r>
      <w:r w:rsidRPr="00870ED0">
        <w:tab/>
        <w:t>api_2_phs_gthd.cap</w:t>
      </w:r>
      <w:r w:rsidR="008F26AC" w:rsidRPr="00870ED0">
        <w:t>.</w:t>
      </w:r>
    </w:p>
    <w:p w:rsidR="00714EBB" w:rsidRPr="00870ED0" w:rsidRDefault="00714EBB" w:rsidP="008F26AC">
      <w:pPr>
        <w:pStyle w:val="Heading5"/>
      </w:pPr>
      <w:r w:rsidRPr="00870ED0">
        <w:t>5.2.14.1.3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6131"/>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Cre_Api_Hepo (Test case 5 and 6)</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Cre_Mha_Pahd (Test case 1)</w:t>
            </w:r>
          </w:p>
        </w:tc>
      </w:tr>
    </w:tbl>
    <w:p w:rsidR="00714EBB" w:rsidRPr="00870ED0" w:rsidRDefault="00714EBB" w:rsidP="008F26AC"/>
    <w:p w:rsidR="00714EBB" w:rsidRPr="00870ED0" w:rsidRDefault="00714EBB" w:rsidP="008F26AC">
      <w:pPr>
        <w:pStyle w:val="Heading5"/>
      </w:pPr>
      <w:r w:rsidRPr="00870ED0">
        <w:t>5.2.14.1.4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getTheHandler() method twice</w:t>
            </w:r>
          </w:p>
          <w:p w:rsidR="00714EBB" w:rsidRPr="00870ED0" w:rsidRDefault="00714EBB">
            <w:pPr>
              <w:pStyle w:val="TAL"/>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returned objects shall be the same</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8F26AC" w:rsidP="008F26AC">
            <w:pPr>
              <w:pStyle w:val="TAH"/>
              <w:keepNext w:val="0"/>
              <w:keepLines w:val="0"/>
            </w:pPr>
            <w:r w:rsidRPr="00870ED0">
              <w:t>Call getTheHandler()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reference shall be an objetc implementing the ProactiveHandler interface</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8F26AC" w:rsidP="008F26AC">
            <w:pPr>
              <w:pStyle w:val="TAH"/>
              <w:keepNext w:val="0"/>
              <w:keepLines w:val="0"/>
            </w:pPr>
            <w:r w:rsidRPr="00870ED0">
              <w:t>Call getTheHandler()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reference shall not be null</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3"/>
      </w:pPr>
      <w:r w:rsidRPr="00870ED0">
        <w:lastRenderedPageBreak/>
        <w:t>5.2.15</w:t>
      </w:r>
      <w:r w:rsidRPr="00870ED0">
        <w:tab/>
        <w:t>Class ProactiveResponseHandlerSystem</w:t>
      </w:r>
    </w:p>
    <w:p w:rsidR="00714EBB" w:rsidRPr="00870ED0" w:rsidRDefault="00714EBB">
      <w:pPr>
        <w:pStyle w:val="Heading4"/>
      </w:pPr>
      <w:r w:rsidRPr="00870ED0">
        <w:t>5.2.15.1</w:t>
      </w:r>
      <w:r w:rsidRPr="00870ED0">
        <w:tab/>
        <w:t>Method getTheHandler</w:t>
      </w:r>
    </w:p>
    <w:p w:rsidR="00714EBB" w:rsidRPr="00870ED0" w:rsidRDefault="00714EBB">
      <w:r w:rsidRPr="00870ED0">
        <w:t>Test Area Reference: Api_2_Prs_Gthd</w:t>
      </w:r>
      <w:r w:rsidR="008F26AC" w:rsidRPr="00870ED0">
        <w:t>.</w:t>
      </w:r>
    </w:p>
    <w:p w:rsidR="00714EBB" w:rsidRPr="00870ED0" w:rsidRDefault="00714EBB" w:rsidP="008F26AC">
      <w:pPr>
        <w:pStyle w:val="Heading5"/>
      </w:pPr>
      <w:r w:rsidRPr="00870ED0">
        <w:t>5.2.15.1.1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static ProactiveResponseHandler getTheHandler()</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5.2.15.1.1.1</w:t>
      </w:r>
      <w:r w:rsidRPr="00870ED0">
        <w:tab/>
        <w:t>Normal execution</w:t>
      </w:r>
    </w:p>
    <w:p w:rsidR="00714EBB" w:rsidRPr="00870ED0" w:rsidRDefault="00714EBB">
      <w:pPr>
        <w:pStyle w:val="B1"/>
      </w:pPr>
      <w:r w:rsidRPr="00870ED0">
        <w:t>CRRN1: The method shall return the single system instance of the object implementing the ProactiveHandler interface.</w:t>
      </w:r>
    </w:p>
    <w:p w:rsidR="00714EBB" w:rsidRPr="00870ED0" w:rsidRDefault="00714EBB">
      <w:pPr>
        <w:pStyle w:val="B1"/>
      </w:pPr>
      <w:r w:rsidRPr="00870ED0">
        <w:t xml:space="preserve">CRRN2: The ProactiveResponseHandler is a Temporary JCRE Entry Point Object (see Javacard 2.2.1 Runtime Environment (JCRE) Specification </w:t>
      </w:r>
      <w:r w:rsidR="00A1210D" w:rsidRPr="00870ED0">
        <w:t>[2]</w:t>
      </w:r>
      <w:r w:rsidRPr="00870ED0">
        <w:t>).</w:t>
      </w:r>
    </w:p>
    <w:p w:rsidR="00714EBB" w:rsidRPr="00870ED0" w:rsidRDefault="00714EBB">
      <w:pPr>
        <w:pStyle w:val="H6"/>
        <w:outlineLvl w:val="0"/>
      </w:pPr>
      <w:r w:rsidRPr="00870ED0">
        <w:t>5.2.15.1.1.2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5.2.15.1.1.3</w:t>
      </w:r>
      <w:r w:rsidRPr="00870ED0">
        <w:tab/>
        <w:t>Context errors</w:t>
      </w:r>
    </w:p>
    <w:p w:rsidR="00714EBB" w:rsidRPr="00870ED0" w:rsidRDefault="00714EBB">
      <w:pPr>
        <w:pStyle w:val="B1"/>
      </w:pPr>
      <w:r w:rsidRPr="00870ED0">
        <w:t>CRRC1: The method shall throw ToolkitException.HANDLER_NOT_AVAILABLE if the handler is busy.</w:t>
      </w:r>
    </w:p>
    <w:p w:rsidR="00714EBB" w:rsidRPr="00870ED0" w:rsidRDefault="008F26AC" w:rsidP="008F26AC">
      <w:pPr>
        <w:pStyle w:val="Heading5"/>
      </w:pPr>
      <w:r w:rsidRPr="00870ED0">
        <w:t>5.2.13.1.2</w:t>
      </w:r>
      <w:r w:rsidRPr="00870ED0">
        <w:tab/>
        <w:t>Test area files</w:t>
      </w:r>
    </w:p>
    <w:p w:rsidR="00714EBB" w:rsidRPr="00870ED0" w:rsidRDefault="00714EBB" w:rsidP="008F26AC">
      <w:pPr>
        <w:pStyle w:val="EX"/>
        <w:keepNext/>
      </w:pPr>
      <w:r w:rsidRPr="00870ED0">
        <w:t>Test Source:</w:t>
      </w:r>
      <w:r w:rsidRPr="00870ED0">
        <w:tab/>
        <w:t>Test_Api_2_Prs_Gthd.java</w:t>
      </w:r>
      <w:r w:rsidR="008F26AC" w:rsidRPr="00870ED0">
        <w:t>.</w:t>
      </w:r>
    </w:p>
    <w:p w:rsidR="00714EBB" w:rsidRPr="00870ED0" w:rsidRDefault="00714EBB" w:rsidP="008F26AC">
      <w:pPr>
        <w:pStyle w:val="EX"/>
        <w:keepNext/>
      </w:pPr>
      <w:r w:rsidRPr="00870ED0">
        <w:t>Test Ap</w:t>
      </w:r>
      <w:r w:rsidR="008F26AC" w:rsidRPr="00870ED0">
        <w:t xml:space="preserve">plet: </w:t>
      </w:r>
      <w:r w:rsidR="008F26AC" w:rsidRPr="00870ED0">
        <w:tab/>
        <w:t>Api_2_Prs_Gthd_1.java.</w:t>
      </w:r>
    </w:p>
    <w:p w:rsidR="00714EBB" w:rsidRPr="00870ED0" w:rsidRDefault="00714EBB" w:rsidP="008F26AC">
      <w:pPr>
        <w:pStyle w:val="EX"/>
        <w:keepNext/>
      </w:pPr>
      <w:r w:rsidRPr="00870ED0">
        <w:t>Cap File:</w:t>
      </w:r>
      <w:r w:rsidRPr="00870ED0">
        <w:tab/>
        <w:t>api_2_prs_gthd.cap</w:t>
      </w:r>
      <w:r w:rsidR="008F26AC" w:rsidRPr="00870ED0">
        <w:t>.</w:t>
      </w:r>
    </w:p>
    <w:p w:rsidR="00714EBB" w:rsidRPr="00870ED0" w:rsidRDefault="00714EBB" w:rsidP="008F26AC">
      <w:pPr>
        <w:pStyle w:val="Heading5"/>
      </w:pPr>
      <w:r w:rsidRPr="00870ED0">
        <w:t>5.2.15.1.3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6131"/>
      </w:tblGrid>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1, 2, 3</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Cre_Api_Hepo (Test case 7 and 8)</w:t>
            </w:r>
          </w:p>
        </w:tc>
      </w:tr>
      <w:tr w:rsidR="00714EBB" w:rsidRPr="00870ED0" w:rsidTr="008F26AC">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613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checked in CAT Runtime Environment: Cre_Mha_Prhd (Test case 1)</w:t>
            </w:r>
          </w:p>
        </w:tc>
      </w:tr>
    </w:tbl>
    <w:p w:rsidR="00714EBB" w:rsidRPr="00870ED0" w:rsidRDefault="00714EBB" w:rsidP="008F26AC"/>
    <w:p w:rsidR="00714EBB" w:rsidRPr="00870ED0" w:rsidRDefault="00714EBB" w:rsidP="008F26AC">
      <w:pPr>
        <w:pStyle w:val="Heading5"/>
      </w:pPr>
      <w:r w:rsidRPr="00870ED0">
        <w:t>5.2.15.1.4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425"/>
        <w:gridCol w:w="4111"/>
        <w:gridCol w:w="2835"/>
        <w:gridCol w:w="2410"/>
      </w:tblGrid>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rsidTr="00714EBB">
        <w:trPr>
          <w:jc w:val="center"/>
        </w:trPr>
        <w:tc>
          <w:tcPr>
            <w:tcW w:w="425" w:type="dxa"/>
            <w:tcBorders>
              <w:top w:val="single" w:sz="4" w:space="0" w:color="auto"/>
              <w:left w:val="single" w:sz="4" w:space="0" w:color="auto"/>
              <w:bottom w:val="nil"/>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nil"/>
              <w:right w:val="single" w:sz="4" w:space="0" w:color="auto"/>
            </w:tcBorders>
          </w:tcPr>
          <w:p w:rsidR="00714EBB" w:rsidRPr="00870ED0" w:rsidRDefault="00714EBB">
            <w:pPr>
              <w:pStyle w:val="TAH"/>
              <w:keepNext w:val="0"/>
              <w:keepLines w:val="0"/>
            </w:pPr>
            <w:r w:rsidRPr="00870ED0">
              <w:t>Build and send a Proactive Command</w:t>
            </w:r>
          </w:p>
        </w:tc>
        <w:tc>
          <w:tcPr>
            <w:tcW w:w="2835"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p>
        </w:tc>
        <w:tc>
          <w:tcPr>
            <w:tcW w:w="2410" w:type="dxa"/>
            <w:tcBorders>
              <w:top w:val="single" w:sz="4" w:space="0" w:color="auto"/>
              <w:left w:val="single" w:sz="4" w:space="0" w:color="auto"/>
              <w:bottom w:val="nil"/>
              <w:right w:val="single" w:sz="4" w:space="0" w:color="auto"/>
            </w:tcBorders>
          </w:tcPr>
          <w:p w:rsidR="00714EBB" w:rsidRPr="00870ED0" w:rsidRDefault="00714EBB">
            <w:pPr>
              <w:pStyle w:val="TAL"/>
              <w:keepNext w:val="0"/>
              <w:keepLines w:val="0"/>
            </w:pPr>
            <w:r w:rsidRPr="00870ED0">
              <w:t>Proactive Command</w:t>
            </w:r>
          </w:p>
        </w:tc>
      </w:tr>
      <w:tr w:rsidR="00714EBB" w:rsidRPr="00870ED0" w:rsidTr="00714EBB">
        <w:trPr>
          <w:jc w:val="center"/>
        </w:trPr>
        <w:tc>
          <w:tcPr>
            <w:tcW w:w="42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C"/>
              <w:keepNext w:val="0"/>
              <w:keepLines w:val="0"/>
            </w:pPr>
          </w:p>
        </w:tc>
        <w:tc>
          <w:tcPr>
            <w:tcW w:w="4111"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H"/>
              <w:keepNext w:val="0"/>
              <w:keepLines w:val="0"/>
            </w:pPr>
            <w:r w:rsidRPr="00870ED0">
              <w:t>Terminal Response</w:t>
            </w:r>
          </w:p>
        </w:tc>
        <w:tc>
          <w:tcPr>
            <w:tcW w:w="2835"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c>
          <w:tcPr>
            <w:tcW w:w="2410" w:type="dxa"/>
            <w:tcBorders>
              <w:top w:val="single" w:sz="4" w:space="0" w:color="808080"/>
              <w:left w:val="single" w:sz="4" w:space="0" w:color="auto"/>
              <w:bottom w:val="single" w:sz="4" w:space="0" w:color="808080"/>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nil"/>
              <w:left w:val="single" w:sz="4" w:space="0" w:color="auto"/>
              <w:bottom w:val="single" w:sz="4" w:space="0" w:color="auto"/>
              <w:right w:val="single" w:sz="4" w:space="0" w:color="auto"/>
            </w:tcBorders>
          </w:tcPr>
          <w:p w:rsidR="00714EBB" w:rsidRPr="00870ED0" w:rsidRDefault="00714EBB">
            <w:pPr>
              <w:pStyle w:val="TAC"/>
              <w:keepNext w:val="0"/>
              <w:keepLines w:val="0"/>
            </w:pP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w:t>
            </w:r>
            <w:r w:rsidR="004635F3" w:rsidRPr="00870ED0">
              <w:t>ll getTheHandler() twice method</w:t>
            </w:r>
          </w:p>
        </w:tc>
        <w:tc>
          <w:tcPr>
            <w:tcW w:w="2835"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returned objects shall be the same</w:t>
            </w:r>
          </w:p>
        </w:tc>
        <w:tc>
          <w:tcPr>
            <w:tcW w:w="2410"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Call getTheHandler() method</w:t>
            </w:r>
          </w:p>
          <w:p w:rsidR="00714EBB" w:rsidRPr="00870ED0" w:rsidRDefault="00714EBB">
            <w:pPr>
              <w:pStyle w:val="TAH"/>
              <w:keepNext w:val="0"/>
              <w:keepLines w:val="0"/>
            </w:pP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 xml:space="preserve">The reference shall be an object implementing the ProactiveResponseHandler interface </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714EBB">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4635F3" w:rsidP="004635F3">
            <w:pPr>
              <w:pStyle w:val="TAH"/>
              <w:keepNext w:val="0"/>
              <w:keepLines w:val="0"/>
            </w:pPr>
            <w:r w:rsidRPr="00870ED0">
              <w:t>Call getTheHandler() method</w:t>
            </w:r>
          </w:p>
        </w:tc>
        <w:tc>
          <w:tcPr>
            <w:tcW w:w="283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The reference shall not be null</w:t>
            </w:r>
          </w:p>
        </w:tc>
        <w:tc>
          <w:tcPr>
            <w:tcW w:w="2410"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3"/>
      </w:pPr>
      <w:r w:rsidRPr="00870ED0">
        <w:lastRenderedPageBreak/>
        <w:t>5.2.16</w:t>
      </w:r>
      <w:r w:rsidRPr="00870ED0">
        <w:tab/>
        <w:t>Class TerminalProfile</w:t>
      </w:r>
    </w:p>
    <w:p w:rsidR="00714EBB" w:rsidRPr="00870ED0" w:rsidRDefault="00714EBB">
      <w:pPr>
        <w:pStyle w:val="Heading4"/>
      </w:pPr>
      <w:r w:rsidRPr="00870ED0">
        <w:t>5.2.16.1</w:t>
      </w:r>
      <w:r w:rsidRPr="00870ED0">
        <w:tab/>
        <w:t>Method check(byte index)</w:t>
      </w:r>
    </w:p>
    <w:p w:rsidR="00714EBB" w:rsidRPr="00870ED0" w:rsidRDefault="00714EBB">
      <w:r w:rsidRPr="00870ED0">
        <w:t>Test Area Reference: Api_2_Tep_Checb</w:t>
      </w:r>
      <w:r w:rsidR="008F26AC" w:rsidRPr="00870ED0">
        <w:t>.</w:t>
      </w:r>
    </w:p>
    <w:p w:rsidR="00714EBB" w:rsidRPr="00870ED0" w:rsidRDefault="00714EBB" w:rsidP="008F26AC">
      <w:pPr>
        <w:pStyle w:val="Heading5"/>
      </w:pPr>
      <w:r w:rsidRPr="00870ED0">
        <w:t>5.2.16.1.1</w:t>
      </w:r>
      <w:r w:rsidRPr="00870ED0">
        <w:tab/>
        <w:t>Conformance requirement</w:t>
      </w:r>
    </w:p>
    <w:p w:rsidR="00714EBB" w:rsidRPr="00870ED0" w:rsidRDefault="00714EBB">
      <w:r w:rsidRPr="00870ED0">
        <w:t>The method with following header shall compliant to its definition in the API.</w:t>
      </w:r>
    </w:p>
    <w:p w:rsidR="00714EBB" w:rsidRPr="00870ED0" w:rsidRDefault="00714EBB">
      <w:pPr>
        <w:pStyle w:val="PL"/>
        <w:rPr>
          <w:noProof w:val="0"/>
        </w:rPr>
      </w:pPr>
      <w:r w:rsidRPr="00870ED0">
        <w:rPr>
          <w:noProof w:val="0"/>
        </w:rPr>
        <w:t>public static boolean check(byte index)</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5.2.16.1.1.1</w:t>
      </w:r>
      <w:r w:rsidRPr="00870ED0">
        <w:tab/>
        <w:t>Normal execution</w:t>
      </w:r>
    </w:p>
    <w:p w:rsidR="00714EBB" w:rsidRPr="00870ED0" w:rsidRDefault="00714EBB">
      <w:pPr>
        <w:pStyle w:val="B1"/>
      </w:pPr>
      <w:r w:rsidRPr="00870ED0">
        <w:t>CRRN1: The method checks a facility in the handset profile</w:t>
      </w:r>
      <w:r w:rsidRPr="00870ED0">
        <w:rPr>
          <w:color w:val="000000"/>
        </w:rPr>
        <w:t>: returns true if supported and false otherwise.</w:t>
      </w:r>
    </w:p>
    <w:p w:rsidR="00714EBB" w:rsidRPr="00870ED0" w:rsidRDefault="00714EBB">
      <w:pPr>
        <w:pStyle w:val="B1"/>
      </w:pPr>
      <w:r w:rsidRPr="00870ED0">
        <w:t>CRRN2: returns false if facility-index is outside Terminal Profile data.</w:t>
      </w:r>
    </w:p>
    <w:p w:rsidR="00714EBB" w:rsidRPr="00870ED0" w:rsidRDefault="00714EBB">
      <w:pPr>
        <w:pStyle w:val="H6"/>
      </w:pPr>
      <w:r w:rsidRPr="00870ED0">
        <w:t>5.2.16.1.1.2</w:t>
      </w:r>
      <w:r w:rsidRPr="00870ED0">
        <w:tab/>
        <w:t>Parameter errors</w:t>
      </w:r>
    </w:p>
    <w:p w:rsidR="00714EBB" w:rsidRPr="00870ED0" w:rsidRDefault="00714EBB">
      <w:pPr>
        <w:pStyle w:val="B1"/>
      </w:pPr>
      <w:r w:rsidRPr="00870ED0">
        <w:t>CRRP1: shall throw BAD_INPUT_PARAMETER ToolkitException if index has a negative value.</w:t>
      </w:r>
    </w:p>
    <w:p w:rsidR="00714EBB" w:rsidRPr="00870ED0" w:rsidRDefault="00714EBB">
      <w:pPr>
        <w:pStyle w:val="H6"/>
      </w:pPr>
      <w:r w:rsidRPr="00870ED0">
        <w:t>5.2.16.1.1.3</w:t>
      </w:r>
      <w:r w:rsidRPr="00870ED0">
        <w:tab/>
        <w:t>Context errors</w:t>
      </w:r>
    </w:p>
    <w:p w:rsidR="00714EBB" w:rsidRPr="00870ED0" w:rsidRDefault="00714EBB">
      <w:pPr>
        <w:pStyle w:val="B1"/>
      </w:pPr>
      <w:r w:rsidRPr="00870ED0">
        <w:t>CRRC1: shall throw TERMINAL_PROFILE_NOT_AVAILABLE ToolkitException if Terminal Profile data are not available.</w:t>
      </w:r>
    </w:p>
    <w:p w:rsidR="00714EBB" w:rsidRPr="00870ED0" w:rsidRDefault="00714EBB" w:rsidP="008F26AC">
      <w:pPr>
        <w:pStyle w:val="Heading5"/>
      </w:pPr>
      <w:r w:rsidRPr="00870ED0">
        <w:t>5.2.16.1.2</w:t>
      </w:r>
      <w:r w:rsidRPr="00870ED0">
        <w:tab/>
        <w:t>Test area files</w:t>
      </w:r>
    </w:p>
    <w:p w:rsidR="00714EBB" w:rsidRPr="00870ED0" w:rsidRDefault="00714EBB" w:rsidP="008F26AC">
      <w:pPr>
        <w:pStyle w:val="B10"/>
        <w:keepNext/>
        <w:keepLines/>
        <w:ind w:left="0" w:firstLine="0"/>
      </w:pPr>
      <w:r w:rsidRPr="00870ED0">
        <w:t>Specific triggering: EVENT_STATUS_COMMAND</w:t>
      </w:r>
      <w:r w:rsidR="008F26AC" w:rsidRPr="00870ED0">
        <w:t>:</w:t>
      </w:r>
    </w:p>
    <w:p w:rsidR="008F26AC" w:rsidRPr="00870ED0" w:rsidRDefault="00714EBB" w:rsidP="008F26AC">
      <w:pPr>
        <w:pStyle w:val="EX"/>
        <w:keepNext/>
      </w:pPr>
      <w:r w:rsidRPr="00870ED0">
        <w:t>Test Source:</w:t>
      </w:r>
      <w:r w:rsidRPr="00870ED0">
        <w:tab/>
        <w:t>Test_Api_2_Tep_Checb.java</w:t>
      </w:r>
      <w:r w:rsidR="008F26AC" w:rsidRPr="00870ED0">
        <w:t>.</w:t>
      </w:r>
    </w:p>
    <w:p w:rsidR="00714EBB" w:rsidRPr="00870ED0" w:rsidRDefault="00714EBB" w:rsidP="002854FB">
      <w:pPr>
        <w:pStyle w:val="EX"/>
      </w:pPr>
      <w:r w:rsidRPr="00870ED0">
        <w:t>Test</w:t>
      </w:r>
      <w:r w:rsidR="008F26AC" w:rsidRPr="00870ED0">
        <w:t xml:space="preserve"> Applet:</w:t>
      </w:r>
      <w:r w:rsidR="008F26AC" w:rsidRPr="00870ED0">
        <w:tab/>
        <w:t>Api_2_Tep_Checb_1.java.</w:t>
      </w:r>
    </w:p>
    <w:p w:rsidR="00714EBB" w:rsidRPr="00870ED0" w:rsidRDefault="00714EBB" w:rsidP="002854FB">
      <w:pPr>
        <w:pStyle w:val="EX"/>
      </w:pPr>
      <w:r w:rsidRPr="00870ED0">
        <w:t>Cap File:</w:t>
      </w:r>
      <w:r w:rsidRPr="00870ED0">
        <w:tab/>
        <w:t>api_2_tep_checb.cap</w:t>
      </w:r>
      <w:r w:rsidR="008F26AC" w:rsidRPr="00870ED0">
        <w:t>.</w:t>
      </w:r>
    </w:p>
    <w:p w:rsidR="00714EBB" w:rsidRPr="00870ED0" w:rsidRDefault="00714EBB" w:rsidP="008F26AC">
      <w:pPr>
        <w:pStyle w:val="Heading5"/>
      </w:pPr>
      <w:r w:rsidRPr="00870ED0">
        <w:t>5.2.16.1.3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8F26AC"/>
    <w:p w:rsidR="00714EBB" w:rsidRPr="00870ED0" w:rsidRDefault="00714EBB" w:rsidP="008F26AC">
      <w:pPr>
        <w:pStyle w:val="Heading5"/>
      </w:pPr>
      <w:r w:rsidRPr="00870ED0">
        <w:t>5.2.16.1.4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rsidTr="00071B49">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No Terminal Profile is registered</w:t>
            </w:r>
          </w:p>
          <w:p w:rsidR="00714EBB" w:rsidRPr="00870ED0" w:rsidRDefault="00714EBB">
            <w:pPr>
              <w:pStyle w:val="PL"/>
              <w:rPr>
                <w:noProof w:val="0"/>
              </w:rPr>
            </w:pPr>
          </w:p>
          <w:p w:rsidR="00714EBB" w:rsidRPr="00870ED0" w:rsidRDefault="00714EBB">
            <w:pPr>
              <w:pStyle w:val="PL"/>
              <w:rPr>
                <w:noProof w:val="0"/>
              </w:rPr>
            </w:pPr>
            <w:r w:rsidRPr="00870ED0">
              <w:rPr>
                <w:noProof w:val="0"/>
              </w:rPr>
              <w:t>1- Trigger applet with status command</w:t>
            </w:r>
          </w:p>
          <w:p w:rsidR="00714EBB" w:rsidRPr="00870ED0" w:rsidRDefault="00714EBB">
            <w:pPr>
              <w:pStyle w:val="PL"/>
              <w:rPr>
                <w:rFonts w:ascii="Arial" w:hAnsi="Arial"/>
                <w:noProof w:val="0"/>
                <w:sz w:val="18"/>
              </w:rPr>
            </w:pPr>
            <w:r w:rsidRPr="00870ED0">
              <w:rPr>
                <w:noProof w:val="0"/>
              </w:rPr>
              <w:t>2- Call check() method with Index = 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applet is triggered</w:t>
            </w:r>
          </w:p>
          <w:p w:rsidR="00714EBB" w:rsidRPr="00870ED0" w:rsidRDefault="00714EBB">
            <w:pPr>
              <w:pStyle w:val="TAL"/>
              <w:keepNext w:val="0"/>
              <w:keepLines w:val="0"/>
            </w:pPr>
            <w:r w:rsidRPr="00870ED0">
              <w:t>2- TERMINAL_PROFILE_NOT_AVAILABLE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Profile, Facility is supported</w:t>
            </w:r>
          </w:p>
          <w:p w:rsidR="00714EBB" w:rsidRPr="00870ED0" w:rsidRDefault="00714EBB">
            <w:pPr>
              <w:pStyle w:val="PL"/>
              <w:rPr>
                <w:noProof w:val="0"/>
              </w:rPr>
            </w:pPr>
          </w:p>
          <w:p w:rsidR="00714EBB" w:rsidRPr="00870ED0" w:rsidRDefault="00714EBB">
            <w:pPr>
              <w:pStyle w:val="PL"/>
              <w:rPr>
                <w:noProof w:val="0"/>
              </w:rPr>
            </w:pPr>
            <w:r w:rsidRPr="00870ED0">
              <w:rPr>
                <w:noProof w:val="0"/>
              </w:rPr>
              <w:t>1- Trigger applet with EVENT_UNRECOGNIZED_ENVELOPE</w:t>
            </w:r>
          </w:p>
          <w:p w:rsidR="00714EBB" w:rsidRPr="00870ED0" w:rsidRDefault="00714EBB">
            <w:pPr>
              <w:pStyle w:val="PL"/>
              <w:rPr>
                <w:noProof w:val="0"/>
              </w:rPr>
            </w:pPr>
            <w:r w:rsidRPr="00870ED0">
              <w:rPr>
                <w:noProof w:val="0"/>
              </w:rPr>
              <w:t xml:space="preserve">2- Call check() method with </w:t>
            </w:r>
          </w:p>
          <w:p w:rsidR="00714EBB" w:rsidRPr="00870ED0" w:rsidRDefault="00714EBB">
            <w:pPr>
              <w:pStyle w:val="PL"/>
              <w:rPr>
                <w:rFonts w:ascii="Arial" w:hAnsi="Arial"/>
                <w:noProof w:val="0"/>
                <w:sz w:val="18"/>
              </w:rPr>
            </w:pPr>
            <w:r w:rsidRPr="00870ED0">
              <w:rPr>
                <w:noProof w:val="0"/>
              </w:rPr>
              <w:t>index = 0</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1- applet is triggered</w:t>
            </w:r>
          </w:p>
          <w:p w:rsidR="00714EBB" w:rsidRPr="00870ED0" w:rsidRDefault="00714EBB">
            <w:pPr>
              <w:pStyle w:val="TAL"/>
              <w:keepNext w:val="0"/>
              <w:keepLines w:val="0"/>
            </w:pPr>
            <w:r w:rsidRPr="00870ED0">
              <w:t>2- returns true</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lastRenderedPageBreak/>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Facility is not supported</w:t>
            </w:r>
          </w:p>
          <w:p w:rsidR="00714EBB" w:rsidRPr="00870ED0" w:rsidRDefault="00714EBB" w:rsidP="00071B49">
            <w:pPr>
              <w:pStyle w:val="PL"/>
              <w:keepNext/>
              <w:keepLines/>
              <w:rPr>
                <w:noProof w:val="0"/>
              </w:rPr>
            </w:pPr>
          </w:p>
          <w:p w:rsidR="00714EBB" w:rsidRPr="00870ED0" w:rsidRDefault="00714EBB" w:rsidP="00071B49">
            <w:pPr>
              <w:pStyle w:val="PL"/>
              <w:keepNext/>
              <w:rPr>
                <w:rFonts w:ascii="Arial" w:hAnsi="Arial"/>
                <w:noProof w:val="0"/>
                <w:sz w:val="18"/>
              </w:rPr>
            </w:pPr>
            <w:r w:rsidRPr="00870ED0">
              <w:rPr>
                <w:noProof w:val="0"/>
              </w:rPr>
              <w:t>Call check() method with index = 15</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p w:rsidR="00714EBB" w:rsidRPr="00870ED0" w:rsidRDefault="00714EBB" w:rsidP="00071B49">
            <w:pPr>
              <w:pStyle w:val="TAL"/>
              <w:keepLines w:val="0"/>
            </w:pPr>
          </w:p>
          <w:p w:rsidR="00714EBB" w:rsidRPr="00870ED0" w:rsidRDefault="00714EBB" w:rsidP="00071B49">
            <w:pPr>
              <w:pStyle w:val="TAL"/>
              <w:keepLines w:val="0"/>
            </w:pPr>
            <w:r w:rsidRPr="00870ED0">
              <w:t>returns false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nil"/>
              <w:left w:val="single" w:sz="4" w:space="0" w:color="auto"/>
              <w:bottom w:val="nil"/>
              <w:right w:val="single" w:sz="4" w:space="0" w:color="auto"/>
            </w:tcBorders>
          </w:tcPr>
          <w:p w:rsidR="00714EBB" w:rsidRPr="00870ED0" w:rsidRDefault="00714EBB">
            <w:pPr>
              <w:pStyle w:val="TAH"/>
              <w:keepNext w:val="0"/>
              <w:keepLines w:val="0"/>
            </w:pPr>
            <w:r w:rsidRPr="00870ED0">
              <w:t>Facility index is outside TerminalProfile data</w:t>
            </w:r>
          </w:p>
          <w:p w:rsidR="00714EBB" w:rsidRPr="00870ED0" w:rsidRDefault="00714EBB">
            <w:pPr>
              <w:pStyle w:val="PL"/>
              <w:keepNext/>
              <w:keepLines/>
              <w:rPr>
                <w:noProof w:val="0"/>
              </w:rPr>
            </w:pPr>
          </w:p>
          <w:p w:rsidR="00714EBB" w:rsidRPr="00870ED0" w:rsidRDefault="00714EBB">
            <w:pPr>
              <w:pStyle w:val="PL"/>
              <w:rPr>
                <w:noProof w:val="0"/>
              </w:rPr>
            </w:pPr>
            <w:r w:rsidRPr="00870ED0">
              <w:rPr>
                <w:noProof w:val="0"/>
              </w:rPr>
              <w:t>Call check() method with index = 0x7F</w:t>
            </w:r>
          </w:p>
          <w:p w:rsidR="00714EBB" w:rsidRPr="00870ED0" w:rsidRDefault="00714EBB">
            <w:pPr>
              <w:pStyle w:val="PL"/>
              <w:rPr>
                <w:rFonts w:ascii="Arial" w:hAnsi="Arial"/>
                <w:noProof w:val="0"/>
                <w:sz w:val="18"/>
              </w:rPr>
            </w:pPr>
          </w:p>
        </w:tc>
        <w:tc>
          <w:tcPr>
            <w:tcW w:w="2911" w:type="dxa"/>
            <w:tcBorders>
              <w:top w:val="nil"/>
              <w:left w:val="single" w:sz="4" w:space="0" w:color="auto"/>
              <w:bottom w:val="nil"/>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false</w:t>
            </w:r>
          </w:p>
        </w:tc>
        <w:tc>
          <w:tcPr>
            <w:tcW w:w="2334" w:type="dxa"/>
            <w:tcBorders>
              <w:top w:val="nil"/>
              <w:left w:val="single" w:sz="4" w:space="0" w:color="auto"/>
              <w:bottom w:val="nil"/>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 has a negative value</w:t>
            </w:r>
          </w:p>
          <w:p w:rsidR="00714EBB" w:rsidRPr="00870ED0" w:rsidRDefault="00714EBB">
            <w:pPr>
              <w:pStyle w:val="PL"/>
              <w:rPr>
                <w:noProof w:val="0"/>
              </w:rPr>
            </w:pPr>
          </w:p>
          <w:p w:rsidR="00714EBB" w:rsidRPr="00870ED0" w:rsidRDefault="00714EBB">
            <w:pPr>
              <w:pStyle w:val="PL"/>
              <w:rPr>
                <w:noProof w:val="0"/>
              </w:rPr>
            </w:pPr>
            <w:r w:rsidRPr="00870ED0">
              <w:rPr>
                <w:noProof w:val="0"/>
              </w:rPr>
              <w:t>Call check() method with index = -1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Throws a ToolkitException with BAD_INPUT_PARAMETER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5.2.16.2</w:t>
      </w:r>
      <w:r w:rsidRPr="00870ED0">
        <w:tab/>
        <w:t>Method check(byte [] mask, short offset, short length)</w:t>
      </w:r>
    </w:p>
    <w:p w:rsidR="00714EBB" w:rsidRPr="00870ED0" w:rsidRDefault="00714EBB">
      <w:r w:rsidRPr="00870ED0">
        <w:t>Test Area Reference: Api_2_Tep_Chec_Bss</w:t>
      </w:r>
      <w:r w:rsidR="008F26AC" w:rsidRPr="00870ED0">
        <w:t>.</w:t>
      </w:r>
    </w:p>
    <w:p w:rsidR="00714EBB" w:rsidRPr="00870ED0" w:rsidRDefault="00714EBB" w:rsidP="008F26AC">
      <w:pPr>
        <w:pStyle w:val="Heading5"/>
      </w:pPr>
      <w:r w:rsidRPr="00870ED0">
        <w:t>5.2.16.2.1</w:t>
      </w:r>
      <w:r w:rsidRPr="00870ED0">
        <w:tab/>
        <w:t>Conformance requirement</w:t>
      </w:r>
    </w:p>
    <w:p w:rsidR="00714EBB" w:rsidRPr="00870ED0" w:rsidRDefault="00714EBB">
      <w:r w:rsidRPr="00870ED0">
        <w:t>The method with following header shall compliant to its definition in the API.</w:t>
      </w:r>
    </w:p>
    <w:p w:rsidR="00714EBB" w:rsidRPr="00870ED0" w:rsidRDefault="00714EBB">
      <w:pPr>
        <w:pStyle w:val="PL"/>
        <w:rPr>
          <w:noProof w:val="0"/>
        </w:rPr>
      </w:pPr>
      <w:r w:rsidRPr="00870ED0">
        <w:rPr>
          <w:noProof w:val="0"/>
        </w:rPr>
        <w:t>public static boolean check(byte[] mask,</w:t>
      </w:r>
    </w:p>
    <w:p w:rsidR="00714EBB" w:rsidRPr="00870ED0" w:rsidRDefault="00714EBB">
      <w:pPr>
        <w:pStyle w:val="PL"/>
        <w:rPr>
          <w:noProof w:val="0"/>
        </w:rPr>
      </w:pPr>
      <w:r w:rsidRPr="00870ED0">
        <w:rPr>
          <w:noProof w:val="0"/>
        </w:rPr>
        <w:t xml:space="preserve">                            short offset,</w:t>
      </w:r>
    </w:p>
    <w:p w:rsidR="00714EBB" w:rsidRPr="00870ED0" w:rsidRDefault="00714EBB">
      <w:pPr>
        <w:pStyle w:val="PL"/>
        <w:rPr>
          <w:noProof w:val="0"/>
        </w:rPr>
      </w:pPr>
      <w:r w:rsidRPr="00870ED0">
        <w:rPr>
          <w:noProof w:val="0"/>
        </w:rPr>
        <w:t xml:space="preserve">                            short length)</w:t>
      </w:r>
    </w:p>
    <w:p w:rsidR="00714EBB" w:rsidRPr="00870ED0" w:rsidRDefault="00714EBB">
      <w:pPr>
        <w:pStyle w:val="PL"/>
        <w:rPr>
          <w:noProof w:val="0"/>
        </w:rPr>
      </w:pPr>
      <w:r w:rsidRPr="00870ED0">
        <w:rPr>
          <w:noProof w:val="0"/>
        </w:rPr>
        <w:t xml:space="preserve">                    throws  java.lang.NullPointerException,</w:t>
      </w:r>
    </w:p>
    <w:p w:rsidR="00714EBB" w:rsidRPr="00870ED0" w:rsidRDefault="00714EBB">
      <w:pPr>
        <w:pStyle w:val="PL"/>
        <w:rPr>
          <w:noProof w:val="0"/>
        </w:rPr>
      </w:pPr>
      <w:r w:rsidRPr="00870ED0">
        <w:rPr>
          <w:noProof w:val="0"/>
        </w:rPr>
        <w:t xml:space="preserve">                            java.lang.ArrayIndexOutOfBoundsException,</w:t>
      </w:r>
    </w:p>
    <w:p w:rsidR="00714EBB" w:rsidRPr="00870ED0" w:rsidRDefault="00714EBB">
      <w:pPr>
        <w:pStyle w:val="PL"/>
        <w:rPr>
          <w:noProof w:val="0"/>
        </w:rPr>
      </w:pPr>
      <w:r w:rsidRPr="00870ED0">
        <w:rPr>
          <w:noProof w:val="0"/>
        </w:rPr>
        <w:t xml:space="preserve">                            ToolkitException</w:t>
      </w:r>
    </w:p>
    <w:p w:rsidR="00714EBB" w:rsidRPr="00870ED0" w:rsidRDefault="00714EBB">
      <w:pPr>
        <w:pStyle w:val="PL"/>
        <w:rPr>
          <w:noProof w:val="0"/>
        </w:rPr>
      </w:pPr>
    </w:p>
    <w:p w:rsidR="00714EBB" w:rsidRPr="00870ED0" w:rsidRDefault="00714EBB">
      <w:pPr>
        <w:pStyle w:val="H6"/>
        <w:outlineLvl w:val="0"/>
      </w:pPr>
      <w:r w:rsidRPr="00870ED0">
        <w:t>5.2.16.2.1.1</w:t>
      </w:r>
      <w:r w:rsidRPr="00870ED0">
        <w:tab/>
        <w:t>Normal execution</w:t>
      </w:r>
    </w:p>
    <w:p w:rsidR="00714EBB" w:rsidRPr="00870ED0" w:rsidRDefault="00714EBB">
      <w:pPr>
        <w:pStyle w:val="B1"/>
      </w:pPr>
      <w:r w:rsidRPr="00870ED0">
        <w:t>CRRN1: The method checks all the facilities corresponding to bits set to 1 in the mask buffer: returns true if the bitwise AND of the TerminalProfile data padded with 0 and the mask is equal to the mask , false otherwise.</w:t>
      </w:r>
    </w:p>
    <w:p w:rsidR="00714EBB" w:rsidRPr="00870ED0" w:rsidRDefault="00714EBB">
      <w:pPr>
        <w:pStyle w:val="B1"/>
      </w:pPr>
      <w:r w:rsidRPr="00870ED0">
        <w:t>CRRN2: The method returns true if the length is equal to 0.</w:t>
      </w:r>
    </w:p>
    <w:p w:rsidR="00714EBB" w:rsidRPr="00870ED0" w:rsidRDefault="00714EBB">
      <w:pPr>
        <w:pStyle w:val="H6"/>
        <w:outlineLvl w:val="0"/>
      </w:pPr>
      <w:r w:rsidRPr="00870ED0">
        <w:t>5.2.16.2.1.2</w:t>
      </w:r>
      <w:r w:rsidRPr="00870ED0">
        <w:tab/>
        <w:t>Parameter errors</w:t>
      </w:r>
    </w:p>
    <w:p w:rsidR="00714EBB" w:rsidRPr="00870ED0" w:rsidRDefault="00714EBB">
      <w:pPr>
        <w:pStyle w:val="B1"/>
      </w:pPr>
      <w:r w:rsidRPr="00870ED0">
        <w:t>CRRP1: The method shall throw java.lang.NullPointerException if mask is null.</w:t>
      </w:r>
    </w:p>
    <w:p w:rsidR="00714EBB" w:rsidRPr="00870ED0" w:rsidRDefault="00714EBB">
      <w:pPr>
        <w:pStyle w:val="B1"/>
      </w:pPr>
      <w:r w:rsidRPr="00870ED0">
        <w:t>CRRP2: The method shall throw java.lang.ArrayIndexOutOfBoundsException if check would cause access of data outside mask array bounds.</w:t>
      </w:r>
    </w:p>
    <w:p w:rsidR="00714EBB" w:rsidRPr="00870ED0" w:rsidRDefault="00714EBB">
      <w:pPr>
        <w:pStyle w:val="B1"/>
      </w:pPr>
      <w:r w:rsidRPr="00870ED0">
        <w:t>CRRP3: If offset or length parameter is negative an ArrayIndexOutOfBoundsException   exception is thrown and no check is performed.</w:t>
      </w:r>
    </w:p>
    <w:p w:rsidR="00714EBB" w:rsidRPr="00870ED0" w:rsidRDefault="00714EBB">
      <w:pPr>
        <w:pStyle w:val="B1"/>
      </w:pPr>
      <w:r w:rsidRPr="00870ED0">
        <w:t>CRRP4: If offset+length is greater than mask.length, the length of the mask array an ArrayIndexOutOfBoundsException exception is thrown and no check is performed.</w:t>
      </w:r>
    </w:p>
    <w:p w:rsidR="00714EBB" w:rsidRPr="00870ED0" w:rsidRDefault="00714EBB">
      <w:pPr>
        <w:pStyle w:val="H6"/>
        <w:outlineLvl w:val="0"/>
      </w:pPr>
      <w:r w:rsidRPr="00870ED0">
        <w:t>5.2.16.2.1.3</w:t>
      </w:r>
      <w:r w:rsidRPr="00870ED0">
        <w:tab/>
        <w:t>Context errors</w:t>
      </w:r>
    </w:p>
    <w:p w:rsidR="00714EBB" w:rsidRPr="00870ED0" w:rsidRDefault="00714EBB">
      <w:pPr>
        <w:pStyle w:val="B1"/>
      </w:pPr>
      <w:r w:rsidRPr="00870ED0">
        <w:t>CRRC1: The method shall throw TERMINAL_PROFILE_NOT_AVAILABLE ToolkitException if Terminal Profile data are not available.</w:t>
      </w:r>
    </w:p>
    <w:p w:rsidR="00714EBB" w:rsidRPr="00870ED0" w:rsidRDefault="00714EBB" w:rsidP="008F26AC">
      <w:pPr>
        <w:pStyle w:val="Heading5"/>
      </w:pPr>
      <w:r w:rsidRPr="00870ED0">
        <w:t>5.2.16.2.2</w:t>
      </w:r>
      <w:r w:rsidRPr="00870ED0">
        <w:tab/>
        <w:t>Test area files</w:t>
      </w:r>
    </w:p>
    <w:p w:rsidR="00714EBB" w:rsidRPr="00870ED0" w:rsidRDefault="00714EBB">
      <w:pPr>
        <w:pStyle w:val="B10"/>
        <w:ind w:left="0" w:firstLine="0"/>
      </w:pPr>
      <w:r w:rsidRPr="00870ED0">
        <w:t>Specific triggering: MENU_SELECTION</w:t>
      </w:r>
      <w:r w:rsidR="008F26AC" w:rsidRPr="00870ED0">
        <w:t>:</w:t>
      </w:r>
    </w:p>
    <w:p w:rsidR="00714EBB" w:rsidRPr="00870ED0" w:rsidRDefault="00714EBB" w:rsidP="002854FB">
      <w:pPr>
        <w:pStyle w:val="EX"/>
      </w:pPr>
      <w:r w:rsidRPr="00870ED0">
        <w:t>Test Source:</w:t>
      </w:r>
      <w:r w:rsidRPr="00870ED0">
        <w:tab/>
        <w:t>Test_Api_2_Tep_Chec_Bss.java</w:t>
      </w:r>
      <w:r w:rsidR="008F26AC" w:rsidRPr="00870ED0">
        <w:t>.</w:t>
      </w:r>
    </w:p>
    <w:p w:rsidR="00714EBB" w:rsidRPr="00870ED0" w:rsidRDefault="00714EBB" w:rsidP="002854FB">
      <w:pPr>
        <w:pStyle w:val="EX"/>
      </w:pPr>
      <w:r w:rsidRPr="00870ED0">
        <w:t>Test Applet:</w:t>
      </w:r>
      <w:r w:rsidRPr="00870ED0">
        <w:tab/>
        <w:t>Api_2_Tep_Chec_Bss_1.java</w:t>
      </w:r>
      <w:r w:rsidR="008F26AC" w:rsidRPr="00870ED0">
        <w:t>.</w:t>
      </w:r>
    </w:p>
    <w:p w:rsidR="00714EBB" w:rsidRPr="00870ED0" w:rsidRDefault="00714EBB" w:rsidP="002854FB">
      <w:pPr>
        <w:pStyle w:val="EX"/>
      </w:pPr>
      <w:r w:rsidRPr="00870ED0">
        <w:t>Cap File:</w:t>
      </w:r>
      <w:r w:rsidRPr="00870ED0">
        <w:tab/>
        <w:t>api_2_tep_chec_bss.cap</w:t>
      </w:r>
      <w:r w:rsidR="008F26AC" w:rsidRPr="00870ED0">
        <w:t>.</w:t>
      </w:r>
    </w:p>
    <w:p w:rsidR="00714EBB" w:rsidRPr="00870ED0" w:rsidRDefault="00714EBB" w:rsidP="008F26AC">
      <w:pPr>
        <w:pStyle w:val="Heading5"/>
      </w:pPr>
      <w:r w:rsidRPr="00870ED0">
        <w:lastRenderedPageBreak/>
        <w:t>5.2.16.2.3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1729"/>
      </w:tblGrid>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9, 10, 11</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3, 4, 5, 6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4, 7</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P4</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r>
      <w:tr w:rsidR="00714EBB" w:rsidRPr="00870ED0" w:rsidTr="00714EBB">
        <w:trPr>
          <w:jc w:val="center"/>
        </w:trPr>
        <w:tc>
          <w:tcPr>
            <w:tcW w:w="129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17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8F26AC"/>
    <w:p w:rsidR="00714EBB" w:rsidRPr="00870ED0" w:rsidRDefault="00714EBB" w:rsidP="008F26AC">
      <w:pPr>
        <w:pStyle w:val="Heading5"/>
      </w:pPr>
      <w:r w:rsidRPr="00870ED0">
        <w:t>5.2.16.2.4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37"/>
        <w:gridCol w:w="4459"/>
        <w:gridCol w:w="2552"/>
        <w:gridCol w:w="1777"/>
      </w:tblGrid>
      <w:tr w:rsidR="00714EBB" w:rsidRPr="00870ED0" w:rsidTr="00071B49">
        <w:trPr>
          <w:tblHeade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Id</w:t>
            </w:r>
          </w:p>
        </w:tc>
        <w:tc>
          <w:tcPr>
            <w:tcW w:w="445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Description</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API Expectation</w:t>
            </w:r>
          </w:p>
        </w:tc>
        <w:tc>
          <w:tcPr>
            <w:tcW w:w="17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APDU Expectation</w:t>
            </w: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1</w:t>
            </w:r>
          </w:p>
        </w:tc>
        <w:tc>
          <w:tcPr>
            <w:tcW w:w="445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No Terminal Profile is registered</w:t>
            </w:r>
          </w:p>
          <w:p w:rsidR="00714EBB" w:rsidRPr="00870ED0" w:rsidRDefault="00714EBB">
            <w:pPr>
              <w:pStyle w:val="PL"/>
              <w:keepNext/>
              <w:keepLines/>
              <w:rPr>
                <w:noProof w:val="0"/>
              </w:rPr>
            </w:pPr>
          </w:p>
          <w:p w:rsidR="00714EBB" w:rsidRPr="00870ED0" w:rsidRDefault="00714EBB">
            <w:pPr>
              <w:pStyle w:val="PL"/>
              <w:rPr>
                <w:noProof w:val="0"/>
                <w:u w:val="single"/>
              </w:rPr>
            </w:pPr>
            <w:r w:rsidRPr="00870ED0">
              <w:rPr>
                <w:noProof w:val="0"/>
              </w:rPr>
              <w:t>Triggered by Menu Selection</w:t>
            </w: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keepNext/>
              <w:keepLines/>
              <w:rPr>
                <w:noProof w:val="0"/>
              </w:rPr>
            </w:pPr>
            <w:r w:rsidRPr="00870ED0">
              <w:rPr>
                <w:noProof w:val="0"/>
              </w:rPr>
              <w:t>mask = 0xFFFFFFFFFFFFFFFFFFFFFFFFFFFFFFFF7F</w:t>
            </w:r>
          </w:p>
          <w:p w:rsidR="00714EBB" w:rsidRPr="00870ED0" w:rsidRDefault="00714EBB">
            <w:pPr>
              <w:pStyle w:val="PL"/>
              <w:keepNext/>
              <w:keepLines/>
              <w:rPr>
                <w:noProof w:val="0"/>
              </w:rPr>
            </w:pPr>
            <w:r w:rsidRPr="00870ED0">
              <w:rPr>
                <w:noProof w:val="0"/>
              </w:rPr>
              <w:t>offset = 0</w:t>
            </w:r>
          </w:p>
          <w:p w:rsidR="00714EBB" w:rsidRPr="00870ED0" w:rsidRDefault="00714EBB">
            <w:pPr>
              <w:pStyle w:val="PL"/>
              <w:keepNext/>
              <w:keepLines/>
              <w:rPr>
                <w:rFonts w:ascii="Arial" w:hAnsi="Arial"/>
                <w:noProof w:val="0"/>
                <w:sz w:val="18"/>
              </w:rPr>
            </w:pPr>
            <w:r w:rsidRPr="00870ED0">
              <w:rPr>
                <w:noProof w:val="0"/>
              </w:rPr>
              <w:t>length = 16</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TERMINAL_PROFILE_NOT_AVAILABLE ToolkitException is thrown</w:t>
            </w:r>
          </w:p>
        </w:tc>
        <w:tc>
          <w:tcPr>
            <w:tcW w:w="17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2</w:t>
            </w:r>
          </w:p>
        </w:tc>
        <w:tc>
          <w:tcPr>
            <w:tcW w:w="445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NULL as parameter to check</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keepNext/>
              <w:keepLines/>
              <w:rPr>
                <w:rFonts w:ascii="Arial" w:hAnsi="Arial"/>
                <w:noProof w:val="0"/>
                <w:sz w:val="18"/>
              </w:rPr>
            </w:pPr>
            <w:r w:rsidRPr="00870ED0">
              <w:rPr>
                <w:noProof w:val="0"/>
              </w:rPr>
              <w:t>mask= NULL</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NullPointerException is thrown</w:t>
            </w:r>
          </w:p>
        </w:tc>
        <w:tc>
          <w:tcPr>
            <w:tcW w:w="17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rsidP="008F26AC">
            <w:pPr>
              <w:pStyle w:val="TAC"/>
            </w:pPr>
            <w:r w:rsidRPr="00870ED0">
              <w:t>3</w:t>
            </w:r>
          </w:p>
        </w:tc>
        <w:tc>
          <w:tcPr>
            <w:tcW w:w="4459" w:type="dxa"/>
            <w:tcBorders>
              <w:top w:val="nil"/>
              <w:left w:val="single" w:sz="4" w:space="0" w:color="auto"/>
              <w:bottom w:val="single" w:sz="4" w:space="0" w:color="auto"/>
              <w:right w:val="single" w:sz="4" w:space="0" w:color="auto"/>
            </w:tcBorders>
          </w:tcPr>
          <w:p w:rsidR="00714EBB" w:rsidRPr="00870ED0" w:rsidRDefault="00714EBB" w:rsidP="008F26AC">
            <w:pPr>
              <w:pStyle w:val="TAH"/>
            </w:pPr>
            <w:r w:rsidRPr="00870ED0">
              <w:t>Offset &gt; mask.length</w:t>
            </w:r>
          </w:p>
          <w:p w:rsidR="00714EBB" w:rsidRPr="00870ED0" w:rsidRDefault="00714EBB" w:rsidP="008F26AC">
            <w:pPr>
              <w:pStyle w:val="PL"/>
              <w:keepNext/>
              <w:keepLines/>
              <w:rPr>
                <w:noProof w:val="0"/>
              </w:rPr>
            </w:pPr>
          </w:p>
          <w:p w:rsidR="00714EBB" w:rsidRPr="00870ED0" w:rsidRDefault="00714EBB" w:rsidP="008F26AC">
            <w:pPr>
              <w:pStyle w:val="PL"/>
              <w:keepNext/>
              <w:keepLines/>
              <w:rPr>
                <w:noProof w:val="0"/>
              </w:rPr>
            </w:pPr>
            <w:r w:rsidRPr="00870ED0">
              <w:rPr>
                <w:noProof w:val="0"/>
              </w:rPr>
              <w:t>Call check() method:</w:t>
            </w:r>
          </w:p>
          <w:p w:rsidR="00714EBB" w:rsidRPr="00870ED0" w:rsidRDefault="00714EBB" w:rsidP="008F26AC">
            <w:pPr>
              <w:pStyle w:val="PL"/>
              <w:keepNext/>
              <w:keepLines/>
              <w:rPr>
                <w:noProof w:val="0"/>
              </w:rPr>
            </w:pPr>
            <w:r w:rsidRPr="00870ED0">
              <w:rPr>
                <w:noProof w:val="0"/>
              </w:rPr>
              <w:t>mask = 0xFFFFFFFFFFFFFFFFFFFFFFFFFFFFFFFF7F</w:t>
            </w:r>
          </w:p>
          <w:p w:rsidR="00714EBB" w:rsidRPr="00870ED0" w:rsidRDefault="00714EBB" w:rsidP="008F26AC">
            <w:pPr>
              <w:pStyle w:val="PL"/>
              <w:keepNext/>
              <w:keepLines/>
              <w:rPr>
                <w:rFonts w:ascii="Arial" w:hAnsi="Arial"/>
                <w:noProof w:val="0"/>
                <w:sz w:val="18"/>
              </w:rPr>
            </w:pPr>
            <w:r w:rsidRPr="00870ED0">
              <w:rPr>
                <w:noProof w:val="0"/>
              </w:rPr>
              <w:t>offset = 17</w:t>
            </w:r>
          </w:p>
        </w:tc>
        <w:tc>
          <w:tcPr>
            <w:tcW w:w="2552" w:type="dxa"/>
            <w:tcBorders>
              <w:top w:val="nil"/>
              <w:left w:val="single" w:sz="4" w:space="0" w:color="auto"/>
              <w:bottom w:val="single" w:sz="4" w:space="0" w:color="auto"/>
              <w:right w:val="single" w:sz="4" w:space="0" w:color="auto"/>
            </w:tcBorders>
          </w:tcPr>
          <w:p w:rsidR="00714EBB" w:rsidRPr="00870ED0" w:rsidRDefault="00714EBB" w:rsidP="008F26AC">
            <w:pPr>
              <w:pStyle w:val="TAL"/>
            </w:pPr>
          </w:p>
          <w:p w:rsidR="00714EBB" w:rsidRPr="00870ED0" w:rsidRDefault="00714EBB" w:rsidP="008F26AC">
            <w:pPr>
              <w:pStyle w:val="TAL"/>
            </w:pPr>
          </w:p>
          <w:p w:rsidR="00714EBB" w:rsidRPr="00870ED0" w:rsidRDefault="00714EBB" w:rsidP="008F26AC">
            <w:pPr>
              <w:pStyle w:val="TAL"/>
            </w:pPr>
            <w:r w:rsidRPr="00870ED0">
              <w:t>ArrayIndexOutOfBoundsException is thrown</w:t>
            </w:r>
          </w:p>
        </w:tc>
        <w:tc>
          <w:tcPr>
            <w:tcW w:w="1777" w:type="dxa"/>
            <w:tcBorders>
              <w:top w:val="nil"/>
              <w:left w:val="single" w:sz="4" w:space="0" w:color="auto"/>
              <w:bottom w:val="single" w:sz="4" w:space="0" w:color="auto"/>
              <w:right w:val="single" w:sz="4" w:space="0" w:color="auto"/>
            </w:tcBorders>
          </w:tcPr>
          <w:p w:rsidR="00714EBB" w:rsidRPr="00870ED0" w:rsidRDefault="00714EBB" w:rsidP="008F26AC">
            <w:pPr>
              <w:pStyle w:val="TAL"/>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459"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&lt; 0</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rPr>
                <w:noProof w:val="0"/>
              </w:rPr>
            </w:pPr>
            <w:r w:rsidRPr="00870ED0">
              <w:rPr>
                <w:noProof w:val="0"/>
              </w:rPr>
              <w:t>mask = 0xFFFFFFFFFFFFFFFFFFFFFFFFFFFFFFFF7F</w:t>
            </w:r>
          </w:p>
          <w:p w:rsidR="00714EBB" w:rsidRPr="00870ED0" w:rsidRDefault="00714EBB">
            <w:pPr>
              <w:pStyle w:val="PL"/>
              <w:rPr>
                <w:rFonts w:ascii="Arial" w:hAnsi="Arial"/>
                <w:noProof w:val="0"/>
                <w:sz w:val="18"/>
              </w:rPr>
            </w:pPr>
            <w:r w:rsidRPr="00870ED0">
              <w:rPr>
                <w:noProof w:val="0"/>
              </w:rPr>
              <w:t>offset = -1</w:t>
            </w:r>
          </w:p>
        </w:tc>
        <w:tc>
          <w:tcPr>
            <w:tcW w:w="2552"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ArrayIndexOutOfBoundsException is thrown</w:t>
            </w:r>
          </w:p>
        </w:tc>
        <w:tc>
          <w:tcPr>
            <w:tcW w:w="17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459"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&gt; mask.length</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rPr>
                <w:noProof w:val="0"/>
              </w:rPr>
            </w:pPr>
            <w:r w:rsidRPr="00870ED0">
              <w:rPr>
                <w:noProof w:val="0"/>
              </w:rPr>
              <w:t>mask = 0xFFFFFFFFFFFFFFFFFFFFFFFFFFFFFFFF7F</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18</w:t>
            </w:r>
          </w:p>
        </w:tc>
        <w:tc>
          <w:tcPr>
            <w:tcW w:w="2552"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ArrayIndexOutOfBoundsException is thrown</w:t>
            </w:r>
          </w:p>
        </w:tc>
        <w:tc>
          <w:tcPr>
            <w:tcW w:w="17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459"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Offset + length &gt; mask.length</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rPr>
                <w:noProof w:val="0"/>
              </w:rPr>
            </w:pPr>
            <w:r w:rsidRPr="00870ED0">
              <w:rPr>
                <w:noProof w:val="0"/>
              </w:rPr>
              <w:t>mask = 0xFFFFFFFFFFFFFFFFFFFFFFFFFFFFFFFF7F</w:t>
            </w:r>
          </w:p>
          <w:p w:rsidR="00714EBB" w:rsidRPr="00870ED0" w:rsidRDefault="00714EBB">
            <w:pPr>
              <w:pStyle w:val="PL"/>
              <w:rPr>
                <w:noProof w:val="0"/>
              </w:rPr>
            </w:pPr>
            <w:r w:rsidRPr="00870ED0">
              <w:rPr>
                <w:noProof w:val="0"/>
              </w:rPr>
              <w:t>offset = 9</w:t>
            </w:r>
          </w:p>
          <w:p w:rsidR="00714EBB" w:rsidRPr="00870ED0" w:rsidRDefault="00714EBB">
            <w:pPr>
              <w:pStyle w:val="PL"/>
              <w:rPr>
                <w:rFonts w:ascii="Arial" w:hAnsi="Arial"/>
                <w:noProof w:val="0"/>
                <w:sz w:val="18"/>
              </w:rPr>
            </w:pPr>
            <w:r w:rsidRPr="00870ED0">
              <w:rPr>
                <w:noProof w:val="0"/>
              </w:rPr>
              <w:t>length = 9</w:t>
            </w:r>
          </w:p>
        </w:tc>
        <w:tc>
          <w:tcPr>
            <w:tcW w:w="2552"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ArrayIndexOutOfBoundsException is thrown</w:t>
            </w:r>
          </w:p>
        </w:tc>
        <w:tc>
          <w:tcPr>
            <w:tcW w:w="17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459"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check() method:</w:t>
            </w:r>
          </w:p>
          <w:p w:rsidR="00714EBB" w:rsidRPr="00870ED0" w:rsidRDefault="00714EBB">
            <w:pPr>
              <w:pStyle w:val="PL"/>
              <w:rPr>
                <w:noProof w:val="0"/>
              </w:rPr>
            </w:pPr>
            <w:r w:rsidRPr="00870ED0">
              <w:rPr>
                <w:noProof w:val="0"/>
              </w:rPr>
              <w:t>mask = 0xFFFFFFFFFFFFFFFFFFFFFFFFFFFFFFFF7F</w:t>
            </w:r>
          </w:p>
          <w:p w:rsidR="00714EBB" w:rsidRPr="00870ED0" w:rsidRDefault="00714EBB">
            <w:pPr>
              <w:pStyle w:val="PL"/>
              <w:rPr>
                <w:noProof w:val="0"/>
              </w:rPr>
            </w:pPr>
            <w:r w:rsidRPr="00870ED0">
              <w:rPr>
                <w:noProof w:val="0"/>
              </w:rPr>
              <w:t>offset = 0</w:t>
            </w:r>
          </w:p>
          <w:p w:rsidR="00714EBB" w:rsidRPr="00870ED0" w:rsidRDefault="00714EBB">
            <w:pPr>
              <w:pStyle w:val="PL"/>
              <w:rPr>
                <w:noProof w:val="0"/>
              </w:rPr>
            </w:pPr>
            <w:r w:rsidRPr="00870ED0">
              <w:rPr>
                <w:noProof w:val="0"/>
              </w:rPr>
              <w:t>length = -1</w:t>
            </w:r>
          </w:p>
        </w:tc>
        <w:tc>
          <w:tcPr>
            <w:tcW w:w="2552"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ArrayIndexOutOfBoundsException is thrown</w:t>
            </w:r>
          </w:p>
        </w:tc>
        <w:tc>
          <w:tcPr>
            <w:tcW w:w="17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45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length = 0</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rPr>
                <w:noProof w:val="0"/>
              </w:rPr>
            </w:pPr>
            <w:r w:rsidRPr="00870ED0">
              <w:rPr>
                <w:noProof w:val="0"/>
              </w:rPr>
              <w:t>mask = 0xFFFFFFFFFFFFFFFFFFFFFFFFFFFFFFFF7F</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0</w:t>
            </w:r>
          </w:p>
        </w:tc>
        <w:tc>
          <w:tcPr>
            <w:tcW w:w="255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true</w:t>
            </w:r>
          </w:p>
        </w:tc>
        <w:tc>
          <w:tcPr>
            <w:tcW w:w="177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459"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all the Terminal Profile</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Call check() method:</w:t>
            </w:r>
          </w:p>
          <w:p w:rsidR="00714EBB" w:rsidRPr="00870ED0" w:rsidRDefault="00714EBB">
            <w:pPr>
              <w:pStyle w:val="PL"/>
              <w:rPr>
                <w:noProof w:val="0"/>
              </w:rPr>
            </w:pPr>
            <w:r w:rsidRPr="00870ED0">
              <w:rPr>
                <w:noProof w:val="0"/>
              </w:rPr>
              <w:t>mask = 0xFFFFFFFFFFFFFFFFFFFFFFFFFFFFFFFF7F</w:t>
            </w:r>
          </w:p>
          <w:p w:rsidR="00714EBB" w:rsidRPr="00870ED0" w:rsidRDefault="00714EBB">
            <w:pPr>
              <w:pStyle w:val="PL"/>
              <w:rPr>
                <w:noProof w:val="0"/>
              </w:rPr>
            </w:pPr>
            <w:r w:rsidRPr="00870ED0">
              <w:rPr>
                <w:noProof w:val="0"/>
              </w:rPr>
              <w:t>offset = 0</w:t>
            </w:r>
          </w:p>
          <w:p w:rsidR="00714EBB" w:rsidRPr="00870ED0" w:rsidRDefault="00714EBB">
            <w:pPr>
              <w:pStyle w:val="PL"/>
              <w:rPr>
                <w:rFonts w:ascii="Arial" w:hAnsi="Arial"/>
                <w:noProof w:val="0"/>
                <w:sz w:val="18"/>
              </w:rPr>
            </w:pPr>
            <w:r w:rsidRPr="00870ED0">
              <w:rPr>
                <w:noProof w:val="0"/>
              </w:rPr>
              <w:t>length = 16</w:t>
            </w:r>
          </w:p>
        </w:tc>
        <w:tc>
          <w:tcPr>
            <w:tcW w:w="2552"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false because facility 15 is not supported</w:t>
            </w:r>
          </w:p>
        </w:tc>
        <w:tc>
          <w:tcPr>
            <w:tcW w:w="1777"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Next w:val="0"/>
              <w:keepLines w:val="0"/>
            </w:pPr>
            <w:r w:rsidRPr="00870ED0">
              <w:t>10</w:t>
            </w:r>
          </w:p>
        </w:tc>
        <w:tc>
          <w:tcPr>
            <w:tcW w:w="4459" w:type="dxa"/>
            <w:tcBorders>
              <w:top w:val="nil"/>
              <w:left w:val="single" w:sz="4" w:space="0" w:color="auto"/>
              <w:bottom w:val="single" w:sz="4" w:space="0" w:color="auto"/>
              <w:right w:val="single" w:sz="4" w:space="0" w:color="auto"/>
            </w:tcBorders>
          </w:tcPr>
          <w:p w:rsidR="00714EBB" w:rsidRPr="00870ED0" w:rsidRDefault="00714EBB" w:rsidP="00071B49">
            <w:pPr>
              <w:pStyle w:val="TAH"/>
              <w:keepNext w:val="0"/>
              <w:keepLines w:val="0"/>
            </w:pPr>
            <w:r w:rsidRPr="00870ED0">
              <w:t>Check a part of the Terminal Profile</w:t>
            </w:r>
          </w:p>
          <w:p w:rsidR="00714EBB" w:rsidRPr="00870ED0" w:rsidRDefault="00714EBB" w:rsidP="00071B49">
            <w:pPr>
              <w:pStyle w:val="PL"/>
              <w:keepLines/>
              <w:rPr>
                <w:noProof w:val="0"/>
              </w:rPr>
            </w:pPr>
          </w:p>
          <w:p w:rsidR="00714EBB" w:rsidRPr="00870ED0" w:rsidRDefault="00714EBB" w:rsidP="00071B49">
            <w:pPr>
              <w:pStyle w:val="PL"/>
              <w:keepLines/>
              <w:rPr>
                <w:noProof w:val="0"/>
              </w:rPr>
            </w:pPr>
            <w:r w:rsidRPr="00870ED0">
              <w:rPr>
                <w:noProof w:val="0"/>
              </w:rPr>
              <w:t>Call check() method:</w:t>
            </w:r>
          </w:p>
          <w:p w:rsidR="00714EBB" w:rsidRPr="00870ED0" w:rsidRDefault="00714EBB" w:rsidP="00071B49">
            <w:pPr>
              <w:pStyle w:val="PL"/>
              <w:rPr>
                <w:noProof w:val="0"/>
              </w:rPr>
            </w:pPr>
            <w:r w:rsidRPr="00870ED0">
              <w:rPr>
                <w:noProof w:val="0"/>
              </w:rPr>
              <w:t>mask = 0xFFFFFFFFFFFFFFFFFFFFFFFFFFFFFFFF7F</w:t>
            </w:r>
          </w:p>
          <w:p w:rsidR="00714EBB" w:rsidRPr="00870ED0" w:rsidRDefault="00714EBB" w:rsidP="00071B49">
            <w:pPr>
              <w:pStyle w:val="PL"/>
              <w:rPr>
                <w:noProof w:val="0"/>
              </w:rPr>
            </w:pPr>
            <w:r w:rsidRPr="00870ED0">
              <w:rPr>
                <w:noProof w:val="0"/>
              </w:rPr>
              <w:t>offset = 15</w:t>
            </w:r>
          </w:p>
          <w:p w:rsidR="00714EBB" w:rsidRPr="00870ED0" w:rsidRDefault="00714EBB" w:rsidP="00071B49">
            <w:pPr>
              <w:pStyle w:val="PL"/>
              <w:rPr>
                <w:rFonts w:ascii="Arial" w:hAnsi="Arial"/>
                <w:noProof w:val="0"/>
                <w:sz w:val="18"/>
              </w:rPr>
            </w:pPr>
            <w:r w:rsidRPr="00870ED0">
              <w:rPr>
                <w:noProof w:val="0"/>
              </w:rPr>
              <w:t>length = 2</w:t>
            </w:r>
          </w:p>
        </w:tc>
        <w:tc>
          <w:tcPr>
            <w:tcW w:w="2552" w:type="dxa"/>
            <w:tcBorders>
              <w:top w:val="nil"/>
              <w:left w:val="single" w:sz="4" w:space="0" w:color="auto"/>
              <w:bottom w:val="single" w:sz="4" w:space="0" w:color="auto"/>
              <w:right w:val="single" w:sz="4" w:space="0" w:color="auto"/>
            </w:tcBorders>
          </w:tcPr>
          <w:p w:rsidR="00714EBB" w:rsidRPr="00870ED0" w:rsidRDefault="00714EBB" w:rsidP="00071B49">
            <w:pPr>
              <w:pStyle w:val="TAL"/>
              <w:keepNext w:val="0"/>
              <w:keepLines w:val="0"/>
            </w:pPr>
          </w:p>
          <w:p w:rsidR="00714EBB" w:rsidRPr="00870ED0" w:rsidRDefault="00714EBB" w:rsidP="00071B49">
            <w:pPr>
              <w:pStyle w:val="TAL"/>
              <w:keepNext w:val="0"/>
              <w:keepLines w:val="0"/>
            </w:pPr>
          </w:p>
          <w:p w:rsidR="00714EBB" w:rsidRPr="00870ED0" w:rsidRDefault="00714EBB" w:rsidP="00071B49">
            <w:pPr>
              <w:pStyle w:val="TAL"/>
              <w:keepNext w:val="0"/>
              <w:keepLines w:val="0"/>
            </w:pPr>
            <w:r w:rsidRPr="00870ED0">
              <w:t xml:space="preserve">Returns true: the 16 first facilities except facility 15 have been successfully checked </w:t>
            </w:r>
          </w:p>
        </w:tc>
        <w:tc>
          <w:tcPr>
            <w:tcW w:w="1777" w:type="dxa"/>
            <w:tcBorders>
              <w:top w:val="nil"/>
              <w:left w:val="single" w:sz="4" w:space="0" w:color="auto"/>
              <w:bottom w:val="single" w:sz="4" w:space="0" w:color="auto"/>
              <w:right w:val="single" w:sz="4" w:space="0" w:color="auto"/>
            </w:tcBorders>
          </w:tcPr>
          <w:p w:rsidR="00714EBB" w:rsidRPr="00870ED0" w:rsidRDefault="00714EBB" w:rsidP="00071B49">
            <w:pPr>
              <w:pStyle w:val="TAL"/>
              <w:keepNext w:val="0"/>
              <w:keepLines w:val="0"/>
            </w:pPr>
          </w:p>
        </w:tc>
      </w:tr>
      <w:tr w:rsidR="00714EBB" w:rsidRPr="00870ED0" w:rsidTr="00071B49">
        <w:trPr>
          <w:jc w:val="center"/>
        </w:trPr>
        <w:tc>
          <w:tcPr>
            <w:tcW w:w="437"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lastRenderedPageBreak/>
              <w:t>11</w:t>
            </w:r>
          </w:p>
        </w:tc>
        <w:tc>
          <w:tcPr>
            <w:tcW w:w="4459" w:type="dxa"/>
            <w:tcBorders>
              <w:top w:val="nil"/>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Check a part of the Terminal Profile</w:t>
            </w:r>
          </w:p>
          <w:p w:rsidR="00714EBB" w:rsidRPr="00870ED0" w:rsidRDefault="00714EBB" w:rsidP="00071B49">
            <w:pPr>
              <w:pStyle w:val="PL"/>
              <w:keepNext/>
              <w:keepLines/>
              <w:rPr>
                <w:noProof w:val="0"/>
              </w:rPr>
            </w:pPr>
          </w:p>
          <w:p w:rsidR="00714EBB" w:rsidRPr="00870ED0" w:rsidRDefault="00714EBB" w:rsidP="00071B49">
            <w:pPr>
              <w:pStyle w:val="PL"/>
              <w:keepNext/>
              <w:keepLines/>
              <w:rPr>
                <w:noProof w:val="0"/>
              </w:rPr>
            </w:pPr>
            <w:r w:rsidRPr="00870ED0">
              <w:rPr>
                <w:noProof w:val="0"/>
              </w:rPr>
              <w:t>Call check() method:</w:t>
            </w:r>
          </w:p>
          <w:p w:rsidR="00714EBB" w:rsidRPr="00870ED0" w:rsidRDefault="00714EBB" w:rsidP="00071B49">
            <w:pPr>
              <w:pStyle w:val="PL"/>
              <w:keepNext/>
              <w:rPr>
                <w:noProof w:val="0"/>
              </w:rPr>
            </w:pPr>
            <w:r w:rsidRPr="00870ED0">
              <w:rPr>
                <w:noProof w:val="0"/>
              </w:rPr>
              <w:t>mask = 0x0080</w:t>
            </w:r>
          </w:p>
          <w:p w:rsidR="00714EBB" w:rsidRPr="00870ED0" w:rsidRDefault="00714EBB" w:rsidP="00071B49">
            <w:pPr>
              <w:pStyle w:val="PL"/>
              <w:keepNext/>
              <w:rPr>
                <w:noProof w:val="0"/>
              </w:rPr>
            </w:pPr>
            <w:r w:rsidRPr="00870ED0">
              <w:rPr>
                <w:noProof w:val="0"/>
              </w:rPr>
              <w:t>offset = 0</w:t>
            </w:r>
          </w:p>
          <w:p w:rsidR="00714EBB" w:rsidRPr="00870ED0" w:rsidRDefault="00714EBB" w:rsidP="00071B49">
            <w:pPr>
              <w:pStyle w:val="PL"/>
              <w:keepNext/>
              <w:rPr>
                <w:rFonts w:ascii="Arial" w:hAnsi="Arial"/>
                <w:noProof w:val="0"/>
                <w:sz w:val="18"/>
              </w:rPr>
            </w:pPr>
            <w:r w:rsidRPr="00870ED0">
              <w:rPr>
                <w:noProof w:val="0"/>
              </w:rPr>
              <w:t>length = 2</w:t>
            </w:r>
          </w:p>
        </w:tc>
        <w:tc>
          <w:tcPr>
            <w:tcW w:w="2552" w:type="dxa"/>
            <w:tcBorders>
              <w:top w:val="nil"/>
              <w:left w:val="single" w:sz="4" w:space="0" w:color="auto"/>
              <w:bottom w:val="single" w:sz="4" w:space="0" w:color="auto"/>
              <w:right w:val="single" w:sz="4" w:space="0" w:color="auto"/>
            </w:tcBorders>
          </w:tcPr>
          <w:p w:rsidR="00714EBB" w:rsidRPr="00870ED0" w:rsidRDefault="00714EBB" w:rsidP="00071B49">
            <w:pPr>
              <w:pStyle w:val="TAL"/>
              <w:keepLines w:val="0"/>
            </w:pPr>
          </w:p>
          <w:p w:rsidR="00714EBB" w:rsidRPr="00870ED0" w:rsidRDefault="00714EBB" w:rsidP="00071B49">
            <w:pPr>
              <w:pStyle w:val="TAL"/>
              <w:keepLines w:val="0"/>
            </w:pPr>
          </w:p>
          <w:p w:rsidR="00714EBB" w:rsidRPr="00870ED0" w:rsidRDefault="00714EBB" w:rsidP="00071B49">
            <w:pPr>
              <w:pStyle w:val="TAL"/>
              <w:keepLines w:val="0"/>
            </w:pPr>
            <w:r w:rsidRPr="00870ED0">
              <w:t>Returns false: only facility 15 is checked and not supported.</w:t>
            </w:r>
          </w:p>
        </w:tc>
        <w:tc>
          <w:tcPr>
            <w:tcW w:w="1777" w:type="dxa"/>
            <w:tcBorders>
              <w:top w:val="nil"/>
              <w:left w:val="single" w:sz="4" w:space="0" w:color="auto"/>
              <w:bottom w:val="single" w:sz="4" w:space="0" w:color="auto"/>
              <w:right w:val="single" w:sz="4" w:space="0" w:color="auto"/>
            </w:tcBorders>
          </w:tcPr>
          <w:p w:rsidR="00714EBB" w:rsidRPr="00870ED0" w:rsidRDefault="00714EBB" w:rsidP="00071B49">
            <w:pPr>
              <w:pStyle w:val="TAL"/>
              <w:keepLines w:val="0"/>
            </w:pPr>
          </w:p>
        </w:tc>
      </w:tr>
    </w:tbl>
    <w:p w:rsidR="00714EBB" w:rsidRPr="00870ED0" w:rsidRDefault="00714EBB"/>
    <w:p w:rsidR="00714EBB" w:rsidRPr="00870ED0" w:rsidRDefault="00714EBB" w:rsidP="00E4009D">
      <w:pPr>
        <w:pStyle w:val="Heading4"/>
      </w:pPr>
      <w:r w:rsidRPr="00870ED0">
        <w:t>5.2.16.3</w:t>
      </w:r>
      <w:r w:rsidRPr="00870ED0">
        <w:tab/>
        <w:t>Method check(short index)</w:t>
      </w:r>
    </w:p>
    <w:p w:rsidR="00714EBB" w:rsidRPr="00870ED0" w:rsidRDefault="00714EBB" w:rsidP="00E4009D">
      <w:pPr>
        <w:keepNext/>
        <w:keepLines/>
      </w:pPr>
      <w:r w:rsidRPr="00870ED0">
        <w:t>Test Area Reference: Api_2_Tep_Checs</w:t>
      </w:r>
      <w:r w:rsidR="00E4009D" w:rsidRPr="00870ED0">
        <w:t>.</w:t>
      </w:r>
    </w:p>
    <w:p w:rsidR="00714EBB" w:rsidRPr="00870ED0" w:rsidRDefault="00714EBB" w:rsidP="00E4009D">
      <w:pPr>
        <w:pStyle w:val="Heading5"/>
      </w:pPr>
      <w:r w:rsidRPr="00870ED0">
        <w:t>5.2.16.3.1</w:t>
      </w:r>
      <w:r w:rsidRPr="00870ED0">
        <w:tab/>
        <w:t>Conformance requirement</w:t>
      </w:r>
    </w:p>
    <w:p w:rsidR="00714EBB" w:rsidRPr="00870ED0" w:rsidRDefault="00714EBB">
      <w:r w:rsidRPr="00870ED0">
        <w:t>The method with following header shall compliant to its definition in the API.</w:t>
      </w:r>
    </w:p>
    <w:p w:rsidR="00714EBB" w:rsidRPr="00870ED0" w:rsidRDefault="00714EBB">
      <w:pPr>
        <w:pStyle w:val="PL"/>
        <w:rPr>
          <w:noProof w:val="0"/>
        </w:rPr>
      </w:pPr>
      <w:r w:rsidRPr="00870ED0">
        <w:rPr>
          <w:noProof w:val="0"/>
        </w:rPr>
        <w:t>public static boolean check(short index)</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5.2.16.3.1.1</w:t>
      </w:r>
      <w:r w:rsidRPr="00870ED0">
        <w:tab/>
        <w:t>Normal execution</w:t>
      </w:r>
    </w:p>
    <w:p w:rsidR="00714EBB" w:rsidRPr="00870ED0" w:rsidRDefault="00714EBB">
      <w:pPr>
        <w:pStyle w:val="B1"/>
      </w:pPr>
      <w:r w:rsidRPr="00870ED0">
        <w:t>CRRN1: The method checks a facility in the handset profile</w:t>
      </w:r>
      <w:r w:rsidRPr="00870ED0">
        <w:rPr>
          <w:color w:val="000000"/>
        </w:rPr>
        <w:t xml:space="preserve">: </w:t>
      </w:r>
      <w:r w:rsidRPr="00870ED0">
        <w:t>returns true if the facility is supported, false if facility is not supported, or if facility-index outside TerminalProfile data.</w:t>
      </w:r>
    </w:p>
    <w:p w:rsidR="00714EBB" w:rsidRPr="00870ED0" w:rsidRDefault="00714EBB">
      <w:pPr>
        <w:pStyle w:val="B1"/>
      </w:pPr>
      <w:r w:rsidRPr="00870ED0">
        <w:t>CRRN2: returns false if facility-index is outside Terminal Profile data.</w:t>
      </w:r>
    </w:p>
    <w:p w:rsidR="00714EBB" w:rsidRPr="00870ED0" w:rsidRDefault="00714EBB">
      <w:pPr>
        <w:pStyle w:val="H6"/>
        <w:outlineLvl w:val="0"/>
      </w:pPr>
      <w:r w:rsidRPr="00870ED0">
        <w:t>5.2.16.3.1.2</w:t>
      </w:r>
      <w:r w:rsidRPr="00870ED0">
        <w:tab/>
        <w:t>Parameter errors</w:t>
      </w:r>
    </w:p>
    <w:p w:rsidR="00714EBB" w:rsidRPr="00870ED0" w:rsidRDefault="00714EBB">
      <w:pPr>
        <w:pStyle w:val="B1"/>
      </w:pPr>
      <w:r w:rsidRPr="00870ED0">
        <w:t>CRRP1: shall throw BAD_INPUT_PARAMETER ToolkitException if index has a negative value.</w:t>
      </w:r>
    </w:p>
    <w:p w:rsidR="00714EBB" w:rsidRPr="00870ED0" w:rsidRDefault="00714EBB">
      <w:pPr>
        <w:pStyle w:val="H6"/>
        <w:outlineLvl w:val="0"/>
      </w:pPr>
      <w:r w:rsidRPr="00870ED0">
        <w:t>5.2.16.3.1.3</w:t>
      </w:r>
      <w:r w:rsidRPr="00870ED0">
        <w:tab/>
        <w:t>Context errors</w:t>
      </w:r>
    </w:p>
    <w:p w:rsidR="00714EBB" w:rsidRPr="00870ED0" w:rsidRDefault="00714EBB">
      <w:pPr>
        <w:pStyle w:val="B1"/>
      </w:pPr>
      <w:r w:rsidRPr="00870ED0">
        <w:t>CRRC1: shall throw TERMINAL_PROFILE_NOT_AVAILABLE ToolkitException if Terminal Profile data are not available</w:t>
      </w:r>
      <w:r w:rsidR="00E4009D" w:rsidRPr="00870ED0">
        <w:t>.</w:t>
      </w:r>
    </w:p>
    <w:p w:rsidR="00714EBB" w:rsidRPr="00870ED0" w:rsidRDefault="00714EBB" w:rsidP="00E4009D">
      <w:pPr>
        <w:pStyle w:val="Heading5"/>
      </w:pPr>
      <w:r w:rsidRPr="00870ED0">
        <w:t>5.2.16.3.2</w:t>
      </w:r>
      <w:r w:rsidRPr="00870ED0">
        <w:tab/>
        <w:t>Test area files</w:t>
      </w:r>
    </w:p>
    <w:p w:rsidR="00714EBB" w:rsidRPr="00870ED0" w:rsidRDefault="00714EBB">
      <w:pPr>
        <w:pStyle w:val="B10"/>
        <w:tabs>
          <w:tab w:val="left" w:pos="2268"/>
        </w:tabs>
        <w:ind w:left="0" w:firstLine="0"/>
      </w:pPr>
      <w:r w:rsidRPr="00870ED0">
        <w:t>Specific triggering: EVENT_STATUS_COMMAND</w:t>
      </w:r>
      <w:r w:rsidR="00E4009D" w:rsidRPr="00870ED0">
        <w:t>.</w:t>
      </w:r>
    </w:p>
    <w:p w:rsidR="00714EBB" w:rsidRPr="00870ED0" w:rsidRDefault="00714EBB" w:rsidP="002854FB">
      <w:pPr>
        <w:pStyle w:val="EX"/>
      </w:pPr>
      <w:r w:rsidRPr="00870ED0">
        <w:t>Test Source:</w:t>
      </w:r>
      <w:r w:rsidRPr="00870ED0">
        <w:tab/>
      </w:r>
      <w:r w:rsidRPr="00870ED0">
        <w:tab/>
        <w:t>Test_Api_2_Tep_Checs.java</w:t>
      </w:r>
      <w:r w:rsidR="00E4009D" w:rsidRPr="00870ED0">
        <w:t>.</w:t>
      </w:r>
    </w:p>
    <w:p w:rsidR="00714EBB" w:rsidRPr="00870ED0" w:rsidRDefault="00714EBB" w:rsidP="002854FB">
      <w:pPr>
        <w:pStyle w:val="EX"/>
      </w:pPr>
      <w:r w:rsidRPr="00870ED0">
        <w:t>Test</w:t>
      </w:r>
      <w:r w:rsidR="00E4009D" w:rsidRPr="00870ED0">
        <w:t xml:space="preserve"> Applet:</w:t>
      </w:r>
      <w:r w:rsidR="00E4009D" w:rsidRPr="00870ED0">
        <w:tab/>
        <w:t>Api_2_Tep_Checs_1.java.</w:t>
      </w:r>
    </w:p>
    <w:p w:rsidR="00714EBB" w:rsidRPr="00870ED0" w:rsidRDefault="00714EBB" w:rsidP="002854FB">
      <w:pPr>
        <w:pStyle w:val="EX"/>
      </w:pPr>
      <w:r w:rsidRPr="00870ED0">
        <w:t>Cap File:</w:t>
      </w:r>
      <w:r w:rsidRPr="00870ED0">
        <w:tab/>
        <w:t>api_2_tep_checs.cap</w:t>
      </w:r>
      <w:r w:rsidR="00E4009D" w:rsidRPr="00870ED0">
        <w:t>.</w:t>
      </w:r>
    </w:p>
    <w:p w:rsidR="00714EBB" w:rsidRPr="00870ED0" w:rsidRDefault="00714EBB" w:rsidP="00E4009D">
      <w:pPr>
        <w:pStyle w:val="Heading5"/>
      </w:pPr>
      <w:r w:rsidRPr="00870ED0">
        <w:t>5.2.16.3.3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2, 3, 4</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E4009D"/>
    <w:p w:rsidR="00714EBB" w:rsidRPr="00870ED0" w:rsidRDefault="00714EBB" w:rsidP="00071B49">
      <w:pPr>
        <w:pStyle w:val="Heading5"/>
      </w:pPr>
      <w:r w:rsidRPr="00870ED0">
        <w:lastRenderedPageBreak/>
        <w:t>5.2.16.3.4</w:t>
      </w:r>
      <w:r w:rsidRPr="00870ED0">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No Terminal Profile is registered</w:t>
            </w:r>
          </w:p>
          <w:p w:rsidR="00714EBB" w:rsidRPr="00870ED0" w:rsidRDefault="00714EBB" w:rsidP="00071B49">
            <w:pPr>
              <w:pStyle w:val="PL"/>
              <w:keepNext/>
              <w:rPr>
                <w:noProof w:val="0"/>
              </w:rPr>
            </w:pPr>
          </w:p>
          <w:p w:rsidR="00714EBB" w:rsidRPr="00870ED0" w:rsidRDefault="00714EBB" w:rsidP="00071B49">
            <w:pPr>
              <w:pStyle w:val="PL"/>
              <w:keepNext/>
              <w:rPr>
                <w:noProof w:val="0"/>
              </w:rPr>
            </w:pPr>
            <w:r w:rsidRPr="00870ED0">
              <w:rPr>
                <w:noProof w:val="0"/>
              </w:rPr>
              <w:t>1- Triggerapplet with status command</w:t>
            </w:r>
          </w:p>
          <w:p w:rsidR="00714EBB" w:rsidRPr="00870ED0" w:rsidRDefault="00714EBB" w:rsidP="00071B49">
            <w:pPr>
              <w:pStyle w:val="PL"/>
              <w:keepNext/>
              <w:rPr>
                <w:rFonts w:ascii="Arial" w:hAnsi="Arial"/>
                <w:noProof w:val="0"/>
                <w:sz w:val="18"/>
              </w:rPr>
            </w:pPr>
            <w:r w:rsidRPr="00870ED0">
              <w:rPr>
                <w:noProof w:val="0"/>
              </w:rPr>
              <w:t>2- Call check() method with index = 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p w:rsidR="00714EBB" w:rsidRPr="00870ED0" w:rsidRDefault="00714EBB" w:rsidP="00071B49">
            <w:pPr>
              <w:pStyle w:val="TAL"/>
              <w:keepLines w:val="0"/>
            </w:pPr>
          </w:p>
          <w:p w:rsidR="00714EBB" w:rsidRPr="00870ED0" w:rsidRDefault="00714EBB" w:rsidP="00071B49">
            <w:pPr>
              <w:pStyle w:val="TAL"/>
              <w:keepLines w:val="0"/>
            </w:pPr>
            <w:r w:rsidRPr="00870ED0">
              <w:t>1- applet is triggered</w:t>
            </w:r>
          </w:p>
          <w:p w:rsidR="00714EBB" w:rsidRPr="00870ED0" w:rsidRDefault="00714EBB" w:rsidP="00071B49">
            <w:pPr>
              <w:pStyle w:val="TAL"/>
              <w:keepLines w:val="0"/>
            </w:pPr>
            <w:r w:rsidRPr="00870ED0">
              <w:t>2- TERMINAL_PROFILE_NOT_AVAILABLE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Terminal Profile, Facility is supported</w:t>
            </w:r>
          </w:p>
          <w:p w:rsidR="00714EBB" w:rsidRPr="00870ED0" w:rsidRDefault="00714EBB">
            <w:pPr>
              <w:pStyle w:val="PL"/>
              <w:keepNext/>
              <w:keepLines/>
              <w:rPr>
                <w:noProof w:val="0"/>
              </w:rPr>
            </w:pPr>
          </w:p>
          <w:p w:rsidR="00714EBB" w:rsidRPr="00870ED0" w:rsidRDefault="00714EBB">
            <w:pPr>
              <w:pStyle w:val="PL"/>
              <w:keepNext/>
              <w:keepLines/>
              <w:rPr>
                <w:noProof w:val="0"/>
              </w:rPr>
            </w:pPr>
            <w:r w:rsidRPr="00870ED0">
              <w:rPr>
                <w:noProof w:val="0"/>
              </w:rPr>
              <w:t>1- Trigger applet with unrecognized envelope</w:t>
            </w:r>
          </w:p>
          <w:p w:rsidR="00714EBB" w:rsidRPr="00870ED0" w:rsidRDefault="00714EBB">
            <w:pPr>
              <w:pStyle w:val="PL"/>
              <w:rPr>
                <w:rFonts w:ascii="Arial" w:hAnsi="Arial"/>
                <w:noProof w:val="0"/>
                <w:sz w:val="18"/>
              </w:rPr>
            </w:pPr>
            <w:r w:rsidRPr="00870ED0">
              <w:rPr>
                <w:noProof w:val="0"/>
              </w:rPr>
              <w:t>2- Call check() method with index = 0</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 xml:space="preserve">Returns true </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Facility is not supported</w:t>
            </w:r>
          </w:p>
          <w:p w:rsidR="00714EBB" w:rsidRPr="00870ED0" w:rsidRDefault="00714EBB">
            <w:pPr>
              <w:pStyle w:val="PL"/>
              <w:keepNext/>
              <w:keepLines/>
              <w:rPr>
                <w:noProof w:val="0"/>
              </w:rPr>
            </w:pPr>
          </w:p>
          <w:p w:rsidR="00714EBB" w:rsidRPr="00870ED0" w:rsidRDefault="00714EBB">
            <w:pPr>
              <w:pStyle w:val="PL"/>
              <w:rPr>
                <w:rFonts w:ascii="Arial" w:hAnsi="Arial"/>
                <w:noProof w:val="0"/>
                <w:sz w:val="18"/>
              </w:rPr>
            </w:pPr>
            <w:r w:rsidRPr="00870ED0">
              <w:rPr>
                <w:noProof w:val="0"/>
              </w:rPr>
              <w:t>Call check() method with index = 15</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false</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C"/>
            </w:pPr>
            <w:r w:rsidRPr="00870ED0">
              <w:t>4</w:t>
            </w:r>
          </w:p>
        </w:tc>
        <w:tc>
          <w:tcPr>
            <w:tcW w:w="4111" w:type="dxa"/>
            <w:tcBorders>
              <w:top w:val="nil"/>
              <w:left w:val="single" w:sz="4" w:space="0" w:color="auto"/>
              <w:bottom w:val="nil"/>
              <w:right w:val="single" w:sz="4" w:space="0" w:color="auto"/>
            </w:tcBorders>
          </w:tcPr>
          <w:p w:rsidR="00714EBB" w:rsidRPr="00870ED0" w:rsidRDefault="00714EBB" w:rsidP="00E4009D">
            <w:pPr>
              <w:pStyle w:val="TAH"/>
            </w:pPr>
            <w:r w:rsidRPr="00870ED0">
              <w:t>Facility index is outside TerminalProfile data</w:t>
            </w:r>
          </w:p>
          <w:p w:rsidR="00714EBB" w:rsidRPr="00870ED0" w:rsidRDefault="00714EBB" w:rsidP="00E4009D">
            <w:pPr>
              <w:pStyle w:val="PL"/>
              <w:keepNext/>
              <w:keepLines/>
              <w:rPr>
                <w:noProof w:val="0"/>
              </w:rPr>
            </w:pPr>
          </w:p>
          <w:p w:rsidR="00714EBB" w:rsidRPr="00870ED0" w:rsidRDefault="00714EBB" w:rsidP="00E4009D">
            <w:pPr>
              <w:pStyle w:val="PL"/>
              <w:keepNext/>
              <w:keepLines/>
              <w:rPr>
                <w:rFonts w:ascii="Arial" w:hAnsi="Arial"/>
                <w:noProof w:val="0"/>
                <w:sz w:val="18"/>
              </w:rPr>
            </w:pPr>
            <w:r w:rsidRPr="00870ED0">
              <w:rPr>
                <w:noProof w:val="0"/>
              </w:rPr>
              <w:t>Call check() method with index = 0x0099</w:t>
            </w:r>
          </w:p>
        </w:tc>
        <w:tc>
          <w:tcPr>
            <w:tcW w:w="2911" w:type="dxa"/>
            <w:tcBorders>
              <w:top w:val="nil"/>
              <w:left w:val="single" w:sz="4" w:space="0" w:color="auto"/>
              <w:bottom w:val="nil"/>
              <w:right w:val="single" w:sz="4" w:space="0" w:color="auto"/>
            </w:tcBorders>
          </w:tcPr>
          <w:p w:rsidR="00714EBB" w:rsidRPr="00870ED0" w:rsidRDefault="00714EBB" w:rsidP="00E4009D">
            <w:pPr>
              <w:pStyle w:val="TAL"/>
            </w:pPr>
          </w:p>
          <w:p w:rsidR="00714EBB" w:rsidRPr="00870ED0" w:rsidRDefault="00714EBB" w:rsidP="00E4009D">
            <w:pPr>
              <w:pStyle w:val="TAL"/>
            </w:pPr>
          </w:p>
          <w:p w:rsidR="00714EBB" w:rsidRPr="00870ED0" w:rsidRDefault="00714EBB" w:rsidP="00E4009D">
            <w:pPr>
              <w:pStyle w:val="TAL"/>
            </w:pPr>
            <w:r w:rsidRPr="00870ED0">
              <w:t>Returns false</w:t>
            </w:r>
          </w:p>
        </w:tc>
        <w:tc>
          <w:tcPr>
            <w:tcW w:w="2334" w:type="dxa"/>
            <w:tcBorders>
              <w:top w:val="nil"/>
              <w:left w:val="single" w:sz="4" w:space="0" w:color="auto"/>
              <w:bottom w:val="nil"/>
              <w:right w:val="single" w:sz="4" w:space="0" w:color="auto"/>
            </w:tcBorders>
          </w:tcPr>
          <w:p w:rsidR="00714EBB" w:rsidRPr="00870ED0" w:rsidRDefault="00714EBB" w:rsidP="00E4009D">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 has a negative value</w:t>
            </w:r>
          </w:p>
          <w:p w:rsidR="00714EBB" w:rsidRPr="00870ED0" w:rsidRDefault="00714EBB">
            <w:pPr>
              <w:pStyle w:val="PL"/>
              <w:rPr>
                <w:noProof w:val="0"/>
              </w:rPr>
            </w:pPr>
          </w:p>
          <w:p w:rsidR="00714EBB" w:rsidRPr="00870ED0" w:rsidRDefault="00714EBB">
            <w:pPr>
              <w:pStyle w:val="PL"/>
              <w:rPr>
                <w:noProof w:val="0"/>
              </w:rPr>
            </w:pPr>
            <w:r w:rsidRPr="00870ED0">
              <w:rPr>
                <w:noProof w:val="0"/>
              </w:rPr>
              <w:t>Call check() method with index = -1</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r w:rsidRPr="00870ED0">
              <w:t>Throws a ToolkitException with BAD_INPUT_PARAMETER reason code.</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5.2.16.4</w:t>
      </w:r>
      <w:r w:rsidRPr="00870ED0">
        <w:tab/>
        <w:t>Method getValue(short indexMSB, short indexLSB)</w:t>
      </w:r>
    </w:p>
    <w:p w:rsidR="00714EBB" w:rsidRPr="00870ED0" w:rsidRDefault="00714EBB">
      <w:r w:rsidRPr="00870ED0">
        <w:t>Test Area Reference: Api_2_Tep_Gval</w:t>
      </w:r>
      <w:r w:rsidR="00E4009D" w:rsidRPr="00870ED0">
        <w:t>.</w:t>
      </w:r>
    </w:p>
    <w:p w:rsidR="00714EBB" w:rsidRPr="00870ED0" w:rsidRDefault="00714EBB">
      <w:pPr>
        <w:pStyle w:val="H6"/>
        <w:outlineLvl w:val="0"/>
      </w:pPr>
      <w:r w:rsidRPr="00870ED0">
        <w:t>5.2.16.4.1</w:t>
      </w:r>
      <w:r w:rsidRPr="00870ED0">
        <w:tab/>
        <w:t>Conformance requirement</w:t>
      </w:r>
    </w:p>
    <w:p w:rsidR="00714EBB" w:rsidRPr="00870ED0" w:rsidRDefault="00714EBB">
      <w:r w:rsidRPr="00870ED0">
        <w:t>The method with following header shall compliant to its definition in the API.</w:t>
      </w:r>
    </w:p>
    <w:p w:rsidR="00714EBB" w:rsidRPr="00870ED0" w:rsidRDefault="00714EBB">
      <w:pPr>
        <w:pStyle w:val="PL"/>
        <w:rPr>
          <w:noProof w:val="0"/>
        </w:rPr>
      </w:pPr>
      <w:r w:rsidRPr="00870ED0">
        <w:rPr>
          <w:noProof w:val="0"/>
        </w:rPr>
        <w:t>public static short getValue(short indexMSB,</w:t>
      </w:r>
    </w:p>
    <w:p w:rsidR="00714EBB" w:rsidRPr="00870ED0" w:rsidRDefault="00714EBB">
      <w:pPr>
        <w:pStyle w:val="PL"/>
        <w:rPr>
          <w:noProof w:val="0"/>
        </w:rPr>
      </w:pPr>
      <w:r w:rsidRPr="00870ED0">
        <w:rPr>
          <w:noProof w:val="0"/>
        </w:rPr>
        <w:t xml:space="preserve">                             short indexLSB)</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5.2.16.4.1.1</w:t>
      </w:r>
      <w:r w:rsidRPr="00870ED0">
        <w:tab/>
        <w:t>Normal execution</w:t>
      </w:r>
    </w:p>
    <w:p w:rsidR="00714EBB" w:rsidRPr="00870ED0" w:rsidRDefault="00714EBB">
      <w:pPr>
        <w:pStyle w:val="B1"/>
      </w:pPr>
      <w:r w:rsidRPr="00870ED0">
        <w:t>CRRN1: The method returns the binary value of a parameter, delimited by two indexes, from the handset profile.</w:t>
      </w:r>
    </w:p>
    <w:p w:rsidR="00714EBB" w:rsidRPr="00870ED0" w:rsidRDefault="00714EBB">
      <w:pPr>
        <w:pStyle w:val="H6"/>
        <w:outlineLvl w:val="0"/>
      </w:pPr>
      <w:r w:rsidRPr="00870ED0">
        <w:t>5.2.16.4.1.2</w:t>
      </w:r>
      <w:r w:rsidRPr="00870ED0">
        <w:tab/>
        <w:t>Parameter errors</w:t>
      </w:r>
    </w:p>
    <w:p w:rsidR="00714EBB" w:rsidRPr="00870ED0" w:rsidRDefault="00714EBB">
      <w:pPr>
        <w:pStyle w:val="B1"/>
      </w:pPr>
      <w:r w:rsidRPr="00870ED0">
        <w:t>CRRP1: The method shall throw BAD_INPUT_PARAMETER ToolkitException if  (indexMSB &gt;= indexLSB +16) or  (indexMSB  &lt; indexLSB) or (indexMSB &lt; 0) or (indexLSB &lt; 0).</w:t>
      </w:r>
    </w:p>
    <w:p w:rsidR="00714EBB" w:rsidRPr="00870ED0" w:rsidRDefault="00714EBB">
      <w:pPr>
        <w:pStyle w:val="H6"/>
        <w:outlineLvl w:val="0"/>
      </w:pPr>
      <w:r w:rsidRPr="00870ED0">
        <w:t>5.2.16.4.1.3</w:t>
      </w:r>
      <w:r w:rsidRPr="00870ED0">
        <w:tab/>
        <w:t>Context errors</w:t>
      </w:r>
    </w:p>
    <w:p w:rsidR="00714EBB" w:rsidRPr="00870ED0" w:rsidRDefault="00714EBB">
      <w:pPr>
        <w:pStyle w:val="B1"/>
      </w:pPr>
      <w:r w:rsidRPr="00870ED0">
        <w:t>CRRC1: The method shall throw TERMINAL_PROFILE_NOT_AVAILABLE ToolkitException if Terminal Profile data are not available.</w:t>
      </w:r>
    </w:p>
    <w:p w:rsidR="00714EBB" w:rsidRPr="00870ED0" w:rsidRDefault="00714EBB" w:rsidP="00E4009D">
      <w:pPr>
        <w:pStyle w:val="Heading5"/>
      </w:pPr>
      <w:r w:rsidRPr="00870ED0">
        <w:t>5.2.16.4.2</w:t>
      </w:r>
      <w:r w:rsidRPr="00870ED0">
        <w:tab/>
        <w:t>Test area files</w:t>
      </w:r>
    </w:p>
    <w:p w:rsidR="00714EBB" w:rsidRPr="00870ED0" w:rsidRDefault="00714EBB">
      <w:pPr>
        <w:pStyle w:val="B10"/>
        <w:ind w:left="0" w:firstLine="0"/>
      </w:pPr>
      <w:r w:rsidRPr="00870ED0">
        <w:t>Specific triggering: EVENT_STATUS_COMMAND</w:t>
      </w:r>
      <w:r w:rsidR="00E4009D" w:rsidRPr="00870ED0">
        <w:t>.</w:t>
      </w:r>
    </w:p>
    <w:p w:rsidR="00714EBB" w:rsidRPr="00870ED0" w:rsidRDefault="00714EBB" w:rsidP="002854FB">
      <w:pPr>
        <w:pStyle w:val="EX"/>
      </w:pPr>
      <w:r w:rsidRPr="00870ED0">
        <w:t>Test Source:</w:t>
      </w:r>
      <w:r w:rsidRPr="00870ED0">
        <w:tab/>
        <w:t>Test_Api_2_Tep_Gval.java</w:t>
      </w:r>
      <w:r w:rsidR="00E4009D" w:rsidRPr="00870ED0">
        <w:t>.</w:t>
      </w:r>
    </w:p>
    <w:p w:rsidR="00714EBB" w:rsidRPr="00870ED0" w:rsidRDefault="00714EBB" w:rsidP="002854FB">
      <w:pPr>
        <w:pStyle w:val="EX"/>
      </w:pPr>
      <w:r w:rsidRPr="00870ED0">
        <w:t>Tes</w:t>
      </w:r>
      <w:r w:rsidR="00E4009D" w:rsidRPr="00870ED0">
        <w:t>t Applet:</w:t>
      </w:r>
      <w:r w:rsidR="00E4009D" w:rsidRPr="00870ED0">
        <w:tab/>
        <w:t>Api_2_Tep_Gval_1.java.</w:t>
      </w:r>
    </w:p>
    <w:p w:rsidR="00714EBB" w:rsidRPr="00870ED0" w:rsidRDefault="00714EBB" w:rsidP="002854FB">
      <w:pPr>
        <w:pStyle w:val="EX"/>
      </w:pPr>
      <w:r w:rsidRPr="00870ED0">
        <w:t>Cap File:</w:t>
      </w:r>
      <w:r w:rsidRPr="00870ED0">
        <w:tab/>
        <w:t>api_2_tep_gval.cap</w:t>
      </w:r>
      <w:r w:rsidR="00E4009D" w:rsidRPr="00870ED0">
        <w:t>.</w:t>
      </w:r>
    </w:p>
    <w:p w:rsidR="00714EBB" w:rsidRPr="00870ED0" w:rsidRDefault="00714EBB" w:rsidP="00E4009D">
      <w:pPr>
        <w:pStyle w:val="Heading5"/>
      </w:pPr>
      <w:r w:rsidRPr="00870ED0">
        <w:lastRenderedPageBreak/>
        <w:t>5.2.16.4.3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4, 5, 6, 7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E4009D"/>
    <w:p w:rsidR="00714EBB" w:rsidRPr="00870ED0" w:rsidRDefault="00714EBB" w:rsidP="00E4009D">
      <w:pPr>
        <w:pStyle w:val="Heading5"/>
      </w:pPr>
      <w:r w:rsidRPr="00870ED0">
        <w:t>5.2.16.4.4</w:t>
      </w:r>
      <w:r w:rsidRPr="00870ED0">
        <w:tab/>
        <w:t>Test procedure</w:t>
      </w:r>
    </w:p>
    <w:p w:rsidR="00714EBB" w:rsidRPr="00870ED0" w:rsidRDefault="00714EBB" w:rsidP="00E4009D">
      <w:pPr>
        <w:keepNext/>
        <w:keepLines/>
      </w:pPr>
      <w:r w:rsidRPr="00870ED0">
        <w:t>TP = FF 01 D2 F0 00 00 00 00 00 00 00 00 00 8D FF</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H"/>
            </w:pPr>
            <w:r w:rsidRPr="00870ED0">
              <w:t>No Terminal Profile is registered</w:t>
            </w:r>
          </w:p>
          <w:p w:rsidR="00714EBB" w:rsidRPr="00870ED0" w:rsidRDefault="00714EBB" w:rsidP="00E4009D">
            <w:pPr>
              <w:pStyle w:val="PL"/>
              <w:keepNext/>
              <w:keepLines/>
              <w:rPr>
                <w:noProof w:val="0"/>
              </w:rPr>
            </w:pPr>
          </w:p>
          <w:p w:rsidR="00714EBB" w:rsidRPr="00870ED0" w:rsidRDefault="00714EBB" w:rsidP="00E4009D">
            <w:pPr>
              <w:pStyle w:val="PL"/>
              <w:keepNext/>
              <w:keepLines/>
              <w:rPr>
                <w:noProof w:val="0"/>
              </w:rPr>
            </w:pPr>
            <w:r w:rsidRPr="00870ED0">
              <w:rPr>
                <w:noProof w:val="0"/>
              </w:rPr>
              <w:t>Triggered by status command</w:t>
            </w:r>
          </w:p>
          <w:p w:rsidR="00714EBB" w:rsidRPr="00870ED0" w:rsidRDefault="00714EBB" w:rsidP="00E4009D">
            <w:pPr>
              <w:pStyle w:val="PL"/>
              <w:keepNext/>
              <w:keepLines/>
              <w:rPr>
                <w:noProof w:val="0"/>
              </w:rPr>
            </w:pPr>
            <w:r w:rsidRPr="00870ED0">
              <w:rPr>
                <w:noProof w:val="0"/>
              </w:rPr>
              <w:t>Call getValue() method:</w:t>
            </w:r>
          </w:p>
          <w:p w:rsidR="00714EBB" w:rsidRPr="00870ED0" w:rsidRDefault="00714EBB" w:rsidP="00E4009D">
            <w:pPr>
              <w:pStyle w:val="PL"/>
              <w:keepNext/>
              <w:keepLines/>
              <w:rPr>
                <w:rFonts w:ascii="Arial" w:hAnsi="Arial"/>
                <w:noProof w:val="0"/>
                <w:sz w:val="18"/>
              </w:rPr>
            </w:pPr>
            <w:r w:rsidRPr="00870ED0">
              <w:rPr>
                <w:noProof w:val="0"/>
              </w:rPr>
              <w:t>indexMSB = 15, indexLSB = 0</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L"/>
            </w:pPr>
          </w:p>
          <w:p w:rsidR="00714EBB" w:rsidRPr="00870ED0" w:rsidRDefault="00714EBB" w:rsidP="00E4009D">
            <w:pPr>
              <w:pStyle w:val="TAL"/>
            </w:pPr>
          </w:p>
          <w:p w:rsidR="00714EBB" w:rsidRPr="00870ED0" w:rsidRDefault="00714EBB" w:rsidP="00E4009D">
            <w:pPr>
              <w:pStyle w:val="TAL"/>
            </w:pPr>
            <w:r w:rsidRPr="00870ED0">
              <w:t>TERMINAL_PROFILE_NOT_AVAILABLE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E4009D">
            <w:pPr>
              <w:pStyle w:val="TAL"/>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Retrieve number of character down Terminal display in Terminal Profile which is 13</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 method:</w:t>
            </w:r>
          </w:p>
          <w:p w:rsidR="00714EBB" w:rsidRPr="00870ED0" w:rsidRDefault="00714EBB">
            <w:pPr>
              <w:pStyle w:val="PL"/>
              <w:rPr>
                <w:rFonts w:ascii="Arial" w:hAnsi="Arial"/>
                <w:noProof w:val="0"/>
                <w:sz w:val="18"/>
              </w:rPr>
            </w:pPr>
            <w:r w:rsidRPr="00870ED0">
              <w:rPr>
                <w:noProof w:val="0"/>
              </w:rPr>
              <w:t>indexMSB = 108, indexLSB = 104</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13</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Retrieve byte 3 and byte 4 from terminal profile.</w:t>
            </w:r>
          </w:p>
          <w:p w:rsidR="00714EBB" w:rsidRPr="00870ED0" w:rsidRDefault="00714EBB">
            <w:pPr>
              <w:pStyle w:val="PL"/>
              <w:rPr>
                <w:noProof w:val="0"/>
              </w:rPr>
            </w:pPr>
          </w:p>
          <w:p w:rsidR="00714EBB" w:rsidRPr="00870ED0" w:rsidRDefault="00714EBB">
            <w:pPr>
              <w:pStyle w:val="PL"/>
              <w:rPr>
                <w:noProof w:val="0"/>
              </w:rPr>
            </w:pPr>
            <w:r w:rsidRPr="00870ED0">
              <w:rPr>
                <w:noProof w:val="0"/>
              </w:rPr>
              <w:t>Byte 3 = 0xD2, Byte 4 = 0xF0</w:t>
            </w:r>
          </w:p>
          <w:p w:rsidR="00714EBB" w:rsidRPr="00870ED0" w:rsidRDefault="00714EBB">
            <w:pPr>
              <w:pStyle w:val="PL"/>
              <w:rPr>
                <w:noProof w:val="0"/>
              </w:rPr>
            </w:pPr>
            <w:r w:rsidRPr="00870ED0">
              <w:rPr>
                <w:noProof w:val="0"/>
              </w:rPr>
              <w:t>Call getValue() method:</w:t>
            </w:r>
          </w:p>
          <w:p w:rsidR="00714EBB" w:rsidRPr="00870ED0" w:rsidRDefault="00714EBB">
            <w:pPr>
              <w:pStyle w:val="PL"/>
              <w:rPr>
                <w:rFonts w:ascii="Arial" w:hAnsi="Arial"/>
                <w:noProof w:val="0"/>
                <w:sz w:val="18"/>
              </w:rPr>
            </w:pPr>
            <w:r w:rsidRPr="00870ED0">
              <w:rPr>
                <w:noProof w:val="0"/>
              </w:rPr>
              <w:t>indexMSB = 31, indexLSB = 16</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0xF0D2</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indexMSB is negative</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 method:</w:t>
            </w:r>
          </w:p>
          <w:p w:rsidR="00714EBB" w:rsidRPr="00870ED0" w:rsidRDefault="00714EBB">
            <w:pPr>
              <w:pStyle w:val="PL"/>
              <w:rPr>
                <w:rFonts w:ascii="Arial" w:hAnsi="Arial"/>
                <w:noProof w:val="0"/>
                <w:sz w:val="18"/>
              </w:rPr>
            </w:pPr>
            <w:r w:rsidRPr="00870ED0">
              <w:rPr>
                <w:noProof w:val="0"/>
              </w:rPr>
              <w:t>indexMSB = 0xFFFF, indexLSB = 0xFFFD</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BAD_INPUT_PARAMETER ToolkitException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indexLSB is negative</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getValue()method:</w:t>
            </w:r>
          </w:p>
          <w:p w:rsidR="00714EBB" w:rsidRPr="00870ED0" w:rsidRDefault="00714EBB">
            <w:pPr>
              <w:pStyle w:val="PL"/>
              <w:rPr>
                <w:rFonts w:ascii="Arial" w:hAnsi="Arial"/>
                <w:noProof w:val="0"/>
                <w:sz w:val="18"/>
              </w:rPr>
            </w:pPr>
            <w:r w:rsidRPr="00870ED0">
              <w:rPr>
                <w:noProof w:val="0"/>
              </w:rPr>
              <w:t>indexMSB = 0x0002, indexLSB = 0xFFFD</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BAD_INPUT_PARAMETER ToolkitException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indexMSB &lt; indexLSB</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 method:</w:t>
            </w:r>
          </w:p>
          <w:p w:rsidR="00714EBB" w:rsidRPr="00870ED0" w:rsidRDefault="00714EBB">
            <w:pPr>
              <w:pStyle w:val="PL"/>
              <w:rPr>
                <w:rFonts w:ascii="Arial" w:hAnsi="Arial"/>
                <w:noProof w:val="0"/>
                <w:sz w:val="18"/>
              </w:rPr>
            </w:pPr>
            <w:r w:rsidRPr="00870ED0">
              <w:rPr>
                <w:noProof w:val="0"/>
              </w:rPr>
              <w:t>indexMSB = 0x0002, indexLSB = 0x0003</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BAD_INPUT_PARAMETER ToolkitException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indexMSB &gt; indexLSB + 16</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 method:</w:t>
            </w:r>
          </w:p>
          <w:p w:rsidR="00714EBB" w:rsidRPr="00870ED0" w:rsidRDefault="00714EBB">
            <w:pPr>
              <w:pStyle w:val="PL"/>
              <w:rPr>
                <w:rFonts w:ascii="Arial" w:hAnsi="Arial"/>
                <w:noProof w:val="0"/>
                <w:sz w:val="18"/>
              </w:rPr>
            </w:pPr>
            <w:r w:rsidRPr="00870ED0">
              <w:rPr>
                <w:noProof w:val="0"/>
              </w:rPr>
              <w:t>indexMSB = 0x0021, indexLSB = 0x0010</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BAD_INPUT_PARAMETER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indexMSB = indexLSB + 16</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 method:</w:t>
            </w:r>
          </w:p>
          <w:p w:rsidR="00714EBB" w:rsidRPr="00870ED0" w:rsidRDefault="00714EBB">
            <w:pPr>
              <w:pStyle w:val="PL"/>
              <w:rPr>
                <w:noProof w:val="0"/>
              </w:rPr>
            </w:pPr>
            <w:r w:rsidRPr="00870ED0">
              <w:rPr>
                <w:noProof w:val="0"/>
              </w:rPr>
              <w:t>indexMSB = 0x0020, indexLSB = 0x0010</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BAD_INPUT_PARAMETER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pPr>
            <w:r w:rsidRPr="00870ED0">
              <w:t xml:space="preserve">indexMSB is outside data available </w:t>
            </w:r>
          </w:p>
          <w:p w:rsidR="00714EBB" w:rsidRPr="00870ED0" w:rsidRDefault="00714EBB">
            <w:pPr>
              <w:pStyle w:val="PL"/>
              <w:rPr>
                <w:noProof w:val="0"/>
              </w:rPr>
            </w:pPr>
          </w:p>
          <w:p w:rsidR="00714EBB" w:rsidRPr="00870ED0" w:rsidRDefault="00714EBB">
            <w:pPr>
              <w:pStyle w:val="PL"/>
              <w:rPr>
                <w:noProof w:val="0"/>
              </w:rPr>
            </w:pPr>
            <w:r w:rsidRPr="00870ED0">
              <w:rPr>
                <w:noProof w:val="0"/>
              </w:rPr>
              <w:t>Call getValue() method:</w:t>
            </w:r>
          </w:p>
          <w:p w:rsidR="00714EBB" w:rsidRPr="00870ED0" w:rsidRDefault="00714EBB">
            <w:pPr>
              <w:pStyle w:val="PL"/>
              <w:rPr>
                <w:noProof w:val="0"/>
              </w:rPr>
            </w:pPr>
            <w:r w:rsidRPr="00870ED0">
              <w:rPr>
                <w:noProof w:val="0"/>
              </w:rPr>
              <w:t>indexMSB = 121, indexLSB = 115</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Returns 0x001F</w:t>
            </w:r>
          </w:p>
          <w:p w:rsidR="00714EBB" w:rsidRPr="00870ED0" w:rsidRDefault="00714EBB">
            <w:pPr>
              <w:pStyle w:val="TAL"/>
              <w:keepNext w:val="0"/>
              <w:keepLines w:val="0"/>
            </w:pP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pPr>
        <w:pStyle w:val="Heading4"/>
      </w:pPr>
      <w:r w:rsidRPr="00870ED0">
        <w:t>5.2.16.5</w:t>
      </w:r>
      <w:r w:rsidRPr="00870ED0">
        <w:tab/>
        <w:t>Method copy(short startOffset, byte[] dstBuffer, short dstOffset, short dstLength)</w:t>
      </w:r>
    </w:p>
    <w:p w:rsidR="00714EBB" w:rsidRPr="00870ED0" w:rsidRDefault="00714EBB">
      <w:r w:rsidRPr="00870ED0">
        <w:t>Test Area Reference: Api_2_Tep_Copy</w:t>
      </w:r>
      <w:r w:rsidR="00E4009D" w:rsidRPr="00870ED0">
        <w:t>.</w:t>
      </w:r>
    </w:p>
    <w:p w:rsidR="00714EBB" w:rsidRPr="00870ED0" w:rsidRDefault="00714EBB" w:rsidP="00071B49">
      <w:pPr>
        <w:pStyle w:val="Heading5"/>
      </w:pPr>
      <w:r w:rsidRPr="00870ED0">
        <w:lastRenderedPageBreak/>
        <w:t>5.2.16.5.1</w:t>
      </w:r>
      <w:r w:rsidRPr="00870ED0">
        <w:tab/>
        <w:t>Conformance requirement</w:t>
      </w:r>
    </w:p>
    <w:p w:rsidR="00714EBB" w:rsidRPr="00870ED0" w:rsidRDefault="00714EBB" w:rsidP="00071B49">
      <w:pPr>
        <w:keepNext/>
      </w:pPr>
      <w:r w:rsidRPr="00870ED0">
        <w:t>The method with following header shall compliant to its definition in the API.</w:t>
      </w:r>
    </w:p>
    <w:p w:rsidR="00714EBB" w:rsidRPr="00870ED0" w:rsidRDefault="00714EBB" w:rsidP="00071B49">
      <w:pPr>
        <w:pStyle w:val="PL"/>
        <w:keepNext/>
        <w:rPr>
          <w:noProof w:val="0"/>
        </w:rPr>
      </w:pPr>
      <w:r w:rsidRPr="00870ED0">
        <w:rPr>
          <w:noProof w:val="0"/>
        </w:rPr>
        <w:t xml:space="preserve">public static short copy(short startOffset, </w:t>
      </w:r>
    </w:p>
    <w:p w:rsidR="00714EBB" w:rsidRPr="00870ED0" w:rsidRDefault="00714EBB" w:rsidP="00071B49">
      <w:pPr>
        <w:pStyle w:val="PL"/>
        <w:keepNext/>
        <w:rPr>
          <w:noProof w:val="0"/>
        </w:rPr>
      </w:pPr>
      <w:r w:rsidRPr="00870ED0">
        <w:rPr>
          <w:noProof w:val="0"/>
        </w:rPr>
        <w:t xml:space="preserve">                         byte[] dstBuffer,</w:t>
      </w:r>
    </w:p>
    <w:p w:rsidR="00714EBB" w:rsidRPr="00870ED0" w:rsidRDefault="00714EBB" w:rsidP="00071B49">
      <w:pPr>
        <w:pStyle w:val="PL"/>
        <w:keepNext/>
        <w:rPr>
          <w:noProof w:val="0"/>
        </w:rPr>
      </w:pPr>
      <w:r w:rsidRPr="00870ED0">
        <w:rPr>
          <w:noProof w:val="0"/>
        </w:rPr>
        <w:t xml:space="preserve">                         short dstOffset,</w:t>
      </w:r>
    </w:p>
    <w:p w:rsidR="00714EBB" w:rsidRPr="00870ED0" w:rsidRDefault="00714EBB">
      <w:pPr>
        <w:pStyle w:val="PL"/>
        <w:rPr>
          <w:noProof w:val="0"/>
        </w:rPr>
      </w:pPr>
      <w:r w:rsidRPr="00870ED0">
        <w:rPr>
          <w:noProof w:val="0"/>
        </w:rPr>
        <w:t xml:space="preserve">                         short dstLength)</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outlineLvl w:val="0"/>
      </w:pPr>
      <w:r w:rsidRPr="00870ED0">
        <w:t>5.2.16.5.1.1</w:t>
      </w:r>
      <w:r w:rsidRPr="00870ED0">
        <w:tab/>
        <w:t>Normal execution</w:t>
      </w:r>
    </w:p>
    <w:p w:rsidR="00714EBB" w:rsidRPr="00870ED0" w:rsidRDefault="00714EBB">
      <w:pPr>
        <w:pStyle w:val="B1"/>
      </w:pPr>
      <w:r w:rsidRPr="00870ED0">
        <w:t>CRRN1: The method copies a part of the handset profile in a buffer.</w:t>
      </w:r>
    </w:p>
    <w:p w:rsidR="00714EBB" w:rsidRPr="00870ED0" w:rsidRDefault="00714EBB">
      <w:pPr>
        <w:pStyle w:val="B1"/>
      </w:pPr>
      <w:r w:rsidRPr="00870ED0">
        <w:t>CRRN2: The method returns dstOffset + dstLength.</w:t>
      </w:r>
    </w:p>
    <w:p w:rsidR="00714EBB" w:rsidRPr="00870ED0" w:rsidRDefault="00714EBB">
      <w:pPr>
        <w:pStyle w:val="H6"/>
        <w:outlineLvl w:val="0"/>
      </w:pPr>
      <w:r w:rsidRPr="00870ED0">
        <w:t>5.2.16.5.1.2</w:t>
      </w:r>
      <w:r w:rsidRPr="00870ED0">
        <w:tab/>
        <w:t>Parameter errors</w:t>
      </w:r>
    </w:p>
    <w:p w:rsidR="00714EBB" w:rsidRPr="00870ED0" w:rsidRDefault="00714EBB">
      <w:pPr>
        <w:pStyle w:val="B1"/>
      </w:pPr>
      <w:r w:rsidRPr="00870ED0">
        <w:t>CRRP1: if dstBuffer is null NullPointerException is thrown.</w:t>
      </w:r>
    </w:p>
    <w:p w:rsidR="00714EBB" w:rsidRPr="00870ED0" w:rsidRDefault="00714EBB">
      <w:pPr>
        <w:pStyle w:val="B1"/>
      </w:pPr>
      <w:r w:rsidRPr="00870ED0">
        <w:t xml:space="preserve">CRRP2 : </w:t>
      </w:r>
      <w:r w:rsidRPr="00870ED0">
        <w:rPr>
          <w:rStyle w:val="Emphasis"/>
        </w:rPr>
        <w:t xml:space="preserve">If </w:t>
      </w:r>
      <w:r w:rsidRPr="00870ED0">
        <w:rPr>
          <w:rStyle w:val="CODE"/>
        </w:rPr>
        <w:t>dstOffset</w:t>
      </w:r>
      <w:r w:rsidRPr="00870ED0">
        <w:rPr>
          <w:rStyle w:val="Emphasis"/>
        </w:rPr>
        <w:t xml:space="preserve"> or </w:t>
      </w:r>
      <w:r w:rsidRPr="00870ED0">
        <w:rPr>
          <w:rStyle w:val="CODE"/>
        </w:rPr>
        <w:t>dstLength</w:t>
      </w:r>
      <w:r w:rsidRPr="00870ED0">
        <w:rPr>
          <w:rStyle w:val="Emphasis"/>
        </w:rPr>
        <w:t xml:space="preserve"> parameter is negative an </w:t>
      </w:r>
      <w:r w:rsidRPr="00870ED0">
        <w:rPr>
          <w:rStyle w:val="CODE"/>
        </w:rPr>
        <w:t>ArrayIndexOutOfBoundsException</w:t>
      </w:r>
      <w:r w:rsidRPr="00870ED0">
        <w:t xml:space="preserve"> </w:t>
      </w:r>
      <w:r w:rsidRPr="00870ED0">
        <w:rPr>
          <w:rStyle w:val="Emphasis"/>
        </w:rPr>
        <w:t>exception is thrown and no copy is performed</w:t>
      </w:r>
      <w:r w:rsidR="004635F3" w:rsidRPr="00870ED0">
        <w:rPr>
          <w:rStyle w:val="Emphasis"/>
        </w:rPr>
        <w:t>.</w:t>
      </w:r>
    </w:p>
    <w:p w:rsidR="00714EBB" w:rsidRPr="00870ED0" w:rsidRDefault="00714EBB">
      <w:pPr>
        <w:pStyle w:val="B1"/>
      </w:pPr>
      <w:r w:rsidRPr="00870ED0">
        <w:t xml:space="preserve">CRRP3: </w:t>
      </w:r>
      <w:r w:rsidRPr="00870ED0">
        <w:rPr>
          <w:rStyle w:val="Emphasis"/>
        </w:rPr>
        <w:t xml:space="preserve">If </w:t>
      </w:r>
      <w:r w:rsidRPr="00870ED0">
        <w:rPr>
          <w:rStyle w:val="CODE"/>
        </w:rPr>
        <w:t>dstOffset+dstLength</w:t>
      </w:r>
      <w:r w:rsidRPr="00870ED0">
        <w:rPr>
          <w:rStyle w:val="Emphasis"/>
        </w:rPr>
        <w:t xml:space="preserve"> is greater than </w:t>
      </w:r>
      <w:r w:rsidRPr="00870ED0">
        <w:rPr>
          <w:rStyle w:val="CODE"/>
        </w:rPr>
        <w:t>dstBuffer.length</w:t>
      </w:r>
      <w:r w:rsidRPr="00870ED0">
        <w:rPr>
          <w:rStyle w:val="Emphasis"/>
        </w:rPr>
        <w:t xml:space="preserve">, the length of the </w:t>
      </w:r>
      <w:r w:rsidRPr="00870ED0">
        <w:rPr>
          <w:rStyle w:val="CODE"/>
        </w:rPr>
        <w:t>dstBuffer</w:t>
      </w:r>
      <w:r w:rsidRPr="00870ED0">
        <w:rPr>
          <w:rStyle w:val="Emphasis"/>
        </w:rPr>
        <w:t xml:space="preserve"> array an </w:t>
      </w:r>
      <w:r w:rsidRPr="00870ED0">
        <w:rPr>
          <w:rStyle w:val="CODE"/>
        </w:rPr>
        <w:t>ArrayIndexOutOfBoundsException</w:t>
      </w:r>
      <w:r w:rsidRPr="00870ED0">
        <w:rPr>
          <w:rStyle w:val="Emphasis"/>
        </w:rPr>
        <w:t xml:space="preserve"> exception is thrown and no copy is performed</w:t>
      </w:r>
      <w:r w:rsidR="004635F3" w:rsidRPr="00870ED0">
        <w:rPr>
          <w:rStyle w:val="Emphasis"/>
        </w:rPr>
        <w:t>.</w:t>
      </w:r>
    </w:p>
    <w:p w:rsidR="00714EBB" w:rsidRPr="00870ED0" w:rsidRDefault="00714EBB">
      <w:pPr>
        <w:pStyle w:val="H6"/>
        <w:outlineLvl w:val="0"/>
      </w:pPr>
      <w:r w:rsidRPr="00870ED0">
        <w:t>5.2.16.5.1.3</w:t>
      </w:r>
      <w:r w:rsidRPr="00870ED0">
        <w:tab/>
        <w:t>Context errors</w:t>
      </w:r>
    </w:p>
    <w:p w:rsidR="00714EBB" w:rsidRPr="00870ED0" w:rsidRDefault="00714EBB">
      <w:pPr>
        <w:pStyle w:val="B1"/>
      </w:pPr>
      <w:r w:rsidRPr="00870ED0">
        <w:t>CRRC1: The method shall throw TERMINAL_PROFILE_NOT_AVAILABLE ToolkitException if Terminal Profile data are not available.</w:t>
      </w:r>
    </w:p>
    <w:p w:rsidR="00714EBB" w:rsidRPr="00870ED0" w:rsidRDefault="00714EBB" w:rsidP="00E4009D">
      <w:pPr>
        <w:pStyle w:val="Heading5"/>
      </w:pPr>
      <w:r w:rsidRPr="00870ED0">
        <w:t>5.2.16.5.2</w:t>
      </w:r>
      <w:r w:rsidRPr="00870ED0">
        <w:tab/>
        <w:t>Test area files</w:t>
      </w:r>
    </w:p>
    <w:p w:rsidR="00714EBB" w:rsidRPr="00870ED0" w:rsidRDefault="00714EBB">
      <w:r w:rsidRPr="00870ED0">
        <w:t>Specific triggering: EVENT_STATUS_COMMAND</w:t>
      </w:r>
      <w:r w:rsidR="00E4009D" w:rsidRPr="00870ED0">
        <w:t>.</w:t>
      </w:r>
    </w:p>
    <w:p w:rsidR="00714EBB" w:rsidRPr="00870ED0" w:rsidRDefault="00714EBB" w:rsidP="002854FB">
      <w:pPr>
        <w:pStyle w:val="EX"/>
      </w:pPr>
      <w:r w:rsidRPr="00870ED0">
        <w:t>Test Source:</w:t>
      </w:r>
      <w:r w:rsidRPr="00870ED0">
        <w:tab/>
        <w:t>Test_Api_2_Tep_Copy.java</w:t>
      </w:r>
      <w:r w:rsidR="00E4009D" w:rsidRPr="00870ED0">
        <w:t>.</w:t>
      </w:r>
    </w:p>
    <w:p w:rsidR="00714EBB" w:rsidRPr="00870ED0" w:rsidRDefault="00714EBB" w:rsidP="002854FB">
      <w:pPr>
        <w:pStyle w:val="EX"/>
      </w:pPr>
      <w:r w:rsidRPr="00870ED0">
        <w:t>Tes</w:t>
      </w:r>
      <w:r w:rsidR="00E4009D" w:rsidRPr="00870ED0">
        <w:t>t Applet:</w:t>
      </w:r>
      <w:r w:rsidR="00E4009D" w:rsidRPr="00870ED0">
        <w:tab/>
        <w:t>Api_2_Tep_Copy_1.java.</w:t>
      </w:r>
    </w:p>
    <w:p w:rsidR="00714EBB" w:rsidRPr="00870ED0" w:rsidRDefault="00714EBB" w:rsidP="002854FB">
      <w:pPr>
        <w:pStyle w:val="EX"/>
      </w:pPr>
      <w:r w:rsidRPr="00870ED0">
        <w:t>Cap File:</w:t>
      </w:r>
      <w:r w:rsidRPr="00870ED0">
        <w:tab/>
        <w:t>api_2_tep_copy.cap</w:t>
      </w:r>
      <w:r w:rsidR="00E4009D" w:rsidRPr="00870ED0">
        <w:t>.</w:t>
      </w:r>
    </w:p>
    <w:p w:rsidR="00714EBB" w:rsidRPr="00870ED0" w:rsidRDefault="00714EBB" w:rsidP="00E4009D">
      <w:pPr>
        <w:pStyle w:val="Heading5"/>
      </w:pPr>
      <w:r w:rsidRPr="00870ED0">
        <w:t>5.2.16.5.3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8, 9, 10, 11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8, 9, 10, 11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4, 5</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P3</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3, 6, 7</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bl>
    <w:p w:rsidR="00714EBB" w:rsidRPr="00870ED0" w:rsidRDefault="00714EBB" w:rsidP="00E4009D"/>
    <w:p w:rsidR="00714EBB" w:rsidRPr="00870ED0" w:rsidRDefault="00714EBB" w:rsidP="005272CF">
      <w:pPr>
        <w:pStyle w:val="Heading5"/>
      </w:pPr>
      <w:r w:rsidRPr="00870ED0">
        <w:t>5.2.16.5.4</w:t>
      </w:r>
      <w:r w:rsidRPr="00870ED0">
        <w:tab/>
        <w:t>Test procedure</w:t>
      </w:r>
    </w:p>
    <w:p w:rsidR="00714EBB" w:rsidRPr="00870ED0" w:rsidRDefault="00714EBB" w:rsidP="005272CF">
      <w:pPr>
        <w:keepLines/>
      </w:pPr>
      <w:r w:rsidRPr="00870ED0">
        <w:t>TP = FF 01 D2 F0 01 02 00 00 00 00 00 00 00 8D FF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tblHeade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lastRenderedPageBreak/>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No Terminal Profile is registered</w:t>
            </w:r>
          </w:p>
          <w:p w:rsidR="00714EBB" w:rsidRPr="00870ED0" w:rsidRDefault="00714EBB" w:rsidP="00071B49">
            <w:pPr>
              <w:pStyle w:val="PL"/>
              <w:keepNext/>
              <w:rPr>
                <w:noProof w:val="0"/>
              </w:rPr>
            </w:pPr>
          </w:p>
          <w:p w:rsidR="00714EBB" w:rsidRPr="00870ED0" w:rsidRDefault="00714EBB" w:rsidP="00071B49">
            <w:pPr>
              <w:pStyle w:val="PL"/>
              <w:keepNext/>
              <w:rPr>
                <w:noProof w:val="0"/>
              </w:rPr>
            </w:pPr>
            <w:r w:rsidRPr="00870ED0">
              <w:rPr>
                <w:noProof w:val="0"/>
              </w:rPr>
              <w:t>Triggered by status command</w:t>
            </w:r>
          </w:p>
          <w:p w:rsidR="00714EBB" w:rsidRPr="00870ED0" w:rsidRDefault="00714EBB" w:rsidP="00071B49">
            <w:pPr>
              <w:pStyle w:val="PL"/>
              <w:keepNext/>
              <w:rPr>
                <w:noProof w:val="0"/>
              </w:rPr>
            </w:pPr>
            <w:r w:rsidRPr="00870ED0">
              <w:rPr>
                <w:noProof w:val="0"/>
              </w:rPr>
              <w:t>Call copy() method:</w:t>
            </w:r>
          </w:p>
          <w:p w:rsidR="00714EBB" w:rsidRPr="00870ED0" w:rsidRDefault="00714EBB" w:rsidP="00071B49">
            <w:pPr>
              <w:pStyle w:val="PL"/>
              <w:keepNext/>
              <w:rPr>
                <w:noProof w:val="0"/>
              </w:rPr>
            </w:pPr>
            <w:r w:rsidRPr="00870ED0">
              <w:rPr>
                <w:noProof w:val="0"/>
              </w:rPr>
              <w:t>startOffset = 0</w:t>
            </w:r>
          </w:p>
          <w:p w:rsidR="00714EBB" w:rsidRPr="00870ED0" w:rsidRDefault="00714EBB" w:rsidP="00071B49">
            <w:pPr>
              <w:pStyle w:val="PL"/>
              <w:keepNext/>
              <w:rPr>
                <w:noProof w:val="0"/>
              </w:rPr>
            </w:pPr>
            <w:r w:rsidRPr="00870ED0">
              <w:rPr>
                <w:noProof w:val="0"/>
              </w:rPr>
              <w:t>dstBuffer.length = 6</w:t>
            </w:r>
          </w:p>
          <w:p w:rsidR="00714EBB" w:rsidRPr="00870ED0" w:rsidRDefault="00714EBB" w:rsidP="00071B49">
            <w:pPr>
              <w:pStyle w:val="PL"/>
              <w:keepNext/>
              <w:rPr>
                <w:noProof w:val="0"/>
              </w:rPr>
            </w:pPr>
            <w:r w:rsidRPr="00870ED0">
              <w:rPr>
                <w:noProof w:val="0"/>
              </w:rPr>
              <w:t>dstOffset = 0</w:t>
            </w:r>
          </w:p>
          <w:p w:rsidR="00714EBB" w:rsidRPr="00870ED0" w:rsidRDefault="00714EBB" w:rsidP="00071B49">
            <w:pPr>
              <w:pStyle w:val="PL"/>
              <w:keepNext/>
              <w:rPr>
                <w:rFonts w:ascii="Arial" w:hAnsi="Arial"/>
                <w:noProof w:val="0"/>
                <w:sz w:val="18"/>
              </w:rPr>
            </w:pPr>
            <w:r w:rsidRPr="00870ED0">
              <w:rPr>
                <w:noProof w:val="0"/>
              </w:rPr>
              <w:t>dstLength = 6</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p w:rsidR="00714EBB" w:rsidRPr="00870ED0" w:rsidRDefault="00714EBB" w:rsidP="00071B49">
            <w:pPr>
              <w:pStyle w:val="TAL"/>
              <w:keepLines w:val="0"/>
            </w:pPr>
          </w:p>
          <w:p w:rsidR="00714EBB" w:rsidRPr="00870ED0" w:rsidRDefault="00714EBB" w:rsidP="00071B49">
            <w:pPr>
              <w:pStyle w:val="TAL"/>
              <w:keepLines w:val="0"/>
            </w:pPr>
          </w:p>
          <w:p w:rsidR="00714EBB" w:rsidRPr="00870ED0" w:rsidRDefault="00714EBB" w:rsidP="00071B49">
            <w:pPr>
              <w:pStyle w:val="TAL"/>
              <w:keepLines w:val="0"/>
            </w:pPr>
            <w:r w:rsidRPr="00870ED0">
              <w:t>TERMINAL_PROFILE_NOT_AVAILABLE ToolkitException is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dstBuffer is null</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NullPointerException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 xml:space="preserve">dstOffset </w:t>
            </w:r>
            <w:r w:rsidRPr="00870ED0">
              <w:sym w:font="Symbol" w:char="00B3"/>
            </w:r>
            <w:r w:rsidRPr="00870ED0">
              <w:t xml:space="preserve"> 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rPr>
                <w:noProof w:val="0"/>
              </w:rPr>
            </w:pPr>
            <w:r w:rsidRPr="00870ED0">
              <w:rPr>
                <w:noProof w:val="0"/>
              </w:rPr>
              <w:t>startOffset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5</w:t>
            </w:r>
          </w:p>
          <w:p w:rsidR="00714EBB" w:rsidRPr="00870ED0" w:rsidRDefault="00714EBB">
            <w:pPr>
              <w:pStyle w:val="PL"/>
              <w:rPr>
                <w:noProof w:val="0"/>
              </w:rPr>
            </w:pPr>
            <w:r w:rsidRPr="00870ED0">
              <w:rPr>
                <w:noProof w:val="0"/>
              </w:rPr>
              <w:t>dstLength = 1</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ArrayIndexOutOfBoundsException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4</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dstOffset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keepNext/>
              <w:keepLines/>
              <w:rPr>
                <w:noProof w:val="0"/>
              </w:rPr>
            </w:pPr>
            <w:r w:rsidRPr="00870ED0">
              <w:rPr>
                <w:noProof w:val="0"/>
              </w:rPr>
              <w:t>startOffset = 0</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-1</w:t>
            </w:r>
          </w:p>
          <w:p w:rsidR="00714EBB" w:rsidRPr="00870ED0" w:rsidRDefault="00714EBB">
            <w:pPr>
              <w:pStyle w:val="PL"/>
              <w:keepNext/>
              <w:keepLines/>
              <w:rPr>
                <w:noProof w:val="0"/>
              </w:rPr>
            </w:pPr>
            <w:r w:rsidRPr="00870ED0">
              <w:rPr>
                <w:noProof w:val="0"/>
              </w:rPr>
              <w:t>dstLength = 1</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ArrayIndexOutOfBoundsException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keepNext/>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5</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dstLength &lt;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keepNext/>
              <w:keepLines/>
              <w:rPr>
                <w:noProof w:val="0"/>
              </w:rPr>
            </w:pPr>
            <w:r w:rsidRPr="00870ED0">
              <w:rPr>
                <w:noProof w:val="0"/>
              </w:rPr>
              <w:t>startOffset = 0</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1</w:t>
            </w:r>
          </w:p>
          <w:p w:rsidR="00714EBB" w:rsidRPr="00870ED0" w:rsidRDefault="00714EBB">
            <w:pPr>
              <w:pStyle w:val="PL"/>
              <w:keepNext/>
              <w:keepLines/>
              <w:rPr>
                <w:noProof w:val="0"/>
              </w:rPr>
            </w:pPr>
            <w:r w:rsidRPr="00870ED0">
              <w:rPr>
                <w:noProof w:val="0"/>
              </w:rPr>
              <w:t>dstLength = -1</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ArrayIndexOutOfBoundsException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keepNext/>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pPr>
            <w:r w:rsidRPr="00870ED0">
              <w:t>6</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pPr>
            <w:r w:rsidRPr="00870ED0">
              <w:t>dstLength &gt;dstBuffer.length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keepNext/>
              <w:keepLines/>
              <w:rPr>
                <w:noProof w:val="0"/>
              </w:rPr>
            </w:pPr>
            <w:r w:rsidRPr="00870ED0">
              <w:rPr>
                <w:noProof w:val="0"/>
              </w:rPr>
              <w:t>startOffset = 0</w:t>
            </w:r>
          </w:p>
          <w:p w:rsidR="00714EBB" w:rsidRPr="00870ED0" w:rsidRDefault="00714EBB">
            <w:pPr>
              <w:pStyle w:val="PL"/>
              <w:keepNext/>
              <w:keepLines/>
              <w:rPr>
                <w:noProof w:val="0"/>
              </w:rPr>
            </w:pPr>
            <w:r w:rsidRPr="00870ED0">
              <w:rPr>
                <w:noProof w:val="0"/>
              </w:rPr>
              <w:t>dstBuffer.length = 5</w:t>
            </w:r>
          </w:p>
          <w:p w:rsidR="00714EBB" w:rsidRPr="00870ED0" w:rsidRDefault="00714EBB">
            <w:pPr>
              <w:pStyle w:val="PL"/>
              <w:keepNext/>
              <w:keepLines/>
              <w:rPr>
                <w:noProof w:val="0"/>
              </w:rPr>
            </w:pPr>
            <w:r w:rsidRPr="00870ED0">
              <w:rPr>
                <w:noProof w:val="0"/>
              </w:rPr>
              <w:t>dstOffset = 0</w:t>
            </w:r>
          </w:p>
          <w:p w:rsidR="00714EBB" w:rsidRPr="00870ED0" w:rsidRDefault="00714EBB">
            <w:pPr>
              <w:pStyle w:val="PL"/>
              <w:keepNext/>
              <w:keepLines/>
              <w:rPr>
                <w:noProof w:val="0"/>
              </w:rPr>
            </w:pPr>
            <w:r w:rsidRPr="00870ED0">
              <w:rPr>
                <w:noProof w:val="0"/>
              </w:rPr>
              <w:t>dstLength = 6</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pPr>
          </w:p>
          <w:p w:rsidR="00714EBB" w:rsidRPr="00870ED0" w:rsidRDefault="00714EBB">
            <w:pPr>
              <w:pStyle w:val="TAL"/>
            </w:pPr>
          </w:p>
          <w:p w:rsidR="00714EBB" w:rsidRPr="00870ED0" w:rsidRDefault="00714EBB">
            <w:pPr>
              <w:pStyle w:val="TAL"/>
            </w:pPr>
            <w:r w:rsidRPr="00870ED0">
              <w:t>ArrayIndexOutOfBoundsException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keepNext/>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7</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dstOffset + dstLength &gt;dstBuffer.length</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rPr>
                <w:noProof w:val="0"/>
              </w:rPr>
            </w:pPr>
            <w:r w:rsidRPr="00870ED0">
              <w:rPr>
                <w:noProof w:val="0"/>
              </w:rPr>
              <w:t>startOffset = 0</w:t>
            </w:r>
          </w:p>
          <w:p w:rsidR="00714EBB" w:rsidRPr="00870ED0" w:rsidRDefault="00714EBB">
            <w:pPr>
              <w:pStyle w:val="PL"/>
              <w:rPr>
                <w:noProof w:val="0"/>
              </w:rPr>
            </w:pPr>
            <w:r w:rsidRPr="00870ED0">
              <w:rPr>
                <w:noProof w:val="0"/>
              </w:rPr>
              <w:t>dstBuffer.length = 5</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3</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ArrayIndexOutOfBoundsException is thrown</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8</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extreme values</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rPr>
                <w:noProof w:val="0"/>
              </w:rPr>
            </w:pPr>
            <w:r w:rsidRPr="00870ED0">
              <w:rPr>
                <w:noProof w:val="0"/>
              </w:rPr>
              <w:t>startOffset = 0</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noProof w:val="0"/>
              </w:rPr>
            </w:pPr>
            <w:r w:rsidRPr="00870ED0">
              <w:rPr>
                <w:noProof w:val="0"/>
              </w:rPr>
              <w:t>dstLength = 6</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Result of copy() is 6</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9</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any values</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rPr>
                <w:noProof w:val="0"/>
              </w:rPr>
            </w:pPr>
            <w:r w:rsidRPr="00870ED0">
              <w:rPr>
                <w:noProof w:val="0"/>
              </w:rPr>
              <w:t>startOffset = 1</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3</w:t>
            </w:r>
          </w:p>
          <w:p w:rsidR="00714EBB" w:rsidRPr="00870ED0" w:rsidRDefault="00714EBB">
            <w:pPr>
              <w:pStyle w:val="PL"/>
              <w:rPr>
                <w:noProof w:val="0"/>
              </w:rPr>
            </w:pPr>
            <w:r w:rsidRPr="00870ED0">
              <w:rPr>
                <w:noProof w:val="0"/>
              </w:rPr>
              <w:t>dstLength = 4</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Result of copy() is 7</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10</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Successful call, copy with length =0</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rPr>
                <w:noProof w:val="0"/>
              </w:rPr>
            </w:pPr>
            <w:r w:rsidRPr="00870ED0">
              <w:rPr>
                <w:noProof w:val="0"/>
              </w:rPr>
              <w:t>startOffset = 0</w:t>
            </w:r>
          </w:p>
          <w:p w:rsidR="00714EBB" w:rsidRPr="00870ED0" w:rsidRDefault="00714EBB">
            <w:pPr>
              <w:pStyle w:val="PL"/>
              <w:rPr>
                <w:noProof w:val="0"/>
              </w:rPr>
            </w:pPr>
            <w:r w:rsidRPr="00870ED0">
              <w:rPr>
                <w:noProof w:val="0"/>
              </w:rPr>
              <w:t>dstBuffer.length = 20</w:t>
            </w:r>
          </w:p>
          <w:p w:rsidR="00714EBB" w:rsidRPr="00870ED0" w:rsidRDefault="00714EBB">
            <w:pPr>
              <w:pStyle w:val="PL"/>
              <w:rPr>
                <w:noProof w:val="0"/>
              </w:rPr>
            </w:pPr>
            <w:r w:rsidRPr="00870ED0">
              <w:rPr>
                <w:noProof w:val="0"/>
              </w:rPr>
              <w:t>dstOffset = 20</w:t>
            </w:r>
          </w:p>
          <w:p w:rsidR="00714EBB" w:rsidRPr="00870ED0" w:rsidRDefault="00714EBB">
            <w:pPr>
              <w:pStyle w:val="PL"/>
              <w:rPr>
                <w:rFonts w:ascii="Arial" w:hAnsi="Arial"/>
                <w:b/>
                <w:noProof w:val="0"/>
                <w:sz w:val="18"/>
              </w:rPr>
            </w:pPr>
            <w:r w:rsidRPr="00870ED0">
              <w:rPr>
                <w:noProof w:val="0"/>
              </w:rPr>
              <w:t>dstLength = 0</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Result of copy() is 20</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11</w:t>
            </w:r>
          </w:p>
        </w:tc>
        <w:tc>
          <w:tcPr>
            <w:tcW w:w="4111" w:type="dxa"/>
            <w:tcBorders>
              <w:top w:val="nil"/>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Value outside ProfileDownload data available</w:t>
            </w:r>
          </w:p>
          <w:p w:rsidR="00714EBB" w:rsidRPr="00870ED0" w:rsidRDefault="00714EBB">
            <w:pPr>
              <w:pStyle w:val="PL"/>
              <w:rPr>
                <w:noProof w:val="0"/>
              </w:rPr>
            </w:pPr>
          </w:p>
          <w:p w:rsidR="00714EBB" w:rsidRPr="00870ED0" w:rsidRDefault="00714EBB">
            <w:pPr>
              <w:pStyle w:val="PL"/>
              <w:rPr>
                <w:noProof w:val="0"/>
              </w:rPr>
            </w:pPr>
            <w:r w:rsidRPr="00870ED0">
              <w:rPr>
                <w:noProof w:val="0"/>
              </w:rPr>
              <w:t>Call copy() method:</w:t>
            </w:r>
          </w:p>
          <w:p w:rsidR="00714EBB" w:rsidRPr="00870ED0" w:rsidRDefault="00714EBB">
            <w:pPr>
              <w:pStyle w:val="PL"/>
              <w:rPr>
                <w:noProof w:val="0"/>
              </w:rPr>
            </w:pPr>
            <w:r w:rsidRPr="00870ED0">
              <w:rPr>
                <w:noProof w:val="0"/>
              </w:rPr>
              <w:t>startOffset = 13</w:t>
            </w:r>
          </w:p>
          <w:p w:rsidR="00714EBB" w:rsidRPr="00870ED0" w:rsidRDefault="00714EBB">
            <w:pPr>
              <w:pStyle w:val="PL"/>
              <w:rPr>
                <w:noProof w:val="0"/>
              </w:rPr>
            </w:pPr>
            <w:r w:rsidRPr="00870ED0">
              <w:rPr>
                <w:noProof w:val="0"/>
              </w:rPr>
              <w:t>dstBuffer.length = 6</w:t>
            </w:r>
          </w:p>
          <w:p w:rsidR="00714EBB" w:rsidRPr="00870ED0" w:rsidRDefault="00714EBB">
            <w:pPr>
              <w:pStyle w:val="PL"/>
              <w:rPr>
                <w:noProof w:val="0"/>
              </w:rPr>
            </w:pPr>
            <w:r w:rsidRPr="00870ED0">
              <w:rPr>
                <w:noProof w:val="0"/>
              </w:rPr>
              <w:t>dstOffset = 0</w:t>
            </w:r>
          </w:p>
          <w:p w:rsidR="00714EBB" w:rsidRPr="00870ED0" w:rsidRDefault="00714EBB">
            <w:pPr>
              <w:pStyle w:val="PL"/>
              <w:rPr>
                <w:rFonts w:ascii="Arial" w:hAnsi="Arial"/>
                <w:noProof w:val="0"/>
                <w:sz w:val="18"/>
              </w:rPr>
            </w:pPr>
            <w:r w:rsidRPr="00870ED0">
              <w:rPr>
                <w:noProof w:val="0"/>
              </w:rPr>
              <w:t>dstLength = 6</w:t>
            </w:r>
          </w:p>
        </w:tc>
        <w:tc>
          <w:tcPr>
            <w:tcW w:w="2911" w:type="dxa"/>
            <w:tcBorders>
              <w:top w:val="nil"/>
              <w:left w:val="single" w:sz="4" w:space="0" w:color="auto"/>
              <w:bottom w:val="single" w:sz="4" w:space="0" w:color="auto"/>
              <w:right w:val="single" w:sz="4" w:space="0" w:color="auto"/>
            </w:tcBorders>
          </w:tcPr>
          <w:p w:rsidR="00714EBB" w:rsidRPr="00870ED0" w:rsidRDefault="00714EBB">
            <w:pPr>
              <w:pStyle w:val="TAL"/>
              <w:keepNext w:val="0"/>
              <w:keepLines w:val="0"/>
            </w:pPr>
          </w:p>
          <w:p w:rsidR="00714EBB" w:rsidRPr="00870ED0" w:rsidRDefault="00714EBB">
            <w:pPr>
              <w:pStyle w:val="TAL"/>
              <w:keepNext w:val="0"/>
              <w:keepLines w:val="0"/>
            </w:pPr>
          </w:p>
          <w:p w:rsidR="00714EBB" w:rsidRPr="00870ED0" w:rsidRDefault="00714EBB">
            <w:pPr>
              <w:pStyle w:val="TAL"/>
              <w:keepNext w:val="0"/>
              <w:keepLines w:val="0"/>
            </w:pPr>
            <w:r w:rsidRPr="00870ED0">
              <w:t>Result of copy() is 6</w:t>
            </w:r>
          </w:p>
        </w:tc>
        <w:tc>
          <w:tcPr>
            <w:tcW w:w="2334" w:type="dxa"/>
            <w:tcBorders>
              <w:top w:val="nil"/>
              <w:left w:val="single" w:sz="4" w:space="0" w:color="auto"/>
              <w:bottom w:val="single" w:sz="4" w:space="0" w:color="auto"/>
              <w:right w:val="single" w:sz="4" w:space="0" w:color="auto"/>
            </w:tcBorders>
          </w:tcPr>
          <w:p w:rsidR="00714EBB" w:rsidRPr="00870ED0" w:rsidRDefault="00714EBB">
            <w:pPr>
              <w:pStyle w:val="Index2"/>
            </w:pPr>
          </w:p>
        </w:tc>
      </w:tr>
    </w:tbl>
    <w:p w:rsidR="00714EBB" w:rsidRPr="00870ED0" w:rsidRDefault="00714EBB"/>
    <w:p w:rsidR="00714EBB" w:rsidRPr="00870ED0" w:rsidRDefault="00714EBB">
      <w:pPr>
        <w:pStyle w:val="Heading3"/>
      </w:pPr>
      <w:r w:rsidRPr="00870ED0">
        <w:lastRenderedPageBreak/>
        <w:t>5.2.17</w:t>
      </w:r>
      <w:r w:rsidRPr="00870ED0">
        <w:tab/>
        <w:t>Class ToolkitRegistrySystem</w:t>
      </w:r>
    </w:p>
    <w:p w:rsidR="00714EBB" w:rsidRPr="00870ED0" w:rsidRDefault="00714EBB">
      <w:pPr>
        <w:pStyle w:val="Heading4"/>
      </w:pPr>
      <w:r w:rsidRPr="00870ED0">
        <w:t>5.2.17.1</w:t>
      </w:r>
      <w:r w:rsidRPr="00870ED0">
        <w:tab/>
        <w:t>Method getEntry</w:t>
      </w:r>
    </w:p>
    <w:p w:rsidR="00714EBB" w:rsidRPr="00870ED0" w:rsidRDefault="00714EBB">
      <w:r w:rsidRPr="00870ED0">
        <w:t>Test Area Reference: Api_2_Trs_Gety</w:t>
      </w:r>
      <w:r w:rsidR="00E4009D" w:rsidRPr="00870ED0">
        <w:t>.</w:t>
      </w:r>
    </w:p>
    <w:p w:rsidR="00714EBB" w:rsidRPr="00870ED0" w:rsidRDefault="00714EBB" w:rsidP="00E4009D">
      <w:pPr>
        <w:pStyle w:val="Heading5"/>
      </w:pPr>
      <w:r w:rsidRPr="00870ED0">
        <w:t>5.2.17.1.1</w:t>
      </w:r>
      <w:r w:rsidRPr="00870ED0">
        <w:tab/>
        <w:t>Conformance requirement:</w:t>
      </w:r>
    </w:p>
    <w:p w:rsidR="00714EBB" w:rsidRPr="00870ED0" w:rsidRDefault="00714EBB">
      <w:r w:rsidRPr="00870ED0">
        <w:t>The method with following header shall be compliant to its definition in the API.</w:t>
      </w:r>
    </w:p>
    <w:p w:rsidR="00714EBB" w:rsidRPr="00870ED0" w:rsidRDefault="00714EBB">
      <w:pPr>
        <w:pStyle w:val="PL"/>
        <w:rPr>
          <w:noProof w:val="0"/>
        </w:rPr>
      </w:pPr>
      <w:r w:rsidRPr="00870ED0">
        <w:rPr>
          <w:noProof w:val="0"/>
        </w:rPr>
        <w:t>public static ToolkitRegistry getEntry()</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5.2.17.1.1.1</w:t>
      </w:r>
      <w:r w:rsidRPr="00870ED0">
        <w:tab/>
        <w:t>Normal execution</w:t>
      </w:r>
    </w:p>
    <w:p w:rsidR="00714EBB" w:rsidRPr="00870ED0" w:rsidRDefault="00714EBB">
      <w:pPr>
        <w:pStyle w:val="B1"/>
      </w:pPr>
      <w:r w:rsidRPr="00870ED0">
        <w:t>CRRN1: returns a reference to the applet ToolkitRegistry object of the calling applet.</w:t>
      </w:r>
    </w:p>
    <w:p w:rsidR="00714EBB" w:rsidRPr="00870ED0" w:rsidRDefault="00714EBB">
      <w:pPr>
        <w:pStyle w:val="B1"/>
      </w:pPr>
      <w:r w:rsidRPr="00870ED0">
        <w:t>CRRN2: Each successive call to getEntry() method shall return the same object.</w:t>
      </w:r>
    </w:p>
    <w:p w:rsidR="00714EBB" w:rsidRPr="00870ED0" w:rsidRDefault="00714EBB">
      <w:pPr>
        <w:pStyle w:val="H6"/>
      </w:pPr>
      <w:r w:rsidRPr="00870ED0">
        <w:t>5.2.17.1.1.2</w:t>
      </w:r>
      <w:r w:rsidRPr="00870ED0">
        <w:tab/>
        <w:t>Parameter errors</w:t>
      </w:r>
    </w:p>
    <w:p w:rsidR="00714EBB" w:rsidRPr="00870ED0" w:rsidRDefault="00714EBB">
      <w:r w:rsidRPr="00870ED0">
        <w:t>No requirements.</w:t>
      </w:r>
    </w:p>
    <w:p w:rsidR="00714EBB" w:rsidRPr="00870ED0" w:rsidRDefault="00E4009D" w:rsidP="00E4009D">
      <w:pPr>
        <w:pStyle w:val="H6"/>
      </w:pPr>
      <w:r w:rsidRPr="00870ED0">
        <w:t>5.2.17.1.1.3</w:t>
      </w:r>
      <w:r w:rsidRPr="00870ED0">
        <w:tab/>
        <w:t>Context errors</w:t>
      </w:r>
    </w:p>
    <w:p w:rsidR="00714EBB" w:rsidRPr="00870ED0" w:rsidRDefault="00714EBB">
      <w:pPr>
        <w:pStyle w:val="B1"/>
      </w:pPr>
      <w:r w:rsidRPr="00870ED0">
        <w:t>CRRC1: This method returns null if the Applet.register() has not yet been invoked.</w:t>
      </w:r>
    </w:p>
    <w:p w:rsidR="00714EBB" w:rsidRPr="00870ED0" w:rsidRDefault="00714EBB">
      <w:pPr>
        <w:pStyle w:val="B1"/>
      </w:pPr>
      <w:r w:rsidRPr="00870ED0">
        <w:t>CRRC2: This method returns null if the server does not exist.</w:t>
      </w:r>
    </w:p>
    <w:p w:rsidR="00714EBB" w:rsidRPr="00870ED0" w:rsidRDefault="00714EBB">
      <w:pPr>
        <w:pStyle w:val="B1"/>
      </w:pPr>
      <w:r w:rsidRPr="00870ED0">
        <w:t>CRRC3: This method returns null if the server returns null.</w:t>
      </w:r>
    </w:p>
    <w:p w:rsidR="00714EBB" w:rsidRPr="00870ED0" w:rsidRDefault="00714EBB" w:rsidP="00E4009D">
      <w:pPr>
        <w:pStyle w:val="B1"/>
      </w:pPr>
      <w:r w:rsidRPr="00870ED0">
        <w:t>CRRC4: ToolkitException with REGISTRY_ERROR reason code shall be thrown</w:t>
      </w:r>
      <w:r w:rsidR="00E4009D" w:rsidRPr="00870ED0">
        <w:t xml:space="preserve"> in any case of register error.</w:t>
      </w:r>
    </w:p>
    <w:p w:rsidR="00714EBB" w:rsidRPr="00870ED0" w:rsidRDefault="00714EBB" w:rsidP="00E4009D">
      <w:pPr>
        <w:pStyle w:val="Heading5"/>
      </w:pPr>
      <w:r w:rsidRPr="00870ED0">
        <w:t>5.2.17.1.2</w:t>
      </w:r>
      <w:r w:rsidRPr="00870ED0">
        <w:tab/>
        <w:t>Test area files</w:t>
      </w:r>
    </w:p>
    <w:p w:rsidR="00714EBB" w:rsidRPr="00870ED0" w:rsidRDefault="00714EBB" w:rsidP="002854FB">
      <w:pPr>
        <w:pStyle w:val="EX"/>
      </w:pPr>
      <w:r w:rsidRPr="00870ED0">
        <w:t>Test Source:</w:t>
      </w:r>
      <w:r w:rsidRPr="00870ED0">
        <w:tab/>
        <w:t>Test_Api_2_Trs_Gety.java</w:t>
      </w:r>
      <w:r w:rsidR="00E4009D" w:rsidRPr="00870ED0">
        <w:t>.</w:t>
      </w:r>
    </w:p>
    <w:p w:rsidR="00714EBB" w:rsidRPr="00870ED0" w:rsidRDefault="00714EBB" w:rsidP="002854FB">
      <w:pPr>
        <w:pStyle w:val="EX"/>
      </w:pPr>
      <w:r w:rsidRPr="00870ED0">
        <w:t>Test</w:t>
      </w:r>
      <w:r w:rsidR="00E4009D" w:rsidRPr="00870ED0">
        <w:t xml:space="preserve"> Applet: </w:t>
      </w:r>
      <w:r w:rsidR="00E4009D" w:rsidRPr="00870ED0">
        <w:tab/>
        <w:t>Api_2_Trs_Gety_1.java.</w:t>
      </w:r>
    </w:p>
    <w:p w:rsidR="00714EBB" w:rsidRPr="00870ED0" w:rsidRDefault="00714EBB" w:rsidP="002854FB">
      <w:pPr>
        <w:pStyle w:val="EX"/>
      </w:pPr>
      <w:r w:rsidRPr="00870ED0">
        <w:t>Cap File:</w:t>
      </w:r>
      <w:r w:rsidRPr="00870ED0">
        <w:tab/>
        <w:t>api_2_trs_gety.cap</w:t>
      </w:r>
      <w:r w:rsidR="00E4009D" w:rsidRPr="00870ED0">
        <w:t>.</w:t>
      </w:r>
    </w:p>
    <w:p w:rsidR="00714EBB" w:rsidRPr="00870ED0" w:rsidRDefault="00714EBB" w:rsidP="00E4009D">
      <w:pPr>
        <w:pStyle w:val="Heading5"/>
      </w:pPr>
      <w:r w:rsidRPr="00870ED0">
        <w:t>5.2.17.1.3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C1</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C2</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C3</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C4</w:t>
            </w:r>
          </w:p>
        </w:tc>
        <w:tc>
          <w:tcPr>
            <w:tcW w:w="2682"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Not testable</w:t>
            </w:r>
          </w:p>
        </w:tc>
      </w:tr>
    </w:tbl>
    <w:p w:rsidR="00714EBB" w:rsidRPr="00870ED0" w:rsidRDefault="00714EBB" w:rsidP="00E4009D"/>
    <w:p w:rsidR="00714EBB" w:rsidRPr="00870ED0" w:rsidRDefault="00714EBB" w:rsidP="00071B49">
      <w:pPr>
        <w:pStyle w:val="Heading5"/>
      </w:pPr>
      <w:r w:rsidRPr="00870ED0">
        <w:lastRenderedPageBreak/>
        <w:t>5.2.17.1.4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Call before register() method</w:t>
            </w:r>
          </w:p>
          <w:p w:rsidR="00714EBB" w:rsidRPr="00870ED0" w:rsidRDefault="00714EBB" w:rsidP="00071B49">
            <w:pPr>
              <w:pStyle w:val="PL"/>
              <w:keepNext/>
              <w:rPr>
                <w:noProof w:val="0"/>
              </w:rPr>
            </w:pPr>
          </w:p>
          <w:p w:rsidR="00714EBB" w:rsidRPr="00870ED0" w:rsidRDefault="00714EBB" w:rsidP="00071B49">
            <w:pPr>
              <w:pStyle w:val="PL"/>
              <w:keepNext/>
              <w:rPr>
                <w:noProof w:val="0"/>
              </w:rPr>
            </w:pPr>
            <w:r w:rsidRPr="00870ED0">
              <w:rPr>
                <w:noProof w:val="0"/>
              </w:rPr>
              <w:t>In the constructor, the applet instance calls the getEntry()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p w:rsidR="00714EBB" w:rsidRPr="00870ED0" w:rsidRDefault="00714EBB" w:rsidP="00071B49">
            <w:pPr>
              <w:pStyle w:val="TAL"/>
              <w:keepLines w:val="0"/>
            </w:pPr>
          </w:p>
          <w:p w:rsidR="00714EBB" w:rsidRPr="00870ED0" w:rsidRDefault="00714EBB" w:rsidP="00071B49">
            <w:pPr>
              <w:pStyle w:val="TAL"/>
              <w:keepLines w:val="0"/>
            </w:pPr>
            <w:r w:rsidRPr="00870ED0">
              <w:t>Returns null</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keepLines w:val="0"/>
            </w:pPr>
            <w:r w:rsidRPr="00870ED0">
              <w:t>Call after register() method</w:t>
            </w:r>
          </w:p>
          <w:p w:rsidR="00714EBB" w:rsidRPr="00870ED0" w:rsidRDefault="00714EBB" w:rsidP="00071B49">
            <w:pPr>
              <w:pStyle w:val="PL"/>
              <w:keepNext/>
              <w:rPr>
                <w:noProof w:val="0"/>
              </w:rPr>
            </w:pPr>
          </w:p>
          <w:p w:rsidR="00714EBB" w:rsidRPr="00870ED0" w:rsidRDefault="00714EBB" w:rsidP="00071B49">
            <w:pPr>
              <w:pStyle w:val="PL"/>
              <w:keepNext/>
              <w:rPr>
                <w:noProof w:val="0"/>
              </w:rPr>
            </w:pPr>
            <w:r w:rsidRPr="00870ED0">
              <w:rPr>
                <w:noProof w:val="0"/>
              </w:rPr>
              <w:t>In the install method and after the call to register() method, call the getEntry() method.</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p w:rsidR="00714EBB" w:rsidRPr="00870ED0" w:rsidRDefault="00714EBB" w:rsidP="00071B49">
            <w:pPr>
              <w:pStyle w:val="TAL"/>
              <w:keepLines w:val="0"/>
            </w:pPr>
            <w:r w:rsidRPr="00870ED0">
              <w:t>A not null reference is returned.</w:t>
            </w:r>
          </w:p>
          <w:p w:rsidR="00714EBB" w:rsidRPr="00870ED0" w:rsidRDefault="00714EBB" w:rsidP="00071B49">
            <w:pPr>
              <w:pStyle w:val="TAL"/>
              <w:keepLines w:val="0"/>
            </w:pPr>
            <w:r w:rsidRPr="00870ED0">
              <w:t>No exception shall be thrown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Check it returns the same entry</w:t>
            </w:r>
          </w:p>
          <w:p w:rsidR="00714EBB" w:rsidRPr="00870ED0" w:rsidRDefault="00714EBB">
            <w:pPr>
              <w:pStyle w:val="PL"/>
              <w:rPr>
                <w:noProof w:val="0"/>
              </w:rPr>
            </w:pPr>
          </w:p>
          <w:p w:rsidR="00714EBB" w:rsidRPr="00870ED0" w:rsidRDefault="00714EBB">
            <w:pPr>
              <w:pStyle w:val="PL"/>
              <w:rPr>
                <w:noProof w:val="0"/>
              </w:rPr>
            </w:pPr>
            <w:r w:rsidRPr="00870ED0">
              <w:rPr>
                <w:noProof w:val="0"/>
              </w:rPr>
              <w:t>The applet calls the getEntry() method again, in the processToolkit() method.</w:t>
            </w:r>
          </w:p>
          <w:p w:rsidR="00714EBB" w:rsidRPr="00870ED0" w:rsidRDefault="00714EBB">
            <w:pPr>
              <w:pStyle w:val="TAL"/>
              <w:keepNext w:val="0"/>
              <w:keepLines w:val="0"/>
            </w:pP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Returns the same ToolkitRegistry object reference as for test case 2.</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 w:rsidR="00714EBB" w:rsidRPr="00870ED0" w:rsidRDefault="00714EBB" w:rsidP="00E4009D">
      <w:pPr>
        <w:pStyle w:val="Heading3"/>
      </w:pPr>
      <w:r w:rsidRPr="00870ED0">
        <w:t>5.2.18</w:t>
      </w:r>
      <w:r w:rsidRPr="00870ED0">
        <w:tab/>
        <w:t>Class ToolkitException</w:t>
      </w:r>
    </w:p>
    <w:p w:rsidR="00714EBB" w:rsidRPr="00870ED0" w:rsidRDefault="00714EBB" w:rsidP="00E4009D">
      <w:pPr>
        <w:pStyle w:val="Heading4"/>
      </w:pPr>
      <w:r w:rsidRPr="00870ED0">
        <w:t>5.2.18.1</w:t>
      </w:r>
      <w:r w:rsidRPr="00870ED0">
        <w:tab/>
        <w:t>ToolkitException Constructor</w:t>
      </w:r>
    </w:p>
    <w:p w:rsidR="00714EBB" w:rsidRPr="00870ED0" w:rsidRDefault="00714EBB" w:rsidP="00E4009D">
      <w:pPr>
        <w:keepNext/>
        <w:keepLines/>
      </w:pPr>
      <w:r w:rsidRPr="00870ED0">
        <w:t>Test Area Reference: Api_2_Tke_Coor</w:t>
      </w:r>
      <w:r w:rsidR="00E4009D" w:rsidRPr="00870ED0">
        <w:t>.</w:t>
      </w:r>
    </w:p>
    <w:p w:rsidR="00714EBB" w:rsidRPr="00870ED0" w:rsidRDefault="00714EBB" w:rsidP="00E4009D">
      <w:pPr>
        <w:pStyle w:val="Heading5"/>
      </w:pPr>
      <w:r w:rsidRPr="00870ED0">
        <w:t>5.2.18.1.1</w:t>
      </w:r>
      <w:r w:rsidRPr="00870ED0">
        <w:tab/>
        <w:t>Conformance requirement:</w:t>
      </w:r>
    </w:p>
    <w:p w:rsidR="00714EBB" w:rsidRPr="00870ED0" w:rsidRDefault="00714EBB">
      <w:r w:rsidRPr="00870ED0">
        <w:t>The constructor with following header shall be compliant to its definition in the API.</w:t>
      </w:r>
    </w:p>
    <w:p w:rsidR="00714EBB" w:rsidRPr="00870ED0" w:rsidRDefault="00714EBB">
      <w:pPr>
        <w:pStyle w:val="PL"/>
        <w:rPr>
          <w:noProof w:val="0"/>
        </w:rPr>
      </w:pPr>
      <w:r w:rsidRPr="00870ED0">
        <w:rPr>
          <w:noProof w:val="0"/>
        </w:rPr>
        <w:t>public ToolkitException(short reason)</w:t>
      </w:r>
    </w:p>
    <w:p w:rsidR="00714EBB" w:rsidRPr="00870ED0" w:rsidRDefault="00714EBB">
      <w:pPr>
        <w:pStyle w:val="PL"/>
        <w:rPr>
          <w:noProof w:val="0"/>
        </w:rPr>
      </w:pPr>
    </w:p>
    <w:p w:rsidR="00714EBB" w:rsidRPr="00870ED0" w:rsidRDefault="00714EBB">
      <w:pPr>
        <w:pStyle w:val="H6"/>
      </w:pPr>
      <w:r w:rsidRPr="00870ED0">
        <w:t>5.2.18.1.1.1</w:t>
      </w:r>
      <w:r w:rsidRPr="00870ED0">
        <w:tab/>
        <w:t>Normal execution</w:t>
      </w:r>
    </w:p>
    <w:p w:rsidR="00714EBB" w:rsidRPr="00870ED0" w:rsidRDefault="00714EBB">
      <w:pPr>
        <w:pStyle w:val="B1"/>
      </w:pPr>
      <w:r w:rsidRPr="00870ED0">
        <w:t>CRRN1: Construct a ToolkitException instance with the specified reason.</w:t>
      </w:r>
    </w:p>
    <w:p w:rsidR="00714EBB" w:rsidRPr="00870ED0" w:rsidRDefault="00714EBB">
      <w:pPr>
        <w:pStyle w:val="H6"/>
      </w:pPr>
      <w:r w:rsidRPr="00870ED0">
        <w:t>5.2.18.1.1.2</w:t>
      </w:r>
      <w:r w:rsidRPr="00870ED0">
        <w:tab/>
        <w:t>Parameter errors</w:t>
      </w:r>
    </w:p>
    <w:p w:rsidR="00714EBB" w:rsidRPr="00870ED0" w:rsidRDefault="00714EBB">
      <w:r w:rsidRPr="00870ED0">
        <w:t>No requirements.</w:t>
      </w:r>
    </w:p>
    <w:p w:rsidR="00714EBB" w:rsidRPr="00870ED0" w:rsidRDefault="00714EBB">
      <w:pPr>
        <w:pStyle w:val="H6"/>
      </w:pPr>
      <w:r w:rsidRPr="00870ED0">
        <w:t>5.2.18.1.1.3</w:t>
      </w:r>
      <w:r w:rsidRPr="00870ED0">
        <w:tab/>
        <w:t>Context errors</w:t>
      </w:r>
    </w:p>
    <w:p w:rsidR="00714EBB" w:rsidRPr="00870ED0" w:rsidRDefault="00714EBB">
      <w:r w:rsidRPr="00870ED0">
        <w:t>No requirements.</w:t>
      </w:r>
    </w:p>
    <w:p w:rsidR="00714EBB" w:rsidRPr="00870ED0" w:rsidRDefault="00714EBB" w:rsidP="00E4009D">
      <w:pPr>
        <w:pStyle w:val="Heading5"/>
      </w:pPr>
      <w:r w:rsidRPr="00870ED0">
        <w:t>5.2.18.1.2</w:t>
      </w:r>
      <w:r w:rsidRPr="00870ED0">
        <w:tab/>
        <w:t>Test area files</w:t>
      </w:r>
    </w:p>
    <w:p w:rsidR="00714EBB" w:rsidRPr="00870ED0" w:rsidRDefault="00714EBB" w:rsidP="002854FB">
      <w:pPr>
        <w:pStyle w:val="EX"/>
      </w:pPr>
      <w:r w:rsidRPr="00870ED0">
        <w:t>Test Source:</w:t>
      </w:r>
      <w:r w:rsidRPr="00870ED0">
        <w:tab/>
        <w:t>Test_Api_2_Tke_Coor.java</w:t>
      </w:r>
      <w:r w:rsidR="00E4009D" w:rsidRPr="00870ED0">
        <w:t>.</w:t>
      </w:r>
    </w:p>
    <w:p w:rsidR="00714EBB" w:rsidRPr="00870ED0" w:rsidRDefault="00714EBB" w:rsidP="002854FB">
      <w:pPr>
        <w:pStyle w:val="EX"/>
      </w:pPr>
      <w:r w:rsidRPr="00870ED0">
        <w:t>Tes</w:t>
      </w:r>
      <w:r w:rsidR="00E4009D" w:rsidRPr="00870ED0">
        <w:t>t Applet:</w:t>
      </w:r>
      <w:r w:rsidR="00E4009D" w:rsidRPr="00870ED0">
        <w:tab/>
        <w:t>Api_2_Tke_Coor_1.java.</w:t>
      </w:r>
    </w:p>
    <w:p w:rsidR="00714EBB" w:rsidRPr="00870ED0" w:rsidRDefault="00714EBB" w:rsidP="002854FB">
      <w:pPr>
        <w:pStyle w:val="EX"/>
      </w:pPr>
      <w:r w:rsidRPr="00870ED0">
        <w:t>Cap File:</w:t>
      </w:r>
      <w:r w:rsidRPr="00870ED0">
        <w:tab/>
        <w:t>api_2_tke_coor.cap</w:t>
      </w:r>
      <w:r w:rsidR="00E4009D" w:rsidRPr="00870ED0">
        <w:t>.</w:t>
      </w:r>
    </w:p>
    <w:p w:rsidR="00714EBB" w:rsidRPr="00870ED0" w:rsidRDefault="00714EBB" w:rsidP="00E4009D">
      <w:pPr>
        <w:pStyle w:val="Heading5"/>
      </w:pPr>
      <w:r w:rsidRPr="00870ED0">
        <w:t>5.2.18.1.3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 xml:space="preserve">1 </w:t>
            </w:r>
          </w:p>
        </w:tc>
      </w:tr>
    </w:tbl>
    <w:p w:rsidR="00714EBB" w:rsidRPr="00870ED0" w:rsidRDefault="00714EBB" w:rsidP="00E4009D"/>
    <w:p w:rsidR="00714EBB" w:rsidRPr="00870ED0" w:rsidRDefault="00714EBB" w:rsidP="00071B49">
      <w:pPr>
        <w:pStyle w:val="Heading5"/>
      </w:pPr>
      <w:r w:rsidRPr="00870ED0">
        <w:t>5.2.18.1.4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C"/>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H"/>
            </w:pPr>
            <w:r w:rsidRPr="00870ED0">
              <w:t>reason = (short) 19</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pPr>
            <w:r w:rsidRPr="00870ED0">
              <w:t>ToolkitException.getReason() = (short)19</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rsidP="00071B49">
            <w:pPr>
              <w:pStyle w:val="TAL"/>
            </w:pPr>
          </w:p>
        </w:tc>
      </w:tr>
    </w:tbl>
    <w:p w:rsidR="00714EBB" w:rsidRPr="00870ED0" w:rsidRDefault="00714EBB"/>
    <w:p w:rsidR="00714EBB" w:rsidRPr="00870ED0" w:rsidRDefault="00714EBB">
      <w:pPr>
        <w:pStyle w:val="Heading4"/>
      </w:pPr>
      <w:r w:rsidRPr="00870ED0">
        <w:lastRenderedPageBreak/>
        <w:t>5.2.18.2</w:t>
      </w:r>
      <w:r w:rsidRPr="00870ED0">
        <w:tab/>
        <w:t>Method throwIt</w:t>
      </w:r>
    </w:p>
    <w:p w:rsidR="00714EBB" w:rsidRPr="00870ED0" w:rsidRDefault="00714EBB">
      <w:r w:rsidRPr="00870ED0">
        <w:t>Test Area Reference: Api_2_Tke_Thit</w:t>
      </w:r>
      <w:r w:rsidR="00E4009D" w:rsidRPr="00870ED0">
        <w:t>.</w:t>
      </w:r>
    </w:p>
    <w:p w:rsidR="00714EBB" w:rsidRPr="00870ED0" w:rsidRDefault="00714EBB" w:rsidP="00E4009D">
      <w:pPr>
        <w:pStyle w:val="Heading5"/>
      </w:pPr>
      <w:r w:rsidRPr="00870ED0">
        <w:t>5.2</w:t>
      </w:r>
      <w:r w:rsidR="00E4009D" w:rsidRPr="00870ED0">
        <w:t>.18.2.1</w:t>
      </w:r>
      <w:r w:rsidR="00E4009D" w:rsidRPr="00870ED0">
        <w:tab/>
        <w:t>Conformance requirement</w:t>
      </w:r>
    </w:p>
    <w:p w:rsidR="00714EBB" w:rsidRPr="00870ED0" w:rsidRDefault="00714EBB">
      <w:r w:rsidRPr="00870ED0">
        <w:t>The method with following header shall compliant to its definition in the API.</w:t>
      </w:r>
    </w:p>
    <w:p w:rsidR="00714EBB" w:rsidRPr="00870ED0" w:rsidRDefault="00714EBB">
      <w:pPr>
        <w:pStyle w:val="PL"/>
        <w:rPr>
          <w:noProof w:val="0"/>
        </w:rPr>
      </w:pPr>
      <w:r w:rsidRPr="00870ED0">
        <w:rPr>
          <w:noProof w:val="0"/>
        </w:rPr>
        <w:t>public static void throwIt(short reason)</w:t>
      </w:r>
    </w:p>
    <w:p w:rsidR="00714EBB" w:rsidRPr="00870ED0" w:rsidRDefault="00714EBB">
      <w:pPr>
        <w:pStyle w:val="PL"/>
        <w:rPr>
          <w:noProof w:val="0"/>
        </w:rPr>
      </w:pPr>
      <w:r w:rsidRPr="00870ED0">
        <w:rPr>
          <w:noProof w:val="0"/>
        </w:rPr>
        <w:t xml:space="preserve">                    throws ToolkitException</w:t>
      </w:r>
    </w:p>
    <w:p w:rsidR="00714EBB" w:rsidRPr="00870ED0" w:rsidRDefault="00714EBB">
      <w:pPr>
        <w:pStyle w:val="PL"/>
        <w:rPr>
          <w:noProof w:val="0"/>
        </w:rPr>
      </w:pPr>
    </w:p>
    <w:p w:rsidR="00714EBB" w:rsidRPr="00870ED0" w:rsidRDefault="00714EBB">
      <w:pPr>
        <w:pStyle w:val="H6"/>
      </w:pPr>
      <w:r w:rsidRPr="00870ED0">
        <w:t>5.2.18.2.1.1</w:t>
      </w:r>
      <w:r w:rsidRPr="00870ED0">
        <w:tab/>
        <w:t xml:space="preserve">Normal execution </w:t>
      </w:r>
    </w:p>
    <w:p w:rsidR="00714EBB" w:rsidRPr="00870ED0" w:rsidRDefault="00714EBB">
      <w:pPr>
        <w:pStyle w:val="B1"/>
      </w:pPr>
      <w:r w:rsidRPr="00870ED0">
        <w:t>CRRN1: Throws the JCRE instance of the ToolkitException class with the specified reason.</w:t>
      </w:r>
    </w:p>
    <w:p w:rsidR="00714EBB" w:rsidRPr="00870ED0" w:rsidRDefault="00714EBB">
      <w:pPr>
        <w:pStyle w:val="B1"/>
      </w:pPr>
      <w:r w:rsidRPr="00870ED0">
        <w:t>CRRN2: extends javacard.framework.CardRuntimeException</w:t>
      </w:r>
      <w:r w:rsidR="00E4009D" w:rsidRPr="00870ED0">
        <w:t>.</w:t>
      </w:r>
    </w:p>
    <w:p w:rsidR="00714EBB" w:rsidRPr="00870ED0" w:rsidRDefault="00714EBB">
      <w:pPr>
        <w:pStyle w:val="H6"/>
      </w:pPr>
      <w:r w:rsidRPr="00870ED0">
        <w:t>5.2.18.2.1.2</w:t>
      </w:r>
      <w:r w:rsidRPr="00870ED0">
        <w:tab/>
        <w:t>Parameter errors</w:t>
      </w:r>
    </w:p>
    <w:p w:rsidR="00714EBB" w:rsidRPr="00870ED0" w:rsidRDefault="00714EBB">
      <w:r w:rsidRPr="00870ED0">
        <w:t>No requirements.</w:t>
      </w:r>
    </w:p>
    <w:p w:rsidR="00714EBB" w:rsidRPr="00870ED0" w:rsidRDefault="00714EBB">
      <w:pPr>
        <w:pStyle w:val="H6"/>
      </w:pPr>
      <w:r w:rsidRPr="00870ED0">
        <w:t>5.2.18.2.1.3</w:t>
      </w:r>
      <w:r w:rsidRPr="00870ED0">
        <w:tab/>
        <w:t>Context errors</w:t>
      </w:r>
    </w:p>
    <w:p w:rsidR="00714EBB" w:rsidRPr="00870ED0" w:rsidRDefault="00714EBB">
      <w:r w:rsidRPr="00870ED0">
        <w:t>No requirements.</w:t>
      </w:r>
    </w:p>
    <w:p w:rsidR="00714EBB" w:rsidRPr="00870ED0" w:rsidRDefault="00714EBB" w:rsidP="00E4009D">
      <w:pPr>
        <w:pStyle w:val="Heading5"/>
      </w:pPr>
      <w:r w:rsidRPr="00870ED0">
        <w:t>5.2.18.2.2</w:t>
      </w:r>
      <w:r w:rsidRPr="00870ED0">
        <w:tab/>
        <w:t>Test area files</w:t>
      </w:r>
    </w:p>
    <w:p w:rsidR="00714EBB" w:rsidRPr="00870ED0" w:rsidRDefault="00714EBB" w:rsidP="002854FB">
      <w:pPr>
        <w:pStyle w:val="EX"/>
      </w:pPr>
      <w:r w:rsidRPr="00870ED0">
        <w:t>Test Source:</w:t>
      </w:r>
      <w:r w:rsidRPr="00870ED0">
        <w:tab/>
        <w:t>Test_Api_2_Tke_Thit.java</w:t>
      </w:r>
      <w:r w:rsidR="00E4009D" w:rsidRPr="00870ED0">
        <w:t>.</w:t>
      </w:r>
    </w:p>
    <w:p w:rsidR="00714EBB" w:rsidRPr="00870ED0" w:rsidRDefault="00714EBB" w:rsidP="002854FB">
      <w:pPr>
        <w:pStyle w:val="EX"/>
      </w:pPr>
      <w:r w:rsidRPr="00870ED0">
        <w:t>Tes</w:t>
      </w:r>
      <w:r w:rsidR="00E4009D" w:rsidRPr="00870ED0">
        <w:t>t Applet:</w:t>
      </w:r>
      <w:r w:rsidR="00E4009D" w:rsidRPr="00870ED0">
        <w:tab/>
        <w:t>Api_2_Tke_Thit_1.java.</w:t>
      </w:r>
    </w:p>
    <w:p w:rsidR="00714EBB" w:rsidRPr="00870ED0" w:rsidRDefault="00714EBB" w:rsidP="002854FB">
      <w:pPr>
        <w:pStyle w:val="EX"/>
      </w:pPr>
      <w:r w:rsidRPr="00870ED0">
        <w:t>Cap File:</w:t>
      </w:r>
      <w:r w:rsidRPr="00870ED0">
        <w:tab/>
        <w:t>api_2_tke_thit.cap</w:t>
      </w:r>
      <w:r w:rsidR="00E4009D" w:rsidRPr="00870ED0">
        <w:t>.</w:t>
      </w:r>
    </w:p>
    <w:p w:rsidR="00714EBB" w:rsidRPr="00870ED0" w:rsidRDefault="00714EBB" w:rsidP="00E4009D">
      <w:pPr>
        <w:pStyle w:val="Heading5"/>
      </w:pPr>
      <w:r w:rsidRPr="00870ED0">
        <w:t>5.2.18.2.3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 xml:space="preserve">1, 2, 3 </w:t>
            </w:r>
          </w:p>
        </w:tc>
      </w:tr>
      <w:tr w:rsidR="00714EBB" w:rsidRPr="00870ED0" w:rsidTr="00714EBB">
        <w:trPr>
          <w:jc w:val="center"/>
        </w:trPr>
        <w:tc>
          <w:tcPr>
            <w:tcW w:w="227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N2</w:t>
            </w:r>
          </w:p>
        </w:tc>
        <w:tc>
          <w:tcPr>
            <w:tcW w:w="2196"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4, 5, 6</w:t>
            </w:r>
          </w:p>
        </w:tc>
      </w:tr>
    </w:tbl>
    <w:p w:rsidR="00714EBB" w:rsidRPr="00870ED0" w:rsidRDefault="00714EBB" w:rsidP="00E4009D"/>
    <w:p w:rsidR="00714EBB" w:rsidRPr="00870ED0" w:rsidRDefault="00714EBB" w:rsidP="00E4009D">
      <w:pPr>
        <w:pStyle w:val="Heading5"/>
      </w:pPr>
      <w:r w:rsidRPr="00870ED0">
        <w:t>5.2.18.2.4</w:t>
      </w:r>
      <w:r w:rsidRPr="00870ED0">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Id</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Description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API Expectation</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APDU Expectation</w:t>
            </w: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1</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Throws the JCRE instance of ToolkitException with the specified reason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Reason = 0</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2</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Throws the JCRE instance of ToolkitException with the specified reason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Reason = 1</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3</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Throws the JCRE instance of ToolkitException with the specified reason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Reason = 0xA55A</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4</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jc w:val="center"/>
              <w:rPr>
                <w:b/>
              </w:rPr>
            </w:pPr>
            <w:r w:rsidRPr="00870ED0">
              <w:rPr>
                <w:b/>
              </w:rPr>
              <w:t>ToolkitException extends javacard.framework.CardRuntimeException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Reason = 0</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5</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ToolkitException extends javacard.framework.CardRuntimeException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Reason = 1</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r w:rsidR="00714EBB" w:rsidRPr="00870ED0">
        <w:trPr>
          <w:jc w:val="center"/>
        </w:trPr>
        <w:tc>
          <w:tcPr>
            <w:tcW w:w="425"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6</w:t>
            </w:r>
          </w:p>
        </w:tc>
        <w:tc>
          <w:tcPr>
            <w:tcW w:w="41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ToolkitException extends javacard.framework.CardRuntimeException</w:t>
            </w:r>
          </w:p>
        </w:tc>
        <w:tc>
          <w:tcPr>
            <w:tcW w:w="2911"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r w:rsidRPr="00870ED0">
              <w:t>Reason = 0xA55A</w:t>
            </w:r>
          </w:p>
        </w:tc>
        <w:tc>
          <w:tcPr>
            <w:tcW w:w="2334"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L"/>
              <w:keepNext w:val="0"/>
              <w:keepLines w:val="0"/>
            </w:pPr>
          </w:p>
        </w:tc>
      </w:tr>
    </w:tbl>
    <w:p w:rsidR="00714EBB" w:rsidRPr="00870ED0" w:rsidRDefault="00714EBB">
      <w:pPr>
        <w:spacing w:after="120"/>
      </w:pPr>
    </w:p>
    <w:p w:rsidR="00714EBB" w:rsidRPr="00870ED0" w:rsidRDefault="00714EBB">
      <w:pPr>
        <w:pStyle w:val="Heading4"/>
      </w:pPr>
      <w:r w:rsidRPr="00870ED0">
        <w:t>5.2.18.3</w:t>
      </w:r>
      <w:r w:rsidRPr="00870ED0">
        <w:tab/>
        <w:t>Reason Codes</w:t>
      </w:r>
    </w:p>
    <w:p w:rsidR="00714EBB" w:rsidRPr="00870ED0" w:rsidRDefault="00714EBB">
      <w:r w:rsidRPr="00870ED0">
        <w:t>Test Area Reference: Api_1_Tke_Cons</w:t>
      </w:r>
      <w:r w:rsidR="00E4009D" w:rsidRPr="00870ED0">
        <w:t>.</w:t>
      </w:r>
    </w:p>
    <w:p w:rsidR="00714EBB" w:rsidRPr="00870ED0" w:rsidRDefault="00714EBB" w:rsidP="00E4009D">
      <w:pPr>
        <w:pStyle w:val="Heading5"/>
      </w:pPr>
      <w:r w:rsidRPr="00870ED0">
        <w:lastRenderedPageBreak/>
        <w:t>5.2</w:t>
      </w:r>
      <w:r w:rsidR="00E4009D" w:rsidRPr="00870ED0">
        <w:t>.18.3.1</w:t>
      </w:r>
      <w:r w:rsidR="00E4009D" w:rsidRPr="00870ED0">
        <w:tab/>
        <w:t>Conformance Requirement</w:t>
      </w:r>
    </w:p>
    <w:p w:rsidR="00714EBB" w:rsidRPr="00870ED0" w:rsidRDefault="00714EBB">
      <w:r w:rsidRPr="00870ED0">
        <w:t>There is no API, only constants. These constants shall compliant to its definition in the API.</w:t>
      </w:r>
    </w:p>
    <w:p w:rsidR="00714EBB" w:rsidRPr="00870ED0" w:rsidRDefault="00714EBB">
      <w:pPr>
        <w:pStyle w:val="H6"/>
        <w:outlineLvl w:val="0"/>
      </w:pPr>
      <w:r w:rsidRPr="00870ED0">
        <w:t>5.2.18.3.1.1</w:t>
      </w:r>
      <w:r w:rsidRPr="00870ED0">
        <w:tab/>
        <w:t>Normal execution</w:t>
      </w:r>
    </w:p>
    <w:p w:rsidR="00714EBB" w:rsidRPr="00870ED0" w:rsidRDefault="00714EBB" w:rsidP="004635F3">
      <w:pPr>
        <w:pStyle w:val="B1"/>
      </w:pPr>
      <w:r w:rsidRPr="00870ED0">
        <w:t xml:space="preserve">CRRN1: The Constants of the class ToolkitException shall all have the same name and value defined in the </w:t>
      </w:r>
      <w:r w:rsidR="005272CF" w:rsidRPr="00870ED0">
        <w:t>ETSI </w:t>
      </w:r>
      <w:r w:rsidR="00E4009D" w:rsidRPr="00870ED0">
        <w:t>TS </w:t>
      </w:r>
      <w:r w:rsidRPr="00870ED0">
        <w:t xml:space="preserve">102 241 </w:t>
      </w:r>
      <w:r w:rsidR="00A1210D" w:rsidRPr="00870ED0">
        <w:t>[9]</w:t>
      </w:r>
      <w:r w:rsidRPr="00870ED0">
        <w:t>.</w:t>
      </w:r>
    </w:p>
    <w:p w:rsidR="00714EBB" w:rsidRPr="00870ED0" w:rsidRDefault="00714EBB" w:rsidP="004635F3">
      <w:pPr>
        <w:pStyle w:val="B1"/>
      </w:pPr>
      <w:r w:rsidRPr="00870ED0">
        <w:t>CRRN2: Constructs ToolkitException an Exception with the specified reason.</w:t>
      </w:r>
    </w:p>
    <w:p w:rsidR="00714EBB" w:rsidRPr="00870ED0" w:rsidRDefault="00714EBB">
      <w:pPr>
        <w:pStyle w:val="H6"/>
        <w:outlineLvl w:val="0"/>
      </w:pPr>
      <w:r w:rsidRPr="00870ED0">
        <w:t>5.2.18.3.1.2</w:t>
      </w:r>
      <w:r w:rsidRPr="00870ED0">
        <w:tab/>
        <w:t>Parameter errors</w:t>
      </w:r>
    </w:p>
    <w:p w:rsidR="00714EBB" w:rsidRPr="00870ED0" w:rsidRDefault="00714EBB">
      <w:r w:rsidRPr="00870ED0">
        <w:t>No requirements.</w:t>
      </w:r>
    </w:p>
    <w:p w:rsidR="00714EBB" w:rsidRPr="00870ED0" w:rsidRDefault="00714EBB">
      <w:pPr>
        <w:pStyle w:val="H6"/>
        <w:outlineLvl w:val="0"/>
      </w:pPr>
      <w:r w:rsidRPr="00870ED0">
        <w:t>5.2.18.3.1.3</w:t>
      </w:r>
      <w:r w:rsidRPr="00870ED0">
        <w:tab/>
        <w:t>Context errors</w:t>
      </w:r>
    </w:p>
    <w:p w:rsidR="00714EBB" w:rsidRPr="00870ED0" w:rsidRDefault="00714EBB">
      <w:r w:rsidRPr="00870ED0">
        <w:t>No requirements.</w:t>
      </w:r>
    </w:p>
    <w:p w:rsidR="00714EBB" w:rsidRPr="00870ED0" w:rsidRDefault="00714EBB" w:rsidP="00E4009D">
      <w:pPr>
        <w:pStyle w:val="Heading5"/>
      </w:pPr>
      <w:r w:rsidRPr="00870ED0">
        <w:t>5.2.18.3.2</w:t>
      </w:r>
      <w:r w:rsidRPr="00870ED0">
        <w:tab/>
        <w:t>Test area files</w:t>
      </w:r>
    </w:p>
    <w:p w:rsidR="00714EBB" w:rsidRPr="00870ED0" w:rsidRDefault="00714EBB">
      <w:r w:rsidRPr="00870ED0">
        <w:t>None.</w:t>
      </w:r>
    </w:p>
    <w:p w:rsidR="00714EBB" w:rsidRPr="00870ED0" w:rsidRDefault="00714EBB" w:rsidP="00E4009D">
      <w:pPr>
        <w:pStyle w:val="Heading5"/>
      </w:pPr>
      <w:r w:rsidRPr="00870ED0">
        <w:t>5.2.18.3.3</w:t>
      </w:r>
      <w:r w:rsidRPr="00870ED0">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507"/>
        <w:gridCol w:w="7229"/>
      </w:tblGrid>
      <w:tr w:rsidR="00714EBB" w:rsidRPr="00870ED0" w:rsidTr="00E4009D">
        <w:trPr>
          <w:jc w:val="center"/>
        </w:trPr>
        <w:tc>
          <w:tcPr>
            <w:tcW w:w="150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CRR number</w:t>
            </w:r>
          </w:p>
        </w:tc>
        <w:tc>
          <w:tcPr>
            <w:tcW w:w="7229"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H"/>
              <w:keepNext w:val="0"/>
              <w:keepLines w:val="0"/>
            </w:pPr>
            <w:r w:rsidRPr="00870ED0">
              <w:t>Test case number</w:t>
            </w:r>
          </w:p>
        </w:tc>
      </w:tr>
      <w:tr w:rsidR="00714EBB" w:rsidRPr="00870ED0" w:rsidTr="00E4009D">
        <w:trPr>
          <w:jc w:val="center"/>
        </w:trPr>
        <w:tc>
          <w:tcPr>
            <w:tcW w:w="1507" w:type="dxa"/>
            <w:tcBorders>
              <w:top w:val="single" w:sz="4" w:space="0" w:color="auto"/>
              <w:left w:val="single" w:sz="4" w:space="0" w:color="auto"/>
              <w:bottom w:val="single" w:sz="4" w:space="0" w:color="auto"/>
              <w:right w:val="single" w:sz="4" w:space="0" w:color="auto"/>
            </w:tcBorders>
          </w:tcPr>
          <w:p w:rsidR="00714EBB" w:rsidRPr="00870ED0" w:rsidRDefault="00714EBB">
            <w:pPr>
              <w:pStyle w:val="TAC"/>
              <w:keepNext w:val="0"/>
              <w:keepLines w:val="0"/>
            </w:pPr>
            <w:r w:rsidRPr="00870ED0">
              <w:t>N1 &amp; N2</w:t>
            </w:r>
          </w:p>
        </w:tc>
        <w:tc>
          <w:tcPr>
            <w:tcW w:w="7229" w:type="dxa"/>
            <w:tcBorders>
              <w:top w:val="single" w:sz="4" w:space="0" w:color="auto"/>
              <w:left w:val="single" w:sz="4" w:space="0" w:color="auto"/>
              <w:bottom w:val="single" w:sz="4" w:space="0" w:color="auto"/>
              <w:right w:val="single" w:sz="4" w:space="0" w:color="auto"/>
            </w:tcBorders>
          </w:tcPr>
          <w:p w:rsidR="00714EBB" w:rsidRPr="00870ED0" w:rsidRDefault="00714EBB" w:rsidP="00996566">
            <w:pPr>
              <w:pStyle w:val="TAL"/>
            </w:pPr>
            <w:r w:rsidRPr="00870ED0">
              <w:t>The constants in Java are resolved at compilation time, therefore a runtime test is not useful. No test of constants will be performed</w:t>
            </w:r>
          </w:p>
        </w:tc>
      </w:tr>
    </w:tbl>
    <w:p w:rsidR="00E4009D" w:rsidRPr="00870ED0" w:rsidRDefault="00E4009D" w:rsidP="00E4009D"/>
    <w:p w:rsidR="00714EBB" w:rsidRPr="00870ED0" w:rsidRDefault="00714EBB" w:rsidP="00E4009D">
      <w:pPr>
        <w:pStyle w:val="Heading5"/>
      </w:pPr>
      <w:r w:rsidRPr="00870ED0">
        <w:t>5.2.18.3.4</w:t>
      </w:r>
      <w:r w:rsidRPr="00870ED0">
        <w:tab/>
        <w:t>Test Procedure</w:t>
      </w:r>
    </w:p>
    <w:p w:rsidR="00714EBB" w:rsidRPr="00C531A5" w:rsidRDefault="00714EBB">
      <w:r w:rsidRPr="00870ED0">
        <w:t>None.</w:t>
      </w:r>
      <w:bookmarkStart w:id="1" w:name="_GoBack"/>
      <w:bookmarkEnd w:id="1"/>
    </w:p>
    <w:sectPr w:rsidR="00714EBB" w:rsidRPr="00C531A5" w:rsidSect="00DD6271">
      <w:headerReference w:type="default" r:id="rId7"/>
      <w:footerReference w:type="even" r:id="rId8"/>
      <w:footerReference w:type="default" r:id="rId9"/>
      <w:footnotePr>
        <w:numRestart w:val="eachSect"/>
      </w:footnotePr>
      <w:pgSz w:w="11907" w:h="16840"/>
      <w:pgMar w:top="1418" w:right="1134" w:bottom="1134" w:left="1134" w:header="680" w:footer="340" w:gutter="0"/>
      <w:pgNumType w:start="11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EE8" w:rsidRDefault="00B90EE8">
      <w:r>
        <w:separator/>
      </w:r>
    </w:p>
  </w:endnote>
  <w:endnote w:type="continuationSeparator" w:id="0">
    <w:p w:rsidR="00B90EE8" w:rsidRDefault="00B9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1A6" w:rsidRDefault="004A7C1B">
    <w:pPr>
      <w:pStyle w:val="Footer"/>
      <w:framePr w:wrap="around" w:vAnchor="text" w:hAnchor="margin" w:xAlign="right" w:y="1"/>
      <w:rPr>
        <w:rStyle w:val="PageNumber"/>
      </w:rPr>
    </w:pPr>
    <w:r>
      <w:rPr>
        <w:rStyle w:val="PageNumber"/>
      </w:rPr>
      <w:fldChar w:fldCharType="begin"/>
    </w:r>
    <w:r w:rsidR="00C761A6">
      <w:rPr>
        <w:rStyle w:val="PageNumber"/>
      </w:rPr>
      <w:instrText xml:space="preserve">PAGE  </w:instrText>
    </w:r>
    <w:r>
      <w:rPr>
        <w:rStyle w:val="PageNumber"/>
      </w:rPr>
      <w:fldChar w:fldCharType="end"/>
    </w:r>
  </w:p>
  <w:p w:rsidR="00C761A6" w:rsidRDefault="00C761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1A6" w:rsidRDefault="00C761A6">
    <w:pPr>
      <w:pStyle w:val="Footer"/>
      <w:ind w:right="360"/>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EE8" w:rsidRDefault="00B90EE8">
      <w:r>
        <w:separator/>
      </w:r>
    </w:p>
  </w:footnote>
  <w:footnote w:type="continuationSeparator" w:id="0">
    <w:p w:rsidR="00B90EE8" w:rsidRDefault="00B90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1A6" w:rsidRDefault="00C761A6">
    <w:pPr>
      <w:pStyle w:val="Header"/>
      <w:tabs>
        <w:tab w:val="center" w:pos="4820"/>
        <w:tab w:val="right" w:pos="9639"/>
      </w:tabs>
      <w:rPr>
        <w:lang w:val="fr-FR"/>
      </w:rPr>
    </w:pPr>
    <w:r>
      <w:t xml:space="preserve">Release </w:t>
    </w:r>
    <w:r w:rsidR="008D0AB9">
      <w:t>7</w:t>
    </w:r>
    <w:r>
      <w:tab/>
    </w:r>
    <w:r w:rsidR="004A7C1B">
      <w:fldChar w:fldCharType="begin"/>
    </w:r>
    <w:r>
      <w:rPr>
        <w:lang w:val="fr-FR"/>
      </w:rPr>
      <w:instrText xml:space="preserve"> PAGE </w:instrText>
    </w:r>
    <w:r w:rsidR="004A7C1B">
      <w:fldChar w:fldCharType="separate"/>
    </w:r>
    <w:r w:rsidR="00DD6271">
      <w:rPr>
        <w:lang w:val="fr-FR"/>
      </w:rPr>
      <w:t>442</w:t>
    </w:r>
    <w:r w:rsidR="004A7C1B">
      <w:fldChar w:fldCharType="end"/>
    </w:r>
    <w:r>
      <w:rPr>
        <w:lang w:val="fr-FR"/>
      </w:rPr>
      <w:tab/>
      <w:t>ETSI TS 102 268 V</w:t>
    </w:r>
    <w:r w:rsidR="008D0AB9">
      <w:rPr>
        <w:lang w:val="fr-FR"/>
      </w:rPr>
      <w:t>7</w:t>
    </w:r>
    <w:r>
      <w:rPr>
        <w:lang w:val="fr-FR"/>
      </w:rPr>
      <w:t>.</w:t>
    </w:r>
    <w:r w:rsidR="008D0AB9">
      <w:rPr>
        <w:lang w:val="fr-FR"/>
      </w:rPr>
      <w:t>0</w:t>
    </w:r>
    <w:r>
      <w:rPr>
        <w:lang w:val="fr-FR"/>
      </w:rPr>
      <w:t>.0 (2015-0</w:t>
    </w:r>
    <w:r w:rsidR="00870ED0">
      <w:rPr>
        <w:lang w:val="fr-FR"/>
      </w:rPr>
      <w:t>4</w:t>
    </w:r>
    <w:r>
      <w:rPr>
        <w:lang w:val="fr-F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lvlText w:val="%1."/>
      <w:lvlJc w:val="left"/>
      <w:pPr>
        <w:tabs>
          <w:tab w:val="num" w:pos="1492"/>
        </w:tabs>
        <w:ind w:left="1492" w:hanging="360"/>
      </w:pPr>
    </w:lvl>
  </w:abstractNum>
  <w:abstractNum w:abstractNumId="1">
    <w:nsid w:val="FFFFFF7D"/>
    <w:multiLevelType w:val="singleLevel"/>
    <w:tmpl w:val="3C4A6EBE"/>
    <w:lvl w:ilvl="0">
      <w:start w:val="1"/>
      <w:numFmt w:val="decimal"/>
      <w:lvlText w:val="%1."/>
      <w:lvlJc w:val="left"/>
      <w:pPr>
        <w:tabs>
          <w:tab w:val="num" w:pos="1209"/>
        </w:tabs>
        <w:ind w:left="1209" w:hanging="360"/>
      </w:pPr>
    </w:lvl>
  </w:abstractNum>
  <w:abstractNum w:abstractNumId="2">
    <w:nsid w:val="FFFFFF7E"/>
    <w:multiLevelType w:val="singleLevel"/>
    <w:tmpl w:val="036EEB52"/>
    <w:lvl w:ilvl="0">
      <w:start w:val="1"/>
      <w:numFmt w:val="decimal"/>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2D2E31"/>
    <w:multiLevelType w:val="singleLevel"/>
    <w:tmpl w:val="73CAAFC8"/>
    <w:lvl w:ilvl="0">
      <w:start w:val="1"/>
      <w:numFmt w:val="decimal"/>
      <w:lvlText w:val="%1-"/>
      <w:lvlJc w:val="left"/>
      <w:pPr>
        <w:tabs>
          <w:tab w:val="num" w:pos="360"/>
        </w:tabs>
        <w:ind w:left="360" w:hanging="360"/>
      </w:pPr>
      <w:rPr>
        <w:rFonts w:hint="default"/>
      </w:rPr>
    </w:lvl>
  </w:abstractNum>
  <w:abstractNum w:abstractNumId="15">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56B3AC4"/>
    <w:multiLevelType w:val="singleLevel"/>
    <w:tmpl w:val="73CAAFC8"/>
    <w:lvl w:ilvl="0">
      <w:start w:val="1"/>
      <w:numFmt w:val="decimal"/>
      <w:lvlText w:val="%1-"/>
      <w:lvlJc w:val="left"/>
      <w:pPr>
        <w:tabs>
          <w:tab w:val="num" w:pos="360"/>
        </w:tabs>
        <w:ind w:left="360" w:hanging="360"/>
      </w:pPr>
      <w:rPr>
        <w:rFonts w:hint="default"/>
      </w:r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8E42C8"/>
    <w:multiLevelType w:val="singleLevel"/>
    <w:tmpl w:val="73CAAFC8"/>
    <w:lvl w:ilvl="0">
      <w:start w:val="1"/>
      <w:numFmt w:val="decimal"/>
      <w:lvlText w:val="%1-"/>
      <w:lvlJc w:val="left"/>
      <w:pPr>
        <w:tabs>
          <w:tab w:val="num" w:pos="360"/>
        </w:tabs>
        <w:ind w:left="360" w:hanging="360"/>
      </w:pPr>
      <w:rPr>
        <w:rFonts w:hint="default"/>
      </w:rPr>
    </w:lvl>
  </w:abstractNum>
  <w:abstractNum w:abstractNumId="23">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9A1479"/>
    <w:multiLevelType w:val="multilevel"/>
    <w:tmpl w:val="163A1D1E"/>
    <w:lvl w:ilvl="0">
      <w:start w:val="4"/>
      <w:numFmt w:val="decimal"/>
      <w:lvlText w:val="%1"/>
      <w:lvlJc w:val="left"/>
      <w:pPr>
        <w:tabs>
          <w:tab w:val="num" w:pos="1980"/>
        </w:tabs>
        <w:ind w:left="1980" w:hanging="1980"/>
      </w:pPr>
      <w:rPr>
        <w:rFonts w:hint="default"/>
      </w:rPr>
    </w:lvl>
    <w:lvl w:ilvl="1">
      <w:start w:val="2"/>
      <w:numFmt w:val="decimal"/>
      <w:lvlText w:val="%1.%2"/>
      <w:lvlJc w:val="left"/>
      <w:pPr>
        <w:tabs>
          <w:tab w:val="num" w:pos="1980"/>
        </w:tabs>
        <w:ind w:left="1980" w:hanging="1980"/>
      </w:pPr>
      <w:rPr>
        <w:rFonts w:hint="default"/>
      </w:rPr>
    </w:lvl>
    <w:lvl w:ilvl="2">
      <w:start w:val="1"/>
      <w:numFmt w:val="decimal"/>
      <w:lvlText w:val="%1.%2.%3"/>
      <w:lvlJc w:val="left"/>
      <w:pPr>
        <w:tabs>
          <w:tab w:val="num" w:pos="1980"/>
        </w:tabs>
        <w:ind w:left="1980" w:hanging="1980"/>
      </w:pPr>
      <w:rPr>
        <w:rFonts w:hint="default"/>
      </w:rPr>
    </w:lvl>
    <w:lvl w:ilvl="3">
      <w:start w:val="4"/>
      <w:numFmt w:val="decimal"/>
      <w:lvlText w:val="%1.%2.%3.%4"/>
      <w:lvlJc w:val="left"/>
      <w:pPr>
        <w:tabs>
          <w:tab w:val="num" w:pos="1980"/>
        </w:tabs>
        <w:ind w:left="1980" w:hanging="1980"/>
      </w:pPr>
      <w:rPr>
        <w:rFonts w:hint="default"/>
      </w:rPr>
    </w:lvl>
    <w:lvl w:ilvl="4">
      <w:start w:val="1"/>
      <w:numFmt w:val="decimal"/>
      <w:lvlText w:val="%1.%2.%3.%4.%5"/>
      <w:lvlJc w:val="left"/>
      <w:pPr>
        <w:tabs>
          <w:tab w:val="num" w:pos="1980"/>
        </w:tabs>
        <w:ind w:left="1980" w:hanging="1980"/>
      </w:pPr>
      <w:rPr>
        <w:rFonts w:hint="default"/>
      </w:rPr>
    </w:lvl>
    <w:lvl w:ilvl="5">
      <w:start w:val="1"/>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abstractNum w:abstractNumId="29">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89B22ED"/>
    <w:multiLevelType w:val="singleLevel"/>
    <w:tmpl w:val="73CAAFC8"/>
    <w:lvl w:ilvl="0">
      <w:start w:val="1"/>
      <w:numFmt w:val="decimal"/>
      <w:lvlText w:val="%1-"/>
      <w:lvlJc w:val="left"/>
      <w:pPr>
        <w:tabs>
          <w:tab w:val="num" w:pos="360"/>
        </w:tabs>
        <w:ind w:left="360" w:hanging="360"/>
      </w:pPr>
      <w:rPr>
        <w:rFonts w:hint="default"/>
      </w:rPr>
    </w:lvl>
  </w:abstractNum>
  <w:abstractNum w:abstractNumId="35">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FDA1BC5"/>
    <w:multiLevelType w:val="singleLevel"/>
    <w:tmpl w:val="73CAAFC8"/>
    <w:lvl w:ilvl="0">
      <w:start w:val="1"/>
      <w:numFmt w:val="decimal"/>
      <w:lvlText w:val="%1-"/>
      <w:lvlJc w:val="left"/>
      <w:pPr>
        <w:tabs>
          <w:tab w:val="num" w:pos="360"/>
        </w:tabs>
        <w:ind w:left="360" w:hanging="360"/>
      </w:pPr>
      <w:rPr>
        <w:rFont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3"/>
  </w:num>
  <w:num w:numId="5">
    <w:abstractNumId w:val="20"/>
  </w:num>
  <w:num w:numId="6">
    <w:abstractNumId w:val="35"/>
  </w:num>
  <w:num w:numId="7">
    <w:abstractNumId w:val="29"/>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8"/>
  </w:num>
  <w:num w:numId="17">
    <w:abstractNumId w:val="31"/>
  </w:num>
  <w:num w:numId="18">
    <w:abstractNumId w:val="26"/>
  </w:num>
  <w:num w:numId="19">
    <w:abstractNumId w:val="30"/>
  </w:num>
  <w:num w:numId="20">
    <w:abstractNumId w:val="17"/>
  </w:num>
  <w:num w:numId="21">
    <w:abstractNumId w:val="12"/>
  </w:num>
  <w:num w:numId="22">
    <w:abstractNumId w:val="15"/>
  </w:num>
  <w:num w:numId="23">
    <w:abstractNumId w:val="27"/>
  </w:num>
  <w:num w:numId="24">
    <w:abstractNumId w:val="33"/>
  </w:num>
  <w:num w:numId="25">
    <w:abstractNumId w:val="24"/>
  </w:num>
  <w:num w:numId="26">
    <w:abstractNumId w:val="11"/>
  </w:num>
  <w:num w:numId="27">
    <w:abstractNumId w:val="25"/>
  </w:num>
  <w:num w:numId="28">
    <w:abstractNumId w:val="16"/>
  </w:num>
  <w:num w:numId="29">
    <w:abstractNumId w:val="21"/>
  </w:num>
  <w:num w:numId="30">
    <w:abstractNumId w:val="32"/>
  </w:num>
  <w:num w:numId="31">
    <w:abstractNumId w:val="1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2">
    <w:abstractNumId w:val="19"/>
  </w:num>
  <w:num w:numId="33">
    <w:abstractNumId w:val="22"/>
  </w:num>
  <w:num w:numId="34">
    <w:abstractNumId w:val="34"/>
  </w:num>
  <w:num w:numId="35">
    <w:abstractNumId w:val="14"/>
  </w:num>
  <w:num w:numId="36">
    <w:abstractNumId w:val="28"/>
  </w:num>
  <w:num w:numId="37">
    <w:abstractNumId w:val="1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BAE"/>
    <w:rsid w:val="00010296"/>
    <w:rsid w:val="00022EF9"/>
    <w:rsid w:val="00024505"/>
    <w:rsid w:val="00040656"/>
    <w:rsid w:val="00061DE0"/>
    <w:rsid w:val="00071B49"/>
    <w:rsid w:val="00082378"/>
    <w:rsid w:val="00103F8F"/>
    <w:rsid w:val="001378F0"/>
    <w:rsid w:val="00167BAE"/>
    <w:rsid w:val="0017691A"/>
    <w:rsid w:val="0019094B"/>
    <w:rsid w:val="0019431F"/>
    <w:rsid w:val="001D2DF0"/>
    <w:rsid w:val="0026369A"/>
    <w:rsid w:val="002854FB"/>
    <w:rsid w:val="002D7417"/>
    <w:rsid w:val="00317DA5"/>
    <w:rsid w:val="003264BC"/>
    <w:rsid w:val="003B6377"/>
    <w:rsid w:val="003D12E8"/>
    <w:rsid w:val="003E100B"/>
    <w:rsid w:val="003E157E"/>
    <w:rsid w:val="0041421C"/>
    <w:rsid w:val="00421F7E"/>
    <w:rsid w:val="00431A50"/>
    <w:rsid w:val="004449A8"/>
    <w:rsid w:val="004635F3"/>
    <w:rsid w:val="004A7C1B"/>
    <w:rsid w:val="004E097A"/>
    <w:rsid w:val="00510107"/>
    <w:rsid w:val="005272CF"/>
    <w:rsid w:val="0055057B"/>
    <w:rsid w:val="005631B7"/>
    <w:rsid w:val="005863BD"/>
    <w:rsid w:val="005A2425"/>
    <w:rsid w:val="005F008B"/>
    <w:rsid w:val="00640F3C"/>
    <w:rsid w:val="006B5DEB"/>
    <w:rsid w:val="006C1718"/>
    <w:rsid w:val="006E5B93"/>
    <w:rsid w:val="00714EBB"/>
    <w:rsid w:val="007B0A69"/>
    <w:rsid w:val="007D41FB"/>
    <w:rsid w:val="007F115A"/>
    <w:rsid w:val="00824EEF"/>
    <w:rsid w:val="00831B63"/>
    <w:rsid w:val="0083574F"/>
    <w:rsid w:val="0083796C"/>
    <w:rsid w:val="00870ED0"/>
    <w:rsid w:val="008B07CA"/>
    <w:rsid w:val="008B232B"/>
    <w:rsid w:val="008D0AB9"/>
    <w:rsid w:val="008F05C8"/>
    <w:rsid w:val="008F26AC"/>
    <w:rsid w:val="00996566"/>
    <w:rsid w:val="009B28A8"/>
    <w:rsid w:val="009C248C"/>
    <w:rsid w:val="009E41E3"/>
    <w:rsid w:val="00A02247"/>
    <w:rsid w:val="00A11AA0"/>
    <w:rsid w:val="00A1210D"/>
    <w:rsid w:val="00A6160E"/>
    <w:rsid w:val="00A7325D"/>
    <w:rsid w:val="00A7379C"/>
    <w:rsid w:val="00A84394"/>
    <w:rsid w:val="00A87D3B"/>
    <w:rsid w:val="00AD1633"/>
    <w:rsid w:val="00AE177E"/>
    <w:rsid w:val="00B1122E"/>
    <w:rsid w:val="00B17A29"/>
    <w:rsid w:val="00B4134F"/>
    <w:rsid w:val="00B42331"/>
    <w:rsid w:val="00B469A3"/>
    <w:rsid w:val="00B50783"/>
    <w:rsid w:val="00B90EE8"/>
    <w:rsid w:val="00BA0EBE"/>
    <w:rsid w:val="00BA2331"/>
    <w:rsid w:val="00BE0BB8"/>
    <w:rsid w:val="00C531A5"/>
    <w:rsid w:val="00C761A6"/>
    <w:rsid w:val="00C9362E"/>
    <w:rsid w:val="00C95B92"/>
    <w:rsid w:val="00CD381A"/>
    <w:rsid w:val="00CF54B2"/>
    <w:rsid w:val="00D530D0"/>
    <w:rsid w:val="00D62DA4"/>
    <w:rsid w:val="00D82BA8"/>
    <w:rsid w:val="00D932FD"/>
    <w:rsid w:val="00DD6271"/>
    <w:rsid w:val="00DE4A12"/>
    <w:rsid w:val="00E20D41"/>
    <w:rsid w:val="00E2287A"/>
    <w:rsid w:val="00E27BB8"/>
    <w:rsid w:val="00E4009D"/>
    <w:rsid w:val="00E62A27"/>
    <w:rsid w:val="00E70454"/>
    <w:rsid w:val="00EA6623"/>
    <w:rsid w:val="00EB068D"/>
    <w:rsid w:val="00EB39BD"/>
    <w:rsid w:val="00FB3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8BE66B4D-B2B3-43FD-915E-669BC7D4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BAE"/>
    <w:pPr>
      <w:overflowPunct w:val="0"/>
      <w:autoSpaceDE w:val="0"/>
      <w:autoSpaceDN w:val="0"/>
      <w:adjustRightInd w:val="0"/>
      <w:spacing w:after="180"/>
      <w:textAlignment w:val="baseline"/>
    </w:pPr>
    <w:rPr>
      <w:lang w:val="en-GB"/>
    </w:rPr>
  </w:style>
  <w:style w:type="paragraph" w:styleId="Heading1">
    <w:name w:val="heading 1"/>
    <w:next w:val="Normal"/>
    <w:qFormat/>
    <w:rsid w:val="00167BA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qFormat/>
    <w:rsid w:val="00167BAE"/>
    <w:pPr>
      <w:pBdr>
        <w:top w:val="none" w:sz="0" w:space="0" w:color="auto"/>
      </w:pBdr>
      <w:spacing w:before="180"/>
      <w:outlineLvl w:val="1"/>
    </w:pPr>
    <w:rPr>
      <w:sz w:val="32"/>
    </w:rPr>
  </w:style>
  <w:style w:type="paragraph" w:styleId="Heading3">
    <w:name w:val="heading 3"/>
    <w:basedOn w:val="Heading2"/>
    <w:next w:val="Normal"/>
    <w:qFormat/>
    <w:rsid w:val="00167BAE"/>
    <w:pPr>
      <w:spacing w:before="120"/>
      <w:outlineLvl w:val="2"/>
    </w:pPr>
    <w:rPr>
      <w:sz w:val="28"/>
    </w:rPr>
  </w:style>
  <w:style w:type="paragraph" w:styleId="Heading4">
    <w:name w:val="heading 4"/>
    <w:basedOn w:val="Heading3"/>
    <w:next w:val="Normal"/>
    <w:qFormat/>
    <w:rsid w:val="00167BAE"/>
    <w:pPr>
      <w:ind w:left="1418" w:hanging="1418"/>
      <w:outlineLvl w:val="3"/>
    </w:pPr>
    <w:rPr>
      <w:sz w:val="24"/>
    </w:rPr>
  </w:style>
  <w:style w:type="paragraph" w:styleId="Heading5">
    <w:name w:val="heading 5"/>
    <w:basedOn w:val="Heading4"/>
    <w:next w:val="Normal"/>
    <w:qFormat/>
    <w:rsid w:val="00167BAE"/>
    <w:pPr>
      <w:ind w:left="1701" w:hanging="1701"/>
      <w:outlineLvl w:val="4"/>
    </w:pPr>
    <w:rPr>
      <w:sz w:val="22"/>
    </w:rPr>
  </w:style>
  <w:style w:type="paragraph" w:styleId="Heading6">
    <w:name w:val="heading 6"/>
    <w:basedOn w:val="H6"/>
    <w:next w:val="Normal"/>
    <w:qFormat/>
    <w:rsid w:val="00167BAE"/>
    <w:pPr>
      <w:outlineLvl w:val="5"/>
    </w:pPr>
  </w:style>
  <w:style w:type="paragraph" w:styleId="Heading7">
    <w:name w:val="heading 7"/>
    <w:basedOn w:val="H6"/>
    <w:next w:val="Normal"/>
    <w:qFormat/>
    <w:rsid w:val="00167BAE"/>
    <w:pPr>
      <w:outlineLvl w:val="6"/>
    </w:pPr>
  </w:style>
  <w:style w:type="paragraph" w:styleId="Heading8">
    <w:name w:val="heading 8"/>
    <w:basedOn w:val="Heading1"/>
    <w:next w:val="Normal"/>
    <w:qFormat/>
    <w:rsid w:val="00167BAE"/>
    <w:pPr>
      <w:ind w:left="0" w:firstLine="0"/>
      <w:outlineLvl w:val="7"/>
    </w:pPr>
  </w:style>
  <w:style w:type="paragraph" w:styleId="Heading9">
    <w:name w:val="heading 9"/>
    <w:basedOn w:val="Heading8"/>
    <w:next w:val="Normal"/>
    <w:qFormat/>
    <w:rsid w:val="00167BA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167BAE"/>
    <w:pPr>
      <w:ind w:left="1985" w:hanging="1985"/>
      <w:outlineLvl w:val="9"/>
    </w:pPr>
    <w:rPr>
      <w:sz w:val="20"/>
    </w:rPr>
  </w:style>
  <w:style w:type="character" w:styleId="Hyperlink">
    <w:name w:val="Hyperlink"/>
    <w:basedOn w:val="DefaultParagraphFont"/>
    <w:rsid w:val="00A02247"/>
    <w:rPr>
      <w:color w:val="0000FF"/>
      <w:u w:val="single"/>
    </w:rPr>
  </w:style>
  <w:style w:type="character" w:styleId="FollowedHyperlink">
    <w:name w:val="FollowedHyperlink"/>
    <w:basedOn w:val="DefaultParagraphFont"/>
    <w:rsid w:val="00A02247"/>
    <w:rPr>
      <w:color w:val="800080"/>
      <w:u w:val="single"/>
    </w:rPr>
  </w:style>
  <w:style w:type="paragraph" w:styleId="HTMLAddress">
    <w:name w:val="HTML Address"/>
    <w:basedOn w:val="Normal"/>
    <w:rsid w:val="00A02247"/>
    <w:rPr>
      <w:i/>
      <w:iCs/>
    </w:rPr>
  </w:style>
  <w:style w:type="character" w:styleId="HTMLCode">
    <w:name w:val="HTML Code"/>
    <w:basedOn w:val="DefaultParagraphFont"/>
    <w:rsid w:val="00A02247"/>
    <w:rPr>
      <w:rFonts w:ascii="Courier New" w:eastAsia="Times New Roman" w:hAnsi="Courier New" w:cs="Times New Roman"/>
      <w:sz w:val="20"/>
      <w:szCs w:val="20"/>
    </w:rPr>
  </w:style>
  <w:style w:type="character" w:styleId="HTMLKeyboard">
    <w:name w:val="HTML Keyboard"/>
    <w:basedOn w:val="DefaultParagraphFont"/>
    <w:rsid w:val="00A02247"/>
    <w:rPr>
      <w:rFonts w:ascii="Courier New" w:eastAsia="Times New Roman" w:hAnsi="Courier New" w:cs="Times New Roman"/>
      <w:sz w:val="20"/>
      <w:szCs w:val="20"/>
    </w:rPr>
  </w:style>
  <w:style w:type="paragraph" w:styleId="HTMLPreformatted">
    <w:name w:val="HTML Preformatted"/>
    <w:basedOn w:val="Normal"/>
    <w:rsid w:val="00A0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A02247"/>
    <w:rPr>
      <w:rFonts w:ascii="Courier New" w:eastAsia="Times New Roman" w:hAnsi="Courier New" w:cs="Times New Roman"/>
    </w:rPr>
  </w:style>
  <w:style w:type="character" w:styleId="HTMLTypewriter">
    <w:name w:val="HTML Typewriter"/>
    <w:basedOn w:val="DefaultParagraphFont"/>
    <w:rsid w:val="00A02247"/>
    <w:rPr>
      <w:rFonts w:ascii="Courier New" w:eastAsia="Times New Roman" w:hAnsi="Courier New" w:cs="Times New Roman"/>
      <w:sz w:val="20"/>
      <w:szCs w:val="20"/>
    </w:rPr>
  </w:style>
  <w:style w:type="paragraph" w:styleId="NormalWeb">
    <w:name w:val="Normal (Web)"/>
    <w:basedOn w:val="Normal"/>
    <w:rsid w:val="00A02247"/>
    <w:rPr>
      <w:sz w:val="24"/>
      <w:szCs w:val="24"/>
    </w:rPr>
  </w:style>
  <w:style w:type="paragraph" w:styleId="Index1">
    <w:name w:val="index 1"/>
    <w:basedOn w:val="Normal"/>
    <w:semiHidden/>
    <w:rsid w:val="00167BAE"/>
    <w:pPr>
      <w:keepLines/>
    </w:pPr>
  </w:style>
  <w:style w:type="paragraph" w:styleId="Index2">
    <w:name w:val="index 2"/>
    <w:basedOn w:val="Index1"/>
    <w:semiHidden/>
    <w:rsid w:val="00167BAE"/>
    <w:pPr>
      <w:ind w:left="284"/>
    </w:pPr>
  </w:style>
  <w:style w:type="paragraph" w:styleId="Index3">
    <w:name w:val="index 3"/>
    <w:basedOn w:val="Normal"/>
    <w:next w:val="Normal"/>
    <w:autoRedefine/>
    <w:semiHidden/>
    <w:rsid w:val="00A02247"/>
    <w:pPr>
      <w:ind w:left="600" w:hanging="200"/>
    </w:pPr>
  </w:style>
  <w:style w:type="paragraph" w:styleId="Index4">
    <w:name w:val="index 4"/>
    <w:basedOn w:val="Normal"/>
    <w:next w:val="Normal"/>
    <w:autoRedefine/>
    <w:semiHidden/>
    <w:rsid w:val="00A02247"/>
    <w:pPr>
      <w:ind w:left="800" w:hanging="200"/>
    </w:pPr>
  </w:style>
  <w:style w:type="paragraph" w:styleId="Index5">
    <w:name w:val="index 5"/>
    <w:basedOn w:val="Normal"/>
    <w:next w:val="Normal"/>
    <w:autoRedefine/>
    <w:semiHidden/>
    <w:rsid w:val="00A02247"/>
    <w:pPr>
      <w:ind w:left="1000" w:hanging="200"/>
    </w:pPr>
  </w:style>
  <w:style w:type="paragraph" w:styleId="Index6">
    <w:name w:val="index 6"/>
    <w:basedOn w:val="Normal"/>
    <w:next w:val="Normal"/>
    <w:autoRedefine/>
    <w:semiHidden/>
    <w:rsid w:val="00A02247"/>
    <w:pPr>
      <w:ind w:left="1200" w:hanging="200"/>
    </w:pPr>
  </w:style>
  <w:style w:type="paragraph" w:styleId="Index7">
    <w:name w:val="index 7"/>
    <w:basedOn w:val="Normal"/>
    <w:next w:val="Normal"/>
    <w:autoRedefine/>
    <w:semiHidden/>
    <w:rsid w:val="00A02247"/>
    <w:pPr>
      <w:ind w:left="1400" w:hanging="200"/>
    </w:pPr>
  </w:style>
  <w:style w:type="paragraph" w:styleId="Index8">
    <w:name w:val="index 8"/>
    <w:basedOn w:val="Normal"/>
    <w:next w:val="Normal"/>
    <w:autoRedefine/>
    <w:semiHidden/>
    <w:rsid w:val="00A02247"/>
    <w:pPr>
      <w:ind w:left="1600" w:hanging="200"/>
    </w:pPr>
  </w:style>
  <w:style w:type="paragraph" w:styleId="Index9">
    <w:name w:val="index 9"/>
    <w:basedOn w:val="Normal"/>
    <w:next w:val="Normal"/>
    <w:autoRedefine/>
    <w:semiHidden/>
    <w:rsid w:val="00A02247"/>
    <w:pPr>
      <w:ind w:left="1800" w:hanging="200"/>
    </w:pPr>
  </w:style>
  <w:style w:type="paragraph" w:styleId="TOC1">
    <w:name w:val="toc 1"/>
    <w:semiHidden/>
    <w:rsid w:val="00167BAE"/>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semiHidden/>
    <w:rsid w:val="00167BAE"/>
    <w:pPr>
      <w:spacing w:before="0"/>
      <w:ind w:left="851" w:hanging="851"/>
    </w:pPr>
    <w:rPr>
      <w:sz w:val="20"/>
    </w:rPr>
  </w:style>
  <w:style w:type="paragraph" w:styleId="TOC3">
    <w:name w:val="toc 3"/>
    <w:basedOn w:val="TOC2"/>
    <w:semiHidden/>
    <w:rsid w:val="00167BAE"/>
    <w:pPr>
      <w:ind w:left="1134" w:hanging="1134"/>
    </w:pPr>
  </w:style>
  <w:style w:type="paragraph" w:styleId="TOC4">
    <w:name w:val="toc 4"/>
    <w:basedOn w:val="TOC3"/>
    <w:semiHidden/>
    <w:rsid w:val="00167BAE"/>
    <w:pPr>
      <w:ind w:left="1418" w:hanging="1418"/>
    </w:pPr>
  </w:style>
  <w:style w:type="paragraph" w:styleId="TOC5">
    <w:name w:val="toc 5"/>
    <w:basedOn w:val="TOC4"/>
    <w:semiHidden/>
    <w:rsid w:val="00167BAE"/>
    <w:pPr>
      <w:ind w:left="1701" w:hanging="1701"/>
    </w:pPr>
  </w:style>
  <w:style w:type="paragraph" w:styleId="TOC6">
    <w:name w:val="toc 6"/>
    <w:basedOn w:val="TOC5"/>
    <w:next w:val="Normal"/>
    <w:semiHidden/>
    <w:rsid w:val="00167BAE"/>
    <w:pPr>
      <w:ind w:left="1985" w:hanging="1985"/>
    </w:pPr>
  </w:style>
  <w:style w:type="paragraph" w:styleId="TOC7">
    <w:name w:val="toc 7"/>
    <w:basedOn w:val="TOC6"/>
    <w:next w:val="Normal"/>
    <w:semiHidden/>
    <w:rsid w:val="00167BAE"/>
    <w:pPr>
      <w:ind w:left="2268" w:hanging="2268"/>
    </w:pPr>
  </w:style>
  <w:style w:type="paragraph" w:styleId="TOC8">
    <w:name w:val="toc 8"/>
    <w:basedOn w:val="TOC1"/>
    <w:semiHidden/>
    <w:rsid w:val="00167BAE"/>
    <w:pPr>
      <w:spacing w:before="180"/>
      <w:ind w:left="2693" w:hanging="2693"/>
    </w:pPr>
    <w:rPr>
      <w:b/>
    </w:rPr>
  </w:style>
  <w:style w:type="paragraph" w:styleId="TOC9">
    <w:name w:val="toc 9"/>
    <w:basedOn w:val="TOC8"/>
    <w:semiHidden/>
    <w:rsid w:val="00167BAE"/>
    <w:pPr>
      <w:ind w:left="1418" w:hanging="1418"/>
    </w:pPr>
  </w:style>
  <w:style w:type="paragraph" w:styleId="NormalIndent">
    <w:name w:val="Normal Indent"/>
    <w:basedOn w:val="Normal"/>
    <w:rsid w:val="00A02247"/>
    <w:pPr>
      <w:ind w:left="720"/>
    </w:pPr>
  </w:style>
  <w:style w:type="paragraph" w:styleId="FootnoteText">
    <w:name w:val="footnote text"/>
    <w:basedOn w:val="Normal"/>
    <w:semiHidden/>
    <w:rsid w:val="00167BAE"/>
    <w:pPr>
      <w:keepLines/>
      <w:ind w:left="454" w:hanging="454"/>
    </w:pPr>
    <w:rPr>
      <w:sz w:val="16"/>
    </w:rPr>
  </w:style>
  <w:style w:type="paragraph" w:styleId="CommentText">
    <w:name w:val="annotation text"/>
    <w:basedOn w:val="Normal"/>
    <w:semiHidden/>
    <w:rsid w:val="00A02247"/>
  </w:style>
  <w:style w:type="paragraph" w:styleId="Header">
    <w:name w:val="header"/>
    <w:rsid w:val="00167BAE"/>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rsid w:val="00167BAE"/>
    <w:pPr>
      <w:jc w:val="center"/>
    </w:pPr>
    <w:rPr>
      <w:i/>
    </w:rPr>
  </w:style>
  <w:style w:type="paragraph" w:styleId="IndexHeading">
    <w:name w:val="index heading"/>
    <w:basedOn w:val="Normal"/>
    <w:next w:val="Normal"/>
    <w:semiHidden/>
    <w:rsid w:val="00A02247"/>
    <w:pPr>
      <w:pBdr>
        <w:top w:val="single" w:sz="12" w:space="0" w:color="auto"/>
      </w:pBdr>
      <w:spacing w:before="360" w:after="240"/>
    </w:pPr>
    <w:rPr>
      <w:b/>
      <w:i/>
      <w:sz w:val="26"/>
    </w:rPr>
  </w:style>
  <w:style w:type="paragraph" w:styleId="Caption">
    <w:name w:val="caption"/>
    <w:basedOn w:val="Normal"/>
    <w:next w:val="Normal"/>
    <w:qFormat/>
    <w:rsid w:val="00A02247"/>
    <w:pPr>
      <w:spacing w:before="120" w:after="120"/>
    </w:pPr>
    <w:rPr>
      <w:b/>
      <w:bCs/>
    </w:rPr>
  </w:style>
  <w:style w:type="paragraph" w:styleId="TableofFigures">
    <w:name w:val="table of figures"/>
    <w:basedOn w:val="Normal"/>
    <w:next w:val="Normal"/>
    <w:semiHidden/>
    <w:rsid w:val="00A02247"/>
    <w:pPr>
      <w:ind w:left="400" w:hanging="400"/>
    </w:pPr>
  </w:style>
  <w:style w:type="paragraph" w:styleId="EnvelopeAddress">
    <w:name w:val="envelope address"/>
    <w:basedOn w:val="Normal"/>
    <w:rsid w:val="00A02247"/>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A02247"/>
    <w:rPr>
      <w:rFonts w:ascii="Arial" w:hAnsi="Arial" w:cs="Arial"/>
    </w:rPr>
  </w:style>
  <w:style w:type="paragraph" w:styleId="EndnoteText">
    <w:name w:val="endnote text"/>
    <w:basedOn w:val="Normal"/>
    <w:semiHidden/>
    <w:rsid w:val="00A02247"/>
  </w:style>
  <w:style w:type="paragraph" w:styleId="TableofAuthorities">
    <w:name w:val="table of authorities"/>
    <w:basedOn w:val="Normal"/>
    <w:next w:val="Normal"/>
    <w:semiHidden/>
    <w:rsid w:val="00A02247"/>
    <w:pPr>
      <w:ind w:left="200" w:hanging="200"/>
    </w:pPr>
  </w:style>
  <w:style w:type="paragraph" w:styleId="MacroText">
    <w:name w:val="macro"/>
    <w:semiHidden/>
    <w:rsid w:val="00A0224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A02247"/>
    <w:pPr>
      <w:spacing w:before="120"/>
    </w:pPr>
    <w:rPr>
      <w:rFonts w:ascii="Arial" w:hAnsi="Arial" w:cs="Arial"/>
      <w:b/>
      <w:bCs/>
      <w:sz w:val="24"/>
      <w:szCs w:val="24"/>
    </w:rPr>
  </w:style>
  <w:style w:type="paragraph" w:styleId="List">
    <w:name w:val="List"/>
    <w:basedOn w:val="Normal"/>
    <w:rsid w:val="00167BAE"/>
    <w:pPr>
      <w:ind w:left="568" w:hanging="284"/>
    </w:pPr>
  </w:style>
  <w:style w:type="paragraph" w:styleId="ListBullet">
    <w:name w:val="List Bullet"/>
    <w:basedOn w:val="List"/>
    <w:rsid w:val="00167BAE"/>
  </w:style>
  <w:style w:type="paragraph" w:styleId="ListNumber">
    <w:name w:val="List Number"/>
    <w:basedOn w:val="List"/>
    <w:rsid w:val="00167BAE"/>
  </w:style>
  <w:style w:type="paragraph" w:styleId="List2">
    <w:name w:val="List 2"/>
    <w:basedOn w:val="List"/>
    <w:rsid w:val="00167BAE"/>
    <w:pPr>
      <w:ind w:left="851"/>
    </w:pPr>
  </w:style>
  <w:style w:type="paragraph" w:styleId="List3">
    <w:name w:val="List 3"/>
    <w:basedOn w:val="List2"/>
    <w:rsid w:val="00167BAE"/>
    <w:pPr>
      <w:ind w:left="1135"/>
    </w:pPr>
  </w:style>
  <w:style w:type="paragraph" w:styleId="List4">
    <w:name w:val="List 4"/>
    <w:basedOn w:val="List3"/>
    <w:rsid w:val="00167BAE"/>
    <w:pPr>
      <w:ind w:left="1418"/>
    </w:pPr>
  </w:style>
  <w:style w:type="paragraph" w:styleId="List5">
    <w:name w:val="List 5"/>
    <w:basedOn w:val="List4"/>
    <w:rsid w:val="00167BAE"/>
    <w:pPr>
      <w:ind w:left="1702"/>
    </w:pPr>
  </w:style>
  <w:style w:type="paragraph" w:styleId="ListBullet2">
    <w:name w:val="List Bullet 2"/>
    <w:basedOn w:val="ListBullet"/>
    <w:rsid w:val="00167BAE"/>
    <w:pPr>
      <w:ind w:left="851"/>
    </w:pPr>
  </w:style>
  <w:style w:type="paragraph" w:styleId="ListBullet3">
    <w:name w:val="List Bullet 3"/>
    <w:basedOn w:val="ListBullet2"/>
    <w:rsid w:val="00167BAE"/>
    <w:pPr>
      <w:ind w:left="1135"/>
    </w:pPr>
  </w:style>
  <w:style w:type="paragraph" w:styleId="ListBullet4">
    <w:name w:val="List Bullet 4"/>
    <w:basedOn w:val="ListBullet3"/>
    <w:rsid w:val="00167BAE"/>
    <w:pPr>
      <w:ind w:left="1418"/>
    </w:pPr>
  </w:style>
  <w:style w:type="paragraph" w:styleId="ListBullet5">
    <w:name w:val="List Bullet 5"/>
    <w:basedOn w:val="ListBullet4"/>
    <w:rsid w:val="00167BAE"/>
    <w:pPr>
      <w:ind w:left="1702"/>
    </w:pPr>
  </w:style>
  <w:style w:type="paragraph" w:styleId="ListNumber2">
    <w:name w:val="List Number 2"/>
    <w:basedOn w:val="ListNumber"/>
    <w:rsid w:val="00167BAE"/>
    <w:pPr>
      <w:ind w:left="851"/>
    </w:pPr>
  </w:style>
  <w:style w:type="paragraph" w:styleId="ListNumber3">
    <w:name w:val="List Number 3"/>
    <w:basedOn w:val="Normal"/>
    <w:rsid w:val="00A02247"/>
    <w:pPr>
      <w:tabs>
        <w:tab w:val="num" w:pos="926"/>
      </w:tabs>
      <w:ind w:left="926" w:hanging="360"/>
    </w:pPr>
  </w:style>
  <w:style w:type="paragraph" w:styleId="ListNumber4">
    <w:name w:val="List Number 4"/>
    <w:basedOn w:val="Normal"/>
    <w:rsid w:val="00A02247"/>
    <w:pPr>
      <w:tabs>
        <w:tab w:val="num" w:pos="1209"/>
      </w:tabs>
      <w:ind w:left="1209" w:hanging="360"/>
    </w:pPr>
  </w:style>
  <w:style w:type="paragraph" w:styleId="ListNumber5">
    <w:name w:val="List Number 5"/>
    <w:basedOn w:val="Normal"/>
    <w:rsid w:val="00A02247"/>
    <w:pPr>
      <w:tabs>
        <w:tab w:val="num" w:pos="1492"/>
      </w:tabs>
      <w:ind w:left="1492" w:hanging="360"/>
    </w:pPr>
  </w:style>
  <w:style w:type="paragraph" w:styleId="Title">
    <w:name w:val="Title"/>
    <w:basedOn w:val="Normal"/>
    <w:qFormat/>
    <w:rsid w:val="00A02247"/>
    <w:pPr>
      <w:spacing w:before="240" w:after="60"/>
      <w:jc w:val="center"/>
      <w:outlineLvl w:val="0"/>
    </w:pPr>
    <w:rPr>
      <w:rFonts w:ascii="Arial" w:hAnsi="Arial" w:cs="Arial"/>
      <w:b/>
      <w:bCs/>
      <w:kern w:val="28"/>
      <w:sz w:val="32"/>
      <w:szCs w:val="32"/>
    </w:rPr>
  </w:style>
  <w:style w:type="paragraph" w:styleId="Closing">
    <w:name w:val="Closing"/>
    <w:basedOn w:val="Normal"/>
    <w:rsid w:val="00A02247"/>
    <w:pPr>
      <w:ind w:left="4252"/>
    </w:pPr>
  </w:style>
  <w:style w:type="paragraph" w:styleId="Signature">
    <w:name w:val="Signature"/>
    <w:basedOn w:val="Normal"/>
    <w:rsid w:val="00A02247"/>
    <w:pPr>
      <w:ind w:left="4252"/>
    </w:pPr>
  </w:style>
  <w:style w:type="paragraph" w:styleId="BodyText">
    <w:name w:val="Body Text"/>
    <w:basedOn w:val="Normal"/>
    <w:rsid w:val="00A02247"/>
    <w:pPr>
      <w:keepNext/>
      <w:spacing w:after="140"/>
    </w:pPr>
  </w:style>
  <w:style w:type="paragraph" w:styleId="BodyTextIndent">
    <w:name w:val="Body Text Indent"/>
    <w:basedOn w:val="Normal"/>
    <w:rsid w:val="00A02247"/>
    <w:pPr>
      <w:spacing w:after="120"/>
      <w:ind w:left="283"/>
    </w:pPr>
  </w:style>
  <w:style w:type="paragraph" w:styleId="ListContinue">
    <w:name w:val="List Continue"/>
    <w:basedOn w:val="Normal"/>
    <w:rsid w:val="00A02247"/>
    <w:pPr>
      <w:spacing w:after="120"/>
      <w:ind w:left="283"/>
    </w:pPr>
  </w:style>
  <w:style w:type="paragraph" w:styleId="ListContinue2">
    <w:name w:val="List Continue 2"/>
    <w:basedOn w:val="Normal"/>
    <w:rsid w:val="00A02247"/>
    <w:pPr>
      <w:spacing w:after="120"/>
      <w:ind w:left="566"/>
    </w:pPr>
  </w:style>
  <w:style w:type="paragraph" w:styleId="ListContinue3">
    <w:name w:val="List Continue 3"/>
    <w:basedOn w:val="Normal"/>
    <w:rsid w:val="00A02247"/>
    <w:pPr>
      <w:spacing w:after="120"/>
      <w:ind w:left="849"/>
    </w:pPr>
  </w:style>
  <w:style w:type="paragraph" w:styleId="ListContinue4">
    <w:name w:val="List Continue 4"/>
    <w:basedOn w:val="Normal"/>
    <w:rsid w:val="00A02247"/>
    <w:pPr>
      <w:spacing w:after="120"/>
      <w:ind w:left="1132"/>
    </w:pPr>
  </w:style>
  <w:style w:type="paragraph" w:styleId="ListContinue5">
    <w:name w:val="List Continue 5"/>
    <w:basedOn w:val="Normal"/>
    <w:rsid w:val="00A02247"/>
    <w:pPr>
      <w:spacing w:after="120"/>
      <w:ind w:left="1415"/>
    </w:pPr>
  </w:style>
  <w:style w:type="paragraph" w:styleId="MessageHeader">
    <w:name w:val="Message Header"/>
    <w:basedOn w:val="Normal"/>
    <w:rsid w:val="00A0224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A02247"/>
    <w:pPr>
      <w:spacing w:after="60"/>
      <w:jc w:val="center"/>
      <w:outlineLvl w:val="1"/>
    </w:pPr>
    <w:rPr>
      <w:rFonts w:ascii="Arial" w:hAnsi="Arial" w:cs="Arial"/>
      <w:sz w:val="24"/>
      <w:szCs w:val="24"/>
    </w:rPr>
  </w:style>
  <w:style w:type="paragraph" w:styleId="Salutation">
    <w:name w:val="Salutation"/>
    <w:basedOn w:val="Normal"/>
    <w:next w:val="Normal"/>
    <w:rsid w:val="00A02247"/>
  </w:style>
  <w:style w:type="paragraph" w:styleId="Date">
    <w:name w:val="Date"/>
    <w:basedOn w:val="Normal"/>
    <w:next w:val="Normal"/>
    <w:rsid w:val="00A02247"/>
  </w:style>
  <w:style w:type="paragraph" w:styleId="BodyTextFirstIndent">
    <w:name w:val="Body Text First Indent"/>
    <w:basedOn w:val="BodyText"/>
    <w:rsid w:val="00A02247"/>
    <w:pPr>
      <w:keepNext w:val="0"/>
      <w:spacing w:after="120"/>
      <w:ind w:firstLine="210"/>
    </w:pPr>
  </w:style>
  <w:style w:type="paragraph" w:styleId="BodyTextFirstIndent2">
    <w:name w:val="Body Text First Indent 2"/>
    <w:basedOn w:val="BodyTextIndent"/>
    <w:rsid w:val="00A02247"/>
    <w:pPr>
      <w:ind w:firstLine="210"/>
    </w:pPr>
  </w:style>
  <w:style w:type="paragraph" w:styleId="NoteHeading">
    <w:name w:val="Note Heading"/>
    <w:basedOn w:val="Normal"/>
    <w:next w:val="Normal"/>
    <w:rsid w:val="00A02247"/>
  </w:style>
  <w:style w:type="paragraph" w:styleId="BodyText2">
    <w:name w:val="Body Text 2"/>
    <w:basedOn w:val="Normal"/>
    <w:rsid w:val="00A02247"/>
    <w:pPr>
      <w:spacing w:after="120" w:line="480" w:lineRule="auto"/>
    </w:pPr>
  </w:style>
  <w:style w:type="paragraph" w:styleId="BodyText3">
    <w:name w:val="Body Text 3"/>
    <w:basedOn w:val="Normal"/>
    <w:rsid w:val="00A02247"/>
    <w:pPr>
      <w:spacing w:after="120"/>
    </w:pPr>
    <w:rPr>
      <w:sz w:val="16"/>
      <w:szCs w:val="16"/>
    </w:rPr>
  </w:style>
  <w:style w:type="paragraph" w:styleId="BodyTextIndent2">
    <w:name w:val="Body Text Indent 2"/>
    <w:basedOn w:val="Normal"/>
    <w:rsid w:val="00A02247"/>
    <w:pPr>
      <w:spacing w:after="120" w:line="480" w:lineRule="auto"/>
      <w:ind w:left="283"/>
    </w:pPr>
  </w:style>
  <w:style w:type="paragraph" w:styleId="BodyTextIndent3">
    <w:name w:val="Body Text Indent 3"/>
    <w:basedOn w:val="Normal"/>
    <w:rsid w:val="00A02247"/>
    <w:pPr>
      <w:spacing w:after="120"/>
      <w:ind w:left="283"/>
    </w:pPr>
    <w:rPr>
      <w:sz w:val="16"/>
      <w:szCs w:val="16"/>
    </w:rPr>
  </w:style>
  <w:style w:type="paragraph" w:styleId="BlockText">
    <w:name w:val="Block Text"/>
    <w:basedOn w:val="Normal"/>
    <w:rsid w:val="00A02247"/>
    <w:pPr>
      <w:spacing w:after="120"/>
      <w:ind w:left="1440" w:right="1440"/>
    </w:pPr>
  </w:style>
  <w:style w:type="paragraph" w:styleId="DocumentMap">
    <w:name w:val="Document Map"/>
    <w:basedOn w:val="Normal"/>
    <w:semiHidden/>
    <w:rsid w:val="00A02247"/>
    <w:pPr>
      <w:shd w:val="clear" w:color="auto" w:fill="000080"/>
    </w:pPr>
    <w:rPr>
      <w:rFonts w:ascii="Tahoma" w:hAnsi="Tahoma" w:cs="Tahoma"/>
    </w:rPr>
  </w:style>
  <w:style w:type="paragraph" w:styleId="PlainText">
    <w:name w:val="Plain Text"/>
    <w:basedOn w:val="Normal"/>
    <w:rsid w:val="00A02247"/>
    <w:rPr>
      <w:rFonts w:ascii="Courier New" w:hAnsi="Courier New" w:cs="Courier New"/>
    </w:rPr>
  </w:style>
  <w:style w:type="paragraph" w:styleId="E-mailSignature">
    <w:name w:val="E-mail Signature"/>
    <w:basedOn w:val="Normal"/>
    <w:rsid w:val="00A02247"/>
  </w:style>
  <w:style w:type="paragraph" w:customStyle="1" w:styleId="EQ">
    <w:name w:val="EQ"/>
    <w:basedOn w:val="Normal"/>
    <w:next w:val="Normal"/>
    <w:rsid w:val="00167BAE"/>
    <w:pPr>
      <w:keepLines/>
      <w:tabs>
        <w:tab w:val="center" w:pos="4536"/>
        <w:tab w:val="right" w:pos="9072"/>
      </w:tabs>
    </w:pPr>
    <w:rPr>
      <w:noProof/>
    </w:rPr>
  </w:style>
  <w:style w:type="paragraph" w:customStyle="1" w:styleId="ZD">
    <w:name w:val="ZD"/>
    <w:rsid w:val="00167BAE"/>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167BAE"/>
    <w:pPr>
      <w:outlineLvl w:val="9"/>
    </w:pPr>
  </w:style>
  <w:style w:type="paragraph" w:customStyle="1" w:styleId="NO">
    <w:name w:val="NO"/>
    <w:basedOn w:val="Normal"/>
    <w:rsid w:val="00167BAE"/>
    <w:pPr>
      <w:keepLines/>
      <w:ind w:left="1135" w:hanging="851"/>
    </w:pPr>
  </w:style>
  <w:style w:type="paragraph" w:customStyle="1" w:styleId="PL">
    <w:name w:val="PL"/>
    <w:rsid w:val="00167B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167BAE"/>
    <w:pPr>
      <w:keepNext/>
      <w:keepLines/>
      <w:spacing w:after="0"/>
    </w:pPr>
    <w:rPr>
      <w:rFonts w:ascii="Arial" w:hAnsi="Arial"/>
      <w:sz w:val="18"/>
    </w:rPr>
  </w:style>
  <w:style w:type="paragraph" w:customStyle="1" w:styleId="TAC">
    <w:name w:val="TAC"/>
    <w:basedOn w:val="TAL"/>
    <w:rsid w:val="00167BAE"/>
    <w:pPr>
      <w:jc w:val="center"/>
    </w:pPr>
  </w:style>
  <w:style w:type="paragraph" w:customStyle="1" w:styleId="LD">
    <w:name w:val="LD"/>
    <w:rsid w:val="00167BAE"/>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167BAE"/>
    <w:pPr>
      <w:keepLines/>
      <w:ind w:left="1702" w:hanging="1418"/>
    </w:pPr>
  </w:style>
  <w:style w:type="paragraph" w:customStyle="1" w:styleId="FP">
    <w:name w:val="FP"/>
    <w:basedOn w:val="Normal"/>
    <w:rsid w:val="00167BAE"/>
    <w:pPr>
      <w:spacing w:after="0"/>
    </w:pPr>
  </w:style>
  <w:style w:type="paragraph" w:customStyle="1" w:styleId="NW">
    <w:name w:val="NW"/>
    <w:basedOn w:val="NO"/>
    <w:rsid w:val="00167BAE"/>
    <w:pPr>
      <w:spacing w:after="0"/>
    </w:pPr>
  </w:style>
  <w:style w:type="paragraph" w:customStyle="1" w:styleId="EW">
    <w:name w:val="EW"/>
    <w:basedOn w:val="EX"/>
    <w:rsid w:val="00167BAE"/>
    <w:pPr>
      <w:spacing w:after="0"/>
    </w:pPr>
  </w:style>
  <w:style w:type="paragraph" w:customStyle="1" w:styleId="B10">
    <w:name w:val="B1"/>
    <w:basedOn w:val="List"/>
    <w:rsid w:val="00167BAE"/>
    <w:pPr>
      <w:ind w:left="738" w:hanging="454"/>
    </w:pPr>
  </w:style>
  <w:style w:type="paragraph" w:customStyle="1" w:styleId="EditorsNote">
    <w:name w:val="Editor's Note"/>
    <w:basedOn w:val="NO"/>
    <w:rsid w:val="00167BAE"/>
    <w:rPr>
      <w:color w:val="FF0000"/>
    </w:rPr>
  </w:style>
  <w:style w:type="paragraph" w:customStyle="1" w:styleId="TH">
    <w:name w:val="TH"/>
    <w:basedOn w:val="FL"/>
    <w:next w:val="FL"/>
    <w:rsid w:val="00167BAE"/>
  </w:style>
  <w:style w:type="paragraph" w:customStyle="1" w:styleId="FL">
    <w:name w:val="FL"/>
    <w:basedOn w:val="Normal"/>
    <w:rsid w:val="00167BAE"/>
    <w:pPr>
      <w:keepNext/>
      <w:keepLines/>
      <w:spacing w:before="60"/>
      <w:jc w:val="center"/>
    </w:pPr>
    <w:rPr>
      <w:rFonts w:ascii="Arial" w:hAnsi="Arial"/>
      <w:b/>
    </w:rPr>
  </w:style>
  <w:style w:type="paragraph" w:customStyle="1" w:styleId="ZA">
    <w:name w:val="ZA"/>
    <w:rsid w:val="00167B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167B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167BAE"/>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rPr>
  </w:style>
  <w:style w:type="paragraph" w:customStyle="1" w:styleId="ZU">
    <w:name w:val="ZU"/>
    <w:rsid w:val="00167B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167BAE"/>
    <w:pPr>
      <w:ind w:left="851" w:hanging="851"/>
    </w:pPr>
  </w:style>
  <w:style w:type="paragraph" w:customStyle="1" w:styleId="ZH">
    <w:name w:val="ZH"/>
    <w:rsid w:val="00167BAE"/>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167BAE"/>
    <w:pPr>
      <w:keepNext w:val="0"/>
      <w:spacing w:before="0" w:after="240"/>
    </w:pPr>
  </w:style>
  <w:style w:type="paragraph" w:customStyle="1" w:styleId="ZG">
    <w:name w:val="ZG"/>
    <w:rsid w:val="00167BAE"/>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167BAE"/>
    <w:pPr>
      <w:ind w:left="1191" w:hanging="454"/>
    </w:pPr>
  </w:style>
  <w:style w:type="paragraph" w:customStyle="1" w:styleId="B30">
    <w:name w:val="B3"/>
    <w:basedOn w:val="List3"/>
    <w:rsid w:val="00167BAE"/>
    <w:pPr>
      <w:ind w:left="1645" w:hanging="454"/>
    </w:pPr>
  </w:style>
  <w:style w:type="paragraph" w:customStyle="1" w:styleId="B4">
    <w:name w:val="B4"/>
    <w:basedOn w:val="List4"/>
    <w:rsid w:val="00167BAE"/>
    <w:pPr>
      <w:ind w:left="2098" w:hanging="454"/>
    </w:pPr>
  </w:style>
  <w:style w:type="paragraph" w:customStyle="1" w:styleId="B5">
    <w:name w:val="B5"/>
    <w:basedOn w:val="List5"/>
    <w:rsid w:val="00167BAE"/>
    <w:pPr>
      <w:ind w:left="2552" w:hanging="454"/>
    </w:pPr>
  </w:style>
  <w:style w:type="paragraph" w:customStyle="1" w:styleId="ZTD">
    <w:name w:val="ZTD"/>
    <w:basedOn w:val="ZB"/>
    <w:rsid w:val="00167BAE"/>
    <w:pPr>
      <w:framePr w:hRule="auto" w:wrap="notBeside" w:y="852"/>
    </w:pPr>
    <w:rPr>
      <w:i w:val="0"/>
      <w:sz w:val="40"/>
    </w:rPr>
  </w:style>
  <w:style w:type="paragraph" w:customStyle="1" w:styleId="ZV">
    <w:name w:val="ZV"/>
    <w:basedOn w:val="ZU"/>
    <w:rsid w:val="00167BAE"/>
    <w:pPr>
      <w:framePr w:wrap="notBeside" w:y="16161"/>
    </w:pPr>
  </w:style>
  <w:style w:type="paragraph" w:customStyle="1" w:styleId="B3">
    <w:name w:val="B3+"/>
    <w:basedOn w:val="B30"/>
    <w:rsid w:val="00167BAE"/>
    <w:pPr>
      <w:numPr>
        <w:numId w:val="4"/>
      </w:numPr>
      <w:tabs>
        <w:tab w:val="left" w:pos="1134"/>
      </w:tabs>
    </w:pPr>
  </w:style>
  <w:style w:type="paragraph" w:customStyle="1" w:styleId="B1">
    <w:name w:val="B1+"/>
    <w:basedOn w:val="B10"/>
    <w:rsid w:val="00167BAE"/>
    <w:pPr>
      <w:numPr>
        <w:numId w:val="5"/>
      </w:numPr>
    </w:pPr>
  </w:style>
  <w:style w:type="paragraph" w:customStyle="1" w:styleId="B2">
    <w:name w:val="B2+"/>
    <w:basedOn w:val="B20"/>
    <w:rsid w:val="00167BAE"/>
    <w:pPr>
      <w:numPr>
        <w:numId w:val="6"/>
      </w:numPr>
    </w:pPr>
  </w:style>
  <w:style w:type="paragraph" w:customStyle="1" w:styleId="BL">
    <w:name w:val="BL"/>
    <w:basedOn w:val="Normal"/>
    <w:rsid w:val="00167BAE"/>
    <w:pPr>
      <w:numPr>
        <w:numId w:val="7"/>
      </w:numPr>
      <w:tabs>
        <w:tab w:val="left" w:pos="851"/>
      </w:tabs>
    </w:pPr>
  </w:style>
  <w:style w:type="paragraph" w:customStyle="1" w:styleId="BN">
    <w:name w:val="BN"/>
    <w:basedOn w:val="Normal"/>
    <w:rsid w:val="00167BAE"/>
    <w:pPr>
      <w:numPr>
        <w:numId w:val="8"/>
      </w:numPr>
    </w:pPr>
  </w:style>
  <w:style w:type="character" w:styleId="FootnoteReference">
    <w:name w:val="footnote reference"/>
    <w:basedOn w:val="DefaultParagraphFont"/>
    <w:semiHidden/>
    <w:rsid w:val="00167BAE"/>
    <w:rPr>
      <w:b/>
      <w:position w:val="6"/>
      <w:sz w:val="16"/>
    </w:rPr>
  </w:style>
  <w:style w:type="character" w:styleId="CommentReference">
    <w:name w:val="annotation reference"/>
    <w:basedOn w:val="DefaultParagraphFont"/>
    <w:semiHidden/>
    <w:rsid w:val="00A02247"/>
    <w:rPr>
      <w:sz w:val="16"/>
      <w:szCs w:val="16"/>
    </w:rPr>
  </w:style>
  <w:style w:type="character" w:styleId="EndnoteReference">
    <w:name w:val="endnote reference"/>
    <w:basedOn w:val="DefaultParagraphFont"/>
    <w:semiHidden/>
    <w:rsid w:val="00A02247"/>
    <w:rPr>
      <w:vertAlign w:val="superscript"/>
    </w:rPr>
  </w:style>
  <w:style w:type="character" w:customStyle="1" w:styleId="ZGSM">
    <w:name w:val="ZGSM"/>
    <w:rsid w:val="00167BAE"/>
  </w:style>
  <w:style w:type="paragraph" w:customStyle="1" w:styleId="TAH">
    <w:name w:val="TAH"/>
    <w:basedOn w:val="TAC"/>
    <w:rsid w:val="00167BAE"/>
    <w:rPr>
      <w:b/>
    </w:rPr>
  </w:style>
  <w:style w:type="paragraph" w:customStyle="1" w:styleId="TAR">
    <w:name w:val="TAR"/>
    <w:basedOn w:val="TAL"/>
    <w:rsid w:val="00167BAE"/>
    <w:pPr>
      <w:jc w:val="right"/>
    </w:pPr>
  </w:style>
  <w:style w:type="paragraph" w:customStyle="1" w:styleId="NF">
    <w:name w:val="NF"/>
    <w:basedOn w:val="NO"/>
    <w:rsid w:val="00167BAE"/>
    <w:pPr>
      <w:keepNext/>
      <w:spacing w:after="0"/>
    </w:pPr>
    <w:rPr>
      <w:rFonts w:ascii="Arial" w:hAnsi="Arial"/>
      <w:sz w:val="18"/>
    </w:rPr>
  </w:style>
  <w:style w:type="paragraph" w:customStyle="1" w:styleId="TAJ">
    <w:name w:val="TAJ"/>
    <w:basedOn w:val="Normal"/>
    <w:rsid w:val="00167BAE"/>
    <w:pPr>
      <w:keepNext/>
      <w:keepLines/>
      <w:spacing w:after="0"/>
      <w:jc w:val="both"/>
    </w:pPr>
    <w:rPr>
      <w:rFonts w:ascii="Arial" w:hAnsi="Arial"/>
      <w:sz w:val="18"/>
    </w:rPr>
  </w:style>
  <w:style w:type="paragraph" w:styleId="BalloonText">
    <w:name w:val="Balloon Text"/>
    <w:basedOn w:val="Normal"/>
    <w:semiHidden/>
    <w:rsid w:val="00A02247"/>
    <w:rPr>
      <w:rFonts w:ascii="Tahoma" w:hAnsi="Tahoma" w:cs="Tahoma"/>
      <w:sz w:val="16"/>
      <w:szCs w:val="16"/>
    </w:rPr>
  </w:style>
  <w:style w:type="character" w:customStyle="1" w:styleId="ListBulletChar1Char">
    <w:name w:val="List Bullet Char1 Char"/>
    <w:basedOn w:val="ListChar"/>
    <w:rsid w:val="00A02247"/>
    <w:rPr>
      <w:lang w:val="en-GB" w:eastAsia="en-US"/>
    </w:rPr>
  </w:style>
  <w:style w:type="character" w:customStyle="1" w:styleId="ListChar">
    <w:name w:val="List Char"/>
    <w:basedOn w:val="DefaultParagraphFont"/>
    <w:rsid w:val="00A02247"/>
    <w:rPr>
      <w:lang w:val="en-GB" w:eastAsia="en-US"/>
    </w:rPr>
  </w:style>
  <w:style w:type="character" w:customStyle="1" w:styleId="CODE">
    <w:name w:val="CODE"/>
    <w:rsid w:val="00A02247"/>
    <w:rPr>
      <w:rFonts w:ascii="Courier New" w:hAnsi="Courier New" w:cs="Courier New"/>
      <w:sz w:val="20"/>
      <w:szCs w:val="20"/>
    </w:rPr>
  </w:style>
  <w:style w:type="paragraph" w:customStyle="1" w:styleId="HTMLconformatoprevio1">
    <w:name w:val="HTML con formato previo1"/>
    <w:basedOn w:val="Normal"/>
    <w:rsid w:val="00A02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Arial Unicode MS" w:eastAsia="Arial Unicode MS" w:hAnsi="Arial Unicode MS" w:cs="Arial Unicode MS"/>
      <w:lang w:val="es-ES" w:eastAsia="es-ES"/>
    </w:rPr>
  </w:style>
  <w:style w:type="paragraph" w:customStyle="1" w:styleId="textcell">
    <w:name w:val="text cell"/>
    <w:basedOn w:val="Normal"/>
    <w:rsid w:val="00A02247"/>
    <w:pPr>
      <w:overflowPunct/>
      <w:autoSpaceDE/>
      <w:autoSpaceDN/>
      <w:adjustRightInd/>
      <w:spacing w:after="0"/>
      <w:jc w:val="center"/>
      <w:textAlignment w:val="auto"/>
    </w:pPr>
    <w:rPr>
      <w:sz w:val="16"/>
      <w:szCs w:val="16"/>
      <w:lang w:val="en-US"/>
    </w:rPr>
  </w:style>
  <w:style w:type="paragraph" w:customStyle="1" w:styleId="IBN">
    <w:name w:val="IBN"/>
    <w:basedOn w:val="Normal"/>
    <w:rsid w:val="00A02247"/>
    <w:pPr>
      <w:tabs>
        <w:tab w:val="left" w:pos="567"/>
      </w:tabs>
      <w:ind w:left="284"/>
    </w:pPr>
  </w:style>
  <w:style w:type="character" w:styleId="Emphasis">
    <w:name w:val="Emphasis"/>
    <w:basedOn w:val="DefaultParagraphFont"/>
    <w:qFormat/>
    <w:rsid w:val="00A02247"/>
    <w:rPr>
      <w:i/>
      <w:iCs/>
    </w:rPr>
  </w:style>
  <w:style w:type="character" w:styleId="PageNumber">
    <w:name w:val="page number"/>
    <w:basedOn w:val="DefaultParagraphFont"/>
    <w:rsid w:val="00A02247"/>
  </w:style>
  <w:style w:type="paragraph" w:styleId="Revision">
    <w:name w:val="Revision"/>
    <w:hidden/>
    <w:uiPriority w:val="99"/>
    <w:semiHidden/>
    <w:rsid w:val="008D0AB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ETSIW_80.dot</Template>
  <TotalTime>2</TotalTime>
  <Pages>330</Pages>
  <Words>84121</Words>
  <Characters>479494</Characters>
  <Application>Microsoft Office Word</Application>
  <DocSecurity>0</DocSecurity>
  <Lines>3995</Lines>
  <Paragraphs>1124</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562491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Antoinette van Tricht</cp:lastModifiedBy>
  <cp:revision>4</cp:revision>
  <cp:lastPrinted>2002-01-22T14:32:00Z</cp:lastPrinted>
  <dcterms:created xsi:type="dcterms:W3CDTF">2015-04-02T10:23:00Z</dcterms:created>
  <dcterms:modified xsi:type="dcterms:W3CDTF">2015-04-10T13:18:00Z</dcterms:modified>
</cp:coreProperties>
</file>