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153" w:rsidRPr="00501E3A" w:rsidRDefault="007E5153" w:rsidP="00DB2ABE">
      <w:pPr>
        <w:pStyle w:val="Heading1"/>
      </w:pPr>
      <w:r w:rsidRPr="00501E3A">
        <w:t>5</w:t>
      </w:r>
      <w:r w:rsidRPr="00501E3A">
        <w:tab/>
        <w:t>Test plan</w:t>
      </w:r>
    </w:p>
    <w:p w:rsidR="007E5153" w:rsidRPr="00501E3A" w:rsidRDefault="007E5153">
      <w:pPr>
        <w:pStyle w:val="Heading2"/>
      </w:pPr>
      <w:r w:rsidRPr="00501E3A">
        <w:t>5.1</w:t>
      </w:r>
      <w:r w:rsidRPr="00501E3A">
        <w:tab/>
        <w:t>Package uicc.access</w:t>
      </w:r>
    </w:p>
    <w:p w:rsidR="007E5153" w:rsidRPr="00501E3A" w:rsidRDefault="007E5153">
      <w:pPr>
        <w:pStyle w:val="Heading3"/>
      </w:pPr>
      <w:r w:rsidRPr="00501E3A">
        <w:t>5.1.1</w:t>
      </w:r>
      <w:r w:rsidRPr="00501E3A">
        <w:tab/>
        <w:t>Interface FileView</w:t>
      </w:r>
    </w:p>
    <w:p w:rsidR="007E5153" w:rsidRPr="00501E3A" w:rsidRDefault="007E5153">
      <w:pPr>
        <w:pStyle w:val="Heading4"/>
      </w:pPr>
      <w:r w:rsidRPr="00501E3A">
        <w:t>5.1.1.1</w:t>
      </w:r>
      <w:r w:rsidRPr="00501E3A">
        <w:tab/>
        <w:t>Method activateFile</w:t>
      </w:r>
    </w:p>
    <w:p w:rsidR="007E5153" w:rsidRPr="00501E3A" w:rsidRDefault="007E5153">
      <w:r w:rsidRPr="00501E3A">
        <w:t>Test Area Reference: Api_1_Fvw_Actf</w:t>
      </w:r>
    </w:p>
    <w:p w:rsidR="007E5153" w:rsidRPr="00501E3A" w:rsidRDefault="007E5153" w:rsidP="00775BB7">
      <w:pPr>
        <w:pStyle w:val="Heading5"/>
      </w:pPr>
      <w:r w:rsidRPr="00501E3A">
        <w:t>5.1.1.1.1</w:t>
      </w:r>
      <w:r w:rsidRPr="00501E3A">
        <w:tab/>
        <w:t>Conformance requirement</w:t>
      </w:r>
    </w:p>
    <w:p w:rsidR="007E5153" w:rsidRPr="00501E3A" w:rsidRDefault="007E5153" w:rsidP="009D3F67">
      <w:r w:rsidRPr="00501E3A">
        <w:t>The method with following header shall be compliant to its definition in the API.</w:t>
      </w:r>
    </w:p>
    <w:p w:rsidR="007E5153" w:rsidRPr="00501E3A" w:rsidRDefault="007E5153">
      <w:pPr>
        <w:pStyle w:val="PL"/>
        <w:rPr>
          <w:noProof w:val="0"/>
        </w:rPr>
      </w:pPr>
      <w:r w:rsidRPr="00501E3A">
        <w:rPr>
          <w:noProof w:val="0"/>
        </w:rPr>
        <w:t>public void activateFile()</w:t>
      </w:r>
    </w:p>
    <w:p w:rsidR="007E5153" w:rsidRPr="00501E3A" w:rsidRDefault="007E5153">
      <w:pPr>
        <w:pStyle w:val="PL"/>
        <w:rPr>
          <w:noProof w:val="0"/>
        </w:rPr>
      </w:pPr>
      <w:r w:rsidRPr="00501E3A">
        <w:rPr>
          <w:noProof w:val="0"/>
        </w:rPr>
        <w:tab/>
      </w:r>
      <w:r w:rsidRPr="00501E3A">
        <w:rPr>
          <w:noProof w:val="0"/>
        </w:rPr>
        <w:tab/>
      </w:r>
      <w:r w:rsidRPr="00501E3A">
        <w:rPr>
          <w:noProof w:val="0"/>
        </w:rPr>
        <w:tab/>
      </w:r>
      <w:r w:rsidRPr="00501E3A">
        <w:rPr>
          <w:noProof w:val="0"/>
        </w:rPr>
        <w:tab/>
        <w:t>throws UICCException</w:t>
      </w:r>
    </w:p>
    <w:p w:rsidR="009D3F67" w:rsidRPr="00501E3A" w:rsidRDefault="009D3F67">
      <w:pPr>
        <w:pStyle w:val="PL"/>
        <w:rPr>
          <w:noProof w:val="0"/>
        </w:rPr>
      </w:pPr>
    </w:p>
    <w:p w:rsidR="007E5153" w:rsidRPr="00501E3A" w:rsidRDefault="00775BB7">
      <w:pPr>
        <w:pStyle w:val="H6"/>
        <w:outlineLvl w:val="0"/>
      </w:pPr>
      <w:r w:rsidRPr="00501E3A">
        <w:t>5.1.1.1.1.1</w:t>
      </w:r>
      <w:r w:rsidR="007E5153" w:rsidRPr="00501E3A">
        <w:tab/>
        <w:t>Normal execution</w:t>
      </w:r>
    </w:p>
    <w:p w:rsidR="007E5153" w:rsidRPr="00501E3A" w:rsidRDefault="007E5153">
      <w:pPr>
        <w:pStyle w:val="B1"/>
      </w:pPr>
      <w:r w:rsidRPr="00501E3A">
        <w:t xml:space="preserve">CRRN1: The currently selected EF of the calling applet shall be activated, as defined in </w:t>
      </w:r>
      <w:r w:rsidR="00C64ACE" w:rsidRPr="00501E3A">
        <w:t xml:space="preserve">ETSI </w:t>
      </w:r>
      <w:r w:rsidRPr="00501E3A">
        <w:t>TS 102 222</w:t>
      </w:r>
      <w:r w:rsidR="008E4E43" w:rsidRPr="00501E3A">
        <w:t xml:space="preserve"> [7</w:t>
      </w:r>
      <w:r w:rsidR="009D3F67" w:rsidRPr="00501E3A">
        <w:t>]</w:t>
      </w:r>
      <w:r w:rsidRPr="00501E3A">
        <w:t>.</w:t>
      </w:r>
    </w:p>
    <w:p w:rsidR="007E5153" w:rsidRPr="00501E3A" w:rsidRDefault="00775BB7">
      <w:pPr>
        <w:pStyle w:val="H6"/>
        <w:outlineLvl w:val="0"/>
      </w:pPr>
      <w:r w:rsidRPr="00501E3A">
        <w:t>5.1.1.1.1.2</w:t>
      </w:r>
      <w:r w:rsidR="007E5153" w:rsidRPr="00501E3A">
        <w:tab/>
        <w:t>Parameter errors</w:t>
      </w:r>
    </w:p>
    <w:p w:rsidR="007E5153" w:rsidRPr="00501E3A" w:rsidRDefault="007E5153" w:rsidP="009D3F67">
      <w:r w:rsidRPr="00501E3A">
        <w:t>No requirements.</w:t>
      </w:r>
    </w:p>
    <w:p w:rsidR="007E5153" w:rsidRPr="00501E3A" w:rsidRDefault="00775BB7">
      <w:pPr>
        <w:pStyle w:val="H6"/>
        <w:outlineLvl w:val="0"/>
      </w:pPr>
      <w:r w:rsidRPr="00501E3A">
        <w:t>5.1.1.1.1.3</w:t>
      </w:r>
      <w:r w:rsidR="007E5153" w:rsidRPr="00501E3A">
        <w:tab/>
        <w:t>Context errors</w:t>
      </w:r>
    </w:p>
    <w:p w:rsidR="007E5153" w:rsidRPr="00501E3A" w:rsidRDefault="007E5153" w:rsidP="00E34DFA">
      <w:pPr>
        <w:pStyle w:val="B1"/>
      </w:pPr>
      <w:r w:rsidRPr="00501E3A">
        <w:t>CRRC1: If the calling applet has currently no EF selected, an instance of UICCException shall be thrown. The reason code shall b</w:t>
      </w:r>
      <w:r w:rsidR="004C222B" w:rsidRPr="00501E3A">
        <w:t>e UICCException.NO_EF_SELECTED.</w:t>
      </w:r>
    </w:p>
    <w:p w:rsidR="007E5153" w:rsidRPr="00501E3A" w:rsidRDefault="007E5153" w:rsidP="00E34DFA">
      <w:pPr>
        <w:pStyle w:val="B1"/>
      </w:pPr>
      <w:r w:rsidRPr="00501E3A">
        <w:t>CRRC2: If the calling applet does not fulfil the access condition, activate, to perform this function, an instance of UICCException shall be thrown. The reason code shall be UICCException.SECURITY_STATUS_NOT_SATISFIED.</w:t>
      </w:r>
    </w:p>
    <w:p w:rsidR="007E5153" w:rsidRPr="00501E3A" w:rsidRDefault="007E5153" w:rsidP="00E34DFA">
      <w:pPr>
        <w:pStyle w:val="B1"/>
      </w:pPr>
      <w:r w:rsidRPr="00501E3A">
        <w:t>CRRC3: If the method call causes an error to occur that is not expected and thus not handled, an instance of UICCException shall be thrown. The reason code shall b</w:t>
      </w:r>
      <w:r w:rsidR="009D3F67" w:rsidRPr="00501E3A">
        <w:t>e UICCException.INTERNAL_ERROR.</w:t>
      </w:r>
    </w:p>
    <w:p w:rsidR="007E5153" w:rsidRPr="00501E3A" w:rsidRDefault="007E5153" w:rsidP="00775BB7">
      <w:pPr>
        <w:pStyle w:val="Heading5"/>
      </w:pPr>
      <w:r w:rsidRPr="00501E3A">
        <w:t>5.1.1.1.2</w:t>
      </w:r>
      <w:r w:rsidR="009D3F67" w:rsidRPr="00501E3A">
        <w:tab/>
      </w:r>
      <w:r w:rsidRPr="00501E3A">
        <w:t>Test area files</w:t>
      </w:r>
    </w:p>
    <w:p w:rsidR="007E5153" w:rsidRPr="00501E3A" w:rsidRDefault="007E5153" w:rsidP="00DB2ABE">
      <w:pPr>
        <w:pStyle w:val="B10"/>
        <w:tabs>
          <w:tab w:val="left" w:pos="2268"/>
        </w:tabs>
      </w:pPr>
      <w:r w:rsidRPr="00501E3A">
        <w:t xml:space="preserve">Test Source: </w:t>
      </w:r>
      <w:r w:rsidRPr="00501E3A">
        <w:tab/>
        <w:t>Test_Api_1_Fvw_Actf.java</w:t>
      </w:r>
      <w:r w:rsidR="004C222B" w:rsidRPr="00501E3A">
        <w:t>.</w:t>
      </w:r>
    </w:p>
    <w:p w:rsidR="007E5153" w:rsidRPr="00501E3A" w:rsidRDefault="007E5153">
      <w:pPr>
        <w:pStyle w:val="B10"/>
        <w:tabs>
          <w:tab w:val="left" w:pos="2268"/>
        </w:tabs>
      </w:pPr>
      <w:r w:rsidRPr="00501E3A">
        <w:t xml:space="preserve">Test Applet: </w:t>
      </w:r>
      <w:r w:rsidRPr="00501E3A">
        <w:tab/>
        <w:t>Api_1_Fvw_Actf_1.java</w:t>
      </w:r>
      <w:r w:rsidR="004C222B" w:rsidRPr="00501E3A">
        <w:t>.</w:t>
      </w:r>
    </w:p>
    <w:p w:rsidR="007E5153" w:rsidRPr="00501E3A" w:rsidRDefault="009D3F67" w:rsidP="009D3F67">
      <w:pPr>
        <w:pStyle w:val="B10"/>
        <w:tabs>
          <w:tab w:val="left" w:pos="2268"/>
        </w:tabs>
      </w:pPr>
      <w:r w:rsidRPr="00501E3A">
        <w:t>Cap File:</w:t>
      </w:r>
      <w:r w:rsidRPr="00501E3A">
        <w:tab/>
        <w:t>api_1_fvw_actf.cap</w:t>
      </w:r>
      <w:r w:rsidR="004C222B" w:rsidRPr="00501E3A">
        <w:t>.</w:t>
      </w:r>
    </w:p>
    <w:p w:rsidR="007E5153" w:rsidRPr="00501E3A" w:rsidRDefault="007E5153" w:rsidP="00775BB7">
      <w:pPr>
        <w:pStyle w:val="Heading5"/>
      </w:pPr>
      <w:r w:rsidRPr="00501E3A">
        <w:t>5.1.1.1.3</w:t>
      </w:r>
      <w:r w:rsidR="009D3F67" w:rsidRPr="00501E3A">
        <w:tab/>
        <w:t>T</w:t>
      </w:r>
      <w:r w:rsidRPr="00501E3A">
        <w: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2,3</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bl>
    <w:p w:rsidR="007E5153" w:rsidRPr="00501E3A" w:rsidRDefault="007E5153" w:rsidP="009D3F67"/>
    <w:p w:rsidR="007E5153" w:rsidRPr="00501E3A" w:rsidRDefault="007E5153" w:rsidP="00775BB7">
      <w:pPr>
        <w:pStyle w:val="Heading5"/>
      </w:pPr>
      <w:r w:rsidRPr="00501E3A">
        <w:lastRenderedPageBreak/>
        <w:t>5.1.1.1.4</w:t>
      </w:r>
      <w:r w:rsidR="009D3F67" w:rsidRPr="00501E3A">
        <w:tab/>
      </w:r>
      <w:r w:rsidRPr="00501E3A">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2409"/>
        <w:gridCol w:w="3119"/>
      </w:tblGrid>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Id</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Description</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API Expectation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rPr>
                <w:b w:val="0"/>
              </w:rPr>
            </w:pPr>
            <w:r w:rsidRPr="00501E3A">
              <w:rPr>
                <w:b w:val="0"/>
              </w:rPr>
              <w:t>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PL"/>
              <w:keepNext/>
              <w:keepLines/>
              <w:rPr>
                <w:noProof w:val="0"/>
              </w:rPr>
            </w:pPr>
            <w:r w:rsidRPr="00501E3A">
              <w:rPr>
                <w:noProof w:val="0"/>
              </w:rPr>
              <w:t>Test applet is installed with no access right on Application Pin2</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4C222B">
            <w:pPr>
              <w:pStyle w:val="TAL"/>
            </w:pP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4C222B">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C"/>
            </w:pPr>
            <w:r w:rsidRPr="00501E3A">
              <w:t>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No EF is selected</w:t>
            </w:r>
          </w:p>
          <w:p w:rsidR="00C64ACE" w:rsidRPr="00501E3A" w:rsidRDefault="00C64ACE" w:rsidP="009D3F67">
            <w:pPr>
              <w:pStyle w:val="PL"/>
              <w:keepNext/>
              <w:keepLines/>
              <w:rPr>
                <w:noProof w:val="0"/>
              </w:rPr>
            </w:pPr>
          </w:p>
          <w:p w:rsidR="007E5153" w:rsidRPr="00501E3A" w:rsidRDefault="007E5153" w:rsidP="009D3F67">
            <w:pPr>
              <w:pStyle w:val="PL"/>
              <w:keepNext/>
              <w:keepLines/>
              <w:rPr>
                <w:noProof w:val="0"/>
              </w:rPr>
            </w:pPr>
            <w:r w:rsidRPr="00501E3A">
              <w:rPr>
                <w:noProof w:val="0"/>
              </w:rPr>
              <w:t>1- Select DF</w:t>
            </w:r>
            <w:r w:rsidRPr="00501E3A">
              <w:rPr>
                <w:noProof w:val="0"/>
                <w:vertAlign w:val="subscript"/>
              </w:rPr>
              <w:t xml:space="preserve">TEST </w:t>
            </w:r>
            <w:r w:rsidRPr="00501E3A">
              <w:rPr>
                <w:noProof w:val="0"/>
              </w:rPr>
              <w:t>fid=1111</w:t>
            </w:r>
          </w:p>
          <w:p w:rsidR="007E5153" w:rsidRPr="00501E3A" w:rsidRDefault="007E5153" w:rsidP="009D3F67">
            <w:pPr>
              <w:pStyle w:val="PL"/>
              <w:keepNext/>
              <w:keepLines/>
              <w:rPr>
                <w:noProof w:val="0"/>
              </w:rPr>
            </w:pPr>
            <w:r w:rsidRPr="00501E3A">
              <w:rPr>
                <w:noProof w:val="0"/>
              </w:rPr>
              <w:t>2- Call activateFile()</w:t>
            </w:r>
          </w:p>
          <w:p w:rsidR="007E5153" w:rsidRPr="00501E3A" w:rsidRDefault="007E5153" w:rsidP="009D3F67">
            <w:pPr>
              <w:pStyle w:val="TAH"/>
            </w:pP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r w:rsidRPr="00501E3A">
              <w:t>2- A UICCException NO_EF_SELECTED is thrown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p w:rsidR="007E5153" w:rsidRPr="00501E3A" w:rsidRDefault="007E5153" w:rsidP="009D3F67">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C"/>
            </w:pPr>
            <w:r w:rsidRPr="00501E3A">
              <w:t>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Activate deactivated File</w:t>
            </w:r>
          </w:p>
          <w:p w:rsidR="00C64ACE" w:rsidRPr="00501E3A" w:rsidRDefault="00C64ACE" w:rsidP="009D3F67">
            <w:pPr>
              <w:pStyle w:val="PL"/>
              <w:keepNext/>
              <w:keepLines/>
              <w:rPr>
                <w:noProof w:val="0"/>
              </w:rPr>
            </w:pPr>
          </w:p>
          <w:p w:rsidR="007E5153" w:rsidRPr="00501E3A" w:rsidRDefault="007E5153" w:rsidP="009D3F67">
            <w:pPr>
              <w:pStyle w:val="PL"/>
              <w:keepNext/>
              <w:keepLines/>
              <w:rPr>
                <w:noProof w:val="0"/>
              </w:rPr>
            </w:pPr>
            <w:r w:rsidRPr="00501E3A">
              <w:rPr>
                <w:noProof w:val="0"/>
              </w:rPr>
              <w:t>0- Select Root directory</w:t>
            </w:r>
          </w:p>
          <w:p w:rsidR="007E5153" w:rsidRPr="00501E3A" w:rsidRDefault="007E5153" w:rsidP="009D3F67">
            <w:pPr>
              <w:pStyle w:val="PL"/>
              <w:keepNext/>
              <w:keepLines/>
              <w:rPr>
                <w:noProof w:val="0"/>
              </w:rPr>
            </w:pPr>
            <w:r w:rsidRPr="00501E3A">
              <w:rPr>
                <w:noProof w:val="0"/>
              </w:rPr>
              <w:t>1- Select EF</w:t>
            </w:r>
            <w:r w:rsidRPr="00501E3A">
              <w:rPr>
                <w:noProof w:val="0"/>
                <w:vertAlign w:val="subscript"/>
              </w:rPr>
              <w:t xml:space="preserve">UICC </w:t>
            </w:r>
            <w:r w:rsidRPr="00501E3A">
              <w:rPr>
                <w:noProof w:val="0"/>
              </w:rPr>
              <w:t>fid=2FFF</w:t>
            </w:r>
          </w:p>
          <w:p w:rsidR="007E5153" w:rsidRPr="00501E3A" w:rsidRDefault="007E5153" w:rsidP="009D3F67">
            <w:pPr>
              <w:pStyle w:val="PL"/>
              <w:keepNext/>
              <w:keepLines/>
              <w:rPr>
                <w:noProof w:val="0"/>
              </w:rPr>
            </w:pPr>
            <w:r w:rsidRPr="00501E3A">
              <w:rPr>
                <w:noProof w:val="0"/>
              </w:rPr>
              <w:t>2- ReadBinary EF</w:t>
            </w:r>
            <w:r w:rsidRPr="00501E3A">
              <w:rPr>
                <w:noProof w:val="0"/>
                <w:vertAlign w:val="subscript"/>
              </w:rPr>
              <w:t>UICC</w:t>
            </w:r>
            <w:r w:rsidRPr="00501E3A">
              <w:rPr>
                <w:noProof w:val="0"/>
              </w:rPr>
              <w:t xml:space="preserve"> </w:t>
            </w:r>
          </w:p>
          <w:p w:rsidR="007E5153" w:rsidRPr="00501E3A" w:rsidRDefault="007E5153" w:rsidP="009D3F67">
            <w:pPr>
              <w:pStyle w:val="PL"/>
              <w:keepNext/>
              <w:keepLines/>
              <w:rPr>
                <w:noProof w:val="0"/>
              </w:rPr>
            </w:pPr>
            <w:r w:rsidRPr="00501E3A">
              <w:rPr>
                <w:noProof w:val="0"/>
              </w:rPr>
              <w:t>3- Deactivate EF</w:t>
            </w:r>
            <w:r w:rsidRPr="00501E3A">
              <w:rPr>
                <w:noProof w:val="0"/>
                <w:vertAlign w:val="subscript"/>
              </w:rPr>
              <w:t>UICC</w:t>
            </w:r>
          </w:p>
          <w:p w:rsidR="007E5153" w:rsidRPr="00501E3A" w:rsidRDefault="007E5153" w:rsidP="009D3F67">
            <w:pPr>
              <w:pStyle w:val="PL"/>
              <w:keepNext/>
              <w:keepLines/>
              <w:rPr>
                <w:noProof w:val="0"/>
              </w:rPr>
            </w:pPr>
            <w:r w:rsidRPr="00501E3A">
              <w:rPr>
                <w:noProof w:val="0"/>
              </w:rPr>
              <w:t>4- ReadBinary EF</w:t>
            </w:r>
            <w:r w:rsidRPr="00501E3A">
              <w:rPr>
                <w:noProof w:val="0"/>
                <w:vertAlign w:val="subscript"/>
              </w:rPr>
              <w:t>UICC</w:t>
            </w:r>
          </w:p>
          <w:p w:rsidR="007E5153" w:rsidRPr="00501E3A" w:rsidRDefault="007E5153" w:rsidP="009D3F67">
            <w:pPr>
              <w:pStyle w:val="PL"/>
              <w:keepNext/>
              <w:keepLines/>
              <w:rPr>
                <w:noProof w:val="0"/>
              </w:rPr>
            </w:pPr>
          </w:p>
          <w:p w:rsidR="007E5153" w:rsidRPr="00501E3A" w:rsidRDefault="007E5153" w:rsidP="009D3F67">
            <w:pPr>
              <w:pStyle w:val="PL"/>
              <w:keepNext/>
              <w:keepLines/>
              <w:rPr>
                <w:noProof w:val="0"/>
              </w:rPr>
            </w:pPr>
            <w:r w:rsidRPr="00501E3A">
              <w:rPr>
                <w:noProof w:val="0"/>
              </w:rPr>
              <w:t>5 -ActivateFile EF</w:t>
            </w:r>
            <w:r w:rsidRPr="00501E3A">
              <w:rPr>
                <w:noProof w:val="0"/>
                <w:vertAlign w:val="subscript"/>
              </w:rPr>
              <w:t>UICC</w:t>
            </w:r>
          </w:p>
          <w:p w:rsidR="007E5153" w:rsidRPr="00501E3A" w:rsidRDefault="007E5153" w:rsidP="009D3F67">
            <w:pPr>
              <w:pStyle w:val="PL"/>
              <w:keepNext/>
              <w:keepLines/>
              <w:rPr>
                <w:noProof w:val="0"/>
              </w:rPr>
            </w:pPr>
            <w:r w:rsidRPr="00501E3A">
              <w:rPr>
                <w:noProof w:val="0"/>
              </w:rPr>
              <w:t>6- ReadBinary EF</w:t>
            </w:r>
            <w:r w:rsidRPr="00501E3A">
              <w:rPr>
                <w:noProof w:val="0"/>
                <w:vertAlign w:val="subscript"/>
              </w:rPr>
              <w:t>UICC</w:t>
            </w:r>
          </w:p>
          <w:p w:rsidR="007E5153" w:rsidRPr="00501E3A" w:rsidRDefault="007E5153" w:rsidP="009D3F67">
            <w:pPr>
              <w:pStyle w:val="PL"/>
              <w:keepNext/>
              <w:keepLines/>
              <w:tabs>
                <w:tab w:val="clear" w:pos="384"/>
              </w:tabs>
              <w:rPr>
                <w:noProof w:val="0"/>
              </w:rPr>
            </w:pP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r w:rsidRPr="00501E3A">
              <w:t>2- No Exception shall be thrown</w:t>
            </w:r>
          </w:p>
          <w:p w:rsidR="007E5153" w:rsidRPr="00501E3A" w:rsidRDefault="007E5153" w:rsidP="009D3F67">
            <w:pPr>
              <w:pStyle w:val="TAL"/>
            </w:pPr>
            <w:r w:rsidRPr="00501E3A">
              <w:t>4- UICCException.REF_DATA_INVALIDATED is thrown</w:t>
            </w:r>
          </w:p>
          <w:p w:rsidR="007E5153" w:rsidRPr="00501E3A" w:rsidRDefault="007E5153" w:rsidP="009D3F67">
            <w:pPr>
              <w:pStyle w:val="TAL"/>
            </w:pPr>
            <w:r w:rsidRPr="00501E3A">
              <w:t>6- No Exception shall be thrown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C"/>
            </w:pPr>
            <w:r w:rsidRPr="00501E3A">
              <w:t>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Activate activated File</w:t>
            </w:r>
          </w:p>
          <w:p w:rsidR="007E5153" w:rsidRPr="00501E3A" w:rsidRDefault="007E5153" w:rsidP="009D3F67">
            <w:pPr>
              <w:pStyle w:val="PL"/>
              <w:keepNext/>
              <w:keepLines/>
              <w:rPr>
                <w:noProof w:val="0"/>
              </w:rPr>
            </w:pPr>
          </w:p>
          <w:p w:rsidR="007E5153" w:rsidRPr="00501E3A" w:rsidRDefault="007E5153" w:rsidP="009D3F67">
            <w:pPr>
              <w:pStyle w:val="PL"/>
              <w:keepNext/>
              <w:keepLines/>
              <w:rPr>
                <w:noProof w:val="0"/>
              </w:rPr>
            </w:pPr>
            <w:r w:rsidRPr="00501E3A">
              <w:rPr>
                <w:noProof w:val="0"/>
              </w:rPr>
              <w:t>ActiveFile EF</w:t>
            </w:r>
            <w:r w:rsidRPr="00501E3A">
              <w:rPr>
                <w:noProof w:val="0"/>
                <w:vertAlign w:val="subscript"/>
              </w:rPr>
              <w:t>UICC</w:t>
            </w:r>
          </w:p>
          <w:p w:rsidR="007E5153" w:rsidRPr="00501E3A" w:rsidRDefault="007E5153" w:rsidP="009D3F67">
            <w:pPr>
              <w:pStyle w:val="TAH"/>
            </w:pP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p w:rsidR="007E5153" w:rsidRPr="00501E3A" w:rsidRDefault="007E5153" w:rsidP="009D3F67">
            <w:pPr>
              <w:pStyle w:val="TAL"/>
            </w:pPr>
            <w:r w:rsidRPr="00501E3A">
              <w:t>No Exception shall be thrown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C"/>
            </w:pPr>
            <w:r w:rsidRPr="00501E3A">
              <w:t>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Access condition not fulfilled</w:t>
            </w:r>
          </w:p>
          <w:p w:rsidR="007E5153" w:rsidRPr="00501E3A" w:rsidRDefault="007E5153" w:rsidP="009D3F67">
            <w:pPr>
              <w:pStyle w:val="PL"/>
              <w:keepNext/>
              <w:keepLines/>
              <w:rPr>
                <w:noProof w:val="0"/>
              </w:rPr>
            </w:pPr>
          </w:p>
          <w:p w:rsidR="007E5153" w:rsidRPr="00501E3A" w:rsidRDefault="007E5153" w:rsidP="009D3F67">
            <w:pPr>
              <w:pStyle w:val="PL"/>
              <w:keepNext/>
              <w:keepLines/>
              <w:rPr>
                <w:noProof w:val="0"/>
              </w:rPr>
            </w:pPr>
            <w:r w:rsidRPr="00501E3A">
              <w:rPr>
                <w:noProof w:val="0"/>
              </w:rPr>
              <w:t>1- Select DF</w:t>
            </w:r>
            <w:r w:rsidRPr="00501E3A">
              <w:rPr>
                <w:noProof w:val="0"/>
                <w:vertAlign w:val="subscript"/>
              </w:rPr>
              <w:t>TEST</w:t>
            </w:r>
            <w:r w:rsidRPr="00501E3A">
              <w:rPr>
                <w:noProof w:val="0"/>
              </w:rPr>
              <w:t xml:space="preserve"> fid=1111</w:t>
            </w:r>
          </w:p>
          <w:p w:rsidR="007E5153" w:rsidRPr="00501E3A" w:rsidRDefault="007E5153" w:rsidP="009D3F67">
            <w:pPr>
              <w:pStyle w:val="PL"/>
              <w:keepNext/>
              <w:keepLines/>
              <w:rPr>
                <w:noProof w:val="0"/>
              </w:rPr>
            </w:pPr>
            <w:r w:rsidRPr="00501E3A">
              <w:rPr>
                <w:noProof w:val="0"/>
              </w:rPr>
              <w:t>2- Select EF</w:t>
            </w:r>
            <w:r w:rsidRPr="00501E3A">
              <w:rPr>
                <w:noProof w:val="0"/>
                <w:vertAlign w:val="subscript"/>
              </w:rPr>
              <w:t>LADA</w:t>
            </w:r>
            <w:r w:rsidRPr="00501E3A">
              <w:rPr>
                <w:noProof w:val="0"/>
              </w:rPr>
              <w:t xml:space="preserve"> fid=6F15</w:t>
            </w:r>
          </w:p>
          <w:p w:rsidR="007E5153" w:rsidRPr="00501E3A" w:rsidRDefault="007E5153" w:rsidP="009D3F67">
            <w:pPr>
              <w:pStyle w:val="PL"/>
              <w:keepNext/>
              <w:keepLines/>
              <w:rPr>
                <w:noProof w:val="0"/>
              </w:rPr>
            </w:pPr>
            <w:r w:rsidRPr="00501E3A">
              <w:rPr>
                <w:noProof w:val="0"/>
              </w:rPr>
              <w:t>3- ActivateFile EF</w:t>
            </w:r>
            <w:r w:rsidRPr="00501E3A">
              <w:rPr>
                <w:noProof w:val="0"/>
                <w:vertAlign w:val="subscript"/>
              </w:rPr>
              <w:t>LADA</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r w:rsidRPr="00501E3A">
              <w:t>3- A UICCException SECURITY_STATUS_NOT_SATISFIED is thrown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tc>
      </w:tr>
    </w:tbl>
    <w:p w:rsidR="007E5153" w:rsidRPr="00501E3A" w:rsidRDefault="007E5153"/>
    <w:p w:rsidR="007E5153" w:rsidRPr="00501E3A" w:rsidRDefault="007E5153">
      <w:pPr>
        <w:pStyle w:val="Heading4"/>
      </w:pPr>
      <w:r w:rsidRPr="00501E3A">
        <w:t>5.1.1.2</w:t>
      </w:r>
      <w:r w:rsidRPr="00501E3A">
        <w:tab/>
        <w:t>Method deactivateFile</w:t>
      </w:r>
    </w:p>
    <w:p w:rsidR="007E5153" w:rsidRPr="00501E3A" w:rsidRDefault="007E5153">
      <w:r w:rsidRPr="00501E3A">
        <w:t>Test Area Reference: Api_1_Fvw_Dacf</w:t>
      </w:r>
      <w:r w:rsidR="009D3F67" w:rsidRPr="00501E3A">
        <w:t>.</w:t>
      </w:r>
    </w:p>
    <w:p w:rsidR="007E5153" w:rsidRPr="00501E3A" w:rsidRDefault="009D3F67" w:rsidP="009D3F67">
      <w:pPr>
        <w:pStyle w:val="Heading5"/>
      </w:pPr>
      <w:r w:rsidRPr="00501E3A">
        <w:t>5.1.1.2.1</w:t>
      </w:r>
      <w:r w:rsidR="007E5153" w:rsidRPr="00501E3A">
        <w:tab/>
        <w:t>Conformance requirement</w:t>
      </w:r>
    </w:p>
    <w:p w:rsidR="007E5153" w:rsidRPr="00501E3A" w:rsidRDefault="007E5153">
      <w:r w:rsidRPr="00501E3A">
        <w:t>The method with following header shall be compliant to its definition in the API.</w:t>
      </w:r>
    </w:p>
    <w:p w:rsidR="007E5153" w:rsidRPr="00501E3A" w:rsidRDefault="007E5153">
      <w:pPr>
        <w:pStyle w:val="PL"/>
        <w:rPr>
          <w:noProof w:val="0"/>
        </w:rPr>
      </w:pPr>
      <w:r w:rsidRPr="00501E3A">
        <w:rPr>
          <w:noProof w:val="0"/>
        </w:rPr>
        <w:t>public void deactivateFile()</w:t>
      </w:r>
    </w:p>
    <w:p w:rsidR="007E5153" w:rsidRPr="00501E3A" w:rsidRDefault="007E5153">
      <w:pPr>
        <w:pStyle w:val="PL"/>
        <w:rPr>
          <w:noProof w:val="0"/>
        </w:rPr>
      </w:pPr>
      <w:r w:rsidRPr="00501E3A">
        <w:rPr>
          <w:noProof w:val="0"/>
        </w:rPr>
        <w:t xml:space="preserve">                    throws UICCException</w:t>
      </w:r>
    </w:p>
    <w:p w:rsidR="009D3F67" w:rsidRPr="00501E3A" w:rsidRDefault="009D3F67">
      <w:pPr>
        <w:pStyle w:val="PL"/>
        <w:rPr>
          <w:noProof w:val="0"/>
        </w:rPr>
      </w:pPr>
    </w:p>
    <w:p w:rsidR="007E5153" w:rsidRPr="00501E3A" w:rsidRDefault="007E5153">
      <w:pPr>
        <w:pStyle w:val="H6"/>
        <w:outlineLvl w:val="0"/>
      </w:pPr>
      <w:r w:rsidRPr="00501E3A">
        <w:t>5.1.1.2.1.1</w:t>
      </w:r>
      <w:r w:rsidRPr="00501E3A">
        <w:tab/>
        <w:t>Normal execution</w:t>
      </w:r>
    </w:p>
    <w:p w:rsidR="007E5153" w:rsidRPr="00501E3A" w:rsidRDefault="007E5153">
      <w:pPr>
        <w:pStyle w:val="B1"/>
      </w:pPr>
      <w:r w:rsidRPr="00501E3A">
        <w:t xml:space="preserve">CRRN1: The currently selected EF of the calling applet shall be deactivated, as defined in </w:t>
      </w:r>
      <w:r w:rsidR="00C64ACE" w:rsidRPr="00501E3A">
        <w:t>ETSI TS 102 </w:t>
      </w:r>
      <w:r w:rsidRPr="00501E3A">
        <w:t>222</w:t>
      </w:r>
      <w:r w:rsidR="00C64ACE" w:rsidRPr="00501E3A">
        <w:t> </w:t>
      </w:r>
      <w:r w:rsidR="008E4E43" w:rsidRPr="00501E3A">
        <w:t>[7</w:t>
      </w:r>
      <w:r w:rsidR="009D3F67" w:rsidRPr="00501E3A">
        <w:t>]</w:t>
      </w:r>
      <w:r w:rsidRPr="00501E3A">
        <w:t>.</w:t>
      </w:r>
    </w:p>
    <w:p w:rsidR="007E5153" w:rsidRPr="00501E3A" w:rsidRDefault="007E5153">
      <w:pPr>
        <w:pStyle w:val="H6"/>
        <w:outlineLvl w:val="0"/>
      </w:pPr>
      <w:r w:rsidRPr="00501E3A">
        <w:t>5.1.1.2.1.2</w:t>
      </w:r>
      <w:r w:rsidRPr="00501E3A">
        <w:tab/>
        <w:t>Parameter errors</w:t>
      </w:r>
    </w:p>
    <w:p w:rsidR="007E5153" w:rsidRPr="00501E3A" w:rsidRDefault="007E5153">
      <w:r w:rsidRPr="00501E3A">
        <w:t>No requirements.</w:t>
      </w:r>
    </w:p>
    <w:p w:rsidR="007E5153" w:rsidRPr="00501E3A" w:rsidRDefault="007E5153">
      <w:pPr>
        <w:pStyle w:val="H6"/>
        <w:outlineLvl w:val="0"/>
      </w:pPr>
      <w:r w:rsidRPr="00501E3A">
        <w:t>5.1.1.2.1.3</w:t>
      </w:r>
      <w:r w:rsidRPr="00501E3A">
        <w:tab/>
        <w:t>Context errors</w:t>
      </w:r>
    </w:p>
    <w:p w:rsidR="007E5153" w:rsidRPr="00501E3A" w:rsidRDefault="007E5153">
      <w:pPr>
        <w:pStyle w:val="B1"/>
      </w:pPr>
      <w:r w:rsidRPr="00501E3A">
        <w:t>CRRC1: If the calling applet has currently no EF selected, an instance of UICCException shall be thrown. The reason code shall be UICCException.NO_EF_SELECTED.</w:t>
      </w:r>
    </w:p>
    <w:p w:rsidR="007E5153" w:rsidRPr="00501E3A" w:rsidRDefault="007E5153">
      <w:pPr>
        <w:pStyle w:val="B1"/>
      </w:pPr>
      <w:r w:rsidRPr="00501E3A">
        <w:t>CRRC2: If the calling applet does not fulfil the access condition, activate, to perform this function, an instance of UICCException shall be thrown. The reason code shall be UICCException.SECURITY_STATUS_NOT_SATISFIED.</w:t>
      </w:r>
    </w:p>
    <w:p w:rsidR="007E5153" w:rsidRPr="00501E3A" w:rsidRDefault="007E5153">
      <w:pPr>
        <w:pStyle w:val="B1"/>
      </w:pPr>
      <w:r w:rsidRPr="00501E3A">
        <w:t>CCRC3: If the method call causes an error to occur that is not expected and thus not handled, an instance of UICCException shall be thrown. The reason code shall b</w:t>
      </w:r>
      <w:r w:rsidR="009D3F67" w:rsidRPr="00501E3A">
        <w:t>e UICCException.INTERNAL_ERROR.</w:t>
      </w:r>
    </w:p>
    <w:p w:rsidR="007E5153" w:rsidRPr="00501E3A" w:rsidRDefault="007E5153" w:rsidP="009D3F67">
      <w:pPr>
        <w:pStyle w:val="Heading5"/>
      </w:pPr>
      <w:r w:rsidRPr="00501E3A">
        <w:lastRenderedPageBreak/>
        <w:t>5.1.1.2.2</w:t>
      </w:r>
      <w:r w:rsidRPr="00501E3A">
        <w:tab/>
        <w:t>Test area files</w:t>
      </w:r>
    </w:p>
    <w:p w:rsidR="007E5153" w:rsidRPr="00501E3A" w:rsidRDefault="009D3F67" w:rsidP="009D3F67">
      <w:pPr>
        <w:pStyle w:val="EX"/>
      </w:pPr>
      <w:r w:rsidRPr="00501E3A">
        <w:t>Test Source:</w:t>
      </w:r>
      <w:r w:rsidR="007E5153" w:rsidRPr="00501E3A">
        <w:tab/>
        <w:t>Test_Api_1_Fvw_Dacf.java</w:t>
      </w:r>
      <w:r w:rsidRPr="00501E3A">
        <w:t>.</w:t>
      </w:r>
    </w:p>
    <w:p w:rsidR="007E5153" w:rsidRPr="00501E3A" w:rsidRDefault="009D3F67" w:rsidP="009D3F67">
      <w:pPr>
        <w:pStyle w:val="EX"/>
      </w:pPr>
      <w:r w:rsidRPr="00501E3A">
        <w:t>Test Applet:</w:t>
      </w:r>
      <w:r w:rsidR="007E5153" w:rsidRPr="00501E3A">
        <w:tab/>
        <w:t>Api_1_Fvw_Dacf_1.java</w:t>
      </w:r>
      <w:r w:rsidRPr="00501E3A">
        <w:t>.</w:t>
      </w:r>
    </w:p>
    <w:p w:rsidR="007E5153" w:rsidRPr="00501E3A" w:rsidRDefault="009D3F67" w:rsidP="009D3F67">
      <w:pPr>
        <w:pStyle w:val="EX"/>
      </w:pPr>
      <w:r w:rsidRPr="00501E3A">
        <w:t>Cap File:</w:t>
      </w:r>
      <w:r w:rsidRPr="00501E3A">
        <w:tab/>
        <w:t>api_1_fvw_dacf.cap.</w:t>
      </w:r>
    </w:p>
    <w:p w:rsidR="007E5153" w:rsidRPr="00501E3A" w:rsidRDefault="007E5153" w:rsidP="009D3F67">
      <w:pPr>
        <w:pStyle w:val="Heading5"/>
      </w:pPr>
      <w:r w:rsidRPr="00501E3A">
        <w:t>5.1.1.2.3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2,3</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bl>
    <w:p w:rsidR="009D3F67" w:rsidRPr="00501E3A" w:rsidRDefault="009D3F67" w:rsidP="009D3F67"/>
    <w:p w:rsidR="007E5153" w:rsidRPr="00501E3A" w:rsidRDefault="007E5153" w:rsidP="009D3F67">
      <w:pPr>
        <w:pStyle w:val="Heading5"/>
      </w:pPr>
      <w:r w:rsidRPr="00501E3A">
        <w:t>5.1.1.2.4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2409"/>
        <w:gridCol w:w="3119"/>
      </w:tblGrid>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Id</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Description</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API Expectation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rPr>
                <w:b w:val="0"/>
              </w:rPr>
            </w:pPr>
            <w:r w:rsidRPr="00501E3A">
              <w:rPr>
                <w:b w:val="0"/>
              </w:rPr>
              <w:t>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PL"/>
              <w:rPr>
                <w:noProof w:val="0"/>
              </w:rPr>
            </w:pPr>
            <w:r w:rsidRPr="00501E3A">
              <w:rPr>
                <w:noProof w:val="0"/>
              </w:rPr>
              <w:t>Test applet is installed with no access right on Application Pin2</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No EF is selected</w:t>
            </w:r>
          </w:p>
          <w:p w:rsidR="007E5153" w:rsidRPr="00501E3A" w:rsidRDefault="007E5153">
            <w:pPr>
              <w:pStyle w:val="PL"/>
              <w:rPr>
                <w:noProof w:val="0"/>
              </w:rPr>
            </w:pPr>
          </w:p>
          <w:p w:rsidR="007E5153" w:rsidRPr="00501E3A" w:rsidRDefault="007E5153">
            <w:pPr>
              <w:pStyle w:val="PL"/>
              <w:rPr>
                <w:noProof w:val="0"/>
              </w:rPr>
            </w:pPr>
            <w:r w:rsidRPr="00501E3A">
              <w:rPr>
                <w:noProof w:val="0"/>
              </w:rPr>
              <w:t>1- select DF</w:t>
            </w:r>
            <w:r w:rsidRPr="00501E3A">
              <w:rPr>
                <w:noProof w:val="0"/>
                <w:vertAlign w:val="subscript"/>
              </w:rPr>
              <w:t xml:space="preserve">TEST </w:t>
            </w:r>
            <w:r w:rsidRPr="00501E3A">
              <w:rPr>
                <w:noProof w:val="0"/>
              </w:rPr>
              <w:t>fid=1111</w:t>
            </w:r>
          </w:p>
          <w:p w:rsidR="007E5153" w:rsidRPr="00501E3A" w:rsidRDefault="007E5153">
            <w:pPr>
              <w:pStyle w:val="PL"/>
              <w:rPr>
                <w:noProof w:val="0"/>
              </w:rPr>
            </w:pPr>
            <w:r w:rsidRPr="00501E3A">
              <w:rPr>
                <w:noProof w:val="0"/>
              </w:rPr>
              <w:t>2- call deactivateFile()</w:t>
            </w:r>
          </w:p>
          <w:p w:rsidR="007E5153" w:rsidRPr="00501E3A" w:rsidRDefault="007E5153">
            <w:pPr>
              <w:pStyle w:val="TAH"/>
              <w:keepNext w:val="0"/>
              <w:keepLines w:val="0"/>
            </w:pP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keepNext w:val="0"/>
              <w:keepLines w:val="0"/>
            </w:pPr>
          </w:p>
          <w:p w:rsidR="007E5153" w:rsidRPr="00501E3A" w:rsidRDefault="007E5153">
            <w:pPr>
              <w:pStyle w:val="TAL"/>
            </w:pPr>
          </w:p>
          <w:p w:rsidR="007E5153" w:rsidRPr="00501E3A" w:rsidRDefault="007E5153">
            <w:pPr>
              <w:pStyle w:val="TAL"/>
            </w:pPr>
            <w:r w:rsidRPr="00501E3A">
              <w:t>2- An UICCException NO_EF_SELECTED is thrown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Deactivate activated File</w:t>
            </w:r>
          </w:p>
          <w:p w:rsidR="007E5153" w:rsidRPr="00501E3A" w:rsidRDefault="007E5153">
            <w:pPr>
              <w:pStyle w:val="PL"/>
              <w:rPr>
                <w:noProof w:val="0"/>
              </w:rPr>
            </w:pPr>
          </w:p>
          <w:p w:rsidR="007E5153" w:rsidRPr="00501E3A" w:rsidRDefault="007E5153">
            <w:pPr>
              <w:pStyle w:val="PL"/>
              <w:rPr>
                <w:noProof w:val="0"/>
              </w:rPr>
            </w:pPr>
            <w:r w:rsidRPr="00501E3A">
              <w:rPr>
                <w:noProof w:val="0"/>
              </w:rPr>
              <w:t>0- Select root directory</w:t>
            </w:r>
          </w:p>
          <w:p w:rsidR="007E5153" w:rsidRPr="00501E3A" w:rsidRDefault="007E5153">
            <w:pPr>
              <w:pStyle w:val="PL"/>
              <w:rPr>
                <w:noProof w:val="0"/>
              </w:rPr>
            </w:pPr>
            <w:r w:rsidRPr="00501E3A">
              <w:rPr>
                <w:noProof w:val="0"/>
              </w:rPr>
              <w:t>1- Select EF</w:t>
            </w:r>
            <w:r w:rsidRPr="00501E3A">
              <w:rPr>
                <w:noProof w:val="0"/>
                <w:vertAlign w:val="subscript"/>
              </w:rPr>
              <w:t xml:space="preserve">UICC </w:t>
            </w:r>
            <w:r w:rsidRPr="00501E3A">
              <w:rPr>
                <w:noProof w:val="0"/>
              </w:rPr>
              <w:t>fid=2FFF</w:t>
            </w:r>
          </w:p>
          <w:p w:rsidR="007E5153" w:rsidRPr="00501E3A" w:rsidRDefault="007E5153">
            <w:pPr>
              <w:pStyle w:val="PL"/>
              <w:rPr>
                <w:noProof w:val="0"/>
              </w:rPr>
            </w:pPr>
            <w:r w:rsidRPr="00501E3A">
              <w:rPr>
                <w:noProof w:val="0"/>
              </w:rPr>
              <w:t>2- ReadBinary EF</w:t>
            </w:r>
            <w:r w:rsidRPr="00501E3A">
              <w:rPr>
                <w:noProof w:val="0"/>
                <w:vertAlign w:val="subscript"/>
              </w:rPr>
              <w:t>UICC</w:t>
            </w:r>
            <w:r w:rsidRPr="00501E3A">
              <w:rPr>
                <w:noProof w:val="0"/>
              </w:rPr>
              <w:t xml:space="preserve"> </w:t>
            </w:r>
          </w:p>
          <w:p w:rsidR="007E5153" w:rsidRPr="00501E3A" w:rsidRDefault="007E5153">
            <w:pPr>
              <w:pStyle w:val="PL"/>
              <w:rPr>
                <w:noProof w:val="0"/>
              </w:rPr>
            </w:pPr>
            <w:r w:rsidRPr="00501E3A">
              <w:rPr>
                <w:noProof w:val="0"/>
              </w:rPr>
              <w:t>3- Deactivate EF</w:t>
            </w:r>
            <w:r w:rsidRPr="00501E3A">
              <w:rPr>
                <w:noProof w:val="0"/>
                <w:vertAlign w:val="subscript"/>
              </w:rPr>
              <w:t>UICC</w:t>
            </w:r>
          </w:p>
          <w:p w:rsidR="007E5153" w:rsidRPr="00501E3A" w:rsidRDefault="007E5153">
            <w:pPr>
              <w:pStyle w:val="PL"/>
              <w:rPr>
                <w:noProof w:val="0"/>
              </w:rPr>
            </w:pPr>
            <w:r w:rsidRPr="00501E3A">
              <w:rPr>
                <w:noProof w:val="0"/>
              </w:rPr>
              <w:t>4- ReadBinary EF</w:t>
            </w:r>
            <w:r w:rsidRPr="00501E3A">
              <w:rPr>
                <w:noProof w:val="0"/>
                <w:vertAlign w:val="subscript"/>
              </w:rPr>
              <w:t>UICC</w:t>
            </w:r>
          </w:p>
          <w:p w:rsidR="007E5153" w:rsidRPr="00501E3A" w:rsidRDefault="007E5153">
            <w:pPr>
              <w:pStyle w:val="PL"/>
              <w:tabs>
                <w:tab w:val="clear" w:pos="384"/>
              </w:tabs>
              <w:rPr>
                <w:noProof w:val="0"/>
              </w:rPr>
            </w:pP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keepNext w:val="0"/>
              <w:keepLines w:val="0"/>
            </w:pPr>
          </w:p>
          <w:p w:rsidR="007E5153" w:rsidRPr="00501E3A" w:rsidRDefault="007E5153">
            <w:pPr>
              <w:pStyle w:val="TAL"/>
              <w:keepNext w:val="0"/>
              <w:keepLines w:val="0"/>
            </w:pPr>
          </w:p>
          <w:p w:rsidR="007E5153" w:rsidRPr="00501E3A" w:rsidRDefault="007E5153">
            <w:pPr>
              <w:pStyle w:val="TAL"/>
              <w:keepNext w:val="0"/>
              <w:keepLines w:val="0"/>
            </w:pPr>
          </w:p>
          <w:p w:rsidR="007E5153" w:rsidRPr="00501E3A" w:rsidRDefault="007E5153">
            <w:pPr>
              <w:pStyle w:val="TAL"/>
              <w:keepNext w:val="0"/>
              <w:keepLines w:val="0"/>
            </w:pPr>
            <w:r w:rsidRPr="00501E3A">
              <w:t>2- No Exception shall be thrown</w:t>
            </w:r>
          </w:p>
          <w:p w:rsidR="007E5153" w:rsidRPr="00501E3A" w:rsidRDefault="007E5153">
            <w:pPr>
              <w:pStyle w:val="TAL"/>
              <w:keepNext w:val="0"/>
              <w:keepLines w:val="0"/>
            </w:pPr>
            <w:r w:rsidRPr="00501E3A">
              <w:t>4- UICCException.REF_DATA_INVALIDATED is thrown</w:t>
            </w:r>
          </w:p>
          <w:p w:rsidR="007E5153" w:rsidRPr="00501E3A" w:rsidRDefault="007E5153">
            <w:pPr>
              <w:pStyle w:val="TAL"/>
              <w:keepNext w:val="0"/>
              <w:keepLines w:val="0"/>
            </w:pP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Deactivate deactivated File</w:t>
            </w:r>
          </w:p>
          <w:p w:rsidR="007E5153" w:rsidRPr="00501E3A" w:rsidRDefault="007E5153">
            <w:pPr>
              <w:pStyle w:val="PL"/>
              <w:rPr>
                <w:noProof w:val="0"/>
              </w:rPr>
            </w:pPr>
          </w:p>
          <w:p w:rsidR="007E5153" w:rsidRPr="00501E3A" w:rsidRDefault="007E5153">
            <w:pPr>
              <w:pStyle w:val="PL"/>
              <w:rPr>
                <w:noProof w:val="0"/>
              </w:rPr>
            </w:pPr>
            <w:r w:rsidRPr="00501E3A">
              <w:rPr>
                <w:noProof w:val="0"/>
              </w:rPr>
              <w:t>1- deactivateFile EF</w:t>
            </w:r>
            <w:r w:rsidRPr="00501E3A">
              <w:rPr>
                <w:noProof w:val="0"/>
                <w:vertAlign w:val="subscript"/>
              </w:rPr>
              <w:t>UICC</w:t>
            </w:r>
          </w:p>
          <w:p w:rsidR="007E5153" w:rsidRPr="00501E3A" w:rsidRDefault="007E5153">
            <w:pPr>
              <w:pStyle w:val="PL"/>
              <w:rPr>
                <w:noProof w:val="0"/>
                <w:vertAlign w:val="subscript"/>
              </w:rPr>
            </w:pPr>
            <w:r w:rsidRPr="00501E3A">
              <w:rPr>
                <w:noProof w:val="0"/>
              </w:rPr>
              <w:t>2- activateFile EF</w:t>
            </w:r>
            <w:r w:rsidRPr="00501E3A">
              <w:rPr>
                <w:noProof w:val="0"/>
                <w:vertAlign w:val="subscript"/>
              </w:rPr>
              <w:t>UICC</w:t>
            </w:r>
          </w:p>
          <w:p w:rsidR="007E5153" w:rsidRPr="00501E3A" w:rsidRDefault="007E5153">
            <w:pPr>
              <w:pStyle w:val="TAH"/>
            </w:pP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keepNext w:val="0"/>
              <w:keepLines w:val="0"/>
            </w:pPr>
          </w:p>
          <w:p w:rsidR="007E5153" w:rsidRPr="00501E3A" w:rsidRDefault="007E5153">
            <w:pPr>
              <w:pStyle w:val="TAL"/>
              <w:keepNext w:val="0"/>
              <w:keepLines w:val="0"/>
            </w:pPr>
            <w:r w:rsidRPr="00501E3A">
              <w:t>1- No Exception shall be thrown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Access condition not fulfilled</w:t>
            </w:r>
          </w:p>
          <w:p w:rsidR="007E5153" w:rsidRPr="00501E3A" w:rsidRDefault="007E5153">
            <w:pPr>
              <w:pStyle w:val="PL"/>
              <w:rPr>
                <w:noProof w:val="0"/>
              </w:rPr>
            </w:pPr>
          </w:p>
          <w:p w:rsidR="007E5153" w:rsidRPr="00501E3A" w:rsidRDefault="007E5153">
            <w:pPr>
              <w:pStyle w:val="PL"/>
              <w:rPr>
                <w:noProof w:val="0"/>
              </w:rPr>
            </w:pPr>
            <w:r w:rsidRPr="00501E3A">
              <w:rPr>
                <w:noProof w:val="0"/>
              </w:rPr>
              <w:t>1- select DF</w:t>
            </w:r>
            <w:r w:rsidRPr="00501E3A">
              <w:rPr>
                <w:noProof w:val="0"/>
                <w:vertAlign w:val="subscript"/>
              </w:rPr>
              <w:t>TEST</w:t>
            </w:r>
            <w:r w:rsidRPr="00501E3A">
              <w:rPr>
                <w:noProof w:val="0"/>
              </w:rPr>
              <w:t xml:space="preserve"> fid=1111</w:t>
            </w:r>
          </w:p>
          <w:p w:rsidR="007E5153" w:rsidRPr="00501E3A" w:rsidRDefault="007E5153">
            <w:pPr>
              <w:pStyle w:val="PL"/>
              <w:rPr>
                <w:noProof w:val="0"/>
              </w:rPr>
            </w:pPr>
            <w:r w:rsidRPr="00501E3A">
              <w:rPr>
                <w:noProof w:val="0"/>
              </w:rPr>
              <w:t>2- select EF</w:t>
            </w:r>
            <w:r w:rsidRPr="00501E3A">
              <w:rPr>
                <w:noProof w:val="0"/>
                <w:vertAlign w:val="subscript"/>
              </w:rPr>
              <w:t>LADA</w:t>
            </w:r>
            <w:r w:rsidRPr="00501E3A">
              <w:rPr>
                <w:noProof w:val="0"/>
              </w:rPr>
              <w:t xml:space="preserve"> fid=6F15</w:t>
            </w:r>
          </w:p>
          <w:p w:rsidR="007E5153" w:rsidRPr="00501E3A" w:rsidRDefault="007E5153">
            <w:pPr>
              <w:pStyle w:val="PL"/>
              <w:rPr>
                <w:noProof w:val="0"/>
              </w:rPr>
            </w:pPr>
            <w:r w:rsidRPr="00501E3A">
              <w:rPr>
                <w:noProof w:val="0"/>
              </w:rPr>
              <w:t>3- deactivateFile EF</w:t>
            </w:r>
            <w:r w:rsidRPr="00501E3A">
              <w:rPr>
                <w:noProof w:val="0"/>
                <w:vertAlign w:val="subscript"/>
              </w:rPr>
              <w:t>LADA</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keepNext w:val="0"/>
              <w:keepLines w:val="0"/>
            </w:pPr>
          </w:p>
          <w:p w:rsidR="007E5153" w:rsidRPr="00501E3A" w:rsidRDefault="007E5153">
            <w:pPr>
              <w:pStyle w:val="TAL"/>
              <w:keepNext w:val="0"/>
              <w:keepLines w:val="0"/>
            </w:pPr>
          </w:p>
          <w:p w:rsidR="007E5153" w:rsidRPr="00501E3A" w:rsidRDefault="007E5153">
            <w:pPr>
              <w:pStyle w:val="TAL"/>
              <w:keepNext w:val="0"/>
              <w:keepLines w:val="0"/>
            </w:pPr>
          </w:p>
          <w:p w:rsidR="007E5153" w:rsidRPr="00501E3A" w:rsidRDefault="007E5153">
            <w:pPr>
              <w:pStyle w:val="TAL"/>
              <w:keepNext w:val="0"/>
              <w:keepLines w:val="0"/>
            </w:pPr>
            <w:r w:rsidRPr="00501E3A">
              <w:t>3- An UICCException SECURITY_STATUS_NOT_SATISFIED is thrown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bl>
    <w:p w:rsidR="007E5153" w:rsidRPr="00501E3A" w:rsidRDefault="007E5153" w:rsidP="009D3F67"/>
    <w:p w:rsidR="007E5153" w:rsidRPr="00501E3A" w:rsidRDefault="007E5153" w:rsidP="00C64ACE">
      <w:pPr>
        <w:pStyle w:val="Heading4"/>
        <w:keepNext w:val="0"/>
        <w:keepLines w:val="0"/>
      </w:pPr>
      <w:r w:rsidRPr="00501E3A">
        <w:t>5.1.1.3</w:t>
      </w:r>
      <w:r w:rsidRPr="00501E3A">
        <w:tab/>
        <w:t>Method increase</w:t>
      </w:r>
    </w:p>
    <w:p w:rsidR="007E5153" w:rsidRPr="00501E3A" w:rsidRDefault="007E5153" w:rsidP="00C64ACE">
      <w:r w:rsidRPr="00501E3A">
        <w:t>Test Area Reference: Api_1_Fvw_Incr</w:t>
      </w:r>
      <w:r w:rsidR="009D3F67" w:rsidRPr="00501E3A">
        <w:t>.</w:t>
      </w:r>
    </w:p>
    <w:p w:rsidR="007E5153" w:rsidRPr="00501E3A" w:rsidRDefault="007E5153" w:rsidP="00576820">
      <w:pPr>
        <w:pStyle w:val="Heading5"/>
      </w:pPr>
      <w:r w:rsidRPr="00501E3A">
        <w:lastRenderedPageBreak/>
        <w:t>5.1.1.3.1</w:t>
      </w:r>
      <w:r w:rsidRPr="00501E3A">
        <w:tab/>
        <w:t>Conformance requirement</w:t>
      </w:r>
    </w:p>
    <w:p w:rsidR="007E5153" w:rsidRPr="00501E3A" w:rsidRDefault="007E5153" w:rsidP="00576820">
      <w:pPr>
        <w:keepNext/>
        <w:keepLines/>
      </w:pPr>
      <w:r w:rsidRPr="00501E3A">
        <w:t>The method with following header shall be compliant to its definition in the API.</w:t>
      </w:r>
    </w:p>
    <w:p w:rsidR="007E5153" w:rsidRPr="00501E3A" w:rsidRDefault="007E5153" w:rsidP="00576820">
      <w:pPr>
        <w:pStyle w:val="PL"/>
        <w:keepNext/>
        <w:keepLines/>
        <w:rPr>
          <w:noProof w:val="0"/>
        </w:rPr>
      </w:pPr>
      <w:r w:rsidRPr="00501E3A">
        <w:rPr>
          <w:noProof w:val="0"/>
        </w:rPr>
        <w:t>public short increase(byte[] incr,</w:t>
      </w:r>
    </w:p>
    <w:p w:rsidR="007E5153" w:rsidRPr="00501E3A" w:rsidRDefault="007E5153" w:rsidP="00576820">
      <w:pPr>
        <w:pStyle w:val="PL"/>
        <w:keepNext/>
        <w:keepLines/>
        <w:rPr>
          <w:noProof w:val="0"/>
        </w:rPr>
      </w:pPr>
      <w:r w:rsidRPr="00501E3A">
        <w:rPr>
          <w:noProof w:val="0"/>
        </w:rPr>
        <w:t xml:space="preserve">                      short incrOffset,</w:t>
      </w:r>
    </w:p>
    <w:p w:rsidR="007E5153" w:rsidRPr="00501E3A" w:rsidRDefault="007E5153" w:rsidP="00576820">
      <w:pPr>
        <w:pStyle w:val="PL"/>
        <w:keepNext/>
        <w:keepLines/>
        <w:rPr>
          <w:noProof w:val="0"/>
        </w:rPr>
      </w:pPr>
      <w:r w:rsidRPr="00501E3A">
        <w:rPr>
          <w:noProof w:val="0"/>
        </w:rPr>
        <w:t xml:space="preserve">                      short incrLength,</w:t>
      </w:r>
    </w:p>
    <w:p w:rsidR="007E5153" w:rsidRPr="00501E3A" w:rsidRDefault="007E5153" w:rsidP="00576820">
      <w:pPr>
        <w:pStyle w:val="PL"/>
        <w:keepNext/>
        <w:keepLines/>
        <w:rPr>
          <w:noProof w:val="0"/>
        </w:rPr>
      </w:pPr>
      <w:r w:rsidRPr="00501E3A">
        <w:rPr>
          <w:noProof w:val="0"/>
        </w:rPr>
        <w:t xml:space="preserve">                      byte[] resp,</w:t>
      </w:r>
    </w:p>
    <w:p w:rsidR="007E5153" w:rsidRPr="00501E3A" w:rsidRDefault="007E5153" w:rsidP="00576820">
      <w:pPr>
        <w:pStyle w:val="PL"/>
        <w:keepNext/>
        <w:keepLines/>
        <w:rPr>
          <w:noProof w:val="0"/>
        </w:rPr>
      </w:pPr>
      <w:r w:rsidRPr="00501E3A">
        <w:rPr>
          <w:noProof w:val="0"/>
        </w:rPr>
        <w:t xml:space="preserve">                      short respOffset)</w:t>
      </w:r>
    </w:p>
    <w:p w:rsidR="007E5153" w:rsidRPr="00501E3A" w:rsidRDefault="007E5153" w:rsidP="00576820">
      <w:pPr>
        <w:pStyle w:val="PL"/>
        <w:keepNext/>
        <w:keepLines/>
        <w:rPr>
          <w:noProof w:val="0"/>
        </w:rPr>
      </w:pPr>
      <w:r w:rsidRPr="00501E3A">
        <w:rPr>
          <w:noProof w:val="0"/>
        </w:rPr>
        <w:t xml:space="preserve">               throws java.lang.NullPointerException,</w:t>
      </w:r>
    </w:p>
    <w:p w:rsidR="007E5153" w:rsidRPr="00501E3A" w:rsidRDefault="007E5153" w:rsidP="00576820">
      <w:pPr>
        <w:pStyle w:val="PL"/>
        <w:keepNext/>
        <w:keepLines/>
        <w:rPr>
          <w:noProof w:val="0"/>
        </w:rPr>
      </w:pPr>
      <w:r w:rsidRPr="00501E3A">
        <w:rPr>
          <w:noProof w:val="0"/>
        </w:rPr>
        <w:t xml:space="preserve">                      java.lang.ArrayIndexOutOfBoundsException,</w:t>
      </w:r>
    </w:p>
    <w:p w:rsidR="007E5153" w:rsidRPr="00501E3A" w:rsidRDefault="007E5153">
      <w:pPr>
        <w:pStyle w:val="PL"/>
        <w:rPr>
          <w:noProof w:val="0"/>
        </w:rPr>
      </w:pPr>
      <w:r w:rsidRPr="00501E3A">
        <w:rPr>
          <w:noProof w:val="0"/>
        </w:rPr>
        <w:t xml:space="preserve">                      UICCException</w:t>
      </w:r>
    </w:p>
    <w:p w:rsidR="00C64ACE" w:rsidRPr="00501E3A" w:rsidRDefault="00C64ACE">
      <w:pPr>
        <w:pStyle w:val="PL"/>
        <w:rPr>
          <w:noProof w:val="0"/>
        </w:rPr>
      </w:pPr>
    </w:p>
    <w:p w:rsidR="007E5153" w:rsidRPr="00501E3A" w:rsidRDefault="007E5153">
      <w:pPr>
        <w:pStyle w:val="H6"/>
        <w:outlineLvl w:val="0"/>
      </w:pPr>
      <w:r w:rsidRPr="00501E3A">
        <w:t>5.1.1.3.1.1</w:t>
      </w:r>
      <w:r w:rsidRPr="00501E3A">
        <w:tab/>
        <w:t>Normal execution</w:t>
      </w:r>
    </w:p>
    <w:p w:rsidR="007E5153" w:rsidRPr="00501E3A" w:rsidRDefault="007E5153" w:rsidP="009D3F67">
      <w:pPr>
        <w:pStyle w:val="B1"/>
      </w:pPr>
      <w:r w:rsidRPr="00501E3A">
        <w:t>CRRN1: This method increase</w:t>
      </w:r>
      <w:r w:rsidR="009D3F67" w:rsidRPr="00501E3A">
        <w:t>s the current cyclic EF record.</w:t>
      </w:r>
    </w:p>
    <w:p w:rsidR="007E5153" w:rsidRPr="00501E3A" w:rsidRDefault="007E5153" w:rsidP="009D3F67">
      <w:pPr>
        <w:pStyle w:val="B1"/>
      </w:pPr>
      <w:r w:rsidRPr="00501E3A">
        <w:t>CRRN2: The response buffer will only contain the value of the increased record.</w:t>
      </w:r>
    </w:p>
    <w:p w:rsidR="007E5153" w:rsidRPr="00501E3A" w:rsidRDefault="007E5153">
      <w:pPr>
        <w:pStyle w:val="H6"/>
        <w:outlineLvl w:val="0"/>
      </w:pPr>
      <w:r w:rsidRPr="00501E3A">
        <w:t>5.1.1.3.1.2</w:t>
      </w:r>
      <w:r w:rsidRPr="00501E3A">
        <w:tab/>
        <w:t>Parameter errors</w:t>
      </w:r>
    </w:p>
    <w:p w:rsidR="007E5153" w:rsidRPr="00501E3A" w:rsidRDefault="007E5153">
      <w:pPr>
        <w:pStyle w:val="B1"/>
      </w:pPr>
      <w:r w:rsidRPr="00501E3A">
        <w:t>CRRP1: If the array incr is null, an instance of NullPo</w:t>
      </w:r>
      <w:r w:rsidR="009D3F67" w:rsidRPr="00501E3A">
        <w:t>interException shall be thrown.</w:t>
      </w:r>
    </w:p>
    <w:p w:rsidR="007E5153" w:rsidRPr="00501E3A" w:rsidRDefault="007E5153">
      <w:pPr>
        <w:pStyle w:val="B1"/>
      </w:pPr>
      <w:r w:rsidRPr="00501E3A">
        <w:t>CRRP2: If the array resp is null, an instance of NullPointerException shall be thrown.</w:t>
      </w:r>
    </w:p>
    <w:p w:rsidR="007E5153" w:rsidRPr="00501E3A" w:rsidRDefault="007E5153">
      <w:pPr>
        <w:pStyle w:val="B1"/>
      </w:pPr>
      <w:r w:rsidRPr="00501E3A">
        <w:t>CRRP3: If incrOffset is negative, an instance of ArrayIndexOutOfBoundsException shall be thrown.</w:t>
      </w:r>
    </w:p>
    <w:p w:rsidR="007E5153" w:rsidRPr="00501E3A" w:rsidRDefault="007E5153">
      <w:pPr>
        <w:pStyle w:val="B1"/>
      </w:pPr>
      <w:r w:rsidRPr="00501E3A">
        <w:t>CRRP4: If incrLength is negative, an instance of ArrayIndexOutOfBoundsException shall be thrown.</w:t>
      </w:r>
    </w:p>
    <w:p w:rsidR="007E5153" w:rsidRPr="00501E3A" w:rsidRDefault="007E5153">
      <w:pPr>
        <w:pStyle w:val="B1"/>
      </w:pPr>
      <w:r w:rsidRPr="00501E3A">
        <w:t>CRRP5: If respOffset is negative, an instance of ArrayIndexOutOfBoundsExceptoin shall be thrown.</w:t>
      </w:r>
    </w:p>
    <w:p w:rsidR="007E5153" w:rsidRPr="00501E3A" w:rsidRDefault="007E5153">
      <w:pPr>
        <w:pStyle w:val="B1"/>
      </w:pPr>
      <w:r w:rsidRPr="00501E3A">
        <w:t>CRRP6: If incrOffset plus incrLength, is greater than the length of array incr, an instance of ArrayIndexOutOfBoundsException shall be thrown and no increase is performed.</w:t>
      </w:r>
    </w:p>
    <w:p w:rsidR="007E5153" w:rsidRPr="00501E3A" w:rsidRDefault="007E5153">
      <w:pPr>
        <w:pStyle w:val="B1"/>
      </w:pPr>
      <w:r w:rsidRPr="00501E3A">
        <w:t>CRRP7: If respOffset is greater than the length of array resp, an instance of ArrayIndexOutOfboundsException shall be thrown.</w:t>
      </w:r>
    </w:p>
    <w:p w:rsidR="007E5153" w:rsidRPr="00501E3A" w:rsidRDefault="007E5153">
      <w:pPr>
        <w:pStyle w:val="B1"/>
      </w:pPr>
      <w:r w:rsidRPr="00501E3A">
        <w:t>CRRP8: If the result of the addition is greater than the maximum value of the record (represented by all bytes set to 'FF'), an instance of UICCException shall be thrown. The reason code shall be UICCException.MAX_VALUE_REACHED.</w:t>
      </w:r>
    </w:p>
    <w:p w:rsidR="007E5153" w:rsidRPr="00501E3A" w:rsidRDefault="007E5153" w:rsidP="009D3F67">
      <w:pPr>
        <w:pStyle w:val="B1"/>
      </w:pPr>
      <w:r w:rsidRPr="00501E3A">
        <w:t>CRRP9: If incrLength is greater than 127, and exception shall be thrown.</w:t>
      </w:r>
    </w:p>
    <w:p w:rsidR="007E5153" w:rsidRPr="00501E3A" w:rsidRDefault="007E5153">
      <w:pPr>
        <w:pStyle w:val="H6"/>
        <w:outlineLvl w:val="0"/>
      </w:pPr>
      <w:r w:rsidRPr="00501E3A">
        <w:t>5.1.1.3.1.3</w:t>
      </w:r>
      <w:r w:rsidRPr="00501E3A">
        <w:tab/>
        <w:t>Context errors</w:t>
      </w:r>
    </w:p>
    <w:p w:rsidR="007E5153" w:rsidRPr="00501E3A" w:rsidRDefault="007E5153">
      <w:pPr>
        <w:pStyle w:val="B1"/>
      </w:pPr>
      <w:r w:rsidRPr="00501E3A">
        <w:t>CRRC1: If the calling applet has currently no EF selected, an instance of UICCException shall be thrown. The reason code shall be UICCException.NO_EF_SELECTED.</w:t>
      </w:r>
    </w:p>
    <w:p w:rsidR="007E5153" w:rsidRPr="00501E3A" w:rsidRDefault="007E5153">
      <w:pPr>
        <w:pStyle w:val="B1"/>
      </w:pPr>
      <w:r w:rsidRPr="00501E3A">
        <w:t>CRRC2: If the method call causes a memory problem (e.g. memory access error), an instance of UICCException shall be thrown. The reason code shall be UICCException.MEMORY_PROBLEM.</w:t>
      </w:r>
    </w:p>
    <w:p w:rsidR="007E5153" w:rsidRPr="00501E3A" w:rsidRDefault="007E5153">
      <w:pPr>
        <w:pStyle w:val="B1"/>
      </w:pPr>
      <w:r w:rsidRPr="00501E3A">
        <w:t>CRRC3: If the method call causes an error to occur that is not expected and thus not handled, an instance of UICCException shall be thrown. The reason code shall be UICCException.INTERNAL_ERROR.</w:t>
      </w:r>
    </w:p>
    <w:p w:rsidR="007E5153" w:rsidRPr="00501E3A" w:rsidRDefault="007E5153">
      <w:pPr>
        <w:pStyle w:val="B1"/>
      </w:pPr>
      <w:r w:rsidRPr="00501E3A">
        <w:t>CRRC4: If increase not allowed as indicated by the File descriptor by</w:t>
      </w:r>
      <w:r w:rsidR="009D3F67" w:rsidRPr="00501E3A">
        <w:t>te of the File Descriptor (</w:t>
      </w:r>
      <w:r w:rsidR="00C64ACE" w:rsidRPr="00501E3A">
        <w:t>ETSI TS </w:t>
      </w:r>
      <w:r w:rsidRPr="00501E3A">
        <w:t>102.221</w:t>
      </w:r>
      <w:r w:rsidR="009D3F67" w:rsidRPr="00501E3A">
        <w:t xml:space="preserve"> [</w:t>
      </w:r>
      <w:r w:rsidR="008E4E43" w:rsidRPr="00501E3A">
        <w:t>5</w:t>
      </w:r>
      <w:r w:rsidR="009D3F67" w:rsidRPr="00501E3A">
        <w:t>]</w:t>
      </w:r>
      <w:r w:rsidRPr="00501E3A">
        <w:t xml:space="preserve"> Response for an EF), or the file is not a cyclic one, an instance of the UICCException shall be thrown. The reason code shall be UICCException.COMMAND_INCOMPATIBLE.</w:t>
      </w:r>
    </w:p>
    <w:p w:rsidR="007E5153" w:rsidRPr="00501E3A" w:rsidRDefault="007E5153">
      <w:pPr>
        <w:pStyle w:val="B1"/>
      </w:pPr>
      <w:r w:rsidRPr="00501E3A">
        <w:t>CRRC5: If the calling applet does not fulfil the access condition, INCREASE, to perform this function, an instance of UICCException shall be thrown. The reason code shall be UICCException.SECURITY_STATUS_NOT_SATISFIED.</w:t>
      </w:r>
    </w:p>
    <w:p w:rsidR="007E5153" w:rsidRPr="00501E3A" w:rsidRDefault="007E5153">
      <w:pPr>
        <w:pStyle w:val="B1"/>
      </w:pPr>
      <w:r w:rsidRPr="00501E3A">
        <w:t>CRRC6: If the currently selected EF is invalidated, an instance of UICCException shall be thrown. The reason code shall be UICCException.REF_DATA_INVALIDATED.</w:t>
      </w:r>
    </w:p>
    <w:p w:rsidR="007E5153" w:rsidRPr="00501E3A" w:rsidRDefault="007E5153">
      <w:pPr>
        <w:pStyle w:val="B1"/>
      </w:pPr>
      <w:r w:rsidRPr="00501E3A">
        <w:lastRenderedPageBreak/>
        <w:t>CRRC7: If the currently selected cyclic EF has no record, an instance of UICCException shall be thrown. The reason code shall be UICCException. RECORD_NOT_FOUND.</w:t>
      </w:r>
    </w:p>
    <w:p w:rsidR="007E5153" w:rsidRPr="00501E3A" w:rsidRDefault="007E5153" w:rsidP="009D3F67">
      <w:pPr>
        <w:pStyle w:val="Heading5"/>
      </w:pPr>
      <w:r w:rsidRPr="00501E3A">
        <w:t>5.1.1.3.2</w:t>
      </w:r>
      <w:r w:rsidRPr="00501E3A">
        <w:tab/>
        <w:t>Test area files</w:t>
      </w:r>
    </w:p>
    <w:p w:rsidR="007E5153" w:rsidRPr="00501E3A" w:rsidRDefault="007E5153" w:rsidP="009D3F67">
      <w:pPr>
        <w:pStyle w:val="EX"/>
      </w:pPr>
      <w:r w:rsidRPr="00501E3A">
        <w:t xml:space="preserve">Test Source: </w:t>
      </w:r>
      <w:r w:rsidRPr="00501E3A">
        <w:tab/>
        <w:t>Test_Api_1_Fvw_Incr.java</w:t>
      </w:r>
      <w:r w:rsidR="009D3F67" w:rsidRPr="00501E3A">
        <w:t>.</w:t>
      </w:r>
    </w:p>
    <w:p w:rsidR="007E5153" w:rsidRPr="00501E3A" w:rsidRDefault="007E5153" w:rsidP="009D3F67">
      <w:pPr>
        <w:pStyle w:val="EX"/>
      </w:pPr>
      <w:r w:rsidRPr="00501E3A">
        <w:t xml:space="preserve">Test Applet: </w:t>
      </w:r>
      <w:r w:rsidRPr="00501E3A">
        <w:tab/>
        <w:t>Api_1_Fvw_Incr_1.java</w:t>
      </w:r>
      <w:r w:rsidR="009D3F67" w:rsidRPr="00501E3A">
        <w:t>.</w:t>
      </w:r>
    </w:p>
    <w:p w:rsidR="007E5153" w:rsidRPr="00501E3A" w:rsidRDefault="007E5153" w:rsidP="009D3F67">
      <w:pPr>
        <w:pStyle w:val="EX"/>
      </w:pPr>
      <w:r w:rsidRPr="00501E3A">
        <w:t>Cap File:</w:t>
      </w:r>
      <w:r w:rsidRPr="00501E3A">
        <w:tab/>
        <w:t>api_1_fvw_incr.cap</w:t>
      </w:r>
      <w:r w:rsidR="009D3F67" w:rsidRPr="00501E3A">
        <w:t>.</w:t>
      </w:r>
    </w:p>
    <w:p w:rsidR="007E5153" w:rsidRPr="00501E3A" w:rsidRDefault="007E5153" w:rsidP="009D3F67">
      <w:pPr>
        <w:pStyle w:val="Heading5"/>
      </w:pPr>
      <w:r w:rsidRPr="00501E3A">
        <w:t>5.1.1.3.3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9D3F67">
        <w:trPr>
          <w:jc w:val="center"/>
        </w:trPr>
        <w:tc>
          <w:tcPr>
            <w:tcW w:w="1299" w:type="dxa"/>
            <w:tcBorders>
              <w:top w:val="single" w:sz="4" w:space="0" w:color="auto"/>
              <w:left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r w:rsidR="004C222B" w:rsidRPr="00501E3A">
              <w:t xml:space="preserve"> </w:t>
            </w:r>
            <w:r w:rsidRPr="00501E3A">
              <w:t>2,</w:t>
            </w:r>
            <w:r w:rsidR="004C222B" w:rsidRPr="00501E3A">
              <w:t xml:space="preserve"> </w:t>
            </w:r>
            <w:r w:rsidRPr="00501E3A">
              <w:t>3,</w:t>
            </w:r>
            <w:r w:rsidR="004C222B" w:rsidRPr="00501E3A">
              <w:t xml:space="preserve"> </w:t>
            </w:r>
            <w:r w:rsidRPr="00501E3A">
              <w:t>16</w:t>
            </w:r>
          </w:p>
        </w:tc>
      </w:tr>
      <w:tr w:rsidR="007E5153" w:rsidRPr="00501E3A" w:rsidTr="009D3F67">
        <w:trPr>
          <w:jc w:val="center"/>
        </w:trPr>
        <w:tc>
          <w:tcPr>
            <w:tcW w:w="1299" w:type="dxa"/>
            <w:tcBorders>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r w:rsidR="004C222B" w:rsidRPr="00501E3A">
              <w:t xml:space="preserve"> </w:t>
            </w:r>
            <w:r w:rsidRPr="00501E3A">
              <w:t>3,</w:t>
            </w:r>
            <w:r w:rsidR="004C222B" w:rsidRPr="00501E3A">
              <w:t xml:space="preserve"> </w:t>
            </w:r>
            <w:r w:rsidRPr="00501E3A">
              <w:t>16</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P7</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11</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P8</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8</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P9</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16</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13</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14</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C7</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15</w:t>
            </w:r>
          </w:p>
        </w:tc>
      </w:tr>
    </w:tbl>
    <w:p w:rsidR="009D3F67" w:rsidRPr="00501E3A" w:rsidRDefault="009D3F67" w:rsidP="009D3F67"/>
    <w:p w:rsidR="007E5153" w:rsidRPr="00501E3A" w:rsidRDefault="007E5153" w:rsidP="009D3F67">
      <w:pPr>
        <w:pStyle w:val="Heading5"/>
      </w:pPr>
      <w:r w:rsidRPr="00501E3A">
        <w:t>5.1.1.3.4</w:t>
      </w:r>
      <w:r w:rsidRPr="00501E3A">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2409"/>
        <w:gridCol w:w="3119"/>
      </w:tblGrid>
      <w:tr w:rsidR="007E5153" w:rsidRPr="00501E3A" w:rsidTr="009D3F67">
        <w:trPr>
          <w:tblHeade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Id</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Description</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API Expectation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No EF selected</w:t>
            </w:r>
          </w:p>
          <w:p w:rsidR="007E5153" w:rsidRPr="00501E3A" w:rsidRDefault="007E5153">
            <w:pPr>
              <w:pStyle w:val="PL"/>
              <w:rPr>
                <w:noProof w:val="0"/>
              </w:rPr>
            </w:pPr>
          </w:p>
          <w:p w:rsidR="007E5153" w:rsidRPr="00501E3A" w:rsidRDefault="007E5153">
            <w:pPr>
              <w:pStyle w:val="PL"/>
              <w:rPr>
                <w:noProof w:val="0"/>
              </w:rPr>
            </w:pPr>
            <w:r w:rsidRPr="00501E3A">
              <w:rPr>
                <w:noProof w:val="0"/>
              </w:rPr>
              <w:t>1- select DF</w:t>
            </w:r>
            <w:r w:rsidRPr="00501E3A">
              <w:rPr>
                <w:noProof w:val="0"/>
                <w:vertAlign w:val="subscript"/>
              </w:rPr>
              <w:t xml:space="preserve">TEST </w:t>
            </w:r>
            <w:r w:rsidRPr="00501E3A">
              <w:rPr>
                <w:noProof w:val="0"/>
              </w:rPr>
              <w:t>fid=1111</w:t>
            </w:r>
          </w:p>
          <w:p w:rsidR="007E5153" w:rsidRPr="00501E3A" w:rsidRDefault="007E5153">
            <w:pPr>
              <w:pStyle w:val="PL"/>
              <w:rPr>
                <w:noProof w:val="0"/>
              </w:rPr>
            </w:pPr>
            <w:r w:rsidRPr="00501E3A">
              <w:rPr>
                <w:noProof w:val="0"/>
              </w:rPr>
              <w:t>2- byte[] incr = new byte[4]</w:t>
            </w:r>
          </w:p>
          <w:p w:rsidR="007E5153" w:rsidRPr="00501E3A" w:rsidRDefault="007E5153">
            <w:pPr>
              <w:pStyle w:val="PL"/>
              <w:rPr>
                <w:noProof w:val="0"/>
              </w:rPr>
            </w:pPr>
            <w:r w:rsidRPr="00501E3A">
              <w:rPr>
                <w:noProof w:val="0"/>
              </w:rPr>
              <w:t>byte[] resp = new byte[4]</w:t>
            </w:r>
          </w:p>
          <w:p w:rsidR="007E5153" w:rsidRPr="00501E3A" w:rsidRDefault="007E5153">
            <w:pPr>
              <w:pStyle w:val="PL"/>
              <w:rPr>
                <w:noProof w:val="0"/>
              </w:rPr>
            </w:pPr>
            <w:r w:rsidRPr="00501E3A">
              <w:rPr>
                <w:noProof w:val="0"/>
              </w:rPr>
              <w:t>incrOffset = 0</w:t>
            </w:r>
          </w:p>
          <w:p w:rsidR="007E5153" w:rsidRPr="00501E3A" w:rsidRDefault="007E5153">
            <w:pPr>
              <w:pStyle w:val="PL"/>
              <w:rPr>
                <w:noProof w:val="0"/>
              </w:rPr>
            </w:pPr>
            <w:r w:rsidRPr="00501E3A">
              <w:rPr>
                <w:noProof w:val="0"/>
              </w:rPr>
              <w:t>incrLength = 2</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An UICCException.NO_EF_SELECTED should be thrown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C"/>
              <w:keepNext w:val="0"/>
            </w:pPr>
            <w:r w:rsidRPr="00501E3A">
              <w:t>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H"/>
              <w:keepNext w:val="0"/>
            </w:pPr>
            <w:r w:rsidRPr="00501E3A">
              <w:t>increase , verify response</w:t>
            </w:r>
          </w:p>
          <w:p w:rsidR="007E5153" w:rsidRPr="00501E3A" w:rsidRDefault="007E5153" w:rsidP="00C64ACE">
            <w:pPr>
              <w:pStyle w:val="PL"/>
              <w:keepLines/>
              <w:rPr>
                <w:noProof w:val="0"/>
              </w:rPr>
            </w:pPr>
          </w:p>
          <w:p w:rsidR="007E5153" w:rsidRPr="00501E3A" w:rsidRDefault="007E5153" w:rsidP="00C64ACE">
            <w:pPr>
              <w:pStyle w:val="PL"/>
              <w:keepLines/>
              <w:rPr>
                <w:noProof w:val="0"/>
              </w:rPr>
            </w:pPr>
            <w:r w:rsidRPr="00501E3A">
              <w:rPr>
                <w:noProof w:val="0"/>
              </w:rPr>
              <w:t>1- select EF</w:t>
            </w:r>
            <w:r w:rsidRPr="00501E3A">
              <w:rPr>
                <w:noProof w:val="0"/>
                <w:vertAlign w:val="subscript"/>
              </w:rPr>
              <w:t xml:space="preserve">CARU, </w:t>
            </w:r>
            <w:r w:rsidRPr="00501E3A">
              <w:rPr>
                <w:noProof w:val="0"/>
              </w:rPr>
              <w:t>fid=6F09</w:t>
            </w:r>
          </w:p>
          <w:p w:rsidR="007E5153" w:rsidRPr="00501E3A" w:rsidRDefault="007E5153" w:rsidP="00C64ACE">
            <w:pPr>
              <w:pStyle w:val="PL"/>
              <w:keepLines/>
              <w:rPr>
                <w:noProof w:val="0"/>
              </w:rPr>
            </w:pPr>
            <w:r w:rsidRPr="00501E3A">
              <w:rPr>
                <w:noProof w:val="0"/>
              </w:rPr>
              <w:t>set the record pointer with readRecord() in PREVIOUS mode</w:t>
            </w:r>
          </w:p>
          <w:p w:rsidR="007E5153" w:rsidRPr="00501E3A" w:rsidRDefault="007E5153" w:rsidP="00C64ACE">
            <w:pPr>
              <w:pStyle w:val="PL"/>
              <w:keepLines/>
              <w:rPr>
                <w:noProof w:val="0"/>
              </w:rPr>
            </w:pPr>
            <w:r w:rsidRPr="00501E3A">
              <w:rPr>
                <w:noProof w:val="0"/>
              </w:rPr>
              <w:t>2-//Set both record to 00 00 00</w:t>
            </w:r>
          </w:p>
          <w:p w:rsidR="007E5153" w:rsidRPr="00501E3A" w:rsidRDefault="007E5153" w:rsidP="00C64ACE">
            <w:pPr>
              <w:pStyle w:val="PL"/>
              <w:keepLines/>
              <w:rPr>
                <w:noProof w:val="0"/>
              </w:rPr>
            </w:pPr>
            <w:r w:rsidRPr="00501E3A">
              <w:rPr>
                <w:noProof w:val="0"/>
              </w:rPr>
              <w:t>mode = REC_ACC_MODE_PREVIOUS</w:t>
            </w:r>
          </w:p>
          <w:p w:rsidR="007E5153" w:rsidRPr="00501E3A" w:rsidRDefault="007E5153" w:rsidP="00C64ACE">
            <w:pPr>
              <w:pStyle w:val="PL"/>
              <w:keepLines/>
              <w:rPr>
                <w:noProof w:val="0"/>
              </w:rPr>
            </w:pPr>
            <w:r w:rsidRPr="00501E3A">
              <w:rPr>
                <w:noProof w:val="0"/>
              </w:rPr>
              <w:t>data[] = {0x00,0x00,0x00}</w:t>
            </w:r>
          </w:p>
          <w:p w:rsidR="007E5153" w:rsidRPr="00501E3A" w:rsidRDefault="007E5153" w:rsidP="00C64ACE">
            <w:pPr>
              <w:pStyle w:val="PL"/>
              <w:keepLines/>
              <w:rPr>
                <w:noProof w:val="0"/>
              </w:rPr>
            </w:pPr>
            <w:r w:rsidRPr="00501E3A">
              <w:rPr>
                <w:noProof w:val="0"/>
              </w:rPr>
              <w:t>recOffset = 0</w:t>
            </w:r>
          </w:p>
          <w:p w:rsidR="007E5153" w:rsidRPr="00501E3A" w:rsidRDefault="007E5153" w:rsidP="00C64ACE">
            <w:pPr>
              <w:pStyle w:val="PL"/>
              <w:keepLines/>
              <w:rPr>
                <w:noProof w:val="0"/>
              </w:rPr>
            </w:pPr>
            <w:r w:rsidRPr="00501E3A">
              <w:rPr>
                <w:noProof w:val="0"/>
              </w:rPr>
              <w:t>dataOffset = 0</w:t>
            </w:r>
          </w:p>
          <w:p w:rsidR="007E5153" w:rsidRPr="00501E3A" w:rsidRDefault="007E5153" w:rsidP="00C64ACE">
            <w:pPr>
              <w:pStyle w:val="PL"/>
              <w:keepLines/>
              <w:rPr>
                <w:noProof w:val="0"/>
              </w:rPr>
            </w:pPr>
            <w:r w:rsidRPr="00501E3A">
              <w:rPr>
                <w:noProof w:val="0"/>
              </w:rPr>
              <w:t>dataLength = 3</w:t>
            </w:r>
          </w:p>
          <w:p w:rsidR="007E5153" w:rsidRPr="00501E3A" w:rsidRDefault="007E5153" w:rsidP="00C64ACE">
            <w:pPr>
              <w:pStyle w:val="PL"/>
              <w:keepLines/>
              <w:rPr>
                <w:noProof w:val="0"/>
              </w:rPr>
            </w:pPr>
            <w:r w:rsidRPr="00501E3A">
              <w:rPr>
                <w:noProof w:val="0"/>
              </w:rPr>
              <w:t>updateRecord() //update Record 1</w:t>
            </w:r>
          </w:p>
          <w:p w:rsidR="007E5153" w:rsidRPr="00501E3A" w:rsidRDefault="007E5153" w:rsidP="00C64ACE">
            <w:pPr>
              <w:pStyle w:val="PL"/>
              <w:keepLines/>
              <w:rPr>
                <w:noProof w:val="0"/>
              </w:rPr>
            </w:pPr>
            <w:r w:rsidRPr="00501E3A">
              <w:rPr>
                <w:noProof w:val="0"/>
              </w:rPr>
              <w:t>updateRecord() //update Record 2</w:t>
            </w:r>
          </w:p>
          <w:p w:rsidR="007E5153" w:rsidRPr="00501E3A" w:rsidRDefault="007E5153" w:rsidP="00C64ACE">
            <w:pPr>
              <w:pStyle w:val="PL"/>
              <w:keepLines/>
              <w:rPr>
                <w:noProof w:val="0"/>
              </w:rPr>
            </w:pPr>
            <w:r w:rsidRPr="00501E3A">
              <w:rPr>
                <w:noProof w:val="0"/>
              </w:rPr>
              <w:t>3- incr[] = {0x00,0x00,0x01}</w:t>
            </w:r>
          </w:p>
          <w:p w:rsidR="007E5153" w:rsidRPr="00501E3A" w:rsidRDefault="007E5153" w:rsidP="00C64ACE">
            <w:pPr>
              <w:pStyle w:val="PL"/>
              <w:keepLines/>
              <w:rPr>
                <w:noProof w:val="0"/>
              </w:rPr>
            </w:pPr>
            <w:r w:rsidRPr="00501E3A">
              <w:rPr>
                <w:noProof w:val="0"/>
              </w:rPr>
              <w:t>incrOffset = 0</w:t>
            </w:r>
          </w:p>
          <w:p w:rsidR="007E5153" w:rsidRPr="00501E3A" w:rsidRDefault="007E5153" w:rsidP="00C64ACE">
            <w:pPr>
              <w:pStyle w:val="PL"/>
              <w:keepLines/>
              <w:rPr>
                <w:noProof w:val="0"/>
              </w:rPr>
            </w:pPr>
            <w:r w:rsidRPr="00501E3A">
              <w:rPr>
                <w:noProof w:val="0"/>
              </w:rPr>
              <w:t>incrLength = 3</w:t>
            </w:r>
          </w:p>
          <w:p w:rsidR="007E5153" w:rsidRPr="00501E3A" w:rsidRDefault="007E5153" w:rsidP="00C64ACE">
            <w:pPr>
              <w:pStyle w:val="PL"/>
              <w:keepLines/>
              <w:rPr>
                <w:noProof w:val="0"/>
              </w:rPr>
            </w:pPr>
            <w:r w:rsidRPr="00501E3A">
              <w:rPr>
                <w:noProof w:val="0"/>
              </w:rPr>
              <w:t>resp.length = 4</w:t>
            </w:r>
          </w:p>
          <w:p w:rsidR="007E5153" w:rsidRPr="00501E3A" w:rsidRDefault="007E5153" w:rsidP="00C64ACE">
            <w:pPr>
              <w:pStyle w:val="PL"/>
              <w:keepLines/>
              <w:rPr>
                <w:noProof w:val="0"/>
              </w:rPr>
            </w:pPr>
            <w:r w:rsidRPr="00501E3A">
              <w:rPr>
                <w:noProof w:val="0"/>
              </w:rPr>
              <w:t>respOffset = 0</w:t>
            </w:r>
          </w:p>
          <w:p w:rsidR="007E5153" w:rsidRPr="00501E3A" w:rsidRDefault="007E5153" w:rsidP="00C64ACE">
            <w:pPr>
              <w:pStyle w:val="PL"/>
              <w:keepLines/>
              <w:rPr>
                <w:noProof w:val="0"/>
              </w:rPr>
            </w:pPr>
            <w:r w:rsidRPr="00501E3A">
              <w:rPr>
                <w:noProof w:val="0"/>
              </w:rPr>
              <w:t>ret = 3</w:t>
            </w:r>
          </w:p>
          <w:p w:rsidR="007E5153" w:rsidRPr="00501E3A" w:rsidRDefault="007E5153" w:rsidP="00C64ACE">
            <w:pPr>
              <w:pStyle w:val="PL"/>
              <w:keepLines/>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L"/>
              <w:keepNext w:val="0"/>
            </w:pPr>
          </w:p>
          <w:p w:rsidR="007E5153" w:rsidRPr="00501E3A" w:rsidRDefault="007E5153" w:rsidP="00C64ACE">
            <w:pPr>
              <w:pStyle w:val="TAL"/>
              <w:keepNext w:val="0"/>
            </w:pPr>
          </w:p>
          <w:p w:rsidR="007E5153" w:rsidRPr="00501E3A" w:rsidRDefault="007E5153" w:rsidP="00C64ACE">
            <w:pPr>
              <w:pStyle w:val="TAL"/>
              <w:keepNext w:val="0"/>
            </w:pPr>
          </w:p>
          <w:p w:rsidR="007E5153" w:rsidRPr="00501E3A" w:rsidRDefault="007E5153" w:rsidP="00C64ACE">
            <w:pPr>
              <w:pStyle w:val="TAL"/>
              <w:keepNext w:val="0"/>
            </w:pPr>
          </w:p>
          <w:p w:rsidR="007E5153" w:rsidRPr="00501E3A" w:rsidRDefault="007E5153" w:rsidP="00C64ACE">
            <w:pPr>
              <w:pStyle w:val="TAL"/>
              <w:keepNext w:val="0"/>
            </w:pPr>
          </w:p>
          <w:p w:rsidR="007E5153" w:rsidRPr="00501E3A" w:rsidRDefault="007E5153" w:rsidP="00C64ACE">
            <w:pPr>
              <w:pStyle w:val="TAL"/>
              <w:keepNext w:val="0"/>
            </w:pPr>
          </w:p>
          <w:p w:rsidR="007E5153" w:rsidRPr="00501E3A" w:rsidRDefault="007E5153" w:rsidP="00C64ACE">
            <w:pPr>
              <w:pStyle w:val="TAL"/>
              <w:keepNext w:val="0"/>
            </w:pPr>
          </w:p>
          <w:p w:rsidR="007E5153" w:rsidRPr="00501E3A" w:rsidRDefault="007E5153" w:rsidP="00C64ACE">
            <w:pPr>
              <w:pStyle w:val="TAL"/>
              <w:keepNext w:val="0"/>
            </w:pPr>
          </w:p>
          <w:p w:rsidR="007E5153" w:rsidRPr="00501E3A" w:rsidRDefault="007E5153" w:rsidP="00C64ACE">
            <w:pPr>
              <w:pStyle w:val="TAL"/>
              <w:keepNext w:val="0"/>
            </w:pPr>
            <w:r w:rsidRPr="00501E3A">
              <w:t>3- resp[]  = {0x00,0x00,0x01,0x00}</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L"/>
              <w:keepNext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C"/>
              <w:keepLines w:val="0"/>
            </w:pPr>
            <w:r w:rsidRPr="00501E3A">
              <w:lastRenderedPageBreak/>
              <w:t>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H"/>
            </w:pPr>
            <w:r w:rsidRPr="00501E3A">
              <w:t>increase, verify file</w:t>
            </w:r>
          </w:p>
          <w:p w:rsidR="007E5153" w:rsidRPr="00501E3A" w:rsidRDefault="007E5153" w:rsidP="00C64ACE">
            <w:pPr>
              <w:pStyle w:val="PL"/>
              <w:keepNext/>
              <w:rPr>
                <w:noProof w:val="0"/>
              </w:rPr>
            </w:pPr>
          </w:p>
          <w:p w:rsidR="007E5153" w:rsidRPr="00501E3A" w:rsidRDefault="007E5153" w:rsidP="00C64ACE">
            <w:pPr>
              <w:pStyle w:val="PL"/>
              <w:keepNext/>
              <w:rPr>
                <w:noProof w:val="0"/>
              </w:rPr>
            </w:pPr>
            <w:r w:rsidRPr="00501E3A">
              <w:rPr>
                <w:noProof w:val="0"/>
              </w:rPr>
              <w:t>1- incr[]={0x00,0x00,0x00,0x02}</w:t>
            </w:r>
          </w:p>
          <w:p w:rsidR="007E5153" w:rsidRPr="00501E3A" w:rsidRDefault="007E5153" w:rsidP="00C64ACE">
            <w:pPr>
              <w:pStyle w:val="PL"/>
              <w:keepNext/>
              <w:rPr>
                <w:noProof w:val="0"/>
              </w:rPr>
            </w:pPr>
            <w:r w:rsidRPr="00501E3A">
              <w:rPr>
                <w:noProof w:val="0"/>
              </w:rPr>
              <w:t>incrOffset = 1</w:t>
            </w:r>
          </w:p>
          <w:p w:rsidR="007E5153" w:rsidRPr="00501E3A" w:rsidRDefault="007E5153" w:rsidP="00C64ACE">
            <w:pPr>
              <w:pStyle w:val="PL"/>
              <w:keepNext/>
              <w:rPr>
                <w:noProof w:val="0"/>
              </w:rPr>
            </w:pPr>
            <w:r w:rsidRPr="00501E3A">
              <w:rPr>
                <w:noProof w:val="0"/>
              </w:rPr>
              <w:t>incrLength = 3</w:t>
            </w:r>
          </w:p>
          <w:p w:rsidR="007E5153" w:rsidRPr="00501E3A" w:rsidRDefault="007E5153" w:rsidP="00C64ACE">
            <w:pPr>
              <w:pStyle w:val="PL"/>
              <w:keepNext/>
              <w:rPr>
                <w:noProof w:val="0"/>
              </w:rPr>
            </w:pPr>
            <w:r w:rsidRPr="00501E3A">
              <w:rPr>
                <w:noProof w:val="0"/>
              </w:rPr>
              <w:t>resp.length = 4</w:t>
            </w:r>
          </w:p>
          <w:p w:rsidR="007E5153" w:rsidRPr="00501E3A" w:rsidRDefault="007E5153" w:rsidP="00C64ACE">
            <w:pPr>
              <w:pStyle w:val="PL"/>
              <w:keepNext/>
              <w:rPr>
                <w:noProof w:val="0"/>
              </w:rPr>
            </w:pPr>
            <w:r w:rsidRPr="00501E3A">
              <w:rPr>
                <w:noProof w:val="0"/>
              </w:rPr>
              <w:t>respOffset = 1</w:t>
            </w:r>
          </w:p>
          <w:p w:rsidR="007E5153" w:rsidRPr="00501E3A" w:rsidRDefault="007E5153" w:rsidP="00C64ACE">
            <w:pPr>
              <w:pStyle w:val="PL"/>
              <w:keepNext/>
              <w:rPr>
                <w:noProof w:val="0"/>
              </w:rPr>
            </w:pPr>
            <w:r w:rsidRPr="00501E3A">
              <w:rPr>
                <w:noProof w:val="0"/>
              </w:rPr>
              <w:t>increase()</w:t>
            </w:r>
          </w:p>
          <w:p w:rsidR="007E5153" w:rsidRPr="00501E3A" w:rsidRDefault="007E5153" w:rsidP="00C64ACE">
            <w:pPr>
              <w:pStyle w:val="PL"/>
              <w:keepNext/>
              <w:rPr>
                <w:noProof w:val="0"/>
              </w:rPr>
            </w:pPr>
            <w:r w:rsidRPr="00501E3A">
              <w:rPr>
                <w:noProof w:val="0"/>
              </w:rPr>
              <w:t>2- resp[] = {0x00,0x00,0x00,0x00}</w:t>
            </w:r>
          </w:p>
          <w:p w:rsidR="007E5153" w:rsidRPr="003A24E5" w:rsidRDefault="007E5153" w:rsidP="00C64ACE">
            <w:pPr>
              <w:pStyle w:val="PL"/>
              <w:keepNext/>
              <w:rPr>
                <w:noProof w:val="0"/>
              </w:rPr>
            </w:pPr>
            <w:r w:rsidRPr="003A24E5">
              <w:rPr>
                <w:noProof w:val="0"/>
              </w:rPr>
              <w:t>recNumber = 0</w:t>
            </w:r>
          </w:p>
          <w:p w:rsidR="007E5153" w:rsidRPr="003A24E5" w:rsidRDefault="007E5153" w:rsidP="00C64ACE">
            <w:pPr>
              <w:pStyle w:val="PL"/>
              <w:keepNext/>
              <w:rPr>
                <w:noProof w:val="0"/>
              </w:rPr>
            </w:pPr>
            <w:r w:rsidRPr="003A24E5">
              <w:rPr>
                <w:noProof w:val="0"/>
              </w:rPr>
              <w:t>mode = REC_ACC_MODE_ABSOLUTE_CURRENT</w:t>
            </w:r>
          </w:p>
          <w:p w:rsidR="007E5153" w:rsidRPr="00501E3A" w:rsidRDefault="007E5153" w:rsidP="00C64ACE">
            <w:pPr>
              <w:pStyle w:val="PL"/>
              <w:keepNext/>
              <w:rPr>
                <w:noProof w:val="0"/>
              </w:rPr>
            </w:pPr>
            <w:r w:rsidRPr="00501E3A">
              <w:rPr>
                <w:noProof w:val="0"/>
              </w:rPr>
              <w:t>recOffset = 0</w:t>
            </w:r>
          </w:p>
          <w:p w:rsidR="007E5153" w:rsidRPr="00501E3A" w:rsidRDefault="007E5153" w:rsidP="00C64ACE">
            <w:pPr>
              <w:pStyle w:val="PL"/>
              <w:keepNext/>
              <w:rPr>
                <w:noProof w:val="0"/>
              </w:rPr>
            </w:pPr>
            <w:r w:rsidRPr="00501E3A">
              <w:rPr>
                <w:noProof w:val="0"/>
              </w:rPr>
              <w:t>resp.length =4</w:t>
            </w:r>
          </w:p>
          <w:p w:rsidR="007E5153" w:rsidRPr="00501E3A" w:rsidRDefault="007E5153" w:rsidP="00C64ACE">
            <w:pPr>
              <w:pStyle w:val="PL"/>
              <w:keepNext/>
              <w:rPr>
                <w:noProof w:val="0"/>
              </w:rPr>
            </w:pPr>
            <w:r w:rsidRPr="00501E3A">
              <w:rPr>
                <w:noProof w:val="0"/>
              </w:rPr>
              <w:t>respOffset = 0</w:t>
            </w:r>
          </w:p>
          <w:p w:rsidR="007E5153" w:rsidRPr="00501E3A" w:rsidRDefault="007E5153" w:rsidP="00C64ACE">
            <w:pPr>
              <w:pStyle w:val="PL"/>
              <w:keepNext/>
              <w:rPr>
                <w:noProof w:val="0"/>
              </w:rPr>
            </w:pPr>
            <w:r w:rsidRPr="00501E3A">
              <w:rPr>
                <w:noProof w:val="0"/>
              </w:rPr>
              <w:t>respLength = 3</w:t>
            </w:r>
          </w:p>
          <w:p w:rsidR="007E5153" w:rsidRPr="00501E3A" w:rsidRDefault="007E5153" w:rsidP="00C64ACE">
            <w:pPr>
              <w:pStyle w:val="PL"/>
              <w:keepNext/>
              <w:rPr>
                <w:noProof w:val="0"/>
              </w:rPr>
            </w:pPr>
            <w:r w:rsidRPr="00501E3A">
              <w:rPr>
                <w:noProof w:val="0"/>
              </w:rPr>
              <w:t>readRecord()</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L"/>
            </w:pPr>
          </w:p>
          <w:p w:rsidR="007E5153" w:rsidRPr="00501E3A" w:rsidRDefault="007E5153" w:rsidP="00C64ACE">
            <w:pPr>
              <w:pStyle w:val="TAL"/>
            </w:pPr>
          </w:p>
          <w:p w:rsidR="007E5153" w:rsidRPr="00501E3A" w:rsidRDefault="007E5153" w:rsidP="00C64ACE">
            <w:pPr>
              <w:pStyle w:val="TAL"/>
            </w:pPr>
            <w:r w:rsidRPr="00501E3A">
              <w:t>1- resp[] = {0x00,0x00,0x00,0x03}</w:t>
            </w:r>
          </w:p>
          <w:p w:rsidR="007E5153" w:rsidRPr="00501E3A" w:rsidRDefault="007E5153" w:rsidP="00C64ACE">
            <w:pPr>
              <w:pStyle w:val="TAL"/>
            </w:pPr>
          </w:p>
          <w:p w:rsidR="007E5153" w:rsidRPr="00501E3A" w:rsidRDefault="007E5153" w:rsidP="00C64ACE">
            <w:pPr>
              <w:pStyle w:val="TAL"/>
            </w:pPr>
          </w:p>
          <w:p w:rsidR="007E5153" w:rsidRPr="00501E3A" w:rsidRDefault="007E5153" w:rsidP="00C64ACE">
            <w:pPr>
              <w:pStyle w:val="TAL"/>
            </w:pPr>
          </w:p>
          <w:p w:rsidR="007E5153" w:rsidRPr="00501E3A" w:rsidRDefault="007E5153" w:rsidP="00C64ACE">
            <w:pPr>
              <w:pStyle w:val="TAL"/>
            </w:pPr>
          </w:p>
          <w:p w:rsidR="007E5153" w:rsidRPr="00501E3A" w:rsidRDefault="007E5153" w:rsidP="00C64ACE">
            <w:pPr>
              <w:pStyle w:val="TAL"/>
            </w:pPr>
            <w:r w:rsidRPr="00501E3A">
              <w:t>2- resp[] = {0x00,0x00,0x03,0x00}</w:t>
            </w:r>
          </w:p>
          <w:p w:rsidR="007E5153" w:rsidRPr="00501E3A" w:rsidRDefault="007E5153" w:rsidP="00C64ACE">
            <w:pPr>
              <w:pStyle w:val="TAL"/>
            </w:pPr>
          </w:p>
          <w:p w:rsidR="007E5153" w:rsidRPr="00501E3A" w:rsidRDefault="007E5153" w:rsidP="00C64ACE">
            <w:pPr>
              <w:pStyle w:val="TAL"/>
            </w:pP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C"/>
            </w:pPr>
            <w:r w:rsidRPr="00501E3A">
              <w:t>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incr[] is null</w:t>
            </w:r>
          </w:p>
          <w:p w:rsidR="007E5153" w:rsidRPr="00501E3A" w:rsidRDefault="007E5153" w:rsidP="009D3F67">
            <w:pPr>
              <w:pStyle w:val="PL"/>
              <w:keepNext/>
              <w:keepLines/>
              <w:rPr>
                <w:noProof w:val="0"/>
              </w:rPr>
            </w:pPr>
          </w:p>
          <w:p w:rsidR="007E5153" w:rsidRPr="00501E3A" w:rsidRDefault="007E5153" w:rsidP="009D3F67">
            <w:pPr>
              <w:pStyle w:val="PL"/>
              <w:keepNext/>
              <w:keepLines/>
              <w:rPr>
                <w:noProof w:val="0"/>
              </w:rPr>
            </w:pPr>
            <w:r w:rsidRPr="00501E3A">
              <w:rPr>
                <w:noProof w:val="0"/>
              </w:rPr>
              <w:t>incr[] = null</w:t>
            </w:r>
          </w:p>
          <w:p w:rsidR="007E5153" w:rsidRPr="00501E3A" w:rsidRDefault="007E5153" w:rsidP="009D3F67">
            <w:pPr>
              <w:pStyle w:val="PL"/>
              <w:keepNext/>
              <w:keepLines/>
              <w:rPr>
                <w:noProof w:val="0"/>
              </w:rPr>
            </w:pPr>
            <w:r w:rsidRPr="00501E3A">
              <w:rPr>
                <w:noProof w:val="0"/>
              </w:rPr>
              <w:t>incrOffset = 0</w:t>
            </w:r>
          </w:p>
          <w:p w:rsidR="007E5153" w:rsidRPr="00501E3A" w:rsidRDefault="007E5153" w:rsidP="009D3F67">
            <w:pPr>
              <w:pStyle w:val="PL"/>
              <w:keepNext/>
              <w:keepLines/>
              <w:rPr>
                <w:noProof w:val="0"/>
              </w:rPr>
            </w:pPr>
            <w:r w:rsidRPr="00501E3A">
              <w:rPr>
                <w:noProof w:val="0"/>
              </w:rPr>
              <w:t>incrLength = 1</w:t>
            </w:r>
          </w:p>
          <w:p w:rsidR="007E5153" w:rsidRPr="00501E3A" w:rsidRDefault="007E5153" w:rsidP="009D3F67">
            <w:pPr>
              <w:pStyle w:val="PL"/>
              <w:keepNext/>
              <w:keepLines/>
              <w:rPr>
                <w:noProof w:val="0"/>
              </w:rPr>
            </w:pPr>
            <w:r w:rsidRPr="00501E3A">
              <w:rPr>
                <w:noProof w:val="0"/>
              </w:rPr>
              <w:t>resp.length = 4</w:t>
            </w:r>
          </w:p>
          <w:p w:rsidR="007E5153" w:rsidRPr="00501E3A" w:rsidRDefault="007E5153" w:rsidP="009D3F67">
            <w:pPr>
              <w:pStyle w:val="PL"/>
              <w:keepNext/>
              <w:keepLines/>
              <w:rPr>
                <w:noProof w:val="0"/>
              </w:rPr>
            </w:pPr>
            <w:r w:rsidRPr="00501E3A">
              <w:rPr>
                <w:noProof w:val="0"/>
              </w:rPr>
              <w:t>respOffset = 0</w:t>
            </w:r>
          </w:p>
          <w:p w:rsidR="007E5153" w:rsidRPr="00501E3A" w:rsidRDefault="007E5153" w:rsidP="009D3F67">
            <w:pPr>
              <w:pStyle w:val="PL"/>
              <w:keepNext/>
              <w:keepLines/>
              <w:rPr>
                <w:noProof w:val="0"/>
              </w:rPr>
            </w:pPr>
            <w:r w:rsidRPr="00501E3A">
              <w:rPr>
                <w:noProof w:val="0"/>
              </w:rPr>
              <w:t>increase()</w:t>
            </w:r>
          </w:p>
          <w:p w:rsidR="007E5153" w:rsidRPr="00501E3A" w:rsidRDefault="007E5153" w:rsidP="009D3F67">
            <w:pPr>
              <w:pStyle w:val="TAL"/>
            </w:pP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p w:rsidR="007E5153" w:rsidRPr="00501E3A" w:rsidRDefault="007E5153" w:rsidP="009D3F67">
            <w:pPr>
              <w:pStyle w:val="TAL"/>
            </w:pPr>
            <w:r w:rsidRPr="00501E3A">
              <w:t>Shall throw java.lang.NullPointerException.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incrLength&lt; 0</w:t>
            </w:r>
          </w:p>
          <w:p w:rsidR="007E5153" w:rsidRPr="00501E3A" w:rsidRDefault="007E5153">
            <w:pPr>
              <w:pStyle w:val="PL"/>
              <w:rPr>
                <w:noProof w:val="0"/>
              </w:rPr>
            </w:pPr>
          </w:p>
          <w:p w:rsidR="007E5153" w:rsidRPr="00501E3A" w:rsidRDefault="007E5153">
            <w:pPr>
              <w:pStyle w:val="PL"/>
              <w:rPr>
                <w:noProof w:val="0"/>
              </w:rPr>
            </w:pPr>
            <w:r w:rsidRPr="00501E3A">
              <w:rPr>
                <w:noProof w:val="0"/>
              </w:rPr>
              <w:t>incr.length = 4</w:t>
            </w:r>
          </w:p>
          <w:p w:rsidR="007E5153" w:rsidRPr="00501E3A" w:rsidRDefault="007E5153">
            <w:pPr>
              <w:pStyle w:val="PL"/>
              <w:rPr>
                <w:noProof w:val="0"/>
              </w:rPr>
            </w:pPr>
            <w:r w:rsidRPr="00501E3A">
              <w:rPr>
                <w:noProof w:val="0"/>
              </w:rPr>
              <w:t>incrOffset = 0</w:t>
            </w:r>
          </w:p>
          <w:p w:rsidR="007E5153" w:rsidRPr="00501E3A" w:rsidRDefault="007E5153">
            <w:pPr>
              <w:pStyle w:val="PL"/>
              <w:rPr>
                <w:noProof w:val="0"/>
              </w:rPr>
            </w:pPr>
            <w:r w:rsidRPr="00501E3A">
              <w:rPr>
                <w:noProof w:val="0"/>
              </w:rPr>
              <w:t>incrLength = -1</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incrOffset &lt; 0</w:t>
            </w:r>
          </w:p>
          <w:p w:rsidR="007E5153" w:rsidRPr="00501E3A" w:rsidRDefault="007E5153">
            <w:pPr>
              <w:pStyle w:val="PL"/>
              <w:rPr>
                <w:noProof w:val="0"/>
              </w:rPr>
            </w:pPr>
          </w:p>
          <w:p w:rsidR="007E5153" w:rsidRPr="00501E3A" w:rsidRDefault="007E5153">
            <w:pPr>
              <w:pStyle w:val="PL"/>
              <w:rPr>
                <w:noProof w:val="0"/>
              </w:rPr>
            </w:pPr>
            <w:r w:rsidRPr="00501E3A">
              <w:rPr>
                <w:noProof w:val="0"/>
              </w:rPr>
              <w:t>incr.length = 4</w:t>
            </w:r>
          </w:p>
          <w:p w:rsidR="007E5153" w:rsidRPr="00501E3A" w:rsidRDefault="007E5153">
            <w:pPr>
              <w:pStyle w:val="PL"/>
              <w:rPr>
                <w:noProof w:val="0"/>
              </w:rPr>
            </w:pPr>
            <w:r w:rsidRPr="00501E3A">
              <w:rPr>
                <w:noProof w:val="0"/>
              </w:rPr>
              <w:t>incrOffset = -1</w:t>
            </w:r>
          </w:p>
          <w:p w:rsidR="007E5153" w:rsidRPr="00501E3A" w:rsidRDefault="007E5153">
            <w:pPr>
              <w:pStyle w:val="PL"/>
              <w:rPr>
                <w:noProof w:val="0"/>
              </w:rPr>
            </w:pPr>
            <w:r w:rsidRPr="00501E3A">
              <w:rPr>
                <w:noProof w:val="0"/>
              </w:rPr>
              <w:t>incrLength = 1</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IncrOffset + incrLength &gt; incr.length</w:t>
            </w:r>
          </w:p>
          <w:p w:rsidR="007E5153" w:rsidRPr="00501E3A" w:rsidRDefault="007E5153">
            <w:pPr>
              <w:pStyle w:val="PL"/>
              <w:rPr>
                <w:noProof w:val="0"/>
              </w:rPr>
            </w:pPr>
          </w:p>
          <w:p w:rsidR="007E5153" w:rsidRPr="00501E3A" w:rsidRDefault="007E5153">
            <w:pPr>
              <w:pStyle w:val="PL"/>
              <w:rPr>
                <w:noProof w:val="0"/>
              </w:rPr>
            </w:pPr>
            <w:r w:rsidRPr="00501E3A">
              <w:rPr>
                <w:noProof w:val="0"/>
              </w:rPr>
              <w:t>incr.length = 4</w:t>
            </w:r>
          </w:p>
          <w:p w:rsidR="007E5153" w:rsidRPr="00501E3A" w:rsidRDefault="007E5153">
            <w:pPr>
              <w:pStyle w:val="PL"/>
              <w:rPr>
                <w:noProof w:val="0"/>
              </w:rPr>
            </w:pPr>
            <w:r w:rsidRPr="00501E3A">
              <w:rPr>
                <w:noProof w:val="0"/>
              </w:rPr>
              <w:t>incrOffset = 1</w:t>
            </w:r>
          </w:p>
          <w:p w:rsidR="007E5153" w:rsidRPr="00501E3A" w:rsidRDefault="007E5153">
            <w:pPr>
              <w:pStyle w:val="PL"/>
              <w:rPr>
                <w:noProof w:val="0"/>
              </w:rPr>
            </w:pPr>
            <w:r w:rsidRPr="00501E3A">
              <w:rPr>
                <w:noProof w:val="0"/>
              </w:rPr>
              <w:t>incLength = 4resp.length = 4</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C"/>
              <w:keepNext w:val="0"/>
            </w:pPr>
            <w:r w:rsidRPr="00501E3A">
              <w:t>8</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H"/>
              <w:keepNext w:val="0"/>
            </w:pPr>
            <w:r w:rsidRPr="00501E3A">
              <w:t>Reach Maximum Value</w:t>
            </w:r>
          </w:p>
          <w:p w:rsidR="007E5153" w:rsidRPr="00501E3A" w:rsidRDefault="007E5153" w:rsidP="00C64ACE">
            <w:pPr>
              <w:pStyle w:val="PL"/>
              <w:keepLines/>
              <w:rPr>
                <w:noProof w:val="0"/>
              </w:rPr>
            </w:pPr>
          </w:p>
          <w:p w:rsidR="007E5153" w:rsidRPr="00501E3A" w:rsidRDefault="007E5153" w:rsidP="00C64ACE">
            <w:pPr>
              <w:pStyle w:val="PL"/>
              <w:keepLines/>
              <w:rPr>
                <w:noProof w:val="0"/>
              </w:rPr>
            </w:pPr>
            <w:r w:rsidRPr="00501E3A">
              <w:rPr>
                <w:noProof w:val="0"/>
              </w:rPr>
              <w:t>1- incr[0:3] = 0xFF</w:t>
            </w:r>
          </w:p>
          <w:p w:rsidR="007E5153" w:rsidRPr="00501E3A" w:rsidRDefault="007E5153" w:rsidP="00C64ACE">
            <w:pPr>
              <w:pStyle w:val="PL"/>
              <w:keepLines/>
              <w:rPr>
                <w:noProof w:val="0"/>
              </w:rPr>
            </w:pPr>
            <w:r w:rsidRPr="00501E3A">
              <w:rPr>
                <w:noProof w:val="0"/>
              </w:rPr>
              <w:t>incrOffset = 0</w:t>
            </w:r>
          </w:p>
          <w:p w:rsidR="007E5153" w:rsidRPr="00501E3A" w:rsidRDefault="007E5153" w:rsidP="00C64ACE">
            <w:pPr>
              <w:pStyle w:val="PL"/>
              <w:keepLines/>
              <w:rPr>
                <w:noProof w:val="0"/>
              </w:rPr>
            </w:pPr>
            <w:r w:rsidRPr="00501E3A">
              <w:rPr>
                <w:noProof w:val="0"/>
              </w:rPr>
              <w:t>incrLength = 3</w:t>
            </w:r>
          </w:p>
          <w:p w:rsidR="007E5153" w:rsidRPr="00501E3A" w:rsidRDefault="007E5153" w:rsidP="00C64ACE">
            <w:pPr>
              <w:pStyle w:val="PL"/>
              <w:keepLines/>
              <w:rPr>
                <w:noProof w:val="0"/>
              </w:rPr>
            </w:pPr>
            <w:r w:rsidRPr="00501E3A">
              <w:rPr>
                <w:noProof w:val="0"/>
              </w:rPr>
              <w:t>resp.length = 4</w:t>
            </w:r>
          </w:p>
          <w:p w:rsidR="007E5153" w:rsidRPr="00501E3A" w:rsidRDefault="007E5153" w:rsidP="00C64ACE">
            <w:pPr>
              <w:pStyle w:val="PL"/>
              <w:keepLines/>
              <w:rPr>
                <w:noProof w:val="0"/>
              </w:rPr>
            </w:pPr>
            <w:r w:rsidRPr="00501E3A">
              <w:rPr>
                <w:noProof w:val="0"/>
              </w:rPr>
              <w:t>respOffset = 0</w:t>
            </w:r>
          </w:p>
          <w:p w:rsidR="007E5153" w:rsidRPr="00501E3A" w:rsidRDefault="007E5153" w:rsidP="00C64ACE">
            <w:pPr>
              <w:pStyle w:val="PL"/>
              <w:keepLines/>
              <w:rPr>
                <w:noProof w:val="0"/>
              </w:rPr>
            </w:pPr>
            <w:r w:rsidRPr="00501E3A">
              <w:rPr>
                <w:noProof w:val="0"/>
              </w:rPr>
              <w:t>increase()</w:t>
            </w:r>
          </w:p>
          <w:p w:rsidR="007E5153" w:rsidRPr="00501E3A" w:rsidRDefault="007E5153" w:rsidP="00C64ACE">
            <w:pPr>
              <w:pStyle w:val="PL"/>
              <w:keepLines/>
              <w:rPr>
                <w:noProof w:val="0"/>
              </w:rPr>
            </w:pPr>
          </w:p>
          <w:p w:rsidR="007E5153" w:rsidRPr="00501E3A" w:rsidRDefault="007E5153" w:rsidP="00C64ACE">
            <w:pPr>
              <w:pStyle w:val="PL"/>
              <w:keepLines/>
              <w:rPr>
                <w:noProof w:val="0"/>
              </w:rPr>
            </w:pPr>
            <w:r w:rsidRPr="00501E3A">
              <w:rPr>
                <w:noProof w:val="0"/>
              </w:rPr>
              <w:t>2- //Set both record to FF FF FF</w:t>
            </w:r>
          </w:p>
          <w:p w:rsidR="007E5153" w:rsidRPr="003A24E5" w:rsidRDefault="006D5546" w:rsidP="00C64ACE">
            <w:pPr>
              <w:pStyle w:val="PL"/>
              <w:keepLines/>
              <w:rPr>
                <w:noProof w:val="0"/>
              </w:rPr>
            </w:pPr>
            <w:r w:rsidRPr="003A24E5">
              <w:rPr>
                <w:noProof w:val="0"/>
              </w:rPr>
              <w:t>mode = REC_ACC_MODE_PREVIOUS</w:t>
            </w:r>
          </w:p>
          <w:p w:rsidR="007E5153" w:rsidRPr="003A24E5" w:rsidRDefault="006D5546" w:rsidP="00C64ACE">
            <w:pPr>
              <w:pStyle w:val="PL"/>
              <w:keepLines/>
              <w:rPr>
                <w:noProof w:val="0"/>
              </w:rPr>
            </w:pPr>
            <w:r w:rsidRPr="003A24E5">
              <w:rPr>
                <w:noProof w:val="0"/>
              </w:rPr>
              <w:t>data[] = {0xFF,0xFF,0xFF}</w:t>
            </w:r>
          </w:p>
          <w:p w:rsidR="007E5153" w:rsidRPr="00501E3A" w:rsidRDefault="007E5153" w:rsidP="00C64ACE">
            <w:pPr>
              <w:pStyle w:val="PL"/>
              <w:keepLines/>
              <w:rPr>
                <w:noProof w:val="0"/>
              </w:rPr>
            </w:pPr>
            <w:r w:rsidRPr="00501E3A">
              <w:rPr>
                <w:noProof w:val="0"/>
              </w:rPr>
              <w:t>recOffset = 0</w:t>
            </w:r>
          </w:p>
          <w:p w:rsidR="007E5153" w:rsidRPr="00501E3A" w:rsidRDefault="007E5153" w:rsidP="00C64ACE">
            <w:pPr>
              <w:pStyle w:val="PL"/>
              <w:keepLines/>
              <w:rPr>
                <w:noProof w:val="0"/>
              </w:rPr>
            </w:pPr>
            <w:r w:rsidRPr="00501E3A">
              <w:rPr>
                <w:noProof w:val="0"/>
              </w:rPr>
              <w:t>dataOffset = 0</w:t>
            </w:r>
          </w:p>
          <w:p w:rsidR="007E5153" w:rsidRPr="00501E3A" w:rsidRDefault="007E5153" w:rsidP="00C64ACE">
            <w:pPr>
              <w:pStyle w:val="PL"/>
              <w:keepLines/>
              <w:rPr>
                <w:noProof w:val="0"/>
              </w:rPr>
            </w:pPr>
            <w:r w:rsidRPr="00501E3A">
              <w:rPr>
                <w:noProof w:val="0"/>
              </w:rPr>
              <w:t>dataLength = 3</w:t>
            </w:r>
          </w:p>
          <w:p w:rsidR="007E5153" w:rsidRPr="00501E3A" w:rsidRDefault="007E5153" w:rsidP="00C64ACE">
            <w:pPr>
              <w:pStyle w:val="PL"/>
              <w:keepLines/>
              <w:rPr>
                <w:noProof w:val="0"/>
              </w:rPr>
            </w:pPr>
            <w:r w:rsidRPr="00501E3A">
              <w:rPr>
                <w:noProof w:val="0"/>
              </w:rPr>
              <w:t>updateRecord() //update Record 1</w:t>
            </w:r>
          </w:p>
          <w:p w:rsidR="007E5153" w:rsidRPr="00501E3A" w:rsidRDefault="007E5153" w:rsidP="00C64ACE">
            <w:pPr>
              <w:pStyle w:val="PL"/>
              <w:keepLines/>
              <w:rPr>
                <w:noProof w:val="0"/>
              </w:rPr>
            </w:pPr>
            <w:r w:rsidRPr="00501E3A">
              <w:rPr>
                <w:noProof w:val="0"/>
              </w:rPr>
              <w:t>updateRecord() //update Record 2</w:t>
            </w:r>
          </w:p>
          <w:p w:rsidR="007E5153" w:rsidRPr="00501E3A" w:rsidRDefault="007E5153" w:rsidP="00C64ACE">
            <w:pPr>
              <w:pStyle w:val="PL"/>
              <w:keepLines/>
              <w:rPr>
                <w:noProof w:val="0"/>
              </w:rPr>
            </w:pPr>
          </w:p>
          <w:p w:rsidR="007E5153" w:rsidRPr="00501E3A" w:rsidRDefault="007E5153" w:rsidP="00C64ACE">
            <w:pPr>
              <w:pStyle w:val="PL"/>
              <w:keepLines/>
              <w:rPr>
                <w:noProof w:val="0"/>
              </w:rPr>
            </w:pPr>
            <w:r w:rsidRPr="00501E3A">
              <w:rPr>
                <w:noProof w:val="0"/>
              </w:rPr>
              <w:t>3- incr[] = {0x00,0x00,0x01}</w:t>
            </w:r>
          </w:p>
          <w:p w:rsidR="007E5153" w:rsidRPr="00501E3A" w:rsidRDefault="007E5153" w:rsidP="00C64ACE">
            <w:pPr>
              <w:pStyle w:val="PL"/>
              <w:keepLines/>
              <w:rPr>
                <w:noProof w:val="0"/>
              </w:rPr>
            </w:pPr>
            <w:r w:rsidRPr="00501E3A">
              <w:rPr>
                <w:noProof w:val="0"/>
              </w:rPr>
              <w:t>incrOffset = 0</w:t>
            </w:r>
          </w:p>
          <w:p w:rsidR="007E5153" w:rsidRPr="00501E3A" w:rsidRDefault="007E5153" w:rsidP="00C64ACE">
            <w:pPr>
              <w:pStyle w:val="PL"/>
              <w:keepLines/>
              <w:rPr>
                <w:noProof w:val="0"/>
              </w:rPr>
            </w:pPr>
            <w:r w:rsidRPr="00501E3A">
              <w:rPr>
                <w:noProof w:val="0"/>
              </w:rPr>
              <w:t>incrLength = 3</w:t>
            </w:r>
          </w:p>
          <w:p w:rsidR="007E5153" w:rsidRPr="00501E3A" w:rsidRDefault="007E5153" w:rsidP="00C64ACE">
            <w:pPr>
              <w:pStyle w:val="PL"/>
              <w:keepLines/>
              <w:rPr>
                <w:noProof w:val="0"/>
              </w:rPr>
            </w:pPr>
            <w:r w:rsidRPr="00501E3A">
              <w:rPr>
                <w:noProof w:val="0"/>
              </w:rPr>
              <w:t>resp.length = 4</w:t>
            </w:r>
          </w:p>
          <w:p w:rsidR="007E5153" w:rsidRPr="00501E3A" w:rsidRDefault="007E5153" w:rsidP="00C64ACE">
            <w:pPr>
              <w:pStyle w:val="PL"/>
              <w:keepLines/>
              <w:rPr>
                <w:noProof w:val="0"/>
              </w:rPr>
            </w:pPr>
            <w:r w:rsidRPr="00501E3A">
              <w:rPr>
                <w:noProof w:val="0"/>
              </w:rPr>
              <w:t>respOffset = 0</w:t>
            </w:r>
          </w:p>
          <w:p w:rsidR="007E5153" w:rsidRPr="00501E3A" w:rsidRDefault="007E5153" w:rsidP="00C64ACE">
            <w:pPr>
              <w:pStyle w:val="PL"/>
              <w:keepLines/>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L"/>
              <w:keepNext w:val="0"/>
            </w:pPr>
          </w:p>
          <w:p w:rsidR="007E5153" w:rsidRPr="00501E3A" w:rsidRDefault="007E5153" w:rsidP="00C64ACE">
            <w:pPr>
              <w:pStyle w:val="TAL"/>
              <w:keepNext w:val="0"/>
            </w:pPr>
          </w:p>
          <w:p w:rsidR="007E5153" w:rsidRPr="00501E3A" w:rsidRDefault="007E5153" w:rsidP="00C64ACE">
            <w:pPr>
              <w:pStyle w:val="TAL"/>
              <w:keepNext w:val="0"/>
            </w:pPr>
            <w:r w:rsidRPr="00501E3A">
              <w:t>1- Shall throw uicc.access.UICCException with reason code MAX_VALUE_REACHED.</w:t>
            </w:r>
          </w:p>
          <w:p w:rsidR="007E5153" w:rsidRPr="00501E3A" w:rsidRDefault="007E5153" w:rsidP="00C64ACE">
            <w:pPr>
              <w:pStyle w:val="TAL"/>
              <w:keepNext w:val="0"/>
            </w:pPr>
          </w:p>
          <w:p w:rsidR="007E5153" w:rsidRPr="00501E3A" w:rsidRDefault="007E5153" w:rsidP="00C64ACE">
            <w:pPr>
              <w:pStyle w:val="TAL"/>
              <w:keepNext w:val="0"/>
            </w:pPr>
          </w:p>
          <w:p w:rsidR="007E5153" w:rsidRPr="00501E3A" w:rsidRDefault="007E5153" w:rsidP="00C64ACE">
            <w:pPr>
              <w:pStyle w:val="TAL"/>
              <w:keepNext w:val="0"/>
            </w:pPr>
            <w:r w:rsidRPr="00501E3A">
              <w:t>2- Shall throw uicc.access.UICCException with reason code MAX_VALUE_REACHED.</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L"/>
              <w:keepNext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C"/>
              <w:keepLines w:val="0"/>
            </w:pPr>
            <w:r w:rsidRPr="00501E3A">
              <w:lastRenderedPageBreak/>
              <w:t>9</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H"/>
            </w:pPr>
            <w:r w:rsidRPr="00501E3A">
              <w:t>resp[] is null</w:t>
            </w:r>
          </w:p>
          <w:p w:rsidR="007E5153" w:rsidRPr="00501E3A" w:rsidRDefault="007E5153" w:rsidP="00C64ACE">
            <w:pPr>
              <w:pStyle w:val="PL"/>
              <w:keepNext/>
              <w:rPr>
                <w:noProof w:val="0"/>
              </w:rPr>
            </w:pPr>
          </w:p>
          <w:p w:rsidR="007E5153" w:rsidRPr="00501E3A" w:rsidRDefault="007E5153" w:rsidP="00C64ACE">
            <w:pPr>
              <w:pStyle w:val="PL"/>
              <w:keepNext/>
              <w:rPr>
                <w:noProof w:val="0"/>
              </w:rPr>
            </w:pPr>
            <w:r w:rsidRPr="00501E3A">
              <w:rPr>
                <w:noProof w:val="0"/>
              </w:rPr>
              <w:t>incr.length =  4</w:t>
            </w:r>
          </w:p>
          <w:p w:rsidR="007E5153" w:rsidRPr="00501E3A" w:rsidRDefault="007E5153" w:rsidP="00C64ACE">
            <w:pPr>
              <w:pStyle w:val="PL"/>
              <w:keepNext/>
              <w:rPr>
                <w:noProof w:val="0"/>
              </w:rPr>
            </w:pPr>
            <w:r w:rsidRPr="00501E3A">
              <w:rPr>
                <w:noProof w:val="0"/>
              </w:rPr>
              <w:t>incrOffset = 0</w:t>
            </w:r>
          </w:p>
          <w:p w:rsidR="007E5153" w:rsidRPr="00501E3A" w:rsidRDefault="007E5153" w:rsidP="00C64ACE">
            <w:pPr>
              <w:pStyle w:val="PL"/>
              <w:keepNext/>
              <w:rPr>
                <w:noProof w:val="0"/>
              </w:rPr>
            </w:pPr>
            <w:r w:rsidRPr="00501E3A">
              <w:rPr>
                <w:noProof w:val="0"/>
              </w:rPr>
              <w:t>incrLength = 1</w:t>
            </w:r>
          </w:p>
          <w:p w:rsidR="007E5153" w:rsidRPr="00501E3A" w:rsidRDefault="007E5153" w:rsidP="00C64ACE">
            <w:pPr>
              <w:pStyle w:val="PL"/>
              <w:keepNext/>
              <w:rPr>
                <w:noProof w:val="0"/>
              </w:rPr>
            </w:pPr>
            <w:r w:rsidRPr="00501E3A">
              <w:rPr>
                <w:noProof w:val="0"/>
              </w:rPr>
              <w:t>resp[] = null</w:t>
            </w:r>
          </w:p>
          <w:p w:rsidR="007E5153" w:rsidRPr="00501E3A" w:rsidRDefault="007E5153" w:rsidP="00C64ACE">
            <w:pPr>
              <w:pStyle w:val="PL"/>
              <w:keepNext/>
              <w:rPr>
                <w:noProof w:val="0"/>
              </w:rPr>
            </w:pPr>
            <w:r w:rsidRPr="00501E3A">
              <w:rPr>
                <w:noProof w:val="0"/>
              </w:rPr>
              <w:t>respOffset = 0</w:t>
            </w:r>
          </w:p>
          <w:p w:rsidR="007E5153" w:rsidRPr="00501E3A" w:rsidRDefault="007E5153" w:rsidP="00C64ACE">
            <w:pPr>
              <w:pStyle w:val="PL"/>
              <w:keepNext/>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L"/>
            </w:pPr>
          </w:p>
          <w:p w:rsidR="007E5153" w:rsidRPr="00501E3A" w:rsidRDefault="007E5153" w:rsidP="00C64ACE">
            <w:pPr>
              <w:pStyle w:val="TAL"/>
            </w:pPr>
          </w:p>
          <w:p w:rsidR="007E5153" w:rsidRPr="00501E3A" w:rsidRDefault="007E5153" w:rsidP="00C64ACE">
            <w:pPr>
              <w:pStyle w:val="TAL"/>
            </w:pPr>
            <w:r w:rsidRPr="00501E3A">
              <w:t xml:space="preserve">Shall throw </w:t>
            </w:r>
          </w:p>
          <w:p w:rsidR="007E5153" w:rsidRPr="00501E3A" w:rsidRDefault="007E5153" w:rsidP="00C64ACE">
            <w:pPr>
              <w:pStyle w:val="TAL"/>
            </w:pPr>
            <w:r w:rsidRPr="00501E3A">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respOffset &lt; 0</w:t>
            </w:r>
          </w:p>
          <w:p w:rsidR="007E5153" w:rsidRPr="00501E3A" w:rsidRDefault="007E5153">
            <w:pPr>
              <w:pStyle w:val="PL"/>
              <w:rPr>
                <w:noProof w:val="0"/>
              </w:rPr>
            </w:pPr>
          </w:p>
          <w:p w:rsidR="007E5153" w:rsidRPr="00501E3A" w:rsidRDefault="007E5153">
            <w:pPr>
              <w:pStyle w:val="PL"/>
              <w:rPr>
                <w:noProof w:val="0"/>
              </w:rPr>
            </w:pPr>
            <w:r w:rsidRPr="00501E3A">
              <w:rPr>
                <w:noProof w:val="0"/>
              </w:rPr>
              <w:t>incr.length = 4</w:t>
            </w:r>
          </w:p>
          <w:p w:rsidR="007E5153" w:rsidRPr="00501E3A" w:rsidRDefault="007E5153">
            <w:pPr>
              <w:pStyle w:val="PL"/>
              <w:rPr>
                <w:noProof w:val="0"/>
              </w:rPr>
            </w:pPr>
            <w:r w:rsidRPr="00501E3A">
              <w:rPr>
                <w:noProof w:val="0"/>
              </w:rPr>
              <w:t>incrOffset = 0</w:t>
            </w:r>
          </w:p>
          <w:p w:rsidR="007E5153" w:rsidRPr="00501E3A" w:rsidRDefault="007E5153">
            <w:pPr>
              <w:pStyle w:val="PL"/>
              <w:rPr>
                <w:noProof w:val="0"/>
              </w:rPr>
            </w:pPr>
            <w:r w:rsidRPr="00501E3A">
              <w:rPr>
                <w:noProof w:val="0"/>
              </w:rPr>
              <w:t>incrLength = 1</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respOffset = -1</w:t>
            </w:r>
          </w:p>
          <w:p w:rsidR="007E5153" w:rsidRPr="00501E3A" w:rsidRDefault="007E5153">
            <w:pPr>
              <w:pStyle w:val="PL"/>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C"/>
            </w:pPr>
            <w:r w:rsidRPr="00501E3A">
              <w:t>11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 xml:space="preserve"> respOffset + recordLength &gt; resp.length</w:t>
            </w:r>
          </w:p>
          <w:p w:rsidR="007E5153" w:rsidRPr="00501E3A" w:rsidRDefault="007E5153" w:rsidP="009D3F67">
            <w:pPr>
              <w:pStyle w:val="PL"/>
              <w:rPr>
                <w:noProof w:val="0"/>
              </w:rPr>
            </w:pPr>
          </w:p>
          <w:p w:rsidR="007E5153" w:rsidRPr="00501E3A" w:rsidRDefault="007E5153" w:rsidP="009D3F67">
            <w:pPr>
              <w:pStyle w:val="PL"/>
              <w:keepNext/>
              <w:keepLines/>
              <w:rPr>
                <w:noProof w:val="0"/>
              </w:rPr>
            </w:pPr>
            <w:r w:rsidRPr="00501E3A">
              <w:rPr>
                <w:noProof w:val="0"/>
              </w:rPr>
              <w:t>incr.length = 4</w:t>
            </w:r>
          </w:p>
          <w:p w:rsidR="007E5153" w:rsidRPr="00501E3A" w:rsidRDefault="007E5153" w:rsidP="009D3F67">
            <w:pPr>
              <w:pStyle w:val="PL"/>
              <w:keepNext/>
              <w:keepLines/>
              <w:rPr>
                <w:noProof w:val="0"/>
              </w:rPr>
            </w:pPr>
            <w:r w:rsidRPr="00501E3A">
              <w:rPr>
                <w:noProof w:val="0"/>
              </w:rPr>
              <w:t>incrOffset = 0</w:t>
            </w:r>
          </w:p>
          <w:p w:rsidR="007E5153" w:rsidRPr="00501E3A" w:rsidRDefault="007E5153" w:rsidP="009D3F67">
            <w:pPr>
              <w:pStyle w:val="PL"/>
              <w:keepNext/>
              <w:keepLines/>
              <w:rPr>
                <w:noProof w:val="0"/>
              </w:rPr>
            </w:pPr>
            <w:r w:rsidRPr="00501E3A">
              <w:rPr>
                <w:noProof w:val="0"/>
              </w:rPr>
              <w:t>incrLength = 3</w:t>
            </w:r>
          </w:p>
          <w:p w:rsidR="007E5153" w:rsidRPr="00501E3A" w:rsidRDefault="007E5153" w:rsidP="009D3F67">
            <w:pPr>
              <w:pStyle w:val="PL"/>
              <w:keepNext/>
              <w:keepLines/>
              <w:rPr>
                <w:noProof w:val="0"/>
              </w:rPr>
            </w:pPr>
            <w:r w:rsidRPr="00501E3A">
              <w:rPr>
                <w:noProof w:val="0"/>
              </w:rPr>
              <w:t>resp.length = 3</w:t>
            </w:r>
          </w:p>
          <w:p w:rsidR="007E5153" w:rsidRPr="00501E3A" w:rsidRDefault="007E5153" w:rsidP="009D3F67">
            <w:pPr>
              <w:pStyle w:val="PL"/>
              <w:keepNext/>
              <w:keepLines/>
              <w:rPr>
                <w:noProof w:val="0"/>
              </w:rPr>
            </w:pPr>
            <w:r w:rsidRPr="00501E3A">
              <w:rPr>
                <w:noProof w:val="0"/>
              </w:rPr>
              <w:t>respOffset = 2</w:t>
            </w:r>
          </w:p>
          <w:p w:rsidR="007E5153" w:rsidRPr="00501E3A" w:rsidRDefault="007E5153" w:rsidP="009D3F67">
            <w:pPr>
              <w:pStyle w:val="PL"/>
              <w:keepNext/>
              <w:keepLines/>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r w:rsidRPr="00501E3A">
              <w:t xml:space="preserve">Shall throw </w:t>
            </w:r>
          </w:p>
          <w:p w:rsidR="007E5153" w:rsidRPr="00501E3A" w:rsidRDefault="007E5153" w:rsidP="009D3F67">
            <w:pPr>
              <w:pStyle w:val="TAL"/>
            </w:pPr>
            <w:r w:rsidRPr="00501E3A">
              <w:t>java.lang. ArrayIndexOutOfBoundsException.</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EF is not Cyclic</w:t>
            </w:r>
          </w:p>
          <w:p w:rsidR="007E5153" w:rsidRPr="00501E3A" w:rsidRDefault="007E5153">
            <w:pPr>
              <w:pStyle w:val="PL"/>
              <w:rPr>
                <w:noProof w:val="0"/>
              </w:rPr>
            </w:pPr>
          </w:p>
          <w:p w:rsidR="007E5153" w:rsidRPr="00501E3A" w:rsidRDefault="007E5153">
            <w:pPr>
              <w:pStyle w:val="PL"/>
              <w:rPr>
                <w:noProof w:val="0"/>
              </w:rPr>
            </w:pPr>
            <w:r w:rsidRPr="00501E3A">
              <w:rPr>
                <w:noProof w:val="0"/>
              </w:rPr>
              <w:t>1- select EF</w:t>
            </w:r>
            <w:r w:rsidRPr="00501E3A">
              <w:rPr>
                <w:noProof w:val="0"/>
                <w:vertAlign w:val="subscript"/>
              </w:rPr>
              <w:t>TARU</w:t>
            </w:r>
            <w:r w:rsidRPr="00501E3A">
              <w:rPr>
                <w:noProof w:val="0"/>
              </w:rPr>
              <w:t xml:space="preserve"> fid= 6F03</w:t>
            </w:r>
          </w:p>
          <w:p w:rsidR="007E5153" w:rsidRPr="00501E3A" w:rsidRDefault="007E5153">
            <w:pPr>
              <w:pStyle w:val="PL"/>
              <w:rPr>
                <w:noProof w:val="0"/>
              </w:rPr>
            </w:pPr>
            <w:r w:rsidRPr="00501E3A">
              <w:rPr>
                <w:noProof w:val="0"/>
              </w:rPr>
              <w:t>2- incr.length= 3</w:t>
            </w:r>
          </w:p>
          <w:p w:rsidR="007E5153" w:rsidRPr="00501E3A" w:rsidRDefault="007E5153">
            <w:pPr>
              <w:pStyle w:val="PL"/>
              <w:rPr>
                <w:noProof w:val="0"/>
              </w:rPr>
            </w:pPr>
            <w:r w:rsidRPr="00501E3A">
              <w:rPr>
                <w:noProof w:val="0"/>
              </w:rPr>
              <w:t>incrOffset = 0</w:t>
            </w:r>
          </w:p>
          <w:p w:rsidR="007E5153" w:rsidRPr="00501E3A" w:rsidRDefault="007E5153">
            <w:pPr>
              <w:pStyle w:val="PL"/>
              <w:rPr>
                <w:noProof w:val="0"/>
              </w:rPr>
            </w:pPr>
            <w:r w:rsidRPr="00501E3A">
              <w:rPr>
                <w:noProof w:val="0"/>
              </w:rPr>
              <w:t>incrLength = 3</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increase()</w:t>
            </w:r>
          </w:p>
          <w:p w:rsidR="007E5153" w:rsidRPr="00501E3A" w:rsidRDefault="007E5153">
            <w:pPr>
              <w:pStyle w:val="PL"/>
              <w:rPr>
                <w:noProof w:val="0"/>
              </w:rPr>
            </w:pPr>
            <w:r w:rsidRPr="00501E3A">
              <w:rPr>
                <w:noProof w:val="0"/>
              </w:rPr>
              <w:t xml:space="preserve">3 </w:t>
            </w:r>
            <w:r w:rsidR="004C222B" w:rsidRPr="00501E3A">
              <w:rPr>
                <w:noProof w:val="0"/>
              </w:rPr>
              <w:t>-</w:t>
            </w:r>
            <w:r w:rsidRPr="00501E3A">
              <w:rPr>
                <w:noProof w:val="0"/>
              </w:rPr>
              <w:t xml:space="preserve"> select EF</w:t>
            </w:r>
            <w:r w:rsidRPr="00501E3A">
              <w:rPr>
                <w:noProof w:val="0"/>
                <w:vertAlign w:val="subscript"/>
              </w:rPr>
              <w:t>LARU</w:t>
            </w:r>
            <w:r w:rsidRPr="00501E3A">
              <w:rPr>
                <w:noProof w:val="0"/>
              </w:rPr>
              <w:t>, fid=6F0C</w:t>
            </w:r>
          </w:p>
          <w:p w:rsidR="007E5153" w:rsidRPr="00501E3A" w:rsidRDefault="007E5153">
            <w:pPr>
              <w:pStyle w:val="PL"/>
              <w:rPr>
                <w:noProof w:val="0"/>
              </w:rPr>
            </w:pPr>
            <w:r w:rsidRPr="00501E3A">
              <w:rPr>
                <w:noProof w:val="0"/>
              </w:rPr>
              <w:t>4 - incr.length= 3</w:t>
            </w:r>
          </w:p>
          <w:p w:rsidR="007E5153" w:rsidRPr="00501E3A" w:rsidRDefault="007E5153">
            <w:pPr>
              <w:pStyle w:val="PL"/>
              <w:rPr>
                <w:noProof w:val="0"/>
              </w:rPr>
            </w:pPr>
            <w:r w:rsidRPr="00501E3A">
              <w:rPr>
                <w:noProof w:val="0"/>
              </w:rPr>
              <w:t>incrOffset = 0</w:t>
            </w:r>
          </w:p>
          <w:p w:rsidR="007E5153" w:rsidRPr="00501E3A" w:rsidRDefault="007E5153">
            <w:pPr>
              <w:pStyle w:val="PL"/>
              <w:rPr>
                <w:noProof w:val="0"/>
              </w:rPr>
            </w:pPr>
            <w:r w:rsidRPr="00501E3A">
              <w:rPr>
                <w:noProof w:val="0"/>
              </w:rPr>
              <w:t>incrLength = 3</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 Shall throw uicc.access.UICCException with reason code COMMAND_INCOMPATIBLE.</w:t>
            </w:r>
          </w:p>
          <w:p w:rsidR="007E5153" w:rsidRPr="00501E3A" w:rsidRDefault="007E5153">
            <w:pPr>
              <w:pStyle w:val="TAL"/>
            </w:pPr>
          </w:p>
          <w:p w:rsidR="007E5153" w:rsidRPr="00501E3A" w:rsidRDefault="007E5153">
            <w:pPr>
              <w:pStyle w:val="TAL"/>
            </w:pPr>
            <w:r w:rsidRPr="00501E3A">
              <w:t>4 - Shall throw uicc.access.UICCException with reason code COMMAND_INCOMPATIBLE.</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Access condition not fulfilled</w:t>
            </w:r>
          </w:p>
          <w:p w:rsidR="007E5153" w:rsidRPr="00501E3A" w:rsidRDefault="007E5153">
            <w:pPr>
              <w:pStyle w:val="PL"/>
              <w:rPr>
                <w:noProof w:val="0"/>
              </w:rPr>
            </w:pPr>
          </w:p>
          <w:p w:rsidR="007E5153" w:rsidRPr="00501E3A" w:rsidRDefault="007E5153">
            <w:pPr>
              <w:pStyle w:val="PL"/>
              <w:rPr>
                <w:noProof w:val="0"/>
              </w:rPr>
            </w:pPr>
            <w:r w:rsidRPr="00501E3A">
              <w:rPr>
                <w:noProof w:val="0"/>
              </w:rPr>
              <w:t>1- select EF</w:t>
            </w:r>
            <w:r w:rsidRPr="00501E3A">
              <w:rPr>
                <w:noProof w:val="0"/>
                <w:vertAlign w:val="subscript"/>
              </w:rPr>
              <w:t>CNIC</w:t>
            </w:r>
            <w:r w:rsidRPr="00501E3A">
              <w:rPr>
                <w:noProof w:val="0"/>
              </w:rPr>
              <w:t>, fid=6F06</w:t>
            </w:r>
          </w:p>
          <w:p w:rsidR="007E5153" w:rsidRPr="00501E3A" w:rsidRDefault="007E5153">
            <w:pPr>
              <w:pStyle w:val="PL"/>
              <w:rPr>
                <w:noProof w:val="0"/>
              </w:rPr>
            </w:pPr>
            <w:r w:rsidRPr="00501E3A">
              <w:rPr>
                <w:noProof w:val="0"/>
              </w:rPr>
              <w:t>2- incr.length= 3</w:t>
            </w:r>
          </w:p>
          <w:p w:rsidR="007E5153" w:rsidRPr="00501E3A" w:rsidRDefault="007E5153">
            <w:pPr>
              <w:pStyle w:val="PL"/>
              <w:rPr>
                <w:noProof w:val="0"/>
              </w:rPr>
            </w:pPr>
            <w:r w:rsidRPr="00501E3A">
              <w:rPr>
                <w:noProof w:val="0"/>
              </w:rPr>
              <w:t>incrOffset = 0</w:t>
            </w:r>
          </w:p>
          <w:p w:rsidR="007E5153" w:rsidRPr="00501E3A" w:rsidRDefault="007E5153">
            <w:pPr>
              <w:pStyle w:val="PL"/>
              <w:rPr>
                <w:noProof w:val="0"/>
              </w:rPr>
            </w:pPr>
            <w:r w:rsidRPr="00501E3A">
              <w:rPr>
                <w:noProof w:val="0"/>
              </w:rPr>
              <w:t>incrLength = 3</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increase()</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 Shall throw uicc.access.UICCException with reason code SECURITY_STATUS_NOT_SATISFIED.</w:t>
            </w: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14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pPr>
            <w:r w:rsidRPr="00501E3A">
              <w:t>EF is invalidated</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select EF</w:t>
            </w:r>
            <w:r w:rsidRPr="00501E3A">
              <w:rPr>
                <w:noProof w:val="0"/>
                <w:vertAlign w:val="subscript"/>
              </w:rPr>
              <w:t>CARU</w:t>
            </w:r>
            <w:r w:rsidRPr="00501E3A">
              <w:rPr>
                <w:noProof w:val="0"/>
              </w:rPr>
              <w:t>, fid=6F09</w:t>
            </w:r>
          </w:p>
          <w:p w:rsidR="007E5153" w:rsidRPr="00501E3A" w:rsidRDefault="007E5153" w:rsidP="00576820">
            <w:pPr>
              <w:pStyle w:val="PL"/>
              <w:keepNext/>
              <w:keepLines/>
              <w:rPr>
                <w:noProof w:val="0"/>
              </w:rPr>
            </w:pPr>
            <w:r w:rsidRPr="00501E3A">
              <w:rPr>
                <w:noProof w:val="0"/>
              </w:rPr>
              <w:t>2 - invalidate()</w:t>
            </w:r>
          </w:p>
          <w:p w:rsidR="007E5153" w:rsidRPr="00501E3A" w:rsidRDefault="007E5153" w:rsidP="00576820">
            <w:pPr>
              <w:pStyle w:val="PL"/>
              <w:keepNext/>
              <w:keepLines/>
              <w:rPr>
                <w:noProof w:val="0"/>
              </w:rPr>
            </w:pPr>
            <w:r w:rsidRPr="00501E3A">
              <w:rPr>
                <w:noProof w:val="0"/>
              </w:rPr>
              <w:t>3 - incr.length= 3</w:t>
            </w:r>
          </w:p>
          <w:p w:rsidR="007E5153" w:rsidRPr="00501E3A" w:rsidRDefault="007E5153" w:rsidP="00576820">
            <w:pPr>
              <w:pStyle w:val="PL"/>
              <w:keepNext/>
              <w:keepLines/>
              <w:rPr>
                <w:noProof w:val="0"/>
              </w:rPr>
            </w:pPr>
            <w:r w:rsidRPr="00501E3A">
              <w:rPr>
                <w:noProof w:val="0"/>
              </w:rPr>
              <w:t>incrOffset = 0</w:t>
            </w:r>
          </w:p>
          <w:p w:rsidR="007E5153" w:rsidRPr="00501E3A" w:rsidRDefault="007E5153" w:rsidP="00576820">
            <w:pPr>
              <w:pStyle w:val="PL"/>
              <w:keepNext/>
              <w:keepLines/>
              <w:rPr>
                <w:noProof w:val="0"/>
              </w:rPr>
            </w:pPr>
            <w:r w:rsidRPr="00501E3A">
              <w:rPr>
                <w:noProof w:val="0"/>
              </w:rPr>
              <w:t>incrLength = 3</w:t>
            </w:r>
          </w:p>
          <w:p w:rsidR="007E5153" w:rsidRPr="00501E3A" w:rsidRDefault="007E5153" w:rsidP="00576820">
            <w:pPr>
              <w:pStyle w:val="PL"/>
              <w:keepNext/>
              <w:keepLines/>
              <w:rPr>
                <w:noProof w:val="0"/>
              </w:rPr>
            </w:pPr>
            <w:r w:rsidRPr="00501E3A">
              <w:rPr>
                <w:noProof w:val="0"/>
              </w:rPr>
              <w:t>resp.length = 3</w:t>
            </w:r>
          </w:p>
          <w:p w:rsidR="007E5153" w:rsidRPr="00501E3A" w:rsidRDefault="007E5153" w:rsidP="00576820">
            <w:pPr>
              <w:pStyle w:val="PL"/>
              <w:keepNext/>
              <w:keepLines/>
              <w:rPr>
                <w:noProof w:val="0"/>
              </w:rPr>
            </w:pPr>
            <w:r w:rsidRPr="00501E3A">
              <w:rPr>
                <w:noProof w:val="0"/>
              </w:rPr>
              <w:t>respOffset = 0</w:t>
            </w:r>
          </w:p>
          <w:p w:rsidR="007E5153" w:rsidRPr="00501E3A" w:rsidRDefault="007E5153" w:rsidP="00576820">
            <w:pPr>
              <w:pStyle w:val="PL"/>
              <w:keepNext/>
              <w:keepLines/>
              <w:rPr>
                <w:noProof w:val="0"/>
              </w:rPr>
            </w:pPr>
            <w:r w:rsidRPr="00501E3A">
              <w:rPr>
                <w:noProof w:val="0"/>
              </w:rPr>
              <w:t>increase()</w:t>
            </w:r>
          </w:p>
          <w:p w:rsidR="007E5153" w:rsidRPr="00501E3A" w:rsidRDefault="007E5153" w:rsidP="00576820">
            <w:pPr>
              <w:pStyle w:val="PL"/>
              <w:keepNext/>
              <w:keepLines/>
              <w:rPr>
                <w:noProof w:val="0"/>
              </w:rPr>
            </w:pPr>
            <w:r w:rsidRPr="00501E3A">
              <w:rPr>
                <w:noProof w:val="0"/>
              </w:rPr>
              <w:t>4 - rehabilitate()</w:t>
            </w:r>
          </w:p>
          <w:p w:rsidR="007E5153" w:rsidRPr="00501E3A" w:rsidRDefault="007E5153" w:rsidP="00C64ACE">
            <w:pPr>
              <w:pStyle w:val="PL"/>
              <w:keepNext/>
              <w:keepLines/>
              <w:rPr>
                <w:noProof w:val="0"/>
              </w:rPr>
            </w:pPr>
            <w:r w:rsidRPr="00501E3A">
              <w:rPr>
                <w:noProof w:val="0"/>
              </w:rPr>
              <w:t>5- Restore initial content of EF</w:t>
            </w:r>
            <w:r w:rsidRPr="00501E3A">
              <w:rPr>
                <w:noProof w:val="0"/>
                <w:vertAlign w:val="subscript"/>
              </w:rPr>
              <w:t>CARU</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3 - Shall throw uicc.access.UICCException with reason code REF_DATA_INVALIDATED</w:t>
            </w:r>
          </w:p>
          <w:p w:rsidR="007E5153" w:rsidRPr="00501E3A" w:rsidRDefault="007E5153" w:rsidP="00576820">
            <w:pPr>
              <w:pStyle w:val="TAL"/>
            </w:pP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15</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Record not found</w:t>
            </w:r>
          </w:p>
          <w:p w:rsidR="007E5153" w:rsidRPr="00501E3A" w:rsidRDefault="007E5153">
            <w:pPr>
              <w:pStyle w:val="TAH"/>
            </w:pPr>
          </w:p>
          <w:p w:rsidR="007E5153" w:rsidRPr="00501E3A" w:rsidRDefault="007E5153">
            <w:pPr>
              <w:pStyle w:val="PL"/>
              <w:rPr>
                <w:noProof w:val="0"/>
              </w:rPr>
            </w:pPr>
            <w:r w:rsidRPr="00501E3A">
              <w:rPr>
                <w:noProof w:val="0"/>
              </w:rPr>
              <w:t>1- Create an EF Cyclic with no record in folder DF</w:t>
            </w:r>
            <w:r w:rsidRPr="00501E3A">
              <w:rPr>
                <w:noProof w:val="0"/>
                <w:vertAlign w:val="subscript"/>
              </w:rPr>
              <w:t>TEST</w:t>
            </w:r>
            <w:r w:rsidRPr="00501E3A">
              <w:rPr>
                <w:noProof w:val="0"/>
              </w:rPr>
              <w:t>, fid=0x2C00</w:t>
            </w:r>
          </w:p>
          <w:p w:rsidR="007E5153" w:rsidRPr="00501E3A" w:rsidRDefault="007E5153">
            <w:pPr>
              <w:pStyle w:val="PL"/>
              <w:rPr>
                <w:noProof w:val="0"/>
              </w:rPr>
            </w:pPr>
            <w:r w:rsidRPr="00501E3A">
              <w:rPr>
                <w:noProof w:val="0"/>
              </w:rPr>
              <w:t>2- select EF Cyclic with no record, fid=0x2C00</w:t>
            </w:r>
          </w:p>
          <w:p w:rsidR="007E5153" w:rsidRPr="00501E3A" w:rsidRDefault="007E5153">
            <w:pPr>
              <w:pStyle w:val="PL"/>
              <w:rPr>
                <w:noProof w:val="0"/>
              </w:rPr>
            </w:pPr>
            <w:r w:rsidRPr="00501E3A">
              <w:rPr>
                <w:noProof w:val="0"/>
              </w:rPr>
              <w:t>3- incr.length= 3</w:t>
            </w:r>
          </w:p>
          <w:p w:rsidR="007E5153" w:rsidRPr="00501E3A" w:rsidRDefault="007E5153">
            <w:pPr>
              <w:pStyle w:val="PL"/>
              <w:rPr>
                <w:noProof w:val="0"/>
              </w:rPr>
            </w:pPr>
            <w:r w:rsidRPr="00501E3A">
              <w:rPr>
                <w:noProof w:val="0"/>
              </w:rPr>
              <w:t>incrOffset = 0</w:t>
            </w:r>
          </w:p>
          <w:p w:rsidR="007E5153" w:rsidRPr="00501E3A" w:rsidRDefault="007E5153">
            <w:pPr>
              <w:pStyle w:val="PL"/>
              <w:rPr>
                <w:noProof w:val="0"/>
              </w:rPr>
            </w:pPr>
            <w:r w:rsidRPr="00501E3A">
              <w:rPr>
                <w:noProof w:val="0"/>
              </w:rPr>
              <w:t>incrLength = 3</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increase()</w:t>
            </w:r>
          </w:p>
          <w:p w:rsidR="007E5153" w:rsidRPr="00501E3A" w:rsidRDefault="007E5153">
            <w:pPr>
              <w:pStyle w:val="PL"/>
              <w:rPr>
                <w:noProof w:val="0"/>
              </w:rPr>
            </w:pPr>
            <w:r w:rsidRPr="00501E3A">
              <w:rPr>
                <w:noProof w:val="0"/>
              </w:rPr>
              <w:t>4- Delete Cyclic EF with no records.</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Shall throw uicc.access.UICCException with reason code RECORD_NOT_FOUND</w:t>
            </w:r>
          </w:p>
          <w:p w:rsidR="007E5153" w:rsidRPr="00501E3A" w:rsidRDefault="007E5153">
            <w:pPr>
              <w:pStyle w:val="TAL"/>
            </w:pPr>
          </w:p>
          <w:p w:rsidR="007E5153" w:rsidRPr="00501E3A" w:rsidRDefault="007E5153">
            <w:pPr>
              <w:pStyle w:val="TAL"/>
            </w:pPr>
          </w:p>
          <w:p w:rsidR="007E5153" w:rsidRPr="00501E3A" w:rsidRDefault="007E5153">
            <w:pPr>
              <w:pStyle w:val="TAL"/>
            </w:pP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C"/>
            </w:pPr>
            <w:r w:rsidRPr="00501E3A">
              <w:lastRenderedPageBreak/>
              <w:t>16</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incrLength out of range</w:t>
            </w:r>
          </w:p>
          <w:p w:rsidR="007E5153" w:rsidRPr="00501E3A" w:rsidRDefault="007E5153" w:rsidP="009D3F67">
            <w:pPr>
              <w:pStyle w:val="PL"/>
              <w:keepNext/>
              <w:keepLines/>
              <w:rPr>
                <w:noProof w:val="0"/>
              </w:rPr>
            </w:pPr>
          </w:p>
          <w:p w:rsidR="007E5153" w:rsidRPr="00501E3A" w:rsidRDefault="007E5153" w:rsidP="009D3F67">
            <w:pPr>
              <w:pStyle w:val="PL"/>
              <w:keepNext/>
              <w:keepLines/>
              <w:rPr>
                <w:noProof w:val="0"/>
              </w:rPr>
            </w:pPr>
            <w:r w:rsidRPr="00501E3A">
              <w:rPr>
                <w:noProof w:val="0"/>
              </w:rPr>
              <w:t>1- Create an EF Cyclic with 1 record of 0xFD length in folder DF</w:t>
            </w:r>
            <w:r w:rsidRPr="00501E3A">
              <w:rPr>
                <w:noProof w:val="0"/>
                <w:vertAlign w:val="subscript"/>
              </w:rPr>
              <w:t>TEST</w:t>
            </w:r>
            <w:r w:rsidRPr="00501E3A">
              <w:rPr>
                <w:noProof w:val="0"/>
              </w:rPr>
              <w:t>, fid=0x2CFD</w:t>
            </w:r>
          </w:p>
          <w:p w:rsidR="007E5153" w:rsidRPr="00501E3A" w:rsidRDefault="007E5153" w:rsidP="009D3F67">
            <w:pPr>
              <w:pStyle w:val="PL"/>
              <w:keepNext/>
              <w:keepLines/>
              <w:rPr>
                <w:noProof w:val="0"/>
              </w:rPr>
            </w:pPr>
            <w:r w:rsidRPr="00501E3A">
              <w:rPr>
                <w:noProof w:val="0"/>
              </w:rPr>
              <w:t>2- Select EF Cyclic, fid=0x2CFD</w:t>
            </w:r>
          </w:p>
          <w:p w:rsidR="007E5153" w:rsidRPr="00501E3A" w:rsidRDefault="007E5153" w:rsidP="009D3F67">
            <w:pPr>
              <w:pStyle w:val="PL"/>
              <w:keepNext/>
              <w:keepLines/>
              <w:rPr>
                <w:noProof w:val="0"/>
              </w:rPr>
            </w:pPr>
            <w:r w:rsidRPr="00501E3A">
              <w:rPr>
                <w:noProof w:val="0"/>
              </w:rPr>
              <w:t>3- Set record to following value rec[0..125] = 0; rec[126..25</w:t>
            </w:r>
            <w:r w:rsidR="002E3697" w:rsidRPr="00501E3A">
              <w:rPr>
                <w:noProof w:val="0"/>
              </w:rPr>
              <w:t>2</w:t>
            </w:r>
            <w:r w:rsidRPr="00501E3A">
              <w:rPr>
                <w:noProof w:val="0"/>
              </w:rPr>
              <w:t>] = 0xFF with an update record.</w:t>
            </w:r>
          </w:p>
          <w:p w:rsidR="007E5153" w:rsidRPr="00501E3A" w:rsidRDefault="007E5153" w:rsidP="009D3F67">
            <w:pPr>
              <w:pStyle w:val="PL"/>
              <w:keepNext/>
              <w:keepLines/>
              <w:rPr>
                <w:noProof w:val="0"/>
              </w:rPr>
            </w:pPr>
            <w:r w:rsidRPr="00501E3A">
              <w:rPr>
                <w:noProof w:val="0"/>
              </w:rPr>
              <w:t>4- incr.length=128</w:t>
            </w:r>
          </w:p>
          <w:p w:rsidR="007E5153" w:rsidRPr="00501E3A" w:rsidRDefault="007E5153" w:rsidP="009D3F67">
            <w:pPr>
              <w:pStyle w:val="PL"/>
              <w:keepNext/>
              <w:keepLines/>
              <w:rPr>
                <w:noProof w:val="0"/>
              </w:rPr>
            </w:pPr>
            <w:r w:rsidRPr="00501E3A">
              <w:rPr>
                <w:noProof w:val="0"/>
              </w:rPr>
              <w:t>incrOffset = 1</w:t>
            </w:r>
          </w:p>
          <w:p w:rsidR="007E5153" w:rsidRPr="00501E3A" w:rsidRDefault="007E5153" w:rsidP="009D3F67">
            <w:pPr>
              <w:pStyle w:val="PL"/>
              <w:keepNext/>
              <w:keepLines/>
              <w:rPr>
                <w:noProof w:val="0"/>
              </w:rPr>
            </w:pPr>
            <w:r w:rsidRPr="00501E3A">
              <w:rPr>
                <w:noProof w:val="0"/>
              </w:rPr>
              <w:t>incrLength = 127</w:t>
            </w:r>
          </w:p>
          <w:p w:rsidR="007E5153" w:rsidRPr="00501E3A" w:rsidRDefault="007E5153" w:rsidP="009D3F67">
            <w:pPr>
              <w:pStyle w:val="PL"/>
              <w:keepNext/>
              <w:keepLines/>
              <w:rPr>
                <w:noProof w:val="0"/>
              </w:rPr>
            </w:pPr>
            <w:r w:rsidRPr="00501E3A">
              <w:rPr>
                <w:noProof w:val="0"/>
              </w:rPr>
              <w:t xml:space="preserve">resp.length = </w:t>
            </w:r>
            <w:r w:rsidR="002E3697" w:rsidRPr="00501E3A">
              <w:rPr>
                <w:noProof w:val="0"/>
              </w:rPr>
              <w:t>253</w:t>
            </w:r>
          </w:p>
          <w:p w:rsidR="007E5153" w:rsidRPr="00501E3A" w:rsidRDefault="007E5153" w:rsidP="009D3F67">
            <w:pPr>
              <w:pStyle w:val="PL"/>
              <w:keepNext/>
              <w:keepLines/>
              <w:rPr>
                <w:noProof w:val="0"/>
              </w:rPr>
            </w:pPr>
            <w:r w:rsidRPr="00501E3A">
              <w:rPr>
                <w:noProof w:val="0"/>
              </w:rPr>
              <w:t>respOffset = 0</w:t>
            </w:r>
          </w:p>
          <w:p w:rsidR="007E5153" w:rsidRPr="00501E3A" w:rsidRDefault="007E5153" w:rsidP="009D3F67">
            <w:pPr>
              <w:pStyle w:val="PL"/>
              <w:keepNext/>
              <w:keepLines/>
              <w:rPr>
                <w:noProof w:val="0"/>
              </w:rPr>
            </w:pPr>
            <w:r w:rsidRPr="00501E3A">
              <w:rPr>
                <w:noProof w:val="0"/>
              </w:rPr>
              <w:t>Incr[] initial</w:t>
            </w:r>
            <w:r w:rsidR="007752BB" w:rsidRPr="00501E3A">
              <w:rPr>
                <w:noProof w:val="0"/>
              </w:rPr>
              <w:t>ize</w:t>
            </w:r>
            <w:r w:rsidRPr="00501E3A">
              <w:rPr>
                <w:noProof w:val="0"/>
              </w:rPr>
              <w:t>d to = {0x00,… ,0x00,0x01}</w:t>
            </w:r>
          </w:p>
          <w:p w:rsidR="007E5153" w:rsidRPr="00501E3A" w:rsidRDefault="007E5153" w:rsidP="009D3F67">
            <w:pPr>
              <w:pStyle w:val="PL"/>
              <w:keepNext/>
              <w:keepLines/>
              <w:rPr>
                <w:noProof w:val="0"/>
              </w:rPr>
            </w:pPr>
            <w:r w:rsidRPr="00501E3A">
              <w:rPr>
                <w:noProof w:val="0"/>
              </w:rPr>
              <w:t>respOffset = 0</w:t>
            </w:r>
          </w:p>
          <w:p w:rsidR="007E5153" w:rsidRPr="00501E3A" w:rsidRDefault="007E5153" w:rsidP="009D3F67">
            <w:pPr>
              <w:pStyle w:val="PL"/>
              <w:keepNext/>
              <w:keepLines/>
              <w:rPr>
                <w:noProof w:val="0"/>
              </w:rPr>
            </w:pPr>
            <w:r w:rsidRPr="00501E3A">
              <w:rPr>
                <w:noProof w:val="0"/>
              </w:rPr>
              <w:t>ret = 0xFD</w:t>
            </w:r>
          </w:p>
          <w:p w:rsidR="007E5153" w:rsidRPr="00501E3A" w:rsidRDefault="007E5153" w:rsidP="009D3F67">
            <w:pPr>
              <w:pStyle w:val="PL"/>
              <w:keepNext/>
              <w:keepLines/>
              <w:rPr>
                <w:noProof w:val="0"/>
              </w:rPr>
            </w:pPr>
            <w:r w:rsidRPr="00501E3A">
              <w:rPr>
                <w:noProof w:val="0"/>
              </w:rPr>
              <w:t>increase()</w:t>
            </w:r>
          </w:p>
          <w:p w:rsidR="007E5153" w:rsidRPr="00501E3A" w:rsidRDefault="007E5153" w:rsidP="009D3F67">
            <w:pPr>
              <w:pStyle w:val="PL"/>
              <w:keepNext/>
              <w:keepLines/>
              <w:rPr>
                <w:noProof w:val="0"/>
              </w:rPr>
            </w:pPr>
            <w:r w:rsidRPr="00501E3A">
              <w:rPr>
                <w:noProof w:val="0"/>
              </w:rPr>
              <w:t>5- incr.length=128</w:t>
            </w:r>
          </w:p>
          <w:p w:rsidR="007E5153" w:rsidRPr="00501E3A" w:rsidRDefault="007E5153" w:rsidP="009D3F67">
            <w:pPr>
              <w:pStyle w:val="PL"/>
              <w:keepNext/>
              <w:keepLines/>
              <w:rPr>
                <w:noProof w:val="0"/>
              </w:rPr>
            </w:pPr>
            <w:r w:rsidRPr="00501E3A">
              <w:rPr>
                <w:noProof w:val="0"/>
              </w:rPr>
              <w:t>incrOffset = 0</w:t>
            </w:r>
          </w:p>
          <w:p w:rsidR="007E5153" w:rsidRPr="00501E3A" w:rsidRDefault="007E5153" w:rsidP="009D3F67">
            <w:pPr>
              <w:pStyle w:val="PL"/>
              <w:keepNext/>
              <w:keepLines/>
              <w:rPr>
                <w:noProof w:val="0"/>
              </w:rPr>
            </w:pPr>
            <w:r w:rsidRPr="00501E3A">
              <w:rPr>
                <w:noProof w:val="0"/>
              </w:rPr>
              <w:t>incrLength = 128</w:t>
            </w:r>
          </w:p>
          <w:p w:rsidR="007E5153" w:rsidRPr="00501E3A" w:rsidRDefault="007E5153" w:rsidP="009D3F67">
            <w:pPr>
              <w:pStyle w:val="PL"/>
              <w:keepNext/>
              <w:keepLines/>
              <w:rPr>
                <w:noProof w:val="0"/>
              </w:rPr>
            </w:pPr>
            <w:r w:rsidRPr="00501E3A">
              <w:rPr>
                <w:noProof w:val="0"/>
              </w:rPr>
              <w:t>resp.length = 128</w:t>
            </w:r>
          </w:p>
          <w:p w:rsidR="007E5153" w:rsidRPr="00501E3A" w:rsidRDefault="007E5153" w:rsidP="009D3F67">
            <w:pPr>
              <w:pStyle w:val="PL"/>
              <w:keepNext/>
              <w:keepLines/>
              <w:rPr>
                <w:noProof w:val="0"/>
              </w:rPr>
            </w:pPr>
            <w:r w:rsidRPr="00501E3A">
              <w:rPr>
                <w:noProof w:val="0"/>
              </w:rPr>
              <w:t>respOffset = 0</w:t>
            </w:r>
          </w:p>
          <w:p w:rsidR="007E5153" w:rsidRPr="00501E3A" w:rsidRDefault="007E5153" w:rsidP="009D3F67">
            <w:pPr>
              <w:pStyle w:val="PL"/>
              <w:keepNext/>
              <w:keepLines/>
              <w:rPr>
                <w:noProof w:val="0"/>
              </w:rPr>
            </w:pPr>
            <w:r w:rsidRPr="00501E3A">
              <w:rPr>
                <w:noProof w:val="0"/>
              </w:rPr>
              <w:t>Incr[] initial</w:t>
            </w:r>
            <w:r w:rsidR="007752BB" w:rsidRPr="00501E3A">
              <w:rPr>
                <w:noProof w:val="0"/>
              </w:rPr>
              <w:t>ize</w:t>
            </w:r>
            <w:r w:rsidRPr="00501E3A">
              <w:rPr>
                <w:noProof w:val="0"/>
              </w:rPr>
              <w:t>d to 0</w:t>
            </w:r>
          </w:p>
          <w:p w:rsidR="007E5153" w:rsidRPr="00501E3A" w:rsidRDefault="007E5153" w:rsidP="009D3F67">
            <w:pPr>
              <w:pStyle w:val="PL"/>
              <w:keepNext/>
              <w:keepLines/>
              <w:rPr>
                <w:noProof w:val="0"/>
              </w:rPr>
            </w:pPr>
            <w:r w:rsidRPr="00501E3A">
              <w:rPr>
                <w:noProof w:val="0"/>
              </w:rPr>
              <w:t>respOffset = 0</w:t>
            </w:r>
          </w:p>
          <w:p w:rsidR="007E5153" w:rsidRPr="00501E3A" w:rsidRDefault="007E5153" w:rsidP="009D3F67">
            <w:pPr>
              <w:pStyle w:val="PL"/>
              <w:keepNext/>
              <w:keepLines/>
              <w:rPr>
                <w:noProof w:val="0"/>
              </w:rPr>
            </w:pPr>
            <w:r w:rsidRPr="00501E3A">
              <w:rPr>
                <w:noProof w:val="0"/>
              </w:rPr>
              <w:t>increase()</w:t>
            </w:r>
          </w:p>
          <w:p w:rsidR="007E5153" w:rsidRPr="00501E3A" w:rsidRDefault="007E5153" w:rsidP="009D3F67">
            <w:pPr>
              <w:pStyle w:val="PL"/>
              <w:keepNext/>
              <w:keepLines/>
              <w:rPr>
                <w:noProof w:val="0"/>
              </w:rPr>
            </w:pPr>
          </w:p>
          <w:p w:rsidR="007E5153" w:rsidRPr="00501E3A" w:rsidRDefault="007E5153" w:rsidP="00C64ACE">
            <w:pPr>
              <w:pStyle w:val="PL"/>
              <w:keepNext/>
              <w:keepLines/>
              <w:rPr>
                <w:noProof w:val="0"/>
              </w:rPr>
            </w:pPr>
            <w:r w:rsidRPr="00501E3A">
              <w:rPr>
                <w:noProof w:val="0"/>
              </w:rPr>
              <w:t>6- Delete EF Cyclic with fid=0x2CFD.</w:t>
            </w:r>
          </w:p>
        </w:tc>
        <w:tc>
          <w:tcPr>
            <w:tcW w:w="240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r w:rsidRPr="00501E3A">
              <w:t>4- resp[0..125]  = {0x00,…,0x00,0x01} and resp[126..25</w:t>
            </w:r>
            <w:r w:rsidR="002E3697" w:rsidRPr="00501E3A">
              <w:t>2</w:t>
            </w:r>
            <w:r w:rsidRPr="00501E3A">
              <w:t>]  = {0x00,…,0x00}</w:t>
            </w: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r w:rsidRPr="00501E3A">
              <w:t>5- Shall throw an exception</w:t>
            </w:r>
          </w:p>
          <w:p w:rsidR="007E5153" w:rsidRPr="00501E3A" w:rsidRDefault="007E5153" w:rsidP="009D3F67">
            <w:pPr>
              <w:pStyle w:val="TAL"/>
            </w:pPr>
          </w:p>
        </w:tc>
        <w:tc>
          <w:tcPr>
            <w:tcW w:w="311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tc>
      </w:tr>
    </w:tbl>
    <w:p w:rsidR="007E5153" w:rsidRPr="00501E3A" w:rsidRDefault="007E5153" w:rsidP="009D3F67"/>
    <w:p w:rsidR="007E5153" w:rsidRPr="00501E3A" w:rsidRDefault="007E5153">
      <w:pPr>
        <w:pStyle w:val="Heading4"/>
      </w:pPr>
      <w:r w:rsidRPr="00501E3A">
        <w:t>5.1.1.4</w:t>
      </w:r>
      <w:r w:rsidRPr="00501E3A">
        <w:tab/>
        <w:t>Method readBinary</w:t>
      </w:r>
    </w:p>
    <w:p w:rsidR="007E5153" w:rsidRPr="00501E3A" w:rsidRDefault="007E5153" w:rsidP="009D3F67">
      <w:r w:rsidRPr="00501E3A">
        <w:t>Test Area Reference: Api_1_Fvw_Redb</w:t>
      </w:r>
      <w:r w:rsidR="009D3F67" w:rsidRPr="00501E3A">
        <w:t>.</w:t>
      </w:r>
    </w:p>
    <w:p w:rsidR="007E5153" w:rsidRPr="00501E3A" w:rsidRDefault="007E5153" w:rsidP="009D3F67">
      <w:pPr>
        <w:pStyle w:val="Heading5"/>
      </w:pPr>
      <w:r w:rsidRPr="00501E3A">
        <w:t>5.1.1.4.1</w:t>
      </w:r>
      <w:r w:rsidRPr="00501E3A">
        <w:tab/>
        <w:t>Conformance requirement</w:t>
      </w:r>
    </w:p>
    <w:p w:rsidR="007E5153" w:rsidRPr="00501E3A" w:rsidRDefault="007E5153" w:rsidP="009D3F67">
      <w:r w:rsidRPr="00501E3A">
        <w:t>The method with following header shall be compliant to its definition in the API.</w:t>
      </w:r>
    </w:p>
    <w:p w:rsidR="007E5153" w:rsidRPr="00501E3A" w:rsidRDefault="007E5153">
      <w:pPr>
        <w:pStyle w:val="PL"/>
        <w:rPr>
          <w:noProof w:val="0"/>
        </w:rPr>
      </w:pPr>
      <w:r w:rsidRPr="00501E3A">
        <w:rPr>
          <w:noProof w:val="0"/>
        </w:rPr>
        <w:t>public short readBinary(short fileOffset,</w:t>
      </w:r>
    </w:p>
    <w:p w:rsidR="007E5153" w:rsidRPr="00501E3A" w:rsidRDefault="007E5153">
      <w:pPr>
        <w:pStyle w:val="PL"/>
        <w:rPr>
          <w:noProof w:val="0"/>
        </w:rPr>
      </w:pPr>
      <w:r w:rsidRPr="00501E3A">
        <w:rPr>
          <w:noProof w:val="0"/>
        </w:rPr>
        <w:t xml:space="preserve">                        byte[] resp,</w:t>
      </w:r>
    </w:p>
    <w:p w:rsidR="007E5153" w:rsidRPr="00501E3A" w:rsidRDefault="007E5153">
      <w:pPr>
        <w:pStyle w:val="PL"/>
        <w:rPr>
          <w:noProof w:val="0"/>
        </w:rPr>
      </w:pPr>
      <w:r w:rsidRPr="00501E3A">
        <w:rPr>
          <w:noProof w:val="0"/>
        </w:rPr>
        <w:t xml:space="preserve">                        short respOffset,</w:t>
      </w:r>
    </w:p>
    <w:p w:rsidR="007E5153" w:rsidRPr="00501E3A" w:rsidRDefault="007E5153">
      <w:pPr>
        <w:pStyle w:val="PL"/>
        <w:rPr>
          <w:noProof w:val="0"/>
        </w:rPr>
      </w:pPr>
      <w:r w:rsidRPr="00501E3A">
        <w:rPr>
          <w:noProof w:val="0"/>
        </w:rPr>
        <w:t xml:space="preserve">                        short respLength)</w:t>
      </w:r>
    </w:p>
    <w:p w:rsidR="007E5153" w:rsidRPr="00501E3A" w:rsidRDefault="007E5153">
      <w:pPr>
        <w:pStyle w:val="PL"/>
        <w:rPr>
          <w:noProof w:val="0"/>
        </w:rPr>
      </w:pPr>
      <w:r w:rsidRPr="00501E3A">
        <w:rPr>
          <w:noProof w:val="0"/>
        </w:rPr>
        <w:t xml:space="preserve">                 throws java.lang.NullPointerException,</w:t>
      </w:r>
    </w:p>
    <w:p w:rsidR="007E5153" w:rsidRPr="00501E3A" w:rsidRDefault="007E5153">
      <w:pPr>
        <w:pStyle w:val="PL"/>
        <w:rPr>
          <w:noProof w:val="0"/>
        </w:rPr>
      </w:pPr>
      <w:r w:rsidRPr="00501E3A">
        <w:rPr>
          <w:noProof w:val="0"/>
        </w:rPr>
        <w:t xml:space="preserve">                        java.lang.ArrayIndexOutOfBoundsException,</w:t>
      </w:r>
    </w:p>
    <w:p w:rsidR="007E5153" w:rsidRPr="00501E3A" w:rsidRDefault="007E5153">
      <w:pPr>
        <w:pStyle w:val="PL"/>
        <w:rPr>
          <w:noProof w:val="0"/>
        </w:rPr>
      </w:pPr>
      <w:r w:rsidRPr="00501E3A">
        <w:rPr>
          <w:noProof w:val="0"/>
        </w:rPr>
        <w:t xml:space="preserve">                        UICCException</w:t>
      </w:r>
    </w:p>
    <w:p w:rsidR="009D3F67" w:rsidRPr="00501E3A" w:rsidRDefault="009D3F67">
      <w:pPr>
        <w:pStyle w:val="PL"/>
        <w:rPr>
          <w:noProof w:val="0"/>
        </w:rPr>
      </w:pPr>
    </w:p>
    <w:p w:rsidR="007E5153" w:rsidRPr="00501E3A" w:rsidRDefault="007E5153">
      <w:pPr>
        <w:pStyle w:val="H6"/>
        <w:outlineLvl w:val="0"/>
      </w:pPr>
      <w:r w:rsidRPr="00501E3A">
        <w:t>5.1.1.4.1.1</w:t>
      </w:r>
      <w:r w:rsidRPr="00501E3A">
        <w:tab/>
        <w:t>Normal execution</w:t>
      </w:r>
    </w:p>
    <w:p w:rsidR="007E5153" w:rsidRPr="00501E3A" w:rsidRDefault="007E5153" w:rsidP="00E34DFA">
      <w:pPr>
        <w:pStyle w:val="B1"/>
      </w:pPr>
      <w:r w:rsidRPr="00501E3A">
        <w:t xml:space="preserve">CRRN1:. Reads the data bytes of the current transparent EF, as defined in </w:t>
      </w:r>
      <w:r w:rsidR="00C64ACE" w:rsidRPr="00501E3A">
        <w:t xml:space="preserve">ETSI </w:t>
      </w:r>
      <w:r w:rsidRPr="00501E3A">
        <w:t>TS 102 221</w:t>
      </w:r>
      <w:r w:rsidR="008E4E43" w:rsidRPr="00501E3A">
        <w:t xml:space="preserve"> [5</w:t>
      </w:r>
      <w:r w:rsidR="009D3F67" w:rsidRPr="00501E3A">
        <w:t>]</w:t>
      </w:r>
      <w:r w:rsidRPr="00501E3A">
        <w:t>.</w:t>
      </w:r>
    </w:p>
    <w:p w:rsidR="007E5153" w:rsidRPr="00501E3A" w:rsidRDefault="007E5153" w:rsidP="00E34DFA">
      <w:pPr>
        <w:pStyle w:val="B1"/>
      </w:pPr>
      <w:r w:rsidRPr="00501E3A">
        <w:t>CRRN2: The sum of respOffset plus respLength is returned. and the data bytes of the currently selected transparent file are returned in resp.</w:t>
      </w:r>
    </w:p>
    <w:p w:rsidR="007E5153" w:rsidRPr="00501E3A" w:rsidRDefault="007E5153">
      <w:pPr>
        <w:pStyle w:val="H6"/>
        <w:outlineLvl w:val="0"/>
      </w:pPr>
      <w:r w:rsidRPr="00501E3A">
        <w:t>5.1.1.4.1.2</w:t>
      </w:r>
      <w:r w:rsidRPr="00501E3A">
        <w:tab/>
        <w:t>Parameter errors</w:t>
      </w:r>
    </w:p>
    <w:p w:rsidR="007E5153" w:rsidRPr="00501E3A" w:rsidRDefault="007E5153">
      <w:pPr>
        <w:pStyle w:val="B1"/>
      </w:pPr>
      <w:r w:rsidRPr="00501E3A">
        <w:t>CRRP1: If fileOffset is negative, an instance of UICCException.OUT_OF_FILE_BOUNDARIES shall be thrown</w:t>
      </w:r>
      <w:r w:rsidR="009D3F67" w:rsidRPr="00501E3A">
        <w:t>.</w:t>
      </w:r>
    </w:p>
    <w:p w:rsidR="007E5153" w:rsidRPr="00501E3A" w:rsidRDefault="007E5153">
      <w:pPr>
        <w:pStyle w:val="B1"/>
      </w:pPr>
      <w:r w:rsidRPr="00501E3A">
        <w:t>CRRP2: If respOffset is negative, an instance of ArrayIndexOutOfBoundsException shall be thrown.</w:t>
      </w:r>
    </w:p>
    <w:p w:rsidR="007E5153" w:rsidRPr="00501E3A" w:rsidRDefault="007E5153">
      <w:pPr>
        <w:pStyle w:val="B1"/>
      </w:pPr>
      <w:r w:rsidRPr="00501E3A">
        <w:t>CRRP3: If respLength is negative, an instace of ArrayIndexOutOfBoundsException shall be thrown.</w:t>
      </w:r>
    </w:p>
    <w:p w:rsidR="007E5153" w:rsidRPr="00501E3A" w:rsidRDefault="007E5153">
      <w:pPr>
        <w:pStyle w:val="B1"/>
      </w:pPr>
      <w:r w:rsidRPr="00501E3A">
        <w:t>CRRP4: If the array resp is null, an instance of NullPointerException shall be thrown.</w:t>
      </w:r>
    </w:p>
    <w:p w:rsidR="007E5153" w:rsidRPr="00501E3A" w:rsidRDefault="007E5153">
      <w:pPr>
        <w:pStyle w:val="B1"/>
      </w:pPr>
      <w:r w:rsidRPr="00501E3A">
        <w:t>CRRP5: If respOffset plus respLength is greater than the length of the array resp.length, an instance of ArrayIndexOutOfBoundsException shall be thrown and no read is performed.</w:t>
      </w:r>
    </w:p>
    <w:p w:rsidR="007E5153" w:rsidRPr="00501E3A" w:rsidRDefault="007E5153">
      <w:pPr>
        <w:pStyle w:val="B1"/>
      </w:pPr>
      <w:r w:rsidRPr="00501E3A">
        <w:lastRenderedPageBreak/>
        <w:t>CRRP6: If fileOffset plus respLength exceeds the length of the file, an instance of UICCException shall be thrown. The reason code shall be UICCException.OUT_OF_FILE_BOUNDARIES.</w:t>
      </w:r>
    </w:p>
    <w:p w:rsidR="007E5153" w:rsidRPr="00501E3A" w:rsidRDefault="007E5153">
      <w:pPr>
        <w:pStyle w:val="H6"/>
        <w:outlineLvl w:val="0"/>
      </w:pPr>
      <w:r w:rsidRPr="00501E3A">
        <w:t>5.1.1.4.1.3</w:t>
      </w:r>
      <w:r w:rsidRPr="00501E3A">
        <w:tab/>
        <w:t>Context errors</w:t>
      </w:r>
    </w:p>
    <w:p w:rsidR="007E5153" w:rsidRPr="00501E3A" w:rsidRDefault="007E5153">
      <w:pPr>
        <w:pStyle w:val="B1"/>
      </w:pPr>
      <w:r w:rsidRPr="00501E3A">
        <w:t xml:space="preserve">CRRC1: If the method call causes an error to occur that is not expected and thus not </w:t>
      </w:r>
      <w:r w:rsidR="007752BB" w:rsidRPr="00501E3A">
        <w:t>handled</w:t>
      </w:r>
      <w:r w:rsidRPr="00501E3A">
        <w:t>, an instace of UICCException shall be thrown. The reason code shall be UICCException.INTERNAL_ERROR</w:t>
      </w:r>
      <w:r w:rsidR="009D3F67" w:rsidRPr="00501E3A">
        <w:t>.</w:t>
      </w:r>
    </w:p>
    <w:p w:rsidR="007E5153" w:rsidRPr="00501E3A" w:rsidRDefault="007E5153">
      <w:pPr>
        <w:pStyle w:val="B1"/>
      </w:pPr>
      <w:r w:rsidRPr="00501E3A">
        <w:t>CRRC2: If the currently selected EF is not transparent, an instance of UICCException shall be thrown. The reason code shall be UICCException.COMMAND_INCOMPATIBLE.</w:t>
      </w:r>
    </w:p>
    <w:p w:rsidR="007E5153" w:rsidRPr="00501E3A" w:rsidRDefault="007E5153">
      <w:pPr>
        <w:pStyle w:val="B1"/>
      </w:pPr>
      <w:r w:rsidRPr="00501E3A">
        <w:t>CRRC3: If the calling applet does not fulfil the access condition, READ, to perform this function, an instance of UICCException shall be thrown. The reason code shall be UICCException.SECURITY_STATUS_NOT_SATISFIED.</w:t>
      </w:r>
    </w:p>
    <w:p w:rsidR="007E5153" w:rsidRPr="00501E3A" w:rsidRDefault="007E5153">
      <w:pPr>
        <w:pStyle w:val="B1"/>
      </w:pPr>
      <w:r w:rsidRPr="00501E3A">
        <w:t>CRRC4: If the currently selected EF is deactivated and the file status of the EF does not allow for the reading of an deactivated file, an instance of UICCException shall be thrown. The reason code shall be UICCException.REF_DAT_INVALIDATED.</w:t>
      </w:r>
    </w:p>
    <w:p w:rsidR="007E5153" w:rsidRPr="00501E3A" w:rsidRDefault="007E5153">
      <w:pPr>
        <w:pStyle w:val="B1"/>
      </w:pPr>
      <w:r w:rsidRPr="00501E3A">
        <w:t>CRRC5:If the calling applet has currently no EF selected, an instance of UICCException shall be thrown. The reason code shall be UICCException.NO_EF_SELECTED.</w:t>
      </w:r>
    </w:p>
    <w:p w:rsidR="007E5153" w:rsidRPr="00501E3A" w:rsidRDefault="007E5153" w:rsidP="009D3F67">
      <w:pPr>
        <w:pStyle w:val="Heading5"/>
      </w:pPr>
      <w:r w:rsidRPr="00501E3A">
        <w:t>5.1.1.4.2</w:t>
      </w:r>
      <w:r w:rsidRPr="00501E3A">
        <w:tab/>
        <w:t>Test area files</w:t>
      </w:r>
    </w:p>
    <w:p w:rsidR="007E5153" w:rsidRPr="00501E3A" w:rsidRDefault="009D3F67" w:rsidP="009D3F67">
      <w:pPr>
        <w:pStyle w:val="EX"/>
      </w:pPr>
      <w:r w:rsidRPr="00501E3A">
        <w:t>Test Source:</w:t>
      </w:r>
      <w:r w:rsidR="007E5153" w:rsidRPr="00501E3A">
        <w:tab/>
        <w:t>Test_Api_1_Fvw_Redb.java</w:t>
      </w:r>
      <w:r w:rsidRPr="00501E3A">
        <w:t>.</w:t>
      </w:r>
    </w:p>
    <w:p w:rsidR="007E5153" w:rsidRPr="00501E3A" w:rsidRDefault="009D3F67" w:rsidP="009D3F67">
      <w:pPr>
        <w:pStyle w:val="EX"/>
      </w:pPr>
      <w:r w:rsidRPr="00501E3A">
        <w:t>Test Applet:</w:t>
      </w:r>
      <w:r w:rsidR="007E5153" w:rsidRPr="00501E3A">
        <w:tab/>
        <w:t>Api_1_Fvw_Redb_1.java</w:t>
      </w:r>
      <w:r w:rsidRPr="00501E3A">
        <w:t>.</w:t>
      </w:r>
    </w:p>
    <w:p w:rsidR="007E5153" w:rsidRPr="00501E3A" w:rsidRDefault="007E5153" w:rsidP="009D3F67">
      <w:pPr>
        <w:pStyle w:val="EX"/>
      </w:pPr>
      <w:r w:rsidRPr="00501E3A">
        <w:t>Cap File:</w:t>
      </w:r>
      <w:r w:rsidRPr="00501E3A">
        <w:tab/>
        <w:t>api_1_fvw_redb.cap</w:t>
      </w:r>
      <w:r w:rsidR="009D3F67" w:rsidRPr="00501E3A">
        <w:t>.</w:t>
      </w:r>
    </w:p>
    <w:p w:rsidR="007E5153" w:rsidRPr="00501E3A" w:rsidRDefault="007E5153" w:rsidP="00576820">
      <w:pPr>
        <w:pStyle w:val="Heading5"/>
      </w:pPr>
      <w:r w:rsidRPr="00501E3A">
        <w:t>5.1.1.4.3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pPr>
            <w:r w:rsidRPr="00501E3A">
              <w:t>Test case number</w:t>
            </w:r>
          </w:p>
        </w:tc>
      </w:tr>
      <w:tr w:rsidR="007E5153" w:rsidRPr="00501E3A" w:rsidTr="009D3F67">
        <w:trPr>
          <w:jc w:val="center"/>
        </w:trPr>
        <w:tc>
          <w:tcPr>
            <w:tcW w:w="1299" w:type="dxa"/>
            <w:tcBorders>
              <w:top w:val="single" w:sz="4" w:space="0" w:color="auto"/>
              <w:left w:val="single" w:sz="4" w:space="0" w:color="auto"/>
              <w:right w:val="single" w:sz="4" w:space="0" w:color="auto"/>
            </w:tcBorders>
          </w:tcPr>
          <w:p w:rsidR="007E5153" w:rsidRPr="00501E3A" w:rsidRDefault="007E5153" w:rsidP="00576820">
            <w:pPr>
              <w:pStyle w:val="TAC"/>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1,</w:t>
            </w:r>
            <w:r w:rsidR="004C222B" w:rsidRPr="00501E3A">
              <w:t xml:space="preserve"> </w:t>
            </w:r>
            <w:r w:rsidRPr="00501E3A">
              <w:t>2</w:t>
            </w:r>
          </w:p>
        </w:tc>
      </w:tr>
      <w:tr w:rsidR="007E5153" w:rsidRPr="00501E3A" w:rsidTr="009D3F67">
        <w:trPr>
          <w:jc w:val="center"/>
        </w:trPr>
        <w:tc>
          <w:tcPr>
            <w:tcW w:w="1299" w:type="dxa"/>
            <w:tcBorders>
              <w:left w:val="single" w:sz="4" w:space="0" w:color="auto"/>
              <w:bottom w:val="single" w:sz="4" w:space="0" w:color="auto"/>
              <w:right w:val="single" w:sz="4" w:space="0" w:color="auto"/>
            </w:tcBorders>
          </w:tcPr>
          <w:p w:rsidR="007E5153" w:rsidRPr="00501E3A" w:rsidRDefault="007E5153" w:rsidP="00576820">
            <w:pPr>
              <w:pStyle w:val="TAC"/>
            </w:pPr>
            <w:r w:rsidRPr="00501E3A">
              <w:t>N2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1,</w:t>
            </w:r>
            <w:r w:rsidR="004C222B" w:rsidRPr="00501E3A">
              <w:t xml:space="preserve"> </w:t>
            </w:r>
            <w:r w:rsidRPr="00501E3A">
              <w:t>2</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P1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3</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P2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6</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P3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7</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P4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5</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P5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8</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P6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4</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Not testable</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9</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11</w:t>
            </w:r>
          </w:p>
        </w:tc>
      </w:tr>
      <w:tr w:rsidR="007E5153" w:rsidRPr="00501E3A" w:rsidTr="009D3F67">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r>
    </w:tbl>
    <w:p w:rsidR="007E5153" w:rsidRPr="00501E3A" w:rsidRDefault="007E5153" w:rsidP="009D3F67"/>
    <w:p w:rsidR="007E5153" w:rsidRPr="00501E3A" w:rsidRDefault="007E5153" w:rsidP="009D3F67">
      <w:pPr>
        <w:pStyle w:val="Heading5"/>
      </w:pPr>
      <w:r w:rsidRPr="00501E3A">
        <w:t>5.1.1.4.4</w:t>
      </w:r>
      <w:r w:rsidRPr="00501E3A">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89"/>
        <w:gridCol w:w="2339"/>
      </w:tblGrid>
      <w:tr w:rsidR="007E5153" w:rsidRPr="00501E3A" w:rsidTr="009D3F67">
        <w:trPr>
          <w:tblHeade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Id</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Description</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API Expectation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Read from EF</w:t>
            </w:r>
            <w:r w:rsidRPr="00501E3A">
              <w:rPr>
                <w:vertAlign w:val="subscript"/>
              </w:rPr>
              <w:t>TARU</w:t>
            </w:r>
          </w:p>
          <w:p w:rsidR="007E5153" w:rsidRPr="00501E3A" w:rsidRDefault="007E5153" w:rsidP="00576820">
            <w:pPr>
              <w:pStyle w:val="PL"/>
              <w:numPr>
                <w:ilvl w:val="0"/>
                <w:numId w:val="32"/>
              </w:numPr>
              <w:rPr>
                <w:noProof w:val="0"/>
              </w:rPr>
            </w:pPr>
            <w:r w:rsidRPr="00501E3A">
              <w:rPr>
                <w:noProof w:val="0"/>
              </w:rPr>
              <w:t>select DF</w:t>
            </w:r>
            <w:r w:rsidRPr="00501E3A">
              <w:rPr>
                <w:noProof w:val="0"/>
                <w:vertAlign w:val="subscript"/>
              </w:rPr>
              <w:t>TEST</w:t>
            </w:r>
            <w:r w:rsidRPr="00501E3A">
              <w:rPr>
                <w:noProof w:val="0"/>
              </w:rPr>
              <w:t>, fid=1111</w:t>
            </w:r>
          </w:p>
          <w:p w:rsidR="007E5153" w:rsidRPr="00501E3A" w:rsidRDefault="007E5153" w:rsidP="00576820">
            <w:pPr>
              <w:pStyle w:val="PL"/>
              <w:tabs>
                <w:tab w:val="clear" w:pos="384"/>
              </w:tabs>
              <w:rPr>
                <w:noProof w:val="0"/>
              </w:rPr>
            </w:pPr>
            <w:r w:rsidRPr="00501E3A">
              <w:rPr>
                <w:noProof w:val="0"/>
              </w:rPr>
              <w:t>select EF</w:t>
            </w:r>
            <w:r w:rsidRPr="00501E3A">
              <w:rPr>
                <w:noProof w:val="0"/>
                <w:vertAlign w:val="subscript"/>
              </w:rPr>
              <w:t>TARU</w:t>
            </w:r>
            <w:r w:rsidRPr="00501E3A">
              <w:rPr>
                <w:noProof w:val="0"/>
              </w:rPr>
              <w:t>, fid=6F03</w:t>
            </w:r>
          </w:p>
          <w:p w:rsidR="007E5153" w:rsidRPr="00501E3A" w:rsidRDefault="007E5153" w:rsidP="00576820">
            <w:pPr>
              <w:pStyle w:val="PL"/>
              <w:numPr>
                <w:ilvl w:val="0"/>
                <w:numId w:val="32"/>
              </w:numPr>
              <w:rPr>
                <w:noProof w:val="0"/>
              </w:rPr>
            </w:pPr>
            <w:r w:rsidRPr="00501E3A">
              <w:rPr>
                <w:noProof w:val="0"/>
              </w:rPr>
              <w:t>fileOffset = 0</w:t>
            </w:r>
          </w:p>
          <w:p w:rsidR="007E5153" w:rsidRPr="00501E3A" w:rsidRDefault="007E5153" w:rsidP="00576820">
            <w:pPr>
              <w:pStyle w:val="PL"/>
              <w:rPr>
                <w:noProof w:val="0"/>
              </w:rPr>
            </w:pPr>
            <w:r w:rsidRPr="00501E3A">
              <w:rPr>
                <w:noProof w:val="0"/>
              </w:rPr>
              <w:t xml:space="preserve">resp.length = 260  </w:t>
            </w:r>
          </w:p>
          <w:p w:rsidR="007E5153" w:rsidRPr="00501E3A" w:rsidRDefault="007E5153" w:rsidP="00576820">
            <w:pPr>
              <w:pStyle w:val="PL"/>
              <w:rPr>
                <w:noProof w:val="0"/>
              </w:rPr>
            </w:pPr>
            <w:r w:rsidRPr="00501E3A">
              <w:rPr>
                <w:noProof w:val="0"/>
              </w:rPr>
              <w:t>resp[0:259] = 0x55</w:t>
            </w:r>
          </w:p>
          <w:p w:rsidR="007E5153" w:rsidRPr="00501E3A" w:rsidRDefault="007E5153" w:rsidP="00576820">
            <w:pPr>
              <w:pStyle w:val="PL"/>
              <w:rPr>
                <w:noProof w:val="0"/>
              </w:rPr>
            </w:pPr>
            <w:r w:rsidRPr="00501E3A">
              <w:rPr>
                <w:noProof w:val="0"/>
              </w:rPr>
              <w:t>respOffset = 10</w:t>
            </w:r>
          </w:p>
          <w:p w:rsidR="007E5153" w:rsidRPr="00501E3A" w:rsidRDefault="007E5153" w:rsidP="00576820">
            <w:pPr>
              <w:pStyle w:val="PL"/>
              <w:rPr>
                <w:noProof w:val="0"/>
              </w:rPr>
            </w:pPr>
            <w:r w:rsidRPr="00501E3A">
              <w:rPr>
                <w:noProof w:val="0"/>
              </w:rPr>
              <w:t>respLength = 250</w:t>
            </w:r>
          </w:p>
          <w:p w:rsidR="007E5153" w:rsidRPr="00501E3A" w:rsidRDefault="007E5153" w:rsidP="00576820">
            <w:pPr>
              <w:pStyle w:val="PL"/>
              <w:tabs>
                <w:tab w:val="clear" w:pos="384"/>
              </w:tabs>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2 - shall return 20.</w:t>
            </w:r>
          </w:p>
          <w:p w:rsidR="007E5153" w:rsidRPr="00501E3A" w:rsidRDefault="007E5153" w:rsidP="00576820">
            <w:pPr>
              <w:pStyle w:val="TAL"/>
              <w:keepNext w:val="0"/>
              <w:keepLines w:val="0"/>
            </w:pPr>
            <w:r w:rsidRPr="00501E3A">
              <w:t>resp shall contain the contents of EF</w:t>
            </w:r>
            <w:r w:rsidRPr="00501E3A">
              <w:rPr>
                <w:vertAlign w:val="subscript"/>
              </w:rPr>
              <w:t>TARU</w:t>
            </w:r>
            <w:r w:rsidRPr="00501E3A">
              <w:t xml:space="preserve"> starting at index 10.</w:t>
            </w:r>
          </w:p>
          <w:p w:rsidR="007E5153" w:rsidRPr="00501E3A" w:rsidRDefault="007E5153" w:rsidP="00576820">
            <w:pPr>
              <w:pStyle w:val="TAL"/>
              <w:keepNext w:val="0"/>
              <w:keepLines w:val="0"/>
            </w:pPr>
            <w:r w:rsidRPr="00501E3A">
              <w:t>&lt;Description of resp:</w:t>
            </w:r>
          </w:p>
          <w:p w:rsidR="007E5153" w:rsidRPr="00501E3A" w:rsidRDefault="007E5153" w:rsidP="00576820">
            <w:pPr>
              <w:pStyle w:val="TAL"/>
              <w:keepNext w:val="0"/>
              <w:keepLines w:val="0"/>
            </w:pPr>
            <w:r w:rsidRPr="00501E3A">
              <w:t>55 55 55 55 55 55 55 55 55 55</w:t>
            </w:r>
          </w:p>
          <w:p w:rsidR="007E5153" w:rsidRPr="00501E3A" w:rsidRDefault="007E5153" w:rsidP="00576820">
            <w:pPr>
              <w:pStyle w:val="TAL"/>
              <w:keepNext w:val="0"/>
              <w:keepLines w:val="0"/>
            </w:pPr>
            <w:r w:rsidRPr="00501E3A">
              <w:t>FF FF FF FF FF FF .. .. FF&gt;</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C"/>
              <w:keepLines w:val="0"/>
            </w:pPr>
            <w:r w:rsidRPr="00501E3A">
              <w:lastRenderedPageBreak/>
              <w:t>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H"/>
              <w:keepLines w:val="0"/>
            </w:pPr>
            <w:r w:rsidRPr="00501E3A">
              <w:t>Read from EF</w:t>
            </w:r>
            <w:r w:rsidRPr="00501E3A">
              <w:rPr>
                <w:vertAlign w:val="subscript"/>
              </w:rPr>
              <w:t>TARU</w:t>
            </w:r>
            <w:r w:rsidRPr="00501E3A">
              <w:t xml:space="preserve"> </w:t>
            </w:r>
          </w:p>
          <w:p w:rsidR="007E5153" w:rsidRPr="00501E3A" w:rsidRDefault="007E5153" w:rsidP="00FE3CAF">
            <w:pPr>
              <w:pStyle w:val="PL"/>
              <w:keepNext/>
              <w:rPr>
                <w:noProof w:val="0"/>
              </w:rPr>
            </w:pPr>
            <w:r w:rsidRPr="00501E3A">
              <w:rPr>
                <w:noProof w:val="0"/>
              </w:rPr>
              <w:t>fileOffset = 5</w:t>
            </w:r>
          </w:p>
          <w:p w:rsidR="007E5153" w:rsidRPr="00501E3A" w:rsidRDefault="007E5153" w:rsidP="00FE3CAF">
            <w:pPr>
              <w:pStyle w:val="PL"/>
              <w:keepNext/>
              <w:rPr>
                <w:noProof w:val="0"/>
              </w:rPr>
            </w:pPr>
            <w:r w:rsidRPr="00501E3A">
              <w:rPr>
                <w:noProof w:val="0"/>
              </w:rPr>
              <w:t>resp.length = 260</w:t>
            </w:r>
          </w:p>
          <w:p w:rsidR="007E5153" w:rsidRPr="00501E3A" w:rsidRDefault="007E5153" w:rsidP="00FE3CAF">
            <w:pPr>
              <w:pStyle w:val="PL"/>
              <w:keepNext/>
              <w:rPr>
                <w:noProof w:val="0"/>
              </w:rPr>
            </w:pPr>
            <w:r w:rsidRPr="00501E3A">
              <w:rPr>
                <w:noProof w:val="0"/>
              </w:rPr>
              <w:t>resp[0:259] = 0x55</w:t>
            </w:r>
          </w:p>
          <w:p w:rsidR="007E5153" w:rsidRPr="00501E3A" w:rsidRDefault="007E5153" w:rsidP="00FE3CAF">
            <w:pPr>
              <w:pStyle w:val="PL"/>
              <w:keepNext/>
              <w:rPr>
                <w:noProof w:val="0"/>
              </w:rPr>
            </w:pPr>
            <w:r w:rsidRPr="00501E3A">
              <w:rPr>
                <w:noProof w:val="0"/>
              </w:rPr>
              <w:t>respOffset = 10</w:t>
            </w:r>
          </w:p>
          <w:p w:rsidR="007E5153" w:rsidRPr="00501E3A" w:rsidRDefault="007E5153" w:rsidP="00FE3CAF">
            <w:pPr>
              <w:pStyle w:val="PL"/>
              <w:keepNext/>
              <w:rPr>
                <w:noProof w:val="0"/>
              </w:rPr>
            </w:pPr>
            <w:r w:rsidRPr="00501E3A">
              <w:rPr>
                <w:noProof w:val="0"/>
              </w:rPr>
              <w:t>respLength = 5</w:t>
            </w:r>
          </w:p>
          <w:p w:rsidR="007E5153" w:rsidRPr="00501E3A" w:rsidRDefault="007E5153" w:rsidP="00FE3CAF">
            <w:pPr>
              <w:pStyle w:val="PL"/>
              <w:keepNext/>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9D3F67" w:rsidRPr="00501E3A" w:rsidRDefault="009D3F67" w:rsidP="00FE3CAF">
            <w:pPr>
              <w:pStyle w:val="TAL"/>
              <w:keepLines w:val="0"/>
            </w:pPr>
          </w:p>
          <w:p w:rsidR="007E5153" w:rsidRPr="00501E3A" w:rsidRDefault="007E5153" w:rsidP="00FE3CAF">
            <w:pPr>
              <w:pStyle w:val="TAL"/>
              <w:keepLines w:val="0"/>
            </w:pPr>
            <w:r w:rsidRPr="00501E3A">
              <w:t>shall return 15</w:t>
            </w:r>
          </w:p>
          <w:p w:rsidR="007E5153" w:rsidRPr="00501E3A" w:rsidRDefault="007E5153" w:rsidP="00FE3CAF">
            <w:pPr>
              <w:pStyle w:val="TAL"/>
              <w:keepLines w:val="0"/>
            </w:pPr>
            <w:r w:rsidRPr="00501E3A">
              <w:t>resp shall contain the last 5 bytes of EF</w:t>
            </w:r>
            <w:r w:rsidRPr="00501E3A">
              <w:rPr>
                <w:vertAlign w:val="subscript"/>
              </w:rPr>
              <w:t>TARU</w:t>
            </w:r>
            <w:r w:rsidRPr="00501E3A">
              <w:t xml:space="preserve"> starting at index 10.</w:t>
            </w:r>
          </w:p>
          <w:p w:rsidR="007E5153" w:rsidRPr="00501E3A" w:rsidRDefault="007E5153" w:rsidP="00FE3CAF">
            <w:pPr>
              <w:pStyle w:val="TAL"/>
              <w:keepLines w:val="0"/>
            </w:pPr>
            <w:r w:rsidRPr="00501E3A">
              <w:t>&lt;Description of resp:</w:t>
            </w:r>
          </w:p>
          <w:p w:rsidR="007E5153" w:rsidRPr="00501E3A" w:rsidRDefault="007E5153" w:rsidP="00FE3CAF">
            <w:pPr>
              <w:pStyle w:val="TAL"/>
              <w:keepLines w:val="0"/>
            </w:pPr>
            <w:r w:rsidRPr="00501E3A">
              <w:t>55 55 55 55 55 55 55 55 55 55</w:t>
            </w:r>
          </w:p>
          <w:p w:rsidR="007E5153" w:rsidRPr="00501E3A" w:rsidRDefault="007E5153" w:rsidP="00FE3CAF">
            <w:pPr>
              <w:pStyle w:val="TAL"/>
              <w:keepLines w:val="0"/>
            </w:pPr>
            <w:r w:rsidRPr="00501E3A">
              <w:t>FF FF FF FF FF 55 55 .. .. 55 &gt;</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L"/>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FileOffset is negative</w:t>
            </w:r>
          </w:p>
          <w:p w:rsidR="007E5153" w:rsidRPr="00501E3A" w:rsidRDefault="007E5153" w:rsidP="00576820">
            <w:pPr>
              <w:pStyle w:val="PL"/>
              <w:rPr>
                <w:noProof w:val="0"/>
              </w:rPr>
            </w:pPr>
            <w:r w:rsidRPr="00501E3A">
              <w:rPr>
                <w:noProof w:val="0"/>
              </w:rPr>
              <w:t>fileOffset = -1</w:t>
            </w:r>
          </w:p>
          <w:p w:rsidR="007E5153" w:rsidRPr="00501E3A" w:rsidRDefault="007E5153" w:rsidP="00576820">
            <w:pPr>
              <w:pStyle w:val="PL"/>
              <w:rPr>
                <w:noProof w:val="0"/>
              </w:rPr>
            </w:pPr>
            <w:r w:rsidRPr="00501E3A">
              <w:rPr>
                <w:noProof w:val="0"/>
              </w:rPr>
              <w:t>respOffset = 0</w:t>
            </w:r>
          </w:p>
          <w:p w:rsidR="007E5153" w:rsidRPr="00501E3A" w:rsidRDefault="007E5153" w:rsidP="00576820">
            <w:pPr>
              <w:pStyle w:val="PL"/>
              <w:rPr>
                <w:noProof w:val="0"/>
              </w:rPr>
            </w:pPr>
            <w:r w:rsidRPr="00501E3A">
              <w:rPr>
                <w:noProof w:val="0"/>
              </w:rPr>
              <w:t>respLength = 10</w:t>
            </w:r>
          </w:p>
          <w:p w:rsidR="007E5153" w:rsidRPr="00501E3A" w:rsidRDefault="007E5153" w:rsidP="00576820">
            <w:pPr>
              <w:pStyle w:val="PL"/>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Shall throw uicc.access.UICC Exception with reason code OUT_OF_FILE_BOUNDARIES.</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FileOffset + respLength &gt; EF length</w:t>
            </w:r>
          </w:p>
          <w:p w:rsidR="007E5153" w:rsidRPr="00501E3A" w:rsidRDefault="007E5153" w:rsidP="00576820">
            <w:pPr>
              <w:pStyle w:val="PL"/>
              <w:rPr>
                <w:noProof w:val="0"/>
              </w:rPr>
            </w:pPr>
            <w:r w:rsidRPr="00501E3A">
              <w:rPr>
                <w:noProof w:val="0"/>
              </w:rPr>
              <w:t>fileOffset = 259</w:t>
            </w:r>
          </w:p>
          <w:p w:rsidR="007E5153" w:rsidRPr="00501E3A" w:rsidRDefault="007E5153" w:rsidP="00576820">
            <w:pPr>
              <w:pStyle w:val="PL"/>
              <w:rPr>
                <w:noProof w:val="0"/>
              </w:rPr>
            </w:pPr>
            <w:r w:rsidRPr="00501E3A">
              <w:rPr>
                <w:noProof w:val="0"/>
              </w:rPr>
              <w:t>respOffset = 0</w:t>
            </w:r>
          </w:p>
          <w:p w:rsidR="007E5153" w:rsidRPr="00501E3A" w:rsidRDefault="007E5153" w:rsidP="00576820">
            <w:pPr>
              <w:pStyle w:val="PL"/>
              <w:rPr>
                <w:noProof w:val="0"/>
              </w:rPr>
            </w:pPr>
            <w:r w:rsidRPr="00501E3A">
              <w:rPr>
                <w:noProof w:val="0"/>
              </w:rPr>
              <w:t>respLength = 2</w:t>
            </w:r>
          </w:p>
          <w:p w:rsidR="007E5153" w:rsidRPr="00501E3A" w:rsidRDefault="007E5153" w:rsidP="00576820">
            <w:pPr>
              <w:pStyle w:val="PL"/>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Shall throw uicc.access.UICC Exception with reason code OUT_OF_FILE_BOUNDARIES.</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5</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resp[] is null</w:t>
            </w:r>
          </w:p>
          <w:p w:rsidR="007E5153" w:rsidRPr="00501E3A" w:rsidRDefault="007E5153" w:rsidP="00576820">
            <w:pPr>
              <w:pStyle w:val="PL"/>
              <w:rPr>
                <w:noProof w:val="0"/>
              </w:rPr>
            </w:pPr>
            <w:r w:rsidRPr="00501E3A">
              <w:rPr>
                <w:noProof w:val="0"/>
              </w:rPr>
              <w:t>fileOffset = 0</w:t>
            </w:r>
          </w:p>
          <w:p w:rsidR="007E5153" w:rsidRPr="00501E3A" w:rsidRDefault="007E5153" w:rsidP="00576820">
            <w:pPr>
              <w:pStyle w:val="PL"/>
              <w:rPr>
                <w:noProof w:val="0"/>
              </w:rPr>
            </w:pPr>
            <w:r w:rsidRPr="00501E3A">
              <w:rPr>
                <w:noProof w:val="0"/>
              </w:rPr>
              <w:t>resp = null</w:t>
            </w:r>
          </w:p>
          <w:p w:rsidR="007E5153" w:rsidRPr="00501E3A" w:rsidRDefault="007E5153" w:rsidP="00576820">
            <w:pPr>
              <w:pStyle w:val="PL"/>
              <w:rPr>
                <w:noProof w:val="0"/>
              </w:rPr>
            </w:pPr>
            <w:r w:rsidRPr="00501E3A">
              <w:rPr>
                <w:noProof w:val="0"/>
              </w:rPr>
              <w:t>respOffset = 0</w:t>
            </w:r>
          </w:p>
          <w:p w:rsidR="007E5153" w:rsidRPr="00501E3A" w:rsidRDefault="007E5153" w:rsidP="00576820">
            <w:pPr>
              <w:pStyle w:val="PL"/>
              <w:rPr>
                <w:noProof w:val="0"/>
              </w:rPr>
            </w:pPr>
            <w:r w:rsidRPr="00501E3A">
              <w:rPr>
                <w:noProof w:val="0"/>
              </w:rPr>
              <w:t>respLength = 10</w:t>
            </w:r>
          </w:p>
          <w:p w:rsidR="007E5153" w:rsidRPr="00501E3A" w:rsidRDefault="007E5153" w:rsidP="00576820">
            <w:pPr>
              <w:pStyle w:val="PL"/>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Shall throw java.lang.NullPointerException.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6</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respOffset &lt; 0</w:t>
            </w:r>
          </w:p>
          <w:p w:rsidR="007E5153" w:rsidRPr="00501E3A" w:rsidRDefault="007E5153" w:rsidP="00576820">
            <w:pPr>
              <w:pStyle w:val="PL"/>
              <w:rPr>
                <w:noProof w:val="0"/>
              </w:rPr>
            </w:pPr>
            <w:r w:rsidRPr="00501E3A">
              <w:rPr>
                <w:noProof w:val="0"/>
              </w:rPr>
              <w:t>fileOffset = 0</w:t>
            </w:r>
          </w:p>
          <w:p w:rsidR="007E5153" w:rsidRPr="00501E3A" w:rsidRDefault="007E5153" w:rsidP="00576820">
            <w:pPr>
              <w:pStyle w:val="PL"/>
              <w:rPr>
                <w:noProof w:val="0"/>
              </w:rPr>
            </w:pPr>
            <w:r w:rsidRPr="00501E3A">
              <w:rPr>
                <w:noProof w:val="0"/>
              </w:rPr>
              <w:t>respOffset = -1</w:t>
            </w:r>
          </w:p>
          <w:p w:rsidR="007E5153" w:rsidRPr="00501E3A" w:rsidRDefault="007E5153" w:rsidP="00576820">
            <w:pPr>
              <w:pStyle w:val="PL"/>
              <w:rPr>
                <w:noProof w:val="0"/>
              </w:rPr>
            </w:pPr>
            <w:r w:rsidRPr="00501E3A">
              <w:rPr>
                <w:noProof w:val="0"/>
              </w:rPr>
              <w:t>respLength = 10</w:t>
            </w:r>
          </w:p>
          <w:p w:rsidR="007E5153" w:rsidRPr="00501E3A" w:rsidRDefault="007E5153" w:rsidP="00576820">
            <w:pPr>
              <w:pStyle w:val="PL"/>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 xml:space="preserve">Shall throw </w:t>
            </w:r>
          </w:p>
          <w:p w:rsidR="007E5153" w:rsidRPr="00501E3A" w:rsidRDefault="007E5153" w:rsidP="00576820">
            <w:pPr>
              <w:pStyle w:val="TAL"/>
              <w:keepNext w:val="0"/>
              <w:keepLines w:val="0"/>
            </w:pPr>
            <w:r w:rsidRPr="00501E3A">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7</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respLength &lt; 0</w:t>
            </w:r>
          </w:p>
          <w:p w:rsidR="007E5153" w:rsidRPr="00501E3A" w:rsidRDefault="007E5153" w:rsidP="00576820">
            <w:pPr>
              <w:pStyle w:val="PL"/>
              <w:rPr>
                <w:noProof w:val="0"/>
              </w:rPr>
            </w:pPr>
            <w:r w:rsidRPr="00501E3A">
              <w:rPr>
                <w:noProof w:val="0"/>
              </w:rPr>
              <w:t>fileOffset = 0</w:t>
            </w:r>
          </w:p>
          <w:p w:rsidR="007E5153" w:rsidRPr="00501E3A" w:rsidRDefault="007E5153" w:rsidP="00576820">
            <w:pPr>
              <w:pStyle w:val="PL"/>
              <w:rPr>
                <w:noProof w:val="0"/>
              </w:rPr>
            </w:pPr>
            <w:r w:rsidRPr="00501E3A">
              <w:rPr>
                <w:noProof w:val="0"/>
              </w:rPr>
              <w:t>respOffset = 0</w:t>
            </w:r>
          </w:p>
          <w:p w:rsidR="007E5153" w:rsidRPr="00501E3A" w:rsidRDefault="007E5153" w:rsidP="00576820">
            <w:pPr>
              <w:pStyle w:val="PL"/>
              <w:rPr>
                <w:noProof w:val="0"/>
              </w:rPr>
            </w:pPr>
            <w:r w:rsidRPr="00501E3A">
              <w:rPr>
                <w:noProof w:val="0"/>
              </w:rPr>
              <w:t>respLength = -1</w:t>
            </w:r>
          </w:p>
          <w:p w:rsidR="007E5153" w:rsidRPr="00501E3A" w:rsidRDefault="007E5153" w:rsidP="00576820">
            <w:pPr>
              <w:pStyle w:val="PL"/>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 xml:space="preserve">Shall throw </w:t>
            </w:r>
          </w:p>
          <w:p w:rsidR="007E5153" w:rsidRPr="00501E3A" w:rsidRDefault="007E5153" w:rsidP="00576820">
            <w:pPr>
              <w:pStyle w:val="TAL"/>
              <w:keepNext w:val="0"/>
              <w:keepLines w:val="0"/>
            </w:pPr>
            <w:r w:rsidRPr="00501E3A">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8</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RespOffset + respLength &gt; resp.length</w:t>
            </w:r>
          </w:p>
          <w:p w:rsidR="007E5153" w:rsidRPr="00501E3A" w:rsidRDefault="007E5153" w:rsidP="00576820">
            <w:pPr>
              <w:pStyle w:val="PL"/>
              <w:rPr>
                <w:noProof w:val="0"/>
              </w:rPr>
            </w:pPr>
            <w:r w:rsidRPr="00501E3A">
              <w:rPr>
                <w:noProof w:val="0"/>
              </w:rPr>
              <w:t>fileOffset = 0</w:t>
            </w:r>
          </w:p>
          <w:p w:rsidR="007E5153" w:rsidRPr="00501E3A" w:rsidRDefault="007E5153" w:rsidP="00576820">
            <w:pPr>
              <w:pStyle w:val="PL"/>
              <w:rPr>
                <w:noProof w:val="0"/>
              </w:rPr>
            </w:pPr>
            <w:r w:rsidRPr="00501E3A">
              <w:rPr>
                <w:noProof w:val="0"/>
              </w:rPr>
              <w:t>resp.length = 20</w:t>
            </w:r>
          </w:p>
          <w:p w:rsidR="007E5153" w:rsidRPr="00501E3A" w:rsidRDefault="007E5153" w:rsidP="00576820">
            <w:pPr>
              <w:pStyle w:val="PL"/>
              <w:rPr>
                <w:noProof w:val="0"/>
              </w:rPr>
            </w:pPr>
            <w:r w:rsidRPr="00501E3A">
              <w:rPr>
                <w:noProof w:val="0"/>
              </w:rPr>
              <w:t>respOffset = 10</w:t>
            </w:r>
          </w:p>
          <w:p w:rsidR="007E5153" w:rsidRPr="00501E3A" w:rsidRDefault="007E5153" w:rsidP="00576820">
            <w:pPr>
              <w:pStyle w:val="PL"/>
              <w:rPr>
                <w:noProof w:val="0"/>
              </w:rPr>
            </w:pPr>
            <w:r w:rsidRPr="00501E3A">
              <w:rPr>
                <w:noProof w:val="0"/>
              </w:rPr>
              <w:t>respLength = 11</w:t>
            </w:r>
          </w:p>
          <w:p w:rsidR="007E5153" w:rsidRPr="00501E3A" w:rsidRDefault="007E5153" w:rsidP="00576820">
            <w:pPr>
              <w:pStyle w:val="PL"/>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 xml:space="preserve">Shall throw </w:t>
            </w:r>
          </w:p>
          <w:p w:rsidR="007E5153" w:rsidRPr="00501E3A" w:rsidRDefault="007E5153" w:rsidP="00576820">
            <w:pPr>
              <w:pStyle w:val="TAL"/>
              <w:keepNext w:val="0"/>
              <w:keepLines w:val="0"/>
            </w:pPr>
            <w:r w:rsidRPr="00501E3A">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9</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pPr>
            <w:r w:rsidRPr="00501E3A">
              <w:t>EF is not Transparent</w:t>
            </w:r>
          </w:p>
          <w:p w:rsidR="007E5153" w:rsidRPr="00501E3A" w:rsidRDefault="007E5153" w:rsidP="00576820">
            <w:pPr>
              <w:pStyle w:val="PL"/>
              <w:keepNext/>
              <w:keepLines/>
              <w:numPr>
                <w:ilvl w:val="0"/>
                <w:numId w:val="33"/>
              </w:numPr>
              <w:rPr>
                <w:noProof w:val="0"/>
              </w:rPr>
            </w:pPr>
            <w:r w:rsidRPr="00501E3A">
              <w:rPr>
                <w:noProof w:val="0"/>
              </w:rPr>
              <w:t>select EF</w:t>
            </w:r>
            <w:r w:rsidRPr="00501E3A">
              <w:rPr>
                <w:noProof w:val="0"/>
                <w:vertAlign w:val="subscript"/>
              </w:rPr>
              <w:t>LARU</w:t>
            </w:r>
            <w:r w:rsidRPr="00501E3A">
              <w:rPr>
                <w:noProof w:val="0"/>
              </w:rPr>
              <w:t>, fid=6F0C</w:t>
            </w:r>
          </w:p>
          <w:p w:rsidR="007E5153" w:rsidRPr="00501E3A" w:rsidRDefault="007E5153" w:rsidP="00576820">
            <w:pPr>
              <w:pStyle w:val="PL"/>
              <w:keepNext/>
              <w:keepLines/>
              <w:numPr>
                <w:ilvl w:val="0"/>
                <w:numId w:val="33"/>
              </w:numPr>
              <w:rPr>
                <w:noProof w:val="0"/>
              </w:rPr>
            </w:pPr>
            <w:r w:rsidRPr="00501E3A">
              <w:rPr>
                <w:noProof w:val="0"/>
              </w:rPr>
              <w:t>fileOffset = 0</w:t>
            </w:r>
          </w:p>
          <w:p w:rsidR="007E5153" w:rsidRPr="00501E3A" w:rsidRDefault="007E5153" w:rsidP="00576820">
            <w:pPr>
              <w:pStyle w:val="PL"/>
              <w:keepNext/>
              <w:keepLines/>
              <w:rPr>
                <w:noProof w:val="0"/>
              </w:rPr>
            </w:pPr>
            <w:r w:rsidRPr="00501E3A">
              <w:rPr>
                <w:noProof w:val="0"/>
              </w:rPr>
              <w:t>respOffset = 0</w:t>
            </w:r>
          </w:p>
          <w:p w:rsidR="007E5153" w:rsidRPr="00501E3A" w:rsidRDefault="007E5153" w:rsidP="00576820">
            <w:pPr>
              <w:pStyle w:val="PL"/>
              <w:keepNext/>
              <w:keepLines/>
              <w:rPr>
                <w:noProof w:val="0"/>
              </w:rPr>
            </w:pPr>
            <w:r w:rsidRPr="00501E3A">
              <w:rPr>
                <w:noProof w:val="0"/>
              </w:rPr>
              <w:t>respLength = 1</w:t>
            </w:r>
          </w:p>
          <w:p w:rsidR="007E5153" w:rsidRPr="00501E3A" w:rsidRDefault="007E5153" w:rsidP="00576820">
            <w:pPr>
              <w:pStyle w:val="PL"/>
              <w:keepNext/>
              <w:keepLines/>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2 - Shall throw uicc.access.UICC Exception with reason code COMMAND_INCOMPATIBLE.</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10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Access condition not fulfilled</w:t>
            </w:r>
          </w:p>
          <w:p w:rsidR="007E5153" w:rsidRPr="00501E3A" w:rsidRDefault="007E5153" w:rsidP="00576820">
            <w:pPr>
              <w:pStyle w:val="PL"/>
              <w:rPr>
                <w:noProof w:val="0"/>
              </w:rPr>
            </w:pPr>
            <w:r w:rsidRPr="00501E3A">
              <w:rPr>
                <w:noProof w:val="0"/>
              </w:rPr>
              <w:t>1- select EF</w:t>
            </w:r>
            <w:r w:rsidRPr="00501E3A">
              <w:rPr>
                <w:noProof w:val="0"/>
                <w:vertAlign w:val="subscript"/>
              </w:rPr>
              <w:t>TRAC</w:t>
            </w:r>
            <w:r w:rsidRPr="00501E3A">
              <w:rPr>
                <w:noProof w:val="0"/>
              </w:rPr>
              <w:t>, fid=6F0E</w:t>
            </w:r>
          </w:p>
          <w:p w:rsidR="007E5153" w:rsidRPr="00501E3A" w:rsidRDefault="007E5153" w:rsidP="00576820">
            <w:pPr>
              <w:pStyle w:val="PL"/>
              <w:rPr>
                <w:noProof w:val="0"/>
              </w:rPr>
            </w:pPr>
            <w:r w:rsidRPr="00501E3A">
              <w:rPr>
                <w:noProof w:val="0"/>
              </w:rPr>
              <w:t>2- fileOffset = 0</w:t>
            </w:r>
          </w:p>
          <w:p w:rsidR="007E5153" w:rsidRPr="00501E3A" w:rsidRDefault="007E5153" w:rsidP="00576820">
            <w:pPr>
              <w:pStyle w:val="PL"/>
              <w:rPr>
                <w:noProof w:val="0"/>
              </w:rPr>
            </w:pPr>
            <w:r w:rsidRPr="00501E3A">
              <w:rPr>
                <w:noProof w:val="0"/>
              </w:rPr>
              <w:t>respOffset = 0</w:t>
            </w:r>
          </w:p>
          <w:p w:rsidR="007E5153" w:rsidRPr="00501E3A" w:rsidRDefault="007E5153" w:rsidP="00576820">
            <w:pPr>
              <w:pStyle w:val="PL"/>
              <w:rPr>
                <w:noProof w:val="0"/>
              </w:rPr>
            </w:pPr>
            <w:r w:rsidRPr="00501E3A">
              <w:rPr>
                <w:noProof w:val="0"/>
              </w:rPr>
              <w:t>respLength = 1</w:t>
            </w:r>
          </w:p>
          <w:p w:rsidR="007E5153" w:rsidRPr="00501E3A" w:rsidRDefault="007E5153" w:rsidP="00576820">
            <w:pPr>
              <w:pStyle w:val="PL"/>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 Shall throw uicc.access.UICC Exception with reason code SECURITY_STATUS_NOT_SATISFIED.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C"/>
            </w:pPr>
            <w:r w:rsidRPr="00501E3A">
              <w:t>11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EF is deactivated</w:t>
            </w:r>
          </w:p>
          <w:p w:rsidR="007E5153" w:rsidRPr="00501E3A" w:rsidRDefault="007E5153" w:rsidP="009D3F67">
            <w:pPr>
              <w:pStyle w:val="PL"/>
              <w:keepNext/>
              <w:keepLines/>
              <w:rPr>
                <w:noProof w:val="0"/>
              </w:rPr>
            </w:pPr>
            <w:r w:rsidRPr="00501E3A">
              <w:rPr>
                <w:noProof w:val="0"/>
              </w:rPr>
              <w:t xml:space="preserve">1 </w:t>
            </w:r>
            <w:r w:rsidR="004C222B" w:rsidRPr="00501E3A">
              <w:rPr>
                <w:noProof w:val="0"/>
              </w:rPr>
              <w:t>-</w:t>
            </w:r>
            <w:r w:rsidRPr="00501E3A">
              <w:rPr>
                <w:noProof w:val="0"/>
              </w:rPr>
              <w:t xml:space="preserve"> select EF</w:t>
            </w:r>
            <w:r w:rsidRPr="00501E3A">
              <w:rPr>
                <w:noProof w:val="0"/>
                <w:vertAlign w:val="subscript"/>
              </w:rPr>
              <w:t>TARU</w:t>
            </w:r>
            <w:r w:rsidRPr="00501E3A">
              <w:rPr>
                <w:noProof w:val="0"/>
              </w:rPr>
              <w:t>, fid=6F03</w:t>
            </w:r>
          </w:p>
          <w:p w:rsidR="007E5153" w:rsidRPr="00501E3A" w:rsidRDefault="007E5153" w:rsidP="009D3F67">
            <w:pPr>
              <w:pStyle w:val="PL"/>
              <w:keepNext/>
              <w:keepLines/>
              <w:rPr>
                <w:noProof w:val="0"/>
              </w:rPr>
            </w:pPr>
            <w:r w:rsidRPr="00501E3A">
              <w:rPr>
                <w:noProof w:val="0"/>
              </w:rPr>
              <w:t xml:space="preserve">2 </w:t>
            </w:r>
            <w:r w:rsidR="004C222B" w:rsidRPr="00501E3A">
              <w:rPr>
                <w:noProof w:val="0"/>
              </w:rPr>
              <w:t>-</w:t>
            </w:r>
            <w:r w:rsidRPr="00501E3A">
              <w:rPr>
                <w:noProof w:val="0"/>
              </w:rPr>
              <w:t xml:space="preserve"> deactivateFile()</w:t>
            </w:r>
          </w:p>
          <w:p w:rsidR="007E5153" w:rsidRPr="00501E3A" w:rsidRDefault="007E5153" w:rsidP="009D3F67">
            <w:pPr>
              <w:pStyle w:val="PL"/>
              <w:keepNext/>
              <w:keepLines/>
              <w:rPr>
                <w:noProof w:val="0"/>
              </w:rPr>
            </w:pPr>
            <w:r w:rsidRPr="00501E3A">
              <w:rPr>
                <w:noProof w:val="0"/>
              </w:rPr>
              <w:t xml:space="preserve">3 </w:t>
            </w:r>
            <w:r w:rsidR="004C222B" w:rsidRPr="00501E3A">
              <w:rPr>
                <w:noProof w:val="0"/>
              </w:rPr>
              <w:t>-</w:t>
            </w:r>
            <w:r w:rsidRPr="00501E3A">
              <w:rPr>
                <w:noProof w:val="0"/>
              </w:rPr>
              <w:t xml:space="preserve"> readBinary()</w:t>
            </w:r>
          </w:p>
          <w:p w:rsidR="007E5153" w:rsidRPr="00501E3A" w:rsidRDefault="007E5153" w:rsidP="009D3F67">
            <w:pPr>
              <w:pStyle w:val="PL"/>
              <w:keepNext/>
              <w:keepLines/>
              <w:rPr>
                <w:noProof w:val="0"/>
              </w:rPr>
            </w:pPr>
            <w:r w:rsidRPr="00501E3A">
              <w:rPr>
                <w:noProof w:val="0"/>
              </w:rPr>
              <w:t xml:space="preserve">4 </w:t>
            </w:r>
            <w:r w:rsidR="004C222B" w:rsidRPr="00501E3A">
              <w:rPr>
                <w:noProof w:val="0"/>
              </w:rPr>
              <w:t>-</w:t>
            </w:r>
            <w:r w:rsidRPr="00501E3A">
              <w:rPr>
                <w:noProof w:val="0"/>
              </w:rPr>
              <w:t xml:space="preserve"> activateFile())</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r w:rsidRPr="00501E3A">
              <w:t>3 - Shall throw uicc.access.UICCException with reason code REF_DATA_INVALIDATED.</w:t>
            </w:r>
          </w:p>
          <w:p w:rsidR="007E5153" w:rsidRPr="00501E3A" w:rsidRDefault="007E5153" w:rsidP="009D3F67">
            <w:pPr>
              <w:pStyle w:val="PL"/>
              <w:keepNext/>
              <w:keepLines/>
              <w:rPr>
                <w:noProof w:val="0"/>
              </w:rPr>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C"/>
            </w:pPr>
            <w:r w:rsidRPr="00501E3A">
              <w:t>12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H"/>
            </w:pPr>
            <w:r w:rsidRPr="00501E3A">
              <w:t>No EF selected</w:t>
            </w:r>
          </w:p>
          <w:p w:rsidR="007E5153" w:rsidRPr="00501E3A" w:rsidRDefault="007E5153" w:rsidP="009D3F67">
            <w:pPr>
              <w:pStyle w:val="PL"/>
              <w:keepNext/>
              <w:keepLines/>
              <w:tabs>
                <w:tab w:val="clear" w:pos="384"/>
              </w:tabs>
              <w:rPr>
                <w:noProof w:val="0"/>
              </w:rPr>
            </w:pPr>
            <w:r w:rsidRPr="00501E3A">
              <w:rPr>
                <w:noProof w:val="0"/>
              </w:rPr>
              <w:t>1- select DF</w:t>
            </w:r>
            <w:r w:rsidRPr="00501E3A">
              <w:rPr>
                <w:noProof w:val="0"/>
                <w:vertAlign w:val="subscript"/>
              </w:rPr>
              <w:t xml:space="preserve">TEST </w:t>
            </w:r>
            <w:r w:rsidRPr="00501E3A">
              <w:rPr>
                <w:noProof w:val="0"/>
              </w:rPr>
              <w:t>fid=1111</w:t>
            </w:r>
          </w:p>
          <w:p w:rsidR="007E5153" w:rsidRPr="00501E3A" w:rsidRDefault="007E5153" w:rsidP="009D3F67">
            <w:pPr>
              <w:pStyle w:val="PL"/>
              <w:keepNext/>
              <w:keepLines/>
              <w:rPr>
                <w:noProof w:val="0"/>
              </w:rPr>
            </w:pPr>
            <w:r w:rsidRPr="00501E3A">
              <w:rPr>
                <w:noProof w:val="0"/>
              </w:rPr>
              <w:t>2 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p w:rsidR="007E5153" w:rsidRPr="00501E3A" w:rsidRDefault="007E5153" w:rsidP="009D3F67">
            <w:pPr>
              <w:pStyle w:val="TAL"/>
            </w:pPr>
          </w:p>
          <w:p w:rsidR="007E5153" w:rsidRPr="00501E3A" w:rsidRDefault="007E5153" w:rsidP="009D3F67">
            <w:pPr>
              <w:pStyle w:val="TAL"/>
            </w:pPr>
            <w:r w:rsidRPr="00501E3A">
              <w:t>2 - Shall throw uicc.access.UICCException with reason code NO_EF_SELECTED.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9D3F67">
            <w:pPr>
              <w:pStyle w:val="TAL"/>
            </w:pPr>
          </w:p>
        </w:tc>
      </w:tr>
    </w:tbl>
    <w:p w:rsidR="007E5153" w:rsidRPr="00501E3A" w:rsidRDefault="007E5153" w:rsidP="009D3F67"/>
    <w:p w:rsidR="007E5153" w:rsidRPr="00501E3A" w:rsidRDefault="007E5153">
      <w:pPr>
        <w:pStyle w:val="Heading4"/>
      </w:pPr>
      <w:r w:rsidRPr="00501E3A">
        <w:t>5.1.1.5</w:t>
      </w:r>
      <w:r w:rsidRPr="00501E3A">
        <w:tab/>
        <w:t>Method readRecord</w:t>
      </w:r>
    </w:p>
    <w:p w:rsidR="007E5153" w:rsidRPr="00501E3A" w:rsidRDefault="007E5153" w:rsidP="009D3F67">
      <w:r w:rsidRPr="00501E3A">
        <w:t>Test Area Reference: Api_1_Fvw_Redr</w:t>
      </w:r>
      <w:r w:rsidR="009D3F67" w:rsidRPr="00501E3A">
        <w:t>.</w:t>
      </w:r>
    </w:p>
    <w:p w:rsidR="007E5153" w:rsidRPr="00501E3A" w:rsidRDefault="007E5153" w:rsidP="009D3F67">
      <w:pPr>
        <w:pStyle w:val="Heading5"/>
      </w:pPr>
      <w:r w:rsidRPr="00501E3A">
        <w:lastRenderedPageBreak/>
        <w:t>5.1.1.5.1</w:t>
      </w:r>
      <w:r w:rsidRPr="00501E3A">
        <w:tab/>
        <w:t>Conformance requirement</w:t>
      </w:r>
    </w:p>
    <w:p w:rsidR="007E5153" w:rsidRPr="00501E3A" w:rsidRDefault="007E5153">
      <w:pPr>
        <w:pStyle w:val="List"/>
        <w:ind w:left="0" w:firstLine="0"/>
      </w:pPr>
      <w:r w:rsidRPr="00501E3A">
        <w:t>The method with following header shall be compliant to its definition in the API.</w:t>
      </w:r>
    </w:p>
    <w:p w:rsidR="007E5153" w:rsidRPr="00501E3A" w:rsidRDefault="007E5153">
      <w:pPr>
        <w:pStyle w:val="PL"/>
        <w:rPr>
          <w:noProof w:val="0"/>
        </w:rPr>
      </w:pPr>
      <w:r w:rsidRPr="00501E3A">
        <w:rPr>
          <w:noProof w:val="0"/>
        </w:rPr>
        <w:t>public short readRecord(short recNumber,</w:t>
      </w:r>
    </w:p>
    <w:p w:rsidR="007E5153" w:rsidRPr="00501E3A" w:rsidRDefault="007E5153">
      <w:pPr>
        <w:pStyle w:val="PL"/>
        <w:rPr>
          <w:noProof w:val="0"/>
        </w:rPr>
      </w:pPr>
      <w:r w:rsidRPr="00501E3A">
        <w:rPr>
          <w:noProof w:val="0"/>
        </w:rPr>
        <w:t xml:space="preserve">                        byte mode,</w:t>
      </w:r>
    </w:p>
    <w:p w:rsidR="007E5153" w:rsidRPr="00501E3A" w:rsidRDefault="007E5153">
      <w:pPr>
        <w:pStyle w:val="PL"/>
        <w:rPr>
          <w:noProof w:val="0"/>
        </w:rPr>
      </w:pPr>
      <w:r w:rsidRPr="00501E3A">
        <w:rPr>
          <w:noProof w:val="0"/>
        </w:rPr>
        <w:t xml:space="preserve">                        short recOffset,</w:t>
      </w:r>
    </w:p>
    <w:p w:rsidR="007E5153" w:rsidRPr="00501E3A" w:rsidRDefault="007E5153">
      <w:pPr>
        <w:pStyle w:val="PL"/>
        <w:rPr>
          <w:noProof w:val="0"/>
        </w:rPr>
      </w:pPr>
      <w:r w:rsidRPr="00501E3A">
        <w:rPr>
          <w:noProof w:val="0"/>
        </w:rPr>
        <w:t xml:space="preserve">                        byte[] resp,</w:t>
      </w:r>
    </w:p>
    <w:p w:rsidR="007E5153" w:rsidRPr="00501E3A" w:rsidRDefault="007E5153">
      <w:pPr>
        <w:pStyle w:val="PL"/>
        <w:rPr>
          <w:noProof w:val="0"/>
        </w:rPr>
      </w:pPr>
      <w:r w:rsidRPr="00501E3A">
        <w:rPr>
          <w:noProof w:val="0"/>
        </w:rPr>
        <w:t xml:space="preserve">                        short respOffset,</w:t>
      </w:r>
    </w:p>
    <w:p w:rsidR="007E5153" w:rsidRPr="00501E3A" w:rsidRDefault="007E5153">
      <w:pPr>
        <w:pStyle w:val="PL"/>
        <w:rPr>
          <w:noProof w:val="0"/>
        </w:rPr>
      </w:pPr>
      <w:r w:rsidRPr="00501E3A">
        <w:rPr>
          <w:noProof w:val="0"/>
        </w:rPr>
        <w:t xml:space="preserve">                        short respLength)</w:t>
      </w:r>
    </w:p>
    <w:p w:rsidR="007E5153" w:rsidRPr="00501E3A" w:rsidRDefault="007E5153">
      <w:pPr>
        <w:pStyle w:val="PL"/>
        <w:rPr>
          <w:noProof w:val="0"/>
        </w:rPr>
      </w:pPr>
      <w:r w:rsidRPr="00501E3A">
        <w:rPr>
          <w:noProof w:val="0"/>
        </w:rPr>
        <w:t xml:space="preserve">                 throws java.lang.NullPointerException,</w:t>
      </w:r>
    </w:p>
    <w:p w:rsidR="007E5153" w:rsidRPr="00501E3A" w:rsidRDefault="007E5153">
      <w:pPr>
        <w:pStyle w:val="PL"/>
        <w:rPr>
          <w:noProof w:val="0"/>
        </w:rPr>
      </w:pPr>
      <w:r w:rsidRPr="00501E3A">
        <w:rPr>
          <w:noProof w:val="0"/>
        </w:rPr>
        <w:t xml:space="preserve">                        java.lang.ArrayIndexOutOfBoundsException,</w:t>
      </w:r>
    </w:p>
    <w:p w:rsidR="007E5153" w:rsidRPr="00501E3A" w:rsidRDefault="007E5153">
      <w:pPr>
        <w:pStyle w:val="PL"/>
        <w:rPr>
          <w:noProof w:val="0"/>
        </w:rPr>
      </w:pPr>
      <w:r w:rsidRPr="00501E3A">
        <w:rPr>
          <w:noProof w:val="0"/>
        </w:rPr>
        <w:t xml:space="preserve">                        UICCException</w:t>
      </w:r>
    </w:p>
    <w:p w:rsidR="009D3F67" w:rsidRPr="00501E3A" w:rsidRDefault="009D3F67">
      <w:pPr>
        <w:pStyle w:val="PL"/>
        <w:rPr>
          <w:noProof w:val="0"/>
        </w:rPr>
      </w:pPr>
    </w:p>
    <w:p w:rsidR="007E5153" w:rsidRPr="00501E3A" w:rsidRDefault="007E5153">
      <w:pPr>
        <w:pStyle w:val="H6"/>
        <w:outlineLvl w:val="0"/>
      </w:pPr>
      <w:r w:rsidRPr="00501E3A">
        <w:t>5.1.1.5.1.1</w:t>
      </w:r>
      <w:r w:rsidRPr="00501E3A">
        <w:tab/>
        <w:t>Normal execution</w:t>
      </w:r>
    </w:p>
    <w:p w:rsidR="007E5153" w:rsidRPr="00501E3A" w:rsidRDefault="007E5153">
      <w:pPr>
        <w:pStyle w:val="B1"/>
      </w:pPr>
      <w:r w:rsidRPr="00501E3A">
        <w:t>CRRN1: Reads a record or a part of record of a current linear fixed or cyclic EF into byte array resp and the sum of respOffset plus respLength is returned.</w:t>
      </w:r>
    </w:p>
    <w:p w:rsidR="007E5153" w:rsidRPr="00501E3A" w:rsidRDefault="007E5153">
      <w:pPr>
        <w:pStyle w:val="B1"/>
      </w:pPr>
      <w:r w:rsidRPr="00501E3A">
        <w:t>CRRN2: If the access mode is REC_ACC_MODE_CURRENT the current record will be read and the current record pointer shall not be changed.</w:t>
      </w:r>
    </w:p>
    <w:p w:rsidR="007E5153" w:rsidRPr="00501E3A" w:rsidRDefault="007E5153" w:rsidP="009D3F67">
      <w:pPr>
        <w:pStyle w:val="B1"/>
      </w:pPr>
      <w:r w:rsidRPr="00501E3A">
        <w:t>CRRN3: If the access mode is REC_ACC_MODE_ABSOLUTE the record addressed by recNumber will be read and the current recor</w:t>
      </w:r>
      <w:r w:rsidR="009D3F67" w:rsidRPr="00501E3A">
        <w:t>d pointer shall not be changed.</w:t>
      </w:r>
    </w:p>
    <w:p w:rsidR="007E5153" w:rsidRPr="00501E3A" w:rsidRDefault="007E5153">
      <w:pPr>
        <w:pStyle w:val="B1"/>
      </w:pPr>
      <w:r w:rsidRPr="00501E3A">
        <w:t>CRRN4: If the access mode is REC_ACC_MODE_NEXT the next record relative to the current selected record will be selected and read. The record pointer will be incremented.</w:t>
      </w:r>
    </w:p>
    <w:p w:rsidR="007E5153" w:rsidRPr="00501E3A" w:rsidRDefault="007E5153">
      <w:pPr>
        <w:pStyle w:val="B1"/>
        <w:ind w:left="852" w:hanging="568"/>
      </w:pPr>
      <w:r w:rsidRPr="00501E3A">
        <w:t>CRRN5: If the access mode is REC_ACC_MODE_NEXT and no current record is selected, the first record will be selected and read. The record pointer will be incremented.</w:t>
      </w:r>
    </w:p>
    <w:p w:rsidR="007E5153" w:rsidRPr="00501E3A" w:rsidRDefault="007E5153">
      <w:pPr>
        <w:pStyle w:val="B1"/>
      </w:pPr>
      <w:r w:rsidRPr="00501E3A">
        <w:t>CRRN6: If the access mode is REC_ACC_MODE NEXT and the current record pointer, of a cyclic EF, is set to the last record, the record pointer is set to the first</w:t>
      </w:r>
      <w:r w:rsidR="009D3F67" w:rsidRPr="00501E3A">
        <w:t xml:space="preserve"> record and the record is read.</w:t>
      </w:r>
    </w:p>
    <w:p w:rsidR="007E5153" w:rsidRPr="00501E3A" w:rsidRDefault="007E5153">
      <w:pPr>
        <w:pStyle w:val="B1"/>
      </w:pPr>
      <w:r w:rsidRPr="00501E3A">
        <w:t>CRRN7: If the access mode is REC_ACC_MODE_PREVIOUS the previous record relative to the current selected re</w:t>
      </w:r>
      <w:r w:rsidR="009D3F67" w:rsidRPr="00501E3A">
        <w:t>cord will be selected and read.</w:t>
      </w:r>
    </w:p>
    <w:p w:rsidR="007E5153" w:rsidRPr="00501E3A" w:rsidRDefault="007E5153">
      <w:pPr>
        <w:pStyle w:val="B1"/>
      </w:pPr>
      <w:r w:rsidRPr="00501E3A">
        <w:t>CRRN8: If the access mode is REC_ACC_MODE PREVIOUS and no current record is selected, the last record will be selected and read.</w:t>
      </w:r>
    </w:p>
    <w:p w:rsidR="007E5153" w:rsidRPr="00501E3A" w:rsidRDefault="007E5153">
      <w:pPr>
        <w:pStyle w:val="B1"/>
      </w:pPr>
      <w:r w:rsidRPr="00501E3A">
        <w:t xml:space="preserve">CRRN9:If the access mode is REC_ACC_MODE_PREVIOUS and the current record pointer of a cyclic EF is set to the first record, the record pointer is set to </w:t>
      </w:r>
      <w:r w:rsidR="009D3F67" w:rsidRPr="00501E3A">
        <w:t xml:space="preserve">the last record in this EF and </w:t>
      </w:r>
      <w:r w:rsidRPr="00501E3A">
        <w:t>this record shall be read.</w:t>
      </w:r>
    </w:p>
    <w:p w:rsidR="007E5153" w:rsidRPr="00501E3A" w:rsidRDefault="007E5153">
      <w:pPr>
        <w:pStyle w:val="B1"/>
      </w:pPr>
      <w:r w:rsidRPr="00501E3A">
        <w:t>CRRN10: The current record pointer of any othe</w:t>
      </w:r>
      <w:r w:rsidR="009D3F67" w:rsidRPr="00501E3A">
        <w:t>r applet shall not be changed.</w:t>
      </w:r>
    </w:p>
    <w:p w:rsidR="007E5153" w:rsidRPr="00501E3A" w:rsidRDefault="007E5153">
      <w:pPr>
        <w:pStyle w:val="H6"/>
        <w:outlineLvl w:val="0"/>
      </w:pPr>
      <w:r w:rsidRPr="00501E3A">
        <w:t>5.1.1.5.1.2</w:t>
      </w:r>
      <w:r w:rsidRPr="00501E3A">
        <w:tab/>
        <w:t>Parameter errors</w:t>
      </w:r>
    </w:p>
    <w:p w:rsidR="007E5153" w:rsidRPr="00501E3A" w:rsidRDefault="007E5153">
      <w:pPr>
        <w:pStyle w:val="B1"/>
      </w:pPr>
      <w:r w:rsidRPr="00501E3A">
        <w:t>CRRP1: If the currently selected EF is linear fixed and the access mode is REC_ACC_MODE_ABSOLUTE and recNumber is less than 0 or greater than records available, an instance of UICCException shall be thrown. The reason code shall be UICCException.RECORD_NOT_FOUND.</w:t>
      </w:r>
    </w:p>
    <w:p w:rsidR="007E5153" w:rsidRPr="00501E3A" w:rsidRDefault="007E5153">
      <w:pPr>
        <w:pStyle w:val="B1"/>
      </w:pPr>
      <w:r w:rsidRPr="00501E3A">
        <w:t>CRRP2: If the currently selected EF is linear fixed and the access mode is  REC_ACC_MODE_CURRENT, recNumber is 0 and there is no current record selected, an instance of UICCException shall be thrown. The reason code shall be UICCException.RECORD_NOT_FOUND.</w:t>
      </w:r>
    </w:p>
    <w:p w:rsidR="007E5153" w:rsidRPr="00501E3A" w:rsidRDefault="007E5153">
      <w:pPr>
        <w:pStyle w:val="B1"/>
      </w:pPr>
      <w:r w:rsidRPr="00501E3A">
        <w:t>CRRP3: If the currently selected EF is linear fixed and the access mode is REC_ACC_MODE_NEXT and the current record pointer is set to the last record, an instance of UICCException shall be thrown. The reason code</w:t>
      </w:r>
      <w:r w:rsidR="005121A0" w:rsidRPr="00501E3A">
        <w:t xml:space="preserve"> shall be UICCException.RECORD_</w:t>
      </w:r>
      <w:r w:rsidRPr="00501E3A">
        <w:t>NOT_FOUND.</w:t>
      </w:r>
    </w:p>
    <w:p w:rsidR="007E5153" w:rsidRPr="00501E3A" w:rsidRDefault="007E5153">
      <w:pPr>
        <w:pStyle w:val="B1"/>
      </w:pPr>
      <w:r w:rsidRPr="00501E3A">
        <w:t>CRRP4: If the currently selected EF is linear fixed and the access mode is REC_ACC_MODE_PREVIOUS and the current record pointer is set to the first record, an instance of UICCException shall be thrown. The reason code</w:t>
      </w:r>
      <w:r w:rsidR="005121A0" w:rsidRPr="00501E3A">
        <w:t xml:space="preserve"> shall be UICCException.RECORD_</w:t>
      </w:r>
      <w:r w:rsidRPr="00501E3A">
        <w:t>NOT_FOUND.</w:t>
      </w:r>
    </w:p>
    <w:p w:rsidR="007E5153" w:rsidRPr="00501E3A" w:rsidRDefault="007E5153">
      <w:pPr>
        <w:pStyle w:val="B1"/>
      </w:pPr>
      <w:r w:rsidRPr="00501E3A">
        <w:t>CRRP5: If the specified offset into the selected record recOffset is less than 0, an instance of UICCException shall be thrown. The reason code shall be UICCException.OUT_OF_RECORD_BOUNDARIES.</w:t>
      </w:r>
    </w:p>
    <w:p w:rsidR="007E5153" w:rsidRPr="00501E3A" w:rsidRDefault="007E5153">
      <w:pPr>
        <w:pStyle w:val="B1"/>
      </w:pPr>
      <w:r w:rsidRPr="00501E3A">
        <w:lastRenderedPageBreak/>
        <w:t>CRRP6: If recOffset plus respLength is greater than the record length, an instance of UICCException shall be thrown. The reason code shall be UICC Exception.OUT_OF_RECORD_BOUNDARIES.</w:t>
      </w:r>
    </w:p>
    <w:p w:rsidR="007E5153" w:rsidRPr="00501E3A" w:rsidRDefault="007E5153">
      <w:pPr>
        <w:pStyle w:val="B1"/>
      </w:pPr>
      <w:r w:rsidRPr="00501E3A">
        <w:t>CRRP7: If the access mode is not between 2 and 4 (2 = REC_ACC_MODE_NEXT, etc.), an instance of UICCException shall be thrown. The reason code shall be UICC Exception.INVALID_MODE.</w:t>
      </w:r>
    </w:p>
    <w:p w:rsidR="007E5153" w:rsidRPr="00501E3A" w:rsidRDefault="007E5153">
      <w:pPr>
        <w:pStyle w:val="B1"/>
      </w:pPr>
      <w:r w:rsidRPr="00501E3A">
        <w:t>CRRP8: If the array resp is null, an instance of NullPointerException shall be thrown.</w:t>
      </w:r>
    </w:p>
    <w:p w:rsidR="007E5153" w:rsidRPr="00501E3A" w:rsidRDefault="007E5153">
      <w:pPr>
        <w:pStyle w:val="B1"/>
      </w:pPr>
      <w:r w:rsidRPr="00501E3A">
        <w:t>CRRP9: If respOffset is less than 0, an instance of ArrayIndexOutOfBoundsException shall be thrown.</w:t>
      </w:r>
    </w:p>
    <w:p w:rsidR="007E5153" w:rsidRPr="00501E3A" w:rsidRDefault="007E5153">
      <w:pPr>
        <w:pStyle w:val="B1"/>
      </w:pPr>
      <w:r w:rsidRPr="00501E3A">
        <w:t>CRRP10: If respLength is less than 0, an instance of ArrayIndexOutOfBoundsException shall be thrown.</w:t>
      </w:r>
    </w:p>
    <w:p w:rsidR="007E5153" w:rsidRPr="00501E3A" w:rsidRDefault="007E5153">
      <w:pPr>
        <w:pStyle w:val="B1"/>
      </w:pPr>
      <w:r w:rsidRPr="00501E3A">
        <w:t>CRRP11: If respOffset plus respLength is greater than the length of the array resp.length, or respOffset equals resp.length, an instance of ArrayIndexOutOfBoundsException shall be thrown.</w:t>
      </w:r>
    </w:p>
    <w:p w:rsidR="007E5153" w:rsidRPr="00501E3A" w:rsidRDefault="007E5153">
      <w:pPr>
        <w:pStyle w:val="H6"/>
        <w:outlineLvl w:val="0"/>
      </w:pPr>
      <w:r w:rsidRPr="00501E3A">
        <w:t>5.1.1.5.1.3</w:t>
      </w:r>
      <w:r w:rsidRPr="00501E3A">
        <w:tab/>
        <w:t>Context errors</w:t>
      </w:r>
    </w:p>
    <w:p w:rsidR="007E5153" w:rsidRPr="00501E3A" w:rsidRDefault="007E5153">
      <w:pPr>
        <w:pStyle w:val="B1"/>
      </w:pPr>
      <w:r w:rsidRPr="00501E3A">
        <w:t>CRRC1: If the calling applet has currently no EF selected, an instance of UICCException shall be thrown. The reason code shall be UICCException.NO_EF_SELECTED.</w:t>
      </w:r>
    </w:p>
    <w:p w:rsidR="007E5153" w:rsidRPr="00501E3A" w:rsidRDefault="007E5153">
      <w:pPr>
        <w:pStyle w:val="B1"/>
      </w:pPr>
      <w:r w:rsidRPr="00501E3A">
        <w:t>CRRC2: If the currently selected EF is neither linear fixed nor cyclic, an instance of UICCException shall be thrown. The reason code shall be UICCException.COMMAND_INCOMPATIBLE.</w:t>
      </w:r>
    </w:p>
    <w:p w:rsidR="007E5153" w:rsidRPr="00501E3A" w:rsidRDefault="007E5153">
      <w:pPr>
        <w:pStyle w:val="B1"/>
      </w:pPr>
      <w:r w:rsidRPr="00501E3A">
        <w:t>CRRC3: If the calling applet does not fulfil the access condition, READ, to perform this function, an instance of UICCException shall be thrown. The reason code shall be UICCException.SECURITY_STATUS_NOT_SATISFIED.</w:t>
      </w:r>
    </w:p>
    <w:p w:rsidR="007E5153" w:rsidRPr="00501E3A" w:rsidRDefault="007E5153">
      <w:pPr>
        <w:pStyle w:val="B1"/>
      </w:pPr>
      <w:r w:rsidRPr="00501E3A">
        <w:t>CRRC4: If the currently selected EF is invalidated and the file status of the EF does not allow for reading an invalidated file, an instance of UICCException shall be thrown. The reason code shall be UICCException.REF_DATA_INVALIDATED.</w:t>
      </w:r>
    </w:p>
    <w:p w:rsidR="007E5153" w:rsidRPr="00501E3A" w:rsidRDefault="007E5153">
      <w:pPr>
        <w:pStyle w:val="B1"/>
      </w:pPr>
      <w:r w:rsidRPr="00501E3A">
        <w:t>CRRC5: If the method call causes an error to occur that is not expected and thus not handled, an instance of UICCException shall be thrown. The reason code shall be UICCException.INTERNAL_ERROR.</w:t>
      </w:r>
    </w:p>
    <w:p w:rsidR="007E5153" w:rsidRPr="00501E3A" w:rsidRDefault="007E5153" w:rsidP="005121A0">
      <w:pPr>
        <w:pStyle w:val="Heading5"/>
      </w:pPr>
      <w:r w:rsidRPr="00501E3A">
        <w:t>5.1.1.5.2</w:t>
      </w:r>
      <w:r w:rsidRPr="00501E3A">
        <w:tab/>
        <w:t>Test area files</w:t>
      </w:r>
    </w:p>
    <w:p w:rsidR="007E5153" w:rsidRPr="00501E3A" w:rsidRDefault="007E5153" w:rsidP="005121A0">
      <w:pPr>
        <w:pStyle w:val="EX"/>
      </w:pPr>
      <w:r w:rsidRPr="00501E3A">
        <w:t xml:space="preserve">Test Source: </w:t>
      </w:r>
      <w:r w:rsidRPr="00501E3A">
        <w:tab/>
        <w:t>Test_Api_1_Fvw_Redr.java</w:t>
      </w:r>
      <w:r w:rsidR="005121A0" w:rsidRPr="00501E3A">
        <w:t>.</w:t>
      </w:r>
    </w:p>
    <w:p w:rsidR="007E5153" w:rsidRPr="00501E3A" w:rsidRDefault="007E5153" w:rsidP="005121A0">
      <w:pPr>
        <w:pStyle w:val="EX"/>
      </w:pPr>
      <w:r w:rsidRPr="00501E3A">
        <w:t xml:space="preserve">Test Applet: </w:t>
      </w:r>
      <w:r w:rsidRPr="00501E3A">
        <w:tab/>
        <w:t>Api_1_Fvw_Redr_1.java</w:t>
      </w:r>
      <w:r w:rsidR="005121A0" w:rsidRPr="00501E3A">
        <w:t>.</w:t>
      </w:r>
    </w:p>
    <w:p w:rsidR="007E5153" w:rsidRPr="00501E3A" w:rsidRDefault="007E5153" w:rsidP="005121A0">
      <w:pPr>
        <w:pStyle w:val="EX"/>
      </w:pPr>
      <w:r w:rsidRPr="00501E3A">
        <w:t>Cap File:</w:t>
      </w:r>
      <w:r w:rsidRPr="00501E3A">
        <w:tab/>
        <w:t>api_1_fvw_redr.cap</w:t>
      </w:r>
      <w:r w:rsidR="005121A0" w:rsidRPr="00501E3A">
        <w:t>.</w:t>
      </w:r>
    </w:p>
    <w:p w:rsidR="007E5153" w:rsidRPr="00501E3A" w:rsidRDefault="007E5153" w:rsidP="005121A0">
      <w:pPr>
        <w:pStyle w:val="Heading5"/>
      </w:pPr>
      <w:r w:rsidRPr="00501E3A">
        <w:t>5.1.1.5.3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FE3CAF">
        <w:trPr>
          <w:tblHeade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pPr>
            <w:r w:rsidRPr="00501E3A">
              <w:t>2, 3, 4, 5,6, 8, 9, 10, 11,12,13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3, 9</w:t>
            </w:r>
          </w:p>
        </w:tc>
      </w:tr>
      <w:tr w:rsidR="007E5153" w:rsidRPr="00501E3A" w:rsidTr="005121A0">
        <w:trPr>
          <w:jc w:val="center"/>
        </w:trPr>
        <w:tc>
          <w:tcPr>
            <w:tcW w:w="1299" w:type="dxa"/>
            <w:tcBorders>
              <w:top w:val="single" w:sz="4" w:space="0" w:color="auto"/>
              <w:left w:val="single" w:sz="4" w:space="0" w:color="auto"/>
              <w:right w:val="single" w:sz="4" w:space="0" w:color="auto"/>
            </w:tcBorders>
          </w:tcPr>
          <w:p w:rsidR="007E5153" w:rsidRPr="00501E3A" w:rsidRDefault="007E5153">
            <w:pPr>
              <w:pStyle w:val="TAC"/>
              <w:keepNext w:val="0"/>
              <w:keepLines w:val="0"/>
            </w:pPr>
            <w:r w:rsidRPr="00501E3A">
              <w:t>N3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2, 8</w:t>
            </w:r>
          </w:p>
        </w:tc>
      </w:tr>
      <w:tr w:rsidR="007E5153" w:rsidRPr="00501E3A" w:rsidTr="005121A0">
        <w:trPr>
          <w:jc w:val="center"/>
        </w:trPr>
        <w:tc>
          <w:tcPr>
            <w:tcW w:w="1299" w:type="dxa"/>
            <w:tcBorders>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N4</w:t>
            </w:r>
          </w:p>
        </w:tc>
        <w:tc>
          <w:tcPr>
            <w:tcW w:w="5491" w:type="dxa"/>
            <w:tcBorders>
              <w:top w:val="single" w:sz="4" w:space="0" w:color="auto"/>
              <w:left w:val="single" w:sz="4" w:space="0" w:color="auto"/>
              <w:right w:val="single" w:sz="4" w:space="0" w:color="auto"/>
            </w:tcBorders>
          </w:tcPr>
          <w:p w:rsidR="007E5153" w:rsidRPr="00501E3A" w:rsidRDefault="007E5153">
            <w:pPr>
              <w:pStyle w:val="TAC"/>
              <w:keepNext w:val="0"/>
              <w:keepLines w:val="0"/>
            </w:pPr>
            <w:r w:rsidRPr="00501E3A">
              <w:t>4,</w:t>
            </w:r>
            <w:r w:rsidR="004C222B" w:rsidRPr="00501E3A">
              <w:t xml:space="preserve"> </w:t>
            </w:r>
            <w:r w:rsidRPr="00501E3A">
              <w:t>5,</w:t>
            </w:r>
            <w:r w:rsidR="004C222B" w:rsidRPr="00501E3A">
              <w:t xml:space="preserve"> </w:t>
            </w:r>
            <w:r w:rsidRPr="00501E3A">
              <w:t>10,</w:t>
            </w:r>
            <w:r w:rsidR="004C222B" w:rsidRPr="00501E3A">
              <w:t xml:space="preserve"> </w:t>
            </w:r>
            <w:r w:rsidRPr="00501E3A">
              <w:t>11</w:t>
            </w:r>
          </w:p>
        </w:tc>
      </w:tr>
      <w:tr w:rsidR="007E5153" w:rsidRPr="00501E3A" w:rsidTr="005121A0">
        <w:trPr>
          <w:jc w:val="center"/>
        </w:trPr>
        <w:tc>
          <w:tcPr>
            <w:tcW w:w="1299" w:type="dxa"/>
            <w:tcBorders>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N5</w:t>
            </w:r>
          </w:p>
        </w:tc>
        <w:tc>
          <w:tcPr>
            <w:tcW w:w="5491" w:type="dxa"/>
            <w:tcBorders>
              <w:left w:val="single" w:sz="4" w:space="0" w:color="auto"/>
              <w:right w:val="single" w:sz="4" w:space="0" w:color="auto"/>
            </w:tcBorders>
          </w:tcPr>
          <w:p w:rsidR="007E5153" w:rsidRPr="00501E3A" w:rsidRDefault="007E5153">
            <w:pPr>
              <w:pStyle w:val="TAC"/>
              <w:keepNext w:val="0"/>
              <w:keepLines w:val="0"/>
            </w:pPr>
            <w:r w:rsidRPr="00501E3A">
              <w:t>4,</w:t>
            </w:r>
            <w:r w:rsidR="004C222B" w:rsidRPr="00501E3A">
              <w:t xml:space="preserve"> </w:t>
            </w:r>
            <w:r w:rsidRPr="00501E3A">
              <w:t>11</w:t>
            </w:r>
          </w:p>
        </w:tc>
      </w:tr>
      <w:tr w:rsidR="007E5153" w:rsidRPr="00501E3A" w:rsidTr="005121A0">
        <w:trPr>
          <w:jc w:val="center"/>
        </w:trPr>
        <w:tc>
          <w:tcPr>
            <w:tcW w:w="1299" w:type="dxa"/>
            <w:tcBorders>
              <w:left w:val="single" w:sz="4" w:space="0" w:color="auto"/>
              <w:right w:val="single" w:sz="4" w:space="0" w:color="auto"/>
            </w:tcBorders>
          </w:tcPr>
          <w:p w:rsidR="007E5153" w:rsidRPr="00501E3A" w:rsidRDefault="007E5153">
            <w:pPr>
              <w:pStyle w:val="TAC"/>
              <w:keepNext w:val="0"/>
              <w:keepLines w:val="0"/>
            </w:pPr>
            <w:r w:rsidRPr="00501E3A">
              <w:t>N6</w:t>
            </w:r>
          </w:p>
        </w:tc>
        <w:tc>
          <w:tcPr>
            <w:tcW w:w="5491" w:type="dxa"/>
            <w:tcBorders>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11</w:t>
            </w:r>
          </w:p>
        </w:tc>
      </w:tr>
      <w:tr w:rsidR="007E5153" w:rsidRPr="00501E3A" w:rsidTr="005121A0">
        <w:trPr>
          <w:jc w:val="center"/>
        </w:trPr>
        <w:tc>
          <w:tcPr>
            <w:tcW w:w="1299" w:type="dxa"/>
            <w:tcBorders>
              <w:left w:val="single" w:sz="4" w:space="0" w:color="auto"/>
              <w:right w:val="single" w:sz="4" w:space="0" w:color="auto"/>
            </w:tcBorders>
          </w:tcPr>
          <w:p w:rsidR="007E5153" w:rsidRPr="00501E3A" w:rsidRDefault="007E5153">
            <w:pPr>
              <w:pStyle w:val="TAC"/>
              <w:keepNext w:val="0"/>
              <w:keepLines w:val="0"/>
            </w:pPr>
            <w:r w:rsidRPr="00501E3A">
              <w:t>N7</w:t>
            </w:r>
          </w:p>
        </w:tc>
        <w:tc>
          <w:tcPr>
            <w:tcW w:w="5491" w:type="dxa"/>
            <w:tcBorders>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r w:rsidR="004C222B" w:rsidRPr="00501E3A">
              <w:t xml:space="preserve"> </w:t>
            </w:r>
            <w:r w:rsidRPr="00501E3A">
              <w:t>7,</w:t>
            </w:r>
            <w:r w:rsidR="004C222B" w:rsidRPr="00501E3A">
              <w:t xml:space="preserve"> </w:t>
            </w:r>
            <w:r w:rsidRPr="00501E3A">
              <w:t>12,</w:t>
            </w:r>
            <w:r w:rsidR="004C222B" w:rsidRPr="00501E3A">
              <w:t xml:space="preserve"> </w:t>
            </w:r>
            <w:r w:rsidRPr="00501E3A">
              <w:t>13</w:t>
            </w:r>
          </w:p>
        </w:tc>
      </w:tr>
      <w:tr w:rsidR="007E5153" w:rsidRPr="00501E3A" w:rsidTr="005121A0">
        <w:trPr>
          <w:jc w:val="center"/>
        </w:trPr>
        <w:tc>
          <w:tcPr>
            <w:tcW w:w="1299" w:type="dxa"/>
            <w:tcBorders>
              <w:left w:val="single" w:sz="4" w:space="0" w:color="auto"/>
              <w:right w:val="single" w:sz="4" w:space="0" w:color="auto"/>
            </w:tcBorders>
          </w:tcPr>
          <w:p w:rsidR="007E5153" w:rsidRPr="00501E3A" w:rsidRDefault="007E5153">
            <w:pPr>
              <w:pStyle w:val="TAC"/>
              <w:keepNext w:val="0"/>
              <w:keepLines w:val="0"/>
            </w:pPr>
            <w:r w:rsidRPr="00501E3A">
              <w:t>N8</w:t>
            </w:r>
          </w:p>
        </w:tc>
        <w:tc>
          <w:tcPr>
            <w:tcW w:w="5491" w:type="dxa"/>
            <w:tcBorders>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r w:rsidR="004C222B" w:rsidRPr="00501E3A">
              <w:t xml:space="preserve"> </w:t>
            </w:r>
            <w:r w:rsidRPr="00501E3A">
              <w:t>13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N9</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N10</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16</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P7</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18</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P8</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19</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P9</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lastRenderedPageBreak/>
              <w:t>P10</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bl>
    <w:p w:rsidR="007E5153" w:rsidRPr="00501E3A" w:rsidRDefault="007E5153" w:rsidP="005121A0"/>
    <w:p w:rsidR="007E5153" w:rsidRPr="00501E3A" w:rsidRDefault="007E5153" w:rsidP="005121A0">
      <w:pPr>
        <w:pStyle w:val="Heading5"/>
      </w:pPr>
      <w:r w:rsidRPr="00501E3A">
        <w:t>5.1.1.5.4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5"/>
        <w:gridCol w:w="3898"/>
        <w:gridCol w:w="3473"/>
        <w:gridCol w:w="2055"/>
      </w:tblGrid>
      <w:tr w:rsidR="007E5153" w:rsidRPr="00501E3A" w:rsidTr="004E3804">
        <w:trPr>
          <w:tblHeade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Id</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Description</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API Expectation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APDU Expectation</w:t>
            </w: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No EF selected</w:t>
            </w:r>
          </w:p>
          <w:p w:rsidR="007E5153" w:rsidRPr="00501E3A" w:rsidRDefault="007E5153">
            <w:pPr>
              <w:pStyle w:val="PL"/>
              <w:numPr>
                <w:ilvl w:val="0"/>
                <w:numId w:val="34"/>
              </w:numPr>
              <w:rPr>
                <w:noProof w:val="0"/>
              </w:rPr>
            </w:pPr>
            <w:r w:rsidRPr="00501E3A">
              <w:rPr>
                <w:noProof w:val="0"/>
              </w:rPr>
              <w:t>select DF</w:t>
            </w:r>
            <w:r w:rsidRPr="00501E3A">
              <w:rPr>
                <w:noProof w:val="0"/>
                <w:vertAlign w:val="subscript"/>
              </w:rPr>
              <w:t>TEST</w:t>
            </w:r>
            <w:r w:rsidRPr="00501E3A">
              <w:rPr>
                <w:noProof w:val="0"/>
              </w:rPr>
              <w:t>,fid=1111</w:t>
            </w:r>
          </w:p>
          <w:p w:rsidR="007E5153" w:rsidRPr="00501E3A" w:rsidRDefault="007E5153">
            <w:pPr>
              <w:pStyle w:val="PL"/>
              <w:numPr>
                <w:ilvl w:val="0"/>
                <w:numId w:val="34"/>
              </w:numPr>
              <w:rPr>
                <w:noProof w:val="0"/>
              </w:rPr>
            </w:pPr>
            <w:r w:rsidRPr="00501E3A">
              <w:rPr>
                <w:noProof w:val="0"/>
              </w:rPr>
              <w:t>recNumber = 1</w:t>
            </w:r>
          </w:p>
          <w:p w:rsidR="007E5153" w:rsidRPr="00501E3A" w:rsidRDefault="007E5153">
            <w:pPr>
              <w:pStyle w:val="PL"/>
              <w:rPr>
                <w:noProof w:val="0"/>
              </w:rPr>
            </w:pPr>
            <w:r w:rsidRPr="00501E3A">
              <w:rPr>
                <w:noProof w:val="0"/>
              </w:rPr>
              <w:t>mode = REC_ACC_MODE_ABSOLUTE</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byte[] resp = new byte[20]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10</w:t>
            </w:r>
          </w:p>
          <w:p w:rsidR="007E5153" w:rsidRPr="00501E3A" w:rsidRDefault="007E5153">
            <w:pPr>
              <w:pStyle w:val="PL"/>
              <w:rPr>
                <w:rFonts w:ascii="Arial" w:hAnsi="Arial" w:cs="Arial"/>
                <w:noProof w:val="0"/>
                <w:sz w:val="18"/>
                <w:szCs w:val="18"/>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pPr>
          </w:p>
          <w:p w:rsidR="007E5153" w:rsidRPr="00501E3A" w:rsidRDefault="007E5153">
            <w:pPr>
              <w:pStyle w:val="TAL"/>
            </w:pPr>
            <w:r w:rsidRPr="00501E3A">
              <w:t xml:space="preserve">2-Shall throw </w:t>
            </w:r>
          </w:p>
          <w:p w:rsidR="007E5153" w:rsidRPr="00501E3A" w:rsidRDefault="007E5153">
            <w:pPr>
              <w:pStyle w:val="TAL"/>
            </w:pPr>
            <w:r w:rsidRPr="00501E3A">
              <w:t>uicc.access.UICCException with reason code NO_EF_SELECTED.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2</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pPr>
            <w:r w:rsidRPr="00501E3A">
              <w:t>Read Absolute from Linear Fixed EF</w:t>
            </w:r>
          </w:p>
          <w:p w:rsidR="007E5153" w:rsidRPr="00501E3A" w:rsidRDefault="007E5153" w:rsidP="00576820">
            <w:pPr>
              <w:pStyle w:val="PL"/>
              <w:keepNext/>
              <w:keepLines/>
              <w:rPr>
                <w:noProof w:val="0"/>
              </w:rPr>
            </w:pPr>
            <w:r w:rsidRPr="00501E3A">
              <w:rPr>
                <w:noProof w:val="0"/>
              </w:rPr>
              <w:t xml:space="preserve">1 </w:t>
            </w:r>
            <w:r w:rsidR="004C222B" w:rsidRPr="00501E3A">
              <w:rPr>
                <w:noProof w:val="0"/>
              </w:rPr>
              <w:t>-</w:t>
            </w:r>
            <w:r w:rsidRPr="00501E3A">
              <w:rPr>
                <w:noProof w:val="0"/>
              </w:rPr>
              <w:t xml:space="preserve"> select EF</w:t>
            </w:r>
            <w:r w:rsidRPr="00501E3A">
              <w:rPr>
                <w:noProof w:val="0"/>
                <w:vertAlign w:val="subscript"/>
              </w:rPr>
              <w:t>LARU</w:t>
            </w:r>
            <w:r w:rsidRPr="00501E3A">
              <w:rPr>
                <w:noProof w:val="0"/>
              </w:rPr>
              <w:t>, fid=6F0c</w:t>
            </w:r>
          </w:p>
          <w:p w:rsidR="007E5153" w:rsidRPr="00501E3A" w:rsidRDefault="007E5153" w:rsidP="00576820">
            <w:pPr>
              <w:pStyle w:val="PL"/>
              <w:keepNext/>
              <w:keepLines/>
              <w:rPr>
                <w:noProof w:val="0"/>
              </w:rPr>
            </w:pPr>
            <w:r w:rsidRPr="00501E3A">
              <w:rPr>
                <w:noProof w:val="0"/>
              </w:rPr>
              <w:t>// Record pointer not set.</w:t>
            </w:r>
          </w:p>
          <w:p w:rsidR="007E5153" w:rsidRPr="003A24E5" w:rsidRDefault="007E5153" w:rsidP="00576820">
            <w:pPr>
              <w:pStyle w:val="PL"/>
              <w:keepNext/>
              <w:keepLines/>
              <w:rPr>
                <w:noProof w:val="0"/>
              </w:rPr>
            </w:pPr>
            <w:r w:rsidRPr="003A24E5">
              <w:rPr>
                <w:noProof w:val="0"/>
              </w:rPr>
              <w:t>2 - recNumber = 2</w:t>
            </w:r>
          </w:p>
          <w:p w:rsidR="007E5153" w:rsidRPr="003A24E5" w:rsidRDefault="007E5153" w:rsidP="00576820">
            <w:pPr>
              <w:pStyle w:val="PL"/>
              <w:keepNext/>
              <w:keepLines/>
              <w:rPr>
                <w:noProof w:val="0"/>
              </w:rPr>
            </w:pPr>
            <w:r w:rsidRPr="003A24E5">
              <w:rPr>
                <w:noProof w:val="0"/>
              </w:rPr>
              <w:t>mode = REC_ACC_MODE_ABSOLUTE</w:t>
            </w:r>
          </w:p>
          <w:p w:rsidR="007E5153" w:rsidRPr="00501E3A" w:rsidRDefault="007E5153" w:rsidP="00576820">
            <w:pPr>
              <w:pStyle w:val="PL"/>
              <w:keepNext/>
              <w:keepLines/>
              <w:rPr>
                <w:noProof w:val="0"/>
              </w:rPr>
            </w:pPr>
            <w:r w:rsidRPr="00501E3A">
              <w:rPr>
                <w:noProof w:val="0"/>
              </w:rPr>
              <w:t>recOffset = 0</w:t>
            </w:r>
          </w:p>
          <w:p w:rsidR="007E5153" w:rsidRPr="00501E3A" w:rsidRDefault="007E5153" w:rsidP="00576820">
            <w:pPr>
              <w:pStyle w:val="PL"/>
              <w:keepNext/>
              <w:keepLines/>
              <w:rPr>
                <w:noProof w:val="0"/>
              </w:rPr>
            </w:pPr>
            <w:r w:rsidRPr="00501E3A">
              <w:rPr>
                <w:noProof w:val="0"/>
              </w:rPr>
              <w:t>respOffset = 0</w:t>
            </w:r>
          </w:p>
          <w:p w:rsidR="007E5153" w:rsidRPr="00501E3A" w:rsidRDefault="007E5153" w:rsidP="00576820">
            <w:pPr>
              <w:pStyle w:val="PL"/>
              <w:keepNext/>
              <w:keepLines/>
              <w:rPr>
                <w:noProof w:val="0"/>
              </w:rPr>
            </w:pPr>
            <w:r w:rsidRPr="00501E3A">
              <w:rPr>
                <w:noProof w:val="0"/>
              </w:rPr>
              <w:t>respLength = 4</w:t>
            </w:r>
          </w:p>
          <w:p w:rsidR="007E5153" w:rsidRPr="00501E3A" w:rsidRDefault="007E5153" w:rsidP="00576820">
            <w:pPr>
              <w:pStyle w:val="PL"/>
              <w:keepNext/>
              <w:keepLines/>
              <w:rPr>
                <w:noProof w:val="0"/>
              </w:rPr>
            </w:pPr>
            <w:r w:rsidRPr="00501E3A">
              <w:rPr>
                <w:noProof w:val="0"/>
              </w:rPr>
              <w:t>readRecord()</w:t>
            </w:r>
          </w:p>
          <w:p w:rsidR="007E5153" w:rsidRPr="00501E3A" w:rsidRDefault="007E5153" w:rsidP="00576820">
            <w:pPr>
              <w:pStyle w:val="PL"/>
              <w:keepNext/>
              <w:keepLines/>
              <w:rPr>
                <w:noProof w:val="0"/>
              </w:rPr>
            </w:pPr>
            <w:r w:rsidRPr="00501E3A">
              <w:rPr>
                <w:noProof w:val="0"/>
              </w:rPr>
              <w:t>3- recNumber = 0</w:t>
            </w:r>
          </w:p>
          <w:p w:rsidR="007E5153" w:rsidRPr="003A24E5" w:rsidRDefault="007E5153" w:rsidP="00576820">
            <w:pPr>
              <w:pStyle w:val="PL"/>
              <w:keepNext/>
              <w:keepLines/>
              <w:rPr>
                <w:noProof w:val="0"/>
              </w:rPr>
            </w:pPr>
            <w:r w:rsidRPr="003A24E5">
              <w:rPr>
                <w:noProof w:val="0"/>
              </w:rPr>
              <w:t>mode = REC_ACC_MODE_NEXT</w:t>
            </w:r>
          </w:p>
          <w:p w:rsidR="007E5153" w:rsidRPr="003A24E5" w:rsidRDefault="007E5153" w:rsidP="00576820">
            <w:pPr>
              <w:pStyle w:val="PL"/>
              <w:keepNext/>
              <w:keepLines/>
              <w:rPr>
                <w:noProof w:val="0"/>
              </w:rPr>
            </w:pPr>
            <w:r w:rsidRPr="003A24E5">
              <w:rPr>
                <w:noProof w:val="0"/>
              </w:rPr>
              <w:t>recOffset = 0</w:t>
            </w:r>
          </w:p>
          <w:p w:rsidR="007E5153" w:rsidRPr="00501E3A" w:rsidRDefault="007E5153" w:rsidP="00576820">
            <w:pPr>
              <w:pStyle w:val="PL"/>
              <w:keepNext/>
              <w:keepLines/>
              <w:rPr>
                <w:noProof w:val="0"/>
              </w:rPr>
            </w:pPr>
            <w:r w:rsidRPr="00501E3A">
              <w:rPr>
                <w:noProof w:val="0"/>
              </w:rPr>
              <w:t>respOffset = 0</w:t>
            </w:r>
          </w:p>
          <w:p w:rsidR="007E5153" w:rsidRPr="00501E3A" w:rsidRDefault="007E5153" w:rsidP="00576820">
            <w:pPr>
              <w:pStyle w:val="PL"/>
              <w:keepNext/>
              <w:keepLines/>
              <w:rPr>
                <w:noProof w:val="0"/>
              </w:rPr>
            </w:pPr>
            <w:r w:rsidRPr="00501E3A">
              <w:rPr>
                <w:noProof w:val="0"/>
              </w:rPr>
              <w:t>respLength = 4</w:t>
            </w:r>
          </w:p>
          <w:p w:rsidR="007E5153" w:rsidRPr="00501E3A" w:rsidRDefault="005F79BA" w:rsidP="00576820">
            <w:pPr>
              <w:pStyle w:val="PL"/>
              <w:keepNext/>
              <w:keepLines/>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2 - resp shall be:</w:t>
            </w:r>
          </w:p>
          <w:p w:rsidR="007E5153" w:rsidRPr="00501E3A" w:rsidRDefault="007E5153" w:rsidP="00576820">
            <w:pPr>
              <w:pStyle w:val="TAL"/>
            </w:pPr>
            <w:r w:rsidRPr="00501E3A">
              <w:t>resp={0xAA,0xAA,0xAA,0xAA}</w:t>
            </w: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3- resp shall be:</w:t>
            </w:r>
          </w:p>
          <w:p w:rsidR="007E5153" w:rsidRPr="00501E3A" w:rsidRDefault="007E5153" w:rsidP="00576820">
            <w:pPr>
              <w:pStyle w:val="TAL"/>
            </w:pPr>
            <w:r w:rsidRPr="00501E3A">
              <w:t>Resp={0x55,0x55,0x55,0x55}</w:t>
            </w:r>
          </w:p>
          <w:p w:rsidR="007E5153" w:rsidRPr="00501E3A" w:rsidRDefault="007E5153" w:rsidP="00576820">
            <w:pPr>
              <w:pStyle w:val="PL"/>
              <w:keepNext/>
              <w:keepLines/>
              <w:rPr>
                <w:noProof w:val="0"/>
              </w:rPr>
            </w:pP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Read Current from Linear Fixed EF</w:t>
            </w:r>
          </w:p>
          <w:p w:rsidR="007E5153" w:rsidRPr="00501E3A" w:rsidRDefault="007E5153">
            <w:pPr>
              <w:pStyle w:val="PL"/>
              <w:rPr>
                <w:noProof w:val="0"/>
              </w:rPr>
            </w:pPr>
            <w:r w:rsidRPr="00501E3A">
              <w:rPr>
                <w:noProof w:val="0"/>
              </w:rPr>
              <w:t>//record pointer shall not be changed</w:t>
            </w:r>
          </w:p>
          <w:p w:rsidR="007E5153" w:rsidRPr="003A24E5" w:rsidRDefault="007E5153">
            <w:pPr>
              <w:pStyle w:val="PL"/>
              <w:rPr>
                <w:noProof w:val="0"/>
              </w:rPr>
            </w:pPr>
            <w:r w:rsidRPr="003A24E5">
              <w:rPr>
                <w:noProof w:val="0"/>
              </w:rPr>
              <w:t>1- recNumber = 0</w:t>
            </w:r>
          </w:p>
          <w:p w:rsidR="007E5153" w:rsidRPr="003A24E5" w:rsidRDefault="007E5153">
            <w:pPr>
              <w:pStyle w:val="PL"/>
              <w:rPr>
                <w:noProof w:val="0"/>
              </w:rPr>
            </w:pPr>
            <w:r w:rsidRPr="003A24E5">
              <w:rPr>
                <w:noProof w:val="0"/>
              </w:rPr>
              <w:t>mode = REC_ACC_MODE_CURRENT</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jc w:val="both"/>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resp shall be:</w:t>
            </w:r>
          </w:p>
          <w:p w:rsidR="007E5153" w:rsidRPr="00501E3A" w:rsidRDefault="007E5153">
            <w:pPr>
              <w:pStyle w:val="TAL"/>
            </w:pPr>
            <w:r w:rsidRPr="00501E3A">
              <w:t>resp={0x55,0x55,0x55,0x55}</w:t>
            </w:r>
          </w:p>
          <w:p w:rsidR="007E5153" w:rsidRPr="00501E3A" w:rsidRDefault="007E5153">
            <w:pPr>
              <w:pStyle w:val="TAL"/>
            </w:pPr>
          </w:p>
          <w:p w:rsidR="007E5153" w:rsidRPr="00501E3A" w:rsidRDefault="007E5153">
            <w:pPr>
              <w:pStyle w:val="PL"/>
              <w:rPr>
                <w:noProof w:val="0"/>
              </w:rPr>
            </w:pP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C"/>
            </w:pPr>
            <w:r w:rsidRPr="00501E3A">
              <w:t>4</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H"/>
              <w:rPr>
                <w:vertAlign w:val="subscript"/>
              </w:rPr>
            </w:pPr>
            <w:r w:rsidRPr="00501E3A">
              <w:t>Read Next from Linear Fixed EF</w:t>
            </w:r>
          </w:p>
          <w:p w:rsidR="007E5153" w:rsidRPr="00501E3A" w:rsidRDefault="007E5153" w:rsidP="005F79BA">
            <w:pPr>
              <w:pStyle w:val="PL"/>
              <w:keepNext/>
              <w:keepLines/>
              <w:rPr>
                <w:noProof w:val="0"/>
              </w:rPr>
            </w:pPr>
            <w:r w:rsidRPr="00501E3A">
              <w:rPr>
                <w:noProof w:val="0"/>
              </w:rPr>
              <w:t>1- select EF</w:t>
            </w:r>
            <w:r w:rsidRPr="00501E3A">
              <w:rPr>
                <w:noProof w:val="0"/>
                <w:vertAlign w:val="subscript"/>
              </w:rPr>
              <w:t>LARU</w:t>
            </w:r>
            <w:r w:rsidRPr="00501E3A">
              <w:rPr>
                <w:noProof w:val="0"/>
              </w:rPr>
              <w:t>, fid=6F0c</w:t>
            </w:r>
          </w:p>
          <w:p w:rsidR="007E5153" w:rsidRPr="00501E3A" w:rsidRDefault="007E5153" w:rsidP="005F79BA">
            <w:pPr>
              <w:pStyle w:val="PL"/>
              <w:keepNext/>
              <w:keepLines/>
              <w:rPr>
                <w:noProof w:val="0"/>
              </w:rPr>
            </w:pPr>
            <w:r w:rsidRPr="00501E3A">
              <w:rPr>
                <w:noProof w:val="0"/>
              </w:rPr>
              <w:t>//no record selected</w:t>
            </w:r>
          </w:p>
          <w:p w:rsidR="007E5153" w:rsidRPr="003A24E5" w:rsidRDefault="007E5153" w:rsidP="005F79BA">
            <w:pPr>
              <w:pStyle w:val="PL"/>
              <w:keepNext/>
              <w:keepLines/>
              <w:rPr>
                <w:noProof w:val="0"/>
              </w:rPr>
            </w:pPr>
            <w:r w:rsidRPr="003A24E5">
              <w:rPr>
                <w:noProof w:val="0"/>
              </w:rPr>
              <w:t>recNumber = 0</w:t>
            </w:r>
          </w:p>
          <w:p w:rsidR="007E5153" w:rsidRPr="003A24E5" w:rsidRDefault="007E5153" w:rsidP="005F79BA">
            <w:pPr>
              <w:pStyle w:val="PL"/>
              <w:keepNext/>
              <w:keepLines/>
              <w:rPr>
                <w:noProof w:val="0"/>
              </w:rPr>
            </w:pPr>
            <w:r w:rsidRPr="003A24E5">
              <w:rPr>
                <w:noProof w:val="0"/>
              </w:rPr>
              <w:t>mode = REC_ACC_MODE_NEXT</w:t>
            </w:r>
          </w:p>
          <w:p w:rsidR="007E5153" w:rsidRPr="00501E3A" w:rsidRDefault="007E5153" w:rsidP="005F79BA">
            <w:pPr>
              <w:pStyle w:val="PL"/>
              <w:keepNext/>
              <w:keepLines/>
              <w:rPr>
                <w:noProof w:val="0"/>
              </w:rPr>
            </w:pPr>
            <w:r w:rsidRPr="00501E3A">
              <w:rPr>
                <w:noProof w:val="0"/>
              </w:rPr>
              <w:t>recOffset = 0</w:t>
            </w:r>
          </w:p>
          <w:p w:rsidR="007E5153" w:rsidRPr="00501E3A" w:rsidRDefault="007E5153" w:rsidP="005F79BA">
            <w:pPr>
              <w:pStyle w:val="PL"/>
              <w:keepNext/>
              <w:keepLines/>
              <w:rPr>
                <w:noProof w:val="0"/>
              </w:rPr>
            </w:pPr>
            <w:r w:rsidRPr="00501E3A">
              <w:rPr>
                <w:noProof w:val="0"/>
              </w:rPr>
              <w:t>respOffset = 0</w:t>
            </w:r>
          </w:p>
          <w:p w:rsidR="007E5153" w:rsidRPr="00501E3A" w:rsidRDefault="007E5153" w:rsidP="005F79BA">
            <w:pPr>
              <w:pStyle w:val="PL"/>
              <w:keepNext/>
              <w:keepLines/>
              <w:rPr>
                <w:noProof w:val="0"/>
              </w:rPr>
            </w:pPr>
            <w:r w:rsidRPr="00501E3A">
              <w:rPr>
                <w:noProof w:val="0"/>
              </w:rPr>
              <w:t>respLength = 4</w:t>
            </w:r>
          </w:p>
          <w:p w:rsidR="007E5153" w:rsidRPr="00501E3A" w:rsidRDefault="007E5153" w:rsidP="005F79BA">
            <w:pPr>
              <w:pStyle w:val="PL"/>
              <w:keepNext/>
              <w:keepLines/>
              <w:rPr>
                <w:noProof w:val="0"/>
              </w:rPr>
            </w:pPr>
            <w:r w:rsidRPr="00501E3A">
              <w:rPr>
                <w:noProof w:val="0"/>
              </w:rPr>
              <w:t>readRecord()</w:t>
            </w:r>
          </w:p>
          <w:p w:rsidR="007E5153" w:rsidRPr="00501E3A" w:rsidRDefault="007E5153" w:rsidP="005F79BA">
            <w:pPr>
              <w:pStyle w:val="PL"/>
              <w:keepNext/>
              <w:keepLines/>
              <w:rPr>
                <w:noProof w:val="0"/>
              </w:rPr>
            </w:pPr>
            <w:r w:rsidRPr="00501E3A">
              <w:rPr>
                <w:noProof w:val="0"/>
              </w:rPr>
              <w:t>2- recNumber = 0</w:t>
            </w:r>
          </w:p>
          <w:p w:rsidR="007E5153" w:rsidRPr="003A24E5" w:rsidRDefault="007E5153" w:rsidP="005F79BA">
            <w:pPr>
              <w:pStyle w:val="PL"/>
              <w:keepNext/>
              <w:keepLines/>
              <w:rPr>
                <w:noProof w:val="0"/>
              </w:rPr>
            </w:pPr>
            <w:r w:rsidRPr="003A24E5">
              <w:rPr>
                <w:noProof w:val="0"/>
              </w:rPr>
              <w:t>mode = REC_ACC_MODE_NEXT</w:t>
            </w:r>
          </w:p>
          <w:p w:rsidR="007E5153" w:rsidRPr="003A24E5" w:rsidRDefault="007E5153" w:rsidP="005F79BA">
            <w:pPr>
              <w:pStyle w:val="PL"/>
              <w:keepNext/>
              <w:keepLines/>
              <w:rPr>
                <w:noProof w:val="0"/>
              </w:rPr>
            </w:pPr>
            <w:r w:rsidRPr="003A24E5">
              <w:rPr>
                <w:noProof w:val="0"/>
              </w:rPr>
              <w:t>recOffset = 0</w:t>
            </w:r>
          </w:p>
          <w:p w:rsidR="007E5153" w:rsidRPr="00501E3A" w:rsidRDefault="007E5153" w:rsidP="005F79BA">
            <w:pPr>
              <w:pStyle w:val="PL"/>
              <w:keepNext/>
              <w:keepLines/>
              <w:rPr>
                <w:noProof w:val="0"/>
              </w:rPr>
            </w:pPr>
            <w:r w:rsidRPr="00501E3A">
              <w:rPr>
                <w:noProof w:val="0"/>
              </w:rPr>
              <w:t>respOffset = 0</w:t>
            </w:r>
          </w:p>
          <w:p w:rsidR="007E5153" w:rsidRPr="00501E3A" w:rsidRDefault="007E5153" w:rsidP="005F79BA">
            <w:pPr>
              <w:pStyle w:val="PL"/>
              <w:keepNext/>
              <w:keepLines/>
              <w:rPr>
                <w:noProof w:val="0"/>
              </w:rPr>
            </w:pPr>
            <w:r w:rsidRPr="00501E3A">
              <w:rPr>
                <w:noProof w:val="0"/>
              </w:rPr>
              <w:t>respLength = 4</w:t>
            </w:r>
          </w:p>
          <w:p w:rsidR="007E5153" w:rsidRPr="00501E3A" w:rsidRDefault="007E5153" w:rsidP="005F79BA">
            <w:pPr>
              <w:pStyle w:val="PL"/>
              <w:keepNext/>
              <w:keepLines/>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L"/>
            </w:pPr>
          </w:p>
          <w:p w:rsidR="007E5153" w:rsidRPr="00501E3A" w:rsidRDefault="007E5153" w:rsidP="005F79BA">
            <w:pPr>
              <w:pStyle w:val="TAL"/>
            </w:pPr>
            <w:r w:rsidRPr="00501E3A">
              <w:t>1- resp shall be:</w:t>
            </w:r>
          </w:p>
          <w:p w:rsidR="007E5153" w:rsidRPr="00501E3A" w:rsidRDefault="007E5153" w:rsidP="005F79BA">
            <w:pPr>
              <w:pStyle w:val="TAL"/>
            </w:pPr>
            <w:r w:rsidRPr="00501E3A">
              <w:t>resp={0x55,0x55,0x55,0x55}</w:t>
            </w:r>
          </w:p>
          <w:p w:rsidR="007E5153" w:rsidRPr="00501E3A" w:rsidRDefault="007E5153" w:rsidP="005F79BA">
            <w:pPr>
              <w:pStyle w:val="TAL"/>
            </w:pPr>
          </w:p>
          <w:p w:rsidR="007E5153" w:rsidRPr="00501E3A" w:rsidRDefault="007E5153" w:rsidP="005F79BA">
            <w:pPr>
              <w:pStyle w:val="TAL"/>
            </w:pPr>
          </w:p>
          <w:p w:rsidR="007E5153" w:rsidRPr="00501E3A" w:rsidRDefault="007E5153" w:rsidP="005F79BA">
            <w:pPr>
              <w:pStyle w:val="TAL"/>
            </w:pPr>
          </w:p>
          <w:p w:rsidR="007E5153" w:rsidRPr="00501E3A" w:rsidRDefault="007E5153" w:rsidP="005F79BA">
            <w:pPr>
              <w:pStyle w:val="TAL"/>
            </w:pPr>
          </w:p>
          <w:p w:rsidR="007E5153" w:rsidRPr="00501E3A" w:rsidRDefault="007E5153" w:rsidP="005F79BA">
            <w:pPr>
              <w:pStyle w:val="TAL"/>
            </w:pPr>
          </w:p>
          <w:p w:rsidR="007E5153" w:rsidRPr="00501E3A" w:rsidRDefault="007E5153" w:rsidP="005F79BA">
            <w:pPr>
              <w:pStyle w:val="TAL"/>
            </w:pPr>
            <w:r w:rsidRPr="00501E3A">
              <w:t>2- resp shall be:</w:t>
            </w:r>
          </w:p>
          <w:p w:rsidR="007E5153" w:rsidRPr="00501E3A" w:rsidRDefault="007E5153" w:rsidP="005F79BA">
            <w:pPr>
              <w:pStyle w:val="TAL"/>
            </w:pPr>
            <w:r w:rsidRPr="00501E3A">
              <w:t>resp={0xAA,0xAA,0xAA,0xAA}</w:t>
            </w:r>
          </w:p>
          <w:p w:rsidR="007E5153" w:rsidRPr="00501E3A" w:rsidRDefault="007E5153" w:rsidP="005F79BA">
            <w:pPr>
              <w:pStyle w:val="PL"/>
              <w:keepNext/>
              <w:keepLines/>
              <w:rPr>
                <w:noProof w:val="0"/>
              </w:rPr>
            </w:pP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L"/>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Read  Next from Linear Fixed EF</w:t>
            </w:r>
          </w:p>
          <w:p w:rsidR="007E5153" w:rsidRPr="003A24E5" w:rsidRDefault="007E5153">
            <w:pPr>
              <w:pStyle w:val="PL"/>
              <w:rPr>
                <w:noProof w:val="0"/>
              </w:rPr>
            </w:pPr>
            <w:r w:rsidRPr="003A24E5">
              <w:rPr>
                <w:noProof w:val="0"/>
              </w:rPr>
              <w:t>recNumber = 0</w:t>
            </w:r>
          </w:p>
          <w:p w:rsidR="007E5153" w:rsidRPr="003A24E5" w:rsidRDefault="007E5153">
            <w:pPr>
              <w:pStyle w:val="PL"/>
              <w:rPr>
                <w:noProof w:val="0"/>
              </w:rPr>
            </w:pPr>
            <w:r w:rsidRPr="003A24E5">
              <w:rPr>
                <w:noProof w:val="0"/>
              </w:rPr>
              <w:t>mode = REC_ACC_MODE_NEXT</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uicc.access.UICC Exception with reason code RECORD_NOT_FOUND.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C"/>
              <w:keepLines w:val="0"/>
            </w:pPr>
            <w:r w:rsidRPr="00501E3A">
              <w:lastRenderedPageBreak/>
              <w:t>6</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H"/>
            </w:pPr>
            <w:r w:rsidRPr="00501E3A">
              <w:t>Read Previous from Linear Fixed EF</w:t>
            </w:r>
          </w:p>
          <w:p w:rsidR="007E5153" w:rsidRPr="003A24E5" w:rsidRDefault="007E5153" w:rsidP="00FE3CAF">
            <w:pPr>
              <w:pStyle w:val="PL"/>
              <w:keepNext/>
              <w:rPr>
                <w:noProof w:val="0"/>
              </w:rPr>
            </w:pPr>
            <w:r w:rsidRPr="003A24E5">
              <w:rPr>
                <w:noProof w:val="0"/>
              </w:rPr>
              <w:t>1- recNumber = 0</w:t>
            </w:r>
          </w:p>
          <w:p w:rsidR="007E5153" w:rsidRPr="003A24E5" w:rsidRDefault="007E5153" w:rsidP="00FE3CAF">
            <w:pPr>
              <w:pStyle w:val="PL"/>
              <w:keepNext/>
              <w:rPr>
                <w:noProof w:val="0"/>
              </w:rPr>
            </w:pPr>
            <w:r w:rsidRPr="003A24E5">
              <w:rPr>
                <w:noProof w:val="0"/>
              </w:rPr>
              <w:t>mode = REC_ACC_MODE_PREVIOUS</w:t>
            </w:r>
          </w:p>
          <w:p w:rsidR="007E5153" w:rsidRPr="00501E3A" w:rsidRDefault="007E5153" w:rsidP="00FE3CAF">
            <w:pPr>
              <w:pStyle w:val="PL"/>
              <w:keepNext/>
              <w:rPr>
                <w:noProof w:val="0"/>
              </w:rPr>
            </w:pPr>
            <w:r w:rsidRPr="00501E3A">
              <w:rPr>
                <w:noProof w:val="0"/>
              </w:rPr>
              <w:t>recOffset = 0</w:t>
            </w:r>
          </w:p>
          <w:p w:rsidR="007E5153" w:rsidRPr="00501E3A" w:rsidRDefault="007E5153" w:rsidP="00FE3CAF">
            <w:pPr>
              <w:pStyle w:val="PL"/>
              <w:keepNext/>
              <w:rPr>
                <w:noProof w:val="0"/>
              </w:rPr>
            </w:pPr>
            <w:r w:rsidRPr="00501E3A">
              <w:rPr>
                <w:noProof w:val="0"/>
              </w:rPr>
              <w:t>respOffset = 0</w:t>
            </w:r>
          </w:p>
          <w:p w:rsidR="007E5153" w:rsidRPr="00501E3A" w:rsidRDefault="007E5153" w:rsidP="00FE3CAF">
            <w:pPr>
              <w:pStyle w:val="PL"/>
              <w:keepNext/>
              <w:rPr>
                <w:noProof w:val="0"/>
              </w:rPr>
            </w:pPr>
            <w:r w:rsidRPr="00501E3A">
              <w:rPr>
                <w:noProof w:val="0"/>
              </w:rPr>
              <w:t>respLength = 4</w:t>
            </w:r>
          </w:p>
          <w:p w:rsidR="007E5153" w:rsidRPr="00501E3A" w:rsidRDefault="007E5153" w:rsidP="00FE3CAF">
            <w:pPr>
              <w:pStyle w:val="PL"/>
              <w:keepNext/>
              <w:rPr>
                <w:noProof w:val="0"/>
              </w:rPr>
            </w:pPr>
            <w:r w:rsidRPr="00501E3A">
              <w:rPr>
                <w:noProof w:val="0"/>
              </w:rPr>
              <w:t>readRecord()</w:t>
            </w:r>
          </w:p>
          <w:p w:rsidR="007E5153" w:rsidRPr="00501E3A" w:rsidRDefault="007E5153" w:rsidP="00FE3CAF">
            <w:pPr>
              <w:pStyle w:val="PL"/>
              <w:keepNext/>
              <w:rPr>
                <w:noProof w:val="0"/>
              </w:rPr>
            </w:pPr>
            <w:r w:rsidRPr="00501E3A">
              <w:rPr>
                <w:noProof w:val="0"/>
              </w:rPr>
              <w:t>2- select EF</w:t>
            </w:r>
            <w:r w:rsidRPr="00501E3A">
              <w:rPr>
                <w:noProof w:val="0"/>
                <w:vertAlign w:val="subscript"/>
              </w:rPr>
              <w:t>LARU</w:t>
            </w:r>
            <w:r w:rsidRPr="00501E3A">
              <w:rPr>
                <w:noProof w:val="0"/>
              </w:rPr>
              <w:t>, fid=6F0c</w:t>
            </w:r>
          </w:p>
          <w:p w:rsidR="007E5153" w:rsidRPr="00501E3A" w:rsidRDefault="007E5153" w:rsidP="00FE3CAF">
            <w:pPr>
              <w:pStyle w:val="PL"/>
              <w:keepNext/>
              <w:rPr>
                <w:noProof w:val="0"/>
              </w:rPr>
            </w:pPr>
            <w:r w:rsidRPr="00501E3A">
              <w:rPr>
                <w:noProof w:val="0"/>
              </w:rPr>
              <w:t>//no record selected</w:t>
            </w:r>
          </w:p>
          <w:p w:rsidR="007E5153" w:rsidRPr="00501E3A" w:rsidRDefault="007E5153" w:rsidP="00FE3CAF">
            <w:pPr>
              <w:pStyle w:val="PL"/>
              <w:keepNext/>
              <w:rPr>
                <w:noProof w:val="0"/>
              </w:rPr>
            </w:pPr>
            <w:r w:rsidRPr="00501E3A">
              <w:rPr>
                <w:noProof w:val="0"/>
              </w:rPr>
              <w:t>recNumber = 0</w:t>
            </w:r>
          </w:p>
          <w:p w:rsidR="007E5153" w:rsidRPr="00501E3A" w:rsidRDefault="007E5153" w:rsidP="00FE3CAF">
            <w:pPr>
              <w:pStyle w:val="PL"/>
              <w:keepNext/>
              <w:rPr>
                <w:noProof w:val="0"/>
              </w:rPr>
            </w:pPr>
            <w:r w:rsidRPr="00501E3A">
              <w:rPr>
                <w:noProof w:val="0"/>
              </w:rPr>
              <w:t>mode = REC_ACC_MODE_PREVIOUS</w:t>
            </w:r>
          </w:p>
          <w:p w:rsidR="007E5153" w:rsidRPr="00501E3A" w:rsidRDefault="007E5153" w:rsidP="00FE3CAF">
            <w:pPr>
              <w:pStyle w:val="PL"/>
              <w:keepNext/>
              <w:rPr>
                <w:noProof w:val="0"/>
              </w:rPr>
            </w:pPr>
            <w:r w:rsidRPr="00501E3A">
              <w:rPr>
                <w:noProof w:val="0"/>
              </w:rPr>
              <w:t>recOffset = 0</w:t>
            </w:r>
          </w:p>
          <w:p w:rsidR="007E5153" w:rsidRPr="00501E3A" w:rsidRDefault="007E5153" w:rsidP="00FE3CAF">
            <w:pPr>
              <w:pStyle w:val="PL"/>
              <w:keepNext/>
              <w:rPr>
                <w:noProof w:val="0"/>
              </w:rPr>
            </w:pPr>
            <w:r w:rsidRPr="00501E3A">
              <w:rPr>
                <w:noProof w:val="0"/>
              </w:rPr>
              <w:t>respOffset = 0</w:t>
            </w:r>
          </w:p>
          <w:p w:rsidR="007E5153" w:rsidRPr="00501E3A" w:rsidRDefault="007E5153" w:rsidP="00FE3CAF">
            <w:pPr>
              <w:pStyle w:val="PL"/>
              <w:keepNext/>
              <w:rPr>
                <w:noProof w:val="0"/>
              </w:rPr>
            </w:pPr>
            <w:r w:rsidRPr="00501E3A">
              <w:rPr>
                <w:noProof w:val="0"/>
              </w:rPr>
              <w:t>respLength = 4</w:t>
            </w:r>
          </w:p>
          <w:p w:rsidR="007E5153" w:rsidRPr="00501E3A" w:rsidRDefault="007E5153" w:rsidP="00FE3CAF">
            <w:pPr>
              <w:pStyle w:val="PL"/>
              <w:keepNext/>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L"/>
            </w:pPr>
          </w:p>
          <w:p w:rsidR="007E5153" w:rsidRPr="00501E3A" w:rsidRDefault="007E5153" w:rsidP="00FE3CAF">
            <w:pPr>
              <w:pStyle w:val="TAL"/>
            </w:pPr>
            <w:r w:rsidRPr="00501E3A">
              <w:t>1- resp shall be:</w:t>
            </w:r>
          </w:p>
          <w:p w:rsidR="007E5153" w:rsidRPr="00501E3A" w:rsidRDefault="007E5153" w:rsidP="00FE3CAF">
            <w:pPr>
              <w:pStyle w:val="TAL"/>
            </w:pPr>
            <w:r w:rsidRPr="00501E3A">
              <w:t>resp={0x55,0x55,0x55,0x55}</w:t>
            </w:r>
          </w:p>
          <w:p w:rsidR="007E5153" w:rsidRPr="00501E3A" w:rsidRDefault="007E5153" w:rsidP="00FE3CAF">
            <w:pPr>
              <w:pStyle w:val="TAL"/>
            </w:pPr>
          </w:p>
          <w:p w:rsidR="007E5153" w:rsidRPr="00501E3A" w:rsidRDefault="007E5153" w:rsidP="00FE3CAF">
            <w:pPr>
              <w:pStyle w:val="TAL"/>
            </w:pPr>
          </w:p>
          <w:p w:rsidR="007E5153" w:rsidRPr="00501E3A" w:rsidRDefault="007E5153" w:rsidP="00FE3CAF">
            <w:pPr>
              <w:pStyle w:val="TAL"/>
            </w:pPr>
          </w:p>
          <w:p w:rsidR="007E5153" w:rsidRPr="00501E3A" w:rsidRDefault="007E5153" w:rsidP="00FE3CAF">
            <w:pPr>
              <w:pStyle w:val="TAL"/>
            </w:pPr>
            <w:r w:rsidRPr="00501E3A">
              <w:t>2- resp shall be:</w:t>
            </w:r>
          </w:p>
          <w:p w:rsidR="007E5153" w:rsidRPr="00501E3A" w:rsidRDefault="007E5153" w:rsidP="00FE3CAF">
            <w:pPr>
              <w:pStyle w:val="TAL"/>
            </w:pPr>
            <w:r w:rsidRPr="00501E3A">
              <w:t>resp={0xAA,0xAA,0xAA,0xAA}</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L"/>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Read Previous from Linear Fixed EF</w:t>
            </w:r>
          </w:p>
          <w:p w:rsidR="007E5153" w:rsidRPr="003A24E5" w:rsidRDefault="007E5153">
            <w:pPr>
              <w:pStyle w:val="PL"/>
              <w:rPr>
                <w:noProof w:val="0"/>
              </w:rPr>
            </w:pPr>
            <w:r w:rsidRPr="003A24E5">
              <w:rPr>
                <w:noProof w:val="0"/>
              </w:rPr>
              <w:t>recNumber = 0</w:t>
            </w:r>
          </w:p>
          <w:p w:rsidR="007E5153" w:rsidRPr="003A24E5" w:rsidRDefault="007E5153">
            <w:pPr>
              <w:pStyle w:val="PL"/>
              <w:rPr>
                <w:noProof w:val="0"/>
              </w:rPr>
            </w:pPr>
            <w:r w:rsidRPr="003A24E5">
              <w:rPr>
                <w:noProof w:val="0"/>
              </w:rPr>
              <w:t>mode = REC_ACC_MODE_PREVIOUS</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uicc.access.UICCException with reason code RECORD _NOT_FOUND.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8</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pPr>
            <w:r w:rsidRPr="00501E3A">
              <w:t>Read Absolute from Cyclic EF</w:t>
            </w:r>
          </w:p>
          <w:p w:rsidR="007E5153" w:rsidRPr="00501E3A" w:rsidRDefault="007E5153" w:rsidP="00576820">
            <w:pPr>
              <w:pStyle w:val="PL"/>
              <w:keepNext/>
              <w:keepLines/>
              <w:rPr>
                <w:noProof w:val="0"/>
              </w:rPr>
            </w:pPr>
            <w:r w:rsidRPr="00501E3A">
              <w:rPr>
                <w:noProof w:val="0"/>
              </w:rPr>
              <w:t>1 select EF</w:t>
            </w:r>
            <w:r w:rsidRPr="00501E3A">
              <w:rPr>
                <w:noProof w:val="0"/>
                <w:vertAlign w:val="subscript"/>
              </w:rPr>
              <w:t>CARU</w:t>
            </w:r>
            <w:r w:rsidRPr="00501E3A">
              <w:rPr>
                <w:noProof w:val="0"/>
              </w:rPr>
              <w:t>, fid = 6F09</w:t>
            </w:r>
          </w:p>
          <w:p w:rsidR="007E5153" w:rsidRPr="003A24E5" w:rsidRDefault="007E5153" w:rsidP="00576820">
            <w:pPr>
              <w:pStyle w:val="PL"/>
              <w:keepNext/>
              <w:keepLines/>
              <w:rPr>
                <w:noProof w:val="0"/>
              </w:rPr>
            </w:pPr>
            <w:r w:rsidRPr="003A24E5">
              <w:rPr>
                <w:noProof w:val="0"/>
              </w:rPr>
              <w:t>2- recNumber = 2</w:t>
            </w:r>
          </w:p>
          <w:p w:rsidR="007E5153" w:rsidRPr="003A24E5" w:rsidRDefault="007E5153" w:rsidP="00576820">
            <w:pPr>
              <w:pStyle w:val="PL"/>
              <w:keepNext/>
              <w:keepLines/>
              <w:rPr>
                <w:noProof w:val="0"/>
              </w:rPr>
            </w:pPr>
            <w:r w:rsidRPr="003A24E5">
              <w:rPr>
                <w:noProof w:val="0"/>
              </w:rPr>
              <w:t>mode = REC_ACC_MODE_ABSOLUTE</w:t>
            </w:r>
          </w:p>
          <w:p w:rsidR="007E5153" w:rsidRPr="00501E3A" w:rsidRDefault="007E5153" w:rsidP="00576820">
            <w:pPr>
              <w:pStyle w:val="PL"/>
              <w:keepNext/>
              <w:keepLines/>
              <w:rPr>
                <w:noProof w:val="0"/>
              </w:rPr>
            </w:pPr>
            <w:r w:rsidRPr="00501E3A">
              <w:rPr>
                <w:noProof w:val="0"/>
              </w:rPr>
              <w:t>recOffset = 0</w:t>
            </w:r>
          </w:p>
          <w:p w:rsidR="007E5153" w:rsidRPr="00501E3A" w:rsidRDefault="007E5153" w:rsidP="00576820">
            <w:pPr>
              <w:pStyle w:val="PL"/>
              <w:keepNext/>
              <w:keepLines/>
              <w:rPr>
                <w:noProof w:val="0"/>
              </w:rPr>
            </w:pPr>
            <w:r w:rsidRPr="00501E3A">
              <w:rPr>
                <w:noProof w:val="0"/>
              </w:rPr>
              <w:t>respOffset = 0</w:t>
            </w:r>
          </w:p>
          <w:p w:rsidR="007E5153" w:rsidRPr="00501E3A" w:rsidRDefault="007E5153" w:rsidP="00576820">
            <w:pPr>
              <w:pStyle w:val="PL"/>
              <w:keepNext/>
              <w:keepLines/>
              <w:rPr>
                <w:noProof w:val="0"/>
              </w:rPr>
            </w:pPr>
            <w:r w:rsidRPr="00501E3A">
              <w:rPr>
                <w:noProof w:val="0"/>
              </w:rPr>
              <w:t>respLength = 3</w:t>
            </w:r>
          </w:p>
          <w:p w:rsidR="007E5153" w:rsidRPr="00501E3A" w:rsidRDefault="007E5153" w:rsidP="00576820">
            <w:pPr>
              <w:pStyle w:val="PL"/>
              <w:keepNext/>
              <w:keepLines/>
              <w:rPr>
                <w:noProof w:val="0"/>
              </w:rPr>
            </w:pPr>
            <w:r w:rsidRPr="00501E3A">
              <w:rPr>
                <w:noProof w:val="0"/>
              </w:rPr>
              <w:t>readRecord()</w:t>
            </w:r>
          </w:p>
          <w:p w:rsidR="007E5153" w:rsidRPr="00501E3A" w:rsidRDefault="007E5153" w:rsidP="00576820">
            <w:pPr>
              <w:pStyle w:val="PL"/>
              <w:keepNext/>
              <w:keepLines/>
              <w:rPr>
                <w:noProof w:val="0"/>
              </w:rPr>
            </w:pPr>
            <w:r w:rsidRPr="00501E3A">
              <w:rPr>
                <w:noProof w:val="0"/>
              </w:rPr>
              <w:t>3- recNumber = 1</w:t>
            </w:r>
          </w:p>
          <w:p w:rsidR="007E5153" w:rsidRPr="00501E3A" w:rsidRDefault="007E5153" w:rsidP="00576820">
            <w:pPr>
              <w:pStyle w:val="PL"/>
              <w:keepNext/>
              <w:keepLines/>
              <w:rPr>
                <w:noProof w:val="0"/>
              </w:rPr>
            </w:pPr>
            <w:r w:rsidRPr="00501E3A">
              <w:rPr>
                <w:noProof w:val="0"/>
              </w:rPr>
              <w:t>readRecord()</w:t>
            </w:r>
          </w:p>
          <w:p w:rsidR="007E5153" w:rsidRPr="00501E3A" w:rsidRDefault="007E5153" w:rsidP="00576820">
            <w:pPr>
              <w:pStyle w:val="PL"/>
              <w:keepNext/>
              <w:keepLines/>
              <w:rPr>
                <w:noProof w:val="0"/>
              </w:rPr>
            </w:pP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PL"/>
              <w:keepNext/>
              <w:keepLines/>
              <w:rPr>
                <w:noProof w:val="0"/>
              </w:rPr>
            </w:pPr>
          </w:p>
          <w:p w:rsidR="007E5153" w:rsidRPr="00501E3A" w:rsidRDefault="007E5153" w:rsidP="00576820">
            <w:pPr>
              <w:pStyle w:val="TAL"/>
            </w:pPr>
          </w:p>
          <w:p w:rsidR="007E5153" w:rsidRPr="00501E3A" w:rsidRDefault="007E5153" w:rsidP="00576820">
            <w:pPr>
              <w:pStyle w:val="TAL"/>
            </w:pPr>
            <w:r w:rsidRPr="00501E3A">
              <w:t>2 - resp shall be:</w:t>
            </w:r>
          </w:p>
          <w:p w:rsidR="007E5153" w:rsidRPr="00501E3A" w:rsidRDefault="007E5153" w:rsidP="00576820">
            <w:pPr>
              <w:pStyle w:val="TAL"/>
            </w:pPr>
            <w:r w:rsidRPr="00501E3A">
              <w:t>resp={0xAA,0xAA,0xAA}</w:t>
            </w: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3 - resp shall be:</w:t>
            </w:r>
          </w:p>
          <w:p w:rsidR="007E5153" w:rsidRPr="00501E3A" w:rsidRDefault="007E5153" w:rsidP="00576820">
            <w:pPr>
              <w:pStyle w:val="TAL"/>
            </w:pPr>
            <w:r w:rsidRPr="00501E3A">
              <w:t>resp={0xAA,0xAA,0xAA}</w:t>
            </w:r>
          </w:p>
          <w:p w:rsidR="007E5153" w:rsidRPr="00501E3A" w:rsidRDefault="007E5153" w:rsidP="00576820">
            <w:pPr>
              <w:pStyle w:val="TAL"/>
            </w:pPr>
          </w:p>
          <w:p w:rsidR="007E5153" w:rsidRPr="00501E3A" w:rsidRDefault="007E5153" w:rsidP="00576820">
            <w:pPr>
              <w:pStyle w:val="PL"/>
              <w:keepNext/>
              <w:keepLines/>
              <w:rPr>
                <w:noProof w:val="0"/>
              </w:rPr>
            </w:pP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Read Current from Cyclic EF</w:t>
            </w:r>
          </w:p>
          <w:p w:rsidR="007E5153" w:rsidRPr="00501E3A" w:rsidRDefault="007E5153">
            <w:pPr>
              <w:pStyle w:val="PL"/>
              <w:rPr>
                <w:noProof w:val="0"/>
              </w:rPr>
            </w:pPr>
            <w:r w:rsidRPr="00501E3A">
              <w:rPr>
                <w:noProof w:val="0"/>
              </w:rPr>
              <w:t>//record pointer shall not be changed //from testcase before</w:t>
            </w:r>
          </w:p>
          <w:p w:rsidR="007E5153" w:rsidRPr="003A24E5" w:rsidRDefault="007E5153">
            <w:pPr>
              <w:pStyle w:val="PL"/>
              <w:rPr>
                <w:noProof w:val="0"/>
              </w:rPr>
            </w:pPr>
            <w:r w:rsidRPr="003A24E5">
              <w:rPr>
                <w:noProof w:val="0"/>
              </w:rPr>
              <w:t>1- recNumber = 0</w:t>
            </w:r>
          </w:p>
          <w:p w:rsidR="007E5153" w:rsidRPr="003A24E5" w:rsidRDefault="007E5153">
            <w:pPr>
              <w:pStyle w:val="PL"/>
              <w:rPr>
                <w:noProof w:val="0"/>
              </w:rPr>
            </w:pPr>
            <w:r w:rsidRPr="003A24E5">
              <w:rPr>
                <w:noProof w:val="0"/>
              </w:rPr>
              <w:t>mode = REC_ACC_MODE_CURRENT</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resp shall be:</w:t>
            </w:r>
          </w:p>
          <w:p w:rsidR="007E5153" w:rsidRPr="00501E3A" w:rsidRDefault="007E5153">
            <w:pPr>
              <w:pStyle w:val="TAL"/>
            </w:pPr>
            <w:r w:rsidRPr="00501E3A">
              <w:t>resp={0xAA,0xAA,0xAA}</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Read Next from Cyclic EF</w:t>
            </w:r>
          </w:p>
          <w:p w:rsidR="007E5153" w:rsidRPr="00501E3A" w:rsidRDefault="007E5153">
            <w:pPr>
              <w:pStyle w:val="PL"/>
              <w:rPr>
                <w:noProof w:val="0"/>
              </w:rPr>
            </w:pPr>
            <w:r w:rsidRPr="00501E3A">
              <w:rPr>
                <w:noProof w:val="0"/>
              </w:rPr>
              <w:t>recNumber = 0</w:t>
            </w:r>
          </w:p>
          <w:p w:rsidR="007E5153" w:rsidRPr="003A24E5" w:rsidRDefault="007E5153">
            <w:pPr>
              <w:pStyle w:val="PL"/>
              <w:rPr>
                <w:noProof w:val="0"/>
              </w:rPr>
            </w:pPr>
            <w:r w:rsidRPr="003A24E5">
              <w:rPr>
                <w:noProof w:val="0"/>
              </w:rPr>
              <w:t>mode = REC_ACC_MODE_NEXT</w:t>
            </w:r>
          </w:p>
          <w:p w:rsidR="007E5153" w:rsidRPr="003A24E5" w:rsidRDefault="007E5153">
            <w:pPr>
              <w:pStyle w:val="PL"/>
              <w:rPr>
                <w:noProof w:val="0"/>
              </w:rPr>
            </w:pPr>
            <w:r w:rsidRPr="003A24E5">
              <w:rPr>
                <w:noProof w:val="0"/>
              </w:rPr>
              <w:t>recOffset = 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resp shall be:</w:t>
            </w:r>
          </w:p>
          <w:p w:rsidR="007E5153" w:rsidRPr="00501E3A" w:rsidRDefault="007E5153">
            <w:pPr>
              <w:pStyle w:val="TAL"/>
            </w:pPr>
            <w:r w:rsidRPr="00501E3A">
              <w:t>resp={0xAA,0xAA,0xAA}</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C"/>
            </w:pPr>
            <w:r w:rsidRPr="00501E3A">
              <w:t>11</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H"/>
            </w:pPr>
            <w:r w:rsidRPr="00501E3A">
              <w:t>Read Next from Cyclic EF</w:t>
            </w:r>
          </w:p>
          <w:p w:rsidR="007E5153" w:rsidRPr="00501E3A" w:rsidRDefault="007E5153" w:rsidP="005F79BA">
            <w:pPr>
              <w:pStyle w:val="PL"/>
              <w:keepNext/>
              <w:keepLines/>
              <w:rPr>
                <w:noProof w:val="0"/>
              </w:rPr>
            </w:pPr>
            <w:r w:rsidRPr="00501E3A">
              <w:rPr>
                <w:noProof w:val="0"/>
              </w:rPr>
              <w:t>1- recNumber = 0</w:t>
            </w:r>
          </w:p>
          <w:p w:rsidR="007E5153" w:rsidRPr="003A24E5" w:rsidRDefault="007E5153" w:rsidP="005F79BA">
            <w:pPr>
              <w:pStyle w:val="PL"/>
              <w:keepNext/>
              <w:keepLines/>
              <w:rPr>
                <w:noProof w:val="0"/>
              </w:rPr>
            </w:pPr>
            <w:r w:rsidRPr="003A24E5">
              <w:rPr>
                <w:noProof w:val="0"/>
              </w:rPr>
              <w:t>mode = REC_ACC_MODE_NEXT</w:t>
            </w:r>
          </w:p>
          <w:p w:rsidR="007E5153" w:rsidRPr="003A24E5" w:rsidRDefault="007E5153" w:rsidP="005F79BA">
            <w:pPr>
              <w:pStyle w:val="PL"/>
              <w:keepNext/>
              <w:keepLines/>
              <w:rPr>
                <w:noProof w:val="0"/>
              </w:rPr>
            </w:pPr>
            <w:r w:rsidRPr="003A24E5">
              <w:rPr>
                <w:noProof w:val="0"/>
              </w:rPr>
              <w:t>recOffset = 0</w:t>
            </w:r>
          </w:p>
          <w:p w:rsidR="007E5153" w:rsidRPr="00501E3A" w:rsidRDefault="007E5153" w:rsidP="005F79BA">
            <w:pPr>
              <w:pStyle w:val="PL"/>
              <w:keepNext/>
              <w:keepLines/>
              <w:rPr>
                <w:noProof w:val="0"/>
              </w:rPr>
            </w:pPr>
            <w:r w:rsidRPr="00501E3A">
              <w:rPr>
                <w:noProof w:val="0"/>
              </w:rPr>
              <w:t>respOffset = 0</w:t>
            </w:r>
          </w:p>
          <w:p w:rsidR="007E5153" w:rsidRPr="00501E3A" w:rsidRDefault="007E5153" w:rsidP="005F79BA">
            <w:pPr>
              <w:pStyle w:val="PL"/>
              <w:keepNext/>
              <w:keepLines/>
              <w:rPr>
                <w:noProof w:val="0"/>
              </w:rPr>
            </w:pPr>
            <w:r w:rsidRPr="00501E3A">
              <w:rPr>
                <w:noProof w:val="0"/>
              </w:rPr>
              <w:t>respLength = 3</w:t>
            </w:r>
          </w:p>
          <w:p w:rsidR="007E5153" w:rsidRPr="00501E3A" w:rsidRDefault="007E5153" w:rsidP="005F79BA">
            <w:pPr>
              <w:pStyle w:val="PL"/>
              <w:keepNext/>
              <w:keepLines/>
              <w:rPr>
                <w:noProof w:val="0"/>
              </w:rPr>
            </w:pPr>
            <w:r w:rsidRPr="00501E3A">
              <w:rPr>
                <w:noProof w:val="0"/>
              </w:rPr>
              <w:t>readRecord()</w:t>
            </w:r>
          </w:p>
          <w:p w:rsidR="007E5153" w:rsidRPr="00501E3A" w:rsidRDefault="007E5153" w:rsidP="005F79BA">
            <w:pPr>
              <w:pStyle w:val="PL"/>
              <w:keepNext/>
              <w:keepLines/>
              <w:tabs>
                <w:tab w:val="clear" w:pos="384"/>
              </w:tabs>
              <w:rPr>
                <w:noProof w:val="0"/>
              </w:rPr>
            </w:pPr>
            <w:r w:rsidRPr="00501E3A">
              <w:rPr>
                <w:noProof w:val="0"/>
              </w:rPr>
              <w:t>2- select EF</w:t>
            </w:r>
            <w:r w:rsidRPr="00501E3A">
              <w:rPr>
                <w:noProof w:val="0"/>
                <w:vertAlign w:val="subscript"/>
              </w:rPr>
              <w:t>CARU</w:t>
            </w:r>
            <w:r w:rsidRPr="00501E3A">
              <w:rPr>
                <w:noProof w:val="0"/>
              </w:rPr>
              <w:t>, fid = 6F09</w:t>
            </w:r>
          </w:p>
          <w:p w:rsidR="007E5153" w:rsidRPr="00501E3A" w:rsidRDefault="007E5153" w:rsidP="005F79BA">
            <w:pPr>
              <w:pStyle w:val="PL"/>
              <w:keepNext/>
              <w:keepLines/>
              <w:rPr>
                <w:noProof w:val="0"/>
              </w:rPr>
            </w:pPr>
            <w:r w:rsidRPr="00501E3A">
              <w:rPr>
                <w:noProof w:val="0"/>
              </w:rPr>
              <w:t>//no rec selected</w:t>
            </w:r>
          </w:p>
          <w:p w:rsidR="007E5153" w:rsidRPr="00501E3A" w:rsidRDefault="007E5153" w:rsidP="005F79BA">
            <w:pPr>
              <w:pStyle w:val="PL"/>
              <w:keepNext/>
              <w:keepLines/>
              <w:rPr>
                <w:noProof w:val="0"/>
              </w:rPr>
            </w:pPr>
            <w:r w:rsidRPr="00501E3A">
              <w:rPr>
                <w:noProof w:val="0"/>
              </w:rPr>
              <w:t>recNumber = 0</w:t>
            </w:r>
          </w:p>
          <w:p w:rsidR="007E5153" w:rsidRPr="00501E3A" w:rsidRDefault="007E5153" w:rsidP="005F79BA">
            <w:pPr>
              <w:pStyle w:val="PL"/>
              <w:keepNext/>
              <w:keepLines/>
              <w:rPr>
                <w:noProof w:val="0"/>
              </w:rPr>
            </w:pPr>
            <w:r w:rsidRPr="00501E3A">
              <w:rPr>
                <w:noProof w:val="0"/>
              </w:rPr>
              <w:t>mode = REC_ACC_MODE_NEXT</w:t>
            </w:r>
          </w:p>
          <w:p w:rsidR="007E5153" w:rsidRPr="00501E3A" w:rsidRDefault="007E5153" w:rsidP="005F79BA">
            <w:pPr>
              <w:pStyle w:val="PL"/>
              <w:keepNext/>
              <w:keepLines/>
              <w:rPr>
                <w:noProof w:val="0"/>
              </w:rPr>
            </w:pPr>
            <w:r w:rsidRPr="00501E3A">
              <w:rPr>
                <w:noProof w:val="0"/>
              </w:rPr>
              <w:t>recOffset = 0</w:t>
            </w:r>
          </w:p>
          <w:p w:rsidR="007E5153" w:rsidRPr="00501E3A" w:rsidRDefault="007E5153" w:rsidP="005F79BA">
            <w:pPr>
              <w:pStyle w:val="PL"/>
              <w:keepNext/>
              <w:keepLines/>
              <w:rPr>
                <w:noProof w:val="0"/>
              </w:rPr>
            </w:pPr>
            <w:r w:rsidRPr="00501E3A">
              <w:rPr>
                <w:noProof w:val="0"/>
              </w:rPr>
              <w:t>respOffset = 0</w:t>
            </w:r>
          </w:p>
          <w:p w:rsidR="007E5153" w:rsidRPr="00501E3A" w:rsidRDefault="007E5153" w:rsidP="005F79BA">
            <w:pPr>
              <w:pStyle w:val="PL"/>
              <w:keepNext/>
              <w:keepLines/>
              <w:rPr>
                <w:noProof w:val="0"/>
              </w:rPr>
            </w:pPr>
            <w:r w:rsidRPr="00501E3A">
              <w:rPr>
                <w:noProof w:val="0"/>
              </w:rPr>
              <w:t>respLength = 3</w:t>
            </w:r>
          </w:p>
          <w:p w:rsidR="007E5153" w:rsidRPr="00501E3A" w:rsidRDefault="007E5153" w:rsidP="005F79BA">
            <w:pPr>
              <w:pStyle w:val="PL"/>
              <w:keepNext/>
              <w:keepLines/>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L"/>
            </w:pPr>
          </w:p>
          <w:p w:rsidR="007E5153" w:rsidRPr="00501E3A" w:rsidRDefault="007E5153" w:rsidP="005F79BA">
            <w:pPr>
              <w:pStyle w:val="TAL"/>
            </w:pPr>
            <w:r w:rsidRPr="00501E3A">
              <w:t>1- resp shall be:</w:t>
            </w:r>
          </w:p>
          <w:p w:rsidR="007E5153" w:rsidRPr="00501E3A" w:rsidRDefault="007E5153" w:rsidP="005F79BA">
            <w:pPr>
              <w:pStyle w:val="TAL"/>
            </w:pPr>
            <w:r w:rsidRPr="00501E3A">
              <w:t>resp={0x55,0x55,0x55}</w:t>
            </w:r>
          </w:p>
          <w:p w:rsidR="007E5153" w:rsidRPr="00501E3A" w:rsidRDefault="007E5153" w:rsidP="005F79BA">
            <w:pPr>
              <w:pStyle w:val="TAL"/>
            </w:pPr>
          </w:p>
          <w:p w:rsidR="007E5153" w:rsidRPr="00501E3A" w:rsidRDefault="007E5153" w:rsidP="005F79BA">
            <w:pPr>
              <w:pStyle w:val="TAL"/>
            </w:pPr>
          </w:p>
          <w:p w:rsidR="007E5153" w:rsidRPr="00501E3A" w:rsidRDefault="007E5153" w:rsidP="005F79BA">
            <w:pPr>
              <w:pStyle w:val="TAL"/>
            </w:pPr>
          </w:p>
          <w:p w:rsidR="007E5153" w:rsidRPr="00501E3A" w:rsidRDefault="007E5153" w:rsidP="005F79BA">
            <w:pPr>
              <w:pStyle w:val="TAL"/>
            </w:pPr>
          </w:p>
          <w:p w:rsidR="007E5153" w:rsidRPr="00501E3A" w:rsidRDefault="007E5153" w:rsidP="005F79BA">
            <w:pPr>
              <w:pStyle w:val="TAL"/>
            </w:pPr>
            <w:r w:rsidRPr="00501E3A">
              <w:t xml:space="preserve">2- Shall throw </w:t>
            </w:r>
          </w:p>
          <w:p w:rsidR="007E5153" w:rsidRPr="00501E3A" w:rsidRDefault="007E5153" w:rsidP="005F79BA">
            <w:pPr>
              <w:pStyle w:val="TAL"/>
            </w:pPr>
            <w:r w:rsidRPr="00501E3A">
              <w:t>uicc.access.UICCException with reason code RECORD_NOT_FOUND.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L"/>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Read Previous from Cyclic EF</w:t>
            </w:r>
          </w:p>
          <w:p w:rsidR="007E5153" w:rsidRPr="00501E3A" w:rsidRDefault="007E5153">
            <w:pPr>
              <w:pStyle w:val="PL"/>
              <w:rPr>
                <w:noProof w:val="0"/>
              </w:rPr>
            </w:pPr>
            <w:r w:rsidRPr="00501E3A">
              <w:rPr>
                <w:noProof w:val="0"/>
              </w:rPr>
              <w:t>1- recNumber = 0</w:t>
            </w:r>
          </w:p>
          <w:p w:rsidR="007E5153" w:rsidRPr="003A24E5" w:rsidRDefault="007E5153">
            <w:pPr>
              <w:pStyle w:val="PL"/>
              <w:rPr>
                <w:noProof w:val="0"/>
              </w:rPr>
            </w:pPr>
            <w:r w:rsidRPr="003A24E5">
              <w:rPr>
                <w:noProof w:val="0"/>
              </w:rPr>
              <w:t>mode = REC_ACC_MODE_PREVIOUS</w:t>
            </w:r>
          </w:p>
          <w:p w:rsidR="007E5153" w:rsidRPr="003A24E5" w:rsidRDefault="007E5153">
            <w:pPr>
              <w:pStyle w:val="PL"/>
              <w:rPr>
                <w:noProof w:val="0"/>
              </w:rPr>
            </w:pPr>
            <w:r w:rsidRPr="003A24E5">
              <w:rPr>
                <w:noProof w:val="0"/>
              </w:rPr>
              <w:t>recOffset = 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resp shall be:</w:t>
            </w:r>
          </w:p>
          <w:p w:rsidR="007E5153" w:rsidRPr="00501E3A" w:rsidRDefault="007E5153">
            <w:pPr>
              <w:pStyle w:val="TAL"/>
            </w:pPr>
            <w:r w:rsidRPr="00501E3A">
              <w:t>resp={0xAA,0xAA,0xAA}</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C"/>
              <w:keepLines w:val="0"/>
            </w:pPr>
            <w:r w:rsidRPr="00501E3A">
              <w:lastRenderedPageBreak/>
              <w:t>13</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H"/>
              <w:keepLines w:val="0"/>
            </w:pPr>
            <w:r w:rsidRPr="00501E3A">
              <w:t>Read Previous from Cyclic EF</w:t>
            </w:r>
          </w:p>
          <w:p w:rsidR="007E5153" w:rsidRPr="00501E3A" w:rsidRDefault="007E5153" w:rsidP="00FE3CAF">
            <w:pPr>
              <w:pStyle w:val="PL"/>
              <w:keepNext/>
              <w:rPr>
                <w:noProof w:val="0"/>
              </w:rPr>
            </w:pPr>
            <w:r w:rsidRPr="00501E3A">
              <w:rPr>
                <w:noProof w:val="0"/>
              </w:rPr>
              <w:t>1- recNumber = 0</w:t>
            </w:r>
          </w:p>
          <w:p w:rsidR="007E5153" w:rsidRPr="003A24E5" w:rsidRDefault="007E5153" w:rsidP="00FE3CAF">
            <w:pPr>
              <w:pStyle w:val="PL"/>
              <w:keepNext/>
              <w:rPr>
                <w:noProof w:val="0"/>
              </w:rPr>
            </w:pPr>
            <w:r w:rsidRPr="003A24E5">
              <w:rPr>
                <w:noProof w:val="0"/>
              </w:rPr>
              <w:t>mode = REC_ACC_MODE_PREVIOUS</w:t>
            </w:r>
          </w:p>
          <w:p w:rsidR="007E5153" w:rsidRPr="003A24E5" w:rsidRDefault="007E5153" w:rsidP="00FE3CAF">
            <w:pPr>
              <w:pStyle w:val="PL"/>
              <w:keepNext/>
              <w:rPr>
                <w:noProof w:val="0"/>
              </w:rPr>
            </w:pPr>
            <w:r w:rsidRPr="003A24E5">
              <w:rPr>
                <w:noProof w:val="0"/>
              </w:rPr>
              <w:t>recOffset = 0</w:t>
            </w:r>
          </w:p>
          <w:p w:rsidR="007E5153" w:rsidRPr="00501E3A" w:rsidRDefault="007E5153" w:rsidP="00FE3CAF">
            <w:pPr>
              <w:pStyle w:val="PL"/>
              <w:keepNext/>
              <w:rPr>
                <w:noProof w:val="0"/>
              </w:rPr>
            </w:pPr>
            <w:r w:rsidRPr="00501E3A">
              <w:rPr>
                <w:noProof w:val="0"/>
              </w:rPr>
              <w:t>respOffset = 0</w:t>
            </w:r>
          </w:p>
          <w:p w:rsidR="007E5153" w:rsidRPr="00501E3A" w:rsidRDefault="007E5153" w:rsidP="00FE3CAF">
            <w:pPr>
              <w:pStyle w:val="PL"/>
              <w:keepNext/>
              <w:rPr>
                <w:noProof w:val="0"/>
              </w:rPr>
            </w:pPr>
            <w:r w:rsidRPr="00501E3A">
              <w:rPr>
                <w:noProof w:val="0"/>
              </w:rPr>
              <w:t>respLength = 3</w:t>
            </w:r>
          </w:p>
          <w:p w:rsidR="007E5153" w:rsidRPr="00501E3A" w:rsidRDefault="007E5153" w:rsidP="00FE3CAF">
            <w:pPr>
              <w:pStyle w:val="PL"/>
              <w:keepNext/>
              <w:rPr>
                <w:noProof w:val="0"/>
              </w:rPr>
            </w:pPr>
            <w:r w:rsidRPr="00501E3A">
              <w:rPr>
                <w:noProof w:val="0"/>
              </w:rPr>
              <w:t>readRecord()</w:t>
            </w:r>
          </w:p>
          <w:p w:rsidR="007E5153" w:rsidRPr="00501E3A" w:rsidRDefault="007E5153" w:rsidP="00FE3CAF">
            <w:pPr>
              <w:pStyle w:val="PL"/>
              <w:keepNext/>
              <w:tabs>
                <w:tab w:val="clear" w:pos="384"/>
              </w:tabs>
              <w:rPr>
                <w:noProof w:val="0"/>
              </w:rPr>
            </w:pPr>
            <w:r w:rsidRPr="00501E3A">
              <w:rPr>
                <w:noProof w:val="0"/>
              </w:rPr>
              <w:t>2- select EF</w:t>
            </w:r>
            <w:r w:rsidRPr="00501E3A">
              <w:rPr>
                <w:noProof w:val="0"/>
                <w:vertAlign w:val="subscript"/>
              </w:rPr>
              <w:t>CARU</w:t>
            </w:r>
            <w:r w:rsidRPr="00501E3A">
              <w:rPr>
                <w:noProof w:val="0"/>
              </w:rPr>
              <w:t xml:space="preserve">, fid = 6F09 </w:t>
            </w:r>
          </w:p>
          <w:p w:rsidR="007E5153" w:rsidRPr="00501E3A" w:rsidRDefault="007E5153" w:rsidP="00FE3CAF">
            <w:pPr>
              <w:pStyle w:val="PL"/>
              <w:keepNext/>
              <w:rPr>
                <w:noProof w:val="0"/>
              </w:rPr>
            </w:pPr>
            <w:r w:rsidRPr="00501E3A">
              <w:rPr>
                <w:noProof w:val="0"/>
              </w:rPr>
              <w:t>// no rec selected</w:t>
            </w:r>
          </w:p>
          <w:p w:rsidR="007E5153" w:rsidRPr="00501E3A" w:rsidRDefault="007E5153" w:rsidP="00FE3CAF">
            <w:pPr>
              <w:pStyle w:val="PL"/>
              <w:keepNext/>
              <w:rPr>
                <w:noProof w:val="0"/>
              </w:rPr>
            </w:pPr>
            <w:r w:rsidRPr="00501E3A">
              <w:rPr>
                <w:noProof w:val="0"/>
              </w:rPr>
              <w:t>recNumber = 0</w:t>
            </w:r>
          </w:p>
          <w:p w:rsidR="007E5153" w:rsidRPr="00501E3A" w:rsidRDefault="007E5153" w:rsidP="00FE3CAF">
            <w:pPr>
              <w:pStyle w:val="PL"/>
              <w:keepNext/>
              <w:rPr>
                <w:noProof w:val="0"/>
              </w:rPr>
            </w:pPr>
            <w:r w:rsidRPr="00501E3A">
              <w:rPr>
                <w:noProof w:val="0"/>
              </w:rPr>
              <w:t>mode = REC_ACC_MODE_PREVIOUS</w:t>
            </w:r>
          </w:p>
          <w:p w:rsidR="007E5153" w:rsidRPr="00501E3A" w:rsidRDefault="007E5153" w:rsidP="00FE3CAF">
            <w:pPr>
              <w:pStyle w:val="PL"/>
              <w:keepNext/>
              <w:rPr>
                <w:noProof w:val="0"/>
              </w:rPr>
            </w:pPr>
            <w:r w:rsidRPr="00501E3A">
              <w:rPr>
                <w:noProof w:val="0"/>
              </w:rPr>
              <w:t>recOffset = 0</w:t>
            </w:r>
          </w:p>
          <w:p w:rsidR="007E5153" w:rsidRPr="00501E3A" w:rsidRDefault="007E5153" w:rsidP="00FE3CAF">
            <w:pPr>
              <w:pStyle w:val="PL"/>
              <w:keepNext/>
              <w:rPr>
                <w:noProof w:val="0"/>
              </w:rPr>
            </w:pPr>
            <w:r w:rsidRPr="00501E3A">
              <w:rPr>
                <w:noProof w:val="0"/>
              </w:rPr>
              <w:t>respOffset = 0</w:t>
            </w:r>
          </w:p>
          <w:p w:rsidR="007E5153" w:rsidRPr="00501E3A" w:rsidRDefault="007E5153" w:rsidP="00FE3CAF">
            <w:pPr>
              <w:pStyle w:val="PL"/>
              <w:keepNext/>
              <w:rPr>
                <w:noProof w:val="0"/>
              </w:rPr>
            </w:pPr>
            <w:r w:rsidRPr="00501E3A">
              <w:rPr>
                <w:noProof w:val="0"/>
              </w:rPr>
              <w:t>respLength = 3</w:t>
            </w:r>
          </w:p>
          <w:p w:rsidR="007E5153" w:rsidRPr="00501E3A" w:rsidRDefault="007E5153" w:rsidP="00FE3CAF">
            <w:pPr>
              <w:pStyle w:val="PL"/>
              <w:keepNext/>
              <w:rPr>
                <w:noProof w:val="0"/>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L"/>
            </w:pPr>
          </w:p>
          <w:p w:rsidR="007E5153" w:rsidRPr="00501E3A" w:rsidRDefault="007E5153" w:rsidP="00FE3CAF">
            <w:pPr>
              <w:pStyle w:val="TAL"/>
            </w:pPr>
          </w:p>
          <w:p w:rsidR="007E5153" w:rsidRPr="00501E3A" w:rsidRDefault="007E5153" w:rsidP="00FE3CAF">
            <w:pPr>
              <w:pStyle w:val="TAL"/>
            </w:pPr>
            <w:r w:rsidRPr="00501E3A">
              <w:t>1- resp shall be:</w:t>
            </w:r>
          </w:p>
          <w:p w:rsidR="007E5153" w:rsidRPr="00501E3A" w:rsidRDefault="007E5153" w:rsidP="00FE3CAF">
            <w:pPr>
              <w:pStyle w:val="TAL"/>
            </w:pPr>
            <w:r w:rsidRPr="00501E3A">
              <w:t>resp={0x55,0x55,0x55}</w:t>
            </w:r>
          </w:p>
          <w:p w:rsidR="007E5153" w:rsidRPr="00501E3A" w:rsidRDefault="007E5153" w:rsidP="00FE3CAF">
            <w:pPr>
              <w:pStyle w:val="TAL"/>
            </w:pPr>
          </w:p>
          <w:p w:rsidR="007E5153" w:rsidRPr="00501E3A" w:rsidRDefault="007E5153" w:rsidP="00FE3CAF">
            <w:pPr>
              <w:pStyle w:val="TAL"/>
            </w:pPr>
          </w:p>
          <w:p w:rsidR="007E5153" w:rsidRPr="00501E3A" w:rsidRDefault="007E5153" w:rsidP="00FE3CAF">
            <w:pPr>
              <w:pStyle w:val="TAL"/>
            </w:pPr>
          </w:p>
          <w:p w:rsidR="007E5153" w:rsidRPr="00501E3A" w:rsidRDefault="007E5153" w:rsidP="00FE3CAF">
            <w:pPr>
              <w:pStyle w:val="TAL"/>
            </w:pPr>
            <w:r w:rsidRPr="00501E3A">
              <w:t>2- resp shall be:</w:t>
            </w:r>
          </w:p>
          <w:p w:rsidR="007E5153" w:rsidRPr="00501E3A" w:rsidRDefault="007E5153" w:rsidP="00FE3CAF">
            <w:pPr>
              <w:pStyle w:val="TAL"/>
            </w:pPr>
            <w:r w:rsidRPr="00501E3A">
              <w:t>resp={0xAA,0xAA,0xAA}</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L"/>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pPr>
            <w:r w:rsidRPr="00501E3A">
              <w:t xml:space="preserve">14 </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PL"/>
              <w:keepNext/>
              <w:keepLines/>
              <w:rPr>
                <w:noProof w:val="0"/>
              </w:rPr>
            </w:pPr>
            <w:r w:rsidRPr="00501E3A">
              <w:rPr>
                <w:rFonts w:ascii="Arial" w:hAnsi="Arial" w:cs="Arial"/>
                <w:b/>
                <w:bCs/>
                <w:noProof w:val="0"/>
                <w:sz w:val="18"/>
                <w:szCs w:val="18"/>
              </w:rPr>
              <w:t>Read Absolute from Linear Fixed EF beyond Records</w:t>
            </w:r>
          </w:p>
          <w:p w:rsidR="007E5153" w:rsidRPr="00501E3A" w:rsidRDefault="007E5153" w:rsidP="00576820">
            <w:pPr>
              <w:pStyle w:val="PL"/>
              <w:keepNext/>
              <w:keepLines/>
              <w:rPr>
                <w:noProof w:val="0"/>
              </w:rPr>
            </w:pPr>
            <w:r w:rsidRPr="00501E3A">
              <w:rPr>
                <w:noProof w:val="0"/>
              </w:rPr>
              <w:t>1-  select EF</w:t>
            </w:r>
            <w:r w:rsidRPr="00501E3A">
              <w:rPr>
                <w:noProof w:val="0"/>
                <w:vertAlign w:val="subscript"/>
              </w:rPr>
              <w:t>LARU</w:t>
            </w:r>
            <w:r w:rsidRPr="00501E3A">
              <w:rPr>
                <w:noProof w:val="0"/>
              </w:rPr>
              <w:t>, fid=6F0C</w:t>
            </w:r>
          </w:p>
          <w:p w:rsidR="007E5153" w:rsidRPr="00501E3A" w:rsidRDefault="007E5153" w:rsidP="00576820">
            <w:pPr>
              <w:pStyle w:val="PL"/>
              <w:keepNext/>
              <w:keepLines/>
              <w:rPr>
                <w:noProof w:val="0"/>
              </w:rPr>
            </w:pPr>
            <w:r w:rsidRPr="00501E3A">
              <w:rPr>
                <w:noProof w:val="0"/>
              </w:rPr>
              <w:t>2- recNumber = -1</w:t>
            </w:r>
          </w:p>
          <w:p w:rsidR="007E5153" w:rsidRPr="003A24E5" w:rsidRDefault="007E5153" w:rsidP="00576820">
            <w:pPr>
              <w:pStyle w:val="PL"/>
              <w:keepNext/>
              <w:keepLines/>
              <w:rPr>
                <w:noProof w:val="0"/>
              </w:rPr>
            </w:pPr>
            <w:r w:rsidRPr="003A24E5">
              <w:rPr>
                <w:noProof w:val="0"/>
              </w:rPr>
              <w:t>mode = REC_ACC_MODE_ABSOLUTE</w:t>
            </w:r>
          </w:p>
          <w:p w:rsidR="007E5153" w:rsidRPr="003A24E5" w:rsidRDefault="007E5153" w:rsidP="00576820">
            <w:pPr>
              <w:pStyle w:val="PL"/>
              <w:keepNext/>
              <w:keepLines/>
              <w:rPr>
                <w:noProof w:val="0"/>
              </w:rPr>
            </w:pPr>
            <w:r w:rsidRPr="003A24E5">
              <w:rPr>
                <w:noProof w:val="0"/>
              </w:rPr>
              <w:t>recOffset = 0</w:t>
            </w:r>
          </w:p>
          <w:p w:rsidR="007E5153" w:rsidRPr="00501E3A" w:rsidRDefault="007E5153" w:rsidP="00576820">
            <w:pPr>
              <w:pStyle w:val="PL"/>
              <w:keepNext/>
              <w:keepLines/>
              <w:rPr>
                <w:noProof w:val="0"/>
              </w:rPr>
            </w:pPr>
            <w:r w:rsidRPr="00501E3A">
              <w:rPr>
                <w:noProof w:val="0"/>
              </w:rPr>
              <w:t>respOffset = 0</w:t>
            </w:r>
          </w:p>
          <w:p w:rsidR="007E5153" w:rsidRPr="00501E3A" w:rsidRDefault="007E5153" w:rsidP="00576820">
            <w:pPr>
              <w:pStyle w:val="PL"/>
              <w:keepNext/>
              <w:keepLines/>
              <w:rPr>
                <w:noProof w:val="0"/>
              </w:rPr>
            </w:pPr>
            <w:r w:rsidRPr="00501E3A">
              <w:rPr>
                <w:noProof w:val="0"/>
              </w:rPr>
              <w:t>respLength = 4</w:t>
            </w:r>
          </w:p>
          <w:p w:rsidR="007E5153" w:rsidRPr="00501E3A" w:rsidRDefault="007E5153" w:rsidP="00576820">
            <w:pPr>
              <w:pStyle w:val="PL"/>
              <w:keepNext/>
              <w:keepLines/>
              <w:rPr>
                <w:noProof w:val="0"/>
              </w:rPr>
            </w:pPr>
            <w:r w:rsidRPr="00501E3A">
              <w:rPr>
                <w:noProof w:val="0"/>
              </w:rPr>
              <w:t>readRecord()</w:t>
            </w:r>
          </w:p>
          <w:p w:rsidR="007E5153" w:rsidRPr="00501E3A" w:rsidRDefault="007E5153" w:rsidP="00576820">
            <w:pPr>
              <w:pStyle w:val="PL"/>
              <w:keepNext/>
              <w:keepLines/>
              <w:rPr>
                <w:noProof w:val="0"/>
              </w:rPr>
            </w:pPr>
            <w:r w:rsidRPr="00501E3A">
              <w:rPr>
                <w:noProof w:val="0"/>
              </w:rPr>
              <w:t>3- recNumber = 3</w:t>
            </w:r>
          </w:p>
          <w:p w:rsidR="007E5153" w:rsidRPr="00501E3A" w:rsidRDefault="007E5153" w:rsidP="00576820">
            <w:pPr>
              <w:pStyle w:val="PL"/>
              <w:keepNext/>
              <w:keepLines/>
              <w:rPr>
                <w:rFonts w:ascii="Arial" w:hAnsi="Arial" w:cs="Arial"/>
                <w:noProof w:val="0"/>
                <w:sz w:val="18"/>
                <w:szCs w:val="18"/>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rPr>
                <w:u w:val="single"/>
              </w:rPr>
            </w:pPr>
          </w:p>
          <w:p w:rsidR="007E5153" w:rsidRPr="00501E3A" w:rsidRDefault="007E5153" w:rsidP="00576820">
            <w:pPr>
              <w:pStyle w:val="TAL"/>
            </w:pPr>
            <w:r w:rsidRPr="00501E3A">
              <w:t>2- Shall throw an uicc.access.UICCException with reason code UICCException.RECORD_NOT_FOUND.</w:t>
            </w:r>
          </w:p>
          <w:p w:rsidR="007E5153" w:rsidRPr="00501E3A" w:rsidRDefault="007E5153" w:rsidP="00576820">
            <w:pPr>
              <w:pStyle w:val="TAL"/>
            </w:pPr>
            <w:r w:rsidRPr="00501E3A">
              <w:t>3- Shall throw an uicc.access.UICCException with reason code UICCException.RECORD_NOT_FOUND.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15</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PL"/>
              <w:rPr>
                <w:noProof w:val="0"/>
              </w:rPr>
            </w:pPr>
            <w:r w:rsidRPr="00501E3A">
              <w:rPr>
                <w:rFonts w:ascii="Arial" w:hAnsi="Arial" w:cs="Arial"/>
                <w:b/>
                <w:bCs/>
                <w:noProof w:val="0"/>
                <w:sz w:val="18"/>
                <w:szCs w:val="18"/>
              </w:rPr>
              <w:t>No current record in linear fixed EF, read current</w:t>
            </w:r>
          </w:p>
          <w:p w:rsidR="007E5153" w:rsidRPr="00501E3A" w:rsidRDefault="007E5153">
            <w:pPr>
              <w:pStyle w:val="PL"/>
              <w:rPr>
                <w:noProof w:val="0"/>
              </w:rPr>
            </w:pPr>
            <w:r w:rsidRPr="00501E3A">
              <w:rPr>
                <w:noProof w:val="0"/>
              </w:rPr>
              <w:t>1-  select EF</w:t>
            </w:r>
            <w:r w:rsidRPr="00501E3A">
              <w:rPr>
                <w:noProof w:val="0"/>
                <w:vertAlign w:val="subscript"/>
              </w:rPr>
              <w:t>LARU</w:t>
            </w:r>
            <w:r w:rsidRPr="00501E3A">
              <w:rPr>
                <w:noProof w:val="0"/>
              </w:rPr>
              <w:t>, fid=6F0C // No current record</w:t>
            </w:r>
          </w:p>
          <w:p w:rsidR="007E5153" w:rsidRPr="003A24E5" w:rsidRDefault="007E5153">
            <w:pPr>
              <w:pStyle w:val="PL"/>
              <w:rPr>
                <w:noProof w:val="0"/>
              </w:rPr>
            </w:pPr>
            <w:r w:rsidRPr="003A24E5">
              <w:rPr>
                <w:noProof w:val="0"/>
              </w:rPr>
              <w:t>2- recNumber = 0  // curr rec</w:t>
            </w:r>
          </w:p>
          <w:p w:rsidR="007E5153" w:rsidRPr="003A24E5" w:rsidRDefault="007E5153">
            <w:pPr>
              <w:pStyle w:val="PL"/>
              <w:rPr>
                <w:noProof w:val="0"/>
              </w:rPr>
            </w:pPr>
            <w:r w:rsidRPr="003A24E5">
              <w:rPr>
                <w:noProof w:val="0"/>
              </w:rPr>
              <w:t>mode = REC_ACC_MODE_CURRENT</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rFonts w:ascii="Arial" w:hAnsi="Arial" w:cs="Arial"/>
                <w:noProof w:val="0"/>
                <w:sz w:val="18"/>
                <w:szCs w:val="18"/>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 xml:space="preserve">2 - Shall throw uicc.access.UICC Exception with reason code </w:t>
            </w:r>
          </w:p>
          <w:p w:rsidR="007E5153" w:rsidRPr="00501E3A" w:rsidRDefault="007E5153">
            <w:pPr>
              <w:pStyle w:val="TAL"/>
            </w:pPr>
            <w:r w:rsidRPr="00501E3A">
              <w:t>RECORD_NOT_FOUND.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16</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recOffset &lt; 0</w:t>
            </w:r>
          </w:p>
          <w:p w:rsidR="007E5153" w:rsidRPr="00501E3A" w:rsidRDefault="007E5153">
            <w:pPr>
              <w:pStyle w:val="PL"/>
              <w:rPr>
                <w:noProof w:val="0"/>
              </w:rPr>
            </w:pPr>
            <w:r w:rsidRPr="00501E3A">
              <w:rPr>
                <w:noProof w:val="0"/>
              </w:rPr>
              <w:t>1- select EF</w:t>
            </w:r>
            <w:r w:rsidRPr="00501E3A">
              <w:rPr>
                <w:noProof w:val="0"/>
                <w:vertAlign w:val="subscript"/>
              </w:rPr>
              <w:t>LARU</w:t>
            </w:r>
            <w:r w:rsidRPr="00501E3A">
              <w:rPr>
                <w:noProof w:val="0"/>
              </w:rPr>
              <w:t xml:space="preserve">, fid=6F0C </w:t>
            </w:r>
          </w:p>
          <w:p w:rsidR="007E5153" w:rsidRPr="00501E3A" w:rsidRDefault="007E5153">
            <w:pPr>
              <w:pStyle w:val="PL"/>
              <w:rPr>
                <w:noProof w:val="0"/>
              </w:rPr>
            </w:pPr>
            <w:r w:rsidRPr="00501E3A">
              <w:rPr>
                <w:noProof w:val="0"/>
              </w:rPr>
              <w:t>2- recNumber = 1  // rec 1</w:t>
            </w:r>
          </w:p>
          <w:p w:rsidR="007E5153" w:rsidRPr="003A24E5" w:rsidRDefault="007E5153">
            <w:pPr>
              <w:pStyle w:val="PL"/>
              <w:rPr>
                <w:noProof w:val="0"/>
              </w:rPr>
            </w:pPr>
            <w:r w:rsidRPr="003A24E5">
              <w:rPr>
                <w:noProof w:val="0"/>
              </w:rPr>
              <w:t>mode = REC_ACC_MODE_ABSOLUTE</w:t>
            </w:r>
          </w:p>
          <w:p w:rsidR="007E5153" w:rsidRPr="003A24E5" w:rsidRDefault="007E5153">
            <w:pPr>
              <w:pStyle w:val="PL"/>
              <w:rPr>
                <w:noProof w:val="0"/>
              </w:rPr>
            </w:pPr>
            <w:r w:rsidRPr="003A24E5">
              <w:rPr>
                <w:noProof w:val="0"/>
              </w:rPr>
              <w:t>recOffset = -1</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rFonts w:ascii="Arial" w:hAnsi="Arial" w:cs="Arial"/>
                <w:noProof w:val="0"/>
                <w:sz w:val="18"/>
                <w:szCs w:val="18"/>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 Shall throw uicc.access.UICCException with reason code OUT_OF_RECORD_BOUNDARIES.</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C"/>
            </w:pPr>
            <w:r w:rsidRPr="00501E3A">
              <w:t>17</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H"/>
            </w:pPr>
            <w:r w:rsidRPr="00501E3A">
              <w:t xml:space="preserve">recOffset + respLength &gt; Record Length </w:t>
            </w:r>
          </w:p>
          <w:p w:rsidR="007E5153" w:rsidRPr="00501E3A" w:rsidRDefault="007E5153" w:rsidP="005F79BA">
            <w:pPr>
              <w:pStyle w:val="PL"/>
              <w:keepNext/>
              <w:keepLines/>
              <w:rPr>
                <w:noProof w:val="0"/>
              </w:rPr>
            </w:pPr>
            <w:r w:rsidRPr="00501E3A">
              <w:rPr>
                <w:noProof w:val="0"/>
              </w:rPr>
              <w:t>1- select EF</w:t>
            </w:r>
            <w:r w:rsidRPr="00501E3A">
              <w:rPr>
                <w:noProof w:val="0"/>
                <w:vertAlign w:val="subscript"/>
              </w:rPr>
              <w:t>LARU</w:t>
            </w:r>
            <w:r w:rsidRPr="00501E3A">
              <w:rPr>
                <w:noProof w:val="0"/>
              </w:rPr>
              <w:t>, fid=6F0C</w:t>
            </w:r>
          </w:p>
          <w:p w:rsidR="007E5153" w:rsidRPr="003A24E5" w:rsidRDefault="007E5153" w:rsidP="005F79BA">
            <w:pPr>
              <w:pStyle w:val="PL"/>
              <w:keepNext/>
              <w:keepLines/>
              <w:rPr>
                <w:noProof w:val="0"/>
              </w:rPr>
            </w:pPr>
            <w:r w:rsidRPr="003A24E5">
              <w:rPr>
                <w:noProof w:val="0"/>
              </w:rPr>
              <w:t>2- recNumber = 1</w:t>
            </w:r>
          </w:p>
          <w:p w:rsidR="007E5153" w:rsidRPr="003A24E5" w:rsidRDefault="007E5153" w:rsidP="005F79BA">
            <w:pPr>
              <w:pStyle w:val="PL"/>
              <w:keepNext/>
              <w:keepLines/>
              <w:rPr>
                <w:noProof w:val="0"/>
              </w:rPr>
            </w:pPr>
            <w:r w:rsidRPr="003A24E5">
              <w:rPr>
                <w:noProof w:val="0"/>
              </w:rPr>
              <w:t>mode = REC_ACC_MODE_ABSOLUTE</w:t>
            </w:r>
          </w:p>
          <w:p w:rsidR="007E5153" w:rsidRPr="00501E3A" w:rsidRDefault="007E5153" w:rsidP="005F79BA">
            <w:pPr>
              <w:pStyle w:val="PL"/>
              <w:keepNext/>
              <w:keepLines/>
              <w:rPr>
                <w:noProof w:val="0"/>
              </w:rPr>
            </w:pPr>
            <w:r w:rsidRPr="00501E3A">
              <w:rPr>
                <w:noProof w:val="0"/>
              </w:rPr>
              <w:t>recOffset = 2</w:t>
            </w:r>
          </w:p>
          <w:p w:rsidR="007E5153" w:rsidRPr="00501E3A" w:rsidRDefault="007E5153" w:rsidP="005F79BA">
            <w:pPr>
              <w:pStyle w:val="PL"/>
              <w:keepNext/>
              <w:keepLines/>
              <w:rPr>
                <w:noProof w:val="0"/>
              </w:rPr>
            </w:pPr>
            <w:r w:rsidRPr="00501E3A">
              <w:rPr>
                <w:noProof w:val="0"/>
              </w:rPr>
              <w:t>respOffset = 0</w:t>
            </w:r>
          </w:p>
          <w:p w:rsidR="007E5153" w:rsidRPr="00501E3A" w:rsidRDefault="007E5153" w:rsidP="005F79BA">
            <w:pPr>
              <w:pStyle w:val="PL"/>
              <w:keepNext/>
              <w:keepLines/>
              <w:rPr>
                <w:noProof w:val="0"/>
              </w:rPr>
            </w:pPr>
            <w:r w:rsidRPr="00501E3A">
              <w:rPr>
                <w:noProof w:val="0"/>
              </w:rPr>
              <w:t>respLength = 4</w:t>
            </w:r>
          </w:p>
          <w:p w:rsidR="007E5153" w:rsidRPr="00501E3A" w:rsidRDefault="007E5153" w:rsidP="005F79BA">
            <w:pPr>
              <w:pStyle w:val="PL"/>
              <w:keepNext/>
              <w:keepLines/>
              <w:rPr>
                <w:rFonts w:ascii="Arial" w:hAnsi="Arial" w:cs="Arial"/>
                <w:noProof w:val="0"/>
                <w:sz w:val="18"/>
                <w:szCs w:val="18"/>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L"/>
            </w:pPr>
          </w:p>
          <w:p w:rsidR="007E5153" w:rsidRPr="00501E3A" w:rsidRDefault="007E5153" w:rsidP="005F79BA">
            <w:pPr>
              <w:pStyle w:val="TAL"/>
            </w:pPr>
          </w:p>
          <w:p w:rsidR="007E5153" w:rsidRPr="00501E3A" w:rsidRDefault="007E5153" w:rsidP="005F79BA">
            <w:pPr>
              <w:pStyle w:val="TAL"/>
            </w:pPr>
            <w:r w:rsidRPr="00501E3A">
              <w:t>2 - Shall throw sim.access.SIMViewException with reason code OUT_OF_RECORD_BOUNDARIES.</w:t>
            </w:r>
          </w:p>
          <w:p w:rsidR="007E5153" w:rsidRPr="00501E3A" w:rsidRDefault="007E5153" w:rsidP="005F79BA">
            <w:pPr>
              <w:pStyle w:val="TAL"/>
            </w:pP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5F79BA">
            <w:pPr>
              <w:pStyle w:val="TAL"/>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18</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 xml:space="preserve">Reading with invalid mode </w:t>
            </w:r>
          </w:p>
          <w:p w:rsidR="007E5153" w:rsidRPr="00501E3A" w:rsidRDefault="007E5153">
            <w:pPr>
              <w:pStyle w:val="PL"/>
              <w:rPr>
                <w:noProof w:val="0"/>
              </w:rPr>
            </w:pPr>
            <w:r w:rsidRPr="00501E3A">
              <w:rPr>
                <w:noProof w:val="0"/>
              </w:rPr>
              <w:t>1- select EF</w:t>
            </w:r>
            <w:r w:rsidRPr="00501E3A">
              <w:rPr>
                <w:noProof w:val="0"/>
                <w:vertAlign w:val="subscript"/>
              </w:rPr>
              <w:t>LARU</w:t>
            </w:r>
            <w:r w:rsidRPr="00501E3A">
              <w:rPr>
                <w:noProof w:val="0"/>
              </w:rPr>
              <w:t>, fid=6F0C</w:t>
            </w:r>
          </w:p>
          <w:p w:rsidR="007E5153" w:rsidRPr="00501E3A" w:rsidRDefault="007E5153">
            <w:pPr>
              <w:pStyle w:val="PL"/>
              <w:rPr>
                <w:noProof w:val="0"/>
              </w:rPr>
            </w:pPr>
            <w:r w:rsidRPr="00501E3A">
              <w:rPr>
                <w:noProof w:val="0"/>
              </w:rPr>
              <w:t>2- recNumber = 0</w:t>
            </w:r>
          </w:p>
          <w:p w:rsidR="007E5153" w:rsidRPr="00501E3A" w:rsidRDefault="007E5153">
            <w:pPr>
              <w:pStyle w:val="PL"/>
              <w:rPr>
                <w:noProof w:val="0"/>
              </w:rPr>
            </w:pPr>
            <w:r w:rsidRPr="00501E3A">
              <w:rPr>
                <w:noProof w:val="0"/>
              </w:rPr>
              <w:t>mode = 1</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readRecord()</w:t>
            </w:r>
          </w:p>
          <w:p w:rsidR="007E5153" w:rsidRPr="00501E3A" w:rsidRDefault="007E5153">
            <w:pPr>
              <w:pStyle w:val="PL"/>
              <w:rPr>
                <w:noProof w:val="0"/>
              </w:rPr>
            </w:pPr>
            <w:r w:rsidRPr="00501E3A">
              <w:rPr>
                <w:noProof w:val="0"/>
              </w:rPr>
              <w:t>3- mode = 5</w:t>
            </w:r>
          </w:p>
          <w:p w:rsidR="007E5153" w:rsidRPr="00501E3A" w:rsidRDefault="007E5153">
            <w:pPr>
              <w:pStyle w:val="PL"/>
              <w:rPr>
                <w:rFonts w:ascii="Arial" w:hAnsi="Arial" w:cs="Arial"/>
                <w:noProof w:val="0"/>
                <w:sz w:val="18"/>
                <w:szCs w:val="18"/>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PL"/>
              <w:rPr>
                <w:noProof w:val="0"/>
              </w:rPr>
            </w:pPr>
          </w:p>
          <w:p w:rsidR="007E5153" w:rsidRPr="00501E3A" w:rsidRDefault="007E5153">
            <w:pPr>
              <w:pStyle w:val="TAL"/>
            </w:pPr>
          </w:p>
          <w:p w:rsidR="007E5153" w:rsidRPr="00501E3A" w:rsidRDefault="007E5153">
            <w:pPr>
              <w:pStyle w:val="TAL"/>
            </w:pPr>
            <w:r w:rsidRPr="00501E3A">
              <w:t>2 - Shall throw uicc.access.UICCException with reason code INVALID_MODE</w:t>
            </w: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 Shall throw uicc.access.</w:t>
            </w:r>
          </w:p>
          <w:p w:rsidR="007E5153" w:rsidRPr="00501E3A" w:rsidRDefault="007E5153">
            <w:pPr>
              <w:pStyle w:val="TAL"/>
            </w:pPr>
            <w:r w:rsidRPr="00501E3A">
              <w:t>UICCException with reason code INVALID_MODE.</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19</w:t>
            </w:r>
          </w:p>
        </w:tc>
        <w:tc>
          <w:tcPr>
            <w:tcW w:w="3898" w:type="dxa"/>
            <w:tcBorders>
              <w:top w:val="single" w:sz="4" w:space="0" w:color="auto"/>
              <w:left w:val="single" w:sz="4" w:space="0" w:color="auto"/>
              <w:bottom w:val="single" w:sz="4" w:space="0" w:color="auto"/>
              <w:right w:val="single" w:sz="4" w:space="0" w:color="auto"/>
            </w:tcBorders>
          </w:tcPr>
          <w:p w:rsidR="007E5153" w:rsidRPr="003A24E5" w:rsidRDefault="007E5153">
            <w:pPr>
              <w:pStyle w:val="TAH"/>
              <w:keepNext w:val="0"/>
              <w:keepLines w:val="0"/>
            </w:pPr>
            <w:r w:rsidRPr="003A24E5">
              <w:t>resp is null</w:t>
            </w:r>
          </w:p>
          <w:p w:rsidR="007E5153" w:rsidRPr="003A24E5" w:rsidRDefault="007E5153">
            <w:pPr>
              <w:pStyle w:val="PL"/>
              <w:rPr>
                <w:noProof w:val="0"/>
              </w:rPr>
            </w:pPr>
            <w:r w:rsidRPr="003A24E5">
              <w:rPr>
                <w:noProof w:val="0"/>
              </w:rPr>
              <w:t>resp[] = null</w:t>
            </w:r>
          </w:p>
          <w:p w:rsidR="007E5153" w:rsidRPr="003A24E5" w:rsidRDefault="007E5153">
            <w:pPr>
              <w:pStyle w:val="PL"/>
              <w:rPr>
                <w:noProof w:val="0"/>
              </w:rPr>
            </w:pPr>
            <w:r w:rsidRPr="003A24E5">
              <w:rPr>
                <w:noProof w:val="0"/>
              </w:rPr>
              <w:t>mode = REC_ACC_MODE_CURRENT</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10</w:t>
            </w:r>
          </w:p>
          <w:p w:rsidR="007E5153" w:rsidRPr="00501E3A" w:rsidRDefault="007E5153">
            <w:pPr>
              <w:pStyle w:val="PL"/>
              <w:rPr>
                <w:rFonts w:ascii="Arial" w:hAnsi="Arial" w:cs="Arial"/>
                <w:noProof w:val="0"/>
                <w:sz w:val="18"/>
                <w:szCs w:val="18"/>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java.lang.NullPointerException.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20</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respOffset &lt; 0</w:t>
            </w:r>
          </w:p>
          <w:p w:rsidR="007E5153" w:rsidRPr="00501E3A" w:rsidRDefault="007E5153">
            <w:pPr>
              <w:pStyle w:val="PL"/>
              <w:rPr>
                <w:noProof w:val="0"/>
              </w:rPr>
            </w:pPr>
            <w:r w:rsidRPr="00501E3A">
              <w:rPr>
                <w:noProof w:val="0"/>
              </w:rPr>
              <w:t>respOffset = -1</w:t>
            </w:r>
          </w:p>
          <w:p w:rsidR="007E5153" w:rsidRPr="00501E3A" w:rsidRDefault="007E5153">
            <w:pPr>
              <w:pStyle w:val="PL"/>
              <w:rPr>
                <w:noProof w:val="0"/>
              </w:rPr>
            </w:pPr>
            <w:r w:rsidRPr="00501E3A">
              <w:rPr>
                <w:noProof w:val="0"/>
              </w:rPr>
              <w:t>respLength = 10</w:t>
            </w:r>
          </w:p>
          <w:p w:rsidR="007E5153" w:rsidRPr="00501E3A" w:rsidRDefault="007E5153">
            <w:pPr>
              <w:pStyle w:val="PL"/>
              <w:rPr>
                <w:rFonts w:ascii="Arial" w:hAnsi="Arial" w:cs="Arial"/>
                <w:noProof w:val="0"/>
                <w:sz w:val="18"/>
                <w:szCs w:val="18"/>
              </w:rPr>
            </w:pPr>
            <w:r w:rsidRPr="00501E3A">
              <w:rPr>
                <w:noProof w:val="0"/>
              </w:rPr>
              <w:t>readRecord ()</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java.lang.ArrayIndexOutOfBoundsException.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C"/>
              <w:keepLines w:val="0"/>
            </w:pPr>
            <w:r w:rsidRPr="00501E3A">
              <w:lastRenderedPageBreak/>
              <w:t>21</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H"/>
              <w:keepLines w:val="0"/>
            </w:pPr>
            <w:r w:rsidRPr="00501E3A">
              <w:t>respLength &lt; 0</w:t>
            </w:r>
          </w:p>
          <w:p w:rsidR="007E5153" w:rsidRPr="00501E3A" w:rsidRDefault="007E5153" w:rsidP="00FE3CAF">
            <w:pPr>
              <w:pStyle w:val="PL"/>
              <w:keepNext/>
              <w:rPr>
                <w:noProof w:val="0"/>
              </w:rPr>
            </w:pPr>
            <w:r w:rsidRPr="00501E3A">
              <w:rPr>
                <w:noProof w:val="0"/>
              </w:rPr>
              <w:t>respOffset = 0</w:t>
            </w:r>
          </w:p>
          <w:p w:rsidR="007E5153" w:rsidRPr="00501E3A" w:rsidRDefault="007E5153" w:rsidP="00FE3CAF">
            <w:pPr>
              <w:pStyle w:val="PL"/>
              <w:keepNext/>
              <w:rPr>
                <w:noProof w:val="0"/>
              </w:rPr>
            </w:pPr>
            <w:r w:rsidRPr="00501E3A">
              <w:rPr>
                <w:noProof w:val="0"/>
              </w:rPr>
              <w:t>respLength = -1</w:t>
            </w:r>
          </w:p>
          <w:p w:rsidR="007E5153" w:rsidRPr="00501E3A" w:rsidRDefault="007E5153" w:rsidP="00FE3CAF">
            <w:pPr>
              <w:pStyle w:val="PL"/>
              <w:keepNext/>
              <w:rPr>
                <w:rFonts w:ascii="Arial" w:hAnsi="Arial" w:cs="Arial"/>
                <w:noProof w:val="0"/>
                <w:sz w:val="18"/>
                <w:szCs w:val="18"/>
              </w:rPr>
            </w:pPr>
            <w:r w:rsidRPr="00501E3A">
              <w:rPr>
                <w:noProof w:val="0"/>
              </w:rPr>
              <w:t>readRecord ()</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PL"/>
              <w:keepNext/>
              <w:rPr>
                <w:noProof w:val="0"/>
              </w:rPr>
            </w:pPr>
          </w:p>
          <w:p w:rsidR="007E5153" w:rsidRPr="00501E3A" w:rsidRDefault="007E5153" w:rsidP="00FE3CAF">
            <w:pPr>
              <w:pStyle w:val="TAL"/>
            </w:pPr>
            <w:r w:rsidRPr="00501E3A">
              <w:t xml:space="preserve">Shall throw </w:t>
            </w:r>
          </w:p>
          <w:p w:rsidR="007E5153" w:rsidRPr="00501E3A" w:rsidRDefault="007E5153" w:rsidP="00FE3CAF">
            <w:pPr>
              <w:pStyle w:val="TAL"/>
            </w:pPr>
            <w:r w:rsidRPr="00501E3A">
              <w:t>java.lang. ArrayIndexOutOfBoundsException.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FE3CAF">
            <w:pPr>
              <w:pStyle w:val="TAL"/>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22</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respOffset + respLength &gt; resp.length</w:t>
            </w:r>
          </w:p>
          <w:p w:rsidR="007E5153" w:rsidRPr="00501E3A" w:rsidRDefault="007E5153">
            <w:pPr>
              <w:pStyle w:val="PL"/>
              <w:rPr>
                <w:noProof w:val="0"/>
              </w:rPr>
            </w:pPr>
            <w:r w:rsidRPr="00501E3A">
              <w:rPr>
                <w:noProof w:val="0"/>
              </w:rPr>
              <w:t>respOffset = 10</w:t>
            </w:r>
          </w:p>
          <w:p w:rsidR="007E5153" w:rsidRPr="00501E3A" w:rsidRDefault="007E5153">
            <w:pPr>
              <w:pStyle w:val="PL"/>
              <w:rPr>
                <w:noProof w:val="0"/>
              </w:rPr>
            </w:pPr>
            <w:r w:rsidRPr="00501E3A">
              <w:rPr>
                <w:noProof w:val="0"/>
              </w:rPr>
              <w:t>respLength = 11</w:t>
            </w:r>
          </w:p>
          <w:p w:rsidR="007E5153" w:rsidRPr="00501E3A" w:rsidRDefault="007E5153">
            <w:pPr>
              <w:pStyle w:val="PL"/>
              <w:rPr>
                <w:rFonts w:ascii="Arial" w:hAnsi="Arial" w:cs="Arial"/>
                <w:noProof w:val="0"/>
                <w:sz w:val="18"/>
                <w:szCs w:val="18"/>
              </w:rPr>
            </w:pPr>
            <w:r w:rsidRPr="00501E3A">
              <w:rPr>
                <w:noProof w:val="0"/>
              </w:rPr>
              <w:t>readRecord ()</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4E3804">
            <w:pPr>
              <w:pStyle w:val="TAC"/>
              <w:keepNext w:val="0"/>
            </w:pPr>
            <w:r w:rsidRPr="00501E3A">
              <w:t>23</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4E3804">
            <w:pPr>
              <w:pStyle w:val="TAH"/>
              <w:keepNext w:val="0"/>
            </w:pPr>
            <w:r w:rsidRPr="00501E3A">
              <w:t>EF is neither Cyclic nor Linear Fixed</w:t>
            </w:r>
          </w:p>
          <w:p w:rsidR="007E5153" w:rsidRPr="00501E3A" w:rsidRDefault="007E5153" w:rsidP="004E3804">
            <w:pPr>
              <w:pStyle w:val="PL"/>
              <w:keepLines/>
              <w:rPr>
                <w:noProof w:val="0"/>
              </w:rPr>
            </w:pPr>
            <w:r w:rsidRPr="00501E3A">
              <w:rPr>
                <w:noProof w:val="0"/>
              </w:rPr>
              <w:t>1- select EF</w:t>
            </w:r>
            <w:r w:rsidRPr="00501E3A">
              <w:rPr>
                <w:noProof w:val="0"/>
                <w:vertAlign w:val="subscript"/>
              </w:rPr>
              <w:t>TNU</w:t>
            </w:r>
            <w:r w:rsidRPr="00501E3A">
              <w:rPr>
                <w:noProof w:val="0"/>
              </w:rPr>
              <w:t>, fid=6F02</w:t>
            </w:r>
          </w:p>
          <w:p w:rsidR="007E5153" w:rsidRPr="00501E3A" w:rsidRDefault="007E5153" w:rsidP="004E3804">
            <w:pPr>
              <w:pStyle w:val="PL"/>
              <w:keepLines/>
              <w:rPr>
                <w:noProof w:val="0"/>
              </w:rPr>
            </w:pPr>
            <w:r w:rsidRPr="00501E3A">
              <w:rPr>
                <w:noProof w:val="0"/>
              </w:rPr>
              <w:t>2- respOffset = 0</w:t>
            </w:r>
          </w:p>
          <w:p w:rsidR="007E5153" w:rsidRPr="00501E3A" w:rsidRDefault="007E5153" w:rsidP="004E3804">
            <w:pPr>
              <w:pStyle w:val="PL"/>
              <w:keepLines/>
              <w:rPr>
                <w:noProof w:val="0"/>
              </w:rPr>
            </w:pPr>
            <w:r w:rsidRPr="00501E3A">
              <w:rPr>
                <w:noProof w:val="0"/>
              </w:rPr>
              <w:t>respLength = 4</w:t>
            </w:r>
          </w:p>
          <w:p w:rsidR="007E5153" w:rsidRPr="00501E3A" w:rsidRDefault="007E5153" w:rsidP="004E3804">
            <w:pPr>
              <w:pStyle w:val="PL"/>
              <w:keepLines/>
              <w:rPr>
                <w:rFonts w:ascii="Arial" w:hAnsi="Arial" w:cs="Arial"/>
                <w:noProof w:val="0"/>
                <w:sz w:val="18"/>
                <w:szCs w:val="18"/>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4E3804">
            <w:pPr>
              <w:pStyle w:val="TAL"/>
              <w:keepNext w:val="0"/>
            </w:pPr>
          </w:p>
          <w:p w:rsidR="007E5153" w:rsidRPr="00501E3A" w:rsidRDefault="007E5153" w:rsidP="004E3804">
            <w:pPr>
              <w:pStyle w:val="TAL"/>
              <w:keepNext w:val="0"/>
            </w:pPr>
          </w:p>
          <w:p w:rsidR="007E5153" w:rsidRPr="00501E3A" w:rsidRDefault="007E5153" w:rsidP="004E3804">
            <w:pPr>
              <w:pStyle w:val="TAL"/>
              <w:keepNext w:val="0"/>
            </w:pPr>
            <w:r w:rsidRPr="00501E3A">
              <w:t>2 - Shall throw uicc.access.UICCException with reason code COMMAND_INCOMPATIBLE.</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4E3804">
            <w:pPr>
              <w:pStyle w:val="TAL"/>
              <w:keepNext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rsidP="004E3804">
            <w:pPr>
              <w:pStyle w:val="TAC"/>
              <w:keepLines w:val="0"/>
            </w:pPr>
            <w:r w:rsidRPr="00501E3A">
              <w:t>24</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rsidP="004E3804">
            <w:pPr>
              <w:pStyle w:val="TAH"/>
              <w:keepLines w:val="0"/>
            </w:pPr>
            <w:r w:rsidRPr="00501E3A">
              <w:t>Access condition not fulfilled</w:t>
            </w:r>
          </w:p>
          <w:p w:rsidR="007E5153" w:rsidRPr="00501E3A" w:rsidRDefault="007E5153" w:rsidP="004E3804">
            <w:pPr>
              <w:pStyle w:val="PL"/>
              <w:keepNext/>
              <w:rPr>
                <w:noProof w:val="0"/>
              </w:rPr>
            </w:pPr>
            <w:r w:rsidRPr="00501E3A">
              <w:rPr>
                <w:noProof w:val="0"/>
              </w:rPr>
              <w:t>1- select EF</w:t>
            </w:r>
            <w:r w:rsidRPr="00501E3A">
              <w:rPr>
                <w:noProof w:val="0"/>
                <w:vertAlign w:val="subscript"/>
              </w:rPr>
              <w:t>CNR</w:t>
            </w:r>
            <w:r w:rsidRPr="00501E3A">
              <w:rPr>
                <w:noProof w:val="0"/>
              </w:rPr>
              <w:t>, fid=6F04</w:t>
            </w:r>
          </w:p>
          <w:p w:rsidR="007E5153" w:rsidRPr="00501E3A" w:rsidRDefault="007E5153" w:rsidP="004E3804">
            <w:pPr>
              <w:pStyle w:val="PL"/>
              <w:keepNext/>
              <w:rPr>
                <w:noProof w:val="0"/>
              </w:rPr>
            </w:pPr>
            <w:r w:rsidRPr="00501E3A">
              <w:rPr>
                <w:noProof w:val="0"/>
              </w:rPr>
              <w:t>2 - respLength = 3</w:t>
            </w:r>
          </w:p>
          <w:p w:rsidR="007E5153" w:rsidRPr="00501E3A" w:rsidRDefault="007E5153" w:rsidP="004E3804">
            <w:pPr>
              <w:pStyle w:val="PL"/>
              <w:keepNext/>
              <w:rPr>
                <w:rFonts w:ascii="Arial" w:hAnsi="Arial" w:cs="Arial"/>
                <w:noProof w:val="0"/>
                <w:sz w:val="18"/>
                <w:szCs w:val="18"/>
              </w:rPr>
            </w:pPr>
            <w:r w:rsidRPr="00501E3A">
              <w:rPr>
                <w:noProof w:val="0"/>
              </w:rPr>
              <w:t>readRecord()</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rsidP="004E3804">
            <w:pPr>
              <w:pStyle w:val="TAL"/>
            </w:pPr>
          </w:p>
          <w:p w:rsidR="007E5153" w:rsidRPr="00501E3A" w:rsidRDefault="007E5153" w:rsidP="004E3804">
            <w:pPr>
              <w:pStyle w:val="TAL"/>
            </w:pPr>
          </w:p>
          <w:p w:rsidR="007E5153" w:rsidRPr="00501E3A" w:rsidRDefault="007E5153" w:rsidP="004E3804">
            <w:pPr>
              <w:pStyle w:val="TAL"/>
            </w:pPr>
            <w:r w:rsidRPr="00501E3A">
              <w:t>2 - Shall throw uicc.access.UICCException with reason code SECURITY_STATUS_NOT_SATISFIED.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4E3804">
            <w:pPr>
              <w:pStyle w:val="TAL"/>
              <w:keepLines w:val="0"/>
            </w:pPr>
          </w:p>
        </w:tc>
      </w:tr>
      <w:tr w:rsidR="007E5153" w:rsidRPr="00501E3A" w:rsidTr="004E3804">
        <w:trPr>
          <w:jc w:val="center"/>
        </w:trPr>
        <w:tc>
          <w:tcPr>
            <w:tcW w:w="3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25</w:t>
            </w:r>
          </w:p>
        </w:tc>
        <w:tc>
          <w:tcPr>
            <w:tcW w:w="389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EF is deactivated</w:t>
            </w:r>
          </w:p>
          <w:p w:rsidR="007E5153" w:rsidRPr="00501E3A" w:rsidRDefault="007E5153">
            <w:pPr>
              <w:pStyle w:val="PL"/>
              <w:rPr>
                <w:noProof w:val="0"/>
              </w:rPr>
            </w:pPr>
            <w:r w:rsidRPr="00501E3A">
              <w:rPr>
                <w:noProof w:val="0"/>
              </w:rPr>
              <w:t>1 - select EF</w:t>
            </w:r>
            <w:r w:rsidRPr="00501E3A">
              <w:rPr>
                <w:noProof w:val="0"/>
                <w:vertAlign w:val="subscript"/>
              </w:rPr>
              <w:t>CNU</w:t>
            </w:r>
            <w:r w:rsidRPr="00501E3A">
              <w:rPr>
                <w:noProof w:val="0"/>
              </w:rPr>
              <w:t>, fid=6F05</w:t>
            </w:r>
          </w:p>
          <w:p w:rsidR="007E5153" w:rsidRPr="00501E3A" w:rsidRDefault="007E5153">
            <w:pPr>
              <w:pStyle w:val="PL"/>
              <w:rPr>
                <w:noProof w:val="0"/>
              </w:rPr>
            </w:pPr>
            <w:r w:rsidRPr="00501E3A">
              <w:rPr>
                <w:noProof w:val="0"/>
              </w:rPr>
              <w:t>deactivateFile()</w:t>
            </w:r>
          </w:p>
          <w:p w:rsidR="007E5153" w:rsidRPr="00501E3A" w:rsidRDefault="007E5153">
            <w:pPr>
              <w:pStyle w:val="PL"/>
              <w:rPr>
                <w:noProof w:val="0"/>
              </w:rPr>
            </w:pPr>
            <w:r w:rsidRPr="00501E3A">
              <w:rPr>
                <w:noProof w:val="0"/>
              </w:rPr>
              <w:t>2 - readRecord()</w:t>
            </w:r>
          </w:p>
          <w:p w:rsidR="007E5153" w:rsidRPr="00501E3A" w:rsidRDefault="007E5153">
            <w:pPr>
              <w:pStyle w:val="PL"/>
              <w:rPr>
                <w:rFonts w:ascii="Arial" w:hAnsi="Arial" w:cs="Arial"/>
                <w:noProof w:val="0"/>
                <w:sz w:val="18"/>
                <w:szCs w:val="18"/>
              </w:rPr>
            </w:pPr>
            <w:r w:rsidRPr="00501E3A">
              <w:rPr>
                <w:noProof w:val="0"/>
              </w:rPr>
              <w:t xml:space="preserve">3 </w:t>
            </w:r>
            <w:r w:rsidR="004C222B" w:rsidRPr="00501E3A">
              <w:rPr>
                <w:noProof w:val="0"/>
              </w:rPr>
              <w:t>-</w:t>
            </w:r>
            <w:r w:rsidRPr="00501E3A">
              <w:rPr>
                <w:noProof w:val="0"/>
              </w:rPr>
              <w:t xml:space="preserve"> activateFile</w:t>
            </w:r>
          </w:p>
        </w:tc>
        <w:tc>
          <w:tcPr>
            <w:tcW w:w="34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 Shall throw uicc.access.UICC Exception with reason code REF_DATA_INVALIDATED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bl>
    <w:p w:rsidR="007E5153" w:rsidRPr="00501E3A" w:rsidRDefault="007E5153"/>
    <w:p w:rsidR="007E5153" w:rsidRPr="00501E3A" w:rsidRDefault="007E5153" w:rsidP="005F79BA">
      <w:pPr>
        <w:pStyle w:val="Heading4"/>
      </w:pPr>
      <w:r w:rsidRPr="00501E3A">
        <w:t>5.1.1.6</w:t>
      </w:r>
      <w:r w:rsidRPr="00501E3A">
        <w:tab/>
        <w:t>Method searchRecord</w:t>
      </w:r>
    </w:p>
    <w:p w:rsidR="007E5153" w:rsidRPr="00501E3A" w:rsidRDefault="007E5153" w:rsidP="005F79BA">
      <w:pPr>
        <w:keepNext/>
        <w:keepLines/>
      </w:pPr>
      <w:r w:rsidRPr="00501E3A">
        <w:t>Test Area Reference: Api_1_Fvw_Sear</w:t>
      </w:r>
      <w:r w:rsidR="005F79BA" w:rsidRPr="00501E3A">
        <w:t>.</w:t>
      </w:r>
    </w:p>
    <w:p w:rsidR="007E5153" w:rsidRPr="00501E3A" w:rsidRDefault="007E5153" w:rsidP="005F79BA">
      <w:pPr>
        <w:pStyle w:val="Heading5"/>
      </w:pPr>
      <w:r w:rsidRPr="00501E3A">
        <w:t>5.1.1.6.1</w:t>
      </w:r>
      <w:r w:rsidRPr="00501E3A">
        <w:tab/>
        <w:t>Conformance requirement</w:t>
      </w:r>
    </w:p>
    <w:p w:rsidR="007E5153" w:rsidRPr="00501E3A" w:rsidRDefault="007E5153" w:rsidP="005F79BA">
      <w:pPr>
        <w:keepNext/>
        <w:keepLines/>
      </w:pPr>
      <w:r w:rsidRPr="00501E3A">
        <w:t>The method with following header shall be compliant to its definition in the API.</w:t>
      </w:r>
    </w:p>
    <w:p w:rsidR="007E5153" w:rsidRPr="00501E3A" w:rsidRDefault="007E5153" w:rsidP="005F79BA">
      <w:pPr>
        <w:pStyle w:val="PL"/>
        <w:keepNext/>
        <w:keepLines/>
        <w:rPr>
          <w:noProof w:val="0"/>
        </w:rPr>
      </w:pPr>
      <w:r w:rsidRPr="00501E3A">
        <w:rPr>
          <w:noProof w:val="0"/>
        </w:rPr>
        <w:t>public short searchRecord(byte mode,</w:t>
      </w:r>
    </w:p>
    <w:p w:rsidR="007E5153" w:rsidRPr="00501E3A" w:rsidRDefault="007E5153" w:rsidP="005F79BA">
      <w:pPr>
        <w:pStyle w:val="PL"/>
        <w:keepNext/>
        <w:keepLines/>
        <w:rPr>
          <w:noProof w:val="0"/>
        </w:rPr>
      </w:pPr>
      <w:r w:rsidRPr="00501E3A">
        <w:rPr>
          <w:noProof w:val="0"/>
        </w:rPr>
        <w:t xml:space="preserve">                          short recordNum,</w:t>
      </w:r>
    </w:p>
    <w:p w:rsidR="007E5153" w:rsidRPr="00501E3A" w:rsidRDefault="007E5153" w:rsidP="005F79BA">
      <w:pPr>
        <w:pStyle w:val="PL"/>
        <w:keepNext/>
        <w:keepLines/>
        <w:rPr>
          <w:noProof w:val="0"/>
        </w:rPr>
      </w:pPr>
      <w:r w:rsidRPr="00501E3A">
        <w:rPr>
          <w:noProof w:val="0"/>
        </w:rPr>
        <w:t xml:space="preserve">                          short searchIndication,</w:t>
      </w:r>
    </w:p>
    <w:p w:rsidR="007E5153" w:rsidRPr="00501E3A" w:rsidRDefault="007E5153" w:rsidP="005F79BA">
      <w:pPr>
        <w:pStyle w:val="PL"/>
        <w:keepNext/>
        <w:keepLines/>
        <w:rPr>
          <w:noProof w:val="0"/>
        </w:rPr>
      </w:pPr>
      <w:r w:rsidRPr="00501E3A">
        <w:rPr>
          <w:noProof w:val="0"/>
        </w:rPr>
        <w:t xml:space="preserve">                          byte[] patt,</w:t>
      </w:r>
    </w:p>
    <w:p w:rsidR="007E5153" w:rsidRPr="00501E3A" w:rsidRDefault="007E5153" w:rsidP="005F79BA">
      <w:pPr>
        <w:pStyle w:val="PL"/>
        <w:keepNext/>
        <w:keepLines/>
        <w:rPr>
          <w:noProof w:val="0"/>
        </w:rPr>
      </w:pPr>
      <w:r w:rsidRPr="00501E3A">
        <w:rPr>
          <w:noProof w:val="0"/>
        </w:rPr>
        <w:t xml:space="preserve">                          short pattOffset,</w:t>
      </w:r>
    </w:p>
    <w:p w:rsidR="007E5153" w:rsidRPr="00501E3A" w:rsidRDefault="007E5153" w:rsidP="005F79BA">
      <w:pPr>
        <w:pStyle w:val="PL"/>
        <w:keepNext/>
        <w:keepLines/>
        <w:rPr>
          <w:noProof w:val="0"/>
        </w:rPr>
      </w:pPr>
      <w:r w:rsidRPr="00501E3A">
        <w:rPr>
          <w:noProof w:val="0"/>
        </w:rPr>
        <w:t xml:space="preserve">                          short pattLength,</w:t>
      </w:r>
    </w:p>
    <w:p w:rsidR="007E5153" w:rsidRPr="00501E3A" w:rsidRDefault="007E5153" w:rsidP="005F79BA">
      <w:pPr>
        <w:pStyle w:val="PL"/>
        <w:keepNext/>
        <w:keepLines/>
        <w:rPr>
          <w:noProof w:val="0"/>
        </w:rPr>
      </w:pPr>
      <w:r w:rsidRPr="00501E3A">
        <w:rPr>
          <w:noProof w:val="0"/>
        </w:rPr>
        <w:t xml:space="preserve">                          short[] response,</w:t>
      </w:r>
    </w:p>
    <w:p w:rsidR="007E5153" w:rsidRPr="00501E3A" w:rsidRDefault="007E5153" w:rsidP="005F79BA">
      <w:pPr>
        <w:pStyle w:val="PL"/>
        <w:keepNext/>
        <w:keepLines/>
        <w:rPr>
          <w:noProof w:val="0"/>
        </w:rPr>
      </w:pPr>
      <w:r w:rsidRPr="00501E3A">
        <w:rPr>
          <w:noProof w:val="0"/>
        </w:rPr>
        <w:t xml:space="preserve">                          short respOffset,</w:t>
      </w:r>
    </w:p>
    <w:p w:rsidR="007E5153" w:rsidRPr="00501E3A" w:rsidRDefault="007E5153" w:rsidP="005F79BA">
      <w:pPr>
        <w:pStyle w:val="PL"/>
        <w:keepNext/>
        <w:keepLines/>
        <w:rPr>
          <w:noProof w:val="0"/>
        </w:rPr>
      </w:pPr>
      <w:r w:rsidRPr="00501E3A">
        <w:rPr>
          <w:noProof w:val="0"/>
        </w:rPr>
        <w:t xml:space="preserve">                          short respLength)</w:t>
      </w:r>
    </w:p>
    <w:p w:rsidR="007E5153" w:rsidRPr="00501E3A" w:rsidRDefault="007E5153" w:rsidP="005F79BA">
      <w:pPr>
        <w:pStyle w:val="PL"/>
        <w:keepNext/>
        <w:keepLines/>
        <w:rPr>
          <w:noProof w:val="0"/>
        </w:rPr>
      </w:pPr>
      <w:r w:rsidRPr="00501E3A">
        <w:rPr>
          <w:noProof w:val="0"/>
        </w:rPr>
        <w:t xml:space="preserve">                   throws java.lang.NullPointerException,</w:t>
      </w:r>
    </w:p>
    <w:p w:rsidR="007E5153" w:rsidRPr="00501E3A" w:rsidRDefault="007E5153" w:rsidP="005F79BA">
      <w:pPr>
        <w:pStyle w:val="PL"/>
        <w:keepNext/>
        <w:keepLines/>
        <w:rPr>
          <w:noProof w:val="0"/>
        </w:rPr>
      </w:pPr>
      <w:r w:rsidRPr="00501E3A">
        <w:rPr>
          <w:noProof w:val="0"/>
        </w:rPr>
        <w:t xml:space="preserve">                          java.lang.ArrayIndexOutOfBoundsException,</w:t>
      </w:r>
    </w:p>
    <w:p w:rsidR="007E5153" w:rsidRPr="00501E3A" w:rsidRDefault="007E5153">
      <w:pPr>
        <w:pStyle w:val="PL"/>
        <w:rPr>
          <w:noProof w:val="0"/>
        </w:rPr>
      </w:pPr>
      <w:r w:rsidRPr="00501E3A">
        <w:rPr>
          <w:noProof w:val="0"/>
        </w:rPr>
        <w:t xml:space="preserve">                          UICCException</w:t>
      </w:r>
    </w:p>
    <w:p w:rsidR="005F79BA" w:rsidRPr="00501E3A" w:rsidRDefault="005F79BA">
      <w:pPr>
        <w:pStyle w:val="PL"/>
        <w:rPr>
          <w:noProof w:val="0"/>
        </w:rPr>
      </w:pPr>
    </w:p>
    <w:p w:rsidR="007E5153" w:rsidRPr="00501E3A" w:rsidRDefault="007E5153">
      <w:pPr>
        <w:pStyle w:val="H6"/>
        <w:outlineLvl w:val="0"/>
      </w:pPr>
      <w:r w:rsidRPr="00501E3A">
        <w:t>5.1.1.6.1.1</w:t>
      </w:r>
      <w:r w:rsidRPr="00501E3A">
        <w:tab/>
        <w:t>Normal execution</w:t>
      </w:r>
    </w:p>
    <w:p w:rsidR="007E5153" w:rsidRPr="00501E3A" w:rsidRDefault="007E5153">
      <w:pPr>
        <w:pStyle w:val="B1"/>
      </w:pPr>
      <w:r w:rsidRPr="00501E3A">
        <w:t>CRRN1: Search a given pattern in byte array patt[] of a current linear fixed or cyclic EF.</w:t>
      </w:r>
    </w:p>
    <w:p w:rsidR="007E5153" w:rsidRPr="00501E3A" w:rsidRDefault="007E5153">
      <w:pPr>
        <w:pStyle w:val="B1"/>
      </w:pPr>
      <w:r w:rsidRPr="00501E3A">
        <w:t>CRRN2: If the pattern is found, the number of each record is stored in byte array response[] and the total number of updated bytes in the array response[] buffer is returned.</w:t>
      </w:r>
    </w:p>
    <w:p w:rsidR="007E5153" w:rsidRPr="00501E3A" w:rsidRDefault="007E5153">
      <w:pPr>
        <w:pStyle w:val="B1"/>
      </w:pPr>
      <w:r w:rsidRPr="00501E3A">
        <w:t>CRRN3: If the value of respLength is greater than the number of records found, the whole response is copied into the response buffer and the number of elements copied is returned by the method.</w:t>
      </w:r>
    </w:p>
    <w:p w:rsidR="007E5153" w:rsidRPr="00501E3A" w:rsidRDefault="007E5153">
      <w:pPr>
        <w:pStyle w:val="B1"/>
      </w:pPr>
      <w:r w:rsidRPr="00501E3A">
        <w:t>CRRN4: If the value of respLength is smaller than the number of found patterns, the first record numbers are copied into the response array and the value of respLength is returned.</w:t>
      </w:r>
    </w:p>
    <w:p w:rsidR="007E5153" w:rsidRPr="00501E3A" w:rsidRDefault="007E5153">
      <w:pPr>
        <w:pStyle w:val="B1"/>
      </w:pPr>
      <w:r w:rsidRPr="00501E3A">
        <w:t>CRRN5: If mode is SIMPLE_SEARCH_START_FORWARD, the search starts at the given record number forward towards the end of the file.</w:t>
      </w:r>
    </w:p>
    <w:p w:rsidR="007E5153" w:rsidRPr="00501E3A" w:rsidRDefault="007E5153">
      <w:pPr>
        <w:pStyle w:val="B1"/>
      </w:pPr>
      <w:r w:rsidRPr="00501E3A">
        <w:t>CRRN6: If mode is SIMPLE_SEARCH _START_BACKWARD, the search starts at a given record number backward towards to the beginning of the file.</w:t>
      </w:r>
    </w:p>
    <w:p w:rsidR="007E5153" w:rsidRPr="00501E3A" w:rsidRDefault="007E5153">
      <w:pPr>
        <w:pStyle w:val="B1"/>
      </w:pPr>
      <w:r w:rsidRPr="00501E3A">
        <w:lastRenderedPageBreak/>
        <w:t>CRRN7: If mode is ENHANCED_SEARCH and SEARCH_INDICATION_START_BACKWARD_FROM_PREVIOUS is set in searchIndication, the search is backward starting from previous record towards to the beginning of the file.</w:t>
      </w:r>
    </w:p>
    <w:p w:rsidR="007E5153" w:rsidRPr="00501E3A" w:rsidRDefault="007E5153">
      <w:pPr>
        <w:pStyle w:val="B1"/>
      </w:pPr>
      <w:r w:rsidRPr="00501E3A">
        <w:t>CRRN8: If the mode is ENHANCED_SEARCH and SEARCH_INDICATION_START_BACKWARD_FROM_PREVIOUS_GR is set in searchIndication, the search is backward starting at a given record from previous record towards to the beginning of the file.</w:t>
      </w:r>
    </w:p>
    <w:p w:rsidR="007E5153" w:rsidRPr="00501E3A" w:rsidRDefault="007E5153">
      <w:pPr>
        <w:pStyle w:val="B1"/>
      </w:pPr>
      <w:r w:rsidRPr="00501E3A">
        <w:t>CRRN9: If the mode is ENHANCED_SEARCH and SEARCH_INDICATION_START_FORWARD_FROM_NEXT is set in searchIndication, the search is forward starting at the next record towards the end of the file.</w:t>
      </w:r>
    </w:p>
    <w:p w:rsidR="007E5153" w:rsidRPr="00501E3A" w:rsidRDefault="007E5153">
      <w:pPr>
        <w:pStyle w:val="B1"/>
      </w:pPr>
      <w:r w:rsidRPr="00501E3A">
        <w:t>CRRN10: If the mode is ENHANCED_SEARCH and SEARCH_INDICATION_FORWARD_FROM_NEXT_GR is set in searchIndication, the search is forward starting at a given record number towards to the end of the file.</w:t>
      </w:r>
    </w:p>
    <w:p w:rsidR="007E5153" w:rsidRPr="00501E3A" w:rsidRDefault="007E5153">
      <w:pPr>
        <w:pStyle w:val="B1"/>
      </w:pPr>
      <w:r w:rsidRPr="00501E3A">
        <w:t>CRRN11: If the mode is ENHANCED_SEARCH, and bit 4 of the most significant byte of the searchIndication is not set, the search starts in the record from the offset (absolute position) given in the less signif</w:t>
      </w:r>
      <w:r w:rsidR="005F79BA" w:rsidRPr="00501E3A">
        <w:t>icant byte of searchIndication.</w:t>
      </w:r>
    </w:p>
    <w:p w:rsidR="007E5153" w:rsidRPr="00501E3A" w:rsidRDefault="007E5153">
      <w:pPr>
        <w:pStyle w:val="B1"/>
      </w:pPr>
      <w:r w:rsidRPr="00501E3A">
        <w:t>CRRN12: If the mode is ENHANCED_SEARCH, and bit 4 of the most significant byte of the searchIndication is set, the search starts in the record after the first occurrence of the value contained in the less significant byte of searchIndication.</w:t>
      </w:r>
    </w:p>
    <w:p w:rsidR="007E5153" w:rsidRPr="00501E3A" w:rsidRDefault="007E5153">
      <w:pPr>
        <w:pStyle w:val="B1"/>
      </w:pPr>
      <w:r w:rsidRPr="00501E3A">
        <w:t>CRRN13: If pattern given in patt[] is not found, the method returns 0.</w:t>
      </w:r>
    </w:p>
    <w:p w:rsidR="007E5153" w:rsidRPr="00501E3A" w:rsidRDefault="007E5153">
      <w:pPr>
        <w:pStyle w:val="B1"/>
      </w:pPr>
      <w:r w:rsidRPr="00501E3A">
        <w:t>CRRN14: If one or more matches are found the record pointer shall be set to the first record where the search pattern was found.</w:t>
      </w:r>
    </w:p>
    <w:p w:rsidR="007E5153" w:rsidRPr="00501E3A" w:rsidRDefault="007E5153">
      <w:pPr>
        <w:pStyle w:val="H6"/>
        <w:outlineLvl w:val="0"/>
      </w:pPr>
      <w:r w:rsidRPr="00501E3A">
        <w:t>5.1.1.6.1.2</w:t>
      </w:r>
      <w:r w:rsidRPr="00501E3A">
        <w:tab/>
        <w:t>Parameter errors</w:t>
      </w:r>
    </w:p>
    <w:p w:rsidR="007E5153" w:rsidRPr="00501E3A" w:rsidRDefault="007E5153">
      <w:pPr>
        <w:pStyle w:val="B1"/>
      </w:pPr>
      <w:r w:rsidRPr="00501E3A">
        <w:t>CRRP1: If mode is not 4, 5 or 6, an instance of UICCException shall be thrown. The reason code shall be UICCException.INVALID_MODE.</w:t>
      </w:r>
    </w:p>
    <w:p w:rsidR="007E5153" w:rsidRPr="00501E3A" w:rsidRDefault="007E5153">
      <w:pPr>
        <w:pStyle w:val="B1"/>
      </w:pPr>
      <w:r w:rsidRPr="00501E3A">
        <w:t>CRRP2: If the pattern array patt is null, an instance of java.lang.NullPointerException shall be thrown.</w:t>
      </w:r>
    </w:p>
    <w:p w:rsidR="007E5153" w:rsidRPr="00501E3A" w:rsidRDefault="007E5153">
      <w:pPr>
        <w:pStyle w:val="B1"/>
      </w:pPr>
      <w:r w:rsidRPr="00501E3A">
        <w:t>CRRP3: If the response array response is null, an instance of java.lang.NullPointerExceptino shall be thrown.</w:t>
      </w:r>
    </w:p>
    <w:p w:rsidR="007E5153" w:rsidRPr="00501E3A" w:rsidRDefault="007E5153">
      <w:pPr>
        <w:pStyle w:val="B1"/>
      </w:pPr>
      <w:r w:rsidRPr="00501E3A">
        <w:t>CRRP4: If parameter pattOffset is negative, an instance of  java.lang.ArrayIndexOutOfBoundsException shall be thrown.</w:t>
      </w:r>
    </w:p>
    <w:p w:rsidR="007E5153" w:rsidRPr="00501E3A" w:rsidRDefault="007E5153">
      <w:pPr>
        <w:pStyle w:val="B1"/>
      </w:pPr>
      <w:r w:rsidRPr="00501E3A">
        <w:t>CRRP5: If parameter pattLength is negative, an instance of  java.lang.ArrayIndexOutOfBoundsException shall be thrown.</w:t>
      </w:r>
    </w:p>
    <w:p w:rsidR="007E5153" w:rsidRPr="00501E3A" w:rsidRDefault="007E5153">
      <w:pPr>
        <w:pStyle w:val="B1"/>
      </w:pPr>
      <w:r w:rsidRPr="00501E3A">
        <w:t>CRRP6: If parameter respOffset is negative, an instance of  java.lang.ArrayIndexOutOfBoundsException shall be thrown.</w:t>
      </w:r>
    </w:p>
    <w:p w:rsidR="007E5153" w:rsidRPr="00501E3A" w:rsidRDefault="007E5153">
      <w:pPr>
        <w:pStyle w:val="B1"/>
      </w:pPr>
      <w:r w:rsidRPr="00501E3A">
        <w:t>CRRP7: If parameter respLength negative, an instance of  java.lang.ArrayIndexOutOfBoundsException shall be thrown.</w:t>
      </w:r>
    </w:p>
    <w:p w:rsidR="007E5153" w:rsidRPr="00501E3A" w:rsidRDefault="007E5153">
      <w:pPr>
        <w:pStyle w:val="B1"/>
      </w:pPr>
      <w:r w:rsidRPr="00501E3A">
        <w:t>CRRP8: If parameter pattOffset plus pattLength are greater than the length of array patt, an instance of java.lang.ArrayIndexOutOfBoundsException shall be thrown.</w:t>
      </w:r>
    </w:p>
    <w:p w:rsidR="007E5153" w:rsidRPr="00501E3A" w:rsidRDefault="007E5153">
      <w:pPr>
        <w:pStyle w:val="B1"/>
      </w:pPr>
      <w:r w:rsidRPr="00501E3A">
        <w:t>CRRP9: If parameter respOffset plus respLength are greater than the length of array response a ArrayIndexOutOfBoundsException shall be thrown.</w:t>
      </w:r>
    </w:p>
    <w:p w:rsidR="007E5153" w:rsidRPr="00501E3A" w:rsidRDefault="007E5153">
      <w:pPr>
        <w:pStyle w:val="B1"/>
      </w:pPr>
      <w:r w:rsidRPr="00501E3A">
        <w:t>CRRP10: If parameter recordNum is negative, an instance of UICCException shall be thrown. The reason code shall be UICCException.RECORD_NOT_FOUND.</w:t>
      </w:r>
    </w:p>
    <w:p w:rsidR="007E5153" w:rsidRPr="00501E3A" w:rsidRDefault="007E5153">
      <w:pPr>
        <w:pStyle w:val="B1"/>
      </w:pPr>
      <w:r w:rsidRPr="00501E3A">
        <w:t>CRRP11: If parameter recordNum is greather than, the total number of records from the currently selected EF, an instance of UICCException shall be thrown. The reason code shall be UICCException.RECORD_NOT_FOUND.</w:t>
      </w:r>
    </w:p>
    <w:p w:rsidR="007E5153" w:rsidRPr="00501E3A" w:rsidRDefault="007E5153">
      <w:pPr>
        <w:pStyle w:val="B1"/>
      </w:pPr>
      <w:r w:rsidRPr="00501E3A">
        <w:lastRenderedPageBreak/>
        <w:t>CRRP12</w:t>
      </w:r>
      <w:r w:rsidRPr="00501E3A">
        <w:rPr>
          <w:rStyle w:val="CommentReference"/>
          <w:vanish/>
        </w:rPr>
        <w:t>:</w:t>
      </w:r>
      <w:r w:rsidRPr="00501E3A">
        <w:t xml:space="preserve"> If  pattLength is greater than record size of the currently selected EF an instance of UICCException shall be thrown. The reason code shall be UICCException.OUT_OF_FILE_BOUNDARIES.</w:t>
      </w:r>
    </w:p>
    <w:p w:rsidR="007E5153" w:rsidRPr="00501E3A" w:rsidRDefault="007E5153">
      <w:pPr>
        <w:pStyle w:val="H6"/>
        <w:outlineLvl w:val="0"/>
      </w:pPr>
      <w:r w:rsidRPr="00501E3A">
        <w:t>5.1.1.6.1.3</w:t>
      </w:r>
      <w:r w:rsidRPr="00501E3A">
        <w:tab/>
        <w:t>Context errors</w:t>
      </w:r>
    </w:p>
    <w:p w:rsidR="007E5153" w:rsidRPr="00501E3A" w:rsidRDefault="007E5153">
      <w:pPr>
        <w:pStyle w:val="B1"/>
      </w:pPr>
      <w:r w:rsidRPr="00501E3A">
        <w:t>CRRC1: If the calling applet has currently no EF selected, an instance of UICCException shall be thrown. The reason code shall be UICCException.NO_EF_SELECTED.</w:t>
      </w:r>
    </w:p>
    <w:p w:rsidR="007E5153" w:rsidRPr="00501E3A" w:rsidRDefault="007E5153">
      <w:pPr>
        <w:pStyle w:val="B1"/>
      </w:pPr>
      <w:r w:rsidRPr="00501E3A">
        <w:t>CRRC2: If the currently selected EF is not linear fixed or cyclic, an instance of UICCException shall be thrown. The reason code shall be UICCException.COMMAND_INCOMPATIBLE.</w:t>
      </w:r>
    </w:p>
    <w:p w:rsidR="007E5153" w:rsidRPr="00501E3A" w:rsidRDefault="007E5153">
      <w:pPr>
        <w:pStyle w:val="B1"/>
      </w:pPr>
      <w:r w:rsidRPr="00501E3A">
        <w:t>CRRC3: If the calling applet does not fulfil the access condition, READ, to perform this function, an instance of UICCException shall be thrown. The reason code shall be UICCException.SECURITY_STATUS_NOT_SATISFIED.</w:t>
      </w:r>
    </w:p>
    <w:p w:rsidR="007E5153" w:rsidRPr="00501E3A" w:rsidRDefault="007E5153">
      <w:pPr>
        <w:pStyle w:val="B1"/>
      </w:pPr>
      <w:r w:rsidRPr="00501E3A">
        <w:t>CRRC4: If the currently selected EF is deactivated and the file status of the EF does not allow for reading a deactivated file, an instance of UICCException shall be thrown. The reason code shall be UICCException.REF_DATA_INVALIDATED.</w:t>
      </w:r>
    </w:p>
    <w:p w:rsidR="007E5153" w:rsidRPr="00501E3A" w:rsidRDefault="007E5153">
      <w:pPr>
        <w:pStyle w:val="B1"/>
      </w:pPr>
      <w:r w:rsidRPr="00501E3A">
        <w:t>CRRC5: If the method call causes an error to occur that is not expected and thus not handled, an instance of UICCException shall be thrown. The reason code shall be UICCException.INTERNAL_ERROR.</w:t>
      </w:r>
    </w:p>
    <w:p w:rsidR="007E5153" w:rsidRPr="00501E3A" w:rsidRDefault="007E5153" w:rsidP="00443FF8">
      <w:pPr>
        <w:pStyle w:val="Heading5"/>
      </w:pPr>
      <w:r w:rsidRPr="00501E3A">
        <w:t>5.1.1.6.2</w:t>
      </w:r>
      <w:r w:rsidRPr="00501E3A">
        <w:tab/>
        <w:t>Test area files</w:t>
      </w:r>
    </w:p>
    <w:p w:rsidR="007E5153" w:rsidRPr="00501E3A" w:rsidRDefault="007E5153" w:rsidP="00443FF8">
      <w:pPr>
        <w:pStyle w:val="EX"/>
        <w:keepNext/>
      </w:pPr>
      <w:r w:rsidRPr="00501E3A">
        <w:t xml:space="preserve">Test Source: </w:t>
      </w:r>
      <w:r w:rsidRPr="00501E3A">
        <w:tab/>
        <w:t>Test_Api_1_Fvw_Sear.java</w:t>
      </w:r>
      <w:r w:rsidR="00443FF8" w:rsidRPr="00501E3A">
        <w:t>.</w:t>
      </w:r>
    </w:p>
    <w:p w:rsidR="007E5153" w:rsidRPr="00501E3A" w:rsidRDefault="007E5153" w:rsidP="00443FF8">
      <w:pPr>
        <w:pStyle w:val="EX"/>
        <w:keepNext/>
      </w:pPr>
      <w:r w:rsidRPr="00501E3A">
        <w:t xml:space="preserve">Test Applet: </w:t>
      </w:r>
      <w:r w:rsidRPr="00501E3A">
        <w:tab/>
        <w:t>Api_1_Fvw_Sear_1.java</w:t>
      </w:r>
      <w:r w:rsidR="00443FF8" w:rsidRPr="00501E3A">
        <w:t>.</w:t>
      </w:r>
    </w:p>
    <w:p w:rsidR="007E5153" w:rsidRPr="00501E3A" w:rsidRDefault="007E5153" w:rsidP="00443FF8">
      <w:pPr>
        <w:pStyle w:val="EX"/>
        <w:keepNext/>
      </w:pPr>
      <w:r w:rsidRPr="00501E3A">
        <w:t>Cap File:</w:t>
      </w:r>
      <w:r w:rsidRPr="00501E3A">
        <w:tab/>
        <w:t>api_1_fvw_sear.cap</w:t>
      </w:r>
      <w:r w:rsidR="00443FF8" w:rsidRPr="00501E3A">
        <w:t>.</w:t>
      </w:r>
    </w:p>
    <w:p w:rsidR="007E5153" w:rsidRPr="00501E3A" w:rsidRDefault="007E5153" w:rsidP="00443FF8">
      <w:pPr>
        <w:pStyle w:val="Heading5"/>
      </w:pPr>
      <w:r w:rsidRPr="00501E3A">
        <w:t>5.1.1.6.3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r w:rsidR="004C222B" w:rsidRPr="00501E3A">
              <w:t xml:space="preserve"> </w:t>
            </w:r>
            <w:r w:rsidRPr="00501E3A">
              <w:t>3,</w:t>
            </w:r>
            <w:r w:rsidR="004C222B" w:rsidRPr="00501E3A">
              <w:t xml:space="preserve"> </w:t>
            </w:r>
            <w:r w:rsidRPr="00501E3A">
              <w:t>4,</w:t>
            </w:r>
            <w:r w:rsidR="004C222B" w:rsidRPr="00501E3A">
              <w:t xml:space="preserve"> </w:t>
            </w:r>
            <w:r w:rsidRPr="00501E3A">
              <w:t>5,</w:t>
            </w:r>
            <w:r w:rsidR="004C222B" w:rsidRPr="00501E3A">
              <w:t xml:space="preserve"> </w:t>
            </w:r>
            <w:r w:rsidRPr="00501E3A">
              <w:t>6,</w:t>
            </w:r>
            <w:r w:rsidR="004C222B" w:rsidRPr="00501E3A">
              <w:t xml:space="preserve"> </w:t>
            </w:r>
            <w:r w:rsidRPr="00501E3A">
              <w:t>7,</w:t>
            </w:r>
            <w:r w:rsidR="004C222B" w:rsidRPr="00501E3A">
              <w:t xml:space="preserve"> </w:t>
            </w:r>
            <w:r w:rsidRPr="00501E3A">
              <w:t>8,</w:t>
            </w:r>
            <w:r w:rsidR="004C222B" w:rsidRPr="00501E3A">
              <w:t xml:space="preserve"> </w:t>
            </w:r>
            <w:r w:rsidRPr="00501E3A">
              <w:t>9,</w:t>
            </w:r>
            <w:r w:rsidR="004C222B" w:rsidRPr="00501E3A">
              <w:t xml:space="preserve"> </w:t>
            </w:r>
            <w:r w:rsidRPr="00501E3A">
              <w:t>10,</w:t>
            </w:r>
            <w:r w:rsidR="004C222B" w:rsidRPr="00501E3A">
              <w:t xml:space="preserve"> </w:t>
            </w:r>
            <w:r w:rsidRPr="00501E3A">
              <w:t>11,</w:t>
            </w:r>
            <w:r w:rsidR="004C222B" w:rsidRPr="00501E3A">
              <w:t xml:space="preserve"> </w:t>
            </w:r>
            <w:r w:rsidRPr="00501E3A">
              <w:t>28, 29,</w:t>
            </w:r>
            <w:r w:rsidR="004C222B" w:rsidRPr="00501E3A">
              <w:t xml:space="preserve"> </w:t>
            </w:r>
            <w:r w:rsidRPr="00501E3A">
              <w:t>30,</w:t>
            </w:r>
            <w:r w:rsidR="004C222B" w:rsidRPr="00501E3A">
              <w:t xml:space="preserve"> </w:t>
            </w:r>
            <w:r w:rsidRPr="00501E3A">
              <w:t>31,</w:t>
            </w:r>
            <w:r w:rsidR="004C222B" w:rsidRPr="00501E3A">
              <w:t xml:space="preserve"> </w:t>
            </w:r>
            <w:r w:rsidRPr="00501E3A">
              <w:t>32,</w:t>
            </w:r>
            <w:r w:rsidR="004C222B" w:rsidRPr="00501E3A">
              <w:t xml:space="preserve"> </w:t>
            </w:r>
            <w:r w:rsidRPr="00501E3A">
              <w:t>33,</w:t>
            </w:r>
            <w:r w:rsidR="004C222B" w:rsidRPr="00501E3A">
              <w:t xml:space="preserve"> </w:t>
            </w:r>
            <w:r w:rsidRPr="00501E3A">
              <w:t>34,</w:t>
            </w:r>
            <w:r w:rsidR="004C222B" w:rsidRPr="00501E3A">
              <w:t xml:space="preserve"> </w:t>
            </w:r>
            <w:r w:rsidRPr="00501E3A">
              <w:t>35,</w:t>
            </w:r>
            <w:r w:rsidR="004C222B" w:rsidRPr="00501E3A">
              <w:t xml:space="preserve"> </w:t>
            </w:r>
            <w:r w:rsidRPr="00501E3A">
              <w:t>36,</w:t>
            </w:r>
            <w:r w:rsidR="004C222B" w:rsidRPr="00501E3A">
              <w:t xml:space="preserve"> </w:t>
            </w:r>
            <w:r w:rsidRPr="00501E3A">
              <w:t>37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rsidP="004C222B">
            <w:pPr>
              <w:pStyle w:val="TAC"/>
              <w:keepNext w:val="0"/>
              <w:keepLines w:val="0"/>
            </w:pPr>
            <w:r w:rsidRPr="00501E3A">
              <w:t>2,</w:t>
            </w:r>
            <w:r w:rsidR="004C222B" w:rsidRPr="00501E3A">
              <w:t xml:space="preserve"> </w:t>
            </w:r>
            <w:r w:rsidRPr="00501E3A">
              <w:t>3,</w:t>
            </w:r>
            <w:r w:rsidR="004C222B" w:rsidRPr="00501E3A">
              <w:t xml:space="preserve"> </w:t>
            </w:r>
            <w:r w:rsidRPr="00501E3A">
              <w:t>4,</w:t>
            </w:r>
            <w:r w:rsidR="004C222B" w:rsidRPr="00501E3A">
              <w:t xml:space="preserve"> </w:t>
            </w:r>
            <w:r w:rsidRPr="00501E3A">
              <w:t>5,</w:t>
            </w:r>
            <w:r w:rsidR="004C222B" w:rsidRPr="00501E3A">
              <w:t xml:space="preserve"> </w:t>
            </w:r>
            <w:r w:rsidRPr="00501E3A">
              <w:t>6,</w:t>
            </w:r>
            <w:r w:rsidR="004C222B" w:rsidRPr="00501E3A">
              <w:t xml:space="preserve"> </w:t>
            </w:r>
            <w:r w:rsidRPr="00501E3A">
              <w:t>7,</w:t>
            </w:r>
            <w:r w:rsidR="004C222B" w:rsidRPr="00501E3A">
              <w:t xml:space="preserve"> </w:t>
            </w:r>
            <w:r w:rsidRPr="00501E3A">
              <w:t>8,</w:t>
            </w:r>
            <w:r w:rsidR="004C222B" w:rsidRPr="00501E3A">
              <w:t xml:space="preserve"> </w:t>
            </w:r>
            <w:r w:rsidRPr="00501E3A">
              <w:t>9,</w:t>
            </w:r>
            <w:r w:rsidR="004C222B" w:rsidRPr="00501E3A">
              <w:t xml:space="preserve"> </w:t>
            </w:r>
            <w:r w:rsidRPr="00501E3A">
              <w:t>10,</w:t>
            </w:r>
            <w:r w:rsidR="004C222B" w:rsidRPr="00501E3A">
              <w:t xml:space="preserve"> </w:t>
            </w:r>
            <w:r w:rsidRPr="00501E3A">
              <w:t>11,</w:t>
            </w:r>
            <w:r w:rsidR="004C222B" w:rsidRPr="00501E3A">
              <w:t xml:space="preserve"> </w:t>
            </w:r>
            <w:r w:rsidRPr="00501E3A">
              <w:t>28,</w:t>
            </w:r>
            <w:r w:rsidR="004C222B" w:rsidRPr="00501E3A">
              <w:t xml:space="preserve"> </w:t>
            </w:r>
            <w:r w:rsidRPr="00501E3A">
              <w:t>29,</w:t>
            </w:r>
            <w:r w:rsidR="004C222B" w:rsidRPr="00501E3A">
              <w:t xml:space="preserve"> </w:t>
            </w:r>
            <w:r w:rsidRPr="00501E3A">
              <w:t>30,</w:t>
            </w:r>
            <w:r w:rsidR="004C222B" w:rsidRPr="00501E3A">
              <w:t xml:space="preserve"> </w:t>
            </w:r>
            <w:r w:rsidRPr="00501E3A">
              <w:t>31,</w:t>
            </w:r>
            <w:r w:rsidR="004C222B" w:rsidRPr="00501E3A">
              <w:t xml:space="preserve"> </w:t>
            </w:r>
            <w:r w:rsidRPr="00501E3A">
              <w:t>32,</w:t>
            </w:r>
            <w:r w:rsidR="004C222B" w:rsidRPr="00501E3A">
              <w:t xml:space="preserve"> </w:t>
            </w:r>
            <w:r w:rsidRPr="00501E3A">
              <w:t>33,</w:t>
            </w:r>
            <w:r w:rsidR="004C222B" w:rsidRPr="00501E3A">
              <w:t xml:space="preserve"> </w:t>
            </w:r>
            <w:r w:rsidRPr="00501E3A">
              <w:t>34,</w:t>
            </w:r>
            <w:r w:rsidR="004C222B" w:rsidRPr="00501E3A">
              <w:t xml:space="preserve"> </w:t>
            </w:r>
            <w:r w:rsidRPr="00501E3A">
              <w:t>35,</w:t>
            </w:r>
            <w:r w:rsidR="004C222B" w:rsidRPr="00501E3A">
              <w:t xml:space="preserve"> </w:t>
            </w:r>
            <w:r w:rsidRPr="00501E3A">
              <w:t>36,</w:t>
            </w:r>
            <w:r w:rsidR="004C222B" w:rsidRPr="00501E3A">
              <w:t xml:space="preserve"> </w:t>
            </w:r>
            <w:r w:rsidRPr="00501E3A">
              <w:t>37</w:t>
            </w:r>
          </w:p>
        </w:tc>
      </w:tr>
      <w:tr w:rsidR="004C222B"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4C222B" w:rsidRPr="00501E3A" w:rsidRDefault="004C222B">
            <w:pPr>
              <w:pStyle w:val="TAC"/>
              <w:keepNext w:val="0"/>
              <w:keepLines w:val="0"/>
            </w:pPr>
            <w:r w:rsidRPr="00501E3A">
              <w:t>N3</w:t>
            </w:r>
          </w:p>
        </w:tc>
        <w:tc>
          <w:tcPr>
            <w:tcW w:w="5491" w:type="dxa"/>
            <w:tcBorders>
              <w:top w:val="single" w:sz="4" w:space="0" w:color="auto"/>
              <w:left w:val="single" w:sz="4" w:space="0" w:color="auto"/>
              <w:bottom w:val="single" w:sz="4" w:space="0" w:color="auto"/>
              <w:right w:val="single" w:sz="4" w:space="0" w:color="auto"/>
            </w:tcBorders>
          </w:tcPr>
          <w:p w:rsidR="004C222B" w:rsidRPr="00501E3A" w:rsidRDefault="004C222B" w:rsidP="008363AD">
            <w:pPr>
              <w:pStyle w:val="TAC"/>
              <w:keepNext w:val="0"/>
              <w:keepLines w:val="0"/>
            </w:pPr>
            <w:r w:rsidRPr="00501E3A">
              <w:t>2, 3, 4, 5, 6, 7, 8, 9, 10, 11, 28, 29, 30, 31, 32, 33, 34, 35, 36, 37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2,28</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r w:rsidR="004C222B" w:rsidRPr="00501E3A">
              <w:t xml:space="preserve"> </w:t>
            </w:r>
            <w:r w:rsidRPr="00501E3A">
              <w:t>29</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N7</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pPr>
            <w:r w:rsidRPr="00501E3A">
              <w:t>6,</w:t>
            </w:r>
            <w:r w:rsidR="004C222B" w:rsidRPr="00501E3A">
              <w:t xml:space="preserve"> </w:t>
            </w:r>
            <w:r w:rsidRPr="00501E3A">
              <w:t>7,</w:t>
            </w:r>
            <w:r w:rsidR="004C222B" w:rsidRPr="00501E3A">
              <w:t xml:space="preserve"> </w:t>
            </w:r>
            <w:r w:rsidRPr="00501E3A">
              <w:t>34,</w:t>
            </w:r>
            <w:r w:rsidR="004C222B" w:rsidRPr="00501E3A">
              <w:t xml:space="preserve"> </w:t>
            </w:r>
            <w:r w:rsidRPr="00501E3A">
              <w:t>35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N8</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8,</w:t>
            </w:r>
            <w:r w:rsidR="004C222B" w:rsidRPr="00501E3A">
              <w:t xml:space="preserve"> </w:t>
            </w:r>
            <w:r w:rsidRPr="00501E3A">
              <w:t>9,</w:t>
            </w:r>
            <w:r w:rsidR="004C222B" w:rsidRPr="00501E3A">
              <w:t xml:space="preserve"> </w:t>
            </w:r>
            <w:r w:rsidRPr="00501E3A">
              <w:t>36,</w:t>
            </w:r>
            <w:r w:rsidR="004C222B" w:rsidRPr="00501E3A">
              <w:t xml:space="preserve"> </w:t>
            </w:r>
            <w:r w:rsidRPr="00501E3A">
              <w:t>37</w:t>
            </w:r>
          </w:p>
        </w:tc>
      </w:tr>
      <w:tr w:rsidR="007E5153" w:rsidRPr="00501E3A" w:rsidTr="005121A0">
        <w:trPr>
          <w:jc w:val="center"/>
        </w:trPr>
        <w:tc>
          <w:tcPr>
            <w:tcW w:w="1299" w:type="dxa"/>
            <w:tcBorders>
              <w:top w:val="single" w:sz="4" w:space="0" w:color="auto"/>
              <w:left w:val="single" w:sz="4" w:space="0" w:color="auto"/>
              <w:right w:val="single" w:sz="4" w:space="0" w:color="auto"/>
            </w:tcBorders>
          </w:tcPr>
          <w:p w:rsidR="007E5153" w:rsidRPr="00501E3A" w:rsidRDefault="007E5153">
            <w:pPr>
              <w:pStyle w:val="TAC"/>
              <w:keepNext w:val="0"/>
              <w:keepLines w:val="0"/>
            </w:pPr>
            <w:r w:rsidRPr="00501E3A">
              <w:t>N9</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r w:rsidR="004C222B" w:rsidRPr="00501E3A">
              <w:t xml:space="preserve"> </w:t>
            </w:r>
            <w:r w:rsidRPr="00501E3A">
              <w:t>11,</w:t>
            </w:r>
            <w:r w:rsidR="004C222B" w:rsidRPr="00501E3A">
              <w:t xml:space="preserve"> </w:t>
            </w:r>
            <w:r w:rsidRPr="00501E3A">
              <w:t>30,</w:t>
            </w:r>
            <w:r w:rsidR="004C222B" w:rsidRPr="00501E3A">
              <w:t xml:space="preserve"> </w:t>
            </w:r>
            <w:r w:rsidRPr="00501E3A">
              <w:t>31</w:t>
            </w:r>
          </w:p>
        </w:tc>
      </w:tr>
      <w:tr w:rsidR="007E5153" w:rsidRPr="00501E3A" w:rsidTr="005121A0">
        <w:trPr>
          <w:jc w:val="center"/>
        </w:trPr>
        <w:tc>
          <w:tcPr>
            <w:tcW w:w="1299" w:type="dxa"/>
            <w:tcBorders>
              <w:left w:val="single" w:sz="4" w:space="0" w:color="auto"/>
              <w:right w:val="single" w:sz="4" w:space="0" w:color="auto"/>
            </w:tcBorders>
          </w:tcPr>
          <w:p w:rsidR="007E5153" w:rsidRPr="00501E3A" w:rsidRDefault="007E5153">
            <w:pPr>
              <w:pStyle w:val="TAC"/>
              <w:keepNext w:val="0"/>
              <w:keepLines w:val="0"/>
            </w:pPr>
            <w:r w:rsidRPr="00501E3A">
              <w:t>N10</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r w:rsidR="004C222B" w:rsidRPr="00501E3A">
              <w:t xml:space="preserve"> </w:t>
            </w:r>
            <w:r w:rsidRPr="00501E3A">
              <w:t>13,</w:t>
            </w:r>
            <w:r w:rsidR="004C222B" w:rsidRPr="00501E3A">
              <w:t xml:space="preserve"> </w:t>
            </w:r>
            <w:r w:rsidRPr="00501E3A">
              <w:t>32,</w:t>
            </w:r>
            <w:r w:rsidR="004C222B" w:rsidRPr="00501E3A">
              <w:t xml:space="preserve"> </w:t>
            </w:r>
            <w:r w:rsidRPr="00501E3A">
              <w:t>33</w:t>
            </w:r>
          </w:p>
        </w:tc>
      </w:tr>
      <w:tr w:rsidR="007E5153" w:rsidRPr="00501E3A" w:rsidTr="005121A0">
        <w:trPr>
          <w:jc w:val="center"/>
        </w:trPr>
        <w:tc>
          <w:tcPr>
            <w:tcW w:w="1299" w:type="dxa"/>
            <w:tcBorders>
              <w:left w:val="single" w:sz="4" w:space="0" w:color="auto"/>
              <w:right w:val="single" w:sz="4" w:space="0" w:color="auto"/>
            </w:tcBorders>
          </w:tcPr>
          <w:p w:rsidR="007E5153" w:rsidRPr="00501E3A" w:rsidRDefault="007E5153">
            <w:pPr>
              <w:pStyle w:val="TAC"/>
              <w:keepNext w:val="0"/>
              <w:keepLines w:val="0"/>
            </w:pPr>
            <w:r w:rsidRPr="00501E3A">
              <w:t>N11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r w:rsidR="004C222B" w:rsidRPr="00501E3A">
              <w:t xml:space="preserve"> </w:t>
            </w:r>
            <w:r w:rsidRPr="00501E3A">
              <w:t>8,</w:t>
            </w:r>
            <w:r w:rsidR="004C222B" w:rsidRPr="00501E3A">
              <w:t xml:space="preserve"> </w:t>
            </w:r>
            <w:r w:rsidRPr="00501E3A">
              <w:t>10,</w:t>
            </w:r>
            <w:r w:rsidR="004C222B" w:rsidRPr="00501E3A">
              <w:t xml:space="preserve"> </w:t>
            </w:r>
            <w:r w:rsidRPr="00501E3A">
              <w:t>12,</w:t>
            </w:r>
            <w:r w:rsidR="004C222B" w:rsidRPr="00501E3A">
              <w:t xml:space="preserve"> </w:t>
            </w:r>
            <w:r w:rsidRPr="00501E3A">
              <w:t>30,</w:t>
            </w:r>
            <w:r w:rsidR="004C222B" w:rsidRPr="00501E3A">
              <w:t xml:space="preserve"> </w:t>
            </w:r>
            <w:r w:rsidRPr="00501E3A">
              <w:t>32,</w:t>
            </w:r>
            <w:r w:rsidR="004C222B" w:rsidRPr="00501E3A">
              <w:t xml:space="preserve"> </w:t>
            </w:r>
            <w:r w:rsidRPr="00501E3A">
              <w:t>34,</w:t>
            </w:r>
            <w:r w:rsidR="004C222B" w:rsidRPr="00501E3A">
              <w:t xml:space="preserve"> </w:t>
            </w:r>
            <w:r w:rsidRPr="00501E3A">
              <w:t>36</w:t>
            </w:r>
          </w:p>
        </w:tc>
      </w:tr>
      <w:tr w:rsidR="007E5153" w:rsidRPr="00501E3A" w:rsidTr="005121A0">
        <w:trPr>
          <w:jc w:val="center"/>
        </w:trPr>
        <w:tc>
          <w:tcPr>
            <w:tcW w:w="1299" w:type="dxa"/>
            <w:tcBorders>
              <w:left w:val="single" w:sz="4" w:space="0" w:color="auto"/>
              <w:right w:val="single" w:sz="4" w:space="0" w:color="auto"/>
            </w:tcBorders>
          </w:tcPr>
          <w:p w:rsidR="007E5153" w:rsidRPr="00501E3A" w:rsidRDefault="007E5153">
            <w:pPr>
              <w:pStyle w:val="TAC"/>
              <w:keepNext w:val="0"/>
              <w:keepLines w:val="0"/>
            </w:pPr>
            <w:r w:rsidRPr="00501E3A">
              <w:t>N12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r w:rsidR="004C222B" w:rsidRPr="00501E3A">
              <w:t xml:space="preserve"> </w:t>
            </w:r>
            <w:r w:rsidRPr="00501E3A">
              <w:t>9,</w:t>
            </w:r>
            <w:r w:rsidR="004C222B" w:rsidRPr="00501E3A">
              <w:t xml:space="preserve"> </w:t>
            </w:r>
            <w:r w:rsidRPr="00501E3A">
              <w:t>11,</w:t>
            </w:r>
            <w:r w:rsidR="004C222B" w:rsidRPr="00501E3A">
              <w:t xml:space="preserve"> </w:t>
            </w:r>
            <w:r w:rsidRPr="00501E3A">
              <w:t>13,</w:t>
            </w:r>
            <w:r w:rsidR="004C222B" w:rsidRPr="00501E3A">
              <w:t xml:space="preserve"> </w:t>
            </w:r>
            <w:r w:rsidRPr="00501E3A">
              <w:t>31,</w:t>
            </w:r>
            <w:r w:rsidR="004C222B" w:rsidRPr="00501E3A">
              <w:t xml:space="preserve"> </w:t>
            </w:r>
            <w:r w:rsidRPr="00501E3A">
              <w:t>33,</w:t>
            </w:r>
            <w:r w:rsidR="004C222B" w:rsidRPr="00501E3A">
              <w:t xml:space="preserve"> </w:t>
            </w:r>
            <w:r w:rsidRPr="00501E3A">
              <w:t>35,</w:t>
            </w:r>
            <w:r w:rsidR="004C222B" w:rsidRPr="00501E3A">
              <w:t xml:space="preserve"> </w:t>
            </w:r>
            <w:r w:rsidRPr="00501E3A">
              <w:t>37</w:t>
            </w:r>
          </w:p>
        </w:tc>
      </w:tr>
      <w:tr w:rsidR="007E5153" w:rsidRPr="00501E3A" w:rsidTr="005121A0">
        <w:trPr>
          <w:jc w:val="center"/>
        </w:trPr>
        <w:tc>
          <w:tcPr>
            <w:tcW w:w="1299" w:type="dxa"/>
            <w:tcBorders>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r w:rsidR="004C222B" w:rsidRPr="00501E3A">
              <w:t xml:space="preserve"> </w:t>
            </w:r>
            <w:r w:rsidRPr="00501E3A">
              <w:t>3,</w:t>
            </w:r>
            <w:r w:rsidR="004C222B" w:rsidRPr="00501E3A">
              <w:t xml:space="preserve"> </w:t>
            </w:r>
            <w:r w:rsidRPr="00501E3A">
              <w:t>5,</w:t>
            </w:r>
            <w:r w:rsidR="004C222B" w:rsidRPr="00501E3A">
              <w:t xml:space="preserve"> </w:t>
            </w:r>
            <w:r w:rsidRPr="00501E3A">
              <w:t>7,</w:t>
            </w:r>
            <w:r w:rsidR="004C222B" w:rsidRPr="00501E3A">
              <w:t xml:space="preserve"> </w:t>
            </w:r>
            <w:r w:rsidRPr="00501E3A">
              <w:t>9,</w:t>
            </w:r>
            <w:r w:rsidR="004C222B" w:rsidRPr="00501E3A">
              <w:t xml:space="preserve"> </w:t>
            </w:r>
            <w:r w:rsidRPr="00501E3A">
              <w:t>11,</w:t>
            </w:r>
            <w:r w:rsidR="004C222B" w:rsidRPr="00501E3A">
              <w:t xml:space="preserve"> </w:t>
            </w:r>
            <w:r w:rsidRPr="00501E3A">
              <w:t>28,</w:t>
            </w:r>
            <w:r w:rsidR="004C222B" w:rsidRPr="00501E3A">
              <w:t xml:space="preserve"> </w:t>
            </w:r>
            <w:r w:rsidRPr="00501E3A">
              <w:t>31</w:t>
            </w:r>
          </w:p>
        </w:tc>
      </w:tr>
      <w:tr w:rsidR="007E5153" w:rsidRPr="00501E3A" w:rsidTr="005121A0">
        <w:trPr>
          <w:jc w:val="center"/>
        </w:trPr>
        <w:tc>
          <w:tcPr>
            <w:tcW w:w="1299" w:type="dxa"/>
            <w:tcBorders>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r w:rsidR="004C222B" w:rsidRPr="00501E3A">
              <w:t xml:space="preserve"> </w:t>
            </w:r>
            <w:r w:rsidRPr="00501E3A">
              <w:t>7,</w:t>
            </w:r>
            <w:r w:rsidR="004C222B" w:rsidRPr="00501E3A">
              <w:t xml:space="preserve"> </w:t>
            </w:r>
            <w:r w:rsidRPr="00501E3A">
              <w:t>10,</w:t>
            </w:r>
            <w:r w:rsidR="004C222B" w:rsidRPr="00501E3A">
              <w:t xml:space="preserve"> </w:t>
            </w:r>
            <w:r w:rsidRPr="00501E3A">
              <w:t>11,</w:t>
            </w:r>
            <w:r w:rsidR="004C222B" w:rsidRPr="00501E3A">
              <w:t xml:space="preserve"> </w:t>
            </w:r>
            <w:r w:rsidRPr="00501E3A">
              <w:t>30,</w:t>
            </w:r>
            <w:r w:rsidR="004C222B" w:rsidRPr="00501E3A">
              <w:t xml:space="preserve"> </w:t>
            </w:r>
            <w:r w:rsidRPr="00501E3A">
              <w:t>31,</w:t>
            </w:r>
            <w:r w:rsidR="004C222B" w:rsidRPr="00501E3A">
              <w:t xml:space="preserve"> </w:t>
            </w:r>
            <w:r w:rsidRPr="00501E3A">
              <w:t>34,</w:t>
            </w:r>
            <w:r w:rsidR="004C222B" w:rsidRPr="00501E3A">
              <w:t xml:space="preserve"> </w:t>
            </w:r>
            <w:r w:rsidRPr="00501E3A">
              <w:t>35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16</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18</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P7</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19</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P8</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P9</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P10</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26</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bl>
    <w:p w:rsidR="007E5153" w:rsidRPr="00501E3A" w:rsidRDefault="007E5153" w:rsidP="00443FF8"/>
    <w:p w:rsidR="007E5153" w:rsidRPr="00501E3A" w:rsidRDefault="007E5153" w:rsidP="00443FF8">
      <w:pPr>
        <w:pStyle w:val="Heading5"/>
      </w:pPr>
      <w:r w:rsidRPr="00501E3A">
        <w:t>5.1.1.6.4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99"/>
        <w:gridCol w:w="3118"/>
        <w:gridCol w:w="2339"/>
      </w:tblGrid>
      <w:tr w:rsidR="007E5153" w:rsidRPr="00501E3A" w:rsidTr="00443FF8">
        <w:trPr>
          <w:tblHeade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Id</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Description</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API Expectation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t>1</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No EF selected</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1- select DF</w:t>
            </w:r>
            <w:r w:rsidRPr="00501E3A">
              <w:rPr>
                <w:noProof w:val="0"/>
                <w:vertAlign w:val="subscript"/>
              </w:rPr>
              <w:t>TEST</w:t>
            </w:r>
            <w:r w:rsidRPr="00501E3A">
              <w:rPr>
                <w:noProof w:val="0"/>
              </w:rPr>
              <w:t>, fid=1111</w:t>
            </w:r>
          </w:p>
          <w:p w:rsidR="007E5153" w:rsidRPr="00501E3A" w:rsidRDefault="007E5153" w:rsidP="00443FF8">
            <w:pPr>
              <w:pStyle w:val="PL"/>
              <w:keepNext/>
              <w:keepLines/>
              <w:rPr>
                <w:noProof w:val="0"/>
              </w:rPr>
            </w:pPr>
            <w:r w:rsidRPr="00501E3A">
              <w:rPr>
                <w:noProof w:val="0"/>
              </w:rPr>
              <w:t>2- 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2-shall throw uicc.access.UICC Exception with reason code NO_EF_SELECTED.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t>2</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Fixed linear EF,</w:t>
            </w:r>
          </w:p>
          <w:p w:rsidR="007E5153" w:rsidRPr="00501E3A" w:rsidRDefault="007E5153" w:rsidP="00443FF8">
            <w:pPr>
              <w:pStyle w:val="TAH"/>
            </w:pPr>
            <w:r w:rsidRPr="00501E3A">
              <w:t>Simple mode search forward</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1</w:t>
            </w:r>
            <w:r w:rsidR="004C222B" w:rsidRPr="00501E3A">
              <w:rPr>
                <w:noProof w:val="0"/>
              </w:rPr>
              <w:t>-</w:t>
            </w:r>
            <w:r w:rsidRPr="00501E3A">
              <w:rPr>
                <w:noProof w:val="0"/>
              </w:rPr>
              <w:t xml:space="preserve"> select EF</w:t>
            </w:r>
            <w:r w:rsidRPr="00501E3A">
              <w:rPr>
                <w:noProof w:val="0"/>
                <w:vertAlign w:val="subscript"/>
              </w:rPr>
              <w:t>LSEA</w:t>
            </w:r>
            <w:r w:rsidRPr="00501E3A">
              <w:rPr>
                <w:noProof w:val="0"/>
              </w:rPr>
              <w:t>, fid=6F1A</w:t>
            </w:r>
          </w:p>
          <w:p w:rsidR="007E5153" w:rsidRPr="00501E3A" w:rsidRDefault="007E5153" w:rsidP="00443FF8">
            <w:pPr>
              <w:pStyle w:val="PL"/>
              <w:keepNext/>
              <w:keepLines/>
              <w:rPr>
                <w:noProof w:val="0"/>
              </w:rPr>
            </w:pPr>
            <w:r w:rsidRPr="00501E3A">
              <w:rPr>
                <w:noProof w:val="0"/>
              </w:rPr>
              <w:t>2</w:t>
            </w:r>
            <w:r w:rsidR="004C222B" w:rsidRPr="00501E3A">
              <w:rPr>
                <w:noProof w:val="0"/>
              </w:rPr>
              <w:t>-</w:t>
            </w:r>
            <w:r w:rsidRPr="00501E3A">
              <w:rPr>
                <w:noProof w:val="0"/>
              </w:rPr>
              <w:t xml:space="preserve"> mode = SIMPLE_SEARCH_START_FORWARD</w:t>
            </w:r>
          </w:p>
          <w:p w:rsidR="007E5153" w:rsidRPr="00501E3A" w:rsidRDefault="007E5153" w:rsidP="00443FF8">
            <w:pPr>
              <w:pStyle w:val="PL"/>
              <w:keepNext/>
              <w:keepLines/>
              <w:rPr>
                <w:noProof w:val="0"/>
              </w:rPr>
            </w:pPr>
            <w:r w:rsidRPr="00501E3A">
              <w:rPr>
                <w:noProof w:val="0"/>
              </w:rPr>
              <w:t>recordNum = 1</w:t>
            </w:r>
          </w:p>
          <w:p w:rsidR="007E5153" w:rsidRPr="00501E3A" w:rsidRDefault="007E5153" w:rsidP="00443FF8">
            <w:pPr>
              <w:pStyle w:val="PL"/>
              <w:keepNext/>
              <w:keepLines/>
              <w:rPr>
                <w:noProof w:val="0"/>
              </w:rPr>
            </w:pPr>
            <w:r w:rsidRPr="00501E3A">
              <w:rPr>
                <w:noProof w:val="0"/>
              </w:rPr>
              <w:t>patt[]={0x10,0x03,0x04}</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1</w:t>
            </w:r>
          </w:p>
          <w:p w:rsidR="007E5153" w:rsidRPr="00501E3A" w:rsidRDefault="007E5153" w:rsidP="00443FF8">
            <w:pPr>
              <w:pStyle w:val="PL"/>
              <w:keepNext/>
              <w:keepLines/>
              <w:rPr>
                <w:noProof w:val="0"/>
              </w:rPr>
            </w:pPr>
            <w:r w:rsidRPr="00501E3A">
              <w:rPr>
                <w:noProof w:val="0"/>
              </w:rPr>
              <w:t>response[] = {0,0,0,0}</w:t>
            </w:r>
          </w:p>
          <w:p w:rsidR="007E5153" w:rsidRPr="00501E3A" w:rsidRDefault="007E5153" w:rsidP="00443FF8">
            <w:pPr>
              <w:pStyle w:val="PL"/>
              <w:keepNext/>
              <w:keepLines/>
              <w:rPr>
                <w:noProof w:val="0"/>
              </w:rPr>
            </w:pPr>
            <w:r w:rsidRPr="00501E3A">
              <w:rPr>
                <w:noProof w:val="0"/>
              </w:rPr>
              <w:t>respOffset = 0</w:t>
            </w:r>
          </w:p>
          <w:p w:rsidR="007E5153" w:rsidRPr="00501E3A" w:rsidRDefault="007E5153" w:rsidP="00443FF8">
            <w:pPr>
              <w:pStyle w:val="PL"/>
              <w:keepNext/>
              <w:keepLines/>
              <w:rPr>
                <w:noProof w:val="0"/>
              </w:rPr>
            </w:pPr>
            <w:r w:rsidRPr="00501E3A">
              <w:rPr>
                <w:noProof w:val="0"/>
              </w:rPr>
              <w:t>respLength = 4</w:t>
            </w:r>
          </w:p>
          <w:p w:rsidR="007E5153" w:rsidRPr="00501E3A" w:rsidRDefault="007E5153" w:rsidP="00443FF8">
            <w:pPr>
              <w:pStyle w:val="PL"/>
              <w:keepNext/>
              <w:keepLines/>
              <w:rPr>
                <w:noProof w:val="0"/>
              </w:rPr>
            </w:pPr>
            <w:r w:rsidRPr="00501E3A">
              <w:rPr>
                <w:noProof w:val="0"/>
              </w:rPr>
              <w:t>searchRecord()</w:t>
            </w:r>
          </w:p>
          <w:p w:rsidR="007E5153" w:rsidRPr="00501E3A" w:rsidRDefault="007E5153" w:rsidP="00443FF8">
            <w:pPr>
              <w:pStyle w:val="PL"/>
              <w:keepNext/>
              <w:keepLines/>
              <w:rPr>
                <w:noProof w:val="0"/>
              </w:rPr>
            </w:pPr>
            <w:r w:rsidRPr="00501E3A">
              <w:rPr>
                <w:noProof w:val="0"/>
              </w:rPr>
              <w:t>3- Simple mode search forward</w:t>
            </w:r>
          </w:p>
          <w:p w:rsidR="007E5153" w:rsidRPr="00501E3A" w:rsidRDefault="007E5153" w:rsidP="00443FF8">
            <w:pPr>
              <w:pStyle w:val="PL"/>
              <w:keepNext/>
              <w:keepLines/>
              <w:rPr>
                <w:noProof w:val="0"/>
              </w:rPr>
            </w:pPr>
            <w:r w:rsidRPr="00501E3A">
              <w:rPr>
                <w:noProof w:val="0"/>
              </w:rPr>
              <w:t>mode = SIMPLE_SEARCH_START_FORWARD</w:t>
            </w:r>
          </w:p>
          <w:p w:rsidR="007E5153" w:rsidRPr="00501E3A" w:rsidRDefault="007E5153" w:rsidP="00443FF8">
            <w:pPr>
              <w:pStyle w:val="PL"/>
              <w:keepNext/>
              <w:keepLines/>
              <w:rPr>
                <w:noProof w:val="0"/>
              </w:rPr>
            </w:pPr>
            <w:r w:rsidRPr="00501E3A">
              <w:rPr>
                <w:noProof w:val="0"/>
              </w:rPr>
              <w:t>recordNum = 2</w:t>
            </w:r>
          </w:p>
          <w:p w:rsidR="007E5153" w:rsidRPr="00501E3A" w:rsidRDefault="007E5153" w:rsidP="00443FF8">
            <w:pPr>
              <w:pStyle w:val="PL"/>
              <w:keepNext/>
              <w:keepLines/>
              <w:rPr>
                <w:noProof w:val="0"/>
              </w:rPr>
            </w:pPr>
            <w:r w:rsidRPr="00501E3A">
              <w:rPr>
                <w:noProof w:val="0"/>
              </w:rPr>
              <w:t>patt[]={0x10,0x03,0x04}</w:t>
            </w:r>
          </w:p>
          <w:p w:rsidR="007E5153" w:rsidRPr="00501E3A" w:rsidRDefault="007E5153" w:rsidP="00443FF8">
            <w:pPr>
              <w:pStyle w:val="PL"/>
              <w:keepNext/>
              <w:keepLines/>
              <w:rPr>
                <w:noProof w:val="0"/>
              </w:rPr>
            </w:pPr>
            <w:r w:rsidRPr="00501E3A">
              <w:rPr>
                <w:noProof w:val="0"/>
              </w:rPr>
              <w:t>pattOffset = 1</w:t>
            </w:r>
          </w:p>
          <w:p w:rsidR="007E5153" w:rsidRPr="00501E3A" w:rsidRDefault="007E5153" w:rsidP="00443FF8">
            <w:pPr>
              <w:pStyle w:val="PL"/>
              <w:keepNext/>
              <w:keepLines/>
              <w:rPr>
                <w:noProof w:val="0"/>
              </w:rPr>
            </w:pPr>
            <w:r w:rsidRPr="00501E3A">
              <w:rPr>
                <w:noProof w:val="0"/>
              </w:rPr>
              <w:t>pattLength = 2</w:t>
            </w:r>
          </w:p>
          <w:p w:rsidR="007E5153" w:rsidRPr="00501E3A" w:rsidRDefault="007E5153" w:rsidP="00443FF8">
            <w:pPr>
              <w:pStyle w:val="PL"/>
              <w:keepNext/>
              <w:keepLines/>
              <w:rPr>
                <w:noProof w:val="0"/>
              </w:rPr>
            </w:pPr>
            <w:r w:rsidRPr="00501E3A">
              <w:rPr>
                <w:noProof w:val="0"/>
              </w:rPr>
              <w:t>resp.length = 4</w:t>
            </w:r>
          </w:p>
          <w:p w:rsidR="007E5153" w:rsidRPr="00501E3A" w:rsidRDefault="007E5153" w:rsidP="00443FF8">
            <w:pPr>
              <w:pStyle w:val="PL"/>
              <w:keepNext/>
              <w:keepLines/>
              <w:rPr>
                <w:noProof w:val="0"/>
              </w:rPr>
            </w:pPr>
            <w:r w:rsidRPr="00501E3A">
              <w:rPr>
                <w:noProof w:val="0"/>
              </w:rPr>
              <w:t>respOffset = 1</w:t>
            </w:r>
          </w:p>
          <w:p w:rsidR="007E5153" w:rsidRPr="00501E3A" w:rsidRDefault="007E5153" w:rsidP="00443FF8">
            <w:pPr>
              <w:pStyle w:val="PL"/>
              <w:keepNext/>
              <w:keepLines/>
              <w:rPr>
                <w:noProof w:val="0"/>
              </w:rPr>
            </w:pPr>
            <w:r w:rsidRPr="00501E3A">
              <w:rPr>
                <w:noProof w:val="0"/>
              </w:rPr>
              <w:t>respLength = 3</w:t>
            </w:r>
          </w:p>
          <w:p w:rsidR="007E5153" w:rsidRPr="00501E3A" w:rsidRDefault="007E5153" w:rsidP="00443FF8">
            <w:pPr>
              <w:pStyle w:val="PL"/>
              <w:keepNext/>
              <w:keepLines/>
              <w:rPr>
                <w:noProof w:val="0"/>
              </w:rPr>
            </w:pPr>
            <w:r w:rsidRPr="00501E3A">
              <w:rPr>
                <w:noProof w:val="0"/>
              </w:rPr>
              <w:t>searchRecord()</w:t>
            </w:r>
          </w:p>
          <w:p w:rsidR="007E5153" w:rsidRPr="00501E3A" w:rsidRDefault="007E5153" w:rsidP="00443FF8">
            <w:pPr>
              <w:pStyle w:val="PL"/>
              <w:keepNext/>
              <w:keepLines/>
              <w:rPr>
                <w:noProof w:val="0"/>
              </w:rPr>
            </w:pPr>
            <w:r w:rsidRPr="00501E3A">
              <w:rPr>
                <w:noProof w:val="0"/>
              </w:rPr>
              <w:t>4- Simple mode search forward</w:t>
            </w:r>
          </w:p>
          <w:p w:rsidR="007E5153" w:rsidRPr="00501E3A" w:rsidRDefault="007E5153" w:rsidP="00443FF8">
            <w:pPr>
              <w:pStyle w:val="PL"/>
              <w:keepNext/>
              <w:keepLines/>
              <w:rPr>
                <w:noProof w:val="0"/>
              </w:rPr>
            </w:pPr>
            <w:r w:rsidRPr="00501E3A">
              <w:rPr>
                <w:noProof w:val="0"/>
              </w:rPr>
              <w:t>mode = SIMPLE_SEARCH_START_FORWARD</w:t>
            </w:r>
          </w:p>
          <w:p w:rsidR="007E5153" w:rsidRPr="00501E3A" w:rsidRDefault="007E5153" w:rsidP="00443FF8">
            <w:pPr>
              <w:pStyle w:val="PL"/>
              <w:keepNext/>
              <w:keepLines/>
              <w:rPr>
                <w:noProof w:val="0"/>
              </w:rPr>
            </w:pPr>
            <w:r w:rsidRPr="00501E3A">
              <w:rPr>
                <w:noProof w:val="0"/>
              </w:rPr>
              <w:t>recordNum = 0</w:t>
            </w:r>
          </w:p>
          <w:p w:rsidR="007E5153" w:rsidRPr="00501E3A" w:rsidRDefault="007E5153" w:rsidP="00443FF8">
            <w:pPr>
              <w:pStyle w:val="PL"/>
              <w:keepNext/>
              <w:keepLines/>
              <w:rPr>
                <w:noProof w:val="0"/>
              </w:rPr>
            </w:pPr>
            <w:r w:rsidRPr="00501E3A">
              <w:rPr>
                <w:noProof w:val="0"/>
              </w:rPr>
              <w:t>patt[]={0x10,0x03,0x04}</w:t>
            </w:r>
          </w:p>
          <w:p w:rsidR="007E5153" w:rsidRPr="00501E3A" w:rsidRDefault="007E5153" w:rsidP="00443FF8">
            <w:pPr>
              <w:pStyle w:val="PL"/>
              <w:keepNext/>
              <w:keepLines/>
              <w:rPr>
                <w:noProof w:val="0"/>
              </w:rPr>
            </w:pPr>
            <w:r w:rsidRPr="00501E3A">
              <w:rPr>
                <w:noProof w:val="0"/>
              </w:rPr>
              <w:t>pattOffset = 1</w:t>
            </w:r>
          </w:p>
          <w:p w:rsidR="007E5153" w:rsidRPr="00501E3A" w:rsidRDefault="007E5153" w:rsidP="00443FF8">
            <w:pPr>
              <w:pStyle w:val="PL"/>
              <w:keepNext/>
              <w:keepLines/>
              <w:rPr>
                <w:noProof w:val="0"/>
              </w:rPr>
            </w:pPr>
            <w:r w:rsidRPr="00501E3A">
              <w:rPr>
                <w:noProof w:val="0"/>
              </w:rPr>
              <w:t>pattLength = 2</w:t>
            </w:r>
          </w:p>
          <w:p w:rsidR="007E5153" w:rsidRPr="00501E3A" w:rsidRDefault="007E5153" w:rsidP="00443FF8">
            <w:pPr>
              <w:pStyle w:val="PL"/>
              <w:keepNext/>
              <w:keepLines/>
              <w:rPr>
                <w:noProof w:val="0"/>
              </w:rPr>
            </w:pPr>
            <w:r w:rsidRPr="00501E3A">
              <w:rPr>
                <w:noProof w:val="0"/>
              </w:rPr>
              <w:t>resp.length = 4</w:t>
            </w:r>
          </w:p>
          <w:p w:rsidR="007E5153" w:rsidRPr="00501E3A" w:rsidRDefault="007E5153" w:rsidP="00443FF8">
            <w:pPr>
              <w:pStyle w:val="PL"/>
              <w:keepNext/>
              <w:keepLines/>
              <w:rPr>
                <w:noProof w:val="0"/>
              </w:rPr>
            </w:pPr>
            <w:r w:rsidRPr="00501E3A">
              <w:rPr>
                <w:noProof w:val="0"/>
              </w:rPr>
              <w:t>respOffset = 1</w:t>
            </w:r>
          </w:p>
          <w:p w:rsidR="007E5153" w:rsidRPr="00501E3A" w:rsidRDefault="007E5153" w:rsidP="00443FF8">
            <w:pPr>
              <w:pStyle w:val="PL"/>
              <w:keepNext/>
              <w:keepLines/>
              <w:rPr>
                <w:noProof w:val="0"/>
              </w:rPr>
            </w:pPr>
            <w:r w:rsidRPr="00501E3A">
              <w:rPr>
                <w:noProof w:val="0"/>
              </w:rPr>
              <w:t>respLength = 3</w:t>
            </w:r>
          </w:p>
          <w:p w:rsidR="007E5153" w:rsidRPr="00501E3A" w:rsidRDefault="007E5153" w:rsidP="00443FF8">
            <w:pPr>
              <w:pStyle w:val="PL"/>
              <w:keepNext/>
              <w:keepLines/>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2- no exception shall be thrown</w:t>
            </w:r>
          </w:p>
          <w:p w:rsidR="007E5153" w:rsidRPr="00501E3A" w:rsidRDefault="007E5153" w:rsidP="00443FF8">
            <w:pPr>
              <w:pStyle w:val="TAL"/>
            </w:pPr>
            <w:r w:rsidRPr="00501E3A">
              <w:t>Shall return 0.</w:t>
            </w:r>
          </w:p>
          <w:p w:rsidR="007E5153" w:rsidRPr="00501E3A" w:rsidRDefault="007E5153" w:rsidP="00443FF8">
            <w:pPr>
              <w:pStyle w:val="TAL"/>
            </w:pPr>
            <w:r w:rsidRPr="00501E3A">
              <w:t>response shall be:</w:t>
            </w:r>
          </w:p>
          <w:p w:rsidR="007E5153" w:rsidRPr="00501E3A" w:rsidRDefault="007E5153" w:rsidP="00443FF8">
            <w:pPr>
              <w:pStyle w:val="TAL"/>
            </w:pPr>
            <w:r w:rsidRPr="00501E3A">
              <w:t>response={0,0,0,0}</w:t>
            </w: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3- Shall return 2.</w:t>
            </w:r>
          </w:p>
          <w:p w:rsidR="007E5153" w:rsidRPr="00501E3A" w:rsidRDefault="007E5153" w:rsidP="00443FF8">
            <w:pPr>
              <w:pStyle w:val="TAL"/>
            </w:pPr>
            <w:r w:rsidRPr="00501E3A">
              <w:t>response shall be:</w:t>
            </w:r>
          </w:p>
          <w:p w:rsidR="007E5153" w:rsidRPr="00501E3A" w:rsidRDefault="007E5153" w:rsidP="00443FF8">
            <w:pPr>
              <w:pStyle w:val="TAL"/>
            </w:pPr>
            <w:r w:rsidRPr="00501E3A">
              <w:t>response={0,2,4,0}</w:t>
            </w: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4- Shall return 2.</w:t>
            </w:r>
          </w:p>
          <w:p w:rsidR="007E5153" w:rsidRPr="00501E3A" w:rsidRDefault="007E5153" w:rsidP="00443FF8">
            <w:pPr>
              <w:pStyle w:val="TAL"/>
            </w:pPr>
            <w:r w:rsidRPr="00501E3A">
              <w:t>response shall be:</w:t>
            </w:r>
          </w:p>
          <w:p w:rsidR="007E5153" w:rsidRPr="00501E3A" w:rsidRDefault="007E5153" w:rsidP="00443FF8">
            <w:pPr>
              <w:pStyle w:val="TAL"/>
            </w:pPr>
            <w:r w:rsidRPr="00501E3A">
              <w:t>response={0,2,4,0}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Simple mode, search backward</w:t>
            </w:r>
          </w:p>
          <w:p w:rsidR="007E5153" w:rsidRPr="00501E3A" w:rsidRDefault="007E5153">
            <w:pPr>
              <w:pStyle w:val="PL"/>
              <w:rPr>
                <w:noProof w:val="0"/>
              </w:rPr>
            </w:pPr>
          </w:p>
          <w:p w:rsidR="007E5153" w:rsidRPr="00501E3A" w:rsidRDefault="007E5153">
            <w:pPr>
              <w:pStyle w:val="PL"/>
              <w:rPr>
                <w:noProof w:val="0"/>
              </w:rPr>
            </w:pPr>
            <w:r w:rsidRPr="00501E3A">
              <w:rPr>
                <w:noProof w:val="0"/>
              </w:rPr>
              <w:t>1- mode = SIMPLE_SEARCH_START_BACKWARD</w:t>
            </w:r>
          </w:p>
          <w:p w:rsidR="007E5153" w:rsidRPr="00501E3A" w:rsidRDefault="007E5153">
            <w:pPr>
              <w:pStyle w:val="PL"/>
              <w:rPr>
                <w:noProof w:val="0"/>
              </w:rPr>
            </w:pPr>
            <w:r w:rsidRPr="00501E3A">
              <w:rPr>
                <w:noProof w:val="0"/>
              </w:rPr>
              <w:t>recordNum = 1</w:t>
            </w:r>
          </w:p>
          <w:p w:rsidR="007E5153" w:rsidRPr="00501E3A" w:rsidRDefault="007E5153">
            <w:pPr>
              <w:pStyle w:val="PL"/>
              <w:rPr>
                <w:noProof w:val="0"/>
              </w:rPr>
            </w:pPr>
            <w:r w:rsidRPr="00501E3A">
              <w:rPr>
                <w:noProof w:val="0"/>
              </w:rPr>
              <w:t>patt[]={0x08,0x0A,0x0B}</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3</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2</w:t>
            </w:r>
          </w:p>
          <w:p w:rsidR="007E5153" w:rsidRPr="00501E3A" w:rsidRDefault="007E5153">
            <w:pPr>
              <w:pStyle w:val="PL"/>
              <w:rPr>
                <w:noProof w:val="0"/>
              </w:rPr>
            </w:pPr>
            <w:r w:rsidRPr="00501E3A">
              <w:rPr>
                <w:noProof w:val="0"/>
              </w:rPr>
              <w:t>respLength = 2</w:t>
            </w:r>
          </w:p>
          <w:p w:rsidR="007E5153" w:rsidRPr="00501E3A" w:rsidRDefault="007E5153">
            <w:pPr>
              <w:pStyle w:val="PL"/>
              <w:rPr>
                <w:noProof w:val="0"/>
              </w:rPr>
            </w:pPr>
            <w:r w:rsidRPr="00501E3A">
              <w:rPr>
                <w:noProof w:val="0"/>
              </w:rPr>
              <w:t>searchRecord()</w:t>
            </w:r>
          </w:p>
          <w:p w:rsidR="007E5153" w:rsidRPr="00501E3A" w:rsidRDefault="007E5153">
            <w:pPr>
              <w:pStyle w:val="PL"/>
              <w:rPr>
                <w:noProof w:val="0"/>
              </w:rPr>
            </w:pPr>
            <w:r w:rsidRPr="00501E3A">
              <w:rPr>
                <w:noProof w:val="0"/>
              </w:rPr>
              <w:t>2-mode = SIMPLE_SEARCH_START_BACKWARD</w:t>
            </w:r>
          </w:p>
          <w:p w:rsidR="007E5153" w:rsidRPr="00501E3A" w:rsidRDefault="007E5153">
            <w:pPr>
              <w:pStyle w:val="PL"/>
              <w:rPr>
                <w:noProof w:val="0"/>
              </w:rPr>
            </w:pPr>
            <w:r w:rsidRPr="00501E3A">
              <w:rPr>
                <w:noProof w:val="0"/>
              </w:rPr>
              <w:t>recordNum = 6</w:t>
            </w:r>
          </w:p>
          <w:p w:rsidR="007E5153" w:rsidRPr="00501E3A" w:rsidRDefault="007E5153">
            <w:pPr>
              <w:pStyle w:val="PL"/>
              <w:rPr>
                <w:noProof w:val="0"/>
              </w:rPr>
            </w:pPr>
            <w:r w:rsidRPr="00501E3A">
              <w:rPr>
                <w:noProof w:val="0"/>
              </w:rPr>
              <w:t>patt[]={0x08,0x09,0x0A,0x0B }</w:t>
            </w:r>
          </w:p>
          <w:p w:rsidR="007E5153" w:rsidRPr="00501E3A" w:rsidRDefault="007E5153">
            <w:pPr>
              <w:pStyle w:val="PL"/>
              <w:rPr>
                <w:noProof w:val="0"/>
              </w:rPr>
            </w:pPr>
            <w:r w:rsidRPr="00501E3A">
              <w:rPr>
                <w:noProof w:val="0"/>
              </w:rPr>
              <w:t>pattOffset = 1</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1</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searchRecord()</w:t>
            </w:r>
          </w:p>
          <w:p w:rsidR="007E5153" w:rsidRPr="00501E3A" w:rsidRDefault="007E5153">
            <w:pPr>
              <w:pStyle w:val="PL"/>
              <w:rPr>
                <w:noProof w:val="0"/>
              </w:rPr>
            </w:pPr>
            <w:r w:rsidRPr="00501E3A">
              <w:rPr>
                <w:noProof w:val="0"/>
              </w:rPr>
              <w:t>3-mode = SIMPLE_SEARCH_START_BACKWARD</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patt[]={0x08,0x09,0x0A,0x0B }</w:t>
            </w:r>
          </w:p>
          <w:p w:rsidR="007E5153" w:rsidRPr="00501E3A" w:rsidRDefault="007E5153">
            <w:pPr>
              <w:pStyle w:val="PL"/>
              <w:rPr>
                <w:noProof w:val="0"/>
              </w:rPr>
            </w:pPr>
            <w:r w:rsidRPr="00501E3A">
              <w:rPr>
                <w:noProof w:val="0"/>
              </w:rPr>
              <w:t>pattOffset = 1</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1</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shall return 0.</w:t>
            </w:r>
          </w:p>
          <w:p w:rsidR="007E5153" w:rsidRPr="00501E3A" w:rsidRDefault="007E5153">
            <w:pPr>
              <w:pStyle w:val="TAL"/>
            </w:pPr>
            <w:r w:rsidRPr="00501E3A">
              <w:t>response shall be:</w:t>
            </w:r>
          </w:p>
          <w:p w:rsidR="007E5153" w:rsidRPr="00501E3A" w:rsidRDefault="007E5153">
            <w:pPr>
              <w:pStyle w:val="TAL"/>
            </w:pPr>
            <w:r w:rsidRPr="00501E3A">
              <w:t>response={0,0,0,0}</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shall return 3.</w:t>
            </w:r>
          </w:p>
          <w:p w:rsidR="007E5153" w:rsidRPr="00501E3A" w:rsidRDefault="007E5153">
            <w:pPr>
              <w:pStyle w:val="TAL"/>
            </w:pPr>
            <w:r w:rsidRPr="00501E3A">
              <w:t>response shall be:</w:t>
            </w:r>
          </w:p>
          <w:p w:rsidR="007E5153" w:rsidRPr="00501E3A" w:rsidRDefault="007E5153">
            <w:pPr>
              <w:pStyle w:val="TAL"/>
            </w:pPr>
            <w:r w:rsidRPr="00501E3A">
              <w:t>response={0,4,3,1}</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shall return 3.</w:t>
            </w:r>
          </w:p>
          <w:p w:rsidR="007E5153" w:rsidRPr="00501E3A" w:rsidRDefault="007E5153">
            <w:pPr>
              <w:pStyle w:val="TAL"/>
            </w:pPr>
            <w:r w:rsidRPr="00501E3A">
              <w:t>response shall be:</w:t>
            </w:r>
          </w:p>
          <w:p w:rsidR="007E5153" w:rsidRPr="00501E3A" w:rsidRDefault="007E5153">
            <w:pPr>
              <w:pStyle w:val="TAL"/>
            </w:pPr>
            <w:r w:rsidRPr="00501E3A">
              <w:t>response={0,4,3,1}</w:t>
            </w:r>
          </w:p>
          <w:p w:rsidR="007E5153" w:rsidRPr="00501E3A" w:rsidRDefault="007E5153">
            <w:pPr>
              <w:pStyle w:val="TAL"/>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lastRenderedPageBreak/>
              <w:t>4</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Enhanced Mode, search backward from previous record, start from an offset in record.</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1- mode = ENHANCED_SEARCH</w:t>
            </w:r>
          </w:p>
          <w:p w:rsidR="007E5153" w:rsidRPr="00501E3A" w:rsidRDefault="007E5153" w:rsidP="00443FF8">
            <w:pPr>
              <w:pStyle w:val="PL"/>
              <w:keepNext/>
              <w:keepLines/>
              <w:rPr>
                <w:noProof w:val="0"/>
              </w:rPr>
            </w:pPr>
            <w:r w:rsidRPr="00501E3A">
              <w:rPr>
                <w:noProof w:val="0"/>
              </w:rPr>
              <w:t>searchIndication= SEARCH_INDICATION_BACKWARD_FROM_PREVIOUS + 0x0009</w:t>
            </w:r>
          </w:p>
          <w:p w:rsidR="007E5153" w:rsidRPr="00501E3A" w:rsidRDefault="007E5153" w:rsidP="00443FF8">
            <w:pPr>
              <w:pStyle w:val="PL"/>
              <w:keepNext/>
              <w:keepLines/>
              <w:rPr>
                <w:noProof w:val="0"/>
              </w:rPr>
            </w:pPr>
            <w:r w:rsidRPr="00501E3A">
              <w:rPr>
                <w:noProof w:val="0"/>
              </w:rPr>
              <w:t>recordNum = 0</w:t>
            </w:r>
          </w:p>
          <w:p w:rsidR="007E5153" w:rsidRPr="00501E3A" w:rsidRDefault="007E5153" w:rsidP="00443FF8">
            <w:pPr>
              <w:pStyle w:val="PL"/>
              <w:keepNext/>
              <w:keepLines/>
              <w:rPr>
                <w:noProof w:val="0"/>
              </w:rPr>
            </w:pPr>
            <w:r w:rsidRPr="00501E3A">
              <w:rPr>
                <w:noProof w:val="0"/>
              </w:rPr>
              <w:t>patt[]={0x01,0x02,0x03,0x04}</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3</w:t>
            </w:r>
          </w:p>
          <w:p w:rsidR="007E5153" w:rsidRPr="00501E3A" w:rsidRDefault="007E5153" w:rsidP="00443FF8">
            <w:pPr>
              <w:pStyle w:val="PL"/>
              <w:keepNext/>
              <w:keepLines/>
              <w:rPr>
                <w:noProof w:val="0"/>
              </w:rPr>
            </w:pPr>
            <w:r w:rsidRPr="00501E3A">
              <w:rPr>
                <w:noProof w:val="0"/>
              </w:rPr>
              <w:t>response[] = {0,0,0,0}</w:t>
            </w:r>
          </w:p>
          <w:p w:rsidR="007E5153" w:rsidRPr="00501E3A" w:rsidRDefault="007E5153" w:rsidP="00443FF8">
            <w:pPr>
              <w:pStyle w:val="PL"/>
              <w:keepNext/>
              <w:keepLines/>
              <w:rPr>
                <w:noProof w:val="0"/>
              </w:rPr>
            </w:pPr>
            <w:r w:rsidRPr="00501E3A">
              <w:rPr>
                <w:noProof w:val="0"/>
              </w:rPr>
              <w:t>respOffset = 0</w:t>
            </w:r>
          </w:p>
          <w:p w:rsidR="007E5153" w:rsidRPr="00501E3A" w:rsidRDefault="007E5153" w:rsidP="00443FF8">
            <w:pPr>
              <w:pStyle w:val="PL"/>
              <w:keepNext/>
              <w:keepLines/>
              <w:rPr>
                <w:noProof w:val="0"/>
              </w:rPr>
            </w:pPr>
            <w:r w:rsidRPr="00501E3A">
              <w:rPr>
                <w:noProof w:val="0"/>
              </w:rPr>
              <w:t>respLength = 4</w:t>
            </w:r>
          </w:p>
          <w:p w:rsidR="007E5153" w:rsidRPr="00501E3A" w:rsidRDefault="007E5153" w:rsidP="00443FF8">
            <w:pPr>
              <w:pStyle w:val="PL"/>
              <w:keepNext/>
              <w:keepLines/>
              <w:rPr>
                <w:noProof w:val="0"/>
              </w:rPr>
            </w:pPr>
            <w:r w:rsidRPr="00501E3A">
              <w:rPr>
                <w:noProof w:val="0"/>
              </w:rPr>
              <w:t>searchRecord()</w:t>
            </w:r>
          </w:p>
          <w:p w:rsidR="007E5153" w:rsidRPr="00501E3A" w:rsidRDefault="007E5153" w:rsidP="00443FF8">
            <w:pPr>
              <w:pStyle w:val="PL"/>
              <w:keepNext/>
              <w:keepLines/>
              <w:rPr>
                <w:noProof w:val="0"/>
              </w:rPr>
            </w:pPr>
            <w:r w:rsidRPr="00501E3A">
              <w:rPr>
                <w:noProof w:val="0"/>
              </w:rPr>
              <w:t>2- mode = ENHANCED_SEARCH</w:t>
            </w:r>
          </w:p>
          <w:p w:rsidR="007E5153" w:rsidRPr="00501E3A" w:rsidRDefault="007E5153" w:rsidP="00443FF8">
            <w:pPr>
              <w:pStyle w:val="PL"/>
              <w:keepNext/>
              <w:keepLines/>
              <w:rPr>
                <w:noProof w:val="0"/>
              </w:rPr>
            </w:pPr>
            <w:r w:rsidRPr="00501E3A">
              <w:rPr>
                <w:noProof w:val="0"/>
              </w:rPr>
              <w:t>searchIndication= SEARCH_INDICATION_BACKWARD_FROM_PREVIOUS+0x0000</w:t>
            </w:r>
          </w:p>
          <w:p w:rsidR="007E5153" w:rsidRPr="00501E3A" w:rsidRDefault="007E5153" w:rsidP="00443FF8">
            <w:pPr>
              <w:pStyle w:val="PL"/>
              <w:keepNext/>
              <w:keepLines/>
              <w:rPr>
                <w:noProof w:val="0"/>
              </w:rPr>
            </w:pPr>
            <w:r w:rsidRPr="00501E3A">
              <w:rPr>
                <w:noProof w:val="0"/>
              </w:rPr>
              <w:t>recordNum = 0</w:t>
            </w:r>
          </w:p>
          <w:p w:rsidR="007E5153" w:rsidRPr="00501E3A" w:rsidRDefault="007E5153" w:rsidP="00443FF8">
            <w:pPr>
              <w:pStyle w:val="PL"/>
              <w:keepNext/>
              <w:keepLines/>
              <w:rPr>
                <w:noProof w:val="0"/>
              </w:rPr>
            </w:pPr>
            <w:r w:rsidRPr="00501E3A">
              <w:rPr>
                <w:noProof w:val="0"/>
              </w:rPr>
              <w:t>patt[]={0x0C,0x0D,0x0E,0x0F,0x01,0x02}</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5</w:t>
            </w:r>
          </w:p>
          <w:p w:rsidR="007E5153" w:rsidRPr="00501E3A" w:rsidRDefault="007E5153" w:rsidP="00443FF8">
            <w:pPr>
              <w:pStyle w:val="PL"/>
              <w:keepNext/>
              <w:keepLines/>
              <w:rPr>
                <w:noProof w:val="0"/>
              </w:rPr>
            </w:pPr>
            <w:r w:rsidRPr="00501E3A">
              <w:rPr>
                <w:noProof w:val="0"/>
              </w:rPr>
              <w:t>response[] = {0,0,0,0}</w:t>
            </w:r>
          </w:p>
          <w:p w:rsidR="007E5153" w:rsidRPr="00501E3A" w:rsidRDefault="007E5153" w:rsidP="00443FF8">
            <w:pPr>
              <w:pStyle w:val="PL"/>
              <w:keepNext/>
              <w:keepLines/>
              <w:rPr>
                <w:noProof w:val="0"/>
              </w:rPr>
            </w:pPr>
            <w:r w:rsidRPr="00501E3A">
              <w:rPr>
                <w:noProof w:val="0"/>
              </w:rPr>
              <w:t>respOffset = 2</w:t>
            </w:r>
          </w:p>
          <w:p w:rsidR="007E5153" w:rsidRPr="00501E3A" w:rsidRDefault="007E5153" w:rsidP="00443FF8">
            <w:pPr>
              <w:pStyle w:val="PL"/>
              <w:keepNext/>
              <w:keepLines/>
              <w:rPr>
                <w:noProof w:val="0"/>
              </w:rPr>
            </w:pPr>
            <w:r w:rsidRPr="00501E3A">
              <w:rPr>
                <w:noProof w:val="0"/>
              </w:rPr>
              <w:t>respLength = 2</w:t>
            </w:r>
          </w:p>
          <w:p w:rsidR="007E5153" w:rsidRPr="00501E3A" w:rsidRDefault="007E5153" w:rsidP="00443FF8">
            <w:pPr>
              <w:pStyle w:val="PL"/>
              <w:keepNext/>
              <w:keepLines/>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1- shall return 1,</w:t>
            </w:r>
          </w:p>
          <w:p w:rsidR="007E5153" w:rsidRPr="00501E3A" w:rsidRDefault="007E5153" w:rsidP="00443FF8">
            <w:pPr>
              <w:pStyle w:val="TAL"/>
            </w:pPr>
            <w:r w:rsidRPr="00501E3A">
              <w:t>response shall be:</w:t>
            </w:r>
          </w:p>
          <w:p w:rsidR="007E5153" w:rsidRPr="00501E3A" w:rsidRDefault="007E5153" w:rsidP="00443FF8">
            <w:pPr>
              <w:pStyle w:val="TAL"/>
            </w:pPr>
            <w:r w:rsidRPr="00501E3A">
              <w:t>resp={3,0,0,0}</w:t>
            </w: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2- shall return 1</w:t>
            </w:r>
          </w:p>
          <w:p w:rsidR="007E5153" w:rsidRPr="00501E3A" w:rsidRDefault="007E5153" w:rsidP="00443FF8">
            <w:pPr>
              <w:pStyle w:val="TAL"/>
            </w:pPr>
            <w:r w:rsidRPr="00501E3A">
              <w:t>response shall be:</w:t>
            </w:r>
          </w:p>
          <w:p w:rsidR="007E5153" w:rsidRPr="00501E3A" w:rsidRDefault="007E5153" w:rsidP="00443FF8">
            <w:pPr>
              <w:pStyle w:val="TAL"/>
            </w:pPr>
            <w:r w:rsidRPr="00501E3A">
              <w:t>response={0,0,2,0}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Enhanced Mode, search backward from previous record, start from a value in record.</w:t>
            </w:r>
          </w:p>
          <w:p w:rsidR="007E5153" w:rsidRPr="00501E3A" w:rsidRDefault="007E5153">
            <w:pPr>
              <w:pStyle w:val="PL"/>
              <w:rPr>
                <w:noProof w:val="0"/>
              </w:rPr>
            </w:pPr>
          </w:p>
          <w:p w:rsidR="007E5153" w:rsidRPr="00501E3A" w:rsidRDefault="007E5153">
            <w:pPr>
              <w:pStyle w:val="PL"/>
              <w:rPr>
                <w:noProof w:val="0"/>
              </w:rPr>
            </w:pPr>
            <w:r w:rsidRPr="00501E3A">
              <w:rPr>
                <w:noProof w:val="0"/>
              </w:rPr>
              <w:t>1- mode = ENHANCED_SEARCH</w:t>
            </w:r>
          </w:p>
          <w:p w:rsidR="007E5153" w:rsidRPr="00501E3A" w:rsidRDefault="007E5153">
            <w:pPr>
              <w:pStyle w:val="PL"/>
              <w:rPr>
                <w:noProof w:val="0"/>
              </w:rPr>
            </w:pPr>
            <w:r w:rsidRPr="00501E3A">
              <w:rPr>
                <w:noProof w:val="0"/>
              </w:rPr>
              <w:t>searchIndication= SEARCH_INDICATION_BACKWARD_FROM_PREVIOUS + 0x0810</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patt[]={0x01,0x02,0x03,0x04}</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3</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searchRecord()</w:t>
            </w:r>
          </w:p>
          <w:p w:rsidR="007E5153" w:rsidRPr="00501E3A" w:rsidRDefault="007E5153">
            <w:pPr>
              <w:pStyle w:val="PL"/>
              <w:rPr>
                <w:noProof w:val="0"/>
              </w:rPr>
            </w:pPr>
            <w:r w:rsidRPr="00501E3A">
              <w:rPr>
                <w:noProof w:val="0"/>
              </w:rPr>
              <w:t>2- perform 3 readRecord() in next mode to set current pointer to pointer 5</w:t>
            </w:r>
          </w:p>
          <w:p w:rsidR="007E5153" w:rsidRPr="00501E3A" w:rsidRDefault="007E5153">
            <w:pPr>
              <w:pStyle w:val="PL"/>
              <w:rPr>
                <w:noProof w:val="0"/>
              </w:rPr>
            </w:pPr>
            <w:r w:rsidRPr="00501E3A">
              <w:rPr>
                <w:noProof w:val="0"/>
              </w:rPr>
              <w:t>3- mode = ENHANCED_SEARCH</w:t>
            </w:r>
          </w:p>
          <w:p w:rsidR="007E5153" w:rsidRPr="00501E3A" w:rsidRDefault="007E5153">
            <w:pPr>
              <w:pStyle w:val="PL"/>
              <w:rPr>
                <w:noProof w:val="0"/>
              </w:rPr>
            </w:pPr>
            <w:r w:rsidRPr="00501E3A">
              <w:rPr>
                <w:noProof w:val="0"/>
              </w:rPr>
              <w:t>searchIndication= SEARCH_INDICATION_BACKWARD_FROM_PREVIOUS+0x080E</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patt[]={0x01,0x02,0x03,0x04}</w:t>
            </w:r>
          </w:p>
          <w:p w:rsidR="007E5153" w:rsidRPr="00501E3A" w:rsidRDefault="007E5153">
            <w:pPr>
              <w:pStyle w:val="PL"/>
              <w:rPr>
                <w:noProof w:val="0"/>
              </w:rPr>
            </w:pPr>
            <w:r w:rsidRPr="00501E3A">
              <w:rPr>
                <w:noProof w:val="0"/>
              </w:rPr>
              <w:t>pattOffset = 3</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shall return 0,</w:t>
            </w:r>
          </w:p>
          <w:p w:rsidR="007E5153" w:rsidRPr="00501E3A" w:rsidRDefault="007E5153">
            <w:pPr>
              <w:pStyle w:val="TAL"/>
            </w:pPr>
            <w:r w:rsidRPr="00501E3A">
              <w:t>response shall be:</w:t>
            </w:r>
          </w:p>
          <w:p w:rsidR="007E5153" w:rsidRPr="00501E3A" w:rsidRDefault="007E5153">
            <w:pPr>
              <w:pStyle w:val="TAL"/>
            </w:pPr>
            <w:r w:rsidRPr="00501E3A">
              <w:t>resp={0,0,0,0}</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shall return 2</w:t>
            </w:r>
          </w:p>
          <w:p w:rsidR="007E5153" w:rsidRPr="00501E3A" w:rsidRDefault="007E5153">
            <w:pPr>
              <w:pStyle w:val="TAL"/>
            </w:pPr>
            <w:r w:rsidRPr="00501E3A">
              <w:t>response shall be:</w:t>
            </w:r>
          </w:p>
          <w:p w:rsidR="007E5153" w:rsidRPr="00501E3A" w:rsidRDefault="007E5153">
            <w:pPr>
              <w:pStyle w:val="TAL"/>
            </w:pPr>
            <w:r w:rsidRPr="00501E3A">
              <w:t>response={4,2,0,0}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lastRenderedPageBreak/>
              <w:t>6</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Enhanced Mode, search backward from previous given record, start from an offset in record.</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1- mode = ENHANCED_SEARCH</w:t>
            </w:r>
          </w:p>
          <w:p w:rsidR="007E5153" w:rsidRPr="00501E3A" w:rsidRDefault="007E5153" w:rsidP="00443FF8">
            <w:pPr>
              <w:pStyle w:val="PL"/>
              <w:keepNext/>
              <w:keepLines/>
              <w:rPr>
                <w:noProof w:val="0"/>
              </w:rPr>
            </w:pPr>
            <w:r w:rsidRPr="00501E3A">
              <w:rPr>
                <w:noProof w:val="0"/>
              </w:rPr>
              <w:t>searchIndication= SEARCH_INDICATION_BACKWARD_FROM_PREVIOUS_GR + 0x0000</w:t>
            </w:r>
          </w:p>
          <w:p w:rsidR="007E5153" w:rsidRPr="00501E3A" w:rsidRDefault="007E5153" w:rsidP="00443FF8">
            <w:pPr>
              <w:pStyle w:val="PL"/>
              <w:keepNext/>
              <w:keepLines/>
              <w:rPr>
                <w:noProof w:val="0"/>
              </w:rPr>
            </w:pPr>
            <w:r w:rsidRPr="00501E3A">
              <w:rPr>
                <w:noProof w:val="0"/>
              </w:rPr>
              <w:t>recordNum = 1</w:t>
            </w:r>
          </w:p>
          <w:p w:rsidR="007E5153" w:rsidRPr="00501E3A" w:rsidRDefault="007E5153" w:rsidP="00443FF8">
            <w:pPr>
              <w:pStyle w:val="PL"/>
              <w:keepNext/>
              <w:keepLines/>
              <w:rPr>
                <w:noProof w:val="0"/>
              </w:rPr>
            </w:pPr>
            <w:r w:rsidRPr="00501E3A">
              <w:rPr>
                <w:noProof w:val="0"/>
              </w:rPr>
              <w:t>patt[]={0x01,0x02,0x03}</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1</w:t>
            </w:r>
          </w:p>
          <w:p w:rsidR="007E5153" w:rsidRPr="00501E3A" w:rsidRDefault="007E5153" w:rsidP="00443FF8">
            <w:pPr>
              <w:pStyle w:val="PL"/>
              <w:keepNext/>
              <w:keepLines/>
              <w:rPr>
                <w:noProof w:val="0"/>
              </w:rPr>
            </w:pPr>
            <w:r w:rsidRPr="00501E3A">
              <w:rPr>
                <w:noProof w:val="0"/>
              </w:rPr>
              <w:t>response[] = {0,0,0,0}</w:t>
            </w:r>
          </w:p>
          <w:p w:rsidR="007E5153" w:rsidRPr="00501E3A" w:rsidRDefault="007E5153" w:rsidP="00443FF8">
            <w:pPr>
              <w:pStyle w:val="PL"/>
              <w:keepNext/>
              <w:keepLines/>
              <w:rPr>
                <w:noProof w:val="0"/>
              </w:rPr>
            </w:pPr>
            <w:r w:rsidRPr="00501E3A">
              <w:rPr>
                <w:noProof w:val="0"/>
              </w:rPr>
              <w:t>respOffset = 0</w:t>
            </w:r>
          </w:p>
          <w:p w:rsidR="007E5153" w:rsidRPr="00501E3A" w:rsidRDefault="007E5153" w:rsidP="00443FF8">
            <w:pPr>
              <w:pStyle w:val="PL"/>
              <w:keepNext/>
              <w:keepLines/>
              <w:rPr>
                <w:noProof w:val="0"/>
              </w:rPr>
            </w:pPr>
            <w:r w:rsidRPr="00501E3A">
              <w:rPr>
                <w:noProof w:val="0"/>
              </w:rPr>
              <w:t>respLength = 4</w:t>
            </w:r>
          </w:p>
          <w:p w:rsidR="007E5153" w:rsidRPr="00501E3A" w:rsidRDefault="007E5153" w:rsidP="00443FF8">
            <w:pPr>
              <w:pStyle w:val="PL"/>
              <w:keepNext/>
              <w:keepLines/>
              <w:rPr>
                <w:noProof w:val="0"/>
              </w:rPr>
            </w:pPr>
            <w:r w:rsidRPr="00501E3A">
              <w:rPr>
                <w:noProof w:val="0"/>
              </w:rPr>
              <w:t>searchRecord()</w:t>
            </w:r>
          </w:p>
          <w:p w:rsidR="007E5153" w:rsidRPr="00501E3A" w:rsidRDefault="007E5153" w:rsidP="00443FF8">
            <w:pPr>
              <w:pStyle w:val="PL"/>
              <w:keepNext/>
              <w:keepLines/>
              <w:rPr>
                <w:noProof w:val="0"/>
              </w:rPr>
            </w:pPr>
            <w:r w:rsidRPr="00501E3A">
              <w:rPr>
                <w:noProof w:val="0"/>
              </w:rPr>
              <w:t>2- mode = ENHANCED_SEARCH</w:t>
            </w:r>
          </w:p>
          <w:p w:rsidR="007E5153" w:rsidRPr="00501E3A" w:rsidRDefault="007E5153" w:rsidP="00443FF8">
            <w:pPr>
              <w:pStyle w:val="PL"/>
              <w:keepNext/>
              <w:keepLines/>
              <w:rPr>
                <w:noProof w:val="0"/>
              </w:rPr>
            </w:pPr>
            <w:r w:rsidRPr="00501E3A">
              <w:rPr>
                <w:noProof w:val="0"/>
              </w:rPr>
              <w:t>searchIndication= SEARCH_INDICATION_BACKWARD_FROM_PREVIOUS_GR + 0x0004</w:t>
            </w:r>
          </w:p>
          <w:p w:rsidR="007E5153" w:rsidRPr="00501E3A" w:rsidRDefault="007E5153" w:rsidP="00443FF8">
            <w:pPr>
              <w:pStyle w:val="PL"/>
              <w:keepNext/>
              <w:keepLines/>
              <w:rPr>
                <w:noProof w:val="0"/>
              </w:rPr>
            </w:pPr>
            <w:r w:rsidRPr="00501E3A">
              <w:rPr>
                <w:noProof w:val="0"/>
              </w:rPr>
              <w:t>recordNum = 6</w:t>
            </w:r>
          </w:p>
          <w:p w:rsidR="007E5153" w:rsidRPr="00501E3A" w:rsidRDefault="007E5153" w:rsidP="00443FF8">
            <w:pPr>
              <w:pStyle w:val="PL"/>
              <w:keepNext/>
              <w:keepLines/>
              <w:rPr>
                <w:noProof w:val="0"/>
              </w:rPr>
            </w:pPr>
            <w:r w:rsidRPr="00501E3A">
              <w:rPr>
                <w:noProof w:val="0"/>
              </w:rPr>
              <w:t>patt[]={0x01,0x02,0x03}</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3</w:t>
            </w:r>
          </w:p>
          <w:p w:rsidR="007E5153" w:rsidRPr="00501E3A" w:rsidRDefault="007E5153" w:rsidP="00443FF8">
            <w:pPr>
              <w:pStyle w:val="PL"/>
              <w:keepNext/>
              <w:keepLines/>
              <w:rPr>
                <w:noProof w:val="0"/>
              </w:rPr>
            </w:pPr>
            <w:r w:rsidRPr="00501E3A">
              <w:rPr>
                <w:noProof w:val="0"/>
              </w:rPr>
              <w:t>response[] = {0,0,0,0}</w:t>
            </w:r>
          </w:p>
          <w:p w:rsidR="007E5153" w:rsidRPr="00501E3A" w:rsidRDefault="007E5153" w:rsidP="00443FF8">
            <w:pPr>
              <w:pStyle w:val="PL"/>
              <w:keepNext/>
              <w:keepLines/>
              <w:rPr>
                <w:noProof w:val="0"/>
              </w:rPr>
            </w:pPr>
            <w:r w:rsidRPr="00501E3A">
              <w:rPr>
                <w:noProof w:val="0"/>
              </w:rPr>
              <w:t>respOffset = 0</w:t>
            </w:r>
          </w:p>
          <w:p w:rsidR="007E5153" w:rsidRPr="00501E3A" w:rsidRDefault="007E5153" w:rsidP="00443FF8">
            <w:pPr>
              <w:pStyle w:val="PL"/>
              <w:keepNext/>
              <w:keepLines/>
              <w:rPr>
                <w:noProof w:val="0"/>
              </w:rPr>
            </w:pPr>
            <w:r w:rsidRPr="00501E3A">
              <w:rPr>
                <w:noProof w:val="0"/>
              </w:rPr>
              <w:t>respLength = 4</w:t>
            </w:r>
          </w:p>
          <w:p w:rsidR="007E5153" w:rsidRPr="00501E3A" w:rsidRDefault="007E5153" w:rsidP="00443FF8">
            <w:pPr>
              <w:pStyle w:val="PL"/>
              <w:keepNext/>
              <w:keepLines/>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1- shall return 1,</w:t>
            </w:r>
          </w:p>
          <w:p w:rsidR="007E5153" w:rsidRPr="00501E3A" w:rsidRDefault="007E5153" w:rsidP="00443FF8">
            <w:pPr>
              <w:pStyle w:val="TAL"/>
            </w:pPr>
            <w:r w:rsidRPr="00501E3A">
              <w:t>response shall be:</w:t>
            </w:r>
          </w:p>
          <w:p w:rsidR="007E5153" w:rsidRPr="00501E3A" w:rsidRDefault="007E5153" w:rsidP="00443FF8">
            <w:pPr>
              <w:pStyle w:val="TAL"/>
            </w:pPr>
            <w:r w:rsidRPr="00501E3A">
              <w:t>resp={1,0,0,0}</w:t>
            </w: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2- shall return 4</w:t>
            </w:r>
          </w:p>
          <w:p w:rsidR="007E5153" w:rsidRPr="00501E3A" w:rsidRDefault="007E5153" w:rsidP="00443FF8">
            <w:pPr>
              <w:pStyle w:val="TAL"/>
            </w:pPr>
            <w:r w:rsidRPr="00501E3A">
              <w:t>response shall be:</w:t>
            </w:r>
          </w:p>
          <w:p w:rsidR="007E5153" w:rsidRPr="00501E3A" w:rsidRDefault="007E5153" w:rsidP="00443FF8">
            <w:pPr>
              <w:pStyle w:val="TAL"/>
            </w:pPr>
            <w:r w:rsidRPr="00501E3A">
              <w:t>response={5,4,3,2}</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Enhanced Mode, search backward from previous given record, start from a value in record.</w:t>
            </w:r>
          </w:p>
          <w:p w:rsidR="007E5153" w:rsidRPr="00501E3A" w:rsidRDefault="007E5153">
            <w:pPr>
              <w:pStyle w:val="PL"/>
              <w:rPr>
                <w:noProof w:val="0"/>
              </w:rPr>
            </w:pPr>
          </w:p>
          <w:p w:rsidR="007E5153" w:rsidRPr="00501E3A" w:rsidRDefault="007E5153">
            <w:pPr>
              <w:pStyle w:val="PL"/>
              <w:rPr>
                <w:noProof w:val="0"/>
              </w:rPr>
            </w:pPr>
            <w:r w:rsidRPr="00501E3A">
              <w:rPr>
                <w:noProof w:val="0"/>
              </w:rPr>
              <w:t>1- mode = ENHANCED_SEARCH</w:t>
            </w:r>
          </w:p>
          <w:p w:rsidR="007E5153" w:rsidRPr="00501E3A" w:rsidRDefault="007E5153">
            <w:pPr>
              <w:pStyle w:val="PL"/>
              <w:rPr>
                <w:noProof w:val="0"/>
              </w:rPr>
            </w:pPr>
            <w:r w:rsidRPr="00501E3A">
              <w:rPr>
                <w:noProof w:val="0"/>
              </w:rPr>
              <w:t>searchIndication= SEARCH_INDICATION_BACKWARD_FROM_PREVIOUS_GR + 0x080D</w:t>
            </w:r>
          </w:p>
          <w:p w:rsidR="007E5153" w:rsidRPr="00501E3A" w:rsidRDefault="007E5153">
            <w:pPr>
              <w:pStyle w:val="PL"/>
              <w:rPr>
                <w:noProof w:val="0"/>
              </w:rPr>
            </w:pPr>
            <w:r w:rsidRPr="00501E3A">
              <w:rPr>
                <w:noProof w:val="0"/>
              </w:rPr>
              <w:t>recordNum = 1</w:t>
            </w:r>
          </w:p>
          <w:p w:rsidR="007E5153" w:rsidRPr="00501E3A" w:rsidRDefault="007E5153">
            <w:pPr>
              <w:pStyle w:val="PL"/>
              <w:rPr>
                <w:noProof w:val="0"/>
              </w:rPr>
            </w:pPr>
            <w:r w:rsidRPr="00501E3A">
              <w:rPr>
                <w:noProof w:val="0"/>
              </w:rPr>
              <w:t>patt[]={0x0E,0x0E,0x0E}</w:t>
            </w:r>
          </w:p>
          <w:p w:rsidR="007E5153" w:rsidRPr="00501E3A" w:rsidRDefault="007E5153">
            <w:pPr>
              <w:pStyle w:val="PL"/>
              <w:rPr>
                <w:noProof w:val="0"/>
              </w:rPr>
            </w:pPr>
            <w:r w:rsidRPr="00501E3A">
              <w:rPr>
                <w:noProof w:val="0"/>
              </w:rPr>
              <w:t>pattOffset = 1</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searchRecord()</w:t>
            </w:r>
          </w:p>
          <w:p w:rsidR="007E5153" w:rsidRPr="00501E3A" w:rsidRDefault="007E5153">
            <w:pPr>
              <w:pStyle w:val="PL"/>
              <w:rPr>
                <w:noProof w:val="0"/>
              </w:rPr>
            </w:pPr>
            <w:r w:rsidRPr="00501E3A">
              <w:rPr>
                <w:noProof w:val="0"/>
              </w:rPr>
              <w:t>2- mode = ENHANCED_SEARCH</w:t>
            </w:r>
          </w:p>
          <w:p w:rsidR="007E5153" w:rsidRPr="00501E3A" w:rsidRDefault="007E5153">
            <w:pPr>
              <w:pStyle w:val="PL"/>
              <w:rPr>
                <w:noProof w:val="0"/>
              </w:rPr>
            </w:pPr>
            <w:r w:rsidRPr="00501E3A">
              <w:rPr>
                <w:noProof w:val="0"/>
              </w:rPr>
              <w:t>searchIndication= SEARCH_INDICATION_BACKWARD_FROM_PREVIOUS_GR + 0x0800</w:t>
            </w:r>
          </w:p>
          <w:p w:rsidR="007E5153" w:rsidRPr="00501E3A" w:rsidRDefault="007E5153">
            <w:pPr>
              <w:pStyle w:val="PL"/>
              <w:rPr>
                <w:noProof w:val="0"/>
              </w:rPr>
            </w:pPr>
            <w:r w:rsidRPr="00501E3A">
              <w:rPr>
                <w:noProof w:val="0"/>
              </w:rPr>
              <w:t>recordNum = 6</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3</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shall return 1,</w:t>
            </w:r>
          </w:p>
          <w:p w:rsidR="007E5153" w:rsidRPr="00501E3A" w:rsidRDefault="007E5153">
            <w:pPr>
              <w:pStyle w:val="TAL"/>
            </w:pPr>
            <w:r w:rsidRPr="00501E3A">
              <w:t>response shall be:</w:t>
            </w:r>
          </w:p>
          <w:p w:rsidR="007E5153" w:rsidRPr="00501E3A" w:rsidRDefault="007E5153">
            <w:pPr>
              <w:pStyle w:val="TAL"/>
            </w:pPr>
            <w:r w:rsidRPr="00501E3A">
              <w:t>resp={1,0,0,0}</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shall return 0</w:t>
            </w:r>
          </w:p>
          <w:p w:rsidR="007E5153" w:rsidRPr="00501E3A" w:rsidRDefault="007E5153">
            <w:pPr>
              <w:pStyle w:val="TAL"/>
            </w:pPr>
            <w:r w:rsidRPr="00501E3A">
              <w:t>response shall be:</w:t>
            </w:r>
          </w:p>
          <w:p w:rsidR="007E5153" w:rsidRPr="00501E3A" w:rsidRDefault="007E5153">
            <w:pPr>
              <w:pStyle w:val="TAL"/>
            </w:pPr>
            <w:r w:rsidRPr="00501E3A">
              <w:t>response={0,0,0,0}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lastRenderedPageBreak/>
              <w:t>8</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Enhanced Mode, search forward from next record, start from an offset in record.</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1- mode = ENHANCED_SEARCH</w:t>
            </w:r>
          </w:p>
          <w:p w:rsidR="007E5153" w:rsidRPr="00501E3A" w:rsidRDefault="007E5153" w:rsidP="00443FF8">
            <w:pPr>
              <w:pStyle w:val="PL"/>
              <w:keepNext/>
              <w:keepLines/>
              <w:rPr>
                <w:noProof w:val="0"/>
              </w:rPr>
            </w:pPr>
            <w:r w:rsidRPr="00501E3A">
              <w:rPr>
                <w:noProof w:val="0"/>
              </w:rPr>
              <w:t>searchIndication= SEARCH_INDICATION_FORWARD_FROM_NEXT + 0x0003</w:t>
            </w:r>
          </w:p>
          <w:p w:rsidR="007E5153" w:rsidRPr="00501E3A" w:rsidRDefault="007E5153" w:rsidP="00443FF8">
            <w:pPr>
              <w:pStyle w:val="PL"/>
              <w:keepNext/>
              <w:keepLines/>
              <w:rPr>
                <w:noProof w:val="0"/>
              </w:rPr>
            </w:pPr>
            <w:r w:rsidRPr="00501E3A">
              <w:rPr>
                <w:noProof w:val="0"/>
              </w:rPr>
              <w:t>recordNum = 0</w:t>
            </w:r>
          </w:p>
          <w:p w:rsidR="007E5153" w:rsidRPr="00501E3A" w:rsidRDefault="007E5153" w:rsidP="00443FF8">
            <w:pPr>
              <w:pStyle w:val="PL"/>
              <w:keepNext/>
              <w:keepLines/>
              <w:rPr>
                <w:noProof w:val="0"/>
              </w:rPr>
            </w:pPr>
            <w:r w:rsidRPr="00501E3A">
              <w:rPr>
                <w:noProof w:val="0"/>
              </w:rPr>
              <w:t>patt[]={0x00,0x0A,0x0B}</w:t>
            </w:r>
          </w:p>
          <w:p w:rsidR="007E5153" w:rsidRPr="00501E3A" w:rsidRDefault="007E5153" w:rsidP="00443FF8">
            <w:pPr>
              <w:pStyle w:val="PL"/>
              <w:keepNext/>
              <w:keepLines/>
              <w:rPr>
                <w:noProof w:val="0"/>
              </w:rPr>
            </w:pPr>
            <w:r w:rsidRPr="00501E3A">
              <w:rPr>
                <w:noProof w:val="0"/>
              </w:rPr>
              <w:t>pattOffset = 1</w:t>
            </w:r>
          </w:p>
          <w:p w:rsidR="007E5153" w:rsidRPr="00501E3A" w:rsidRDefault="007E5153" w:rsidP="00443FF8">
            <w:pPr>
              <w:pStyle w:val="PL"/>
              <w:keepNext/>
              <w:keepLines/>
              <w:rPr>
                <w:noProof w:val="0"/>
              </w:rPr>
            </w:pPr>
            <w:r w:rsidRPr="00501E3A">
              <w:rPr>
                <w:noProof w:val="0"/>
              </w:rPr>
              <w:t>pattLength = 2</w:t>
            </w:r>
          </w:p>
          <w:p w:rsidR="007E5153" w:rsidRPr="00501E3A" w:rsidRDefault="007E5153" w:rsidP="00443FF8">
            <w:pPr>
              <w:pStyle w:val="PL"/>
              <w:keepNext/>
              <w:keepLines/>
              <w:rPr>
                <w:noProof w:val="0"/>
              </w:rPr>
            </w:pPr>
            <w:r w:rsidRPr="00501E3A">
              <w:rPr>
                <w:noProof w:val="0"/>
              </w:rPr>
              <w:t>response[] = {0,0,0}</w:t>
            </w:r>
          </w:p>
          <w:p w:rsidR="007E5153" w:rsidRPr="00501E3A" w:rsidRDefault="007E5153" w:rsidP="00443FF8">
            <w:pPr>
              <w:pStyle w:val="PL"/>
              <w:keepNext/>
              <w:keepLines/>
              <w:rPr>
                <w:noProof w:val="0"/>
              </w:rPr>
            </w:pPr>
            <w:r w:rsidRPr="00501E3A">
              <w:rPr>
                <w:noProof w:val="0"/>
              </w:rPr>
              <w:t>respOffset = 2</w:t>
            </w:r>
          </w:p>
          <w:p w:rsidR="007E5153" w:rsidRPr="00501E3A" w:rsidRDefault="007E5153" w:rsidP="00443FF8">
            <w:pPr>
              <w:pStyle w:val="PL"/>
              <w:keepNext/>
              <w:keepLines/>
              <w:rPr>
                <w:noProof w:val="0"/>
              </w:rPr>
            </w:pPr>
            <w:r w:rsidRPr="00501E3A">
              <w:rPr>
                <w:noProof w:val="0"/>
              </w:rPr>
              <w:t>respLength = 2</w:t>
            </w:r>
          </w:p>
          <w:p w:rsidR="007E5153" w:rsidRPr="00501E3A" w:rsidRDefault="007E5153" w:rsidP="00443FF8">
            <w:pPr>
              <w:pStyle w:val="PL"/>
              <w:keepNext/>
              <w:keepLines/>
              <w:rPr>
                <w:noProof w:val="0"/>
              </w:rPr>
            </w:pPr>
            <w:r w:rsidRPr="00501E3A">
              <w:rPr>
                <w:noProof w:val="0"/>
              </w:rPr>
              <w:t>searchRecord()</w:t>
            </w:r>
          </w:p>
          <w:p w:rsidR="007E5153" w:rsidRPr="00501E3A" w:rsidRDefault="007E5153" w:rsidP="00443FF8">
            <w:pPr>
              <w:pStyle w:val="PL"/>
              <w:keepNext/>
              <w:keepLines/>
              <w:rPr>
                <w:noProof w:val="0"/>
              </w:rPr>
            </w:pPr>
            <w:r w:rsidRPr="00501E3A">
              <w:rPr>
                <w:noProof w:val="0"/>
              </w:rPr>
              <w:t>2- Perform readRecord() in previous mode</w:t>
            </w:r>
          </w:p>
          <w:p w:rsidR="007E5153" w:rsidRPr="00501E3A" w:rsidRDefault="007E5153" w:rsidP="00443FF8">
            <w:pPr>
              <w:pStyle w:val="PL"/>
              <w:keepNext/>
              <w:keepLines/>
              <w:rPr>
                <w:noProof w:val="0"/>
              </w:rPr>
            </w:pPr>
            <w:r w:rsidRPr="00501E3A">
              <w:rPr>
                <w:noProof w:val="0"/>
              </w:rPr>
              <w:t>3- mode = ENHANCED_SEARCH</w:t>
            </w:r>
          </w:p>
          <w:p w:rsidR="007E5153" w:rsidRPr="00501E3A" w:rsidRDefault="007E5153" w:rsidP="00443FF8">
            <w:pPr>
              <w:pStyle w:val="PL"/>
              <w:keepNext/>
              <w:keepLines/>
              <w:rPr>
                <w:noProof w:val="0"/>
              </w:rPr>
            </w:pPr>
            <w:r w:rsidRPr="00501E3A">
              <w:rPr>
                <w:noProof w:val="0"/>
              </w:rPr>
              <w:t>searchIndication= SEARCH_INDICATION_FORWARD_FROM_NEXT + 0x0003</w:t>
            </w:r>
          </w:p>
          <w:p w:rsidR="007E5153" w:rsidRPr="00501E3A" w:rsidRDefault="007E5153" w:rsidP="00443FF8">
            <w:pPr>
              <w:pStyle w:val="PL"/>
              <w:keepNext/>
              <w:keepLines/>
              <w:rPr>
                <w:noProof w:val="0"/>
              </w:rPr>
            </w:pPr>
            <w:r w:rsidRPr="00501E3A">
              <w:rPr>
                <w:noProof w:val="0"/>
              </w:rPr>
              <w:t>recordNum = 0</w:t>
            </w:r>
          </w:p>
          <w:p w:rsidR="007E5153" w:rsidRPr="00501E3A" w:rsidRDefault="007E5153" w:rsidP="00443FF8">
            <w:pPr>
              <w:pStyle w:val="PL"/>
              <w:keepNext/>
              <w:keepLines/>
              <w:rPr>
                <w:noProof w:val="0"/>
              </w:rPr>
            </w:pPr>
            <w:r w:rsidRPr="00501E3A">
              <w:rPr>
                <w:noProof w:val="0"/>
              </w:rPr>
              <w:t>patt[]={0x00,0x0A,0x0B}</w:t>
            </w:r>
          </w:p>
          <w:p w:rsidR="007E5153" w:rsidRPr="00501E3A" w:rsidRDefault="007E5153" w:rsidP="00443FF8">
            <w:pPr>
              <w:pStyle w:val="PL"/>
              <w:keepNext/>
              <w:keepLines/>
              <w:rPr>
                <w:noProof w:val="0"/>
              </w:rPr>
            </w:pPr>
            <w:r w:rsidRPr="00501E3A">
              <w:rPr>
                <w:noProof w:val="0"/>
              </w:rPr>
              <w:t>pattOffset = 1</w:t>
            </w:r>
          </w:p>
          <w:p w:rsidR="007E5153" w:rsidRPr="00501E3A" w:rsidRDefault="007E5153" w:rsidP="00443FF8">
            <w:pPr>
              <w:pStyle w:val="PL"/>
              <w:keepNext/>
              <w:keepLines/>
              <w:rPr>
                <w:noProof w:val="0"/>
              </w:rPr>
            </w:pPr>
            <w:r w:rsidRPr="00501E3A">
              <w:rPr>
                <w:noProof w:val="0"/>
              </w:rPr>
              <w:t>pattLength = 2</w:t>
            </w:r>
          </w:p>
          <w:p w:rsidR="007E5153" w:rsidRPr="00501E3A" w:rsidRDefault="007E5153" w:rsidP="00443FF8">
            <w:pPr>
              <w:pStyle w:val="PL"/>
              <w:keepNext/>
              <w:keepLines/>
              <w:rPr>
                <w:noProof w:val="0"/>
              </w:rPr>
            </w:pPr>
            <w:r w:rsidRPr="00501E3A">
              <w:rPr>
                <w:noProof w:val="0"/>
              </w:rPr>
              <w:t>response[] = {0,0,0,0}</w:t>
            </w:r>
          </w:p>
          <w:p w:rsidR="007E5153" w:rsidRPr="00501E3A" w:rsidRDefault="007E5153" w:rsidP="00443FF8">
            <w:pPr>
              <w:pStyle w:val="PL"/>
              <w:keepNext/>
              <w:keepLines/>
              <w:rPr>
                <w:noProof w:val="0"/>
              </w:rPr>
            </w:pPr>
            <w:r w:rsidRPr="00501E3A">
              <w:rPr>
                <w:noProof w:val="0"/>
              </w:rPr>
              <w:t>respOffset = 0</w:t>
            </w:r>
          </w:p>
          <w:p w:rsidR="007E5153" w:rsidRPr="00501E3A" w:rsidRDefault="007E5153" w:rsidP="00443FF8">
            <w:pPr>
              <w:pStyle w:val="PL"/>
              <w:keepNext/>
              <w:keepLines/>
              <w:rPr>
                <w:noProof w:val="0"/>
              </w:rPr>
            </w:pPr>
            <w:r w:rsidRPr="00501E3A">
              <w:rPr>
                <w:noProof w:val="0"/>
              </w:rPr>
              <w:t>respLength = 4</w:t>
            </w:r>
          </w:p>
          <w:p w:rsidR="007E5153" w:rsidRPr="00501E3A" w:rsidRDefault="007E5153" w:rsidP="00443FF8">
            <w:pPr>
              <w:pStyle w:val="PL"/>
              <w:keepNext/>
              <w:keepLines/>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1- shall return 2</w:t>
            </w:r>
          </w:p>
          <w:p w:rsidR="007E5153" w:rsidRPr="00501E3A" w:rsidRDefault="007E5153" w:rsidP="00443FF8">
            <w:pPr>
              <w:pStyle w:val="TAL"/>
            </w:pPr>
            <w:r w:rsidRPr="00501E3A">
              <w:t>response shall be:</w:t>
            </w:r>
          </w:p>
          <w:p w:rsidR="007E5153" w:rsidRPr="00501E3A" w:rsidRDefault="007E5153" w:rsidP="00443FF8">
            <w:pPr>
              <w:pStyle w:val="TAL"/>
            </w:pPr>
            <w:r w:rsidRPr="00501E3A">
              <w:t>resp={0,0,3,4}</w:t>
            </w: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3- shall return 1</w:t>
            </w:r>
          </w:p>
          <w:p w:rsidR="007E5153" w:rsidRPr="00501E3A" w:rsidRDefault="007E5153" w:rsidP="00443FF8">
            <w:pPr>
              <w:pStyle w:val="TAL"/>
            </w:pPr>
            <w:r w:rsidRPr="00501E3A">
              <w:t>response shall be:</w:t>
            </w:r>
          </w:p>
          <w:p w:rsidR="007E5153" w:rsidRPr="00501E3A" w:rsidRDefault="007E5153" w:rsidP="00443FF8">
            <w:pPr>
              <w:pStyle w:val="TAL"/>
            </w:pPr>
            <w:r w:rsidRPr="00501E3A">
              <w:t>response={4,0,0,0}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Enhanced Mode, search forward from next record, start from a value in record.</w:t>
            </w:r>
          </w:p>
          <w:p w:rsidR="007E5153" w:rsidRPr="00501E3A" w:rsidRDefault="007E5153">
            <w:pPr>
              <w:pStyle w:val="PL"/>
              <w:rPr>
                <w:noProof w:val="0"/>
              </w:rPr>
            </w:pPr>
          </w:p>
          <w:p w:rsidR="007E5153" w:rsidRPr="00501E3A" w:rsidRDefault="007E5153">
            <w:pPr>
              <w:pStyle w:val="PL"/>
              <w:rPr>
                <w:noProof w:val="0"/>
              </w:rPr>
            </w:pPr>
            <w:r w:rsidRPr="00501E3A">
              <w:rPr>
                <w:noProof w:val="0"/>
              </w:rPr>
              <w:t>1- mode = ENHANCED_SEARCH</w:t>
            </w:r>
          </w:p>
          <w:p w:rsidR="007E5153" w:rsidRPr="00501E3A" w:rsidRDefault="007E5153">
            <w:pPr>
              <w:pStyle w:val="PL"/>
              <w:rPr>
                <w:noProof w:val="0"/>
              </w:rPr>
            </w:pPr>
            <w:r w:rsidRPr="00501E3A">
              <w:rPr>
                <w:noProof w:val="0"/>
              </w:rPr>
              <w:t>searchIndication= SEARCH_INDICATION_FORWARD_FROM_NEXT + 0x0804</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1</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2</w:t>
            </w:r>
          </w:p>
          <w:p w:rsidR="007E5153" w:rsidRPr="00501E3A" w:rsidRDefault="007E5153">
            <w:pPr>
              <w:pStyle w:val="PL"/>
              <w:rPr>
                <w:noProof w:val="0"/>
              </w:rPr>
            </w:pPr>
            <w:r w:rsidRPr="00501E3A">
              <w:rPr>
                <w:noProof w:val="0"/>
              </w:rPr>
              <w:t>respLength = 2</w:t>
            </w:r>
          </w:p>
          <w:p w:rsidR="007E5153" w:rsidRPr="00501E3A" w:rsidRDefault="007E5153">
            <w:pPr>
              <w:pStyle w:val="PL"/>
              <w:rPr>
                <w:noProof w:val="0"/>
              </w:rPr>
            </w:pPr>
            <w:r w:rsidRPr="00501E3A">
              <w:rPr>
                <w:noProof w:val="0"/>
              </w:rPr>
              <w:t>searchRecord()</w:t>
            </w:r>
          </w:p>
          <w:p w:rsidR="007E5153" w:rsidRPr="00501E3A" w:rsidRDefault="007E5153">
            <w:pPr>
              <w:pStyle w:val="PL"/>
              <w:rPr>
                <w:noProof w:val="0"/>
              </w:rPr>
            </w:pPr>
            <w:r w:rsidRPr="00501E3A">
              <w:rPr>
                <w:noProof w:val="0"/>
              </w:rPr>
              <w:t>2- mode = ENHANCED_SEARCH</w:t>
            </w:r>
          </w:p>
          <w:p w:rsidR="007E5153" w:rsidRPr="00501E3A" w:rsidRDefault="007E5153">
            <w:pPr>
              <w:pStyle w:val="PL"/>
              <w:rPr>
                <w:noProof w:val="0"/>
              </w:rPr>
            </w:pPr>
            <w:r w:rsidRPr="00501E3A">
              <w:rPr>
                <w:noProof w:val="0"/>
              </w:rPr>
              <w:t>searchIndication= SEARCH_INDICATION_FORWARD_FROM_NEXT + 0x0801</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2</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shall return 0,</w:t>
            </w:r>
          </w:p>
          <w:p w:rsidR="007E5153" w:rsidRPr="00501E3A" w:rsidRDefault="007E5153">
            <w:pPr>
              <w:pStyle w:val="TAL"/>
            </w:pPr>
            <w:r w:rsidRPr="00501E3A">
              <w:t>response shall be:</w:t>
            </w:r>
          </w:p>
          <w:p w:rsidR="007E5153" w:rsidRPr="00501E3A" w:rsidRDefault="007E5153">
            <w:pPr>
              <w:pStyle w:val="TAL"/>
            </w:pPr>
            <w:r w:rsidRPr="00501E3A">
              <w:t>resp={0,0,0,0}</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shall return 2</w:t>
            </w:r>
          </w:p>
          <w:p w:rsidR="007E5153" w:rsidRPr="00501E3A" w:rsidRDefault="007E5153">
            <w:pPr>
              <w:pStyle w:val="TAL"/>
            </w:pPr>
            <w:r w:rsidRPr="00501E3A">
              <w:t>response shall be:</w:t>
            </w:r>
          </w:p>
          <w:p w:rsidR="007E5153" w:rsidRPr="00501E3A" w:rsidRDefault="007E5153">
            <w:pPr>
              <w:pStyle w:val="TAL"/>
            </w:pPr>
            <w:r w:rsidRPr="00501E3A">
              <w:t>response={5,6,0,0}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lastRenderedPageBreak/>
              <w:t>10</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Enhanced Mode, search forward from next given record, start from an offset in record.</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1- mode = ENHANCED_SEARCH</w:t>
            </w:r>
          </w:p>
          <w:p w:rsidR="007E5153" w:rsidRPr="00501E3A" w:rsidRDefault="007E5153" w:rsidP="00443FF8">
            <w:pPr>
              <w:pStyle w:val="PL"/>
              <w:keepNext/>
              <w:keepLines/>
              <w:rPr>
                <w:noProof w:val="0"/>
              </w:rPr>
            </w:pPr>
            <w:r w:rsidRPr="00501E3A">
              <w:rPr>
                <w:noProof w:val="0"/>
              </w:rPr>
              <w:t>searchIndication= SEARCH_INDICATION_FORWARD_FROM_NEXT_GR + 0x0007</w:t>
            </w:r>
          </w:p>
          <w:p w:rsidR="007E5153" w:rsidRPr="00501E3A" w:rsidRDefault="007E5153" w:rsidP="00443FF8">
            <w:pPr>
              <w:pStyle w:val="PL"/>
              <w:keepNext/>
              <w:keepLines/>
              <w:rPr>
                <w:noProof w:val="0"/>
              </w:rPr>
            </w:pPr>
            <w:r w:rsidRPr="00501E3A">
              <w:rPr>
                <w:noProof w:val="0"/>
              </w:rPr>
              <w:t>recordNum = 1</w:t>
            </w:r>
          </w:p>
          <w:p w:rsidR="007E5153" w:rsidRPr="00501E3A" w:rsidRDefault="007E5153" w:rsidP="00443FF8">
            <w:pPr>
              <w:pStyle w:val="PL"/>
              <w:keepNext/>
              <w:keepLines/>
              <w:rPr>
                <w:noProof w:val="0"/>
              </w:rPr>
            </w:pPr>
            <w:r w:rsidRPr="00501E3A">
              <w:rPr>
                <w:noProof w:val="0"/>
              </w:rPr>
              <w:t>patt[]={0x01,0x02,0x03}</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3</w:t>
            </w:r>
          </w:p>
          <w:p w:rsidR="007E5153" w:rsidRPr="00501E3A" w:rsidRDefault="007E5153" w:rsidP="00443FF8">
            <w:pPr>
              <w:pStyle w:val="PL"/>
              <w:keepNext/>
              <w:keepLines/>
              <w:rPr>
                <w:noProof w:val="0"/>
              </w:rPr>
            </w:pPr>
            <w:r w:rsidRPr="00501E3A">
              <w:rPr>
                <w:noProof w:val="0"/>
              </w:rPr>
              <w:t>response[] = {0,0,0,0}</w:t>
            </w:r>
          </w:p>
          <w:p w:rsidR="007E5153" w:rsidRPr="00501E3A" w:rsidRDefault="007E5153" w:rsidP="00443FF8">
            <w:pPr>
              <w:pStyle w:val="PL"/>
              <w:keepNext/>
              <w:keepLines/>
              <w:rPr>
                <w:noProof w:val="0"/>
              </w:rPr>
            </w:pPr>
            <w:r w:rsidRPr="00501E3A">
              <w:rPr>
                <w:noProof w:val="0"/>
              </w:rPr>
              <w:t>respOffset = 1</w:t>
            </w:r>
          </w:p>
          <w:p w:rsidR="007E5153" w:rsidRPr="00501E3A" w:rsidRDefault="007E5153" w:rsidP="00443FF8">
            <w:pPr>
              <w:pStyle w:val="PL"/>
              <w:keepNext/>
              <w:keepLines/>
              <w:rPr>
                <w:noProof w:val="0"/>
              </w:rPr>
            </w:pPr>
            <w:r w:rsidRPr="00501E3A">
              <w:rPr>
                <w:noProof w:val="0"/>
              </w:rPr>
              <w:t>respLength = 3</w:t>
            </w:r>
          </w:p>
          <w:p w:rsidR="007E5153" w:rsidRPr="00501E3A" w:rsidRDefault="007E5153" w:rsidP="00443FF8">
            <w:pPr>
              <w:pStyle w:val="PL"/>
              <w:keepNext/>
              <w:keepLines/>
              <w:rPr>
                <w:noProof w:val="0"/>
              </w:rPr>
            </w:pPr>
            <w:r w:rsidRPr="00501E3A">
              <w:rPr>
                <w:noProof w:val="0"/>
              </w:rPr>
              <w:t>searchRecord()</w:t>
            </w:r>
          </w:p>
          <w:p w:rsidR="007E5153" w:rsidRPr="00501E3A" w:rsidRDefault="007E5153" w:rsidP="00443FF8">
            <w:pPr>
              <w:pStyle w:val="PL"/>
              <w:keepNext/>
              <w:keepLines/>
              <w:rPr>
                <w:noProof w:val="0"/>
              </w:rPr>
            </w:pPr>
            <w:r w:rsidRPr="00501E3A">
              <w:rPr>
                <w:noProof w:val="0"/>
              </w:rPr>
              <w:t>2- mode = ENHANCED_SEARCH</w:t>
            </w:r>
          </w:p>
          <w:p w:rsidR="007E5153" w:rsidRPr="00501E3A" w:rsidRDefault="007E5153" w:rsidP="00443FF8">
            <w:pPr>
              <w:pStyle w:val="PL"/>
              <w:keepNext/>
              <w:keepLines/>
              <w:rPr>
                <w:noProof w:val="0"/>
              </w:rPr>
            </w:pPr>
            <w:r w:rsidRPr="00501E3A">
              <w:rPr>
                <w:noProof w:val="0"/>
              </w:rPr>
              <w:t>searchIndication= SEARCH_INDICATION_FORWARD_FROM_NEXT_GR + 0x000C</w:t>
            </w:r>
          </w:p>
          <w:p w:rsidR="007E5153" w:rsidRPr="00501E3A" w:rsidRDefault="007E5153" w:rsidP="00443FF8">
            <w:pPr>
              <w:pStyle w:val="PL"/>
              <w:keepNext/>
              <w:keepLines/>
              <w:rPr>
                <w:noProof w:val="0"/>
              </w:rPr>
            </w:pPr>
            <w:r w:rsidRPr="00501E3A">
              <w:rPr>
                <w:noProof w:val="0"/>
              </w:rPr>
              <w:t>recordNum = 3</w:t>
            </w:r>
          </w:p>
          <w:p w:rsidR="007E5153" w:rsidRPr="00501E3A" w:rsidRDefault="007E5153" w:rsidP="00443FF8">
            <w:pPr>
              <w:pStyle w:val="PL"/>
              <w:keepNext/>
              <w:keepLines/>
              <w:rPr>
                <w:noProof w:val="0"/>
              </w:rPr>
            </w:pPr>
            <w:r w:rsidRPr="00501E3A">
              <w:rPr>
                <w:noProof w:val="0"/>
              </w:rPr>
              <w:t>patt[]={0x03,0x02,0x01}</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3</w:t>
            </w:r>
          </w:p>
          <w:p w:rsidR="007E5153" w:rsidRPr="00501E3A" w:rsidRDefault="007E5153" w:rsidP="00443FF8">
            <w:pPr>
              <w:pStyle w:val="PL"/>
              <w:keepNext/>
              <w:keepLines/>
              <w:rPr>
                <w:noProof w:val="0"/>
              </w:rPr>
            </w:pPr>
            <w:r w:rsidRPr="00501E3A">
              <w:rPr>
                <w:noProof w:val="0"/>
              </w:rPr>
              <w:t>response[] = {0,0,0,0}</w:t>
            </w:r>
          </w:p>
          <w:p w:rsidR="007E5153" w:rsidRPr="00501E3A" w:rsidRDefault="007E5153" w:rsidP="00443FF8">
            <w:pPr>
              <w:pStyle w:val="PL"/>
              <w:keepNext/>
              <w:keepLines/>
              <w:rPr>
                <w:noProof w:val="0"/>
              </w:rPr>
            </w:pPr>
            <w:r w:rsidRPr="00501E3A">
              <w:rPr>
                <w:noProof w:val="0"/>
              </w:rPr>
              <w:t>respOffset = 0</w:t>
            </w:r>
          </w:p>
          <w:p w:rsidR="007E5153" w:rsidRPr="00501E3A" w:rsidRDefault="007E5153" w:rsidP="00443FF8">
            <w:pPr>
              <w:pStyle w:val="PL"/>
              <w:keepNext/>
              <w:keepLines/>
              <w:rPr>
                <w:noProof w:val="0"/>
              </w:rPr>
            </w:pPr>
            <w:r w:rsidRPr="00501E3A">
              <w:rPr>
                <w:noProof w:val="0"/>
              </w:rPr>
              <w:t>respLength = 4</w:t>
            </w:r>
          </w:p>
          <w:p w:rsidR="007E5153" w:rsidRPr="00501E3A" w:rsidRDefault="007E5153" w:rsidP="00443FF8">
            <w:pPr>
              <w:pStyle w:val="PL"/>
              <w:keepNext/>
              <w:keepLines/>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1- shall return 3,</w:t>
            </w:r>
          </w:p>
          <w:p w:rsidR="007E5153" w:rsidRPr="00501E3A" w:rsidRDefault="007E5153" w:rsidP="00443FF8">
            <w:pPr>
              <w:pStyle w:val="TAL"/>
            </w:pPr>
            <w:r w:rsidRPr="00501E3A">
              <w:t>response shall be:</w:t>
            </w:r>
          </w:p>
          <w:p w:rsidR="007E5153" w:rsidRPr="00501E3A" w:rsidRDefault="007E5153" w:rsidP="00443FF8">
            <w:pPr>
              <w:pStyle w:val="TAL"/>
            </w:pPr>
            <w:r w:rsidRPr="00501E3A">
              <w:t>resp={0,3,4,5}</w:t>
            </w: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2- shall return 1</w:t>
            </w:r>
          </w:p>
          <w:p w:rsidR="007E5153" w:rsidRPr="00501E3A" w:rsidRDefault="007E5153" w:rsidP="00443FF8">
            <w:pPr>
              <w:pStyle w:val="TAL"/>
            </w:pPr>
            <w:r w:rsidRPr="00501E3A">
              <w:t>response shall be:</w:t>
            </w:r>
          </w:p>
          <w:p w:rsidR="007E5153" w:rsidRPr="00501E3A" w:rsidRDefault="007E5153" w:rsidP="00443FF8">
            <w:pPr>
              <w:pStyle w:val="TAL"/>
            </w:pPr>
            <w:r w:rsidRPr="00501E3A">
              <w:t>response={6,0,0,0}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11</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Enhanced Mode, search forward from next given record, start from a value in record.</w:t>
            </w:r>
          </w:p>
          <w:p w:rsidR="007E5153" w:rsidRPr="00501E3A" w:rsidRDefault="007E5153">
            <w:pPr>
              <w:pStyle w:val="PL"/>
              <w:rPr>
                <w:noProof w:val="0"/>
              </w:rPr>
            </w:pPr>
          </w:p>
          <w:p w:rsidR="007E5153" w:rsidRPr="00501E3A" w:rsidRDefault="007E5153">
            <w:pPr>
              <w:pStyle w:val="PL"/>
              <w:rPr>
                <w:noProof w:val="0"/>
              </w:rPr>
            </w:pPr>
            <w:r w:rsidRPr="00501E3A">
              <w:rPr>
                <w:noProof w:val="0"/>
              </w:rPr>
              <w:t>1- mode = ENHANCED_SEARCH</w:t>
            </w:r>
          </w:p>
          <w:p w:rsidR="007E5153" w:rsidRPr="00501E3A" w:rsidRDefault="007E5153">
            <w:pPr>
              <w:pStyle w:val="PL"/>
              <w:rPr>
                <w:noProof w:val="0"/>
              </w:rPr>
            </w:pPr>
            <w:r w:rsidRPr="00501E3A">
              <w:rPr>
                <w:noProof w:val="0"/>
              </w:rPr>
              <w:t>searchIndication= SEARCH_INDICATION_FORWARD_FROM_NEXT_GR + 0x080D</w:t>
            </w:r>
          </w:p>
          <w:p w:rsidR="007E5153" w:rsidRPr="00501E3A" w:rsidRDefault="007E5153">
            <w:pPr>
              <w:pStyle w:val="PL"/>
              <w:rPr>
                <w:noProof w:val="0"/>
              </w:rPr>
            </w:pPr>
            <w:r w:rsidRPr="00501E3A">
              <w:rPr>
                <w:noProof w:val="0"/>
              </w:rPr>
              <w:t>recordNum = 5</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3</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searchRecord()</w:t>
            </w:r>
          </w:p>
          <w:p w:rsidR="007E5153" w:rsidRPr="00501E3A" w:rsidRDefault="007E5153">
            <w:pPr>
              <w:pStyle w:val="PL"/>
              <w:rPr>
                <w:noProof w:val="0"/>
              </w:rPr>
            </w:pPr>
            <w:r w:rsidRPr="00501E3A">
              <w:rPr>
                <w:noProof w:val="0"/>
              </w:rPr>
              <w:t>2- mode = ENHANCED_SEARCH</w:t>
            </w:r>
          </w:p>
          <w:p w:rsidR="007E5153" w:rsidRPr="00501E3A" w:rsidRDefault="007E5153">
            <w:pPr>
              <w:pStyle w:val="PL"/>
              <w:rPr>
                <w:noProof w:val="0"/>
              </w:rPr>
            </w:pPr>
            <w:r w:rsidRPr="00501E3A">
              <w:rPr>
                <w:noProof w:val="0"/>
              </w:rPr>
              <w:t>searchIndication= SEARCH_INDICATION_FORWARD_FROM_NEXT_GR + 0x080C</w:t>
            </w:r>
          </w:p>
          <w:p w:rsidR="007E5153" w:rsidRPr="00501E3A" w:rsidRDefault="007E5153">
            <w:pPr>
              <w:pStyle w:val="PL"/>
              <w:rPr>
                <w:noProof w:val="0"/>
              </w:rPr>
            </w:pPr>
            <w:r w:rsidRPr="00501E3A">
              <w:rPr>
                <w:noProof w:val="0"/>
              </w:rPr>
              <w:t>recordNum = 5</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3</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shall return 0,</w:t>
            </w:r>
          </w:p>
          <w:p w:rsidR="007E5153" w:rsidRPr="00501E3A" w:rsidRDefault="007E5153">
            <w:pPr>
              <w:pStyle w:val="TAL"/>
            </w:pPr>
            <w:r w:rsidRPr="00501E3A">
              <w:t>response shall be:</w:t>
            </w:r>
          </w:p>
          <w:p w:rsidR="007E5153" w:rsidRPr="00501E3A" w:rsidRDefault="007E5153">
            <w:pPr>
              <w:pStyle w:val="TAL"/>
            </w:pPr>
            <w:r w:rsidRPr="00501E3A">
              <w:t>resp={0,0,0,0}</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shall return 1</w:t>
            </w:r>
          </w:p>
          <w:p w:rsidR="007E5153" w:rsidRPr="00501E3A" w:rsidRDefault="007E5153">
            <w:pPr>
              <w:pStyle w:val="TAL"/>
            </w:pPr>
            <w:r w:rsidRPr="00501E3A">
              <w:t>response shall be:</w:t>
            </w:r>
          </w:p>
          <w:p w:rsidR="007E5153" w:rsidRPr="00501E3A" w:rsidRDefault="007E5153">
            <w:pPr>
              <w:pStyle w:val="TAL"/>
            </w:pPr>
            <w:r w:rsidRPr="00501E3A">
              <w:t>response={5,0,0,0}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Simple mode, total number of found patterns exceed response[]</w:t>
            </w:r>
          </w:p>
          <w:p w:rsidR="007E5153" w:rsidRPr="00501E3A" w:rsidRDefault="007E5153">
            <w:pPr>
              <w:pStyle w:val="PL"/>
              <w:rPr>
                <w:noProof w:val="0"/>
              </w:rPr>
            </w:pPr>
          </w:p>
          <w:p w:rsidR="007E5153" w:rsidRPr="00501E3A" w:rsidRDefault="007E5153">
            <w:pPr>
              <w:pStyle w:val="PL"/>
              <w:rPr>
                <w:noProof w:val="0"/>
              </w:rPr>
            </w:pPr>
            <w:r w:rsidRPr="00501E3A">
              <w:rPr>
                <w:noProof w:val="0"/>
              </w:rPr>
              <w:t>1- mode = SIMPLE_SEARCH_START_FORWARD</w:t>
            </w:r>
          </w:p>
          <w:p w:rsidR="007E5153" w:rsidRPr="00501E3A" w:rsidRDefault="007E5153">
            <w:pPr>
              <w:pStyle w:val="PL"/>
              <w:rPr>
                <w:noProof w:val="0"/>
              </w:rPr>
            </w:pPr>
            <w:r w:rsidRPr="00501E3A">
              <w:rPr>
                <w:noProof w:val="0"/>
              </w:rPr>
              <w:t>recordNum = 1</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3</w:t>
            </w:r>
          </w:p>
          <w:p w:rsidR="007E5153" w:rsidRPr="00501E3A" w:rsidRDefault="007E5153">
            <w:pPr>
              <w:pStyle w:val="PL"/>
              <w:rPr>
                <w:noProof w:val="0"/>
              </w:rPr>
            </w:pPr>
            <w:r w:rsidRPr="00501E3A">
              <w:rPr>
                <w:noProof w:val="0"/>
              </w:rPr>
              <w:t>response[] = {0,0,0,0}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searchRecord()</w:t>
            </w:r>
          </w:p>
          <w:p w:rsidR="007E5153" w:rsidRPr="00501E3A" w:rsidRDefault="007E5153">
            <w:pPr>
              <w:pStyle w:val="PL"/>
              <w:rPr>
                <w:noProof w:val="0"/>
              </w:rPr>
            </w:pPr>
          </w:p>
          <w:p w:rsidR="007E5153" w:rsidRPr="00501E3A" w:rsidRDefault="007E5153">
            <w:pPr>
              <w:pStyle w:val="PL"/>
              <w:rPr>
                <w:noProof w:val="0"/>
              </w:rPr>
            </w:pPr>
            <w:r w:rsidRPr="00501E3A">
              <w:rPr>
                <w:noProof w:val="0"/>
              </w:rPr>
              <w:t>2- mode = SIMPLE_SEARCH_START_FORWARD</w:t>
            </w:r>
          </w:p>
          <w:p w:rsidR="007E5153" w:rsidRPr="00501E3A" w:rsidRDefault="007E5153">
            <w:pPr>
              <w:pStyle w:val="PL"/>
              <w:rPr>
                <w:noProof w:val="0"/>
              </w:rPr>
            </w:pPr>
            <w:r w:rsidRPr="00501E3A">
              <w:rPr>
                <w:noProof w:val="0"/>
              </w:rPr>
              <w:t>recordNum = 1</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3</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shall return 4</w:t>
            </w:r>
          </w:p>
          <w:p w:rsidR="007E5153" w:rsidRPr="00501E3A" w:rsidRDefault="007E5153">
            <w:pPr>
              <w:pStyle w:val="TAL"/>
            </w:pPr>
            <w:r w:rsidRPr="00501E3A">
              <w:t>response shall be:</w:t>
            </w:r>
          </w:p>
          <w:p w:rsidR="007E5153" w:rsidRPr="00501E3A" w:rsidRDefault="007E5153">
            <w:pPr>
              <w:pStyle w:val="TAL"/>
            </w:pPr>
            <w:r w:rsidRPr="00501E3A">
              <w:t>response={1,2,3,4}</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shall return 4</w:t>
            </w:r>
          </w:p>
          <w:p w:rsidR="007E5153" w:rsidRPr="00501E3A" w:rsidRDefault="007E5153">
            <w:pPr>
              <w:pStyle w:val="TAL"/>
            </w:pPr>
            <w:r w:rsidRPr="00501E3A">
              <w:t>response shall be:</w:t>
            </w:r>
          </w:p>
          <w:p w:rsidR="007E5153" w:rsidRPr="00501E3A" w:rsidRDefault="007E5153">
            <w:pPr>
              <w:pStyle w:val="TAL"/>
            </w:pPr>
            <w:r w:rsidRPr="00501E3A">
              <w:t>response={1,2,3,4,0}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lastRenderedPageBreak/>
              <w:t>13</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Invalid mode</w:t>
            </w:r>
          </w:p>
          <w:p w:rsidR="007E5153" w:rsidRPr="00501E3A" w:rsidRDefault="007E5153">
            <w:pPr>
              <w:pStyle w:val="PL"/>
              <w:rPr>
                <w:noProof w:val="0"/>
              </w:rPr>
            </w:pPr>
          </w:p>
          <w:p w:rsidR="007E5153" w:rsidRPr="00501E3A" w:rsidRDefault="007E5153">
            <w:pPr>
              <w:pStyle w:val="PL"/>
              <w:rPr>
                <w:noProof w:val="0"/>
              </w:rPr>
            </w:pPr>
            <w:r w:rsidRPr="00501E3A">
              <w:rPr>
                <w:noProof w:val="0"/>
              </w:rPr>
              <w:t>mode = 0x14 (simple search forward with SFI)</w:t>
            </w:r>
          </w:p>
          <w:p w:rsidR="007E5153" w:rsidRPr="00501E3A" w:rsidRDefault="007E5153">
            <w:pPr>
              <w:pStyle w:val="PL"/>
              <w:rPr>
                <w:noProof w:val="0"/>
              </w:rPr>
            </w:pPr>
            <w:r w:rsidRPr="00501E3A">
              <w:rPr>
                <w:noProof w:val="0"/>
              </w:rPr>
              <w:t>searchIndication= 0</w:t>
            </w:r>
          </w:p>
          <w:p w:rsidR="007E5153" w:rsidRPr="00501E3A" w:rsidRDefault="007E5153">
            <w:pPr>
              <w:pStyle w:val="PL"/>
              <w:rPr>
                <w:noProof w:val="0"/>
              </w:rPr>
            </w:pPr>
            <w:r w:rsidRPr="00501E3A">
              <w:rPr>
                <w:noProof w:val="0"/>
              </w:rPr>
              <w:t>recordNum = 2</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1</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2</w:t>
            </w:r>
          </w:p>
          <w:p w:rsidR="007E5153" w:rsidRPr="00501E3A" w:rsidRDefault="007E5153">
            <w:pPr>
              <w:pStyle w:val="PL"/>
              <w:rPr>
                <w:noProof w:val="0"/>
              </w:rPr>
            </w:pPr>
            <w:r w:rsidRPr="00501E3A">
              <w:rPr>
                <w:noProof w:val="0"/>
              </w:rPr>
              <w:t>respLength = 2</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an uicc.access.UICC Exception with reason code INVALID_MODE.</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14</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Pattern array is null</w:t>
            </w:r>
          </w:p>
          <w:p w:rsidR="007E5153" w:rsidRPr="00501E3A" w:rsidRDefault="007E5153">
            <w:pPr>
              <w:pStyle w:val="PL"/>
              <w:rPr>
                <w:noProof w:val="0"/>
              </w:rPr>
            </w:pPr>
          </w:p>
          <w:p w:rsidR="007E5153" w:rsidRPr="00501E3A" w:rsidRDefault="007E5153">
            <w:pPr>
              <w:pStyle w:val="PL"/>
              <w:rPr>
                <w:noProof w:val="0"/>
              </w:rPr>
            </w:pPr>
            <w:r w:rsidRPr="00501E3A">
              <w:rPr>
                <w:noProof w:val="0"/>
              </w:rPr>
              <w:t>mode = SIMPLE_SEARCH_START_FORWARD</w:t>
            </w:r>
          </w:p>
          <w:p w:rsidR="007E5153" w:rsidRPr="00501E3A" w:rsidRDefault="007E5153">
            <w:pPr>
              <w:pStyle w:val="PL"/>
              <w:rPr>
                <w:noProof w:val="0"/>
              </w:rPr>
            </w:pPr>
            <w:r w:rsidRPr="00501E3A">
              <w:rPr>
                <w:noProof w:val="0"/>
              </w:rPr>
              <w:t>searchIndication= 0</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 null</w:t>
            </w:r>
          </w:p>
          <w:p w:rsidR="007E5153" w:rsidRPr="00501E3A" w:rsidRDefault="007E5153">
            <w:pPr>
              <w:pStyle w:val="PL"/>
              <w:rPr>
                <w:noProof w:val="0"/>
              </w:rPr>
            </w:pPr>
            <w:r w:rsidRPr="00501E3A">
              <w:rPr>
                <w:noProof w:val="0"/>
              </w:rPr>
              <w:t>pattOffset = 1</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2</w:t>
            </w:r>
          </w:p>
          <w:p w:rsidR="007E5153" w:rsidRPr="00501E3A" w:rsidRDefault="007E5153">
            <w:pPr>
              <w:pStyle w:val="PL"/>
              <w:rPr>
                <w:noProof w:val="0"/>
              </w:rPr>
            </w:pPr>
            <w:r w:rsidRPr="00501E3A">
              <w:rPr>
                <w:noProof w:val="0"/>
              </w:rPr>
              <w:t>respLength = 2</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an java.lang.NullPointerException.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15</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Response array is null</w:t>
            </w:r>
          </w:p>
          <w:p w:rsidR="007E5153" w:rsidRPr="00501E3A" w:rsidRDefault="007E5153">
            <w:pPr>
              <w:pStyle w:val="PL"/>
              <w:rPr>
                <w:noProof w:val="0"/>
              </w:rPr>
            </w:pPr>
          </w:p>
          <w:p w:rsidR="007E5153" w:rsidRPr="00501E3A" w:rsidRDefault="007E5153">
            <w:pPr>
              <w:pStyle w:val="PL"/>
              <w:rPr>
                <w:noProof w:val="0"/>
              </w:rPr>
            </w:pPr>
            <w:r w:rsidRPr="00501E3A">
              <w:rPr>
                <w:noProof w:val="0"/>
              </w:rPr>
              <w:t>mode = SIMPLE_SEARCH_START_FORWARD</w:t>
            </w:r>
          </w:p>
          <w:p w:rsidR="007E5153" w:rsidRPr="00501E3A" w:rsidRDefault="007E5153">
            <w:pPr>
              <w:pStyle w:val="PL"/>
              <w:rPr>
                <w:noProof w:val="0"/>
              </w:rPr>
            </w:pPr>
            <w:r w:rsidRPr="00501E3A">
              <w:rPr>
                <w:noProof w:val="0"/>
              </w:rPr>
              <w:t>searchIndication= 0</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null</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an instance of java.lang.NullPointerException.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16</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pattOffset&lt;0</w:t>
            </w:r>
          </w:p>
          <w:p w:rsidR="007E5153" w:rsidRPr="00501E3A" w:rsidRDefault="007E5153">
            <w:pPr>
              <w:pStyle w:val="PL"/>
              <w:rPr>
                <w:noProof w:val="0"/>
              </w:rPr>
            </w:pPr>
          </w:p>
          <w:p w:rsidR="007E5153" w:rsidRPr="00501E3A" w:rsidRDefault="007E5153">
            <w:pPr>
              <w:pStyle w:val="PL"/>
              <w:rPr>
                <w:noProof w:val="0"/>
              </w:rPr>
            </w:pPr>
            <w:r w:rsidRPr="00501E3A">
              <w:rPr>
                <w:noProof w:val="0"/>
              </w:rPr>
              <w:t>mode = SIMPLE_SEARCH_START_FORWARD</w:t>
            </w:r>
          </w:p>
          <w:p w:rsidR="007E5153" w:rsidRPr="00501E3A" w:rsidRDefault="007E5153">
            <w:pPr>
              <w:pStyle w:val="PL"/>
              <w:rPr>
                <w:noProof w:val="0"/>
              </w:rPr>
            </w:pPr>
            <w:r w:rsidRPr="00501E3A">
              <w:rPr>
                <w:noProof w:val="0"/>
              </w:rPr>
              <w:t>searchIndication= 0</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-1</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17</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pattLength&lt;0</w:t>
            </w:r>
          </w:p>
          <w:p w:rsidR="007E5153" w:rsidRPr="00501E3A" w:rsidRDefault="007E5153">
            <w:pPr>
              <w:pStyle w:val="PL"/>
              <w:rPr>
                <w:noProof w:val="0"/>
              </w:rPr>
            </w:pPr>
          </w:p>
          <w:p w:rsidR="007E5153" w:rsidRPr="00501E3A" w:rsidRDefault="007E5153">
            <w:pPr>
              <w:pStyle w:val="PL"/>
              <w:rPr>
                <w:noProof w:val="0"/>
              </w:rPr>
            </w:pPr>
            <w:r w:rsidRPr="00501E3A">
              <w:rPr>
                <w:noProof w:val="0"/>
              </w:rPr>
              <w:t>mode = SIMPLE_SEARCH_START_FORWARD</w:t>
            </w:r>
          </w:p>
          <w:p w:rsidR="007E5153" w:rsidRPr="00501E3A" w:rsidRDefault="007E5153">
            <w:pPr>
              <w:pStyle w:val="PL"/>
              <w:rPr>
                <w:noProof w:val="0"/>
              </w:rPr>
            </w:pPr>
            <w:r w:rsidRPr="00501E3A">
              <w:rPr>
                <w:noProof w:val="0"/>
              </w:rPr>
              <w:t>searchIndication= 0</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18</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respOffset &lt;0</w:t>
            </w:r>
          </w:p>
          <w:p w:rsidR="007E5153" w:rsidRPr="00501E3A" w:rsidRDefault="007E5153">
            <w:pPr>
              <w:pStyle w:val="PL"/>
              <w:rPr>
                <w:noProof w:val="0"/>
              </w:rPr>
            </w:pPr>
          </w:p>
          <w:p w:rsidR="007E5153" w:rsidRPr="00501E3A" w:rsidRDefault="007E5153">
            <w:pPr>
              <w:pStyle w:val="PL"/>
              <w:rPr>
                <w:noProof w:val="0"/>
              </w:rPr>
            </w:pPr>
            <w:r w:rsidRPr="00501E3A">
              <w:rPr>
                <w:noProof w:val="0"/>
              </w:rPr>
              <w:t>mode = SIMPLE_SEARCH_START_FORWARD</w:t>
            </w:r>
          </w:p>
          <w:p w:rsidR="007E5153" w:rsidRPr="00501E3A" w:rsidRDefault="007E5153">
            <w:pPr>
              <w:pStyle w:val="PL"/>
              <w:rPr>
                <w:noProof w:val="0"/>
              </w:rPr>
            </w:pPr>
            <w:r w:rsidRPr="00501E3A">
              <w:rPr>
                <w:noProof w:val="0"/>
              </w:rPr>
              <w:t>searchIndication= 0</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-1</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lastRenderedPageBreak/>
              <w:t>19</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respLength &lt;0</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mode = SIMPLE_SEARCH_START_FORWARD</w:t>
            </w:r>
          </w:p>
          <w:p w:rsidR="007E5153" w:rsidRPr="00501E3A" w:rsidRDefault="007E5153" w:rsidP="00443FF8">
            <w:pPr>
              <w:pStyle w:val="PL"/>
              <w:keepNext/>
              <w:keepLines/>
              <w:rPr>
                <w:noProof w:val="0"/>
              </w:rPr>
            </w:pPr>
            <w:r w:rsidRPr="00501E3A">
              <w:rPr>
                <w:noProof w:val="0"/>
              </w:rPr>
              <w:t>searchIndication= 0</w:t>
            </w:r>
          </w:p>
          <w:p w:rsidR="007E5153" w:rsidRPr="00501E3A" w:rsidRDefault="007E5153" w:rsidP="00443FF8">
            <w:pPr>
              <w:pStyle w:val="PL"/>
              <w:keepNext/>
              <w:keepLines/>
              <w:rPr>
                <w:noProof w:val="0"/>
              </w:rPr>
            </w:pPr>
            <w:r w:rsidRPr="00501E3A">
              <w:rPr>
                <w:noProof w:val="0"/>
              </w:rPr>
              <w:t>recordNum = 0</w:t>
            </w:r>
          </w:p>
          <w:p w:rsidR="007E5153" w:rsidRPr="00501E3A" w:rsidRDefault="007E5153" w:rsidP="00443FF8">
            <w:pPr>
              <w:pStyle w:val="PL"/>
              <w:keepNext/>
              <w:keepLines/>
              <w:rPr>
                <w:noProof w:val="0"/>
              </w:rPr>
            </w:pPr>
            <w:r w:rsidRPr="00501E3A">
              <w:rPr>
                <w:noProof w:val="0"/>
              </w:rPr>
              <w:t>patt[]={0x01,0x02,0x03}</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1</w:t>
            </w:r>
          </w:p>
          <w:p w:rsidR="007E5153" w:rsidRPr="00501E3A" w:rsidRDefault="007E5153" w:rsidP="00443FF8">
            <w:pPr>
              <w:pStyle w:val="PL"/>
              <w:keepNext/>
              <w:keepLines/>
              <w:rPr>
                <w:noProof w:val="0"/>
              </w:rPr>
            </w:pPr>
            <w:r w:rsidRPr="00501E3A">
              <w:rPr>
                <w:noProof w:val="0"/>
              </w:rPr>
              <w:t>response[] = {0,0,0,0,0}</w:t>
            </w:r>
          </w:p>
          <w:p w:rsidR="007E5153" w:rsidRPr="00501E3A" w:rsidRDefault="007E5153" w:rsidP="00443FF8">
            <w:pPr>
              <w:pStyle w:val="PL"/>
              <w:keepNext/>
              <w:keepLines/>
              <w:rPr>
                <w:noProof w:val="0"/>
              </w:rPr>
            </w:pPr>
            <w:r w:rsidRPr="00501E3A">
              <w:rPr>
                <w:noProof w:val="0"/>
              </w:rPr>
              <w:t>respOffset = 0</w:t>
            </w:r>
          </w:p>
          <w:p w:rsidR="007E5153" w:rsidRPr="00501E3A" w:rsidRDefault="007E5153" w:rsidP="00443FF8">
            <w:pPr>
              <w:pStyle w:val="PL"/>
              <w:keepNext/>
              <w:keepLines/>
              <w:rPr>
                <w:noProof w:val="0"/>
              </w:rPr>
            </w:pPr>
            <w:r w:rsidRPr="00501E3A">
              <w:rPr>
                <w:noProof w:val="0"/>
              </w:rPr>
              <w:t>respLength = -1</w:t>
            </w:r>
          </w:p>
          <w:p w:rsidR="007E5153" w:rsidRPr="00501E3A" w:rsidRDefault="007E5153" w:rsidP="00443FF8">
            <w:pPr>
              <w:pStyle w:val="PL"/>
              <w:keepNext/>
              <w:keepLines/>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20</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PattOffset + pattLength &gt; patt[]</w:t>
            </w:r>
          </w:p>
          <w:p w:rsidR="007E5153" w:rsidRPr="00501E3A" w:rsidRDefault="007E5153">
            <w:pPr>
              <w:pStyle w:val="PL"/>
              <w:rPr>
                <w:noProof w:val="0"/>
              </w:rPr>
            </w:pPr>
          </w:p>
          <w:p w:rsidR="007E5153" w:rsidRPr="00501E3A" w:rsidRDefault="007E5153">
            <w:pPr>
              <w:pStyle w:val="PL"/>
              <w:rPr>
                <w:noProof w:val="0"/>
              </w:rPr>
            </w:pPr>
            <w:r w:rsidRPr="00501E3A">
              <w:rPr>
                <w:noProof w:val="0"/>
              </w:rPr>
              <w:t>mode = SIMPLE_SEARCH_START_FORWARD</w:t>
            </w:r>
          </w:p>
          <w:p w:rsidR="007E5153" w:rsidRPr="00501E3A" w:rsidRDefault="007E5153">
            <w:pPr>
              <w:pStyle w:val="PL"/>
              <w:rPr>
                <w:noProof w:val="0"/>
              </w:rPr>
            </w:pPr>
            <w:r w:rsidRPr="00501E3A">
              <w:rPr>
                <w:noProof w:val="0"/>
              </w:rPr>
              <w:t>searchIndication= 0</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2</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1</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21</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RespOffset + respLength &gt; response[]</w:t>
            </w:r>
          </w:p>
          <w:p w:rsidR="007E5153" w:rsidRPr="00501E3A" w:rsidRDefault="007E5153">
            <w:pPr>
              <w:pStyle w:val="PL"/>
              <w:rPr>
                <w:noProof w:val="0"/>
              </w:rPr>
            </w:pPr>
          </w:p>
          <w:p w:rsidR="007E5153" w:rsidRPr="00501E3A" w:rsidRDefault="007E5153">
            <w:pPr>
              <w:pStyle w:val="PL"/>
              <w:rPr>
                <w:noProof w:val="0"/>
              </w:rPr>
            </w:pPr>
            <w:r w:rsidRPr="00501E3A">
              <w:rPr>
                <w:noProof w:val="0"/>
              </w:rPr>
              <w:t>mode = SIMPLE_SEARCH_START_FORWARD</w:t>
            </w:r>
          </w:p>
          <w:p w:rsidR="007E5153" w:rsidRPr="00501E3A" w:rsidRDefault="007E5153">
            <w:pPr>
              <w:pStyle w:val="PL"/>
              <w:rPr>
                <w:noProof w:val="0"/>
              </w:rPr>
            </w:pPr>
            <w:r w:rsidRPr="00501E3A">
              <w:rPr>
                <w:noProof w:val="0"/>
              </w:rPr>
              <w:t>searchIndication= 0</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3</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an instance of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22</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recordNum &lt; 0</w:t>
            </w:r>
          </w:p>
          <w:p w:rsidR="007E5153" w:rsidRPr="00501E3A" w:rsidRDefault="007E5153">
            <w:pPr>
              <w:pStyle w:val="PL"/>
              <w:rPr>
                <w:noProof w:val="0"/>
              </w:rPr>
            </w:pPr>
          </w:p>
          <w:p w:rsidR="007E5153" w:rsidRPr="00501E3A" w:rsidRDefault="007E5153">
            <w:pPr>
              <w:pStyle w:val="PL"/>
              <w:rPr>
                <w:noProof w:val="0"/>
              </w:rPr>
            </w:pPr>
            <w:r w:rsidRPr="00501E3A">
              <w:rPr>
                <w:noProof w:val="0"/>
              </w:rPr>
              <w:t>mode = SIMPLE_SEARCH_START_FORWARD</w:t>
            </w:r>
          </w:p>
          <w:p w:rsidR="007E5153" w:rsidRPr="00501E3A" w:rsidRDefault="007E5153">
            <w:pPr>
              <w:pStyle w:val="PL"/>
              <w:rPr>
                <w:noProof w:val="0"/>
              </w:rPr>
            </w:pPr>
            <w:r w:rsidRPr="00501E3A">
              <w:rPr>
                <w:noProof w:val="0"/>
              </w:rPr>
              <w:t>searchIndication= 0</w:t>
            </w:r>
          </w:p>
          <w:p w:rsidR="007E5153" w:rsidRPr="00501E3A" w:rsidRDefault="007E5153">
            <w:pPr>
              <w:pStyle w:val="PL"/>
              <w:rPr>
                <w:noProof w:val="0"/>
              </w:rPr>
            </w:pPr>
            <w:r w:rsidRPr="00501E3A">
              <w:rPr>
                <w:noProof w:val="0"/>
              </w:rPr>
              <w:t>recordNum = -1</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an uicc.access.UICC Exception with reason code RECORD_NOT_FOUND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23</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RecordNum &gt;  total number of file records</w:t>
            </w:r>
          </w:p>
          <w:p w:rsidR="007E5153" w:rsidRPr="00501E3A" w:rsidRDefault="007E5153">
            <w:pPr>
              <w:pStyle w:val="PL"/>
              <w:rPr>
                <w:noProof w:val="0"/>
              </w:rPr>
            </w:pPr>
          </w:p>
          <w:p w:rsidR="007E5153" w:rsidRPr="00501E3A" w:rsidRDefault="007E5153">
            <w:pPr>
              <w:pStyle w:val="PL"/>
              <w:rPr>
                <w:noProof w:val="0"/>
              </w:rPr>
            </w:pPr>
            <w:r w:rsidRPr="00501E3A">
              <w:rPr>
                <w:noProof w:val="0"/>
              </w:rPr>
              <w:t>1- mode = SIMPLE_SEARCH_START_FORWARD</w:t>
            </w:r>
          </w:p>
          <w:p w:rsidR="007E5153" w:rsidRPr="00501E3A" w:rsidRDefault="007E5153">
            <w:pPr>
              <w:pStyle w:val="PL"/>
              <w:rPr>
                <w:noProof w:val="0"/>
              </w:rPr>
            </w:pPr>
            <w:r w:rsidRPr="00501E3A">
              <w:rPr>
                <w:noProof w:val="0"/>
              </w:rPr>
              <w:t>searchIndication= 0</w:t>
            </w:r>
          </w:p>
          <w:p w:rsidR="007E5153" w:rsidRPr="00501E3A" w:rsidRDefault="007E5153">
            <w:pPr>
              <w:pStyle w:val="PL"/>
              <w:rPr>
                <w:noProof w:val="0"/>
              </w:rPr>
            </w:pPr>
            <w:r w:rsidRPr="00501E3A">
              <w:rPr>
                <w:noProof w:val="0"/>
              </w:rPr>
              <w:t>recordNum = 7</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p w:rsidR="007E5153" w:rsidRPr="00501E3A" w:rsidRDefault="007E5153">
            <w:pPr>
              <w:pStyle w:val="TAL"/>
            </w:pP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shall throw an uicc.access.UICC Exception with reason code RECORD_NOT_FOUND</w:t>
            </w:r>
          </w:p>
          <w:p w:rsidR="007E5153" w:rsidRPr="00501E3A" w:rsidRDefault="007E5153">
            <w:pPr>
              <w:pStyle w:val="TAL"/>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lastRenderedPageBreak/>
              <w:t>24</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pattlength &gt; record length</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1- mode = SIMPLE_SEARCH_START_FORWARD</w:t>
            </w:r>
          </w:p>
          <w:p w:rsidR="007E5153" w:rsidRPr="00501E3A" w:rsidRDefault="007E5153" w:rsidP="00443FF8">
            <w:pPr>
              <w:pStyle w:val="PL"/>
              <w:keepNext/>
              <w:keepLines/>
              <w:rPr>
                <w:noProof w:val="0"/>
              </w:rPr>
            </w:pPr>
            <w:r w:rsidRPr="00501E3A">
              <w:rPr>
                <w:noProof w:val="0"/>
              </w:rPr>
              <w:t>searchIndication= 0</w:t>
            </w:r>
          </w:p>
          <w:p w:rsidR="007E5153" w:rsidRPr="00501E3A" w:rsidRDefault="007E5153" w:rsidP="00443FF8">
            <w:pPr>
              <w:pStyle w:val="PL"/>
              <w:keepNext/>
              <w:keepLines/>
              <w:rPr>
                <w:noProof w:val="0"/>
              </w:rPr>
            </w:pPr>
            <w:r w:rsidRPr="00501E3A">
              <w:rPr>
                <w:noProof w:val="0"/>
              </w:rPr>
              <w:t>recordNum = 3</w:t>
            </w:r>
          </w:p>
          <w:p w:rsidR="007E5153" w:rsidRPr="00501E3A" w:rsidRDefault="007E5153" w:rsidP="00443FF8">
            <w:pPr>
              <w:pStyle w:val="PL"/>
              <w:keepNext/>
              <w:keepLines/>
              <w:rPr>
                <w:noProof w:val="0"/>
              </w:rPr>
            </w:pPr>
            <w:r w:rsidRPr="00501E3A">
              <w:rPr>
                <w:noProof w:val="0"/>
              </w:rPr>
              <w:t>patt[16]={0x55,0x55,…,0x55}</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16</w:t>
            </w:r>
          </w:p>
          <w:p w:rsidR="007E5153" w:rsidRPr="00501E3A" w:rsidRDefault="007E5153" w:rsidP="00443FF8">
            <w:pPr>
              <w:pStyle w:val="PL"/>
              <w:keepNext/>
              <w:keepLines/>
              <w:rPr>
                <w:noProof w:val="0"/>
              </w:rPr>
            </w:pPr>
            <w:r w:rsidRPr="00501E3A">
              <w:rPr>
                <w:noProof w:val="0"/>
              </w:rPr>
              <w:t>response[] = {0,0,0,0,0}</w:t>
            </w:r>
          </w:p>
          <w:p w:rsidR="007E5153" w:rsidRPr="00501E3A" w:rsidRDefault="007E5153" w:rsidP="00443FF8">
            <w:pPr>
              <w:pStyle w:val="PL"/>
              <w:keepNext/>
              <w:keepLines/>
              <w:rPr>
                <w:noProof w:val="0"/>
              </w:rPr>
            </w:pPr>
            <w:r w:rsidRPr="00501E3A">
              <w:rPr>
                <w:noProof w:val="0"/>
              </w:rPr>
              <w:t>respOffset = 0</w:t>
            </w:r>
          </w:p>
          <w:p w:rsidR="007E5153" w:rsidRPr="00501E3A" w:rsidRDefault="007E5153" w:rsidP="00443FF8">
            <w:pPr>
              <w:pStyle w:val="PL"/>
              <w:keepNext/>
              <w:keepLines/>
              <w:rPr>
                <w:noProof w:val="0"/>
              </w:rPr>
            </w:pPr>
            <w:r w:rsidRPr="00501E3A">
              <w:rPr>
                <w:noProof w:val="0"/>
              </w:rPr>
              <w:t>respLength = 5</w:t>
            </w:r>
          </w:p>
          <w:p w:rsidR="007E5153" w:rsidRPr="00501E3A" w:rsidRDefault="007E5153" w:rsidP="00443FF8">
            <w:pPr>
              <w:pStyle w:val="PL"/>
              <w:keepNext/>
              <w:keepLines/>
              <w:rPr>
                <w:noProof w:val="0"/>
              </w:rPr>
            </w:pPr>
            <w:r w:rsidRPr="00501E3A">
              <w:rPr>
                <w:noProof w:val="0"/>
              </w:rPr>
              <w:t>searchRecord()</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2- mode = ENHANCED_SEARCH</w:t>
            </w:r>
          </w:p>
          <w:p w:rsidR="007E5153" w:rsidRPr="00501E3A" w:rsidRDefault="007E5153" w:rsidP="00443FF8">
            <w:pPr>
              <w:pStyle w:val="PL"/>
              <w:keepNext/>
              <w:keepLines/>
              <w:rPr>
                <w:noProof w:val="0"/>
              </w:rPr>
            </w:pPr>
            <w:r w:rsidRPr="00501E3A">
              <w:rPr>
                <w:noProof w:val="0"/>
              </w:rPr>
              <w:t>searchIndication= SEARCH_INDICATION_FORWARD_FROM_NEXT_GR + 0x000E</w:t>
            </w:r>
          </w:p>
          <w:p w:rsidR="007E5153" w:rsidRPr="00501E3A" w:rsidRDefault="007E5153" w:rsidP="00443FF8">
            <w:pPr>
              <w:pStyle w:val="PL"/>
              <w:keepNext/>
              <w:keepLines/>
              <w:rPr>
                <w:noProof w:val="0"/>
              </w:rPr>
            </w:pPr>
            <w:r w:rsidRPr="00501E3A">
              <w:rPr>
                <w:noProof w:val="0"/>
              </w:rPr>
              <w:t>recordNum = 3</w:t>
            </w:r>
          </w:p>
          <w:p w:rsidR="007E5153" w:rsidRPr="00501E3A" w:rsidRDefault="007E5153" w:rsidP="00443FF8">
            <w:pPr>
              <w:pStyle w:val="PL"/>
              <w:keepNext/>
              <w:keepLines/>
              <w:rPr>
                <w:noProof w:val="0"/>
              </w:rPr>
            </w:pPr>
            <w:r w:rsidRPr="00501E3A">
              <w:rPr>
                <w:noProof w:val="0"/>
              </w:rPr>
              <w:t>patt[]={0x01,0x02,0x03}</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3</w:t>
            </w:r>
          </w:p>
          <w:p w:rsidR="007E5153" w:rsidRPr="00501E3A" w:rsidRDefault="007E5153" w:rsidP="00443FF8">
            <w:pPr>
              <w:pStyle w:val="PL"/>
              <w:keepNext/>
              <w:keepLines/>
              <w:rPr>
                <w:noProof w:val="0"/>
              </w:rPr>
            </w:pPr>
            <w:r w:rsidRPr="00501E3A">
              <w:rPr>
                <w:noProof w:val="0"/>
              </w:rPr>
              <w:t>response[] = {0,0,0,0,0}</w:t>
            </w:r>
          </w:p>
          <w:p w:rsidR="007E5153" w:rsidRPr="00501E3A" w:rsidRDefault="007E5153" w:rsidP="00443FF8">
            <w:pPr>
              <w:pStyle w:val="PL"/>
              <w:keepNext/>
              <w:keepLines/>
              <w:rPr>
                <w:noProof w:val="0"/>
              </w:rPr>
            </w:pPr>
            <w:r w:rsidRPr="00501E3A">
              <w:rPr>
                <w:noProof w:val="0"/>
              </w:rPr>
              <w:t>respOffset = 0</w:t>
            </w:r>
          </w:p>
          <w:p w:rsidR="007E5153" w:rsidRPr="00501E3A" w:rsidRDefault="007E5153" w:rsidP="00443FF8">
            <w:pPr>
              <w:pStyle w:val="PL"/>
              <w:keepNext/>
              <w:keepLines/>
              <w:rPr>
                <w:noProof w:val="0"/>
              </w:rPr>
            </w:pPr>
            <w:r w:rsidRPr="00501E3A">
              <w:rPr>
                <w:noProof w:val="0"/>
              </w:rPr>
              <w:t>respLength = 5</w:t>
            </w:r>
          </w:p>
          <w:p w:rsidR="007E5153" w:rsidRPr="00501E3A" w:rsidRDefault="007E5153" w:rsidP="00443FF8">
            <w:pPr>
              <w:pStyle w:val="PL"/>
              <w:keepNext/>
              <w:keepLines/>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1- shall throw an uicc.access.UICCException with reason code OUT_OF_FILE_BOUNDARIES.</w:t>
            </w: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2- shall throw an uicc.access.UICCException with reason code OUT_OF_FILE_BOUNDARIES.</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25</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Wrong file structure</w:t>
            </w:r>
          </w:p>
          <w:p w:rsidR="007E5153" w:rsidRPr="00501E3A" w:rsidRDefault="007E5153">
            <w:pPr>
              <w:pStyle w:val="PL"/>
              <w:rPr>
                <w:noProof w:val="0"/>
              </w:rPr>
            </w:pPr>
          </w:p>
          <w:p w:rsidR="007E5153" w:rsidRPr="00501E3A" w:rsidRDefault="007E5153">
            <w:pPr>
              <w:pStyle w:val="PL"/>
              <w:rPr>
                <w:noProof w:val="0"/>
              </w:rPr>
            </w:pPr>
            <w:r w:rsidRPr="00501E3A">
              <w:rPr>
                <w:noProof w:val="0"/>
              </w:rPr>
              <w:t>1- select EF</w:t>
            </w:r>
            <w:r w:rsidRPr="00501E3A">
              <w:rPr>
                <w:noProof w:val="0"/>
                <w:vertAlign w:val="subscript"/>
              </w:rPr>
              <w:t>TDAC</w:t>
            </w:r>
            <w:r w:rsidRPr="00501E3A">
              <w:rPr>
                <w:noProof w:val="0"/>
              </w:rPr>
              <w:t>, fid=6F0F</w:t>
            </w:r>
          </w:p>
          <w:p w:rsidR="007E5153" w:rsidRPr="00501E3A" w:rsidRDefault="007E5153">
            <w:pPr>
              <w:pStyle w:val="PL"/>
              <w:rPr>
                <w:noProof w:val="0"/>
              </w:rPr>
            </w:pPr>
            <w:r w:rsidRPr="00501E3A">
              <w:rPr>
                <w:noProof w:val="0"/>
              </w:rPr>
              <w:t>2- searchRecord()</w:t>
            </w:r>
          </w:p>
          <w:p w:rsidR="007E5153" w:rsidRPr="00501E3A" w:rsidRDefault="007E5153">
            <w:pPr>
              <w:pStyle w:val="TAL"/>
            </w:pP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shall throw an uicc.access.UICCException with reason code COMMAND_INCOMPATIBLE</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26</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Security status not satisfied</w:t>
            </w:r>
          </w:p>
          <w:p w:rsidR="007E5153" w:rsidRPr="00501E3A" w:rsidRDefault="007E5153">
            <w:pPr>
              <w:pStyle w:val="PL"/>
              <w:rPr>
                <w:noProof w:val="0"/>
              </w:rPr>
            </w:pPr>
          </w:p>
          <w:p w:rsidR="007E5153" w:rsidRPr="00501E3A" w:rsidRDefault="007E5153">
            <w:pPr>
              <w:pStyle w:val="PL"/>
              <w:rPr>
                <w:noProof w:val="0"/>
              </w:rPr>
            </w:pPr>
            <w:r w:rsidRPr="00501E3A">
              <w:rPr>
                <w:noProof w:val="0"/>
              </w:rPr>
              <w:t>1- select EF</w:t>
            </w:r>
            <w:r w:rsidRPr="00501E3A">
              <w:rPr>
                <w:noProof w:val="0"/>
                <w:vertAlign w:val="subscript"/>
              </w:rPr>
              <w:t>LNR</w:t>
            </w:r>
            <w:r w:rsidRPr="00501E3A">
              <w:rPr>
                <w:noProof w:val="0"/>
              </w:rPr>
              <w:t>, fid=6F0A</w:t>
            </w:r>
          </w:p>
          <w:p w:rsidR="007E5153" w:rsidRPr="00501E3A" w:rsidRDefault="007E5153">
            <w:pPr>
              <w:pStyle w:val="PL"/>
              <w:rPr>
                <w:noProof w:val="0"/>
              </w:rPr>
            </w:pPr>
            <w:r w:rsidRPr="00501E3A">
              <w:rPr>
                <w:noProof w:val="0"/>
              </w:rPr>
              <w:t>2- 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shall throw an uicc.access.UICCException with reason code SECURITY_STATUS_NOT_SATISFIED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27</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File deactivated</w:t>
            </w:r>
          </w:p>
          <w:p w:rsidR="007E5153" w:rsidRPr="00501E3A" w:rsidRDefault="007E5153">
            <w:pPr>
              <w:pStyle w:val="PL"/>
              <w:rPr>
                <w:noProof w:val="0"/>
              </w:rPr>
            </w:pPr>
          </w:p>
          <w:p w:rsidR="007E5153" w:rsidRPr="00501E3A" w:rsidRDefault="007E5153">
            <w:pPr>
              <w:pStyle w:val="PL"/>
              <w:rPr>
                <w:noProof w:val="0"/>
              </w:rPr>
            </w:pPr>
            <w:r w:rsidRPr="00501E3A">
              <w:rPr>
                <w:noProof w:val="0"/>
              </w:rPr>
              <w:t>1- select EF</w:t>
            </w:r>
            <w:r w:rsidRPr="00501E3A">
              <w:rPr>
                <w:noProof w:val="0"/>
                <w:vertAlign w:val="subscript"/>
              </w:rPr>
              <w:t>LARU</w:t>
            </w:r>
            <w:r w:rsidRPr="00501E3A">
              <w:rPr>
                <w:noProof w:val="0"/>
              </w:rPr>
              <w:t>, fid=6F10</w:t>
            </w:r>
          </w:p>
          <w:p w:rsidR="007E5153" w:rsidRPr="00501E3A" w:rsidRDefault="007E5153">
            <w:pPr>
              <w:pStyle w:val="PL"/>
              <w:rPr>
                <w:noProof w:val="0"/>
              </w:rPr>
            </w:pPr>
            <w:r w:rsidRPr="00501E3A">
              <w:rPr>
                <w:noProof w:val="0"/>
              </w:rPr>
              <w:t>2- deactivateFile EF</w:t>
            </w:r>
            <w:r w:rsidRPr="00501E3A">
              <w:rPr>
                <w:noProof w:val="0"/>
                <w:vertAlign w:val="subscript"/>
              </w:rPr>
              <w:t>LARU</w:t>
            </w:r>
          </w:p>
          <w:p w:rsidR="007E5153" w:rsidRPr="00501E3A" w:rsidRDefault="007E5153">
            <w:pPr>
              <w:pStyle w:val="PL"/>
              <w:rPr>
                <w:noProof w:val="0"/>
              </w:rPr>
            </w:pPr>
            <w:r w:rsidRPr="00501E3A">
              <w:rPr>
                <w:noProof w:val="0"/>
              </w:rPr>
              <w:t>3- searchRecord()</w:t>
            </w:r>
          </w:p>
          <w:p w:rsidR="007E5153" w:rsidRPr="00501E3A" w:rsidRDefault="007E5153">
            <w:pPr>
              <w:pStyle w:val="PL"/>
              <w:rPr>
                <w:noProof w:val="0"/>
              </w:rPr>
            </w:pPr>
            <w:r w:rsidRPr="00501E3A">
              <w:rPr>
                <w:noProof w:val="0"/>
              </w:rPr>
              <w:t>4- activateFile()</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shall throw an uicc.access.UICCException with reason code DATA_INVALIDATED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lastRenderedPageBreak/>
              <w:t>28</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Cyclic EF, Simple mode search forward</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1</w:t>
            </w:r>
            <w:r w:rsidR="004C222B" w:rsidRPr="00501E3A">
              <w:rPr>
                <w:noProof w:val="0"/>
              </w:rPr>
              <w:t>-</w:t>
            </w:r>
            <w:r w:rsidRPr="00501E3A">
              <w:rPr>
                <w:noProof w:val="0"/>
              </w:rPr>
              <w:t xml:space="preserve"> select EF</w:t>
            </w:r>
            <w:r w:rsidRPr="00501E3A">
              <w:rPr>
                <w:noProof w:val="0"/>
                <w:vertAlign w:val="subscript"/>
              </w:rPr>
              <w:t>CSEA</w:t>
            </w:r>
            <w:r w:rsidRPr="00501E3A">
              <w:rPr>
                <w:noProof w:val="0"/>
              </w:rPr>
              <w:t>, fid=6F1B</w:t>
            </w:r>
          </w:p>
          <w:p w:rsidR="007E5153" w:rsidRPr="00501E3A" w:rsidRDefault="007E5153" w:rsidP="00443FF8">
            <w:pPr>
              <w:pStyle w:val="PL"/>
              <w:keepNext/>
              <w:keepLines/>
              <w:rPr>
                <w:noProof w:val="0"/>
              </w:rPr>
            </w:pPr>
            <w:r w:rsidRPr="00501E3A">
              <w:rPr>
                <w:noProof w:val="0"/>
              </w:rPr>
              <w:t>2</w:t>
            </w:r>
            <w:r w:rsidR="004C222B" w:rsidRPr="00501E3A">
              <w:rPr>
                <w:noProof w:val="0"/>
              </w:rPr>
              <w:t>-</w:t>
            </w:r>
            <w:r w:rsidRPr="00501E3A">
              <w:rPr>
                <w:noProof w:val="0"/>
              </w:rPr>
              <w:t xml:space="preserve"> mode = SIMPLE_SEARCH_START_FORWARD</w:t>
            </w:r>
          </w:p>
          <w:p w:rsidR="007E5153" w:rsidRPr="00501E3A" w:rsidRDefault="007E5153" w:rsidP="00443FF8">
            <w:pPr>
              <w:pStyle w:val="PL"/>
              <w:keepNext/>
              <w:keepLines/>
              <w:rPr>
                <w:noProof w:val="0"/>
              </w:rPr>
            </w:pPr>
            <w:r w:rsidRPr="00501E3A">
              <w:rPr>
                <w:noProof w:val="0"/>
              </w:rPr>
              <w:t>recordNum = 1</w:t>
            </w:r>
          </w:p>
          <w:p w:rsidR="007E5153" w:rsidRPr="00501E3A" w:rsidRDefault="007E5153" w:rsidP="00443FF8">
            <w:pPr>
              <w:pStyle w:val="PL"/>
              <w:keepNext/>
              <w:keepLines/>
              <w:rPr>
                <w:noProof w:val="0"/>
              </w:rPr>
            </w:pPr>
            <w:r w:rsidRPr="00501E3A">
              <w:rPr>
                <w:noProof w:val="0"/>
              </w:rPr>
              <w:t>patt[]={0x10,0x03,0x04}</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1</w:t>
            </w:r>
          </w:p>
          <w:p w:rsidR="007E5153" w:rsidRPr="00501E3A" w:rsidRDefault="007E5153" w:rsidP="00443FF8">
            <w:pPr>
              <w:pStyle w:val="PL"/>
              <w:keepNext/>
              <w:keepLines/>
              <w:rPr>
                <w:noProof w:val="0"/>
              </w:rPr>
            </w:pPr>
            <w:r w:rsidRPr="00501E3A">
              <w:rPr>
                <w:noProof w:val="0"/>
              </w:rPr>
              <w:t>response[] = {0,0,0,0,0}</w:t>
            </w:r>
          </w:p>
          <w:p w:rsidR="007E5153" w:rsidRPr="00501E3A" w:rsidRDefault="007E5153" w:rsidP="00443FF8">
            <w:pPr>
              <w:pStyle w:val="PL"/>
              <w:keepNext/>
              <w:keepLines/>
              <w:rPr>
                <w:noProof w:val="0"/>
              </w:rPr>
            </w:pPr>
            <w:r w:rsidRPr="00501E3A">
              <w:rPr>
                <w:noProof w:val="0"/>
              </w:rPr>
              <w:t>respOffset = 0</w:t>
            </w:r>
          </w:p>
          <w:p w:rsidR="007E5153" w:rsidRPr="00501E3A" w:rsidRDefault="007E5153" w:rsidP="00443FF8">
            <w:pPr>
              <w:pStyle w:val="PL"/>
              <w:keepNext/>
              <w:keepLines/>
              <w:rPr>
                <w:noProof w:val="0"/>
              </w:rPr>
            </w:pPr>
            <w:r w:rsidRPr="00501E3A">
              <w:rPr>
                <w:noProof w:val="0"/>
              </w:rPr>
              <w:t>respLength = 5</w:t>
            </w:r>
          </w:p>
          <w:p w:rsidR="007E5153" w:rsidRPr="00501E3A" w:rsidRDefault="007E5153" w:rsidP="00443FF8">
            <w:pPr>
              <w:pStyle w:val="PL"/>
              <w:keepNext/>
              <w:keepLines/>
              <w:rPr>
                <w:noProof w:val="0"/>
              </w:rPr>
            </w:pPr>
            <w:r w:rsidRPr="00501E3A">
              <w:rPr>
                <w:noProof w:val="0"/>
              </w:rPr>
              <w:t>searchRecord()</w:t>
            </w:r>
          </w:p>
          <w:p w:rsidR="007E5153" w:rsidRPr="00501E3A" w:rsidRDefault="007E5153" w:rsidP="00443FF8">
            <w:pPr>
              <w:pStyle w:val="PL"/>
              <w:keepNext/>
              <w:keepLines/>
              <w:rPr>
                <w:noProof w:val="0"/>
              </w:rPr>
            </w:pPr>
            <w:r w:rsidRPr="00501E3A">
              <w:rPr>
                <w:noProof w:val="0"/>
              </w:rPr>
              <w:t>3- mode = SIMPLE_SEARCH_START_FORWARD</w:t>
            </w:r>
          </w:p>
          <w:p w:rsidR="007E5153" w:rsidRPr="00501E3A" w:rsidRDefault="007E5153" w:rsidP="00443FF8">
            <w:pPr>
              <w:pStyle w:val="PL"/>
              <w:keepNext/>
              <w:keepLines/>
              <w:rPr>
                <w:noProof w:val="0"/>
              </w:rPr>
            </w:pPr>
            <w:r w:rsidRPr="00501E3A">
              <w:rPr>
                <w:noProof w:val="0"/>
              </w:rPr>
              <w:t>recordNum = 2</w:t>
            </w:r>
          </w:p>
          <w:p w:rsidR="007E5153" w:rsidRPr="00501E3A" w:rsidRDefault="007E5153" w:rsidP="00443FF8">
            <w:pPr>
              <w:pStyle w:val="PL"/>
              <w:keepNext/>
              <w:keepLines/>
              <w:rPr>
                <w:noProof w:val="0"/>
              </w:rPr>
            </w:pPr>
            <w:r w:rsidRPr="00501E3A">
              <w:rPr>
                <w:noProof w:val="0"/>
              </w:rPr>
              <w:t>patt[]={0x10,0x03,0x04}</w:t>
            </w:r>
          </w:p>
          <w:p w:rsidR="007E5153" w:rsidRPr="00501E3A" w:rsidRDefault="007E5153" w:rsidP="00443FF8">
            <w:pPr>
              <w:pStyle w:val="PL"/>
              <w:keepNext/>
              <w:keepLines/>
              <w:rPr>
                <w:noProof w:val="0"/>
              </w:rPr>
            </w:pPr>
            <w:r w:rsidRPr="00501E3A">
              <w:rPr>
                <w:noProof w:val="0"/>
              </w:rPr>
              <w:t>pattOffset = 1</w:t>
            </w:r>
          </w:p>
          <w:p w:rsidR="007E5153" w:rsidRPr="00501E3A" w:rsidRDefault="007E5153" w:rsidP="00443FF8">
            <w:pPr>
              <w:pStyle w:val="PL"/>
              <w:keepNext/>
              <w:keepLines/>
              <w:rPr>
                <w:noProof w:val="0"/>
              </w:rPr>
            </w:pPr>
            <w:r w:rsidRPr="00501E3A">
              <w:rPr>
                <w:noProof w:val="0"/>
              </w:rPr>
              <w:t>pattLength = 2</w:t>
            </w:r>
          </w:p>
          <w:p w:rsidR="007E5153" w:rsidRPr="00501E3A" w:rsidRDefault="007E5153" w:rsidP="00443FF8">
            <w:pPr>
              <w:pStyle w:val="PL"/>
              <w:keepNext/>
              <w:keepLines/>
              <w:rPr>
                <w:noProof w:val="0"/>
              </w:rPr>
            </w:pPr>
            <w:r w:rsidRPr="00501E3A">
              <w:rPr>
                <w:noProof w:val="0"/>
              </w:rPr>
              <w:t>response[] = {0,0,0,0,0}</w:t>
            </w:r>
          </w:p>
          <w:p w:rsidR="007E5153" w:rsidRPr="00501E3A" w:rsidRDefault="007E5153" w:rsidP="00443FF8">
            <w:pPr>
              <w:pStyle w:val="PL"/>
              <w:keepNext/>
              <w:keepLines/>
              <w:rPr>
                <w:noProof w:val="0"/>
              </w:rPr>
            </w:pPr>
            <w:r w:rsidRPr="00501E3A">
              <w:rPr>
                <w:noProof w:val="0"/>
              </w:rPr>
              <w:t>respOffset = 2</w:t>
            </w:r>
          </w:p>
          <w:p w:rsidR="007E5153" w:rsidRPr="00501E3A" w:rsidRDefault="007E5153" w:rsidP="00443FF8">
            <w:pPr>
              <w:pStyle w:val="PL"/>
              <w:keepNext/>
              <w:keepLines/>
              <w:rPr>
                <w:noProof w:val="0"/>
              </w:rPr>
            </w:pPr>
            <w:r w:rsidRPr="00501E3A">
              <w:rPr>
                <w:noProof w:val="0"/>
              </w:rPr>
              <w:t>respLength = 3</w:t>
            </w:r>
          </w:p>
          <w:p w:rsidR="007E5153" w:rsidRPr="00501E3A" w:rsidRDefault="007E5153" w:rsidP="00443FF8">
            <w:pPr>
              <w:pStyle w:val="PL"/>
              <w:keepNext/>
              <w:keepLines/>
              <w:rPr>
                <w:noProof w:val="0"/>
              </w:rPr>
            </w:pPr>
            <w:r w:rsidRPr="00501E3A">
              <w:rPr>
                <w:noProof w:val="0"/>
              </w:rPr>
              <w:t>searchRecord()</w:t>
            </w:r>
          </w:p>
          <w:p w:rsidR="007E5153" w:rsidRPr="00501E3A" w:rsidRDefault="007E5153" w:rsidP="00443FF8">
            <w:pPr>
              <w:pStyle w:val="PL"/>
              <w:keepNext/>
              <w:keepLines/>
              <w:rPr>
                <w:noProof w:val="0"/>
              </w:rPr>
            </w:pPr>
            <w:r w:rsidRPr="00501E3A">
              <w:rPr>
                <w:noProof w:val="0"/>
              </w:rPr>
              <w:t>4- updateRecord() in previous mode with value {0x03,0x02,0x01,0x03,0x02,0x01,0x03,0x02,0x01,0x03,0x02,0x01,0x03,0x02,0x01} (new record 1 is set to previous record 6)</w:t>
            </w:r>
          </w:p>
          <w:p w:rsidR="007E5153" w:rsidRPr="00501E3A" w:rsidRDefault="007E5153" w:rsidP="00443FF8">
            <w:pPr>
              <w:pStyle w:val="PL"/>
              <w:keepNext/>
              <w:keepLines/>
              <w:rPr>
                <w:noProof w:val="0"/>
              </w:rPr>
            </w:pPr>
            <w:r w:rsidRPr="00501E3A">
              <w:rPr>
                <w:noProof w:val="0"/>
              </w:rPr>
              <w:t>5- mode = SIMPLE_SEARCH_START_FORWARD</w:t>
            </w:r>
          </w:p>
          <w:p w:rsidR="007E5153" w:rsidRPr="00501E3A" w:rsidRDefault="007E5153" w:rsidP="00443FF8">
            <w:pPr>
              <w:pStyle w:val="PL"/>
              <w:keepNext/>
              <w:keepLines/>
              <w:rPr>
                <w:noProof w:val="0"/>
              </w:rPr>
            </w:pPr>
            <w:r w:rsidRPr="00501E3A">
              <w:rPr>
                <w:noProof w:val="0"/>
              </w:rPr>
              <w:t>recordNum = 2</w:t>
            </w:r>
          </w:p>
          <w:p w:rsidR="007E5153" w:rsidRPr="00501E3A" w:rsidRDefault="007E5153" w:rsidP="00443FF8">
            <w:pPr>
              <w:pStyle w:val="PL"/>
              <w:keepNext/>
              <w:keepLines/>
              <w:rPr>
                <w:noProof w:val="0"/>
              </w:rPr>
            </w:pPr>
            <w:r w:rsidRPr="00501E3A">
              <w:rPr>
                <w:noProof w:val="0"/>
              </w:rPr>
              <w:t>patt[]={0x10,0x03,0x04}</w:t>
            </w:r>
          </w:p>
          <w:p w:rsidR="007E5153" w:rsidRPr="00501E3A" w:rsidRDefault="007E5153" w:rsidP="00443FF8">
            <w:pPr>
              <w:pStyle w:val="PL"/>
              <w:keepNext/>
              <w:keepLines/>
              <w:rPr>
                <w:noProof w:val="0"/>
              </w:rPr>
            </w:pPr>
            <w:r w:rsidRPr="00501E3A">
              <w:rPr>
                <w:noProof w:val="0"/>
              </w:rPr>
              <w:t>pattOffset = 1</w:t>
            </w:r>
          </w:p>
          <w:p w:rsidR="007E5153" w:rsidRPr="00501E3A" w:rsidRDefault="007E5153" w:rsidP="00443FF8">
            <w:pPr>
              <w:pStyle w:val="PL"/>
              <w:keepNext/>
              <w:keepLines/>
              <w:rPr>
                <w:noProof w:val="0"/>
              </w:rPr>
            </w:pPr>
            <w:r w:rsidRPr="00501E3A">
              <w:rPr>
                <w:noProof w:val="0"/>
              </w:rPr>
              <w:t>pattLength = 2</w:t>
            </w:r>
          </w:p>
          <w:p w:rsidR="007E5153" w:rsidRPr="00501E3A" w:rsidRDefault="007E5153" w:rsidP="00443FF8">
            <w:pPr>
              <w:pStyle w:val="PL"/>
              <w:keepNext/>
              <w:keepLines/>
              <w:rPr>
                <w:noProof w:val="0"/>
              </w:rPr>
            </w:pPr>
            <w:r w:rsidRPr="00501E3A">
              <w:rPr>
                <w:noProof w:val="0"/>
              </w:rPr>
              <w:t>response[] = {0,0,0,0,0}</w:t>
            </w:r>
          </w:p>
          <w:p w:rsidR="007E5153" w:rsidRPr="00501E3A" w:rsidRDefault="007E5153" w:rsidP="00443FF8">
            <w:pPr>
              <w:pStyle w:val="PL"/>
              <w:keepNext/>
              <w:keepLines/>
              <w:rPr>
                <w:noProof w:val="0"/>
              </w:rPr>
            </w:pPr>
            <w:r w:rsidRPr="00501E3A">
              <w:rPr>
                <w:noProof w:val="0"/>
              </w:rPr>
              <w:t>respOffset = 2</w:t>
            </w:r>
          </w:p>
          <w:p w:rsidR="007E5153" w:rsidRPr="00501E3A" w:rsidRDefault="007E5153" w:rsidP="00443FF8">
            <w:pPr>
              <w:pStyle w:val="PL"/>
              <w:keepNext/>
              <w:keepLines/>
              <w:rPr>
                <w:noProof w:val="0"/>
              </w:rPr>
            </w:pPr>
            <w:r w:rsidRPr="00501E3A">
              <w:rPr>
                <w:noProof w:val="0"/>
              </w:rPr>
              <w:t>respLength = 3</w:t>
            </w:r>
          </w:p>
          <w:p w:rsidR="007E5153" w:rsidRPr="00501E3A" w:rsidRDefault="007E5153" w:rsidP="00443FF8">
            <w:pPr>
              <w:pStyle w:val="PL"/>
              <w:keepNext/>
              <w:keepLines/>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2- shall return 0</w:t>
            </w:r>
          </w:p>
          <w:p w:rsidR="007E5153" w:rsidRPr="00501E3A" w:rsidRDefault="007E5153" w:rsidP="00443FF8">
            <w:pPr>
              <w:pStyle w:val="TAL"/>
            </w:pPr>
            <w:r w:rsidRPr="00501E3A">
              <w:t>response shall be:</w:t>
            </w:r>
          </w:p>
          <w:p w:rsidR="007E5153" w:rsidRPr="00501E3A" w:rsidRDefault="007E5153" w:rsidP="00443FF8">
            <w:pPr>
              <w:pStyle w:val="TAL"/>
            </w:pPr>
            <w:r w:rsidRPr="00501E3A">
              <w:t>response={0,0,0,0,0}</w:t>
            </w: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 xml:space="preserve">3- Shall either </w:t>
            </w:r>
            <w:r w:rsidRPr="00501E3A">
              <w:br/>
              <w:t>return 3 and response shall be:</w:t>
            </w:r>
          </w:p>
          <w:p w:rsidR="007E5153" w:rsidRPr="00501E3A" w:rsidRDefault="007E5153" w:rsidP="00443FF8">
            <w:pPr>
              <w:pStyle w:val="TAL"/>
            </w:pPr>
            <w:r w:rsidRPr="00501E3A">
              <w:t xml:space="preserve">response={0,0,2,4,1} </w:t>
            </w:r>
            <w:r w:rsidRPr="00501E3A">
              <w:br/>
              <w:t xml:space="preserve">or shall </w:t>
            </w:r>
          </w:p>
          <w:p w:rsidR="007E5153" w:rsidRPr="00501E3A" w:rsidRDefault="007E5153" w:rsidP="00443FF8">
            <w:pPr>
              <w:pStyle w:val="TAL"/>
            </w:pPr>
            <w:r w:rsidRPr="00501E3A">
              <w:t>return 2 and response shall be:</w:t>
            </w:r>
          </w:p>
          <w:p w:rsidR="007E5153" w:rsidRPr="00501E3A" w:rsidRDefault="007E5153" w:rsidP="00443FF8">
            <w:pPr>
              <w:pStyle w:val="TAL"/>
            </w:pPr>
            <w:r w:rsidRPr="00501E3A">
              <w:t>response={0,0,2,4,0}</w:t>
            </w: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5- Shall return 3.</w:t>
            </w:r>
          </w:p>
          <w:p w:rsidR="007E5153" w:rsidRPr="00501E3A" w:rsidRDefault="007E5153" w:rsidP="00443FF8">
            <w:pPr>
              <w:pStyle w:val="TAL"/>
            </w:pPr>
            <w:r w:rsidRPr="00501E3A">
              <w:t>response shall be:</w:t>
            </w:r>
          </w:p>
          <w:p w:rsidR="007E5153" w:rsidRPr="00501E3A" w:rsidRDefault="007E5153" w:rsidP="00443FF8">
            <w:pPr>
              <w:pStyle w:val="TAL"/>
            </w:pPr>
            <w:r w:rsidRPr="00501E3A">
              <w:t>response={0,0,2,3,5}</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29</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Cyclic EF, Simple mode search backward</w:t>
            </w:r>
          </w:p>
          <w:p w:rsidR="007E5153" w:rsidRPr="00501E3A" w:rsidRDefault="007E5153">
            <w:pPr>
              <w:pStyle w:val="PL"/>
              <w:rPr>
                <w:noProof w:val="0"/>
              </w:rPr>
            </w:pPr>
          </w:p>
          <w:p w:rsidR="007E5153" w:rsidRPr="00501E3A" w:rsidRDefault="007E5153">
            <w:pPr>
              <w:pStyle w:val="PL"/>
              <w:rPr>
                <w:noProof w:val="0"/>
              </w:rPr>
            </w:pPr>
            <w:r w:rsidRPr="00501E3A">
              <w:rPr>
                <w:noProof w:val="0"/>
              </w:rPr>
              <w:t>mode = SIMPLE_SEARCH_START_BACKWARD</w:t>
            </w:r>
          </w:p>
          <w:p w:rsidR="007E5153" w:rsidRPr="00501E3A" w:rsidRDefault="007E5153">
            <w:pPr>
              <w:pStyle w:val="PL"/>
              <w:rPr>
                <w:noProof w:val="0"/>
              </w:rPr>
            </w:pPr>
            <w:r w:rsidRPr="00501E3A">
              <w:rPr>
                <w:noProof w:val="0"/>
              </w:rPr>
              <w:t>recordNum = 3</w:t>
            </w:r>
          </w:p>
          <w:p w:rsidR="007E5153" w:rsidRPr="00501E3A" w:rsidRDefault="007E5153">
            <w:pPr>
              <w:pStyle w:val="PL"/>
              <w:rPr>
                <w:noProof w:val="0"/>
              </w:rPr>
            </w:pPr>
            <w:r w:rsidRPr="00501E3A">
              <w:rPr>
                <w:noProof w:val="0"/>
              </w:rPr>
              <w:t>patt[]={0x10,0x03,0x04}</w:t>
            </w:r>
          </w:p>
          <w:p w:rsidR="007E5153" w:rsidRPr="00501E3A" w:rsidRDefault="007E5153">
            <w:pPr>
              <w:pStyle w:val="PL"/>
              <w:rPr>
                <w:noProof w:val="0"/>
              </w:rPr>
            </w:pPr>
            <w:r w:rsidRPr="00501E3A">
              <w:rPr>
                <w:noProof w:val="0"/>
              </w:rPr>
              <w:t>pattOffset = 1</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1</w:t>
            </w:r>
          </w:p>
          <w:p w:rsidR="007E5153" w:rsidRPr="00501E3A" w:rsidRDefault="007E5153">
            <w:pPr>
              <w:pStyle w:val="PL"/>
              <w:rPr>
                <w:noProof w:val="0"/>
              </w:rPr>
            </w:pPr>
            <w:r w:rsidRPr="00501E3A">
              <w:rPr>
                <w:noProof w:val="0"/>
              </w:rPr>
              <w:t>respLength = 4</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 xml:space="preserve">Shall either </w:t>
            </w:r>
          </w:p>
          <w:p w:rsidR="007E5153" w:rsidRPr="00501E3A" w:rsidRDefault="007E5153">
            <w:pPr>
              <w:pStyle w:val="TAL"/>
            </w:pPr>
            <w:r w:rsidRPr="00501E3A">
              <w:t>return 3 and response shall be:</w:t>
            </w:r>
          </w:p>
          <w:p w:rsidR="007E5153" w:rsidRPr="00501E3A" w:rsidRDefault="007E5153">
            <w:pPr>
              <w:pStyle w:val="TAL"/>
            </w:pPr>
            <w:r w:rsidRPr="00501E3A">
              <w:t>response={0,3,2,5,0}</w:t>
            </w:r>
          </w:p>
          <w:p w:rsidR="007E5153" w:rsidRPr="00501E3A" w:rsidRDefault="007E5153">
            <w:pPr>
              <w:pStyle w:val="TAL"/>
            </w:pPr>
            <w:r w:rsidRPr="00501E3A">
              <w:t>or shall</w:t>
            </w:r>
          </w:p>
          <w:p w:rsidR="007E5153" w:rsidRPr="00501E3A" w:rsidRDefault="007E5153">
            <w:pPr>
              <w:pStyle w:val="TAL"/>
            </w:pPr>
            <w:r w:rsidRPr="00501E3A">
              <w:t>return 2 and response shall be:</w:t>
            </w:r>
          </w:p>
          <w:p w:rsidR="007E5153" w:rsidRPr="00501E3A" w:rsidRDefault="007E5153">
            <w:pPr>
              <w:pStyle w:val="TAL"/>
            </w:pPr>
            <w:r w:rsidRPr="00501E3A">
              <w:t>response={0,3,2,0,0}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30</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Cyclic EF, Enhanced mode, search forward from next record, start from an offset in record</w:t>
            </w:r>
          </w:p>
          <w:p w:rsidR="007E5153" w:rsidRPr="00501E3A" w:rsidRDefault="007E5153">
            <w:pPr>
              <w:pStyle w:val="PL"/>
              <w:rPr>
                <w:noProof w:val="0"/>
              </w:rPr>
            </w:pPr>
          </w:p>
          <w:p w:rsidR="007E5153" w:rsidRPr="00501E3A" w:rsidRDefault="007E5153">
            <w:pPr>
              <w:pStyle w:val="PL"/>
              <w:rPr>
                <w:noProof w:val="0"/>
              </w:rPr>
            </w:pPr>
            <w:r w:rsidRPr="00501E3A">
              <w:rPr>
                <w:noProof w:val="0"/>
              </w:rPr>
              <w:t>mode = ENHANCED_MODE</w:t>
            </w:r>
          </w:p>
          <w:p w:rsidR="007E5153" w:rsidRPr="00501E3A" w:rsidRDefault="007E5153">
            <w:pPr>
              <w:pStyle w:val="PL"/>
              <w:rPr>
                <w:noProof w:val="0"/>
              </w:rPr>
            </w:pPr>
            <w:r w:rsidRPr="00501E3A">
              <w:rPr>
                <w:noProof w:val="0"/>
              </w:rPr>
              <w:t>searchIndication= SEARCH_INDICATION_START_FORWARD_FROM_NEXT + 0x0009</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3</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2</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return 3</w:t>
            </w:r>
          </w:p>
          <w:p w:rsidR="007E5153" w:rsidRPr="00501E3A" w:rsidRDefault="007E5153">
            <w:pPr>
              <w:pStyle w:val="TAL"/>
            </w:pPr>
            <w:r w:rsidRPr="00501E3A">
              <w:t>response shall be:</w:t>
            </w:r>
          </w:p>
          <w:p w:rsidR="007E5153" w:rsidRPr="00501E3A" w:rsidRDefault="007E5153">
            <w:pPr>
              <w:pStyle w:val="TAL"/>
            </w:pPr>
            <w:r w:rsidRPr="00501E3A">
              <w:t>response={0,0,4,5,6}</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lastRenderedPageBreak/>
              <w:t>31</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Cyclic EF, Enhanced mode, search forward from next record, start from a value in record</w:t>
            </w:r>
          </w:p>
          <w:p w:rsidR="007E5153" w:rsidRPr="00501E3A" w:rsidRDefault="007E5153" w:rsidP="00443FF8">
            <w:pPr>
              <w:pStyle w:val="PL"/>
              <w:keepNext/>
              <w:keepLines/>
              <w:rPr>
                <w:noProof w:val="0"/>
              </w:rPr>
            </w:pPr>
          </w:p>
          <w:p w:rsidR="007E5153" w:rsidRPr="00501E3A" w:rsidRDefault="007E5153" w:rsidP="00443FF8">
            <w:pPr>
              <w:pStyle w:val="PL"/>
              <w:keepNext/>
              <w:keepLines/>
              <w:rPr>
                <w:noProof w:val="0"/>
              </w:rPr>
            </w:pPr>
            <w:r w:rsidRPr="00501E3A">
              <w:rPr>
                <w:noProof w:val="0"/>
              </w:rPr>
              <w:t>mode = ENHANCED_MODE</w:t>
            </w:r>
          </w:p>
          <w:p w:rsidR="007E5153" w:rsidRPr="00501E3A" w:rsidRDefault="007E5153" w:rsidP="00443FF8">
            <w:pPr>
              <w:pStyle w:val="PL"/>
              <w:keepNext/>
              <w:keepLines/>
              <w:rPr>
                <w:noProof w:val="0"/>
              </w:rPr>
            </w:pPr>
            <w:r w:rsidRPr="00501E3A">
              <w:rPr>
                <w:noProof w:val="0"/>
              </w:rPr>
              <w:t>searchIndication= SEARCH_INDICATION_START_FORWARD_FROM_NEXT + 0x0810</w:t>
            </w:r>
          </w:p>
          <w:p w:rsidR="007E5153" w:rsidRPr="00501E3A" w:rsidRDefault="007E5153" w:rsidP="00443FF8">
            <w:pPr>
              <w:pStyle w:val="PL"/>
              <w:keepNext/>
              <w:keepLines/>
              <w:rPr>
                <w:noProof w:val="0"/>
              </w:rPr>
            </w:pPr>
            <w:r w:rsidRPr="00501E3A">
              <w:rPr>
                <w:noProof w:val="0"/>
              </w:rPr>
              <w:t>recordNum = 0</w:t>
            </w:r>
          </w:p>
          <w:p w:rsidR="007E5153" w:rsidRPr="00501E3A" w:rsidRDefault="007E5153" w:rsidP="00443FF8">
            <w:pPr>
              <w:pStyle w:val="PL"/>
              <w:keepNext/>
              <w:keepLines/>
              <w:rPr>
                <w:noProof w:val="0"/>
              </w:rPr>
            </w:pPr>
            <w:r w:rsidRPr="00501E3A">
              <w:rPr>
                <w:noProof w:val="0"/>
              </w:rPr>
              <w:t>patt[]={0x01,0x02,0x03}</w:t>
            </w:r>
          </w:p>
          <w:p w:rsidR="007E5153" w:rsidRPr="00501E3A" w:rsidRDefault="007E5153" w:rsidP="00443FF8">
            <w:pPr>
              <w:pStyle w:val="PL"/>
              <w:keepNext/>
              <w:keepLines/>
              <w:rPr>
                <w:noProof w:val="0"/>
              </w:rPr>
            </w:pPr>
            <w:r w:rsidRPr="00501E3A">
              <w:rPr>
                <w:noProof w:val="0"/>
              </w:rPr>
              <w:t>pattOffset = 0</w:t>
            </w:r>
          </w:p>
          <w:p w:rsidR="007E5153" w:rsidRPr="00501E3A" w:rsidRDefault="007E5153" w:rsidP="00443FF8">
            <w:pPr>
              <w:pStyle w:val="PL"/>
              <w:keepNext/>
              <w:keepLines/>
              <w:rPr>
                <w:noProof w:val="0"/>
              </w:rPr>
            </w:pPr>
            <w:r w:rsidRPr="00501E3A">
              <w:rPr>
                <w:noProof w:val="0"/>
              </w:rPr>
              <w:t>pattLength = 3</w:t>
            </w:r>
          </w:p>
          <w:p w:rsidR="007E5153" w:rsidRPr="00501E3A" w:rsidRDefault="007E5153" w:rsidP="00443FF8">
            <w:pPr>
              <w:pStyle w:val="PL"/>
              <w:keepNext/>
              <w:keepLines/>
              <w:rPr>
                <w:noProof w:val="0"/>
              </w:rPr>
            </w:pPr>
            <w:r w:rsidRPr="00501E3A">
              <w:rPr>
                <w:noProof w:val="0"/>
              </w:rPr>
              <w:t>response[] = {0,0,0,0,0}</w:t>
            </w:r>
          </w:p>
          <w:p w:rsidR="007E5153" w:rsidRPr="00501E3A" w:rsidRDefault="007E5153" w:rsidP="00443FF8">
            <w:pPr>
              <w:pStyle w:val="PL"/>
              <w:keepNext/>
              <w:keepLines/>
              <w:rPr>
                <w:noProof w:val="0"/>
              </w:rPr>
            </w:pPr>
            <w:r w:rsidRPr="00501E3A">
              <w:rPr>
                <w:noProof w:val="0"/>
              </w:rPr>
              <w:t>respOffset = 2</w:t>
            </w:r>
          </w:p>
          <w:p w:rsidR="007E5153" w:rsidRPr="00501E3A" w:rsidRDefault="007E5153" w:rsidP="00443FF8">
            <w:pPr>
              <w:pStyle w:val="PL"/>
              <w:keepNext/>
              <w:keepLines/>
              <w:rPr>
                <w:noProof w:val="0"/>
              </w:rPr>
            </w:pPr>
            <w:r w:rsidRPr="00501E3A">
              <w:rPr>
                <w:noProof w:val="0"/>
              </w:rPr>
              <w:t>respLength = 3</w:t>
            </w:r>
          </w:p>
          <w:p w:rsidR="007E5153" w:rsidRPr="00501E3A" w:rsidRDefault="007E5153" w:rsidP="00443FF8">
            <w:pPr>
              <w:pStyle w:val="PL"/>
              <w:keepNext/>
              <w:keepLines/>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shall return 0</w:t>
            </w:r>
          </w:p>
          <w:p w:rsidR="007E5153" w:rsidRPr="00501E3A" w:rsidRDefault="007E5153" w:rsidP="00443FF8">
            <w:pPr>
              <w:pStyle w:val="TAL"/>
            </w:pPr>
            <w:r w:rsidRPr="00501E3A">
              <w:t>response shall be:</w:t>
            </w:r>
          </w:p>
          <w:p w:rsidR="007E5153" w:rsidRPr="00501E3A" w:rsidRDefault="007E5153" w:rsidP="00443FF8">
            <w:pPr>
              <w:pStyle w:val="TAL"/>
            </w:pPr>
            <w:r w:rsidRPr="00501E3A">
              <w:t>response={0,0,0,0,0}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32</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Cyclic EF, Enhanced mode, search forward from next given record, start from an offset in record</w:t>
            </w:r>
          </w:p>
          <w:p w:rsidR="007E5153" w:rsidRPr="00501E3A" w:rsidRDefault="007E5153">
            <w:pPr>
              <w:pStyle w:val="PL"/>
              <w:rPr>
                <w:noProof w:val="0"/>
              </w:rPr>
            </w:pPr>
          </w:p>
          <w:p w:rsidR="007E5153" w:rsidRPr="00501E3A" w:rsidRDefault="007E5153">
            <w:pPr>
              <w:pStyle w:val="PL"/>
              <w:rPr>
                <w:noProof w:val="0"/>
              </w:rPr>
            </w:pPr>
            <w:r w:rsidRPr="00501E3A">
              <w:rPr>
                <w:noProof w:val="0"/>
              </w:rPr>
              <w:t>mode = ENHANCED_MODE</w:t>
            </w:r>
          </w:p>
          <w:p w:rsidR="007E5153" w:rsidRPr="00501E3A" w:rsidRDefault="007E5153">
            <w:pPr>
              <w:pStyle w:val="PL"/>
              <w:rPr>
                <w:noProof w:val="0"/>
              </w:rPr>
            </w:pPr>
            <w:r w:rsidRPr="00501E3A">
              <w:rPr>
                <w:noProof w:val="0"/>
              </w:rPr>
              <w:t>searchIndication= SEARCH_INDICATION_START_FORWARD_FROM_NEXT_GR + 0x0005</w:t>
            </w:r>
          </w:p>
          <w:p w:rsidR="007E5153" w:rsidRPr="00501E3A" w:rsidRDefault="007E5153">
            <w:pPr>
              <w:pStyle w:val="PL"/>
              <w:rPr>
                <w:noProof w:val="0"/>
              </w:rPr>
            </w:pPr>
            <w:r w:rsidRPr="00501E3A">
              <w:rPr>
                <w:noProof w:val="0"/>
              </w:rPr>
              <w:t>recordNum = 3</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1</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 xml:space="preserve">shall either </w:t>
            </w:r>
          </w:p>
          <w:p w:rsidR="007E5153" w:rsidRPr="00501E3A" w:rsidRDefault="007E5153">
            <w:pPr>
              <w:pStyle w:val="TAL"/>
            </w:pPr>
            <w:r w:rsidRPr="00501E3A">
              <w:t>return 5 and response shall be:</w:t>
            </w:r>
          </w:p>
          <w:p w:rsidR="007E5153" w:rsidRPr="00501E3A" w:rsidRDefault="007E5153">
            <w:pPr>
              <w:pStyle w:val="TAL"/>
            </w:pPr>
            <w:r w:rsidRPr="00501E3A">
              <w:t>response={3,4,5,6,1}</w:t>
            </w:r>
          </w:p>
          <w:p w:rsidR="007E5153" w:rsidRPr="00501E3A" w:rsidRDefault="007E5153">
            <w:pPr>
              <w:pStyle w:val="TAL"/>
            </w:pPr>
            <w:r w:rsidRPr="00501E3A">
              <w:t>or shall</w:t>
            </w:r>
          </w:p>
          <w:p w:rsidR="007E5153" w:rsidRPr="00501E3A" w:rsidRDefault="007E5153">
            <w:pPr>
              <w:pStyle w:val="TAL"/>
            </w:pPr>
            <w:r w:rsidRPr="00501E3A">
              <w:t>return 4 and response shall be:</w:t>
            </w:r>
          </w:p>
          <w:p w:rsidR="007E5153" w:rsidRPr="00501E3A" w:rsidRDefault="007E5153">
            <w:pPr>
              <w:pStyle w:val="TAL"/>
            </w:pPr>
            <w:r w:rsidRPr="00501E3A">
              <w:t>response={3,4,5,6,0}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33</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Cyclic EF, Enhanced mode, search forward from next given record, start from a value in record</w:t>
            </w:r>
          </w:p>
          <w:p w:rsidR="007E5153" w:rsidRPr="00501E3A" w:rsidRDefault="007E5153">
            <w:pPr>
              <w:pStyle w:val="PL"/>
              <w:rPr>
                <w:noProof w:val="0"/>
              </w:rPr>
            </w:pPr>
          </w:p>
          <w:p w:rsidR="007E5153" w:rsidRPr="00501E3A" w:rsidRDefault="007E5153">
            <w:pPr>
              <w:pStyle w:val="PL"/>
              <w:rPr>
                <w:noProof w:val="0"/>
              </w:rPr>
            </w:pPr>
            <w:r w:rsidRPr="00501E3A">
              <w:rPr>
                <w:noProof w:val="0"/>
              </w:rPr>
              <w:t>1- mode = ENHANCED_MODE</w:t>
            </w:r>
          </w:p>
          <w:p w:rsidR="007E5153" w:rsidRPr="00501E3A" w:rsidRDefault="007E5153">
            <w:pPr>
              <w:pStyle w:val="PL"/>
              <w:rPr>
                <w:noProof w:val="0"/>
              </w:rPr>
            </w:pPr>
            <w:r w:rsidRPr="00501E3A">
              <w:rPr>
                <w:noProof w:val="0"/>
              </w:rPr>
              <w:t>searchIndication= SEARCH_INDICATION_START_FORWARD_FROM_NEXT_GR + 0x0805</w:t>
            </w:r>
          </w:p>
          <w:p w:rsidR="007E5153" w:rsidRPr="00501E3A" w:rsidRDefault="007E5153">
            <w:pPr>
              <w:pStyle w:val="PL"/>
              <w:rPr>
                <w:noProof w:val="0"/>
              </w:rPr>
            </w:pPr>
            <w:r w:rsidRPr="00501E3A">
              <w:rPr>
                <w:noProof w:val="0"/>
              </w:rPr>
              <w:t>recordNum = 6</w:t>
            </w:r>
          </w:p>
          <w:p w:rsidR="007E5153" w:rsidRPr="00501E3A" w:rsidRDefault="007E5153">
            <w:pPr>
              <w:pStyle w:val="PL"/>
              <w:rPr>
                <w:noProof w:val="0"/>
              </w:rPr>
            </w:pPr>
            <w:r w:rsidRPr="00501E3A">
              <w:rPr>
                <w:noProof w:val="0"/>
              </w:rPr>
              <w:t>patt[]={0x0E,0x0F,0x00}</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p w:rsidR="007E5153" w:rsidRPr="00501E3A" w:rsidRDefault="007E5153">
            <w:pPr>
              <w:pStyle w:val="PL"/>
              <w:rPr>
                <w:noProof w:val="0"/>
              </w:rPr>
            </w:pPr>
          </w:p>
          <w:p w:rsidR="007E5153" w:rsidRPr="00501E3A" w:rsidRDefault="007E5153">
            <w:pPr>
              <w:pStyle w:val="PL"/>
              <w:rPr>
                <w:noProof w:val="0"/>
              </w:rPr>
            </w:pPr>
            <w:r w:rsidRPr="00501E3A">
              <w:rPr>
                <w:noProof w:val="0"/>
              </w:rPr>
              <w:t>2- Restore EF initial state (record 1 shall be assigned to the record that content is {0x01,0x02,0x03,0x04,0x05,0x06,0x07,0x08,0x09,0x0A, 0x0B,0x0C,0x0D,0xE,0x0F}) using 5 updateRecord() in previous mode</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 xml:space="preserve">1- shall either </w:t>
            </w:r>
          </w:p>
          <w:p w:rsidR="007E5153" w:rsidRPr="00501E3A" w:rsidRDefault="007E5153">
            <w:pPr>
              <w:pStyle w:val="TAL"/>
            </w:pPr>
            <w:r w:rsidRPr="00501E3A">
              <w:t>return 2 and response shall be:</w:t>
            </w:r>
          </w:p>
          <w:p w:rsidR="007E5153" w:rsidRPr="00501E3A" w:rsidRDefault="007E5153">
            <w:pPr>
              <w:pStyle w:val="TAL"/>
            </w:pPr>
            <w:r w:rsidRPr="00501E3A">
              <w:t>response={2,4,0,0,0}</w:t>
            </w:r>
          </w:p>
          <w:p w:rsidR="007E5153" w:rsidRPr="00501E3A" w:rsidRDefault="007E5153">
            <w:pPr>
              <w:pStyle w:val="TAL"/>
            </w:pPr>
            <w:r w:rsidRPr="00501E3A">
              <w:t>or shall</w:t>
            </w:r>
          </w:p>
          <w:p w:rsidR="007E5153" w:rsidRPr="00501E3A" w:rsidRDefault="007E5153">
            <w:pPr>
              <w:pStyle w:val="TAL"/>
            </w:pPr>
            <w:r w:rsidRPr="00501E3A">
              <w:t>return 0 and response shall be:</w:t>
            </w:r>
          </w:p>
          <w:p w:rsidR="007E5153" w:rsidRPr="00501E3A" w:rsidRDefault="007E5153">
            <w:pPr>
              <w:pStyle w:val="TAL"/>
            </w:pPr>
            <w:r w:rsidRPr="00501E3A">
              <w:t>response={0,0,0,0,0}</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34</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 xml:space="preserve">Cyclic EF, Enhanced mode, search backward from previous record, start from an offset in record </w:t>
            </w:r>
          </w:p>
          <w:p w:rsidR="007E5153" w:rsidRPr="00501E3A" w:rsidRDefault="007E5153">
            <w:pPr>
              <w:pStyle w:val="PL"/>
              <w:rPr>
                <w:noProof w:val="0"/>
              </w:rPr>
            </w:pPr>
          </w:p>
          <w:p w:rsidR="007E5153" w:rsidRPr="00501E3A" w:rsidRDefault="007E5153">
            <w:pPr>
              <w:pStyle w:val="PL"/>
              <w:rPr>
                <w:noProof w:val="0"/>
              </w:rPr>
            </w:pPr>
            <w:r w:rsidRPr="00501E3A">
              <w:rPr>
                <w:noProof w:val="0"/>
              </w:rPr>
              <w:t>1- Set current record pointer to record 6 using 5 readRecord() in next mode</w:t>
            </w:r>
          </w:p>
          <w:p w:rsidR="007E5153" w:rsidRPr="00501E3A" w:rsidRDefault="007E5153">
            <w:pPr>
              <w:pStyle w:val="PL"/>
              <w:rPr>
                <w:noProof w:val="0"/>
              </w:rPr>
            </w:pPr>
          </w:p>
          <w:p w:rsidR="007E5153" w:rsidRPr="00501E3A" w:rsidRDefault="007E5153">
            <w:pPr>
              <w:pStyle w:val="PL"/>
              <w:rPr>
                <w:noProof w:val="0"/>
              </w:rPr>
            </w:pPr>
            <w:r w:rsidRPr="00501E3A">
              <w:rPr>
                <w:noProof w:val="0"/>
              </w:rPr>
              <w:t>2- mode = ENHANCED_MODE</w:t>
            </w:r>
          </w:p>
          <w:p w:rsidR="007E5153" w:rsidRPr="00501E3A" w:rsidRDefault="007E5153">
            <w:pPr>
              <w:pStyle w:val="PL"/>
              <w:rPr>
                <w:noProof w:val="0"/>
              </w:rPr>
            </w:pPr>
            <w:r w:rsidRPr="00501E3A">
              <w:rPr>
                <w:noProof w:val="0"/>
              </w:rPr>
              <w:t>searchIndication= SEARCH_INDICATION_START_BACKWARD_FROM_PREVIOUS + 0x0003</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patt[]={0x02,0x01,0x00}</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3</w:t>
            </w:r>
          </w:p>
          <w:p w:rsidR="007E5153" w:rsidRPr="00501E3A" w:rsidRDefault="007E5153">
            <w:pPr>
              <w:pStyle w:val="PL"/>
              <w:rPr>
                <w:noProof w:val="0"/>
              </w:rPr>
            </w:pPr>
            <w:r w:rsidRPr="00501E3A">
              <w:rPr>
                <w:noProof w:val="0"/>
              </w:rPr>
              <w:t>respLength = 2</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 xml:space="preserve">2- shall either </w:t>
            </w:r>
          </w:p>
          <w:p w:rsidR="007E5153" w:rsidRPr="00501E3A" w:rsidRDefault="007E5153">
            <w:pPr>
              <w:pStyle w:val="TAL"/>
            </w:pPr>
            <w:r w:rsidRPr="00501E3A">
              <w:t>return 1 and response shall be:</w:t>
            </w:r>
          </w:p>
          <w:p w:rsidR="007E5153" w:rsidRPr="00501E3A" w:rsidRDefault="007E5153">
            <w:pPr>
              <w:pStyle w:val="TAL"/>
            </w:pPr>
            <w:r w:rsidRPr="00501E3A">
              <w:t>response={0,0,0,6,0}</w:t>
            </w:r>
          </w:p>
          <w:p w:rsidR="007E5153" w:rsidRPr="00501E3A" w:rsidRDefault="007E5153">
            <w:pPr>
              <w:pStyle w:val="TAL"/>
            </w:pPr>
            <w:r w:rsidRPr="00501E3A">
              <w:t>or shall</w:t>
            </w:r>
          </w:p>
          <w:p w:rsidR="007E5153" w:rsidRPr="00501E3A" w:rsidRDefault="007E5153">
            <w:pPr>
              <w:pStyle w:val="TAL"/>
            </w:pPr>
            <w:r w:rsidRPr="00501E3A">
              <w:t>return 0 and response shall be:</w:t>
            </w:r>
          </w:p>
          <w:p w:rsidR="007E5153" w:rsidRPr="00501E3A" w:rsidRDefault="007E5153">
            <w:pPr>
              <w:pStyle w:val="TAL"/>
            </w:pPr>
            <w:r w:rsidRPr="00501E3A">
              <w:t>response={0,0,0,0,0}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lastRenderedPageBreak/>
              <w:t>35</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 xml:space="preserve">Cyclic EF, Enhanced mode, search backward from previous record, start from a  value in record </w:t>
            </w:r>
          </w:p>
          <w:p w:rsidR="007E5153" w:rsidRPr="00501E3A" w:rsidRDefault="007E5153">
            <w:pPr>
              <w:pStyle w:val="PL"/>
              <w:rPr>
                <w:noProof w:val="0"/>
              </w:rPr>
            </w:pPr>
          </w:p>
          <w:p w:rsidR="007E5153" w:rsidRPr="00501E3A" w:rsidRDefault="007E5153">
            <w:pPr>
              <w:pStyle w:val="PL"/>
              <w:rPr>
                <w:noProof w:val="0"/>
              </w:rPr>
            </w:pPr>
            <w:r w:rsidRPr="00501E3A">
              <w:rPr>
                <w:noProof w:val="0"/>
              </w:rPr>
              <w:t>mode = ENHANCED_MODE</w:t>
            </w:r>
          </w:p>
          <w:p w:rsidR="007E5153" w:rsidRPr="00501E3A" w:rsidRDefault="007E5153">
            <w:pPr>
              <w:pStyle w:val="PL"/>
              <w:rPr>
                <w:noProof w:val="0"/>
              </w:rPr>
            </w:pPr>
            <w:r w:rsidRPr="00501E3A">
              <w:rPr>
                <w:noProof w:val="0"/>
              </w:rPr>
              <w:t>searchIndication= SEARCH_INDICATION_START_BACKWARD_FROM_PREVIOUS + 0x0801</w:t>
            </w:r>
          </w:p>
          <w:p w:rsidR="007E5153" w:rsidRPr="00501E3A" w:rsidRDefault="007E5153">
            <w:pPr>
              <w:pStyle w:val="PL"/>
              <w:rPr>
                <w:noProof w:val="0"/>
              </w:rPr>
            </w:pPr>
            <w:r w:rsidRPr="00501E3A">
              <w:rPr>
                <w:noProof w:val="0"/>
              </w:rPr>
              <w:t>recordNum = 0</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1</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return 5</w:t>
            </w:r>
          </w:p>
          <w:p w:rsidR="007E5153" w:rsidRPr="00501E3A" w:rsidRDefault="007E5153">
            <w:pPr>
              <w:pStyle w:val="TAL"/>
            </w:pPr>
            <w:r w:rsidRPr="00501E3A">
              <w:t>response shall be:</w:t>
            </w:r>
          </w:p>
          <w:p w:rsidR="007E5153" w:rsidRPr="00501E3A" w:rsidRDefault="007E5153">
            <w:pPr>
              <w:pStyle w:val="TAL"/>
            </w:pPr>
            <w:r w:rsidRPr="00501E3A">
              <w:t>response={5,4,3,2,1}</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36</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Cyclic EF, Enhanced mode, search backward from given record, start from an offset in record</w:t>
            </w:r>
          </w:p>
          <w:p w:rsidR="007E5153" w:rsidRPr="00501E3A" w:rsidRDefault="007E5153">
            <w:pPr>
              <w:pStyle w:val="PL"/>
              <w:rPr>
                <w:noProof w:val="0"/>
              </w:rPr>
            </w:pPr>
          </w:p>
          <w:p w:rsidR="007E5153" w:rsidRPr="00501E3A" w:rsidRDefault="007E5153">
            <w:pPr>
              <w:pStyle w:val="PL"/>
              <w:rPr>
                <w:noProof w:val="0"/>
              </w:rPr>
            </w:pPr>
            <w:r w:rsidRPr="00501E3A">
              <w:rPr>
                <w:noProof w:val="0"/>
              </w:rPr>
              <w:t>mode = ENHANCED_MODE</w:t>
            </w:r>
          </w:p>
          <w:p w:rsidR="007E5153" w:rsidRPr="00501E3A" w:rsidRDefault="007E5153">
            <w:pPr>
              <w:pStyle w:val="PL"/>
              <w:rPr>
                <w:noProof w:val="0"/>
              </w:rPr>
            </w:pPr>
            <w:r w:rsidRPr="00501E3A">
              <w:rPr>
                <w:noProof w:val="0"/>
              </w:rPr>
              <w:t>searchIndication= SEARCH_INDICATION_START_BACKWARD_FROM_PREVIOUS_GR + 0x0003</w:t>
            </w:r>
          </w:p>
          <w:p w:rsidR="007E5153" w:rsidRPr="00501E3A" w:rsidRDefault="007E5153">
            <w:pPr>
              <w:pStyle w:val="PL"/>
              <w:rPr>
                <w:noProof w:val="0"/>
              </w:rPr>
            </w:pPr>
            <w:r w:rsidRPr="00501E3A">
              <w:rPr>
                <w:noProof w:val="0"/>
              </w:rPr>
              <w:t>recordNum = 5</w:t>
            </w:r>
          </w:p>
          <w:p w:rsidR="007E5153" w:rsidRPr="00501E3A" w:rsidRDefault="007E5153">
            <w:pPr>
              <w:pStyle w:val="PL"/>
              <w:rPr>
                <w:noProof w:val="0"/>
              </w:rPr>
            </w:pPr>
            <w:r w:rsidRPr="00501E3A">
              <w:rPr>
                <w:noProof w:val="0"/>
              </w:rPr>
              <w:t>patt[]={0x02,0x01,0x00}</w:t>
            </w:r>
          </w:p>
          <w:p w:rsidR="007E5153" w:rsidRPr="00501E3A" w:rsidRDefault="007E5153">
            <w:pPr>
              <w:pStyle w:val="PL"/>
              <w:rPr>
                <w:noProof w:val="0"/>
              </w:rPr>
            </w:pPr>
            <w:r w:rsidRPr="00501E3A">
              <w:rPr>
                <w:noProof w:val="0"/>
              </w:rPr>
              <w:t>pattOffset = 0</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3</w:t>
            </w:r>
          </w:p>
          <w:p w:rsidR="007E5153" w:rsidRPr="00501E3A" w:rsidRDefault="007E5153">
            <w:pPr>
              <w:pStyle w:val="PL"/>
              <w:rPr>
                <w:noProof w:val="0"/>
              </w:rPr>
            </w:pPr>
            <w:r w:rsidRPr="00501E3A">
              <w:rPr>
                <w:noProof w:val="0"/>
              </w:rPr>
              <w:t>respLength = 2</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 xml:space="preserve">shall either </w:t>
            </w:r>
          </w:p>
          <w:p w:rsidR="007E5153" w:rsidRPr="00501E3A" w:rsidRDefault="007E5153">
            <w:pPr>
              <w:pStyle w:val="TAL"/>
            </w:pPr>
            <w:r w:rsidRPr="00501E3A">
              <w:t>return 1 and response shall be:</w:t>
            </w:r>
          </w:p>
          <w:p w:rsidR="007E5153" w:rsidRPr="00501E3A" w:rsidRDefault="007E5153">
            <w:pPr>
              <w:pStyle w:val="TAL"/>
            </w:pPr>
            <w:r w:rsidRPr="00501E3A">
              <w:t>response={0,0,0,6,0}</w:t>
            </w:r>
          </w:p>
          <w:p w:rsidR="007E5153" w:rsidRPr="00501E3A" w:rsidRDefault="007E5153">
            <w:pPr>
              <w:pStyle w:val="TAL"/>
            </w:pPr>
            <w:r w:rsidRPr="00501E3A">
              <w:t>or shall</w:t>
            </w:r>
          </w:p>
          <w:p w:rsidR="007E5153" w:rsidRPr="00501E3A" w:rsidRDefault="007E5153">
            <w:pPr>
              <w:pStyle w:val="TAL"/>
            </w:pPr>
            <w:r w:rsidRPr="00501E3A">
              <w:t>return 0 and response shall be:</w:t>
            </w:r>
          </w:p>
          <w:p w:rsidR="007E5153" w:rsidRPr="00501E3A" w:rsidRDefault="007E5153">
            <w:pPr>
              <w:pStyle w:val="TAL"/>
            </w:pPr>
            <w:r w:rsidRPr="00501E3A">
              <w:t>response={0,0,0,0,0}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37</w:t>
            </w:r>
          </w:p>
        </w:tc>
        <w:tc>
          <w:tcPr>
            <w:tcW w:w="38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Cyclic EF, Enhanced mode, search backward from given record, start from a value in record</w:t>
            </w:r>
          </w:p>
          <w:p w:rsidR="007E5153" w:rsidRPr="00501E3A" w:rsidRDefault="007E5153">
            <w:pPr>
              <w:pStyle w:val="PL"/>
              <w:rPr>
                <w:noProof w:val="0"/>
              </w:rPr>
            </w:pPr>
          </w:p>
          <w:p w:rsidR="007E5153" w:rsidRPr="00501E3A" w:rsidRDefault="007E5153">
            <w:pPr>
              <w:pStyle w:val="PL"/>
              <w:rPr>
                <w:noProof w:val="0"/>
              </w:rPr>
            </w:pPr>
            <w:r w:rsidRPr="00501E3A">
              <w:rPr>
                <w:noProof w:val="0"/>
              </w:rPr>
              <w:t>mode = ENHANCED_MODE</w:t>
            </w:r>
          </w:p>
          <w:p w:rsidR="007E5153" w:rsidRPr="00501E3A" w:rsidRDefault="007E5153">
            <w:pPr>
              <w:pStyle w:val="PL"/>
              <w:rPr>
                <w:noProof w:val="0"/>
              </w:rPr>
            </w:pPr>
            <w:r w:rsidRPr="00501E3A">
              <w:rPr>
                <w:noProof w:val="0"/>
              </w:rPr>
              <w:t>searchIndication= SEARCH_INDICATION_START_BACKWARD_FROM_PREVIOUS_GR + 0x0801</w:t>
            </w:r>
          </w:p>
          <w:p w:rsidR="007E5153" w:rsidRPr="00501E3A" w:rsidRDefault="007E5153">
            <w:pPr>
              <w:pStyle w:val="PL"/>
              <w:rPr>
                <w:noProof w:val="0"/>
              </w:rPr>
            </w:pPr>
            <w:r w:rsidRPr="00501E3A">
              <w:rPr>
                <w:noProof w:val="0"/>
              </w:rPr>
              <w:t>recordNum = 3</w:t>
            </w:r>
          </w:p>
          <w:p w:rsidR="007E5153" w:rsidRPr="00501E3A" w:rsidRDefault="007E5153">
            <w:pPr>
              <w:pStyle w:val="PL"/>
              <w:rPr>
                <w:noProof w:val="0"/>
              </w:rPr>
            </w:pPr>
            <w:r w:rsidRPr="00501E3A">
              <w:rPr>
                <w:noProof w:val="0"/>
              </w:rPr>
              <w:t>patt[]={0x01,0x02,0x03}</w:t>
            </w:r>
          </w:p>
          <w:p w:rsidR="007E5153" w:rsidRPr="00501E3A" w:rsidRDefault="007E5153">
            <w:pPr>
              <w:pStyle w:val="PL"/>
              <w:rPr>
                <w:noProof w:val="0"/>
              </w:rPr>
            </w:pPr>
            <w:r w:rsidRPr="00501E3A">
              <w:rPr>
                <w:noProof w:val="0"/>
              </w:rPr>
              <w:t>pattOffset = 1</w:t>
            </w:r>
          </w:p>
          <w:p w:rsidR="007E5153" w:rsidRPr="00501E3A" w:rsidRDefault="007E5153">
            <w:pPr>
              <w:pStyle w:val="PL"/>
              <w:rPr>
                <w:noProof w:val="0"/>
              </w:rPr>
            </w:pPr>
            <w:r w:rsidRPr="00501E3A">
              <w:rPr>
                <w:noProof w:val="0"/>
              </w:rPr>
              <w:t>pattLength = 2</w:t>
            </w:r>
          </w:p>
          <w:p w:rsidR="007E5153" w:rsidRPr="00501E3A" w:rsidRDefault="007E5153">
            <w:pPr>
              <w:pStyle w:val="PL"/>
              <w:rPr>
                <w:noProof w:val="0"/>
              </w:rPr>
            </w:pPr>
            <w:r w:rsidRPr="00501E3A">
              <w:rPr>
                <w:noProof w:val="0"/>
              </w:rPr>
              <w:t>response[] = {0,0,0,0,0}</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5</w:t>
            </w:r>
          </w:p>
          <w:p w:rsidR="007E5153" w:rsidRPr="00501E3A" w:rsidRDefault="007E5153">
            <w:pPr>
              <w:pStyle w:val="PL"/>
              <w:rPr>
                <w:noProof w:val="0"/>
              </w:rPr>
            </w:pPr>
            <w:r w:rsidRPr="00501E3A">
              <w:rPr>
                <w:noProof w:val="0"/>
              </w:rPr>
              <w:t>searchRecord()</w:t>
            </w:r>
          </w:p>
        </w:tc>
        <w:tc>
          <w:tcPr>
            <w:tcW w:w="311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 xml:space="preserve">Shall either </w:t>
            </w:r>
          </w:p>
          <w:p w:rsidR="007E5153" w:rsidRPr="00501E3A" w:rsidRDefault="007E5153">
            <w:pPr>
              <w:pStyle w:val="TAL"/>
            </w:pPr>
            <w:r w:rsidRPr="00501E3A">
              <w:t>return 5 and response shall be:</w:t>
            </w:r>
          </w:p>
          <w:p w:rsidR="007E5153" w:rsidRPr="00501E3A" w:rsidRDefault="007E5153">
            <w:pPr>
              <w:pStyle w:val="TAL"/>
            </w:pPr>
            <w:r w:rsidRPr="00501E3A">
              <w:t>response={3,2,1,5,4}</w:t>
            </w:r>
          </w:p>
          <w:p w:rsidR="007E5153" w:rsidRPr="00501E3A" w:rsidRDefault="007E5153">
            <w:pPr>
              <w:pStyle w:val="TAL"/>
            </w:pPr>
            <w:r w:rsidRPr="00501E3A">
              <w:t>or shall</w:t>
            </w:r>
          </w:p>
          <w:p w:rsidR="007E5153" w:rsidRPr="00501E3A" w:rsidRDefault="007E5153">
            <w:pPr>
              <w:pStyle w:val="TAL"/>
            </w:pPr>
            <w:r w:rsidRPr="00501E3A">
              <w:t>return 3 and response shall be:</w:t>
            </w:r>
          </w:p>
          <w:p w:rsidR="007E5153" w:rsidRPr="00501E3A" w:rsidRDefault="007E5153">
            <w:pPr>
              <w:pStyle w:val="TAL"/>
            </w:pPr>
            <w:r w:rsidRPr="00501E3A">
              <w:t>response={3,2,1,0,0}</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tc>
      </w:tr>
    </w:tbl>
    <w:p w:rsidR="007E5153" w:rsidRPr="00501E3A" w:rsidRDefault="007E5153"/>
    <w:p w:rsidR="007E5153" w:rsidRPr="00501E3A" w:rsidRDefault="007E5153">
      <w:pPr>
        <w:pStyle w:val="Heading4"/>
      </w:pPr>
      <w:r w:rsidRPr="00501E3A">
        <w:t>5.1.1.7</w:t>
      </w:r>
      <w:r w:rsidRPr="00501E3A">
        <w:tab/>
        <w:t>Method select (byte sfi)</w:t>
      </w:r>
    </w:p>
    <w:p w:rsidR="007E5153" w:rsidRPr="00501E3A" w:rsidRDefault="007E5153" w:rsidP="00443FF8">
      <w:r w:rsidRPr="00501E3A">
        <w:t>Test Area Reference: Api_1_Fvw_Slctb</w:t>
      </w:r>
      <w:r w:rsidR="00443FF8" w:rsidRPr="00501E3A">
        <w:t>.</w:t>
      </w:r>
    </w:p>
    <w:p w:rsidR="007E5153" w:rsidRPr="00501E3A" w:rsidRDefault="007E5153" w:rsidP="00443FF8">
      <w:pPr>
        <w:pStyle w:val="Heading5"/>
      </w:pPr>
      <w:r w:rsidRPr="00501E3A">
        <w:t>5.1.1.7.1</w:t>
      </w:r>
      <w:r w:rsidRPr="00501E3A">
        <w:tab/>
        <w:t>Conformance requirement</w:t>
      </w:r>
    </w:p>
    <w:p w:rsidR="007E5153" w:rsidRPr="00501E3A" w:rsidRDefault="007E5153">
      <w:pPr>
        <w:pStyle w:val="List"/>
        <w:ind w:left="0" w:firstLine="0"/>
      </w:pPr>
      <w:r w:rsidRPr="00501E3A">
        <w:t>The method with following header shall be compliant to its definition in the API.</w:t>
      </w:r>
    </w:p>
    <w:p w:rsidR="007E5153" w:rsidRPr="00501E3A" w:rsidRDefault="007E5153">
      <w:pPr>
        <w:pStyle w:val="PL"/>
        <w:rPr>
          <w:noProof w:val="0"/>
        </w:rPr>
      </w:pPr>
      <w:r w:rsidRPr="00501E3A">
        <w:rPr>
          <w:noProof w:val="0"/>
        </w:rPr>
        <w:t>public void select(byte sfi)</w:t>
      </w:r>
    </w:p>
    <w:p w:rsidR="007E5153" w:rsidRPr="00501E3A" w:rsidRDefault="007E5153">
      <w:pPr>
        <w:pStyle w:val="PL"/>
        <w:rPr>
          <w:noProof w:val="0"/>
        </w:rPr>
      </w:pPr>
      <w:r w:rsidRPr="00501E3A">
        <w:rPr>
          <w:noProof w:val="0"/>
        </w:rPr>
        <w:t xml:space="preserve">            throws UICCException</w:t>
      </w:r>
    </w:p>
    <w:p w:rsidR="00443FF8" w:rsidRPr="00501E3A" w:rsidRDefault="00443FF8">
      <w:pPr>
        <w:pStyle w:val="PL"/>
        <w:rPr>
          <w:noProof w:val="0"/>
        </w:rPr>
      </w:pPr>
    </w:p>
    <w:p w:rsidR="007E5153" w:rsidRPr="00501E3A" w:rsidRDefault="007E5153">
      <w:pPr>
        <w:pStyle w:val="H6"/>
        <w:outlineLvl w:val="0"/>
      </w:pPr>
      <w:r w:rsidRPr="00501E3A">
        <w:t>5.1.1.7.1.1</w:t>
      </w:r>
      <w:r w:rsidRPr="00501E3A">
        <w:tab/>
        <w:t>Normal execution</w:t>
      </w:r>
    </w:p>
    <w:p w:rsidR="007E5153" w:rsidRPr="00501E3A" w:rsidRDefault="007E5153">
      <w:pPr>
        <w:pStyle w:val="B1"/>
      </w:pPr>
      <w:r w:rsidRPr="00501E3A">
        <w:t>CRRN1: Selects a file by its Short File Identifier in the current directory of the FileView.</w:t>
      </w:r>
    </w:p>
    <w:p w:rsidR="007E5153" w:rsidRPr="00501E3A" w:rsidRDefault="007E5153">
      <w:pPr>
        <w:pStyle w:val="B1"/>
      </w:pPr>
      <w:r w:rsidRPr="00501E3A">
        <w:t>CRRN2: Allows to update the current file without handling the Select Response.</w:t>
      </w:r>
    </w:p>
    <w:p w:rsidR="007E5153" w:rsidRPr="00501E3A" w:rsidRDefault="007E5153">
      <w:pPr>
        <w:pStyle w:val="B1"/>
      </w:pPr>
      <w:r w:rsidRPr="00501E3A">
        <w:t>CRRN3: The current EF it self can be selected.</w:t>
      </w:r>
    </w:p>
    <w:p w:rsidR="007E5153" w:rsidRPr="00501E3A" w:rsidRDefault="007E5153">
      <w:pPr>
        <w:pStyle w:val="B1"/>
      </w:pPr>
      <w:r w:rsidRPr="00501E3A">
        <w:t>CRRN4: The file context associated with the FileView object is changed after successful execution.</w:t>
      </w:r>
    </w:p>
    <w:p w:rsidR="007E5153" w:rsidRPr="00501E3A" w:rsidRDefault="007E5153">
      <w:pPr>
        <w:pStyle w:val="H6"/>
        <w:outlineLvl w:val="0"/>
      </w:pPr>
      <w:r w:rsidRPr="00501E3A">
        <w:lastRenderedPageBreak/>
        <w:t>5.1.1.7.1.2</w:t>
      </w:r>
      <w:r w:rsidRPr="00501E3A">
        <w:tab/>
        <w:t>Parameter errors</w:t>
      </w:r>
    </w:p>
    <w:p w:rsidR="007E5153" w:rsidRPr="00501E3A" w:rsidRDefault="007E5153">
      <w:pPr>
        <w:pStyle w:val="B1"/>
      </w:pPr>
      <w:r w:rsidRPr="00501E3A">
        <w:t xml:space="preserve">CRRP1: If the file which sfi matches is not in the current directory or no file matches the sfi, an instance of UICCException shall be thrown. The reason code shall </w:t>
      </w:r>
      <w:r w:rsidR="00443FF8" w:rsidRPr="00501E3A">
        <w:t>be UICCException.FILE_NOT_FOUND.</w:t>
      </w:r>
    </w:p>
    <w:p w:rsidR="007E5153" w:rsidRPr="00501E3A" w:rsidRDefault="007E5153">
      <w:pPr>
        <w:pStyle w:val="H6"/>
        <w:outlineLvl w:val="0"/>
      </w:pPr>
      <w:r w:rsidRPr="00501E3A">
        <w:t>5.1.1.7.1.3</w:t>
      </w:r>
      <w:r w:rsidRPr="00501E3A">
        <w:tab/>
        <w:t>Context errors</w:t>
      </w:r>
    </w:p>
    <w:p w:rsidR="007E5153" w:rsidRPr="00501E3A" w:rsidRDefault="007E5153">
      <w:pPr>
        <w:pStyle w:val="B1"/>
      </w:pPr>
      <w:r w:rsidRPr="00501E3A">
        <w:t>CRRC1: If the method call causes a memory problem (e.g. memory access error), an instance of UICCException shall be thrown. The reason code shall be UICCException.MEMORY_PROBLEM</w:t>
      </w:r>
      <w:r w:rsidR="00443FF8" w:rsidRPr="00501E3A">
        <w:t>.</w:t>
      </w:r>
    </w:p>
    <w:p w:rsidR="007E5153" w:rsidRPr="00501E3A" w:rsidRDefault="007E5153">
      <w:pPr>
        <w:pStyle w:val="B1"/>
      </w:pPr>
      <w:r w:rsidRPr="00501E3A">
        <w:t>CRRC2: If the method call causes an error to occur that is not expected and thus not handled, an instance of UICCException shall be thrown. The reason code shall be UICCException.INTERNAL_ERROR.</w:t>
      </w:r>
    </w:p>
    <w:p w:rsidR="007E5153" w:rsidRPr="00501E3A" w:rsidRDefault="007E5153" w:rsidP="00443FF8">
      <w:pPr>
        <w:pStyle w:val="Heading5"/>
      </w:pPr>
      <w:r w:rsidRPr="00501E3A">
        <w:t>5.1.1.7.2</w:t>
      </w:r>
      <w:r w:rsidRPr="00501E3A">
        <w:tab/>
        <w:t>Test area files</w:t>
      </w:r>
    </w:p>
    <w:p w:rsidR="007E5153" w:rsidRPr="00501E3A" w:rsidRDefault="007E5153" w:rsidP="00443FF8">
      <w:pPr>
        <w:pStyle w:val="EX"/>
      </w:pPr>
      <w:r w:rsidRPr="00501E3A">
        <w:t xml:space="preserve">Test Source: </w:t>
      </w:r>
      <w:r w:rsidRPr="00501E3A">
        <w:tab/>
        <w:t>Test_Api_1_Fvw_ Slctb.java</w:t>
      </w:r>
      <w:r w:rsidR="00443FF8" w:rsidRPr="00501E3A">
        <w:t>.</w:t>
      </w:r>
    </w:p>
    <w:p w:rsidR="007E5153" w:rsidRPr="00501E3A" w:rsidRDefault="007E5153" w:rsidP="00443FF8">
      <w:pPr>
        <w:pStyle w:val="EX"/>
      </w:pPr>
      <w:r w:rsidRPr="00501E3A">
        <w:t xml:space="preserve">Test Applet: </w:t>
      </w:r>
      <w:r w:rsidRPr="00501E3A">
        <w:tab/>
        <w:t>Api_1_Fvw_ Slctb _1.java</w:t>
      </w:r>
      <w:r w:rsidR="00443FF8" w:rsidRPr="00501E3A">
        <w:t>.</w:t>
      </w:r>
    </w:p>
    <w:p w:rsidR="007E5153" w:rsidRPr="00501E3A" w:rsidRDefault="007E5153" w:rsidP="00443FF8">
      <w:pPr>
        <w:pStyle w:val="EX"/>
      </w:pPr>
      <w:r w:rsidRPr="00501E3A">
        <w:t>Cap File:</w:t>
      </w:r>
      <w:r w:rsidRPr="00501E3A">
        <w:tab/>
        <w:t>api_1_fvw_ slctb.cap</w:t>
      </w:r>
      <w:r w:rsidR="00443FF8" w:rsidRPr="00501E3A">
        <w:t>.</w:t>
      </w:r>
    </w:p>
    <w:p w:rsidR="007E5153" w:rsidRPr="00501E3A" w:rsidRDefault="007E5153" w:rsidP="00443FF8">
      <w:pPr>
        <w:pStyle w:val="Heading5"/>
      </w:pPr>
      <w:r w:rsidRPr="00501E3A">
        <w:t>5.1.1.7.3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r w:rsidR="004C222B" w:rsidRPr="00501E3A">
              <w:t xml:space="preserve"> </w:t>
            </w:r>
            <w:r w:rsidRPr="00501E3A">
              <w:t>2,</w:t>
            </w:r>
            <w:r w:rsidR="004C222B" w:rsidRPr="00501E3A">
              <w:t xml:space="preserve"> </w:t>
            </w:r>
            <w:r w:rsidRPr="00501E3A">
              <w:t>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r w:rsidR="007E5153" w:rsidRPr="00501E3A" w:rsidTr="005121A0">
        <w:trPr>
          <w:jc w:val="center"/>
        </w:trPr>
        <w:tc>
          <w:tcPr>
            <w:tcW w:w="1299" w:type="dxa"/>
            <w:tcBorders>
              <w:top w:val="single" w:sz="4" w:space="0" w:color="auto"/>
              <w:left w:val="single" w:sz="4" w:space="0" w:color="auto"/>
              <w:right w:val="single" w:sz="4" w:space="0" w:color="auto"/>
            </w:tcBorders>
          </w:tcPr>
          <w:p w:rsidR="007E5153" w:rsidRPr="00501E3A" w:rsidRDefault="007E5153">
            <w:pPr>
              <w:pStyle w:val="TAC"/>
              <w:keepNext w:val="0"/>
              <w:keepLines w:val="0"/>
            </w:pPr>
            <w:r w:rsidRPr="00501E3A">
              <w:t>N3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r>
      <w:tr w:rsidR="007E5153" w:rsidRPr="00501E3A" w:rsidTr="005121A0">
        <w:trPr>
          <w:jc w:val="center"/>
        </w:trPr>
        <w:tc>
          <w:tcPr>
            <w:tcW w:w="1299" w:type="dxa"/>
            <w:tcBorders>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bl>
    <w:p w:rsidR="007E5153" w:rsidRPr="00501E3A" w:rsidRDefault="007E5153"/>
    <w:p w:rsidR="007E5153" w:rsidRPr="00501E3A" w:rsidRDefault="007E5153" w:rsidP="00443FF8">
      <w:pPr>
        <w:pStyle w:val="Heading5"/>
      </w:pPr>
      <w:r w:rsidRPr="00501E3A">
        <w:t>5.1.1.7.4</w:t>
      </w:r>
      <w:r w:rsidRPr="00501E3A">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89"/>
        <w:gridCol w:w="2339"/>
      </w:tblGrid>
      <w:tr w:rsidR="007E5153" w:rsidRPr="00501E3A" w:rsidTr="00443FF8">
        <w:trPr>
          <w:tblHeade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Id</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Description</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API Expectation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Selection possibilities, UICC file system</w:t>
            </w:r>
          </w:p>
          <w:p w:rsidR="007E5153" w:rsidRPr="00501E3A" w:rsidRDefault="007E5153">
            <w:pPr>
              <w:pStyle w:val="PL"/>
              <w:rPr>
                <w:noProof w:val="0"/>
              </w:rPr>
            </w:pPr>
            <w:r w:rsidRPr="00501E3A">
              <w:rPr>
                <w:noProof w:val="0"/>
              </w:rPr>
              <w:t>1- get a FileView UICCSystem.getTheUICCView(CLEAR_ON_RESET)</w:t>
            </w:r>
          </w:p>
          <w:p w:rsidR="007E5153" w:rsidRPr="00501E3A" w:rsidRDefault="007E5153">
            <w:pPr>
              <w:pStyle w:val="PL"/>
              <w:rPr>
                <w:noProof w:val="0"/>
              </w:rPr>
            </w:pPr>
            <w:r w:rsidRPr="00501E3A">
              <w:rPr>
                <w:noProof w:val="0"/>
              </w:rPr>
              <w:t>2-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3- select with sfi EF</w:t>
            </w:r>
            <w:r w:rsidRPr="00501E3A">
              <w:rPr>
                <w:noProof w:val="0"/>
                <w:vertAlign w:val="subscript"/>
              </w:rPr>
              <w:t>TNR</w:t>
            </w:r>
            <w:r w:rsidRPr="00501E3A">
              <w:rPr>
                <w:noProof w:val="0"/>
              </w:rPr>
              <w:t>, sfi=0x01</w:t>
            </w:r>
          </w:p>
          <w:p w:rsidR="007E5153" w:rsidRPr="00501E3A" w:rsidRDefault="007E5153">
            <w:pPr>
              <w:pStyle w:val="PL"/>
              <w:rPr>
                <w:noProof w:val="0"/>
              </w:rPr>
            </w:pPr>
            <w:r w:rsidRPr="00501E3A">
              <w:rPr>
                <w:noProof w:val="0"/>
              </w:rPr>
              <w:t>4- select with sfi EF</w:t>
            </w:r>
            <w:r w:rsidRPr="00501E3A">
              <w:rPr>
                <w:noProof w:val="0"/>
                <w:vertAlign w:val="subscript"/>
              </w:rPr>
              <w:t>TNU</w:t>
            </w:r>
            <w:r w:rsidRPr="00501E3A">
              <w:rPr>
                <w:noProof w:val="0"/>
              </w:rPr>
              <w:t>, sfi=0x02</w:t>
            </w:r>
          </w:p>
          <w:p w:rsidR="007E5153" w:rsidRPr="00501E3A" w:rsidRDefault="007E5153">
            <w:pPr>
              <w:pStyle w:val="PL"/>
              <w:rPr>
                <w:noProof w:val="0"/>
              </w:rPr>
            </w:pPr>
            <w:r w:rsidRPr="00501E3A">
              <w:rPr>
                <w:noProof w:val="0"/>
              </w:rPr>
              <w:t>5- select with sfi EF</w:t>
            </w:r>
            <w:r w:rsidRPr="00501E3A">
              <w:rPr>
                <w:noProof w:val="0"/>
                <w:vertAlign w:val="subscript"/>
              </w:rPr>
              <w:t>CNU</w:t>
            </w:r>
            <w:r w:rsidRPr="00501E3A">
              <w:rPr>
                <w:noProof w:val="0"/>
              </w:rPr>
              <w:t>, sfi=0x05</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no exception shall be thrown</w:t>
            </w:r>
          </w:p>
          <w:p w:rsidR="007E5153" w:rsidRPr="00501E3A" w:rsidRDefault="007E5153">
            <w:pPr>
              <w:pStyle w:val="TAL"/>
            </w:pPr>
            <w:r w:rsidRPr="00501E3A">
              <w:t>3- no exception shall be thrown</w:t>
            </w:r>
          </w:p>
          <w:p w:rsidR="007E5153" w:rsidRPr="00501E3A" w:rsidRDefault="007E5153">
            <w:pPr>
              <w:pStyle w:val="TAL"/>
            </w:pPr>
            <w:r w:rsidRPr="00501E3A">
              <w:t>4- no exception shall be thrown</w:t>
            </w:r>
          </w:p>
          <w:p w:rsidR="007E5153" w:rsidRPr="00501E3A" w:rsidRDefault="007E5153">
            <w:pPr>
              <w:pStyle w:val="TAL"/>
            </w:pPr>
            <w:r w:rsidRPr="00501E3A">
              <w:t>5- no exception shall be thrown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Selection possibilities, ADF1</w:t>
            </w:r>
          </w:p>
          <w:p w:rsidR="007E5153" w:rsidRPr="00501E3A" w:rsidRDefault="007E5153">
            <w:pPr>
              <w:pStyle w:val="PL"/>
              <w:rPr>
                <w:noProof w:val="0"/>
              </w:rPr>
            </w:pPr>
            <w:r w:rsidRPr="00501E3A">
              <w:rPr>
                <w:noProof w:val="0"/>
              </w:rPr>
              <w:t>1- get a FileView UICCSystem.getTheFileView(AID_ADF1,CLEAR_ON_RESET)</w:t>
            </w:r>
          </w:p>
          <w:p w:rsidR="007E5153" w:rsidRPr="00501E3A" w:rsidRDefault="007E5153">
            <w:pPr>
              <w:pStyle w:val="PL"/>
              <w:rPr>
                <w:noProof w:val="0"/>
              </w:rPr>
            </w:pPr>
            <w:r w:rsidRPr="00501E3A">
              <w:rPr>
                <w:noProof w:val="0"/>
              </w:rPr>
              <w:t>2-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3- select with sfi EF</w:t>
            </w:r>
            <w:r w:rsidRPr="00501E3A">
              <w:rPr>
                <w:noProof w:val="0"/>
                <w:vertAlign w:val="subscript"/>
              </w:rPr>
              <w:t>TNR</w:t>
            </w:r>
            <w:r w:rsidRPr="00501E3A">
              <w:rPr>
                <w:noProof w:val="0"/>
              </w:rPr>
              <w:t>, sfi=0x01</w:t>
            </w:r>
          </w:p>
          <w:p w:rsidR="007E5153" w:rsidRPr="00501E3A" w:rsidRDefault="007E5153">
            <w:pPr>
              <w:pStyle w:val="PL"/>
              <w:rPr>
                <w:noProof w:val="0"/>
              </w:rPr>
            </w:pPr>
            <w:r w:rsidRPr="00501E3A">
              <w:rPr>
                <w:noProof w:val="0"/>
              </w:rPr>
              <w:t>4- select with sfi EF</w:t>
            </w:r>
            <w:r w:rsidRPr="00501E3A">
              <w:rPr>
                <w:noProof w:val="0"/>
                <w:vertAlign w:val="subscript"/>
              </w:rPr>
              <w:t>TNU</w:t>
            </w:r>
            <w:r w:rsidRPr="00501E3A">
              <w:rPr>
                <w:noProof w:val="0"/>
              </w:rPr>
              <w:t>, sfi=0x02</w:t>
            </w:r>
          </w:p>
          <w:p w:rsidR="007E5153" w:rsidRPr="00501E3A" w:rsidRDefault="007E5153">
            <w:pPr>
              <w:pStyle w:val="PL"/>
              <w:rPr>
                <w:noProof w:val="0"/>
              </w:rPr>
            </w:pPr>
            <w:r w:rsidRPr="00501E3A">
              <w:rPr>
                <w:noProof w:val="0"/>
              </w:rPr>
              <w:t>5- select with sfi EF</w:t>
            </w:r>
            <w:r w:rsidRPr="00501E3A">
              <w:rPr>
                <w:noProof w:val="0"/>
                <w:vertAlign w:val="subscript"/>
              </w:rPr>
              <w:t>CNU</w:t>
            </w:r>
            <w:r w:rsidRPr="00501E3A">
              <w:rPr>
                <w:noProof w:val="0"/>
              </w:rPr>
              <w:t>, sfi=0x05</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no exception shall be thrown</w:t>
            </w:r>
          </w:p>
          <w:p w:rsidR="007E5153" w:rsidRPr="00501E3A" w:rsidRDefault="007E5153">
            <w:pPr>
              <w:pStyle w:val="TAL"/>
            </w:pPr>
            <w:r w:rsidRPr="00501E3A">
              <w:t>3- no exception shall be thrown</w:t>
            </w:r>
          </w:p>
          <w:p w:rsidR="007E5153" w:rsidRPr="00501E3A" w:rsidRDefault="007E5153">
            <w:pPr>
              <w:pStyle w:val="TAL"/>
            </w:pPr>
            <w:r w:rsidRPr="00501E3A">
              <w:t>4- no exception shall be thrown</w:t>
            </w:r>
          </w:p>
          <w:p w:rsidR="007E5153" w:rsidRPr="00501E3A" w:rsidRDefault="007E5153">
            <w:pPr>
              <w:pStyle w:val="TAL"/>
            </w:pPr>
            <w:r w:rsidRPr="00501E3A">
              <w:t>5- no exception shall be thrown</w:t>
            </w:r>
          </w:p>
          <w:p w:rsidR="007E5153" w:rsidRPr="00501E3A" w:rsidRDefault="007E5153">
            <w:pPr>
              <w:pStyle w:val="TAL"/>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Current EF itself can be selected</w:t>
            </w:r>
          </w:p>
          <w:p w:rsidR="007E5153" w:rsidRPr="00501E3A" w:rsidRDefault="007E5153">
            <w:pPr>
              <w:pStyle w:val="PL"/>
              <w:rPr>
                <w:noProof w:val="0"/>
              </w:rPr>
            </w:pPr>
            <w:r w:rsidRPr="00501E3A">
              <w:rPr>
                <w:noProof w:val="0"/>
              </w:rPr>
              <w:t>1- get a FileView UICCSystem.getTheUICCView(CLEAR_ON_RESET)</w:t>
            </w:r>
          </w:p>
          <w:p w:rsidR="007E5153" w:rsidRPr="00501E3A" w:rsidRDefault="007E5153">
            <w:pPr>
              <w:pStyle w:val="PL"/>
              <w:rPr>
                <w:noProof w:val="0"/>
              </w:rPr>
            </w:pPr>
            <w:r w:rsidRPr="00501E3A">
              <w:rPr>
                <w:noProof w:val="0"/>
              </w:rPr>
              <w:t>2-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3- select with sfi EF</w:t>
            </w:r>
            <w:r w:rsidRPr="00501E3A">
              <w:rPr>
                <w:noProof w:val="0"/>
                <w:vertAlign w:val="subscript"/>
              </w:rPr>
              <w:t>TNR</w:t>
            </w:r>
            <w:r w:rsidRPr="00501E3A">
              <w:rPr>
                <w:noProof w:val="0"/>
              </w:rPr>
              <w:t>, sfi=0x01</w:t>
            </w:r>
          </w:p>
          <w:p w:rsidR="007E5153" w:rsidRPr="00501E3A" w:rsidRDefault="007E5153">
            <w:pPr>
              <w:pStyle w:val="PL"/>
              <w:rPr>
                <w:noProof w:val="0"/>
              </w:rPr>
            </w:pPr>
            <w:r w:rsidRPr="00501E3A">
              <w:rPr>
                <w:noProof w:val="0"/>
              </w:rPr>
              <w:t>4- select with sfi EF</w:t>
            </w:r>
            <w:r w:rsidRPr="00501E3A">
              <w:rPr>
                <w:noProof w:val="0"/>
                <w:vertAlign w:val="subscript"/>
              </w:rPr>
              <w:t>TNR</w:t>
            </w:r>
            <w:r w:rsidRPr="00501E3A">
              <w:rPr>
                <w:noProof w:val="0"/>
              </w:rPr>
              <w:t>, sfi=0x01</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4- no exception shall be thrown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FILE_NOT_FOUND</w:t>
            </w:r>
          </w:p>
          <w:p w:rsidR="007E5153" w:rsidRPr="00501E3A" w:rsidRDefault="007E5153">
            <w:pPr>
              <w:pStyle w:val="PL"/>
              <w:rPr>
                <w:noProof w:val="0"/>
              </w:rPr>
            </w:pPr>
            <w:r w:rsidRPr="00501E3A">
              <w:rPr>
                <w:noProof w:val="0"/>
              </w:rPr>
              <w:t>1- try to select a file with sfi=0x55</w:t>
            </w:r>
          </w:p>
          <w:p w:rsidR="007E5153" w:rsidRPr="00501E3A" w:rsidRDefault="007E5153">
            <w:pPr>
              <w:pStyle w:val="PL"/>
              <w:rPr>
                <w:noProof w:val="0"/>
              </w:rPr>
            </w:pP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shall throw an uicc.access.UICCException with reason code FILE_NOT_FOUND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lastRenderedPageBreak/>
              <w:t>5</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File context changed</w:t>
            </w:r>
          </w:p>
          <w:p w:rsidR="007E5153" w:rsidRPr="00501E3A" w:rsidRDefault="007E5153" w:rsidP="00443FF8">
            <w:pPr>
              <w:pStyle w:val="PL"/>
              <w:keepNext/>
              <w:keepLines/>
              <w:rPr>
                <w:noProof w:val="0"/>
              </w:rPr>
            </w:pPr>
            <w:r w:rsidRPr="00501E3A">
              <w:rPr>
                <w:noProof w:val="0"/>
              </w:rPr>
              <w:t>1- select EF</w:t>
            </w:r>
            <w:r w:rsidRPr="00501E3A">
              <w:rPr>
                <w:noProof w:val="0"/>
                <w:vertAlign w:val="subscript"/>
              </w:rPr>
              <w:t>TARU</w:t>
            </w:r>
            <w:r w:rsidRPr="00501E3A">
              <w:rPr>
                <w:noProof w:val="0"/>
              </w:rPr>
              <w:t>, sfi=0x03</w:t>
            </w:r>
          </w:p>
          <w:p w:rsidR="007E5153" w:rsidRPr="00501E3A" w:rsidRDefault="007E5153" w:rsidP="00443FF8">
            <w:pPr>
              <w:pStyle w:val="PL"/>
              <w:keepNext/>
              <w:keepLines/>
              <w:rPr>
                <w:noProof w:val="0"/>
              </w:rPr>
            </w:pPr>
            <w:r w:rsidRPr="00501E3A">
              <w:rPr>
                <w:noProof w:val="0"/>
              </w:rPr>
              <w:t>read 3 first bytes</w:t>
            </w:r>
          </w:p>
          <w:p w:rsidR="007E5153" w:rsidRPr="00501E3A" w:rsidRDefault="007E5153" w:rsidP="00443FF8">
            <w:pPr>
              <w:pStyle w:val="PL"/>
              <w:keepNext/>
              <w:keepLines/>
              <w:tabs>
                <w:tab w:val="clear" w:pos="384"/>
              </w:tabs>
              <w:rPr>
                <w:noProof w:val="0"/>
              </w:rPr>
            </w:pPr>
            <w:r w:rsidRPr="00501E3A">
              <w:rPr>
                <w:noProof w:val="0"/>
              </w:rPr>
              <w:t>2- select EF</w:t>
            </w:r>
            <w:r w:rsidRPr="00501E3A">
              <w:rPr>
                <w:noProof w:val="0"/>
                <w:vertAlign w:val="subscript"/>
              </w:rPr>
              <w:t>TNU</w:t>
            </w:r>
            <w:r w:rsidRPr="00501E3A">
              <w:rPr>
                <w:noProof w:val="0"/>
              </w:rPr>
              <w:t>, sfi=0x02</w:t>
            </w:r>
          </w:p>
          <w:p w:rsidR="007E5153" w:rsidRPr="00501E3A" w:rsidRDefault="007E5153" w:rsidP="00443FF8">
            <w:pPr>
              <w:pStyle w:val="PL"/>
              <w:keepNext/>
              <w:keepLines/>
              <w:rPr>
                <w:noProof w:val="0"/>
              </w:rPr>
            </w:pPr>
            <w:r w:rsidRPr="00501E3A">
              <w:rPr>
                <w:noProof w:val="0"/>
              </w:rPr>
              <w:t>read file content</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r w:rsidRPr="00501E3A">
              <w:t>1- file content should be {0xFF,0xFF,0xFF}</w:t>
            </w:r>
          </w:p>
          <w:p w:rsidR="007E5153" w:rsidRPr="00501E3A" w:rsidRDefault="007E5153" w:rsidP="00443FF8">
            <w:pPr>
              <w:pStyle w:val="TAL"/>
            </w:pPr>
            <w:r w:rsidRPr="00501E3A">
              <w:t>2- file content should be</w:t>
            </w:r>
          </w:p>
          <w:p w:rsidR="007E5153" w:rsidRPr="00501E3A" w:rsidRDefault="007E5153" w:rsidP="00443FF8">
            <w:pPr>
              <w:pStyle w:val="TAL"/>
            </w:pPr>
            <w:r w:rsidRPr="00501E3A">
              <w:t>{0x55,0x55,0x55}</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bl>
    <w:p w:rsidR="007E5153" w:rsidRPr="00501E3A" w:rsidRDefault="007E5153" w:rsidP="00443FF8"/>
    <w:p w:rsidR="007E5153" w:rsidRPr="00501E3A" w:rsidRDefault="007E5153">
      <w:pPr>
        <w:pStyle w:val="Heading4"/>
      </w:pPr>
      <w:r w:rsidRPr="00501E3A">
        <w:t>5.1.1.8</w:t>
      </w:r>
      <w:r w:rsidRPr="00501E3A">
        <w:tab/>
        <w:t>Method select (short fid)</w:t>
      </w:r>
    </w:p>
    <w:p w:rsidR="007E5153" w:rsidRPr="00501E3A" w:rsidRDefault="007E5153" w:rsidP="00443FF8">
      <w:r w:rsidRPr="00501E3A">
        <w:t>Test Area Reference: Api_1_Fvw_Slcts</w:t>
      </w:r>
      <w:r w:rsidR="00443FF8" w:rsidRPr="00501E3A">
        <w:t>.</w:t>
      </w:r>
    </w:p>
    <w:p w:rsidR="007E5153" w:rsidRPr="00501E3A" w:rsidRDefault="007E5153" w:rsidP="00443FF8">
      <w:pPr>
        <w:pStyle w:val="Heading5"/>
      </w:pPr>
      <w:r w:rsidRPr="00501E3A">
        <w:t>5.1.1.8.1</w:t>
      </w:r>
      <w:r w:rsidRPr="00501E3A">
        <w:tab/>
        <w:t>Conformance requirement</w:t>
      </w:r>
    </w:p>
    <w:p w:rsidR="007E5153" w:rsidRPr="00501E3A" w:rsidRDefault="007E5153">
      <w:pPr>
        <w:pStyle w:val="List"/>
        <w:ind w:left="0" w:firstLine="0"/>
      </w:pPr>
      <w:r w:rsidRPr="00501E3A">
        <w:t>The method with following header shall be compliant to its definition in the API.</w:t>
      </w:r>
    </w:p>
    <w:p w:rsidR="007E5153" w:rsidRPr="00501E3A" w:rsidRDefault="007E5153">
      <w:pPr>
        <w:pStyle w:val="PL"/>
        <w:rPr>
          <w:noProof w:val="0"/>
        </w:rPr>
      </w:pPr>
      <w:r w:rsidRPr="00501E3A">
        <w:rPr>
          <w:noProof w:val="0"/>
        </w:rPr>
        <w:t>public public void select(short fid)</w:t>
      </w:r>
    </w:p>
    <w:p w:rsidR="007E5153" w:rsidRPr="00501E3A" w:rsidRDefault="007E5153">
      <w:pPr>
        <w:pStyle w:val="PL"/>
        <w:rPr>
          <w:noProof w:val="0"/>
        </w:rPr>
      </w:pPr>
      <w:r w:rsidRPr="00501E3A">
        <w:rPr>
          <w:noProof w:val="0"/>
        </w:rPr>
        <w:t xml:space="preserve">            throws UICCException</w:t>
      </w:r>
    </w:p>
    <w:p w:rsidR="00443FF8" w:rsidRPr="00501E3A" w:rsidRDefault="00443FF8">
      <w:pPr>
        <w:pStyle w:val="PL"/>
        <w:rPr>
          <w:noProof w:val="0"/>
        </w:rPr>
      </w:pPr>
    </w:p>
    <w:p w:rsidR="007E5153" w:rsidRPr="00501E3A" w:rsidRDefault="007E5153">
      <w:pPr>
        <w:pStyle w:val="H6"/>
        <w:outlineLvl w:val="0"/>
      </w:pPr>
      <w:r w:rsidRPr="00501E3A">
        <w:t>5.1.1.8.1.1</w:t>
      </w:r>
      <w:r w:rsidRPr="00501E3A">
        <w:tab/>
        <w:t>Normal execution</w:t>
      </w:r>
    </w:p>
    <w:p w:rsidR="007E5153" w:rsidRPr="00501E3A" w:rsidRDefault="007E5153">
      <w:pPr>
        <w:pStyle w:val="B1"/>
      </w:pPr>
      <w:r w:rsidRPr="00501E3A">
        <w:t>CRRN1: Selects a file of the UICC file system or of an ADF file system by file identifier.</w:t>
      </w:r>
    </w:p>
    <w:p w:rsidR="007E5153" w:rsidRPr="00501E3A" w:rsidRDefault="007E5153">
      <w:pPr>
        <w:pStyle w:val="B1"/>
      </w:pPr>
      <w:r w:rsidRPr="00501E3A">
        <w:t>CRRN2: Allows to update the current file without handling the Select Response.</w:t>
      </w:r>
    </w:p>
    <w:p w:rsidR="007E5153" w:rsidRPr="00501E3A" w:rsidRDefault="007E5153">
      <w:pPr>
        <w:pStyle w:val="B1"/>
      </w:pPr>
      <w:r w:rsidRPr="00501E3A">
        <w:t xml:space="preserve">CRRN3: After selecting </w:t>
      </w:r>
      <w:r w:rsidR="00443FF8" w:rsidRPr="00501E3A">
        <w:t>an ADF/MF/DF no EF is selected.</w:t>
      </w:r>
    </w:p>
    <w:p w:rsidR="007E5153" w:rsidRPr="00501E3A" w:rsidRDefault="007E5153">
      <w:pPr>
        <w:pStyle w:val="B1"/>
      </w:pPr>
      <w:r w:rsidRPr="00501E3A">
        <w:t>CRRN4: After selecting a linear fixed EF no record is selected.</w:t>
      </w:r>
    </w:p>
    <w:p w:rsidR="007E5153" w:rsidRPr="00501E3A" w:rsidRDefault="007E5153">
      <w:pPr>
        <w:pStyle w:val="B1"/>
      </w:pPr>
      <w:r w:rsidRPr="00501E3A">
        <w:t>CRRN5: Any file can be selected by FID which is an immediate child of the current directory.</w:t>
      </w:r>
    </w:p>
    <w:p w:rsidR="007E5153" w:rsidRPr="00501E3A" w:rsidRDefault="007E5153">
      <w:pPr>
        <w:pStyle w:val="B1"/>
      </w:pPr>
      <w:r w:rsidRPr="00501E3A">
        <w:t>CRRN6: Any DF can be selected by FID which is an immediate child of the parent of the current DF.</w:t>
      </w:r>
    </w:p>
    <w:p w:rsidR="007E5153" w:rsidRPr="00501E3A" w:rsidRDefault="007E5153">
      <w:pPr>
        <w:pStyle w:val="B1"/>
      </w:pPr>
      <w:r w:rsidRPr="00501E3A">
        <w:t>CRRN7: The parent of the current directory can be selected by the FID.</w:t>
      </w:r>
    </w:p>
    <w:p w:rsidR="007E5153" w:rsidRPr="00501E3A" w:rsidRDefault="007E5153">
      <w:pPr>
        <w:pStyle w:val="B1"/>
      </w:pPr>
      <w:r w:rsidRPr="00501E3A">
        <w:t>CRRN8: The ADF of the current active application can be selected by the FID.</w:t>
      </w:r>
    </w:p>
    <w:p w:rsidR="007E5153" w:rsidRPr="00501E3A" w:rsidRDefault="007E5153">
      <w:pPr>
        <w:pStyle w:val="B1"/>
      </w:pPr>
      <w:r w:rsidRPr="00501E3A">
        <w:t>CRRN9: The ADF/MF/EF can always be self selected.</w:t>
      </w:r>
    </w:p>
    <w:p w:rsidR="007E5153" w:rsidRPr="00501E3A" w:rsidRDefault="007E5153">
      <w:pPr>
        <w:pStyle w:val="B1"/>
      </w:pPr>
      <w:r w:rsidRPr="00501E3A">
        <w:t>CRRN10: The file context associated with the FileView object is changed after successful execution.</w:t>
      </w:r>
    </w:p>
    <w:p w:rsidR="007E5153" w:rsidRPr="00501E3A" w:rsidRDefault="007E5153">
      <w:pPr>
        <w:pStyle w:val="H6"/>
        <w:outlineLvl w:val="0"/>
      </w:pPr>
      <w:r w:rsidRPr="00501E3A">
        <w:t>5.1.1.8.1.2</w:t>
      </w:r>
      <w:r w:rsidRPr="00501E3A">
        <w:tab/>
        <w:t>Parameter errors</w:t>
      </w:r>
    </w:p>
    <w:p w:rsidR="007E5153" w:rsidRPr="00501E3A" w:rsidRDefault="007E5153" w:rsidP="00443FF8">
      <w:r w:rsidRPr="00501E3A">
        <w:t>No requirements.</w:t>
      </w:r>
    </w:p>
    <w:p w:rsidR="007E5153" w:rsidRPr="00501E3A" w:rsidRDefault="007E5153">
      <w:pPr>
        <w:pStyle w:val="H6"/>
        <w:outlineLvl w:val="0"/>
      </w:pPr>
      <w:r w:rsidRPr="00501E3A">
        <w:t>5.1.1.8.1.3</w:t>
      </w:r>
      <w:r w:rsidRPr="00501E3A">
        <w:tab/>
        <w:t>Context errors</w:t>
      </w:r>
    </w:p>
    <w:p w:rsidR="007E5153" w:rsidRPr="00501E3A" w:rsidRDefault="007E5153">
      <w:pPr>
        <w:pStyle w:val="B1"/>
      </w:pPr>
      <w:r w:rsidRPr="00501E3A">
        <w:t>CRRC1: If the file with a File Identifier which matches fid could not be found according to the selection rule listed in CCRN3, an instance of UICCException shall be thrown. The reason code shall be UICCException.FILE_NOT_FOUND.</w:t>
      </w:r>
    </w:p>
    <w:p w:rsidR="007E5153" w:rsidRPr="00501E3A" w:rsidRDefault="007E5153">
      <w:pPr>
        <w:pStyle w:val="B1"/>
      </w:pPr>
      <w:r w:rsidRPr="00501E3A">
        <w:t>CRRC2: If the file with a File Identifier which matches fid could not be found according to the selection rule listed in CCRN4, an instance of UICCException shall be thrown. The reason code shall be UICCException.FILE_NOT_FOUND.</w:t>
      </w:r>
    </w:p>
    <w:p w:rsidR="007E5153" w:rsidRPr="00501E3A" w:rsidRDefault="007E5153">
      <w:pPr>
        <w:pStyle w:val="B1"/>
      </w:pPr>
      <w:r w:rsidRPr="00501E3A">
        <w:t>CRRC3: If the file with a File Identifier which matches fid could not be found according to the selection rule listed in CCRN5, an instance of UICCException shall be thrown. The reason code shall be UICCException.FILE_NOT_FOUND.</w:t>
      </w:r>
    </w:p>
    <w:p w:rsidR="007E5153" w:rsidRPr="00501E3A" w:rsidRDefault="007E5153">
      <w:pPr>
        <w:pStyle w:val="B1"/>
      </w:pPr>
      <w:r w:rsidRPr="00501E3A">
        <w:t>CRRC4: If the file with a File Identifier which matches fid could not be found according to the selection rule listed in CCRN6, an instance of UICCException shall be thrown. The reason code shall be UICCException.FILE_NOT_FOUND.</w:t>
      </w:r>
    </w:p>
    <w:p w:rsidR="007E5153" w:rsidRPr="00501E3A" w:rsidRDefault="007E5153">
      <w:pPr>
        <w:pStyle w:val="B1"/>
      </w:pPr>
      <w:r w:rsidRPr="00501E3A">
        <w:lastRenderedPageBreak/>
        <w:t>CRRC5: If the method call causes a memory problem (e.g. memory access error), an instance of UICCException shall be thrown. The reason code shall be UICCException.MEMORY_PROBLEM.</w:t>
      </w:r>
    </w:p>
    <w:p w:rsidR="007E5153" w:rsidRPr="00501E3A" w:rsidRDefault="007E5153" w:rsidP="00443FF8">
      <w:pPr>
        <w:pStyle w:val="B1"/>
      </w:pPr>
      <w:r w:rsidRPr="00501E3A">
        <w:t>CRRC6: If the method call causes an error to occur that is not expected and thus not handled, an instance of UICCException shall be thrown. The reason code shall b</w:t>
      </w:r>
      <w:r w:rsidR="00443FF8" w:rsidRPr="00501E3A">
        <w:t>e UICCException.INTERNAL_ERROR.</w:t>
      </w:r>
    </w:p>
    <w:p w:rsidR="007E5153" w:rsidRPr="00501E3A" w:rsidRDefault="007E5153" w:rsidP="00443FF8">
      <w:pPr>
        <w:pStyle w:val="Heading5"/>
      </w:pPr>
      <w:r w:rsidRPr="00501E3A">
        <w:t>5.1.1.8.2</w:t>
      </w:r>
      <w:r w:rsidRPr="00501E3A">
        <w:tab/>
        <w:t>Test area files</w:t>
      </w:r>
    </w:p>
    <w:p w:rsidR="007E5153" w:rsidRPr="00501E3A" w:rsidRDefault="007E5153" w:rsidP="00443FF8">
      <w:pPr>
        <w:pStyle w:val="EX"/>
      </w:pPr>
      <w:r w:rsidRPr="00501E3A">
        <w:t xml:space="preserve">Test Source: </w:t>
      </w:r>
      <w:r w:rsidRPr="00501E3A">
        <w:tab/>
        <w:t>Test_Api_1_Fvw_Slcts.java</w:t>
      </w:r>
      <w:r w:rsidR="00443FF8" w:rsidRPr="00501E3A">
        <w:t>.</w:t>
      </w:r>
    </w:p>
    <w:p w:rsidR="007E5153" w:rsidRPr="00501E3A" w:rsidRDefault="007E5153" w:rsidP="00443FF8">
      <w:pPr>
        <w:pStyle w:val="EX"/>
      </w:pPr>
      <w:r w:rsidRPr="00501E3A">
        <w:t xml:space="preserve">Test Applet: </w:t>
      </w:r>
      <w:r w:rsidRPr="00501E3A">
        <w:tab/>
        <w:t>Api_1_Fvw_Slcts_1.java</w:t>
      </w:r>
      <w:r w:rsidR="00443FF8" w:rsidRPr="00501E3A">
        <w:t>.</w:t>
      </w:r>
    </w:p>
    <w:p w:rsidR="007E5153" w:rsidRPr="00501E3A" w:rsidRDefault="007E5153" w:rsidP="00443FF8">
      <w:pPr>
        <w:pStyle w:val="EX"/>
      </w:pPr>
      <w:r w:rsidRPr="00501E3A">
        <w:t>Cap File:</w:t>
      </w:r>
      <w:r w:rsidRPr="00501E3A">
        <w:tab/>
        <w:t>api_1_fvw_slcts.cap</w:t>
      </w:r>
      <w:r w:rsidR="00443FF8" w:rsidRPr="00501E3A">
        <w:t>.</w:t>
      </w:r>
    </w:p>
    <w:p w:rsidR="007E5153" w:rsidRPr="00501E3A" w:rsidRDefault="007E5153" w:rsidP="00443FF8">
      <w:pPr>
        <w:pStyle w:val="Heading5"/>
      </w:pPr>
      <w:r w:rsidRPr="00501E3A">
        <w:t>5.1.1.8.3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r w:rsidR="004C222B" w:rsidRPr="00501E3A">
              <w:t xml:space="preserve"> </w:t>
            </w:r>
            <w:r w:rsidRPr="00501E3A">
              <w:t>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1, 2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1, 2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N7</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1, 2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N8</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r w:rsidR="004C222B" w:rsidRPr="00501E3A">
              <w:t xml:space="preserve"> </w:t>
            </w:r>
            <w:r w:rsidRPr="00501E3A">
              <w:t>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N9</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N10</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Tested in Api_1_Cont, test case 1 and 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bl>
    <w:p w:rsidR="007E5153" w:rsidRPr="00501E3A" w:rsidRDefault="007E5153"/>
    <w:p w:rsidR="007E5153" w:rsidRPr="00501E3A" w:rsidRDefault="007E5153" w:rsidP="00443FF8">
      <w:pPr>
        <w:pStyle w:val="Heading5"/>
      </w:pPr>
      <w:r w:rsidRPr="00501E3A">
        <w:t>5.1.1.8.4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89"/>
        <w:gridCol w:w="2339"/>
      </w:tblGrid>
      <w:tr w:rsidR="007E5153" w:rsidRPr="00501E3A" w:rsidTr="00443FF8">
        <w:trPr>
          <w:tblHeade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Id</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Description</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API Expectation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Get a FileView object, UICC file system</w:t>
            </w:r>
          </w:p>
          <w:p w:rsidR="007E5153" w:rsidRPr="00501E3A" w:rsidRDefault="007E5153">
            <w:pPr>
              <w:pStyle w:val="PL"/>
              <w:rPr>
                <w:noProof w:val="0"/>
              </w:rPr>
            </w:pPr>
            <w:r w:rsidRPr="00501E3A">
              <w:rPr>
                <w:noProof w:val="0"/>
              </w:rPr>
              <w:t>1- get a FileView UICCSystem.getTheUICCView(CLEAR_ON_RESET)</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Selection possibilities</w:t>
            </w:r>
          </w:p>
          <w:p w:rsidR="007E5153" w:rsidRPr="00501E3A" w:rsidRDefault="007E5153">
            <w:pPr>
              <w:pStyle w:val="PL"/>
              <w:rPr>
                <w:noProof w:val="0"/>
              </w:rPr>
            </w:pPr>
            <w:r w:rsidRPr="00501E3A">
              <w:rPr>
                <w:noProof w:val="0"/>
              </w:rPr>
              <w:t>1- select EF</w:t>
            </w:r>
            <w:r w:rsidRPr="00501E3A">
              <w:rPr>
                <w:noProof w:val="0"/>
                <w:vertAlign w:val="subscript"/>
              </w:rPr>
              <w:t>UICC</w:t>
            </w:r>
            <w:r w:rsidRPr="00501E3A">
              <w:rPr>
                <w:noProof w:val="0"/>
              </w:rPr>
              <w:t>, fid=2FF0</w:t>
            </w:r>
          </w:p>
          <w:p w:rsidR="007E5153" w:rsidRPr="00501E3A" w:rsidRDefault="007E5153">
            <w:pPr>
              <w:pStyle w:val="PL"/>
              <w:rPr>
                <w:noProof w:val="0"/>
              </w:rPr>
            </w:pPr>
            <w:r w:rsidRPr="00501E3A">
              <w:rPr>
                <w:noProof w:val="0"/>
              </w:rPr>
              <w:t>2-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3- select EF</w:t>
            </w:r>
            <w:r w:rsidRPr="00501E3A">
              <w:rPr>
                <w:noProof w:val="0"/>
                <w:vertAlign w:val="subscript"/>
              </w:rPr>
              <w:t>CNU</w:t>
            </w:r>
            <w:r w:rsidRPr="00501E3A">
              <w:rPr>
                <w:noProof w:val="0"/>
              </w:rPr>
              <w:t>, fid=6F05</w:t>
            </w:r>
          </w:p>
          <w:p w:rsidR="007E5153" w:rsidRPr="00501E3A" w:rsidRDefault="007E5153">
            <w:pPr>
              <w:pStyle w:val="PL"/>
              <w:rPr>
                <w:noProof w:val="0"/>
              </w:rPr>
            </w:pPr>
            <w:r w:rsidRPr="00501E3A">
              <w:rPr>
                <w:noProof w:val="0"/>
              </w:rPr>
              <w:t>4- select EF</w:t>
            </w:r>
            <w:r w:rsidRPr="00501E3A">
              <w:rPr>
                <w:noProof w:val="0"/>
                <w:vertAlign w:val="subscript"/>
              </w:rPr>
              <w:t>TAAA</w:t>
            </w:r>
            <w:r w:rsidRPr="00501E3A">
              <w:rPr>
                <w:noProof w:val="0"/>
              </w:rPr>
              <w:t>, fid=6F16</w:t>
            </w:r>
          </w:p>
          <w:p w:rsidR="007E5153" w:rsidRPr="00501E3A" w:rsidRDefault="007E5153">
            <w:pPr>
              <w:pStyle w:val="PL"/>
              <w:rPr>
                <w:noProof w:val="0"/>
              </w:rPr>
            </w:pPr>
            <w:r w:rsidRPr="00501E3A">
              <w:rPr>
                <w:noProof w:val="0"/>
              </w:rPr>
              <w:t>5- select DF</w:t>
            </w:r>
            <w:r w:rsidRPr="00501E3A">
              <w:rPr>
                <w:noProof w:val="0"/>
                <w:vertAlign w:val="subscript"/>
              </w:rPr>
              <w:t>SUB_TEST</w:t>
            </w:r>
            <w:r w:rsidRPr="00501E3A">
              <w:rPr>
                <w:noProof w:val="0"/>
              </w:rPr>
              <w:t>, fid=2211</w:t>
            </w:r>
          </w:p>
          <w:p w:rsidR="007E5153" w:rsidRPr="00501E3A" w:rsidRDefault="007E5153">
            <w:pPr>
              <w:pStyle w:val="PL"/>
              <w:rPr>
                <w:noProof w:val="0"/>
              </w:rPr>
            </w:pPr>
            <w:r w:rsidRPr="00501E3A">
              <w:rPr>
                <w:noProof w:val="0"/>
              </w:rPr>
              <w:t>6-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7- select EF</w:t>
            </w:r>
            <w:r w:rsidRPr="00501E3A">
              <w:rPr>
                <w:noProof w:val="0"/>
                <w:vertAlign w:val="subscript"/>
              </w:rPr>
              <w:t>TAAA</w:t>
            </w:r>
            <w:r w:rsidRPr="00501E3A">
              <w:rPr>
                <w:noProof w:val="0"/>
              </w:rPr>
              <w:t>, fid=6F16</w:t>
            </w:r>
          </w:p>
          <w:p w:rsidR="007E5153" w:rsidRPr="00501E3A" w:rsidRDefault="007E5153">
            <w:pPr>
              <w:pStyle w:val="PL"/>
              <w:rPr>
                <w:noProof w:val="0"/>
              </w:rPr>
            </w:pPr>
            <w:r w:rsidRPr="00501E3A">
              <w:rPr>
                <w:noProof w:val="0"/>
              </w:rPr>
              <w:t>8-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9- select MF, fid=3F00</w:t>
            </w:r>
          </w:p>
          <w:p w:rsidR="007E5153" w:rsidRPr="00501E3A" w:rsidRDefault="007E5153">
            <w:pPr>
              <w:pStyle w:val="PL"/>
              <w:rPr>
                <w:noProof w:val="0"/>
              </w:rPr>
            </w:pPr>
            <w:r w:rsidRPr="00501E3A">
              <w:rPr>
                <w:noProof w:val="0"/>
              </w:rPr>
              <w:t>10-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11- select EF</w:t>
            </w:r>
            <w:r w:rsidRPr="00501E3A">
              <w:rPr>
                <w:noProof w:val="0"/>
                <w:vertAlign w:val="subscript"/>
              </w:rPr>
              <w:t>TAAA</w:t>
            </w:r>
            <w:r w:rsidRPr="00501E3A">
              <w:rPr>
                <w:noProof w:val="0"/>
              </w:rPr>
              <w:t>, fid=6F16</w:t>
            </w:r>
          </w:p>
          <w:p w:rsidR="007E5153" w:rsidRPr="00501E3A" w:rsidRDefault="007E5153">
            <w:pPr>
              <w:pStyle w:val="PL"/>
              <w:rPr>
                <w:noProof w:val="0"/>
              </w:rPr>
            </w:pPr>
            <w:r w:rsidRPr="00501E3A">
              <w:rPr>
                <w:noProof w:val="0"/>
              </w:rPr>
              <w:t>12- select MF, fid=3F00</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No exception shall be thrown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Selection possibilities, ADF1</w:t>
            </w:r>
          </w:p>
          <w:p w:rsidR="007E5153" w:rsidRPr="00501E3A" w:rsidRDefault="007E5153">
            <w:pPr>
              <w:pStyle w:val="PL"/>
              <w:rPr>
                <w:noProof w:val="0"/>
              </w:rPr>
            </w:pPr>
            <w:r w:rsidRPr="00501E3A">
              <w:rPr>
                <w:noProof w:val="0"/>
              </w:rPr>
              <w:t>1- get a FileView UICCSystem.getTheFileView(AID_ADF1,CLEAR_ON_RESET)</w:t>
            </w:r>
          </w:p>
          <w:p w:rsidR="007E5153" w:rsidRPr="00501E3A" w:rsidRDefault="007E5153">
            <w:pPr>
              <w:pStyle w:val="PL"/>
              <w:rPr>
                <w:noProof w:val="0"/>
              </w:rPr>
            </w:pPr>
            <w:r w:rsidRPr="00501E3A">
              <w:rPr>
                <w:noProof w:val="0"/>
              </w:rPr>
              <w:t>2- select EF</w:t>
            </w:r>
            <w:r w:rsidRPr="00501E3A">
              <w:rPr>
                <w:noProof w:val="0"/>
                <w:vertAlign w:val="subscript"/>
              </w:rPr>
              <w:t>UICC</w:t>
            </w:r>
            <w:r w:rsidRPr="00501E3A">
              <w:rPr>
                <w:noProof w:val="0"/>
              </w:rPr>
              <w:t>, fid=2FF0</w:t>
            </w:r>
          </w:p>
          <w:p w:rsidR="007E5153" w:rsidRPr="00501E3A" w:rsidRDefault="007E5153">
            <w:pPr>
              <w:pStyle w:val="PL"/>
              <w:rPr>
                <w:noProof w:val="0"/>
              </w:rPr>
            </w:pPr>
            <w:r w:rsidRPr="00501E3A">
              <w:rPr>
                <w:noProof w:val="0"/>
              </w:rPr>
              <w:t>3-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4- select EF</w:t>
            </w:r>
            <w:r w:rsidRPr="00501E3A">
              <w:rPr>
                <w:noProof w:val="0"/>
                <w:vertAlign w:val="subscript"/>
              </w:rPr>
              <w:t>CNU</w:t>
            </w:r>
            <w:r w:rsidRPr="00501E3A">
              <w:rPr>
                <w:noProof w:val="0"/>
              </w:rPr>
              <w:t>, fid=6F05</w:t>
            </w:r>
          </w:p>
          <w:p w:rsidR="007E5153" w:rsidRPr="00501E3A" w:rsidRDefault="007E5153">
            <w:pPr>
              <w:pStyle w:val="PL"/>
              <w:rPr>
                <w:noProof w:val="0"/>
              </w:rPr>
            </w:pPr>
            <w:r w:rsidRPr="00501E3A">
              <w:rPr>
                <w:noProof w:val="0"/>
              </w:rPr>
              <w:t>5- select EF</w:t>
            </w:r>
            <w:r w:rsidRPr="00501E3A">
              <w:rPr>
                <w:noProof w:val="0"/>
                <w:vertAlign w:val="subscript"/>
              </w:rPr>
              <w:t>TAAA</w:t>
            </w:r>
            <w:r w:rsidRPr="00501E3A">
              <w:rPr>
                <w:noProof w:val="0"/>
              </w:rPr>
              <w:t>, fid=6F16</w:t>
            </w:r>
          </w:p>
          <w:p w:rsidR="007E5153" w:rsidRPr="00501E3A" w:rsidRDefault="007E5153">
            <w:pPr>
              <w:pStyle w:val="PL"/>
              <w:rPr>
                <w:noProof w:val="0"/>
              </w:rPr>
            </w:pPr>
            <w:r w:rsidRPr="00501E3A">
              <w:rPr>
                <w:noProof w:val="0"/>
              </w:rPr>
              <w:t>6- select DF</w:t>
            </w:r>
            <w:r w:rsidRPr="00501E3A">
              <w:rPr>
                <w:noProof w:val="0"/>
                <w:vertAlign w:val="subscript"/>
              </w:rPr>
              <w:t>SUB_TEST</w:t>
            </w:r>
            <w:r w:rsidRPr="00501E3A">
              <w:rPr>
                <w:noProof w:val="0"/>
              </w:rPr>
              <w:t>, fid=2211</w:t>
            </w:r>
          </w:p>
          <w:p w:rsidR="007E5153" w:rsidRPr="00501E3A" w:rsidRDefault="007E5153">
            <w:pPr>
              <w:pStyle w:val="PL"/>
              <w:rPr>
                <w:noProof w:val="0"/>
              </w:rPr>
            </w:pPr>
            <w:r w:rsidRPr="00501E3A">
              <w:rPr>
                <w:noProof w:val="0"/>
              </w:rPr>
              <w:t>7-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8- select EF</w:t>
            </w:r>
            <w:r w:rsidRPr="00501E3A">
              <w:rPr>
                <w:noProof w:val="0"/>
                <w:vertAlign w:val="subscript"/>
              </w:rPr>
              <w:t>TAAA</w:t>
            </w:r>
            <w:r w:rsidRPr="00501E3A">
              <w:rPr>
                <w:noProof w:val="0"/>
              </w:rPr>
              <w:t>, fid=6F16</w:t>
            </w:r>
          </w:p>
          <w:p w:rsidR="007E5153" w:rsidRPr="00501E3A" w:rsidRDefault="007E5153">
            <w:pPr>
              <w:pStyle w:val="PL"/>
              <w:rPr>
                <w:noProof w:val="0"/>
              </w:rPr>
            </w:pPr>
            <w:r w:rsidRPr="00501E3A">
              <w:rPr>
                <w:noProof w:val="0"/>
              </w:rPr>
              <w:t>9- select DF</w:t>
            </w:r>
            <w:r w:rsidRPr="00501E3A">
              <w:rPr>
                <w:noProof w:val="0"/>
                <w:vertAlign w:val="subscript"/>
              </w:rPr>
              <w:t>TEST</w:t>
            </w:r>
            <w:r w:rsidRPr="00501E3A">
              <w:rPr>
                <w:noProof w:val="0"/>
              </w:rPr>
              <w:t>, fid=1111</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No exception shall be thrown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C"/>
            </w:pPr>
            <w:r w:rsidRPr="00501E3A">
              <w:lastRenderedPageBreak/>
              <w:t>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H"/>
            </w:pPr>
            <w:r w:rsidRPr="00501E3A">
              <w:t>No selection of  unreachable file</w:t>
            </w:r>
          </w:p>
          <w:p w:rsidR="007E5153" w:rsidRPr="00501E3A" w:rsidRDefault="007E5153" w:rsidP="00443FF8">
            <w:pPr>
              <w:pStyle w:val="PL"/>
              <w:keepNext/>
              <w:keepLines/>
              <w:rPr>
                <w:noProof w:val="0"/>
              </w:rPr>
            </w:pPr>
            <w:r w:rsidRPr="00501E3A">
              <w:rPr>
                <w:noProof w:val="0"/>
              </w:rPr>
              <w:t>1- get a FileView UICCSystem.getTheUICCView(CLEAR_ON_RESET)</w:t>
            </w:r>
          </w:p>
          <w:p w:rsidR="007E5153" w:rsidRPr="00501E3A" w:rsidRDefault="007E5153" w:rsidP="00443FF8">
            <w:pPr>
              <w:pStyle w:val="PL"/>
              <w:keepNext/>
              <w:keepLines/>
              <w:rPr>
                <w:noProof w:val="0"/>
              </w:rPr>
            </w:pPr>
            <w:r w:rsidRPr="00501E3A">
              <w:rPr>
                <w:noProof w:val="0"/>
              </w:rPr>
              <w:t>2- select EF</w:t>
            </w:r>
            <w:r w:rsidRPr="00501E3A">
              <w:rPr>
                <w:noProof w:val="0"/>
                <w:vertAlign w:val="subscript"/>
              </w:rPr>
              <w:t>CNU</w:t>
            </w:r>
            <w:r w:rsidRPr="00501E3A">
              <w:rPr>
                <w:noProof w:val="0"/>
              </w:rPr>
              <w:t>, fid=6F05</w:t>
            </w:r>
          </w:p>
          <w:p w:rsidR="007E5153" w:rsidRPr="00501E3A" w:rsidRDefault="007E5153" w:rsidP="00443FF8">
            <w:pPr>
              <w:pStyle w:val="PL"/>
              <w:keepNext/>
              <w:keepLines/>
              <w:rPr>
                <w:noProof w:val="0"/>
              </w:rPr>
            </w:pPr>
            <w:r w:rsidRPr="00501E3A">
              <w:rPr>
                <w:noProof w:val="0"/>
              </w:rPr>
              <w:t>3- select DF</w:t>
            </w:r>
            <w:r w:rsidRPr="00501E3A">
              <w:rPr>
                <w:noProof w:val="0"/>
                <w:vertAlign w:val="subscript"/>
              </w:rPr>
              <w:t>TEST</w:t>
            </w:r>
            <w:r w:rsidRPr="00501E3A">
              <w:rPr>
                <w:noProof w:val="0"/>
              </w:rPr>
              <w:t>, fid=1111</w:t>
            </w:r>
          </w:p>
          <w:p w:rsidR="007E5153" w:rsidRPr="00501E3A" w:rsidRDefault="007E5153" w:rsidP="00443FF8">
            <w:pPr>
              <w:pStyle w:val="PL"/>
              <w:keepNext/>
              <w:keepLines/>
              <w:rPr>
                <w:noProof w:val="0"/>
              </w:rPr>
            </w:pPr>
            <w:r w:rsidRPr="00501E3A">
              <w:rPr>
                <w:noProof w:val="0"/>
              </w:rPr>
              <w:t>4- select EF</w:t>
            </w:r>
            <w:r w:rsidRPr="00501E3A">
              <w:rPr>
                <w:noProof w:val="0"/>
                <w:vertAlign w:val="subscript"/>
              </w:rPr>
              <w:t>TAA</w:t>
            </w:r>
            <w:r w:rsidRPr="00501E3A">
              <w:rPr>
                <w:noProof w:val="0"/>
              </w:rPr>
              <w:t>, fid=2222</w:t>
            </w:r>
          </w:p>
          <w:p w:rsidR="007E5153" w:rsidRPr="00501E3A" w:rsidRDefault="007E5153" w:rsidP="00443FF8">
            <w:pPr>
              <w:pStyle w:val="PL"/>
              <w:keepNext/>
              <w:keepLines/>
              <w:rPr>
                <w:noProof w:val="0"/>
              </w:rPr>
            </w:pPr>
            <w:r w:rsidRPr="00501E3A">
              <w:rPr>
                <w:noProof w:val="0"/>
              </w:rPr>
              <w:t>5- select EF</w:t>
            </w:r>
            <w:r w:rsidRPr="00501E3A">
              <w:rPr>
                <w:noProof w:val="0"/>
                <w:vertAlign w:val="subscript"/>
              </w:rPr>
              <w:t>CNU</w:t>
            </w:r>
            <w:r w:rsidRPr="00501E3A">
              <w:rPr>
                <w:noProof w:val="0"/>
              </w:rPr>
              <w:t>, fid=6F05</w:t>
            </w:r>
          </w:p>
          <w:p w:rsidR="007E5153" w:rsidRPr="00501E3A" w:rsidRDefault="007E5153" w:rsidP="00443FF8">
            <w:pPr>
              <w:pStyle w:val="PL"/>
              <w:keepNext/>
              <w:keepLines/>
              <w:rPr>
                <w:noProof w:val="0"/>
              </w:rPr>
            </w:pPr>
            <w:r w:rsidRPr="00501E3A">
              <w:rPr>
                <w:noProof w:val="0"/>
              </w:rPr>
              <w:t>6- select DF</w:t>
            </w:r>
            <w:r w:rsidRPr="00501E3A">
              <w:rPr>
                <w:noProof w:val="0"/>
                <w:vertAlign w:val="subscript"/>
              </w:rPr>
              <w:t>SUB_TEST</w:t>
            </w:r>
            <w:r w:rsidRPr="00501E3A">
              <w:rPr>
                <w:noProof w:val="0"/>
              </w:rPr>
              <w:t>, fid=2211</w:t>
            </w:r>
          </w:p>
          <w:p w:rsidR="007E5153" w:rsidRPr="00501E3A" w:rsidRDefault="007E5153" w:rsidP="00443FF8">
            <w:pPr>
              <w:pStyle w:val="PL"/>
              <w:keepNext/>
              <w:keepLines/>
              <w:rPr>
                <w:noProof w:val="0"/>
              </w:rPr>
            </w:pPr>
            <w:r w:rsidRPr="00501E3A">
              <w:rPr>
                <w:noProof w:val="0"/>
              </w:rPr>
              <w:t>7- select EF</w:t>
            </w:r>
            <w:r w:rsidRPr="00501E3A">
              <w:rPr>
                <w:noProof w:val="0"/>
                <w:vertAlign w:val="subscript"/>
              </w:rPr>
              <w:t>TAA</w:t>
            </w:r>
            <w:r w:rsidRPr="00501E3A">
              <w:rPr>
                <w:noProof w:val="0"/>
              </w:rPr>
              <w:t>, fid=2222</w:t>
            </w:r>
          </w:p>
          <w:p w:rsidR="007E5153" w:rsidRPr="00501E3A" w:rsidRDefault="007E5153" w:rsidP="00443FF8">
            <w:pPr>
              <w:pStyle w:val="PL"/>
              <w:keepNext/>
              <w:keepLines/>
              <w:rPr>
                <w:noProof w:val="0"/>
              </w:rPr>
            </w:pPr>
            <w:r w:rsidRPr="00501E3A">
              <w:rPr>
                <w:noProof w:val="0"/>
              </w:rPr>
              <w:t>8- select DF</w:t>
            </w:r>
            <w:r w:rsidRPr="00501E3A">
              <w:rPr>
                <w:noProof w:val="0"/>
                <w:vertAlign w:val="subscript"/>
              </w:rPr>
              <w:t>TELECOM</w:t>
            </w:r>
            <w:r w:rsidR="00D43597" w:rsidRPr="00501E3A">
              <w:rPr>
                <w:noProof w:val="0"/>
              </w:rPr>
              <w:t>, fid=7F10</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p w:rsidR="007E5153" w:rsidRPr="00501E3A" w:rsidRDefault="007E5153" w:rsidP="00443FF8">
            <w:pPr>
              <w:pStyle w:val="TAL"/>
            </w:pPr>
          </w:p>
          <w:p w:rsidR="007E5153" w:rsidRPr="00501E3A" w:rsidRDefault="007E5153" w:rsidP="00443FF8">
            <w:pPr>
              <w:pStyle w:val="TAL"/>
            </w:pPr>
            <w:r w:rsidRPr="00501E3A">
              <w:t>2- A UICCException.FILE_NOT_FOUND shall be thrown.</w:t>
            </w:r>
          </w:p>
          <w:p w:rsidR="007E5153" w:rsidRPr="00501E3A" w:rsidRDefault="007E5153" w:rsidP="00443FF8">
            <w:pPr>
              <w:pStyle w:val="TAL"/>
            </w:pPr>
            <w:r w:rsidRPr="00501E3A">
              <w:t>3- No exception shall be thrown</w:t>
            </w:r>
          </w:p>
          <w:p w:rsidR="007E5153" w:rsidRPr="00501E3A" w:rsidRDefault="007E5153" w:rsidP="00443FF8">
            <w:pPr>
              <w:pStyle w:val="TAL"/>
            </w:pPr>
            <w:r w:rsidRPr="00501E3A">
              <w:t>4- A UICCException.FILE_NOT_FOUND shall be thrown.</w:t>
            </w:r>
          </w:p>
          <w:p w:rsidR="007E5153" w:rsidRPr="00501E3A" w:rsidRDefault="007E5153" w:rsidP="00443FF8">
            <w:pPr>
              <w:pStyle w:val="TAL"/>
            </w:pPr>
            <w:r w:rsidRPr="00501E3A">
              <w:t>5- No exception shall be thrown</w:t>
            </w:r>
          </w:p>
          <w:p w:rsidR="007E5153" w:rsidRPr="00501E3A" w:rsidRDefault="007E5153" w:rsidP="00443FF8">
            <w:pPr>
              <w:pStyle w:val="TAL"/>
            </w:pPr>
            <w:r w:rsidRPr="00501E3A">
              <w:t>6- No exception shall be thrown</w:t>
            </w:r>
          </w:p>
          <w:p w:rsidR="007E5153" w:rsidRPr="00501E3A" w:rsidRDefault="007E5153" w:rsidP="00443FF8">
            <w:pPr>
              <w:pStyle w:val="TAL"/>
            </w:pPr>
            <w:r w:rsidRPr="00501E3A">
              <w:t>7- No exception shall be thrown</w:t>
            </w:r>
          </w:p>
          <w:p w:rsidR="007E5153" w:rsidRPr="00501E3A" w:rsidRDefault="007E5153" w:rsidP="00443FF8">
            <w:pPr>
              <w:pStyle w:val="TAL"/>
            </w:pPr>
            <w:r w:rsidRPr="00501E3A">
              <w:t>8- A UICCException.FILE_NOT_FOUND shall be thrown.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443FF8">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Self selection</w:t>
            </w:r>
          </w:p>
          <w:p w:rsidR="007E5153" w:rsidRPr="00501E3A" w:rsidRDefault="007E5153">
            <w:pPr>
              <w:pStyle w:val="PL"/>
              <w:rPr>
                <w:noProof w:val="0"/>
              </w:rPr>
            </w:pPr>
            <w:r w:rsidRPr="00501E3A">
              <w:rPr>
                <w:noProof w:val="0"/>
              </w:rPr>
              <w:t>1- select MF, fid=3F00</w:t>
            </w:r>
          </w:p>
          <w:p w:rsidR="007E5153" w:rsidRPr="00501E3A" w:rsidRDefault="007E5153">
            <w:pPr>
              <w:pStyle w:val="PL"/>
              <w:rPr>
                <w:noProof w:val="0"/>
              </w:rPr>
            </w:pPr>
            <w:r w:rsidRPr="00501E3A">
              <w:rPr>
                <w:noProof w:val="0"/>
              </w:rPr>
              <w:t>2- select MF, fid=3F00</w:t>
            </w:r>
          </w:p>
          <w:p w:rsidR="007E5153" w:rsidRPr="00501E3A" w:rsidRDefault="007E5153">
            <w:pPr>
              <w:pStyle w:val="PL"/>
              <w:rPr>
                <w:noProof w:val="0"/>
              </w:rPr>
            </w:pPr>
            <w:r w:rsidRPr="00501E3A">
              <w:rPr>
                <w:noProof w:val="0"/>
              </w:rPr>
              <w:t>3-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4-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5- select EF</w:t>
            </w:r>
            <w:r w:rsidRPr="00501E3A">
              <w:rPr>
                <w:noProof w:val="0"/>
                <w:vertAlign w:val="subscript"/>
              </w:rPr>
              <w:t>TAAA</w:t>
            </w:r>
            <w:r w:rsidRPr="00501E3A">
              <w:rPr>
                <w:noProof w:val="0"/>
              </w:rPr>
              <w:t>, fid=6F16</w:t>
            </w:r>
          </w:p>
          <w:p w:rsidR="007E5153" w:rsidRPr="00501E3A" w:rsidRDefault="007E5153">
            <w:pPr>
              <w:pStyle w:val="PL"/>
              <w:rPr>
                <w:noProof w:val="0"/>
              </w:rPr>
            </w:pPr>
            <w:r w:rsidRPr="00501E3A">
              <w:rPr>
                <w:noProof w:val="0"/>
              </w:rPr>
              <w:t>6- select EF</w:t>
            </w:r>
            <w:r w:rsidRPr="00501E3A">
              <w:rPr>
                <w:noProof w:val="0"/>
                <w:vertAlign w:val="subscript"/>
              </w:rPr>
              <w:t>TAAA</w:t>
            </w:r>
            <w:r w:rsidRPr="00501E3A">
              <w:rPr>
                <w:noProof w:val="0"/>
              </w:rPr>
              <w:t>, fid=6F16</w:t>
            </w:r>
          </w:p>
          <w:p w:rsidR="007E5153" w:rsidRPr="00501E3A" w:rsidRDefault="007E5153">
            <w:pPr>
              <w:pStyle w:val="PL"/>
              <w:rPr>
                <w:noProof w:val="0"/>
              </w:rPr>
            </w:pPr>
            <w:r w:rsidRPr="00501E3A">
              <w:rPr>
                <w:noProof w:val="0"/>
              </w:rPr>
              <w:t>7- get a FileView UICCSystem.getTheFileView(AID_ADF1,CLEAR_ON_RESET)</w:t>
            </w:r>
          </w:p>
          <w:p w:rsidR="007E5153" w:rsidRPr="00501E3A" w:rsidRDefault="007E5153">
            <w:pPr>
              <w:pStyle w:val="PL"/>
              <w:rPr>
                <w:noProof w:val="0"/>
              </w:rPr>
            </w:pPr>
            <w:r w:rsidRPr="00501E3A">
              <w:rPr>
                <w:noProof w:val="0"/>
              </w:rPr>
              <w:t>8- select ADF, fid=7FFF</w:t>
            </w:r>
          </w:p>
          <w:p w:rsidR="007E5153" w:rsidRPr="00501E3A" w:rsidRDefault="007E5153">
            <w:pPr>
              <w:pStyle w:val="PL"/>
              <w:rPr>
                <w:noProof w:val="0"/>
              </w:rPr>
            </w:pPr>
            <w:r w:rsidRPr="00501E3A">
              <w:rPr>
                <w:noProof w:val="0"/>
              </w:rPr>
              <w:t>9- select ADF, fid=7FFF</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No exception shall be thrown</w:t>
            </w:r>
          </w:p>
          <w:p w:rsidR="007E5153" w:rsidRPr="00501E3A" w:rsidRDefault="007E5153">
            <w:pPr>
              <w:pStyle w:val="TAL"/>
            </w:pPr>
          </w:p>
          <w:p w:rsidR="007E5153" w:rsidRPr="00501E3A" w:rsidRDefault="007E5153">
            <w:pPr>
              <w:pStyle w:val="TAL"/>
            </w:pPr>
            <w:r w:rsidRPr="00501E3A">
              <w:t>4- No exception shall be thrown</w:t>
            </w:r>
          </w:p>
          <w:p w:rsidR="007E5153" w:rsidRPr="00501E3A" w:rsidRDefault="007E5153">
            <w:pPr>
              <w:pStyle w:val="TAL"/>
            </w:pPr>
          </w:p>
          <w:p w:rsidR="007E5153" w:rsidRPr="00501E3A" w:rsidRDefault="007E5153">
            <w:pPr>
              <w:pStyle w:val="TAL"/>
            </w:pPr>
            <w:r w:rsidRPr="00501E3A">
              <w:t>6- No exception shall be thrown</w:t>
            </w:r>
          </w:p>
          <w:p w:rsidR="007E5153" w:rsidRPr="00501E3A" w:rsidRDefault="007E5153">
            <w:pPr>
              <w:pStyle w:val="TAL"/>
            </w:pPr>
          </w:p>
          <w:p w:rsidR="007E5153" w:rsidRPr="00501E3A" w:rsidRDefault="007E5153">
            <w:pPr>
              <w:pStyle w:val="TAL"/>
            </w:pPr>
            <w:r w:rsidRPr="00501E3A">
              <w:t>8- No exception shall be thrown</w:t>
            </w:r>
          </w:p>
          <w:p w:rsidR="007E5153" w:rsidRPr="00501E3A" w:rsidRDefault="007E5153">
            <w:pPr>
              <w:pStyle w:val="TAL"/>
            </w:pPr>
          </w:p>
          <w:p w:rsidR="007E5153" w:rsidRPr="00501E3A" w:rsidRDefault="007E5153">
            <w:pPr>
              <w:pStyle w:val="TAL"/>
            </w:pPr>
            <w:r w:rsidRPr="00501E3A">
              <w:t>9- No exception shall be thrown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 xml:space="preserve">EF not selected after MF/DF selection </w:t>
            </w:r>
          </w:p>
          <w:p w:rsidR="007E5153" w:rsidRPr="00501E3A" w:rsidRDefault="007E5153">
            <w:pPr>
              <w:pStyle w:val="PL"/>
              <w:rPr>
                <w:noProof w:val="0"/>
              </w:rPr>
            </w:pPr>
            <w:r w:rsidRPr="00501E3A">
              <w:rPr>
                <w:noProof w:val="0"/>
              </w:rPr>
              <w:t>1- select MF, fid=3F00</w:t>
            </w:r>
          </w:p>
          <w:p w:rsidR="007E5153" w:rsidRPr="00501E3A" w:rsidRDefault="007E5153">
            <w:pPr>
              <w:pStyle w:val="PL"/>
              <w:rPr>
                <w:noProof w:val="0"/>
              </w:rPr>
            </w:pPr>
            <w:r w:rsidRPr="00501E3A">
              <w:rPr>
                <w:noProof w:val="0"/>
              </w:rPr>
              <w:t>2- updateRecord()</w:t>
            </w:r>
          </w:p>
          <w:p w:rsidR="007E5153" w:rsidRPr="00501E3A" w:rsidRDefault="007E5153">
            <w:pPr>
              <w:pStyle w:val="PL"/>
              <w:rPr>
                <w:noProof w:val="0"/>
              </w:rPr>
            </w:pPr>
            <w:r w:rsidRPr="00501E3A">
              <w:rPr>
                <w:noProof w:val="0"/>
              </w:rPr>
              <w:t>3- 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4- updateRecord()</w:t>
            </w:r>
          </w:p>
          <w:p w:rsidR="007E5153" w:rsidRPr="00501E3A" w:rsidRDefault="007E5153">
            <w:pPr>
              <w:pStyle w:val="PL"/>
              <w:rPr>
                <w:noProof w:val="0"/>
              </w:rPr>
            </w:pP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2- A UICCException.NO_EF_SELECTED shall be thrown</w:t>
            </w:r>
          </w:p>
          <w:p w:rsidR="007E5153" w:rsidRPr="00501E3A" w:rsidRDefault="007E5153">
            <w:pPr>
              <w:pStyle w:val="TAL"/>
            </w:pPr>
            <w:r w:rsidRPr="00501E3A">
              <w:t>4- A UICCException.NO_EF_SELECTED shall be thrown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No record is selected after selecting linear fixed EF</w:t>
            </w:r>
          </w:p>
          <w:p w:rsidR="007E5153" w:rsidRPr="00501E3A" w:rsidRDefault="007E5153">
            <w:pPr>
              <w:pStyle w:val="PL"/>
              <w:rPr>
                <w:noProof w:val="0"/>
              </w:rPr>
            </w:pPr>
            <w:r w:rsidRPr="00501E3A">
              <w:rPr>
                <w:noProof w:val="0"/>
              </w:rPr>
              <w:t xml:space="preserve">1- select MF, </w:t>
            </w:r>
          </w:p>
          <w:p w:rsidR="007E5153" w:rsidRPr="00501E3A" w:rsidRDefault="007E5153">
            <w:pPr>
              <w:pStyle w:val="PL"/>
              <w:rPr>
                <w:noProof w:val="0"/>
              </w:rPr>
            </w:pPr>
            <w:r w:rsidRPr="00501E3A">
              <w:rPr>
                <w:noProof w:val="0"/>
              </w:rPr>
              <w:t>fid = 3F00</w:t>
            </w:r>
          </w:p>
          <w:p w:rsidR="007E5153" w:rsidRPr="00501E3A" w:rsidRDefault="007E5153">
            <w:pPr>
              <w:pStyle w:val="PL"/>
              <w:rPr>
                <w:noProof w:val="0"/>
              </w:rPr>
            </w:pPr>
            <w:r w:rsidRPr="00501E3A">
              <w:rPr>
                <w:noProof w:val="0"/>
              </w:rPr>
              <w:t>2- select DF</w:t>
            </w:r>
            <w:r w:rsidRPr="00501E3A">
              <w:rPr>
                <w:noProof w:val="0"/>
                <w:vertAlign w:val="subscript"/>
              </w:rPr>
              <w:t>TEST</w:t>
            </w:r>
            <w:r w:rsidRPr="00501E3A">
              <w:rPr>
                <w:noProof w:val="0"/>
              </w:rPr>
              <w:t>,</w:t>
            </w:r>
          </w:p>
          <w:p w:rsidR="007E5153" w:rsidRPr="003A24E5" w:rsidRDefault="006D5546">
            <w:pPr>
              <w:pStyle w:val="PL"/>
              <w:spacing w:after="180"/>
              <w:rPr>
                <w:noProof w:val="0"/>
              </w:rPr>
            </w:pPr>
            <w:r w:rsidRPr="003A24E5">
              <w:rPr>
                <w:noProof w:val="0"/>
              </w:rPr>
              <w:t>3- select EF</w:t>
            </w:r>
            <w:r w:rsidRPr="003A24E5">
              <w:rPr>
                <w:noProof w:val="0"/>
                <w:vertAlign w:val="subscript"/>
              </w:rPr>
              <w:t>LARU</w:t>
            </w:r>
            <w:r w:rsidRPr="003A24E5">
              <w:rPr>
                <w:noProof w:val="0"/>
              </w:rPr>
              <w:t>,</w:t>
            </w:r>
          </w:p>
          <w:p w:rsidR="007E5153" w:rsidRPr="003A24E5" w:rsidRDefault="006D5546">
            <w:pPr>
              <w:pStyle w:val="PL"/>
              <w:spacing w:after="180"/>
              <w:rPr>
                <w:noProof w:val="0"/>
              </w:rPr>
            </w:pPr>
            <w:r w:rsidRPr="003A24E5">
              <w:rPr>
                <w:noProof w:val="0"/>
              </w:rPr>
              <w:t>4 - recNumber = 0</w:t>
            </w:r>
          </w:p>
          <w:p w:rsidR="007E5153" w:rsidRPr="003A24E5" w:rsidRDefault="006D5546">
            <w:pPr>
              <w:pStyle w:val="PL"/>
              <w:spacing w:after="180"/>
              <w:rPr>
                <w:noProof w:val="0"/>
              </w:rPr>
            </w:pPr>
            <w:r w:rsidRPr="003A24E5">
              <w:rPr>
                <w:noProof w:val="0"/>
              </w:rPr>
              <w:t>mode = REC_ACC_MODE_ CURRENT</w:t>
            </w:r>
          </w:p>
          <w:p w:rsidR="007E5153" w:rsidRPr="003A24E5" w:rsidRDefault="006D5546">
            <w:pPr>
              <w:pStyle w:val="PL"/>
              <w:spacing w:after="180"/>
              <w:rPr>
                <w:noProof w:val="0"/>
              </w:rPr>
            </w:pPr>
            <w:r w:rsidRPr="003A24E5">
              <w:rPr>
                <w:noProof w:val="0"/>
              </w:rPr>
              <w:t>readRecord()</w:t>
            </w:r>
          </w:p>
          <w:p w:rsidR="007E5153" w:rsidRPr="003A24E5" w:rsidRDefault="006D5546">
            <w:pPr>
              <w:pStyle w:val="PL"/>
              <w:spacing w:after="180"/>
              <w:rPr>
                <w:noProof w:val="0"/>
              </w:rPr>
            </w:pPr>
            <w:r w:rsidRPr="003A24E5">
              <w:rPr>
                <w:noProof w:val="0"/>
              </w:rPr>
              <w:t>5- select EF</w:t>
            </w:r>
            <w:r w:rsidRPr="003A24E5">
              <w:rPr>
                <w:noProof w:val="0"/>
                <w:vertAlign w:val="subscript"/>
              </w:rPr>
              <w:t>CARU</w:t>
            </w:r>
            <w:r w:rsidRPr="003A24E5">
              <w:rPr>
                <w:noProof w:val="0"/>
              </w:rPr>
              <w:t>,</w:t>
            </w:r>
          </w:p>
          <w:p w:rsidR="007E5153" w:rsidRPr="003A24E5" w:rsidRDefault="006D5546">
            <w:pPr>
              <w:pStyle w:val="PL"/>
              <w:spacing w:after="180"/>
              <w:rPr>
                <w:noProof w:val="0"/>
              </w:rPr>
            </w:pPr>
            <w:r w:rsidRPr="003A24E5">
              <w:rPr>
                <w:noProof w:val="0"/>
              </w:rPr>
              <w:t>6 - recNumber = 0</w:t>
            </w:r>
          </w:p>
          <w:p w:rsidR="007E5153" w:rsidRPr="003A24E5" w:rsidRDefault="006D5546">
            <w:pPr>
              <w:pStyle w:val="PL"/>
              <w:spacing w:after="180"/>
              <w:rPr>
                <w:noProof w:val="0"/>
              </w:rPr>
            </w:pPr>
            <w:r w:rsidRPr="003A24E5">
              <w:rPr>
                <w:noProof w:val="0"/>
              </w:rPr>
              <w:t>mode = REC_ACC_MODE_ CURRENT</w:t>
            </w:r>
          </w:p>
          <w:p w:rsidR="007E5153" w:rsidRPr="00501E3A" w:rsidRDefault="007E5153">
            <w:pPr>
              <w:pStyle w:val="PL"/>
              <w:rPr>
                <w:noProof w:val="0"/>
              </w:rPr>
            </w:pPr>
            <w:r w:rsidRPr="00501E3A">
              <w:rPr>
                <w:noProof w:val="0"/>
              </w:rPr>
              <w:t>readRecord()</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 No exception shall be thrown.</w:t>
            </w:r>
          </w:p>
          <w:p w:rsidR="007E5153" w:rsidRPr="00501E3A" w:rsidRDefault="007E5153">
            <w:pPr>
              <w:pStyle w:val="TAL"/>
            </w:pPr>
            <w:r w:rsidRPr="00501E3A">
              <w:t>2 - No exception shall be thrown.</w:t>
            </w:r>
          </w:p>
          <w:p w:rsidR="007E5153" w:rsidRPr="00501E3A" w:rsidRDefault="007E5153">
            <w:pPr>
              <w:pStyle w:val="TAL"/>
            </w:pPr>
            <w:r w:rsidRPr="00501E3A">
              <w:t>3 - No exception shall be thrown.</w:t>
            </w:r>
          </w:p>
          <w:p w:rsidR="007E5153" w:rsidRPr="00501E3A" w:rsidRDefault="007E5153">
            <w:pPr>
              <w:pStyle w:val="TAL"/>
            </w:pPr>
            <w:r w:rsidRPr="00501E3A">
              <w:t>4 - Shall throw uicc.access.UICC Exception with reason code RECORD_NOT_FOUND.</w:t>
            </w:r>
          </w:p>
          <w:p w:rsidR="007E5153" w:rsidRPr="00501E3A" w:rsidRDefault="007E5153">
            <w:pPr>
              <w:pStyle w:val="TAL"/>
            </w:pPr>
            <w:r w:rsidRPr="00501E3A">
              <w:t>5 - No exception shall be thrown.</w:t>
            </w:r>
          </w:p>
          <w:p w:rsidR="007E5153" w:rsidRPr="00501E3A" w:rsidRDefault="007E5153">
            <w:pPr>
              <w:pStyle w:val="TAL"/>
            </w:pPr>
            <w:r w:rsidRPr="00501E3A">
              <w:t>6 - Shall throw uicc.access.UICC Exception with reason code RECORD_NOT_FOUND.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bl>
    <w:p w:rsidR="007E5153" w:rsidRPr="00501E3A" w:rsidRDefault="007E5153"/>
    <w:p w:rsidR="007E5153" w:rsidRPr="00501E3A" w:rsidRDefault="007E5153">
      <w:pPr>
        <w:pStyle w:val="Heading4"/>
      </w:pPr>
      <w:r w:rsidRPr="00501E3A">
        <w:t>5.1.1.9</w:t>
      </w:r>
      <w:r w:rsidRPr="00501E3A">
        <w:tab/>
        <w:t>Method select(short fid, byte[] fcp, short fcpOffset, short fcpLength)</w:t>
      </w:r>
    </w:p>
    <w:p w:rsidR="007E5153" w:rsidRPr="00501E3A" w:rsidRDefault="007E5153" w:rsidP="00443FF8">
      <w:r w:rsidRPr="00501E3A">
        <w:t>Test Area Reference: Api_1_Fvw_Slctb_bss</w:t>
      </w:r>
      <w:r w:rsidR="00443FF8" w:rsidRPr="00501E3A">
        <w:t>.</w:t>
      </w:r>
    </w:p>
    <w:p w:rsidR="007E5153" w:rsidRPr="00501E3A" w:rsidRDefault="007E5153" w:rsidP="00443FF8">
      <w:pPr>
        <w:pStyle w:val="Heading5"/>
      </w:pPr>
      <w:r w:rsidRPr="00501E3A">
        <w:t>5.1.1.9.1</w:t>
      </w:r>
      <w:r w:rsidRPr="00501E3A">
        <w:tab/>
        <w:t>Conformance requirement</w:t>
      </w:r>
    </w:p>
    <w:p w:rsidR="007E5153" w:rsidRPr="00501E3A" w:rsidRDefault="007E5153" w:rsidP="00443FF8">
      <w:r w:rsidRPr="00501E3A">
        <w:t>The method with following header shall be compliant to its definition in the API.</w:t>
      </w:r>
    </w:p>
    <w:p w:rsidR="007E5153" w:rsidRPr="00501E3A" w:rsidRDefault="007E5153">
      <w:pPr>
        <w:pStyle w:val="PL"/>
        <w:rPr>
          <w:noProof w:val="0"/>
        </w:rPr>
      </w:pPr>
      <w:r w:rsidRPr="00501E3A">
        <w:rPr>
          <w:noProof w:val="0"/>
        </w:rPr>
        <w:t>public short select(short fid,</w:t>
      </w:r>
    </w:p>
    <w:p w:rsidR="007E5153" w:rsidRPr="00501E3A" w:rsidRDefault="007E5153">
      <w:pPr>
        <w:pStyle w:val="PL"/>
        <w:rPr>
          <w:noProof w:val="0"/>
        </w:rPr>
      </w:pPr>
      <w:r w:rsidRPr="00501E3A">
        <w:rPr>
          <w:noProof w:val="0"/>
        </w:rPr>
        <w:t xml:space="preserve">                    byte[] fcp,</w:t>
      </w:r>
    </w:p>
    <w:p w:rsidR="007E5153" w:rsidRPr="00501E3A" w:rsidRDefault="007E5153">
      <w:pPr>
        <w:pStyle w:val="PL"/>
        <w:rPr>
          <w:noProof w:val="0"/>
        </w:rPr>
      </w:pPr>
      <w:r w:rsidRPr="00501E3A">
        <w:rPr>
          <w:noProof w:val="0"/>
        </w:rPr>
        <w:t xml:space="preserve">                    short fcpOffset,</w:t>
      </w:r>
    </w:p>
    <w:p w:rsidR="007E5153" w:rsidRPr="00501E3A" w:rsidRDefault="007E5153">
      <w:pPr>
        <w:pStyle w:val="PL"/>
        <w:rPr>
          <w:noProof w:val="0"/>
        </w:rPr>
      </w:pPr>
      <w:r w:rsidRPr="00501E3A">
        <w:rPr>
          <w:noProof w:val="0"/>
        </w:rPr>
        <w:t xml:space="preserve">                    short fcpLength)</w:t>
      </w:r>
    </w:p>
    <w:p w:rsidR="007E5153" w:rsidRPr="00501E3A" w:rsidRDefault="007E5153">
      <w:pPr>
        <w:pStyle w:val="PL"/>
        <w:rPr>
          <w:noProof w:val="0"/>
        </w:rPr>
      </w:pPr>
      <w:r w:rsidRPr="00501E3A">
        <w:rPr>
          <w:noProof w:val="0"/>
        </w:rPr>
        <w:t xml:space="preserve">             throws java.lang.NullPointerException,</w:t>
      </w:r>
    </w:p>
    <w:p w:rsidR="007E5153" w:rsidRPr="00501E3A" w:rsidRDefault="007E5153">
      <w:pPr>
        <w:pStyle w:val="PL"/>
        <w:rPr>
          <w:noProof w:val="0"/>
        </w:rPr>
      </w:pPr>
      <w:r w:rsidRPr="00501E3A">
        <w:rPr>
          <w:noProof w:val="0"/>
        </w:rPr>
        <w:t xml:space="preserve">                    java.lang.ArrayIndexOutOfBoundsException,</w:t>
      </w:r>
    </w:p>
    <w:p w:rsidR="007E5153" w:rsidRPr="00501E3A" w:rsidRDefault="007E5153">
      <w:pPr>
        <w:pStyle w:val="PL"/>
        <w:rPr>
          <w:noProof w:val="0"/>
        </w:rPr>
      </w:pPr>
      <w:r w:rsidRPr="00501E3A">
        <w:rPr>
          <w:noProof w:val="0"/>
        </w:rPr>
        <w:lastRenderedPageBreak/>
        <w:t xml:space="preserve">                    UICCException</w:t>
      </w:r>
    </w:p>
    <w:p w:rsidR="007E5153" w:rsidRPr="00501E3A" w:rsidRDefault="007E5153">
      <w:pPr>
        <w:pStyle w:val="PL"/>
        <w:rPr>
          <w:noProof w:val="0"/>
        </w:rPr>
      </w:pPr>
    </w:p>
    <w:p w:rsidR="007E5153" w:rsidRPr="00501E3A" w:rsidRDefault="007E5153" w:rsidP="00443FF8">
      <w:pPr>
        <w:pStyle w:val="H6"/>
        <w:outlineLvl w:val="0"/>
      </w:pPr>
      <w:r w:rsidRPr="00501E3A">
        <w:t>5.1.1.9.1.1</w:t>
      </w:r>
      <w:r w:rsidRPr="00501E3A">
        <w:tab/>
        <w:t>Normal execution</w:t>
      </w:r>
    </w:p>
    <w:p w:rsidR="007E5153" w:rsidRPr="00501E3A" w:rsidRDefault="007E5153" w:rsidP="00443FF8">
      <w:pPr>
        <w:pStyle w:val="B1"/>
        <w:keepNext/>
        <w:keepLines/>
      </w:pPr>
      <w:r w:rsidRPr="00501E3A">
        <w:t xml:space="preserve">CRRN1: Selects a file of the UICC file system or of an ADF file system as defined in </w:t>
      </w:r>
      <w:r w:rsidR="00C64ACE" w:rsidRPr="00501E3A">
        <w:t xml:space="preserve">ETSI </w:t>
      </w:r>
      <w:r w:rsidRPr="00501E3A">
        <w:t>TS 102</w:t>
      </w:r>
      <w:r w:rsidR="004C222B" w:rsidRPr="00501E3A">
        <w:t xml:space="preserve"> </w:t>
      </w:r>
      <w:r w:rsidRPr="00501E3A">
        <w:t>221</w:t>
      </w:r>
      <w:r w:rsidR="008E4E43" w:rsidRPr="00501E3A">
        <w:t xml:space="preserve"> [5</w:t>
      </w:r>
      <w:r w:rsidR="00443FF8" w:rsidRPr="00501E3A">
        <w:t>]</w:t>
      </w:r>
      <w:r w:rsidRPr="00501E3A">
        <w:t>.</w:t>
      </w:r>
    </w:p>
    <w:p w:rsidR="007E5153" w:rsidRPr="00501E3A" w:rsidRDefault="007E5153" w:rsidP="00443FF8">
      <w:pPr>
        <w:pStyle w:val="B1"/>
        <w:keepNext/>
        <w:keepLines/>
      </w:pPr>
      <w:r w:rsidRPr="00501E3A">
        <w:t xml:space="preserve">CRRN2: The method returns the FCP information in a form of a TLV structure as specified in </w:t>
      </w:r>
      <w:r w:rsidR="00C64ACE" w:rsidRPr="00501E3A">
        <w:t>ETSI TS </w:t>
      </w:r>
      <w:r w:rsidRPr="00501E3A">
        <w:t>102</w:t>
      </w:r>
      <w:r w:rsidR="00C64ACE" w:rsidRPr="00501E3A">
        <w:t> </w:t>
      </w:r>
      <w:r w:rsidRPr="00501E3A">
        <w:t>221</w:t>
      </w:r>
      <w:r w:rsidR="008E4E43" w:rsidRPr="00501E3A">
        <w:t xml:space="preserve"> [5]</w:t>
      </w:r>
      <w:r w:rsidRPr="00501E3A">
        <w:t>.</w:t>
      </w:r>
    </w:p>
    <w:p w:rsidR="007E5153" w:rsidRPr="00501E3A" w:rsidRDefault="007E5153">
      <w:pPr>
        <w:pStyle w:val="B1"/>
        <w:tabs>
          <w:tab w:val="left" w:pos="6096"/>
        </w:tabs>
      </w:pPr>
      <w:r w:rsidRPr="00501E3A">
        <w:t>CRRN3: If the fcpLength is greater than the length of the response, the whole response is copied into the fcp buffer and the length of the response is returned by the method.</w:t>
      </w:r>
    </w:p>
    <w:p w:rsidR="007E5153" w:rsidRPr="00501E3A" w:rsidRDefault="007E5153">
      <w:pPr>
        <w:pStyle w:val="B1"/>
      </w:pPr>
      <w:r w:rsidRPr="00501E3A">
        <w:t>CRRN4: If the fcpLength is smaller than the length of the response, the first part of the response is copied into the fcp buffer and the fcpLength is returned by the method.</w:t>
      </w:r>
    </w:p>
    <w:p w:rsidR="007E5153" w:rsidRPr="00501E3A" w:rsidRDefault="007E5153">
      <w:pPr>
        <w:pStyle w:val="B1"/>
      </w:pPr>
      <w:r w:rsidRPr="00501E3A">
        <w:t xml:space="preserve">CRRN5: After selecting </w:t>
      </w:r>
      <w:r w:rsidR="00443FF8" w:rsidRPr="00501E3A">
        <w:t>an ADF/MF/DF no EF is selected.</w:t>
      </w:r>
    </w:p>
    <w:p w:rsidR="007E5153" w:rsidRPr="00501E3A" w:rsidRDefault="007E5153">
      <w:pPr>
        <w:pStyle w:val="B1"/>
      </w:pPr>
      <w:r w:rsidRPr="00501E3A">
        <w:t>CRRN6: After selecting a linear fixed EF no record is selected.</w:t>
      </w:r>
    </w:p>
    <w:p w:rsidR="007E5153" w:rsidRPr="00501E3A" w:rsidRDefault="007E5153">
      <w:pPr>
        <w:pStyle w:val="B1"/>
      </w:pPr>
      <w:r w:rsidRPr="00501E3A">
        <w:t>CRRN7: After selecting a cyclic EF the last updated record is the first record.</w:t>
      </w:r>
    </w:p>
    <w:p w:rsidR="007E5153" w:rsidRPr="00501E3A" w:rsidRDefault="007E5153">
      <w:pPr>
        <w:pStyle w:val="B1"/>
      </w:pPr>
      <w:r w:rsidRPr="00501E3A">
        <w:t>CRRN8: Any file can be selected by FID which is an immediate child of the current directory.</w:t>
      </w:r>
    </w:p>
    <w:p w:rsidR="007E5153" w:rsidRPr="00501E3A" w:rsidRDefault="007E5153">
      <w:pPr>
        <w:pStyle w:val="B1"/>
      </w:pPr>
      <w:r w:rsidRPr="00501E3A">
        <w:t>CRRN9: Any DF can be selected by FID which is an immediate child of the parent of the current DF.</w:t>
      </w:r>
    </w:p>
    <w:p w:rsidR="007E5153" w:rsidRPr="00501E3A" w:rsidRDefault="007E5153">
      <w:pPr>
        <w:pStyle w:val="B1"/>
      </w:pPr>
      <w:r w:rsidRPr="00501E3A">
        <w:t>CRRN10: The parent of the current directory can be selected by the FID.</w:t>
      </w:r>
    </w:p>
    <w:p w:rsidR="007E5153" w:rsidRPr="00501E3A" w:rsidRDefault="007E5153">
      <w:pPr>
        <w:pStyle w:val="B1"/>
      </w:pPr>
      <w:r w:rsidRPr="00501E3A">
        <w:t>CRRN11: The ADF of the current active application can be selected by the FID.</w:t>
      </w:r>
    </w:p>
    <w:p w:rsidR="007E5153" w:rsidRPr="00501E3A" w:rsidRDefault="007E5153">
      <w:pPr>
        <w:pStyle w:val="B1"/>
      </w:pPr>
      <w:r w:rsidRPr="00501E3A">
        <w:t>CRRN12: The ADF/MF can always be selected.</w:t>
      </w:r>
    </w:p>
    <w:p w:rsidR="007E5153" w:rsidRPr="00501E3A" w:rsidRDefault="007E5153">
      <w:pPr>
        <w:pStyle w:val="B1"/>
      </w:pPr>
      <w:r w:rsidRPr="00501E3A">
        <w:t>CRRN13: The file context associated with the FileView object is changed after successful execution.</w:t>
      </w:r>
    </w:p>
    <w:p w:rsidR="007E5153" w:rsidRPr="00501E3A" w:rsidRDefault="007E5153">
      <w:pPr>
        <w:pStyle w:val="B1"/>
      </w:pPr>
      <w:r w:rsidRPr="00501E3A">
        <w:t>CRRN14: The current file context of any other applets shall not be changed. This will be tested during the testing of the framework.</w:t>
      </w:r>
    </w:p>
    <w:p w:rsidR="007E5153" w:rsidRPr="00501E3A" w:rsidRDefault="007E5153">
      <w:pPr>
        <w:pStyle w:val="H6"/>
        <w:outlineLvl w:val="0"/>
      </w:pPr>
      <w:r w:rsidRPr="00501E3A">
        <w:t>5.1.1.9.1.2</w:t>
      </w:r>
      <w:r w:rsidRPr="00501E3A">
        <w:tab/>
        <w:t>Parameter errors</w:t>
      </w:r>
    </w:p>
    <w:p w:rsidR="007E5153" w:rsidRPr="00501E3A" w:rsidRDefault="007E5153">
      <w:pPr>
        <w:pStyle w:val="B1"/>
      </w:pPr>
      <w:r w:rsidRPr="00501E3A">
        <w:t>CRRP1: If the array fcp is null, an instance of NullPointerException shall be thrown.</w:t>
      </w:r>
    </w:p>
    <w:p w:rsidR="007E5153" w:rsidRPr="00501E3A" w:rsidRDefault="007E5153">
      <w:pPr>
        <w:pStyle w:val="B1"/>
      </w:pPr>
      <w:r w:rsidRPr="00501E3A">
        <w:t>CRRP2: If fcpOffset is less than 0, an instance of ArrayIndexOutOfBoundsException shall be thrown.</w:t>
      </w:r>
    </w:p>
    <w:p w:rsidR="007E5153" w:rsidRPr="00501E3A" w:rsidRDefault="007E5153">
      <w:pPr>
        <w:pStyle w:val="B1"/>
      </w:pPr>
      <w:r w:rsidRPr="00501E3A">
        <w:t>CRRP3: If fcpLength is less than 0, an instance of ArrayIndexOutOfBoundsException shall be thrown.</w:t>
      </w:r>
    </w:p>
    <w:p w:rsidR="007E5153" w:rsidRPr="00501E3A" w:rsidRDefault="007E5153">
      <w:pPr>
        <w:pStyle w:val="B1"/>
      </w:pPr>
      <w:r w:rsidRPr="00501E3A">
        <w:t>CRRP4: If fcpOffset plus fcpLength is greater than the length of the array fcp.length an instance of ArrayIndexOutOfBoundsException shall be thrown.</w:t>
      </w:r>
    </w:p>
    <w:p w:rsidR="007E5153" w:rsidRPr="00501E3A" w:rsidRDefault="007E5153">
      <w:pPr>
        <w:pStyle w:val="H6"/>
        <w:outlineLvl w:val="0"/>
      </w:pPr>
      <w:r w:rsidRPr="00501E3A">
        <w:t>5.1.1.9.1.3</w:t>
      </w:r>
      <w:r w:rsidRPr="00501E3A">
        <w:tab/>
        <w:t>Context errors</w:t>
      </w:r>
    </w:p>
    <w:p w:rsidR="007E5153" w:rsidRPr="00501E3A" w:rsidRDefault="007E5153">
      <w:pPr>
        <w:pStyle w:val="B1"/>
      </w:pPr>
      <w:r w:rsidRPr="00501E3A">
        <w:t>CRRC1: If the file with a File-ID which matches fid could not be found according to the selection rules, an instance of UICCException shall be thrown. The reason code shall be UICCException.FILE_NOT_FOUND.</w:t>
      </w:r>
    </w:p>
    <w:p w:rsidR="007E5153" w:rsidRPr="00501E3A" w:rsidRDefault="007E5153">
      <w:pPr>
        <w:pStyle w:val="B1"/>
      </w:pPr>
      <w:r w:rsidRPr="00501E3A">
        <w:t>CRRC2: If the method call causes a memory problem (e.g. memory access error), an instance of UICCException shall be thrown. The reason code shall be UICCException.MEMORY_PROBLEM.</w:t>
      </w:r>
    </w:p>
    <w:p w:rsidR="007E5153" w:rsidRPr="00501E3A" w:rsidRDefault="007E5153">
      <w:pPr>
        <w:pStyle w:val="B1"/>
      </w:pPr>
      <w:r w:rsidRPr="00501E3A">
        <w:t>CRRC3: If the method call causes an error to occur that is not expected and thus not handled, an instance of SIMViewException shall be thrown. The reason code shall be UICCException.INTERNAL_ERROR.</w:t>
      </w:r>
    </w:p>
    <w:p w:rsidR="007E5153" w:rsidRPr="00501E3A" w:rsidRDefault="009B740E" w:rsidP="00C64ACE">
      <w:pPr>
        <w:pStyle w:val="Heading5"/>
        <w:keepLines w:val="0"/>
      </w:pPr>
      <w:r w:rsidRPr="00501E3A">
        <w:lastRenderedPageBreak/>
        <w:t>5.1.1.9.2</w:t>
      </w:r>
      <w:r w:rsidRPr="00501E3A">
        <w:tab/>
        <w:t>Test area files</w:t>
      </w:r>
    </w:p>
    <w:p w:rsidR="007E5153" w:rsidRPr="00501E3A" w:rsidRDefault="009B740E" w:rsidP="00C64ACE">
      <w:pPr>
        <w:pStyle w:val="EX"/>
        <w:keepNext/>
        <w:keepLines w:val="0"/>
      </w:pPr>
      <w:r w:rsidRPr="00501E3A">
        <w:t>Test Source:</w:t>
      </w:r>
      <w:r w:rsidR="007E5153" w:rsidRPr="00501E3A">
        <w:tab/>
        <w:t>Test_Api_1_Fvw_ Slctb_bss.java</w:t>
      </w:r>
      <w:r w:rsidRPr="00501E3A">
        <w:t>.</w:t>
      </w:r>
    </w:p>
    <w:p w:rsidR="007E5153" w:rsidRPr="00501E3A" w:rsidRDefault="009B740E" w:rsidP="00C64ACE">
      <w:pPr>
        <w:pStyle w:val="EX"/>
        <w:keepNext/>
        <w:keepLines w:val="0"/>
      </w:pPr>
      <w:r w:rsidRPr="00501E3A">
        <w:t>Test Applet:</w:t>
      </w:r>
      <w:r w:rsidR="007E5153" w:rsidRPr="00501E3A">
        <w:tab/>
        <w:t>Api_1_Fvw_ Slctb_bss _1.java</w:t>
      </w:r>
      <w:r w:rsidRPr="00501E3A">
        <w:t>.</w:t>
      </w:r>
    </w:p>
    <w:p w:rsidR="007E5153" w:rsidRPr="00501E3A" w:rsidRDefault="007E5153" w:rsidP="00C64ACE">
      <w:pPr>
        <w:pStyle w:val="EX"/>
        <w:keepNext/>
        <w:keepLines w:val="0"/>
      </w:pPr>
      <w:r w:rsidRPr="00501E3A">
        <w:t>Cap File:</w:t>
      </w:r>
      <w:r w:rsidRPr="00501E3A">
        <w:tab/>
        <w:t>api_1_fvw_ slctb_bss.cap</w:t>
      </w:r>
      <w:r w:rsidR="009B740E" w:rsidRPr="00501E3A">
        <w:t>.</w:t>
      </w:r>
    </w:p>
    <w:p w:rsidR="007E5153" w:rsidRPr="00501E3A" w:rsidRDefault="007E5153" w:rsidP="009B740E">
      <w:pPr>
        <w:pStyle w:val="Heading5"/>
      </w:pPr>
      <w:r w:rsidRPr="00501E3A">
        <w:t>5.1.1.9.3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1, 2, 3, 4, 5, 6, 7,</w:t>
            </w:r>
            <w:r w:rsidR="004C222B" w:rsidRPr="00501E3A">
              <w:t xml:space="preserve"> </w:t>
            </w:r>
            <w:r w:rsidRPr="00501E3A">
              <w:t>8,</w:t>
            </w:r>
            <w:r w:rsidR="004C222B" w:rsidRPr="00501E3A">
              <w:t xml:space="preserve"> </w:t>
            </w:r>
            <w:r w:rsidRPr="00501E3A">
              <w:t>14,</w:t>
            </w:r>
            <w:r w:rsidR="004C222B" w:rsidRPr="00501E3A">
              <w:t xml:space="preserve"> </w:t>
            </w:r>
            <w:r w:rsidRPr="00501E3A">
              <w:t>18,</w:t>
            </w:r>
            <w:r w:rsidR="004C222B" w:rsidRPr="00501E3A">
              <w:t xml:space="preserve"> </w:t>
            </w:r>
            <w:r w:rsidRPr="00501E3A">
              <w:t>20,</w:t>
            </w:r>
            <w:r w:rsidR="004C222B" w:rsidRPr="00501E3A">
              <w:t xml:space="preserve"> </w:t>
            </w:r>
            <w:r w:rsidRPr="00501E3A">
              <w:t>21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1, 2, 3, 4, 5, 6, 7,</w:t>
            </w:r>
            <w:r w:rsidR="004C222B" w:rsidRPr="00501E3A">
              <w:t xml:space="preserve"> </w:t>
            </w:r>
            <w:r w:rsidRPr="00501E3A">
              <w:t>8,</w:t>
            </w:r>
            <w:r w:rsidR="004C222B" w:rsidRPr="00501E3A">
              <w:t xml:space="preserve"> </w:t>
            </w:r>
            <w:r w:rsidRPr="00501E3A">
              <w:t>14,</w:t>
            </w:r>
            <w:r w:rsidR="004C222B" w:rsidRPr="00501E3A">
              <w:t xml:space="preserve"> </w:t>
            </w:r>
            <w:r w:rsidRPr="00501E3A">
              <w:t>18,</w:t>
            </w:r>
            <w:r w:rsidR="004C222B" w:rsidRPr="00501E3A">
              <w:t xml:space="preserve"> </w:t>
            </w:r>
            <w:r w:rsidRPr="00501E3A">
              <w:t>20,</w:t>
            </w:r>
            <w:r w:rsidR="004C222B" w:rsidRPr="00501E3A">
              <w:t xml:space="preserve"> </w:t>
            </w:r>
            <w:r w:rsidRPr="00501E3A">
              <w:t>21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2, 3, 4 ,5, 6, 7,</w:t>
            </w:r>
            <w:r w:rsidR="004C222B" w:rsidRPr="00501E3A">
              <w:t xml:space="preserve"> </w:t>
            </w:r>
            <w:r w:rsidRPr="00501E3A">
              <w:t>8</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15,</w:t>
            </w:r>
            <w:r w:rsidR="004C222B" w:rsidRPr="00501E3A">
              <w:t xml:space="preserve"> </w:t>
            </w:r>
            <w:r w:rsidRPr="00501E3A">
              <w:t>19</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N7</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18</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N8</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N9</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N10</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19, 20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r w:rsidR="00D43597" w:rsidRPr="00501E3A">
              <w:t xml:space="preserve"> </w:t>
            </w:r>
            <w:r w:rsidRPr="00501E3A">
              <w:t>2,</w:t>
            </w:r>
            <w:r w:rsidR="00D43597" w:rsidRPr="00501E3A">
              <w:t xml:space="preserve"> </w:t>
            </w:r>
            <w:r w:rsidRPr="00501E3A">
              <w:t>3,</w:t>
            </w:r>
            <w:r w:rsidR="00D43597" w:rsidRPr="00501E3A">
              <w:t xml:space="preserve"> </w:t>
            </w:r>
            <w:r w:rsidRPr="00501E3A">
              <w:t>4,</w:t>
            </w:r>
            <w:r w:rsidR="00D43597" w:rsidRPr="00501E3A">
              <w:t xml:space="preserve"> </w:t>
            </w:r>
            <w:r w:rsidRPr="00501E3A">
              <w:t>5,</w:t>
            </w:r>
            <w:r w:rsidR="00D43597" w:rsidRPr="00501E3A">
              <w:t xml:space="preserve"> </w:t>
            </w:r>
            <w:r w:rsidRPr="00501E3A">
              <w:t>6,</w:t>
            </w:r>
            <w:r w:rsidR="00D43597" w:rsidRPr="00501E3A">
              <w:t xml:space="preserve"> </w:t>
            </w:r>
            <w:r w:rsidRPr="00501E3A">
              <w:t>7,</w:t>
            </w:r>
            <w:r w:rsidR="00D43597" w:rsidRPr="00501E3A">
              <w:t xml:space="preserve"> </w:t>
            </w:r>
            <w:r w:rsidRPr="00501E3A">
              <w:t>8,</w:t>
            </w:r>
            <w:r w:rsidR="00D43597" w:rsidRPr="00501E3A">
              <w:t xml:space="preserve"> </w:t>
            </w:r>
            <w:r w:rsidRPr="00501E3A">
              <w:t>14,</w:t>
            </w:r>
            <w:r w:rsidR="00D43597" w:rsidRPr="00501E3A">
              <w:t xml:space="preserve"> </w:t>
            </w:r>
            <w:r w:rsidRPr="00501E3A">
              <w:t>18,</w:t>
            </w:r>
            <w:r w:rsidR="00D43597" w:rsidRPr="00501E3A">
              <w:t xml:space="preserve"> </w:t>
            </w:r>
            <w:r w:rsidRPr="00501E3A">
              <w:t>20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12, 13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16</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bl>
    <w:p w:rsidR="007E5153" w:rsidRPr="00501E3A" w:rsidRDefault="007E5153"/>
    <w:p w:rsidR="007E5153" w:rsidRPr="00501E3A" w:rsidRDefault="007E5153" w:rsidP="009B740E">
      <w:pPr>
        <w:pStyle w:val="Heading5"/>
      </w:pPr>
      <w:r w:rsidRPr="00501E3A">
        <w:t>5.1.1.9.4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5"/>
        <w:gridCol w:w="3898"/>
        <w:gridCol w:w="3189"/>
        <w:gridCol w:w="2339"/>
      </w:tblGrid>
      <w:tr w:rsidR="007E5153" w:rsidRPr="00501E3A" w:rsidTr="009B740E">
        <w:trPr>
          <w:tblHeader/>
          <w:jc w:val="center"/>
        </w:trPr>
        <w:tc>
          <w:tcPr>
            <w:tcW w:w="355" w:type="dxa"/>
          </w:tcPr>
          <w:p w:rsidR="007E5153" w:rsidRPr="00501E3A" w:rsidRDefault="007E5153" w:rsidP="009B740E">
            <w:pPr>
              <w:pStyle w:val="TAH"/>
            </w:pPr>
            <w:r w:rsidRPr="00501E3A">
              <w:t>Id</w:t>
            </w:r>
          </w:p>
        </w:tc>
        <w:tc>
          <w:tcPr>
            <w:tcW w:w="3898" w:type="dxa"/>
          </w:tcPr>
          <w:p w:rsidR="007E5153" w:rsidRPr="00501E3A" w:rsidRDefault="007E5153" w:rsidP="009B740E">
            <w:pPr>
              <w:pStyle w:val="TAH"/>
            </w:pPr>
            <w:r w:rsidRPr="00501E3A">
              <w:t>Description</w:t>
            </w:r>
          </w:p>
        </w:tc>
        <w:tc>
          <w:tcPr>
            <w:tcW w:w="3189" w:type="dxa"/>
          </w:tcPr>
          <w:p w:rsidR="007E5153" w:rsidRPr="00501E3A" w:rsidRDefault="007E5153" w:rsidP="009B740E">
            <w:pPr>
              <w:pStyle w:val="TAH"/>
            </w:pPr>
            <w:r w:rsidRPr="00501E3A">
              <w:t>API Expectation</w:t>
            </w:r>
          </w:p>
        </w:tc>
        <w:tc>
          <w:tcPr>
            <w:tcW w:w="2339" w:type="dxa"/>
          </w:tcPr>
          <w:p w:rsidR="007E5153" w:rsidRPr="00501E3A" w:rsidRDefault="007E5153" w:rsidP="009B740E">
            <w:pPr>
              <w:pStyle w:val="TAH"/>
            </w:pPr>
            <w:r w:rsidRPr="00501E3A">
              <w:t>APDU Expectation</w:t>
            </w:r>
          </w:p>
        </w:tc>
      </w:tr>
      <w:tr w:rsidR="007E5153" w:rsidRPr="00501E3A">
        <w:trPr>
          <w:jc w:val="center"/>
        </w:trPr>
        <w:tc>
          <w:tcPr>
            <w:tcW w:w="355" w:type="dxa"/>
          </w:tcPr>
          <w:p w:rsidR="007E5153" w:rsidRPr="00501E3A" w:rsidRDefault="007E5153">
            <w:pPr>
              <w:pStyle w:val="TAC"/>
              <w:keepNext w:val="0"/>
              <w:keepLines w:val="0"/>
            </w:pPr>
            <w:r w:rsidRPr="00501E3A">
              <w:t>0</w:t>
            </w:r>
          </w:p>
        </w:tc>
        <w:tc>
          <w:tcPr>
            <w:tcW w:w="3898" w:type="dxa"/>
          </w:tcPr>
          <w:p w:rsidR="007E5153" w:rsidRPr="00501E3A" w:rsidRDefault="007E5153" w:rsidP="009B740E">
            <w:pPr>
              <w:pStyle w:val="TAH"/>
            </w:pPr>
            <w:r w:rsidRPr="00501E3A">
              <w:t>Get a FileView object, UICC file system</w:t>
            </w:r>
          </w:p>
          <w:p w:rsidR="00452F78" w:rsidRPr="00501E3A" w:rsidRDefault="00452F78">
            <w:pPr>
              <w:pStyle w:val="PL"/>
              <w:rPr>
                <w:noProof w:val="0"/>
              </w:rPr>
            </w:pPr>
          </w:p>
          <w:p w:rsidR="007E5153" w:rsidRPr="00501E3A" w:rsidRDefault="007E5153">
            <w:pPr>
              <w:pStyle w:val="PL"/>
              <w:rPr>
                <w:noProof w:val="0"/>
              </w:rPr>
            </w:pPr>
            <w:r w:rsidRPr="00501E3A">
              <w:rPr>
                <w:noProof w:val="0"/>
              </w:rPr>
              <w:t>get a FileView FileView.getTheUICCView(CLEAR_ON_RESET)</w:t>
            </w:r>
          </w:p>
        </w:tc>
        <w:tc>
          <w:tcPr>
            <w:tcW w:w="3189" w:type="dxa"/>
          </w:tcPr>
          <w:p w:rsidR="007E5153" w:rsidRPr="00501E3A" w:rsidRDefault="007E5153">
            <w:pPr>
              <w:pStyle w:val="TAL"/>
            </w:pPr>
          </w:p>
        </w:tc>
        <w:tc>
          <w:tcPr>
            <w:tcW w:w="2339" w:type="dxa"/>
          </w:tcPr>
          <w:p w:rsidR="007E5153" w:rsidRPr="00501E3A" w:rsidRDefault="007E5153">
            <w:pPr>
              <w:pStyle w:val="TAL"/>
              <w:keepNext w:val="0"/>
              <w:keepLines w:val="0"/>
            </w:pPr>
          </w:p>
        </w:tc>
      </w:tr>
      <w:tr w:rsidR="007E5153" w:rsidRPr="00501E3A">
        <w:trPr>
          <w:jc w:val="center"/>
        </w:trPr>
        <w:tc>
          <w:tcPr>
            <w:tcW w:w="355" w:type="dxa"/>
          </w:tcPr>
          <w:p w:rsidR="007E5153" w:rsidRPr="00501E3A" w:rsidRDefault="007E5153">
            <w:pPr>
              <w:pStyle w:val="TAC"/>
              <w:keepNext w:val="0"/>
              <w:keepLines w:val="0"/>
            </w:pPr>
            <w:r w:rsidRPr="00501E3A">
              <w:t>1</w:t>
            </w:r>
          </w:p>
        </w:tc>
        <w:tc>
          <w:tcPr>
            <w:tcW w:w="3898" w:type="dxa"/>
          </w:tcPr>
          <w:p w:rsidR="007E5153" w:rsidRPr="00501E3A" w:rsidRDefault="007E5153" w:rsidP="009B740E">
            <w:pPr>
              <w:pStyle w:val="TAH"/>
            </w:pPr>
            <w:r w:rsidRPr="00501E3A">
              <w:t>Select EF</w:t>
            </w:r>
            <w:r w:rsidRPr="00501E3A">
              <w:rPr>
                <w:vertAlign w:val="subscript"/>
              </w:rPr>
              <w:t>TARU</w:t>
            </w:r>
            <w:r w:rsidRPr="00501E3A">
              <w:t xml:space="preserve"> in MF (Transparent EF)</w:t>
            </w:r>
          </w:p>
          <w:p w:rsidR="00452F78" w:rsidRPr="00501E3A" w:rsidRDefault="00452F78">
            <w:pPr>
              <w:pStyle w:val="PL"/>
              <w:keepNext/>
              <w:keepLines/>
              <w:rPr>
                <w:noProof w:val="0"/>
              </w:rPr>
            </w:pPr>
          </w:p>
          <w:p w:rsidR="007E5153" w:rsidRPr="00501E3A" w:rsidRDefault="007E5153">
            <w:pPr>
              <w:pStyle w:val="PL"/>
              <w:keepNext/>
              <w:keepLines/>
              <w:rPr>
                <w:noProof w:val="0"/>
                <w:vertAlign w:val="subscript"/>
              </w:rPr>
            </w:pPr>
            <w:r w:rsidRPr="00501E3A">
              <w:rPr>
                <w:noProof w:val="0"/>
              </w:rPr>
              <w:t>Select DF</w:t>
            </w:r>
            <w:r w:rsidRPr="00501E3A">
              <w:rPr>
                <w:noProof w:val="0"/>
                <w:vertAlign w:val="subscript"/>
              </w:rPr>
              <w:t>TEST</w:t>
            </w:r>
          </w:p>
          <w:p w:rsidR="007E5153" w:rsidRPr="00501E3A" w:rsidRDefault="007E5153">
            <w:pPr>
              <w:pStyle w:val="PL"/>
              <w:keepNext/>
              <w:keepLines/>
              <w:rPr>
                <w:noProof w:val="0"/>
              </w:rPr>
            </w:pPr>
            <w:r w:rsidRPr="00501E3A">
              <w:rPr>
                <w:noProof w:val="0"/>
              </w:rPr>
              <w:t>select EF</w:t>
            </w:r>
            <w:r w:rsidRPr="00501E3A">
              <w:rPr>
                <w:noProof w:val="0"/>
                <w:vertAlign w:val="subscript"/>
              </w:rPr>
              <w:t>TARU</w:t>
            </w:r>
            <w:r w:rsidRPr="00501E3A">
              <w:rPr>
                <w:noProof w:val="0"/>
              </w:rPr>
              <w:t>,</w:t>
            </w:r>
          </w:p>
          <w:p w:rsidR="007E5153" w:rsidRPr="00501E3A" w:rsidRDefault="007E5153">
            <w:pPr>
              <w:pStyle w:val="PL"/>
              <w:keepNext/>
              <w:keepLines/>
              <w:rPr>
                <w:noProof w:val="0"/>
              </w:rPr>
            </w:pPr>
            <w:r w:rsidRPr="00501E3A">
              <w:rPr>
                <w:noProof w:val="0"/>
              </w:rPr>
              <w:t>fid=6F03</w:t>
            </w:r>
          </w:p>
          <w:p w:rsidR="007E5153" w:rsidRPr="00501E3A" w:rsidRDefault="007E5153">
            <w:pPr>
              <w:pStyle w:val="PL"/>
              <w:keepNext/>
              <w:keepLines/>
              <w:rPr>
                <w:noProof w:val="0"/>
              </w:rPr>
            </w:pPr>
            <w:r w:rsidRPr="00501E3A">
              <w:rPr>
                <w:noProof w:val="0"/>
              </w:rPr>
              <w:t>byte[] fcp = new byte[132]</w:t>
            </w:r>
          </w:p>
          <w:p w:rsidR="007E5153" w:rsidRPr="00501E3A" w:rsidRDefault="007E5153">
            <w:pPr>
              <w:pStyle w:val="PL"/>
              <w:keepNext/>
              <w:keepLines/>
              <w:rPr>
                <w:noProof w:val="0"/>
              </w:rPr>
            </w:pPr>
            <w:r w:rsidRPr="00501E3A">
              <w:rPr>
                <w:noProof w:val="0"/>
              </w:rPr>
              <w:t>fcpOffset = 0</w:t>
            </w:r>
          </w:p>
          <w:p w:rsidR="007E5153" w:rsidRPr="00501E3A" w:rsidRDefault="00452F78" w:rsidP="00452F78">
            <w:pPr>
              <w:pStyle w:val="PL"/>
              <w:keepNext/>
              <w:keepLines/>
              <w:rPr>
                <w:noProof w:val="0"/>
              </w:rPr>
            </w:pPr>
            <w:r w:rsidRPr="00501E3A">
              <w:rPr>
                <w:noProof w:val="0"/>
              </w:rPr>
              <w:t>fcpLength = 127</w:t>
            </w:r>
          </w:p>
        </w:tc>
        <w:tc>
          <w:tcPr>
            <w:tcW w:w="3189" w:type="dxa"/>
          </w:tcPr>
          <w:p w:rsidR="00452F78" w:rsidRPr="00501E3A" w:rsidRDefault="00452F78">
            <w:pPr>
              <w:pStyle w:val="TAL"/>
            </w:pPr>
          </w:p>
          <w:p w:rsidR="007E5153" w:rsidRPr="00501E3A" w:rsidRDefault="007E5153">
            <w:pPr>
              <w:pStyle w:val="TAL"/>
            </w:pPr>
            <w:r w:rsidRPr="00501E3A">
              <w:t>Shall return at least 19.</w:t>
            </w:r>
          </w:p>
          <w:p w:rsidR="007E5153" w:rsidRPr="00501E3A" w:rsidRDefault="007E5153">
            <w:pPr>
              <w:pStyle w:val="TAL"/>
            </w:pPr>
            <w:r w:rsidRPr="00501E3A">
              <w:t>fcp[] shall contain following TLVs:</w:t>
            </w:r>
          </w:p>
          <w:p w:rsidR="007E5153" w:rsidRPr="00501E3A" w:rsidRDefault="007E5153">
            <w:pPr>
              <w:pStyle w:val="TAL"/>
            </w:pPr>
            <w:r w:rsidRPr="00501E3A">
              <w:t>1. 82 02 41 21 //file descriptor</w:t>
            </w:r>
          </w:p>
          <w:p w:rsidR="007E5153" w:rsidRPr="00501E3A" w:rsidRDefault="007E5153">
            <w:pPr>
              <w:pStyle w:val="TAL"/>
            </w:pPr>
            <w:r w:rsidRPr="00501E3A">
              <w:t>2. 83 02 2F E2 //file id</w:t>
            </w:r>
          </w:p>
          <w:p w:rsidR="007E5153" w:rsidRPr="00501E3A" w:rsidRDefault="007E5153">
            <w:pPr>
              <w:pStyle w:val="TAL"/>
            </w:pPr>
            <w:r w:rsidRPr="00501E3A">
              <w:t>3. 8A 01 05 //life cycle status</w:t>
            </w:r>
          </w:p>
          <w:p w:rsidR="007E5153" w:rsidRPr="00501E3A" w:rsidRDefault="00452F78">
            <w:pPr>
              <w:pStyle w:val="TAL"/>
            </w:pPr>
            <w:r w:rsidRPr="00501E3A">
              <w:t>4. 80 02 00 0A // file size</w:t>
            </w:r>
          </w:p>
        </w:tc>
        <w:tc>
          <w:tcPr>
            <w:tcW w:w="2339" w:type="dxa"/>
          </w:tcPr>
          <w:p w:rsidR="007E5153" w:rsidRPr="00501E3A" w:rsidRDefault="007E5153">
            <w:pPr>
              <w:pStyle w:val="TAL"/>
              <w:keepNext w:val="0"/>
              <w:keepLines w:val="0"/>
            </w:pPr>
          </w:p>
          <w:p w:rsidR="007E5153" w:rsidRPr="00501E3A" w:rsidRDefault="007E5153">
            <w:pPr>
              <w:pStyle w:val="TAL"/>
              <w:keepNext w:val="0"/>
              <w:keepLines w:val="0"/>
            </w:pPr>
          </w:p>
        </w:tc>
      </w:tr>
      <w:tr w:rsidR="007E5153" w:rsidRPr="00501E3A">
        <w:trPr>
          <w:jc w:val="center"/>
        </w:trPr>
        <w:tc>
          <w:tcPr>
            <w:tcW w:w="355" w:type="dxa"/>
          </w:tcPr>
          <w:p w:rsidR="007E5153" w:rsidRPr="00501E3A" w:rsidRDefault="007E5153">
            <w:pPr>
              <w:pStyle w:val="TAC"/>
              <w:keepNext w:val="0"/>
              <w:keepLines w:val="0"/>
            </w:pPr>
            <w:r w:rsidRPr="00501E3A">
              <w:t>2</w:t>
            </w:r>
          </w:p>
        </w:tc>
        <w:tc>
          <w:tcPr>
            <w:tcW w:w="3898" w:type="dxa"/>
          </w:tcPr>
          <w:p w:rsidR="007E5153" w:rsidRPr="00501E3A" w:rsidRDefault="007E5153" w:rsidP="009B740E">
            <w:pPr>
              <w:pStyle w:val="TAH"/>
            </w:pPr>
            <w:r w:rsidRPr="00501E3A">
              <w:t>Select EF</w:t>
            </w:r>
            <w:r w:rsidRPr="00501E3A">
              <w:rPr>
                <w:vertAlign w:val="subscript"/>
              </w:rPr>
              <w:t>TARU</w:t>
            </w:r>
            <w:r w:rsidRPr="00501E3A">
              <w:t xml:space="preserve"> in MF (Transparent EF)</w:t>
            </w:r>
          </w:p>
          <w:p w:rsidR="00452F78" w:rsidRPr="00501E3A" w:rsidRDefault="00452F78">
            <w:pPr>
              <w:pStyle w:val="PL"/>
              <w:rPr>
                <w:noProof w:val="0"/>
              </w:rPr>
            </w:pPr>
          </w:p>
          <w:p w:rsidR="007E5153" w:rsidRPr="00501E3A" w:rsidRDefault="007E5153">
            <w:pPr>
              <w:pStyle w:val="PL"/>
              <w:rPr>
                <w:noProof w:val="0"/>
              </w:rPr>
            </w:pPr>
            <w:r w:rsidRPr="00501E3A">
              <w:rPr>
                <w:noProof w:val="0"/>
              </w:rPr>
              <w:t>select EF</w:t>
            </w:r>
            <w:r w:rsidRPr="00501E3A">
              <w:rPr>
                <w:b/>
                <w:bCs/>
                <w:noProof w:val="0"/>
                <w:vertAlign w:val="subscript"/>
              </w:rPr>
              <w:t>TARU</w:t>
            </w:r>
            <w:r w:rsidRPr="00501E3A">
              <w:rPr>
                <w:noProof w:val="0"/>
              </w:rPr>
              <w:t>,</w:t>
            </w:r>
          </w:p>
          <w:p w:rsidR="007E5153" w:rsidRPr="00501E3A" w:rsidRDefault="007E5153">
            <w:pPr>
              <w:pStyle w:val="PL"/>
              <w:rPr>
                <w:noProof w:val="0"/>
              </w:rPr>
            </w:pPr>
            <w:r w:rsidRPr="00501E3A">
              <w:rPr>
                <w:noProof w:val="0"/>
              </w:rPr>
              <w:t>fid=6F03</w:t>
            </w:r>
          </w:p>
          <w:p w:rsidR="007E5153" w:rsidRPr="00501E3A" w:rsidRDefault="007E5153">
            <w:pPr>
              <w:pStyle w:val="PL"/>
              <w:rPr>
                <w:noProof w:val="0"/>
              </w:rPr>
            </w:pPr>
            <w:r w:rsidRPr="00501E3A">
              <w:rPr>
                <w:noProof w:val="0"/>
              </w:rPr>
              <w:t>fcpOffset = 0</w:t>
            </w:r>
          </w:p>
          <w:p w:rsidR="007E5153" w:rsidRPr="00501E3A" w:rsidRDefault="007E5153">
            <w:pPr>
              <w:pStyle w:val="PL"/>
              <w:rPr>
                <w:noProof w:val="0"/>
              </w:rPr>
            </w:pPr>
            <w:r w:rsidRPr="00501E3A">
              <w:rPr>
                <w:noProof w:val="0"/>
              </w:rPr>
              <w:t>fcpLength = 7</w:t>
            </w:r>
          </w:p>
          <w:p w:rsidR="007E5153" w:rsidRPr="00501E3A" w:rsidRDefault="007E5153">
            <w:pPr>
              <w:pStyle w:val="PL"/>
              <w:rPr>
                <w:noProof w:val="0"/>
              </w:rPr>
            </w:pPr>
            <w:r w:rsidRPr="00501E3A">
              <w:rPr>
                <w:noProof w:val="0"/>
              </w:rPr>
              <w:t>select()</w:t>
            </w:r>
          </w:p>
        </w:tc>
        <w:tc>
          <w:tcPr>
            <w:tcW w:w="3189" w:type="dxa"/>
          </w:tcPr>
          <w:p w:rsidR="007E5153" w:rsidRPr="00501E3A" w:rsidRDefault="007E5153">
            <w:pPr>
              <w:pStyle w:val="TAL"/>
            </w:pPr>
          </w:p>
          <w:p w:rsidR="00452F78" w:rsidRPr="00501E3A" w:rsidRDefault="00452F78">
            <w:pPr>
              <w:pStyle w:val="TAL"/>
            </w:pPr>
          </w:p>
          <w:p w:rsidR="007E5153" w:rsidRPr="00501E3A" w:rsidRDefault="007E5153">
            <w:pPr>
              <w:pStyle w:val="TAL"/>
            </w:pPr>
            <w:r w:rsidRPr="00501E3A">
              <w:t>Shall return 7.</w:t>
            </w:r>
          </w:p>
          <w:p w:rsidR="007E5153" w:rsidRPr="00501E3A" w:rsidRDefault="007E5153">
            <w:pPr>
              <w:pStyle w:val="TAL"/>
            </w:pPr>
            <w:r w:rsidRPr="00501E3A">
              <w:t>fcp[] shall contain the first 7 bytes of the FCP structure and contain following TLV.</w:t>
            </w:r>
          </w:p>
          <w:p w:rsidR="007E5153" w:rsidRPr="00501E3A" w:rsidRDefault="007E5153">
            <w:pPr>
              <w:pStyle w:val="TAL"/>
            </w:pPr>
            <w:r w:rsidRPr="00501E3A">
              <w:t>1. 82 02 41 21 //file descriptor</w:t>
            </w:r>
          </w:p>
        </w:tc>
        <w:tc>
          <w:tcPr>
            <w:tcW w:w="2339" w:type="dxa"/>
          </w:tcPr>
          <w:p w:rsidR="007E5153" w:rsidRPr="00501E3A" w:rsidRDefault="007E5153">
            <w:pPr>
              <w:pStyle w:val="TAL"/>
              <w:keepNext w:val="0"/>
              <w:keepLines w:val="0"/>
            </w:pPr>
          </w:p>
        </w:tc>
      </w:tr>
      <w:tr w:rsidR="007E5153" w:rsidRPr="00501E3A">
        <w:trPr>
          <w:jc w:val="center"/>
        </w:trPr>
        <w:tc>
          <w:tcPr>
            <w:tcW w:w="355" w:type="dxa"/>
          </w:tcPr>
          <w:p w:rsidR="007E5153" w:rsidRPr="00501E3A" w:rsidRDefault="007E5153">
            <w:pPr>
              <w:pStyle w:val="TAC"/>
              <w:keepNext w:val="0"/>
              <w:keepLines w:val="0"/>
            </w:pPr>
            <w:r w:rsidRPr="00501E3A">
              <w:t>3</w:t>
            </w:r>
          </w:p>
        </w:tc>
        <w:tc>
          <w:tcPr>
            <w:tcW w:w="3898" w:type="dxa"/>
          </w:tcPr>
          <w:p w:rsidR="007E5153" w:rsidRPr="00501E3A" w:rsidRDefault="007E5153" w:rsidP="009B740E">
            <w:pPr>
              <w:pStyle w:val="TAH"/>
            </w:pPr>
            <w:r w:rsidRPr="00501E3A">
              <w:t>Select DF</w:t>
            </w:r>
            <w:r w:rsidRPr="00501E3A">
              <w:rPr>
                <w:vertAlign w:val="subscript"/>
              </w:rPr>
              <w:t>TEST</w:t>
            </w:r>
            <w:r w:rsidRPr="00501E3A">
              <w:t xml:space="preserve"> in MF</w:t>
            </w:r>
          </w:p>
          <w:p w:rsidR="00452F78" w:rsidRPr="00501E3A" w:rsidRDefault="00452F78">
            <w:pPr>
              <w:pStyle w:val="PL"/>
              <w:rPr>
                <w:noProof w:val="0"/>
              </w:rPr>
            </w:pPr>
          </w:p>
          <w:p w:rsidR="007E5153" w:rsidRPr="00501E3A" w:rsidRDefault="007E5153">
            <w:pPr>
              <w:pStyle w:val="PL"/>
              <w:rPr>
                <w:noProof w:val="0"/>
              </w:rPr>
            </w:pPr>
            <w:r w:rsidRPr="00501E3A">
              <w:rPr>
                <w:noProof w:val="0"/>
              </w:rPr>
              <w:t>fid =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fcpOffset = 0</w:t>
            </w:r>
          </w:p>
          <w:p w:rsidR="007E5153" w:rsidRPr="00501E3A" w:rsidRDefault="007E5153">
            <w:pPr>
              <w:pStyle w:val="PL"/>
              <w:rPr>
                <w:noProof w:val="0"/>
              </w:rPr>
            </w:pPr>
            <w:r w:rsidRPr="00501E3A">
              <w:rPr>
                <w:noProof w:val="0"/>
              </w:rPr>
              <w:t>fcpLength = 127</w:t>
            </w:r>
          </w:p>
          <w:p w:rsidR="007E5153" w:rsidRPr="00501E3A" w:rsidRDefault="007E5153">
            <w:pPr>
              <w:pStyle w:val="PL"/>
              <w:rPr>
                <w:noProof w:val="0"/>
              </w:rPr>
            </w:pPr>
            <w:r w:rsidRPr="00501E3A">
              <w:rPr>
                <w:noProof w:val="0"/>
              </w:rPr>
              <w:t>select()</w:t>
            </w:r>
          </w:p>
        </w:tc>
        <w:tc>
          <w:tcPr>
            <w:tcW w:w="3189" w:type="dxa"/>
          </w:tcPr>
          <w:p w:rsidR="007E5153" w:rsidRPr="00501E3A" w:rsidRDefault="007E5153">
            <w:pPr>
              <w:pStyle w:val="TAL"/>
            </w:pPr>
          </w:p>
          <w:p w:rsidR="00452F78" w:rsidRPr="00501E3A" w:rsidRDefault="00452F78">
            <w:pPr>
              <w:pStyle w:val="TAL"/>
            </w:pPr>
          </w:p>
          <w:p w:rsidR="007E5153" w:rsidRPr="00501E3A" w:rsidRDefault="007E5153">
            <w:pPr>
              <w:pStyle w:val="TAL"/>
            </w:pPr>
            <w:r w:rsidRPr="00501E3A">
              <w:t>Shall return at least 17.</w:t>
            </w:r>
          </w:p>
          <w:p w:rsidR="007E5153" w:rsidRPr="00501E3A" w:rsidRDefault="007E5153">
            <w:pPr>
              <w:pStyle w:val="TAL"/>
            </w:pPr>
            <w:r w:rsidRPr="00501E3A">
              <w:t xml:space="preserve">fcp[] shall contain following TLVs  </w:t>
            </w:r>
          </w:p>
          <w:p w:rsidR="007E5153" w:rsidRPr="00501E3A" w:rsidRDefault="007E5153">
            <w:pPr>
              <w:pStyle w:val="TAL"/>
            </w:pPr>
            <w:r w:rsidRPr="00501E3A">
              <w:t>1. 82 02 78 21 //file descriptor</w:t>
            </w:r>
          </w:p>
          <w:p w:rsidR="007E5153" w:rsidRPr="00501E3A" w:rsidRDefault="007E5153">
            <w:pPr>
              <w:pStyle w:val="TAL"/>
            </w:pPr>
            <w:r w:rsidRPr="00501E3A">
              <w:t>2. 83 02 11 11 //file id</w:t>
            </w:r>
          </w:p>
          <w:p w:rsidR="007E5153" w:rsidRPr="00501E3A" w:rsidRDefault="007752BB">
            <w:pPr>
              <w:pStyle w:val="TAL"/>
            </w:pPr>
            <w:r w:rsidRPr="00501E3A">
              <w:t>3. 8A 01 05 //life cycle status</w:t>
            </w:r>
          </w:p>
        </w:tc>
        <w:tc>
          <w:tcPr>
            <w:tcW w:w="2339" w:type="dxa"/>
          </w:tcPr>
          <w:p w:rsidR="007E5153" w:rsidRPr="00501E3A" w:rsidRDefault="007E5153">
            <w:pPr>
              <w:pStyle w:val="TAL"/>
              <w:keepNext w:val="0"/>
              <w:keepLines w:val="0"/>
            </w:pPr>
          </w:p>
        </w:tc>
      </w:tr>
      <w:tr w:rsidR="007E5153" w:rsidRPr="00501E3A">
        <w:trPr>
          <w:jc w:val="center"/>
        </w:trPr>
        <w:tc>
          <w:tcPr>
            <w:tcW w:w="355" w:type="dxa"/>
          </w:tcPr>
          <w:p w:rsidR="007E5153" w:rsidRPr="00501E3A" w:rsidRDefault="007E5153" w:rsidP="00FE3CAF">
            <w:pPr>
              <w:pStyle w:val="TAC"/>
              <w:keepLines w:val="0"/>
            </w:pPr>
            <w:r w:rsidRPr="00501E3A">
              <w:lastRenderedPageBreak/>
              <w:t>4</w:t>
            </w:r>
          </w:p>
        </w:tc>
        <w:tc>
          <w:tcPr>
            <w:tcW w:w="3898" w:type="dxa"/>
          </w:tcPr>
          <w:p w:rsidR="007E5153" w:rsidRPr="00501E3A" w:rsidRDefault="007E5153" w:rsidP="00FE3CAF">
            <w:pPr>
              <w:pStyle w:val="TAH"/>
            </w:pPr>
            <w:r w:rsidRPr="00501E3A">
              <w:t>Select EF</w:t>
            </w:r>
            <w:r w:rsidRPr="00501E3A">
              <w:rPr>
                <w:vertAlign w:val="subscript"/>
              </w:rPr>
              <w:t>CARU</w:t>
            </w:r>
            <w:r w:rsidRPr="00501E3A">
              <w:t xml:space="preserve"> in DF</w:t>
            </w:r>
            <w:r w:rsidRPr="00501E3A">
              <w:rPr>
                <w:vertAlign w:val="subscript"/>
              </w:rPr>
              <w:t>TEST</w:t>
            </w:r>
            <w:r w:rsidRPr="00501E3A">
              <w:t xml:space="preserve"> (Cyclic EF)</w:t>
            </w:r>
          </w:p>
          <w:p w:rsidR="00452F78" w:rsidRPr="00501E3A" w:rsidRDefault="00452F78" w:rsidP="00FE3CAF">
            <w:pPr>
              <w:pStyle w:val="PL"/>
              <w:keepNext/>
              <w:rPr>
                <w:noProof w:val="0"/>
              </w:rPr>
            </w:pPr>
          </w:p>
          <w:p w:rsidR="007E5153" w:rsidRPr="00501E3A" w:rsidRDefault="007E5153" w:rsidP="00FE3CAF">
            <w:pPr>
              <w:pStyle w:val="PL"/>
              <w:keepNext/>
              <w:rPr>
                <w:noProof w:val="0"/>
              </w:rPr>
            </w:pPr>
            <w:r w:rsidRPr="00501E3A">
              <w:rPr>
                <w:noProof w:val="0"/>
              </w:rPr>
              <w:t>select EF</w:t>
            </w:r>
            <w:r w:rsidRPr="00501E3A">
              <w:rPr>
                <w:noProof w:val="0"/>
                <w:vertAlign w:val="subscript"/>
              </w:rPr>
              <w:t>CARU</w:t>
            </w:r>
            <w:r w:rsidRPr="00501E3A">
              <w:rPr>
                <w:noProof w:val="0"/>
              </w:rPr>
              <w:t xml:space="preserve">, </w:t>
            </w:r>
          </w:p>
          <w:p w:rsidR="007E5153" w:rsidRPr="00501E3A" w:rsidRDefault="007E5153" w:rsidP="00FE3CAF">
            <w:pPr>
              <w:pStyle w:val="PL"/>
              <w:keepNext/>
              <w:rPr>
                <w:noProof w:val="0"/>
              </w:rPr>
            </w:pPr>
            <w:r w:rsidRPr="00501E3A">
              <w:rPr>
                <w:noProof w:val="0"/>
              </w:rPr>
              <w:t>fid=6f09</w:t>
            </w:r>
          </w:p>
          <w:p w:rsidR="007E5153" w:rsidRPr="00501E3A" w:rsidRDefault="007E5153" w:rsidP="00FE3CAF">
            <w:pPr>
              <w:pStyle w:val="PL"/>
              <w:keepNext/>
              <w:rPr>
                <w:noProof w:val="0"/>
              </w:rPr>
            </w:pPr>
            <w:r w:rsidRPr="00501E3A">
              <w:rPr>
                <w:noProof w:val="0"/>
              </w:rPr>
              <w:t>fcpOffset = 0</w:t>
            </w:r>
          </w:p>
          <w:p w:rsidR="007E5153" w:rsidRPr="00501E3A" w:rsidRDefault="007E5153" w:rsidP="00FE3CAF">
            <w:pPr>
              <w:pStyle w:val="PL"/>
              <w:keepNext/>
              <w:rPr>
                <w:noProof w:val="0"/>
              </w:rPr>
            </w:pPr>
            <w:r w:rsidRPr="00501E3A">
              <w:rPr>
                <w:noProof w:val="0"/>
              </w:rPr>
              <w:t>fcpLength = 11</w:t>
            </w:r>
          </w:p>
          <w:p w:rsidR="007E5153" w:rsidRPr="00501E3A" w:rsidRDefault="007E5153" w:rsidP="00FE3CAF">
            <w:pPr>
              <w:pStyle w:val="PL"/>
              <w:keepNext/>
              <w:rPr>
                <w:noProof w:val="0"/>
              </w:rPr>
            </w:pPr>
            <w:r w:rsidRPr="00501E3A">
              <w:rPr>
                <w:noProof w:val="0"/>
              </w:rPr>
              <w:t>select()</w:t>
            </w:r>
          </w:p>
        </w:tc>
        <w:tc>
          <w:tcPr>
            <w:tcW w:w="3189" w:type="dxa"/>
          </w:tcPr>
          <w:p w:rsidR="00452F78" w:rsidRPr="00501E3A" w:rsidRDefault="00452F78" w:rsidP="00FE3CAF">
            <w:pPr>
              <w:pStyle w:val="TAL"/>
            </w:pPr>
          </w:p>
          <w:p w:rsidR="00452F78" w:rsidRPr="00501E3A" w:rsidRDefault="00452F78" w:rsidP="00FE3CAF">
            <w:pPr>
              <w:pStyle w:val="TAL"/>
            </w:pPr>
          </w:p>
          <w:p w:rsidR="007E5153" w:rsidRPr="00501E3A" w:rsidRDefault="007E5153" w:rsidP="00FE3CAF">
            <w:pPr>
              <w:pStyle w:val="TAL"/>
            </w:pPr>
            <w:r w:rsidRPr="00501E3A">
              <w:t>Shall return: 11</w:t>
            </w:r>
          </w:p>
          <w:p w:rsidR="007E5153" w:rsidRPr="00501E3A" w:rsidRDefault="007E5153" w:rsidP="00FE3CAF">
            <w:pPr>
              <w:pStyle w:val="TAL"/>
            </w:pPr>
            <w:r w:rsidRPr="00501E3A">
              <w:t>fcp[] shall contain following TLV:</w:t>
            </w:r>
          </w:p>
          <w:p w:rsidR="007E5153" w:rsidRPr="00501E3A" w:rsidRDefault="007E5153" w:rsidP="00FE3CAF">
            <w:pPr>
              <w:pStyle w:val="TAL"/>
            </w:pPr>
            <w:r w:rsidRPr="00501E3A">
              <w:t>82 05 46 21 00 03 02</w:t>
            </w:r>
          </w:p>
        </w:tc>
        <w:tc>
          <w:tcPr>
            <w:tcW w:w="2339" w:type="dxa"/>
          </w:tcPr>
          <w:p w:rsidR="007E5153" w:rsidRPr="00501E3A" w:rsidRDefault="007E5153" w:rsidP="00FE3CAF">
            <w:pPr>
              <w:pStyle w:val="TAL"/>
              <w:keepLines w:val="0"/>
            </w:pPr>
          </w:p>
        </w:tc>
      </w:tr>
      <w:tr w:rsidR="007E5153" w:rsidRPr="00501E3A">
        <w:trPr>
          <w:jc w:val="center"/>
        </w:trPr>
        <w:tc>
          <w:tcPr>
            <w:tcW w:w="355" w:type="dxa"/>
          </w:tcPr>
          <w:p w:rsidR="007E5153" w:rsidRPr="00501E3A" w:rsidRDefault="007E5153" w:rsidP="009B740E">
            <w:pPr>
              <w:pStyle w:val="TAC"/>
            </w:pPr>
            <w:r w:rsidRPr="00501E3A">
              <w:t>5</w:t>
            </w:r>
          </w:p>
        </w:tc>
        <w:tc>
          <w:tcPr>
            <w:tcW w:w="3898" w:type="dxa"/>
          </w:tcPr>
          <w:p w:rsidR="007E5153" w:rsidRPr="00501E3A" w:rsidRDefault="007E5153" w:rsidP="009B740E">
            <w:pPr>
              <w:pStyle w:val="TAH"/>
            </w:pPr>
            <w:r w:rsidRPr="00501E3A">
              <w:t>Select ADF1</w:t>
            </w:r>
          </w:p>
          <w:p w:rsidR="007E5153" w:rsidRPr="00501E3A" w:rsidRDefault="007E5153" w:rsidP="009B740E">
            <w:pPr>
              <w:pStyle w:val="PL"/>
              <w:keepNext/>
              <w:keepLines/>
              <w:rPr>
                <w:noProof w:val="0"/>
              </w:rPr>
            </w:pPr>
            <w:r w:rsidRPr="00501E3A">
              <w:rPr>
                <w:noProof w:val="0"/>
              </w:rPr>
              <w:t xml:space="preserve">select ADF </w:t>
            </w:r>
          </w:p>
          <w:p w:rsidR="007E5153" w:rsidRPr="00501E3A" w:rsidRDefault="007E5153" w:rsidP="009B740E">
            <w:pPr>
              <w:pStyle w:val="PL"/>
              <w:keepNext/>
              <w:keepLines/>
              <w:rPr>
                <w:noProof w:val="0"/>
              </w:rPr>
            </w:pPr>
            <w:r w:rsidRPr="00501E3A">
              <w:rPr>
                <w:noProof w:val="0"/>
              </w:rPr>
              <w:t>fid=7FFF</w:t>
            </w:r>
          </w:p>
          <w:p w:rsidR="007E5153" w:rsidRPr="00501E3A" w:rsidRDefault="007E5153" w:rsidP="009B740E">
            <w:pPr>
              <w:pStyle w:val="PL"/>
              <w:keepNext/>
              <w:keepLines/>
              <w:rPr>
                <w:noProof w:val="0"/>
              </w:rPr>
            </w:pPr>
            <w:r w:rsidRPr="00501E3A">
              <w:rPr>
                <w:noProof w:val="0"/>
              </w:rPr>
              <w:t>fcp[0:5]=0x00</w:t>
            </w:r>
          </w:p>
          <w:p w:rsidR="007E5153" w:rsidRPr="00501E3A" w:rsidRDefault="007E5153" w:rsidP="009B740E">
            <w:pPr>
              <w:pStyle w:val="PL"/>
              <w:keepNext/>
              <w:keepLines/>
              <w:rPr>
                <w:noProof w:val="0"/>
              </w:rPr>
            </w:pPr>
            <w:r w:rsidRPr="00501E3A">
              <w:rPr>
                <w:noProof w:val="0"/>
              </w:rPr>
              <w:t>fcpOffset=5</w:t>
            </w:r>
          </w:p>
          <w:p w:rsidR="007E5153" w:rsidRPr="00501E3A" w:rsidRDefault="007E5153" w:rsidP="009B740E">
            <w:pPr>
              <w:pStyle w:val="PL"/>
              <w:keepNext/>
              <w:keepLines/>
              <w:rPr>
                <w:noProof w:val="0"/>
              </w:rPr>
            </w:pPr>
            <w:r w:rsidRPr="00501E3A">
              <w:rPr>
                <w:noProof w:val="0"/>
              </w:rPr>
              <w:t>fcpLength=127</w:t>
            </w:r>
          </w:p>
          <w:p w:rsidR="007E5153" w:rsidRPr="00501E3A" w:rsidRDefault="007E5153" w:rsidP="009B740E">
            <w:pPr>
              <w:pStyle w:val="PL"/>
              <w:keepNext/>
              <w:keepLines/>
              <w:rPr>
                <w:noProof w:val="0"/>
              </w:rPr>
            </w:pPr>
            <w:r w:rsidRPr="00501E3A">
              <w:rPr>
                <w:noProof w:val="0"/>
              </w:rPr>
              <w:t>select</w:t>
            </w:r>
          </w:p>
        </w:tc>
        <w:tc>
          <w:tcPr>
            <w:tcW w:w="3189" w:type="dxa"/>
          </w:tcPr>
          <w:p w:rsidR="007E5153" w:rsidRPr="00501E3A" w:rsidRDefault="007E5153" w:rsidP="009B740E">
            <w:pPr>
              <w:pStyle w:val="TAL"/>
            </w:pPr>
          </w:p>
          <w:p w:rsidR="007E5153" w:rsidRPr="00501E3A" w:rsidRDefault="007E5153" w:rsidP="009B740E">
            <w:pPr>
              <w:pStyle w:val="TAL"/>
            </w:pPr>
            <w:r w:rsidRPr="00501E3A">
              <w:t xml:space="preserve">Shall return: at least 27 </w:t>
            </w:r>
          </w:p>
          <w:p w:rsidR="007E5153" w:rsidRPr="00501E3A" w:rsidRDefault="007E5153" w:rsidP="009B740E">
            <w:pPr>
              <w:pStyle w:val="TAL"/>
            </w:pPr>
            <w:r w:rsidRPr="00501E3A">
              <w:t>The first 5 bytes of fcp[] shall be 0x00 and contains following TLVs:</w:t>
            </w:r>
          </w:p>
          <w:p w:rsidR="007E5153" w:rsidRPr="00501E3A" w:rsidRDefault="007E5153" w:rsidP="009B740E">
            <w:pPr>
              <w:pStyle w:val="TAL"/>
            </w:pPr>
            <w:r w:rsidRPr="00501E3A">
              <w:t>1. 82 02 78 21 //file descriptor</w:t>
            </w:r>
          </w:p>
          <w:p w:rsidR="007E5153" w:rsidRPr="00501E3A" w:rsidRDefault="007E5153" w:rsidP="009B740E">
            <w:pPr>
              <w:pStyle w:val="TAL"/>
            </w:pPr>
            <w:r w:rsidRPr="00501E3A">
              <w:t>2. 84 10 A0 00 00 00 09 00 05 FF FF FF FF 89 60 00 00 00 //DF Name</w:t>
            </w:r>
          </w:p>
          <w:p w:rsidR="007E5153" w:rsidRPr="00501E3A" w:rsidRDefault="007752BB" w:rsidP="009B740E">
            <w:pPr>
              <w:pStyle w:val="TAL"/>
            </w:pPr>
            <w:r w:rsidRPr="00501E3A">
              <w:t>3. 8A 01 05 //life cycle</w:t>
            </w:r>
          </w:p>
        </w:tc>
        <w:tc>
          <w:tcPr>
            <w:tcW w:w="2339" w:type="dxa"/>
          </w:tcPr>
          <w:p w:rsidR="007E5153" w:rsidRPr="00501E3A" w:rsidRDefault="007E5153" w:rsidP="009B740E">
            <w:pPr>
              <w:pStyle w:val="TAL"/>
            </w:pPr>
          </w:p>
        </w:tc>
      </w:tr>
      <w:tr w:rsidR="007E5153" w:rsidRPr="00501E3A">
        <w:trPr>
          <w:jc w:val="center"/>
        </w:trPr>
        <w:tc>
          <w:tcPr>
            <w:tcW w:w="355" w:type="dxa"/>
          </w:tcPr>
          <w:p w:rsidR="007E5153" w:rsidRPr="00501E3A" w:rsidRDefault="007E5153" w:rsidP="007752BB">
            <w:pPr>
              <w:pStyle w:val="TAC"/>
            </w:pPr>
            <w:r w:rsidRPr="00501E3A">
              <w:t>6</w:t>
            </w:r>
          </w:p>
        </w:tc>
        <w:tc>
          <w:tcPr>
            <w:tcW w:w="3898" w:type="dxa"/>
          </w:tcPr>
          <w:p w:rsidR="007E5153" w:rsidRPr="00501E3A" w:rsidRDefault="007E5153" w:rsidP="007752BB">
            <w:pPr>
              <w:pStyle w:val="TAH"/>
            </w:pPr>
            <w:r w:rsidRPr="00501E3A">
              <w:t>Select MF</w:t>
            </w:r>
          </w:p>
          <w:p w:rsidR="00452F78" w:rsidRPr="00501E3A" w:rsidRDefault="00452F78" w:rsidP="007752BB">
            <w:pPr>
              <w:pStyle w:val="PL"/>
              <w:keepNext/>
              <w:keepLines/>
              <w:rPr>
                <w:noProof w:val="0"/>
              </w:rPr>
            </w:pPr>
          </w:p>
          <w:p w:rsidR="007E5153" w:rsidRPr="00501E3A" w:rsidRDefault="007E5153" w:rsidP="007752BB">
            <w:pPr>
              <w:pStyle w:val="PL"/>
              <w:keepNext/>
              <w:keepLines/>
              <w:rPr>
                <w:noProof w:val="0"/>
              </w:rPr>
            </w:pPr>
            <w:r w:rsidRPr="00501E3A">
              <w:rPr>
                <w:noProof w:val="0"/>
              </w:rPr>
              <w:t xml:space="preserve">select MF, </w:t>
            </w:r>
          </w:p>
          <w:p w:rsidR="007E5153" w:rsidRPr="00501E3A" w:rsidRDefault="007E5153" w:rsidP="007752BB">
            <w:pPr>
              <w:pStyle w:val="PL"/>
              <w:keepNext/>
              <w:keepLines/>
              <w:rPr>
                <w:noProof w:val="0"/>
              </w:rPr>
            </w:pPr>
            <w:r w:rsidRPr="00501E3A">
              <w:rPr>
                <w:noProof w:val="0"/>
              </w:rPr>
              <w:t>fid= 3F00</w:t>
            </w:r>
          </w:p>
          <w:p w:rsidR="007E5153" w:rsidRPr="00501E3A" w:rsidRDefault="007E5153" w:rsidP="007752BB">
            <w:pPr>
              <w:pStyle w:val="PL"/>
              <w:keepNext/>
              <w:keepLines/>
              <w:rPr>
                <w:noProof w:val="0"/>
              </w:rPr>
            </w:pPr>
            <w:r w:rsidRPr="00501E3A">
              <w:rPr>
                <w:noProof w:val="0"/>
              </w:rPr>
              <w:t>fcpOffset = 0</w:t>
            </w:r>
          </w:p>
          <w:p w:rsidR="007E5153" w:rsidRPr="00501E3A" w:rsidRDefault="007E5153" w:rsidP="007752BB">
            <w:pPr>
              <w:pStyle w:val="PL"/>
              <w:keepNext/>
              <w:keepLines/>
              <w:rPr>
                <w:noProof w:val="0"/>
              </w:rPr>
            </w:pPr>
            <w:r w:rsidRPr="00501E3A">
              <w:rPr>
                <w:noProof w:val="0"/>
              </w:rPr>
              <w:t>fcpLength = 11</w:t>
            </w:r>
          </w:p>
          <w:p w:rsidR="007E5153" w:rsidRPr="00501E3A" w:rsidRDefault="007E5153" w:rsidP="007752BB">
            <w:pPr>
              <w:pStyle w:val="PL"/>
              <w:keepNext/>
              <w:keepLines/>
              <w:rPr>
                <w:noProof w:val="0"/>
              </w:rPr>
            </w:pPr>
            <w:r w:rsidRPr="00501E3A">
              <w:rPr>
                <w:noProof w:val="0"/>
              </w:rPr>
              <w:t>select()</w:t>
            </w:r>
          </w:p>
        </w:tc>
        <w:tc>
          <w:tcPr>
            <w:tcW w:w="3189" w:type="dxa"/>
          </w:tcPr>
          <w:p w:rsidR="007E5153" w:rsidRPr="00501E3A" w:rsidRDefault="007E5153" w:rsidP="007752BB">
            <w:pPr>
              <w:pStyle w:val="TAL"/>
            </w:pPr>
          </w:p>
          <w:p w:rsidR="00452F78" w:rsidRPr="00501E3A" w:rsidRDefault="00452F78" w:rsidP="007752BB">
            <w:pPr>
              <w:pStyle w:val="TAL"/>
            </w:pPr>
          </w:p>
          <w:p w:rsidR="007E5153" w:rsidRPr="00501E3A" w:rsidRDefault="007E5153" w:rsidP="007752BB">
            <w:pPr>
              <w:pStyle w:val="TAL"/>
            </w:pPr>
            <w:r w:rsidRPr="00501E3A">
              <w:t>Shall return: 11</w:t>
            </w:r>
          </w:p>
          <w:p w:rsidR="007E5153" w:rsidRPr="00501E3A" w:rsidRDefault="007E5153" w:rsidP="007752BB">
            <w:pPr>
              <w:pStyle w:val="TAL"/>
            </w:pPr>
            <w:r w:rsidRPr="00501E3A">
              <w:t>fcp[] shall contain following TLVs:</w:t>
            </w:r>
          </w:p>
          <w:p w:rsidR="007E5153" w:rsidRPr="00501E3A" w:rsidRDefault="007E5153" w:rsidP="007752BB">
            <w:pPr>
              <w:pStyle w:val="TAL"/>
            </w:pPr>
            <w:r w:rsidRPr="00501E3A">
              <w:t>1. 82 02 38/78 21 //file descriptor</w:t>
            </w:r>
          </w:p>
          <w:p w:rsidR="007E5153" w:rsidRPr="00501E3A" w:rsidRDefault="00452F78" w:rsidP="007752BB">
            <w:pPr>
              <w:pStyle w:val="TAL"/>
            </w:pPr>
            <w:r w:rsidRPr="00501E3A">
              <w:t>2. 83 02 3F 00 //file ID</w:t>
            </w:r>
          </w:p>
        </w:tc>
        <w:tc>
          <w:tcPr>
            <w:tcW w:w="2339" w:type="dxa"/>
          </w:tcPr>
          <w:p w:rsidR="007E5153" w:rsidRPr="00501E3A" w:rsidRDefault="007E5153" w:rsidP="007752BB">
            <w:pPr>
              <w:pStyle w:val="TAL"/>
            </w:pPr>
          </w:p>
        </w:tc>
      </w:tr>
      <w:tr w:rsidR="007E5153" w:rsidRPr="00501E3A">
        <w:trPr>
          <w:jc w:val="center"/>
        </w:trPr>
        <w:tc>
          <w:tcPr>
            <w:tcW w:w="355" w:type="dxa"/>
          </w:tcPr>
          <w:p w:rsidR="007E5153" w:rsidRPr="00501E3A" w:rsidRDefault="007E5153">
            <w:pPr>
              <w:pStyle w:val="TAC"/>
              <w:keepNext w:val="0"/>
              <w:keepLines w:val="0"/>
            </w:pPr>
            <w:r w:rsidRPr="00501E3A">
              <w:t>7</w:t>
            </w:r>
          </w:p>
        </w:tc>
        <w:tc>
          <w:tcPr>
            <w:tcW w:w="3898" w:type="dxa"/>
          </w:tcPr>
          <w:p w:rsidR="007E5153" w:rsidRPr="00501E3A" w:rsidRDefault="007E5153" w:rsidP="009B740E">
            <w:pPr>
              <w:pStyle w:val="TAH"/>
            </w:pPr>
            <w:r w:rsidRPr="00501E3A">
              <w:t>Select DF</w:t>
            </w:r>
            <w:r w:rsidRPr="00501E3A">
              <w:rPr>
                <w:vertAlign w:val="subscript"/>
              </w:rPr>
              <w:t>TELECOM</w:t>
            </w:r>
            <w:r w:rsidRPr="00501E3A">
              <w:t xml:space="preserve"> in MF</w:t>
            </w:r>
          </w:p>
          <w:p w:rsidR="007E5153" w:rsidRPr="00501E3A" w:rsidRDefault="007E5153">
            <w:pPr>
              <w:pStyle w:val="PL"/>
              <w:rPr>
                <w:noProof w:val="0"/>
              </w:rPr>
            </w:pPr>
            <w:r w:rsidRPr="00501E3A">
              <w:rPr>
                <w:noProof w:val="0"/>
              </w:rPr>
              <w:t>select DF</w:t>
            </w:r>
            <w:r w:rsidRPr="00501E3A">
              <w:rPr>
                <w:noProof w:val="0"/>
                <w:vertAlign w:val="subscript"/>
              </w:rPr>
              <w:t>TELECOM</w:t>
            </w:r>
            <w:r w:rsidRPr="00501E3A">
              <w:rPr>
                <w:noProof w:val="0"/>
              </w:rPr>
              <w:t xml:space="preserve">, </w:t>
            </w:r>
          </w:p>
          <w:p w:rsidR="007E5153" w:rsidRPr="00501E3A" w:rsidRDefault="007E5153">
            <w:pPr>
              <w:pStyle w:val="PL"/>
              <w:rPr>
                <w:noProof w:val="0"/>
              </w:rPr>
            </w:pPr>
            <w:r w:rsidRPr="00501E3A">
              <w:rPr>
                <w:noProof w:val="0"/>
              </w:rPr>
              <w:t>fid=7F10</w:t>
            </w:r>
          </w:p>
          <w:p w:rsidR="007E5153" w:rsidRPr="00501E3A" w:rsidRDefault="007E5153">
            <w:pPr>
              <w:pStyle w:val="PL"/>
              <w:rPr>
                <w:noProof w:val="0"/>
              </w:rPr>
            </w:pPr>
            <w:r w:rsidRPr="00501E3A">
              <w:rPr>
                <w:noProof w:val="0"/>
              </w:rPr>
              <w:t>fcp[0] = fcp[1] = 0x05</w:t>
            </w:r>
          </w:p>
          <w:p w:rsidR="007E5153" w:rsidRPr="00501E3A" w:rsidRDefault="007E5153">
            <w:pPr>
              <w:pStyle w:val="PL"/>
              <w:rPr>
                <w:noProof w:val="0"/>
              </w:rPr>
            </w:pPr>
            <w:r w:rsidRPr="00501E3A">
              <w:rPr>
                <w:noProof w:val="0"/>
              </w:rPr>
              <w:t>fcpOffset = 2</w:t>
            </w:r>
          </w:p>
          <w:p w:rsidR="007E5153" w:rsidRPr="00501E3A" w:rsidRDefault="007E5153">
            <w:pPr>
              <w:pStyle w:val="PL"/>
              <w:rPr>
                <w:noProof w:val="0"/>
              </w:rPr>
            </w:pPr>
            <w:r w:rsidRPr="00501E3A">
              <w:rPr>
                <w:noProof w:val="0"/>
              </w:rPr>
              <w:t>fcpLength = 13</w:t>
            </w:r>
          </w:p>
          <w:p w:rsidR="007E5153" w:rsidRPr="00501E3A" w:rsidRDefault="007E5153">
            <w:pPr>
              <w:pStyle w:val="PL"/>
              <w:rPr>
                <w:noProof w:val="0"/>
              </w:rPr>
            </w:pPr>
            <w:r w:rsidRPr="00501E3A">
              <w:rPr>
                <w:noProof w:val="0"/>
              </w:rPr>
              <w:t>select()</w:t>
            </w:r>
          </w:p>
        </w:tc>
        <w:tc>
          <w:tcPr>
            <w:tcW w:w="3189" w:type="dxa"/>
          </w:tcPr>
          <w:p w:rsidR="007E5153" w:rsidRPr="00501E3A" w:rsidRDefault="007E5153">
            <w:pPr>
              <w:pStyle w:val="TAL"/>
            </w:pPr>
          </w:p>
          <w:p w:rsidR="007E5153" w:rsidRPr="00501E3A" w:rsidRDefault="007E5153">
            <w:pPr>
              <w:pStyle w:val="TAL"/>
            </w:pPr>
            <w:r w:rsidRPr="00501E3A">
              <w:t>Shall return 13.</w:t>
            </w:r>
          </w:p>
          <w:p w:rsidR="007E5153" w:rsidRPr="00501E3A" w:rsidRDefault="007E5153">
            <w:pPr>
              <w:pStyle w:val="TAL"/>
            </w:pPr>
            <w:r w:rsidRPr="00501E3A">
              <w:t>The first 2 bytes of fcp[] shall be 0x05 and fcp[] shall contain following TLVs</w:t>
            </w:r>
          </w:p>
          <w:p w:rsidR="007E5153" w:rsidRPr="00501E3A" w:rsidRDefault="007E5153">
            <w:pPr>
              <w:pStyle w:val="TAL"/>
            </w:pPr>
            <w:r w:rsidRPr="00501E3A">
              <w:t>1. 82 02 38/78 21 //file descriptor</w:t>
            </w:r>
          </w:p>
          <w:p w:rsidR="007E5153" w:rsidRPr="00501E3A" w:rsidRDefault="007E5153">
            <w:pPr>
              <w:pStyle w:val="TAL"/>
            </w:pPr>
            <w:r w:rsidRPr="00501E3A">
              <w:t xml:space="preserve">2. 83 02 </w:t>
            </w:r>
            <w:r w:rsidR="00452F78" w:rsidRPr="00501E3A">
              <w:t>7F 10 //file id</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pPr>
              <w:pStyle w:val="TAC"/>
              <w:keepNext w:val="0"/>
              <w:keepLines w:val="0"/>
            </w:pPr>
            <w:r w:rsidRPr="00501E3A">
              <w:t>8</w:t>
            </w:r>
          </w:p>
        </w:tc>
        <w:tc>
          <w:tcPr>
            <w:tcW w:w="3898" w:type="dxa"/>
          </w:tcPr>
          <w:p w:rsidR="007E5153" w:rsidRPr="00501E3A" w:rsidRDefault="007E5153" w:rsidP="009B740E">
            <w:pPr>
              <w:pStyle w:val="TAH"/>
            </w:pPr>
            <w:r w:rsidRPr="00501E3A">
              <w:t>Select EF</w:t>
            </w:r>
            <w:r w:rsidRPr="00501E3A">
              <w:rPr>
                <w:vertAlign w:val="subscript"/>
              </w:rPr>
              <w:t>LARU</w:t>
            </w:r>
            <w:r w:rsidRPr="00501E3A">
              <w:t xml:space="preserve"> in DF</w:t>
            </w:r>
            <w:r w:rsidRPr="00501E3A">
              <w:rPr>
                <w:vertAlign w:val="subscript"/>
              </w:rPr>
              <w:t>TELECOM</w:t>
            </w:r>
            <w:r w:rsidRPr="00501E3A">
              <w:t xml:space="preserve"> (Linear FixedEF)</w:t>
            </w:r>
          </w:p>
          <w:p w:rsidR="007E5153" w:rsidRPr="00501E3A" w:rsidRDefault="007E5153">
            <w:pPr>
              <w:pStyle w:val="PL"/>
              <w:rPr>
                <w:noProof w:val="0"/>
              </w:rPr>
            </w:pPr>
          </w:p>
          <w:p w:rsidR="007E5153" w:rsidRPr="00501E3A" w:rsidRDefault="007E5153">
            <w:pPr>
              <w:pStyle w:val="PL"/>
              <w:rPr>
                <w:noProof w:val="0"/>
              </w:rPr>
            </w:pPr>
            <w:r w:rsidRPr="00501E3A">
              <w:rPr>
                <w:noProof w:val="0"/>
              </w:rPr>
              <w:t>select EF</w:t>
            </w:r>
            <w:r w:rsidRPr="00501E3A">
              <w:rPr>
                <w:noProof w:val="0"/>
                <w:vertAlign w:val="subscript"/>
              </w:rPr>
              <w:t>LARU</w:t>
            </w:r>
            <w:r w:rsidRPr="00501E3A">
              <w:rPr>
                <w:noProof w:val="0"/>
              </w:rPr>
              <w:t>,</w:t>
            </w:r>
          </w:p>
          <w:p w:rsidR="007E5153" w:rsidRPr="00501E3A" w:rsidRDefault="007E5153">
            <w:pPr>
              <w:pStyle w:val="PL"/>
              <w:rPr>
                <w:noProof w:val="0"/>
              </w:rPr>
            </w:pPr>
            <w:r w:rsidRPr="00501E3A">
              <w:rPr>
                <w:noProof w:val="0"/>
              </w:rPr>
              <w:t>fid = 6F0C</w:t>
            </w:r>
          </w:p>
          <w:p w:rsidR="007E5153" w:rsidRPr="00501E3A" w:rsidRDefault="007E5153">
            <w:pPr>
              <w:pStyle w:val="PL"/>
              <w:rPr>
                <w:noProof w:val="0"/>
              </w:rPr>
            </w:pPr>
            <w:r w:rsidRPr="00501E3A">
              <w:rPr>
                <w:noProof w:val="0"/>
              </w:rPr>
              <w:t>fcpOffset = 0</w:t>
            </w:r>
          </w:p>
          <w:p w:rsidR="007E5153" w:rsidRPr="00501E3A" w:rsidRDefault="00452F78">
            <w:pPr>
              <w:pStyle w:val="PL"/>
              <w:rPr>
                <w:noProof w:val="0"/>
              </w:rPr>
            </w:pPr>
            <w:r w:rsidRPr="00501E3A">
              <w:rPr>
                <w:noProof w:val="0"/>
              </w:rPr>
              <w:t>fcpLength = 14</w:t>
            </w:r>
          </w:p>
        </w:tc>
        <w:tc>
          <w:tcPr>
            <w:tcW w:w="3189" w:type="dxa"/>
          </w:tcPr>
          <w:p w:rsidR="007E5153" w:rsidRPr="00501E3A" w:rsidRDefault="007E5153">
            <w:pPr>
              <w:pStyle w:val="TAL"/>
            </w:pPr>
          </w:p>
          <w:p w:rsidR="007E5153" w:rsidRPr="00501E3A" w:rsidRDefault="007E5153">
            <w:pPr>
              <w:pStyle w:val="TAL"/>
            </w:pPr>
            <w:r w:rsidRPr="00501E3A">
              <w:t>Shall return 14.</w:t>
            </w:r>
          </w:p>
          <w:p w:rsidR="007E5153" w:rsidRPr="00501E3A" w:rsidRDefault="007E5153">
            <w:pPr>
              <w:pStyle w:val="TAL"/>
            </w:pPr>
            <w:r w:rsidRPr="00501E3A">
              <w:t>fcp[] shall contain following TLVs:</w:t>
            </w:r>
          </w:p>
          <w:p w:rsidR="007E5153" w:rsidRPr="00501E3A" w:rsidRDefault="007E5153">
            <w:pPr>
              <w:pStyle w:val="TAL"/>
            </w:pPr>
            <w:r w:rsidRPr="00501E3A">
              <w:t xml:space="preserve">1. 82 05 42 21 00 04 02 </w:t>
            </w:r>
          </w:p>
          <w:p w:rsidR="007E5153" w:rsidRPr="00501E3A" w:rsidRDefault="00452F78">
            <w:pPr>
              <w:pStyle w:val="TAL"/>
            </w:pPr>
            <w:r w:rsidRPr="00501E3A">
              <w:t>2. 83 02 6F 0C</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pPr>
              <w:pStyle w:val="TAC"/>
              <w:keepNext w:val="0"/>
              <w:keepLines w:val="0"/>
            </w:pPr>
            <w:r w:rsidRPr="00501E3A">
              <w:t>9</w:t>
            </w:r>
          </w:p>
        </w:tc>
        <w:tc>
          <w:tcPr>
            <w:tcW w:w="3898" w:type="dxa"/>
          </w:tcPr>
          <w:p w:rsidR="007E5153" w:rsidRPr="00501E3A" w:rsidRDefault="007E5153" w:rsidP="009B740E">
            <w:pPr>
              <w:pStyle w:val="TAH"/>
            </w:pPr>
            <w:r w:rsidRPr="00501E3A">
              <w:t>fcp is null</w:t>
            </w:r>
          </w:p>
          <w:p w:rsidR="00452F78" w:rsidRPr="00501E3A" w:rsidRDefault="00452F78">
            <w:pPr>
              <w:pStyle w:val="PL"/>
              <w:rPr>
                <w:noProof w:val="0"/>
              </w:rPr>
            </w:pPr>
          </w:p>
          <w:p w:rsidR="007E5153" w:rsidRPr="00501E3A" w:rsidRDefault="007E5153">
            <w:pPr>
              <w:pStyle w:val="PL"/>
              <w:rPr>
                <w:noProof w:val="0"/>
              </w:rPr>
            </w:pPr>
            <w:r w:rsidRPr="00501E3A">
              <w:rPr>
                <w:noProof w:val="0"/>
              </w:rPr>
              <w:t>select EF</w:t>
            </w:r>
            <w:r w:rsidRPr="00501E3A">
              <w:rPr>
                <w:noProof w:val="0"/>
                <w:vertAlign w:val="subscript"/>
              </w:rPr>
              <w:t>LARU</w:t>
            </w:r>
            <w:r w:rsidRPr="00501E3A">
              <w:rPr>
                <w:noProof w:val="0"/>
              </w:rPr>
              <w:t>,</w:t>
            </w:r>
          </w:p>
          <w:p w:rsidR="007E5153" w:rsidRPr="00501E3A" w:rsidRDefault="007E5153">
            <w:pPr>
              <w:pStyle w:val="PL"/>
              <w:rPr>
                <w:noProof w:val="0"/>
              </w:rPr>
            </w:pPr>
            <w:r w:rsidRPr="00501E3A">
              <w:rPr>
                <w:noProof w:val="0"/>
              </w:rPr>
              <w:t>fid = 6F0C</w:t>
            </w:r>
          </w:p>
          <w:p w:rsidR="007E5153" w:rsidRPr="00501E3A" w:rsidRDefault="007E5153">
            <w:pPr>
              <w:pStyle w:val="PL"/>
              <w:rPr>
                <w:noProof w:val="0"/>
              </w:rPr>
            </w:pPr>
            <w:r w:rsidRPr="00501E3A">
              <w:rPr>
                <w:noProof w:val="0"/>
              </w:rPr>
              <w:t>byte[] nullBuffer = null</w:t>
            </w:r>
          </w:p>
          <w:p w:rsidR="007E5153" w:rsidRPr="00501E3A" w:rsidRDefault="007E5153">
            <w:pPr>
              <w:pStyle w:val="PL"/>
              <w:rPr>
                <w:noProof w:val="0"/>
              </w:rPr>
            </w:pPr>
            <w:r w:rsidRPr="00501E3A">
              <w:rPr>
                <w:noProof w:val="0"/>
              </w:rPr>
              <w:t>fcpOffset = 0</w:t>
            </w:r>
          </w:p>
          <w:p w:rsidR="007E5153" w:rsidRPr="00501E3A" w:rsidRDefault="00452F78">
            <w:pPr>
              <w:pStyle w:val="PL"/>
              <w:rPr>
                <w:noProof w:val="0"/>
              </w:rPr>
            </w:pPr>
            <w:r w:rsidRPr="00501E3A">
              <w:rPr>
                <w:noProof w:val="0"/>
              </w:rPr>
              <w:t>fcpLength = 15</w:t>
            </w:r>
          </w:p>
        </w:tc>
        <w:tc>
          <w:tcPr>
            <w:tcW w:w="3189" w:type="dxa"/>
          </w:tcPr>
          <w:p w:rsidR="007E5153" w:rsidRPr="00501E3A" w:rsidRDefault="007E5153">
            <w:pPr>
              <w:pStyle w:val="TAL"/>
            </w:pPr>
          </w:p>
          <w:p w:rsidR="007E5153" w:rsidRPr="00501E3A" w:rsidRDefault="007E5153">
            <w:pPr>
              <w:pStyle w:val="TAL"/>
            </w:pPr>
            <w:r w:rsidRPr="00501E3A">
              <w:t>Shall throw java.lang.NullPointerException</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pPr>
              <w:pStyle w:val="TAC"/>
              <w:keepNext w:val="0"/>
              <w:keepLines w:val="0"/>
            </w:pPr>
            <w:r w:rsidRPr="00501E3A">
              <w:t>10</w:t>
            </w:r>
          </w:p>
        </w:tc>
        <w:tc>
          <w:tcPr>
            <w:tcW w:w="3898" w:type="dxa"/>
          </w:tcPr>
          <w:p w:rsidR="007E5153" w:rsidRPr="00501E3A" w:rsidRDefault="007E5153" w:rsidP="009B740E">
            <w:pPr>
              <w:pStyle w:val="TAH"/>
            </w:pPr>
            <w:r w:rsidRPr="00501E3A">
              <w:t>fcpOffset &lt; 0</w:t>
            </w:r>
          </w:p>
          <w:p w:rsidR="007E5153" w:rsidRPr="00501E3A" w:rsidRDefault="007E5153">
            <w:pPr>
              <w:pStyle w:val="PL"/>
              <w:rPr>
                <w:noProof w:val="0"/>
              </w:rPr>
            </w:pPr>
            <w:r w:rsidRPr="00501E3A">
              <w:rPr>
                <w:noProof w:val="0"/>
              </w:rPr>
              <w:t>select EF</w:t>
            </w:r>
            <w:r w:rsidRPr="00501E3A">
              <w:rPr>
                <w:noProof w:val="0"/>
                <w:vertAlign w:val="subscript"/>
              </w:rPr>
              <w:t>LARU</w:t>
            </w:r>
            <w:r w:rsidRPr="00501E3A">
              <w:rPr>
                <w:noProof w:val="0"/>
              </w:rPr>
              <w:t>,</w:t>
            </w:r>
          </w:p>
          <w:p w:rsidR="007E5153" w:rsidRPr="00501E3A" w:rsidRDefault="007E5153">
            <w:pPr>
              <w:pStyle w:val="PL"/>
              <w:rPr>
                <w:noProof w:val="0"/>
              </w:rPr>
            </w:pPr>
            <w:r w:rsidRPr="00501E3A">
              <w:rPr>
                <w:noProof w:val="0"/>
              </w:rPr>
              <w:t>fid = 6F0C</w:t>
            </w:r>
          </w:p>
          <w:p w:rsidR="007E5153" w:rsidRPr="00501E3A" w:rsidRDefault="007E5153">
            <w:pPr>
              <w:pStyle w:val="PL"/>
              <w:rPr>
                <w:noProof w:val="0"/>
              </w:rPr>
            </w:pPr>
            <w:r w:rsidRPr="00501E3A">
              <w:rPr>
                <w:noProof w:val="0"/>
              </w:rPr>
              <w:t>fcpOffset = -1</w:t>
            </w:r>
          </w:p>
          <w:p w:rsidR="007E5153" w:rsidRPr="00501E3A" w:rsidRDefault="00452F78">
            <w:pPr>
              <w:pStyle w:val="PL"/>
              <w:rPr>
                <w:noProof w:val="0"/>
              </w:rPr>
            </w:pPr>
            <w:r w:rsidRPr="00501E3A">
              <w:rPr>
                <w:noProof w:val="0"/>
              </w:rPr>
              <w:t>fcpLength = 15</w:t>
            </w:r>
          </w:p>
        </w:tc>
        <w:tc>
          <w:tcPr>
            <w:tcW w:w="3189" w:type="dxa"/>
          </w:tcPr>
          <w:p w:rsidR="007E5153" w:rsidRPr="00501E3A" w:rsidRDefault="007E5153">
            <w:pPr>
              <w:pStyle w:val="TAL"/>
            </w:pPr>
          </w:p>
          <w:p w:rsidR="007E5153" w:rsidRPr="00501E3A" w:rsidRDefault="007E5153">
            <w:pPr>
              <w:pStyle w:val="TAL"/>
            </w:pPr>
            <w:r w:rsidRPr="00501E3A">
              <w:t>Shall throw java.lang.ArrayIndexOutOfBoundsException</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pPr>
              <w:pStyle w:val="TAC"/>
              <w:keepNext w:val="0"/>
              <w:keepLines w:val="0"/>
            </w:pPr>
            <w:r w:rsidRPr="00501E3A">
              <w:t>11</w:t>
            </w:r>
          </w:p>
        </w:tc>
        <w:tc>
          <w:tcPr>
            <w:tcW w:w="3898" w:type="dxa"/>
          </w:tcPr>
          <w:p w:rsidR="007E5153" w:rsidRPr="00501E3A" w:rsidRDefault="007E5153" w:rsidP="009B740E">
            <w:pPr>
              <w:pStyle w:val="TAH"/>
            </w:pPr>
            <w:r w:rsidRPr="00501E3A">
              <w:t>fcpLength &lt; 0</w:t>
            </w:r>
          </w:p>
          <w:p w:rsidR="00452F78" w:rsidRPr="00501E3A" w:rsidRDefault="00452F78">
            <w:pPr>
              <w:pStyle w:val="PL"/>
              <w:rPr>
                <w:noProof w:val="0"/>
              </w:rPr>
            </w:pPr>
          </w:p>
          <w:p w:rsidR="007E5153" w:rsidRPr="00501E3A" w:rsidRDefault="007E5153">
            <w:pPr>
              <w:pStyle w:val="PL"/>
              <w:rPr>
                <w:noProof w:val="0"/>
              </w:rPr>
            </w:pPr>
            <w:r w:rsidRPr="00501E3A">
              <w:rPr>
                <w:noProof w:val="0"/>
              </w:rPr>
              <w:t>select EF</w:t>
            </w:r>
            <w:r w:rsidRPr="00501E3A">
              <w:rPr>
                <w:noProof w:val="0"/>
                <w:vertAlign w:val="subscript"/>
              </w:rPr>
              <w:t>LARU</w:t>
            </w:r>
            <w:r w:rsidRPr="00501E3A">
              <w:rPr>
                <w:noProof w:val="0"/>
              </w:rPr>
              <w:t>,</w:t>
            </w:r>
          </w:p>
          <w:p w:rsidR="007E5153" w:rsidRPr="00501E3A" w:rsidRDefault="007E5153">
            <w:pPr>
              <w:pStyle w:val="PL"/>
              <w:rPr>
                <w:noProof w:val="0"/>
              </w:rPr>
            </w:pPr>
            <w:r w:rsidRPr="00501E3A">
              <w:rPr>
                <w:noProof w:val="0"/>
              </w:rPr>
              <w:t>fid = 6F0C</w:t>
            </w:r>
          </w:p>
          <w:p w:rsidR="007E5153" w:rsidRPr="00501E3A" w:rsidRDefault="007E5153">
            <w:pPr>
              <w:pStyle w:val="PL"/>
              <w:rPr>
                <w:noProof w:val="0"/>
              </w:rPr>
            </w:pPr>
            <w:r w:rsidRPr="00501E3A">
              <w:rPr>
                <w:noProof w:val="0"/>
              </w:rPr>
              <w:t>fcpOffset = 0</w:t>
            </w:r>
          </w:p>
          <w:p w:rsidR="007E5153" w:rsidRPr="00501E3A" w:rsidRDefault="007E5153">
            <w:pPr>
              <w:pStyle w:val="PL"/>
              <w:rPr>
                <w:noProof w:val="0"/>
              </w:rPr>
            </w:pPr>
            <w:r w:rsidRPr="00501E3A">
              <w:rPr>
                <w:noProof w:val="0"/>
              </w:rPr>
              <w:t>fcpLength = -1</w:t>
            </w:r>
          </w:p>
        </w:tc>
        <w:tc>
          <w:tcPr>
            <w:tcW w:w="3189" w:type="dxa"/>
          </w:tcPr>
          <w:p w:rsidR="007E5153" w:rsidRPr="00501E3A" w:rsidRDefault="007E5153">
            <w:pPr>
              <w:pStyle w:val="TAL"/>
            </w:pPr>
          </w:p>
          <w:p w:rsidR="007E5153" w:rsidRPr="00501E3A" w:rsidRDefault="007E5153">
            <w:pPr>
              <w:pStyle w:val="TAL"/>
            </w:pPr>
            <w:r w:rsidRPr="00501E3A">
              <w:t>Shall throw java.lang.ArrayIndexOutOfBoundsException</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pPr>
              <w:pStyle w:val="TAC"/>
              <w:keepNext w:val="0"/>
              <w:keepLines w:val="0"/>
            </w:pPr>
            <w:r w:rsidRPr="00501E3A">
              <w:t>12</w:t>
            </w:r>
          </w:p>
        </w:tc>
        <w:tc>
          <w:tcPr>
            <w:tcW w:w="3898" w:type="dxa"/>
          </w:tcPr>
          <w:p w:rsidR="007E5153" w:rsidRPr="00501E3A" w:rsidRDefault="007E5153" w:rsidP="009B740E">
            <w:pPr>
              <w:pStyle w:val="TAH"/>
            </w:pPr>
            <w:r w:rsidRPr="00501E3A">
              <w:t>fcpOffset + fcpLength &gt; fcp.length</w:t>
            </w:r>
          </w:p>
          <w:p w:rsidR="00452F78" w:rsidRPr="00501E3A" w:rsidRDefault="00452F78">
            <w:pPr>
              <w:pStyle w:val="PL"/>
              <w:rPr>
                <w:noProof w:val="0"/>
              </w:rPr>
            </w:pPr>
          </w:p>
          <w:p w:rsidR="007E5153" w:rsidRPr="00501E3A" w:rsidRDefault="007E5153">
            <w:pPr>
              <w:pStyle w:val="PL"/>
              <w:rPr>
                <w:noProof w:val="0"/>
              </w:rPr>
            </w:pPr>
            <w:r w:rsidRPr="00501E3A">
              <w:rPr>
                <w:noProof w:val="0"/>
              </w:rPr>
              <w:t>select EF</w:t>
            </w:r>
            <w:r w:rsidRPr="00501E3A">
              <w:rPr>
                <w:noProof w:val="0"/>
                <w:vertAlign w:val="subscript"/>
              </w:rPr>
              <w:t>LARU</w:t>
            </w:r>
            <w:r w:rsidRPr="00501E3A">
              <w:rPr>
                <w:noProof w:val="0"/>
              </w:rPr>
              <w:t>,</w:t>
            </w:r>
          </w:p>
          <w:p w:rsidR="007E5153" w:rsidRPr="00501E3A" w:rsidRDefault="007E5153">
            <w:pPr>
              <w:pStyle w:val="PL"/>
              <w:rPr>
                <w:noProof w:val="0"/>
              </w:rPr>
            </w:pPr>
            <w:r w:rsidRPr="00501E3A">
              <w:rPr>
                <w:noProof w:val="0"/>
              </w:rPr>
              <w:t>fid = 6F0C</w:t>
            </w:r>
          </w:p>
          <w:p w:rsidR="007E5153" w:rsidRPr="00501E3A" w:rsidRDefault="007E5153">
            <w:pPr>
              <w:pStyle w:val="PL"/>
              <w:rPr>
                <w:noProof w:val="0"/>
              </w:rPr>
            </w:pPr>
            <w:r w:rsidRPr="00501E3A">
              <w:rPr>
                <w:noProof w:val="0"/>
              </w:rPr>
              <w:t>fcpOffset = 115</w:t>
            </w:r>
          </w:p>
          <w:p w:rsidR="007E5153" w:rsidRPr="00501E3A" w:rsidRDefault="007E5153">
            <w:pPr>
              <w:pStyle w:val="PL"/>
              <w:rPr>
                <w:noProof w:val="0"/>
              </w:rPr>
            </w:pPr>
            <w:r w:rsidRPr="00501E3A">
              <w:rPr>
                <w:noProof w:val="0"/>
              </w:rPr>
              <w:t>fcpLength = 18</w:t>
            </w:r>
          </w:p>
        </w:tc>
        <w:tc>
          <w:tcPr>
            <w:tcW w:w="3189" w:type="dxa"/>
          </w:tcPr>
          <w:p w:rsidR="007E5153" w:rsidRPr="00501E3A" w:rsidRDefault="007E5153">
            <w:pPr>
              <w:pStyle w:val="TAL"/>
            </w:pPr>
          </w:p>
          <w:p w:rsidR="007E5153" w:rsidRPr="00501E3A" w:rsidRDefault="007E5153">
            <w:pPr>
              <w:pStyle w:val="TAL"/>
            </w:pPr>
            <w:r w:rsidRPr="00501E3A">
              <w:t>Shall throw java.lang.ArrayIndexOutOfBoundsException</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pPr>
              <w:pStyle w:val="TAC"/>
              <w:keepNext w:val="0"/>
              <w:keepLines w:val="0"/>
            </w:pPr>
            <w:r w:rsidRPr="00501E3A">
              <w:t>13</w:t>
            </w:r>
          </w:p>
        </w:tc>
        <w:tc>
          <w:tcPr>
            <w:tcW w:w="3898" w:type="dxa"/>
          </w:tcPr>
          <w:p w:rsidR="007E5153" w:rsidRPr="00501E3A" w:rsidRDefault="007E5153" w:rsidP="009B740E">
            <w:pPr>
              <w:pStyle w:val="TAH"/>
            </w:pPr>
            <w:r w:rsidRPr="00501E3A">
              <w:t>fcpOffset + fcpLength &gt; fcp.length</w:t>
            </w:r>
          </w:p>
          <w:p w:rsidR="00452F78" w:rsidRPr="00501E3A" w:rsidRDefault="00452F78">
            <w:pPr>
              <w:pStyle w:val="PL"/>
              <w:rPr>
                <w:noProof w:val="0"/>
              </w:rPr>
            </w:pPr>
          </w:p>
          <w:p w:rsidR="007E5153" w:rsidRPr="00501E3A" w:rsidRDefault="007E5153">
            <w:pPr>
              <w:pStyle w:val="PL"/>
              <w:rPr>
                <w:noProof w:val="0"/>
              </w:rPr>
            </w:pPr>
            <w:r w:rsidRPr="00501E3A">
              <w:rPr>
                <w:noProof w:val="0"/>
              </w:rPr>
              <w:t>select EF</w:t>
            </w:r>
            <w:r w:rsidRPr="00501E3A">
              <w:rPr>
                <w:noProof w:val="0"/>
                <w:vertAlign w:val="subscript"/>
              </w:rPr>
              <w:t>LARU</w:t>
            </w:r>
            <w:r w:rsidRPr="00501E3A">
              <w:rPr>
                <w:noProof w:val="0"/>
              </w:rPr>
              <w:t>,</w:t>
            </w:r>
          </w:p>
          <w:p w:rsidR="007E5153" w:rsidRPr="00501E3A" w:rsidRDefault="007E5153">
            <w:pPr>
              <w:pStyle w:val="PL"/>
              <w:rPr>
                <w:noProof w:val="0"/>
              </w:rPr>
            </w:pPr>
            <w:r w:rsidRPr="00501E3A">
              <w:rPr>
                <w:noProof w:val="0"/>
              </w:rPr>
              <w:t>fid = 6F0C</w:t>
            </w:r>
          </w:p>
          <w:p w:rsidR="007E5153" w:rsidRPr="00501E3A" w:rsidRDefault="007E5153">
            <w:pPr>
              <w:pStyle w:val="PL"/>
              <w:rPr>
                <w:noProof w:val="0"/>
              </w:rPr>
            </w:pPr>
            <w:r w:rsidRPr="00501E3A">
              <w:rPr>
                <w:noProof w:val="0"/>
              </w:rPr>
              <w:t>fcpOffset = fcpLength + 1</w:t>
            </w:r>
          </w:p>
          <w:p w:rsidR="007E5153" w:rsidRPr="00501E3A" w:rsidRDefault="007E5153" w:rsidP="00C64ACE">
            <w:pPr>
              <w:pStyle w:val="PL"/>
              <w:rPr>
                <w:noProof w:val="0"/>
              </w:rPr>
            </w:pPr>
            <w:r w:rsidRPr="00501E3A">
              <w:rPr>
                <w:noProof w:val="0"/>
              </w:rPr>
              <w:t>fcpLength = 0</w:t>
            </w:r>
          </w:p>
        </w:tc>
        <w:tc>
          <w:tcPr>
            <w:tcW w:w="3189" w:type="dxa"/>
          </w:tcPr>
          <w:p w:rsidR="007E5153" w:rsidRPr="00501E3A" w:rsidRDefault="007E5153">
            <w:pPr>
              <w:pStyle w:val="TAL"/>
            </w:pPr>
          </w:p>
          <w:p w:rsidR="007E5153" w:rsidRPr="00501E3A" w:rsidRDefault="007E5153">
            <w:pPr>
              <w:pStyle w:val="TAL"/>
            </w:pPr>
            <w:r w:rsidRPr="00501E3A">
              <w:t>Shall throw java.lang.ArrayIndexOutOfBoundsException</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rsidP="009B740E">
            <w:pPr>
              <w:pStyle w:val="TAC"/>
            </w:pPr>
            <w:r w:rsidRPr="00501E3A">
              <w:lastRenderedPageBreak/>
              <w:t>14</w:t>
            </w:r>
          </w:p>
        </w:tc>
        <w:tc>
          <w:tcPr>
            <w:tcW w:w="3898" w:type="dxa"/>
          </w:tcPr>
          <w:p w:rsidR="007E5153" w:rsidRPr="00501E3A" w:rsidRDefault="007E5153" w:rsidP="009B740E">
            <w:pPr>
              <w:pStyle w:val="TAH"/>
            </w:pPr>
            <w:r w:rsidRPr="00501E3A">
              <w:t>Selection possibilities</w:t>
            </w:r>
          </w:p>
          <w:p w:rsidR="007E5153" w:rsidRPr="00501E3A" w:rsidRDefault="007E5153" w:rsidP="009B740E">
            <w:pPr>
              <w:pStyle w:val="PL"/>
              <w:keepNext/>
              <w:keepLines/>
              <w:rPr>
                <w:noProof w:val="0"/>
              </w:rPr>
            </w:pPr>
          </w:p>
          <w:p w:rsidR="007E5153" w:rsidRPr="00501E3A" w:rsidRDefault="007E5153" w:rsidP="009B740E">
            <w:pPr>
              <w:pStyle w:val="PL"/>
              <w:keepNext/>
              <w:keepLines/>
              <w:rPr>
                <w:noProof w:val="0"/>
              </w:rPr>
            </w:pPr>
            <w:r w:rsidRPr="00501E3A">
              <w:rPr>
                <w:noProof w:val="0"/>
              </w:rPr>
              <w:t>0- select MF, fid=3F00</w:t>
            </w:r>
          </w:p>
          <w:p w:rsidR="007E5153" w:rsidRPr="00501E3A" w:rsidRDefault="007E5153" w:rsidP="009B740E">
            <w:pPr>
              <w:pStyle w:val="PL"/>
              <w:keepNext/>
              <w:keepLines/>
              <w:rPr>
                <w:noProof w:val="0"/>
              </w:rPr>
            </w:pPr>
            <w:r w:rsidRPr="00501E3A">
              <w:rPr>
                <w:noProof w:val="0"/>
              </w:rPr>
              <w:t>1- select EF</w:t>
            </w:r>
            <w:r w:rsidRPr="00501E3A">
              <w:rPr>
                <w:noProof w:val="0"/>
                <w:vertAlign w:val="subscript"/>
              </w:rPr>
              <w:t>UICC</w:t>
            </w:r>
            <w:r w:rsidRPr="00501E3A">
              <w:rPr>
                <w:noProof w:val="0"/>
              </w:rPr>
              <w:t>, fid=2FF0</w:t>
            </w:r>
          </w:p>
          <w:p w:rsidR="007E5153" w:rsidRPr="00501E3A" w:rsidRDefault="007E5153" w:rsidP="009B740E">
            <w:pPr>
              <w:pStyle w:val="PL"/>
              <w:keepNext/>
              <w:keepLines/>
              <w:rPr>
                <w:noProof w:val="0"/>
              </w:rPr>
            </w:pPr>
            <w:r w:rsidRPr="00501E3A">
              <w:rPr>
                <w:noProof w:val="0"/>
              </w:rPr>
              <w:t>2- select DF</w:t>
            </w:r>
            <w:r w:rsidRPr="00501E3A">
              <w:rPr>
                <w:noProof w:val="0"/>
                <w:vertAlign w:val="subscript"/>
              </w:rPr>
              <w:t>TEST</w:t>
            </w:r>
            <w:r w:rsidRPr="00501E3A">
              <w:rPr>
                <w:noProof w:val="0"/>
              </w:rPr>
              <w:t>, fid=1111</w:t>
            </w:r>
          </w:p>
          <w:p w:rsidR="007E5153" w:rsidRPr="00501E3A" w:rsidRDefault="007E5153" w:rsidP="009B740E">
            <w:pPr>
              <w:pStyle w:val="PL"/>
              <w:keepNext/>
              <w:keepLines/>
              <w:rPr>
                <w:noProof w:val="0"/>
              </w:rPr>
            </w:pPr>
            <w:r w:rsidRPr="00501E3A">
              <w:rPr>
                <w:noProof w:val="0"/>
              </w:rPr>
              <w:t>3- select EF</w:t>
            </w:r>
            <w:r w:rsidRPr="00501E3A">
              <w:rPr>
                <w:noProof w:val="0"/>
                <w:vertAlign w:val="subscript"/>
              </w:rPr>
              <w:t>CNU</w:t>
            </w:r>
            <w:r w:rsidRPr="00501E3A">
              <w:rPr>
                <w:noProof w:val="0"/>
              </w:rPr>
              <w:t>, fid=6F05</w:t>
            </w:r>
          </w:p>
          <w:p w:rsidR="007E5153" w:rsidRPr="00501E3A" w:rsidRDefault="007E5153" w:rsidP="009B740E">
            <w:pPr>
              <w:pStyle w:val="PL"/>
              <w:keepNext/>
              <w:keepLines/>
              <w:rPr>
                <w:noProof w:val="0"/>
              </w:rPr>
            </w:pPr>
            <w:r w:rsidRPr="00501E3A">
              <w:rPr>
                <w:noProof w:val="0"/>
              </w:rPr>
              <w:t>4- select EF</w:t>
            </w:r>
            <w:r w:rsidRPr="00501E3A">
              <w:rPr>
                <w:noProof w:val="0"/>
                <w:vertAlign w:val="subscript"/>
              </w:rPr>
              <w:t>TAAA</w:t>
            </w:r>
            <w:r w:rsidRPr="00501E3A">
              <w:rPr>
                <w:noProof w:val="0"/>
              </w:rPr>
              <w:t>, fid=6F16</w:t>
            </w:r>
          </w:p>
          <w:p w:rsidR="007E5153" w:rsidRPr="00501E3A" w:rsidRDefault="007E5153" w:rsidP="009B740E">
            <w:pPr>
              <w:pStyle w:val="PL"/>
              <w:keepNext/>
              <w:keepLines/>
              <w:rPr>
                <w:noProof w:val="0"/>
              </w:rPr>
            </w:pPr>
            <w:r w:rsidRPr="00501E3A">
              <w:rPr>
                <w:noProof w:val="0"/>
              </w:rPr>
              <w:t>5- select DF</w:t>
            </w:r>
            <w:r w:rsidRPr="00501E3A">
              <w:rPr>
                <w:noProof w:val="0"/>
                <w:vertAlign w:val="subscript"/>
              </w:rPr>
              <w:t>SUB_TEST</w:t>
            </w:r>
            <w:r w:rsidRPr="00501E3A">
              <w:rPr>
                <w:noProof w:val="0"/>
              </w:rPr>
              <w:t>, fid=2211</w:t>
            </w:r>
          </w:p>
          <w:p w:rsidR="007E5153" w:rsidRPr="00501E3A" w:rsidRDefault="007E5153" w:rsidP="009B740E">
            <w:pPr>
              <w:pStyle w:val="PL"/>
              <w:keepNext/>
              <w:keepLines/>
              <w:rPr>
                <w:noProof w:val="0"/>
              </w:rPr>
            </w:pPr>
            <w:r w:rsidRPr="00501E3A">
              <w:rPr>
                <w:noProof w:val="0"/>
              </w:rPr>
              <w:t>6- select DF</w:t>
            </w:r>
            <w:r w:rsidRPr="00501E3A">
              <w:rPr>
                <w:noProof w:val="0"/>
                <w:vertAlign w:val="subscript"/>
              </w:rPr>
              <w:t>TEST</w:t>
            </w:r>
            <w:r w:rsidRPr="00501E3A">
              <w:rPr>
                <w:noProof w:val="0"/>
              </w:rPr>
              <w:t>, fid=1111</w:t>
            </w:r>
          </w:p>
          <w:p w:rsidR="007E5153" w:rsidRPr="00501E3A" w:rsidRDefault="007E5153" w:rsidP="009B740E">
            <w:pPr>
              <w:pStyle w:val="PL"/>
              <w:keepNext/>
              <w:keepLines/>
              <w:rPr>
                <w:noProof w:val="0"/>
              </w:rPr>
            </w:pPr>
            <w:r w:rsidRPr="00501E3A">
              <w:rPr>
                <w:noProof w:val="0"/>
              </w:rPr>
              <w:t>7- select EF</w:t>
            </w:r>
            <w:r w:rsidRPr="00501E3A">
              <w:rPr>
                <w:noProof w:val="0"/>
                <w:vertAlign w:val="subscript"/>
              </w:rPr>
              <w:t>TAAA</w:t>
            </w:r>
            <w:r w:rsidRPr="00501E3A">
              <w:rPr>
                <w:noProof w:val="0"/>
              </w:rPr>
              <w:t>, fid=6F16</w:t>
            </w:r>
          </w:p>
          <w:p w:rsidR="007E5153" w:rsidRPr="00501E3A" w:rsidRDefault="007E5153" w:rsidP="009B740E">
            <w:pPr>
              <w:pStyle w:val="PL"/>
              <w:keepNext/>
              <w:keepLines/>
              <w:rPr>
                <w:noProof w:val="0"/>
              </w:rPr>
            </w:pPr>
            <w:r w:rsidRPr="00501E3A">
              <w:rPr>
                <w:noProof w:val="0"/>
              </w:rPr>
              <w:t>8- select DF</w:t>
            </w:r>
            <w:r w:rsidRPr="00501E3A">
              <w:rPr>
                <w:noProof w:val="0"/>
                <w:vertAlign w:val="subscript"/>
              </w:rPr>
              <w:t>TEST</w:t>
            </w:r>
            <w:r w:rsidRPr="00501E3A">
              <w:rPr>
                <w:noProof w:val="0"/>
              </w:rPr>
              <w:t>, fid=1111</w:t>
            </w:r>
          </w:p>
          <w:p w:rsidR="007E5153" w:rsidRPr="00501E3A" w:rsidRDefault="007E5153" w:rsidP="009B740E">
            <w:pPr>
              <w:pStyle w:val="PL"/>
              <w:keepNext/>
              <w:keepLines/>
              <w:rPr>
                <w:noProof w:val="0"/>
              </w:rPr>
            </w:pPr>
            <w:r w:rsidRPr="00501E3A">
              <w:rPr>
                <w:noProof w:val="0"/>
              </w:rPr>
              <w:t>9- select MF, fid=3F00</w:t>
            </w:r>
          </w:p>
          <w:p w:rsidR="007E5153" w:rsidRPr="00501E3A" w:rsidRDefault="007E5153" w:rsidP="009B740E">
            <w:pPr>
              <w:pStyle w:val="PL"/>
              <w:keepNext/>
              <w:keepLines/>
              <w:rPr>
                <w:noProof w:val="0"/>
              </w:rPr>
            </w:pPr>
            <w:r w:rsidRPr="00501E3A">
              <w:rPr>
                <w:noProof w:val="0"/>
              </w:rPr>
              <w:t>10- select DF</w:t>
            </w:r>
            <w:r w:rsidRPr="00501E3A">
              <w:rPr>
                <w:noProof w:val="0"/>
                <w:vertAlign w:val="subscript"/>
              </w:rPr>
              <w:t>TEST</w:t>
            </w:r>
            <w:r w:rsidRPr="00501E3A">
              <w:rPr>
                <w:noProof w:val="0"/>
              </w:rPr>
              <w:t>, fid=1111</w:t>
            </w:r>
          </w:p>
          <w:p w:rsidR="007E5153" w:rsidRPr="00501E3A" w:rsidRDefault="007E5153" w:rsidP="009B740E">
            <w:pPr>
              <w:pStyle w:val="PL"/>
              <w:keepNext/>
              <w:keepLines/>
              <w:rPr>
                <w:noProof w:val="0"/>
              </w:rPr>
            </w:pPr>
            <w:r w:rsidRPr="00501E3A">
              <w:rPr>
                <w:noProof w:val="0"/>
              </w:rPr>
              <w:t>11- select EF</w:t>
            </w:r>
            <w:r w:rsidRPr="00501E3A">
              <w:rPr>
                <w:noProof w:val="0"/>
                <w:vertAlign w:val="subscript"/>
              </w:rPr>
              <w:t>TAAA</w:t>
            </w:r>
            <w:r w:rsidRPr="00501E3A">
              <w:rPr>
                <w:noProof w:val="0"/>
              </w:rPr>
              <w:t>, fid=6F16</w:t>
            </w:r>
          </w:p>
          <w:p w:rsidR="007E5153" w:rsidRPr="00501E3A" w:rsidRDefault="007E5153" w:rsidP="009B740E">
            <w:pPr>
              <w:pStyle w:val="PL"/>
              <w:keepNext/>
              <w:keepLines/>
              <w:rPr>
                <w:noProof w:val="0"/>
              </w:rPr>
            </w:pPr>
            <w:r w:rsidRPr="00501E3A">
              <w:rPr>
                <w:noProof w:val="0"/>
              </w:rPr>
              <w:t>12- select MF, fid=3F00</w:t>
            </w:r>
          </w:p>
        </w:tc>
        <w:tc>
          <w:tcPr>
            <w:tcW w:w="3189" w:type="dxa"/>
          </w:tcPr>
          <w:p w:rsidR="007E5153" w:rsidRPr="00501E3A" w:rsidRDefault="007E5153" w:rsidP="009B740E">
            <w:pPr>
              <w:pStyle w:val="TAL"/>
            </w:pPr>
          </w:p>
          <w:p w:rsidR="007E5153" w:rsidRPr="00501E3A" w:rsidRDefault="007E5153" w:rsidP="009B740E">
            <w:pPr>
              <w:pStyle w:val="TAL"/>
            </w:pPr>
            <w:r w:rsidRPr="00501E3A">
              <w:t>No exception shall be thrown.</w:t>
            </w:r>
          </w:p>
        </w:tc>
        <w:tc>
          <w:tcPr>
            <w:tcW w:w="2339" w:type="dxa"/>
          </w:tcPr>
          <w:p w:rsidR="007E5153" w:rsidRPr="00501E3A" w:rsidRDefault="007E5153" w:rsidP="009B740E">
            <w:pPr>
              <w:pStyle w:val="PL"/>
              <w:keepNext/>
              <w:keepLines/>
              <w:rPr>
                <w:noProof w:val="0"/>
              </w:rPr>
            </w:pPr>
          </w:p>
        </w:tc>
      </w:tr>
      <w:tr w:rsidR="007E5153" w:rsidRPr="00501E3A">
        <w:trPr>
          <w:jc w:val="center"/>
        </w:trPr>
        <w:tc>
          <w:tcPr>
            <w:tcW w:w="355" w:type="dxa"/>
          </w:tcPr>
          <w:p w:rsidR="007E5153" w:rsidRPr="00501E3A" w:rsidRDefault="007E5153">
            <w:pPr>
              <w:pStyle w:val="TAC"/>
              <w:keepNext w:val="0"/>
              <w:keepLines w:val="0"/>
            </w:pPr>
            <w:r w:rsidRPr="00501E3A">
              <w:t>15</w:t>
            </w:r>
          </w:p>
        </w:tc>
        <w:tc>
          <w:tcPr>
            <w:tcW w:w="3898" w:type="dxa"/>
          </w:tcPr>
          <w:p w:rsidR="007E5153" w:rsidRPr="00501E3A" w:rsidRDefault="007E5153" w:rsidP="009B740E">
            <w:pPr>
              <w:pStyle w:val="TAH"/>
            </w:pPr>
            <w:r w:rsidRPr="00501E3A">
              <w:t xml:space="preserve">EF not selected after MF/DF selection </w:t>
            </w:r>
          </w:p>
          <w:p w:rsidR="007E5153" w:rsidRPr="00501E3A" w:rsidRDefault="007E5153">
            <w:pPr>
              <w:pStyle w:val="PL"/>
              <w:rPr>
                <w:noProof w:val="0"/>
              </w:rPr>
            </w:pPr>
            <w:r w:rsidRPr="00501E3A">
              <w:rPr>
                <w:noProof w:val="0"/>
              </w:rPr>
              <w:t>1</w:t>
            </w:r>
            <w:r w:rsidR="004C222B" w:rsidRPr="00501E3A">
              <w:rPr>
                <w:noProof w:val="0"/>
              </w:rPr>
              <w:t>-</w:t>
            </w:r>
            <w:r w:rsidRPr="00501E3A">
              <w:rPr>
                <w:noProof w:val="0"/>
              </w:rPr>
              <w:t xml:space="preserve"> select MF, </w:t>
            </w:r>
          </w:p>
          <w:p w:rsidR="007E5153" w:rsidRPr="00501E3A" w:rsidRDefault="007E5153">
            <w:pPr>
              <w:pStyle w:val="PL"/>
              <w:rPr>
                <w:noProof w:val="0"/>
              </w:rPr>
            </w:pPr>
            <w:r w:rsidRPr="00501E3A">
              <w:rPr>
                <w:noProof w:val="0"/>
              </w:rPr>
              <w:t>fid = 3F00</w:t>
            </w:r>
          </w:p>
          <w:p w:rsidR="007E5153" w:rsidRPr="00501E3A" w:rsidRDefault="007E5153">
            <w:pPr>
              <w:pStyle w:val="PL"/>
              <w:rPr>
                <w:noProof w:val="0"/>
              </w:rPr>
            </w:pPr>
            <w:r w:rsidRPr="00501E3A">
              <w:rPr>
                <w:noProof w:val="0"/>
              </w:rPr>
              <w:t>select EF</w:t>
            </w:r>
            <w:r w:rsidRPr="00501E3A">
              <w:rPr>
                <w:noProof w:val="0"/>
                <w:vertAlign w:val="subscript"/>
              </w:rPr>
              <w:t>ICCID</w:t>
            </w:r>
            <w:r w:rsidRPr="00501E3A">
              <w:rPr>
                <w:noProof w:val="0"/>
              </w:rPr>
              <w:t>,</w:t>
            </w:r>
          </w:p>
          <w:p w:rsidR="007E5153" w:rsidRPr="00501E3A" w:rsidRDefault="007E5153">
            <w:pPr>
              <w:pStyle w:val="PL"/>
              <w:rPr>
                <w:noProof w:val="0"/>
              </w:rPr>
            </w:pPr>
            <w:r w:rsidRPr="00501E3A">
              <w:rPr>
                <w:noProof w:val="0"/>
              </w:rPr>
              <w:t>fid = 2FE2</w:t>
            </w:r>
          </w:p>
          <w:p w:rsidR="007E5153" w:rsidRPr="00501E3A" w:rsidRDefault="007E5153">
            <w:pPr>
              <w:pStyle w:val="PL"/>
              <w:rPr>
                <w:noProof w:val="0"/>
              </w:rPr>
            </w:pPr>
            <w:r w:rsidRPr="00501E3A">
              <w:rPr>
                <w:noProof w:val="0"/>
              </w:rPr>
              <w:t xml:space="preserve">2 </w:t>
            </w:r>
            <w:r w:rsidR="004C222B" w:rsidRPr="00501E3A">
              <w:rPr>
                <w:noProof w:val="0"/>
              </w:rPr>
              <w:t>-</w:t>
            </w:r>
            <w:r w:rsidRPr="00501E3A">
              <w:rPr>
                <w:noProof w:val="0"/>
              </w:rPr>
              <w:t xml:space="preserve"> select MF</w:t>
            </w:r>
          </w:p>
          <w:p w:rsidR="007E5153" w:rsidRPr="00501E3A" w:rsidRDefault="007E5153">
            <w:pPr>
              <w:pStyle w:val="PL"/>
              <w:rPr>
                <w:noProof w:val="0"/>
              </w:rPr>
            </w:pPr>
            <w:r w:rsidRPr="00501E3A">
              <w:rPr>
                <w:noProof w:val="0"/>
              </w:rPr>
              <w:t>fid = 3F00</w:t>
            </w:r>
          </w:p>
          <w:p w:rsidR="007E5153" w:rsidRPr="00501E3A" w:rsidRDefault="007E5153">
            <w:pPr>
              <w:pStyle w:val="PL"/>
              <w:rPr>
                <w:noProof w:val="0"/>
              </w:rPr>
            </w:pPr>
            <w:r w:rsidRPr="00501E3A">
              <w:rPr>
                <w:noProof w:val="0"/>
              </w:rPr>
              <w:t>select()</w:t>
            </w:r>
          </w:p>
          <w:p w:rsidR="007E5153" w:rsidRPr="00501E3A" w:rsidRDefault="007E5153">
            <w:pPr>
              <w:pStyle w:val="PL"/>
              <w:rPr>
                <w:noProof w:val="0"/>
              </w:rPr>
            </w:pPr>
            <w:r w:rsidRPr="00501E3A">
              <w:rPr>
                <w:noProof w:val="0"/>
              </w:rPr>
              <w:t>readBinary()</w:t>
            </w:r>
          </w:p>
          <w:p w:rsidR="007E5153" w:rsidRPr="00501E3A" w:rsidRDefault="007E5153">
            <w:pPr>
              <w:pStyle w:val="PL"/>
              <w:rPr>
                <w:noProof w:val="0"/>
              </w:rPr>
            </w:pPr>
          </w:p>
        </w:tc>
        <w:tc>
          <w:tcPr>
            <w:tcW w:w="3189" w:type="dxa"/>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 Shall throw uicc.access.UICCException with reason code NO_EF_SELECTED.</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pPr>
              <w:pStyle w:val="TAC"/>
              <w:keepNext w:val="0"/>
              <w:keepLines w:val="0"/>
            </w:pPr>
            <w:r w:rsidRPr="00501E3A">
              <w:t>16</w:t>
            </w:r>
          </w:p>
        </w:tc>
        <w:tc>
          <w:tcPr>
            <w:tcW w:w="3898" w:type="dxa"/>
          </w:tcPr>
          <w:p w:rsidR="007E5153" w:rsidRPr="00501E3A" w:rsidRDefault="007E5153" w:rsidP="009B740E">
            <w:pPr>
              <w:pStyle w:val="TAH"/>
            </w:pPr>
            <w:r w:rsidRPr="00501E3A">
              <w:t>No selection of  non-reachable file</w:t>
            </w:r>
          </w:p>
          <w:p w:rsidR="007E5153" w:rsidRPr="00501E3A" w:rsidRDefault="007E5153">
            <w:pPr>
              <w:pStyle w:val="PL"/>
              <w:rPr>
                <w:noProof w:val="0"/>
              </w:rPr>
            </w:pPr>
            <w:r w:rsidRPr="00501E3A">
              <w:rPr>
                <w:noProof w:val="0"/>
              </w:rPr>
              <w:t xml:space="preserve">1 - select MF, </w:t>
            </w:r>
          </w:p>
          <w:p w:rsidR="007E5153" w:rsidRPr="00501E3A" w:rsidRDefault="007E5153">
            <w:pPr>
              <w:pStyle w:val="PL"/>
              <w:rPr>
                <w:noProof w:val="0"/>
              </w:rPr>
            </w:pPr>
            <w:r w:rsidRPr="00501E3A">
              <w:rPr>
                <w:noProof w:val="0"/>
              </w:rPr>
              <w:t>fid = 3F00</w:t>
            </w:r>
          </w:p>
          <w:p w:rsidR="007E5153" w:rsidRPr="00501E3A" w:rsidRDefault="007E5153">
            <w:pPr>
              <w:pStyle w:val="PL"/>
              <w:rPr>
                <w:noProof w:val="0"/>
              </w:rPr>
            </w:pPr>
            <w:r w:rsidRPr="00501E3A">
              <w:rPr>
                <w:noProof w:val="0"/>
              </w:rPr>
              <w:t xml:space="preserve">2 </w:t>
            </w:r>
            <w:r w:rsidR="004C222B" w:rsidRPr="00501E3A">
              <w:rPr>
                <w:noProof w:val="0"/>
              </w:rPr>
              <w:t>-</w:t>
            </w:r>
            <w:r w:rsidRPr="00501E3A">
              <w:rPr>
                <w:noProof w:val="0"/>
              </w:rPr>
              <w:t xml:space="preserve"> select EF</w:t>
            </w:r>
            <w:r w:rsidRPr="00501E3A">
              <w:rPr>
                <w:noProof w:val="0"/>
                <w:vertAlign w:val="subscript"/>
              </w:rPr>
              <w:t>CARU</w:t>
            </w:r>
            <w:r w:rsidRPr="00501E3A">
              <w:rPr>
                <w:noProof w:val="0"/>
              </w:rPr>
              <w:t>,</w:t>
            </w:r>
          </w:p>
          <w:p w:rsidR="007E5153" w:rsidRPr="00501E3A" w:rsidRDefault="007E5153">
            <w:pPr>
              <w:pStyle w:val="PL"/>
              <w:rPr>
                <w:noProof w:val="0"/>
              </w:rPr>
            </w:pPr>
            <w:r w:rsidRPr="00501E3A">
              <w:rPr>
                <w:noProof w:val="0"/>
              </w:rPr>
              <w:t>fid= 0x6F09</w:t>
            </w:r>
          </w:p>
          <w:p w:rsidR="007E5153" w:rsidRPr="00501E3A" w:rsidRDefault="007E5153">
            <w:pPr>
              <w:pStyle w:val="TAH"/>
              <w:keepNext w:val="0"/>
              <w:keepLines w:val="0"/>
              <w:rPr>
                <w:b w:val="0"/>
                <w:bCs/>
              </w:rPr>
            </w:pPr>
          </w:p>
        </w:tc>
        <w:tc>
          <w:tcPr>
            <w:tcW w:w="3189" w:type="dxa"/>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 Shall throw uicc.access.UICCException with reason code FILE_NOT_FOUND.</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pPr>
              <w:pStyle w:val="TAC"/>
              <w:keepNext w:val="0"/>
              <w:keepLines w:val="0"/>
            </w:pPr>
            <w:r w:rsidRPr="00501E3A">
              <w:t>17</w:t>
            </w:r>
          </w:p>
        </w:tc>
        <w:tc>
          <w:tcPr>
            <w:tcW w:w="3898" w:type="dxa"/>
          </w:tcPr>
          <w:p w:rsidR="007E5153" w:rsidRPr="00501E3A" w:rsidRDefault="007E5153">
            <w:pPr>
              <w:pStyle w:val="TAH"/>
              <w:keepNext w:val="0"/>
              <w:keepLines w:val="0"/>
              <w:rPr>
                <w:bCs/>
              </w:rPr>
            </w:pPr>
            <w:r w:rsidRPr="00501E3A">
              <w:rPr>
                <w:bCs/>
              </w:rPr>
              <w:t>No record is selected after selecting linear fixed EF</w:t>
            </w:r>
          </w:p>
          <w:p w:rsidR="007E5153" w:rsidRPr="00501E3A" w:rsidRDefault="007E5153">
            <w:pPr>
              <w:pStyle w:val="PL"/>
              <w:rPr>
                <w:noProof w:val="0"/>
              </w:rPr>
            </w:pPr>
            <w:r w:rsidRPr="00501E3A">
              <w:rPr>
                <w:noProof w:val="0"/>
              </w:rPr>
              <w:t xml:space="preserve">1- select MF, </w:t>
            </w:r>
          </w:p>
          <w:p w:rsidR="007E5153" w:rsidRPr="00501E3A" w:rsidRDefault="007E5153">
            <w:pPr>
              <w:pStyle w:val="PL"/>
              <w:rPr>
                <w:noProof w:val="0"/>
              </w:rPr>
            </w:pPr>
            <w:r w:rsidRPr="00501E3A">
              <w:rPr>
                <w:noProof w:val="0"/>
              </w:rPr>
              <w:t>fid = 3F00</w:t>
            </w:r>
          </w:p>
          <w:p w:rsidR="007E5153" w:rsidRPr="00501E3A" w:rsidRDefault="007E5153">
            <w:pPr>
              <w:pStyle w:val="PL"/>
              <w:rPr>
                <w:noProof w:val="0"/>
              </w:rPr>
            </w:pPr>
            <w:r w:rsidRPr="00501E3A">
              <w:rPr>
                <w:noProof w:val="0"/>
              </w:rPr>
              <w:t>2- select DF</w:t>
            </w:r>
            <w:r w:rsidRPr="00501E3A">
              <w:rPr>
                <w:noProof w:val="0"/>
                <w:vertAlign w:val="subscript"/>
              </w:rPr>
              <w:t>TEST</w:t>
            </w:r>
            <w:r w:rsidRPr="00501E3A">
              <w:rPr>
                <w:noProof w:val="0"/>
              </w:rPr>
              <w:t>,</w:t>
            </w:r>
          </w:p>
          <w:p w:rsidR="007E5153" w:rsidRPr="00501E3A" w:rsidRDefault="007E5153">
            <w:pPr>
              <w:pStyle w:val="PL"/>
              <w:rPr>
                <w:noProof w:val="0"/>
              </w:rPr>
            </w:pPr>
            <w:r w:rsidRPr="00501E3A">
              <w:rPr>
                <w:noProof w:val="0"/>
              </w:rPr>
              <w:t>fid=1111</w:t>
            </w:r>
          </w:p>
          <w:p w:rsidR="007E5153" w:rsidRPr="00501E3A" w:rsidRDefault="007E5153">
            <w:pPr>
              <w:pStyle w:val="PL"/>
              <w:rPr>
                <w:noProof w:val="0"/>
              </w:rPr>
            </w:pPr>
            <w:r w:rsidRPr="00501E3A">
              <w:rPr>
                <w:noProof w:val="0"/>
              </w:rPr>
              <w:t>3- select EF</w:t>
            </w:r>
            <w:r w:rsidRPr="00501E3A">
              <w:rPr>
                <w:noProof w:val="0"/>
                <w:vertAlign w:val="subscript"/>
              </w:rPr>
              <w:t>LARU</w:t>
            </w:r>
            <w:r w:rsidRPr="00501E3A">
              <w:rPr>
                <w:noProof w:val="0"/>
              </w:rPr>
              <w:t>,</w:t>
            </w:r>
          </w:p>
          <w:p w:rsidR="007E5153" w:rsidRPr="00501E3A" w:rsidRDefault="007E5153">
            <w:pPr>
              <w:pStyle w:val="PL"/>
              <w:rPr>
                <w:noProof w:val="0"/>
              </w:rPr>
            </w:pPr>
            <w:r w:rsidRPr="00501E3A">
              <w:rPr>
                <w:noProof w:val="0"/>
              </w:rPr>
              <w:t>fid=6F0C</w:t>
            </w:r>
          </w:p>
          <w:p w:rsidR="007E5153" w:rsidRPr="00501E3A" w:rsidRDefault="007E5153">
            <w:pPr>
              <w:pStyle w:val="PL"/>
              <w:rPr>
                <w:noProof w:val="0"/>
              </w:rPr>
            </w:pPr>
            <w:r w:rsidRPr="00501E3A">
              <w:rPr>
                <w:noProof w:val="0"/>
              </w:rPr>
              <w:t>4 - recNumber = 0</w:t>
            </w:r>
          </w:p>
          <w:p w:rsidR="007E5153" w:rsidRPr="003A24E5" w:rsidRDefault="00413533">
            <w:pPr>
              <w:pStyle w:val="PL"/>
              <w:spacing w:after="180"/>
              <w:rPr>
                <w:noProof w:val="0"/>
              </w:rPr>
            </w:pPr>
            <w:r w:rsidRPr="003A24E5">
              <w:rPr>
                <w:noProof w:val="0"/>
              </w:rPr>
              <w:t>mode = REC_ACC_MODE_ CURRENT</w:t>
            </w:r>
          </w:p>
          <w:p w:rsidR="007E5153" w:rsidRPr="003A24E5" w:rsidRDefault="00413533">
            <w:pPr>
              <w:pStyle w:val="PL"/>
              <w:spacing w:after="180"/>
              <w:rPr>
                <w:noProof w:val="0"/>
              </w:rPr>
            </w:pPr>
            <w:r w:rsidRPr="003A24E5">
              <w:rPr>
                <w:noProof w:val="0"/>
              </w:rPr>
              <w:t>readRecord()</w:t>
            </w:r>
          </w:p>
        </w:tc>
        <w:tc>
          <w:tcPr>
            <w:tcW w:w="3189" w:type="dxa"/>
          </w:tcPr>
          <w:p w:rsidR="007E5153" w:rsidRPr="003A24E5" w:rsidRDefault="007E5153">
            <w:pPr>
              <w:pStyle w:val="TAL"/>
            </w:pPr>
          </w:p>
          <w:p w:rsidR="007E5153" w:rsidRPr="003A24E5" w:rsidRDefault="007E5153">
            <w:pPr>
              <w:pStyle w:val="TAL"/>
            </w:pPr>
          </w:p>
          <w:p w:rsidR="007E5153" w:rsidRPr="003A24E5" w:rsidRDefault="007E5153">
            <w:pPr>
              <w:pStyle w:val="TAL"/>
            </w:pPr>
          </w:p>
          <w:p w:rsidR="007E5153" w:rsidRPr="003A24E5" w:rsidRDefault="007E5153">
            <w:pPr>
              <w:pStyle w:val="TAL"/>
            </w:pPr>
          </w:p>
          <w:p w:rsidR="007E5153" w:rsidRPr="003A24E5" w:rsidRDefault="007E5153">
            <w:pPr>
              <w:pStyle w:val="TAL"/>
            </w:pPr>
          </w:p>
          <w:p w:rsidR="007E5153" w:rsidRPr="003A24E5" w:rsidRDefault="007E5153">
            <w:pPr>
              <w:pStyle w:val="TAL"/>
            </w:pPr>
          </w:p>
          <w:p w:rsidR="007E5153" w:rsidRPr="003A24E5" w:rsidRDefault="007E5153">
            <w:pPr>
              <w:pStyle w:val="TAL"/>
            </w:pPr>
          </w:p>
          <w:p w:rsidR="007E5153" w:rsidRPr="003A24E5" w:rsidRDefault="007E5153">
            <w:pPr>
              <w:pStyle w:val="TAL"/>
            </w:pPr>
          </w:p>
          <w:p w:rsidR="007E5153" w:rsidRPr="00501E3A" w:rsidRDefault="007E5153">
            <w:pPr>
              <w:pStyle w:val="TAL"/>
            </w:pPr>
            <w:r w:rsidRPr="00501E3A">
              <w:t>4 - Shall throw uicc.access.UICC Exception with reason code RECORD_NOT_FOUND.</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pPr>
              <w:pStyle w:val="TAC"/>
              <w:keepNext w:val="0"/>
              <w:keepLines w:val="0"/>
            </w:pPr>
            <w:r w:rsidRPr="00501E3A">
              <w:t>18</w:t>
            </w:r>
          </w:p>
        </w:tc>
        <w:tc>
          <w:tcPr>
            <w:tcW w:w="3898" w:type="dxa"/>
          </w:tcPr>
          <w:p w:rsidR="007E5153" w:rsidRPr="00501E3A" w:rsidRDefault="007E5153" w:rsidP="009B740E">
            <w:pPr>
              <w:pStyle w:val="TAH"/>
            </w:pPr>
            <w:r w:rsidRPr="00501E3A">
              <w:t xml:space="preserve">Record pointer in selected cyclic EF </w:t>
            </w:r>
          </w:p>
          <w:p w:rsidR="007E5153" w:rsidRPr="00501E3A" w:rsidRDefault="007E5153">
            <w:pPr>
              <w:pStyle w:val="PL"/>
              <w:rPr>
                <w:noProof w:val="0"/>
              </w:rPr>
            </w:pPr>
            <w:r w:rsidRPr="00501E3A">
              <w:rPr>
                <w:noProof w:val="0"/>
              </w:rPr>
              <w:t xml:space="preserve">1- select MF, </w:t>
            </w:r>
          </w:p>
          <w:p w:rsidR="007E5153" w:rsidRPr="00501E3A" w:rsidRDefault="007E5153">
            <w:pPr>
              <w:pStyle w:val="PL"/>
              <w:rPr>
                <w:noProof w:val="0"/>
              </w:rPr>
            </w:pPr>
            <w:r w:rsidRPr="00501E3A">
              <w:rPr>
                <w:noProof w:val="0"/>
              </w:rPr>
              <w:t>fid = 3F00</w:t>
            </w:r>
          </w:p>
          <w:p w:rsidR="007E5153" w:rsidRPr="00501E3A" w:rsidRDefault="007E5153">
            <w:pPr>
              <w:pStyle w:val="PL"/>
              <w:rPr>
                <w:noProof w:val="0"/>
              </w:rPr>
            </w:pPr>
            <w:r w:rsidRPr="00501E3A">
              <w:rPr>
                <w:noProof w:val="0"/>
              </w:rPr>
              <w:t>2- select DF</w:t>
            </w:r>
            <w:r w:rsidRPr="00501E3A">
              <w:rPr>
                <w:noProof w:val="0"/>
                <w:vertAlign w:val="subscript"/>
              </w:rPr>
              <w:t>TEST</w:t>
            </w:r>
            <w:r w:rsidRPr="00501E3A">
              <w:rPr>
                <w:noProof w:val="0"/>
              </w:rPr>
              <w:t>,</w:t>
            </w:r>
          </w:p>
          <w:p w:rsidR="007E5153" w:rsidRPr="00501E3A" w:rsidRDefault="007E5153">
            <w:pPr>
              <w:pStyle w:val="PL"/>
              <w:rPr>
                <w:noProof w:val="0"/>
              </w:rPr>
            </w:pPr>
            <w:r w:rsidRPr="00501E3A">
              <w:rPr>
                <w:noProof w:val="0"/>
              </w:rPr>
              <w:t>fid=1111</w:t>
            </w:r>
          </w:p>
          <w:p w:rsidR="007E5153" w:rsidRPr="00501E3A" w:rsidRDefault="007E5153">
            <w:pPr>
              <w:pStyle w:val="PL"/>
              <w:rPr>
                <w:noProof w:val="0"/>
              </w:rPr>
            </w:pPr>
            <w:r w:rsidRPr="00501E3A">
              <w:rPr>
                <w:noProof w:val="0"/>
              </w:rPr>
              <w:t>3- select EF</w:t>
            </w:r>
            <w:r w:rsidRPr="00501E3A">
              <w:rPr>
                <w:noProof w:val="0"/>
                <w:vertAlign w:val="subscript"/>
              </w:rPr>
              <w:t>CARU</w:t>
            </w:r>
            <w:r w:rsidRPr="00501E3A">
              <w:rPr>
                <w:noProof w:val="0"/>
              </w:rPr>
              <w:t>,</w:t>
            </w:r>
          </w:p>
          <w:p w:rsidR="007E5153" w:rsidRPr="00501E3A" w:rsidRDefault="007E5153">
            <w:pPr>
              <w:pStyle w:val="PL"/>
              <w:rPr>
                <w:noProof w:val="0"/>
              </w:rPr>
            </w:pPr>
            <w:r w:rsidRPr="00501E3A">
              <w:rPr>
                <w:noProof w:val="0"/>
              </w:rPr>
              <w:t>fid=6F09</w:t>
            </w:r>
          </w:p>
          <w:p w:rsidR="007E5153" w:rsidRPr="00501E3A" w:rsidRDefault="007E5153">
            <w:pPr>
              <w:pStyle w:val="PL"/>
              <w:rPr>
                <w:noProof w:val="0"/>
              </w:rPr>
            </w:pPr>
            <w:r w:rsidRPr="00501E3A">
              <w:rPr>
                <w:noProof w:val="0"/>
              </w:rPr>
              <w:t>4- byte[] data1 = { 1,2,3 }</w:t>
            </w:r>
          </w:p>
          <w:p w:rsidR="007E5153" w:rsidRPr="00501E3A" w:rsidRDefault="007E5153">
            <w:pPr>
              <w:pStyle w:val="PL"/>
              <w:rPr>
                <w:noProof w:val="0"/>
              </w:rPr>
            </w:pPr>
            <w:r w:rsidRPr="00501E3A">
              <w:rPr>
                <w:noProof w:val="0"/>
              </w:rPr>
              <w:t>mode = REC_ACC_MODE_PREVIOUS</w:t>
            </w:r>
          </w:p>
          <w:p w:rsidR="007E5153" w:rsidRPr="00501E3A" w:rsidRDefault="007E5153">
            <w:pPr>
              <w:pStyle w:val="PL"/>
              <w:rPr>
                <w:noProof w:val="0"/>
              </w:rPr>
            </w:pPr>
            <w:r w:rsidRPr="00501E3A">
              <w:rPr>
                <w:noProof w:val="0"/>
              </w:rPr>
              <w:t>updateRecord(data1)</w:t>
            </w:r>
          </w:p>
          <w:p w:rsidR="007E5153" w:rsidRPr="00501E3A" w:rsidRDefault="007E5153">
            <w:pPr>
              <w:pStyle w:val="PL"/>
              <w:rPr>
                <w:noProof w:val="0"/>
                <w:vertAlign w:val="subscript"/>
              </w:rPr>
            </w:pPr>
            <w:r w:rsidRPr="00501E3A">
              <w:rPr>
                <w:noProof w:val="0"/>
              </w:rPr>
              <w:t>5</w:t>
            </w:r>
            <w:r w:rsidR="004C222B" w:rsidRPr="00501E3A">
              <w:rPr>
                <w:noProof w:val="0"/>
              </w:rPr>
              <w:t>-</w:t>
            </w:r>
            <w:r w:rsidRPr="00501E3A">
              <w:rPr>
                <w:noProof w:val="0"/>
              </w:rPr>
              <w:t xml:space="preserve"> select EF</w:t>
            </w:r>
            <w:r w:rsidRPr="00501E3A">
              <w:rPr>
                <w:noProof w:val="0"/>
                <w:vertAlign w:val="subscript"/>
              </w:rPr>
              <w:t>CARU</w:t>
            </w:r>
          </w:p>
          <w:p w:rsidR="007E5153" w:rsidRPr="00501E3A" w:rsidRDefault="007E5153">
            <w:pPr>
              <w:pStyle w:val="PL"/>
              <w:rPr>
                <w:noProof w:val="0"/>
              </w:rPr>
            </w:pPr>
            <w:r w:rsidRPr="00501E3A">
              <w:rPr>
                <w:noProof w:val="0"/>
              </w:rPr>
              <w:t>fid = 6F09</w:t>
            </w:r>
          </w:p>
          <w:p w:rsidR="007E5153" w:rsidRPr="00501E3A" w:rsidRDefault="007E5153">
            <w:pPr>
              <w:pStyle w:val="PL"/>
              <w:rPr>
                <w:noProof w:val="0"/>
              </w:rPr>
            </w:pPr>
            <w:r w:rsidRPr="00501E3A">
              <w:rPr>
                <w:noProof w:val="0"/>
              </w:rPr>
              <w:t>select()</w:t>
            </w:r>
          </w:p>
          <w:p w:rsidR="007E5153" w:rsidRPr="003A24E5" w:rsidRDefault="00413533">
            <w:pPr>
              <w:pStyle w:val="PL"/>
              <w:spacing w:after="180"/>
              <w:rPr>
                <w:noProof w:val="0"/>
              </w:rPr>
            </w:pPr>
            <w:r w:rsidRPr="003A24E5">
              <w:rPr>
                <w:noProof w:val="0"/>
              </w:rPr>
              <w:t>mode  = REC_ACC_MODE_PREVIOUS readRecord()</w:t>
            </w:r>
          </w:p>
          <w:p w:rsidR="007E5153" w:rsidRPr="00501E3A" w:rsidRDefault="007E5153">
            <w:pPr>
              <w:pStyle w:val="PL"/>
              <w:rPr>
                <w:noProof w:val="0"/>
              </w:rPr>
            </w:pPr>
            <w:r w:rsidRPr="00501E3A">
              <w:rPr>
                <w:noProof w:val="0"/>
              </w:rPr>
              <w:t>readRecord(data2)</w:t>
            </w:r>
          </w:p>
          <w:p w:rsidR="007E5153" w:rsidRPr="00501E3A" w:rsidRDefault="007E5153">
            <w:pPr>
              <w:pStyle w:val="PL"/>
              <w:rPr>
                <w:noProof w:val="0"/>
              </w:rPr>
            </w:pPr>
            <w:r w:rsidRPr="00501E3A">
              <w:rPr>
                <w:noProof w:val="0"/>
              </w:rPr>
              <w:t>compare data1 to data2</w:t>
            </w:r>
          </w:p>
          <w:p w:rsidR="007E5153" w:rsidRPr="00501E3A" w:rsidRDefault="007E5153">
            <w:pPr>
              <w:pStyle w:val="PL"/>
              <w:rPr>
                <w:noProof w:val="0"/>
              </w:rPr>
            </w:pPr>
            <w:r w:rsidRPr="00501E3A">
              <w:rPr>
                <w:noProof w:val="0"/>
              </w:rPr>
              <w:t>6- restore original data of EF</w:t>
            </w:r>
            <w:r w:rsidRPr="00501E3A">
              <w:rPr>
                <w:noProof w:val="0"/>
                <w:vertAlign w:val="subscript"/>
              </w:rPr>
              <w:t>CARU</w:t>
            </w:r>
          </w:p>
        </w:tc>
        <w:tc>
          <w:tcPr>
            <w:tcW w:w="3189" w:type="dxa"/>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5 - The contents of data1 and data2 shall be identical.</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pPr>
              <w:pStyle w:val="TAC"/>
              <w:keepNext w:val="0"/>
              <w:keepLines w:val="0"/>
            </w:pPr>
            <w:r w:rsidRPr="00501E3A">
              <w:t>19</w:t>
            </w:r>
          </w:p>
        </w:tc>
        <w:tc>
          <w:tcPr>
            <w:tcW w:w="3898" w:type="dxa"/>
          </w:tcPr>
          <w:p w:rsidR="007E5153" w:rsidRPr="00501E3A" w:rsidRDefault="007E5153">
            <w:pPr>
              <w:pStyle w:val="TAH"/>
              <w:keepNext w:val="0"/>
              <w:keepLines w:val="0"/>
              <w:rPr>
                <w:bCs/>
              </w:rPr>
            </w:pPr>
            <w:r w:rsidRPr="00501E3A">
              <w:rPr>
                <w:bCs/>
              </w:rPr>
              <w:t>EF not selected after ADF/DF selection</w:t>
            </w:r>
          </w:p>
          <w:p w:rsidR="007E5153" w:rsidRPr="00501E3A" w:rsidRDefault="007E5153">
            <w:pPr>
              <w:pStyle w:val="PL"/>
              <w:rPr>
                <w:noProof w:val="0"/>
              </w:rPr>
            </w:pPr>
            <w:r w:rsidRPr="00501E3A">
              <w:rPr>
                <w:noProof w:val="0"/>
              </w:rPr>
              <w:t>1- get a FileView UICCSystem.getTheFileView(AID_ADF1,CLEAR_ON_RESET)</w:t>
            </w:r>
          </w:p>
          <w:p w:rsidR="007E5153" w:rsidRPr="00501E3A" w:rsidRDefault="007E5153">
            <w:pPr>
              <w:pStyle w:val="PL"/>
              <w:rPr>
                <w:noProof w:val="0"/>
              </w:rPr>
            </w:pPr>
            <w:r w:rsidRPr="00501E3A">
              <w:rPr>
                <w:noProof w:val="0"/>
              </w:rPr>
              <w:t>2</w:t>
            </w:r>
            <w:r w:rsidR="004C222B" w:rsidRPr="00501E3A">
              <w:rPr>
                <w:noProof w:val="0"/>
              </w:rPr>
              <w:t>-</w:t>
            </w:r>
            <w:r w:rsidRPr="00501E3A">
              <w:rPr>
                <w:noProof w:val="0"/>
              </w:rPr>
              <w:t xml:space="preserve"> select ADF, </w:t>
            </w:r>
          </w:p>
          <w:p w:rsidR="007E5153" w:rsidRPr="00501E3A" w:rsidRDefault="007E5153">
            <w:pPr>
              <w:pStyle w:val="PL"/>
              <w:rPr>
                <w:noProof w:val="0"/>
              </w:rPr>
            </w:pPr>
            <w:r w:rsidRPr="00501E3A">
              <w:rPr>
                <w:noProof w:val="0"/>
              </w:rPr>
              <w:t>fid = 7FFF</w:t>
            </w:r>
          </w:p>
          <w:p w:rsidR="007E5153" w:rsidRPr="00501E3A" w:rsidRDefault="007E5153">
            <w:pPr>
              <w:pStyle w:val="PL"/>
              <w:rPr>
                <w:noProof w:val="0"/>
              </w:rPr>
            </w:pPr>
            <w:r w:rsidRPr="00501E3A">
              <w:rPr>
                <w:noProof w:val="0"/>
              </w:rPr>
              <w:t>select EF</w:t>
            </w:r>
            <w:r w:rsidRPr="00501E3A">
              <w:rPr>
                <w:noProof w:val="0"/>
                <w:vertAlign w:val="subscript"/>
              </w:rPr>
              <w:t>UICC</w:t>
            </w:r>
            <w:r w:rsidRPr="00501E3A">
              <w:rPr>
                <w:noProof w:val="0"/>
              </w:rPr>
              <w:t>,</w:t>
            </w:r>
          </w:p>
          <w:p w:rsidR="007E5153" w:rsidRPr="00501E3A" w:rsidRDefault="007E5153">
            <w:pPr>
              <w:pStyle w:val="PL"/>
              <w:rPr>
                <w:noProof w:val="0"/>
              </w:rPr>
            </w:pPr>
            <w:r w:rsidRPr="00501E3A">
              <w:rPr>
                <w:noProof w:val="0"/>
              </w:rPr>
              <w:t>fid = 2FF0</w:t>
            </w:r>
          </w:p>
          <w:p w:rsidR="007E5153" w:rsidRPr="00501E3A" w:rsidRDefault="007E5153">
            <w:pPr>
              <w:pStyle w:val="PL"/>
              <w:rPr>
                <w:noProof w:val="0"/>
              </w:rPr>
            </w:pPr>
            <w:r w:rsidRPr="00501E3A">
              <w:rPr>
                <w:noProof w:val="0"/>
              </w:rPr>
              <w:t xml:space="preserve">3 </w:t>
            </w:r>
            <w:r w:rsidR="004C222B" w:rsidRPr="00501E3A">
              <w:rPr>
                <w:noProof w:val="0"/>
              </w:rPr>
              <w:t>-</w:t>
            </w:r>
            <w:r w:rsidRPr="00501E3A">
              <w:rPr>
                <w:noProof w:val="0"/>
              </w:rPr>
              <w:t xml:space="preserve"> select ADF</w:t>
            </w:r>
          </w:p>
          <w:p w:rsidR="007E5153" w:rsidRPr="00501E3A" w:rsidRDefault="007E5153">
            <w:pPr>
              <w:pStyle w:val="PL"/>
              <w:rPr>
                <w:noProof w:val="0"/>
              </w:rPr>
            </w:pPr>
            <w:r w:rsidRPr="00501E3A">
              <w:rPr>
                <w:noProof w:val="0"/>
              </w:rPr>
              <w:t>fid = 7FFF</w:t>
            </w:r>
          </w:p>
          <w:p w:rsidR="007E5153" w:rsidRPr="00501E3A" w:rsidRDefault="007E5153">
            <w:pPr>
              <w:pStyle w:val="PL"/>
              <w:rPr>
                <w:noProof w:val="0"/>
              </w:rPr>
            </w:pPr>
            <w:r w:rsidRPr="00501E3A">
              <w:rPr>
                <w:noProof w:val="0"/>
              </w:rPr>
              <w:t>select()</w:t>
            </w:r>
          </w:p>
          <w:p w:rsidR="007E5153" w:rsidRPr="00501E3A" w:rsidRDefault="007E5153">
            <w:pPr>
              <w:pStyle w:val="PL"/>
              <w:rPr>
                <w:noProof w:val="0"/>
              </w:rPr>
            </w:pPr>
            <w:r w:rsidRPr="00501E3A">
              <w:rPr>
                <w:noProof w:val="0"/>
              </w:rPr>
              <w:t>readBinary()</w:t>
            </w:r>
          </w:p>
        </w:tc>
        <w:tc>
          <w:tcPr>
            <w:tcW w:w="3189" w:type="dxa"/>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 Shall throw uicc.access.UICCException with reason code NO_EF_SELECTED.</w:t>
            </w:r>
          </w:p>
        </w:tc>
        <w:tc>
          <w:tcPr>
            <w:tcW w:w="2339" w:type="dxa"/>
          </w:tcPr>
          <w:p w:rsidR="007E5153" w:rsidRPr="00501E3A" w:rsidRDefault="007E5153">
            <w:pPr>
              <w:pStyle w:val="PL"/>
              <w:rPr>
                <w:noProof w:val="0"/>
              </w:rPr>
            </w:pPr>
          </w:p>
        </w:tc>
      </w:tr>
      <w:tr w:rsidR="007E5153" w:rsidRPr="00501E3A">
        <w:trPr>
          <w:jc w:val="center"/>
        </w:trPr>
        <w:tc>
          <w:tcPr>
            <w:tcW w:w="355" w:type="dxa"/>
          </w:tcPr>
          <w:p w:rsidR="007E5153" w:rsidRPr="00501E3A" w:rsidRDefault="007E5153" w:rsidP="009B740E">
            <w:pPr>
              <w:pStyle w:val="TAC"/>
            </w:pPr>
            <w:r w:rsidRPr="00501E3A">
              <w:lastRenderedPageBreak/>
              <w:t>20</w:t>
            </w:r>
          </w:p>
        </w:tc>
        <w:tc>
          <w:tcPr>
            <w:tcW w:w="3898" w:type="dxa"/>
          </w:tcPr>
          <w:p w:rsidR="007E5153" w:rsidRPr="00501E3A" w:rsidRDefault="007E5153" w:rsidP="009B740E">
            <w:pPr>
              <w:pStyle w:val="TAH"/>
              <w:rPr>
                <w:bCs/>
              </w:rPr>
            </w:pPr>
            <w:r w:rsidRPr="00501E3A">
              <w:rPr>
                <w:bCs/>
              </w:rPr>
              <w:t xml:space="preserve">Reselection </w:t>
            </w:r>
          </w:p>
          <w:p w:rsidR="007E5153" w:rsidRPr="00501E3A" w:rsidRDefault="007E5153" w:rsidP="009B740E">
            <w:pPr>
              <w:pStyle w:val="PL"/>
              <w:keepNext/>
              <w:keepLines/>
              <w:rPr>
                <w:noProof w:val="0"/>
              </w:rPr>
            </w:pPr>
            <w:r w:rsidRPr="00501E3A">
              <w:rPr>
                <w:noProof w:val="0"/>
              </w:rPr>
              <w:t xml:space="preserve">1- Using the ADF FileView </w:t>
            </w:r>
          </w:p>
          <w:p w:rsidR="007E5153" w:rsidRPr="00501E3A" w:rsidRDefault="007E5153" w:rsidP="009B740E">
            <w:pPr>
              <w:pStyle w:val="PL"/>
              <w:keepNext/>
              <w:keepLines/>
              <w:rPr>
                <w:noProof w:val="0"/>
              </w:rPr>
            </w:pPr>
            <w:r w:rsidRPr="00501E3A">
              <w:rPr>
                <w:noProof w:val="0"/>
              </w:rPr>
              <w:t>select ADF, fid=7FFF</w:t>
            </w:r>
          </w:p>
          <w:p w:rsidR="007E5153" w:rsidRPr="00501E3A" w:rsidRDefault="007E5153" w:rsidP="009B740E">
            <w:pPr>
              <w:pStyle w:val="PL"/>
              <w:keepNext/>
              <w:keepLines/>
              <w:rPr>
                <w:noProof w:val="0"/>
              </w:rPr>
            </w:pPr>
            <w:r w:rsidRPr="00501E3A">
              <w:rPr>
                <w:noProof w:val="0"/>
              </w:rPr>
              <w:t>select ADF, fid=7FFF</w:t>
            </w:r>
          </w:p>
          <w:p w:rsidR="007E5153" w:rsidRPr="00501E3A" w:rsidRDefault="007E5153" w:rsidP="009B740E">
            <w:pPr>
              <w:pStyle w:val="PL"/>
              <w:keepNext/>
              <w:keepLines/>
              <w:rPr>
                <w:noProof w:val="0"/>
              </w:rPr>
            </w:pPr>
            <w:r w:rsidRPr="00501E3A">
              <w:rPr>
                <w:noProof w:val="0"/>
              </w:rPr>
              <w:t xml:space="preserve">2- Using the UICC FileView </w:t>
            </w:r>
          </w:p>
          <w:p w:rsidR="007E5153" w:rsidRPr="00501E3A" w:rsidRDefault="007E5153" w:rsidP="009B740E">
            <w:pPr>
              <w:pStyle w:val="PL"/>
              <w:keepNext/>
              <w:keepLines/>
              <w:rPr>
                <w:noProof w:val="0"/>
              </w:rPr>
            </w:pPr>
            <w:r w:rsidRPr="00501E3A">
              <w:rPr>
                <w:noProof w:val="0"/>
              </w:rPr>
              <w:t>select MF, fid=3F00</w:t>
            </w:r>
          </w:p>
          <w:p w:rsidR="007E5153" w:rsidRPr="00501E3A" w:rsidRDefault="007E5153" w:rsidP="009B740E">
            <w:pPr>
              <w:pStyle w:val="PL"/>
              <w:keepNext/>
              <w:keepLines/>
              <w:rPr>
                <w:noProof w:val="0"/>
              </w:rPr>
            </w:pPr>
            <w:r w:rsidRPr="00501E3A">
              <w:rPr>
                <w:noProof w:val="0"/>
              </w:rPr>
              <w:t>select MF, fid=3F00</w:t>
            </w:r>
          </w:p>
          <w:p w:rsidR="007E5153" w:rsidRPr="00501E3A" w:rsidRDefault="007E5153" w:rsidP="009B740E">
            <w:pPr>
              <w:pStyle w:val="PL"/>
              <w:keepNext/>
              <w:keepLines/>
              <w:rPr>
                <w:noProof w:val="0"/>
              </w:rPr>
            </w:pPr>
            <w:r w:rsidRPr="00501E3A">
              <w:rPr>
                <w:noProof w:val="0"/>
              </w:rPr>
              <w:t>3- select DF</w:t>
            </w:r>
            <w:r w:rsidRPr="00501E3A">
              <w:rPr>
                <w:noProof w:val="0"/>
                <w:vertAlign w:val="subscript"/>
              </w:rPr>
              <w:t>TEST</w:t>
            </w:r>
            <w:r w:rsidRPr="00501E3A">
              <w:rPr>
                <w:noProof w:val="0"/>
              </w:rPr>
              <w:t>, fid=1111</w:t>
            </w:r>
          </w:p>
          <w:p w:rsidR="007E5153" w:rsidRPr="00501E3A" w:rsidRDefault="007E5153" w:rsidP="009B740E">
            <w:pPr>
              <w:pStyle w:val="PL"/>
              <w:keepNext/>
              <w:keepLines/>
              <w:rPr>
                <w:noProof w:val="0"/>
              </w:rPr>
            </w:pPr>
            <w:r w:rsidRPr="00501E3A">
              <w:rPr>
                <w:noProof w:val="0"/>
              </w:rPr>
              <w:t>select DF</w:t>
            </w:r>
            <w:r w:rsidRPr="00501E3A">
              <w:rPr>
                <w:noProof w:val="0"/>
                <w:vertAlign w:val="subscript"/>
              </w:rPr>
              <w:t>TEST</w:t>
            </w:r>
            <w:r w:rsidRPr="00501E3A">
              <w:rPr>
                <w:noProof w:val="0"/>
              </w:rPr>
              <w:t>, fid=1111</w:t>
            </w:r>
          </w:p>
          <w:p w:rsidR="007E5153" w:rsidRPr="00501E3A" w:rsidRDefault="007E5153" w:rsidP="009B740E">
            <w:pPr>
              <w:pStyle w:val="PL"/>
              <w:keepNext/>
              <w:keepLines/>
              <w:rPr>
                <w:noProof w:val="0"/>
              </w:rPr>
            </w:pPr>
            <w:r w:rsidRPr="00501E3A">
              <w:rPr>
                <w:noProof w:val="0"/>
              </w:rPr>
              <w:t>5- select EF</w:t>
            </w:r>
            <w:r w:rsidRPr="00501E3A">
              <w:rPr>
                <w:noProof w:val="0"/>
                <w:vertAlign w:val="subscript"/>
              </w:rPr>
              <w:t>TAAA</w:t>
            </w:r>
            <w:r w:rsidRPr="00501E3A">
              <w:rPr>
                <w:noProof w:val="0"/>
              </w:rPr>
              <w:t>, fid=6F16</w:t>
            </w:r>
          </w:p>
          <w:p w:rsidR="007E5153" w:rsidRPr="00501E3A" w:rsidRDefault="007E5153" w:rsidP="00576820">
            <w:pPr>
              <w:pStyle w:val="PL"/>
              <w:rPr>
                <w:b/>
                <w:bCs/>
                <w:noProof w:val="0"/>
              </w:rPr>
            </w:pPr>
            <w:r w:rsidRPr="00501E3A">
              <w:rPr>
                <w:noProof w:val="0"/>
              </w:rPr>
              <w:t>select EF</w:t>
            </w:r>
            <w:r w:rsidRPr="00501E3A">
              <w:rPr>
                <w:noProof w:val="0"/>
                <w:vertAlign w:val="subscript"/>
              </w:rPr>
              <w:t>TAAA</w:t>
            </w:r>
            <w:r w:rsidRPr="00501E3A">
              <w:rPr>
                <w:noProof w:val="0"/>
              </w:rPr>
              <w:t>, fid=6F16</w:t>
            </w:r>
          </w:p>
        </w:tc>
        <w:tc>
          <w:tcPr>
            <w:tcW w:w="3189" w:type="dxa"/>
          </w:tcPr>
          <w:p w:rsidR="007E5153" w:rsidRPr="00501E3A" w:rsidRDefault="007E5153" w:rsidP="009B740E">
            <w:pPr>
              <w:pStyle w:val="TAL"/>
            </w:pPr>
          </w:p>
          <w:p w:rsidR="007E5153" w:rsidRPr="00501E3A" w:rsidRDefault="007E5153" w:rsidP="009B740E">
            <w:pPr>
              <w:pStyle w:val="TAL"/>
            </w:pPr>
          </w:p>
          <w:p w:rsidR="007E5153" w:rsidRPr="00501E3A" w:rsidRDefault="007E5153" w:rsidP="009B740E">
            <w:pPr>
              <w:pStyle w:val="TAL"/>
            </w:pPr>
            <w:r w:rsidRPr="00501E3A">
              <w:t>No exceptions shall be thrown</w:t>
            </w:r>
          </w:p>
          <w:p w:rsidR="007E5153" w:rsidRPr="00501E3A" w:rsidRDefault="007E5153" w:rsidP="009B740E">
            <w:pPr>
              <w:pStyle w:val="TAL"/>
            </w:pPr>
          </w:p>
          <w:p w:rsidR="007E5153" w:rsidRPr="00501E3A" w:rsidRDefault="007E5153" w:rsidP="009B740E">
            <w:pPr>
              <w:pStyle w:val="TAL"/>
            </w:pPr>
          </w:p>
          <w:p w:rsidR="007E5153" w:rsidRPr="00501E3A" w:rsidRDefault="007E5153" w:rsidP="009B740E">
            <w:pPr>
              <w:pStyle w:val="TAL"/>
            </w:pPr>
          </w:p>
        </w:tc>
        <w:tc>
          <w:tcPr>
            <w:tcW w:w="2339" w:type="dxa"/>
          </w:tcPr>
          <w:p w:rsidR="007E5153" w:rsidRPr="00501E3A" w:rsidRDefault="007E5153" w:rsidP="009B740E">
            <w:pPr>
              <w:pStyle w:val="PL"/>
              <w:keepNext/>
              <w:keepLines/>
              <w:rPr>
                <w:noProof w:val="0"/>
              </w:rPr>
            </w:pPr>
          </w:p>
        </w:tc>
      </w:tr>
      <w:tr w:rsidR="007E5153" w:rsidRPr="00501E3A">
        <w:trPr>
          <w:jc w:val="center"/>
        </w:trPr>
        <w:tc>
          <w:tcPr>
            <w:tcW w:w="355" w:type="dxa"/>
          </w:tcPr>
          <w:p w:rsidR="007E5153" w:rsidRPr="00501E3A" w:rsidRDefault="007E5153">
            <w:pPr>
              <w:pStyle w:val="TAC"/>
              <w:keepNext w:val="0"/>
              <w:keepLines w:val="0"/>
            </w:pPr>
            <w:r w:rsidRPr="00501E3A">
              <w:t>21</w:t>
            </w:r>
          </w:p>
        </w:tc>
        <w:tc>
          <w:tcPr>
            <w:tcW w:w="3898" w:type="dxa"/>
          </w:tcPr>
          <w:p w:rsidR="007E5153" w:rsidRPr="00501E3A" w:rsidRDefault="007E5153">
            <w:pPr>
              <w:pStyle w:val="TAH"/>
              <w:keepNext w:val="0"/>
              <w:keepLines w:val="0"/>
              <w:rPr>
                <w:b w:val="0"/>
                <w:bCs/>
              </w:rPr>
            </w:pPr>
            <w:r w:rsidRPr="00501E3A">
              <w:t>Security attributes</w:t>
            </w:r>
          </w:p>
          <w:p w:rsidR="009B740E" w:rsidRPr="00501E3A" w:rsidRDefault="009B740E" w:rsidP="009B740E">
            <w:pPr>
              <w:pStyle w:val="PL"/>
              <w:rPr>
                <w:noProof w:val="0"/>
              </w:rPr>
            </w:pPr>
          </w:p>
          <w:p w:rsidR="007E5153" w:rsidRPr="00501E3A" w:rsidRDefault="007E5153">
            <w:pPr>
              <w:pStyle w:val="PL"/>
              <w:rPr>
                <w:noProof w:val="0"/>
              </w:rPr>
            </w:pPr>
            <w:r w:rsidRPr="00501E3A">
              <w:rPr>
                <w:noProof w:val="0"/>
              </w:rPr>
              <w:t xml:space="preserve">1- Using the ADF FileView </w:t>
            </w:r>
          </w:p>
          <w:p w:rsidR="007E5153" w:rsidRPr="00501E3A" w:rsidRDefault="007E5153">
            <w:pPr>
              <w:pStyle w:val="PL"/>
              <w:rPr>
                <w:noProof w:val="0"/>
              </w:rPr>
            </w:pPr>
            <w:r w:rsidRPr="00501E3A">
              <w:rPr>
                <w:noProof w:val="0"/>
              </w:rPr>
              <w:t>select ADF, fid=7FFF</w:t>
            </w:r>
          </w:p>
          <w:p w:rsidR="007E5153" w:rsidRPr="00501E3A" w:rsidRDefault="007E5153">
            <w:pPr>
              <w:pStyle w:val="PL"/>
              <w:rPr>
                <w:noProof w:val="0"/>
              </w:rPr>
            </w:pPr>
            <w:r w:rsidRPr="00501E3A">
              <w:rPr>
                <w:noProof w:val="0"/>
              </w:rPr>
              <w:t>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select EF</w:t>
            </w:r>
            <w:r w:rsidRPr="00501E3A">
              <w:rPr>
                <w:noProof w:val="0"/>
                <w:vertAlign w:val="subscript"/>
              </w:rPr>
              <w:t>LARR1</w:t>
            </w:r>
            <w:r w:rsidRPr="00501E3A">
              <w:rPr>
                <w:noProof w:val="0"/>
              </w:rPr>
              <w:t>, fid=6FA1</w:t>
            </w:r>
          </w:p>
          <w:p w:rsidR="007E5153" w:rsidRPr="00501E3A" w:rsidRDefault="007E5153">
            <w:pPr>
              <w:pStyle w:val="PL"/>
              <w:rPr>
                <w:noProof w:val="0"/>
              </w:rPr>
            </w:pPr>
            <w:r w:rsidRPr="00501E3A">
              <w:rPr>
                <w:noProof w:val="0"/>
              </w:rPr>
              <w:t xml:space="preserve">2- Using the UICC FileView </w:t>
            </w:r>
          </w:p>
          <w:p w:rsidR="007E5153" w:rsidRPr="00501E3A" w:rsidRDefault="007E5153">
            <w:pPr>
              <w:pStyle w:val="PL"/>
              <w:rPr>
                <w:noProof w:val="0"/>
              </w:rPr>
            </w:pPr>
            <w:r w:rsidRPr="00501E3A">
              <w:rPr>
                <w:noProof w:val="0"/>
              </w:rPr>
              <w:t>select MF, fid=3F00</w:t>
            </w:r>
          </w:p>
          <w:p w:rsidR="007E5153" w:rsidRPr="00501E3A" w:rsidRDefault="007E5153">
            <w:pPr>
              <w:pStyle w:val="PL"/>
              <w:rPr>
                <w:noProof w:val="0"/>
              </w:rPr>
            </w:pPr>
            <w:r w:rsidRPr="00501E3A">
              <w:rPr>
                <w:noProof w:val="0"/>
              </w:rPr>
              <w:t>select DF</w:t>
            </w:r>
            <w:r w:rsidRPr="00501E3A">
              <w:rPr>
                <w:noProof w:val="0"/>
                <w:vertAlign w:val="subscript"/>
              </w:rPr>
              <w:t>TEST</w:t>
            </w:r>
            <w:r w:rsidRPr="00501E3A">
              <w:rPr>
                <w:noProof w:val="0"/>
              </w:rPr>
              <w:t>, fid=1111</w:t>
            </w:r>
          </w:p>
          <w:p w:rsidR="007E5153" w:rsidRPr="00501E3A" w:rsidRDefault="007E5153">
            <w:pPr>
              <w:pStyle w:val="PL"/>
              <w:rPr>
                <w:noProof w:val="0"/>
              </w:rPr>
            </w:pPr>
            <w:r w:rsidRPr="00501E3A">
              <w:rPr>
                <w:noProof w:val="0"/>
              </w:rPr>
              <w:t>select EF</w:t>
            </w:r>
            <w:r w:rsidRPr="00501E3A">
              <w:rPr>
                <w:noProof w:val="0"/>
                <w:vertAlign w:val="subscript"/>
              </w:rPr>
              <w:t>TARR3</w:t>
            </w:r>
            <w:r w:rsidR="00576820" w:rsidRPr="00501E3A">
              <w:rPr>
                <w:noProof w:val="0"/>
              </w:rPr>
              <w:t>, fid=6FB3</w:t>
            </w:r>
          </w:p>
        </w:tc>
        <w:tc>
          <w:tcPr>
            <w:tcW w:w="3189" w:type="dxa"/>
          </w:tcPr>
          <w:p w:rsidR="007E5153" w:rsidRPr="00501E3A" w:rsidRDefault="007E5153">
            <w:pPr>
              <w:pStyle w:val="TAL"/>
              <w:keepNext w:val="0"/>
              <w:keepLines w:val="0"/>
            </w:pPr>
          </w:p>
          <w:p w:rsidR="007E5153" w:rsidRPr="00501E3A" w:rsidRDefault="007E5153">
            <w:pPr>
              <w:pStyle w:val="TAL"/>
            </w:pPr>
          </w:p>
          <w:p w:rsidR="007E5153" w:rsidRPr="00501E3A" w:rsidRDefault="007E5153">
            <w:pPr>
              <w:pStyle w:val="TAL"/>
            </w:pPr>
            <w:r w:rsidRPr="00501E3A">
              <w:t xml:space="preserve">1- fcp[] shall contain the following TLV </w:t>
            </w:r>
          </w:p>
          <w:p w:rsidR="007E5153" w:rsidRPr="00501E3A" w:rsidRDefault="007E5153">
            <w:pPr>
              <w:pStyle w:val="TAL"/>
            </w:pPr>
            <w:r w:rsidRPr="00501E3A">
              <w:t>8B 03 AC 00 01  or</w:t>
            </w:r>
          </w:p>
          <w:p w:rsidR="007E5153" w:rsidRPr="00501E3A" w:rsidRDefault="007E5153">
            <w:pPr>
              <w:pStyle w:val="TAL"/>
            </w:pPr>
            <w:r w:rsidRPr="00501E3A">
              <w:t>8B 06 AC 00 00 01 01 01</w:t>
            </w:r>
          </w:p>
          <w:p w:rsidR="007E5153" w:rsidRPr="00501E3A" w:rsidRDefault="007E5153">
            <w:pPr>
              <w:pStyle w:val="TAL"/>
            </w:pPr>
            <w:r w:rsidRPr="00501E3A">
              <w:t>2- fcp[] shall contain the following TLV</w:t>
            </w:r>
          </w:p>
          <w:p w:rsidR="007E5153" w:rsidRPr="00501E3A" w:rsidRDefault="007E5153">
            <w:pPr>
              <w:pStyle w:val="TAL"/>
            </w:pPr>
            <w:r w:rsidRPr="00501E3A">
              <w:t>8B 03 AC 00 03  or</w:t>
            </w:r>
          </w:p>
          <w:p w:rsidR="007E5153" w:rsidRPr="00501E3A" w:rsidRDefault="007E5153">
            <w:pPr>
              <w:pStyle w:val="TAL"/>
            </w:pPr>
            <w:r w:rsidRPr="00501E3A">
              <w:t>8B 06 AC 00 00 03 01 03</w:t>
            </w:r>
          </w:p>
          <w:p w:rsidR="007E5153" w:rsidRPr="00501E3A" w:rsidRDefault="007E5153">
            <w:pPr>
              <w:pStyle w:val="TAL"/>
            </w:pPr>
          </w:p>
        </w:tc>
        <w:tc>
          <w:tcPr>
            <w:tcW w:w="2339" w:type="dxa"/>
          </w:tcPr>
          <w:p w:rsidR="007E5153" w:rsidRPr="00501E3A" w:rsidRDefault="007E5153">
            <w:pPr>
              <w:pStyle w:val="PL"/>
              <w:rPr>
                <w:noProof w:val="0"/>
              </w:rPr>
            </w:pPr>
          </w:p>
        </w:tc>
      </w:tr>
    </w:tbl>
    <w:p w:rsidR="007E5153" w:rsidRPr="00501E3A" w:rsidRDefault="007E5153"/>
    <w:p w:rsidR="007E5153" w:rsidRPr="00501E3A" w:rsidRDefault="007E5153">
      <w:pPr>
        <w:pStyle w:val="Heading4"/>
      </w:pPr>
      <w:r w:rsidRPr="00501E3A">
        <w:t>5.1.1.10</w:t>
      </w:r>
      <w:r w:rsidRPr="00501E3A">
        <w:tab/>
        <w:t>Method status</w:t>
      </w:r>
    </w:p>
    <w:p w:rsidR="007E5153" w:rsidRPr="00501E3A" w:rsidRDefault="007E5153" w:rsidP="00C418B9">
      <w:r w:rsidRPr="00501E3A">
        <w:t>Test Area Reference: Api_1_Fvw_Stat</w:t>
      </w:r>
      <w:r w:rsidR="00C418B9" w:rsidRPr="00501E3A">
        <w:t>.</w:t>
      </w:r>
    </w:p>
    <w:p w:rsidR="007E5153" w:rsidRPr="00501E3A" w:rsidRDefault="007E5153" w:rsidP="00C418B9">
      <w:pPr>
        <w:pStyle w:val="Heading5"/>
      </w:pPr>
      <w:r w:rsidRPr="00501E3A">
        <w:t>5.1.1.10.1</w:t>
      </w:r>
      <w:r w:rsidRPr="00501E3A">
        <w:tab/>
        <w:t>Conformance requirement</w:t>
      </w:r>
    </w:p>
    <w:p w:rsidR="007E5153" w:rsidRPr="00501E3A" w:rsidRDefault="007E5153" w:rsidP="00C418B9">
      <w:r w:rsidRPr="00501E3A">
        <w:t>The method with following header shall be compliant to its definition in the API.</w:t>
      </w:r>
    </w:p>
    <w:p w:rsidR="007E5153" w:rsidRPr="00501E3A" w:rsidRDefault="007E5153">
      <w:pPr>
        <w:pStyle w:val="PL"/>
        <w:rPr>
          <w:noProof w:val="0"/>
        </w:rPr>
      </w:pPr>
      <w:r w:rsidRPr="00501E3A">
        <w:rPr>
          <w:noProof w:val="0"/>
        </w:rPr>
        <w:t>public short status(byte[] fcp,</w:t>
      </w:r>
    </w:p>
    <w:p w:rsidR="007E5153" w:rsidRPr="00501E3A" w:rsidRDefault="007E5153">
      <w:pPr>
        <w:pStyle w:val="PL"/>
        <w:rPr>
          <w:noProof w:val="0"/>
        </w:rPr>
      </w:pPr>
      <w:r w:rsidRPr="00501E3A">
        <w:rPr>
          <w:noProof w:val="0"/>
        </w:rPr>
        <w:t xml:space="preserve">                    short fcpOffset,</w:t>
      </w:r>
    </w:p>
    <w:p w:rsidR="007E5153" w:rsidRPr="00501E3A" w:rsidRDefault="007E5153">
      <w:pPr>
        <w:pStyle w:val="PL"/>
        <w:rPr>
          <w:noProof w:val="0"/>
        </w:rPr>
      </w:pPr>
      <w:r w:rsidRPr="00501E3A">
        <w:rPr>
          <w:noProof w:val="0"/>
        </w:rPr>
        <w:t xml:space="preserve">                    short fcpLength)</w:t>
      </w:r>
    </w:p>
    <w:p w:rsidR="007E5153" w:rsidRPr="00501E3A" w:rsidRDefault="007E5153">
      <w:pPr>
        <w:pStyle w:val="PL"/>
        <w:rPr>
          <w:noProof w:val="0"/>
        </w:rPr>
      </w:pPr>
      <w:r w:rsidRPr="00501E3A">
        <w:rPr>
          <w:noProof w:val="0"/>
        </w:rPr>
        <w:t xml:space="preserve">             throws java.lang.NullPointerException,</w:t>
      </w:r>
    </w:p>
    <w:p w:rsidR="007E5153" w:rsidRPr="00501E3A" w:rsidRDefault="007E5153">
      <w:pPr>
        <w:pStyle w:val="PL"/>
        <w:rPr>
          <w:noProof w:val="0"/>
        </w:rPr>
      </w:pPr>
      <w:r w:rsidRPr="00501E3A">
        <w:rPr>
          <w:noProof w:val="0"/>
        </w:rPr>
        <w:t xml:space="preserve">                    java.lang.ArrayIndexOutOfBoundsException,</w:t>
      </w:r>
    </w:p>
    <w:p w:rsidR="007E5153" w:rsidRPr="00501E3A" w:rsidRDefault="007E5153">
      <w:pPr>
        <w:pStyle w:val="PL"/>
        <w:rPr>
          <w:noProof w:val="0"/>
        </w:rPr>
      </w:pPr>
      <w:r w:rsidRPr="00501E3A">
        <w:rPr>
          <w:noProof w:val="0"/>
        </w:rPr>
        <w:t xml:space="preserve">                    UICCException</w:t>
      </w:r>
    </w:p>
    <w:p w:rsidR="00C418B9" w:rsidRPr="00501E3A" w:rsidRDefault="00C418B9">
      <w:pPr>
        <w:pStyle w:val="PL"/>
        <w:rPr>
          <w:noProof w:val="0"/>
        </w:rPr>
      </w:pPr>
    </w:p>
    <w:p w:rsidR="007E5153" w:rsidRPr="00501E3A" w:rsidRDefault="007E5153">
      <w:pPr>
        <w:pStyle w:val="H6"/>
        <w:outlineLvl w:val="0"/>
      </w:pPr>
      <w:r w:rsidRPr="00501E3A">
        <w:t>5.1.1.10.1.1</w:t>
      </w:r>
      <w:r w:rsidRPr="00501E3A">
        <w:tab/>
      </w:r>
      <w:r w:rsidRPr="00501E3A">
        <w:tab/>
        <w:t>Normal execution</w:t>
      </w:r>
    </w:p>
    <w:p w:rsidR="007E5153" w:rsidRPr="00501E3A" w:rsidRDefault="007E5153">
      <w:pPr>
        <w:pStyle w:val="B1"/>
      </w:pPr>
      <w:r w:rsidRPr="00501E3A">
        <w:t xml:space="preserve">CRRN1: The method returns the File Control Parameter of the current selected DF/MF or ADF as defined in </w:t>
      </w:r>
      <w:r w:rsidR="00C64ACE" w:rsidRPr="00501E3A">
        <w:t>ETSI </w:t>
      </w:r>
      <w:r w:rsidRPr="00501E3A">
        <w:t>TS 102 221</w:t>
      </w:r>
      <w:r w:rsidR="008E4E43" w:rsidRPr="00501E3A">
        <w:t xml:space="preserve"> [5</w:t>
      </w:r>
      <w:r w:rsidR="004C222B" w:rsidRPr="00501E3A">
        <w:t>]</w:t>
      </w:r>
      <w:r w:rsidRPr="00501E3A">
        <w:t>.</w:t>
      </w:r>
    </w:p>
    <w:p w:rsidR="007E5153" w:rsidRPr="00501E3A" w:rsidRDefault="007E5153">
      <w:pPr>
        <w:pStyle w:val="B1"/>
      </w:pPr>
      <w:r w:rsidRPr="00501E3A">
        <w:t xml:space="preserve">CRRN2: If the </w:t>
      </w:r>
      <w:r w:rsidRPr="00501E3A">
        <w:rPr>
          <w:rFonts w:ascii="Courier New" w:hAnsi="Courier New" w:cs="Courier New"/>
        </w:rPr>
        <w:t>fcpLength</w:t>
      </w:r>
      <w:r w:rsidRPr="00501E3A">
        <w:t xml:space="preserve"> is greater than the length of the response, the whole response is copied into the </w:t>
      </w:r>
      <w:r w:rsidRPr="00501E3A">
        <w:rPr>
          <w:rFonts w:ascii="Courier New" w:hAnsi="Courier New" w:cs="Courier New"/>
        </w:rPr>
        <w:t>fcp</w:t>
      </w:r>
      <w:r w:rsidRPr="00501E3A">
        <w:t xml:space="preserve"> buffer and the length of the response is returned by the method.</w:t>
      </w:r>
    </w:p>
    <w:p w:rsidR="007E5153" w:rsidRPr="00501E3A" w:rsidRDefault="007E5153">
      <w:pPr>
        <w:pStyle w:val="B1"/>
      </w:pPr>
      <w:r w:rsidRPr="00501E3A">
        <w:t xml:space="preserve">CRRN3: f the </w:t>
      </w:r>
      <w:r w:rsidRPr="00501E3A">
        <w:rPr>
          <w:rFonts w:ascii="Courier New" w:hAnsi="Courier New" w:cs="Courier New"/>
        </w:rPr>
        <w:t>fcplength</w:t>
      </w:r>
      <w:r w:rsidRPr="00501E3A">
        <w:t xml:space="preserve"> is smaller than the length of the response, the first part of the response is copied into the </w:t>
      </w:r>
      <w:r w:rsidRPr="00501E3A">
        <w:rPr>
          <w:rFonts w:ascii="Courier New" w:hAnsi="Courier New" w:cs="Courier New"/>
        </w:rPr>
        <w:t>fcp</w:t>
      </w:r>
      <w:r w:rsidRPr="00501E3A">
        <w:t xml:space="preserve"> buffer and the </w:t>
      </w:r>
      <w:r w:rsidRPr="00501E3A">
        <w:rPr>
          <w:rFonts w:ascii="Courier New" w:hAnsi="Courier New" w:cs="Courier New"/>
        </w:rPr>
        <w:t>fcpLength</w:t>
      </w:r>
      <w:r w:rsidRPr="00501E3A">
        <w:t xml:space="preserve"> is returned by the method.</w:t>
      </w:r>
    </w:p>
    <w:p w:rsidR="007E5153" w:rsidRPr="00501E3A" w:rsidRDefault="007E5153">
      <w:pPr>
        <w:pStyle w:val="H6"/>
        <w:outlineLvl w:val="0"/>
      </w:pPr>
      <w:r w:rsidRPr="00501E3A">
        <w:t>5.1.1.10.1.2</w:t>
      </w:r>
      <w:r w:rsidRPr="00501E3A">
        <w:tab/>
      </w:r>
      <w:r w:rsidRPr="00501E3A">
        <w:tab/>
        <w:t>Parameter errors</w:t>
      </w:r>
    </w:p>
    <w:p w:rsidR="007E5153" w:rsidRPr="00501E3A" w:rsidRDefault="007E5153">
      <w:pPr>
        <w:pStyle w:val="B1"/>
      </w:pPr>
      <w:r w:rsidRPr="00501E3A">
        <w:t>CRRP1: If the array fcp is null, an instance of NullPointerException shall be thrown.</w:t>
      </w:r>
    </w:p>
    <w:p w:rsidR="007E5153" w:rsidRPr="00501E3A" w:rsidRDefault="007E5153">
      <w:pPr>
        <w:pStyle w:val="B1"/>
      </w:pPr>
      <w:r w:rsidRPr="00501E3A">
        <w:t>CRRP2: If fcpOffset is negative, an instance of ArrayIndexOutOfBoundsException shall be thrown.</w:t>
      </w:r>
    </w:p>
    <w:p w:rsidR="007E5153" w:rsidRPr="00501E3A" w:rsidRDefault="007E5153">
      <w:pPr>
        <w:pStyle w:val="B1"/>
      </w:pPr>
      <w:r w:rsidRPr="00501E3A">
        <w:t>CRRP3: If fcpLength is negative, an instance of ArrayIndexOutOfBoundsException shall be thrown.</w:t>
      </w:r>
    </w:p>
    <w:p w:rsidR="007E5153" w:rsidRPr="00501E3A" w:rsidRDefault="007E5153">
      <w:pPr>
        <w:pStyle w:val="B1"/>
      </w:pPr>
      <w:r w:rsidRPr="00501E3A">
        <w:t>CRRP4: If fcpOffset+fcpLength is greater than fcp.length an ArrayIndexOutOfBoundsException shall be thrown.</w:t>
      </w:r>
    </w:p>
    <w:p w:rsidR="007E5153" w:rsidRPr="00501E3A" w:rsidRDefault="00D43597" w:rsidP="00D43597">
      <w:pPr>
        <w:pStyle w:val="H6"/>
        <w:outlineLvl w:val="0"/>
      </w:pPr>
      <w:r w:rsidRPr="00501E3A">
        <w:lastRenderedPageBreak/>
        <w:t>5.1.1.10.1.3</w:t>
      </w:r>
      <w:r w:rsidRPr="00501E3A">
        <w:tab/>
      </w:r>
      <w:r w:rsidR="007E5153" w:rsidRPr="00501E3A">
        <w:t>Context errors</w:t>
      </w:r>
    </w:p>
    <w:p w:rsidR="007E5153" w:rsidRPr="00501E3A" w:rsidRDefault="007E5153" w:rsidP="00D43597">
      <w:pPr>
        <w:pStyle w:val="B1"/>
        <w:keepNext/>
        <w:keepLines/>
      </w:pPr>
      <w:r w:rsidRPr="00501E3A">
        <w:t>CRRC1: If the method call causes a memory problem (e.g. memory access error), an instance of UICCException shall be thrown. The reason code shall be UICCException.MEMORY_PROBLEM</w:t>
      </w:r>
      <w:r w:rsidR="004C222B" w:rsidRPr="00501E3A">
        <w:t>.</w:t>
      </w:r>
    </w:p>
    <w:p w:rsidR="007E5153" w:rsidRPr="00501E3A" w:rsidRDefault="007E5153" w:rsidP="00D43597">
      <w:pPr>
        <w:pStyle w:val="B1"/>
        <w:keepNext/>
        <w:keepLines/>
      </w:pPr>
      <w:r w:rsidRPr="00501E3A">
        <w:t xml:space="preserve">CRRC2: If the method call causes an error to occur that is not expected and thus not handled, an instance of UICCException shall be thrown. The reason code shall </w:t>
      </w:r>
      <w:r w:rsidR="00C418B9" w:rsidRPr="00501E3A">
        <w:t>be UICCException.INTERNAL_ERROR</w:t>
      </w:r>
      <w:r w:rsidR="004C222B" w:rsidRPr="00501E3A">
        <w:t>.</w:t>
      </w:r>
    </w:p>
    <w:p w:rsidR="007E5153" w:rsidRPr="00501E3A" w:rsidRDefault="007E5153" w:rsidP="00C418B9">
      <w:pPr>
        <w:pStyle w:val="Heading5"/>
      </w:pPr>
      <w:r w:rsidRPr="00501E3A">
        <w:t>5.1.1.10.2</w:t>
      </w:r>
      <w:r w:rsidRPr="00501E3A">
        <w:tab/>
        <w:t>Test area files</w:t>
      </w:r>
    </w:p>
    <w:p w:rsidR="007E5153" w:rsidRPr="00501E3A" w:rsidRDefault="00C418B9" w:rsidP="00C418B9">
      <w:pPr>
        <w:pStyle w:val="EX"/>
      </w:pPr>
      <w:r w:rsidRPr="00501E3A">
        <w:t>Test Source:</w:t>
      </w:r>
      <w:r w:rsidR="007E5153" w:rsidRPr="00501E3A">
        <w:tab/>
        <w:t>Test_ Api_1_Fvw_Stat.java</w:t>
      </w:r>
      <w:r w:rsidRPr="00501E3A">
        <w:t>.</w:t>
      </w:r>
    </w:p>
    <w:p w:rsidR="007E5153" w:rsidRPr="00501E3A" w:rsidRDefault="00C418B9" w:rsidP="00C418B9">
      <w:pPr>
        <w:pStyle w:val="EX"/>
      </w:pPr>
      <w:r w:rsidRPr="00501E3A">
        <w:t>Test Applet:</w:t>
      </w:r>
      <w:r w:rsidR="007E5153" w:rsidRPr="00501E3A">
        <w:tab/>
        <w:t>Api_1_Fvw_Stat_1.java</w:t>
      </w:r>
      <w:r w:rsidRPr="00501E3A">
        <w:t>.</w:t>
      </w:r>
    </w:p>
    <w:p w:rsidR="007E5153" w:rsidRPr="00501E3A" w:rsidRDefault="007E5153" w:rsidP="00C418B9">
      <w:pPr>
        <w:pStyle w:val="EX"/>
      </w:pPr>
      <w:r w:rsidRPr="00501E3A">
        <w:t>Cap File:</w:t>
      </w:r>
      <w:r w:rsidRPr="00501E3A">
        <w:tab/>
        <w:t>Api_1_Fvw_Stat.cap</w:t>
      </w:r>
      <w:r w:rsidR="00C418B9" w:rsidRPr="00501E3A">
        <w:t>.</w:t>
      </w:r>
    </w:p>
    <w:p w:rsidR="007E5153" w:rsidRPr="00501E3A" w:rsidRDefault="00C418B9" w:rsidP="00C418B9">
      <w:pPr>
        <w:pStyle w:val="Heading5"/>
      </w:pPr>
      <w:r w:rsidRPr="00501E3A">
        <w:t>5.1.1.10.3</w:t>
      </w:r>
      <w:r w:rsidR="007E5153"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r w:rsidR="00D43597" w:rsidRPr="00501E3A">
              <w:t xml:space="preserve"> </w:t>
            </w:r>
            <w:r w:rsidRPr="00501E3A">
              <w:t>2,</w:t>
            </w:r>
            <w:r w:rsidR="00D43597" w:rsidRPr="00501E3A">
              <w:t xml:space="preserve"> </w:t>
            </w:r>
            <w:r w:rsidRPr="00501E3A">
              <w:t>3,</w:t>
            </w:r>
            <w:r w:rsidR="00D43597" w:rsidRPr="00501E3A">
              <w:t xml:space="preserve"> </w:t>
            </w:r>
            <w:r w:rsidRPr="00501E3A">
              <w:t>4,</w:t>
            </w:r>
            <w:r w:rsidR="00D43597" w:rsidRPr="00501E3A">
              <w:t xml:space="preserve"> </w:t>
            </w:r>
            <w:r w:rsidRPr="00501E3A">
              <w:t>5,</w:t>
            </w:r>
            <w:r w:rsidR="00D43597" w:rsidRPr="00501E3A">
              <w:t xml:space="preserve"> </w:t>
            </w:r>
            <w:r w:rsidRPr="00501E3A">
              <w:t>11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r w:rsidR="004C222B" w:rsidRPr="00501E3A">
              <w:t xml:space="preserve"> </w:t>
            </w:r>
            <w:r w:rsidRPr="00501E3A">
              <w:t>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r w:rsidR="004C222B" w:rsidRPr="00501E3A">
              <w:t xml:space="preserve"> </w:t>
            </w:r>
            <w:r w:rsidRPr="00501E3A">
              <w:t>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8</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r w:rsidR="004C222B" w:rsidRPr="00501E3A">
              <w:t xml:space="preserve"> </w:t>
            </w:r>
            <w:r w:rsidRPr="00501E3A">
              <w:t>10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bl>
    <w:p w:rsidR="007E5153" w:rsidRPr="00501E3A" w:rsidRDefault="007E5153"/>
    <w:p w:rsidR="007E5153" w:rsidRPr="00501E3A" w:rsidRDefault="007E5153" w:rsidP="00C418B9">
      <w:pPr>
        <w:pStyle w:val="Heading5"/>
      </w:pPr>
      <w:r w:rsidRPr="00501E3A">
        <w:t>5.1.1.10.4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89"/>
        <w:gridCol w:w="2339"/>
      </w:tblGrid>
      <w:tr w:rsidR="007E5153" w:rsidRPr="00501E3A" w:rsidTr="00C418B9">
        <w:trPr>
          <w:tblHeade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Id</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Description</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API Expectation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Status of MF</w:t>
            </w:r>
          </w:p>
          <w:p w:rsidR="007E5153" w:rsidRPr="00501E3A" w:rsidRDefault="007E5153">
            <w:pPr>
              <w:pStyle w:val="PL"/>
              <w:rPr>
                <w:noProof w:val="0"/>
              </w:rPr>
            </w:pPr>
            <w:r w:rsidRPr="00501E3A">
              <w:rPr>
                <w:noProof w:val="0"/>
              </w:rPr>
              <w:t>1- Get a FileView object, UICC file get a FileView FileView.getTheUICCView(CLEAR_ON_RESET)</w:t>
            </w:r>
          </w:p>
          <w:p w:rsidR="007E5153" w:rsidRPr="00501E3A" w:rsidRDefault="007E5153">
            <w:pPr>
              <w:pStyle w:val="PL"/>
              <w:rPr>
                <w:noProof w:val="0"/>
              </w:rPr>
            </w:pPr>
            <w:r w:rsidRPr="00501E3A">
              <w:rPr>
                <w:noProof w:val="0"/>
              </w:rPr>
              <w:t xml:space="preserve">2- select MF </w:t>
            </w:r>
          </w:p>
          <w:p w:rsidR="007E5153" w:rsidRPr="00501E3A" w:rsidRDefault="007E5153">
            <w:pPr>
              <w:pStyle w:val="PL"/>
              <w:rPr>
                <w:noProof w:val="0"/>
              </w:rPr>
            </w:pPr>
            <w:r w:rsidRPr="00501E3A">
              <w:rPr>
                <w:noProof w:val="0"/>
              </w:rPr>
              <w:t>byte[] fcp = new byte[127]</w:t>
            </w:r>
          </w:p>
          <w:p w:rsidR="007E5153" w:rsidRPr="00501E3A" w:rsidRDefault="007E5153">
            <w:pPr>
              <w:pStyle w:val="PL"/>
              <w:rPr>
                <w:noProof w:val="0"/>
              </w:rPr>
            </w:pPr>
            <w:r w:rsidRPr="00501E3A">
              <w:rPr>
                <w:noProof w:val="0"/>
              </w:rPr>
              <w:t>fcp[0:2]= 0xCC</w:t>
            </w:r>
          </w:p>
          <w:p w:rsidR="007E5153" w:rsidRPr="00501E3A" w:rsidRDefault="007E5153">
            <w:pPr>
              <w:pStyle w:val="PL"/>
              <w:rPr>
                <w:noProof w:val="0"/>
              </w:rPr>
            </w:pPr>
            <w:r w:rsidRPr="00501E3A">
              <w:rPr>
                <w:noProof w:val="0"/>
              </w:rPr>
              <w:t>fcpOffset = 3</w:t>
            </w:r>
          </w:p>
          <w:p w:rsidR="007E5153" w:rsidRPr="00501E3A" w:rsidRDefault="007E5153">
            <w:pPr>
              <w:pStyle w:val="PL"/>
              <w:rPr>
                <w:noProof w:val="0"/>
              </w:rPr>
            </w:pPr>
            <w:r w:rsidRPr="00501E3A">
              <w:rPr>
                <w:noProof w:val="0"/>
              </w:rPr>
              <w:t>fcpLength = 11</w:t>
            </w:r>
          </w:p>
          <w:p w:rsidR="007E5153" w:rsidRPr="00501E3A" w:rsidRDefault="007E5153">
            <w:pPr>
              <w:pStyle w:val="PL"/>
              <w:rPr>
                <w:noProof w:val="0"/>
              </w:rPr>
            </w:pPr>
            <w:r w:rsidRPr="00501E3A">
              <w:rPr>
                <w:noProof w:val="0"/>
              </w:rPr>
              <w:t>status()</w:t>
            </w:r>
          </w:p>
          <w:p w:rsidR="007E5153" w:rsidRPr="00501E3A" w:rsidRDefault="007E5153">
            <w:pPr>
              <w:pStyle w:val="PL"/>
              <w:tabs>
                <w:tab w:val="clear" w:pos="384"/>
              </w:tabs>
              <w:rPr>
                <w:noProof w:val="0"/>
              </w:rPr>
            </w:pP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Shall return 11.</w:t>
            </w:r>
          </w:p>
          <w:p w:rsidR="007E5153" w:rsidRPr="00501E3A" w:rsidRDefault="007E5153">
            <w:pPr>
              <w:pStyle w:val="TAL"/>
            </w:pPr>
            <w:r w:rsidRPr="00501E3A">
              <w:t xml:space="preserve">The first 3 bytes of fcp[] shall contain 0xCC. </w:t>
            </w:r>
          </w:p>
          <w:p w:rsidR="007E5153" w:rsidRPr="00501E3A" w:rsidRDefault="007E5153">
            <w:pPr>
              <w:pStyle w:val="TAL"/>
            </w:pPr>
            <w:r w:rsidRPr="00501E3A">
              <w:t>fcp[] shall contain following TLVs:</w:t>
            </w:r>
          </w:p>
          <w:p w:rsidR="007E5153" w:rsidRPr="00501E3A" w:rsidRDefault="007E5153">
            <w:pPr>
              <w:pStyle w:val="TAL"/>
            </w:pPr>
            <w:r w:rsidRPr="00501E3A">
              <w:t>1. 82 02 38/78 21 //file descriptor</w:t>
            </w:r>
          </w:p>
          <w:p w:rsidR="007E5153" w:rsidRPr="00501E3A" w:rsidRDefault="007E5153">
            <w:pPr>
              <w:pStyle w:val="TAL"/>
            </w:pPr>
            <w:r w:rsidRPr="00501E3A">
              <w:t>2. 83 02 3F 00 //file ID</w:t>
            </w:r>
          </w:p>
          <w:p w:rsidR="007E5153" w:rsidRPr="00501E3A" w:rsidRDefault="007E5153">
            <w:pPr>
              <w:pStyle w:val="TAL"/>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 xml:space="preserve">Status after select </w:t>
            </w:r>
            <w:r w:rsidRPr="00501E3A">
              <w:rPr>
                <w:b w:val="0"/>
                <w:bCs/>
              </w:rPr>
              <w:t>EF</w:t>
            </w:r>
            <w:r w:rsidRPr="00501E3A">
              <w:rPr>
                <w:b w:val="0"/>
                <w:bCs/>
                <w:vertAlign w:val="subscript"/>
              </w:rPr>
              <w:t>TARU</w:t>
            </w:r>
            <w:r w:rsidRPr="00501E3A">
              <w:rPr>
                <w:b w:val="0"/>
                <w:bCs/>
              </w:rPr>
              <w:t xml:space="preserve"> </w:t>
            </w:r>
            <w:r w:rsidRPr="00501E3A">
              <w:t>in MF</w:t>
            </w:r>
          </w:p>
          <w:p w:rsidR="007E5153" w:rsidRPr="00501E3A" w:rsidRDefault="007E5153">
            <w:pPr>
              <w:pStyle w:val="PL"/>
              <w:rPr>
                <w:noProof w:val="0"/>
              </w:rPr>
            </w:pPr>
            <w:r w:rsidRPr="00501E3A">
              <w:rPr>
                <w:noProof w:val="0"/>
              </w:rPr>
              <w:t xml:space="preserve">1 </w:t>
            </w:r>
            <w:r w:rsidR="004C222B" w:rsidRPr="00501E3A">
              <w:rPr>
                <w:noProof w:val="0"/>
              </w:rPr>
              <w:t>-</w:t>
            </w:r>
            <w:r w:rsidRPr="00501E3A">
              <w:rPr>
                <w:noProof w:val="0"/>
              </w:rPr>
              <w:t xml:space="preserve"> select DF</w:t>
            </w:r>
            <w:r w:rsidRPr="00501E3A">
              <w:rPr>
                <w:b/>
                <w:bCs/>
                <w:noProof w:val="0"/>
                <w:vertAlign w:val="subscript"/>
              </w:rPr>
              <w:t>TEST</w:t>
            </w:r>
            <w:r w:rsidRPr="00501E3A">
              <w:rPr>
                <w:noProof w:val="0"/>
              </w:rPr>
              <w:t xml:space="preserve"> </w:t>
            </w:r>
          </w:p>
          <w:p w:rsidR="007E5153" w:rsidRPr="00501E3A" w:rsidRDefault="007E5153">
            <w:pPr>
              <w:pStyle w:val="PL"/>
              <w:rPr>
                <w:noProof w:val="0"/>
              </w:rPr>
            </w:pPr>
            <w:r w:rsidRPr="00501E3A">
              <w:rPr>
                <w:noProof w:val="0"/>
              </w:rPr>
              <w:t>select EF</w:t>
            </w:r>
            <w:r w:rsidRPr="00501E3A">
              <w:rPr>
                <w:b/>
                <w:bCs/>
                <w:noProof w:val="0"/>
                <w:vertAlign w:val="subscript"/>
              </w:rPr>
              <w:t>TARU</w:t>
            </w:r>
            <w:r w:rsidRPr="00501E3A">
              <w:rPr>
                <w:noProof w:val="0"/>
              </w:rPr>
              <w:t>, fid = 6F03</w:t>
            </w:r>
          </w:p>
          <w:p w:rsidR="007E5153" w:rsidRPr="00501E3A" w:rsidRDefault="007E5153">
            <w:pPr>
              <w:pStyle w:val="PL"/>
              <w:rPr>
                <w:noProof w:val="0"/>
              </w:rPr>
            </w:pPr>
            <w:r w:rsidRPr="00501E3A">
              <w:rPr>
                <w:noProof w:val="0"/>
              </w:rPr>
              <w:t>fcpOffset = 0</w:t>
            </w:r>
          </w:p>
          <w:p w:rsidR="007E5153" w:rsidRPr="00501E3A" w:rsidRDefault="007E5153">
            <w:pPr>
              <w:pStyle w:val="PL"/>
              <w:rPr>
                <w:noProof w:val="0"/>
              </w:rPr>
            </w:pPr>
            <w:r w:rsidRPr="00501E3A">
              <w:rPr>
                <w:noProof w:val="0"/>
              </w:rPr>
              <w:t>fcpLength = 127</w:t>
            </w:r>
          </w:p>
          <w:p w:rsidR="007E5153" w:rsidRPr="00501E3A" w:rsidRDefault="007E5153">
            <w:pPr>
              <w:pStyle w:val="PL"/>
              <w:rPr>
                <w:noProof w:val="0"/>
              </w:rPr>
            </w:pPr>
            <w:r w:rsidRPr="00501E3A">
              <w:rPr>
                <w:noProof w:val="0"/>
              </w:rPr>
              <w:t>select()</w:t>
            </w:r>
          </w:p>
          <w:p w:rsidR="007E5153" w:rsidRPr="00501E3A" w:rsidRDefault="007E5153">
            <w:pPr>
              <w:pStyle w:val="PL"/>
              <w:rPr>
                <w:noProof w:val="0"/>
              </w:rPr>
            </w:pPr>
            <w:r w:rsidRPr="00501E3A">
              <w:rPr>
                <w:noProof w:val="0"/>
              </w:rPr>
              <w:t>status()</w:t>
            </w:r>
          </w:p>
          <w:p w:rsidR="007E5153" w:rsidRPr="00501E3A" w:rsidRDefault="007E5153">
            <w:pPr>
              <w:pStyle w:val="PL"/>
              <w:rPr>
                <w:noProof w:val="0"/>
              </w:rPr>
            </w:pP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Shall return at least 19.</w:t>
            </w:r>
          </w:p>
          <w:p w:rsidR="007E5153" w:rsidRPr="00501E3A" w:rsidRDefault="007E5153">
            <w:pPr>
              <w:pStyle w:val="TAL"/>
            </w:pPr>
            <w:r w:rsidRPr="00501E3A">
              <w:t>fcp[] shall contain following TLVs:</w:t>
            </w:r>
          </w:p>
          <w:p w:rsidR="007E5153" w:rsidRPr="00501E3A" w:rsidRDefault="007E5153">
            <w:pPr>
              <w:pStyle w:val="TAL"/>
            </w:pPr>
            <w:r w:rsidRPr="00501E3A">
              <w:t>1. 82 02 38/78 21 //file descriptor</w:t>
            </w:r>
          </w:p>
          <w:p w:rsidR="007E5153" w:rsidRPr="00501E3A" w:rsidRDefault="007E5153">
            <w:pPr>
              <w:pStyle w:val="TAL"/>
            </w:pPr>
            <w:r w:rsidRPr="00501E3A">
              <w:t>2. 83 02 11 11 //file ID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Status of DF</w:t>
            </w:r>
            <w:r w:rsidRPr="00501E3A">
              <w:rPr>
                <w:vertAlign w:val="subscript"/>
              </w:rPr>
              <w:t>TELECOM</w:t>
            </w:r>
          </w:p>
          <w:p w:rsidR="007E5153" w:rsidRPr="00501E3A" w:rsidRDefault="007E5153">
            <w:pPr>
              <w:pStyle w:val="PL"/>
              <w:rPr>
                <w:noProof w:val="0"/>
              </w:rPr>
            </w:pPr>
            <w:r w:rsidRPr="00501E3A">
              <w:rPr>
                <w:noProof w:val="0"/>
              </w:rPr>
              <w:t>1 - fid = 7F10</w:t>
            </w:r>
          </w:p>
          <w:p w:rsidR="007E5153" w:rsidRPr="00501E3A" w:rsidRDefault="007E5153">
            <w:pPr>
              <w:pStyle w:val="PL"/>
              <w:rPr>
                <w:noProof w:val="0"/>
              </w:rPr>
            </w:pPr>
            <w:r w:rsidRPr="00501E3A">
              <w:rPr>
                <w:noProof w:val="0"/>
              </w:rPr>
              <w:t>fcpOffset = 0</w:t>
            </w:r>
          </w:p>
          <w:p w:rsidR="007E5153" w:rsidRPr="00501E3A" w:rsidRDefault="007E5153">
            <w:pPr>
              <w:pStyle w:val="PL"/>
              <w:rPr>
                <w:noProof w:val="0"/>
              </w:rPr>
            </w:pPr>
            <w:r w:rsidRPr="00501E3A">
              <w:rPr>
                <w:noProof w:val="0"/>
              </w:rPr>
              <w:t>fcpLength = 127</w:t>
            </w:r>
          </w:p>
          <w:p w:rsidR="007E5153" w:rsidRPr="00501E3A" w:rsidRDefault="007E5153">
            <w:pPr>
              <w:pStyle w:val="PL"/>
              <w:rPr>
                <w:noProof w:val="0"/>
              </w:rPr>
            </w:pPr>
            <w:r w:rsidRPr="00501E3A">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r w:rsidRPr="00501E3A">
              <w:t xml:space="preserve">1 - </w:t>
            </w:r>
          </w:p>
          <w:p w:rsidR="007E5153" w:rsidRPr="00501E3A" w:rsidRDefault="007E5153">
            <w:pPr>
              <w:pStyle w:val="TAL"/>
            </w:pPr>
            <w:r w:rsidRPr="00501E3A">
              <w:t>Shall return at least 17 and the entire structure of the file control parameters. The file identifier shall be contain the fid of DF</w:t>
            </w:r>
            <w:r w:rsidRPr="00501E3A">
              <w:rPr>
                <w:vertAlign w:val="subscript"/>
              </w:rPr>
              <w:t>TELECOM</w:t>
            </w:r>
            <w:r w:rsidRPr="00501E3A">
              <w:t>.</w:t>
            </w:r>
          </w:p>
          <w:p w:rsidR="007E5153" w:rsidRPr="00501E3A" w:rsidRDefault="007E5153">
            <w:pPr>
              <w:pStyle w:val="TAL"/>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Status DF</w:t>
            </w:r>
            <w:r w:rsidRPr="00501E3A">
              <w:rPr>
                <w:vertAlign w:val="subscript"/>
              </w:rPr>
              <w:t>TELECOM</w:t>
            </w:r>
          </w:p>
          <w:p w:rsidR="007E5153" w:rsidRPr="00501E3A" w:rsidRDefault="007E5153">
            <w:pPr>
              <w:pStyle w:val="PL"/>
              <w:rPr>
                <w:noProof w:val="0"/>
              </w:rPr>
            </w:pPr>
            <w:r w:rsidRPr="00501E3A">
              <w:rPr>
                <w:noProof w:val="0"/>
              </w:rPr>
              <w:t>Select DF</w:t>
            </w:r>
            <w:r w:rsidRPr="00501E3A">
              <w:rPr>
                <w:noProof w:val="0"/>
                <w:vertAlign w:val="subscript"/>
              </w:rPr>
              <w:t>TELECOM</w:t>
            </w:r>
            <w:r w:rsidRPr="00501E3A">
              <w:rPr>
                <w:noProof w:val="0"/>
              </w:rPr>
              <w:t>, fid=7F10</w:t>
            </w:r>
          </w:p>
          <w:p w:rsidR="007E5153" w:rsidRPr="00501E3A" w:rsidRDefault="007E5153">
            <w:pPr>
              <w:pStyle w:val="PL"/>
              <w:rPr>
                <w:noProof w:val="0"/>
              </w:rPr>
            </w:pPr>
            <w:r w:rsidRPr="00501E3A">
              <w:rPr>
                <w:noProof w:val="0"/>
              </w:rPr>
              <w:t>fcpOffset = 0</w:t>
            </w:r>
          </w:p>
          <w:p w:rsidR="007E5153" w:rsidRPr="00501E3A" w:rsidRDefault="007E5153">
            <w:pPr>
              <w:pStyle w:val="PL"/>
              <w:rPr>
                <w:noProof w:val="0"/>
              </w:rPr>
            </w:pPr>
            <w:r w:rsidRPr="00501E3A">
              <w:rPr>
                <w:noProof w:val="0"/>
              </w:rPr>
              <w:t>fcpLength = 11</w:t>
            </w:r>
          </w:p>
          <w:p w:rsidR="007E5153" w:rsidRPr="00501E3A" w:rsidRDefault="007E5153">
            <w:pPr>
              <w:pStyle w:val="PL"/>
              <w:rPr>
                <w:rFonts w:ascii="Arial" w:hAnsi="Arial" w:cs="Arial"/>
                <w:noProof w:val="0"/>
                <w:sz w:val="18"/>
                <w:szCs w:val="18"/>
              </w:rPr>
            </w:pPr>
            <w:r w:rsidRPr="00501E3A">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return 11.</w:t>
            </w:r>
          </w:p>
          <w:p w:rsidR="007E5153" w:rsidRPr="00501E3A" w:rsidRDefault="007E5153">
            <w:pPr>
              <w:pStyle w:val="TAL"/>
            </w:pPr>
            <w:r w:rsidRPr="00501E3A">
              <w:t>fcp shall contain the first 11 bytes of the FCP structure starting at index 0.</w:t>
            </w:r>
          </w:p>
          <w:p w:rsidR="007E5153" w:rsidRPr="00501E3A" w:rsidRDefault="007E5153">
            <w:pPr>
              <w:pStyle w:val="TAL"/>
            </w:pPr>
            <w:r w:rsidRPr="00501E3A">
              <w:t>fcp[] shall contain following TLVs:</w:t>
            </w:r>
          </w:p>
          <w:p w:rsidR="007E5153" w:rsidRPr="00501E3A" w:rsidRDefault="007E5153">
            <w:pPr>
              <w:pStyle w:val="TAL"/>
            </w:pPr>
            <w:r w:rsidRPr="00501E3A">
              <w:t>1. 82 02 38/78 21 //file descriptor</w:t>
            </w:r>
          </w:p>
          <w:p w:rsidR="007E5153" w:rsidRPr="00501E3A" w:rsidRDefault="007E5153">
            <w:pPr>
              <w:pStyle w:val="TAL"/>
            </w:pPr>
            <w:r w:rsidRPr="00501E3A">
              <w:t>2. 83 02 7F 10 //file id</w:t>
            </w:r>
          </w:p>
          <w:p w:rsidR="007E5153" w:rsidRPr="00501E3A" w:rsidRDefault="007E5153">
            <w:pPr>
              <w:pStyle w:val="TAL"/>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lastRenderedPageBreak/>
              <w:t>5</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Status ADF1</w:t>
            </w:r>
          </w:p>
          <w:p w:rsidR="007E5153" w:rsidRPr="00501E3A" w:rsidRDefault="007E5153" w:rsidP="00C418B9">
            <w:pPr>
              <w:pStyle w:val="PL"/>
              <w:keepNext/>
              <w:keepLines/>
              <w:rPr>
                <w:noProof w:val="0"/>
              </w:rPr>
            </w:pPr>
            <w:r w:rsidRPr="00501E3A">
              <w:rPr>
                <w:noProof w:val="0"/>
              </w:rPr>
              <w:t>select ADF, fid=7FFF</w:t>
            </w:r>
          </w:p>
          <w:p w:rsidR="007E5153" w:rsidRPr="00501E3A" w:rsidRDefault="007E5153" w:rsidP="00C418B9">
            <w:pPr>
              <w:pStyle w:val="PL"/>
              <w:keepNext/>
              <w:keepLines/>
              <w:rPr>
                <w:noProof w:val="0"/>
              </w:rPr>
            </w:pPr>
            <w:r w:rsidRPr="00501E3A">
              <w:rPr>
                <w:noProof w:val="0"/>
              </w:rPr>
              <w:t>fcpOffset = 0</w:t>
            </w:r>
          </w:p>
          <w:p w:rsidR="007E5153" w:rsidRPr="00501E3A" w:rsidRDefault="007E5153" w:rsidP="00C418B9">
            <w:pPr>
              <w:pStyle w:val="PL"/>
              <w:keepNext/>
              <w:keepLines/>
              <w:rPr>
                <w:noProof w:val="0"/>
              </w:rPr>
            </w:pPr>
            <w:r w:rsidRPr="00501E3A">
              <w:rPr>
                <w:noProof w:val="0"/>
              </w:rPr>
              <w:t>fcpLength = 127</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r w:rsidRPr="00501E3A">
              <w:t>Shall return at least 27</w:t>
            </w:r>
          </w:p>
          <w:p w:rsidR="007E5153" w:rsidRPr="00501E3A" w:rsidRDefault="007E5153" w:rsidP="00C418B9">
            <w:pPr>
              <w:pStyle w:val="TAL"/>
            </w:pPr>
            <w:r w:rsidRPr="00501E3A">
              <w:t>fcp[] shall contain the entire FCP structure</w:t>
            </w:r>
          </w:p>
          <w:p w:rsidR="007E5153" w:rsidRPr="00501E3A" w:rsidRDefault="007E5153" w:rsidP="00C418B9">
            <w:pPr>
              <w:pStyle w:val="TAL"/>
            </w:pPr>
            <w:r w:rsidRPr="00501E3A">
              <w:t>fcp[] shall contain following TLVs:</w:t>
            </w:r>
          </w:p>
          <w:p w:rsidR="007E5153" w:rsidRPr="00501E3A" w:rsidRDefault="007E5153" w:rsidP="00C418B9">
            <w:pPr>
              <w:pStyle w:val="TAL"/>
            </w:pPr>
            <w:r w:rsidRPr="00501E3A">
              <w:t>1. 82 02 78 21 //file descriptor</w:t>
            </w:r>
          </w:p>
          <w:p w:rsidR="007E5153" w:rsidRPr="00501E3A" w:rsidRDefault="007E5153" w:rsidP="00C418B9">
            <w:pPr>
              <w:pStyle w:val="TAL"/>
            </w:pPr>
            <w:r w:rsidRPr="00501E3A">
              <w:t>2. 84 10 A0 00 00 00 09 00 05 FF FF FF FF 89 60 00 00 00 //DF Name</w:t>
            </w:r>
          </w:p>
          <w:p w:rsidR="007E5153" w:rsidRPr="00501E3A" w:rsidRDefault="007E5153" w:rsidP="00C418B9">
            <w:pPr>
              <w:pStyle w:val="TAL"/>
            </w:pPr>
            <w:r w:rsidRPr="00501E3A">
              <w:t>3. 8A 01 05 //life cycle</w:t>
            </w:r>
          </w:p>
          <w:p w:rsidR="007E5153" w:rsidRPr="00501E3A" w:rsidRDefault="007E5153" w:rsidP="00C418B9">
            <w:pPr>
              <w:pStyle w:val="TAL"/>
              <w:rPr>
                <w:rFonts w:ascii="Courier New" w:hAnsi="Courier New" w:cs="Courier New"/>
                <w:sz w:val="16"/>
                <w:szCs w:val="16"/>
              </w:rPr>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fcp is null</w:t>
            </w:r>
          </w:p>
          <w:p w:rsidR="007E5153" w:rsidRPr="00501E3A" w:rsidRDefault="007E5153">
            <w:pPr>
              <w:pStyle w:val="PL"/>
              <w:rPr>
                <w:noProof w:val="0"/>
              </w:rPr>
            </w:pPr>
            <w:r w:rsidRPr="00501E3A">
              <w:rPr>
                <w:noProof w:val="0"/>
              </w:rPr>
              <w:t>byte[] nullBuffer = null</w:t>
            </w:r>
          </w:p>
          <w:p w:rsidR="007E5153" w:rsidRPr="00501E3A" w:rsidRDefault="007E5153">
            <w:pPr>
              <w:pStyle w:val="PL"/>
              <w:rPr>
                <w:noProof w:val="0"/>
              </w:rPr>
            </w:pPr>
            <w:r w:rsidRPr="00501E3A">
              <w:rPr>
                <w:noProof w:val="0"/>
              </w:rPr>
              <w:t>fcpOffset = 0</w:t>
            </w:r>
          </w:p>
          <w:p w:rsidR="007E5153" w:rsidRPr="00501E3A" w:rsidRDefault="007E5153">
            <w:pPr>
              <w:pStyle w:val="PL"/>
              <w:rPr>
                <w:noProof w:val="0"/>
              </w:rPr>
            </w:pPr>
            <w:r w:rsidRPr="00501E3A">
              <w:rPr>
                <w:noProof w:val="0"/>
              </w:rPr>
              <w:t>fcpLength = 34</w:t>
            </w:r>
          </w:p>
          <w:p w:rsidR="007E5153" w:rsidRPr="00501E3A" w:rsidRDefault="007E5153">
            <w:pPr>
              <w:pStyle w:val="PL"/>
              <w:rPr>
                <w:rFonts w:ascii="Arial" w:hAnsi="Arial" w:cs="Arial"/>
                <w:noProof w:val="0"/>
                <w:sz w:val="18"/>
                <w:szCs w:val="18"/>
              </w:rPr>
            </w:pPr>
            <w:r w:rsidRPr="00501E3A">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rPr>
                <w:rFonts w:ascii="Courier New" w:hAnsi="Courier New" w:cs="Courier New"/>
                <w:sz w:val="16"/>
                <w:szCs w:val="16"/>
              </w:rPr>
            </w:pPr>
          </w:p>
          <w:p w:rsidR="007E5153" w:rsidRPr="00501E3A" w:rsidRDefault="007E5153">
            <w:pPr>
              <w:pStyle w:val="TAL"/>
            </w:pPr>
            <w:r w:rsidRPr="00501E3A">
              <w:t>Shall throw java.lang.NullPointerException.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fcpOffset &lt; 0</w:t>
            </w:r>
          </w:p>
          <w:p w:rsidR="007E5153" w:rsidRPr="00501E3A" w:rsidRDefault="007E5153">
            <w:pPr>
              <w:pStyle w:val="PL"/>
              <w:rPr>
                <w:noProof w:val="0"/>
              </w:rPr>
            </w:pPr>
            <w:r w:rsidRPr="00501E3A">
              <w:rPr>
                <w:noProof w:val="0"/>
              </w:rPr>
              <w:t>fcpOffset = -1</w:t>
            </w:r>
          </w:p>
          <w:p w:rsidR="007E5153" w:rsidRPr="00501E3A" w:rsidRDefault="007E5153">
            <w:pPr>
              <w:pStyle w:val="PL"/>
              <w:rPr>
                <w:noProof w:val="0"/>
              </w:rPr>
            </w:pPr>
            <w:r w:rsidRPr="00501E3A">
              <w:rPr>
                <w:noProof w:val="0"/>
              </w:rPr>
              <w:t>fcpLength = 34</w:t>
            </w:r>
          </w:p>
          <w:p w:rsidR="007E5153" w:rsidRPr="00501E3A" w:rsidRDefault="007E5153">
            <w:pPr>
              <w:pStyle w:val="PL"/>
              <w:rPr>
                <w:rFonts w:ascii="Arial" w:hAnsi="Arial" w:cs="Arial"/>
                <w:noProof w:val="0"/>
                <w:sz w:val="18"/>
                <w:szCs w:val="18"/>
              </w:rPr>
            </w:pPr>
            <w:r w:rsidRPr="00501E3A">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8</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fcpLength &lt; 0</w:t>
            </w:r>
          </w:p>
          <w:p w:rsidR="007E5153" w:rsidRPr="00501E3A" w:rsidRDefault="007E5153">
            <w:pPr>
              <w:pStyle w:val="PL"/>
              <w:rPr>
                <w:noProof w:val="0"/>
              </w:rPr>
            </w:pPr>
            <w:r w:rsidRPr="00501E3A">
              <w:rPr>
                <w:noProof w:val="0"/>
              </w:rPr>
              <w:t>fcpOffset = 0</w:t>
            </w:r>
          </w:p>
          <w:p w:rsidR="007E5153" w:rsidRPr="00501E3A" w:rsidRDefault="007E5153">
            <w:pPr>
              <w:pStyle w:val="PL"/>
              <w:rPr>
                <w:noProof w:val="0"/>
              </w:rPr>
            </w:pPr>
            <w:r w:rsidRPr="00501E3A">
              <w:rPr>
                <w:noProof w:val="0"/>
              </w:rPr>
              <w:t>fcpLength = -1</w:t>
            </w:r>
          </w:p>
          <w:p w:rsidR="007E5153" w:rsidRPr="00501E3A" w:rsidRDefault="007E5153">
            <w:pPr>
              <w:pStyle w:val="PL"/>
              <w:rPr>
                <w:rFonts w:ascii="Arial" w:hAnsi="Arial" w:cs="Arial"/>
                <w:noProof w:val="0"/>
                <w:sz w:val="18"/>
                <w:szCs w:val="18"/>
              </w:rPr>
            </w:pPr>
            <w:r w:rsidRPr="00501E3A">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fcpOffset + fcpLength &gt; fcp.length</w:t>
            </w:r>
          </w:p>
          <w:p w:rsidR="007E5153" w:rsidRPr="00501E3A" w:rsidRDefault="007E5153">
            <w:pPr>
              <w:pStyle w:val="PL"/>
              <w:rPr>
                <w:noProof w:val="0"/>
              </w:rPr>
            </w:pPr>
            <w:r w:rsidRPr="00501E3A">
              <w:rPr>
                <w:noProof w:val="0"/>
              </w:rPr>
              <w:t>fcpOffset = fcp.length-1</w:t>
            </w:r>
          </w:p>
          <w:p w:rsidR="007E5153" w:rsidRPr="00501E3A" w:rsidRDefault="007E5153">
            <w:pPr>
              <w:pStyle w:val="PL"/>
              <w:rPr>
                <w:noProof w:val="0"/>
              </w:rPr>
            </w:pPr>
            <w:r w:rsidRPr="00501E3A">
              <w:rPr>
                <w:noProof w:val="0"/>
              </w:rPr>
              <w:t>fcpLength = 15</w:t>
            </w:r>
          </w:p>
          <w:p w:rsidR="007E5153" w:rsidRPr="00501E3A" w:rsidRDefault="007E5153">
            <w:pPr>
              <w:pStyle w:val="PL"/>
              <w:rPr>
                <w:rFonts w:ascii="Arial" w:hAnsi="Arial" w:cs="Arial"/>
                <w:noProof w:val="0"/>
                <w:sz w:val="18"/>
                <w:szCs w:val="18"/>
              </w:rPr>
            </w:pPr>
            <w:r w:rsidRPr="00501E3A">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fcpOffset + fcpLength &gt; fcp.length</w:t>
            </w:r>
          </w:p>
          <w:p w:rsidR="007E5153" w:rsidRPr="00501E3A" w:rsidRDefault="007E5153">
            <w:pPr>
              <w:pStyle w:val="PL"/>
              <w:rPr>
                <w:noProof w:val="0"/>
              </w:rPr>
            </w:pPr>
            <w:r w:rsidRPr="00501E3A">
              <w:rPr>
                <w:noProof w:val="0"/>
              </w:rPr>
              <w:t>fcpOffset = fcp.length+1</w:t>
            </w:r>
          </w:p>
          <w:p w:rsidR="007E5153" w:rsidRPr="00501E3A" w:rsidRDefault="007E5153">
            <w:pPr>
              <w:pStyle w:val="PL"/>
              <w:rPr>
                <w:noProof w:val="0"/>
              </w:rPr>
            </w:pPr>
            <w:r w:rsidRPr="00501E3A">
              <w:rPr>
                <w:noProof w:val="0"/>
              </w:rPr>
              <w:t>fcpLength = 0</w:t>
            </w:r>
          </w:p>
          <w:p w:rsidR="007E5153" w:rsidRPr="00501E3A" w:rsidRDefault="007E5153">
            <w:pPr>
              <w:pStyle w:val="PL"/>
              <w:rPr>
                <w:rFonts w:ascii="Arial" w:hAnsi="Arial" w:cs="Arial"/>
                <w:noProof w:val="0"/>
                <w:sz w:val="18"/>
                <w:szCs w:val="18"/>
              </w:rPr>
            </w:pPr>
            <w:r w:rsidRPr="00501E3A">
              <w:rPr>
                <w:noProof w:val="0"/>
              </w:rPr>
              <w:t>status()</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java.lang.ArrayIndexOutOfBoundsException.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rPr>
                <w:b w:val="0"/>
                <w:bCs/>
              </w:rPr>
            </w:pPr>
            <w:r w:rsidRPr="00501E3A">
              <w:t>Security attributes</w:t>
            </w:r>
          </w:p>
          <w:p w:rsidR="007E5153" w:rsidRPr="00501E3A" w:rsidRDefault="007E5153">
            <w:pPr>
              <w:pStyle w:val="TAH"/>
              <w:keepNext w:val="0"/>
              <w:keepLines w:val="0"/>
              <w:rPr>
                <w:b w:val="0"/>
                <w:bCs/>
              </w:rPr>
            </w:pPr>
          </w:p>
          <w:p w:rsidR="007E5153" w:rsidRPr="00501E3A" w:rsidRDefault="007E5153">
            <w:pPr>
              <w:pStyle w:val="PL"/>
              <w:rPr>
                <w:noProof w:val="0"/>
              </w:rPr>
            </w:pPr>
            <w:r w:rsidRPr="00501E3A">
              <w:rPr>
                <w:noProof w:val="0"/>
              </w:rPr>
              <w:t xml:space="preserve">1- Using the ADF FileView </w:t>
            </w:r>
          </w:p>
          <w:p w:rsidR="007E5153" w:rsidRPr="00501E3A" w:rsidRDefault="007E5153">
            <w:pPr>
              <w:pStyle w:val="PL"/>
              <w:rPr>
                <w:noProof w:val="0"/>
              </w:rPr>
            </w:pPr>
            <w:r w:rsidRPr="00501E3A">
              <w:rPr>
                <w:noProof w:val="0"/>
              </w:rPr>
              <w:t>select ADF, fid=7FFF</w:t>
            </w:r>
          </w:p>
          <w:p w:rsidR="007E5153" w:rsidRPr="00501E3A" w:rsidRDefault="007E5153">
            <w:pPr>
              <w:pStyle w:val="PL"/>
              <w:rPr>
                <w:noProof w:val="0"/>
              </w:rPr>
            </w:pPr>
            <w:r w:rsidRPr="00501E3A">
              <w:rPr>
                <w:noProof w:val="0"/>
              </w:rPr>
              <w:t>select DF</w:t>
            </w:r>
            <w:r w:rsidRPr="00501E3A">
              <w:rPr>
                <w:noProof w:val="0"/>
                <w:vertAlign w:val="subscript"/>
              </w:rPr>
              <w:t>TEST</w:t>
            </w:r>
            <w:r w:rsidRPr="00501E3A">
              <w:rPr>
                <w:noProof w:val="0"/>
              </w:rPr>
              <w:t xml:space="preserve">, </w:t>
            </w:r>
          </w:p>
          <w:p w:rsidR="007E5153" w:rsidRPr="00501E3A" w:rsidRDefault="007E5153">
            <w:pPr>
              <w:pStyle w:val="PL"/>
              <w:rPr>
                <w:noProof w:val="0"/>
              </w:rPr>
            </w:pPr>
            <w:r w:rsidRPr="00501E3A">
              <w:rPr>
                <w:noProof w:val="0"/>
              </w:rPr>
              <w:t>select DF</w:t>
            </w:r>
            <w:r w:rsidRPr="00501E3A">
              <w:rPr>
                <w:noProof w:val="0"/>
                <w:vertAlign w:val="subscript"/>
              </w:rPr>
              <w:t>ARR2</w:t>
            </w:r>
            <w:r w:rsidRPr="00501E3A">
              <w:rPr>
                <w:noProof w:val="0"/>
              </w:rPr>
              <w:t xml:space="preserve">, </w:t>
            </w:r>
          </w:p>
          <w:p w:rsidR="007E5153" w:rsidRPr="00501E3A" w:rsidRDefault="007E5153">
            <w:pPr>
              <w:pStyle w:val="PL"/>
              <w:rPr>
                <w:noProof w:val="0"/>
              </w:rPr>
            </w:pPr>
            <w:r w:rsidRPr="00501E3A">
              <w:rPr>
                <w:noProof w:val="0"/>
              </w:rPr>
              <w:t xml:space="preserve">2- Using the UICC FileView </w:t>
            </w:r>
          </w:p>
          <w:p w:rsidR="007E5153" w:rsidRPr="00501E3A" w:rsidRDefault="007E5153">
            <w:pPr>
              <w:pStyle w:val="PL"/>
              <w:rPr>
                <w:noProof w:val="0"/>
              </w:rPr>
            </w:pPr>
            <w:r w:rsidRPr="00501E3A">
              <w:rPr>
                <w:noProof w:val="0"/>
              </w:rPr>
              <w:t>select MF, fid=3F00</w:t>
            </w:r>
          </w:p>
          <w:p w:rsidR="007E5153" w:rsidRPr="00501E3A" w:rsidRDefault="007E5153">
            <w:pPr>
              <w:pStyle w:val="PL"/>
              <w:rPr>
                <w:noProof w:val="0"/>
              </w:rPr>
            </w:pPr>
            <w:r w:rsidRPr="00501E3A">
              <w:rPr>
                <w:noProof w:val="0"/>
              </w:rPr>
              <w:t>select DF</w:t>
            </w:r>
            <w:r w:rsidRPr="00501E3A">
              <w:rPr>
                <w:noProof w:val="0"/>
                <w:vertAlign w:val="subscript"/>
              </w:rPr>
              <w:t>TEST</w:t>
            </w:r>
            <w:r w:rsidRPr="00501E3A">
              <w:rPr>
                <w:noProof w:val="0"/>
              </w:rPr>
              <w:t xml:space="preserve">, </w:t>
            </w:r>
          </w:p>
          <w:p w:rsidR="007E5153" w:rsidRPr="00501E3A" w:rsidRDefault="007E5153" w:rsidP="00C418B9">
            <w:pPr>
              <w:pStyle w:val="PL"/>
              <w:rPr>
                <w:noProof w:val="0"/>
              </w:rPr>
            </w:pPr>
            <w:r w:rsidRPr="00501E3A">
              <w:rPr>
                <w:noProof w:val="0"/>
              </w:rPr>
              <w:t>select DF</w:t>
            </w:r>
            <w:r w:rsidRPr="00501E3A">
              <w:rPr>
                <w:noProof w:val="0"/>
                <w:vertAlign w:val="subscript"/>
              </w:rPr>
              <w:t>ARR4</w:t>
            </w:r>
            <w:r w:rsidR="00C418B9" w:rsidRPr="00501E3A">
              <w:rPr>
                <w:noProof w:val="0"/>
              </w:rPr>
              <w:t xml:space="preserve">, </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pPr>
          </w:p>
          <w:p w:rsidR="007E5153" w:rsidRPr="00501E3A" w:rsidRDefault="007E5153">
            <w:pPr>
              <w:pStyle w:val="TAL"/>
            </w:pPr>
            <w:r w:rsidRPr="00501E3A">
              <w:t xml:space="preserve">1- fcp[] shall contain the following TLV </w:t>
            </w:r>
          </w:p>
          <w:p w:rsidR="007E5153" w:rsidRPr="00501E3A" w:rsidRDefault="007E5153">
            <w:pPr>
              <w:pStyle w:val="TAL"/>
            </w:pPr>
            <w:r w:rsidRPr="00501E3A">
              <w:t>8B 03 AC 00 02  or</w:t>
            </w:r>
          </w:p>
          <w:p w:rsidR="007E5153" w:rsidRPr="00501E3A" w:rsidRDefault="007E5153">
            <w:pPr>
              <w:pStyle w:val="TAL"/>
            </w:pPr>
            <w:r w:rsidRPr="00501E3A">
              <w:t>8B 06 AC 00 00 02 01 02</w:t>
            </w:r>
          </w:p>
          <w:p w:rsidR="007E5153" w:rsidRPr="00501E3A" w:rsidRDefault="007E5153">
            <w:pPr>
              <w:pStyle w:val="TAL"/>
            </w:pPr>
            <w:r w:rsidRPr="00501E3A">
              <w:t>2- fcp[] shall contain the following TLV</w:t>
            </w:r>
          </w:p>
          <w:p w:rsidR="007E5153" w:rsidRPr="00501E3A" w:rsidRDefault="007E5153">
            <w:pPr>
              <w:pStyle w:val="TAL"/>
            </w:pPr>
            <w:r w:rsidRPr="00501E3A">
              <w:t>8B 03 AC 00 04  or</w:t>
            </w:r>
          </w:p>
          <w:p w:rsidR="007E5153" w:rsidRPr="00501E3A" w:rsidRDefault="007E5153">
            <w:pPr>
              <w:pStyle w:val="TAL"/>
            </w:pPr>
            <w:r w:rsidRPr="00501E3A">
              <w:t>8B 06 AC 00 00 04 01 04</w:t>
            </w:r>
          </w:p>
          <w:p w:rsidR="007E5153" w:rsidRPr="00501E3A" w:rsidRDefault="007E5153">
            <w:pPr>
              <w:pStyle w:val="PL"/>
              <w:rPr>
                <w:noProof w:val="0"/>
              </w:rPr>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bl>
    <w:p w:rsidR="007E5153" w:rsidRPr="00501E3A" w:rsidRDefault="007E5153" w:rsidP="00C418B9"/>
    <w:p w:rsidR="007E5153" w:rsidRPr="00501E3A" w:rsidRDefault="007E5153">
      <w:pPr>
        <w:pStyle w:val="Heading4"/>
      </w:pPr>
      <w:r w:rsidRPr="00501E3A">
        <w:t>5.1.1.11</w:t>
      </w:r>
      <w:r w:rsidRPr="00501E3A">
        <w:tab/>
        <w:t>Method updateBinary</w:t>
      </w:r>
    </w:p>
    <w:p w:rsidR="007E5153" w:rsidRPr="00501E3A" w:rsidRDefault="007E5153" w:rsidP="00C418B9">
      <w:r w:rsidRPr="00501E3A">
        <w:t>Test Area Reference: Api_1_Fvw_Updb</w:t>
      </w:r>
      <w:r w:rsidR="00C418B9" w:rsidRPr="00501E3A">
        <w:t>.</w:t>
      </w:r>
    </w:p>
    <w:p w:rsidR="007E5153" w:rsidRPr="00501E3A" w:rsidRDefault="007E5153" w:rsidP="00C418B9">
      <w:pPr>
        <w:pStyle w:val="Heading5"/>
      </w:pPr>
      <w:r w:rsidRPr="00501E3A">
        <w:t>5.1.1.11.1</w:t>
      </w:r>
      <w:r w:rsidRPr="00501E3A">
        <w:tab/>
        <w:t>Conformance requirement</w:t>
      </w:r>
    </w:p>
    <w:p w:rsidR="007E5153" w:rsidRPr="00501E3A" w:rsidRDefault="007E5153">
      <w:pPr>
        <w:pStyle w:val="List"/>
        <w:ind w:left="0" w:firstLine="0"/>
      </w:pPr>
      <w:r w:rsidRPr="00501E3A">
        <w:t>The method with following header shall be compliant to its definition in the API.</w:t>
      </w:r>
    </w:p>
    <w:p w:rsidR="007E5153" w:rsidRPr="00501E3A" w:rsidRDefault="007E5153">
      <w:pPr>
        <w:pStyle w:val="PL"/>
        <w:rPr>
          <w:noProof w:val="0"/>
        </w:rPr>
      </w:pPr>
      <w:r w:rsidRPr="00501E3A">
        <w:rPr>
          <w:noProof w:val="0"/>
        </w:rPr>
        <w:t>public void updateBinary(short fileOffset,</w:t>
      </w:r>
    </w:p>
    <w:p w:rsidR="007E5153" w:rsidRPr="00501E3A" w:rsidRDefault="007E5153">
      <w:pPr>
        <w:pStyle w:val="PL"/>
        <w:rPr>
          <w:noProof w:val="0"/>
        </w:rPr>
      </w:pPr>
      <w:r w:rsidRPr="00501E3A">
        <w:rPr>
          <w:noProof w:val="0"/>
        </w:rPr>
        <w:t xml:space="preserve">                         byte[] data,</w:t>
      </w:r>
    </w:p>
    <w:p w:rsidR="007E5153" w:rsidRPr="00501E3A" w:rsidRDefault="007E5153">
      <w:pPr>
        <w:pStyle w:val="PL"/>
        <w:rPr>
          <w:noProof w:val="0"/>
        </w:rPr>
      </w:pPr>
      <w:r w:rsidRPr="00501E3A">
        <w:rPr>
          <w:noProof w:val="0"/>
        </w:rPr>
        <w:t xml:space="preserve">                         short dataOffset,</w:t>
      </w:r>
    </w:p>
    <w:p w:rsidR="007E5153" w:rsidRPr="00501E3A" w:rsidRDefault="007E5153">
      <w:pPr>
        <w:pStyle w:val="PL"/>
        <w:rPr>
          <w:noProof w:val="0"/>
        </w:rPr>
      </w:pPr>
      <w:r w:rsidRPr="00501E3A">
        <w:rPr>
          <w:noProof w:val="0"/>
        </w:rPr>
        <w:t xml:space="preserve">                         short dataLength)</w:t>
      </w:r>
    </w:p>
    <w:p w:rsidR="007E5153" w:rsidRPr="00501E3A" w:rsidRDefault="007E5153">
      <w:pPr>
        <w:pStyle w:val="PL"/>
        <w:rPr>
          <w:noProof w:val="0"/>
        </w:rPr>
      </w:pPr>
      <w:r w:rsidRPr="00501E3A">
        <w:rPr>
          <w:noProof w:val="0"/>
        </w:rPr>
        <w:t xml:space="preserve">                  throws java.lang.NullPointerException,</w:t>
      </w:r>
    </w:p>
    <w:p w:rsidR="007E5153" w:rsidRPr="00501E3A" w:rsidRDefault="007E5153">
      <w:pPr>
        <w:pStyle w:val="PL"/>
        <w:rPr>
          <w:noProof w:val="0"/>
        </w:rPr>
      </w:pPr>
      <w:r w:rsidRPr="00501E3A">
        <w:rPr>
          <w:noProof w:val="0"/>
        </w:rPr>
        <w:t xml:space="preserve">                         java.lang.ArrayIndexOutOfBoundsException,</w:t>
      </w:r>
    </w:p>
    <w:p w:rsidR="007E5153" w:rsidRPr="00501E3A" w:rsidRDefault="007E5153">
      <w:pPr>
        <w:pStyle w:val="PL"/>
        <w:rPr>
          <w:noProof w:val="0"/>
        </w:rPr>
      </w:pPr>
      <w:r w:rsidRPr="00501E3A">
        <w:rPr>
          <w:noProof w:val="0"/>
        </w:rPr>
        <w:t xml:space="preserve">                         UICCException</w:t>
      </w:r>
    </w:p>
    <w:p w:rsidR="00C418B9" w:rsidRPr="00501E3A" w:rsidRDefault="00C418B9">
      <w:pPr>
        <w:pStyle w:val="PL"/>
        <w:rPr>
          <w:noProof w:val="0"/>
        </w:rPr>
      </w:pPr>
    </w:p>
    <w:p w:rsidR="007E5153" w:rsidRPr="00501E3A" w:rsidRDefault="00D43597">
      <w:pPr>
        <w:pStyle w:val="H6"/>
        <w:outlineLvl w:val="0"/>
      </w:pPr>
      <w:r w:rsidRPr="00501E3A">
        <w:t>5.1.1.11.1.1</w:t>
      </w:r>
      <w:r w:rsidR="007E5153" w:rsidRPr="00501E3A">
        <w:tab/>
        <w:t>Normal execution</w:t>
      </w:r>
    </w:p>
    <w:p w:rsidR="007E5153" w:rsidRPr="00501E3A" w:rsidRDefault="007E5153">
      <w:pPr>
        <w:pStyle w:val="B1"/>
      </w:pPr>
      <w:r w:rsidRPr="00501E3A">
        <w:t>CRRN1: Updated the data bytes of the current selected transparent EF.</w:t>
      </w:r>
    </w:p>
    <w:p w:rsidR="007E5153" w:rsidRPr="00501E3A" w:rsidRDefault="00D43597" w:rsidP="00576820">
      <w:pPr>
        <w:pStyle w:val="H6"/>
        <w:outlineLvl w:val="0"/>
      </w:pPr>
      <w:r w:rsidRPr="00501E3A">
        <w:lastRenderedPageBreak/>
        <w:t>5.1.1.11.1.2</w:t>
      </w:r>
      <w:r w:rsidR="007E5153" w:rsidRPr="00501E3A">
        <w:tab/>
        <w:t>Parameter errors</w:t>
      </w:r>
    </w:p>
    <w:p w:rsidR="007E5153" w:rsidRPr="00501E3A" w:rsidRDefault="007E5153" w:rsidP="00576820">
      <w:pPr>
        <w:pStyle w:val="B1"/>
        <w:keepNext/>
        <w:keepLines/>
      </w:pPr>
      <w:r w:rsidRPr="00501E3A">
        <w:t>CRRP1: If recOffset is less than 0, an instance  of UICCException shall be thrown. The reason code shall be UICCException.OUT_OF_</w:t>
      </w:r>
      <w:r w:rsidRPr="00501E3A">
        <w:rPr>
          <w:rFonts w:ascii="Courier New" w:hAnsi="Courier New" w:cs="Courier New"/>
        </w:rPr>
        <w:t>FILE</w:t>
      </w:r>
      <w:r w:rsidRPr="00501E3A">
        <w:t xml:space="preserve"> _BOUNDARIES.</w:t>
      </w:r>
    </w:p>
    <w:p w:rsidR="007E5153" w:rsidRPr="00501E3A" w:rsidRDefault="007E5153">
      <w:pPr>
        <w:pStyle w:val="B1"/>
      </w:pPr>
      <w:r w:rsidRPr="00501E3A">
        <w:t>CRRP2: : If fileOffset plus dataLength exceeds the length of the file, an instance of UICCException shall be thrown. The reason code shall be UICCException.OUT_OF_</w:t>
      </w:r>
      <w:r w:rsidRPr="00501E3A">
        <w:rPr>
          <w:rFonts w:ascii="Courier New" w:hAnsi="Courier New" w:cs="Courier New"/>
        </w:rPr>
        <w:t>FILE</w:t>
      </w:r>
      <w:r w:rsidRPr="00501E3A">
        <w:t xml:space="preserve"> _BOUNDARIES</w:t>
      </w:r>
      <w:r w:rsidR="004C222B" w:rsidRPr="00501E3A">
        <w:t>.</w:t>
      </w:r>
    </w:p>
    <w:p w:rsidR="007E5153" w:rsidRPr="00501E3A" w:rsidRDefault="007E5153">
      <w:pPr>
        <w:pStyle w:val="B1"/>
      </w:pPr>
      <w:r w:rsidRPr="00501E3A">
        <w:t>CRRP3: If the array data is null, an instance of NullPointerException shall be thrown.</w:t>
      </w:r>
    </w:p>
    <w:p w:rsidR="007E5153" w:rsidRPr="00501E3A" w:rsidRDefault="007E5153">
      <w:pPr>
        <w:pStyle w:val="B1"/>
      </w:pPr>
      <w:r w:rsidRPr="00501E3A">
        <w:t>CRRP4: If dataOffset is less than 0, an instance of ArrayIndexOutOfBoundsException shall be thrown.</w:t>
      </w:r>
    </w:p>
    <w:p w:rsidR="007E5153" w:rsidRPr="00501E3A" w:rsidRDefault="007E5153">
      <w:pPr>
        <w:pStyle w:val="B1"/>
      </w:pPr>
      <w:r w:rsidRPr="00501E3A">
        <w:t>CRRP5: If dataLength is less than 0, an instance of ArrayIndexOutOfBoundsException shall be thrown.</w:t>
      </w:r>
    </w:p>
    <w:p w:rsidR="007E5153" w:rsidRPr="00501E3A" w:rsidRDefault="007E5153">
      <w:pPr>
        <w:pStyle w:val="B1"/>
      </w:pPr>
      <w:r w:rsidRPr="00501E3A">
        <w:t>CRRP6: If dataOffset plus dataLength greater than the length of the array data.length an instance of ArrayIndexOutOfBoundsException shall be thrown.</w:t>
      </w:r>
    </w:p>
    <w:p w:rsidR="007E5153" w:rsidRPr="00501E3A" w:rsidRDefault="00D43597">
      <w:pPr>
        <w:pStyle w:val="H6"/>
        <w:outlineLvl w:val="0"/>
      </w:pPr>
      <w:r w:rsidRPr="00501E3A">
        <w:t>5.1.1.11.1.3</w:t>
      </w:r>
      <w:r w:rsidR="007E5153" w:rsidRPr="00501E3A">
        <w:tab/>
        <w:t>Context errors</w:t>
      </w:r>
    </w:p>
    <w:p w:rsidR="007E5153" w:rsidRPr="00501E3A" w:rsidRDefault="007E5153">
      <w:pPr>
        <w:pStyle w:val="B1"/>
      </w:pPr>
      <w:r w:rsidRPr="00501E3A">
        <w:t>CRRC1: If the calling applet has currently no EF selected, an instance of UICCException shall be thrown. The reason code shall be UICCException.NO_EF_SELECTED.</w:t>
      </w:r>
    </w:p>
    <w:p w:rsidR="007E5153" w:rsidRPr="00501E3A" w:rsidRDefault="007E5153">
      <w:pPr>
        <w:pStyle w:val="B1"/>
      </w:pPr>
      <w:r w:rsidRPr="00501E3A">
        <w:t>CRRC2: If the currently selected EF is not transparent, an instance of UICCException shall be thrown. The reason code shall be UICCException.COMMAND_INCOMPATIBLE.</w:t>
      </w:r>
    </w:p>
    <w:p w:rsidR="007E5153" w:rsidRPr="00501E3A" w:rsidRDefault="007E5153">
      <w:pPr>
        <w:pStyle w:val="B1"/>
      </w:pPr>
      <w:r w:rsidRPr="00501E3A">
        <w:t xml:space="preserve">CRRC3: If the calling applet does not fulfil the access condition, UPDATE, to perform this function, an instance of UICCException shall be thrown. The reason code shall be UICCException. </w:t>
      </w:r>
      <w:r w:rsidRPr="00501E3A">
        <w:rPr>
          <w:rFonts w:ascii="Courier New" w:hAnsi="Courier New" w:cs="Courier New"/>
        </w:rPr>
        <w:t>SECURITY_STATUS_NOT_SATISFIED</w:t>
      </w:r>
      <w:r w:rsidRPr="00501E3A">
        <w:t>.</w:t>
      </w:r>
    </w:p>
    <w:p w:rsidR="007E5153" w:rsidRPr="00501E3A" w:rsidRDefault="007E5153">
      <w:pPr>
        <w:pStyle w:val="B1"/>
      </w:pPr>
      <w:r w:rsidRPr="00501E3A">
        <w:t xml:space="preserve">CRRC4: If the currently selected EF is deactivated and the file status of the EF does not allow for updating of a deactivated file, an instance of UICCException shall be thrown. The reason code shall be UICCException. </w:t>
      </w:r>
      <w:r w:rsidRPr="00501E3A">
        <w:rPr>
          <w:rFonts w:ascii="Courier New" w:hAnsi="Courier New" w:cs="Courier New"/>
        </w:rPr>
        <w:t>REF_DATA_INVALIDATED</w:t>
      </w:r>
      <w:r w:rsidRPr="00501E3A">
        <w:t>.</w:t>
      </w:r>
    </w:p>
    <w:p w:rsidR="007E5153" w:rsidRPr="00501E3A" w:rsidRDefault="007E5153">
      <w:pPr>
        <w:pStyle w:val="B1"/>
      </w:pPr>
      <w:r w:rsidRPr="00501E3A">
        <w:t>CRRC5: If the method call causes a memory problem (e.g. memory access error), an instance of UICCException shall be thrown. The reason code shall be UICCException.MEMORY_PROBLEM.</w:t>
      </w:r>
    </w:p>
    <w:p w:rsidR="007E5153" w:rsidRPr="00501E3A" w:rsidRDefault="007E5153">
      <w:pPr>
        <w:pStyle w:val="B1"/>
      </w:pPr>
      <w:r w:rsidRPr="00501E3A">
        <w:t>CRRC6: If the method call causes an error to occur that is not expected and thus not handled, an instance of UICCException shall be thrown. The reason code shall be UICCException.INTERNAL_ERROR.</w:t>
      </w:r>
    </w:p>
    <w:p w:rsidR="007E5153" w:rsidRPr="00501E3A" w:rsidRDefault="00C418B9" w:rsidP="00C418B9">
      <w:pPr>
        <w:pStyle w:val="Heading5"/>
      </w:pPr>
      <w:r w:rsidRPr="00501E3A">
        <w:t>5.1.1.11.2</w:t>
      </w:r>
      <w:r w:rsidRPr="00501E3A">
        <w:tab/>
        <w:t>Test area files</w:t>
      </w:r>
    </w:p>
    <w:p w:rsidR="007E5153" w:rsidRPr="00501E3A" w:rsidRDefault="00C418B9" w:rsidP="00C418B9">
      <w:pPr>
        <w:pStyle w:val="EX"/>
      </w:pPr>
      <w:r w:rsidRPr="00501E3A">
        <w:t>Test Source:</w:t>
      </w:r>
      <w:r w:rsidR="007E5153" w:rsidRPr="00501E3A">
        <w:tab/>
        <w:t>Test_Api_1_Fvw_Updb.java</w:t>
      </w:r>
      <w:r w:rsidRPr="00501E3A">
        <w:t>.</w:t>
      </w:r>
    </w:p>
    <w:p w:rsidR="007E5153" w:rsidRPr="00501E3A" w:rsidRDefault="00C418B9" w:rsidP="00C418B9">
      <w:pPr>
        <w:pStyle w:val="EX"/>
      </w:pPr>
      <w:r w:rsidRPr="00501E3A">
        <w:t>Test Applet:</w:t>
      </w:r>
      <w:r w:rsidR="007E5153" w:rsidRPr="00501E3A">
        <w:tab/>
        <w:t>Api_1_Fvw_Updb _1.java</w:t>
      </w:r>
      <w:r w:rsidRPr="00501E3A">
        <w:t>.</w:t>
      </w:r>
    </w:p>
    <w:p w:rsidR="007E5153" w:rsidRPr="00501E3A" w:rsidRDefault="007E5153" w:rsidP="00C418B9">
      <w:pPr>
        <w:pStyle w:val="EX"/>
      </w:pPr>
      <w:r w:rsidRPr="00501E3A">
        <w:t>Cap File:</w:t>
      </w:r>
      <w:r w:rsidRPr="00501E3A">
        <w:tab/>
        <w:t>api_1_fvw_updb.cap</w:t>
      </w:r>
      <w:r w:rsidR="00C418B9" w:rsidRPr="00501E3A">
        <w:t>.</w:t>
      </w:r>
    </w:p>
    <w:p w:rsidR="007E5153" w:rsidRPr="00501E3A" w:rsidRDefault="007E5153" w:rsidP="00C418B9">
      <w:pPr>
        <w:pStyle w:val="Heading5"/>
      </w:pPr>
      <w:r w:rsidRPr="00501E3A">
        <w:t>5.1.1.11.3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2, 3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8</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bl>
    <w:p w:rsidR="007E5153" w:rsidRPr="00501E3A" w:rsidRDefault="007E5153" w:rsidP="00C418B9"/>
    <w:p w:rsidR="007E5153" w:rsidRPr="00501E3A" w:rsidRDefault="007E5153" w:rsidP="00C418B9">
      <w:pPr>
        <w:pStyle w:val="Heading5"/>
      </w:pPr>
      <w:r w:rsidRPr="00501E3A">
        <w:lastRenderedPageBreak/>
        <w:t>5.1.1.11.4</w:t>
      </w:r>
      <w:r w:rsidRPr="00501E3A">
        <w:tab/>
        <w:t>Test procedure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3828"/>
        <w:gridCol w:w="3189"/>
        <w:gridCol w:w="2339"/>
      </w:tblGrid>
      <w:tr w:rsidR="007E5153" w:rsidRPr="00501E3A" w:rsidTr="00C418B9">
        <w:trPr>
          <w:tblHeade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Id</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Description</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API Expectation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t>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Get the UICC FileView</w:t>
            </w:r>
          </w:p>
          <w:p w:rsidR="007E5153" w:rsidRPr="00501E3A" w:rsidRDefault="007E5153" w:rsidP="00C418B9">
            <w:pPr>
              <w:pStyle w:val="PL"/>
              <w:keepNext/>
              <w:keepLines/>
              <w:rPr>
                <w:noProof w:val="0"/>
              </w:rPr>
            </w:pPr>
            <w:r w:rsidRPr="00501E3A">
              <w:rPr>
                <w:noProof w:val="0"/>
              </w:rPr>
              <w:t>FileView.getTheUICCView(CLEAR_ON_RESET)</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t>0</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No EF selected</w:t>
            </w:r>
          </w:p>
          <w:p w:rsidR="007E5153" w:rsidRPr="00501E3A" w:rsidRDefault="007E5153">
            <w:pPr>
              <w:pStyle w:val="PL"/>
              <w:rPr>
                <w:noProof w:val="0"/>
              </w:rPr>
            </w:pPr>
            <w:r w:rsidRPr="00501E3A">
              <w:rPr>
                <w:noProof w:val="0"/>
              </w:rPr>
              <w:t>fileOffset = 0</w:t>
            </w:r>
          </w:p>
          <w:p w:rsidR="007E5153" w:rsidRPr="00501E3A" w:rsidRDefault="007E5153">
            <w:pPr>
              <w:pStyle w:val="PL"/>
              <w:rPr>
                <w:noProof w:val="0"/>
              </w:rPr>
            </w:pPr>
            <w:r w:rsidRPr="00501E3A">
              <w:rPr>
                <w:noProof w:val="0"/>
              </w:rPr>
              <w:t>byte[] data = new byte[20]</w:t>
            </w:r>
          </w:p>
          <w:p w:rsidR="007E5153" w:rsidRPr="00501E3A" w:rsidRDefault="007E5153">
            <w:pPr>
              <w:pStyle w:val="PL"/>
              <w:rPr>
                <w:noProof w:val="0"/>
              </w:rPr>
            </w:pPr>
            <w:r w:rsidRPr="00501E3A">
              <w:rPr>
                <w:noProof w:val="0"/>
              </w:rPr>
              <w:t>data[0] = '55'</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10</w:t>
            </w:r>
          </w:p>
          <w:p w:rsidR="007E5153" w:rsidRPr="00501E3A" w:rsidRDefault="007E5153">
            <w:pPr>
              <w:pStyle w:val="PL"/>
              <w:rPr>
                <w:rFonts w:ascii="Arial" w:hAnsi="Arial" w:cs="Arial"/>
                <w:noProof w:val="0"/>
                <w:sz w:val="18"/>
                <w:szCs w:val="18"/>
              </w:rPr>
            </w:pPr>
            <w:r w:rsidRPr="00501E3A">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uicc.access.UICC Exception with reason code NO_EF_SELECTED.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Update Transparent EF</w:t>
            </w:r>
          </w:p>
          <w:p w:rsidR="007E5153" w:rsidRPr="00501E3A" w:rsidRDefault="007E5153">
            <w:pPr>
              <w:pStyle w:val="PL"/>
              <w:rPr>
                <w:noProof w:val="0"/>
              </w:rPr>
            </w:pPr>
            <w:r w:rsidRPr="00501E3A">
              <w:rPr>
                <w:noProof w:val="0"/>
              </w:rPr>
              <w:t>1- select DF</w:t>
            </w:r>
            <w:r w:rsidRPr="00501E3A">
              <w:rPr>
                <w:noProof w:val="0"/>
                <w:vertAlign w:val="subscript"/>
              </w:rPr>
              <w:t>TEST</w:t>
            </w:r>
            <w:r w:rsidRPr="00501E3A">
              <w:rPr>
                <w:noProof w:val="0"/>
              </w:rPr>
              <w:t>, fid = 1111</w:t>
            </w:r>
          </w:p>
          <w:p w:rsidR="007E5153" w:rsidRPr="00501E3A" w:rsidRDefault="007E5153">
            <w:pPr>
              <w:pStyle w:val="PL"/>
              <w:rPr>
                <w:noProof w:val="0"/>
              </w:rPr>
            </w:pPr>
            <w:r w:rsidRPr="00501E3A">
              <w:rPr>
                <w:noProof w:val="0"/>
              </w:rPr>
              <w:t>2- select EF</w:t>
            </w:r>
            <w:r w:rsidRPr="00501E3A">
              <w:rPr>
                <w:noProof w:val="0"/>
                <w:vertAlign w:val="subscript"/>
              </w:rPr>
              <w:t>TARU</w:t>
            </w:r>
            <w:r w:rsidRPr="00501E3A">
              <w:rPr>
                <w:noProof w:val="0"/>
              </w:rPr>
              <w:t>, fid = 6F03</w:t>
            </w:r>
          </w:p>
          <w:p w:rsidR="007E5153" w:rsidRPr="00501E3A" w:rsidRDefault="007E5153">
            <w:pPr>
              <w:pStyle w:val="PL"/>
              <w:rPr>
                <w:noProof w:val="0"/>
              </w:rPr>
            </w:pPr>
            <w:r w:rsidRPr="00501E3A">
              <w:rPr>
                <w:noProof w:val="0"/>
              </w:rPr>
              <w:t>3- fileOffset = 3</w:t>
            </w:r>
          </w:p>
          <w:p w:rsidR="007E5153" w:rsidRPr="00501E3A" w:rsidRDefault="007E5153">
            <w:pPr>
              <w:pStyle w:val="PL"/>
              <w:rPr>
                <w:noProof w:val="0"/>
              </w:rPr>
            </w:pPr>
            <w:r w:rsidRPr="00501E3A">
              <w:rPr>
                <w:noProof w:val="0"/>
              </w:rPr>
              <w:t>data[0] = '55'</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1</w:t>
            </w:r>
          </w:p>
          <w:p w:rsidR="007E5153" w:rsidRPr="00501E3A" w:rsidRDefault="007E5153">
            <w:pPr>
              <w:pStyle w:val="PL"/>
              <w:rPr>
                <w:noProof w:val="0"/>
              </w:rPr>
            </w:pPr>
            <w:r w:rsidRPr="00501E3A">
              <w:rPr>
                <w:noProof w:val="0"/>
              </w:rPr>
              <w:t>updateBinary()</w:t>
            </w:r>
          </w:p>
          <w:p w:rsidR="007E5153" w:rsidRPr="00501E3A" w:rsidRDefault="007E5153">
            <w:pPr>
              <w:pStyle w:val="PL"/>
              <w:rPr>
                <w:noProof w:val="0"/>
              </w:rPr>
            </w:pPr>
            <w:r w:rsidRPr="00501E3A">
              <w:rPr>
                <w:noProof w:val="0"/>
              </w:rPr>
              <w:t>4- fileOffset = 3</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1</w:t>
            </w:r>
          </w:p>
          <w:p w:rsidR="007E5153" w:rsidRPr="00501E3A" w:rsidRDefault="007E5153">
            <w:pPr>
              <w:pStyle w:val="PL"/>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No exception shall be thrown.</w:t>
            </w:r>
          </w:p>
          <w:p w:rsidR="007E5153" w:rsidRPr="00501E3A" w:rsidRDefault="007E5153">
            <w:pPr>
              <w:pStyle w:val="TAL"/>
            </w:pPr>
            <w:r w:rsidRPr="00501E3A">
              <w:t>3- No exception shall be thrown.</w:t>
            </w:r>
          </w:p>
          <w:p w:rsidR="007E5153" w:rsidRPr="00501E3A" w:rsidRDefault="007E5153">
            <w:pPr>
              <w:pStyle w:val="TAL"/>
            </w:pPr>
            <w:r w:rsidRPr="00501E3A">
              <w:t>4- No exception shall be thrown.</w:t>
            </w:r>
          </w:p>
          <w:p w:rsidR="007E5153" w:rsidRPr="00501E3A" w:rsidRDefault="007E5153">
            <w:pPr>
              <w:pStyle w:val="TAL"/>
            </w:pPr>
            <w:r w:rsidRPr="00501E3A">
              <w:t>Data in resp[0] shall be '55'.</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fileOffset = 254</w:t>
            </w:r>
          </w:p>
          <w:p w:rsidR="007E5153" w:rsidRPr="00501E3A" w:rsidRDefault="007E5153">
            <w:pPr>
              <w:pStyle w:val="PL"/>
              <w:rPr>
                <w:noProof w:val="0"/>
              </w:rPr>
            </w:pPr>
            <w:r w:rsidRPr="00501E3A">
              <w:rPr>
                <w:noProof w:val="0"/>
              </w:rPr>
              <w:t>1- fileOffset = 254</w:t>
            </w:r>
          </w:p>
          <w:p w:rsidR="007E5153" w:rsidRPr="00501E3A" w:rsidRDefault="007E5153">
            <w:pPr>
              <w:pStyle w:val="PL"/>
              <w:rPr>
                <w:noProof w:val="0"/>
              </w:rPr>
            </w:pPr>
            <w:r w:rsidRPr="00501E3A">
              <w:rPr>
                <w:noProof w:val="0"/>
              </w:rPr>
              <w:t>data[0] = '55'</w:t>
            </w:r>
          </w:p>
          <w:p w:rsidR="007E5153" w:rsidRPr="00501E3A" w:rsidRDefault="007E5153">
            <w:pPr>
              <w:pStyle w:val="PL"/>
              <w:rPr>
                <w:noProof w:val="0"/>
              </w:rPr>
            </w:pPr>
            <w:r w:rsidRPr="00501E3A">
              <w:rPr>
                <w:noProof w:val="0"/>
              </w:rPr>
              <w:t>data[1] = 'AA'</w:t>
            </w:r>
          </w:p>
          <w:p w:rsidR="007E5153" w:rsidRPr="00501E3A" w:rsidRDefault="007E5153">
            <w:pPr>
              <w:pStyle w:val="PL"/>
              <w:rPr>
                <w:noProof w:val="0"/>
              </w:rPr>
            </w:pPr>
            <w:r w:rsidRPr="00501E3A">
              <w:rPr>
                <w:noProof w:val="0"/>
              </w:rPr>
              <w:t>data[2] = '66'</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3</w:t>
            </w:r>
          </w:p>
          <w:p w:rsidR="007E5153" w:rsidRPr="00501E3A" w:rsidRDefault="007E5153">
            <w:pPr>
              <w:pStyle w:val="PL"/>
              <w:rPr>
                <w:noProof w:val="0"/>
              </w:rPr>
            </w:pPr>
            <w:r w:rsidRPr="00501E3A">
              <w:rPr>
                <w:noProof w:val="0"/>
              </w:rPr>
              <w:t>updateBinary()</w:t>
            </w:r>
          </w:p>
          <w:p w:rsidR="007E5153" w:rsidRPr="00501E3A" w:rsidRDefault="007E5153">
            <w:pPr>
              <w:pStyle w:val="PL"/>
              <w:rPr>
                <w:noProof w:val="0"/>
              </w:rPr>
            </w:pPr>
            <w:r w:rsidRPr="00501E3A">
              <w:rPr>
                <w:noProof w:val="0"/>
              </w:rPr>
              <w:t>2- fileOffset = 254</w:t>
            </w:r>
          </w:p>
          <w:p w:rsidR="007E5153" w:rsidRPr="00501E3A" w:rsidRDefault="007E5153">
            <w:pPr>
              <w:pStyle w:val="PL"/>
              <w:rPr>
                <w:noProof w:val="0"/>
              </w:rPr>
            </w:pPr>
            <w:r w:rsidRPr="00501E3A">
              <w:rPr>
                <w:noProof w:val="0"/>
              </w:rPr>
              <w:t>respOffset = 0</w:t>
            </w:r>
          </w:p>
          <w:p w:rsidR="007E5153" w:rsidRPr="00501E3A" w:rsidRDefault="007E5153">
            <w:pPr>
              <w:pStyle w:val="PL"/>
              <w:rPr>
                <w:noProof w:val="0"/>
              </w:rPr>
            </w:pPr>
            <w:r w:rsidRPr="00501E3A">
              <w:rPr>
                <w:noProof w:val="0"/>
              </w:rPr>
              <w:t>respLength = 3</w:t>
            </w:r>
          </w:p>
          <w:p w:rsidR="007E5153" w:rsidRPr="00501E3A" w:rsidRDefault="007E5153">
            <w:pPr>
              <w:pStyle w:val="PL"/>
              <w:rPr>
                <w:noProof w:val="0"/>
              </w:rPr>
            </w:pPr>
            <w:r w:rsidRPr="00501E3A">
              <w:rPr>
                <w:noProof w:val="0"/>
              </w:rPr>
              <w:t>readBinary()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No exception shall be thrown.</w:t>
            </w:r>
          </w:p>
          <w:p w:rsidR="007E5153" w:rsidRPr="00501E3A" w:rsidRDefault="007E5153">
            <w:pPr>
              <w:pStyle w:val="TAL"/>
            </w:pPr>
            <w:r w:rsidRPr="00501E3A">
              <w:t xml:space="preserve">Data in resp shall be </w:t>
            </w:r>
          </w:p>
          <w:p w:rsidR="007E5153" w:rsidRPr="00501E3A" w:rsidRDefault="007E5153">
            <w:pPr>
              <w:pStyle w:val="TAL"/>
            </w:pPr>
            <w:r w:rsidRPr="00501E3A">
              <w:t>resp[0] = '55'</w:t>
            </w:r>
          </w:p>
          <w:p w:rsidR="007E5153" w:rsidRPr="00501E3A" w:rsidRDefault="007E5153">
            <w:pPr>
              <w:pStyle w:val="TAL"/>
            </w:pPr>
            <w:r w:rsidRPr="00501E3A">
              <w:t>resp[1] = 'AA'</w:t>
            </w:r>
          </w:p>
          <w:p w:rsidR="007E5153" w:rsidRPr="00501E3A" w:rsidRDefault="007E5153">
            <w:pPr>
              <w:pStyle w:val="TAL"/>
            </w:pPr>
            <w:r w:rsidRPr="00501E3A">
              <w:t>resp[2] = '66'</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Offset into File out of bounds</w:t>
            </w:r>
          </w:p>
          <w:p w:rsidR="007E5153" w:rsidRPr="00501E3A" w:rsidRDefault="007E5153">
            <w:pPr>
              <w:pStyle w:val="PL"/>
              <w:rPr>
                <w:noProof w:val="0"/>
              </w:rPr>
            </w:pPr>
            <w:r w:rsidRPr="00501E3A">
              <w:rPr>
                <w:noProof w:val="0"/>
              </w:rPr>
              <w:t>fileOffset = -1</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10</w:t>
            </w:r>
          </w:p>
          <w:p w:rsidR="007E5153" w:rsidRPr="00501E3A" w:rsidRDefault="007E5153">
            <w:pPr>
              <w:pStyle w:val="PL"/>
              <w:rPr>
                <w:noProof w:val="0"/>
              </w:rPr>
            </w:pPr>
            <w:r w:rsidRPr="00501E3A">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uicc.access.UICCException with reason code OUT_OF_FILE_BOUNDARIES.</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fileOffset + dataLength &gt; EF length</w:t>
            </w:r>
          </w:p>
          <w:p w:rsidR="007E5153" w:rsidRPr="00501E3A" w:rsidRDefault="007E5153">
            <w:pPr>
              <w:pStyle w:val="PL"/>
              <w:rPr>
                <w:noProof w:val="0"/>
              </w:rPr>
            </w:pPr>
            <w:r w:rsidRPr="00501E3A">
              <w:rPr>
                <w:noProof w:val="0"/>
              </w:rPr>
              <w:t>fileOffset = 259</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2</w:t>
            </w:r>
          </w:p>
          <w:p w:rsidR="007E5153" w:rsidRPr="00501E3A" w:rsidRDefault="007E5153">
            <w:pPr>
              <w:pStyle w:val="PL"/>
              <w:rPr>
                <w:noProof w:val="0"/>
              </w:rPr>
            </w:pPr>
            <w:r w:rsidRPr="00501E3A">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uicc.access.UICC Exception with reason code OUT_OF_FILE_BOUNDARIES.</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data is null</w:t>
            </w:r>
          </w:p>
          <w:p w:rsidR="007E5153" w:rsidRPr="00501E3A" w:rsidRDefault="007E5153">
            <w:pPr>
              <w:pStyle w:val="PL"/>
              <w:rPr>
                <w:noProof w:val="0"/>
              </w:rPr>
            </w:pPr>
            <w:r w:rsidRPr="00501E3A">
              <w:rPr>
                <w:noProof w:val="0"/>
              </w:rPr>
              <w:t>byte[] nullBuffer = null</w:t>
            </w:r>
          </w:p>
          <w:p w:rsidR="007E5153" w:rsidRPr="00501E3A" w:rsidRDefault="007E5153">
            <w:pPr>
              <w:pStyle w:val="PL"/>
              <w:rPr>
                <w:noProof w:val="0"/>
              </w:rPr>
            </w:pPr>
            <w:r w:rsidRPr="00501E3A">
              <w:rPr>
                <w:noProof w:val="0"/>
              </w:rPr>
              <w:t>fileOffset = 0</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10</w:t>
            </w:r>
          </w:p>
          <w:p w:rsidR="007E5153" w:rsidRPr="00501E3A" w:rsidRDefault="007E5153">
            <w:pPr>
              <w:pStyle w:val="PL"/>
              <w:rPr>
                <w:rFonts w:ascii="Arial" w:hAnsi="Arial" w:cs="Arial"/>
                <w:noProof w:val="0"/>
                <w:sz w:val="18"/>
                <w:szCs w:val="18"/>
              </w:rPr>
            </w:pPr>
            <w:r w:rsidRPr="00501E3A">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java.lang.NullPointerException.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dataOffset &lt; 0</w:t>
            </w:r>
          </w:p>
          <w:p w:rsidR="007E5153" w:rsidRPr="00501E3A" w:rsidRDefault="007E5153">
            <w:pPr>
              <w:pStyle w:val="PL"/>
              <w:rPr>
                <w:noProof w:val="0"/>
              </w:rPr>
            </w:pPr>
            <w:r w:rsidRPr="00501E3A">
              <w:rPr>
                <w:noProof w:val="0"/>
              </w:rPr>
              <w:t>fileOffset = 0</w:t>
            </w:r>
          </w:p>
          <w:p w:rsidR="007E5153" w:rsidRPr="00501E3A" w:rsidRDefault="007E5153">
            <w:pPr>
              <w:pStyle w:val="PL"/>
              <w:rPr>
                <w:noProof w:val="0"/>
              </w:rPr>
            </w:pPr>
            <w:r w:rsidRPr="00501E3A">
              <w:rPr>
                <w:noProof w:val="0"/>
              </w:rPr>
              <w:t>dataOffset = -1</w:t>
            </w:r>
          </w:p>
          <w:p w:rsidR="007E5153" w:rsidRPr="00501E3A" w:rsidRDefault="007E5153">
            <w:pPr>
              <w:pStyle w:val="PL"/>
              <w:rPr>
                <w:noProof w:val="0"/>
              </w:rPr>
            </w:pPr>
            <w:r w:rsidRPr="00501E3A">
              <w:rPr>
                <w:noProof w:val="0"/>
              </w:rPr>
              <w:t>dataLength = 10</w:t>
            </w:r>
          </w:p>
          <w:p w:rsidR="007E5153" w:rsidRPr="00501E3A" w:rsidRDefault="007E5153">
            <w:pPr>
              <w:pStyle w:val="PL"/>
              <w:rPr>
                <w:rFonts w:ascii="Arial" w:hAnsi="Arial" w:cs="Arial"/>
                <w:noProof w:val="0"/>
                <w:sz w:val="18"/>
                <w:szCs w:val="18"/>
              </w:rPr>
            </w:pPr>
            <w:r w:rsidRPr="00501E3A">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8</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dataLength &lt; 0</w:t>
            </w:r>
          </w:p>
          <w:p w:rsidR="007E5153" w:rsidRPr="00501E3A" w:rsidRDefault="007E5153">
            <w:pPr>
              <w:pStyle w:val="PL"/>
              <w:rPr>
                <w:noProof w:val="0"/>
              </w:rPr>
            </w:pPr>
            <w:r w:rsidRPr="00501E3A">
              <w:rPr>
                <w:noProof w:val="0"/>
              </w:rPr>
              <w:t>fileOffset = 0</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-1</w:t>
            </w:r>
          </w:p>
          <w:p w:rsidR="007E5153" w:rsidRPr="00501E3A" w:rsidRDefault="007E5153">
            <w:pPr>
              <w:pStyle w:val="PL"/>
              <w:rPr>
                <w:rFonts w:ascii="Arial" w:hAnsi="Arial" w:cs="Arial"/>
                <w:noProof w:val="0"/>
                <w:sz w:val="18"/>
                <w:szCs w:val="18"/>
              </w:rPr>
            </w:pPr>
            <w:r w:rsidRPr="00501E3A">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dataOffset + dataLength &gt; data.length</w:t>
            </w:r>
          </w:p>
          <w:p w:rsidR="007E5153" w:rsidRPr="00501E3A" w:rsidRDefault="007E5153">
            <w:pPr>
              <w:pStyle w:val="PL"/>
              <w:rPr>
                <w:noProof w:val="0"/>
              </w:rPr>
            </w:pPr>
            <w:r w:rsidRPr="00501E3A">
              <w:rPr>
                <w:noProof w:val="0"/>
              </w:rPr>
              <w:t>fileOffset = 0</w:t>
            </w:r>
          </w:p>
          <w:p w:rsidR="007E5153" w:rsidRPr="00501E3A" w:rsidRDefault="007E5153">
            <w:pPr>
              <w:pStyle w:val="PL"/>
              <w:rPr>
                <w:noProof w:val="0"/>
              </w:rPr>
            </w:pPr>
            <w:r w:rsidRPr="00501E3A">
              <w:rPr>
                <w:noProof w:val="0"/>
              </w:rPr>
              <w:t>dataOffset = 10</w:t>
            </w:r>
          </w:p>
          <w:p w:rsidR="007E5153" w:rsidRPr="00501E3A" w:rsidRDefault="007E5153">
            <w:pPr>
              <w:pStyle w:val="PL"/>
              <w:rPr>
                <w:noProof w:val="0"/>
              </w:rPr>
            </w:pPr>
            <w:r w:rsidRPr="00501E3A">
              <w:rPr>
                <w:noProof w:val="0"/>
              </w:rPr>
              <w:t>dataLength = 11</w:t>
            </w:r>
          </w:p>
          <w:p w:rsidR="007E5153" w:rsidRPr="00501E3A" w:rsidRDefault="007E5153">
            <w:pPr>
              <w:pStyle w:val="PL"/>
              <w:rPr>
                <w:rFonts w:ascii="Arial" w:hAnsi="Arial" w:cs="Arial"/>
                <w:noProof w:val="0"/>
                <w:sz w:val="18"/>
                <w:szCs w:val="18"/>
              </w:rPr>
            </w:pPr>
            <w:r w:rsidRPr="00501E3A">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EF is not Transparent</w:t>
            </w:r>
          </w:p>
          <w:p w:rsidR="007E5153" w:rsidRPr="00501E3A" w:rsidRDefault="007E5153">
            <w:pPr>
              <w:pStyle w:val="PL"/>
              <w:rPr>
                <w:noProof w:val="0"/>
              </w:rPr>
            </w:pPr>
            <w:r w:rsidRPr="00501E3A">
              <w:rPr>
                <w:noProof w:val="0"/>
              </w:rPr>
              <w:t>1- select DF</w:t>
            </w:r>
            <w:r w:rsidRPr="00501E3A">
              <w:rPr>
                <w:noProof w:val="0"/>
                <w:vertAlign w:val="subscript"/>
              </w:rPr>
              <w:t>TEST</w:t>
            </w:r>
            <w:r w:rsidRPr="00501E3A">
              <w:rPr>
                <w:noProof w:val="0"/>
              </w:rPr>
              <w:t>, fid = 1111</w:t>
            </w:r>
          </w:p>
          <w:p w:rsidR="007E5153" w:rsidRPr="00501E3A" w:rsidRDefault="007E5153">
            <w:pPr>
              <w:pStyle w:val="PL"/>
              <w:rPr>
                <w:noProof w:val="0"/>
              </w:rPr>
            </w:pPr>
            <w:r w:rsidRPr="00501E3A">
              <w:rPr>
                <w:noProof w:val="0"/>
              </w:rPr>
              <w:t>2- select DF</w:t>
            </w:r>
            <w:r w:rsidRPr="00501E3A">
              <w:rPr>
                <w:noProof w:val="0"/>
                <w:vertAlign w:val="subscript"/>
              </w:rPr>
              <w:t>LARU</w:t>
            </w:r>
            <w:r w:rsidRPr="00501E3A">
              <w:rPr>
                <w:noProof w:val="0"/>
              </w:rPr>
              <w:t>, fid = 6F0C</w:t>
            </w:r>
          </w:p>
          <w:p w:rsidR="007E5153" w:rsidRPr="00501E3A" w:rsidRDefault="007E5153">
            <w:pPr>
              <w:pStyle w:val="PL"/>
              <w:rPr>
                <w:noProof w:val="0"/>
              </w:rPr>
            </w:pPr>
            <w:r w:rsidRPr="00501E3A">
              <w:rPr>
                <w:noProof w:val="0"/>
              </w:rPr>
              <w:t>3 - fileOffset = 0</w:t>
            </w:r>
          </w:p>
          <w:p w:rsidR="007E5153" w:rsidRPr="00501E3A" w:rsidRDefault="007E5153">
            <w:pPr>
              <w:pStyle w:val="PL"/>
              <w:rPr>
                <w:noProof w:val="0"/>
              </w:rPr>
            </w:pPr>
            <w:r w:rsidRPr="00501E3A">
              <w:rPr>
                <w:noProof w:val="0"/>
              </w:rPr>
              <w:t>data[0] = '55'</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1</w:t>
            </w:r>
          </w:p>
          <w:p w:rsidR="007E5153" w:rsidRPr="00501E3A" w:rsidRDefault="007E5153">
            <w:pPr>
              <w:pStyle w:val="PL"/>
              <w:rPr>
                <w:rFonts w:ascii="Arial" w:hAnsi="Arial" w:cs="Arial"/>
                <w:noProof w:val="0"/>
                <w:sz w:val="18"/>
                <w:szCs w:val="18"/>
              </w:rPr>
            </w:pPr>
            <w:r w:rsidRPr="00501E3A">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No exception shall be thrown.</w:t>
            </w:r>
          </w:p>
          <w:p w:rsidR="007E5153" w:rsidRPr="00501E3A" w:rsidRDefault="007E5153">
            <w:pPr>
              <w:pStyle w:val="TAL"/>
            </w:pPr>
            <w:r w:rsidRPr="00501E3A">
              <w:t>3- Shall throw uicc.access.UICC Exception with reason code COMMAND_INCOMPATIBLE.</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lastRenderedPageBreak/>
              <w:t>11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Access condition not fulfilled</w:t>
            </w:r>
          </w:p>
          <w:p w:rsidR="007E5153" w:rsidRPr="00501E3A" w:rsidRDefault="007E5153">
            <w:pPr>
              <w:pStyle w:val="PL"/>
              <w:rPr>
                <w:noProof w:val="0"/>
              </w:rPr>
            </w:pPr>
            <w:r w:rsidRPr="00501E3A">
              <w:rPr>
                <w:noProof w:val="0"/>
              </w:rPr>
              <w:t>1</w:t>
            </w:r>
            <w:r w:rsidR="004C222B" w:rsidRPr="00501E3A">
              <w:rPr>
                <w:noProof w:val="0"/>
              </w:rPr>
              <w:t>-</w:t>
            </w:r>
            <w:r w:rsidRPr="00501E3A">
              <w:rPr>
                <w:noProof w:val="0"/>
              </w:rPr>
              <w:t xml:space="preserve"> select DF</w:t>
            </w:r>
            <w:r w:rsidRPr="00501E3A">
              <w:rPr>
                <w:noProof w:val="0"/>
                <w:vertAlign w:val="subscript"/>
              </w:rPr>
              <w:t>TEST</w:t>
            </w:r>
            <w:r w:rsidRPr="00501E3A">
              <w:rPr>
                <w:noProof w:val="0"/>
              </w:rPr>
              <w:t>, fid = 1111</w:t>
            </w:r>
          </w:p>
          <w:p w:rsidR="007E5153" w:rsidRPr="00501E3A" w:rsidRDefault="007E5153">
            <w:pPr>
              <w:pStyle w:val="PL"/>
              <w:rPr>
                <w:noProof w:val="0"/>
              </w:rPr>
            </w:pPr>
            <w:r w:rsidRPr="00501E3A">
              <w:rPr>
                <w:noProof w:val="0"/>
              </w:rPr>
              <w:t>2- select EF</w:t>
            </w:r>
            <w:r w:rsidRPr="00501E3A">
              <w:rPr>
                <w:noProof w:val="0"/>
                <w:vertAlign w:val="subscript"/>
              </w:rPr>
              <w:t>TNU</w:t>
            </w:r>
            <w:r w:rsidRPr="00501E3A">
              <w:rPr>
                <w:noProof w:val="0"/>
              </w:rPr>
              <w:t>, fid = 6F02</w:t>
            </w:r>
          </w:p>
          <w:p w:rsidR="007E5153" w:rsidRPr="00501E3A" w:rsidRDefault="007E5153">
            <w:pPr>
              <w:pStyle w:val="PL"/>
              <w:rPr>
                <w:noProof w:val="0"/>
              </w:rPr>
            </w:pPr>
            <w:r w:rsidRPr="00501E3A">
              <w:rPr>
                <w:noProof w:val="0"/>
              </w:rPr>
              <w:t>3- fileOffset = 0</w:t>
            </w:r>
          </w:p>
          <w:p w:rsidR="007E5153" w:rsidRPr="00501E3A" w:rsidRDefault="007E5153">
            <w:pPr>
              <w:pStyle w:val="PL"/>
              <w:rPr>
                <w:noProof w:val="0"/>
              </w:rPr>
            </w:pPr>
            <w:r w:rsidRPr="00501E3A">
              <w:rPr>
                <w:noProof w:val="0"/>
              </w:rPr>
              <w:t>data[0] = '55'</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1</w:t>
            </w:r>
          </w:p>
          <w:p w:rsidR="007E5153" w:rsidRPr="00501E3A" w:rsidRDefault="007E5153">
            <w:pPr>
              <w:pStyle w:val="PL"/>
              <w:rPr>
                <w:rFonts w:ascii="Arial" w:hAnsi="Arial" w:cs="Arial"/>
                <w:noProof w:val="0"/>
                <w:sz w:val="18"/>
                <w:szCs w:val="18"/>
              </w:rPr>
            </w:pPr>
            <w:r w:rsidRPr="00501E3A">
              <w:rPr>
                <w:noProof w:val="0"/>
              </w:rPr>
              <w:t>updateBinary()</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No exception shall be thrown.</w:t>
            </w:r>
          </w:p>
          <w:p w:rsidR="007E5153" w:rsidRPr="00501E3A" w:rsidRDefault="007E5153">
            <w:pPr>
              <w:pStyle w:val="TAL"/>
            </w:pPr>
            <w:r w:rsidRPr="00501E3A">
              <w:t>3- Shall throw uicc.access.UICCException with reason code SECURITY_STATUS_NOT_SATISFIED.</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EF is deactivated</w:t>
            </w:r>
          </w:p>
          <w:p w:rsidR="007E5153" w:rsidRPr="00501E3A" w:rsidRDefault="007E5153">
            <w:pPr>
              <w:pStyle w:val="PL"/>
              <w:rPr>
                <w:noProof w:val="0"/>
              </w:rPr>
            </w:pPr>
            <w:r w:rsidRPr="00501E3A">
              <w:rPr>
                <w:noProof w:val="0"/>
              </w:rPr>
              <w:t>1- select EF</w:t>
            </w:r>
            <w:r w:rsidRPr="00501E3A">
              <w:rPr>
                <w:noProof w:val="0"/>
                <w:vertAlign w:val="subscript"/>
              </w:rPr>
              <w:t>TNR</w:t>
            </w:r>
            <w:r w:rsidRPr="00501E3A">
              <w:rPr>
                <w:noProof w:val="0"/>
              </w:rPr>
              <w:t>, fid = 6F01</w:t>
            </w:r>
          </w:p>
          <w:p w:rsidR="007E5153" w:rsidRPr="00501E3A" w:rsidRDefault="007E5153">
            <w:pPr>
              <w:pStyle w:val="PL"/>
              <w:rPr>
                <w:noProof w:val="0"/>
              </w:rPr>
            </w:pPr>
            <w:r w:rsidRPr="00501E3A">
              <w:rPr>
                <w:noProof w:val="0"/>
              </w:rPr>
              <w:t>deactiveFile()</w:t>
            </w:r>
          </w:p>
          <w:p w:rsidR="007E5153" w:rsidRPr="00501E3A" w:rsidRDefault="007E5153">
            <w:pPr>
              <w:pStyle w:val="PL"/>
              <w:rPr>
                <w:noProof w:val="0"/>
              </w:rPr>
            </w:pPr>
            <w:r w:rsidRPr="00501E3A">
              <w:rPr>
                <w:noProof w:val="0"/>
              </w:rPr>
              <w:t>2- fileOffset = 0</w:t>
            </w:r>
          </w:p>
          <w:p w:rsidR="007E5153" w:rsidRPr="00501E3A" w:rsidRDefault="007E5153">
            <w:pPr>
              <w:pStyle w:val="PL"/>
              <w:rPr>
                <w:noProof w:val="0"/>
              </w:rPr>
            </w:pPr>
            <w:r w:rsidRPr="00501E3A">
              <w:rPr>
                <w:noProof w:val="0"/>
              </w:rPr>
              <w:t>data[0] = '55'</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1</w:t>
            </w:r>
          </w:p>
          <w:p w:rsidR="007E5153" w:rsidRPr="00501E3A" w:rsidRDefault="007E5153">
            <w:pPr>
              <w:pStyle w:val="PL"/>
              <w:rPr>
                <w:noProof w:val="0"/>
              </w:rPr>
            </w:pPr>
            <w:r w:rsidRPr="00501E3A">
              <w:rPr>
                <w:noProof w:val="0"/>
              </w:rPr>
              <w:t>updateBinary()</w:t>
            </w:r>
          </w:p>
          <w:p w:rsidR="007E5153" w:rsidRPr="00501E3A" w:rsidRDefault="007E5153">
            <w:pPr>
              <w:pStyle w:val="PL"/>
              <w:rPr>
                <w:rFonts w:ascii="Arial" w:hAnsi="Arial" w:cs="Arial"/>
                <w:noProof w:val="0"/>
                <w:sz w:val="18"/>
                <w:szCs w:val="18"/>
              </w:rPr>
            </w:pPr>
            <w:r w:rsidRPr="00501E3A">
              <w:rPr>
                <w:noProof w:val="0"/>
              </w:rPr>
              <w:t>3- activateFile()</w:t>
            </w:r>
          </w:p>
        </w:tc>
        <w:tc>
          <w:tcPr>
            <w:tcW w:w="318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Shall throw uicc.access.UICCException with reason code REF_DATA_INVALIDATED</w:t>
            </w:r>
          </w:p>
          <w:p w:rsidR="007E5153" w:rsidRPr="00501E3A" w:rsidRDefault="007E5153">
            <w:pPr>
              <w:pStyle w:val="TAL"/>
            </w:pPr>
            <w:r w:rsidRPr="00501E3A">
              <w:t>3- No exception shall be thrown.</w:t>
            </w:r>
          </w:p>
        </w:tc>
        <w:tc>
          <w:tcPr>
            <w:tcW w:w="233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bl>
    <w:p w:rsidR="007E5153" w:rsidRPr="00501E3A" w:rsidRDefault="007E5153"/>
    <w:p w:rsidR="007E5153" w:rsidRPr="00501E3A" w:rsidRDefault="007E5153">
      <w:pPr>
        <w:pStyle w:val="Heading4"/>
      </w:pPr>
      <w:r w:rsidRPr="00501E3A">
        <w:t>5.1.1.12</w:t>
      </w:r>
      <w:r w:rsidRPr="00501E3A">
        <w:tab/>
        <w:t>Method updateRecord</w:t>
      </w:r>
    </w:p>
    <w:p w:rsidR="007E5153" w:rsidRPr="00501E3A" w:rsidRDefault="007E5153" w:rsidP="00C418B9">
      <w:r w:rsidRPr="00501E3A">
        <w:t>Test Area Reference: Api_1_Fvw_Updr</w:t>
      </w:r>
      <w:r w:rsidR="00C418B9" w:rsidRPr="00501E3A">
        <w:t>.</w:t>
      </w:r>
    </w:p>
    <w:p w:rsidR="007E5153" w:rsidRPr="00501E3A" w:rsidRDefault="007E5153" w:rsidP="00C418B9">
      <w:pPr>
        <w:pStyle w:val="Heading5"/>
      </w:pPr>
      <w:r w:rsidRPr="00501E3A">
        <w:t>5.1.1.12.1</w:t>
      </w:r>
      <w:r w:rsidRPr="00501E3A">
        <w:tab/>
        <w:t>Conformance requirement</w:t>
      </w:r>
    </w:p>
    <w:p w:rsidR="007E5153" w:rsidRPr="00501E3A" w:rsidRDefault="007E5153">
      <w:pPr>
        <w:pStyle w:val="List"/>
        <w:ind w:left="0" w:firstLine="0"/>
      </w:pPr>
      <w:r w:rsidRPr="00501E3A">
        <w:t>The method with following header shall be compliant to its definition in the API.</w:t>
      </w:r>
    </w:p>
    <w:p w:rsidR="007E5153" w:rsidRPr="00501E3A" w:rsidRDefault="007E5153">
      <w:pPr>
        <w:pStyle w:val="PL"/>
        <w:rPr>
          <w:noProof w:val="0"/>
        </w:rPr>
      </w:pPr>
      <w:r w:rsidRPr="00501E3A">
        <w:rPr>
          <w:noProof w:val="0"/>
        </w:rPr>
        <w:t xml:space="preserve">public void </w:t>
      </w:r>
      <w:r w:rsidRPr="00501E3A">
        <w:rPr>
          <w:b/>
          <w:bCs/>
          <w:noProof w:val="0"/>
        </w:rPr>
        <w:t>updateRecord</w:t>
      </w:r>
      <w:r w:rsidRPr="00501E3A">
        <w:rPr>
          <w:noProof w:val="0"/>
        </w:rPr>
        <w:t>(short recNumber,</w:t>
      </w:r>
    </w:p>
    <w:p w:rsidR="007E5153" w:rsidRPr="00501E3A" w:rsidRDefault="007E5153">
      <w:pPr>
        <w:pStyle w:val="PL"/>
        <w:rPr>
          <w:noProof w:val="0"/>
        </w:rPr>
      </w:pPr>
      <w:r w:rsidRPr="00501E3A">
        <w:rPr>
          <w:noProof w:val="0"/>
        </w:rPr>
        <w:t xml:space="preserve">                         byte mode,</w:t>
      </w:r>
    </w:p>
    <w:p w:rsidR="007E5153" w:rsidRPr="00501E3A" w:rsidRDefault="007E5153">
      <w:pPr>
        <w:pStyle w:val="PL"/>
        <w:rPr>
          <w:noProof w:val="0"/>
        </w:rPr>
      </w:pPr>
      <w:r w:rsidRPr="00501E3A">
        <w:rPr>
          <w:noProof w:val="0"/>
        </w:rPr>
        <w:t xml:space="preserve">                         short recOffset,</w:t>
      </w:r>
    </w:p>
    <w:p w:rsidR="007E5153" w:rsidRPr="00501E3A" w:rsidRDefault="007E5153">
      <w:pPr>
        <w:pStyle w:val="PL"/>
        <w:rPr>
          <w:noProof w:val="0"/>
        </w:rPr>
      </w:pPr>
      <w:r w:rsidRPr="00501E3A">
        <w:rPr>
          <w:noProof w:val="0"/>
        </w:rPr>
        <w:t xml:space="preserve">                         byte[] data,</w:t>
      </w:r>
    </w:p>
    <w:p w:rsidR="007E5153" w:rsidRPr="00501E3A" w:rsidRDefault="007E5153">
      <w:pPr>
        <w:pStyle w:val="PL"/>
        <w:rPr>
          <w:noProof w:val="0"/>
        </w:rPr>
      </w:pPr>
      <w:r w:rsidRPr="00501E3A">
        <w:rPr>
          <w:noProof w:val="0"/>
        </w:rPr>
        <w:t xml:space="preserve">                         short dataOffset,</w:t>
      </w:r>
    </w:p>
    <w:p w:rsidR="007E5153" w:rsidRPr="00501E3A" w:rsidRDefault="007E5153">
      <w:pPr>
        <w:pStyle w:val="PL"/>
        <w:rPr>
          <w:noProof w:val="0"/>
        </w:rPr>
      </w:pPr>
      <w:r w:rsidRPr="00501E3A">
        <w:rPr>
          <w:noProof w:val="0"/>
        </w:rPr>
        <w:t xml:space="preserve">                         short dataLength)</w:t>
      </w:r>
    </w:p>
    <w:p w:rsidR="007E5153" w:rsidRPr="00501E3A" w:rsidRDefault="007E5153">
      <w:pPr>
        <w:pStyle w:val="PL"/>
        <w:rPr>
          <w:noProof w:val="0"/>
        </w:rPr>
      </w:pPr>
      <w:r w:rsidRPr="00501E3A">
        <w:rPr>
          <w:noProof w:val="0"/>
        </w:rPr>
        <w:t xml:space="preserve">                  throws java.lang.NullPointerException,</w:t>
      </w:r>
    </w:p>
    <w:p w:rsidR="007E5153" w:rsidRPr="00501E3A" w:rsidRDefault="007E5153">
      <w:pPr>
        <w:pStyle w:val="PL"/>
        <w:rPr>
          <w:noProof w:val="0"/>
        </w:rPr>
      </w:pPr>
      <w:r w:rsidRPr="00501E3A">
        <w:rPr>
          <w:noProof w:val="0"/>
        </w:rPr>
        <w:t xml:space="preserve">                         java.lang.ArrayIndexOutOfBoundsException,</w:t>
      </w:r>
    </w:p>
    <w:p w:rsidR="007E5153" w:rsidRPr="00501E3A" w:rsidRDefault="007E5153">
      <w:pPr>
        <w:pStyle w:val="PL"/>
        <w:rPr>
          <w:noProof w:val="0"/>
        </w:rPr>
      </w:pPr>
      <w:r w:rsidRPr="00501E3A">
        <w:rPr>
          <w:noProof w:val="0"/>
        </w:rPr>
        <w:t xml:space="preserve">                         UICCException</w:t>
      </w:r>
    </w:p>
    <w:p w:rsidR="00C418B9" w:rsidRPr="00501E3A" w:rsidRDefault="00C418B9">
      <w:pPr>
        <w:pStyle w:val="PL"/>
        <w:rPr>
          <w:noProof w:val="0"/>
        </w:rPr>
      </w:pPr>
    </w:p>
    <w:p w:rsidR="007E5153" w:rsidRPr="00501E3A" w:rsidRDefault="007E5153">
      <w:pPr>
        <w:pStyle w:val="H6"/>
        <w:outlineLvl w:val="0"/>
      </w:pPr>
      <w:r w:rsidRPr="00501E3A">
        <w:t>5.1.1.12.1.1</w:t>
      </w:r>
      <w:r w:rsidRPr="00501E3A">
        <w:tab/>
        <w:t>Normal execution</w:t>
      </w:r>
    </w:p>
    <w:p w:rsidR="007E5153" w:rsidRPr="00501E3A" w:rsidRDefault="007E5153">
      <w:pPr>
        <w:pStyle w:val="B1"/>
      </w:pPr>
      <w:r w:rsidRPr="00501E3A">
        <w:t xml:space="preserve">CRRN1: </w:t>
      </w:r>
      <w:r w:rsidRPr="00501E3A">
        <w:rPr>
          <w:rStyle w:val="ListBulletChar1Char"/>
        </w:rPr>
        <w:t>Reads a record or a part of record of the current linear fixed or cyclic EF into byte array data[].</w:t>
      </w:r>
    </w:p>
    <w:p w:rsidR="007E5153" w:rsidRPr="00501E3A" w:rsidRDefault="007E5153">
      <w:pPr>
        <w:pStyle w:val="B1"/>
      </w:pPr>
      <w:r w:rsidRPr="00501E3A">
        <w:t>CRRN2: If the access mode is REC_ACC_MODE_ CURRENT the current selected record will be updated. The current recor</w:t>
      </w:r>
      <w:r w:rsidR="00C418B9" w:rsidRPr="00501E3A">
        <w:t>d pointer shall not be changed.</w:t>
      </w:r>
    </w:p>
    <w:p w:rsidR="007E5153" w:rsidRPr="00501E3A" w:rsidRDefault="007E5153">
      <w:pPr>
        <w:pStyle w:val="B1"/>
      </w:pPr>
      <w:r w:rsidRPr="00501E3A">
        <w:t>CRRN3:If the access mode is REC_ACC_MODE_ABSOLUTE  and the file is linear fixed EF, the record addresss by recNumber will be updated. The current record pointer shall not be changed.</w:t>
      </w:r>
    </w:p>
    <w:p w:rsidR="007E5153" w:rsidRPr="00501E3A" w:rsidRDefault="007E5153">
      <w:pPr>
        <w:pStyle w:val="B1"/>
      </w:pPr>
      <w:r w:rsidRPr="00501E3A">
        <w:t>CRRN4: If the access mode is REC_ACC_MODE_NEXT and the file is a linear fixed EF the next record relative to the current selected record will be selected and updated. The record pointer shall be updated.</w:t>
      </w:r>
    </w:p>
    <w:p w:rsidR="007E5153" w:rsidRPr="00501E3A" w:rsidRDefault="007E5153">
      <w:pPr>
        <w:pStyle w:val="B1"/>
      </w:pPr>
      <w:r w:rsidRPr="00501E3A">
        <w:t>CRRN5: If the access mode is REC_ACC_MODE_NEXT and the record pointer has not been previously set within the selected EF, the record pointer shall be set to the first record and this record should be updated.</w:t>
      </w:r>
    </w:p>
    <w:p w:rsidR="007E5153" w:rsidRPr="00501E3A" w:rsidRDefault="007E5153">
      <w:pPr>
        <w:pStyle w:val="B1"/>
      </w:pPr>
      <w:r w:rsidRPr="00501E3A">
        <w:t>CRRN6: If the access mode is REC_ACC_MODE_PREVIOUS the previous record relative to the current selected record will be selected and updated. The record pointer shall be updated.</w:t>
      </w:r>
    </w:p>
    <w:p w:rsidR="007E5153" w:rsidRPr="00501E3A" w:rsidRDefault="007E5153">
      <w:pPr>
        <w:pStyle w:val="B1"/>
      </w:pPr>
      <w:r w:rsidRPr="00501E3A">
        <w:t>CRRN7: If the access mode is REC_ACC_MODE_PREVIOUS and the record pointer has not been previously set within the selected EF, then the record pointer should be set to the last record in this EF. This record should be updated.</w:t>
      </w:r>
    </w:p>
    <w:p w:rsidR="007E5153" w:rsidRPr="00501E3A" w:rsidRDefault="007E5153">
      <w:pPr>
        <w:pStyle w:val="B1"/>
      </w:pPr>
      <w:r w:rsidRPr="00501E3A">
        <w:t>CRRN8: If the access mode is REC_ACC_MODE_PREVIOUS, the file is a cyclic EF, the oldest record will be updated independent of the current record pointer and this record becomes record number 1 and the current record.</w:t>
      </w:r>
    </w:p>
    <w:p w:rsidR="007E5153" w:rsidRPr="00501E3A" w:rsidRDefault="00D43597">
      <w:pPr>
        <w:pStyle w:val="H6"/>
        <w:outlineLvl w:val="0"/>
      </w:pPr>
      <w:r w:rsidRPr="00501E3A">
        <w:lastRenderedPageBreak/>
        <w:t>5.1.1.12.1.2</w:t>
      </w:r>
      <w:r w:rsidR="007E5153" w:rsidRPr="00501E3A">
        <w:tab/>
        <w:t>Parameter errors</w:t>
      </w:r>
    </w:p>
    <w:p w:rsidR="007E5153" w:rsidRPr="00501E3A" w:rsidRDefault="007E5153">
      <w:pPr>
        <w:pStyle w:val="B1"/>
      </w:pPr>
      <w:r w:rsidRPr="00501E3A">
        <w:t>CRRP1: If the currently selected EF is linear fixed and the access mode is REC_ACC_MODE_ABSOLUTE and recNumber is less than 0 or greater than records available, an instance of UICCException shall be thrown. The reason code shall be UICCException.RECORD_NOT_FOUND.</w:t>
      </w:r>
    </w:p>
    <w:p w:rsidR="007E5153" w:rsidRPr="00501E3A" w:rsidRDefault="007E5153">
      <w:pPr>
        <w:pStyle w:val="B1"/>
      </w:pPr>
      <w:r w:rsidRPr="00501E3A">
        <w:t>CRRP2: If the currently selected EF is linear fixed and the access mode is REC_ACC_MODE _CURRENT, recNumber is 0 and there is no current record selected, an instance of UICCException shall be thrown. The reason code shall be UICCException. RECORD_NOT_FOUND.</w:t>
      </w:r>
    </w:p>
    <w:p w:rsidR="007E5153" w:rsidRPr="00501E3A" w:rsidRDefault="007E5153">
      <w:pPr>
        <w:pStyle w:val="B1"/>
      </w:pPr>
      <w:r w:rsidRPr="00501E3A">
        <w:t>CRRP3: If the currently selected EF is linear fixed and the access mode is REC_ACC_MODE_NEXT and the current record pointer is set to the last record, an instance of UICCException shall be thrown. The reason code shall be UICCException. RECORD_NOT_FOUND.</w:t>
      </w:r>
    </w:p>
    <w:p w:rsidR="007E5153" w:rsidRPr="00501E3A" w:rsidRDefault="007E5153">
      <w:pPr>
        <w:pStyle w:val="B1"/>
      </w:pPr>
      <w:r w:rsidRPr="00501E3A">
        <w:t>CRRP4: If the currently selected EF is linear fixed and the access mode is REC_ACC_MODE_PREVIOUS and the current record pointer is set to the first record; an instance of UICCException shall be thrown. The reason code shall be UICCException. RECORD_NOT_FOUND.</w:t>
      </w:r>
    </w:p>
    <w:p w:rsidR="007E5153" w:rsidRPr="00501E3A" w:rsidRDefault="007E5153">
      <w:pPr>
        <w:pStyle w:val="B1"/>
      </w:pPr>
      <w:r w:rsidRPr="00501E3A">
        <w:t>CRRP5: If the specified offset into the selected record recOffset is less than 0, an instance of UICCException shall be thrown. The reason code shall be UICCException.OUT_OF_RECORD_BOUNDARIES.</w:t>
      </w:r>
    </w:p>
    <w:p w:rsidR="007E5153" w:rsidRPr="00501E3A" w:rsidRDefault="007E5153">
      <w:pPr>
        <w:pStyle w:val="B1"/>
      </w:pPr>
      <w:r w:rsidRPr="00501E3A">
        <w:t>CRRP6: If recOffset plus dataLength is greater than the record length, an instance of UICCException shall be thrown. The reason code shall be UICCException.OUT_OF_RECORD_BOUNDARIES.</w:t>
      </w:r>
    </w:p>
    <w:p w:rsidR="007E5153" w:rsidRPr="00501E3A" w:rsidRDefault="007E5153">
      <w:pPr>
        <w:pStyle w:val="B1"/>
      </w:pPr>
      <w:r w:rsidRPr="00501E3A">
        <w:t>CRRP7: If the access mode is not between 2 and 4 inclusive (2 = REC_ACC_MODE_NEXT, etc.), an instance of UICCException shall be thrown. The reason code shall be UICCException.INVALID_MODE.</w:t>
      </w:r>
    </w:p>
    <w:p w:rsidR="007E5153" w:rsidRPr="00501E3A" w:rsidRDefault="007E5153">
      <w:pPr>
        <w:pStyle w:val="B1"/>
      </w:pPr>
      <w:r w:rsidRPr="00501E3A">
        <w:t>CRRP8: If the currently selected EF is cyclic and the mode of record access mode is not REC_ACC_MODE_PREVIOUS, an instance of UICCException shall be thrown. The reason code shall be UICCException.INVALID_MODE or UIC</w:t>
      </w:r>
      <w:r w:rsidR="004C222B" w:rsidRPr="00501E3A">
        <w:t>CException.COMMAND_INCOMPATIBLE</w:t>
      </w:r>
      <w:r w:rsidRPr="00501E3A">
        <w:t>.</w:t>
      </w:r>
    </w:p>
    <w:p w:rsidR="007E5153" w:rsidRPr="00501E3A" w:rsidRDefault="007E5153">
      <w:pPr>
        <w:pStyle w:val="B1"/>
      </w:pPr>
      <w:r w:rsidRPr="00501E3A">
        <w:t>CRRP9: If the array data is null, an instance of NullPointerException shall be thrown.</w:t>
      </w:r>
    </w:p>
    <w:p w:rsidR="007E5153" w:rsidRPr="00501E3A" w:rsidRDefault="007E5153">
      <w:pPr>
        <w:pStyle w:val="B1"/>
      </w:pPr>
      <w:r w:rsidRPr="00501E3A">
        <w:t>CRRP10: If dataOffset is less than 0, an instance of ArrayIndexOutOfBoundsException shall be thrown.</w:t>
      </w:r>
    </w:p>
    <w:p w:rsidR="007E5153" w:rsidRPr="00501E3A" w:rsidRDefault="007E5153">
      <w:pPr>
        <w:pStyle w:val="B1"/>
      </w:pPr>
      <w:r w:rsidRPr="00501E3A">
        <w:t>CRRP11: If dataLength is less than 0, an instance of ArrayIndexOutOfBoundsException shall be thrown.</w:t>
      </w:r>
    </w:p>
    <w:p w:rsidR="007E5153" w:rsidRPr="00501E3A" w:rsidRDefault="007E5153">
      <w:pPr>
        <w:pStyle w:val="B1"/>
      </w:pPr>
      <w:r w:rsidRPr="00501E3A">
        <w:t>CRRP12: If dataOffset plus dataLength, is greater than the length of the array data.length, or dataOffset equals data.length, an instance of ArrayIndexOutOfBoundsException shall be thrown.</w:t>
      </w:r>
    </w:p>
    <w:p w:rsidR="007E5153" w:rsidRPr="00501E3A" w:rsidRDefault="00D43597">
      <w:pPr>
        <w:pStyle w:val="H6"/>
        <w:outlineLvl w:val="0"/>
      </w:pPr>
      <w:r w:rsidRPr="00501E3A">
        <w:t>5.1.1.12.1.3</w:t>
      </w:r>
      <w:r w:rsidR="007E5153" w:rsidRPr="00501E3A">
        <w:tab/>
        <w:t>Context errors</w:t>
      </w:r>
    </w:p>
    <w:p w:rsidR="007E5153" w:rsidRPr="00501E3A" w:rsidRDefault="007E5153">
      <w:pPr>
        <w:pStyle w:val="B1"/>
      </w:pPr>
      <w:r w:rsidRPr="00501E3A">
        <w:t>CRRC1: If the calling applet has currently no EF selected, an instance of UICCException shall be thrown. The reason code shall be UICCException.NO_EF_SELECTED.</w:t>
      </w:r>
    </w:p>
    <w:p w:rsidR="007E5153" w:rsidRPr="00501E3A" w:rsidRDefault="007E5153">
      <w:pPr>
        <w:pStyle w:val="B1"/>
      </w:pPr>
      <w:r w:rsidRPr="00501E3A">
        <w:t>CRRC2: If the currently selected EF is neither linear fixed nor cyclic, an instance of UICCException shall be thrown. The reason code shall be UICCException.COMMAND_INCOMPATIBLE.</w:t>
      </w:r>
    </w:p>
    <w:p w:rsidR="007E5153" w:rsidRPr="00501E3A" w:rsidRDefault="007E5153">
      <w:pPr>
        <w:pStyle w:val="B1"/>
      </w:pPr>
      <w:r w:rsidRPr="00501E3A">
        <w:t>CRRC3: If the calling applet does not fulfil the access condition, UPDATE, to perform this function, an instance of UICCException shall be thrown. The reason code shall be UICCException.</w:t>
      </w:r>
      <w:r w:rsidRPr="00501E3A">
        <w:rPr>
          <w:rFonts w:ascii="Courier New" w:hAnsi="Courier New" w:cs="Courier New"/>
        </w:rPr>
        <w:t xml:space="preserve"> </w:t>
      </w:r>
      <w:r w:rsidRPr="00501E3A">
        <w:t>SECURITY_STATUS_NOT_SATISFIED.</w:t>
      </w:r>
    </w:p>
    <w:p w:rsidR="007E5153" w:rsidRPr="00501E3A" w:rsidRDefault="007E5153">
      <w:pPr>
        <w:pStyle w:val="B1"/>
      </w:pPr>
      <w:r w:rsidRPr="00501E3A">
        <w:t>CRRC4: If the currently selected EF is deactivated and the file status of the EF does not allow for updating an deactivated file, an instance of UICCException shall be thrown. The reason code shall be UICCException.</w:t>
      </w:r>
      <w:r w:rsidRPr="00501E3A">
        <w:rPr>
          <w:rFonts w:ascii="Courier New" w:hAnsi="Courier New" w:cs="Courier New"/>
        </w:rPr>
        <w:t xml:space="preserve"> </w:t>
      </w:r>
      <w:r w:rsidRPr="00501E3A">
        <w:t>REF_DATA_INVALIDATED.</w:t>
      </w:r>
    </w:p>
    <w:p w:rsidR="007E5153" w:rsidRPr="00501E3A" w:rsidRDefault="007E5153">
      <w:pPr>
        <w:pStyle w:val="B1"/>
      </w:pPr>
      <w:r w:rsidRPr="00501E3A">
        <w:t>CRRC5: If the method call causes a memory problem (e.g. memory access error), an instance of UICCException shall be thrown. The reason code shall be UICCException.MEMORY_PROBLEM.</w:t>
      </w:r>
    </w:p>
    <w:p w:rsidR="007E5153" w:rsidRPr="00501E3A" w:rsidRDefault="007E5153">
      <w:pPr>
        <w:pStyle w:val="B1"/>
      </w:pPr>
      <w:r w:rsidRPr="00501E3A">
        <w:t>CRRC6: If the method call causes an error to occur that is not expected and thus not handled, an instance of UICCException shall be thrown. The reason code shall be UICCException.INTERNAL_ERROR.</w:t>
      </w:r>
    </w:p>
    <w:p w:rsidR="007E5153" w:rsidRPr="00501E3A" w:rsidRDefault="007E5153" w:rsidP="00C418B9">
      <w:pPr>
        <w:pStyle w:val="Heading5"/>
      </w:pPr>
      <w:r w:rsidRPr="00501E3A">
        <w:lastRenderedPageBreak/>
        <w:t>5.1.1.12.2</w:t>
      </w:r>
      <w:r w:rsidRPr="00501E3A">
        <w:tab/>
        <w:t>Test a</w:t>
      </w:r>
      <w:r w:rsidR="00C418B9" w:rsidRPr="00501E3A">
        <w:t>rea files</w:t>
      </w:r>
    </w:p>
    <w:p w:rsidR="007E5153" w:rsidRPr="00501E3A" w:rsidRDefault="00C418B9" w:rsidP="00C418B9">
      <w:pPr>
        <w:pStyle w:val="EX"/>
      </w:pPr>
      <w:r w:rsidRPr="00501E3A">
        <w:t>Test Source:</w:t>
      </w:r>
      <w:r w:rsidR="007E5153" w:rsidRPr="00501E3A">
        <w:tab/>
        <w:t>Test_Api_1_Fvw_Updr.java</w:t>
      </w:r>
      <w:r w:rsidRPr="00501E3A">
        <w:t>.</w:t>
      </w:r>
    </w:p>
    <w:p w:rsidR="007E5153" w:rsidRPr="00501E3A" w:rsidRDefault="00C418B9" w:rsidP="00C418B9">
      <w:pPr>
        <w:pStyle w:val="EX"/>
      </w:pPr>
      <w:r w:rsidRPr="00501E3A">
        <w:t>Test Applet:</w:t>
      </w:r>
      <w:r w:rsidR="007E5153" w:rsidRPr="00501E3A">
        <w:tab/>
        <w:t>Api_1_Fvw_ Updr_1.java</w:t>
      </w:r>
      <w:r w:rsidRPr="00501E3A">
        <w:t>.</w:t>
      </w:r>
    </w:p>
    <w:p w:rsidR="007E5153" w:rsidRPr="00501E3A" w:rsidRDefault="007E5153" w:rsidP="00C418B9">
      <w:pPr>
        <w:pStyle w:val="EX"/>
      </w:pPr>
      <w:r w:rsidRPr="00501E3A">
        <w:t>Cap File:</w:t>
      </w:r>
      <w:r w:rsidRPr="00501E3A">
        <w:tab/>
        <w:t>api_1_fvw_updr.cap</w:t>
      </w:r>
      <w:r w:rsidR="00C418B9" w:rsidRPr="00501E3A">
        <w:t>.</w:t>
      </w:r>
    </w:p>
    <w:p w:rsidR="007E5153" w:rsidRPr="00501E3A" w:rsidRDefault="007E5153" w:rsidP="00C418B9">
      <w:pPr>
        <w:pStyle w:val="Heading5"/>
      </w:pPr>
      <w:r w:rsidRPr="00501E3A">
        <w:t>5.1.1.12.3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1299"/>
        <w:gridCol w:w="5491"/>
      </w:tblGrid>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2, 3, 4, 5, 7, 8, 10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7, 8, 9, 10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N7</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N8</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14</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P7</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15</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P8</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16</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P9</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17</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P10</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18</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19</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20</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21</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C3</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22</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C4</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23</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C5</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r w:rsidR="007E5153" w:rsidRPr="00501E3A" w:rsidTr="005121A0">
        <w:trPr>
          <w:jc w:val="center"/>
        </w:trPr>
        <w:tc>
          <w:tcPr>
            <w:tcW w:w="129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C6</w:t>
            </w:r>
          </w:p>
        </w:tc>
        <w:tc>
          <w:tcPr>
            <w:tcW w:w="549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Not testable</w:t>
            </w:r>
          </w:p>
        </w:tc>
      </w:tr>
    </w:tbl>
    <w:p w:rsidR="007E5153" w:rsidRPr="00501E3A" w:rsidRDefault="007E5153" w:rsidP="00C418B9"/>
    <w:p w:rsidR="007E5153" w:rsidRPr="00501E3A" w:rsidRDefault="007E5153" w:rsidP="00C418B9">
      <w:pPr>
        <w:pStyle w:val="Heading5"/>
      </w:pPr>
      <w:r w:rsidRPr="00501E3A">
        <w:lastRenderedPageBreak/>
        <w:t>5.1.1.12.4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38"/>
        <w:gridCol w:w="3828"/>
        <w:gridCol w:w="3260"/>
        <w:gridCol w:w="2055"/>
      </w:tblGrid>
      <w:tr w:rsidR="007E5153" w:rsidRPr="00501E3A" w:rsidTr="00C418B9">
        <w:trPr>
          <w:tblHeade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Id</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Description</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API Expectation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APDU Expectation</w:t>
            </w: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t>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Get the UICC FileView</w:t>
            </w:r>
          </w:p>
          <w:p w:rsidR="007E5153" w:rsidRPr="00501E3A" w:rsidRDefault="007E5153" w:rsidP="00C418B9">
            <w:pPr>
              <w:pStyle w:val="PL"/>
              <w:keepNext/>
              <w:keepLines/>
              <w:rPr>
                <w:noProof w:val="0"/>
              </w:rPr>
            </w:pPr>
            <w:r w:rsidRPr="00501E3A">
              <w:rPr>
                <w:noProof w:val="0"/>
              </w:rPr>
              <w:t>FileView.getTheUICCView(CLEAR_ON_RESET)</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t>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No EF selected</w:t>
            </w:r>
          </w:p>
          <w:p w:rsidR="007E5153" w:rsidRPr="00501E3A" w:rsidRDefault="007E5153" w:rsidP="00C418B9">
            <w:pPr>
              <w:pStyle w:val="PL"/>
              <w:keepNext/>
              <w:keepLines/>
              <w:rPr>
                <w:noProof w:val="0"/>
              </w:rPr>
            </w:pPr>
            <w:r w:rsidRPr="00501E3A">
              <w:rPr>
                <w:noProof w:val="0"/>
              </w:rPr>
              <w:t>RecNumber = 1</w:t>
            </w:r>
          </w:p>
          <w:p w:rsidR="007E5153" w:rsidRPr="00501E3A" w:rsidRDefault="007E5153" w:rsidP="00C418B9">
            <w:pPr>
              <w:pStyle w:val="PL"/>
              <w:keepNext/>
              <w:keepLines/>
              <w:rPr>
                <w:noProof w:val="0"/>
              </w:rPr>
            </w:pPr>
            <w:r w:rsidRPr="00501E3A">
              <w:rPr>
                <w:noProof w:val="0"/>
              </w:rPr>
              <w:t>mode = REC_ACC_MODE_ABSOLUTE</w:t>
            </w:r>
          </w:p>
          <w:p w:rsidR="007E5153" w:rsidRPr="00501E3A" w:rsidRDefault="007E5153" w:rsidP="00C418B9">
            <w:pPr>
              <w:pStyle w:val="PL"/>
              <w:keepNext/>
              <w:keepLines/>
              <w:rPr>
                <w:noProof w:val="0"/>
              </w:rPr>
            </w:pPr>
            <w:r w:rsidRPr="00501E3A">
              <w:rPr>
                <w:noProof w:val="0"/>
              </w:rPr>
              <w:t>recOffset = 0</w:t>
            </w:r>
          </w:p>
          <w:p w:rsidR="007E5153" w:rsidRPr="00501E3A" w:rsidRDefault="007E5153" w:rsidP="00C418B9">
            <w:pPr>
              <w:pStyle w:val="PL"/>
              <w:keepNext/>
              <w:keepLines/>
              <w:rPr>
                <w:noProof w:val="0"/>
              </w:rPr>
            </w:pPr>
            <w:r w:rsidRPr="00501E3A">
              <w:rPr>
                <w:noProof w:val="0"/>
              </w:rPr>
              <w:t>byte[] data = new byte[20]</w:t>
            </w:r>
          </w:p>
          <w:p w:rsidR="007E5153" w:rsidRPr="00501E3A" w:rsidRDefault="007E5153" w:rsidP="00C418B9">
            <w:pPr>
              <w:pStyle w:val="PL"/>
              <w:keepNext/>
              <w:keepLines/>
              <w:rPr>
                <w:noProof w:val="0"/>
              </w:rPr>
            </w:pPr>
            <w:r w:rsidRPr="00501E3A">
              <w:rPr>
                <w:noProof w:val="0"/>
              </w:rPr>
              <w:t>dataOffset = 0</w:t>
            </w:r>
          </w:p>
          <w:p w:rsidR="007E5153" w:rsidRPr="00501E3A" w:rsidRDefault="007E5153" w:rsidP="00C418B9">
            <w:pPr>
              <w:pStyle w:val="PL"/>
              <w:keepNext/>
              <w:keepLines/>
              <w:rPr>
                <w:noProof w:val="0"/>
              </w:rPr>
            </w:pPr>
            <w:r w:rsidRPr="00501E3A">
              <w:rPr>
                <w:noProof w:val="0"/>
              </w:rPr>
              <w:t>dataLength = 10</w:t>
            </w:r>
          </w:p>
          <w:p w:rsidR="007E5153" w:rsidRPr="00501E3A" w:rsidRDefault="007E5153" w:rsidP="00C418B9">
            <w:pPr>
              <w:pStyle w:val="PL"/>
              <w:keepNext/>
              <w:keepLines/>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p w:rsidR="007E5153" w:rsidRPr="00501E3A" w:rsidRDefault="007E5153" w:rsidP="00C418B9">
            <w:pPr>
              <w:pStyle w:val="TAL"/>
            </w:pPr>
            <w:r w:rsidRPr="00501E3A">
              <w:t>Shall throw uicc.access.UICC Exception with reason code NO_EF_SELECTED.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t>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Update Absolute from Linear Fixed EF</w:t>
            </w:r>
          </w:p>
          <w:p w:rsidR="007E5153" w:rsidRPr="00501E3A" w:rsidRDefault="007E5153" w:rsidP="00C418B9">
            <w:pPr>
              <w:pStyle w:val="PL"/>
              <w:keepNext/>
              <w:keepLines/>
              <w:rPr>
                <w:noProof w:val="0"/>
              </w:rPr>
            </w:pPr>
            <w:r w:rsidRPr="00501E3A">
              <w:rPr>
                <w:noProof w:val="0"/>
              </w:rPr>
              <w:t>1- select DF</w:t>
            </w:r>
            <w:r w:rsidRPr="00501E3A">
              <w:rPr>
                <w:noProof w:val="0"/>
                <w:vertAlign w:val="subscript"/>
              </w:rPr>
              <w:t>TEST</w:t>
            </w:r>
            <w:r w:rsidRPr="00501E3A">
              <w:rPr>
                <w:noProof w:val="0"/>
              </w:rPr>
              <w:t>, fid = 1111</w:t>
            </w:r>
          </w:p>
          <w:p w:rsidR="007E5153" w:rsidRPr="00501E3A" w:rsidRDefault="007E5153" w:rsidP="00C418B9">
            <w:pPr>
              <w:pStyle w:val="PL"/>
              <w:keepNext/>
              <w:keepLines/>
              <w:rPr>
                <w:noProof w:val="0"/>
              </w:rPr>
            </w:pPr>
            <w:r w:rsidRPr="00501E3A">
              <w:rPr>
                <w:noProof w:val="0"/>
              </w:rPr>
              <w:t>2- select EF</w:t>
            </w:r>
            <w:r w:rsidRPr="00501E3A">
              <w:rPr>
                <w:noProof w:val="0"/>
                <w:vertAlign w:val="subscript"/>
              </w:rPr>
              <w:t>LARU</w:t>
            </w:r>
            <w:r w:rsidRPr="00501E3A">
              <w:rPr>
                <w:noProof w:val="0"/>
              </w:rPr>
              <w:t>, fid = 6F0C</w:t>
            </w:r>
          </w:p>
          <w:p w:rsidR="007E5153" w:rsidRPr="00501E3A" w:rsidRDefault="007E5153" w:rsidP="00C418B9">
            <w:pPr>
              <w:pStyle w:val="PL"/>
              <w:keepNext/>
              <w:keepLines/>
              <w:rPr>
                <w:noProof w:val="0"/>
              </w:rPr>
            </w:pPr>
            <w:r w:rsidRPr="00501E3A">
              <w:rPr>
                <w:noProof w:val="0"/>
              </w:rPr>
              <w:t>// Record pointer not set.</w:t>
            </w:r>
          </w:p>
          <w:p w:rsidR="007E5153" w:rsidRPr="00501E3A" w:rsidRDefault="007E5153" w:rsidP="00C418B9">
            <w:pPr>
              <w:pStyle w:val="PL"/>
              <w:keepNext/>
              <w:keepLines/>
              <w:rPr>
                <w:noProof w:val="0"/>
              </w:rPr>
            </w:pPr>
            <w:r w:rsidRPr="00501E3A">
              <w:rPr>
                <w:noProof w:val="0"/>
              </w:rPr>
              <w:t>3- recNumber = 2</w:t>
            </w:r>
          </w:p>
          <w:p w:rsidR="007E5153" w:rsidRPr="003A24E5" w:rsidRDefault="00413533" w:rsidP="00C64ACE">
            <w:pPr>
              <w:pStyle w:val="PL"/>
              <w:rPr>
                <w:noProof w:val="0"/>
              </w:rPr>
            </w:pPr>
            <w:r w:rsidRPr="003A24E5">
              <w:rPr>
                <w:noProof w:val="0"/>
              </w:rPr>
              <w:t>mode = REC_ACC_MODE_ABSOLUTE</w:t>
            </w:r>
          </w:p>
          <w:p w:rsidR="007E5153" w:rsidRPr="003A24E5" w:rsidRDefault="00413533" w:rsidP="00C64ACE">
            <w:pPr>
              <w:pStyle w:val="PL"/>
              <w:rPr>
                <w:noProof w:val="0"/>
              </w:rPr>
            </w:pPr>
            <w:r w:rsidRPr="003A24E5">
              <w:rPr>
                <w:noProof w:val="0"/>
              </w:rPr>
              <w:t>data[0:3] = '11'</w:t>
            </w:r>
          </w:p>
          <w:p w:rsidR="007E5153" w:rsidRPr="00501E3A" w:rsidRDefault="007E5153" w:rsidP="00C418B9">
            <w:pPr>
              <w:pStyle w:val="PL"/>
              <w:keepNext/>
              <w:keepLines/>
              <w:rPr>
                <w:noProof w:val="0"/>
              </w:rPr>
            </w:pPr>
            <w:r w:rsidRPr="00501E3A">
              <w:rPr>
                <w:noProof w:val="0"/>
              </w:rPr>
              <w:t>recOffset = 0</w:t>
            </w:r>
          </w:p>
          <w:p w:rsidR="007E5153" w:rsidRPr="00501E3A" w:rsidRDefault="007E5153" w:rsidP="00C418B9">
            <w:pPr>
              <w:pStyle w:val="PL"/>
              <w:keepNext/>
              <w:keepLines/>
              <w:rPr>
                <w:noProof w:val="0"/>
              </w:rPr>
            </w:pPr>
            <w:r w:rsidRPr="00501E3A">
              <w:rPr>
                <w:noProof w:val="0"/>
              </w:rPr>
              <w:t>dataOffset = 0</w:t>
            </w:r>
          </w:p>
          <w:p w:rsidR="007E5153" w:rsidRPr="00501E3A" w:rsidRDefault="007E5153" w:rsidP="00C418B9">
            <w:pPr>
              <w:pStyle w:val="PL"/>
              <w:keepNext/>
              <w:keepLines/>
              <w:rPr>
                <w:noProof w:val="0"/>
              </w:rPr>
            </w:pPr>
            <w:r w:rsidRPr="00501E3A">
              <w:rPr>
                <w:noProof w:val="0"/>
              </w:rPr>
              <w:t>dataLength = 4</w:t>
            </w:r>
          </w:p>
          <w:p w:rsidR="007E5153" w:rsidRPr="00501E3A" w:rsidRDefault="007E5153" w:rsidP="00C418B9">
            <w:pPr>
              <w:pStyle w:val="PL"/>
              <w:keepNext/>
              <w:keepLines/>
              <w:rPr>
                <w:noProof w:val="0"/>
              </w:rPr>
            </w:pPr>
            <w:r w:rsidRPr="00501E3A">
              <w:rPr>
                <w:noProof w:val="0"/>
              </w:rPr>
              <w:t>updateRecord()</w:t>
            </w:r>
          </w:p>
          <w:p w:rsidR="007E5153" w:rsidRPr="00501E3A" w:rsidRDefault="007E5153" w:rsidP="00C418B9">
            <w:pPr>
              <w:pStyle w:val="PL"/>
              <w:keepNext/>
              <w:keepLines/>
              <w:rPr>
                <w:noProof w:val="0"/>
              </w:rPr>
            </w:pPr>
            <w:r w:rsidRPr="00501E3A">
              <w:rPr>
                <w:noProof w:val="0"/>
              </w:rPr>
              <w:t>respOffset = 0</w:t>
            </w:r>
          </w:p>
          <w:p w:rsidR="007E5153" w:rsidRPr="00501E3A" w:rsidRDefault="007E5153" w:rsidP="00C418B9">
            <w:pPr>
              <w:pStyle w:val="PL"/>
              <w:keepNext/>
              <w:keepLines/>
              <w:rPr>
                <w:noProof w:val="0"/>
              </w:rPr>
            </w:pPr>
            <w:r w:rsidRPr="00501E3A">
              <w:rPr>
                <w:noProof w:val="0"/>
              </w:rPr>
              <w:t>respLength = 0</w:t>
            </w:r>
          </w:p>
          <w:p w:rsidR="007E5153" w:rsidRPr="00501E3A" w:rsidRDefault="007E5153" w:rsidP="00C418B9">
            <w:pPr>
              <w:pStyle w:val="PL"/>
              <w:keepNext/>
              <w:keepLines/>
              <w:rPr>
                <w:noProof w:val="0"/>
              </w:rPr>
            </w:pPr>
            <w:r w:rsidRPr="00501E3A">
              <w:rPr>
                <w:noProof w:val="0"/>
              </w:rPr>
              <w:t>readRecord()</w:t>
            </w:r>
          </w:p>
          <w:p w:rsidR="007E5153" w:rsidRPr="00501E3A" w:rsidRDefault="007E5153" w:rsidP="00C418B9">
            <w:pPr>
              <w:pStyle w:val="PL"/>
              <w:keepNext/>
              <w:keepLines/>
              <w:rPr>
                <w:noProof w:val="0"/>
              </w:rPr>
            </w:pPr>
            <w:r w:rsidRPr="00501E3A">
              <w:rPr>
                <w:noProof w:val="0"/>
              </w:rPr>
              <w:t>4- // verify result</w:t>
            </w:r>
          </w:p>
          <w:p w:rsidR="007E5153" w:rsidRPr="00501E3A" w:rsidRDefault="007E5153" w:rsidP="00C418B9">
            <w:pPr>
              <w:pStyle w:val="PL"/>
              <w:keepNext/>
              <w:keepLines/>
              <w:rPr>
                <w:noProof w:val="0"/>
              </w:rPr>
            </w:pPr>
            <w:r w:rsidRPr="00501E3A">
              <w:rPr>
                <w:noProof w:val="0"/>
              </w:rPr>
              <w:t>read respOffset = 0</w:t>
            </w:r>
          </w:p>
          <w:p w:rsidR="007E5153" w:rsidRPr="00501E3A" w:rsidRDefault="007E5153" w:rsidP="00C418B9">
            <w:pPr>
              <w:pStyle w:val="PL"/>
              <w:keepNext/>
              <w:keepLines/>
              <w:rPr>
                <w:noProof w:val="0"/>
              </w:rPr>
            </w:pPr>
            <w:r w:rsidRPr="00501E3A">
              <w:rPr>
                <w:noProof w:val="0"/>
              </w:rPr>
              <w:t>respLength = 4</w:t>
            </w:r>
          </w:p>
          <w:p w:rsidR="007E5153" w:rsidRPr="00501E3A" w:rsidRDefault="007E5153" w:rsidP="00C418B9">
            <w:pPr>
              <w:pStyle w:val="PL"/>
              <w:keepNext/>
              <w:keepLines/>
              <w:rPr>
                <w:noProof w:val="0"/>
              </w:rPr>
            </w:pPr>
            <w:r w:rsidRPr="00501E3A">
              <w:rPr>
                <w:noProof w:val="0"/>
              </w:rPr>
              <w:t>recNumber = 0</w:t>
            </w:r>
          </w:p>
          <w:p w:rsidR="007E5153" w:rsidRPr="00501E3A" w:rsidRDefault="007E5153" w:rsidP="00C418B9">
            <w:pPr>
              <w:pStyle w:val="PL"/>
              <w:keepNext/>
              <w:keepLines/>
              <w:rPr>
                <w:noProof w:val="0"/>
              </w:rPr>
            </w:pPr>
            <w:r w:rsidRPr="00501E3A">
              <w:rPr>
                <w:noProof w:val="0"/>
              </w:rPr>
              <w:t>mode = REC_ACC_MODE_CURRENT</w:t>
            </w:r>
          </w:p>
          <w:p w:rsidR="007E5153" w:rsidRPr="00501E3A" w:rsidRDefault="007E5153" w:rsidP="00C418B9">
            <w:pPr>
              <w:pStyle w:val="PL"/>
              <w:keepNext/>
              <w:keepLines/>
              <w:rPr>
                <w:noProof w:val="0"/>
              </w:rPr>
            </w:pPr>
            <w:r w:rsidRPr="00501E3A">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r w:rsidRPr="00501E3A">
              <w:t>1- No exception shall be thrown.</w:t>
            </w:r>
          </w:p>
          <w:p w:rsidR="007E5153" w:rsidRPr="00501E3A" w:rsidRDefault="007E5153" w:rsidP="00C418B9">
            <w:pPr>
              <w:pStyle w:val="TAL"/>
            </w:pPr>
            <w:r w:rsidRPr="00501E3A">
              <w:t>2- No exception shall be thrown.</w:t>
            </w:r>
          </w:p>
          <w:p w:rsidR="007E5153" w:rsidRPr="00501E3A" w:rsidRDefault="007E5153" w:rsidP="00C418B9">
            <w:pPr>
              <w:pStyle w:val="TAL"/>
            </w:pPr>
          </w:p>
          <w:p w:rsidR="007E5153" w:rsidRPr="00501E3A" w:rsidRDefault="007E5153" w:rsidP="00C418B9">
            <w:pPr>
              <w:pStyle w:val="TAL"/>
            </w:pPr>
            <w:r w:rsidRPr="00501E3A">
              <w:t>3- No exception shall be thrown.</w:t>
            </w: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r w:rsidRPr="00501E3A">
              <w:t>4- Resp shall be: 11 11 11 11</w:t>
            </w:r>
          </w:p>
          <w:p w:rsidR="007E5153" w:rsidRPr="00501E3A" w:rsidRDefault="007E5153" w:rsidP="00C418B9">
            <w:pPr>
              <w:pStyle w:val="TAL"/>
            </w:pP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rPr>
                <w:rFonts w:ascii="Times New Roman" w:hAnsi="Times New Roman"/>
              </w:rPr>
            </w:pPr>
            <w:r w:rsidRPr="00501E3A">
              <w:t>Update Current from Linear Fixed EF</w:t>
            </w:r>
          </w:p>
          <w:p w:rsidR="007E5153" w:rsidRPr="00501E3A" w:rsidRDefault="007E5153">
            <w:pPr>
              <w:pStyle w:val="PL"/>
              <w:rPr>
                <w:noProof w:val="0"/>
              </w:rPr>
            </w:pPr>
            <w:r w:rsidRPr="00501E3A">
              <w:rPr>
                <w:noProof w:val="0"/>
              </w:rPr>
              <w:t>1- select DF</w:t>
            </w:r>
            <w:r w:rsidRPr="00501E3A">
              <w:rPr>
                <w:noProof w:val="0"/>
                <w:vertAlign w:val="subscript"/>
              </w:rPr>
              <w:t>TEST</w:t>
            </w:r>
            <w:r w:rsidRPr="00501E3A">
              <w:rPr>
                <w:noProof w:val="0"/>
              </w:rPr>
              <w:t>, fid = 1111</w:t>
            </w:r>
          </w:p>
          <w:p w:rsidR="007E5153" w:rsidRPr="00501E3A" w:rsidRDefault="007E5153">
            <w:pPr>
              <w:pStyle w:val="PL"/>
              <w:rPr>
                <w:noProof w:val="0"/>
              </w:rPr>
            </w:pPr>
            <w:r w:rsidRPr="00501E3A">
              <w:rPr>
                <w:noProof w:val="0"/>
              </w:rPr>
              <w:t>2- select EF</w:t>
            </w:r>
            <w:r w:rsidRPr="00501E3A">
              <w:rPr>
                <w:noProof w:val="0"/>
                <w:vertAlign w:val="subscript"/>
              </w:rPr>
              <w:t>LARU</w:t>
            </w:r>
            <w:r w:rsidRPr="00501E3A">
              <w:rPr>
                <w:noProof w:val="0"/>
              </w:rPr>
              <w:t>, fid = 6F0C</w:t>
            </w:r>
          </w:p>
          <w:p w:rsidR="007E5153" w:rsidRPr="00501E3A" w:rsidRDefault="007E5153">
            <w:pPr>
              <w:pStyle w:val="PL"/>
              <w:keepNext/>
              <w:keepLines/>
              <w:rPr>
                <w:noProof w:val="0"/>
              </w:rPr>
            </w:pPr>
            <w:r w:rsidRPr="00501E3A">
              <w:rPr>
                <w:noProof w:val="0"/>
              </w:rPr>
              <w:t>// Set record pointer with mode "next".</w:t>
            </w:r>
          </w:p>
          <w:p w:rsidR="007E5153" w:rsidRPr="003A24E5" w:rsidRDefault="00413533" w:rsidP="00C64ACE">
            <w:pPr>
              <w:pStyle w:val="PL"/>
              <w:keepNext/>
              <w:keepLines/>
              <w:rPr>
                <w:noProof w:val="0"/>
              </w:rPr>
            </w:pPr>
            <w:r w:rsidRPr="003A24E5">
              <w:rPr>
                <w:noProof w:val="0"/>
              </w:rPr>
              <w:t>3- recNumber = 0</w:t>
            </w:r>
          </w:p>
          <w:p w:rsidR="007E5153" w:rsidRPr="003A24E5" w:rsidRDefault="00413533" w:rsidP="00C64ACE">
            <w:pPr>
              <w:pStyle w:val="PL"/>
              <w:keepNext/>
              <w:keepLines/>
              <w:rPr>
                <w:noProof w:val="0"/>
              </w:rPr>
            </w:pPr>
            <w:r w:rsidRPr="003A24E5">
              <w:rPr>
                <w:noProof w:val="0"/>
              </w:rPr>
              <w:t>mode = REC_ACC_MODE_NEXT</w:t>
            </w:r>
          </w:p>
          <w:p w:rsidR="007E5153" w:rsidRPr="00501E3A" w:rsidRDefault="007E5153">
            <w:pPr>
              <w:pStyle w:val="PL"/>
              <w:keepNext/>
              <w:keepLines/>
              <w:rPr>
                <w:noProof w:val="0"/>
              </w:rPr>
            </w:pPr>
            <w:r w:rsidRPr="00501E3A">
              <w:rPr>
                <w:noProof w:val="0"/>
              </w:rPr>
              <w:t>recOffset = 0</w:t>
            </w:r>
          </w:p>
          <w:p w:rsidR="007E5153" w:rsidRPr="00501E3A" w:rsidRDefault="007E5153">
            <w:pPr>
              <w:pStyle w:val="PL"/>
              <w:keepNext/>
              <w:keepLines/>
              <w:rPr>
                <w:noProof w:val="0"/>
              </w:rPr>
            </w:pPr>
            <w:r w:rsidRPr="00501E3A">
              <w:rPr>
                <w:noProof w:val="0"/>
              </w:rPr>
              <w:t>data[0:3] = '00'</w:t>
            </w:r>
          </w:p>
          <w:p w:rsidR="007E5153" w:rsidRPr="00501E3A" w:rsidRDefault="007E5153">
            <w:pPr>
              <w:pStyle w:val="PL"/>
              <w:keepNext/>
              <w:keepLines/>
              <w:rPr>
                <w:noProof w:val="0"/>
              </w:rPr>
            </w:pPr>
            <w:r w:rsidRPr="00501E3A">
              <w:rPr>
                <w:noProof w:val="0"/>
              </w:rPr>
              <w:t>dataOffset = 0</w:t>
            </w:r>
          </w:p>
          <w:p w:rsidR="007E5153" w:rsidRPr="00501E3A" w:rsidRDefault="007E5153">
            <w:pPr>
              <w:pStyle w:val="PL"/>
              <w:keepNext/>
              <w:keepLines/>
              <w:rPr>
                <w:noProof w:val="0"/>
              </w:rPr>
            </w:pPr>
            <w:r w:rsidRPr="00501E3A">
              <w:rPr>
                <w:noProof w:val="0"/>
              </w:rPr>
              <w:t>dataLength = 4</w:t>
            </w:r>
          </w:p>
          <w:p w:rsidR="007E5153" w:rsidRPr="00501E3A" w:rsidRDefault="007E5153">
            <w:pPr>
              <w:pStyle w:val="PL"/>
              <w:keepNext/>
              <w:keepLines/>
              <w:rPr>
                <w:noProof w:val="0"/>
              </w:rPr>
            </w:pPr>
            <w:r w:rsidRPr="00501E3A">
              <w:rPr>
                <w:noProof w:val="0"/>
              </w:rPr>
              <w:t>updateRecord()</w:t>
            </w:r>
          </w:p>
          <w:p w:rsidR="007E5153" w:rsidRPr="00501E3A" w:rsidRDefault="007E5153">
            <w:pPr>
              <w:pStyle w:val="PL"/>
              <w:keepNext/>
              <w:keepLines/>
              <w:rPr>
                <w:noProof w:val="0"/>
              </w:rPr>
            </w:pPr>
            <w:r w:rsidRPr="00501E3A">
              <w:rPr>
                <w:noProof w:val="0"/>
              </w:rPr>
              <w:t>// write data with mode "current"</w:t>
            </w:r>
          </w:p>
          <w:p w:rsidR="007E5153" w:rsidRPr="00501E3A" w:rsidRDefault="007E5153">
            <w:pPr>
              <w:pStyle w:val="PL"/>
              <w:keepNext/>
              <w:keepLines/>
              <w:rPr>
                <w:noProof w:val="0"/>
              </w:rPr>
            </w:pPr>
            <w:r w:rsidRPr="00501E3A">
              <w:rPr>
                <w:noProof w:val="0"/>
              </w:rPr>
              <w:t>4- recNumber = 0</w:t>
            </w:r>
          </w:p>
          <w:p w:rsidR="007E5153" w:rsidRPr="00501E3A" w:rsidRDefault="007E5153">
            <w:pPr>
              <w:pStyle w:val="PL"/>
              <w:keepNext/>
              <w:keepLines/>
              <w:rPr>
                <w:noProof w:val="0"/>
              </w:rPr>
            </w:pPr>
            <w:r w:rsidRPr="00501E3A">
              <w:rPr>
                <w:noProof w:val="0"/>
              </w:rPr>
              <w:t>data[0:3] = '22'</w:t>
            </w:r>
          </w:p>
          <w:p w:rsidR="007E5153" w:rsidRPr="00501E3A" w:rsidRDefault="007E5153">
            <w:pPr>
              <w:pStyle w:val="PL"/>
              <w:keepNext/>
              <w:keepLines/>
              <w:rPr>
                <w:noProof w:val="0"/>
              </w:rPr>
            </w:pPr>
            <w:r w:rsidRPr="00501E3A">
              <w:rPr>
                <w:noProof w:val="0"/>
              </w:rPr>
              <w:t>mode = REC_ACC_MODECURRENT</w:t>
            </w:r>
          </w:p>
          <w:p w:rsidR="007E5153" w:rsidRPr="00501E3A" w:rsidRDefault="007E5153">
            <w:pPr>
              <w:pStyle w:val="PL"/>
              <w:keepNext/>
              <w:keepLines/>
              <w:rPr>
                <w:noProof w:val="0"/>
              </w:rPr>
            </w:pPr>
            <w:r w:rsidRPr="00501E3A">
              <w:rPr>
                <w:noProof w:val="0"/>
              </w:rPr>
              <w:t>updateRecord()</w:t>
            </w:r>
          </w:p>
          <w:p w:rsidR="007E5153" w:rsidRPr="00501E3A" w:rsidRDefault="007E5153">
            <w:pPr>
              <w:pStyle w:val="PL"/>
              <w:keepNext/>
              <w:keepLines/>
              <w:rPr>
                <w:noProof w:val="0"/>
              </w:rPr>
            </w:pPr>
            <w:r w:rsidRPr="00501E3A">
              <w:rPr>
                <w:noProof w:val="0"/>
              </w:rPr>
              <w:t xml:space="preserve">5- //verify result </w:t>
            </w:r>
          </w:p>
          <w:p w:rsidR="007E5153" w:rsidRPr="00501E3A" w:rsidRDefault="007E5153">
            <w:pPr>
              <w:pStyle w:val="PL"/>
              <w:keepNext/>
              <w:keepLines/>
              <w:rPr>
                <w:noProof w:val="0"/>
              </w:rPr>
            </w:pPr>
            <w:r w:rsidRPr="00501E3A">
              <w:rPr>
                <w:noProof w:val="0"/>
              </w:rPr>
              <w:t>respOffset = 0</w:t>
            </w:r>
          </w:p>
          <w:p w:rsidR="007E5153" w:rsidRPr="00501E3A" w:rsidRDefault="007E5153">
            <w:pPr>
              <w:pStyle w:val="PL"/>
              <w:keepNext/>
              <w:keepLines/>
              <w:rPr>
                <w:noProof w:val="0"/>
              </w:rPr>
            </w:pPr>
            <w:r w:rsidRPr="00501E3A">
              <w:rPr>
                <w:noProof w:val="0"/>
              </w:rPr>
              <w:t>respLength = 4</w:t>
            </w:r>
          </w:p>
          <w:p w:rsidR="007E5153" w:rsidRPr="00501E3A" w:rsidRDefault="007E5153">
            <w:pPr>
              <w:pStyle w:val="PL"/>
              <w:keepNext/>
              <w:keepLines/>
              <w:rPr>
                <w:noProof w:val="0"/>
              </w:rPr>
            </w:pPr>
            <w:r w:rsidRPr="00501E3A">
              <w:rPr>
                <w:noProof w:val="0"/>
              </w:rPr>
              <w:t>recNumber = 0</w:t>
            </w:r>
          </w:p>
          <w:p w:rsidR="007E5153" w:rsidRPr="003A24E5" w:rsidRDefault="00413533" w:rsidP="00C64ACE">
            <w:pPr>
              <w:pStyle w:val="PL"/>
              <w:keepNext/>
              <w:keepLines/>
              <w:rPr>
                <w:noProof w:val="0"/>
              </w:rPr>
            </w:pPr>
            <w:r w:rsidRPr="003A24E5">
              <w:rPr>
                <w:noProof w:val="0"/>
              </w:rPr>
              <w:t>mode = REC_ACC_MODE_ CURRENT</w:t>
            </w:r>
          </w:p>
          <w:p w:rsidR="007E5153" w:rsidRPr="003A24E5" w:rsidRDefault="00413533" w:rsidP="00C64ACE">
            <w:pPr>
              <w:pStyle w:val="PL"/>
              <w:keepNext/>
              <w:keepLines/>
              <w:rPr>
                <w:noProof w:val="0"/>
              </w:rPr>
            </w:pPr>
            <w:r w:rsidRPr="003A24E5">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7E5153" w:rsidRPr="003A24E5"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No exception shall be thrown.</w:t>
            </w:r>
          </w:p>
          <w:p w:rsidR="007E5153" w:rsidRPr="00501E3A" w:rsidRDefault="007E5153">
            <w:pPr>
              <w:pStyle w:val="TAL"/>
            </w:pPr>
          </w:p>
          <w:p w:rsidR="007E5153" w:rsidRPr="00501E3A" w:rsidRDefault="007E5153">
            <w:pPr>
              <w:pStyle w:val="TAL"/>
            </w:pPr>
            <w:r w:rsidRPr="00501E3A">
              <w:t>3-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5- No exception shall be thrown.</w:t>
            </w:r>
          </w:p>
          <w:p w:rsidR="007E5153" w:rsidRPr="00501E3A" w:rsidRDefault="007E5153">
            <w:pPr>
              <w:pStyle w:val="TAL"/>
            </w:pPr>
            <w:r w:rsidRPr="00501E3A">
              <w:t>resp shall be:</w:t>
            </w:r>
          </w:p>
          <w:p w:rsidR="007E5153" w:rsidRPr="00501E3A" w:rsidRDefault="007E5153">
            <w:pPr>
              <w:pStyle w:val="TAL"/>
            </w:pPr>
            <w:r w:rsidRPr="00501E3A">
              <w:t>resp[0] = '22'</w:t>
            </w:r>
          </w:p>
          <w:p w:rsidR="007E5153" w:rsidRPr="00501E3A" w:rsidRDefault="007E5153">
            <w:pPr>
              <w:pStyle w:val="TAL"/>
            </w:pPr>
            <w:r w:rsidRPr="00501E3A">
              <w:t>resp[1] = '22'</w:t>
            </w:r>
          </w:p>
          <w:p w:rsidR="007E5153" w:rsidRPr="00501E3A" w:rsidRDefault="007E5153">
            <w:pPr>
              <w:pStyle w:val="TAL"/>
            </w:pPr>
            <w:r w:rsidRPr="00501E3A">
              <w:t>resp[2] = '22'</w:t>
            </w:r>
          </w:p>
          <w:p w:rsidR="007E5153" w:rsidRPr="00501E3A" w:rsidRDefault="008E4E43">
            <w:pPr>
              <w:pStyle w:val="TAL"/>
            </w:pPr>
            <w:r w:rsidRPr="00501E3A">
              <w:t>resp[3] = '22'</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Update Next from Linear Fixed EF, no record pointer set</w:t>
            </w:r>
          </w:p>
          <w:p w:rsidR="007E5153" w:rsidRPr="00501E3A" w:rsidRDefault="007E5153">
            <w:pPr>
              <w:pStyle w:val="PL"/>
              <w:rPr>
                <w:noProof w:val="0"/>
              </w:rPr>
            </w:pPr>
            <w:r w:rsidRPr="00501E3A">
              <w:rPr>
                <w:noProof w:val="0"/>
              </w:rPr>
              <w:t>1- select DF</w:t>
            </w:r>
            <w:r w:rsidRPr="00501E3A">
              <w:rPr>
                <w:noProof w:val="0"/>
                <w:vertAlign w:val="subscript"/>
              </w:rPr>
              <w:t>TEST</w:t>
            </w:r>
            <w:r w:rsidRPr="00501E3A">
              <w:rPr>
                <w:noProof w:val="0"/>
              </w:rPr>
              <w:t>, fid = 1111</w:t>
            </w:r>
          </w:p>
          <w:p w:rsidR="007E5153" w:rsidRPr="00501E3A" w:rsidRDefault="007E5153">
            <w:pPr>
              <w:pStyle w:val="PL"/>
              <w:rPr>
                <w:noProof w:val="0"/>
              </w:rPr>
            </w:pPr>
            <w:r w:rsidRPr="00501E3A">
              <w:rPr>
                <w:noProof w:val="0"/>
              </w:rPr>
              <w:t>2- select EF</w:t>
            </w:r>
            <w:r w:rsidRPr="00501E3A">
              <w:rPr>
                <w:noProof w:val="0"/>
                <w:vertAlign w:val="subscript"/>
              </w:rPr>
              <w:t>LARU</w:t>
            </w:r>
            <w:r w:rsidRPr="00501E3A">
              <w:rPr>
                <w:noProof w:val="0"/>
              </w:rPr>
              <w:t>, fid = 6F0C</w:t>
            </w:r>
          </w:p>
          <w:p w:rsidR="007E5153" w:rsidRPr="003A24E5" w:rsidRDefault="00413533" w:rsidP="00C64ACE">
            <w:pPr>
              <w:pStyle w:val="PL"/>
              <w:keepNext/>
              <w:keepLines/>
              <w:rPr>
                <w:noProof w:val="0"/>
              </w:rPr>
            </w:pPr>
            <w:r w:rsidRPr="003A24E5">
              <w:rPr>
                <w:noProof w:val="0"/>
              </w:rPr>
              <w:t>3- recNumber = 0</w:t>
            </w:r>
          </w:p>
          <w:p w:rsidR="007E5153" w:rsidRPr="003A24E5" w:rsidRDefault="00413533" w:rsidP="00C64ACE">
            <w:pPr>
              <w:pStyle w:val="PL"/>
              <w:keepNext/>
              <w:keepLines/>
              <w:rPr>
                <w:noProof w:val="0"/>
              </w:rPr>
            </w:pPr>
            <w:r w:rsidRPr="003A24E5">
              <w:rPr>
                <w:noProof w:val="0"/>
              </w:rPr>
              <w:t>mode = REC_ACC_MODE_NEXT</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data[0:3] = '33'</w:t>
            </w:r>
          </w:p>
          <w:p w:rsidR="007E5153" w:rsidRPr="00501E3A" w:rsidRDefault="007E5153">
            <w:pPr>
              <w:pStyle w:val="PL"/>
              <w:rPr>
                <w:noProof w:val="0"/>
              </w:rPr>
            </w:pPr>
            <w:r w:rsidRPr="00501E3A">
              <w:rPr>
                <w:noProof w:val="0"/>
              </w:rPr>
              <w:t>dataOffset = respOffset = 0</w:t>
            </w:r>
          </w:p>
          <w:p w:rsidR="007E5153" w:rsidRPr="00501E3A" w:rsidRDefault="007E5153">
            <w:pPr>
              <w:pStyle w:val="PL"/>
              <w:rPr>
                <w:noProof w:val="0"/>
              </w:rPr>
            </w:pPr>
            <w:r w:rsidRPr="00501E3A">
              <w:rPr>
                <w:noProof w:val="0"/>
              </w:rPr>
              <w:t>dataLength = respLength = 4</w:t>
            </w:r>
          </w:p>
          <w:p w:rsidR="007E5153" w:rsidRPr="00501E3A" w:rsidRDefault="007E5153">
            <w:pPr>
              <w:pStyle w:val="PL"/>
              <w:rPr>
                <w:noProof w:val="0"/>
              </w:rPr>
            </w:pPr>
            <w:r w:rsidRPr="00501E3A">
              <w:rPr>
                <w:noProof w:val="0"/>
              </w:rPr>
              <w:t>updateRecord()</w:t>
            </w:r>
          </w:p>
          <w:p w:rsidR="007E5153" w:rsidRPr="00501E3A" w:rsidRDefault="007E5153">
            <w:pPr>
              <w:pStyle w:val="PL"/>
              <w:rPr>
                <w:noProof w:val="0"/>
              </w:rPr>
            </w:pPr>
            <w:r w:rsidRPr="00501E3A">
              <w:rPr>
                <w:noProof w:val="0"/>
              </w:rPr>
              <w:t>mode = REC_ACC_MODE_ABSOLUTE_CURRENT</w:t>
            </w:r>
          </w:p>
          <w:p w:rsidR="007E5153" w:rsidRPr="00501E3A" w:rsidRDefault="007E5153">
            <w:pPr>
              <w:pStyle w:val="PL"/>
              <w:rPr>
                <w:noProof w:val="0"/>
              </w:rPr>
            </w:pPr>
            <w:r w:rsidRPr="00501E3A">
              <w:rPr>
                <w:noProof w:val="0"/>
              </w:rPr>
              <w:t>4-// verify result</w:t>
            </w:r>
          </w:p>
          <w:p w:rsidR="007E5153" w:rsidRPr="00501E3A" w:rsidRDefault="007E5153">
            <w:pPr>
              <w:pStyle w:val="PL"/>
              <w:rPr>
                <w:noProof w:val="0"/>
              </w:rPr>
            </w:pPr>
            <w:r w:rsidRPr="00501E3A">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4- No exception shall be thrown.</w:t>
            </w:r>
          </w:p>
          <w:p w:rsidR="007E5153" w:rsidRPr="00501E3A" w:rsidRDefault="007E5153">
            <w:pPr>
              <w:pStyle w:val="TAL"/>
            </w:pPr>
            <w:r w:rsidRPr="00501E3A">
              <w:t>resp shall be:</w:t>
            </w:r>
          </w:p>
          <w:p w:rsidR="007E5153" w:rsidRPr="00501E3A" w:rsidRDefault="007E5153">
            <w:pPr>
              <w:pStyle w:val="TAL"/>
            </w:pPr>
            <w:r w:rsidRPr="00501E3A">
              <w:t>resp[0] = '33'</w:t>
            </w:r>
          </w:p>
          <w:p w:rsidR="007E5153" w:rsidRPr="00501E3A" w:rsidRDefault="007E5153">
            <w:pPr>
              <w:pStyle w:val="TAL"/>
            </w:pPr>
            <w:r w:rsidRPr="00501E3A">
              <w:t>resp[1] = '33'</w:t>
            </w:r>
          </w:p>
          <w:p w:rsidR="007E5153" w:rsidRPr="00501E3A" w:rsidRDefault="007E5153">
            <w:pPr>
              <w:pStyle w:val="TAL"/>
            </w:pPr>
            <w:r w:rsidRPr="00501E3A">
              <w:t>resp[2] = '33'</w:t>
            </w:r>
          </w:p>
          <w:p w:rsidR="007E5153" w:rsidRPr="00501E3A" w:rsidRDefault="007E5153">
            <w:pPr>
              <w:pStyle w:val="TAL"/>
            </w:pPr>
            <w:r w:rsidRPr="00501E3A">
              <w:t>resp[3] = '33'</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lastRenderedPageBreak/>
              <w:t>5</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rPr>
                <w:rFonts w:ascii="Times New Roman" w:hAnsi="Times New Roman"/>
              </w:rPr>
            </w:pPr>
            <w:r w:rsidRPr="00501E3A">
              <w:t>Update Next from Linear Fixed EF, record pointer set</w:t>
            </w:r>
          </w:p>
          <w:p w:rsidR="007E5153" w:rsidRPr="003A24E5" w:rsidRDefault="00413533" w:rsidP="00C64ACE">
            <w:pPr>
              <w:pStyle w:val="PL"/>
              <w:keepNext/>
              <w:keepLines/>
              <w:rPr>
                <w:noProof w:val="0"/>
              </w:rPr>
            </w:pPr>
            <w:r w:rsidRPr="003A24E5">
              <w:rPr>
                <w:noProof w:val="0"/>
              </w:rPr>
              <w:t>1- recNumber = 0</w:t>
            </w:r>
          </w:p>
          <w:p w:rsidR="007E5153" w:rsidRPr="003A24E5" w:rsidRDefault="00413533" w:rsidP="00C64ACE">
            <w:pPr>
              <w:pStyle w:val="PL"/>
              <w:keepNext/>
              <w:keepLines/>
              <w:rPr>
                <w:rStyle w:val="CODE"/>
                <w:noProof w:val="0"/>
                <w:sz w:val="16"/>
                <w:szCs w:val="16"/>
              </w:rPr>
            </w:pPr>
            <w:r w:rsidRPr="003A24E5">
              <w:rPr>
                <w:rFonts w:cs="Courier New"/>
                <w:noProof w:val="0"/>
                <w:szCs w:val="16"/>
              </w:rPr>
              <w:t>mode = REC_ACC_MODE_NEXT</w:t>
            </w:r>
          </w:p>
          <w:p w:rsidR="007E5153" w:rsidRPr="00501E3A" w:rsidRDefault="007E5153" w:rsidP="00C418B9">
            <w:pPr>
              <w:pStyle w:val="PL"/>
              <w:keepNext/>
              <w:keepLines/>
              <w:rPr>
                <w:noProof w:val="0"/>
              </w:rPr>
            </w:pPr>
            <w:r w:rsidRPr="00501E3A">
              <w:rPr>
                <w:noProof w:val="0"/>
              </w:rPr>
              <w:t>recOffset = 0</w:t>
            </w:r>
          </w:p>
          <w:p w:rsidR="007E5153" w:rsidRPr="00501E3A" w:rsidRDefault="007E5153" w:rsidP="00C418B9">
            <w:pPr>
              <w:pStyle w:val="PL"/>
              <w:keepNext/>
              <w:keepLines/>
              <w:rPr>
                <w:noProof w:val="0"/>
              </w:rPr>
            </w:pPr>
            <w:r w:rsidRPr="00501E3A">
              <w:rPr>
                <w:noProof w:val="0"/>
              </w:rPr>
              <w:t>data[0:3] = '44'</w:t>
            </w:r>
          </w:p>
          <w:p w:rsidR="007E5153" w:rsidRPr="00501E3A" w:rsidRDefault="007E5153" w:rsidP="00C418B9">
            <w:pPr>
              <w:pStyle w:val="PL"/>
              <w:keepNext/>
              <w:keepLines/>
              <w:rPr>
                <w:noProof w:val="0"/>
              </w:rPr>
            </w:pPr>
            <w:r w:rsidRPr="00501E3A">
              <w:rPr>
                <w:noProof w:val="0"/>
              </w:rPr>
              <w:t>dataOffset = 0</w:t>
            </w:r>
          </w:p>
          <w:p w:rsidR="007E5153" w:rsidRPr="00501E3A" w:rsidRDefault="007E5153" w:rsidP="00C418B9">
            <w:pPr>
              <w:pStyle w:val="PL"/>
              <w:keepNext/>
              <w:keepLines/>
              <w:rPr>
                <w:noProof w:val="0"/>
              </w:rPr>
            </w:pPr>
            <w:r w:rsidRPr="00501E3A">
              <w:rPr>
                <w:noProof w:val="0"/>
              </w:rPr>
              <w:t>dataLength = 4</w:t>
            </w:r>
          </w:p>
          <w:p w:rsidR="007E5153" w:rsidRPr="00501E3A" w:rsidRDefault="007E5153" w:rsidP="00C418B9">
            <w:pPr>
              <w:pStyle w:val="PL"/>
              <w:keepNext/>
              <w:keepLines/>
              <w:rPr>
                <w:noProof w:val="0"/>
              </w:rPr>
            </w:pPr>
            <w:r w:rsidRPr="00501E3A">
              <w:rPr>
                <w:noProof w:val="0"/>
              </w:rPr>
              <w:t>updateRecord()</w:t>
            </w:r>
          </w:p>
          <w:p w:rsidR="007E5153" w:rsidRPr="00501E3A" w:rsidRDefault="007E5153" w:rsidP="00C418B9">
            <w:pPr>
              <w:pStyle w:val="PL"/>
              <w:keepNext/>
              <w:keepLines/>
              <w:rPr>
                <w:noProof w:val="0"/>
              </w:rPr>
            </w:pPr>
            <w:r w:rsidRPr="00501E3A">
              <w:rPr>
                <w:noProof w:val="0"/>
              </w:rPr>
              <w:t xml:space="preserve">2- //verify result </w:t>
            </w:r>
          </w:p>
          <w:p w:rsidR="007E5153" w:rsidRPr="00501E3A" w:rsidRDefault="007E5153" w:rsidP="00C418B9">
            <w:pPr>
              <w:pStyle w:val="PL"/>
              <w:keepNext/>
              <w:keepLines/>
              <w:rPr>
                <w:noProof w:val="0"/>
              </w:rPr>
            </w:pPr>
            <w:r w:rsidRPr="00501E3A">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p w:rsidR="007E5153" w:rsidRPr="00501E3A" w:rsidRDefault="007E5153" w:rsidP="00C418B9">
            <w:pPr>
              <w:pStyle w:val="TAL"/>
            </w:pPr>
            <w:r w:rsidRPr="00501E3A">
              <w:t>1- No exception shall be thrown.</w:t>
            </w: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r w:rsidRPr="00501E3A">
              <w:t>2- No exception shall be thrown.</w:t>
            </w:r>
          </w:p>
          <w:p w:rsidR="007E5153" w:rsidRPr="00501E3A" w:rsidRDefault="007E5153" w:rsidP="00C418B9">
            <w:pPr>
              <w:pStyle w:val="TAL"/>
            </w:pPr>
            <w:r w:rsidRPr="00501E3A">
              <w:t>resp shall be:</w:t>
            </w:r>
          </w:p>
          <w:p w:rsidR="007E5153" w:rsidRPr="00501E3A" w:rsidRDefault="007E5153" w:rsidP="00C418B9">
            <w:pPr>
              <w:pStyle w:val="TAL"/>
            </w:pPr>
            <w:r w:rsidRPr="00501E3A">
              <w:t>resp[0] = '44'</w:t>
            </w:r>
          </w:p>
          <w:p w:rsidR="007E5153" w:rsidRPr="00501E3A" w:rsidRDefault="007E5153" w:rsidP="00C418B9">
            <w:pPr>
              <w:pStyle w:val="TAL"/>
            </w:pPr>
            <w:r w:rsidRPr="00501E3A">
              <w:t>resp[1] = '44'</w:t>
            </w:r>
          </w:p>
          <w:p w:rsidR="007E5153" w:rsidRPr="00501E3A" w:rsidRDefault="007E5153" w:rsidP="00C418B9">
            <w:pPr>
              <w:pStyle w:val="TAL"/>
            </w:pPr>
            <w:r w:rsidRPr="00501E3A">
              <w:t>resp[2] = '44'</w:t>
            </w:r>
          </w:p>
          <w:p w:rsidR="007E5153" w:rsidRPr="00501E3A" w:rsidRDefault="007E5153" w:rsidP="00C418B9">
            <w:pPr>
              <w:pStyle w:val="TAL"/>
            </w:pPr>
            <w:r w:rsidRPr="00501E3A">
              <w:t>resp[3] = '44'</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t>6</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Update Next from Linear Fixed EF, no more records</w:t>
            </w:r>
          </w:p>
          <w:p w:rsidR="007E5153" w:rsidRPr="003A24E5" w:rsidRDefault="00413533" w:rsidP="00C64ACE">
            <w:pPr>
              <w:pStyle w:val="PL"/>
              <w:keepNext/>
              <w:keepLines/>
              <w:rPr>
                <w:noProof w:val="0"/>
                <w:szCs w:val="16"/>
              </w:rPr>
            </w:pPr>
            <w:r w:rsidRPr="003A24E5">
              <w:rPr>
                <w:rFonts w:cs="Courier New"/>
                <w:noProof w:val="0"/>
                <w:szCs w:val="16"/>
              </w:rPr>
              <w:t>recNumber = 0</w:t>
            </w:r>
          </w:p>
          <w:p w:rsidR="007E5153" w:rsidRPr="003A24E5" w:rsidRDefault="00413533" w:rsidP="00C64ACE">
            <w:pPr>
              <w:pStyle w:val="PL"/>
              <w:keepNext/>
              <w:keepLines/>
              <w:rPr>
                <w:noProof w:val="0"/>
                <w:szCs w:val="16"/>
              </w:rPr>
            </w:pPr>
            <w:r w:rsidRPr="003A24E5">
              <w:rPr>
                <w:rFonts w:cs="Courier New"/>
                <w:noProof w:val="0"/>
                <w:szCs w:val="16"/>
              </w:rPr>
              <w:t>mode = REC_ACC_MODE_NEXT</w:t>
            </w:r>
          </w:p>
          <w:p w:rsidR="007E5153" w:rsidRPr="00501E3A" w:rsidRDefault="007E5153" w:rsidP="00C418B9">
            <w:pPr>
              <w:pStyle w:val="PL"/>
              <w:keepNext/>
              <w:keepLines/>
              <w:rPr>
                <w:noProof w:val="0"/>
              </w:rPr>
            </w:pPr>
            <w:r w:rsidRPr="00501E3A">
              <w:rPr>
                <w:noProof w:val="0"/>
              </w:rPr>
              <w:t>recOffset = 0</w:t>
            </w:r>
          </w:p>
          <w:p w:rsidR="007E5153" w:rsidRPr="00501E3A" w:rsidRDefault="007E5153" w:rsidP="00C418B9">
            <w:pPr>
              <w:pStyle w:val="PL"/>
              <w:keepNext/>
              <w:keepLines/>
              <w:rPr>
                <w:noProof w:val="0"/>
              </w:rPr>
            </w:pPr>
            <w:r w:rsidRPr="00501E3A">
              <w:rPr>
                <w:noProof w:val="0"/>
              </w:rPr>
              <w:t>data[0:3] = '55'</w:t>
            </w:r>
          </w:p>
          <w:p w:rsidR="007E5153" w:rsidRPr="00501E3A" w:rsidRDefault="007E5153" w:rsidP="00C418B9">
            <w:pPr>
              <w:pStyle w:val="PL"/>
              <w:keepNext/>
              <w:keepLines/>
              <w:rPr>
                <w:noProof w:val="0"/>
              </w:rPr>
            </w:pPr>
            <w:r w:rsidRPr="00501E3A">
              <w:rPr>
                <w:noProof w:val="0"/>
              </w:rPr>
              <w:t>dataOffset = 0</w:t>
            </w:r>
          </w:p>
          <w:p w:rsidR="007E5153" w:rsidRPr="00501E3A" w:rsidRDefault="007E5153" w:rsidP="00C418B9">
            <w:pPr>
              <w:pStyle w:val="PL"/>
              <w:keepNext/>
              <w:keepLines/>
              <w:rPr>
                <w:noProof w:val="0"/>
              </w:rPr>
            </w:pPr>
            <w:r w:rsidRPr="00501E3A">
              <w:rPr>
                <w:noProof w:val="0"/>
              </w:rPr>
              <w:t>dataLength = 4</w:t>
            </w:r>
          </w:p>
          <w:p w:rsidR="007E5153" w:rsidRPr="00501E3A" w:rsidRDefault="007E5153" w:rsidP="00C418B9">
            <w:pPr>
              <w:pStyle w:val="PL"/>
              <w:keepNext/>
              <w:keepLines/>
              <w:rPr>
                <w:noProof w:val="0"/>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r w:rsidRPr="00501E3A">
              <w:t>Shall throw uicc.access.UICCException with reason code RECORD_NOT_FOUND.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Update Previous from Linear Fixed EF, no record pointer set</w:t>
            </w:r>
          </w:p>
          <w:p w:rsidR="007E5153" w:rsidRPr="00501E3A" w:rsidRDefault="007E5153">
            <w:pPr>
              <w:pStyle w:val="PL"/>
              <w:rPr>
                <w:noProof w:val="0"/>
              </w:rPr>
            </w:pPr>
            <w:r w:rsidRPr="00501E3A">
              <w:rPr>
                <w:noProof w:val="0"/>
              </w:rPr>
              <w:t>1- select DF</w:t>
            </w:r>
            <w:r w:rsidRPr="00501E3A">
              <w:rPr>
                <w:noProof w:val="0"/>
                <w:vertAlign w:val="subscript"/>
              </w:rPr>
              <w:t>TEST</w:t>
            </w:r>
            <w:r w:rsidRPr="00501E3A">
              <w:rPr>
                <w:noProof w:val="0"/>
              </w:rPr>
              <w:t>, fid = 1111</w:t>
            </w:r>
          </w:p>
          <w:p w:rsidR="007E5153" w:rsidRPr="00501E3A" w:rsidRDefault="007E5153">
            <w:pPr>
              <w:pStyle w:val="PL"/>
              <w:rPr>
                <w:noProof w:val="0"/>
              </w:rPr>
            </w:pPr>
            <w:r w:rsidRPr="00501E3A">
              <w:rPr>
                <w:noProof w:val="0"/>
              </w:rPr>
              <w:t>2- select EF</w:t>
            </w:r>
            <w:r w:rsidRPr="00501E3A">
              <w:rPr>
                <w:noProof w:val="0"/>
                <w:vertAlign w:val="subscript"/>
              </w:rPr>
              <w:t>LARU</w:t>
            </w:r>
            <w:r w:rsidRPr="00501E3A">
              <w:rPr>
                <w:noProof w:val="0"/>
              </w:rPr>
              <w:t>, fid = 6F0C</w:t>
            </w:r>
          </w:p>
          <w:p w:rsidR="007E5153" w:rsidRPr="003A24E5" w:rsidRDefault="00413533" w:rsidP="00C64ACE">
            <w:pPr>
              <w:pStyle w:val="PL"/>
              <w:keepNext/>
              <w:keepLines/>
              <w:rPr>
                <w:noProof w:val="0"/>
                <w:szCs w:val="16"/>
              </w:rPr>
            </w:pPr>
            <w:r w:rsidRPr="003A24E5">
              <w:rPr>
                <w:rFonts w:cs="Courier New"/>
                <w:noProof w:val="0"/>
                <w:szCs w:val="16"/>
              </w:rPr>
              <w:t>3- recNumber = 0</w:t>
            </w:r>
          </w:p>
          <w:p w:rsidR="007E5153" w:rsidRPr="003A24E5" w:rsidRDefault="00413533" w:rsidP="00C64ACE">
            <w:pPr>
              <w:pStyle w:val="PL"/>
              <w:keepNext/>
              <w:keepLines/>
              <w:rPr>
                <w:noProof w:val="0"/>
                <w:szCs w:val="16"/>
              </w:rPr>
            </w:pPr>
            <w:r w:rsidRPr="003A24E5">
              <w:rPr>
                <w:rFonts w:cs="Courier New"/>
                <w:noProof w:val="0"/>
                <w:szCs w:val="16"/>
              </w:rPr>
              <w:t>mode = REC_ACC_MODE_PREVIOUS</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data[0:3] = '66'</w:t>
            </w:r>
          </w:p>
          <w:p w:rsidR="007E5153" w:rsidRPr="00501E3A" w:rsidRDefault="007E5153">
            <w:pPr>
              <w:pStyle w:val="PL"/>
              <w:rPr>
                <w:noProof w:val="0"/>
              </w:rPr>
            </w:pPr>
            <w:r w:rsidRPr="00501E3A">
              <w:rPr>
                <w:noProof w:val="0"/>
              </w:rPr>
              <w:t>dataOffset = respOffset = 0</w:t>
            </w:r>
          </w:p>
          <w:p w:rsidR="007E5153" w:rsidRPr="00501E3A" w:rsidRDefault="007E5153">
            <w:pPr>
              <w:pStyle w:val="PL"/>
              <w:rPr>
                <w:noProof w:val="0"/>
              </w:rPr>
            </w:pPr>
            <w:r w:rsidRPr="00501E3A">
              <w:rPr>
                <w:noProof w:val="0"/>
              </w:rPr>
              <w:t>dataLength = respLength = 4</w:t>
            </w:r>
          </w:p>
          <w:p w:rsidR="007E5153" w:rsidRPr="00501E3A" w:rsidRDefault="007E5153">
            <w:pPr>
              <w:pStyle w:val="PL"/>
              <w:rPr>
                <w:noProof w:val="0"/>
              </w:rPr>
            </w:pPr>
            <w:r w:rsidRPr="00501E3A">
              <w:rPr>
                <w:noProof w:val="0"/>
              </w:rPr>
              <w:t>updateRecord()</w:t>
            </w:r>
          </w:p>
          <w:p w:rsidR="007E5153" w:rsidRPr="00501E3A" w:rsidRDefault="007E5153">
            <w:pPr>
              <w:pStyle w:val="PL"/>
              <w:rPr>
                <w:noProof w:val="0"/>
              </w:rPr>
            </w:pPr>
            <w:r w:rsidRPr="00501E3A">
              <w:rPr>
                <w:noProof w:val="0"/>
              </w:rPr>
              <w:t xml:space="preserve">4- //verify result </w:t>
            </w:r>
          </w:p>
          <w:p w:rsidR="007E5153" w:rsidRPr="00501E3A" w:rsidRDefault="007E5153">
            <w:pPr>
              <w:pStyle w:val="PL"/>
              <w:rPr>
                <w:noProof w:val="0"/>
              </w:rPr>
            </w:pPr>
            <w:r w:rsidRPr="00501E3A">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No exception shall be thrown.</w:t>
            </w:r>
          </w:p>
          <w:p w:rsidR="007E5153" w:rsidRPr="00501E3A" w:rsidRDefault="007E5153">
            <w:pPr>
              <w:pStyle w:val="TAL"/>
            </w:pPr>
            <w:r w:rsidRPr="00501E3A">
              <w:t>3-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4- No exception shall be thrown.</w:t>
            </w:r>
          </w:p>
          <w:p w:rsidR="007E5153" w:rsidRPr="00501E3A" w:rsidRDefault="007E5153">
            <w:pPr>
              <w:pStyle w:val="TAL"/>
            </w:pPr>
            <w:r w:rsidRPr="00501E3A">
              <w:t>resp shall be:</w:t>
            </w:r>
          </w:p>
          <w:p w:rsidR="007E5153" w:rsidRPr="00501E3A" w:rsidRDefault="007E5153">
            <w:pPr>
              <w:pStyle w:val="TAL"/>
            </w:pPr>
            <w:r w:rsidRPr="00501E3A">
              <w:t>resp[0] = '66'</w:t>
            </w:r>
          </w:p>
          <w:p w:rsidR="007E5153" w:rsidRPr="00501E3A" w:rsidRDefault="007E5153">
            <w:pPr>
              <w:pStyle w:val="TAL"/>
            </w:pPr>
            <w:r w:rsidRPr="00501E3A">
              <w:t>resp[1] = '66'</w:t>
            </w:r>
          </w:p>
          <w:p w:rsidR="007E5153" w:rsidRPr="00501E3A" w:rsidRDefault="007E5153">
            <w:pPr>
              <w:pStyle w:val="TAL"/>
            </w:pPr>
            <w:r w:rsidRPr="00501E3A">
              <w:t>resp[2] = '66'</w:t>
            </w:r>
          </w:p>
          <w:p w:rsidR="007E5153" w:rsidRPr="00501E3A" w:rsidRDefault="007E5153">
            <w:pPr>
              <w:pStyle w:val="TAL"/>
            </w:pPr>
            <w:r w:rsidRPr="00501E3A">
              <w:t>resp[3] = '66'</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8</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Update Previous from Linear Fixed EF, record pointer set</w:t>
            </w:r>
          </w:p>
          <w:p w:rsidR="007E5153" w:rsidRPr="003A24E5" w:rsidRDefault="00413533" w:rsidP="00C64ACE">
            <w:pPr>
              <w:pStyle w:val="PL"/>
              <w:keepNext/>
              <w:keepLines/>
              <w:rPr>
                <w:noProof w:val="0"/>
                <w:szCs w:val="16"/>
              </w:rPr>
            </w:pPr>
            <w:r w:rsidRPr="003A24E5">
              <w:rPr>
                <w:rFonts w:cs="Courier New"/>
                <w:noProof w:val="0"/>
                <w:szCs w:val="16"/>
              </w:rPr>
              <w:t>1- recNumber = 0</w:t>
            </w:r>
          </w:p>
          <w:p w:rsidR="007E5153" w:rsidRPr="003A24E5" w:rsidRDefault="00413533" w:rsidP="00C64ACE">
            <w:pPr>
              <w:pStyle w:val="PL"/>
              <w:keepNext/>
              <w:keepLines/>
              <w:rPr>
                <w:noProof w:val="0"/>
                <w:szCs w:val="16"/>
              </w:rPr>
            </w:pPr>
            <w:r w:rsidRPr="003A24E5">
              <w:rPr>
                <w:rFonts w:cs="Courier New"/>
                <w:noProof w:val="0"/>
                <w:szCs w:val="16"/>
              </w:rPr>
              <w:t>mode = REC_ACC_MODE_PREVIOUS</w:t>
            </w:r>
          </w:p>
          <w:p w:rsidR="007E5153" w:rsidRPr="00501E3A" w:rsidRDefault="007E5153">
            <w:pPr>
              <w:pStyle w:val="PL"/>
              <w:keepNext/>
              <w:keepLines/>
              <w:rPr>
                <w:noProof w:val="0"/>
              </w:rPr>
            </w:pPr>
            <w:r w:rsidRPr="00501E3A">
              <w:rPr>
                <w:noProof w:val="0"/>
              </w:rPr>
              <w:t>recOffset = 0</w:t>
            </w:r>
          </w:p>
          <w:p w:rsidR="007E5153" w:rsidRPr="00501E3A" w:rsidRDefault="007E5153">
            <w:pPr>
              <w:pStyle w:val="PL"/>
              <w:keepNext/>
              <w:keepLines/>
              <w:rPr>
                <w:noProof w:val="0"/>
              </w:rPr>
            </w:pPr>
            <w:r w:rsidRPr="00501E3A">
              <w:rPr>
                <w:noProof w:val="0"/>
              </w:rPr>
              <w:t>data[0:3] = '77'</w:t>
            </w:r>
          </w:p>
          <w:p w:rsidR="007E5153" w:rsidRPr="00501E3A" w:rsidRDefault="007E5153">
            <w:pPr>
              <w:pStyle w:val="PL"/>
              <w:keepNext/>
              <w:keepLines/>
              <w:rPr>
                <w:noProof w:val="0"/>
              </w:rPr>
            </w:pPr>
            <w:r w:rsidRPr="00501E3A">
              <w:rPr>
                <w:noProof w:val="0"/>
              </w:rPr>
              <w:t>dataOffset = respOffset = 0</w:t>
            </w:r>
          </w:p>
          <w:p w:rsidR="007E5153" w:rsidRPr="00501E3A" w:rsidRDefault="007E5153">
            <w:pPr>
              <w:pStyle w:val="PL"/>
              <w:keepNext/>
              <w:keepLines/>
              <w:rPr>
                <w:noProof w:val="0"/>
              </w:rPr>
            </w:pPr>
            <w:r w:rsidRPr="00501E3A">
              <w:rPr>
                <w:noProof w:val="0"/>
              </w:rPr>
              <w:t>dataLength = respLength = 4</w:t>
            </w:r>
          </w:p>
          <w:p w:rsidR="007E5153" w:rsidRPr="00501E3A" w:rsidRDefault="007E5153">
            <w:pPr>
              <w:pStyle w:val="PL"/>
              <w:keepNext/>
              <w:keepLines/>
              <w:rPr>
                <w:noProof w:val="0"/>
              </w:rPr>
            </w:pPr>
            <w:r w:rsidRPr="00501E3A">
              <w:rPr>
                <w:noProof w:val="0"/>
              </w:rPr>
              <w:t>updateRecord()</w:t>
            </w:r>
          </w:p>
          <w:p w:rsidR="007E5153" w:rsidRPr="00501E3A" w:rsidRDefault="007E5153">
            <w:pPr>
              <w:pStyle w:val="PL"/>
              <w:keepNext/>
              <w:keepLines/>
              <w:rPr>
                <w:noProof w:val="0"/>
              </w:rPr>
            </w:pPr>
            <w:r w:rsidRPr="00501E3A">
              <w:rPr>
                <w:noProof w:val="0"/>
              </w:rPr>
              <w:t>2- //verify result</w:t>
            </w:r>
          </w:p>
          <w:p w:rsidR="007E5153" w:rsidRPr="00501E3A" w:rsidRDefault="007E5153">
            <w:pPr>
              <w:pStyle w:val="PL"/>
              <w:keepNext/>
              <w:keepLines/>
              <w:rPr>
                <w:noProof w:val="0"/>
              </w:rPr>
            </w:pPr>
            <w:r w:rsidRPr="00501E3A">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p>
          <w:p w:rsidR="007E5153" w:rsidRPr="00501E3A" w:rsidRDefault="007E5153">
            <w:pPr>
              <w:pStyle w:val="TAL"/>
            </w:pPr>
            <w:r w:rsidRPr="00501E3A">
              <w:t>2- No exception shall be thrown.</w:t>
            </w:r>
          </w:p>
          <w:p w:rsidR="007E5153" w:rsidRPr="00501E3A" w:rsidRDefault="007E5153">
            <w:pPr>
              <w:pStyle w:val="TAL"/>
            </w:pPr>
            <w:r w:rsidRPr="00501E3A">
              <w:t>esp shall be:</w:t>
            </w:r>
          </w:p>
          <w:p w:rsidR="007E5153" w:rsidRPr="00501E3A" w:rsidRDefault="007E5153">
            <w:pPr>
              <w:pStyle w:val="TAL"/>
            </w:pPr>
            <w:r w:rsidRPr="00501E3A">
              <w:t>resp[0] = '77'</w:t>
            </w:r>
          </w:p>
          <w:p w:rsidR="007E5153" w:rsidRPr="00501E3A" w:rsidRDefault="007E5153">
            <w:pPr>
              <w:pStyle w:val="TAL"/>
            </w:pPr>
            <w:r w:rsidRPr="00501E3A">
              <w:t>resp[1] = '77'</w:t>
            </w:r>
          </w:p>
          <w:p w:rsidR="007E5153" w:rsidRPr="00501E3A" w:rsidRDefault="007E5153">
            <w:pPr>
              <w:pStyle w:val="TAL"/>
            </w:pPr>
            <w:r w:rsidRPr="00501E3A">
              <w:t>resp[2] = '77'</w:t>
            </w:r>
          </w:p>
          <w:p w:rsidR="007E5153" w:rsidRPr="00501E3A" w:rsidRDefault="007E5153">
            <w:pPr>
              <w:pStyle w:val="TAL"/>
            </w:pPr>
            <w:r w:rsidRPr="00501E3A">
              <w:t>resp[3] = '77'</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Update Previous from Linear Fixed EF , no more records</w:t>
            </w:r>
          </w:p>
          <w:p w:rsidR="007E5153" w:rsidRPr="003A24E5" w:rsidRDefault="00413533" w:rsidP="00C64ACE">
            <w:pPr>
              <w:pStyle w:val="PL"/>
              <w:keepNext/>
              <w:keepLines/>
              <w:rPr>
                <w:noProof w:val="0"/>
                <w:szCs w:val="16"/>
              </w:rPr>
            </w:pPr>
            <w:r w:rsidRPr="003A24E5">
              <w:rPr>
                <w:rFonts w:cs="Courier New"/>
                <w:noProof w:val="0"/>
                <w:szCs w:val="16"/>
              </w:rPr>
              <w:t>recNumber = 0</w:t>
            </w:r>
          </w:p>
          <w:p w:rsidR="007E5153" w:rsidRPr="003A24E5" w:rsidRDefault="00413533" w:rsidP="00C64ACE">
            <w:pPr>
              <w:pStyle w:val="PL"/>
              <w:keepNext/>
              <w:keepLines/>
              <w:rPr>
                <w:noProof w:val="0"/>
                <w:szCs w:val="16"/>
              </w:rPr>
            </w:pPr>
            <w:r w:rsidRPr="003A24E5">
              <w:rPr>
                <w:rFonts w:cs="Courier New"/>
                <w:noProof w:val="0"/>
                <w:szCs w:val="16"/>
              </w:rPr>
              <w:t>mode = REC_ACC_MODE_PREVIOUS</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data[0:3] = '88'</w:t>
            </w:r>
          </w:p>
          <w:p w:rsidR="007E5153" w:rsidRPr="00501E3A" w:rsidRDefault="007E5153">
            <w:pPr>
              <w:pStyle w:val="PL"/>
              <w:rPr>
                <w:noProof w:val="0"/>
              </w:rPr>
            </w:pPr>
            <w:r w:rsidRPr="00501E3A">
              <w:rPr>
                <w:noProof w:val="0"/>
              </w:rPr>
              <w:t>dataOffset = respOffset = 0</w:t>
            </w:r>
          </w:p>
          <w:p w:rsidR="007E5153" w:rsidRPr="00501E3A" w:rsidRDefault="007E5153">
            <w:pPr>
              <w:pStyle w:val="PL"/>
              <w:rPr>
                <w:noProof w:val="0"/>
              </w:rPr>
            </w:pPr>
            <w:r w:rsidRPr="00501E3A">
              <w:rPr>
                <w:noProof w:val="0"/>
              </w:rPr>
              <w:t>dataLength = respLength = 4</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throw sim.access.SIMViewException with reason code RECORD_NOT_FOUND.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lastRenderedPageBreak/>
              <w:t>10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Update Previous from Cyclic EF</w:t>
            </w:r>
          </w:p>
          <w:p w:rsidR="007E5153" w:rsidRPr="00501E3A" w:rsidRDefault="007E5153" w:rsidP="00C418B9">
            <w:pPr>
              <w:pStyle w:val="PL"/>
              <w:keepNext/>
              <w:keepLines/>
              <w:rPr>
                <w:noProof w:val="0"/>
              </w:rPr>
            </w:pPr>
            <w:r w:rsidRPr="00501E3A">
              <w:rPr>
                <w:noProof w:val="0"/>
              </w:rPr>
              <w:t>1- select DF</w:t>
            </w:r>
            <w:r w:rsidRPr="00501E3A">
              <w:rPr>
                <w:noProof w:val="0"/>
                <w:vertAlign w:val="subscript"/>
              </w:rPr>
              <w:t>TEST</w:t>
            </w:r>
            <w:r w:rsidRPr="00501E3A">
              <w:rPr>
                <w:noProof w:val="0"/>
              </w:rPr>
              <w:t>, fid = 1111</w:t>
            </w:r>
          </w:p>
          <w:p w:rsidR="007E5153" w:rsidRPr="00501E3A" w:rsidRDefault="007E5153" w:rsidP="00C418B9">
            <w:pPr>
              <w:pStyle w:val="PL"/>
              <w:keepNext/>
              <w:keepLines/>
              <w:rPr>
                <w:noProof w:val="0"/>
              </w:rPr>
            </w:pPr>
            <w:r w:rsidRPr="00501E3A">
              <w:rPr>
                <w:noProof w:val="0"/>
              </w:rPr>
              <w:t>2- select EF</w:t>
            </w:r>
            <w:r w:rsidRPr="00501E3A">
              <w:rPr>
                <w:noProof w:val="0"/>
                <w:vertAlign w:val="subscript"/>
              </w:rPr>
              <w:t>CARU</w:t>
            </w:r>
            <w:r w:rsidRPr="00501E3A">
              <w:rPr>
                <w:noProof w:val="0"/>
              </w:rPr>
              <w:t>, fid = 6F09</w:t>
            </w:r>
          </w:p>
          <w:p w:rsidR="007E5153" w:rsidRPr="00501E3A" w:rsidRDefault="007E5153" w:rsidP="00C418B9">
            <w:pPr>
              <w:pStyle w:val="PL"/>
              <w:keepNext/>
              <w:keepLines/>
              <w:rPr>
                <w:noProof w:val="0"/>
              </w:rPr>
            </w:pPr>
            <w:r w:rsidRPr="00501E3A">
              <w:rPr>
                <w:noProof w:val="0"/>
              </w:rPr>
              <w:t>3- recNumber = 2</w:t>
            </w:r>
          </w:p>
          <w:p w:rsidR="007E5153" w:rsidRPr="003A24E5" w:rsidRDefault="00413533" w:rsidP="00C64ACE">
            <w:pPr>
              <w:pStyle w:val="PL"/>
              <w:rPr>
                <w:noProof w:val="0"/>
                <w:szCs w:val="16"/>
              </w:rPr>
            </w:pPr>
            <w:r w:rsidRPr="003A24E5">
              <w:rPr>
                <w:rFonts w:cs="Courier New"/>
                <w:noProof w:val="0"/>
                <w:szCs w:val="16"/>
              </w:rPr>
              <w:t>mode = REC_ACC_MODE_ABSOLUTE</w:t>
            </w:r>
          </w:p>
          <w:p w:rsidR="007E5153" w:rsidRPr="003A24E5" w:rsidRDefault="00413533" w:rsidP="00C64ACE">
            <w:pPr>
              <w:pStyle w:val="PL"/>
              <w:rPr>
                <w:noProof w:val="0"/>
                <w:szCs w:val="16"/>
              </w:rPr>
            </w:pPr>
            <w:r w:rsidRPr="003A24E5">
              <w:rPr>
                <w:rFonts w:cs="Courier New"/>
                <w:noProof w:val="0"/>
                <w:szCs w:val="16"/>
              </w:rPr>
              <w:t>recOffset = 0</w:t>
            </w:r>
          </w:p>
          <w:p w:rsidR="007E5153" w:rsidRPr="00501E3A" w:rsidRDefault="007E5153" w:rsidP="00C418B9">
            <w:pPr>
              <w:pStyle w:val="PL"/>
              <w:keepNext/>
              <w:keepLines/>
              <w:rPr>
                <w:noProof w:val="0"/>
              </w:rPr>
            </w:pPr>
            <w:r w:rsidRPr="00501E3A">
              <w:rPr>
                <w:noProof w:val="0"/>
              </w:rPr>
              <w:t>respOffset = 0</w:t>
            </w:r>
          </w:p>
          <w:p w:rsidR="007E5153" w:rsidRPr="00501E3A" w:rsidRDefault="007E5153" w:rsidP="00C418B9">
            <w:pPr>
              <w:pStyle w:val="PL"/>
              <w:keepNext/>
              <w:keepLines/>
              <w:rPr>
                <w:noProof w:val="0"/>
              </w:rPr>
            </w:pPr>
            <w:r w:rsidRPr="00501E3A">
              <w:rPr>
                <w:noProof w:val="0"/>
              </w:rPr>
              <w:t>respLength = 3</w:t>
            </w:r>
          </w:p>
          <w:p w:rsidR="007E5153" w:rsidRPr="00501E3A" w:rsidRDefault="007E5153" w:rsidP="00C418B9">
            <w:pPr>
              <w:pStyle w:val="PL"/>
              <w:keepNext/>
              <w:keepLines/>
              <w:rPr>
                <w:noProof w:val="0"/>
              </w:rPr>
            </w:pPr>
            <w:r w:rsidRPr="00501E3A">
              <w:rPr>
                <w:noProof w:val="0"/>
              </w:rPr>
              <w:t>readRecord()</w:t>
            </w:r>
          </w:p>
          <w:p w:rsidR="007E5153" w:rsidRPr="00501E3A" w:rsidRDefault="007E5153" w:rsidP="00C418B9">
            <w:pPr>
              <w:pStyle w:val="PL"/>
              <w:keepNext/>
              <w:keepLines/>
              <w:rPr>
                <w:noProof w:val="0"/>
              </w:rPr>
            </w:pPr>
            <w:r w:rsidRPr="00501E3A">
              <w:rPr>
                <w:noProof w:val="0"/>
              </w:rPr>
              <w:t>4- recNumber = 2</w:t>
            </w:r>
          </w:p>
          <w:p w:rsidR="007E5153" w:rsidRPr="00501E3A" w:rsidRDefault="007E5153" w:rsidP="00C418B9">
            <w:pPr>
              <w:pStyle w:val="PL"/>
              <w:keepNext/>
              <w:keepLines/>
              <w:rPr>
                <w:noProof w:val="0"/>
              </w:rPr>
            </w:pPr>
            <w:r w:rsidRPr="00501E3A">
              <w:rPr>
                <w:noProof w:val="0"/>
              </w:rPr>
              <w:t>mode = REC_ACC_MODE_PREVIOUS</w:t>
            </w:r>
          </w:p>
          <w:p w:rsidR="007E5153" w:rsidRPr="00501E3A" w:rsidRDefault="007E5153" w:rsidP="00C418B9">
            <w:pPr>
              <w:pStyle w:val="PL"/>
              <w:keepNext/>
              <w:keepLines/>
              <w:rPr>
                <w:noProof w:val="0"/>
              </w:rPr>
            </w:pPr>
            <w:r w:rsidRPr="00501E3A">
              <w:rPr>
                <w:noProof w:val="0"/>
              </w:rPr>
              <w:t>data[0:2] = 'FF'</w:t>
            </w:r>
          </w:p>
          <w:p w:rsidR="007E5153" w:rsidRPr="00501E3A" w:rsidRDefault="007E5153" w:rsidP="00C418B9">
            <w:pPr>
              <w:pStyle w:val="PL"/>
              <w:keepNext/>
              <w:keepLines/>
              <w:rPr>
                <w:noProof w:val="0"/>
              </w:rPr>
            </w:pPr>
            <w:r w:rsidRPr="00501E3A">
              <w:rPr>
                <w:noProof w:val="0"/>
              </w:rPr>
              <w:t>dataOffset = 0</w:t>
            </w:r>
          </w:p>
          <w:p w:rsidR="007E5153" w:rsidRPr="00501E3A" w:rsidRDefault="007E5153" w:rsidP="00C418B9">
            <w:pPr>
              <w:pStyle w:val="PL"/>
              <w:keepNext/>
              <w:keepLines/>
              <w:rPr>
                <w:noProof w:val="0"/>
              </w:rPr>
            </w:pPr>
            <w:r w:rsidRPr="00501E3A">
              <w:rPr>
                <w:noProof w:val="0"/>
              </w:rPr>
              <w:t>dataLength = 3</w:t>
            </w:r>
          </w:p>
          <w:p w:rsidR="007E5153" w:rsidRPr="00501E3A" w:rsidRDefault="007E5153" w:rsidP="00C418B9">
            <w:pPr>
              <w:pStyle w:val="PL"/>
              <w:keepNext/>
              <w:keepLines/>
              <w:rPr>
                <w:noProof w:val="0"/>
              </w:rPr>
            </w:pPr>
            <w:r w:rsidRPr="00501E3A">
              <w:rPr>
                <w:noProof w:val="0"/>
              </w:rPr>
              <w:t>updateRecord()</w:t>
            </w:r>
          </w:p>
          <w:p w:rsidR="007E5153" w:rsidRPr="00501E3A" w:rsidRDefault="007E5153" w:rsidP="00C418B9">
            <w:pPr>
              <w:pStyle w:val="PL"/>
              <w:keepNext/>
              <w:keepLines/>
              <w:rPr>
                <w:noProof w:val="0"/>
              </w:rPr>
            </w:pPr>
            <w:r w:rsidRPr="00501E3A">
              <w:rPr>
                <w:noProof w:val="0"/>
              </w:rPr>
              <w:t xml:space="preserve">5- //verify result </w:t>
            </w:r>
          </w:p>
          <w:p w:rsidR="007E5153" w:rsidRPr="00501E3A" w:rsidRDefault="007E5153" w:rsidP="00C418B9">
            <w:pPr>
              <w:pStyle w:val="PL"/>
              <w:keepNext/>
              <w:keepLines/>
              <w:rPr>
                <w:noProof w:val="0"/>
              </w:rPr>
            </w:pPr>
            <w:r w:rsidRPr="00501E3A">
              <w:rPr>
                <w:noProof w:val="0"/>
              </w:rPr>
              <w:t>readRecord()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r w:rsidRPr="00501E3A">
              <w:t>1- No exception shall be thrown.</w:t>
            </w:r>
          </w:p>
          <w:p w:rsidR="007E5153" w:rsidRPr="00501E3A" w:rsidRDefault="007E5153" w:rsidP="00C418B9">
            <w:pPr>
              <w:pStyle w:val="TAL"/>
            </w:pPr>
            <w:r w:rsidRPr="00501E3A">
              <w:t>2- No exception shall be thrown.</w:t>
            </w:r>
          </w:p>
          <w:p w:rsidR="007E5153" w:rsidRPr="00501E3A" w:rsidRDefault="007E5153" w:rsidP="00C418B9">
            <w:pPr>
              <w:pStyle w:val="TAL"/>
            </w:pPr>
            <w:r w:rsidRPr="00501E3A">
              <w:t>3- No exception shall be thrown.</w:t>
            </w: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r w:rsidRPr="00501E3A">
              <w:t>4- No exception shall be thrown.</w:t>
            </w: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r w:rsidRPr="00501E3A">
              <w:t>5- No exception shall be thrown.</w:t>
            </w:r>
          </w:p>
          <w:p w:rsidR="007E5153" w:rsidRPr="00501E3A" w:rsidRDefault="007E5153" w:rsidP="00C418B9">
            <w:pPr>
              <w:pStyle w:val="TAL"/>
            </w:pPr>
            <w:r w:rsidRPr="00501E3A">
              <w:t>resp shall be:</w:t>
            </w:r>
          </w:p>
          <w:p w:rsidR="007E5153" w:rsidRPr="00501E3A" w:rsidRDefault="007E5153" w:rsidP="00C418B9">
            <w:pPr>
              <w:pStyle w:val="TAL"/>
            </w:pPr>
            <w:r w:rsidRPr="00501E3A">
              <w:t>resp[0] = 'FF'resp[1] = 'FF'</w:t>
            </w:r>
          </w:p>
          <w:p w:rsidR="007E5153" w:rsidRPr="00501E3A" w:rsidRDefault="007E5153" w:rsidP="00C418B9">
            <w:pPr>
              <w:pStyle w:val="TAL"/>
            </w:pPr>
            <w:r w:rsidRPr="00501E3A">
              <w:t>resp[2] = 'FF'</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Update Absolute from Linear Fixed EF beyond Records</w:t>
            </w:r>
          </w:p>
          <w:p w:rsidR="007E5153" w:rsidRPr="00501E3A" w:rsidRDefault="007E5153">
            <w:pPr>
              <w:pStyle w:val="PL"/>
              <w:rPr>
                <w:noProof w:val="0"/>
              </w:rPr>
            </w:pPr>
            <w:r w:rsidRPr="00501E3A">
              <w:rPr>
                <w:noProof w:val="0"/>
              </w:rPr>
              <w:t>1- select EF</w:t>
            </w:r>
            <w:r w:rsidRPr="00501E3A">
              <w:rPr>
                <w:noProof w:val="0"/>
                <w:vertAlign w:val="subscript"/>
              </w:rPr>
              <w:t>LARU</w:t>
            </w:r>
            <w:r w:rsidRPr="00501E3A">
              <w:rPr>
                <w:noProof w:val="0"/>
              </w:rPr>
              <w:t>, fid = 6F0C</w:t>
            </w:r>
          </w:p>
          <w:p w:rsidR="007E5153" w:rsidRPr="00501E3A" w:rsidRDefault="007E5153">
            <w:pPr>
              <w:pStyle w:val="PL"/>
              <w:rPr>
                <w:noProof w:val="0"/>
              </w:rPr>
            </w:pPr>
            <w:r w:rsidRPr="00501E3A">
              <w:rPr>
                <w:noProof w:val="0"/>
              </w:rPr>
              <w:t>2-recNumber = -1</w:t>
            </w:r>
          </w:p>
          <w:p w:rsidR="007E5153" w:rsidRPr="003A24E5" w:rsidRDefault="00413533" w:rsidP="00C64ACE">
            <w:pPr>
              <w:pStyle w:val="PL"/>
              <w:rPr>
                <w:noProof w:val="0"/>
                <w:szCs w:val="16"/>
              </w:rPr>
            </w:pPr>
            <w:r w:rsidRPr="003A24E5">
              <w:rPr>
                <w:rFonts w:cs="Courier New"/>
                <w:noProof w:val="0"/>
                <w:szCs w:val="16"/>
              </w:rPr>
              <w:t>mode = REC_ACC_MODE_ABSOLUTE</w:t>
            </w:r>
          </w:p>
          <w:p w:rsidR="007E5153" w:rsidRPr="003A24E5" w:rsidRDefault="00413533" w:rsidP="00C64ACE">
            <w:pPr>
              <w:pStyle w:val="PL"/>
              <w:rPr>
                <w:noProof w:val="0"/>
                <w:szCs w:val="16"/>
              </w:rPr>
            </w:pPr>
            <w:r w:rsidRPr="003A24E5">
              <w:rPr>
                <w:rFonts w:cs="Courier New"/>
                <w:noProof w:val="0"/>
                <w:szCs w:val="16"/>
              </w:rPr>
              <w:t>recOffset = 0</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4</w:t>
            </w:r>
          </w:p>
          <w:p w:rsidR="007E5153" w:rsidRPr="00501E3A" w:rsidRDefault="007E5153">
            <w:pPr>
              <w:pStyle w:val="PL"/>
              <w:rPr>
                <w:noProof w:val="0"/>
              </w:rPr>
            </w:pPr>
            <w:r w:rsidRPr="00501E3A">
              <w:rPr>
                <w:noProof w:val="0"/>
              </w:rPr>
              <w:t>updateRecord()</w:t>
            </w:r>
          </w:p>
          <w:p w:rsidR="007E5153" w:rsidRPr="00501E3A" w:rsidRDefault="007E5153">
            <w:pPr>
              <w:pStyle w:val="PL"/>
              <w:rPr>
                <w:noProof w:val="0"/>
              </w:rPr>
            </w:pPr>
            <w:r w:rsidRPr="00501E3A">
              <w:rPr>
                <w:noProof w:val="0"/>
              </w:rPr>
              <w:t>3- recNumber = 3</w:t>
            </w:r>
          </w:p>
          <w:p w:rsidR="007E5153" w:rsidRPr="00501E3A" w:rsidRDefault="007E5153">
            <w:pPr>
              <w:pStyle w:val="PL"/>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Shall throw uicc.access.UICCException with reason code RECORD_NOT_FOUND.</w:t>
            </w:r>
          </w:p>
          <w:p w:rsidR="007E5153" w:rsidRPr="00501E3A" w:rsidRDefault="007E5153">
            <w:pPr>
              <w:pStyle w:val="TAL"/>
            </w:pPr>
            <w:r w:rsidRPr="00501E3A">
              <w:t>3- Shall throw uicc.access.UICCException with reason code RECORD_NOT_FOUND.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No current record in linear fixed EF, update current</w:t>
            </w:r>
          </w:p>
          <w:p w:rsidR="007E5153" w:rsidRPr="00501E3A" w:rsidRDefault="007E5153">
            <w:pPr>
              <w:pStyle w:val="PL"/>
              <w:rPr>
                <w:noProof w:val="0"/>
              </w:rPr>
            </w:pPr>
            <w:r w:rsidRPr="00501E3A">
              <w:rPr>
                <w:noProof w:val="0"/>
              </w:rPr>
              <w:t>1- select EF</w:t>
            </w:r>
            <w:r w:rsidRPr="00501E3A">
              <w:rPr>
                <w:noProof w:val="0"/>
                <w:vertAlign w:val="subscript"/>
              </w:rPr>
              <w:t>LARU</w:t>
            </w:r>
            <w:r w:rsidRPr="00501E3A">
              <w:rPr>
                <w:noProof w:val="0"/>
              </w:rPr>
              <w:t>, fid = 6F0C</w:t>
            </w:r>
          </w:p>
          <w:p w:rsidR="007E5153" w:rsidRPr="00501E3A" w:rsidRDefault="007E5153">
            <w:pPr>
              <w:pStyle w:val="PL"/>
              <w:rPr>
                <w:noProof w:val="0"/>
              </w:rPr>
            </w:pPr>
            <w:r w:rsidRPr="00501E3A">
              <w:rPr>
                <w:noProof w:val="0"/>
              </w:rPr>
              <w:t>// No curr rec</w:t>
            </w:r>
          </w:p>
          <w:p w:rsidR="007E5153" w:rsidRPr="003A24E5" w:rsidRDefault="00413533" w:rsidP="00C64ACE">
            <w:pPr>
              <w:pStyle w:val="PL"/>
              <w:rPr>
                <w:noProof w:val="0"/>
                <w:szCs w:val="16"/>
              </w:rPr>
            </w:pPr>
            <w:r w:rsidRPr="003A24E5">
              <w:rPr>
                <w:rFonts w:cs="Courier New"/>
                <w:noProof w:val="0"/>
                <w:szCs w:val="16"/>
              </w:rPr>
              <w:t>2- recNumber = 0  // curr rec</w:t>
            </w:r>
          </w:p>
          <w:p w:rsidR="007E5153" w:rsidRPr="003A24E5" w:rsidRDefault="00413533" w:rsidP="00C64ACE">
            <w:pPr>
              <w:pStyle w:val="PL"/>
              <w:rPr>
                <w:noProof w:val="0"/>
                <w:szCs w:val="16"/>
              </w:rPr>
            </w:pPr>
            <w:r w:rsidRPr="003A24E5">
              <w:rPr>
                <w:rFonts w:cs="Courier New"/>
                <w:noProof w:val="0"/>
                <w:szCs w:val="16"/>
              </w:rPr>
              <w:t>mode = REC_ACC_MODE _CURRENT</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4</w:t>
            </w:r>
          </w:p>
          <w:p w:rsidR="007E5153" w:rsidRPr="00501E3A" w:rsidRDefault="007E5153">
            <w:pPr>
              <w:pStyle w:val="PL"/>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 No exception shall be thrown.</w:t>
            </w:r>
          </w:p>
          <w:p w:rsidR="007E5153" w:rsidRPr="00501E3A" w:rsidRDefault="007E5153">
            <w:pPr>
              <w:pStyle w:val="TAL"/>
            </w:pPr>
          </w:p>
          <w:p w:rsidR="007E5153" w:rsidRPr="00501E3A" w:rsidRDefault="007E5153">
            <w:pPr>
              <w:pStyle w:val="TAL"/>
            </w:pPr>
            <w:r w:rsidRPr="00501E3A">
              <w:t>2 - Shall throw uicc.access.UICCException with reason code RECORD_NOT_FOUND.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recOffset &lt; 0</w:t>
            </w:r>
          </w:p>
          <w:p w:rsidR="007E5153" w:rsidRPr="00501E3A" w:rsidRDefault="007E5153">
            <w:pPr>
              <w:pStyle w:val="PL"/>
              <w:rPr>
                <w:noProof w:val="0"/>
              </w:rPr>
            </w:pPr>
            <w:r w:rsidRPr="00501E3A">
              <w:rPr>
                <w:noProof w:val="0"/>
              </w:rPr>
              <w:t>1- select EF</w:t>
            </w:r>
            <w:r w:rsidRPr="00501E3A">
              <w:rPr>
                <w:noProof w:val="0"/>
                <w:vertAlign w:val="subscript"/>
              </w:rPr>
              <w:t>LARU</w:t>
            </w:r>
            <w:r w:rsidRPr="00501E3A">
              <w:rPr>
                <w:noProof w:val="0"/>
              </w:rPr>
              <w:t>, fid = 6F0C</w:t>
            </w:r>
          </w:p>
          <w:p w:rsidR="007E5153" w:rsidRPr="00501E3A" w:rsidRDefault="007E5153">
            <w:pPr>
              <w:pStyle w:val="PL"/>
              <w:rPr>
                <w:noProof w:val="0"/>
              </w:rPr>
            </w:pPr>
            <w:r w:rsidRPr="00501E3A">
              <w:rPr>
                <w:noProof w:val="0"/>
              </w:rPr>
              <w:t>2- recNumber = 1  // rec 1</w:t>
            </w:r>
          </w:p>
          <w:p w:rsidR="007E5153" w:rsidRPr="003A24E5" w:rsidRDefault="00413533" w:rsidP="00C64ACE">
            <w:pPr>
              <w:pStyle w:val="PL"/>
              <w:rPr>
                <w:noProof w:val="0"/>
                <w:szCs w:val="16"/>
              </w:rPr>
            </w:pPr>
            <w:r w:rsidRPr="003A24E5">
              <w:rPr>
                <w:rFonts w:cs="Courier New"/>
                <w:noProof w:val="0"/>
                <w:szCs w:val="16"/>
              </w:rPr>
              <w:t>mode = REC_ACC_MODE_ABSOLUTE</w:t>
            </w:r>
          </w:p>
          <w:p w:rsidR="007E5153" w:rsidRPr="003A24E5" w:rsidRDefault="00413533" w:rsidP="00C64ACE">
            <w:pPr>
              <w:pStyle w:val="PL"/>
              <w:rPr>
                <w:noProof w:val="0"/>
                <w:szCs w:val="16"/>
              </w:rPr>
            </w:pPr>
            <w:r w:rsidRPr="003A24E5">
              <w:rPr>
                <w:rFonts w:cs="Courier New"/>
                <w:noProof w:val="0"/>
                <w:szCs w:val="16"/>
              </w:rPr>
              <w:t>dataOffset = 0</w:t>
            </w:r>
          </w:p>
          <w:p w:rsidR="007E5153" w:rsidRPr="00501E3A" w:rsidRDefault="007E5153">
            <w:pPr>
              <w:pStyle w:val="PL"/>
              <w:rPr>
                <w:noProof w:val="0"/>
              </w:rPr>
            </w:pPr>
            <w:r w:rsidRPr="00501E3A">
              <w:rPr>
                <w:noProof w:val="0"/>
              </w:rPr>
              <w:t>dataLength = 4</w:t>
            </w:r>
          </w:p>
          <w:p w:rsidR="007E5153" w:rsidRPr="00501E3A" w:rsidRDefault="007E5153">
            <w:pPr>
              <w:pStyle w:val="PL"/>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Shall throw uicc.access.UICC Exception with reason code OUT_OF_RECORD_BOUNDARIES.</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 xml:space="preserve">recOffset + dataLength &gt; record.length </w:t>
            </w:r>
          </w:p>
          <w:p w:rsidR="007E5153" w:rsidRPr="00501E3A" w:rsidRDefault="007E5153">
            <w:pPr>
              <w:pStyle w:val="PL"/>
              <w:rPr>
                <w:noProof w:val="0"/>
              </w:rPr>
            </w:pPr>
            <w:r w:rsidRPr="00501E3A">
              <w:rPr>
                <w:noProof w:val="0"/>
              </w:rPr>
              <w:t>1- select EF</w:t>
            </w:r>
            <w:r w:rsidRPr="00501E3A">
              <w:rPr>
                <w:noProof w:val="0"/>
                <w:vertAlign w:val="subscript"/>
              </w:rPr>
              <w:t>LARU</w:t>
            </w:r>
            <w:r w:rsidRPr="00501E3A">
              <w:rPr>
                <w:noProof w:val="0"/>
              </w:rPr>
              <w:t>, fid = 6F0C</w:t>
            </w:r>
          </w:p>
          <w:p w:rsidR="007E5153" w:rsidRPr="003A24E5" w:rsidRDefault="00413533" w:rsidP="00C64ACE">
            <w:pPr>
              <w:pStyle w:val="PL"/>
              <w:rPr>
                <w:noProof w:val="0"/>
                <w:szCs w:val="16"/>
              </w:rPr>
            </w:pPr>
            <w:r w:rsidRPr="003A24E5">
              <w:rPr>
                <w:rFonts w:cs="Courier New"/>
                <w:noProof w:val="0"/>
                <w:szCs w:val="16"/>
              </w:rPr>
              <w:t>2- recNumber = 1</w:t>
            </w:r>
          </w:p>
          <w:p w:rsidR="007E5153" w:rsidRPr="003A24E5" w:rsidRDefault="00413533" w:rsidP="00C64ACE">
            <w:pPr>
              <w:pStyle w:val="PL"/>
              <w:rPr>
                <w:noProof w:val="0"/>
                <w:szCs w:val="16"/>
              </w:rPr>
            </w:pPr>
            <w:r w:rsidRPr="003A24E5">
              <w:rPr>
                <w:rFonts w:cs="Courier New"/>
                <w:noProof w:val="0"/>
                <w:szCs w:val="16"/>
              </w:rPr>
              <w:t>mode = REC_ACC_MODE_ABSOLUTE</w:t>
            </w:r>
          </w:p>
          <w:p w:rsidR="007E5153" w:rsidRPr="00501E3A" w:rsidRDefault="007E5153">
            <w:pPr>
              <w:pStyle w:val="PL"/>
              <w:keepNext/>
              <w:keepLines/>
              <w:rPr>
                <w:noProof w:val="0"/>
              </w:rPr>
            </w:pPr>
            <w:r w:rsidRPr="00501E3A">
              <w:rPr>
                <w:noProof w:val="0"/>
              </w:rPr>
              <w:t>recOffset = 2</w:t>
            </w:r>
          </w:p>
          <w:p w:rsidR="007E5153" w:rsidRPr="00501E3A" w:rsidRDefault="007E5153">
            <w:pPr>
              <w:pStyle w:val="PL"/>
              <w:keepNext/>
              <w:keepLines/>
              <w:rPr>
                <w:noProof w:val="0"/>
              </w:rPr>
            </w:pPr>
            <w:r w:rsidRPr="00501E3A">
              <w:rPr>
                <w:noProof w:val="0"/>
              </w:rPr>
              <w:t>dataOffset = 0</w:t>
            </w:r>
          </w:p>
          <w:p w:rsidR="007E5153" w:rsidRPr="00501E3A" w:rsidRDefault="007E5153">
            <w:pPr>
              <w:pStyle w:val="PL"/>
              <w:keepNext/>
              <w:keepLines/>
              <w:rPr>
                <w:noProof w:val="0"/>
              </w:rPr>
            </w:pPr>
            <w:r w:rsidRPr="00501E3A">
              <w:rPr>
                <w:noProof w:val="0"/>
              </w:rPr>
              <w:t>dataLength = 4</w:t>
            </w:r>
          </w:p>
          <w:p w:rsidR="007E5153" w:rsidRPr="00501E3A" w:rsidRDefault="007E5153">
            <w:pPr>
              <w:pStyle w:val="PL"/>
              <w:keepNext/>
              <w:keepLines/>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p>
          <w:p w:rsidR="007E5153" w:rsidRPr="00501E3A" w:rsidRDefault="007E5153">
            <w:pPr>
              <w:pStyle w:val="TAL"/>
            </w:pPr>
            <w:r w:rsidRPr="00501E3A">
              <w:t>2- Shall throw uicc.access.UICC Exception with reason code OUT_OF_RECORD_BOUNDARIES.</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15</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 xml:space="preserve">Updating with invalid mode </w:t>
            </w:r>
          </w:p>
          <w:p w:rsidR="007E5153" w:rsidRPr="00501E3A" w:rsidRDefault="007E5153">
            <w:pPr>
              <w:pStyle w:val="PL"/>
              <w:rPr>
                <w:noProof w:val="0"/>
              </w:rPr>
            </w:pPr>
            <w:r w:rsidRPr="00501E3A">
              <w:rPr>
                <w:noProof w:val="0"/>
              </w:rPr>
              <w:t>1- select EF</w:t>
            </w:r>
            <w:r w:rsidRPr="00501E3A">
              <w:rPr>
                <w:noProof w:val="0"/>
                <w:vertAlign w:val="subscript"/>
              </w:rPr>
              <w:t>LARU</w:t>
            </w:r>
            <w:r w:rsidRPr="00501E3A">
              <w:rPr>
                <w:noProof w:val="0"/>
              </w:rPr>
              <w:t>, fid = 6F0C</w:t>
            </w:r>
          </w:p>
          <w:p w:rsidR="007E5153" w:rsidRPr="00501E3A" w:rsidRDefault="007E5153">
            <w:pPr>
              <w:pStyle w:val="PL"/>
              <w:rPr>
                <w:noProof w:val="0"/>
              </w:rPr>
            </w:pPr>
            <w:r w:rsidRPr="00501E3A">
              <w:rPr>
                <w:noProof w:val="0"/>
              </w:rPr>
              <w:t>2- recNumber = 0</w:t>
            </w:r>
          </w:p>
          <w:p w:rsidR="007E5153" w:rsidRPr="00501E3A" w:rsidRDefault="007E5153">
            <w:pPr>
              <w:pStyle w:val="PL"/>
              <w:rPr>
                <w:noProof w:val="0"/>
              </w:rPr>
            </w:pPr>
            <w:r w:rsidRPr="00501E3A">
              <w:rPr>
                <w:noProof w:val="0"/>
              </w:rPr>
              <w:t>mode = 1</w:t>
            </w:r>
          </w:p>
          <w:p w:rsidR="007E5153" w:rsidRPr="00501E3A" w:rsidRDefault="007E5153">
            <w:pPr>
              <w:pStyle w:val="PL"/>
              <w:rPr>
                <w:noProof w:val="0"/>
              </w:rPr>
            </w:pPr>
            <w:r w:rsidRPr="00501E3A">
              <w:rPr>
                <w:noProof w:val="0"/>
              </w:rPr>
              <w:t>recOffset = 0</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4</w:t>
            </w:r>
          </w:p>
          <w:p w:rsidR="007E5153" w:rsidRPr="00501E3A" w:rsidRDefault="007E5153">
            <w:pPr>
              <w:pStyle w:val="PL"/>
              <w:rPr>
                <w:noProof w:val="0"/>
              </w:rPr>
            </w:pPr>
            <w:r w:rsidRPr="00501E3A">
              <w:rPr>
                <w:noProof w:val="0"/>
              </w:rPr>
              <w:t>updateRecord()</w:t>
            </w:r>
          </w:p>
          <w:p w:rsidR="007E5153" w:rsidRPr="00501E3A" w:rsidRDefault="007E5153">
            <w:pPr>
              <w:pStyle w:val="PL"/>
              <w:rPr>
                <w:noProof w:val="0"/>
              </w:rPr>
            </w:pPr>
            <w:r w:rsidRPr="00501E3A">
              <w:rPr>
                <w:noProof w:val="0"/>
              </w:rPr>
              <w:t>3- mode = 5</w:t>
            </w:r>
          </w:p>
          <w:p w:rsidR="007E5153" w:rsidRPr="00501E3A" w:rsidRDefault="007E5153">
            <w:pPr>
              <w:pStyle w:val="PL"/>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 No exception shall be thrown.</w:t>
            </w:r>
          </w:p>
          <w:p w:rsidR="007E5153" w:rsidRPr="00501E3A" w:rsidRDefault="007E5153">
            <w:pPr>
              <w:pStyle w:val="TAL"/>
            </w:pPr>
            <w:r w:rsidRPr="00501E3A">
              <w:t>2 - Shall throw uicc.access.UICC Exception with reason code INVALID_MODE.</w:t>
            </w: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 Shall throw uicc.access. UICC Exception with reason code INVALID_MODE.</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lastRenderedPageBreak/>
              <w:t>16</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Updating Cyclic EF with invalid mode</w:t>
            </w:r>
          </w:p>
          <w:p w:rsidR="007E5153" w:rsidRPr="00501E3A" w:rsidRDefault="007E5153" w:rsidP="00C418B9">
            <w:pPr>
              <w:pStyle w:val="PL"/>
              <w:keepNext/>
              <w:keepLines/>
              <w:rPr>
                <w:noProof w:val="0"/>
              </w:rPr>
            </w:pPr>
          </w:p>
          <w:p w:rsidR="007E5153" w:rsidRPr="00501E3A" w:rsidRDefault="007E5153" w:rsidP="00C418B9">
            <w:pPr>
              <w:pStyle w:val="PL"/>
              <w:keepNext/>
              <w:keepLines/>
              <w:rPr>
                <w:noProof w:val="0"/>
              </w:rPr>
            </w:pPr>
            <w:r w:rsidRPr="00501E3A">
              <w:rPr>
                <w:noProof w:val="0"/>
              </w:rPr>
              <w:t>1- select DF</w:t>
            </w:r>
            <w:r w:rsidRPr="00501E3A">
              <w:rPr>
                <w:noProof w:val="0"/>
                <w:vertAlign w:val="subscript"/>
              </w:rPr>
              <w:t>TEST</w:t>
            </w:r>
            <w:r w:rsidRPr="00501E3A">
              <w:rPr>
                <w:noProof w:val="0"/>
              </w:rPr>
              <w:t>, fid = 1111</w:t>
            </w:r>
          </w:p>
          <w:p w:rsidR="007E5153" w:rsidRPr="00501E3A" w:rsidRDefault="007E5153" w:rsidP="00C418B9">
            <w:pPr>
              <w:pStyle w:val="PL"/>
              <w:keepNext/>
              <w:keepLines/>
              <w:rPr>
                <w:noProof w:val="0"/>
              </w:rPr>
            </w:pPr>
            <w:r w:rsidRPr="00501E3A">
              <w:rPr>
                <w:noProof w:val="0"/>
              </w:rPr>
              <w:t>2- select EF</w:t>
            </w:r>
            <w:r w:rsidRPr="00501E3A">
              <w:rPr>
                <w:noProof w:val="0"/>
                <w:vertAlign w:val="subscript"/>
              </w:rPr>
              <w:t>CARU</w:t>
            </w:r>
            <w:r w:rsidRPr="00501E3A">
              <w:rPr>
                <w:noProof w:val="0"/>
              </w:rPr>
              <w:t>, fid = 6F09</w:t>
            </w:r>
          </w:p>
          <w:p w:rsidR="007E5153" w:rsidRPr="00501E3A" w:rsidRDefault="007E5153" w:rsidP="00C418B9">
            <w:pPr>
              <w:pStyle w:val="PL"/>
              <w:keepNext/>
              <w:keepLines/>
              <w:rPr>
                <w:noProof w:val="0"/>
              </w:rPr>
            </w:pPr>
            <w:r w:rsidRPr="00501E3A">
              <w:rPr>
                <w:noProof w:val="0"/>
              </w:rPr>
              <w:t>set record pointer to record nr 1</w:t>
            </w:r>
          </w:p>
          <w:p w:rsidR="007E5153" w:rsidRPr="003A24E5" w:rsidRDefault="00413533" w:rsidP="00C64ACE">
            <w:pPr>
              <w:pStyle w:val="PL"/>
              <w:keepNext/>
              <w:keepLines/>
              <w:rPr>
                <w:noProof w:val="0"/>
                <w:szCs w:val="16"/>
              </w:rPr>
            </w:pPr>
            <w:r w:rsidRPr="003A24E5">
              <w:rPr>
                <w:rFonts w:cs="Courier New"/>
                <w:noProof w:val="0"/>
                <w:szCs w:val="16"/>
              </w:rPr>
              <w:t>3- recNumber = 0</w:t>
            </w:r>
          </w:p>
          <w:p w:rsidR="007E5153" w:rsidRPr="003A24E5" w:rsidRDefault="00413533" w:rsidP="00C64ACE">
            <w:pPr>
              <w:pStyle w:val="PL"/>
              <w:keepNext/>
              <w:keepLines/>
              <w:rPr>
                <w:noProof w:val="0"/>
                <w:szCs w:val="16"/>
              </w:rPr>
            </w:pPr>
            <w:r w:rsidRPr="003A24E5">
              <w:rPr>
                <w:rFonts w:cs="Courier New"/>
                <w:noProof w:val="0"/>
                <w:szCs w:val="16"/>
              </w:rPr>
              <w:t>mode = REC_ACC_MODE_NEXT</w:t>
            </w:r>
          </w:p>
          <w:p w:rsidR="007E5153" w:rsidRPr="00501E3A" w:rsidRDefault="007E5153" w:rsidP="00C418B9">
            <w:pPr>
              <w:pStyle w:val="PL"/>
              <w:keepNext/>
              <w:keepLines/>
              <w:rPr>
                <w:noProof w:val="0"/>
              </w:rPr>
            </w:pPr>
            <w:r w:rsidRPr="00501E3A">
              <w:rPr>
                <w:noProof w:val="0"/>
              </w:rPr>
              <w:t>recOffset = 0</w:t>
            </w:r>
          </w:p>
          <w:p w:rsidR="007E5153" w:rsidRPr="00501E3A" w:rsidRDefault="007E5153" w:rsidP="00C418B9">
            <w:pPr>
              <w:pStyle w:val="PL"/>
              <w:keepNext/>
              <w:keepLines/>
              <w:rPr>
                <w:noProof w:val="0"/>
              </w:rPr>
            </w:pPr>
            <w:r w:rsidRPr="00501E3A">
              <w:rPr>
                <w:noProof w:val="0"/>
              </w:rPr>
              <w:t>data[0:2] = '00'</w:t>
            </w:r>
          </w:p>
          <w:p w:rsidR="007E5153" w:rsidRPr="00501E3A" w:rsidRDefault="007E5153" w:rsidP="00C418B9">
            <w:pPr>
              <w:pStyle w:val="PL"/>
              <w:keepNext/>
              <w:keepLines/>
              <w:rPr>
                <w:noProof w:val="0"/>
              </w:rPr>
            </w:pPr>
            <w:r w:rsidRPr="00501E3A">
              <w:rPr>
                <w:noProof w:val="0"/>
              </w:rPr>
              <w:t>dataOffset = 0</w:t>
            </w:r>
          </w:p>
          <w:p w:rsidR="007E5153" w:rsidRPr="00501E3A" w:rsidRDefault="007E5153" w:rsidP="00C418B9">
            <w:pPr>
              <w:pStyle w:val="PL"/>
              <w:keepNext/>
              <w:keepLines/>
              <w:rPr>
                <w:noProof w:val="0"/>
              </w:rPr>
            </w:pPr>
            <w:r w:rsidRPr="00501E3A">
              <w:rPr>
                <w:noProof w:val="0"/>
              </w:rPr>
              <w:t>dataLength = 3</w:t>
            </w:r>
          </w:p>
          <w:p w:rsidR="007E5153" w:rsidRPr="00501E3A" w:rsidRDefault="007E5153" w:rsidP="00C418B9">
            <w:pPr>
              <w:pStyle w:val="PL"/>
              <w:keepNext/>
              <w:keepLines/>
              <w:rPr>
                <w:noProof w:val="0"/>
              </w:rPr>
            </w:pPr>
            <w:r w:rsidRPr="00501E3A">
              <w:rPr>
                <w:noProof w:val="0"/>
              </w:rPr>
              <w:t>updateRecord()</w:t>
            </w:r>
          </w:p>
          <w:p w:rsidR="007E5153" w:rsidRPr="00501E3A" w:rsidRDefault="007E5153" w:rsidP="00C418B9">
            <w:pPr>
              <w:pStyle w:val="PL"/>
              <w:keepNext/>
              <w:keepLines/>
              <w:rPr>
                <w:noProof w:val="0"/>
              </w:rPr>
            </w:pPr>
            <w:r w:rsidRPr="00501E3A">
              <w:rPr>
                <w:noProof w:val="0"/>
              </w:rPr>
              <w:t>4- recNumber = 0</w:t>
            </w:r>
          </w:p>
          <w:p w:rsidR="007E5153" w:rsidRPr="00501E3A" w:rsidRDefault="007E5153" w:rsidP="00C418B9">
            <w:pPr>
              <w:pStyle w:val="PL"/>
              <w:keepNext/>
              <w:keepLines/>
              <w:rPr>
                <w:noProof w:val="0"/>
              </w:rPr>
            </w:pPr>
            <w:r w:rsidRPr="00501E3A">
              <w:rPr>
                <w:noProof w:val="0"/>
              </w:rPr>
              <w:t>mode = REC_ACC_MODE_CURRENT</w:t>
            </w:r>
          </w:p>
          <w:p w:rsidR="007E5153" w:rsidRPr="00501E3A" w:rsidRDefault="007E5153" w:rsidP="00C418B9">
            <w:pPr>
              <w:pStyle w:val="PL"/>
              <w:keepNext/>
              <w:keepLines/>
              <w:rPr>
                <w:noProof w:val="0"/>
              </w:rPr>
            </w:pPr>
            <w:r w:rsidRPr="00501E3A">
              <w:rPr>
                <w:noProof w:val="0"/>
              </w:rPr>
              <w:t>updateRecord()</w:t>
            </w:r>
          </w:p>
          <w:p w:rsidR="007E5153" w:rsidRPr="00501E3A" w:rsidRDefault="007E5153" w:rsidP="00C418B9">
            <w:pPr>
              <w:pStyle w:val="PL"/>
              <w:keepNext/>
              <w:keepLines/>
              <w:rPr>
                <w:noProof w:val="0"/>
              </w:rPr>
            </w:pPr>
            <w:r w:rsidRPr="00501E3A">
              <w:rPr>
                <w:noProof w:val="0"/>
              </w:rPr>
              <w:t>5- recNumber = 2</w:t>
            </w:r>
          </w:p>
          <w:p w:rsidR="007E5153" w:rsidRPr="003A24E5" w:rsidRDefault="00413533" w:rsidP="00C64ACE">
            <w:pPr>
              <w:pStyle w:val="PL"/>
              <w:keepNext/>
              <w:keepLines/>
              <w:rPr>
                <w:noProof w:val="0"/>
                <w:szCs w:val="16"/>
              </w:rPr>
            </w:pPr>
            <w:r w:rsidRPr="003A24E5">
              <w:rPr>
                <w:rFonts w:cs="Courier New"/>
                <w:noProof w:val="0"/>
                <w:szCs w:val="16"/>
              </w:rPr>
              <w:t>mode = REC_ACC_MODE_ABSOLUTE</w:t>
            </w:r>
          </w:p>
          <w:p w:rsidR="007E5153" w:rsidRPr="003A24E5" w:rsidRDefault="00413533" w:rsidP="00C64ACE">
            <w:pPr>
              <w:pStyle w:val="PL"/>
              <w:keepNext/>
              <w:keepLines/>
              <w:rPr>
                <w:noProof w:val="0"/>
                <w:szCs w:val="16"/>
              </w:rPr>
            </w:pPr>
            <w:r w:rsidRPr="003A24E5">
              <w:rPr>
                <w:rFonts w:cs="Courier New"/>
                <w:noProof w:val="0"/>
                <w:szCs w:val="16"/>
              </w:rPr>
              <w:t>updateRecord()</w:t>
            </w:r>
          </w:p>
          <w:p w:rsidR="007E5153" w:rsidRPr="00501E3A" w:rsidRDefault="007E5153" w:rsidP="00C418B9">
            <w:pPr>
              <w:pStyle w:val="PL"/>
              <w:keepNext/>
              <w:keepLines/>
              <w:rPr>
                <w:noProof w:val="0"/>
                <w:szCs w:val="16"/>
              </w:rPr>
            </w:pPr>
            <w:r w:rsidRPr="00501E3A">
              <w:rPr>
                <w:noProof w:val="0"/>
                <w:szCs w:val="16"/>
              </w:rPr>
              <w:t>6- recNumber = 0</w:t>
            </w:r>
          </w:p>
          <w:p w:rsidR="007E5153" w:rsidRPr="00501E3A" w:rsidRDefault="007E5153" w:rsidP="00C418B9">
            <w:pPr>
              <w:pStyle w:val="PL"/>
              <w:keepNext/>
              <w:keepLines/>
              <w:rPr>
                <w:noProof w:val="0"/>
              </w:rPr>
            </w:pPr>
            <w:r w:rsidRPr="00501E3A">
              <w:rPr>
                <w:noProof w:val="0"/>
              </w:rPr>
              <w:t>mode = 5</w:t>
            </w:r>
          </w:p>
          <w:p w:rsidR="007E5153" w:rsidRPr="00501E3A" w:rsidRDefault="007E5153" w:rsidP="00C418B9">
            <w:pPr>
              <w:pStyle w:val="PL"/>
              <w:keepNext/>
              <w:keepLines/>
              <w:rPr>
                <w:noProof w:val="0"/>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p w:rsidR="007E5153" w:rsidRPr="00501E3A" w:rsidRDefault="007E5153" w:rsidP="00C418B9">
            <w:pPr>
              <w:pStyle w:val="TAL"/>
            </w:pPr>
          </w:p>
          <w:p w:rsidR="007E5153" w:rsidRPr="00501E3A" w:rsidRDefault="007E5153" w:rsidP="00C418B9">
            <w:pPr>
              <w:pStyle w:val="TAL"/>
            </w:pPr>
            <w:r w:rsidRPr="00501E3A">
              <w:t>1 - No exception shall be thrown.</w:t>
            </w:r>
          </w:p>
          <w:p w:rsidR="007E5153" w:rsidRPr="00501E3A" w:rsidRDefault="007E5153" w:rsidP="00C418B9">
            <w:pPr>
              <w:pStyle w:val="TAL"/>
            </w:pPr>
            <w:r w:rsidRPr="00501E3A">
              <w:t>2 - No exception shall be thrown.</w:t>
            </w:r>
          </w:p>
          <w:p w:rsidR="007E5153" w:rsidRPr="00501E3A" w:rsidRDefault="007E5153" w:rsidP="00C418B9">
            <w:pPr>
              <w:pStyle w:val="TAL"/>
            </w:pPr>
            <w:r w:rsidRPr="00501E3A">
              <w:t>3 - Shall throw uicc.access. UICC Exception with reason code INVALID_MODE or COMMAND_INCOMPATIBLE.</w:t>
            </w:r>
          </w:p>
          <w:p w:rsidR="007E5153" w:rsidRPr="00501E3A" w:rsidRDefault="007E5153" w:rsidP="00C418B9">
            <w:pPr>
              <w:pStyle w:val="TAL"/>
            </w:pPr>
          </w:p>
          <w:p w:rsidR="007E5153" w:rsidRPr="00501E3A" w:rsidRDefault="007E5153" w:rsidP="00C418B9">
            <w:pPr>
              <w:pStyle w:val="TAL"/>
            </w:pPr>
            <w:r w:rsidRPr="00501E3A">
              <w:t>4 - Shall throw uicc.access.UICC Exception with reason code INVALID_MODE or COMMAND_INCOMPATIBLE.</w:t>
            </w:r>
          </w:p>
          <w:p w:rsidR="007E5153" w:rsidRPr="00501E3A" w:rsidRDefault="007E5153" w:rsidP="00C418B9">
            <w:pPr>
              <w:pStyle w:val="TAL"/>
            </w:pPr>
            <w:r w:rsidRPr="00501E3A">
              <w:t>5 - Shall throw uicc.access. UICC Exception with reason code INVALID_MODE or COMMAND_INCOMPATIBLE.</w:t>
            </w:r>
          </w:p>
          <w:p w:rsidR="007E5153" w:rsidRPr="00501E3A" w:rsidRDefault="007E5153" w:rsidP="00C418B9">
            <w:pPr>
              <w:pStyle w:val="TAL"/>
            </w:pPr>
            <w:r w:rsidRPr="00501E3A">
              <w:t>6 - Shall throw uicc.access. UICC Exception with reason code INVALID_MODE or COMMAND_INCOMPATIBLE.</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17</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data[] is null</w:t>
            </w:r>
          </w:p>
          <w:p w:rsidR="007E5153" w:rsidRPr="00501E3A" w:rsidRDefault="007E5153">
            <w:pPr>
              <w:pStyle w:val="PL"/>
              <w:rPr>
                <w:noProof w:val="0"/>
              </w:rPr>
            </w:pPr>
            <w:r w:rsidRPr="00501E3A">
              <w:rPr>
                <w:noProof w:val="0"/>
              </w:rPr>
              <w:t>data[] = null</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10</w:t>
            </w:r>
          </w:p>
          <w:p w:rsidR="007E5153" w:rsidRPr="00501E3A" w:rsidRDefault="007E5153">
            <w:pPr>
              <w:pStyle w:val="PL"/>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Shall throw java.lang.NullPointerException.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18</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dataOffset &lt; 0</w:t>
            </w:r>
          </w:p>
          <w:p w:rsidR="007E5153" w:rsidRPr="00501E3A" w:rsidRDefault="007E5153">
            <w:pPr>
              <w:pStyle w:val="PL"/>
              <w:rPr>
                <w:noProof w:val="0"/>
              </w:rPr>
            </w:pPr>
            <w:r w:rsidRPr="00501E3A">
              <w:rPr>
                <w:noProof w:val="0"/>
              </w:rPr>
              <w:t>dataOffset = -1</w:t>
            </w:r>
          </w:p>
          <w:p w:rsidR="007E5153" w:rsidRPr="00501E3A" w:rsidRDefault="007E5153">
            <w:pPr>
              <w:pStyle w:val="PL"/>
              <w:rPr>
                <w:noProof w:val="0"/>
              </w:rPr>
            </w:pPr>
            <w:r w:rsidRPr="00501E3A">
              <w:rPr>
                <w:noProof w:val="0"/>
              </w:rPr>
              <w:t>dataLength = 10</w:t>
            </w:r>
          </w:p>
          <w:p w:rsidR="007E5153" w:rsidRPr="00501E3A" w:rsidRDefault="007E5153">
            <w:pPr>
              <w:pStyle w:val="PL"/>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19</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dataLength &lt; 0</w:t>
            </w:r>
          </w:p>
          <w:p w:rsidR="007E5153" w:rsidRPr="00501E3A" w:rsidRDefault="007E5153">
            <w:pPr>
              <w:pStyle w:val="PL"/>
              <w:rPr>
                <w:noProof w:val="0"/>
              </w:rPr>
            </w:pPr>
            <w:r w:rsidRPr="00501E3A">
              <w:rPr>
                <w:noProof w:val="0"/>
              </w:rPr>
              <w:t>dataOffset = 0</w:t>
            </w:r>
          </w:p>
          <w:p w:rsidR="007E5153" w:rsidRPr="00501E3A" w:rsidRDefault="007E5153">
            <w:pPr>
              <w:pStyle w:val="PL"/>
              <w:rPr>
                <w:noProof w:val="0"/>
              </w:rPr>
            </w:pPr>
            <w:r w:rsidRPr="00501E3A">
              <w:rPr>
                <w:noProof w:val="0"/>
              </w:rPr>
              <w:t>dataLength = -1</w:t>
            </w:r>
          </w:p>
          <w:p w:rsidR="007E5153" w:rsidRPr="00501E3A" w:rsidRDefault="007E5153">
            <w:pPr>
              <w:pStyle w:val="PL"/>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20</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dataOffset + dataLength &gt; data.length</w:t>
            </w:r>
          </w:p>
          <w:p w:rsidR="007E5153" w:rsidRPr="00501E3A" w:rsidRDefault="007E5153">
            <w:pPr>
              <w:pStyle w:val="PL"/>
              <w:rPr>
                <w:noProof w:val="0"/>
              </w:rPr>
            </w:pPr>
            <w:r w:rsidRPr="00501E3A">
              <w:rPr>
                <w:noProof w:val="0"/>
              </w:rPr>
              <w:t>dataOffset = 10</w:t>
            </w:r>
          </w:p>
          <w:p w:rsidR="007E5153" w:rsidRPr="00501E3A" w:rsidRDefault="007E5153">
            <w:pPr>
              <w:pStyle w:val="PL"/>
              <w:rPr>
                <w:noProof w:val="0"/>
              </w:rPr>
            </w:pPr>
            <w:r w:rsidRPr="00501E3A">
              <w:rPr>
                <w:noProof w:val="0"/>
              </w:rPr>
              <w:t>dataLength = 11</w:t>
            </w:r>
          </w:p>
          <w:p w:rsidR="007E5153" w:rsidRPr="00501E3A" w:rsidRDefault="007E5153">
            <w:pPr>
              <w:pStyle w:val="PL"/>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 xml:space="preserve">Shall throw </w:t>
            </w:r>
          </w:p>
          <w:p w:rsidR="007E5153" w:rsidRPr="00501E3A" w:rsidRDefault="007E5153">
            <w:pPr>
              <w:pStyle w:val="TAL"/>
            </w:pPr>
            <w:r w:rsidRPr="00501E3A">
              <w:t>java.lang. ArrayIndexOutOfBoundsException.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21</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EF is neither Cyclic nor Linear Fixed</w:t>
            </w:r>
          </w:p>
          <w:p w:rsidR="007E5153" w:rsidRPr="00501E3A" w:rsidRDefault="007E5153">
            <w:pPr>
              <w:pStyle w:val="PL"/>
              <w:rPr>
                <w:noProof w:val="0"/>
              </w:rPr>
            </w:pPr>
            <w:r w:rsidRPr="00501E3A">
              <w:rPr>
                <w:noProof w:val="0"/>
              </w:rPr>
              <w:t>1- select DF</w:t>
            </w:r>
            <w:r w:rsidRPr="00501E3A">
              <w:rPr>
                <w:noProof w:val="0"/>
                <w:vertAlign w:val="subscript"/>
              </w:rPr>
              <w:t>TEST</w:t>
            </w:r>
            <w:r w:rsidRPr="00501E3A">
              <w:rPr>
                <w:noProof w:val="0"/>
              </w:rPr>
              <w:t>, fid = 1111</w:t>
            </w:r>
          </w:p>
          <w:p w:rsidR="007E5153" w:rsidRPr="00501E3A" w:rsidRDefault="007E5153">
            <w:pPr>
              <w:pStyle w:val="PL"/>
              <w:rPr>
                <w:noProof w:val="0"/>
              </w:rPr>
            </w:pPr>
            <w:r w:rsidRPr="00501E3A">
              <w:rPr>
                <w:noProof w:val="0"/>
              </w:rPr>
              <w:t>2- select EF</w:t>
            </w:r>
            <w:r w:rsidRPr="00501E3A">
              <w:rPr>
                <w:noProof w:val="0"/>
                <w:vertAlign w:val="subscript"/>
              </w:rPr>
              <w:t>TNR</w:t>
            </w:r>
            <w:r w:rsidRPr="00501E3A">
              <w:rPr>
                <w:noProof w:val="0"/>
              </w:rPr>
              <w:t>, fid = 6F01</w:t>
            </w:r>
          </w:p>
          <w:p w:rsidR="007E5153" w:rsidRPr="00501E3A" w:rsidRDefault="007E5153">
            <w:pPr>
              <w:pStyle w:val="PL"/>
              <w:rPr>
                <w:noProof w:val="0"/>
              </w:rPr>
            </w:pPr>
            <w:r w:rsidRPr="00501E3A">
              <w:rPr>
                <w:noProof w:val="0"/>
              </w:rPr>
              <w:t>3- dataOffset = 0</w:t>
            </w:r>
          </w:p>
          <w:p w:rsidR="007E5153" w:rsidRPr="00501E3A" w:rsidRDefault="007E5153">
            <w:pPr>
              <w:pStyle w:val="PL"/>
              <w:rPr>
                <w:noProof w:val="0"/>
              </w:rPr>
            </w:pPr>
            <w:r w:rsidRPr="00501E3A">
              <w:rPr>
                <w:noProof w:val="0"/>
              </w:rPr>
              <w:t>dataLength = 4</w:t>
            </w:r>
          </w:p>
          <w:p w:rsidR="007E5153" w:rsidRPr="00501E3A" w:rsidRDefault="007E5153">
            <w:pPr>
              <w:pStyle w:val="PL"/>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No exception shall be thrown.</w:t>
            </w:r>
          </w:p>
          <w:p w:rsidR="007E5153" w:rsidRPr="00501E3A" w:rsidRDefault="007E5153">
            <w:pPr>
              <w:pStyle w:val="TAL"/>
            </w:pPr>
            <w:r w:rsidRPr="00501E3A">
              <w:t>3- Shall throw uii.access.UICC Exception with reason code COMMAND_INCOMPATIBLE.</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22</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Access condition not fulfilled</w:t>
            </w:r>
          </w:p>
          <w:p w:rsidR="007E5153" w:rsidRPr="00501E3A" w:rsidRDefault="007E5153">
            <w:pPr>
              <w:pStyle w:val="PL"/>
              <w:keepNext/>
              <w:keepLines/>
              <w:rPr>
                <w:noProof w:val="0"/>
              </w:rPr>
            </w:pPr>
            <w:r w:rsidRPr="00501E3A">
              <w:rPr>
                <w:noProof w:val="0"/>
              </w:rPr>
              <w:t>1- select EF</w:t>
            </w:r>
            <w:r w:rsidRPr="00501E3A">
              <w:rPr>
                <w:noProof w:val="0"/>
                <w:vertAlign w:val="subscript"/>
              </w:rPr>
              <w:t>CNU</w:t>
            </w:r>
            <w:r w:rsidRPr="00501E3A">
              <w:rPr>
                <w:noProof w:val="0"/>
              </w:rPr>
              <w:t>, fid = 6F05</w:t>
            </w:r>
          </w:p>
          <w:p w:rsidR="007E5153" w:rsidRPr="00501E3A" w:rsidRDefault="007E5153">
            <w:pPr>
              <w:pStyle w:val="PL"/>
              <w:keepNext/>
              <w:keepLines/>
              <w:rPr>
                <w:noProof w:val="0"/>
              </w:rPr>
            </w:pPr>
            <w:r w:rsidRPr="00501E3A">
              <w:rPr>
                <w:noProof w:val="0"/>
              </w:rPr>
              <w:t>2- recOffset = 0</w:t>
            </w:r>
          </w:p>
          <w:p w:rsidR="007E5153" w:rsidRPr="00501E3A" w:rsidRDefault="007E5153">
            <w:pPr>
              <w:pStyle w:val="PL"/>
              <w:keepNext/>
              <w:keepLines/>
              <w:rPr>
                <w:noProof w:val="0"/>
              </w:rPr>
            </w:pPr>
            <w:r w:rsidRPr="00501E3A">
              <w:rPr>
                <w:noProof w:val="0"/>
              </w:rPr>
              <w:t>dataOffset = 0</w:t>
            </w:r>
          </w:p>
          <w:p w:rsidR="007E5153" w:rsidRPr="00501E3A" w:rsidRDefault="007E5153">
            <w:pPr>
              <w:pStyle w:val="PL"/>
              <w:keepNext/>
              <w:keepLines/>
              <w:rPr>
                <w:noProof w:val="0"/>
              </w:rPr>
            </w:pPr>
            <w:r w:rsidRPr="00501E3A">
              <w:rPr>
                <w:noProof w:val="0"/>
              </w:rPr>
              <w:t>dataLength = 1</w:t>
            </w:r>
          </w:p>
          <w:p w:rsidR="007E5153" w:rsidRPr="00501E3A" w:rsidRDefault="007E5153">
            <w:pPr>
              <w:pStyle w:val="PL"/>
              <w:keepNext/>
              <w:keepLines/>
              <w:rPr>
                <w:rStyle w:val="CODE"/>
                <w:noProof w:val="0"/>
              </w:rPr>
            </w:pPr>
            <w:r w:rsidRPr="00501E3A">
              <w:rPr>
                <w:noProof w:val="0"/>
              </w:rPr>
              <w:t>mode = REC_ACC_MODE_PREVIOUS</w:t>
            </w:r>
          </w:p>
          <w:p w:rsidR="007E5153" w:rsidRPr="00501E3A" w:rsidRDefault="007E5153">
            <w:pPr>
              <w:pStyle w:val="PL"/>
              <w:keepNext/>
              <w:keepLines/>
              <w:rPr>
                <w:noProof w:val="0"/>
              </w:rPr>
            </w:pPr>
            <w:r w:rsidRPr="00501E3A">
              <w:rPr>
                <w:noProof w:val="0"/>
              </w:rPr>
              <w:t>updateRecord()</w:t>
            </w:r>
          </w:p>
          <w:p w:rsidR="007E5153" w:rsidRPr="003A24E5" w:rsidRDefault="00413533" w:rsidP="00C64ACE">
            <w:pPr>
              <w:pStyle w:val="PL"/>
              <w:keepNext/>
              <w:keepLines/>
              <w:rPr>
                <w:noProof w:val="0"/>
                <w:szCs w:val="16"/>
              </w:rPr>
            </w:pPr>
            <w:r w:rsidRPr="003A24E5">
              <w:rPr>
                <w:rFonts w:cs="Courier New"/>
                <w:noProof w:val="0"/>
                <w:szCs w:val="16"/>
              </w:rPr>
              <w:t>3- fid = EFLNU</w:t>
            </w:r>
          </w:p>
          <w:p w:rsidR="007E5153" w:rsidRPr="003A24E5" w:rsidRDefault="00413533" w:rsidP="00C64ACE">
            <w:pPr>
              <w:pStyle w:val="PL"/>
              <w:keepNext/>
              <w:keepLines/>
              <w:rPr>
                <w:noProof w:val="0"/>
                <w:szCs w:val="16"/>
              </w:rPr>
            </w:pPr>
            <w:r w:rsidRPr="003A24E5">
              <w:rPr>
                <w:rFonts w:cs="Courier New"/>
                <w:noProof w:val="0"/>
                <w:szCs w:val="16"/>
              </w:rPr>
              <w:t>select()</w:t>
            </w:r>
          </w:p>
          <w:p w:rsidR="007E5153" w:rsidRPr="003A24E5" w:rsidRDefault="00413533" w:rsidP="00C64ACE">
            <w:pPr>
              <w:pStyle w:val="PL"/>
              <w:keepNext/>
              <w:keepLines/>
              <w:rPr>
                <w:noProof w:val="0"/>
                <w:szCs w:val="16"/>
              </w:rPr>
            </w:pPr>
            <w:r w:rsidRPr="003A24E5">
              <w:rPr>
                <w:rFonts w:cs="Courier New"/>
                <w:noProof w:val="0"/>
                <w:szCs w:val="16"/>
              </w:rPr>
              <w:t>4- recNumber = 1</w:t>
            </w:r>
          </w:p>
          <w:p w:rsidR="007E5153" w:rsidRPr="003A24E5" w:rsidRDefault="00413533" w:rsidP="00C64ACE">
            <w:pPr>
              <w:pStyle w:val="PL"/>
              <w:keepNext/>
              <w:keepLines/>
              <w:rPr>
                <w:noProof w:val="0"/>
                <w:szCs w:val="16"/>
              </w:rPr>
            </w:pPr>
            <w:r w:rsidRPr="003A24E5">
              <w:rPr>
                <w:rFonts w:cs="Courier New"/>
                <w:noProof w:val="0"/>
                <w:szCs w:val="16"/>
              </w:rPr>
              <w:t>mode = REC_ACC_MODE_ CURRENT</w:t>
            </w:r>
          </w:p>
          <w:p w:rsidR="007E5153" w:rsidRPr="00501E3A" w:rsidRDefault="007E5153">
            <w:pPr>
              <w:pStyle w:val="PL"/>
              <w:keepNext/>
              <w:keepLines/>
              <w:rPr>
                <w:noProof w:val="0"/>
              </w:rPr>
            </w:pPr>
            <w:r w:rsidRPr="00501E3A">
              <w:rPr>
                <w:noProof w:val="0"/>
              </w:rPr>
              <w:t>recOffset = 0</w:t>
            </w:r>
          </w:p>
          <w:p w:rsidR="007E5153" w:rsidRPr="00501E3A" w:rsidRDefault="007E5153">
            <w:pPr>
              <w:pStyle w:val="PL"/>
              <w:keepNext/>
              <w:keepLines/>
              <w:rPr>
                <w:noProof w:val="0"/>
              </w:rPr>
            </w:pPr>
            <w:r w:rsidRPr="00501E3A">
              <w:rPr>
                <w:noProof w:val="0"/>
              </w:rPr>
              <w:t>dataOffset = 0</w:t>
            </w:r>
          </w:p>
          <w:p w:rsidR="007E5153" w:rsidRPr="00501E3A" w:rsidRDefault="007E5153">
            <w:pPr>
              <w:pStyle w:val="PL"/>
              <w:keepNext/>
              <w:keepLines/>
              <w:rPr>
                <w:noProof w:val="0"/>
              </w:rPr>
            </w:pPr>
            <w:r w:rsidRPr="00501E3A">
              <w:rPr>
                <w:noProof w:val="0"/>
              </w:rPr>
              <w:t>dataLength = 1</w:t>
            </w:r>
          </w:p>
          <w:p w:rsidR="007E5153" w:rsidRPr="00501E3A" w:rsidRDefault="007E5153">
            <w:pPr>
              <w:pStyle w:val="PL"/>
              <w:keepNext/>
              <w:keepLines/>
              <w:rPr>
                <w:rFonts w:ascii="Arial" w:hAnsi="Arial" w:cs="Arial"/>
                <w:noProof w:val="0"/>
                <w:sz w:val="18"/>
                <w:szCs w:val="18"/>
              </w:rPr>
            </w:pPr>
            <w:r w:rsidRPr="00501E3A">
              <w:rPr>
                <w:noProof w:val="0"/>
              </w:rPr>
              <w:t>updateRecord()</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r w:rsidRPr="00501E3A">
              <w:t>2- Shall throw uicc.access.UICC Exception with reason code SECURITY_STATUS_NOT_SATISFIED.</w:t>
            </w: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No exception shall be thrown.</w:t>
            </w:r>
          </w:p>
          <w:p w:rsidR="007E5153" w:rsidRPr="00501E3A" w:rsidRDefault="007E5153">
            <w:pPr>
              <w:pStyle w:val="TAL"/>
            </w:pPr>
          </w:p>
          <w:p w:rsidR="007E5153" w:rsidRPr="00501E3A" w:rsidRDefault="007E5153">
            <w:pPr>
              <w:pStyle w:val="TAL"/>
            </w:pPr>
            <w:r w:rsidRPr="00501E3A">
              <w:t>4- Shall throw uicc.access.UICC Exception with reason code SECURITY_STATUS_NOT_SATISFIED</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C"/>
            </w:pPr>
            <w:r w:rsidRPr="00501E3A">
              <w:lastRenderedPageBreak/>
              <w:t>23</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EF is deactivated</w:t>
            </w:r>
          </w:p>
          <w:p w:rsidR="007E5153" w:rsidRPr="00501E3A" w:rsidRDefault="007E5153" w:rsidP="00C418B9">
            <w:pPr>
              <w:pStyle w:val="PL"/>
              <w:keepNext/>
              <w:keepLines/>
              <w:rPr>
                <w:noProof w:val="0"/>
              </w:rPr>
            </w:pPr>
            <w:r w:rsidRPr="00501E3A">
              <w:rPr>
                <w:noProof w:val="0"/>
              </w:rPr>
              <w:t>1- select EF</w:t>
            </w:r>
            <w:r w:rsidRPr="00501E3A">
              <w:rPr>
                <w:noProof w:val="0"/>
                <w:vertAlign w:val="subscript"/>
              </w:rPr>
              <w:t>CNR</w:t>
            </w:r>
            <w:r w:rsidRPr="00501E3A">
              <w:rPr>
                <w:noProof w:val="0"/>
              </w:rPr>
              <w:t>, fid = 6F04</w:t>
            </w:r>
          </w:p>
          <w:p w:rsidR="007E5153" w:rsidRPr="00501E3A" w:rsidRDefault="007E5153" w:rsidP="00C418B9">
            <w:pPr>
              <w:pStyle w:val="PL"/>
              <w:keepNext/>
              <w:keepLines/>
              <w:rPr>
                <w:noProof w:val="0"/>
              </w:rPr>
            </w:pPr>
            <w:r w:rsidRPr="00501E3A">
              <w:rPr>
                <w:noProof w:val="0"/>
              </w:rPr>
              <w:t>invalidate()</w:t>
            </w:r>
          </w:p>
          <w:p w:rsidR="007E5153" w:rsidRPr="00501E3A" w:rsidRDefault="007E5153" w:rsidP="00C418B9">
            <w:pPr>
              <w:pStyle w:val="PL"/>
              <w:keepNext/>
              <w:keepLines/>
              <w:rPr>
                <w:noProof w:val="0"/>
              </w:rPr>
            </w:pPr>
            <w:r w:rsidRPr="00501E3A">
              <w:rPr>
                <w:noProof w:val="0"/>
              </w:rPr>
              <w:t>2- updateRecord()</w:t>
            </w:r>
          </w:p>
          <w:p w:rsidR="007E5153" w:rsidRPr="00501E3A" w:rsidRDefault="007E5153" w:rsidP="00C418B9">
            <w:pPr>
              <w:pStyle w:val="PL"/>
              <w:keepNext/>
              <w:keepLines/>
              <w:rPr>
                <w:noProof w:val="0"/>
              </w:rPr>
            </w:pPr>
            <w:r w:rsidRPr="00501E3A">
              <w:rPr>
                <w:noProof w:val="0"/>
              </w:rPr>
              <w:t>3- activateFile()</w:t>
            </w:r>
          </w:p>
          <w:p w:rsidR="007E5153" w:rsidRPr="00501E3A" w:rsidRDefault="007E5153" w:rsidP="00BF4EDB">
            <w:pPr>
              <w:pStyle w:val="PL"/>
              <w:rPr>
                <w:noProof w:val="0"/>
                <w:vertAlign w:val="subscript"/>
              </w:rPr>
            </w:pPr>
            <w:r w:rsidRPr="00501E3A">
              <w:rPr>
                <w:noProof w:val="0"/>
              </w:rPr>
              <w:t>4- restore the file content EF</w:t>
            </w:r>
            <w:r w:rsidRPr="00501E3A">
              <w:rPr>
                <w:noProof w:val="0"/>
                <w:vertAlign w:val="subscript"/>
              </w:rPr>
              <w:t xml:space="preserve">LARU, </w:t>
            </w:r>
            <w:r w:rsidRPr="00501E3A">
              <w:rPr>
                <w:noProof w:val="0"/>
              </w:rPr>
              <w:t>EF</w:t>
            </w:r>
            <w:r w:rsidRPr="00501E3A">
              <w:rPr>
                <w:noProof w:val="0"/>
                <w:vertAlign w:val="subscript"/>
              </w:rPr>
              <w:t>CARU</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p w:rsidR="007E5153" w:rsidRPr="00501E3A" w:rsidRDefault="007E5153" w:rsidP="00C418B9">
            <w:pPr>
              <w:pStyle w:val="TAL"/>
            </w:pPr>
            <w:r w:rsidRPr="00501E3A">
              <w:t>1- No exception shall be thrown.</w:t>
            </w:r>
          </w:p>
          <w:p w:rsidR="007E5153" w:rsidRPr="00501E3A" w:rsidRDefault="007E5153" w:rsidP="00C418B9">
            <w:pPr>
              <w:pStyle w:val="TAL"/>
            </w:pPr>
            <w:r w:rsidRPr="00501E3A">
              <w:t>2- Shall throw uicc.access.UICCException with reason codeREF_DATA_INVALIDATED</w:t>
            </w:r>
          </w:p>
          <w:p w:rsidR="007E5153" w:rsidRPr="00501E3A" w:rsidRDefault="007E5153" w:rsidP="00C418B9">
            <w:pPr>
              <w:pStyle w:val="TAL"/>
            </w:pPr>
            <w:r w:rsidRPr="00501E3A">
              <w:t>3- No exception shall be thrown.</w:t>
            </w: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r>
      <w:tr w:rsidR="007E5153" w:rsidRPr="00501E3A" w:rsidTr="005121A0">
        <w:trPr>
          <w:jc w:val="center"/>
        </w:trPr>
        <w:tc>
          <w:tcPr>
            <w:tcW w:w="638" w:type="dxa"/>
            <w:tcBorders>
              <w:top w:val="single" w:sz="4" w:space="0" w:color="auto"/>
              <w:left w:val="single" w:sz="4" w:space="0" w:color="auto"/>
              <w:bottom w:val="single" w:sz="4" w:space="0" w:color="auto"/>
              <w:right w:val="single" w:sz="4" w:space="0" w:color="auto"/>
            </w:tcBorders>
          </w:tcPr>
          <w:p w:rsidR="007E5153" w:rsidRPr="00501E3A" w:rsidRDefault="00BF4EDB" w:rsidP="00C418B9">
            <w:pPr>
              <w:pStyle w:val="TAC"/>
            </w:pPr>
            <w:r w:rsidRPr="00501E3A">
              <w:t>24</w:t>
            </w:r>
          </w:p>
        </w:tc>
        <w:tc>
          <w:tcPr>
            <w:tcW w:w="3828"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H"/>
            </w:pPr>
            <w:r w:rsidRPr="00501E3A">
              <w:t>Restore the file content</w:t>
            </w:r>
          </w:p>
          <w:p w:rsidR="007E5153" w:rsidRPr="00501E3A" w:rsidRDefault="007E5153" w:rsidP="00C418B9">
            <w:pPr>
              <w:pStyle w:val="PL"/>
              <w:keepNext/>
              <w:keepLines/>
              <w:numPr>
                <w:ilvl w:val="0"/>
                <w:numId w:val="35"/>
              </w:numPr>
              <w:rPr>
                <w:noProof w:val="0"/>
              </w:rPr>
            </w:pPr>
            <w:r w:rsidRPr="00501E3A">
              <w:rPr>
                <w:noProof w:val="0"/>
              </w:rPr>
              <w:t>restore the file content of EF</w:t>
            </w:r>
            <w:r w:rsidRPr="00501E3A">
              <w:rPr>
                <w:noProof w:val="0"/>
                <w:vertAlign w:val="subscript"/>
              </w:rPr>
              <w:t>LARU</w:t>
            </w:r>
            <w:r w:rsidRPr="00501E3A">
              <w:rPr>
                <w:noProof w:val="0"/>
              </w:rPr>
              <w:t>:</w:t>
            </w:r>
          </w:p>
          <w:p w:rsidR="007E5153" w:rsidRPr="00501E3A" w:rsidRDefault="007E5153" w:rsidP="00C418B9">
            <w:pPr>
              <w:pStyle w:val="PL"/>
              <w:keepNext/>
              <w:keepLines/>
              <w:tabs>
                <w:tab w:val="clear" w:pos="384"/>
              </w:tabs>
              <w:rPr>
                <w:noProof w:val="0"/>
              </w:rPr>
            </w:pPr>
            <w:r w:rsidRPr="00501E3A">
              <w:rPr>
                <w:noProof w:val="0"/>
              </w:rPr>
              <w:t>record 1 = 0x55,0x55,0x55,0x55</w:t>
            </w:r>
          </w:p>
          <w:p w:rsidR="007E5153" w:rsidRPr="00501E3A" w:rsidRDefault="007E5153" w:rsidP="00C418B9">
            <w:pPr>
              <w:pStyle w:val="PL"/>
              <w:keepNext/>
              <w:keepLines/>
              <w:tabs>
                <w:tab w:val="clear" w:pos="384"/>
              </w:tabs>
              <w:rPr>
                <w:noProof w:val="0"/>
              </w:rPr>
            </w:pPr>
            <w:r w:rsidRPr="00501E3A">
              <w:rPr>
                <w:noProof w:val="0"/>
              </w:rPr>
              <w:t>record 2 = 0xAA,0xAA,0xAA,0xAA</w:t>
            </w:r>
          </w:p>
          <w:p w:rsidR="007E5153" w:rsidRPr="00501E3A" w:rsidRDefault="007E5153" w:rsidP="00C418B9">
            <w:pPr>
              <w:pStyle w:val="PL"/>
              <w:keepNext/>
              <w:keepLines/>
              <w:numPr>
                <w:ilvl w:val="0"/>
                <w:numId w:val="35"/>
              </w:numPr>
              <w:rPr>
                <w:noProof w:val="0"/>
              </w:rPr>
            </w:pPr>
            <w:r w:rsidRPr="00501E3A">
              <w:rPr>
                <w:noProof w:val="0"/>
              </w:rPr>
              <w:t>restore the file content of EF</w:t>
            </w:r>
            <w:r w:rsidRPr="00501E3A">
              <w:rPr>
                <w:noProof w:val="0"/>
                <w:vertAlign w:val="subscript"/>
              </w:rPr>
              <w:t>CARI</w:t>
            </w:r>
            <w:r w:rsidRPr="00501E3A">
              <w:rPr>
                <w:noProof w:val="0"/>
              </w:rPr>
              <w:t>:</w:t>
            </w:r>
          </w:p>
          <w:p w:rsidR="007E5153" w:rsidRPr="00501E3A" w:rsidRDefault="007E5153" w:rsidP="00C418B9">
            <w:pPr>
              <w:pStyle w:val="PL"/>
              <w:keepNext/>
              <w:keepLines/>
              <w:tabs>
                <w:tab w:val="clear" w:pos="384"/>
              </w:tabs>
              <w:rPr>
                <w:noProof w:val="0"/>
              </w:rPr>
            </w:pPr>
            <w:r w:rsidRPr="00501E3A">
              <w:rPr>
                <w:noProof w:val="0"/>
              </w:rPr>
              <w:t>record 1 = 0x55,0x55,0x55,0x55</w:t>
            </w:r>
          </w:p>
          <w:p w:rsidR="007E5153" w:rsidRPr="00501E3A" w:rsidRDefault="007E5153" w:rsidP="00C418B9">
            <w:pPr>
              <w:pStyle w:val="PL"/>
              <w:keepNext/>
              <w:keepLines/>
              <w:tabs>
                <w:tab w:val="clear" w:pos="384"/>
              </w:tabs>
              <w:rPr>
                <w:noProof w:val="0"/>
              </w:rPr>
            </w:pPr>
            <w:r w:rsidRPr="00501E3A">
              <w:rPr>
                <w:noProof w:val="0"/>
              </w:rPr>
              <w:t>record 2 = 0xAA,0xAA,0xAA,0xAA</w:t>
            </w:r>
          </w:p>
        </w:tc>
        <w:tc>
          <w:tcPr>
            <w:tcW w:w="3260"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c>
          <w:tcPr>
            <w:tcW w:w="2055" w:type="dxa"/>
            <w:tcBorders>
              <w:top w:val="single" w:sz="4" w:space="0" w:color="auto"/>
              <w:left w:val="single" w:sz="4" w:space="0" w:color="auto"/>
              <w:bottom w:val="single" w:sz="4" w:space="0" w:color="auto"/>
              <w:right w:val="single" w:sz="4" w:space="0" w:color="auto"/>
            </w:tcBorders>
          </w:tcPr>
          <w:p w:rsidR="007E5153" w:rsidRPr="00501E3A" w:rsidRDefault="007E5153" w:rsidP="00C418B9">
            <w:pPr>
              <w:pStyle w:val="TAL"/>
            </w:pPr>
          </w:p>
        </w:tc>
      </w:tr>
    </w:tbl>
    <w:p w:rsidR="007E5153" w:rsidRPr="00501E3A" w:rsidRDefault="007E5153" w:rsidP="00C418B9"/>
    <w:p w:rsidR="007E5153" w:rsidRPr="00501E3A" w:rsidRDefault="007E5153">
      <w:pPr>
        <w:pStyle w:val="Heading3"/>
      </w:pPr>
      <w:r w:rsidRPr="00501E3A">
        <w:t>5.1.2</w:t>
      </w:r>
      <w:r w:rsidRPr="00501E3A">
        <w:tab/>
        <w:t>Interface UICCConstants</w:t>
      </w:r>
    </w:p>
    <w:p w:rsidR="007E5153" w:rsidRPr="00501E3A" w:rsidRDefault="007E5153">
      <w:r w:rsidRPr="00501E3A">
        <w:t xml:space="preserve">This interface hold all the constants defined in </w:t>
      </w:r>
      <w:r w:rsidR="00C64ACE" w:rsidRPr="00501E3A">
        <w:t xml:space="preserve">ETSI </w:t>
      </w:r>
      <w:r w:rsidR="00E34DFA" w:rsidRPr="00501E3A">
        <w:t xml:space="preserve">TS </w:t>
      </w:r>
      <w:r w:rsidRPr="00501E3A">
        <w:t>102 221</w:t>
      </w:r>
      <w:r w:rsidR="00E34DFA" w:rsidRPr="00501E3A">
        <w:t xml:space="preserve"> [</w:t>
      </w:r>
      <w:r w:rsidR="008E4E43" w:rsidRPr="00501E3A">
        <w:t>5</w:t>
      </w:r>
      <w:r w:rsidR="00E34DFA" w:rsidRPr="00501E3A">
        <w:t>]</w:t>
      </w:r>
      <w:r w:rsidRPr="00501E3A">
        <w:t>. No test of constants will be performed.</w:t>
      </w:r>
    </w:p>
    <w:p w:rsidR="007E5153" w:rsidRPr="00501E3A" w:rsidRDefault="007E5153">
      <w:pPr>
        <w:pStyle w:val="Heading3"/>
      </w:pPr>
      <w:r w:rsidRPr="00501E3A">
        <w:t>5.1.3</w:t>
      </w:r>
      <w:r w:rsidRPr="00501E3A">
        <w:tab/>
        <w:t>Interface UICCSystem</w:t>
      </w:r>
    </w:p>
    <w:p w:rsidR="007E5153" w:rsidRPr="00501E3A" w:rsidRDefault="007E5153">
      <w:pPr>
        <w:pStyle w:val="Heading4"/>
      </w:pPr>
      <w:r w:rsidRPr="00501E3A">
        <w:t>5.1.3.1</w:t>
      </w:r>
      <w:r w:rsidRPr="00501E3A">
        <w:tab/>
        <w:t>Method getTheUICCView</w:t>
      </w:r>
    </w:p>
    <w:p w:rsidR="007E5153" w:rsidRPr="00501E3A" w:rsidRDefault="007E5153">
      <w:r w:rsidRPr="00501E3A">
        <w:t>Test Area Reference: Api_1_Usy_Getfb</w:t>
      </w:r>
      <w:r w:rsidR="00E34DFA" w:rsidRPr="00501E3A">
        <w:t>.</w:t>
      </w:r>
    </w:p>
    <w:p w:rsidR="007E5153" w:rsidRPr="00501E3A" w:rsidRDefault="007E5153" w:rsidP="00E34DFA">
      <w:pPr>
        <w:pStyle w:val="Heading5"/>
      </w:pPr>
      <w:r w:rsidRPr="00501E3A">
        <w:t>5.1.3.1.1</w:t>
      </w:r>
      <w:r w:rsidRPr="00501E3A">
        <w:tab/>
        <w:t>Conformance requirement:</w:t>
      </w:r>
    </w:p>
    <w:p w:rsidR="007E5153" w:rsidRPr="00501E3A" w:rsidRDefault="007E5153">
      <w:r w:rsidRPr="00501E3A">
        <w:t>The method with following header shall compliant to its definition in the API.</w:t>
      </w:r>
    </w:p>
    <w:p w:rsidR="007E5153" w:rsidRPr="00501E3A" w:rsidRDefault="007E5153">
      <w:pPr>
        <w:pStyle w:val="PL"/>
        <w:rPr>
          <w:noProof w:val="0"/>
        </w:rPr>
      </w:pPr>
      <w:r w:rsidRPr="00501E3A">
        <w:rPr>
          <w:noProof w:val="0"/>
        </w:rPr>
        <w:t>public static FileView getTheUICCView(byte event)</w:t>
      </w:r>
    </w:p>
    <w:p w:rsidR="007E5153" w:rsidRPr="00501E3A" w:rsidRDefault="007E5153">
      <w:pPr>
        <w:pStyle w:val="PL"/>
        <w:rPr>
          <w:noProof w:val="0"/>
        </w:rPr>
      </w:pPr>
      <w:r w:rsidRPr="00501E3A">
        <w:rPr>
          <w:noProof w:val="0"/>
        </w:rPr>
        <w:tab/>
      </w:r>
      <w:r w:rsidRPr="00501E3A">
        <w:rPr>
          <w:noProof w:val="0"/>
        </w:rPr>
        <w:tab/>
      </w:r>
      <w:r w:rsidRPr="00501E3A">
        <w:rPr>
          <w:noProof w:val="0"/>
        </w:rPr>
        <w:tab/>
      </w:r>
      <w:r w:rsidRPr="00501E3A">
        <w:rPr>
          <w:noProof w:val="0"/>
        </w:rPr>
        <w:tab/>
        <w:t>throws javacard.framework.SystemException</w:t>
      </w:r>
    </w:p>
    <w:p w:rsidR="00E34DFA" w:rsidRPr="00501E3A" w:rsidRDefault="00E34DFA">
      <w:pPr>
        <w:pStyle w:val="PL"/>
        <w:rPr>
          <w:noProof w:val="0"/>
        </w:rPr>
      </w:pPr>
    </w:p>
    <w:p w:rsidR="007E5153" w:rsidRPr="00501E3A" w:rsidRDefault="007E5153">
      <w:pPr>
        <w:pStyle w:val="H6"/>
      </w:pPr>
      <w:r w:rsidRPr="00501E3A">
        <w:t>5.1.3.1.1.1</w:t>
      </w:r>
      <w:r w:rsidRPr="00501E3A">
        <w:tab/>
        <w:t>Normal execution</w:t>
      </w:r>
    </w:p>
    <w:p w:rsidR="007E5153" w:rsidRPr="00501E3A" w:rsidRDefault="007E5153" w:rsidP="00E34DFA">
      <w:pPr>
        <w:pStyle w:val="B1"/>
      </w:pPr>
      <w:r w:rsidRPr="00501E3A">
        <w:t>CRRN1: returns a reference to class which implements the FileView interface on the UICC file system.</w:t>
      </w:r>
    </w:p>
    <w:p w:rsidR="007E5153" w:rsidRPr="00501E3A" w:rsidRDefault="007E5153" w:rsidP="00E34DFA">
      <w:pPr>
        <w:pStyle w:val="B1"/>
      </w:pPr>
      <w:r w:rsidRPr="00501E3A">
        <w:t>CRRN2: return null if one of the java</w:t>
      </w:r>
      <w:r w:rsidR="004C222B" w:rsidRPr="00501E3A">
        <w:t>card.framework.Applet.register(.</w:t>
      </w:r>
      <w:r w:rsidRPr="00501E3A">
        <w:t>.) method has not previously invoked by the applet invoking this method or the file system server returns null.</w:t>
      </w:r>
    </w:p>
    <w:p w:rsidR="007E5153" w:rsidRPr="00501E3A" w:rsidRDefault="007E5153" w:rsidP="00E34DFA">
      <w:pPr>
        <w:pStyle w:val="B1"/>
      </w:pPr>
      <w:r w:rsidRPr="00501E3A">
        <w:t>CRRN3: It is not possible to get access to files which are located under any ADF with this FileView.</w:t>
      </w:r>
    </w:p>
    <w:p w:rsidR="007E5153" w:rsidRPr="00501E3A" w:rsidRDefault="007E5153" w:rsidP="00E34DFA">
      <w:pPr>
        <w:pStyle w:val="B1"/>
      </w:pPr>
      <w:r w:rsidRPr="00501E3A">
        <w:t>CRRN4: After a successful invocation of the method, the MF is the current selected file.</w:t>
      </w:r>
    </w:p>
    <w:p w:rsidR="007E5153" w:rsidRPr="00501E3A" w:rsidRDefault="007E5153" w:rsidP="00E34DFA">
      <w:pPr>
        <w:pStyle w:val="B1"/>
      </w:pPr>
      <w:r w:rsidRPr="00501E3A">
        <w:t>CRRN5: A separate and independent file context shall be associated with each and every FileView object: the operation performed on files in a given FileView object shall not affect the file context associated with any other FileView object. This context can be transient or persistent depending on what was required by the Applet during the creation of the FileView object.</w:t>
      </w:r>
    </w:p>
    <w:p w:rsidR="007E5153" w:rsidRPr="00501E3A" w:rsidRDefault="007E5153">
      <w:pPr>
        <w:pStyle w:val="H6"/>
      </w:pPr>
      <w:r w:rsidRPr="00501E3A">
        <w:t>5.1.3.1.1.2</w:t>
      </w:r>
      <w:r w:rsidRPr="00501E3A">
        <w:tab/>
        <w:t>Parameter errors</w:t>
      </w:r>
    </w:p>
    <w:p w:rsidR="007E5153" w:rsidRPr="00501E3A" w:rsidRDefault="007E5153" w:rsidP="00E34DFA">
      <w:pPr>
        <w:pStyle w:val="B1"/>
      </w:pPr>
      <w:r w:rsidRPr="00501E3A">
        <w:t>CRRP1: If event is not one of the following values JCSystem.NOT_A_TRANSIENT_OBJECT, JCSystem.CLEAR_ON_DESELECT, or JCSystem.CLEAR_ON_RESET a SystemException is thrown. The value of the SystemException shall be SystemException.ILLEGAL_VALUE.</w:t>
      </w:r>
    </w:p>
    <w:p w:rsidR="007E5153" w:rsidRPr="00501E3A" w:rsidRDefault="007E5153">
      <w:pPr>
        <w:pStyle w:val="H6"/>
      </w:pPr>
      <w:r w:rsidRPr="00501E3A">
        <w:t>5.1.3.1.1.3</w:t>
      </w:r>
      <w:r w:rsidRPr="00501E3A">
        <w:tab/>
        <w:t>Context errors</w:t>
      </w:r>
    </w:p>
    <w:p w:rsidR="007E5153" w:rsidRPr="00501E3A" w:rsidRDefault="007E5153" w:rsidP="00E34DFA">
      <w:pPr>
        <w:pStyle w:val="B1"/>
      </w:pPr>
      <w:r w:rsidRPr="00501E3A">
        <w:t>CRRC1: If event is JCSystem.CLEAR_ON_RESET or JCSystem.CLEAR_ON_DESELECT and not enough transient memory space is available a SystemException shall be thrown with reason code SystemException.NO_TRANSIENT_SPACE.</w:t>
      </w:r>
    </w:p>
    <w:p w:rsidR="007E5153" w:rsidRPr="00501E3A" w:rsidRDefault="007E5153" w:rsidP="00E34DFA">
      <w:pPr>
        <w:pStyle w:val="B1"/>
      </w:pPr>
      <w:r w:rsidRPr="00501E3A">
        <w:t>CRRC2: If event is JCSystem.CLEAR_ON_DESELECT and the applet is not a currently selected applet a SystemException with reason code SystemException.ILL</w:t>
      </w:r>
      <w:r w:rsidR="00E34DFA" w:rsidRPr="00501E3A">
        <w:t>EGAL_TRANSIENT shall be thrown.</w:t>
      </w:r>
    </w:p>
    <w:p w:rsidR="007E5153" w:rsidRPr="00501E3A" w:rsidRDefault="007E5153" w:rsidP="00E34DFA">
      <w:pPr>
        <w:pStyle w:val="Heading5"/>
      </w:pPr>
      <w:r w:rsidRPr="00501E3A">
        <w:lastRenderedPageBreak/>
        <w:t>5.1.3.1.2</w:t>
      </w:r>
      <w:r w:rsidRPr="00501E3A">
        <w:tab/>
        <w:t xml:space="preserve">Test area files </w:t>
      </w:r>
    </w:p>
    <w:p w:rsidR="007E5153" w:rsidRPr="00501E3A" w:rsidRDefault="007E5153" w:rsidP="00E34DFA">
      <w:pPr>
        <w:pStyle w:val="EX"/>
      </w:pPr>
      <w:r w:rsidRPr="00501E3A">
        <w:t>Test Source:</w:t>
      </w:r>
      <w:r w:rsidRPr="00501E3A">
        <w:tab/>
        <w:t>Test_ Api_1_Usy_Getfb.java</w:t>
      </w:r>
      <w:r w:rsidR="00E34DFA" w:rsidRPr="00501E3A">
        <w:t>.</w:t>
      </w:r>
    </w:p>
    <w:p w:rsidR="007E5153" w:rsidRPr="00501E3A" w:rsidRDefault="007E5153" w:rsidP="00E34DFA">
      <w:pPr>
        <w:pStyle w:val="EX"/>
      </w:pPr>
      <w:r w:rsidRPr="00501E3A">
        <w:t>Test Applet:</w:t>
      </w:r>
      <w:r w:rsidRPr="00501E3A">
        <w:tab/>
        <w:t>Api_1_Usy_Getfb_1.java</w:t>
      </w:r>
      <w:r w:rsidR="00E34DFA" w:rsidRPr="00501E3A">
        <w:t>.</w:t>
      </w:r>
    </w:p>
    <w:p w:rsidR="007E5153" w:rsidRPr="00501E3A" w:rsidRDefault="007E5153" w:rsidP="00E34DFA">
      <w:pPr>
        <w:pStyle w:val="EX"/>
      </w:pPr>
      <w:r w:rsidRPr="00501E3A">
        <w:t>Cap File:</w:t>
      </w:r>
      <w:r w:rsidRPr="00501E3A">
        <w:tab/>
        <w:t>api_1_usy_getfb.cap</w:t>
      </w:r>
      <w:r w:rsidR="00E34DFA" w:rsidRPr="00501E3A">
        <w:t>.</w:t>
      </w:r>
    </w:p>
    <w:p w:rsidR="007E5153" w:rsidRPr="00501E3A" w:rsidRDefault="007E5153" w:rsidP="00E34DFA">
      <w:pPr>
        <w:pStyle w:val="Heading5"/>
      </w:pPr>
      <w:r w:rsidRPr="00501E3A">
        <w:t>5.1.3.1.3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N3</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N4</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N5</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5, 6</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r>
    </w:tbl>
    <w:p w:rsidR="007E5153" w:rsidRPr="00501E3A" w:rsidRDefault="007E5153"/>
    <w:p w:rsidR="007E5153" w:rsidRPr="00501E3A" w:rsidRDefault="007E5153" w:rsidP="00E34DFA">
      <w:pPr>
        <w:pStyle w:val="Heading5"/>
      </w:pPr>
      <w:r w:rsidRPr="00501E3A">
        <w:t>5.1.3.1.4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49"/>
        <w:gridCol w:w="2873"/>
        <w:gridCol w:w="2334"/>
      </w:tblGrid>
      <w:tr w:rsidR="007E5153" w:rsidRPr="00501E3A" w:rsidTr="00576820">
        <w:trPr>
          <w:tblHeade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Id</w:t>
            </w:r>
          </w:p>
        </w:tc>
        <w:tc>
          <w:tcPr>
            <w:tcW w:w="414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Description</w:t>
            </w:r>
          </w:p>
        </w:tc>
        <w:tc>
          <w:tcPr>
            <w:tcW w:w="2873"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API Expectation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1</w:t>
            </w:r>
          </w:p>
        </w:tc>
        <w:tc>
          <w:tcPr>
            <w:tcW w:w="414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Method returns null</w:t>
            </w:r>
          </w:p>
          <w:p w:rsidR="007E5153" w:rsidRPr="00501E3A" w:rsidRDefault="007E5153" w:rsidP="00576820">
            <w:pPr>
              <w:pStyle w:val="TAL"/>
              <w:keepNext w:val="0"/>
              <w:keepLines w:val="0"/>
            </w:pPr>
          </w:p>
          <w:p w:rsidR="007E5153" w:rsidRPr="00501E3A" w:rsidRDefault="007E5153" w:rsidP="00576820">
            <w:pPr>
              <w:pStyle w:val="PL"/>
              <w:rPr>
                <w:noProof w:val="0"/>
              </w:rPr>
            </w:pPr>
            <w:r w:rsidRPr="00501E3A">
              <w:rPr>
                <w:noProof w:val="0"/>
              </w:rPr>
              <w:t>Install Applet1 with full access rights on the  UICC file system</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Invoke the method getTheUICCView  before the javacard.framework.Applet</w:t>
            </w:r>
            <w:r w:rsidR="00E34DFA" w:rsidRPr="00501E3A">
              <w:rPr>
                <w:noProof w:val="0"/>
              </w:rPr>
              <w:t>.register(..) method invocation</w:t>
            </w:r>
          </w:p>
        </w:tc>
        <w:tc>
          <w:tcPr>
            <w:tcW w:w="2873"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The method returns null</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pPr>
            <w:r w:rsidRPr="00501E3A">
              <w:lastRenderedPageBreak/>
              <w:t>2</w:t>
            </w:r>
          </w:p>
        </w:tc>
        <w:tc>
          <w:tcPr>
            <w:tcW w:w="414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Normal execution</w:t>
            </w:r>
          </w:p>
          <w:p w:rsidR="007E5153" w:rsidRPr="00501E3A" w:rsidRDefault="007E5153">
            <w:pPr>
              <w:pStyle w:val="PL"/>
              <w:rPr>
                <w:noProof w:val="0"/>
              </w:rPr>
            </w:pPr>
          </w:p>
          <w:p w:rsidR="007E5153" w:rsidRPr="00501E3A" w:rsidRDefault="007E5153">
            <w:pPr>
              <w:pStyle w:val="PL"/>
              <w:rPr>
                <w:noProof w:val="0"/>
              </w:rPr>
            </w:pPr>
            <w:r w:rsidRPr="00501E3A">
              <w:rPr>
                <w:noProof w:val="0"/>
              </w:rPr>
              <w:t>1- Envelope menu selection is sent to the UICC</w:t>
            </w:r>
          </w:p>
          <w:p w:rsidR="007E5153" w:rsidRPr="00501E3A" w:rsidRDefault="007E5153">
            <w:pPr>
              <w:pStyle w:val="PL"/>
              <w:rPr>
                <w:noProof w:val="0"/>
              </w:rPr>
            </w:pPr>
          </w:p>
          <w:p w:rsidR="007E5153" w:rsidRPr="00501E3A" w:rsidRDefault="007E5153">
            <w:pPr>
              <w:pStyle w:val="PL"/>
              <w:rPr>
                <w:noProof w:val="0"/>
              </w:rPr>
            </w:pPr>
            <w:r w:rsidRPr="00501E3A">
              <w:rPr>
                <w:noProof w:val="0"/>
              </w:rPr>
              <w:t>Invoke the method getTheUICCView() with the event JCSystem.NOT_A_TRANSIENT_OBJECT</w:t>
            </w:r>
          </w:p>
          <w:p w:rsidR="007E5153" w:rsidRPr="00501E3A" w:rsidRDefault="007E5153">
            <w:pPr>
              <w:pStyle w:val="PL"/>
              <w:rPr>
                <w:noProof w:val="0"/>
              </w:rPr>
            </w:pPr>
            <w:r w:rsidRPr="00501E3A">
              <w:rPr>
                <w:noProof w:val="0"/>
              </w:rPr>
              <w:t>and stores the result in a class variable FV1</w:t>
            </w:r>
          </w:p>
          <w:p w:rsidR="007E5153" w:rsidRPr="00501E3A" w:rsidRDefault="007E5153">
            <w:pPr>
              <w:pStyle w:val="PL"/>
              <w:rPr>
                <w:noProof w:val="0"/>
              </w:rPr>
            </w:pPr>
          </w:p>
          <w:p w:rsidR="007E5153" w:rsidRPr="00501E3A" w:rsidRDefault="007E5153">
            <w:pPr>
              <w:pStyle w:val="PL"/>
              <w:rPr>
                <w:noProof w:val="0"/>
              </w:rPr>
            </w:pPr>
            <w:r w:rsidRPr="00501E3A">
              <w:rPr>
                <w:noProof w:val="0"/>
              </w:rPr>
              <w:t>Applet1 calls FV1.status() command</w:t>
            </w:r>
          </w:p>
          <w:p w:rsidR="007E5153" w:rsidRPr="00501E3A" w:rsidRDefault="007E5153">
            <w:pPr>
              <w:pStyle w:val="PL"/>
              <w:rPr>
                <w:noProof w:val="0"/>
              </w:rPr>
            </w:pPr>
          </w:p>
          <w:p w:rsidR="007E5153" w:rsidRPr="00501E3A" w:rsidRDefault="007E5153">
            <w:pPr>
              <w:pStyle w:val="PL"/>
              <w:rPr>
                <w:noProof w:val="0"/>
              </w:rPr>
            </w:pPr>
            <w:r w:rsidRPr="00501E3A">
              <w:rPr>
                <w:noProof w:val="0"/>
              </w:rPr>
              <w:t>Select DF</w:t>
            </w:r>
            <w:r w:rsidRPr="00501E3A">
              <w:rPr>
                <w:noProof w:val="0"/>
                <w:szCs w:val="18"/>
                <w:vertAlign w:val="subscript"/>
              </w:rPr>
              <w:t>Test</w:t>
            </w:r>
            <w:r w:rsidRPr="00501E3A">
              <w:rPr>
                <w:noProof w:val="0"/>
              </w:rPr>
              <w:t xml:space="preserve"> using FV1</w:t>
            </w:r>
          </w:p>
          <w:p w:rsidR="007E5153" w:rsidRPr="00501E3A" w:rsidRDefault="007E5153">
            <w:pPr>
              <w:pStyle w:val="PL"/>
              <w:rPr>
                <w:noProof w:val="0"/>
              </w:rPr>
            </w:pPr>
            <w:r w:rsidRPr="00501E3A">
              <w:rPr>
                <w:noProof w:val="0"/>
              </w:rPr>
              <w:t>Select EF</w:t>
            </w:r>
            <w:r w:rsidRPr="00501E3A">
              <w:rPr>
                <w:noProof w:val="0"/>
                <w:szCs w:val="18"/>
                <w:vertAlign w:val="subscript"/>
              </w:rPr>
              <w:t>TARU</w:t>
            </w:r>
            <w:r w:rsidRPr="00501E3A">
              <w:rPr>
                <w:noProof w:val="0"/>
              </w:rPr>
              <w:t xml:space="preserve"> using FV1</w:t>
            </w:r>
          </w:p>
          <w:p w:rsidR="007E5153" w:rsidRPr="00501E3A" w:rsidRDefault="007E5153">
            <w:pPr>
              <w:pStyle w:val="PL"/>
              <w:rPr>
                <w:noProof w:val="0"/>
              </w:rPr>
            </w:pPr>
            <w:r w:rsidRPr="00501E3A">
              <w:rPr>
                <w:noProof w:val="0"/>
              </w:rPr>
              <w:t>Read first 3 bytes using FV1</w:t>
            </w:r>
          </w:p>
          <w:p w:rsidR="007E5153" w:rsidRPr="00501E3A" w:rsidRDefault="007E5153">
            <w:pPr>
              <w:pStyle w:val="PL"/>
              <w:rPr>
                <w:noProof w:val="0"/>
              </w:rPr>
            </w:pPr>
          </w:p>
          <w:p w:rsidR="007E5153" w:rsidRPr="00501E3A" w:rsidRDefault="007E5153">
            <w:pPr>
              <w:pStyle w:val="PL"/>
              <w:rPr>
                <w:noProof w:val="0"/>
              </w:rPr>
            </w:pPr>
            <w:r w:rsidRPr="00501E3A">
              <w:rPr>
                <w:noProof w:val="0"/>
              </w:rPr>
              <w:t>Reset</w:t>
            </w:r>
          </w:p>
          <w:p w:rsidR="007E5153" w:rsidRPr="00501E3A" w:rsidRDefault="007E5153">
            <w:pPr>
              <w:pStyle w:val="PL"/>
              <w:rPr>
                <w:noProof w:val="0"/>
              </w:rPr>
            </w:pPr>
            <w:r w:rsidRPr="00501E3A">
              <w:rPr>
                <w:noProof w:val="0"/>
              </w:rPr>
              <w:t>Terminal profile</w:t>
            </w:r>
          </w:p>
          <w:p w:rsidR="007E5153" w:rsidRPr="00501E3A" w:rsidRDefault="007E5153">
            <w:pPr>
              <w:pStyle w:val="PL"/>
              <w:rPr>
                <w:noProof w:val="0"/>
              </w:rPr>
            </w:pPr>
          </w:p>
          <w:p w:rsidR="007E5153" w:rsidRPr="00501E3A" w:rsidRDefault="007E5153">
            <w:pPr>
              <w:pStyle w:val="PL"/>
              <w:rPr>
                <w:noProof w:val="0"/>
              </w:rPr>
            </w:pPr>
            <w:r w:rsidRPr="00501E3A">
              <w:rPr>
                <w:noProof w:val="0"/>
              </w:rPr>
              <w:t>2- Envelope menu selection is sent to the UICC</w:t>
            </w:r>
          </w:p>
          <w:p w:rsidR="007E5153" w:rsidRPr="00501E3A" w:rsidRDefault="007E5153">
            <w:pPr>
              <w:pStyle w:val="PL"/>
              <w:rPr>
                <w:noProof w:val="0"/>
              </w:rPr>
            </w:pPr>
          </w:p>
          <w:p w:rsidR="007E5153" w:rsidRPr="00501E3A" w:rsidRDefault="007E5153">
            <w:pPr>
              <w:pStyle w:val="PL"/>
              <w:rPr>
                <w:noProof w:val="0"/>
              </w:rPr>
            </w:pPr>
            <w:r w:rsidRPr="00501E3A">
              <w:rPr>
                <w:noProof w:val="0"/>
              </w:rPr>
              <w:t>Applet1 calls FV1.status() command</w:t>
            </w:r>
          </w:p>
          <w:p w:rsidR="007E5153" w:rsidRPr="00501E3A" w:rsidRDefault="007E5153">
            <w:pPr>
              <w:pStyle w:val="PL"/>
              <w:rPr>
                <w:noProof w:val="0"/>
              </w:rPr>
            </w:pPr>
          </w:p>
          <w:p w:rsidR="007E5153" w:rsidRPr="00501E3A" w:rsidRDefault="007E5153">
            <w:pPr>
              <w:pStyle w:val="PL"/>
              <w:rPr>
                <w:noProof w:val="0"/>
              </w:rPr>
            </w:pPr>
            <w:r w:rsidRPr="00501E3A">
              <w:rPr>
                <w:noProof w:val="0"/>
              </w:rPr>
              <w:t>Read first 3 bytes using FV1</w:t>
            </w:r>
          </w:p>
          <w:p w:rsidR="007E5153" w:rsidRPr="00501E3A" w:rsidRDefault="007E5153">
            <w:pPr>
              <w:pStyle w:val="PL"/>
              <w:rPr>
                <w:noProof w:val="0"/>
              </w:rPr>
            </w:pPr>
            <w:r w:rsidRPr="00501E3A">
              <w:rPr>
                <w:noProof w:val="0"/>
              </w:rPr>
              <w:t xml:space="preserve">Applet1 calls FV1.select(0x7FFF) </w:t>
            </w:r>
          </w:p>
          <w:p w:rsidR="007E5153" w:rsidRPr="00501E3A" w:rsidRDefault="007E5153">
            <w:pPr>
              <w:pStyle w:val="PL"/>
              <w:rPr>
                <w:noProof w:val="0"/>
              </w:rPr>
            </w:pPr>
          </w:p>
          <w:p w:rsidR="007E5153" w:rsidRPr="00501E3A" w:rsidRDefault="007E5153">
            <w:pPr>
              <w:pStyle w:val="PL"/>
              <w:rPr>
                <w:noProof w:val="0"/>
              </w:rPr>
            </w:pPr>
          </w:p>
          <w:p w:rsidR="007E5153" w:rsidRPr="00501E3A" w:rsidRDefault="007E5153">
            <w:pPr>
              <w:pStyle w:val="PL"/>
              <w:rPr>
                <w:noProof w:val="0"/>
              </w:rPr>
            </w:pPr>
          </w:p>
          <w:p w:rsidR="007E5153" w:rsidRPr="00501E3A" w:rsidRDefault="007E5153">
            <w:pPr>
              <w:pStyle w:val="PL"/>
              <w:rPr>
                <w:noProof w:val="0"/>
              </w:rPr>
            </w:pPr>
            <w:r w:rsidRPr="00501E3A">
              <w:rPr>
                <w:noProof w:val="0"/>
              </w:rPr>
              <w:t>Invoke the method getTheUICCView() with the event JCSystem.CLEAR_ON_RESET and stores the result in a class variable FV2</w:t>
            </w:r>
          </w:p>
          <w:p w:rsidR="007E5153" w:rsidRPr="00501E3A" w:rsidRDefault="007E5153">
            <w:pPr>
              <w:pStyle w:val="PL"/>
              <w:rPr>
                <w:noProof w:val="0"/>
              </w:rPr>
            </w:pPr>
          </w:p>
          <w:p w:rsidR="007E5153" w:rsidRPr="00501E3A" w:rsidRDefault="007E5153">
            <w:pPr>
              <w:pStyle w:val="PL"/>
              <w:rPr>
                <w:noProof w:val="0"/>
              </w:rPr>
            </w:pPr>
            <w:r w:rsidRPr="00501E3A">
              <w:rPr>
                <w:noProof w:val="0"/>
              </w:rPr>
              <w:t>Applet1 calls FV2.status() command</w:t>
            </w:r>
          </w:p>
          <w:p w:rsidR="007E5153" w:rsidRPr="00501E3A" w:rsidRDefault="007E5153">
            <w:pPr>
              <w:pStyle w:val="PL"/>
              <w:rPr>
                <w:noProof w:val="0"/>
              </w:rPr>
            </w:pPr>
          </w:p>
          <w:p w:rsidR="007E5153" w:rsidRPr="00501E3A" w:rsidRDefault="007E5153">
            <w:pPr>
              <w:pStyle w:val="PL"/>
              <w:rPr>
                <w:noProof w:val="0"/>
              </w:rPr>
            </w:pPr>
            <w:r w:rsidRPr="00501E3A">
              <w:rPr>
                <w:noProof w:val="0"/>
              </w:rPr>
              <w:t>Select DF</w:t>
            </w:r>
            <w:r w:rsidRPr="00501E3A">
              <w:rPr>
                <w:noProof w:val="0"/>
                <w:szCs w:val="18"/>
                <w:vertAlign w:val="subscript"/>
              </w:rPr>
              <w:t>Test</w:t>
            </w:r>
            <w:r w:rsidRPr="00501E3A">
              <w:rPr>
                <w:noProof w:val="0"/>
              </w:rPr>
              <w:t xml:space="preserve"> using FV2</w:t>
            </w:r>
          </w:p>
          <w:p w:rsidR="007E5153" w:rsidRPr="00501E3A" w:rsidRDefault="007E5153">
            <w:pPr>
              <w:pStyle w:val="PL"/>
              <w:rPr>
                <w:noProof w:val="0"/>
              </w:rPr>
            </w:pPr>
            <w:r w:rsidRPr="00501E3A">
              <w:rPr>
                <w:noProof w:val="0"/>
              </w:rPr>
              <w:t>Select EF</w:t>
            </w:r>
            <w:r w:rsidRPr="00501E3A">
              <w:rPr>
                <w:noProof w:val="0"/>
                <w:szCs w:val="18"/>
                <w:vertAlign w:val="subscript"/>
              </w:rPr>
              <w:t>TARU</w:t>
            </w:r>
            <w:r w:rsidRPr="00501E3A">
              <w:rPr>
                <w:noProof w:val="0"/>
              </w:rPr>
              <w:t xml:space="preserve"> using FV2</w:t>
            </w:r>
          </w:p>
          <w:p w:rsidR="007E5153" w:rsidRPr="00501E3A" w:rsidRDefault="007E5153">
            <w:pPr>
              <w:pStyle w:val="PL"/>
              <w:rPr>
                <w:noProof w:val="0"/>
              </w:rPr>
            </w:pPr>
            <w:r w:rsidRPr="00501E3A">
              <w:rPr>
                <w:noProof w:val="0"/>
              </w:rPr>
              <w:t>Read first 3 bytes using FV2</w:t>
            </w:r>
          </w:p>
          <w:p w:rsidR="007E5153" w:rsidRPr="00501E3A" w:rsidRDefault="007E5153">
            <w:pPr>
              <w:pStyle w:val="PL"/>
              <w:rPr>
                <w:noProof w:val="0"/>
              </w:rPr>
            </w:pPr>
          </w:p>
          <w:p w:rsidR="007E5153" w:rsidRPr="00501E3A" w:rsidRDefault="007E5153">
            <w:pPr>
              <w:pStyle w:val="PL"/>
              <w:rPr>
                <w:noProof w:val="0"/>
              </w:rPr>
            </w:pPr>
            <w:r w:rsidRPr="00501E3A">
              <w:rPr>
                <w:noProof w:val="0"/>
              </w:rPr>
              <w:t>Reset</w:t>
            </w:r>
          </w:p>
          <w:p w:rsidR="007E5153" w:rsidRPr="00501E3A" w:rsidRDefault="007E5153">
            <w:pPr>
              <w:pStyle w:val="PL"/>
              <w:rPr>
                <w:noProof w:val="0"/>
              </w:rPr>
            </w:pPr>
            <w:r w:rsidRPr="00501E3A">
              <w:rPr>
                <w:noProof w:val="0"/>
              </w:rPr>
              <w:t>Terminal profile</w:t>
            </w:r>
          </w:p>
          <w:p w:rsidR="007E5153" w:rsidRPr="00501E3A" w:rsidRDefault="007E5153">
            <w:pPr>
              <w:pStyle w:val="PL"/>
              <w:rPr>
                <w:noProof w:val="0"/>
              </w:rPr>
            </w:pPr>
          </w:p>
          <w:p w:rsidR="007E5153" w:rsidRPr="00501E3A" w:rsidRDefault="007E5153">
            <w:pPr>
              <w:pStyle w:val="PL"/>
              <w:rPr>
                <w:noProof w:val="0"/>
              </w:rPr>
            </w:pPr>
            <w:r w:rsidRPr="00501E3A">
              <w:rPr>
                <w:noProof w:val="0"/>
              </w:rPr>
              <w:t>4 - Envelope menu selection is sent to the UICC</w:t>
            </w:r>
          </w:p>
          <w:p w:rsidR="007E5153" w:rsidRPr="00501E3A" w:rsidRDefault="007E5153">
            <w:pPr>
              <w:pStyle w:val="PL"/>
              <w:rPr>
                <w:noProof w:val="0"/>
              </w:rPr>
            </w:pPr>
          </w:p>
          <w:p w:rsidR="007E5153" w:rsidRPr="00501E3A" w:rsidRDefault="007E5153">
            <w:pPr>
              <w:pStyle w:val="PL"/>
              <w:rPr>
                <w:noProof w:val="0"/>
              </w:rPr>
            </w:pPr>
            <w:r w:rsidRPr="00501E3A">
              <w:rPr>
                <w:noProof w:val="0"/>
              </w:rPr>
              <w:t>Applet1 calls FV2.status() command</w:t>
            </w:r>
          </w:p>
          <w:p w:rsidR="007E5153" w:rsidRPr="00501E3A" w:rsidRDefault="007E5153">
            <w:pPr>
              <w:pStyle w:val="PL"/>
              <w:rPr>
                <w:noProof w:val="0"/>
              </w:rPr>
            </w:pPr>
          </w:p>
          <w:p w:rsidR="007E5153" w:rsidRPr="00501E3A" w:rsidRDefault="007E5153">
            <w:pPr>
              <w:pStyle w:val="PL"/>
              <w:rPr>
                <w:noProof w:val="0"/>
              </w:rPr>
            </w:pPr>
            <w:r w:rsidRPr="00501E3A">
              <w:rPr>
                <w:noProof w:val="0"/>
              </w:rPr>
              <w:t>Read first 3 bytes using FV2</w:t>
            </w:r>
          </w:p>
          <w:p w:rsidR="007E5153" w:rsidRPr="00501E3A" w:rsidRDefault="007E5153">
            <w:pPr>
              <w:pStyle w:val="PL"/>
              <w:rPr>
                <w:noProof w:val="0"/>
              </w:rPr>
            </w:pPr>
          </w:p>
          <w:p w:rsidR="007E5153" w:rsidRPr="00501E3A" w:rsidRDefault="007E5153">
            <w:pPr>
              <w:pStyle w:val="PL"/>
              <w:rPr>
                <w:noProof w:val="0"/>
              </w:rPr>
            </w:pPr>
          </w:p>
          <w:p w:rsidR="007E5153" w:rsidRPr="00501E3A" w:rsidRDefault="007E5153">
            <w:pPr>
              <w:pStyle w:val="PL"/>
              <w:rPr>
                <w:noProof w:val="0"/>
              </w:rPr>
            </w:pPr>
          </w:p>
          <w:p w:rsidR="007E5153" w:rsidRPr="00501E3A" w:rsidRDefault="007E5153">
            <w:pPr>
              <w:pStyle w:val="PL"/>
              <w:rPr>
                <w:noProof w:val="0"/>
              </w:rPr>
            </w:pPr>
            <w:r w:rsidRPr="00501E3A">
              <w:rPr>
                <w:noProof w:val="0"/>
              </w:rPr>
              <w:t xml:space="preserve">Applet1 calls FV2.select(0x7FFF) </w:t>
            </w:r>
          </w:p>
          <w:p w:rsidR="007E5153" w:rsidRPr="00501E3A" w:rsidRDefault="007E5153">
            <w:pPr>
              <w:pStyle w:val="PL"/>
              <w:rPr>
                <w:noProof w:val="0"/>
              </w:rPr>
            </w:pPr>
          </w:p>
          <w:p w:rsidR="007E5153" w:rsidRPr="00501E3A" w:rsidRDefault="007E5153">
            <w:pPr>
              <w:pStyle w:val="PL"/>
              <w:rPr>
                <w:noProof w:val="0"/>
              </w:rPr>
            </w:pPr>
          </w:p>
          <w:p w:rsidR="007E5153" w:rsidRPr="00501E3A" w:rsidRDefault="007E5153">
            <w:pPr>
              <w:pStyle w:val="PL"/>
              <w:rPr>
                <w:noProof w:val="0"/>
              </w:rPr>
            </w:pPr>
            <w:r w:rsidRPr="00501E3A">
              <w:rPr>
                <w:noProof w:val="0"/>
              </w:rPr>
              <w:t>5- Select the Applet by AID</w:t>
            </w:r>
          </w:p>
          <w:p w:rsidR="007E5153" w:rsidRPr="00501E3A" w:rsidRDefault="007E5153">
            <w:pPr>
              <w:pStyle w:val="PL"/>
              <w:rPr>
                <w:noProof w:val="0"/>
              </w:rPr>
            </w:pPr>
          </w:p>
          <w:p w:rsidR="007E5153" w:rsidRPr="00501E3A" w:rsidRDefault="007E5153">
            <w:pPr>
              <w:pStyle w:val="PL"/>
              <w:rPr>
                <w:noProof w:val="0"/>
              </w:rPr>
            </w:pPr>
            <w:r w:rsidRPr="00501E3A">
              <w:rPr>
                <w:noProof w:val="0"/>
              </w:rPr>
              <w:t xml:space="preserve">Invoke the method in the method process() getTheUICCView() with the event </w:t>
            </w:r>
          </w:p>
          <w:p w:rsidR="007E5153" w:rsidRPr="00501E3A" w:rsidRDefault="007E5153">
            <w:pPr>
              <w:pStyle w:val="PL"/>
              <w:rPr>
                <w:noProof w:val="0"/>
              </w:rPr>
            </w:pPr>
            <w:r w:rsidRPr="00501E3A">
              <w:rPr>
                <w:noProof w:val="0"/>
              </w:rPr>
              <w:t>JCSystem.CLEAR_ON_DESELECT and stores the result in a class variable FV3</w:t>
            </w:r>
          </w:p>
          <w:p w:rsidR="007E5153" w:rsidRPr="00501E3A" w:rsidRDefault="007E5153">
            <w:pPr>
              <w:pStyle w:val="PL"/>
              <w:rPr>
                <w:noProof w:val="0"/>
              </w:rPr>
            </w:pPr>
          </w:p>
          <w:p w:rsidR="007E5153" w:rsidRPr="00501E3A" w:rsidRDefault="007E5153">
            <w:pPr>
              <w:pStyle w:val="PL"/>
              <w:rPr>
                <w:noProof w:val="0"/>
              </w:rPr>
            </w:pPr>
            <w:r w:rsidRPr="00501E3A">
              <w:rPr>
                <w:noProof w:val="0"/>
              </w:rPr>
              <w:t>Applet1 calls FV3.status() command</w:t>
            </w:r>
          </w:p>
          <w:p w:rsidR="007E5153" w:rsidRPr="00501E3A" w:rsidRDefault="007E5153">
            <w:pPr>
              <w:pStyle w:val="PL"/>
              <w:rPr>
                <w:noProof w:val="0"/>
              </w:rPr>
            </w:pPr>
          </w:p>
          <w:p w:rsidR="007E5153" w:rsidRPr="00501E3A" w:rsidRDefault="007E5153">
            <w:pPr>
              <w:pStyle w:val="PL"/>
              <w:rPr>
                <w:noProof w:val="0"/>
              </w:rPr>
            </w:pPr>
            <w:r w:rsidRPr="00501E3A">
              <w:rPr>
                <w:noProof w:val="0"/>
              </w:rPr>
              <w:t>Select DF</w:t>
            </w:r>
            <w:r w:rsidRPr="00501E3A">
              <w:rPr>
                <w:noProof w:val="0"/>
                <w:szCs w:val="18"/>
                <w:vertAlign w:val="subscript"/>
              </w:rPr>
              <w:t>Test</w:t>
            </w:r>
            <w:r w:rsidRPr="00501E3A">
              <w:rPr>
                <w:noProof w:val="0"/>
              </w:rPr>
              <w:t xml:space="preserve"> using FV3</w:t>
            </w:r>
          </w:p>
          <w:p w:rsidR="007E5153" w:rsidRPr="00501E3A" w:rsidRDefault="007E5153">
            <w:pPr>
              <w:pStyle w:val="PL"/>
              <w:rPr>
                <w:noProof w:val="0"/>
              </w:rPr>
            </w:pPr>
            <w:r w:rsidRPr="00501E3A">
              <w:rPr>
                <w:noProof w:val="0"/>
              </w:rPr>
              <w:t>Select EF</w:t>
            </w:r>
            <w:r w:rsidRPr="00501E3A">
              <w:rPr>
                <w:noProof w:val="0"/>
                <w:szCs w:val="18"/>
                <w:vertAlign w:val="subscript"/>
              </w:rPr>
              <w:t>TARU</w:t>
            </w:r>
            <w:r w:rsidRPr="00501E3A">
              <w:rPr>
                <w:noProof w:val="0"/>
              </w:rPr>
              <w:t xml:space="preserve"> using FV3</w:t>
            </w:r>
          </w:p>
          <w:p w:rsidR="007E5153" w:rsidRPr="00501E3A" w:rsidRDefault="007E5153">
            <w:pPr>
              <w:pStyle w:val="PL"/>
              <w:rPr>
                <w:noProof w:val="0"/>
              </w:rPr>
            </w:pPr>
            <w:r w:rsidRPr="00501E3A">
              <w:rPr>
                <w:noProof w:val="0"/>
              </w:rPr>
              <w:t>Read first 3 bytes using FV3</w:t>
            </w:r>
          </w:p>
          <w:p w:rsidR="007E5153" w:rsidRPr="00501E3A" w:rsidRDefault="007E5153">
            <w:pPr>
              <w:pStyle w:val="PL"/>
              <w:rPr>
                <w:noProof w:val="0"/>
              </w:rPr>
            </w:pPr>
          </w:p>
          <w:p w:rsidR="007E5153" w:rsidRPr="00501E3A" w:rsidRDefault="007E5153">
            <w:pPr>
              <w:pStyle w:val="PL"/>
              <w:rPr>
                <w:noProof w:val="0"/>
              </w:rPr>
            </w:pPr>
            <w:r w:rsidRPr="00501E3A">
              <w:rPr>
                <w:noProof w:val="0"/>
              </w:rPr>
              <w:t>Select ADF2 by AID</w:t>
            </w:r>
          </w:p>
          <w:p w:rsidR="007E5153" w:rsidRPr="00501E3A" w:rsidRDefault="007E5153">
            <w:pPr>
              <w:pStyle w:val="PL"/>
              <w:rPr>
                <w:noProof w:val="0"/>
              </w:rPr>
            </w:pPr>
          </w:p>
          <w:p w:rsidR="007E5153" w:rsidRPr="00501E3A" w:rsidRDefault="007E5153">
            <w:pPr>
              <w:pStyle w:val="PL"/>
              <w:rPr>
                <w:noProof w:val="0"/>
              </w:rPr>
            </w:pPr>
            <w:r w:rsidRPr="00501E3A">
              <w:rPr>
                <w:noProof w:val="0"/>
              </w:rPr>
              <w:t>6- Select the Applet by AID</w:t>
            </w:r>
          </w:p>
          <w:p w:rsidR="007E5153" w:rsidRPr="00501E3A" w:rsidRDefault="007E5153">
            <w:pPr>
              <w:pStyle w:val="PL"/>
              <w:rPr>
                <w:noProof w:val="0"/>
              </w:rPr>
            </w:pPr>
          </w:p>
          <w:p w:rsidR="007E5153" w:rsidRPr="00501E3A" w:rsidRDefault="007E5153">
            <w:pPr>
              <w:pStyle w:val="PL"/>
              <w:rPr>
                <w:noProof w:val="0"/>
              </w:rPr>
            </w:pPr>
            <w:r w:rsidRPr="00501E3A">
              <w:rPr>
                <w:noProof w:val="0"/>
              </w:rPr>
              <w:t>Applet1 calls FV3.status() command</w:t>
            </w:r>
          </w:p>
          <w:p w:rsidR="007E5153" w:rsidRPr="00501E3A" w:rsidRDefault="007E5153">
            <w:pPr>
              <w:pStyle w:val="PL"/>
              <w:rPr>
                <w:noProof w:val="0"/>
              </w:rPr>
            </w:pPr>
          </w:p>
          <w:p w:rsidR="007E5153" w:rsidRPr="00501E3A" w:rsidRDefault="007E5153">
            <w:pPr>
              <w:pStyle w:val="PL"/>
              <w:rPr>
                <w:bCs/>
                <w:noProof w:val="0"/>
              </w:rPr>
            </w:pPr>
            <w:r w:rsidRPr="00501E3A">
              <w:rPr>
                <w:bCs/>
                <w:noProof w:val="0"/>
              </w:rPr>
              <w:t>Read first 3 bytes using FV3</w:t>
            </w:r>
          </w:p>
          <w:p w:rsidR="007E5153" w:rsidRPr="00501E3A" w:rsidRDefault="007E5153">
            <w:pPr>
              <w:pStyle w:val="PL"/>
              <w:rPr>
                <w:noProof w:val="0"/>
              </w:rPr>
            </w:pPr>
          </w:p>
          <w:p w:rsidR="007E5153" w:rsidRPr="00501E3A" w:rsidRDefault="007E5153">
            <w:pPr>
              <w:pStyle w:val="PL"/>
              <w:rPr>
                <w:noProof w:val="0"/>
              </w:rPr>
            </w:pPr>
          </w:p>
          <w:p w:rsidR="007E5153" w:rsidRPr="00501E3A" w:rsidRDefault="007E5153">
            <w:pPr>
              <w:pStyle w:val="PL"/>
              <w:rPr>
                <w:noProof w:val="0"/>
              </w:rPr>
            </w:pPr>
          </w:p>
          <w:p w:rsidR="007E5153" w:rsidRPr="00501E3A" w:rsidRDefault="007E5153" w:rsidP="00E34DFA">
            <w:pPr>
              <w:pStyle w:val="PL"/>
              <w:rPr>
                <w:noProof w:val="0"/>
              </w:rPr>
            </w:pPr>
            <w:r w:rsidRPr="00501E3A">
              <w:rPr>
                <w:noProof w:val="0"/>
              </w:rPr>
              <w:lastRenderedPageBreak/>
              <w:t>Ap</w:t>
            </w:r>
            <w:r w:rsidR="00E34DFA" w:rsidRPr="00501E3A">
              <w:rPr>
                <w:noProof w:val="0"/>
              </w:rPr>
              <w:t xml:space="preserve">plet1 calls FV3.select(0x7FFF) </w:t>
            </w:r>
          </w:p>
        </w:tc>
        <w:tc>
          <w:tcPr>
            <w:tcW w:w="28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Applet1 is triggered</w:t>
            </w:r>
          </w:p>
          <w:p w:rsidR="007E5153" w:rsidRPr="00501E3A" w:rsidRDefault="007E5153">
            <w:pPr>
              <w:pStyle w:val="TAL"/>
            </w:pPr>
          </w:p>
          <w:p w:rsidR="007E5153" w:rsidRPr="00501E3A" w:rsidRDefault="007E5153">
            <w:pPr>
              <w:pStyle w:val="TAL"/>
            </w:pPr>
            <w:r w:rsidRPr="00501E3A">
              <w:t>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Current selected DF is the MF</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Expected value is {FF FF FF}</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Applet1 is triggered</w:t>
            </w:r>
          </w:p>
          <w:p w:rsidR="007E5153" w:rsidRPr="00501E3A" w:rsidRDefault="007E5153">
            <w:pPr>
              <w:pStyle w:val="TAL"/>
            </w:pPr>
          </w:p>
          <w:p w:rsidR="007E5153" w:rsidRPr="00501E3A" w:rsidRDefault="007E5153">
            <w:pPr>
              <w:pStyle w:val="TAL"/>
              <w:rPr>
                <w:szCs w:val="18"/>
                <w:vertAlign w:val="subscript"/>
              </w:rPr>
            </w:pPr>
            <w:r w:rsidRPr="00501E3A">
              <w:t>Current selected DF is DF</w:t>
            </w:r>
            <w:r w:rsidRPr="00501E3A">
              <w:rPr>
                <w:szCs w:val="18"/>
                <w:vertAlign w:val="subscript"/>
              </w:rPr>
              <w:t>Test</w:t>
            </w:r>
          </w:p>
          <w:p w:rsidR="007E5153" w:rsidRPr="00501E3A" w:rsidRDefault="007E5153">
            <w:pPr>
              <w:pStyle w:val="TAL"/>
              <w:rPr>
                <w:szCs w:val="18"/>
                <w:vertAlign w:val="subscript"/>
              </w:rPr>
            </w:pPr>
          </w:p>
          <w:p w:rsidR="007E5153" w:rsidRPr="00501E3A" w:rsidRDefault="007E5153">
            <w:pPr>
              <w:pStyle w:val="TAL"/>
            </w:pPr>
            <w:r w:rsidRPr="00501E3A">
              <w:t>Expected value is {FF FF FF}</w:t>
            </w:r>
          </w:p>
          <w:p w:rsidR="007E5153" w:rsidRPr="00501E3A" w:rsidRDefault="00E94E92">
            <w:pPr>
              <w:pStyle w:val="TAL"/>
            </w:pPr>
            <w:hyperlink r:id="rId7" w:tooltip="class in uicc.access" w:history="1">
              <w:r w:rsidR="007E5153" w:rsidRPr="00501E3A">
                <w:t>UICCException</w:t>
              </w:r>
            </w:hyperlink>
            <w:r w:rsidR="007E5153" w:rsidRPr="00501E3A">
              <w:t>.FILE_NOT_FOUND is thrown</w:t>
            </w: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Current selected DF the MF</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Expected value is {FF FF FF}</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4- Applet1 is triggered</w:t>
            </w:r>
          </w:p>
          <w:p w:rsidR="007E5153" w:rsidRPr="00501E3A" w:rsidRDefault="007E5153">
            <w:pPr>
              <w:pStyle w:val="TAL"/>
            </w:pPr>
          </w:p>
          <w:p w:rsidR="007E5153" w:rsidRPr="00501E3A" w:rsidRDefault="007E5153">
            <w:pPr>
              <w:pStyle w:val="TAL"/>
            </w:pPr>
            <w:r w:rsidRPr="00501E3A">
              <w:t>Current selected DF is the MF</w:t>
            </w:r>
          </w:p>
          <w:p w:rsidR="007E5153" w:rsidRPr="00501E3A" w:rsidRDefault="007E5153">
            <w:pPr>
              <w:pStyle w:val="TAL"/>
            </w:pPr>
          </w:p>
          <w:p w:rsidR="007E5153" w:rsidRPr="00501E3A" w:rsidRDefault="00E94E92">
            <w:pPr>
              <w:pStyle w:val="TAL"/>
            </w:pPr>
            <w:hyperlink r:id="rId8" w:tooltip="class in uicc.access" w:history="1">
              <w:r w:rsidR="007E5153" w:rsidRPr="00501E3A">
                <w:t>UICCException</w:t>
              </w:r>
            </w:hyperlink>
            <w:r w:rsidR="007E5153" w:rsidRPr="00501E3A">
              <w:t>. NO_EF_SELECTED</w:t>
            </w:r>
          </w:p>
          <w:p w:rsidR="007E5153" w:rsidRPr="00501E3A" w:rsidRDefault="007E5153">
            <w:pPr>
              <w:pStyle w:val="TAL"/>
            </w:pPr>
          </w:p>
          <w:p w:rsidR="007E5153" w:rsidRPr="00501E3A" w:rsidRDefault="007E5153">
            <w:pPr>
              <w:pStyle w:val="TAL"/>
            </w:pPr>
          </w:p>
          <w:p w:rsidR="007E5153" w:rsidRPr="00501E3A" w:rsidRDefault="00E94E92">
            <w:pPr>
              <w:pStyle w:val="TAL"/>
            </w:pPr>
            <w:hyperlink r:id="rId9" w:tooltip="class in uicc.access" w:history="1">
              <w:r w:rsidR="007E5153" w:rsidRPr="00501E3A">
                <w:t>UICCException</w:t>
              </w:r>
            </w:hyperlink>
            <w:r w:rsidR="007E5153" w:rsidRPr="00501E3A">
              <w:t>.FILE_NOT_FOUND is thrown</w:t>
            </w:r>
          </w:p>
          <w:p w:rsidR="007E5153" w:rsidRPr="00501E3A" w:rsidRDefault="007E5153">
            <w:pPr>
              <w:pStyle w:val="TAL"/>
            </w:pPr>
          </w:p>
          <w:p w:rsidR="007E5153" w:rsidRPr="00501E3A" w:rsidRDefault="007E5153">
            <w:pPr>
              <w:pStyle w:val="TAL"/>
            </w:pPr>
            <w:r w:rsidRPr="00501E3A">
              <w:t>5- Applet1 is selected</w:t>
            </w:r>
          </w:p>
          <w:p w:rsidR="007E5153" w:rsidRPr="00501E3A" w:rsidRDefault="007E5153">
            <w:pPr>
              <w:pStyle w:val="TAL"/>
            </w:pPr>
          </w:p>
          <w:p w:rsidR="007E5153" w:rsidRPr="00501E3A" w:rsidRDefault="007E5153">
            <w:pPr>
              <w:pStyle w:val="TAL"/>
            </w:pPr>
            <w:r w:rsidRPr="00501E3A">
              <w:t>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Current selected DF the MF</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Expected value is {FF FF FF}</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6- Applet1 is selected</w:t>
            </w:r>
          </w:p>
          <w:p w:rsidR="007E5153" w:rsidRPr="00501E3A" w:rsidRDefault="007E5153">
            <w:pPr>
              <w:pStyle w:val="TAL"/>
            </w:pPr>
          </w:p>
          <w:p w:rsidR="007E5153" w:rsidRPr="00501E3A" w:rsidRDefault="007E5153">
            <w:pPr>
              <w:pStyle w:val="TAL"/>
            </w:pPr>
            <w:r w:rsidRPr="00501E3A">
              <w:lastRenderedPageBreak/>
              <w:t>Current selected DF is the MF</w:t>
            </w:r>
          </w:p>
          <w:p w:rsidR="007E5153" w:rsidRPr="00501E3A" w:rsidRDefault="007E5153">
            <w:pPr>
              <w:pStyle w:val="TAL"/>
            </w:pPr>
          </w:p>
          <w:p w:rsidR="007E5153" w:rsidRPr="00501E3A" w:rsidRDefault="00E94E92">
            <w:pPr>
              <w:pStyle w:val="TAL"/>
            </w:pPr>
            <w:hyperlink r:id="rId10" w:tooltip="class in uicc.access" w:history="1">
              <w:r w:rsidR="007E5153" w:rsidRPr="00501E3A">
                <w:t>UICCException</w:t>
              </w:r>
            </w:hyperlink>
            <w:r w:rsidR="007E5153" w:rsidRPr="00501E3A">
              <w:t>. NO_EF_SELECTED</w:t>
            </w:r>
          </w:p>
          <w:p w:rsidR="007E5153" w:rsidRPr="00501E3A" w:rsidRDefault="00E94E92">
            <w:pPr>
              <w:pStyle w:val="TAL"/>
            </w:pPr>
            <w:hyperlink r:id="rId11" w:tooltip="class in uicc.access" w:history="1">
              <w:r w:rsidR="007E5153" w:rsidRPr="00501E3A">
                <w:t>UICCException</w:t>
              </w:r>
            </w:hyperlink>
            <w:r w:rsidR="007E5153" w:rsidRPr="00501E3A">
              <w:t>.FILE_NOT_FOUND is thrown</w:t>
            </w:r>
          </w:p>
          <w:p w:rsidR="007E5153" w:rsidRPr="00501E3A" w:rsidRDefault="007E5153">
            <w:pPr>
              <w:pStyle w:val="TAL"/>
            </w:pP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lastRenderedPageBreak/>
              <w:t>3</w:t>
            </w:r>
          </w:p>
        </w:tc>
        <w:tc>
          <w:tcPr>
            <w:tcW w:w="414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FileView context independency</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Envelope menu selection is sent to the UICC</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Check that previous fileviews are different (FV1 != FV2 != FV3)</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3- Select DF</w:t>
            </w:r>
            <w:r w:rsidRPr="00501E3A">
              <w:rPr>
                <w:noProof w:val="0"/>
                <w:szCs w:val="18"/>
                <w:vertAlign w:val="subscript"/>
              </w:rPr>
              <w:t>Test</w:t>
            </w:r>
            <w:r w:rsidRPr="00501E3A">
              <w:rPr>
                <w:noProof w:val="0"/>
              </w:rPr>
              <w:t>/EF</w:t>
            </w:r>
            <w:r w:rsidRPr="00501E3A">
              <w:rPr>
                <w:noProof w:val="0"/>
                <w:szCs w:val="18"/>
                <w:vertAlign w:val="subscript"/>
              </w:rPr>
              <w:t>LARU</w:t>
            </w:r>
            <w:r w:rsidRPr="00501E3A">
              <w:rPr>
                <w:noProof w:val="0"/>
                <w:szCs w:val="18"/>
              </w:rPr>
              <w:t xml:space="preserve"> </w:t>
            </w:r>
            <w:r w:rsidRPr="00501E3A">
              <w:rPr>
                <w:noProof w:val="0"/>
              </w:rPr>
              <w:t>using FV1</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4- Select DF</w:t>
            </w:r>
            <w:r w:rsidRPr="00501E3A">
              <w:rPr>
                <w:noProof w:val="0"/>
                <w:szCs w:val="18"/>
                <w:vertAlign w:val="subscript"/>
              </w:rPr>
              <w:t>Test</w:t>
            </w:r>
            <w:r w:rsidRPr="00501E3A">
              <w:rPr>
                <w:noProof w:val="0"/>
              </w:rPr>
              <w:t>/EF</w:t>
            </w:r>
            <w:r w:rsidRPr="00501E3A">
              <w:rPr>
                <w:noProof w:val="0"/>
                <w:szCs w:val="18"/>
                <w:vertAlign w:val="subscript"/>
              </w:rPr>
              <w:t>CARU</w:t>
            </w:r>
            <w:r w:rsidRPr="00501E3A">
              <w:rPr>
                <w:noProof w:val="0"/>
                <w:szCs w:val="18"/>
              </w:rPr>
              <w:t xml:space="preserve"> </w:t>
            </w:r>
            <w:r w:rsidRPr="00501E3A">
              <w:rPr>
                <w:noProof w:val="0"/>
              </w:rPr>
              <w:t>using FV2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5- Select DF</w:t>
            </w:r>
            <w:r w:rsidRPr="00501E3A">
              <w:rPr>
                <w:noProof w:val="0"/>
                <w:szCs w:val="18"/>
                <w:vertAlign w:val="subscript"/>
              </w:rPr>
              <w:t>Test</w:t>
            </w:r>
            <w:r w:rsidRPr="00501E3A">
              <w:rPr>
                <w:noProof w:val="0"/>
              </w:rPr>
              <w:t>/EF</w:t>
            </w:r>
            <w:r w:rsidRPr="00501E3A">
              <w:rPr>
                <w:noProof w:val="0"/>
                <w:szCs w:val="18"/>
                <w:vertAlign w:val="subscript"/>
              </w:rPr>
              <w:t>CARU</w:t>
            </w:r>
            <w:r w:rsidRPr="00501E3A">
              <w:rPr>
                <w:noProof w:val="0"/>
                <w:szCs w:val="18"/>
              </w:rPr>
              <w:t xml:space="preserve"> </w:t>
            </w:r>
            <w:r w:rsidRPr="00501E3A">
              <w:rPr>
                <w:noProof w:val="0"/>
              </w:rPr>
              <w:t>using FV3</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6- Read record number 1 using FV1 (in absolute mode)</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7- Read record number</w:t>
            </w:r>
            <w:r w:rsidR="00E34DFA" w:rsidRPr="00501E3A">
              <w:rPr>
                <w:noProof w:val="0"/>
              </w:rPr>
              <w:t xml:space="preserve"> 2 using FV2 (in absolute mode)</w:t>
            </w:r>
          </w:p>
        </w:tc>
        <w:tc>
          <w:tcPr>
            <w:tcW w:w="2873"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 Applet1 is triggered</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No exception shall be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4- No exception shall be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5- A security exception shall be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6- Expected value is “55 55 55 55”</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7- Expected value is “AA AA AA”</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4</w:t>
            </w:r>
          </w:p>
        </w:tc>
        <w:tc>
          <w:tcPr>
            <w:tcW w:w="414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ILLEGAL_TRANSIENT SystemException</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Envelope menu selection is sent to the UICC</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Applet1 calls getTheUICCView() method with the event JCSystem.CLEAR_ON_DESELECT</w:t>
            </w:r>
          </w:p>
          <w:p w:rsidR="007E5153" w:rsidRPr="00501E3A" w:rsidRDefault="007E5153" w:rsidP="00576820">
            <w:pPr>
              <w:pStyle w:val="TAL"/>
              <w:keepNext w:val="0"/>
              <w:keepLines w:val="0"/>
            </w:pPr>
          </w:p>
        </w:tc>
        <w:tc>
          <w:tcPr>
            <w:tcW w:w="2873"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 Applet1 is triggered</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 SystemException. ILLEGAL_TRANSIENT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5</w:t>
            </w:r>
          </w:p>
        </w:tc>
        <w:tc>
          <w:tcPr>
            <w:tcW w:w="4149"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NO_TRANSIENT_SPACE SystemException</w:t>
            </w:r>
          </w:p>
          <w:p w:rsidR="007E5153" w:rsidRPr="00501E3A" w:rsidRDefault="007E5153" w:rsidP="00576820">
            <w:pPr>
              <w:pStyle w:val="TAH"/>
              <w:keepNext w:val="0"/>
              <w:keepLines w:val="0"/>
            </w:pPr>
            <w:r w:rsidRPr="00501E3A">
              <w:t>with CLEAR_ON_RESET FileView object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Get the available transient memory space using method length=JCSystem.</w:t>
            </w:r>
            <w:hyperlink r:id="rId12" w:anchor="getAvailableMemory%28byte%29" w:history="1">
              <w:r w:rsidRPr="00501E3A">
                <w:rPr>
                  <w:noProof w:val="0"/>
                </w:rPr>
                <w:t>getAvailableMemory</w:t>
              </w:r>
            </w:hyperlink>
            <w:r w:rsidRPr="00501E3A">
              <w:rPr>
                <w:noProof w:val="0"/>
              </w:rPr>
              <w:t>(MEMORY_TYPE_TRANSIENT_RESET)</w:t>
            </w:r>
          </w:p>
          <w:p w:rsidR="007E5153" w:rsidRPr="00501E3A" w:rsidRDefault="007E5153" w:rsidP="00576820">
            <w:pPr>
              <w:pStyle w:val="PL"/>
              <w:rPr>
                <w:noProof w:val="0"/>
              </w:rPr>
            </w:pPr>
          </w:p>
          <w:p w:rsidR="007E5153" w:rsidRPr="00501E3A" w:rsidRDefault="007E5153" w:rsidP="00576820">
            <w:pPr>
              <w:pStyle w:val="PL"/>
              <w:rPr>
                <w:bCs/>
                <w:noProof w:val="0"/>
              </w:rPr>
            </w:pPr>
            <w:r w:rsidRPr="00501E3A">
              <w:rPr>
                <w:noProof w:val="0"/>
              </w:rPr>
              <w:t>2- Fill the available transient memory space by creating array, using method JCSystem.</w:t>
            </w:r>
            <w:r w:rsidRPr="00501E3A">
              <w:rPr>
                <w:bCs/>
                <w:noProof w:val="0"/>
              </w:rPr>
              <w:t>makeTransientByteArray(</w:t>
            </w:r>
            <w:r w:rsidRPr="00501E3A">
              <w:rPr>
                <w:noProof w:val="0"/>
              </w:rPr>
              <w:t>length, JCSystem.CLEAR_ON_RESET</w:t>
            </w:r>
            <w:r w:rsidRPr="00501E3A">
              <w:rPr>
                <w:bCs/>
                <w:noProof w:val="0"/>
              </w:rPr>
              <w:t>)</w:t>
            </w:r>
          </w:p>
          <w:p w:rsidR="007E5153" w:rsidRPr="00501E3A" w:rsidRDefault="007E5153" w:rsidP="00576820">
            <w:pPr>
              <w:pStyle w:val="PL"/>
              <w:rPr>
                <w:bCs/>
                <w:noProof w:val="0"/>
              </w:rPr>
            </w:pPr>
          </w:p>
          <w:p w:rsidR="007E5153" w:rsidRPr="00501E3A" w:rsidRDefault="007E5153" w:rsidP="00576820">
            <w:pPr>
              <w:pStyle w:val="PL"/>
              <w:rPr>
                <w:bCs/>
                <w:noProof w:val="0"/>
              </w:rPr>
            </w:pPr>
          </w:p>
          <w:p w:rsidR="007E5153" w:rsidRPr="00501E3A" w:rsidRDefault="007E5153" w:rsidP="00576820">
            <w:pPr>
              <w:pStyle w:val="PL"/>
              <w:rPr>
                <w:noProof w:val="0"/>
              </w:rPr>
            </w:pPr>
            <w:r w:rsidRPr="00501E3A">
              <w:rPr>
                <w:noProof w:val="0"/>
              </w:rPr>
              <w:t xml:space="preserve">3- Applet calls method getTheUICCView() with event </w:t>
            </w:r>
          </w:p>
          <w:p w:rsidR="007E5153" w:rsidRPr="00501E3A" w:rsidRDefault="007E5153" w:rsidP="00576820">
            <w:pPr>
              <w:pStyle w:val="PL"/>
              <w:rPr>
                <w:noProof w:val="0"/>
              </w:rPr>
            </w:pPr>
            <w:r w:rsidRPr="00501E3A">
              <w:rPr>
                <w:noProof w:val="0"/>
              </w:rPr>
              <w:t>JCSystem.CLEAR_ON_RESET</w:t>
            </w:r>
          </w:p>
          <w:p w:rsidR="007E5153" w:rsidRPr="00501E3A" w:rsidRDefault="007E5153" w:rsidP="00576820">
            <w:pPr>
              <w:pStyle w:val="PL"/>
              <w:rPr>
                <w:bCs/>
                <w:noProof w:val="0"/>
              </w:rPr>
            </w:pPr>
          </w:p>
          <w:p w:rsidR="007E5153" w:rsidRPr="00501E3A" w:rsidRDefault="00E34DFA" w:rsidP="00576820">
            <w:pPr>
              <w:pStyle w:val="PL"/>
              <w:rPr>
                <w:noProof w:val="0"/>
              </w:rPr>
            </w:pPr>
            <w:r w:rsidRPr="00501E3A">
              <w:rPr>
                <w:noProof w:val="0"/>
              </w:rPr>
              <w:t>4- Reset</w:t>
            </w:r>
          </w:p>
        </w:tc>
        <w:tc>
          <w:tcPr>
            <w:tcW w:w="2873"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 No exception shall be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 No exception shall be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pPr>
            <w:r w:rsidRPr="00501E3A">
              <w:lastRenderedPageBreak/>
              <w:t>6</w:t>
            </w:r>
          </w:p>
        </w:tc>
        <w:tc>
          <w:tcPr>
            <w:tcW w:w="414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NO_TRANSIENT_SPACE SystemException</w:t>
            </w:r>
          </w:p>
          <w:p w:rsidR="007E5153" w:rsidRPr="00501E3A" w:rsidRDefault="007E5153">
            <w:pPr>
              <w:pStyle w:val="TAH"/>
            </w:pPr>
            <w:r w:rsidRPr="00501E3A">
              <w:t>with CLEAR_ON_DESELECT FileView object</w:t>
            </w:r>
          </w:p>
          <w:p w:rsidR="007E5153" w:rsidRPr="00501E3A" w:rsidRDefault="007E5153">
            <w:pPr>
              <w:pStyle w:val="PL"/>
              <w:rPr>
                <w:noProof w:val="0"/>
              </w:rPr>
            </w:pPr>
          </w:p>
          <w:p w:rsidR="007E5153" w:rsidRPr="00501E3A" w:rsidRDefault="007E5153">
            <w:pPr>
              <w:pStyle w:val="PL"/>
              <w:rPr>
                <w:noProof w:val="0"/>
              </w:rPr>
            </w:pPr>
            <w:r w:rsidRPr="00501E3A">
              <w:rPr>
                <w:noProof w:val="0"/>
              </w:rPr>
              <w:t>1- Select the Applet by AID</w:t>
            </w:r>
          </w:p>
          <w:p w:rsidR="007E5153" w:rsidRPr="00501E3A" w:rsidRDefault="007E5153">
            <w:pPr>
              <w:pStyle w:val="PL"/>
              <w:rPr>
                <w:noProof w:val="0"/>
              </w:rPr>
            </w:pPr>
          </w:p>
          <w:p w:rsidR="007E5153" w:rsidRPr="00501E3A" w:rsidRDefault="007E5153">
            <w:pPr>
              <w:pStyle w:val="PL"/>
              <w:rPr>
                <w:noProof w:val="0"/>
              </w:rPr>
            </w:pPr>
            <w:r w:rsidRPr="00501E3A">
              <w:rPr>
                <w:noProof w:val="0"/>
              </w:rPr>
              <w:t>2- Get the available transient memory space using method length=JCSystem.</w:t>
            </w:r>
            <w:hyperlink r:id="rId13" w:anchor="getAvailableMemory%28byte%29" w:history="1">
              <w:r w:rsidRPr="00501E3A">
                <w:rPr>
                  <w:noProof w:val="0"/>
                </w:rPr>
                <w:t>getAvailableMemory</w:t>
              </w:r>
            </w:hyperlink>
            <w:r w:rsidRPr="00501E3A">
              <w:rPr>
                <w:noProof w:val="0"/>
              </w:rPr>
              <w:t>(MEMORY_TYPE_TRANSIENT_DESELECT)</w:t>
            </w:r>
          </w:p>
          <w:p w:rsidR="007E5153" w:rsidRPr="00501E3A" w:rsidRDefault="007E5153">
            <w:pPr>
              <w:pStyle w:val="PL"/>
              <w:rPr>
                <w:noProof w:val="0"/>
              </w:rPr>
            </w:pPr>
          </w:p>
          <w:p w:rsidR="007E5153" w:rsidRPr="00501E3A" w:rsidRDefault="007E5153">
            <w:pPr>
              <w:pStyle w:val="PL"/>
              <w:rPr>
                <w:bCs/>
                <w:noProof w:val="0"/>
              </w:rPr>
            </w:pPr>
            <w:r w:rsidRPr="00501E3A">
              <w:rPr>
                <w:noProof w:val="0"/>
              </w:rPr>
              <w:t>3- Fill the available transient memory space by creating array, using method JCSystem.</w:t>
            </w:r>
            <w:r w:rsidRPr="00501E3A">
              <w:rPr>
                <w:bCs/>
                <w:noProof w:val="0"/>
              </w:rPr>
              <w:t>makeTransientByteArray(</w:t>
            </w:r>
            <w:r w:rsidRPr="00501E3A">
              <w:rPr>
                <w:noProof w:val="0"/>
              </w:rPr>
              <w:t>length, JCSystem.CLEAR_ON_DESELECT</w:t>
            </w:r>
            <w:r w:rsidRPr="00501E3A">
              <w:rPr>
                <w:bCs/>
                <w:noProof w:val="0"/>
              </w:rPr>
              <w:t>)</w:t>
            </w:r>
          </w:p>
          <w:p w:rsidR="007E5153" w:rsidRPr="00501E3A" w:rsidRDefault="007E5153">
            <w:pPr>
              <w:pStyle w:val="PL"/>
              <w:rPr>
                <w:bCs/>
                <w:noProof w:val="0"/>
              </w:rPr>
            </w:pPr>
          </w:p>
          <w:p w:rsidR="007E5153" w:rsidRPr="00501E3A" w:rsidRDefault="007E5153">
            <w:pPr>
              <w:pStyle w:val="PL"/>
              <w:rPr>
                <w:bCs/>
                <w:noProof w:val="0"/>
              </w:rPr>
            </w:pPr>
          </w:p>
          <w:p w:rsidR="007E5153" w:rsidRPr="00501E3A" w:rsidRDefault="007E5153">
            <w:pPr>
              <w:pStyle w:val="PL"/>
              <w:rPr>
                <w:noProof w:val="0"/>
              </w:rPr>
            </w:pPr>
            <w:r w:rsidRPr="00501E3A">
              <w:rPr>
                <w:noProof w:val="0"/>
              </w:rPr>
              <w:t xml:space="preserve">4- Applet calls method getTheUICCView() with event </w:t>
            </w:r>
          </w:p>
          <w:p w:rsidR="007E5153" w:rsidRPr="00501E3A" w:rsidRDefault="00E34DFA" w:rsidP="00E34DFA">
            <w:pPr>
              <w:pStyle w:val="PL"/>
              <w:rPr>
                <w:noProof w:val="0"/>
              </w:rPr>
            </w:pPr>
            <w:r w:rsidRPr="00501E3A">
              <w:rPr>
                <w:noProof w:val="0"/>
              </w:rPr>
              <w:t>JCSystem.CLEAR_ON_DESELECT</w:t>
            </w:r>
          </w:p>
        </w:tc>
        <w:tc>
          <w:tcPr>
            <w:tcW w:w="28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Applet1 is selected</w:t>
            </w:r>
          </w:p>
          <w:p w:rsidR="007E5153" w:rsidRPr="00501E3A" w:rsidRDefault="007E5153">
            <w:pPr>
              <w:pStyle w:val="TAL"/>
            </w:pPr>
          </w:p>
          <w:p w:rsidR="007E5153" w:rsidRPr="00501E3A" w:rsidRDefault="007E5153">
            <w:pPr>
              <w:pStyle w:val="TAL"/>
            </w:pPr>
            <w:r w:rsidRPr="00501E3A">
              <w:t>2-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4-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pPr>
            <w:r w:rsidRPr="00501E3A">
              <w:t>7</w:t>
            </w:r>
          </w:p>
        </w:tc>
        <w:tc>
          <w:tcPr>
            <w:tcW w:w="4149"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ILLEGAL_VALUE SystemException</w:t>
            </w:r>
          </w:p>
          <w:p w:rsidR="007E5153" w:rsidRPr="00501E3A" w:rsidRDefault="007E5153">
            <w:pPr>
              <w:pStyle w:val="PL"/>
              <w:rPr>
                <w:noProof w:val="0"/>
              </w:rPr>
            </w:pPr>
          </w:p>
          <w:p w:rsidR="007E5153" w:rsidRPr="00501E3A" w:rsidRDefault="007E5153">
            <w:pPr>
              <w:pStyle w:val="PL"/>
              <w:rPr>
                <w:noProof w:val="0"/>
              </w:rPr>
            </w:pPr>
            <w:r w:rsidRPr="00501E3A">
              <w:rPr>
                <w:noProof w:val="0"/>
              </w:rPr>
              <w:t xml:space="preserve">1- Invoke the method getTheUICCView() </w:t>
            </w:r>
            <w:r w:rsidR="00E34DFA" w:rsidRPr="00501E3A">
              <w:rPr>
                <w:noProof w:val="0"/>
              </w:rPr>
              <w:t>with event different from 0,1,2</w:t>
            </w:r>
          </w:p>
        </w:tc>
        <w:tc>
          <w:tcPr>
            <w:tcW w:w="2873"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SystemException.ILLEGAL_VALUE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bl>
    <w:p w:rsidR="007E5153" w:rsidRPr="00501E3A" w:rsidRDefault="007E5153"/>
    <w:p w:rsidR="007E5153" w:rsidRPr="00501E3A" w:rsidRDefault="007E5153">
      <w:pPr>
        <w:pStyle w:val="Heading4"/>
      </w:pPr>
      <w:r w:rsidRPr="00501E3A">
        <w:t>5.1.3.2</w:t>
      </w:r>
      <w:r w:rsidRPr="00501E3A">
        <w:tab/>
        <w:t>Method getTheFileView</w:t>
      </w:r>
    </w:p>
    <w:p w:rsidR="007E5153" w:rsidRPr="00501E3A" w:rsidRDefault="007E5153">
      <w:r w:rsidRPr="00501E3A">
        <w:t>Test Area Reference: Api_1_Usy_Getfob</w:t>
      </w:r>
      <w:r w:rsidR="00E34DFA" w:rsidRPr="00501E3A">
        <w:t>.</w:t>
      </w:r>
    </w:p>
    <w:p w:rsidR="007E5153" w:rsidRPr="00501E3A" w:rsidRDefault="007E5153" w:rsidP="00E34DFA">
      <w:pPr>
        <w:pStyle w:val="Heading5"/>
      </w:pPr>
      <w:r w:rsidRPr="00501E3A">
        <w:t>5.1.3.2.1</w:t>
      </w:r>
      <w:r w:rsidRPr="00501E3A">
        <w:tab/>
        <w:t>Conformance requirement:</w:t>
      </w:r>
    </w:p>
    <w:p w:rsidR="007E5153" w:rsidRPr="00501E3A" w:rsidRDefault="007E5153">
      <w:r w:rsidRPr="00501E3A">
        <w:t>The method with following header shall compliant to its definition in the API.</w:t>
      </w:r>
    </w:p>
    <w:p w:rsidR="007E5153" w:rsidRPr="00501E3A" w:rsidRDefault="007E5153">
      <w:pPr>
        <w:pStyle w:val="PL"/>
        <w:rPr>
          <w:noProof w:val="0"/>
        </w:rPr>
      </w:pPr>
      <w:r w:rsidRPr="00501E3A">
        <w:rPr>
          <w:noProof w:val="0"/>
        </w:rPr>
        <w:t>public static FileView getTheFileView(javacard.framework.AID aid, byte event)</w:t>
      </w:r>
    </w:p>
    <w:p w:rsidR="007E5153" w:rsidRPr="00501E3A" w:rsidRDefault="007E5153">
      <w:pPr>
        <w:pStyle w:val="PL"/>
        <w:rPr>
          <w:noProof w:val="0"/>
        </w:rPr>
      </w:pPr>
      <w:r w:rsidRPr="00501E3A">
        <w:rPr>
          <w:noProof w:val="0"/>
        </w:rPr>
        <w:tab/>
      </w:r>
      <w:r w:rsidRPr="00501E3A">
        <w:rPr>
          <w:noProof w:val="0"/>
        </w:rPr>
        <w:tab/>
      </w:r>
      <w:r w:rsidRPr="00501E3A">
        <w:rPr>
          <w:noProof w:val="0"/>
        </w:rPr>
        <w:tab/>
      </w:r>
      <w:r w:rsidRPr="00501E3A">
        <w:rPr>
          <w:noProof w:val="0"/>
        </w:rPr>
        <w:tab/>
        <w:t xml:space="preserve">throws NullPointerException, </w:t>
      </w:r>
    </w:p>
    <w:p w:rsidR="007E5153" w:rsidRPr="00501E3A" w:rsidRDefault="007E5153">
      <w:pPr>
        <w:pStyle w:val="PL"/>
        <w:rPr>
          <w:noProof w:val="0"/>
        </w:rPr>
      </w:pPr>
      <w:r w:rsidRPr="00501E3A">
        <w:rPr>
          <w:noProof w:val="0"/>
        </w:rPr>
        <w:tab/>
      </w:r>
      <w:r w:rsidRPr="00501E3A">
        <w:rPr>
          <w:noProof w:val="0"/>
        </w:rPr>
        <w:tab/>
      </w:r>
      <w:r w:rsidRPr="00501E3A">
        <w:rPr>
          <w:noProof w:val="0"/>
        </w:rPr>
        <w:tab/>
      </w:r>
      <w:r w:rsidRPr="00501E3A">
        <w:rPr>
          <w:noProof w:val="0"/>
        </w:rPr>
        <w:tab/>
      </w:r>
      <w:r w:rsidRPr="00501E3A">
        <w:rPr>
          <w:noProof w:val="0"/>
        </w:rPr>
        <w:tab/>
        <w:t xml:space="preserve">   javacard.framework.SystemException</w:t>
      </w:r>
    </w:p>
    <w:p w:rsidR="007E5153" w:rsidRPr="00501E3A" w:rsidRDefault="007E5153">
      <w:pPr>
        <w:pStyle w:val="PL"/>
        <w:rPr>
          <w:noProof w:val="0"/>
        </w:rPr>
      </w:pPr>
    </w:p>
    <w:p w:rsidR="007E5153" w:rsidRPr="00501E3A" w:rsidRDefault="007E5153">
      <w:pPr>
        <w:pStyle w:val="H6"/>
      </w:pPr>
      <w:r w:rsidRPr="00501E3A">
        <w:t>5.1.3.2.1.1</w:t>
      </w:r>
      <w:r w:rsidRPr="00501E3A">
        <w:tab/>
        <w:t>Normal execution</w:t>
      </w:r>
    </w:p>
    <w:p w:rsidR="007E5153" w:rsidRPr="00501E3A" w:rsidRDefault="007E5153" w:rsidP="00E34DFA">
      <w:pPr>
        <w:pStyle w:val="B1"/>
      </w:pPr>
      <w:r w:rsidRPr="00501E3A">
        <w:t>CRRN1: returns a reference to class which implements the FileView interface on an ADF file system defined by its AID.</w:t>
      </w:r>
    </w:p>
    <w:p w:rsidR="007E5153" w:rsidRPr="00501E3A" w:rsidRDefault="007E5153" w:rsidP="00E34DFA">
      <w:pPr>
        <w:pStyle w:val="B1"/>
      </w:pPr>
      <w:r w:rsidRPr="00501E3A">
        <w:t>CRRN2: returns null if the ADF with the AID does not exist</w:t>
      </w:r>
      <w:r w:rsidR="004C222B" w:rsidRPr="00501E3A">
        <w:t>.</w:t>
      </w:r>
    </w:p>
    <w:p w:rsidR="007E5153" w:rsidRPr="00501E3A" w:rsidRDefault="007E5153" w:rsidP="00E34DFA">
      <w:pPr>
        <w:pStyle w:val="B1"/>
      </w:pPr>
      <w:r w:rsidRPr="00501E3A">
        <w:t>CRRN3: returns null if one of the javacard.framework.Applet.register(..) method has not previously invoked by the applet invoking this method or the filesystem server does not exist or the filesystem server returns null</w:t>
      </w:r>
      <w:r w:rsidR="004C222B" w:rsidRPr="00501E3A">
        <w:t>.</w:t>
      </w:r>
    </w:p>
    <w:p w:rsidR="007E5153" w:rsidRPr="00501E3A" w:rsidRDefault="007E5153" w:rsidP="00E34DFA">
      <w:pPr>
        <w:pStyle w:val="B1"/>
      </w:pPr>
      <w:r w:rsidRPr="00501E3A">
        <w:t>CRRN4: After a successful invocation of the method the ADF is the currently selected file</w:t>
      </w:r>
      <w:r w:rsidR="004C222B" w:rsidRPr="00501E3A">
        <w:t>.</w:t>
      </w:r>
    </w:p>
    <w:p w:rsidR="007E5153" w:rsidRPr="00501E3A" w:rsidRDefault="007E5153" w:rsidP="00E34DFA">
      <w:pPr>
        <w:pStyle w:val="B1"/>
      </w:pPr>
      <w:r w:rsidRPr="00501E3A">
        <w:t xml:space="preserve">CRRN5: A separate and independent file context shall be associated with each and every FileView object: the operation performed on files in a given FileView object shall not affect the file context associated with any other FileView </w:t>
      </w:r>
      <w:r w:rsidR="00576820" w:rsidRPr="00501E3A">
        <w:t>object. This</w:t>
      </w:r>
      <w:r w:rsidRPr="00501E3A">
        <w:t xml:space="preserve"> context can be transient or persistent depending on what was required by the Applet during the creation of the FileView object</w:t>
      </w:r>
      <w:r w:rsidR="004C222B" w:rsidRPr="00501E3A">
        <w:t>.</w:t>
      </w:r>
    </w:p>
    <w:p w:rsidR="007E5153" w:rsidRPr="00501E3A" w:rsidRDefault="007E5153" w:rsidP="00E34DFA">
      <w:pPr>
        <w:pStyle w:val="B1"/>
      </w:pPr>
      <w:r w:rsidRPr="00501E3A">
        <w:t>CRRN6: It is not possible to access files which are not located under the ADF</w:t>
      </w:r>
      <w:r w:rsidR="004C222B" w:rsidRPr="00501E3A">
        <w:t>.</w:t>
      </w:r>
    </w:p>
    <w:p w:rsidR="007E5153" w:rsidRPr="00501E3A" w:rsidRDefault="00E34DFA">
      <w:pPr>
        <w:pStyle w:val="H6"/>
      </w:pPr>
      <w:r w:rsidRPr="00501E3A">
        <w:t>5.1.3.2.1.2</w:t>
      </w:r>
      <w:r w:rsidR="007E5153" w:rsidRPr="00501E3A">
        <w:tab/>
        <w:t>Parameters error</w:t>
      </w:r>
    </w:p>
    <w:p w:rsidR="007E5153" w:rsidRPr="00501E3A" w:rsidRDefault="007E5153" w:rsidP="00E34DFA">
      <w:pPr>
        <w:pStyle w:val="B1"/>
      </w:pPr>
      <w:r w:rsidRPr="00501E3A">
        <w:t>CRRP1: If event is not one of the following values JCSystem.NOT_A_TRANSIENT_OBJECT, JCSystem.CLEAR_ON_DESELECT, or JCSystem.CLEAR_ON_RESET a SystemException is thrown. The value of the SystemException shall be SystemException.ILLEGAL_VALUE.</w:t>
      </w:r>
    </w:p>
    <w:p w:rsidR="007E5153" w:rsidRPr="00501E3A" w:rsidRDefault="007E5153" w:rsidP="00E34DFA">
      <w:pPr>
        <w:pStyle w:val="B1"/>
        <w:rPr>
          <w:rStyle w:val="HTMLCode"/>
        </w:rPr>
      </w:pPr>
      <w:r w:rsidRPr="00501E3A">
        <w:t>CRRP2:</w:t>
      </w:r>
      <w:r w:rsidRPr="00501E3A">
        <w:rPr>
          <w:rStyle w:val="HTMLCode"/>
          <w:rFonts w:ascii="Times New Roman" w:hAnsi="Times New Roman"/>
        </w:rPr>
        <w:t xml:space="preserve"> </w:t>
      </w:r>
      <w:r w:rsidRPr="00501E3A">
        <w:t>If the AID is null a NullPointerException shall be thrown.</w:t>
      </w:r>
    </w:p>
    <w:p w:rsidR="007E5153" w:rsidRPr="00501E3A" w:rsidRDefault="007E5153">
      <w:pPr>
        <w:pStyle w:val="H6"/>
      </w:pPr>
      <w:r w:rsidRPr="00501E3A">
        <w:lastRenderedPageBreak/>
        <w:t>5.1.3.2.1.3</w:t>
      </w:r>
      <w:r w:rsidR="00E34DFA" w:rsidRPr="00501E3A">
        <w:tab/>
      </w:r>
      <w:r w:rsidRPr="00501E3A">
        <w:t>Context errors</w:t>
      </w:r>
    </w:p>
    <w:p w:rsidR="007E5153" w:rsidRPr="00501E3A" w:rsidRDefault="007E5153" w:rsidP="00E34DFA">
      <w:pPr>
        <w:pStyle w:val="B1"/>
      </w:pPr>
      <w:r w:rsidRPr="00501E3A">
        <w:t>CRRC1: If event is JCSystem.CLEAR_ON_RESET or JCSystem.CLEAR_ON_DESELECT and not enough transient memory space is available a SystemException shall be thrown with reason code SystemException.NO_TRANSIENT_SPACE.</w:t>
      </w:r>
    </w:p>
    <w:p w:rsidR="007E5153" w:rsidRPr="00501E3A" w:rsidRDefault="007E5153" w:rsidP="00E34DFA">
      <w:pPr>
        <w:pStyle w:val="B1"/>
      </w:pPr>
      <w:r w:rsidRPr="00501E3A">
        <w:t>CRRC2: If event is JCSystem.CLEAR_ON_DESELECT and the applet is not a currently selected applet a SystemException with reason code SystemException.ILLEGAL_TRANSIENT shall be thrown.</w:t>
      </w:r>
    </w:p>
    <w:p w:rsidR="007E5153" w:rsidRPr="00501E3A" w:rsidRDefault="007E5153" w:rsidP="00E34DFA">
      <w:pPr>
        <w:pStyle w:val="Heading5"/>
      </w:pPr>
      <w:r w:rsidRPr="00501E3A">
        <w:t>5.1.3.2.2</w:t>
      </w:r>
      <w:r w:rsidR="00E34DFA" w:rsidRPr="00501E3A">
        <w:tab/>
      </w:r>
      <w:r w:rsidRPr="00501E3A">
        <w:t xml:space="preserve">Test area files </w:t>
      </w:r>
    </w:p>
    <w:p w:rsidR="007E5153" w:rsidRPr="00501E3A" w:rsidRDefault="007E5153" w:rsidP="00E34DFA">
      <w:pPr>
        <w:pStyle w:val="EX"/>
      </w:pPr>
      <w:r w:rsidRPr="00501E3A">
        <w:t>Test Source:</w:t>
      </w:r>
      <w:r w:rsidRPr="00501E3A">
        <w:tab/>
        <w:t>Test_ Api_1_Usy_Getfob.java</w:t>
      </w:r>
      <w:r w:rsidR="00E34DFA" w:rsidRPr="00501E3A">
        <w:t>.</w:t>
      </w:r>
    </w:p>
    <w:p w:rsidR="007E5153" w:rsidRPr="00501E3A" w:rsidRDefault="007E5153" w:rsidP="00E34DFA">
      <w:pPr>
        <w:pStyle w:val="EX"/>
      </w:pPr>
      <w:r w:rsidRPr="00501E3A">
        <w:t>Test Applet:</w:t>
      </w:r>
      <w:r w:rsidRPr="00501E3A">
        <w:tab/>
        <w:t>Api_1_Usy_Getfob.java</w:t>
      </w:r>
      <w:r w:rsidR="00E34DFA" w:rsidRPr="00501E3A">
        <w:t>.</w:t>
      </w:r>
    </w:p>
    <w:p w:rsidR="007E5153" w:rsidRPr="00501E3A" w:rsidRDefault="007E5153" w:rsidP="00E34DFA">
      <w:pPr>
        <w:pStyle w:val="EX"/>
      </w:pPr>
      <w:r w:rsidRPr="00501E3A">
        <w:t>Cap File:</w:t>
      </w:r>
      <w:r w:rsidRPr="00501E3A">
        <w:tab/>
        <w:t>api_1_usy_getfob.cap</w:t>
      </w:r>
      <w:r w:rsidR="00E34DFA" w:rsidRPr="00501E3A">
        <w:t>.</w:t>
      </w:r>
    </w:p>
    <w:p w:rsidR="007E5153" w:rsidRPr="00501E3A" w:rsidRDefault="007E5153" w:rsidP="00E34DFA">
      <w:pPr>
        <w:pStyle w:val="Heading5"/>
      </w:pPr>
      <w:r w:rsidRPr="00501E3A">
        <w:t>5.1.3.2.3</w:t>
      </w:r>
      <w:r w:rsidR="00E34DFA"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H"/>
            </w:pPr>
            <w:r w:rsidRPr="00501E3A">
              <w:t>CRR number</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H"/>
            </w:pPr>
            <w:r w:rsidRPr="00501E3A">
              <w:t>Test case number</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N1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1C3722" w:rsidP="00E34DFA">
            <w:pPr>
              <w:pStyle w:val="TAC"/>
            </w:pPr>
            <w:r w:rsidRPr="00501E3A">
              <w:t xml:space="preserve">1 to </w:t>
            </w:r>
            <w:r w:rsidR="007E5153" w:rsidRPr="00501E3A">
              <w:t>3</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N2</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1</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N3</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1</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N4</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2</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N5</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3</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N6</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2</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P1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7</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P2</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pPr>
            <w:r w:rsidRPr="00501E3A">
              <w:t>8</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5, 6</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r>
    </w:tbl>
    <w:p w:rsidR="00E34DFA" w:rsidRPr="00501E3A" w:rsidRDefault="00E34DFA" w:rsidP="00E34DFA"/>
    <w:p w:rsidR="007E5153" w:rsidRPr="00501E3A" w:rsidRDefault="007E5153" w:rsidP="00E34DFA">
      <w:pPr>
        <w:pStyle w:val="Heading5"/>
      </w:pPr>
      <w:r w:rsidRPr="00501E3A">
        <w:t>5.1.3.2.4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E5153" w:rsidRPr="00501E3A" w:rsidTr="00E34DFA">
        <w:trPr>
          <w:tblHeade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Id</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Description</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API Expectation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Method returns null</w:t>
            </w:r>
          </w:p>
          <w:p w:rsidR="007E5153" w:rsidRPr="00501E3A" w:rsidRDefault="007E5153">
            <w:pPr>
              <w:pStyle w:val="PL"/>
              <w:rPr>
                <w:noProof w:val="0"/>
              </w:rPr>
            </w:pPr>
          </w:p>
          <w:p w:rsidR="007E5153" w:rsidRPr="00501E3A" w:rsidRDefault="007E5153">
            <w:pPr>
              <w:pStyle w:val="PL"/>
              <w:rPr>
                <w:noProof w:val="0"/>
              </w:rPr>
            </w:pPr>
            <w:r w:rsidRPr="00501E3A">
              <w:rPr>
                <w:noProof w:val="0"/>
              </w:rPr>
              <w:t>1- Install Applet1 with full access rights on the  UICC file system</w:t>
            </w:r>
          </w:p>
          <w:p w:rsidR="007E5153" w:rsidRPr="00501E3A" w:rsidRDefault="007E5153">
            <w:pPr>
              <w:pStyle w:val="PL"/>
              <w:rPr>
                <w:noProof w:val="0"/>
              </w:rPr>
            </w:pPr>
          </w:p>
          <w:p w:rsidR="007E5153" w:rsidRPr="00501E3A" w:rsidRDefault="007E5153">
            <w:pPr>
              <w:pStyle w:val="PL"/>
              <w:rPr>
                <w:noProof w:val="0"/>
              </w:rPr>
            </w:pPr>
            <w:r w:rsidRPr="00501E3A">
              <w:rPr>
                <w:noProof w:val="0"/>
              </w:rPr>
              <w:t>2- Invoke the method getTheFileView  before the javacard.framework.Applet.register(..) method invocation</w:t>
            </w:r>
          </w:p>
          <w:p w:rsidR="007E5153" w:rsidRPr="00501E3A" w:rsidRDefault="007E5153">
            <w:pPr>
              <w:pStyle w:val="PL"/>
              <w:rPr>
                <w:noProof w:val="0"/>
              </w:rPr>
            </w:pPr>
          </w:p>
          <w:p w:rsidR="007E5153" w:rsidRPr="00501E3A" w:rsidRDefault="007E5153">
            <w:pPr>
              <w:pStyle w:val="PL"/>
              <w:rPr>
                <w:noProof w:val="0"/>
              </w:rPr>
            </w:pPr>
            <w:r w:rsidRPr="00501E3A">
              <w:rPr>
                <w:noProof w:val="0"/>
              </w:rPr>
              <w:t>3- Envelope menu selection is sent to the UICC</w:t>
            </w:r>
          </w:p>
          <w:p w:rsidR="007E5153" w:rsidRPr="00501E3A" w:rsidRDefault="007E5153">
            <w:pPr>
              <w:pStyle w:val="PL"/>
              <w:rPr>
                <w:noProof w:val="0"/>
              </w:rPr>
            </w:pPr>
          </w:p>
          <w:p w:rsidR="007E5153" w:rsidRPr="00501E3A" w:rsidRDefault="007E5153" w:rsidP="00E34DFA">
            <w:pPr>
              <w:pStyle w:val="PL"/>
              <w:rPr>
                <w:noProof w:val="0"/>
              </w:rPr>
            </w:pPr>
            <w:r w:rsidRPr="00501E3A">
              <w:rPr>
                <w:noProof w:val="0"/>
              </w:rPr>
              <w:t>4- Invoke the method getTheFileView() with AID = unknown ADF AID</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returns null</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applet is triggered</w:t>
            </w:r>
          </w:p>
          <w:p w:rsidR="007E5153" w:rsidRPr="00501E3A" w:rsidRDefault="007E5153">
            <w:pPr>
              <w:pStyle w:val="TAL"/>
            </w:pPr>
          </w:p>
          <w:p w:rsidR="007E5153" w:rsidRPr="00501E3A" w:rsidRDefault="007E5153">
            <w:pPr>
              <w:pStyle w:val="TAL"/>
            </w:pPr>
          </w:p>
          <w:p w:rsidR="007E5153" w:rsidRPr="00501E3A" w:rsidRDefault="007E5153">
            <w:pPr>
              <w:pStyle w:val="TAL"/>
              <w:rPr>
                <w:bCs/>
              </w:rPr>
            </w:pPr>
            <w:r w:rsidRPr="00501E3A">
              <w:t>4- returns null</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C"/>
              <w:keepLines w:val="0"/>
            </w:pPr>
            <w:r w:rsidRPr="00501E3A">
              <w:lastRenderedPageBreak/>
              <w:t>2</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H"/>
            </w:pPr>
            <w:r w:rsidRPr="00501E3A">
              <w:t>Normal execution</w:t>
            </w:r>
          </w:p>
          <w:p w:rsidR="007E5153" w:rsidRPr="00501E3A" w:rsidRDefault="007E5153" w:rsidP="00E34DFA">
            <w:pPr>
              <w:pStyle w:val="PL"/>
              <w:keepNext/>
              <w:rPr>
                <w:noProof w:val="0"/>
              </w:rPr>
            </w:pPr>
            <w:r w:rsidRPr="00501E3A">
              <w:rPr>
                <w:noProof w:val="0"/>
              </w:rPr>
              <w:t>1- Envelope menu selection is sent to the UICC</w:t>
            </w: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 xml:space="preserve">Invoke the method </w:t>
            </w:r>
            <w:r w:rsidRPr="00501E3A">
              <w:rPr>
                <w:bCs/>
                <w:noProof w:val="0"/>
              </w:rPr>
              <w:t xml:space="preserve">getTheFileView() with AID = ADF1 </w:t>
            </w:r>
            <w:r w:rsidRPr="00501E3A">
              <w:rPr>
                <w:noProof w:val="0"/>
              </w:rPr>
              <w:t>with the event JCSystem.NOT_A_TRANSIENT_OBJECT</w:t>
            </w:r>
          </w:p>
          <w:p w:rsidR="007E5153" w:rsidRPr="00501E3A" w:rsidRDefault="007E5153" w:rsidP="00E34DFA">
            <w:pPr>
              <w:pStyle w:val="PL"/>
              <w:keepNext/>
              <w:rPr>
                <w:noProof w:val="0"/>
              </w:rPr>
            </w:pPr>
            <w:r w:rsidRPr="00501E3A">
              <w:rPr>
                <w:noProof w:val="0"/>
              </w:rPr>
              <w:t>and stores the result in a class variable FV1</w:t>
            </w: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Applet1 calls FV1.status() command</w:t>
            </w:r>
          </w:p>
          <w:p w:rsidR="007E5153" w:rsidRPr="00501E3A" w:rsidRDefault="007E5153" w:rsidP="00E34DFA">
            <w:pPr>
              <w:pStyle w:val="PL"/>
              <w:keepNext/>
              <w:rPr>
                <w:bCs/>
                <w:noProof w:val="0"/>
              </w:rPr>
            </w:pPr>
          </w:p>
          <w:p w:rsidR="007E5153" w:rsidRPr="00501E3A" w:rsidRDefault="007E5153" w:rsidP="00E34DFA">
            <w:pPr>
              <w:pStyle w:val="PL"/>
              <w:keepNext/>
              <w:rPr>
                <w:bCs/>
                <w:noProof w:val="0"/>
              </w:rPr>
            </w:pPr>
          </w:p>
          <w:p w:rsidR="007E5153" w:rsidRPr="00501E3A" w:rsidRDefault="007E5153" w:rsidP="00E34DFA">
            <w:pPr>
              <w:pStyle w:val="PL"/>
              <w:keepNext/>
              <w:rPr>
                <w:bCs/>
                <w:noProof w:val="0"/>
              </w:rPr>
            </w:pPr>
            <w:r w:rsidRPr="00501E3A">
              <w:rPr>
                <w:bCs/>
                <w:noProof w:val="0"/>
              </w:rPr>
              <w:t>Select DF</w:t>
            </w:r>
            <w:r w:rsidRPr="00501E3A">
              <w:rPr>
                <w:bCs/>
                <w:noProof w:val="0"/>
                <w:vertAlign w:val="subscript"/>
              </w:rPr>
              <w:t>Test</w:t>
            </w:r>
            <w:r w:rsidRPr="00501E3A">
              <w:rPr>
                <w:bCs/>
                <w:noProof w:val="0"/>
              </w:rPr>
              <w:t xml:space="preserve"> using FV1 Select EF</w:t>
            </w:r>
            <w:r w:rsidRPr="00501E3A">
              <w:rPr>
                <w:bCs/>
                <w:noProof w:val="0"/>
                <w:vertAlign w:val="subscript"/>
              </w:rPr>
              <w:t>TARU</w:t>
            </w:r>
            <w:r w:rsidRPr="00501E3A">
              <w:rPr>
                <w:bCs/>
                <w:noProof w:val="0"/>
              </w:rPr>
              <w:t xml:space="preserve"> using FV1Read first 3 bytes using FV1ResetTerminal profile</w:t>
            </w:r>
          </w:p>
          <w:p w:rsidR="007E5153" w:rsidRPr="00501E3A" w:rsidRDefault="007E5153" w:rsidP="00E34DFA">
            <w:pPr>
              <w:pStyle w:val="PL"/>
              <w:keepNext/>
              <w:rPr>
                <w:bCs/>
                <w:noProof w:val="0"/>
              </w:rPr>
            </w:pPr>
          </w:p>
          <w:p w:rsidR="007E5153" w:rsidRPr="00501E3A" w:rsidRDefault="007E5153" w:rsidP="00E34DFA">
            <w:pPr>
              <w:pStyle w:val="PL"/>
              <w:keepNext/>
              <w:rPr>
                <w:bCs/>
                <w:noProof w:val="0"/>
              </w:rPr>
            </w:pPr>
            <w:r w:rsidRPr="00501E3A">
              <w:rPr>
                <w:bCs/>
                <w:noProof w:val="0"/>
              </w:rPr>
              <w:t>2 - Envelope menu selection is sent to the UICC</w:t>
            </w:r>
          </w:p>
          <w:p w:rsidR="007E5153" w:rsidRPr="00501E3A" w:rsidRDefault="007E5153" w:rsidP="00E34DFA">
            <w:pPr>
              <w:pStyle w:val="PL"/>
              <w:keepNext/>
              <w:rPr>
                <w:bCs/>
                <w:noProof w:val="0"/>
              </w:rPr>
            </w:pPr>
          </w:p>
          <w:p w:rsidR="007E5153" w:rsidRPr="00501E3A" w:rsidRDefault="007E5153" w:rsidP="00E34DFA">
            <w:pPr>
              <w:pStyle w:val="PL"/>
              <w:keepNext/>
              <w:rPr>
                <w:noProof w:val="0"/>
              </w:rPr>
            </w:pPr>
            <w:r w:rsidRPr="00501E3A">
              <w:rPr>
                <w:noProof w:val="0"/>
              </w:rPr>
              <w:t>Applet1 calls FV1.status() command</w:t>
            </w: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Read first 3 bytes using FV1</w:t>
            </w:r>
          </w:p>
          <w:p w:rsidR="007E5153" w:rsidRPr="00501E3A" w:rsidRDefault="007E5153" w:rsidP="00E34DFA">
            <w:pPr>
              <w:pStyle w:val="PL"/>
              <w:keepNext/>
              <w:rPr>
                <w:noProof w:val="0"/>
              </w:rPr>
            </w:pPr>
            <w:r w:rsidRPr="00501E3A">
              <w:rPr>
                <w:noProof w:val="0"/>
              </w:rPr>
              <w:t xml:space="preserve">Applet1 calls FV1.select(0x3F00) </w:t>
            </w:r>
          </w:p>
          <w:p w:rsidR="007E5153" w:rsidRPr="00501E3A" w:rsidRDefault="007E5153" w:rsidP="00E34DFA">
            <w:pPr>
              <w:pStyle w:val="PL"/>
              <w:keepNext/>
              <w:rPr>
                <w:noProof w:val="0"/>
              </w:rPr>
            </w:pP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Invoke the method getTheFileView() with the event JCSystem.CLEAR_ON_RESET and stores the result in a class variable FV2</w:t>
            </w: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Applet1 calls FV2.status() command</w:t>
            </w: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Select DF</w:t>
            </w:r>
            <w:r w:rsidRPr="00501E3A">
              <w:rPr>
                <w:noProof w:val="0"/>
                <w:szCs w:val="18"/>
                <w:vertAlign w:val="subscript"/>
              </w:rPr>
              <w:t>Test</w:t>
            </w:r>
            <w:r w:rsidRPr="00501E3A">
              <w:rPr>
                <w:noProof w:val="0"/>
              </w:rPr>
              <w:t xml:space="preserve"> using FV2</w:t>
            </w:r>
          </w:p>
          <w:p w:rsidR="007E5153" w:rsidRPr="00501E3A" w:rsidRDefault="007E5153" w:rsidP="00E34DFA">
            <w:pPr>
              <w:pStyle w:val="PL"/>
              <w:keepNext/>
              <w:rPr>
                <w:noProof w:val="0"/>
              </w:rPr>
            </w:pPr>
            <w:r w:rsidRPr="00501E3A">
              <w:rPr>
                <w:noProof w:val="0"/>
              </w:rPr>
              <w:t>Select EF</w:t>
            </w:r>
            <w:r w:rsidRPr="00501E3A">
              <w:rPr>
                <w:noProof w:val="0"/>
                <w:szCs w:val="18"/>
                <w:vertAlign w:val="subscript"/>
              </w:rPr>
              <w:t>TARU</w:t>
            </w:r>
            <w:r w:rsidRPr="00501E3A">
              <w:rPr>
                <w:noProof w:val="0"/>
              </w:rPr>
              <w:t xml:space="preserve"> using FV2</w:t>
            </w:r>
          </w:p>
          <w:p w:rsidR="007E5153" w:rsidRPr="00501E3A" w:rsidRDefault="007E5153" w:rsidP="00E34DFA">
            <w:pPr>
              <w:pStyle w:val="PL"/>
              <w:keepNext/>
              <w:rPr>
                <w:noProof w:val="0"/>
              </w:rPr>
            </w:pPr>
            <w:r w:rsidRPr="00501E3A">
              <w:rPr>
                <w:noProof w:val="0"/>
              </w:rPr>
              <w:t>Read first 3 bytes using FV2</w:t>
            </w: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Reset</w:t>
            </w:r>
          </w:p>
          <w:p w:rsidR="007E5153" w:rsidRPr="00501E3A" w:rsidRDefault="007E5153" w:rsidP="00E34DFA">
            <w:pPr>
              <w:pStyle w:val="PL"/>
              <w:keepNext/>
              <w:rPr>
                <w:noProof w:val="0"/>
              </w:rPr>
            </w:pPr>
            <w:r w:rsidRPr="00501E3A">
              <w:rPr>
                <w:noProof w:val="0"/>
              </w:rPr>
              <w:t>Terminal profile</w:t>
            </w: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4 - Envelope menu selection is sent to the UICC</w:t>
            </w: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Applet1 calls FV2.status() command</w:t>
            </w: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Read first 3 bytes using FV2</w:t>
            </w:r>
          </w:p>
          <w:p w:rsidR="007E5153" w:rsidRPr="00501E3A" w:rsidRDefault="007E5153" w:rsidP="00E34DFA">
            <w:pPr>
              <w:pStyle w:val="PL"/>
              <w:keepNext/>
              <w:rPr>
                <w:noProof w:val="0"/>
              </w:rPr>
            </w:pPr>
          </w:p>
          <w:p w:rsidR="007E5153" w:rsidRPr="00501E3A" w:rsidRDefault="007E5153" w:rsidP="00E34DFA">
            <w:pPr>
              <w:pStyle w:val="PL"/>
              <w:keepNext/>
              <w:rPr>
                <w:noProof w:val="0"/>
              </w:rPr>
            </w:pP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 xml:space="preserve">Applet1 calls FV2.select(0x3F00) </w:t>
            </w:r>
          </w:p>
          <w:p w:rsidR="007E5153" w:rsidRPr="00501E3A" w:rsidRDefault="007E5153" w:rsidP="00E34DFA">
            <w:pPr>
              <w:pStyle w:val="PL"/>
              <w:keepNext/>
              <w:rPr>
                <w:noProof w:val="0"/>
              </w:rPr>
            </w:pPr>
          </w:p>
          <w:p w:rsidR="007E5153" w:rsidRPr="00501E3A" w:rsidRDefault="007E5153" w:rsidP="00E34DFA">
            <w:pPr>
              <w:pStyle w:val="PL"/>
              <w:keepNext/>
              <w:rPr>
                <w:noProof w:val="0"/>
              </w:rPr>
            </w:pPr>
          </w:p>
          <w:p w:rsidR="007E5153" w:rsidRPr="00501E3A" w:rsidRDefault="007E5153" w:rsidP="00E34DFA">
            <w:pPr>
              <w:pStyle w:val="PL"/>
              <w:keepNext/>
              <w:rPr>
                <w:noProof w:val="0"/>
              </w:rPr>
            </w:pPr>
          </w:p>
          <w:p w:rsidR="007E5153" w:rsidRPr="00501E3A" w:rsidRDefault="007E5153" w:rsidP="00E34DFA">
            <w:pPr>
              <w:pStyle w:val="PL"/>
              <w:keepNext/>
              <w:rPr>
                <w:bCs/>
                <w:noProof w:val="0"/>
              </w:rPr>
            </w:pPr>
            <w:r w:rsidRPr="00501E3A">
              <w:rPr>
                <w:bCs/>
                <w:noProof w:val="0"/>
              </w:rPr>
              <w:t>5- Select the Applet by AID</w:t>
            </w:r>
          </w:p>
          <w:p w:rsidR="007E5153" w:rsidRPr="00501E3A" w:rsidRDefault="007E5153" w:rsidP="00E34DFA">
            <w:pPr>
              <w:pStyle w:val="PL"/>
              <w:keepNext/>
              <w:rPr>
                <w:noProof w:val="0"/>
              </w:rPr>
            </w:pPr>
            <w:r w:rsidRPr="00501E3A">
              <w:rPr>
                <w:bCs/>
                <w:noProof w:val="0"/>
              </w:rPr>
              <w:t xml:space="preserve">Invoke the method getTheFileView() with AID = ADF1with theevent:JCSystem.CLEAR_ON_DESELECT </w:t>
            </w:r>
            <w:r w:rsidRPr="00501E3A">
              <w:rPr>
                <w:noProof w:val="0"/>
              </w:rPr>
              <w:t>and stores the result in a class variable FV3</w:t>
            </w:r>
          </w:p>
          <w:p w:rsidR="007E5153" w:rsidRPr="00501E3A" w:rsidRDefault="007E5153" w:rsidP="00E34DFA">
            <w:pPr>
              <w:pStyle w:val="PL"/>
              <w:keepNext/>
              <w:rPr>
                <w:bCs/>
                <w:noProof w:val="0"/>
              </w:rPr>
            </w:pPr>
          </w:p>
          <w:p w:rsidR="007E5153" w:rsidRPr="00501E3A" w:rsidRDefault="007E5153" w:rsidP="00E34DFA">
            <w:pPr>
              <w:pStyle w:val="PL"/>
              <w:keepNext/>
              <w:rPr>
                <w:noProof w:val="0"/>
              </w:rPr>
            </w:pPr>
            <w:r w:rsidRPr="00501E3A">
              <w:rPr>
                <w:noProof w:val="0"/>
              </w:rPr>
              <w:t>Applet1 calls FV3.status() command</w:t>
            </w:r>
          </w:p>
          <w:p w:rsidR="007E5153" w:rsidRPr="00501E3A" w:rsidRDefault="007E5153" w:rsidP="00E34DFA">
            <w:pPr>
              <w:pStyle w:val="PL"/>
              <w:keepNext/>
              <w:rPr>
                <w:bCs/>
                <w:noProof w:val="0"/>
              </w:rPr>
            </w:pPr>
            <w:r w:rsidRPr="00501E3A">
              <w:rPr>
                <w:bCs/>
                <w:noProof w:val="0"/>
              </w:rPr>
              <w:t>Select DF</w:t>
            </w:r>
            <w:r w:rsidRPr="00501E3A">
              <w:rPr>
                <w:bCs/>
                <w:noProof w:val="0"/>
                <w:vertAlign w:val="subscript"/>
              </w:rPr>
              <w:t xml:space="preserve">Test </w:t>
            </w:r>
            <w:r w:rsidRPr="00501E3A">
              <w:rPr>
                <w:bCs/>
                <w:noProof w:val="0"/>
              </w:rPr>
              <w:t>using FV3 Select EF</w:t>
            </w:r>
            <w:r w:rsidRPr="00501E3A">
              <w:rPr>
                <w:bCs/>
                <w:noProof w:val="0"/>
                <w:vertAlign w:val="subscript"/>
              </w:rPr>
              <w:t xml:space="preserve">TARU </w:t>
            </w:r>
            <w:r w:rsidRPr="00501E3A">
              <w:rPr>
                <w:bCs/>
                <w:noProof w:val="0"/>
              </w:rPr>
              <w:t>using FV3</w:t>
            </w:r>
          </w:p>
          <w:p w:rsidR="007E5153" w:rsidRPr="00501E3A" w:rsidRDefault="007E5153" w:rsidP="00E34DFA">
            <w:pPr>
              <w:pStyle w:val="PL"/>
              <w:keepNext/>
              <w:rPr>
                <w:bCs/>
                <w:noProof w:val="0"/>
              </w:rPr>
            </w:pPr>
            <w:r w:rsidRPr="00501E3A">
              <w:rPr>
                <w:bCs/>
                <w:noProof w:val="0"/>
              </w:rPr>
              <w:t>Read first 3 bytes using FV3</w:t>
            </w:r>
          </w:p>
          <w:p w:rsidR="007E5153" w:rsidRPr="00501E3A" w:rsidRDefault="007E5153" w:rsidP="00E34DFA">
            <w:pPr>
              <w:pStyle w:val="PL"/>
              <w:keepNext/>
              <w:rPr>
                <w:bCs/>
                <w:noProof w:val="0"/>
              </w:rPr>
            </w:pPr>
          </w:p>
          <w:p w:rsidR="007E5153" w:rsidRPr="00501E3A" w:rsidRDefault="007E5153" w:rsidP="00E34DFA">
            <w:pPr>
              <w:pStyle w:val="PL"/>
              <w:keepNext/>
              <w:rPr>
                <w:bCs/>
                <w:noProof w:val="0"/>
              </w:rPr>
            </w:pPr>
          </w:p>
          <w:p w:rsidR="007E5153" w:rsidRPr="00501E3A" w:rsidRDefault="007E5153" w:rsidP="00E34DFA">
            <w:pPr>
              <w:pStyle w:val="PL"/>
              <w:keepNext/>
              <w:rPr>
                <w:noProof w:val="0"/>
              </w:rPr>
            </w:pPr>
            <w:r w:rsidRPr="00501E3A">
              <w:rPr>
                <w:noProof w:val="0"/>
              </w:rPr>
              <w:t>6- Select the Applet by AID</w:t>
            </w: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Applet1 calls FV3.status() command</w:t>
            </w:r>
          </w:p>
          <w:p w:rsidR="007E5153" w:rsidRPr="00501E3A" w:rsidRDefault="007E5153" w:rsidP="00E34DFA">
            <w:pPr>
              <w:pStyle w:val="PL"/>
              <w:keepNext/>
              <w:rPr>
                <w:noProof w:val="0"/>
              </w:rPr>
            </w:pPr>
          </w:p>
          <w:p w:rsidR="007E5153" w:rsidRPr="00501E3A" w:rsidRDefault="007E5153" w:rsidP="00E34DFA">
            <w:pPr>
              <w:pStyle w:val="PL"/>
              <w:keepNext/>
              <w:rPr>
                <w:bCs/>
                <w:noProof w:val="0"/>
              </w:rPr>
            </w:pPr>
            <w:r w:rsidRPr="00501E3A">
              <w:rPr>
                <w:bCs/>
                <w:noProof w:val="0"/>
              </w:rPr>
              <w:t>Read first 3 bytes using FV3</w:t>
            </w:r>
          </w:p>
          <w:p w:rsidR="007E5153" w:rsidRPr="00501E3A" w:rsidRDefault="007E5153" w:rsidP="00E34DFA">
            <w:pPr>
              <w:pStyle w:val="PL"/>
              <w:keepNext/>
              <w:rPr>
                <w:noProof w:val="0"/>
              </w:rPr>
            </w:pPr>
          </w:p>
          <w:p w:rsidR="007E5153" w:rsidRPr="00501E3A" w:rsidRDefault="007E5153" w:rsidP="00E34DFA">
            <w:pPr>
              <w:pStyle w:val="PL"/>
              <w:keepNext/>
              <w:rPr>
                <w:noProof w:val="0"/>
              </w:rPr>
            </w:pPr>
          </w:p>
          <w:p w:rsidR="007E5153" w:rsidRPr="00501E3A" w:rsidRDefault="007E5153" w:rsidP="00E34DFA">
            <w:pPr>
              <w:pStyle w:val="PL"/>
              <w:keepNext/>
              <w:rPr>
                <w:noProof w:val="0"/>
              </w:rPr>
            </w:pPr>
            <w:r w:rsidRPr="00501E3A">
              <w:rPr>
                <w:noProof w:val="0"/>
              </w:rPr>
              <w:t xml:space="preserve">Applet1 calls FV3.select(0x3F00) </w:t>
            </w:r>
          </w:p>
          <w:p w:rsidR="007E5153" w:rsidRPr="00501E3A" w:rsidRDefault="007E5153" w:rsidP="00E34DFA">
            <w:pPr>
              <w:pStyle w:val="TAL"/>
              <w:rPr>
                <w:bCs/>
              </w:rPr>
            </w:pP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L"/>
            </w:pPr>
          </w:p>
          <w:p w:rsidR="007E5153" w:rsidRPr="00501E3A" w:rsidRDefault="007E5153" w:rsidP="00E34DFA">
            <w:pPr>
              <w:pStyle w:val="TAL"/>
            </w:pPr>
            <w:r w:rsidRPr="00501E3A">
              <w:t>1- Applet1 is triggered</w:t>
            </w:r>
          </w:p>
          <w:p w:rsidR="007E5153" w:rsidRPr="00501E3A" w:rsidRDefault="007E5153" w:rsidP="00E34DFA">
            <w:pPr>
              <w:pStyle w:val="TAL"/>
            </w:pPr>
          </w:p>
          <w:p w:rsidR="007E5153" w:rsidRPr="00501E3A" w:rsidRDefault="007E5153" w:rsidP="00E34DFA">
            <w:pPr>
              <w:pStyle w:val="TAL"/>
            </w:pPr>
            <w:r w:rsidRPr="00501E3A">
              <w:t>No Exception shall be thrown</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Current selected DF is ADF1</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Expected value is {FF FF FF}</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2- Applet1 is triggered</w:t>
            </w:r>
          </w:p>
          <w:p w:rsidR="007E5153" w:rsidRPr="00501E3A" w:rsidRDefault="007E5153" w:rsidP="00E34DFA">
            <w:pPr>
              <w:pStyle w:val="TAL"/>
            </w:pPr>
          </w:p>
          <w:p w:rsidR="007E5153" w:rsidRPr="00501E3A" w:rsidRDefault="007E5153" w:rsidP="00E34DFA">
            <w:pPr>
              <w:pStyle w:val="TAL"/>
              <w:rPr>
                <w:szCs w:val="18"/>
                <w:vertAlign w:val="subscript"/>
              </w:rPr>
            </w:pPr>
            <w:r w:rsidRPr="00501E3A">
              <w:t>Current selected DF is DF</w:t>
            </w:r>
            <w:r w:rsidRPr="00501E3A">
              <w:rPr>
                <w:szCs w:val="18"/>
                <w:vertAlign w:val="subscript"/>
              </w:rPr>
              <w:t>Test</w:t>
            </w:r>
          </w:p>
          <w:p w:rsidR="007E5153" w:rsidRPr="00501E3A" w:rsidRDefault="007E5153" w:rsidP="00E34DFA">
            <w:pPr>
              <w:pStyle w:val="TAL"/>
              <w:rPr>
                <w:szCs w:val="18"/>
                <w:vertAlign w:val="subscript"/>
              </w:rPr>
            </w:pPr>
          </w:p>
          <w:p w:rsidR="007E5153" w:rsidRPr="00501E3A" w:rsidRDefault="007E5153" w:rsidP="00E34DFA">
            <w:pPr>
              <w:pStyle w:val="TAL"/>
            </w:pPr>
            <w:r w:rsidRPr="00501E3A">
              <w:t>Expected value is {FF FF FF}</w:t>
            </w:r>
          </w:p>
          <w:p w:rsidR="007E5153" w:rsidRPr="00501E3A" w:rsidRDefault="007E5153" w:rsidP="00E34DFA">
            <w:pPr>
              <w:pStyle w:val="TAL"/>
            </w:pPr>
          </w:p>
          <w:p w:rsidR="007E5153" w:rsidRPr="00501E3A" w:rsidRDefault="007E5153" w:rsidP="00E34DFA">
            <w:pPr>
              <w:pStyle w:val="TAL"/>
            </w:pPr>
          </w:p>
          <w:p w:rsidR="007E5153" w:rsidRPr="00501E3A" w:rsidRDefault="00E94E92" w:rsidP="00E34DFA">
            <w:pPr>
              <w:pStyle w:val="TAL"/>
            </w:pPr>
            <w:hyperlink r:id="rId14" w:tooltip="class in uicc.access" w:history="1">
              <w:r w:rsidR="007E5153" w:rsidRPr="00501E3A">
                <w:t>UICCException</w:t>
              </w:r>
            </w:hyperlink>
            <w:r w:rsidR="007E5153" w:rsidRPr="00501E3A">
              <w:t>.FILE_NOT_FOUND is thrown</w:t>
            </w:r>
          </w:p>
          <w:p w:rsidR="007E5153" w:rsidRPr="00501E3A" w:rsidRDefault="007E5153" w:rsidP="00E34DFA">
            <w:pPr>
              <w:pStyle w:val="TAL"/>
            </w:pPr>
            <w:r w:rsidRPr="00501E3A">
              <w:t>No exception shall be thrown</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Current selected DF is the ADF1</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Expected value is {FF FF FF}</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4- Applet1 is triggered</w:t>
            </w:r>
          </w:p>
          <w:p w:rsidR="007E5153" w:rsidRPr="00501E3A" w:rsidRDefault="007E5153" w:rsidP="00E34DFA">
            <w:pPr>
              <w:pStyle w:val="TAL"/>
            </w:pPr>
          </w:p>
          <w:p w:rsidR="007E5153" w:rsidRPr="00501E3A" w:rsidRDefault="007E5153" w:rsidP="00E34DFA">
            <w:pPr>
              <w:pStyle w:val="TAL"/>
            </w:pPr>
            <w:r w:rsidRPr="00501E3A">
              <w:t>Current selected DF is the ADF1</w:t>
            </w:r>
          </w:p>
          <w:p w:rsidR="007E5153" w:rsidRPr="00501E3A" w:rsidRDefault="007E5153" w:rsidP="00E34DFA">
            <w:pPr>
              <w:pStyle w:val="TAL"/>
            </w:pPr>
          </w:p>
          <w:p w:rsidR="007E5153" w:rsidRPr="00501E3A" w:rsidRDefault="00E94E92" w:rsidP="00E34DFA">
            <w:pPr>
              <w:pStyle w:val="TAL"/>
            </w:pPr>
            <w:hyperlink r:id="rId15" w:tooltip="class in uicc.access" w:history="1">
              <w:r w:rsidR="007E5153" w:rsidRPr="00501E3A">
                <w:t>UICCException</w:t>
              </w:r>
            </w:hyperlink>
            <w:r w:rsidR="007E5153" w:rsidRPr="00501E3A">
              <w:t>. NO_EF_SELECTED</w:t>
            </w:r>
          </w:p>
          <w:p w:rsidR="007E5153" w:rsidRPr="00501E3A" w:rsidRDefault="007E5153" w:rsidP="00E34DFA">
            <w:pPr>
              <w:pStyle w:val="TAL"/>
            </w:pPr>
          </w:p>
          <w:p w:rsidR="007E5153" w:rsidRPr="00501E3A" w:rsidRDefault="007E5153" w:rsidP="00E34DFA">
            <w:pPr>
              <w:pStyle w:val="TAL"/>
            </w:pPr>
          </w:p>
          <w:p w:rsidR="007E5153" w:rsidRPr="00501E3A" w:rsidRDefault="00E94E92" w:rsidP="00E34DFA">
            <w:pPr>
              <w:pStyle w:val="TAL"/>
            </w:pPr>
            <w:hyperlink r:id="rId16" w:tooltip="class in uicc.access" w:history="1">
              <w:r w:rsidR="007E5153" w:rsidRPr="00501E3A">
                <w:t>UICCException</w:t>
              </w:r>
            </w:hyperlink>
            <w:r w:rsidR="007E5153" w:rsidRPr="00501E3A">
              <w:t>.FILE_NOT_FOUND is thrown</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5- Applet1 is selected</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No Exception shall be thrown</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Current selected DF is ADF1</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Expected value is {FF FF FF}</w:t>
            </w:r>
          </w:p>
          <w:p w:rsidR="007E5153" w:rsidRPr="00501E3A" w:rsidRDefault="007E5153" w:rsidP="00E34DFA">
            <w:pPr>
              <w:pStyle w:val="TAL"/>
            </w:pPr>
          </w:p>
          <w:p w:rsidR="007E5153" w:rsidRPr="00501E3A" w:rsidRDefault="007E5153" w:rsidP="00E34DFA">
            <w:pPr>
              <w:pStyle w:val="TAL"/>
            </w:pPr>
          </w:p>
          <w:p w:rsidR="007E5153" w:rsidRPr="00501E3A" w:rsidRDefault="007E5153" w:rsidP="00E34DFA">
            <w:pPr>
              <w:pStyle w:val="TAL"/>
            </w:pPr>
            <w:r w:rsidRPr="00501E3A">
              <w:t>6- Applet1 is selected</w:t>
            </w:r>
          </w:p>
          <w:p w:rsidR="007E5153" w:rsidRPr="00501E3A" w:rsidRDefault="007E5153" w:rsidP="00E34DFA">
            <w:pPr>
              <w:pStyle w:val="TAL"/>
            </w:pPr>
          </w:p>
          <w:p w:rsidR="007E5153" w:rsidRPr="00501E3A" w:rsidRDefault="007E5153" w:rsidP="00E34DFA">
            <w:pPr>
              <w:pStyle w:val="TAL"/>
            </w:pPr>
            <w:r w:rsidRPr="00501E3A">
              <w:t>Current selected DF is ADF1</w:t>
            </w:r>
          </w:p>
          <w:p w:rsidR="007E5153" w:rsidRPr="00501E3A" w:rsidRDefault="007E5153" w:rsidP="00E34DFA">
            <w:pPr>
              <w:pStyle w:val="TAL"/>
            </w:pPr>
          </w:p>
          <w:p w:rsidR="007E5153" w:rsidRPr="00501E3A" w:rsidRDefault="00E94E92" w:rsidP="00E34DFA">
            <w:pPr>
              <w:pStyle w:val="TAL"/>
            </w:pPr>
            <w:hyperlink r:id="rId17" w:tooltip="class in uicc.access" w:history="1">
              <w:r w:rsidR="007E5153" w:rsidRPr="00501E3A">
                <w:t>UICCException</w:t>
              </w:r>
            </w:hyperlink>
            <w:r w:rsidR="007E5153" w:rsidRPr="00501E3A">
              <w:t>. NO_EF_SELECTED</w:t>
            </w:r>
          </w:p>
          <w:p w:rsidR="007E5153" w:rsidRPr="00501E3A" w:rsidRDefault="007E5153" w:rsidP="00E34DFA">
            <w:pPr>
              <w:pStyle w:val="TAL"/>
            </w:pPr>
          </w:p>
          <w:p w:rsidR="007E5153" w:rsidRPr="00501E3A" w:rsidRDefault="00E94E92" w:rsidP="00E34DFA">
            <w:pPr>
              <w:pStyle w:val="TAL"/>
            </w:pPr>
            <w:hyperlink r:id="rId18" w:tooltip="class in uicc.access" w:history="1">
              <w:r w:rsidR="007E5153" w:rsidRPr="00501E3A">
                <w:t>UICCException</w:t>
              </w:r>
            </w:hyperlink>
            <w:r w:rsidR="007E5153" w:rsidRPr="00501E3A">
              <w:t>.FILE_NOT_FOUND is thrown</w:t>
            </w:r>
          </w:p>
          <w:p w:rsidR="007E5153" w:rsidRPr="00501E3A" w:rsidRDefault="007E5153" w:rsidP="00E34DFA">
            <w:pPr>
              <w:pStyle w:val="TAL"/>
              <w:rPr>
                <w:bCs/>
              </w:rPr>
            </w:pP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rsidP="00E34DFA">
            <w:pPr>
              <w:pStyle w:val="TAL"/>
              <w:keepLines w:val="0"/>
            </w:pPr>
          </w:p>
          <w:p w:rsidR="007E5153" w:rsidRPr="00501E3A" w:rsidRDefault="007E5153" w:rsidP="00E34DFA">
            <w:pPr>
              <w:pStyle w:val="TAL"/>
              <w:keepLines w:val="0"/>
            </w:pPr>
            <w:r w:rsidRPr="00501E3A">
              <w:t xml:space="preserve"> </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pPr>
            <w:r w:rsidRPr="00501E3A">
              <w:lastRenderedPageBreak/>
              <w:t>3</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FileView context independency</w:t>
            </w:r>
          </w:p>
          <w:p w:rsidR="007E5153" w:rsidRPr="00501E3A" w:rsidRDefault="007E5153">
            <w:pPr>
              <w:pStyle w:val="PL"/>
              <w:rPr>
                <w:noProof w:val="0"/>
              </w:rPr>
            </w:pPr>
          </w:p>
          <w:p w:rsidR="007E5153" w:rsidRPr="00501E3A" w:rsidRDefault="007E5153">
            <w:pPr>
              <w:pStyle w:val="PL"/>
              <w:rPr>
                <w:noProof w:val="0"/>
              </w:rPr>
            </w:pPr>
            <w:r w:rsidRPr="00501E3A">
              <w:rPr>
                <w:noProof w:val="0"/>
              </w:rPr>
              <w:t>1- Envelope menu selection is sent to the UICC</w:t>
            </w:r>
          </w:p>
          <w:p w:rsidR="007E5153" w:rsidRPr="00501E3A" w:rsidRDefault="007E5153">
            <w:pPr>
              <w:pStyle w:val="PL"/>
              <w:rPr>
                <w:noProof w:val="0"/>
              </w:rPr>
            </w:pPr>
          </w:p>
          <w:p w:rsidR="007E5153" w:rsidRPr="00501E3A" w:rsidRDefault="007E5153">
            <w:pPr>
              <w:pStyle w:val="PL"/>
              <w:rPr>
                <w:noProof w:val="0"/>
              </w:rPr>
            </w:pPr>
            <w:r w:rsidRPr="00501E3A">
              <w:rPr>
                <w:noProof w:val="0"/>
              </w:rPr>
              <w:t>2- Check that previous fileviews are different (FV1 != FV2 != FV3)</w:t>
            </w:r>
          </w:p>
          <w:p w:rsidR="007E5153" w:rsidRPr="00501E3A" w:rsidRDefault="007E5153">
            <w:pPr>
              <w:pStyle w:val="PL"/>
              <w:rPr>
                <w:noProof w:val="0"/>
              </w:rPr>
            </w:pPr>
          </w:p>
          <w:p w:rsidR="007E5153" w:rsidRPr="00501E3A" w:rsidRDefault="007E5153">
            <w:pPr>
              <w:pStyle w:val="PL"/>
              <w:rPr>
                <w:noProof w:val="0"/>
              </w:rPr>
            </w:pPr>
            <w:r w:rsidRPr="00501E3A">
              <w:rPr>
                <w:noProof w:val="0"/>
              </w:rPr>
              <w:t>3- Select DF</w:t>
            </w:r>
            <w:r w:rsidRPr="00501E3A">
              <w:rPr>
                <w:noProof w:val="0"/>
                <w:szCs w:val="18"/>
                <w:vertAlign w:val="subscript"/>
              </w:rPr>
              <w:t>Test</w:t>
            </w:r>
            <w:r w:rsidRPr="00501E3A">
              <w:rPr>
                <w:noProof w:val="0"/>
              </w:rPr>
              <w:t>/EF</w:t>
            </w:r>
            <w:r w:rsidRPr="00501E3A">
              <w:rPr>
                <w:noProof w:val="0"/>
                <w:szCs w:val="18"/>
                <w:vertAlign w:val="subscript"/>
              </w:rPr>
              <w:t>LARU</w:t>
            </w:r>
            <w:r w:rsidRPr="00501E3A">
              <w:rPr>
                <w:noProof w:val="0"/>
                <w:szCs w:val="18"/>
              </w:rPr>
              <w:t xml:space="preserve"> </w:t>
            </w:r>
            <w:r w:rsidRPr="00501E3A">
              <w:rPr>
                <w:noProof w:val="0"/>
              </w:rPr>
              <w:t>using FV1</w:t>
            </w:r>
          </w:p>
          <w:p w:rsidR="007E5153" w:rsidRPr="00501E3A" w:rsidRDefault="007E5153">
            <w:pPr>
              <w:pStyle w:val="PL"/>
              <w:rPr>
                <w:noProof w:val="0"/>
              </w:rPr>
            </w:pPr>
          </w:p>
          <w:p w:rsidR="007E5153" w:rsidRPr="00501E3A" w:rsidRDefault="007E5153">
            <w:pPr>
              <w:pStyle w:val="PL"/>
              <w:rPr>
                <w:noProof w:val="0"/>
              </w:rPr>
            </w:pPr>
            <w:r w:rsidRPr="00501E3A">
              <w:rPr>
                <w:noProof w:val="0"/>
              </w:rPr>
              <w:t>4- Select DF</w:t>
            </w:r>
            <w:r w:rsidRPr="00501E3A">
              <w:rPr>
                <w:noProof w:val="0"/>
                <w:szCs w:val="18"/>
                <w:vertAlign w:val="subscript"/>
              </w:rPr>
              <w:t>Test</w:t>
            </w:r>
            <w:r w:rsidRPr="00501E3A">
              <w:rPr>
                <w:noProof w:val="0"/>
              </w:rPr>
              <w:t>/EF</w:t>
            </w:r>
            <w:r w:rsidRPr="00501E3A">
              <w:rPr>
                <w:noProof w:val="0"/>
                <w:szCs w:val="18"/>
                <w:vertAlign w:val="subscript"/>
              </w:rPr>
              <w:t>CARU</w:t>
            </w:r>
            <w:r w:rsidRPr="00501E3A">
              <w:rPr>
                <w:noProof w:val="0"/>
                <w:szCs w:val="18"/>
              </w:rPr>
              <w:t xml:space="preserve"> </w:t>
            </w:r>
            <w:r w:rsidRPr="00501E3A">
              <w:rPr>
                <w:noProof w:val="0"/>
              </w:rPr>
              <w:t>using FV2</w:t>
            </w:r>
          </w:p>
          <w:p w:rsidR="007E5153" w:rsidRPr="00501E3A" w:rsidRDefault="007E5153">
            <w:pPr>
              <w:pStyle w:val="PL"/>
              <w:rPr>
                <w:noProof w:val="0"/>
              </w:rPr>
            </w:pPr>
          </w:p>
          <w:p w:rsidR="007E5153" w:rsidRPr="00501E3A" w:rsidRDefault="007E5153">
            <w:pPr>
              <w:pStyle w:val="PL"/>
              <w:rPr>
                <w:noProof w:val="0"/>
              </w:rPr>
            </w:pPr>
            <w:r w:rsidRPr="00501E3A">
              <w:rPr>
                <w:noProof w:val="0"/>
              </w:rPr>
              <w:t>5- Select DF</w:t>
            </w:r>
            <w:r w:rsidRPr="00501E3A">
              <w:rPr>
                <w:noProof w:val="0"/>
                <w:szCs w:val="18"/>
                <w:vertAlign w:val="subscript"/>
              </w:rPr>
              <w:t>Test</w:t>
            </w:r>
            <w:r w:rsidRPr="00501E3A">
              <w:rPr>
                <w:noProof w:val="0"/>
              </w:rPr>
              <w:t>/EF</w:t>
            </w:r>
            <w:r w:rsidRPr="00501E3A">
              <w:rPr>
                <w:noProof w:val="0"/>
                <w:szCs w:val="18"/>
                <w:vertAlign w:val="subscript"/>
              </w:rPr>
              <w:t>CARU</w:t>
            </w:r>
            <w:r w:rsidRPr="00501E3A">
              <w:rPr>
                <w:noProof w:val="0"/>
                <w:szCs w:val="18"/>
              </w:rPr>
              <w:t xml:space="preserve"> </w:t>
            </w:r>
            <w:r w:rsidRPr="00501E3A">
              <w:rPr>
                <w:noProof w:val="0"/>
              </w:rPr>
              <w:t>using FV3</w:t>
            </w:r>
          </w:p>
          <w:p w:rsidR="007E5153" w:rsidRPr="00501E3A" w:rsidRDefault="007E5153">
            <w:pPr>
              <w:pStyle w:val="PL"/>
              <w:rPr>
                <w:noProof w:val="0"/>
              </w:rPr>
            </w:pPr>
          </w:p>
          <w:p w:rsidR="007E5153" w:rsidRPr="00501E3A" w:rsidRDefault="007E5153">
            <w:pPr>
              <w:pStyle w:val="PL"/>
              <w:rPr>
                <w:noProof w:val="0"/>
              </w:rPr>
            </w:pPr>
            <w:r w:rsidRPr="00501E3A">
              <w:rPr>
                <w:noProof w:val="0"/>
              </w:rPr>
              <w:t>6- Read record number 1 using FV1 (in absolute mode)</w:t>
            </w:r>
          </w:p>
          <w:p w:rsidR="007E5153" w:rsidRPr="00501E3A" w:rsidRDefault="007E5153">
            <w:pPr>
              <w:pStyle w:val="PL"/>
              <w:rPr>
                <w:noProof w:val="0"/>
              </w:rPr>
            </w:pPr>
            <w:r w:rsidRPr="00501E3A">
              <w:rPr>
                <w:noProof w:val="0"/>
              </w:rPr>
              <w:t>7- Read record number 2 using FV2 (in absolute mode)</w:t>
            </w:r>
          </w:p>
          <w:p w:rsidR="007E5153" w:rsidRPr="00501E3A" w:rsidRDefault="007E5153">
            <w:pPr>
              <w:pStyle w:val="TAL"/>
            </w:pP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Applet1 is triggered</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No exception shall be thrown</w:t>
            </w:r>
          </w:p>
          <w:p w:rsidR="007E5153" w:rsidRPr="00501E3A" w:rsidRDefault="007E5153">
            <w:pPr>
              <w:pStyle w:val="TAL"/>
            </w:pPr>
          </w:p>
          <w:p w:rsidR="007E5153" w:rsidRPr="00501E3A" w:rsidRDefault="007E5153">
            <w:pPr>
              <w:pStyle w:val="TAL"/>
            </w:pPr>
            <w:r w:rsidRPr="00501E3A">
              <w:t>4- No exception shall be thrown</w:t>
            </w:r>
          </w:p>
          <w:p w:rsidR="007E5153" w:rsidRPr="00501E3A" w:rsidRDefault="007E5153">
            <w:pPr>
              <w:pStyle w:val="TAL"/>
            </w:pPr>
          </w:p>
          <w:p w:rsidR="007E5153" w:rsidRPr="00501E3A" w:rsidRDefault="007E5153">
            <w:pPr>
              <w:pStyle w:val="TAL"/>
            </w:pPr>
            <w:r w:rsidRPr="00501E3A">
              <w:t>5- A security exception shall be thrown</w:t>
            </w:r>
          </w:p>
          <w:p w:rsidR="007E5153" w:rsidRPr="00501E3A" w:rsidRDefault="007E5153">
            <w:pPr>
              <w:pStyle w:val="TAL"/>
            </w:pPr>
          </w:p>
          <w:p w:rsidR="007E5153" w:rsidRPr="00501E3A" w:rsidRDefault="007E5153">
            <w:pPr>
              <w:pStyle w:val="TAL"/>
            </w:pPr>
            <w:r w:rsidRPr="00501E3A">
              <w:t>6- Expected value is “55 55 55 55”</w:t>
            </w:r>
          </w:p>
          <w:p w:rsidR="007E5153" w:rsidRPr="00501E3A" w:rsidRDefault="007E5153">
            <w:pPr>
              <w:pStyle w:val="TAL"/>
            </w:pPr>
          </w:p>
          <w:p w:rsidR="007E5153" w:rsidRPr="00501E3A" w:rsidRDefault="007E5153">
            <w:pPr>
              <w:pStyle w:val="TAL"/>
            </w:pPr>
            <w:r w:rsidRPr="00501E3A">
              <w:t>7- Expected value is “AA AA AA”</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ILLEGAL_TRANSIENT SystemException</w:t>
            </w:r>
          </w:p>
          <w:p w:rsidR="007E5153" w:rsidRPr="00501E3A" w:rsidRDefault="007E5153">
            <w:pPr>
              <w:pStyle w:val="PL"/>
              <w:rPr>
                <w:noProof w:val="0"/>
              </w:rPr>
            </w:pPr>
          </w:p>
          <w:p w:rsidR="007E5153" w:rsidRPr="00501E3A" w:rsidRDefault="007E5153">
            <w:pPr>
              <w:pStyle w:val="PL"/>
              <w:rPr>
                <w:noProof w:val="0"/>
              </w:rPr>
            </w:pPr>
            <w:r w:rsidRPr="00501E3A">
              <w:rPr>
                <w:noProof w:val="0"/>
              </w:rPr>
              <w:t>1- Envelope menu selection is sent to the UICC</w:t>
            </w:r>
          </w:p>
          <w:p w:rsidR="007E5153" w:rsidRPr="00501E3A" w:rsidRDefault="007E5153">
            <w:pPr>
              <w:pStyle w:val="PL"/>
              <w:rPr>
                <w:noProof w:val="0"/>
              </w:rPr>
            </w:pPr>
          </w:p>
          <w:p w:rsidR="007E5153" w:rsidRPr="00501E3A" w:rsidRDefault="007E5153">
            <w:pPr>
              <w:pStyle w:val="PL"/>
              <w:rPr>
                <w:noProof w:val="0"/>
              </w:rPr>
            </w:pPr>
            <w:r w:rsidRPr="00501E3A">
              <w:rPr>
                <w:noProof w:val="0"/>
              </w:rPr>
              <w:t>2- Applet1 calls getTheFileView() method with the event JCSystem.CLEAR_ON_DESELECT</w:t>
            </w:r>
          </w:p>
          <w:p w:rsidR="007E5153" w:rsidRPr="00501E3A" w:rsidRDefault="007E5153">
            <w:pPr>
              <w:pStyle w:val="TAL"/>
              <w:rPr>
                <w:bCs/>
              </w:rPr>
            </w:pP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Applet1 is triggered</w:t>
            </w:r>
          </w:p>
          <w:p w:rsidR="007E5153" w:rsidRPr="00501E3A" w:rsidRDefault="007E5153">
            <w:pPr>
              <w:pStyle w:val="TAL"/>
            </w:pPr>
          </w:p>
          <w:p w:rsidR="007E5153" w:rsidRPr="00501E3A" w:rsidRDefault="007E5153">
            <w:pPr>
              <w:pStyle w:val="TAL"/>
            </w:pPr>
          </w:p>
          <w:p w:rsidR="007E5153" w:rsidRPr="00501E3A" w:rsidRDefault="007E5153">
            <w:pPr>
              <w:pStyle w:val="TAL"/>
              <w:rPr>
                <w:bCs/>
              </w:rPr>
            </w:pPr>
            <w:r w:rsidRPr="00501E3A">
              <w:t>2- SystemException. ILLEGAL_TRANSIENT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NO_TRANSIENT_SPACE SystemException</w:t>
            </w:r>
          </w:p>
          <w:p w:rsidR="007E5153" w:rsidRPr="00501E3A" w:rsidRDefault="007E5153">
            <w:pPr>
              <w:pStyle w:val="TAH"/>
            </w:pPr>
            <w:r w:rsidRPr="00501E3A">
              <w:t>with CLEAR_ON_RESET FileView object</w:t>
            </w:r>
          </w:p>
          <w:p w:rsidR="007E5153" w:rsidRPr="00501E3A" w:rsidRDefault="007E5153">
            <w:pPr>
              <w:pStyle w:val="PL"/>
              <w:rPr>
                <w:noProof w:val="0"/>
              </w:rPr>
            </w:pPr>
          </w:p>
          <w:p w:rsidR="007E5153" w:rsidRPr="00501E3A" w:rsidRDefault="007E5153">
            <w:pPr>
              <w:pStyle w:val="PL"/>
              <w:rPr>
                <w:noProof w:val="0"/>
              </w:rPr>
            </w:pPr>
            <w:r w:rsidRPr="00501E3A">
              <w:rPr>
                <w:noProof w:val="0"/>
              </w:rPr>
              <w:t>1  Get the available transient memory space using method length=JCSystem.</w:t>
            </w:r>
            <w:hyperlink r:id="rId19" w:anchor="getAvailableMemory%28byte%29" w:history="1">
              <w:r w:rsidRPr="00501E3A">
                <w:rPr>
                  <w:noProof w:val="0"/>
                </w:rPr>
                <w:t>getAvailableMemory</w:t>
              </w:r>
            </w:hyperlink>
            <w:r w:rsidRPr="00501E3A">
              <w:rPr>
                <w:noProof w:val="0"/>
              </w:rPr>
              <w:t>(MEMORY_TYPE_TRANSIENT_RESET)</w:t>
            </w:r>
          </w:p>
          <w:p w:rsidR="007E5153" w:rsidRPr="00501E3A" w:rsidRDefault="007E5153">
            <w:pPr>
              <w:pStyle w:val="PL"/>
              <w:rPr>
                <w:noProof w:val="0"/>
              </w:rPr>
            </w:pPr>
          </w:p>
          <w:p w:rsidR="007E5153" w:rsidRPr="00501E3A" w:rsidRDefault="007E5153">
            <w:pPr>
              <w:pStyle w:val="PL"/>
              <w:rPr>
                <w:noProof w:val="0"/>
              </w:rPr>
            </w:pPr>
            <w:r w:rsidRPr="00501E3A">
              <w:rPr>
                <w:noProof w:val="0"/>
              </w:rPr>
              <w:t>2- Fill the available transient memory space by creating array, using method JCSystem.makeTransientByteArray(length, JCSystem.CLEAR_ON_RESET)</w:t>
            </w:r>
          </w:p>
          <w:p w:rsidR="007E5153" w:rsidRPr="00501E3A" w:rsidRDefault="007E5153">
            <w:pPr>
              <w:pStyle w:val="PL"/>
              <w:rPr>
                <w:noProof w:val="0"/>
              </w:rPr>
            </w:pPr>
          </w:p>
          <w:p w:rsidR="007E5153" w:rsidRPr="00501E3A" w:rsidRDefault="007E5153">
            <w:pPr>
              <w:pStyle w:val="PL"/>
              <w:rPr>
                <w:noProof w:val="0"/>
              </w:rPr>
            </w:pPr>
            <w:r w:rsidRPr="00501E3A">
              <w:rPr>
                <w:noProof w:val="0"/>
              </w:rPr>
              <w:t>3- Applet calls method getTheFileView() with AID = ADF1</w:t>
            </w:r>
          </w:p>
          <w:p w:rsidR="007E5153" w:rsidRPr="00501E3A" w:rsidRDefault="007E5153">
            <w:pPr>
              <w:pStyle w:val="PL"/>
              <w:rPr>
                <w:noProof w:val="0"/>
              </w:rPr>
            </w:pPr>
            <w:r w:rsidRPr="00501E3A">
              <w:rPr>
                <w:noProof w:val="0"/>
              </w:rPr>
              <w:t xml:space="preserve"> with event </w:t>
            </w:r>
          </w:p>
          <w:p w:rsidR="007E5153" w:rsidRPr="00501E3A" w:rsidRDefault="007E5153">
            <w:pPr>
              <w:pStyle w:val="PL"/>
              <w:rPr>
                <w:noProof w:val="0"/>
              </w:rPr>
            </w:pPr>
            <w:r w:rsidRPr="00501E3A">
              <w:rPr>
                <w:noProof w:val="0"/>
              </w:rPr>
              <w:t>JCSystem.CLEAR_ON_RESET</w:t>
            </w:r>
          </w:p>
          <w:p w:rsidR="007E5153" w:rsidRPr="00501E3A" w:rsidRDefault="007E5153">
            <w:pPr>
              <w:pStyle w:val="PL"/>
              <w:rPr>
                <w:noProof w:val="0"/>
              </w:rPr>
            </w:pPr>
          </w:p>
          <w:p w:rsidR="007E5153" w:rsidRPr="00501E3A" w:rsidRDefault="007E5153">
            <w:pPr>
              <w:pStyle w:val="PL"/>
              <w:rPr>
                <w:noProof w:val="0"/>
              </w:rPr>
            </w:pPr>
            <w:r w:rsidRPr="00501E3A">
              <w:rPr>
                <w:noProof w:val="0"/>
              </w:rPr>
              <w:t>4- Reset</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6</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NO_TRANSIENT_SPACE SystemException</w:t>
            </w:r>
          </w:p>
          <w:p w:rsidR="007E5153" w:rsidRPr="00501E3A" w:rsidRDefault="007E5153">
            <w:pPr>
              <w:pStyle w:val="TAH"/>
            </w:pPr>
            <w:r w:rsidRPr="00501E3A">
              <w:t>with CLEAR_ON_DESELECT FileView object</w:t>
            </w:r>
          </w:p>
          <w:p w:rsidR="007E5153" w:rsidRPr="00501E3A" w:rsidRDefault="007E5153">
            <w:pPr>
              <w:pStyle w:val="PL"/>
              <w:rPr>
                <w:noProof w:val="0"/>
              </w:rPr>
            </w:pPr>
          </w:p>
          <w:p w:rsidR="007E5153" w:rsidRPr="00501E3A" w:rsidRDefault="007E5153">
            <w:pPr>
              <w:pStyle w:val="PL"/>
              <w:rPr>
                <w:noProof w:val="0"/>
              </w:rPr>
            </w:pPr>
            <w:r w:rsidRPr="00501E3A">
              <w:rPr>
                <w:noProof w:val="0"/>
              </w:rPr>
              <w:t>1 - Select the Applet by AID</w:t>
            </w:r>
          </w:p>
          <w:p w:rsidR="007E5153" w:rsidRPr="00501E3A" w:rsidRDefault="007E5153">
            <w:pPr>
              <w:pStyle w:val="PL"/>
              <w:rPr>
                <w:noProof w:val="0"/>
              </w:rPr>
            </w:pPr>
          </w:p>
          <w:p w:rsidR="007E5153" w:rsidRPr="00501E3A" w:rsidRDefault="007E5153">
            <w:pPr>
              <w:pStyle w:val="PL"/>
              <w:rPr>
                <w:noProof w:val="0"/>
              </w:rPr>
            </w:pPr>
            <w:r w:rsidRPr="00501E3A">
              <w:rPr>
                <w:noProof w:val="0"/>
              </w:rPr>
              <w:t>2- Get the available transient memory space using method length=JCSystem.</w:t>
            </w:r>
            <w:hyperlink r:id="rId20" w:anchor="getAvailableMemory%28byte%29" w:history="1">
              <w:r w:rsidRPr="00501E3A">
                <w:rPr>
                  <w:noProof w:val="0"/>
                </w:rPr>
                <w:t>getAvailableMemory</w:t>
              </w:r>
            </w:hyperlink>
            <w:r w:rsidRPr="00501E3A">
              <w:rPr>
                <w:noProof w:val="0"/>
              </w:rPr>
              <w:t>(MEMORY_TYPE_TRANSIENT_DESELECT)</w:t>
            </w:r>
          </w:p>
          <w:p w:rsidR="007E5153" w:rsidRPr="00501E3A" w:rsidRDefault="007E5153">
            <w:pPr>
              <w:pStyle w:val="PL"/>
              <w:rPr>
                <w:noProof w:val="0"/>
              </w:rPr>
            </w:pPr>
          </w:p>
          <w:p w:rsidR="007E5153" w:rsidRPr="00501E3A" w:rsidRDefault="007E5153">
            <w:pPr>
              <w:pStyle w:val="PL"/>
              <w:rPr>
                <w:noProof w:val="0"/>
              </w:rPr>
            </w:pPr>
            <w:r w:rsidRPr="00501E3A">
              <w:rPr>
                <w:noProof w:val="0"/>
              </w:rPr>
              <w:t>3- Fill the available transient memory space by creating array, using method JCSystem.makeTransientByteArray(length, JCSystem.CLEAR_ON_DESELECT)</w:t>
            </w:r>
          </w:p>
          <w:p w:rsidR="007E5153" w:rsidRPr="00501E3A" w:rsidRDefault="007E5153">
            <w:pPr>
              <w:pStyle w:val="PL"/>
              <w:rPr>
                <w:noProof w:val="0"/>
              </w:rPr>
            </w:pPr>
            <w:r w:rsidRPr="00501E3A">
              <w:rPr>
                <w:noProof w:val="0"/>
              </w:rPr>
              <w:t>}</w:t>
            </w:r>
          </w:p>
          <w:p w:rsidR="007E5153" w:rsidRPr="00501E3A" w:rsidRDefault="007E5153">
            <w:pPr>
              <w:pStyle w:val="PL"/>
              <w:rPr>
                <w:noProof w:val="0"/>
              </w:rPr>
            </w:pPr>
          </w:p>
          <w:p w:rsidR="007E5153" w:rsidRPr="00501E3A" w:rsidRDefault="007E5153">
            <w:pPr>
              <w:pStyle w:val="PL"/>
              <w:rPr>
                <w:noProof w:val="0"/>
              </w:rPr>
            </w:pPr>
            <w:r w:rsidRPr="00501E3A">
              <w:rPr>
                <w:noProof w:val="0"/>
              </w:rPr>
              <w:t>4- Applet calls method getTheFileView() with AID = ADF1</w:t>
            </w:r>
          </w:p>
          <w:p w:rsidR="007E5153" w:rsidRPr="00501E3A" w:rsidRDefault="007E5153">
            <w:pPr>
              <w:pStyle w:val="PL"/>
              <w:rPr>
                <w:noProof w:val="0"/>
              </w:rPr>
            </w:pPr>
            <w:r w:rsidRPr="00501E3A">
              <w:rPr>
                <w:noProof w:val="0"/>
              </w:rPr>
              <w:t xml:space="preserve"> with event:</w:t>
            </w:r>
          </w:p>
          <w:p w:rsidR="007E5153" w:rsidRPr="00501E3A" w:rsidRDefault="007E5153">
            <w:pPr>
              <w:pStyle w:val="PL"/>
              <w:rPr>
                <w:noProof w:val="0"/>
              </w:rPr>
            </w:pPr>
            <w:r w:rsidRPr="00501E3A">
              <w:rPr>
                <w:noProof w:val="0"/>
              </w:rPr>
              <w:t>JCSystem.CLEAR_ON_DESELECT</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Applet1 is triggered</w:t>
            </w:r>
          </w:p>
          <w:p w:rsidR="007E5153" w:rsidRPr="00501E3A" w:rsidRDefault="007E5153">
            <w:pPr>
              <w:pStyle w:val="TAL"/>
            </w:pPr>
          </w:p>
          <w:p w:rsidR="007E5153" w:rsidRPr="00501E3A" w:rsidRDefault="007E5153">
            <w:pPr>
              <w:pStyle w:val="TAL"/>
            </w:pPr>
            <w:r w:rsidRPr="00501E3A">
              <w:t>2-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4-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lastRenderedPageBreak/>
              <w:t>7</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ILLEGAL_VALUE SystemException</w:t>
            </w:r>
          </w:p>
          <w:p w:rsidR="007E5153" w:rsidRPr="00501E3A" w:rsidRDefault="007E5153">
            <w:pPr>
              <w:pStyle w:val="PL"/>
              <w:rPr>
                <w:noProof w:val="0"/>
              </w:rPr>
            </w:pPr>
            <w:r w:rsidRPr="00501E3A">
              <w:rPr>
                <w:noProof w:val="0"/>
              </w:rPr>
              <w:t>1- Invoke the method getTheFileView() with event different from 0,1,2</w:t>
            </w:r>
          </w:p>
          <w:p w:rsidR="007E5153" w:rsidRPr="00501E3A" w:rsidRDefault="007E5153">
            <w:pPr>
              <w:pStyle w:val="PL"/>
              <w:rPr>
                <w:noProof w:val="0"/>
              </w:rPr>
            </w:pP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rPr>
                <w:bCs/>
              </w:rPr>
            </w:pPr>
            <w:r w:rsidRPr="00501E3A">
              <w:t>1- SystemException.ILLEGAL_VALUE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8</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NullPointerException</w:t>
            </w:r>
          </w:p>
          <w:p w:rsidR="007E5153" w:rsidRPr="00501E3A" w:rsidRDefault="007E5153">
            <w:pPr>
              <w:pStyle w:val="TAH"/>
            </w:pPr>
          </w:p>
          <w:p w:rsidR="007E5153" w:rsidRPr="00501E3A" w:rsidRDefault="007E5153">
            <w:pPr>
              <w:pStyle w:val="PL"/>
              <w:rPr>
                <w:noProof w:val="0"/>
              </w:rPr>
            </w:pPr>
            <w:r w:rsidRPr="00501E3A">
              <w:rPr>
                <w:noProof w:val="0"/>
              </w:rPr>
              <w:t>Invoke the method getTheFileView() with AID = NULL</w:t>
            </w:r>
          </w:p>
          <w:p w:rsidR="007E5153" w:rsidRPr="00501E3A" w:rsidRDefault="007E5153">
            <w:pPr>
              <w:pStyle w:val="PL"/>
              <w:rPr>
                <w:noProof w:val="0"/>
              </w:rPr>
            </w:pPr>
            <w:r w:rsidRPr="00501E3A">
              <w:rPr>
                <w:noProof w:val="0"/>
              </w:rPr>
              <w:t xml:space="preserve"> with event:</w:t>
            </w:r>
          </w:p>
          <w:p w:rsidR="007E5153" w:rsidRPr="00501E3A" w:rsidRDefault="00E34DFA" w:rsidP="00E34DFA">
            <w:pPr>
              <w:pStyle w:val="PL"/>
              <w:rPr>
                <w:noProof w:val="0"/>
              </w:rPr>
            </w:pPr>
            <w:r w:rsidRPr="00501E3A">
              <w:rPr>
                <w:noProof w:val="0"/>
              </w:rPr>
              <w:t>1 - JCSystem.CLEAR_ON_RESET</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Shall be thrown</w:t>
            </w:r>
          </w:p>
          <w:p w:rsidR="007E5153" w:rsidRPr="00501E3A" w:rsidRDefault="007E5153">
            <w:pPr>
              <w:pStyle w:val="TAL"/>
            </w:pPr>
            <w:r w:rsidRPr="00501E3A">
              <w:t>java.lang.NullPointerException</w:t>
            </w:r>
          </w:p>
          <w:p w:rsidR="007E5153" w:rsidRPr="00501E3A" w:rsidRDefault="007E5153">
            <w:pPr>
              <w:pStyle w:val="TAL"/>
              <w:rPr>
                <w:bCs/>
              </w:rPr>
            </w:pP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bl>
    <w:p w:rsidR="007E5153" w:rsidRPr="00501E3A" w:rsidRDefault="007E5153"/>
    <w:p w:rsidR="007E5153" w:rsidRPr="00501E3A" w:rsidRDefault="007E5153">
      <w:pPr>
        <w:pStyle w:val="Heading4"/>
      </w:pPr>
      <w:r w:rsidRPr="00501E3A">
        <w:t>5.1.3.3</w:t>
      </w:r>
      <w:r w:rsidRPr="00501E3A">
        <w:tab/>
        <w:t>Method getTheFileView</w:t>
      </w:r>
    </w:p>
    <w:p w:rsidR="007E5153" w:rsidRPr="00501E3A" w:rsidRDefault="007E5153">
      <w:r w:rsidRPr="00501E3A">
        <w:t>Test Area Reference: Api_1_Usy_Getf_Bsbb</w:t>
      </w:r>
      <w:r w:rsidR="00E34DFA" w:rsidRPr="00501E3A">
        <w:t>.</w:t>
      </w:r>
    </w:p>
    <w:p w:rsidR="007E5153" w:rsidRPr="00501E3A" w:rsidRDefault="007E5153" w:rsidP="00E34DFA">
      <w:pPr>
        <w:pStyle w:val="Heading5"/>
      </w:pPr>
      <w:r w:rsidRPr="00501E3A">
        <w:t>5.1.3.3.1</w:t>
      </w:r>
      <w:r w:rsidRPr="00501E3A">
        <w:tab/>
        <w:t>Conformance requirement:</w:t>
      </w:r>
    </w:p>
    <w:p w:rsidR="007E5153" w:rsidRPr="00501E3A" w:rsidRDefault="007E5153">
      <w:r w:rsidRPr="00501E3A">
        <w:t>The method with following header shall compliant to its definition in the API.</w:t>
      </w:r>
    </w:p>
    <w:p w:rsidR="007E5153" w:rsidRPr="00501E3A" w:rsidRDefault="007E5153">
      <w:pPr>
        <w:pStyle w:val="PL"/>
        <w:rPr>
          <w:noProof w:val="0"/>
        </w:rPr>
      </w:pPr>
      <w:r w:rsidRPr="00501E3A">
        <w:rPr>
          <w:noProof w:val="0"/>
        </w:rPr>
        <w:t>public static FileView getTheFileView(byte[] buffer, short bOffset, short bLength, byte event)</w:t>
      </w:r>
    </w:p>
    <w:p w:rsidR="007E5153" w:rsidRPr="00501E3A" w:rsidRDefault="007E5153">
      <w:pPr>
        <w:pStyle w:val="PL"/>
        <w:rPr>
          <w:noProof w:val="0"/>
        </w:rPr>
      </w:pPr>
      <w:r w:rsidRPr="00501E3A">
        <w:rPr>
          <w:noProof w:val="0"/>
        </w:rPr>
        <w:tab/>
      </w:r>
      <w:r w:rsidRPr="00501E3A">
        <w:rPr>
          <w:noProof w:val="0"/>
        </w:rPr>
        <w:tab/>
      </w:r>
      <w:r w:rsidRPr="00501E3A">
        <w:rPr>
          <w:noProof w:val="0"/>
        </w:rPr>
        <w:tab/>
      </w:r>
      <w:r w:rsidRPr="00501E3A">
        <w:rPr>
          <w:noProof w:val="0"/>
        </w:rPr>
        <w:tab/>
        <w:t xml:space="preserve">throws NullPointerException, </w:t>
      </w:r>
    </w:p>
    <w:p w:rsidR="007E5153" w:rsidRPr="00501E3A" w:rsidRDefault="007E5153">
      <w:pPr>
        <w:pStyle w:val="PL"/>
        <w:ind w:left="1440"/>
        <w:rPr>
          <w:noProof w:val="0"/>
        </w:rPr>
      </w:pPr>
      <w:r w:rsidRPr="00501E3A">
        <w:rPr>
          <w:noProof w:val="0"/>
        </w:rPr>
        <w:tab/>
        <w:t xml:space="preserve">  </w:t>
      </w:r>
      <w:r w:rsidRPr="00501E3A">
        <w:rPr>
          <w:noProof w:val="0"/>
        </w:rPr>
        <w:tab/>
        <w:t xml:space="preserve">   javacard.framework.SystemException,</w:t>
      </w:r>
    </w:p>
    <w:p w:rsidR="007E5153" w:rsidRPr="00501E3A" w:rsidRDefault="007E5153">
      <w:pPr>
        <w:pStyle w:val="PL"/>
        <w:ind w:left="1440"/>
        <w:rPr>
          <w:noProof w:val="0"/>
        </w:rPr>
      </w:pPr>
      <w:r w:rsidRPr="00501E3A">
        <w:rPr>
          <w:noProof w:val="0"/>
        </w:rPr>
        <w:tab/>
        <w:t xml:space="preserve">       ArrayIndexOutOfBoundException</w:t>
      </w:r>
    </w:p>
    <w:p w:rsidR="007E5153" w:rsidRPr="00501E3A" w:rsidRDefault="007E5153">
      <w:pPr>
        <w:pStyle w:val="PL"/>
        <w:rPr>
          <w:noProof w:val="0"/>
        </w:rPr>
      </w:pPr>
    </w:p>
    <w:p w:rsidR="007E5153" w:rsidRPr="00501E3A" w:rsidRDefault="007E5153">
      <w:pPr>
        <w:pStyle w:val="H6"/>
        <w:outlineLvl w:val="0"/>
      </w:pPr>
      <w:r w:rsidRPr="00501E3A">
        <w:t>5.1.3.3.1.1</w:t>
      </w:r>
      <w:r w:rsidRPr="00501E3A">
        <w:tab/>
        <w:t>Normal execution</w:t>
      </w:r>
    </w:p>
    <w:p w:rsidR="007E5153" w:rsidRPr="00501E3A" w:rsidRDefault="007E5153" w:rsidP="00E34DFA">
      <w:pPr>
        <w:pStyle w:val="B1"/>
      </w:pPr>
      <w:r w:rsidRPr="00501E3A">
        <w:t>CRRN1: returns a reference to class which implements the FileView interface on an ADF file system defined by its AID contains in buffer parameter.</w:t>
      </w:r>
    </w:p>
    <w:p w:rsidR="007E5153" w:rsidRPr="00501E3A" w:rsidRDefault="007E5153" w:rsidP="00E34DFA">
      <w:pPr>
        <w:pStyle w:val="B1"/>
      </w:pPr>
      <w:r w:rsidRPr="00501E3A">
        <w:t>CRRN2: returns null if the ADF with the full AID given in the buffer does not exist.</w:t>
      </w:r>
    </w:p>
    <w:p w:rsidR="007E5153" w:rsidRPr="00501E3A" w:rsidRDefault="007E5153" w:rsidP="00E34DFA">
      <w:pPr>
        <w:pStyle w:val="B1"/>
      </w:pPr>
      <w:r w:rsidRPr="00501E3A">
        <w:t>CRRN3: returns null if one of the javacard.framework.Applet.register(..) method has not previously invoked by the applet invoking this method or the filesystem server does not exist or the filesystem server returns null.</w:t>
      </w:r>
    </w:p>
    <w:p w:rsidR="007E5153" w:rsidRPr="00501E3A" w:rsidRDefault="007E5153" w:rsidP="00E34DFA">
      <w:pPr>
        <w:pStyle w:val="B1"/>
      </w:pPr>
      <w:r w:rsidRPr="00501E3A">
        <w:t>CRRN4: After a successful invocation of the method the ADF is the currently selected file.</w:t>
      </w:r>
    </w:p>
    <w:p w:rsidR="007E5153" w:rsidRPr="00501E3A" w:rsidRDefault="007E5153" w:rsidP="00E34DFA">
      <w:pPr>
        <w:pStyle w:val="B1"/>
      </w:pPr>
      <w:r w:rsidRPr="00501E3A">
        <w:t xml:space="preserve">CRRN5: A separate and independent file context shall be associated with each and every FileView object: the operation performed on files in a given FileView object shall not affect the file context associated with any other FileView </w:t>
      </w:r>
      <w:r w:rsidR="00576820" w:rsidRPr="00501E3A">
        <w:t>object. This</w:t>
      </w:r>
      <w:r w:rsidRPr="00501E3A">
        <w:t xml:space="preserve"> context can be transient or persistent depending on what was required by the Applet during the creation of the FileView object</w:t>
      </w:r>
      <w:r w:rsidR="004C222B" w:rsidRPr="00501E3A">
        <w:t>.</w:t>
      </w:r>
    </w:p>
    <w:p w:rsidR="007E5153" w:rsidRPr="00501E3A" w:rsidRDefault="007E5153" w:rsidP="00E34DFA">
      <w:pPr>
        <w:pStyle w:val="B1"/>
      </w:pPr>
      <w:r w:rsidRPr="00501E3A">
        <w:t>CRRN6: It is not possible to access files which are not located under the ADF</w:t>
      </w:r>
      <w:r w:rsidR="004C222B" w:rsidRPr="00501E3A">
        <w:t>.</w:t>
      </w:r>
    </w:p>
    <w:p w:rsidR="007E5153" w:rsidRPr="00501E3A" w:rsidRDefault="007E5153">
      <w:pPr>
        <w:pStyle w:val="H6"/>
        <w:outlineLvl w:val="0"/>
      </w:pPr>
      <w:r w:rsidRPr="00501E3A">
        <w:t>5.1.3.3.1.2</w:t>
      </w:r>
      <w:r w:rsidRPr="00501E3A">
        <w:tab/>
        <w:t>Parameters error</w:t>
      </w:r>
    </w:p>
    <w:p w:rsidR="007E5153" w:rsidRPr="00501E3A" w:rsidRDefault="007E5153" w:rsidP="00E34DFA">
      <w:pPr>
        <w:pStyle w:val="B1"/>
      </w:pPr>
      <w:r w:rsidRPr="00501E3A">
        <w:t>CRRP1: If event is not one of the following values JCSystem.NOT_A_TRANSIENT_OBJECT, JCSystem.CLEAR_ON_DESELECT, or JCSystem.CLEAR_ON_RESET a SystemException is thrown. The value of the SystemException shall be SystemException.ILLEGAL_VALUE.</w:t>
      </w:r>
    </w:p>
    <w:p w:rsidR="007E5153" w:rsidRPr="00501E3A" w:rsidRDefault="007E5153" w:rsidP="00E34DFA">
      <w:pPr>
        <w:pStyle w:val="B1"/>
      </w:pPr>
      <w:r w:rsidRPr="00501E3A">
        <w:t>CRRP2: If the buffer is null a NullPointerException shall be thrown.</w:t>
      </w:r>
    </w:p>
    <w:p w:rsidR="007E5153" w:rsidRPr="00501E3A" w:rsidRDefault="007E5153" w:rsidP="00E34DFA">
      <w:pPr>
        <w:pStyle w:val="B1"/>
      </w:pPr>
      <w:r w:rsidRPr="00501E3A">
        <w:t>CRRP3: If  bOffset is less than 0, an instance ArrayIndexOutOfBoundException shall be thrown</w:t>
      </w:r>
      <w:r w:rsidR="004C222B" w:rsidRPr="00501E3A">
        <w:t>.</w:t>
      </w:r>
    </w:p>
    <w:p w:rsidR="007E5153" w:rsidRPr="00501E3A" w:rsidRDefault="007E5153" w:rsidP="00E34DFA">
      <w:pPr>
        <w:pStyle w:val="B1"/>
      </w:pPr>
      <w:r w:rsidRPr="00501E3A">
        <w:t>CRRP4: if bOffset plus bLength is greater than the length of the array buffer.length, an instance of ArrayIndexOutOfBoundsException shall be thrown.</w:t>
      </w:r>
    </w:p>
    <w:p w:rsidR="007E5153" w:rsidRPr="00501E3A" w:rsidRDefault="007E5153" w:rsidP="00E34DFA">
      <w:pPr>
        <w:pStyle w:val="B1"/>
      </w:pPr>
      <w:r w:rsidRPr="00501E3A">
        <w:t xml:space="preserve">CRRP5: if bLength is not in the range of 5 </w:t>
      </w:r>
      <w:r w:rsidR="004C222B" w:rsidRPr="00501E3A">
        <w:t>-</w:t>
      </w:r>
      <w:r w:rsidRPr="00501E3A">
        <w:t xml:space="preserve"> 16 bytes a SystemException.ILLEGAL_VALUE shall be thrown.</w:t>
      </w:r>
    </w:p>
    <w:p w:rsidR="007E5153" w:rsidRPr="00501E3A" w:rsidRDefault="007E5153">
      <w:pPr>
        <w:pStyle w:val="H6"/>
        <w:outlineLvl w:val="0"/>
      </w:pPr>
      <w:r w:rsidRPr="00501E3A">
        <w:lastRenderedPageBreak/>
        <w:t>5.1.3.3.1.3</w:t>
      </w:r>
      <w:r w:rsidRPr="00501E3A">
        <w:tab/>
        <w:t>Context errors</w:t>
      </w:r>
    </w:p>
    <w:p w:rsidR="007E5153" w:rsidRPr="00501E3A" w:rsidRDefault="007E5153" w:rsidP="00E34DFA">
      <w:pPr>
        <w:pStyle w:val="B1"/>
      </w:pPr>
      <w:r w:rsidRPr="00501E3A">
        <w:t>CRRC1: If event is  JCSystem.CLEAR_ON_RESET or JCSystem.CLEAR_ON_DESELECT and not enough transient memory space is available a SystemException shall be thrown with reason code SystemException.NO_TRANSIENT_SPACE.</w:t>
      </w:r>
    </w:p>
    <w:p w:rsidR="007E5153" w:rsidRPr="00501E3A" w:rsidRDefault="007E5153" w:rsidP="00E34DFA">
      <w:pPr>
        <w:pStyle w:val="B1"/>
      </w:pPr>
      <w:r w:rsidRPr="00501E3A">
        <w:t>CRRC2: If event is JCSystem.CLEAR_ON_DESELECT and the applet is not a currently selected applet a SystemException with reason code SystemException.ILLEGAL_TRANSIENT shall be thrown.</w:t>
      </w:r>
    </w:p>
    <w:p w:rsidR="007E5153" w:rsidRPr="00501E3A" w:rsidRDefault="004C222B" w:rsidP="00E34DFA">
      <w:pPr>
        <w:pStyle w:val="Heading5"/>
      </w:pPr>
      <w:r w:rsidRPr="00501E3A">
        <w:t>5.1.3.3.2</w:t>
      </w:r>
      <w:r w:rsidRPr="00501E3A">
        <w:tab/>
        <w:t>Test area files</w:t>
      </w:r>
    </w:p>
    <w:p w:rsidR="007E5153" w:rsidRPr="00501E3A" w:rsidRDefault="007E5153" w:rsidP="00E34DFA">
      <w:pPr>
        <w:pStyle w:val="EX"/>
      </w:pPr>
      <w:r w:rsidRPr="00501E3A">
        <w:t>Test Source:</w:t>
      </w:r>
      <w:r w:rsidRPr="00501E3A">
        <w:tab/>
        <w:t>Test_ Api_1_Usy_Getf_Bsbb.java</w:t>
      </w:r>
      <w:r w:rsidR="00E34DFA" w:rsidRPr="00501E3A">
        <w:t>.</w:t>
      </w:r>
    </w:p>
    <w:p w:rsidR="007E5153" w:rsidRPr="00501E3A" w:rsidRDefault="007E5153" w:rsidP="00E34DFA">
      <w:pPr>
        <w:pStyle w:val="EX"/>
      </w:pPr>
      <w:r w:rsidRPr="00501E3A">
        <w:t>Test Applet:</w:t>
      </w:r>
      <w:r w:rsidRPr="00501E3A">
        <w:tab/>
        <w:t>Api_1_Usy_Getf_Bsbb.java</w:t>
      </w:r>
      <w:r w:rsidR="00E34DFA" w:rsidRPr="00501E3A">
        <w:t>.</w:t>
      </w:r>
    </w:p>
    <w:p w:rsidR="007E5153" w:rsidRPr="00501E3A" w:rsidRDefault="007E5153" w:rsidP="00E34DFA">
      <w:pPr>
        <w:pStyle w:val="EX"/>
      </w:pPr>
      <w:r w:rsidRPr="00501E3A">
        <w:t>Cap File:</w:t>
      </w:r>
      <w:r w:rsidRPr="00501E3A">
        <w:tab/>
        <w:t>api_1_usy_getf_bsbb.cap</w:t>
      </w:r>
      <w:r w:rsidR="00E34DFA" w:rsidRPr="00501E3A">
        <w:t>.</w:t>
      </w:r>
    </w:p>
    <w:p w:rsidR="007E5153" w:rsidRPr="00501E3A" w:rsidRDefault="007E5153" w:rsidP="00E34DFA">
      <w:pPr>
        <w:pStyle w:val="Heading5"/>
      </w:pPr>
      <w:r w:rsidRPr="00501E3A">
        <w:t>5.1.3.3.3</w:t>
      </w:r>
      <w:r w:rsidRPr="00501E3A">
        <w:tab/>
        <w:t xml:space="preserve">Test coverage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N3</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N4</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N5</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3</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N6</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2</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7</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P2</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8</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P3</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P4</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9</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P5</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10</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5, 6</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C2</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p>
        </w:tc>
      </w:tr>
    </w:tbl>
    <w:p w:rsidR="00E34DFA" w:rsidRPr="00501E3A" w:rsidRDefault="00E34DFA" w:rsidP="00E34DFA"/>
    <w:p w:rsidR="007E5153" w:rsidRPr="00501E3A" w:rsidRDefault="007E5153" w:rsidP="00E34DFA">
      <w:pPr>
        <w:pStyle w:val="Heading5"/>
      </w:pPr>
      <w:r w:rsidRPr="00501E3A">
        <w:t>5.1.3.3.4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E5153" w:rsidRPr="00501E3A" w:rsidTr="00E34DFA">
        <w:trPr>
          <w:tblHeade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Id</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Description</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API Expectation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Method returns null</w:t>
            </w:r>
          </w:p>
          <w:p w:rsidR="007E5153" w:rsidRPr="00501E3A" w:rsidRDefault="007E5153">
            <w:pPr>
              <w:pStyle w:val="PL"/>
              <w:rPr>
                <w:noProof w:val="0"/>
              </w:rPr>
            </w:pPr>
          </w:p>
          <w:p w:rsidR="007E5153" w:rsidRPr="00501E3A" w:rsidRDefault="007E5153">
            <w:pPr>
              <w:pStyle w:val="PL"/>
              <w:rPr>
                <w:noProof w:val="0"/>
              </w:rPr>
            </w:pPr>
            <w:r w:rsidRPr="00501E3A">
              <w:rPr>
                <w:noProof w:val="0"/>
              </w:rPr>
              <w:t>1- Install Applet1 with full access rights on the  UICC file system</w:t>
            </w:r>
          </w:p>
          <w:p w:rsidR="007E5153" w:rsidRPr="00501E3A" w:rsidRDefault="007E5153">
            <w:pPr>
              <w:pStyle w:val="PL"/>
              <w:rPr>
                <w:noProof w:val="0"/>
              </w:rPr>
            </w:pPr>
          </w:p>
          <w:p w:rsidR="007E5153" w:rsidRPr="00501E3A" w:rsidRDefault="007E5153">
            <w:pPr>
              <w:pStyle w:val="PL"/>
              <w:rPr>
                <w:noProof w:val="0"/>
              </w:rPr>
            </w:pPr>
            <w:r w:rsidRPr="00501E3A">
              <w:rPr>
                <w:noProof w:val="0"/>
              </w:rPr>
              <w:t>2- Invoke the method getTheFileView  before the javacard.framework.Applet.register(..) method invocation</w:t>
            </w:r>
          </w:p>
          <w:p w:rsidR="007E5153" w:rsidRPr="00501E3A" w:rsidRDefault="007E5153">
            <w:pPr>
              <w:pStyle w:val="PL"/>
              <w:rPr>
                <w:noProof w:val="0"/>
              </w:rPr>
            </w:pPr>
            <w:r w:rsidRPr="00501E3A">
              <w:rPr>
                <w:noProof w:val="0"/>
              </w:rPr>
              <w:t>Invoke the method getTheFileView() with buffer[20] = {ADF1,…}</w:t>
            </w:r>
          </w:p>
          <w:p w:rsidR="007E5153" w:rsidRPr="00501E3A" w:rsidRDefault="007E5153">
            <w:pPr>
              <w:pStyle w:val="PL"/>
              <w:rPr>
                <w:noProof w:val="0"/>
              </w:rPr>
            </w:pPr>
            <w:r w:rsidRPr="00501E3A">
              <w:rPr>
                <w:noProof w:val="0"/>
              </w:rPr>
              <w:t>bOffset= 0</w:t>
            </w:r>
          </w:p>
          <w:p w:rsidR="007E5153" w:rsidRPr="00501E3A" w:rsidRDefault="007E5153">
            <w:pPr>
              <w:pStyle w:val="PL"/>
              <w:rPr>
                <w:noProof w:val="0"/>
              </w:rPr>
            </w:pPr>
            <w:r w:rsidRPr="00501E3A">
              <w:rPr>
                <w:noProof w:val="0"/>
              </w:rPr>
              <w:t>bLength= 16</w:t>
            </w:r>
          </w:p>
          <w:p w:rsidR="007E5153" w:rsidRPr="00501E3A" w:rsidRDefault="007E5153">
            <w:pPr>
              <w:pStyle w:val="PL"/>
              <w:rPr>
                <w:noProof w:val="0"/>
              </w:rPr>
            </w:pPr>
          </w:p>
          <w:p w:rsidR="007E5153" w:rsidRPr="00501E3A" w:rsidRDefault="007E5153">
            <w:pPr>
              <w:pStyle w:val="PL"/>
              <w:rPr>
                <w:noProof w:val="0"/>
              </w:rPr>
            </w:pPr>
            <w:r w:rsidRPr="00501E3A">
              <w:rPr>
                <w:noProof w:val="0"/>
              </w:rPr>
              <w:t>3- Envelope menu selection is sent to the UICC</w:t>
            </w:r>
          </w:p>
          <w:p w:rsidR="007E5153" w:rsidRPr="00501E3A" w:rsidRDefault="007E5153">
            <w:pPr>
              <w:pStyle w:val="PL"/>
              <w:rPr>
                <w:noProof w:val="0"/>
              </w:rPr>
            </w:pPr>
          </w:p>
          <w:p w:rsidR="007E5153" w:rsidRPr="00501E3A" w:rsidRDefault="007E5153">
            <w:pPr>
              <w:pStyle w:val="PL"/>
              <w:rPr>
                <w:noProof w:val="0"/>
              </w:rPr>
            </w:pPr>
            <w:r w:rsidRPr="00501E3A">
              <w:rPr>
                <w:noProof w:val="0"/>
              </w:rPr>
              <w:t>4- Invoke the method getTheFileView  before the javacard.framework.Applet.register(..) method invocation</w:t>
            </w:r>
          </w:p>
          <w:p w:rsidR="007E5153" w:rsidRPr="00501E3A" w:rsidRDefault="007E5153">
            <w:pPr>
              <w:pStyle w:val="PL"/>
              <w:rPr>
                <w:noProof w:val="0"/>
              </w:rPr>
            </w:pPr>
            <w:r w:rsidRPr="00501E3A">
              <w:rPr>
                <w:noProof w:val="0"/>
              </w:rPr>
              <w:t>Invoke the method getTheFileView() with buffer[20] = null</w:t>
            </w:r>
          </w:p>
          <w:p w:rsidR="007E5153" w:rsidRPr="00501E3A" w:rsidRDefault="007E5153">
            <w:pPr>
              <w:pStyle w:val="PL"/>
              <w:rPr>
                <w:noProof w:val="0"/>
              </w:rPr>
            </w:pPr>
            <w:r w:rsidRPr="00501E3A">
              <w:rPr>
                <w:noProof w:val="0"/>
              </w:rPr>
              <w:t>bOffset= 0</w:t>
            </w:r>
          </w:p>
          <w:p w:rsidR="007E5153" w:rsidRPr="00501E3A" w:rsidRDefault="007E5153">
            <w:pPr>
              <w:pStyle w:val="PL"/>
              <w:rPr>
                <w:noProof w:val="0"/>
              </w:rPr>
            </w:pPr>
            <w:r w:rsidRPr="00501E3A">
              <w:rPr>
                <w:noProof w:val="0"/>
              </w:rPr>
              <w:t>bLength= 16</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returns null</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Applet is triggered</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4- returns null</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pPr>
            <w:r w:rsidRPr="00501E3A">
              <w:lastRenderedPageBreak/>
              <w:t>2</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Normal execution</w:t>
            </w:r>
          </w:p>
          <w:p w:rsidR="007E5153" w:rsidRPr="00501E3A" w:rsidRDefault="007E5153">
            <w:pPr>
              <w:pStyle w:val="PL"/>
              <w:rPr>
                <w:noProof w:val="0"/>
              </w:rPr>
            </w:pPr>
            <w:r w:rsidRPr="00501E3A">
              <w:rPr>
                <w:noProof w:val="0"/>
              </w:rPr>
              <w:t>1- Envelope menu selection is sent to the UICC</w:t>
            </w:r>
          </w:p>
          <w:p w:rsidR="007E5153" w:rsidRPr="00501E3A" w:rsidRDefault="007E5153">
            <w:pPr>
              <w:pStyle w:val="PL"/>
              <w:rPr>
                <w:noProof w:val="0"/>
              </w:rPr>
            </w:pPr>
          </w:p>
          <w:p w:rsidR="007E5153" w:rsidRPr="00501E3A" w:rsidRDefault="007E5153">
            <w:pPr>
              <w:pStyle w:val="PL"/>
              <w:rPr>
                <w:bCs/>
                <w:noProof w:val="0"/>
              </w:rPr>
            </w:pPr>
            <w:r w:rsidRPr="00501E3A">
              <w:rPr>
                <w:noProof w:val="0"/>
              </w:rPr>
              <w:t xml:space="preserve">Invoke the method </w:t>
            </w:r>
            <w:r w:rsidRPr="00501E3A">
              <w:rPr>
                <w:bCs/>
                <w:noProof w:val="0"/>
              </w:rPr>
              <w:t>getTheFileView()</w:t>
            </w:r>
          </w:p>
          <w:p w:rsidR="007E5153" w:rsidRPr="00501E3A" w:rsidRDefault="007E5153">
            <w:pPr>
              <w:pStyle w:val="PL"/>
              <w:rPr>
                <w:noProof w:val="0"/>
              </w:rPr>
            </w:pPr>
            <w:r w:rsidRPr="00501E3A">
              <w:rPr>
                <w:noProof w:val="0"/>
              </w:rPr>
              <w:t>with buffer[20] = {ADF1,…}</w:t>
            </w:r>
          </w:p>
          <w:p w:rsidR="007E5153" w:rsidRPr="00501E3A" w:rsidRDefault="007E5153">
            <w:pPr>
              <w:pStyle w:val="PL"/>
              <w:rPr>
                <w:noProof w:val="0"/>
              </w:rPr>
            </w:pPr>
            <w:r w:rsidRPr="00501E3A">
              <w:rPr>
                <w:noProof w:val="0"/>
              </w:rPr>
              <w:t>bOffset= 0</w:t>
            </w:r>
          </w:p>
          <w:p w:rsidR="007E5153" w:rsidRPr="00501E3A" w:rsidRDefault="007E5153">
            <w:pPr>
              <w:pStyle w:val="PL"/>
              <w:rPr>
                <w:noProof w:val="0"/>
              </w:rPr>
            </w:pPr>
            <w:r w:rsidRPr="00501E3A">
              <w:rPr>
                <w:noProof w:val="0"/>
              </w:rPr>
              <w:t>bLength= 16</w:t>
            </w:r>
          </w:p>
          <w:p w:rsidR="007E5153" w:rsidRPr="00501E3A" w:rsidRDefault="007E5153">
            <w:pPr>
              <w:pStyle w:val="PL"/>
              <w:rPr>
                <w:noProof w:val="0"/>
              </w:rPr>
            </w:pPr>
            <w:r w:rsidRPr="00501E3A">
              <w:rPr>
                <w:noProof w:val="0"/>
              </w:rPr>
              <w:t>JCSystem.NOT_A_TRANSIENT_OBJECT</w:t>
            </w:r>
          </w:p>
          <w:p w:rsidR="007E5153" w:rsidRPr="00501E3A" w:rsidRDefault="007E5153">
            <w:pPr>
              <w:pStyle w:val="PL"/>
              <w:rPr>
                <w:noProof w:val="0"/>
              </w:rPr>
            </w:pPr>
            <w:r w:rsidRPr="00501E3A">
              <w:rPr>
                <w:noProof w:val="0"/>
              </w:rPr>
              <w:t>and stores the result in a class variable FV1</w:t>
            </w:r>
          </w:p>
          <w:p w:rsidR="007E5153" w:rsidRPr="00501E3A" w:rsidRDefault="007E5153">
            <w:pPr>
              <w:pStyle w:val="PL"/>
              <w:rPr>
                <w:noProof w:val="0"/>
              </w:rPr>
            </w:pPr>
          </w:p>
          <w:p w:rsidR="007E5153" w:rsidRPr="00501E3A" w:rsidRDefault="007E5153">
            <w:pPr>
              <w:pStyle w:val="PL"/>
              <w:rPr>
                <w:noProof w:val="0"/>
              </w:rPr>
            </w:pPr>
            <w:r w:rsidRPr="00501E3A">
              <w:rPr>
                <w:noProof w:val="0"/>
              </w:rPr>
              <w:t>Applet1 calls FV1.status() command</w:t>
            </w:r>
          </w:p>
          <w:p w:rsidR="007E5153" w:rsidRPr="00501E3A" w:rsidRDefault="007E5153">
            <w:pPr>
              <w:pStyle w:val="PL"/>
              <w:rPr>
                <w:bCs/>
                <w:noProof w:val="0"/>
              </w:rPr>
            </w:pPr>
          </w:p>
          <w:p w:rsidR="007E5153" w:rsidRPr="00501E3A" w:rsidRDefault="007E5153">
            <w:pPr>
              <w:pStyle w:val="PL"/>
              <w:rPr>
                <w:bCs/>
                <w:noProof w:val="0"/>
              </w:rPr>
            </w:pPr>
          </w:p>
          <w:p w:rsidR="007E5153" w:rsidRPr="00501E3A" w:rsidRDefault="007E5153">
            <w:pPr>
              <w:pStyle w:val="PL"/>
              <w:rPr>
                <w:bCs/>
                <w:noProof w:val="0"/>
              </w:rPr>
            </w:pPr>
            <w:r w:rsidRPr="00501E3A">
              <w:rPr>
                <w:bCs/>
                <w:noProof w:val="0"/>
              </w:rPr>
              <w:t>Select DF</w:t>
            </w:r>
            <w:r w:rsidRPr="00501E3A">
              <w:rPr>
                <w:bCs/>
                <w:noProof w:val="0"/>
                <w:vertAlign w:val="subscript"/>
              </w:rPr>
              <w:t>Test</w:t>
            </w:r>
            <w:r w:rsidRPr="00501E3A">
              <w:rPr>
                <w:bCs/>
                <w:noProof w:val="0"/>
              </w:rPr>
              <w:t xml:space="preserve"> using FV1 </w:t>
            </w:r>
          </w:p>
          <w:p w:rsidR="007E5153" w:rsidRPr="00501E3A" w:rsidRDefault="007E5153">
            <w:pPr>
              <w:pStyle w:val="PL"/>
              <w:rPr>
                <w:bCs/>
                <w:noProof w:val="0"/>
              </w:rPr>
            </w:pPr>
            <w:r w:rsidRPr="00501E3A">
              <w:rPr>
                <w:bCs/>
                <w:noProof w:val="0"/>
              </w:rPr>
              <w:t>Select EF</w:t>
            </w:r>
            <w:r w:rsidRPr="00501E3A">
              <w:rPr>
                <w:bCs/>
                <w:noProof w:val="0"/>
                <w:vertAlign w:val="subscript"/>
              </w:rPr>
              <w:t>TARU</w:t>
            </w:r>
            <w:r w:rsidRPr="00501E3A">
              <w:rPr>
                <w:bCs/>
                <w:noProof w:val="0"/>
              </w:rPr>
              <w:t xml:space="preserve"> using FV1</w:t>
            </w:r>
          </w:p>
          <w:p w:rsidR="007E5153" w:rsidRPr="00501E3A" w:rsidRDefault="007E5153">
            <w:pPr>
              <w:pStyle w:val="PL"/>
              <w:rPr>
                <w:bCs/>
                <w:noProof w:val="0"/>
              </w:rPr>
            </w:pPr>
            <w:r w:rsidRPr="00501E3A">
              <w:rPr>
                <w:bCs/>
                <w:noProof w:val="0"/>
              </w:rPr>
              <w:t>Read first 3 bytes using FV1</w:t>
            </w:r>
          </w:p>
          <w:p w:rsidR="007E5153" w:rsidRPr="00501E3A" w:rsidRDefault="007E5153">
            <w:pPr>
              <w:pStyle w:val="PL"/>
              <w:rPr>
                <w:bCs/>
                <w:noProof w:val="0"/>
              </w:rPr>
            </w:pPr>
          </w:p>
          <w:p w:rsidR="007E5153" w:rsidRPr="00501E3A" w:rsidRDefault="007E5153">
            <w:pPr>
              <w:pStyle w:val="PL"/>
              <w:rPr>
                <w:bCs/>
                <w:noProof w:val="0"/>
              </w:rPr>
            </w:pPr>
            <w:r w:rsidRPr="00501E3A">
              <w:rPr>
                <w:bCs/>
                <w:noProof w:val="0"/>
              </w:rPr>
              <w:t>Reset</w:t>
            </w:r>
          </w:p>
          <w:p w:rsidR="007E5153" w:rsidRPr="00501E3A" w:rsidRDefault="007E5153">
            <w:pPr>
              <w:pStyle w:val="PL"/>
              <w:rPr>
                <w:bCs/>
                <w:noProof w:val="0"/>
              </w:rPr>
            </w:pPr>
            <w:r w:rsidRPr="00501E3A">
              <w:rPr>
                <w:bCs/>
                <w:noProof w:val="0"/>
              </w:rPr>
              <w:t>Terminal profile</w:t>
            </w:r>
          </w:p>
          <w:p w:rsidR="007E5153" w:rsidRPr="00501E3A" w:rsidRDefault="007E5153">
            <w:pPr>
              <w:pStyle w:val="PL"/>
              <w:rPr>
                <w:bCs/>
                <w:noProof w:val="0"/>
              </w:rPr>
            </w:pPr>
          </w:p>
          <w:p w:rsidR="007E5153" w:rsidRPr="00501E3A" w:rsidRDefault="007E5153">
            <w:pPr>
              <w:pStyle w:val="PL"/>
              <w:rPr>
                <w:bCs/>
                <w:noProof w:val="0"/>
              </w:rPr>
            </w:pPr>
            <w:r w:rsidRPr="00501E3A">
              <w:rPr>
                <w:bCs/>
                <w:noProof w:val="0"/>
              </w:rPr>
              <w:t>2 - Envelope menu selection is sent to the UICC</w:t>
            </w:r>
          </w:p>
          <w:p w:rsidR="007E5153" w:rsidRPr="00501E3A" w:rsidRDefault="007E5153">
            <w:pPr>
              <w:pStyle w:val="PL"/>
              <w:rPr>
                <w:bCs/>
                <w:noProof w:val="0"/>
              </w:rPr>
            </w:pPr>
          </w:p>
          <w:p w:rsidR="007E5153" w:rsidRPr="00501E3A" w:rsidRDefault="007E5153">
            <w:pPr>
              <w:pStyle w:val="PL"/>
              <w:rPr>
                <w:noProof w:val="0"/>
              </w:rPr>
            </w:pPr>
            <w:r w:rsidRPr="00501E3A">
              <w:rPr>
                <w:noProof w:val="0"/>
              </w:rPr>
              <w:t>Applet1 calls FV1.status() command</w:t>
            </w:r>
          </w:p>
          <w:p w:rsidR="007E5153" w:rsidRPr="00501E3A" w:rsidRDefault="007E5153">
            <w:pPr>
              <w:pStyle w:val="PL"/>
              <w:rPr>
                <w:noProof w:val="0"/>
              </w:rPr>
            </w:pPr>
          </w:p>
          <w:p w:rsidR="007E5153" w:rsidRPr="00501E3A" w:rsidRDefault="007E5153">
            <w:pPr>
              <w:pStyle w:val="PL"/>
              <w:rPr>
                <w:noProof w:val="0"/>
              </w:rPr>
            </w:pPr>
            <w:r w:rsidRPr="00501E3A">
              <w:rPr>
                <w:noProof w:val="0"/>
              </w:rPr>
              <w:t>Read first 3 bytes using FV1</w:t>
            </w:r>
          </w:p>
          <w:p w:rsidR="007E5153" w:rsidRPr="00501E3A" w:rsidRDefault="007E5153">
            <w:pPr>
              <w:pStyle w:val="PL"/>
              <w:rPr>
                <w:noProof w:val="0"/>
              </w:rPr>
            </w:pPr>
          </w:p>
          <w:p w:rsidR="007E5153" w:rsidRPr="00501E3A" w:rsidRDefault="007E5153">
            <w:pPr>
              <w:pStyle w:val="PL"/>
              <w:rPr>
                <w:noProof w:val="0"/>
              </w:rPr>
            </w:pPr>
            <w:r w:rsidRPr="00501E3A">
              <w:rPr>
                <w:noProof w:val="0"/>
              </w:rPr>
              <w:t xml:space="preserve">Applet1 calls FV1.select(0x3F00) </w:t>
            </w:r>
          </w:p>
          <w:p w:rsidR="007E5153" w:rsidRPr="00501E3A" w:rsidRDefault="007E5153">
            <w:pPr>
              <w:pStyle w:val="PL"/>
              <w:rPr>
                <w:noProof w:val="0"/>
              </w:rPr>
            </w:pPr>
          </w:p>
          <w:p w:rsidR="007E5153" w:rsidRPr="00501E3A" w:rsidRDefault="007E5153">
            <w:pPr>
              <w:pStyle w:val="PL"/>
              <w:rPr>
                <w:noProof w:val="0"/>
              </w:rPr>
            </w:pPr>
          </w:p>
          <w:p w:rsidR="007E5153" w:rsidRPr="00501E3A" w:rsidRDefault="007E5153">
            <w:pPr>
              <w:pStyle w:val="PL"/>
              <w:rPr>
                <w:noProof w:val="0"/>
              </w:rPr>
            </w:pPr>
            <w:r w:rsidRPr="00501E3A">
              <w:rPr>
                <w:noProof w:val="0"/>
              </w:rPr>
              <w:t>Invoke the method getTheFileView() with the event JCSystem.CLEAR_ON_RESET and stores the result in a class variable FV2</w:t>
            </w:r>
          </w:p>
          <w:p w:rsidR="007E5153" w:rsidRPr="00501E3A" w:rsidRDefault="007E5153">
            <w:pPr>
              <w:pStyle w:val="PL"/>
              <w:rPr>
                <w:noProof w:val="0"/>
              </w:rPr>
            </w:pPr>
          </w:p>
          <w:p w:rsidR="007E5153" w:rsidRPr="00501E3A" w:rsidRDefault="007E5153">
            <w:pPr>
              <w:pStyle w:val="PL"/>
              <w:rPr>
                <w:noProof w:val="0"/>
              </w:rPr>
            </w:pPr>
            <w:r w:rsidRPr="00501E3A">
              <w:rPr>
                <w:noProof w:val="0"/>
              </w:rPr>
              <w:t>Applet1 calls FV2.status() command</w:t>
            </w:r>
          </w:p>
          <w:p w:rsidR="007E5153" w:rsidRPr="00501E3A" w:rsidRDefault="007E5153">
            <w:pPr>
              <w:pStyle w:val="PL"/>
              <w:rPr>
                <w:noProof w:val="0"/>
              </w:rPr>
            </w:pPr>
          </w:p>
          <w:p w:rsidR="007E5153" w:rsidRPr="00501E3A" w:rsidRDefault="007E5153">
            <w:pPr>
              <w:pStyle w:val="PL"/>
              <w:rPr>
                <w:noProof w:val="0"/>
              </w:rPr>
            </w:pPr>
            <w:r w:rsidRPr="00501E3A">
              <w:rPr>
                <w:noProof w:val="0"/>
              </w:rPr>
              <w:t>Select DF</w:t>
            </w:r>
            <w:r w:rsidRPr="00501E3A">
              <w:rPr>
                <w:noProof w:val="0"/>
                <w:szCs w:val="18"/>
                <w:vertAlign w:val="subscript"/>
              </w:rPr>
              <w:t>Test</w:t>
            </w:r>
            <w:r w:rsidRPr="00501E3A">
              <w:rPr>
                <w:noProof w:val="0"/>
              </w:rPr>
              <w:t xml:space="preserve"> using FV2</w:t>
            </w:r>
          </w:p>
          <w:p w:rsidR="007E5153" w:rsidRPr="00501E3A" w:rsidRDefault="007E5153">
            <w:pPr>
              <w:pStyle w:val="PL"/>
              <w:rPr>
                <w:noProof w:val="0"/>
              </w:rPr>
            </w:pPr>
            <w:r w:rsidRPr="00501E3A">
              <w:rPr>
                <w:noProof w:val="0"/>
              </w:rPr>
              <w:t>Select EF</w:t>
            </w:r>
            <w:r w:rsidRPr="00501E3A">
              <w:rPr>
                <w:noProof w:val="0"/>
                <w:szCs w:val="18"/>
                <w:vertAlign w:val="subscript"/>
              </w:rPr>
              <w:t>TARU</w:t>
            </w:r>
            <w:r w:rsidRPr="00501E3A">
              <w:rPr>
                <w:noProof w:val="0"/>
              </w:rPr>
              <w:t xml:space="preserve"> using FV2</w:t>
            </w:r>
          </w:p>
          <w:p w:rsidR="007E5153" w:rsidRPr="00501E3A" w:rsidRDefault="007E5153">
            <w:pPr>
              <w:pStyle w:val="PL"/>
              <w:rPr>
                <w:noProof w:val="0"/>
              </w:rPr>
            </w:pPr>
            <w:r w:rsidRPr="00501E3A">
              <w:rPr>
                <w:noProof w:val="0"/>
              </w:rPr>
              <w:t>Read first 3 bytes using FV2</w:t>
            </w:r>
          </w:p>
          <w:p w:rsidR="007E5153" w:rsidRPr="00501E3A" w:rsidRDefault="007E5153">
            <w:pPr>
              <w:pStyle w:val="PL"/>
              <w:rPr>
                <w:noProof w:val="0"/>
              </w:rPr>
            </w:pPr>
          </w:p>
          <w:p w:rsidR="007E5153" w:rsidRPr="00501E3A" w:rsidRDefault="007E5153">
            <w:pPr>
              <w:pStyle w:val="PL"/>
              <w:rPr>
                <w:noProof w:val="0"/>
              </w:rPr>
            </w:pPr>
            <w:r w:rsidRPr="00501E3A">
              <w:rPr>
                <w:noProof w:val="0"/>
              </w:rPr>
              <w:t>Reset</w:t>
            </w:r>
          </w:p>
          <w:p w:rsidR="007E5153" w:rsidRPr="00501E3A" w:rsidRDefault="007E5153">
            <w:pPr>
              <w:pStyle w:val="PL"/>
              <w:rPr>
                <w:noProof w:val="0"/>
              </w:rPr>
            </w:pPr>
            <w:r w:rsidRPr="00501E3A">
              <w:rPr>
                <w:noProof w:val="0"/>
              </w:rPr>
              <w:t>Terminal profile</w:t>
            </w:r>
          </w:p>
          <w:p w:rsidR="007E5153" w:rsidRPr="00501E3A" w:rsidRDefault="007E5153">
            <w:pPr>
              <w:pStyle w:val="PL"/>
              <w:rPr>
                <w:noProof w:val="0"/>
              </w:rPr>
            </w:pPr>
          </w:p>
          <w:p w:rsidR="007E5153" w:rsidRPr="00501E3A" w:rsidRDefault="007E5153">
            <w:pPr>
              <w:pStyle w:val="PL"/>
              <w:rPr>
                <w:noProof w:val="0"/>
              </w:rPr>
            </w:pPr>
            <w:r w:rsidRPr="00501E3A">
              <w:rPr>
                <w:noProof w:val="0"/>
              </w:rPr>
              <w:t>4 - Envelope menu selection is sent to the UICC</w:t>
            </w:r>
          </w:p>
          <w:p w:rsidR="007E5153" w:rsidRPr="00501E3A" w:rsidRDefault="007E5153">
            <w:pPr>
              <w:pStyle w:val="PL"/>
              <w:rPr>
                <w:noProof w:val="0"/>
              </w:rPr>
            </w:pPr>
          </w:p>
          <w:p w:rsidR="007E5153" w:rsidRPr="00501E3A" w:rsidRDefault="007E5153">
            <w:pPr>
              <w:pStyle w:val="PL"/>
              <w:rPr>
                <w:noProof w:val="0"/>
              </w:rPr>
            </w:pPr>
            <w:r w:rsidRPr="00501E3A">
              <w:rPr>
                <w:noProof w:val="0"/>
              </w:rPr>
              <w:t>Applet1 calls FV2.status() command</w:t>
            </w:r>
          </w:p>
          <w:p w:rsidR="007E5153" w:rsidRPr="00501E3A" w:rsidRDefault="007E5153">
            <w:pPr>
              <w:pStyle w:val="PL"/>
              <w:rPr>
                <w:noProof w:val="0"/>
              </w:rPr>
            </w:pPr>
          </w:p>
          <w:p w:rsidR="007E5153" w:rsidRPr="00501E3A" w:rsidRDefault="007E5153">
            <w:pPr>
              <w:pStyle w:val="PL"/>
              <w:rPr>
                <w:noProof w:val="0"/>
              </w:rPr>
            </w:pPr>
            <w:r w:rsidRPr="00501E3A">
              <w:rPr>
                <w:noProof w:val="0"/>
              </w:rPr>
              <w:t>Read first 3 bytes using FV2</w:t>
            </w:r>
          </w:p>
          <w:p w:rsidR="007E5153" w:rsidRPr="00501E3A" w:rsidRDefault="007E5153">
            <w:pPr>
              <w:pStyle w:val="PL"/>
              <w:rPr>
                <w:noProof w:val="0"/>
              </w:rPr>
            </w:pPr>
          </w:p>
          <w:p w:rsidR="007E5153" w:rsidRPr="00501E3A" w:rsidRDefault="007E5153">
            <w:pPr>
              <w:pStyle w:val="PL"/>
              <w:rPr>
                <w:noProof w:val="0"/>
              </w:rPr>
            </w:pPr>
          </w:p>
          <w:p w:rsidR="007E5153" w:rsidRPr="00501E3A" w:rsidRDefault="007E5153">
            <w:pPr>
              <w:pStyle w:val="PL"/>
              <w:rPr>
                <w:noProof w:val="0"/>
              </w:rPr>
            </w:pPr>
          </w:p>
          <w:p w:rsidR="007E5153" w:rsidRPr="00501E3A" w:rsidRDefault="007E5153">
            <w:pPr>
              <w:pStyle w:val="PL"/>
              <w:rPr>
                <w:noProof w:val="0"/>
              </w:rPr>
            </w:pPr>
            <w:r w:rsidRPr="00501E3A">
              <w:rPr>
                <w:noProof w:val="0"/>
              </w:rPr>
              <w:t xml:space="preserve">Applet1 calls FV2.select(0x3F00) </w:t>
            </w:r>
          </w:p>
          <w:p w:rsidR="007E5153" w:rsidRPr="00501E3A" w:rsidRDefault="007E5153">
            <w:pPr>
              <w:pStyle w:val="PL"/>
              <w:rPr>
                <w:bCs/>
                <w:noProof w:val="0"/>
              </w:rPr>
            </w:pPr>
          </w:p>
          <w:p w:rsidR="007E5153" w:rsidRPr="00501E3A" w:rsidRDefault="007E5153">
            <w:pPr>
              <w:pStyle w:val="PL"/>
              <w:rPr>
                <w:bCs/>
                <w:noProof w:val="0"/>
              </w:rPr>
            </w:pPr>
            <w:r w:rsidRPr="00501E3A">
              <w:rPr>
                <w:bCs/>
                <w:noProof w:val="0"/>
              </w:rPr>
              <w:t>5- Select the Applet by AID</w:t>
            </w:r>
          </w:p>
          <w:p w:rsidR="007E5153" w:rsidRPr="00501E3A" w:rsidRDefault="007E5153">
            <w:pPr>
              <w:pStyle w:val="PL"/>
              <w:rPr>
                <w:noProof w:val="0"/>
              </w:rPr>
            </w:pPr>
            <w:r w:rsidRPr="00501E3A">
              <w:rPr>
                <w:bCs/>
                <w:noProof w:val="0"/>
              </w:rPr>
              <w:t xml:space="preserve">Invoke the method getTheFileView() with AID = ADF1 </w:t>
            </w:r>
            <w:r w:rsidRPr="00501E3A">
              <w:rPr>
                <w:noProof w:val="0"/>
              </w:rPr>
              <w:t xml:space="preserve">with </w:t>
            </w:r>
          </w:p>
          <w:p w:rsidR="007E5153" w:rsidRPr="00501E3A" w:rsidRDefault="007E5153">
            <w:pPr>
              <w:pStyle w:val="PL"/>
              <w:rPr>
                <w:noProof w:val="0"/>
              </w:rPr>
            </w:pPr>
            <w:r w:rsidRPr="00501E3A">
              <w:rPr>
                <w:noProof w:val="0"/>
              </w:rPr>
              <w:t>buffer[20] = {ADF1,…}</w:t>
            </w:r>
          </w:p>
          <w:p w:rsidR="007E5153" w:rsidRPr="00501E3A" w:rsidRDefault="007E5153">
            <w:pPr>
              <w:pStyle w:val="PL"/>
              <w:rPr>
                <w:noProof w:val="0"/>
              </w:rPr>
            </w:pPr>
            <w:r w:rsidRPr="00501E3A">
              <w:rPr>
                <w:noProof w:val="0"/>
              </w:rPr>
              <w:t>bOffset= 0</w:t>
            </w:r>
          </w:p>
          <w:p w:rsidR="007E5153" w:rsidRPr="00501E3A" w:rsidRDefault="007E5153">
            <w:pPr>
              <w:pStyle w:val="PL"/>
              <w:rPr>
                <w:noProof w:val="0"/>
              </w:rPr>
            </w:pPr>
            <w:r w:rsidRPr="00501E3A">
              <w:rPr>
                <w:noProof w:val="0"/>
              </w:rPr>
              <w:t>bLength= 16</w:t>
            </w:r>
          </w:p>
          <w:p w:rsidR="007E5153" w:rsidRPr="00501E3A" w:rsidRDefault="007E5153">
            <w:pPr>
              <w:pStyle w:val="PL"/>
              <w:rPr>
                <w:noProof w:val="0"/>
              </w:rPr>
            </w:pPr>
            <w:r w:rsidRPr="00501E3A">
              <w:rPr>
                <w:bCs/>
                <w:noProof w:val="0"/>
              </w:rPr>
              <w:t xml:space="preserve">the event:JCSystem.CLEAR_ON_DESELECT </w:t>
            </w:r>
            <w:r w:rsidRPr="00501E3A">
              <w:rPr>
                <w:noProof w:val="0"/>
              </w:rPr>
              <w:t>and stores the result in a class variable FV3</w:t>
            </w:r>
          </w:p>
          <w:p w:rsidR="007E5153" w:rsidRPr="00501E3A" w:rsidRDefault="007E5153">
            <w:pPr>
              <w:pStyle w:val="PL"/>
              <w:rPr>
                <w:bCs/>
                <w:noProof w:val="0"/>
              </w:rPr>
            </w:pPr>
          </w:p>
          <w:p w:rsidR="007E5153" w:rsidRPr="00501E3A" w:rsidRDefault="007E5153">
            <w:pPr>
              <w:pStyle w:val="PL"/>
              <w:rPr>
                <w:noProof w:val="0"/>
              </w:rPr>
            </w:pPr>
            <w:r w:rsidRPr="00501E3A">
              <w:rPr>
                <w:noProof w:val="0"/>
              </w:rPr>
              <w:t>Applet1 calls FV3.status() command</w:t>
            </w:r>
          </w:p>
          <w:p w:rsidR="007E5153" w:rsidRPr="00501E3A" w:rsidRDefault="007E5153">
            <w:pPr>
              <w:pStyle w:val="PL"/>
              <w:rPr>
                <w:bCs/>
                <w:noProof w:val="0"/>
              </w:rPr>
            </w:pPr>
            <w:r w:rsidRPr="00501E3A">
              <w:rPr>
                <w:bCs/>
                <w:noProof w:val="0"/>
              </w:rPr>
              <w:t>Select DF</w:t>
            </w:r>
            <w:r w:rsidRPr="00501E3A">
              <w:rPr>
                <w:bCs/>
                <w:noProof w:val="0"/>
                <w:vertAlign w:val="subscript"/>
              </w:rPr>
              <w:t xml:space="preserve">Test </w:t>
            </w:r>
            <w:r w:rsidRPr="00501E3A">
              <w:rPr>
                <w:bCs/>
                <w:noProof w:val="0"/>
              </w:rPr>
              <w:t xml:space="preserve">using FV3 </w:t>
            </w:r>
          </w:p>
          <w:p w:rsidR="007E5153" w:rsidRPr="00501E3A" w:rsidRDefault="007E5153">
            <w:pPr>
              <w:pStyle w:val="PL"/>
              <w:rPr>
                <w:bCs/>
                <w:noProof w:val="0"/>
              </w:rPr>
            </w:pPr>
            <w:r w:rsidRPr="00501E3A">
              <w:rPr>
                <w:bCs/>
                <w:noProof w:val="0"/>
              </w:rPr>
              <w:t>Select EF</w:t>
            </w:r>
            <w:r w:rsidRPr="00501E3A">
              <w:rPr>
                <w:bCs/>
                <w:noProof w:val="0"/>
                <w:vertAlign w:val="subscript"/>
              </w:rPr>
              <w:t xml:space="preserve">TARU </w:t>
            </w:r>
            <w:r w:rsidRPr="00501E3A">
              <w:rPr>
                <w:bCs/>
                <w:noProof w:val="0"/>
              </w:rPr>
              <w:t>using FV3</w:t>
            </w:r>
          </w:p>
          <w:p w:rsidR="007E5153" w:rsidRPr="00501E3A" w:rsidRDefault="007E5153">
            <w:pPr>
              <w:pStyle w:val="PL"/>
              <w:rPr>
                <w:bCs/>
                <w:noProof w:val="0"/>
              </w:rPr>
            </w:pPr>
            <w:r w:rsidRPr="00501E3A">
              <w:rPr>
                <w:bCs/>
                <w:noProof w:val="0"/>
              </w:rPr>
              <w:t>Read first 3 bytes using FV3</w:t>
            </w:r>
          </w:p>
          <w:p w:rsidR="007E5153" w:rsidRPr="00501E3A" w:rsidRDefault="007E5153">
            <w:pPr>
              <w:pStyle w:val="PL"/>
              <w:rPr>
                <w:bCs/>
                <w:noProof w:val="0"/>
              </w:rPr>
            </w:pPr>
          </w:p>
          <w:p w:rsidR="007E5153" w:rsidRPr="00501E3A" w:rsidRDefault="007E5153">
            <w:pPr>
              <w:pStyle w:val="PL"/>
              <w:rPr>
                <w:noProof w:val="0"/>
              </w:rPr>
            </w:pPr>
            <w:r w:rsidRPr="00501E3A">
              <w:rPr>
                <w:noProof w:val="0"/>
              </w:rPr>
              <w:t>6- Select the Applet by AID</w:t>
            </w:r>
          </w:p>
          <w:p w:rsidR="007E5153" w:rsidRPr="00501E3A" w:rsidRDefault="007E5153">
            <w:pPr>
              <w:pStyle w:val="PL"/>
              <w:rPr>
                <w:bCs/>
                <w:noProof w:val="0"/>
              </w:rPr>
            </w:pPr>
            <w:r w:rsidRPr="00501E3A">
              <w:rPr>
                <w:bCs/>
                <w:noProof w:val="0"/>
              </w:rPr>
              <w:t>Applet1 calls FV3.status() command</w:t>
            </w:r>
          </w:p>
          <w:p w:rsidR="007E5153" w:rsidRPr="00501E3A" w:rsidRDefault="007E5153">
            <w:pPr>
              <w:pStyle w:val="PL"/>
              <w:rPr>
                <w:bCs/>
                <w:noProof w:val="0"/>
              </w:rPr>
            </w:pPr>
            <w:r w:rsidRPr="00501E3A">
              <w:rPr>
                <w:bCs/>
                <w:noProof w:val="0"/>
              </w:rPr>
              <w:t>Read first 3 bytes using FV3</w:t>
            </w:r>
          </w:p>
          <w:p w:rsidR="007E5153" w:rsidRPr="00501E3A" w:rsidRDefault="007E5153">
            <w:pPr>
              <w:pStyle w:val="PL"/>
              <w:rPr>
                <w:bCs/>
                <w:noProof w:val="0"/>
              </w:rPr>
            </w:pPr>
          </w:p>
          <w:p w:rsidR="007E5153" w:rsidRPr="00501E3A" w:rsidRDefault="007E5153">
            <w:pPr>
              <w:pStyle w:val="PL"/>
              <w:rPr>
                <w:bCs/>
                <w:noProof w:val="0"/>
              </w:rPr>
            </w:pPr>
          </w:p>
          <w:p w:rsidR="007E5153" w:rsidRPr="00501E3A" w:rsidRDefault="007E5153">
            <w:pPr>
              <w:pStyle w:val="PL"/>
              <w:rPr>
                <w:bCs/>
                <w:noProof w:val="0"/>
              </w:rPr>
            </w:pPr>
          </w:p>
          <w:p w:rsidR="007E5153" w:rsidRPr="00501E3A" w:rsidRDefault="007E5153">
            <w:pPr>
              <w:pStyle w:val="PL"/>
              <w:rPr>
                <w:noProof w:val="0"/>
              </w:rPr>
            </w:pPr>
            <w:r w:rsidRPr="00501E3A">
              <w:rPr>
                <w:noProof w:val="0"/>
              </w:rPr>
              <w:t>Applet1 calls FV3.select(0x3F00)</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r w:rsidRPr="00501E3A">
              <w:t>1- Applet1 is triggered</w:t>
            </w:r>
          </w:p>
          <w:p w:rsidR="007E5153" w:rsidRPr="00501E3A" w:rsidRDefault="007E5153">
            <w:pPr>
              <w:pStyle w:val="TAL"/>
            </w:pPr>
          </w:p>
          <w:p w:rsidR="007E5153" w:rsidRPr="00501E3A" w:rsidRDefault="007E5153">
            <w:pPr>
              <w:pStyle w:val="TAL"/>
            </w:pPr>
            <w:r w:rsidRPr="00501E3A">
              <w:t>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Current selected DF is ADF1</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Expected value is {FF FF FF}</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2- Applet1 is triggered</w:t>
            </w:r>
          </w:p>
          <w:p w:rsidR="007E5153" w:rsidRPr="00501E3A" w:rsidRDefault="007E5153">
            <w:pPr>
              <w:pStyle w:val="TAL"/>
            </w:pPr>
          </w:p>
          <w:p w:rsidR="007E5153" w:rsidRPr="00501E3A" w:rsidRDefault="007E5153">
            <w:pPr>
              <w:pStyle w:val="TAL"/>
              <w:rPr>
                <w:szCs w:val="18"/>
                <w:vertAlign w:val="subscript"/>
              </w:rPr>
            </w:pPr>
            <w:r w:rsidRPr="00501E3A">
              <w:t>Current selected DF is DF</w:t>
            </w:r>
            <w:r w:rsidRPr="00501E3A">
              <w:rPr>
                <w:szCs w:val="18"/>
                <w:vertAlign w:val="subscript"/>
              </w:rPr>
              <w:t>Test</w:t>
            </w:r>
          </w:p>
          <w:p w:rsidR="007E5153" w:rsidRPr="00501E3A" w:rsidRDefault="007E5153">
            <w:pPr>
              <w:pStyle w:val="TAL"/>
              <w:rPr>
                <w:szCs w:val="18"/>
                <w:vertAlign w:val="subscript"/>
              </w:rPr>
            </w:pPr>
          </w:p>
          <w:p w:rsidR="007E5153" w:rsidRPr="00501E3A" w:rsidRDefault="007E5153">
            <w:pPr>
              <w:pStyle w:val="TAL"/>
            </w:pPr>
            <w:r w:rsidRPr="00501E3A">
              <w:t>Expected value is {FF FF FF}</w:t>
            </w:r>
          </w:p>
          <w:p w:rsidR="007E5153" w:rsidRPr="00501E3A" w:rsidRDefault="007E5153">
            <w:pPr>
              <w:pStyle w:val="TAL"/>
            </w:pPr>
          </w:p>
          <w:p w:rsidR="007E5153" w:rsidRPr="00501E3A" w:rsidRDefault="00E94E92">
            <w:pPr>
              <w:pStyle w:val="TAL"/>
            </w:pPr>
            <w:hyperlink r:id="rId21" w:tooltip="class in uicc.access" w:history="1">
              <w:r w:rsidR="007E5153" w:rsidRPr="00501E3A">
                <w:t>UICCException</w:t>
              </w:r>
            </w:hyperlink>
            <w:r w:rsidR="007E5153" w:rsidRPr="00501E3A">
              <w:t>.FILE_NOT_FOUND is thrown</w:t>
            </w:r>
          </w:p>
          <w:p w:rsidR="007E5153" w:rsidRPr="00501E3A" w:rsidRDefault="007E5153">
            <w:pPr>
              <w:pStyle w:val="TAL"/>
            </w:pPr>
          </w:p>
          <w:p w:rsidR="007E5153" w:rsidRPr="00501E3A" w:rsidRDefault="007E5153">
            <w:pPr>
              <w:pStyle w:val="TAL"/>
            </w:pPr>
            <w:r w:rsidRPr="00501E3A">
              <w:t>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Current selected DF is ADF1</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Expected value is {FF FF FF}</w:t>
            </w: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4- Applet1 is triggered</w:t>
            </w:r>
          </w:p>
          <w:p w:rsidR="007E5153" w:rsidRPr="00501E3A" w:rsidRDefault="007E5153">
            <w:pPr>
              <w:pStyle w:val="TAL"/>
            </w:pPr>
          </w:p>
          <w:p w:rsidR="007E5153" w:rsidRPr="00501E3A" w:rsidRDefault="007E5153">
            <w:pPr>
              <w:pStyle w:val="TAL"/>
            </w:pPr>
            <w:r w:rsidRPr="00501E3A">
              <w:t>Current selected DF is ADF1</w:t>
            </w:r>
          </w:p>
          <w:p w:rsidR="007E5153" w:rsidRPr="00501E3A" w:rsidRDefault="007E5153">
            <w:pPr>
              <w:pStyle w:val="TAL"/>
            </w:pPr>
          </w:p>
          <w:p w:rsidR="007E5153" w:rsidRPr="00501E3A" w:rsidRDefault="00E94E92">
            <w:pPr>
              <w:pStyle w:val="TAL"/>
            </w:pPr>
            <w:hyperlink r:id="rId22" w:tooltip="class in uicc.access" w:history="1">
              <w:r w:rsidR="007E5153" w:rsidRPr="00501E3A">
                <w:t>UICCException</w:t>
              </w:r>
            </w:hyperlink>
            <w:r w:rsidR="007E5153" w:rsidRPr="00501E3A">
              <w:t>. NO_EF_SELECTED</w:t>
            </w:r>
          </w:p>
          <w:p w:rsidR="007E5153" w:rsidRPr="00501E3A" w:rsidRDefault="007E5153">
            <w:pPr>
              <w:pStyle w:val="TAL"/>
            </w:pPr>
          </w:p>
          <w:p w:rsidR="007E5153" w:rsidRPr="00501E3A" w:rsidRDefault="007E5153">
            <w:pPr>
              <w:pStyle w:val="TAL"/>
            </w:pPr>
          </w:p>
          <w:p w:rsidR="007E5153" w:rsidRPr="00501E3A" w:rsidRDefault="00E94E92">
            <w:pPr>
              <w:pStyle w:val="TAL"/>
            </w:pPr>
            <w:hyperlink r:id="rId23" w:tooltip="class in uicc.access" w:history="1">
              <w:r w:rsidR="007E5153" w:rsidRPr="00501E3A">
                <w:t>UICCException</w:t>
              </w:r>
            </w:hyperlink>
            <w:r w:rsidR="007E5153" w:rsidRPr="00501E3A">
              <w:t>.FILE_NOT_FOUND is thrown</w:t>
            </w:r>
          </w:p>
          <w:p w:rsidR="007E5153" w:rsidRPr="00501E3A" w:rsidRDefault="007E5153">
            <w:pPr>
              <w:pStyle w:val="TAL"/>
            </w:pPr>
            <w:r w:rsidRPr="00501E3A">
              <w:t>5- Applet1 is selected</w:t>
            </w:r>
          </w:p>
          <w:p w:rsidR="007E5153" w:rsidRPr="00501E3A" w:rsidRDefault="007E5153">
            <w:pPr>
              <w:pStyle w:val="TAL"/>
            </w:pPr>
            <w:r w:rsidRPr="00501E3A">
              <w:t>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Current selected DF is ADF1</w:t>
            </w: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Expected value is {FF FF FF}</w:t>
            </w:r>
          </w:p>
          <w:p w:rsidR="007E5153" w:rsidRPr="00501E3A" w:rsidRDefault="007E5153">
            <w:pPr>
              <w:pStyle w:val="TAL"/>
            </w:pPr>
          </w:p>
          <w:p w:rsidR="007E5153" w:rsidRPr="00501E3A" w:rsidRDefault="007E5153">
            <w:pPr>
              <w:pStyle w:val="TAL"/>
            </w:pPr>
            <w:r w:rsidRPr="00501E3A">
              <w:t>6- Applet1 is selected</w:t>
            </w:r>
          </w:p>
          <w:p w:rsidR="007E5153" w:rsidRPr="00501E3A" w:rsidRDefault="007E5153">
            <w:pPr>
              <w:pStyle w:val="TAL"/>
            </w:pPr>
            <w:r w:rsidRPr="00501E3A">
              <w:t>Current selected DF is ADF1</w:t>
            </w:r>
          </w:p>
          <w:p w:rsidR="007E5153" w:rsidRPr="00501E3A" w:rsidRDefault="00E94E92">
            <w:pPr>
              <w:pStyle w:val="TAL"/>
            </w:pPr>
            <w:hyperlink r:id="rId24" w:tooltip="class in uicc.access" w:history="1">
              <w:r w:rsidR="007E5153" w:rsidRPr="00501E3A">
                <w:t>UICCException</w:t>
              </w:r>
            </w:hyperlink>
            <w:r w:rsidR="007E5153" w:rsidRPr="00501E3A">
              <w:t>. NO_EF_SELECTED</w:t>
            </w:r>
          </w:p>
          <w:p w:rsidR="007E5153" w:rsidRPr="00501E3A" w:rsidRDefault="007E5153">
            <w:pPr>
              <w:pStyle w:val="TAL"/>
            </w:pPr>
          </w:p>
          <w:p w:rsidR="007E5153" w:rsidRPr="00501E3A" w:rsidRDefault="00E94E92">
            <w:pPr>
              <w:pStyle w:val="TAL"/>
            </w:pPr>
            <w:hyperlink r:id="rId25" w:tooltip="class in uicc.access" w:history="1">
              <w:r w:rsidR="007E5153" w:rsidRPr="00501E3A">
                <w:t>UICCException</w:t>
              </w:r>
            </w:hyperlink>
            <w:r w:rsidR="007E5153" w:rsidRPr="00501E3A">
              <w:t>.FILE_NOT_FOUND is thrown</w:t>
            </w:r>
          </w:p>
          <w:p w:rsidR="007E5153" w:rsidRPr="00501E3A" w:rsidRDefault="007E5153">
            <w:pPr>
              <w:pStyle w:val="TAC"/>
            </w:pP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lastRenderedPageBreak/>
              <w:t>3</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FileView context independency</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Envelope menu selection is sent to the UICC</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Check that previous fileviews are different (FV1 != FV2 != FV3)</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3- Select DF</w:t>
            </w:r>
            <w:r w:rsidRPr="00501E3A">
              <w:rPr>
                <w:noProof w:val="0"/>
                <w:szCs w:val="18"/>
                <w:vertAlign w:val="subscript"/>
              </w:rPr>
              <w:t>Test</w:t>
            </w:r>
            <w:r w:rsidRPr="00501E3A">
              <w:rPr>
                <w:noProof w:val="0"/>
              </w:rPr>
              <w:t>/EF</w:t>
            </w:r>
            <w:r w:rsidRPr="00501E3A">
              <w:rPr>
                <w:noProof w:val="0"/>
                <w:szCs w:val="18"/>
                <w:vertAlign w:val="subscript"/>
              </w:rPr>
              <w:t>LARU</w:t>
            </w:r>
            <w:r w:rsidRPr="00501E3A">
              <w:rPr>
                <w:noProof w:val="0"/>
                <w:szCs w:val="18"/>
              </w:rPr>
              <w:t xml:space="preserve"> </w:t>
            </w:r>
            <w:r w:rsidRPr="00501E3A">
              <w:rPr>
                <w:noProof w:val="0"/>
              </w:rPr>
              <w:t>using FV1</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4- Select DF</w:t>
            </w:r>
            <w:r w:rsidRPr="00501E3A">
              <w:rPr>
                <w:noProof w:val="0"/>
                <w:szCs w:val="18"/>
                <w:vertAlign w:val="subscript"/>
              </w:rPr>
              <w:t>Test</w:t>
            </w:r>
            <w:r w:rsidRPr="00501E3A">
              <w:rPr>
                <w:noProof w:val="0"/>
              </w:rPr>
              <w:t>/EF</w:t>
            </w:r>
            <w:r w:rsidRPr="00501E3A">
              <w:rPr>
                <w:noProof w:val="0"/>
                <w:szCs w:val="18"/>
                <w:vertAlign w:val="subscript"/>
              </w:rPr>
              <w:t>CARU</w:t>
            </w:r>
            <w:r w:rsidRPr="00501E3A">
              <w:rPr>
                <w:noProof w:val="0"/>
                <w:szCs w:val="18"/>
              </w:rPr>
              <w:t xml:space="preserve"> </w:t>
            </w:r>
            <w:r w:rsidRPr="00501E3A">
              <w:rPr>
                <w:noProof w:val="0"/>
              </w:rPr>
              <w:t>using FV2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5- Select DF</w:t>
            </w:r>
            <w:r w:rsidRPr="00501E3A">
              <w:rPr>
                <w:noProof w:val="0"/>
                <w:szCs w:val="18"/>
                <w:vertAlign w:val="subscript"/>
              </w:rPr>
              <w:t>Test</w:t>
            </w:r>
            <w:r w:rsidRPr="00501E3A">
              <w:rPr>
                <w:noProof w:val="0"/>
              </w:rPr>
              <w:t>/EF</w:t>
            </w:r>
            <w:r w:rsidRPr="00501E3A">
              <w:rPr>
                <w:noProof w:val="0"/>
                <w:szCs w:val="18"/>
                <w:vertAlign w:val="subscript"/>
              </w:rPr>
              <w:t>CARU</w:t>
            </w:r>
            <w:r w:rsidRPr="00501E3A">
              <w:rPr>
                <w:noProof w:val="0"/>
                <w:szCs w:val="18"/>
              </w:rPr>
              <w:t xml:space="preserve"> </w:t>
            </w:r>
            <w:r w:rsidRPr="00501E3A">
              <w:rPr>
                <w:noProof w:val="0"/>
              </w:rPr>
              <w:t>using FV3</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6- Read record number 1 using FV1 (in absolute mode)</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7- Read record number</w:t>
            </w:r>
            <w:r w:rsidR="00E34DFA" w:rsidRPr="00501E3A">
              <w:rPr>
                <w:noProof w:val="0"/>
              </w:rPr>
              <w:t xml:space="preserve"> 2 using FV2 (in absolute mode)</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 Applet1 is triggered</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No exception shall be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4- No exception shall be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5- A security exception shall be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6- Expected value is “55 55 55 55”</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7- Expected value is “AA AA AA”</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4</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ILLEGAL_TRANSIENT SystemException</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Envelope menu selection is sent to the UICC</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2- Applet1 calls getTheFileView() method with </w:t>
            </w:r>
          </w:p>
          <w:p w:rsidR="007E5153" w:rsidRPr="00501E3A" w:rsidRDefault="007E5153" w:rsidP="00576820">
            <w:pPr>
              <w:pStyle w:val="PL"/>
              <w:rPr>
                <w:noProof w:val="0"/>
              </w:rPr>
            </w:pPr>
            <w:r w:rsidRPr="00501E3A">
              <w:rPr>
                <w:noProof w:val="0"/>
              </w:rPr>
              <w:t>buffer[20] = {ADF1,…}</w:t>
            </w:r>
          </w:p>
          <w:p w:rsidR="007E5153" w:rsidRPr="00501E3A" w:rsidRDefault="007E5153" w:rsidP="00576820">
            <w:pPr>
              <w:pStyle w:val="PL"/>
              <w:rPr>
                <w:noProof w:val="0"/>
              </w:rPr>
            </w:pPr>
            <w:r w:rsidRPr="00501E3A">
              <w:rPr>
                <w:noProof w:val="0"/>
              </w:rPr>
              <w:t>bOffset= 0</w:t>
            </w:r>
          </w:p>
          <w:p w:rsidR="007E5153" w:rsidRPr="00501E3A" w:rsidRDefault="007E5153" w:rsidP="00576820">
            <w:pPr>
              <w:pStyle w:val="PL"/>
              <w:rPr>
                <w:noProof w:val="0"/>
              </w:rPr>
            </w:pPr>
            <w:r w:rsidRPr="00501E3A">
              <w:rPr>
                <w:noProof w:val="0"/>
              </w:rPr>
              <w:t>bLength= 16</w:t>
            </w:r>
          </w:p>
          <w:p w:rsidR="007E5153" w:rsidRPr="00501E3A" w:rsidRDefault="007E5153" w:rsidP="00576820">
            <w:pPr>
              <w:pStyle w:val="PL"/>
              <w:rPr>
                <w:noProof w:val="0"/>
              </w:rPr>
            </w:pPr>
            <w:r w:rsidRPr="00501E3A">
              <w:rPr>
                <w:noProof w:val="0"/>
              </w:rPr>
              <w:t xml:space="preserve">with </w:t>
            </w:r>
          </w:p>
          <w:p w:rsidR="007E5153" w:rsidRPr="00501E3A" w:rsidRDefault="007E5153" w:rsidP="00576820">
            <w:pPr>
              <w:pStyle w:val="PL"/>
              <w:rPr>
                <w:noProof w:val="0"/>
              </w:rPr>
            </w:pPr>
            <w:r w:rsidRPr="00501E3A">
              <w:rPr>
                <w:noProof w:val="0"/>
              </w:rPr>
              <w:t>the e</w:t>
            </w:r>
            <w:r w:rsidR="00E34DFA" w:rsidRPr="00501E3A">
              <w:rPr>
                <w:noProof w:val="0"/>
              </w:rPr>
              <w:t>vent JCSystem.CLEAR_ON_DESELECT</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 Applet1 is triggered</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 SystemException. ILLEGAL_TRANSIENT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C"/>
              <w:keepNext w:val="0"/>
              <w:keepLines w:val="0"/>
            </w:pPr>
            <w:r w:rsidRPr="00501E3A">
              <w:t>5</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H"/>
              <w:keepNext w:val="0"/>
              <w:keepLines w:val="0"/>
            </w:pPr>
            <w:r w:rsidRPr="00501E3A">
              <w:t>NO_TRANSIENT_SPACE SystemException</w:t>
            </w:r>
          </w:p>
          <w:p w:rsidR="007E5153" w:rsidRPr="00501E3A" w:rsidRDefault="007E5153" w:rsidP="00576820">
            <w:pPr>
              <w:pStyle w:val="TAH"/>
              <w:keepNext w:val="0"/>
              <w:keepLines w:val="0"/>
            </w:pPr>
            <w:r w:rsidRPr="00501E3A">
              <w:t>with CLEAR_ON_RESET FileView object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Get the available transient memory space using method length=JCSystem.</w:t>
            </w:r>
            <w:hyperlink r:id="rId26" w:anchor="getAvailableMemory%28byte%29" w:history="1">
              <w:r w:rsidRPr="00501E3A">
                <w:rPr>
                  <w:noProof w:val="0"/>
                </w:rPr>
                <w:t>getAvailableMemory</w:t>
              </w:r>
            </w:hyperlink>
            <w:r w:rsidRPr="00501E3A">
              <w:rPr>
                <w:noProof w:val="0"/>
              </w:rPr>
              <w:t>(MEMORY_TYPE_TRANSIENT_RESET)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Fill the available transient memory space by creating array, using method JCSystem.makeTransientByteArray(length, JCSystem.CLEAR_ON_RESET)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3- Applet calls method getTheFileView() with buffer[20] = {ADF1,…}</w:t>
            </w:r>
          </w:p>
          <w:p w:rsidR="007E5153" w:rsidRPr="00501E3A" w:rsidRDefault="007E5153" w:rsidP="00576820">
            <w:pPr>
              <w:pStyle w:val="PL"/>
              <w:rPr>
                <w:noProof w:val="0"/>
              </w:rPr>
            </w:pPr>
            <w:r w:rsidRPr="00501E3A">
              <w:rPr>
                <w:noProof w:val="0"/>
              </w:rPr>
              <w:t>bOffset= 0</w:t>
            </w:r>
          </w:p>
          <w:p w:rsidR="007E5153" w:rsidRPr="00501E3A" w:rsidRDefault="007E5153" w:rsidP="00576820">
            <w:pPr>
              <w:pStyle w:val="PL"/>
              <w:rPr>
                <w:noProof w:val="0"/>
              </w:rPr>
            </w:pPr>
            <w:r w:rsidRPr="00501E3A">
              <w:rPr>
                <w:noProof w:val="0"/>
              </w:rPr>
              <w:t>bLength= 16</w:t>
            </w:r>
          </w:p>
          <w:p w:rsidR="007E5153" w:rsidRPr="00501E3A" w:rsidRDefault="007E5153" w:rsidP="00576820">
            <w:pPr>
              <w:pStyle w:val="PL"/>
              <w:rPr>
                <w:noProof w:val="0"/>
              </w:rPr>
            </w:pPr>
            <w:r w:rsidRPr="00501E3A">
              <w:rPr>
                <w:noProof w:val="0"/>
              </w:rPr>
              <w:t xml:space="preserve">with the event </w:t>
            </w:r>
          </w:p>
          <w:p w:rsidR="007E5153" w:rsidRPr="00501E3A" w:rsidRDefault="007E5153" w:rsidP="00576820">
            <w:pPr>
              <w:pStyle w:val="PL"/>
              <w:rPr>
                <w:noProof w:val="0"/>
              </w:rPr>
            </w:pPr>
            <w:r w:rsidRPr="00501E3A">
              <w:rPr>
                <w:noProof w:val="0"/>
              </w:rPr>
              <w:t>JCSystem.CLEAR_ON_RESET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4- Reset</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PL"/>
              <w:rPr>
                <w:noProof w:val="0"/>
              </w:rPr>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 No Exception shall be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 No Exception shall be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rsidP="00576820">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pPr>
            <w:r w:rsidRPr="00501E3A">
              <w:lastRenderedPageBreak/>
              <w:t>6</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NO_TRANSIENT_SPACE SystemException</w:t>
            </w:r>
          </w:p>
          <w:p w:rsidR="007E5153" w:rsidRPr="00501E3A" w:rsidRDefault="007E5153">
            <w:pPr>
              <w:pStyle w:val="TAH"/>
            </w:pPr>
            <w:r w:rsidRPr="00501E3A">
              <w:t>with CLEAR_ON_DESELECT FileView object</w:t>
            </w:r>
          </w:p>
          <w:p w:rsidR="007E5153" w:rsidRPr="00501E3A" w:rsidRDefault="007E5153">
            <w:pPr>
              <w:pStyle w:val="TAL"/>
              <w:rPr>
                <w:bCs/>
              </w:rPr>
            </w:pPr>
          </w:p>
          <w:p w:rsidR="007E5153" w:rsidRPr="00501E3A" w:rsidRDefault="007E5153">
            <w:pPr>
              <w:pStyle w:val="PL"/>
              <w:rPr>
                <w:noProof w:val="0"/>
              </w:rPr>
            </w:pPr>
            <w:r w:rsidRPr="00501E3A">
              <w:rPr>
                <w:noProof w:val="0"/>
              </w:rPr>
              <w:t>1 - Select the Applet by AID</w:t>
            </w:r>
          </w:p>
          <w:p w:rsidR="007E5153" w:rsidRPr="00501E3A" w:rsidRDefault="007E5153">
            <w:pPr>
              <w:pStyle w:val="PL"/>
              <w:rPr>
                <w:noProof w:val="0"/>
              </w:rPr>
            </w:pPr>
          </w:p>
          <w:p w:rsidR="007E5153" w:rsidRPr="00501E3A" w:rsidRDefault="007E5153">
            <w:pPr>
              <w:pStyle w:val="PL"/>
              <w:rPr>
                <w:noProof w:val="0"/>
              </w:rPr>
            </w:pPr>
            <w:r w:rsidRPr="00501E3A">
              <w:rPr>
                <w:noProof w:val="0"/>
              </w:rPr>
              <w:t>2- Get the available transient memory space using method length=JCSystem.</w:t>
            </w:r>
            <w:hyperlink r:id="rId27" w:anchor="getAvailableMemory%28byte%29" w:history="1">
              <w:r w:rsidRPr="00501E3A">
                <w:rPr>
                  <w:noProof w:val="0"/>
                </w:rPr>
                <w:t>getAvailableMemory</w:t>
              </w:r>
            </w:hyperlink>
            <w:r w:rsidRPr="00501E3A">
              <w:rPr>
                <w:noProof w:val="0"/>
              </w:rPr>
              <w:t>(MEMORY_TYPE_TRANSIENT_DESELECT)</w:t>
            </w:r>
          </w:p>
          <w:p w:rsidR="007E5153" w:rsidRPr="00501E3A" w:rsidRDefault="007E5153">
            <w:pPr>
              <w:pStyle w:val="PL"/>
              <w:rPr>
                <w:noProof w:val="0"/>
              </w:rPr>
            </w:pPr>
          </w:p>
          <w:p w:rsidR="007E5153" w:rsidRPr="00501E3A" w:rsidRDefault="007E5153">
            <w:pPr>
              <w:pStyle w:val="PL"/>
              <w:rPr>
                <w:noProof w:val="0"/>
              </w:rPr>
            </w:pPr>
            <w:r w:rsidRPr="00501E3A">
              <w:rPr>
                <w:noProof w:val="0"/>
              </w:rPr>
              <w:t>3- Fill the available transient memory space by creating array, using method JCSystem.makeTransientByteArray(length, JCSystem.CLEAR_ON_DESELECT)</w:t>
            </w:r>
          </w:p>
          <w:p w:rsidR="007E5153" w:rsidRPr="00501E3A" w:rsidRDefault="007E5153">
            <w:pPr>
              <w:pStyle w:val="PL"/>
              <w:rPr>
                <w:noProof w:val="0"/>
              </w:rPr>
            </w:pPr>
            <w:r w:rsidRPr="00501E3A">
              <w:rPr>
                <w:noProof w:val="0"/>
              </w:rPr>
              <w:t>}</w:t>
            </w:r>
          </w:p>
          <w:p w:rsidR="007E5153" w:rsidRPr="00501E3A" w:rsidRDefault="007E5153">
            <w:pPr>
              <w:pStyle w:val="PL"/>
              <w:rPr>
                <w:noProof w:val="0"/>
              </w:rPr>
            </w:pPr>
          </w:p>
          <w:p w:rsidR="007E5153" w:rsidRPr="00501E3A" w:rsidRDefault="007E5153">
            <w:pPr>
              <w:pStyle w:val="PL"/>
              <w:rPr>
                <w:noProof w:val="0"/>
              </w:rPr>
            </w:pPr>
            <w:r w:rsidRPr="00501E3A">
              <w:rPr>
                <w:noProof w:val="0"/>
              </w:rPr>
              <w:t>4- Applet calls method getTheFileView() with buffer[20] = {ADF1,…}</w:t>
            </w:r>
          </w:p>
          <w:p w:rsidR="007E5153" w:rsidRPr="00501E3A" w:rsidRDefault="007E5153">
            <w:pPr>
              <w:pStyle w:val="PL"/>
              <w:rPr>
                <w:noProof w:val="0"/>
              </w:rPr>
            </w:pPr>
            <w:r w:rsidRPr="00501E3A">
              <w:rPr>
                <w:noProof w:val="0"/>
              </w:rPr>
              <w:t>bOffset= 0</w:t>
            </w:r>
          </w:p>
          <w:p w:rsidR="007E5153" w:rsidRPr="00501E3A" w:rsidRDefault="007E5153">
            <w:pPr>
              <w:pStyle w:val="PL"/>
              <w:rPr>
                <w:noProof w:val="0"/>
              </w:rPr>
            </w:pPr>
            <w:r w:rsidRPr="00501E3A">
              <w:rPr>
                <w:noProof w:val="0"/>
              </w:rPr>
              <w:t>bLength= 16</w:t>
            </w:r>
          </w:p>
          <w:p w:rsidR="007E5153" w:rsidRPr="00501E3A" w:rsidRDefault="007E5153">
            <w:pPr>
              <w:pStyle w:val="PL"/>
              <w:rPr>
                <w:noProof w:val="0"/>
              </w:rPr>
            </w:pPr>
            <w:r w:rsidRPr="00501E3A">
              <w:rPr>
                <w:noProof w:val="0"/>
              </w:rPr>
              <w:t>with event:</w:t>
            </w:r>
          </w:p>
          <w:p w:rsidR="007E5153" w:rsidRPr="00501E3A" w:rsidRDefault="007E5153">
            <w:pPr>
              <w:pStyle w:val="PL"/>
              <w:rPr>
                <w:noProof w:val="0"/>
              </w:rPr>
            </w:pPr>
            <w:r w:rsidRPr="00501E3A">
              <w:rPr>
                <w:noProof w:val="0"/>
              </w:rPr>
              <w:t>JCSystem.CLEAR_ON_DESELECT</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Applet1 is triggered</w:t>
            </w:r>
          </w:p>
          <w:p w:rsidR="007E5153" w:rsidRPr="00501E3A" w:rsidRDefault="007E5153">
            <w:pPr>
              <w:pStyle w:val="TAL"/>
            </w:pPr>
          </w:p>
          <w:p w:rsidR="007E5153" w:rsidRPr="00501E3A" w:rsidRDefault="007E5153">
            <w:pPr>
              <w:pStyle w:val="TAL"/>
            </w:pPr>
            <w:r w:rsidRPr="00501E3A">
              <w:t>2-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3- No Exception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4- SystemException. NO_TRANSIENT_SPACE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pPr>
            <w:r w:rsidRPr="00501E3A">
              <w:t>7</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ILLEGAL_VALUE SystemException</w:t>
            </w:r>
          </w:p>
          <w:p w:rsidR="007E5153" w:rsidRPr="00501E3A" w:rsidRDefault="007E5153">
            <w:pPr>
              <w:pStyle w:val="PL"/>
              <w:rPr>
                <w:noProof w:val="0"/>
              </w:rPr>
            </w:pPr>
          </w:p>
          <w:p w:rsidR="007E5153" w:rsidRPr="00501E3A" w:rsidRDefault="007E5153">
            <w:pPr>
              <w:pStyle w:val="PL"/>
              <w:rPr>
                <w:noProof w:val="0"/>
              </w:rPr>
            </w:pPr>
            <w:r w:rsidRPr="00501E3A">
              <w:rPr>
                <w:noProof w:val="0"/>
              </w:rPr>
              <w:t>1- Invoke the method getTheFileView() with event different from 0,1,2</w:t>
            </w:r>
          </w:p>
          <w:p w:rsidR="007E5153" w:rsidRPr="00501E3A" w:rsidRDefault="007E5153">
            <w:pPr>
              <w:pStyle w:val="PL"/>
              <w:rPr>
                <w:noProof w:val="0"/>
              </w:rPr>
            </w:pP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SystemException.ILLEGAL_VALUE is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C"/>
            </w:pPr>
            <w:r w:rsidRPr="00501E3A">
              <w:t>8</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NullPointerException</w:t>
            </w:r>
          </w:p>
          <w:p w:rsidR="007E5153" w:rsidRPr="00501E3A" w:rsidRDefault="007E5153">
            <w:pPr>
              <w:pStyle w:val="TAH"/>
            </w:pPr>
          </w:p>
          <w:p w:rsidR="007E5153" w:rsidRPr="00501E3A" w:rsidRDefault="007E5153">
            <w:pPr>
              <w:pStyle w:val="PL"/>
              <w:rPr>
                <w:noProof w:val="0"/>
              </w:rPr>
            </w:pPr>
            <w:r w:rsidRPr="00501E3A">
              <w:rPr>
                <w:noProof w:val="0"/>
              </w:rPr>
              <w:t>Invoke the method getTheFileView() with buffer[20] = null</w:t>
            </w:r>
          </w:p>
          <w:p w:rsidR="007E5153" w:rsidRPr="00501E3A" w:rsidRDefault="007E5153">
            <w:pPr>
              <w:pStyle w:val="PL"/>
              <w:rPr>
                <w:noProof w:val="0"/>
              </w:rPr>
            </w:pPr>
            <w:r w:rsidRPr="00501E3A">
              <w:rPr>
                <w:noProof w:val="0"/>
              </w:rPr>
              <w:t>bOffset= 0</w:t>
            </w:r>
          </w:p>
          <w:p w:rsidR="007E5153" w:rsidRPr="00501E3A" w:rsidRDefault="007E5153">
            <w:pPr>
              <w:pStyle w:val="PL"/>
              <w:rPr>
                <w:noProof w:val="0"/>
              </w:rPr>
            </w:pPr>
            <w:r w:rsidRPr="00501E3A">
              <w:rPr>
                <w:noProof w:val="0"/>
              </w:rPr>
              <w:t>bLength= 16</w:t>
            </w:r>
          </w:p>
          <w:p w:rsidR="007E5153" w:rsidRPr="00501E3A" w:rsidRDefault="007E5153">
            <w:pPr>
              <w:pStyle w:val="PL"/>
              <w:rPr>
                <w:noProof w:val="0"/>
              </w:rPr>
            </w:pPr>
            <w:r w:rsidRPr="00501E3A">
              <w:rPr>
                <w:noProof w:val="0"/>
              </w:rPr>
              <w:t xml:space="preserve"> with event:</w:t>
            </w:r>
          </w:p>
          <w:p w:rsidR="007E5153" w:rsidRPr="00501E3A" w:rsidRDefault="007E5153">
            <w:pPr>
              <w:pStyle w:val="PL"/>
              <w:rPr>
                <w:noProof w:val="0"/>
              </w:rPr>
            </w:pPr>
            <w:r w:rsidRPr="00501E3A">
              <w:rPr>
                <w:noProof w:val="0"/>
              </w:rPr>
              <w:t>1 - JCSystem.CLEAR_ON_RESET</w:t>
            </w:r>
          </w:p>
          <w:p w:rsidR="007E5153" w:rsidRPr="00501E3A" w:rsidRDefault="007E5153">
            <w:pPr>
              <w:pStyle w:val="TAL"/>
              <w:rPr>
                <w:bCs/>
              </w:rPr>
            </w:pP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Shall be thrown</w:t>
            </w:r>
          </w:p>
          <w:p w:rsidR="007E5153" w:rsidRPr="00501E3A" w:rsidRDefault="007E5153">
            <w:pPr>
              <w:pStyle w:val="TAL"/>
            </w:pPr>
            <w:r w:rsidRPr="00501E3A">
              <w:t>java.lang.NullPointerException</w:t>
            </w:r>
          </w:p>
          <w:p w:rsidR="007E5153" w:rsidRPr="00501E3A" w:rsidRDefault="007E5153">
            <w:pPr>
              <w:pStyle w:val="TAL"/>
              <w:rPr>
                <w:bCs/>
              </w:rPr>
            </w:pP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C"/>
            </w:pPr>
            <w:r w:rsidRPr="00501E3A">
              <w:t>9</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ArrayIndexOutOfBoundsException</w:t>
            </w:r>
          </w:p>
          <w:p w:rsidR="007E5153" w:rsidRPr="00501E3A" w:rsidRDefault="007E5153">
            <w:pPr>
              <w:pStyle w:val="TAH"/>
            </w:pPr>
          </w:p>
          <w:p w:rsidR="007E5153" w:rsidRPr="00501E3A" w:rsidRDefault="007E5153">
            <w:pPr>
              <w:pStyle w:val="PL"/>
              <w:rPr>
                <w:noProof w:val="0"/>
              </w:rPr>
            </w:pPr>
            <w:r w:rsidRPr="00501E3A">
              <w:rPr>
                <w:noProof w:val="0"/>
              </w:rPr>
              <w:t>1-Envelope menu selection is sent to the UICC</w:t>
            </w:r>
          </w:p>
          <w:p w:rsidR="007E5153" w:rsidRPr="00501E3A" w:rsidRDefault="007E5153">
            <w:pPr>
              <w:pStyle w:val="PL"/>
              <w:rPr>
                <w:noProof w:val="0"/>
              </w:rPr>
            </w:pPr>
          </w:p>
          <w:p w:rsidR="007E5153" w:rsidRPr="00501E3A" w:rsidRDefault="007E5153">
            <w:pPr>
              <w:pStyle w:val="PL"/>
              <w:rPr>
                <w:noProof w:val="0"/>
              </w:rPr>
            </w:pPr>
            <w:r w:rsidRPr="00501E3A">
              <w:rPr>
                <w:noProof w:val="0"/>
              </w:rPr>
              <w:t>Invoke the method getTheFileView() with buffer[20] = {ADF1,…}</w:t>
            </w:r>
          </w:p>
          <w:p w:rsidR="007E5153" w:rsidRPr="00501E3A" w:rsidRDefault="007E5153">
            <w:pPr>
              <w:pStyle w:val="PL"/>
              <w:rPr>
                <w:noProof w:val="0"/>
              </w:rPr>
            </w:pPr>
            <w:r w:rsidRPr="00501E3A">
              <w:rPr>
                <w:noProof w:val="0"/>
              </w:rPr>
              <w:t>bOffset= 5</w:t>
            </w:r>
          </w:p>
          <w:p w:rsidR="007E5153" w:rsidRPr="00501E3A" w:rsidRDefault="007E5153">
            <w:pPr>
              <w:pStyle w:val="PL"/>
              <w:rPr>
                <w:noProof w:val="0"/>
              </w:rPr>
            </w:pPr>
            <w:r w:rsidRPr="00501E3A">
              <w:rPr>
                <w:noProof w:val="0"/>
              </w:rPr>
              <w:t>bLength= 16</w:t>
            </w:r>
          </w:p>
          <w:p w:rsidR="007E5153" w:rsidRPr="00501E3A" w:rsidRDefault="007E5153">
            <w:pPr>
              <w:pStyle w:val="PL"/>
              <w:rPr>
                <w:noProof w:val="0"/>
              </w:rPr>
            </w:pPr>
            <w:r w:rsidRPr="00501E3A">
              <w:rPr>
                <w:noProof w:val="0"/>
              </w:rPr>
              <w:t>event =JCSystem. CLEAR_ON_RESET</w:t>
            </w:r>
          </w:p>
          <w:p w:rsidR="007E5153" w:rsidRPr="00501E3A" w:rsidRDefault="007E5153">
            <w:pPr>
              <w:pStyle w:val="PL"/>
              <w:rPr>
                <w:noProof w:val="0"/>
              </w:rPr>
            </w:pPr>
          </w:p>
          <w:p w:rsidR="007E5153" w:rsidRPr="00501E3A" w:rsidRDefault="007E5153">
            <w:pPr>
              <w:pStyle w:val="PL"/>
              <w:rPr>
                <w:noProof w:val="0"/>
              </w:rPr>
            </w:pPr>
            <w:r w:rsidRPr="00501E3A">
              <w:rPr>
                <w:noProof w:val="0"/>
              </w:rPr>
              <w:t>Invoke the method getTheFileView() with buffer[20] = {ADF1,…}</w:t>
            </w:r>
          </w:p>
          <w:p w:rsidR="007E5153" w:rsidRPr="00501E3A" w:rsidRDefault="007E5153">
            <w:pPr>
              <w:pStyle w:val="PL"/>
              <w:rPr>
                <w:noProof w:val="0"/>
              </w:rPr>
            </w:pPr>
            <w:r w:rsidRPr="00501E3A">
              <w:rPr>
                <w:noProof w:val="0"/>
              </w:rPr>
              <w:t>bOffset= -1</w:t>
            </w:r>
          </w:p>
          <w:p w:rsidR="007E5153" w:rsidRPr="00501E3A" w:rsidRDefault="007E5153">
            <w:pPr>
              <w:pStyle w:val="PL"/>
              <w:rPr>
                <w:noProof w:val="0"/>
              </w:rPr>
            </w:pPr>
            <w:r w:rsidRPr="00501E3A">
              <w:rPr>
                <w:noProof w:val="0"/>
              </w:rPr>
              <w:t>bLength= 16</w:t>
            </w:r>
          </w:p>
          <w:p w:rsidR="007E5153" w:rsidRPr="00501E3A" w:rsidRDefault="00E34DFA" w:rsidP="00E34DFA">
            <w:pPr>
              <w:pStyle w:val="PL"/>
              <w:rPr>
                <w:noProof w:val="0"/>
              </w:rPr>
            </w:pPr>
            <w:r w:rsidRPr="00501E3A">
              <w:rPr>
                <w:noProof w:val="0"/>
              </w:rPr>
              <w:t>event =JCSystem. CLEAR_ON_RESET</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Applet1 is triggered</w:t>
            </w:r>
          </w:p>
          <w:p w:rsidR="007E5153" w:rsidRPr="00501E3A" w:rsidRDefault="007E5153">
            <w:pPr>
              <w:pStyle w:val="TAL"/>
            </w:pPr>
          </w:p>
          <w:p w:rsidR="007E5153" w:rsidRPr="00501E3A" w:rsidRDefault="007E5153">
            <w:pPr>
              <w:pStyle w:val="TAL"/>
            </w:pPr>
            <w:r w:rsidRPr="00501E3A">
              <w:t>Shall be thrown ArrayIndexOutOfBoundsException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Shall be thrown ArrayIndexOutOfBoundsException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rsidP="00C64ACE">
            <w:pPr>
              <w:pStyle w:val="TAC"/>
            </w:pPr>
            <w:r w:rsidRPr="00501E3A">
              <w:t>10</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pPr>
            <w:r w:rsidRPr="00501E3A">
              <w:t>SystemException.ILLEGAL_VALUE</w:t>
            </w:r>
          </w:p>
          <w:p w:rsidR="0055309B" w:rsidRPr="00501E3A" w:rsidRDefault="0055309B">
            <w:pPr>
              <w:pStyle w:val="TAH"/>
            </w:pPr>
          </w:p>
          <w:p w:rsidR="007E5153" w:rsidRPr="00501E3A" w:rsidRDefault="007E5153">
            <w:pPr>
              <w:pStyle w:val="PL"/>
              <w:rPr>
                <w:noProof w:val="0"/>
              </w:rPr>
            </w:pPr>
            <w:r w:rsidRPr="00501E3A">
              <w:rPr>
                <w:noProof w:val="0"/>
              </w:rPr>
              <w:t>1-Envelope menu selection is sent to the UICC</w:t>
            </w:r>
          </w:p>
          <w:p w:rsidR="007E5153" w:rsidRPr="00501E3A" w:rsidRDefault="007E5153">
            <w:pPr>
              <w:pStyle w:val="PL"/>
              <w:rPr>
                <w:noProof w:val="0"/>
              </w:rPr>
            </w:pPr>
          </w:p>
          <w:p w:rsidR="007E5153" w:rsidRPr="00501E3A" w:rsidRDefault="007E5153">
            <w:pPr>
              <w:pStyle w:val="PL"/>
              <w:rPr>
                <w:noProof w:val="0"/>
              </w:rPr>
            </w:pPr>
            <w:r w:rsidRPr="00501E3A">
              <w:rPr>
                <w:noProof w:val="0"/>
              </w:rPr>
              <w:t>Invoke the method getTheFileView() with buffer[20] = {ADF1,…}</w:t>
            </w:r>
          </w:p>
          <w:p w:rsidR="007E5153" w:rsidRPr="00501E3A" w:rsidRDefault="007E5153">
            <w:pPr>
              <w:pStyle w:val="PL"/>
              <w:rPr>
                <w:noProof w:val="0"/>
              </w:rPr>
            </w:pPr>
            <w:r w:rsidRPr="00501E3A">
              <w:rPr>
                <w:noProof w:val="0"/>
              </w:rPr>
              <w:t>bOffset= 0</w:t>
            </w:r>
          </w:p>
          <w:p w:rsidR="007E5153" w:rsidRPr="00501E3A" w:rsidRDefault="007E5153">
            <w:pPr>
              <w:pStyle w:val="PL"/>
              <w:rPr>
                <w:noProof w:val="0"/>
              </w:rPr>
            </w:pPr>
            <w:r w:rsidRPr="00501E3A">
              <w:rPr>
                <w:noProof w:val="0"/>
              </w:rPr>
              <w:t>bLength= 4</w:t>
            </w:r>
          </w:p>
          <w:p w:rsidR="007E5153" w:rsidRPr="00501E3A" w:rsidRDefault="007E5153">
            <w:pPr>
              <w:pStyle w:val="PL"/>
              <w:rPr>
                <w:noProof w:val="0"/>
              </w:rPr>
            </w:pPr>
            <w:r w:rsidRPr="00501E3A">
              <w:rPr>
                <w:noProof w:val="0"/>
              </w:rPr>
              <w:t>event =JCSystem. CLEAR_ON_RESET</w:t>
            </w:r>
          </w:p>
          <w:p w:rsidR="007E5153" w:rsidRPr="00501E3A" w:rsidRDefault="007E5153">
            <w:pPr>
              <w:pStyle w:val="PL"/>
              <w:rPr>
                <w:noProof w:val="0"/>
              </w:rPr>
            </w:pPr>
          </w:p>
          <w:p w:rsidR="007E5153" w:rsidRPr="00501E3A" w:rsidRDefault="007E5153">
            <w:pPr>
              <w:pStyle w:val="PL"/>
              <w:rPr>
                <w:noProof w:val="0"/>
              </w:rPr>
            </w:pPr>
            <w:r w:rsidRPr="00501E3A">
              <w:rPr>
                <w:noProof w:val="0"/>
              </w:rPr>
              <w:t>Invoke the method getTheFileView() with buffer[20] = {ADF1,…}</w:t>
            </w:r>
          </w:p>
          <w:p w:rsidR="007E5153" w:rsidRPr="00501E3A" w:rsidRDefault="007E5153">
            <w:pPr>
              <w:pStyle w:val="PL"/>
              <w:rPr>
                <w:noProof w:val="0"/>
              </w:rPr>
            </w:pPr>
            <w:r w:rsidRPr="00501E3A">
              <w:rPr>
                <w:noProof w:val="0"/>
              </w:rPr>
              <w:t>bOffset= 0</w:t>
            </w:r>
          </w:p>
          <w:p w:rsidR="007E5153" w:rsidRPr="00501E3A" w:rsidRDefault="007E5153">
            <w:pPr>
              <w:pStyle w:val="PL"/>
              <w:rPr>
                <w:noProof w:val="0"/>
              </w:rPr>
            </w:pPr>
            <w:r w:rsidRPr="00501E3A">
              <w:rPr>
                <w:noProof w:val="0"/>
              </w:rPr>
              <w:t>bLength= 17</w:t>
            </w:r>
          </w:p>
          <w:p w:rsidR="007E5153" w:rsidRPr="00501E3A" w:rsidRDefault="007E5153">
            <w:pPr>
              <w:pStyle w:val="PL"/>
              <w:rPr>
                <w:noProof w:val="0"/>
              </w:rPr>
            </w:pPr>
            <w:r w:rsidRPr="00501E3A">
              <w:rPr>
                <w:noProof w:val="0"/>
              </w:rPr>
              <w:t xml:space="preserve">event =JCSystem. CLEAR_ON_RESET </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1- Applet1 is triggered</w:t>
            </w:r>
          </w:p>
          <w:p w:rsidR="007E5153" w:rsidRPr="00501E3A" w:rsidRDefault="007E5153">
            <w:pPr>
              <w:pStyle w:val="TAL"/>
            </w:pPr>
          </w:p>
          <w:p w:rsidR="007E5153" w:rsidRPr="00501E3A" w:rsidRDefault="007E5153">
            <w:pPr>
              <w:pStyle w:val="TAL"/>
            </w:pPr>
            <w:r w:rsidRPr="00501E3A">
              <w:t>SystemException.ILLEGAL_VALUE shall be thrown</w:t>
            </w: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p>
          <w:p w:rsidR="007E5153" w:rsidRPr="00501E3A" w:rsidRDefault="007E5153">
            <w:pPr>
              <w:pStyle w:val="TAL"/>
            </w:pPr>
            <w:r w:rsidRPr="00501E3A">
              <w:t>SystemException.ILLEGAL_VALUE shall be thrown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bl>
    <w:p w:rsidR="007E5153" w:rsidRPr="00501E3A" w:rsidRDefault="007E5153"/>
    <w:p w:rsidR="007E5153" w:rsidRPr="00501E3A" w:rsidRDefault="007E5153">
      <w:pPr>
        <w:pStyle w:val="Heading3"/>
      </w:pPr>
      <w:r w:rsidRPr="00501E3A">
        <w:lastRenderedPageBreak/>
        <w:t>5.1.4</w:t>
      </w:r>
      <w:r w:rsidRPr="00501E3A">
        <w:tab/>
        <w:t>Interface UICCException</w:t>
      </w:r>
    </w:p>
    <w:p w:rsidR="007E5153" w:rsidRPr="00501E3A" w:rsidRDefault="007E5153">
      <w:pPr>
        <w:pStyle w:val="Heading4"/>
      </w:pPr>
      <w:r w:rsidRPr="00501E3A">
        <w:t>5.1.4.1</w:t>
      </w:r>
      <w:r w:rsidRPr="00501E3A">
        <w:tab/>
        <w:t>Constructor</w:t>
      </w:r>
    </w:p>
    <w:p w:rsidR="007E5153" w:rsidRPr="00501E3A" w:rsidRDefault="007E5153">
      <w:r w:rsidRPr="00501E3A">
        <w:t>Test Area Reference: Api_1_Uex_Coor</w:t>
      </w:r>
      <w:r w:rsidR="00E34DFA" w:rsidRPr="00501E3A">
        <w:t>.</w:t>
      </w:r>
    </w:p>
    <w:p w:rsidR="007E5153" w:rsidRPr="00501E3A" w:rsidRDefault="007E5153" w:rsidP="00E34DFA">
      <w:pPr>
        <w:pStyle w:val="Heading5"/>
      </w:pPr>
      <w:r w:rsidRPr="00501E3A">
        <w:t>5.1.4.1.1</w:t>
      </w:r>
      <w:r w:rsidRPr="00501E3A">
        <w:tab/>
        <w:t>Conformance Requirement:</w:t>
      </w:r>
    </w:p>
    <w:p w:rsidR="007E5153" w:rsidRPr="00501E3A" w:rsidRDefault="007E5153">
      <w:r w:rsidRPr="00501E3A">
        <w:t>The method with following header shall compliant to its definition in the API.</w:t>
      </w:r>
    </w:p>
    <w:p w:rsidR="007E5153" w:rsidRPr="00501E3A" w:rsidRDefault="007E5153">
      <w:pPr>
        <w:pStyle w:val="PL"/>
        <w:rPr>
          <w:noProof w:val="0"/>
        </w:rPr>
      </w:pPr>
      <w:r w:rsidRPr="00501E3A">
        <w:rPr>
          <w:noProof w:val="0"/>
        </w:rPr>
        <w:t>public UICCException(short reason)</w:t>
      </w:r>
    </w:p>
    <w:p w:rsidR="007E5153" w:rsidRPr="00501E3A" w:rsidRDefault="007E5153">
      <w:pPr>
        <w:pStyle w:val="PL"/>
        <w:rPr>
          <w:noProof w:val="0"/>
        </w:rPr>
      </w:pPr>
      <w:r w:rsidRPr="00501E3A">
        <w:rPr>
          <w:noProof w:val="0"/>
        </w:rPr>
        <w:tab/>
      </w:r>
      <w:r w:rsidRPr="00501E3A">
        <w:rPr>
          <w:noProof w:val="0"/>
        </w:rPr>
        <w:tab/>
      </w:r>
      <w:r w:rsidRPr="00501E3A">
        <w:rPr>
          <w:noProof w:val="0"/>
        </w:rPr>
        <w:tab/>
      </w:r>
      <w:r w:rsidRPr="00501E3A">
        <w:rPr>
          <w:noProof w:val="0"/>
        </w:rPr>
        <w:tab/>
        <w:t>throws UICCException</w:t>
      </w:r>
    </w:p>
    <w:p w:rsidR="007E5153" w:rsidRPr="00501E3A" w:rsidRDefault="007E5153">
      <w:pPr>
        <w:pStyle w:val="PL"/>
        <w:rPr>
          <w:noProof w:val="0"/>
        </w:rPr>
      </w:pPr>
    </w:p>
    <w:p w:rsidR="007E5153" w:rsidRPr="00501E3A" w:rsidRDefault="007E5153">
      <w:pPr>
        <w:pStyle w:val="H6"/>
      </w:pPr>
      <w:r w:rsidRPr="00501E3A">
        <w:t>5.1.4.1.1.1</w:t>
      </w:r>
      <w:r w:rsidRPr="00501E3A">
        <w:tab/>
        <w:t>Normal execution</w:t>
      </w:r>
    </w:p>
    <w:p w:rsidR="007E5153" w:rsidRPr="00501E3A" w:rsidRDefault="007E5153" w:rsidP="00E34DFA">
      <w:pPr>
        <w:pStyle w:val="B1"/>
      </w:pPr>
      <w:r w:rsidRPr="00501E3A">
        <w:t>CRRN1: Construct an UICCException with the specified reason.</w:t>
      </w:r>
    </w:p>
    <w:p w:rsidR="007E5153" w:rsidRPr="00501E3A" w:rsidRDefault="007E5153">
      <w:pPr>
        <w:pStyle w:val="H6"/>
      </w:pPr>
      <w:r w:rsidRPr="00501E3A">
        <w:t>5.1.4.1.1.2</w:t>
      </w:r>
      <w:r w:rsidRPr="00501E3A">
        <w:tab/>
        <w:t>Parameter errors</w:t>
      </w:r>
    </w:p>
    <w:p w:rsidR="007E5153" w:rsidRPr="00501E3A" w:rsidRDefault="007E5153">
      <w:r w:rsidRPr="00501E3A">
        <w:t>No requirements.</w:t>
      </w:r>
    </w:p>
    <w:p w:rsidR="007E5153" w:rsidRPr="00501E3A" w:rsidRDefault="007E5153">
      <w:pPr>
        <w:pStyle w:val="H6"/>
      </w:pPr>
      <w:r w:rsidRPr="00501E3A">
        <w:t>5.1.4.1.1.3</w:t>
      </w:r>
      <w:r w:rsidRPr="00501E3A">
        <w:tab/>
        <w:t>Context errors</w:t>
      </w:r>
    </w:p>
    <w:p w:rsidR="007E5153" w:rsidRPr="00501E3A" w:rsidRDefault="007E5153">
      <w:r w:rsidRPr="00501E3A">
        <w:t>No requirements.</w:t>
      </w:r>
    </w:p>
    <w:p w:rsidR="007E5153" w:rsidRPr="00501E3A" w:rsidRDefault="007E5153" w:rsidP="00E34DFA">
      <w:pPr>
        <w:pStyle w:val="Heading5"/>
      </w:pPr>
      <w:r w:rsidRPr="00501E3A">
        <w:t>5.1.4.1.2</w:t>
      </w:r>
      <w:r w:rsidRPr="00501E3A">
        <w:tab/>
        <w:t>Test suite files</w:t>
      </w:r>
    </w:p>
    <w:p w:rsidR="007E5153" w:rsidRPr="00501E3A" w:rsidRDefault="007E5153" w:rsidP="00E34DFA">
      <w:pPr>
        <w:pStyle w:val="EX"/>
      </w:pPr>
      <w:r w:rsidRPr="00501E3A">
        <w:t>Test Source:</w:t>
      </w:r>
      <w:r w:rsidRPr="00501E3A">
        <w:tab/>
        <w:t>Test_Api_2_Uex_Coor.java</w:t>
      </w:r>
      <w:r w:rsidR="00E34DFA" w:rsidRPr="00501E3A">
        <w:t>.</w:t>
      </w:r>
    </w:p>
    <w:p w:rsidR="007E5153" w:rsidRPr="00501E3A" w:rsidRDefault="007E5153" w:rsidP="00E34DFA">
      <w:pPr>
        <w:pStyle w:val="EX"/>
      </w:pPr>
      <w:r w:rsidRPr="00501E3A">
        <w:t>Tes</w:t>
      </w:r>
      <w:r w:rsidR="00E34DFA" w:rsidRPr="00501E3A">
        <w:t>t Applet:</w:t>
      </w:r>
      <w:r w:rsidR="00E34DFA" w:rsidRPr="00501E3A">
        <w:tab/>
        <w:t>Api_2_Uex_Coor_1.java.</w:t>
      </w:r>
    </w:p>
    <w:p w:rsidR="007E5153" w:rsidRPr="00501E3A" w:rsidRDefault="007E5153" w:rsidP="00E34DFA">
      <w:pPr>
        <w:pStyle w:val="EX"/>
      </w:pPr>
      <w:r w:rsidRPr="00501E3A">
        <w:t>Cap File:</w:t>
      </w:r>
      <w:r w:rsidRPr="00501E3A">
        <w:tab/>
        <w:t>api_2_uex_coor.cap</w:t>
      </w:r>
      <w:r w:rsidR="00E34DFA" w:rsidRPr="00501E3A">
        <w:t>.</w:t>
      </w:r>
    </w:p>
    <w:p w:rsidR="007E5153" w:rsidRPr="00501E3A" w:rsidRDefault="007E5153" w:rsidP="00E34DFA">
      <w:pPr>
        <w:pStyle w:val="Heading5"/>
      </w:pPr>
      <w:r w:rsidRPr="00501E3A">
        <w:t>5.1.4.1.3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r>
    </w:tbl>
    <w:p w:rsidR="00E34DFA" w:rsidRPr="00501E3A" w:rsidRDefault="00E34DFA" w:rsidP="00E34DFA"/>
    <w:p w:rsidR="007E5153" w:rsidRPr="00501E3A" w:rsidRDefault="007E5153" w:rsidP="00E34DFA">
      <w:pPr>
        <w:pStyle w:val="Heading5"/>
      </w:pPr>
      <w:r w:rsidRPr="00501E3A">
        <w:t>5.1.4.1.4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Id</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Description</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API Expectation</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APDU Expectation</w:t>
            </w:r>
          </w:p>
        </w:tc>
      </w:tr>
      <w:tr w:rsidR="007E5153" w:rsidRPr="00501E3A">
        <w:trPr>
          <w:jc w:val="center"/>
        </w:trPr>
        <w:tc>
          <w:tcPr>
            <w:tcW w:w="425"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p>
        </w:tc>
        <w:tc>
          <w:tcPr>
            <w:tcW w:w="41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UICCException with the specified reason</w:t>
            </w:r>
          </w:p>
          <w:p w:rsidR="007E5153" w:rsidRPr="00501E3A" w:rsidRDefault="007E5153" w:rsidP="00C64ACE">
            <w:pPr>
              <w:pStyle w:val="PL"/>
              <w:rPr>
                <w:noProof w:val="0"/>
              </w:rPr>
            </w:pPr>
            <w:r w:rsidRPr="00501E3A">
              <w:rPr>
                <w:noProof w:val="0"/>
              </w:rPr>
              <w:t>(The reason shall set with setReason and compare the Exception with getReason)</w:t>
            </w:r>
          </w:p>
        </w:tc>
        <w:tc>
          <w:tcPr>
            <w:tcW w:w="2911"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r w:rsidRPr="00501E3A">
              <w:t>Reason (specified)</w:t>
            </w:r>
          </w:p>
        </w:tc>
        <w:tc>
          <w:tcPr>
            <w:tcW w:w="2334"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L"/>
              <w:keepNext w:val="0"/>
              <w:keepLines w:val="0"/>
            </w:pPr>
          </w:p>
        </w:tc>
      </w:tr>
    </w:tbl>
    <w:p w:rsidR="007E5153" w:rsidRPr="00501E3A" w:rsidRDefault="007E5153"/>
    <w:p w:rsidR="007E5153" w:rsidRPr="00501E3A" w:rsidRDefault="007E5153">
      <w:pPr>
        <w:pStyle w:val="Heading4"/>
      </w:pPr>
      <w:r w:rsidRPr="00501E3A">
        <w:t>5.1.4.2</w:t>
      </w:r>
      <w:r w:rsidRPr="00501E3A">
        <w:tab/>
        <w:t>Method throwIt</w:t>
      </w:r>
    </w:p>
    <w:p w:rsidR="007E5153" w:rsidRPr="00501E3A" w:rsidRDefault="007E5153">
      <w:r w:rsidRPr="00501E3A">
        <w:t>Test Area Reference: Api_1_Uex_Thit</w:t>
      </w:r>
      <w:r w:rsidR="00F4393F" w:rsidRPr="00501E3A">
        <w:t>.</w:t>
      </w:r>
    </w:p>
    <w:p w:rsidR="007E5153" w:rsidRPr="00501E3A" w:rsidRDefault="007E5153" w:rsidP="00F4393F">
      <w:pPr>
        <w:pStyle w:val="Heading5"/>
      </w:pPr>
      <w:r w:rsidRPr="00501E3A">
        <w:t>5.1.4.2.1</w:t>
      </w:r>
      <w:r w:rsidRPr="00501E3A">
        <w:tab/>
        <w:t>Conformance Requirement:</w:t>
      </w:r>
    </w:p>
    <w:p w:rsidR="007E5153" w:rsidRPr="00501E3A" w:rsidRDefault="007E5153">
      <w:r w:rsidRPr="00501E3A">
        <w:t>The method with following header shall be compliant to its definition in the API.</w:t>
      </w:r>
    </w:p>
    <w:p w:rsidR="007E5153" w:rsidRPr="00501E3A" w:rsidRDefault="007E5153">
      <w:pPr>
        <w:pStyle w:val="PL"/>
        <w:rPr>
          <w:noProof w:val="0"/>
        </w:rPr>
      </w:pPr>
      <w:r w:rsidRPr="00501E3A">
        <w:rPr>
          <w:noProof w:val="0"/>
        </w:rPr>
        <w:t>public static void throwIt(short reason)</w:t>
      </w:r>
    </w:p>
    <w:p w:rsidR="007E5153" w:rsidRPr="00501E3A" w:rsidRDefault="007E5153">
      <w:pPr>
        <w:pStyle w:val="PL"/>
        <w:rPr>
          <w:noProof w:val="0"/>
        </w:rPr>
      </w:pPr>
      <w:r w:rsidRPr="00501E3A">
        <w:rPr>
          <w:noProof w:val="0"/>
        </w:rPr>
        <w:tab/>
      </w:r>
      <w:r w:rsidRPr="00501E3A">
        <w:rPr>
          <w:noProof w:val="0"/>
        </w:rPr>
        <w:tab/>
      </w:r>
      <w:r w:rsidRPr="00501E3A">
        <w:rPr>
          <w:noProof w:val="0"/>
        </w:rPr>
        <w:tab/>
      </w:r>
      <w:r w:rsidRPr="00501E3A">
        <w:rPr>
          <w:noProof w:val="0"/>
        </w:rPr>
        <w:tab/>
        <w:t xml:space="preserve">throws </w:t>
      </w:r>
      <w:r w:rsidRPr="00501E3A">
        <w:rPr>
          <w:noProof w:val="0"/>
        </w:rPr>
        <w:tab/>
      </w:r>
      <w:hyperlink r:id="rId28" w:history="1">
        <w:r w:rsidRPr="00501E3A">
          <w:rPr>
            <w:noProof w:val="0"/>
          </w:rPr>
          <w:t>UICCException</w:t>
        </w:r>
      </w:hyperlink>
    </w:p>
    <w:p w:rsidR="007E5153" w:rsidRPr="00501E3A" w:rsidRDefault="007E5153">
      <w:pPr>
        <w:pStyle w:val="PL"/>
        <w:rPr>
          <w:noProof w:val="0"/>
        </w:rPr>
      </w:pPr>
    </w:p>
    <w:p w:rsidR="007E5153" w:rsidRPr="00501E3A" w:rsidRDefault="007E5153" w:rsidP="00576820">
      <w:pPr>
        <w:pStyle w:val="H6"/>
      </w:pPr>
      <w:r w:rsidRPr="00501E3A">
        <w:lastRenderedPageBreak/>
        <w:t>5.1.4.2.1.1</w:t>
      </w:r>
      <w:r w:rsidRPr="00501E3A">
        <w:tab/>
        <w:t>Normal execution</w:t>
      </w:r>
    </w:p>
    <w:p w:rsidR="007E5153" w:rsidRPr="00501E3A" w:rsidRDefault="007E5153" w:rsidP="00576820">
      <w:pPr>
        <w:pStyle w:val="B1"/>
        <w:keepNext/>
        <w:keepLines/>
      </w:pPr>
      <w:r w:rsidRPr="00501E3A">
        <w:t>CRRN1: Throws the JCRE owned instance of UICCException with the specified reason.</w:t>
      </w:r>
    </w:p>
    <w:p w:rsidR="007E5153" w:rsidRPr="00501E3A" w:rsidRDefault="007E5153" w:rsidP="00F4393F">
      <w:pPr>
        <w:pStyle w:val="B1"/>
      </w:pPr>
      <w:r w:rsidRPr="00501E3A">
        <w:t>CRRN2: extends javacard.framework.CardRuntimeException</w:t>
      </w:r>
      <w:r w:rsidR="00F4393F" w:rsidRPr="00501E3A">
        <w:t>.</w:t>
      </w:r>
    </w:p>
    <w:p w:rsidR="007E5153" w:rsidRPr="00501E3A" w:rsidRDefault="007E5153">
      <w:pPr>
        <w:pStyle w:val="H6"/>
      </w:pPr>
      <w:r w:rsidRPr="00501E3A">
        <w:t>5.1.4.2.1.2</w:t>
      </w:r>
      <w:r w:rsidRPr="00501E3A">
        <w:tab/>
        <w:t>Parameter errors</w:t>
      </w:r>
    </w:p>
    <w:p w:rsidR="007E5153" w:rsidRPr="00501E3A" w:rsidRDefault="007E5153">
      <w:r w:rsidRPr="00501E3A">
        <w:t>No requirements.</w:t>
      </w:r>
    </w:p>
    <w:p w:rsidR="007E5153" w:rsidRPr="00501E3A" w:rsidRDefault="007E5153">
      <w:pPr>
        <w:pStyle w:val="H6"/>
      </w:pPr>
      <w:r w:rsidRPr="00501E3A">
        <w:t>5.1.4.2.1.3</w:t>
      </w:r>
      <w:r w:rsidRPr="00501E3A">
        <w:tab/>
        <w:t>Context errors</w:t>
      </w:r>
    </w:p>
    <w:p w:rsidR="007E5153" w:rsidRPr="00501E3A" w:rsidRDefault="007E5153">
      <w:r w:rsidRPr="00501E3A">
        <w:t>No requirements.</w:t>
      </w:r>
    </w:p>
    <w:p w:rsidR="007E5153" w:rsidRPr="00501E3A" w:rsidRDefault="007E5153" w:rsidP="00F4393F">
      <w:pPr>
        <w:pStyle w:val="Heading5"/>
      </w:pPr>
      <w:r w:rsidRPr="00501E3A">
        <w:t>5.1.4.2.2</w:t>
      </w:r>
      <w:r w:rsidRPr="00501E3A">
        <w:tab/>
        <w:t>Test area files</w:t>
      </w:r>
    </w:p>
    <w:p w:rsidR="007E5153" w:rsidRPr="00501E3A" w:rsidRDefault="007E5153" w:rsidP="00F4393F">
      <w:pPr>
        <w:pStyle w:val="EX"/>
      </w:pPr>
      <w:r w:rsidRPr="00501E3A">
        <w:t>Test Source:</w:t>
      </w:r>
      <w:r w:rsidRPr="00501E3A">
        <w:tab/>
        <w:t>Test_Api_2_Uex_Thit.java</w:t>
      </w:r>
      <w:r w:rsidR="00F4393F" w:rsidRPr="00501E3A">
        <w:t>.</w:t>
      </w:r>
    </w:p>
    <w:p w:rsidR="007E5153" w:rsidRPr="00501E3A" w:rsidRDefault="007E5153" w:rsidP="00F4393F">
      <w:pPr>
        <w:pStyle w:val="EX"/>
      </w:pPr>
      <w:r w:rsidRPr="00501E3A">
        <w:t>Tes</w:t>
      </w:r>
      <w:r w:rsidR="00F4393F" w:rsidRPr="00501E3A">
        <w:t>t Applet:</w:t>
      </w:r>
      <w:r w:rsidR="00F4393F" w:rsidRPr="00501E3A">
        <w:tab/>
        <w:t>Api_2_Uex_Thit_1.java.</w:t>
      </w:r>
    </w:p>
    <w:p w:rsidR="007E5153" w:rsidRPr="00501E3A" w:rsidRDefault="007E5153" w:rsidP="00F4393F">
      <w:pPr>
        <w:pStyle w:val="EX"/>
      </w:pPr>
      <w:r w:rsidRPr="00501E3A">
        <w:t>Cap File:</w:t>
      </w:r>
      <w:r w:rsidRPr="00501E3A">
        <w:tab/>
        <w:t>api_2_uex_thit.cap</w:t>
      </w:r>
      <w:r w:rsidR="00F4393F" w:rsidRPr="00501E3A">
        <w:t>.</w:t>
      </w:r>
    </w:p>
    <w:p w:rsidR="007E5153" w:rsidRPr="00501E3A" w:rsidRDefault="007E5153" w:rsidP="00F4393F">
      <w:pPr>
        <w:pStyle w:val="Heading5"/>
      </w:pPr>
      <w:r w:rsidRPr="00501E3A">
        <w:t>5.1.4.2.3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682"/>
      </w:tblGrid>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CRR number</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H"/>
              <w:keepNext w:val="0"/>
              <w:keepLines w:val="0"/>
            </w:pPr>
            <w:r w:rsidRPr="00501E3A">
              <w:t>Test case number</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N1</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1,</w:t>
            </w:r>
            <w:r w:rsidR="0055309B" w:rsidRPr="00501E3A">
              <w:t xml:space="preserve"> </w:t>
            </w:r>
            <w:r w:rsidRPr="00501E3A">
              <w:t>2,</w:t>
            </w:r>
            <w:r w:rsidR="0055309B" w:rsidRPr="00501E3A">
              <w:t xml:space="preserve"> </w:t>
            </w:r>
            <w:r w:rsidRPr="00501E3A">
              <w:t>3</w:t>
            </w:r>
          </w:p>
        </w:tc>
      </w:tr>
      <w:tr w:rsidR="007E5153" w:rsidRPr="00501E3A">
        <w:trPr>
          <w:jc w:val="center"/>
        </w:trPr>
        <w:tc>
          <w:tcPr>
            <w:tcW w:w="2276"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N2</w:t>
            </w:r>
          </w:p>
        </w:tc>
        <w:tc>
          <w:tcPr>
            <w:tcW w:w="2682" w:type="dxa"/>
            <w:tcBorders>
              <w:top w:val="single" w:sz="4" w:space="0" w:color="auto"/>
              <w:left w:val="single" w:sz="4" w:space="0" w:color="auto"/>
              <w:bottom w:val="single" w:sz="4" w:space="0" w:color="auto"/>
              <w:right w:val="single" w:sz="4" w:space="0" w:color="auto"/>
            </w:tcBorders>
          </w:tcPr>
          <w:p w:rsidR="007E5153" w:rsidRPr="00501E3A" w:rsidRDefault="007E5153">
            <w:pPr>
              <w:pStyle w:val="TAC"/>
              <w:keepNext w:val="0"/>
              <w:keepLines w:val="0"/>
            </w:pPr>
            <w:r w:rsidRPr="00501E3A">
              <w:t>4,</w:t>
            </w:r>
            <w:r w:rsidR="0055309B" w:rsidRPr="00501E3A">
              <w:t xml:space="preserve"> </w:t>
            </w:r>
            <w:r w:rsidRPr="00501E3A">
              <w:t>5,</w:t>
            </w:r>
            <w:r w:rsidR="0055309B" w:rsidRPr="00501E3A">
              <w:t xml:space="preserve"> </w:t>
            </w:r>
            <w:r w:rsidRPr="00501E3A">
              <w:t>6</w:t>
            </w:r>
          </w:p>
        </w:tc>
      </w:tr>
    </w:tbl>
    <w:p w:rsidR="007E5153" w:rsidRPr="00501E3A" w:rsidRDefault="007E5153" w:rsidP="00F4393F"/>
    <w:p w:rsidR="007E5153" w:rsidRPr="00501E3A" w:rsidRDefault="007E5153" w:rsidP="00F4393F">
      <w:pPr>
        <w:pStyle w:val="Heading5"/>
      </w:pPr>
      <w:r w:rsidRPr="00501E3A">
        <w:t>5.1.4.2.4</w:t>
      </w:r>
      <w:r w:rsidRPr="00501E3A">
        <w:tab/>
        <w:t>Test Procedure</w:t>
      </w:r>
    </w:p>
    <w:tbl>
      <w:tblPr>
        <w:tblW w:w="8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339"/>
        <w:gridCol w:w="1737"/>
      </w:tblGrid>
      <w:tr w:rsidR="007E5153" w:rsidRPr="00501E3A">
        <w:trPr>
          <w:jc w:val="center"/>
        </w:trPr>
        <w:tc>
          <w:tcPr>
            <w:tcW w:w="425" w:type="dxa"/>
          </w:tcPr>
          <w:p w:rsidR="007E5153" w:rsidRPr="00501E3A" w:rsidRDefault="007E5153">
            <w:pPr>
              <w:pStyle w:val="TAH"/>
              <w:keepNext w:val="0"/>
              <w:keepLines w:val="0"/>
            </w:pPr>
            <w:r w:rsidRPr="00501E3A">
              <w:t>Id</w:t>
            </w:r>
          </w:p>
        </w:tc>
        <w:tc>
          <w:tcPr>
            <w:tcW w:w="4111" w:type="dxa"/>
          </w:tcPr>
          <w:p w:rsidR="007E5153" w:rsidRPr="00501E3A" w:rsidRDefault="007E5153">
            <w:pPr>
              <w:pStyle w:val="TAH"/>
              <w:keepNext w:val="0"/>
              <w:keepLines w:val="0"/>
            </w:pPr>
            <w:r w:rsidRPr="00501E3A">
              <w:t>Description</w:t>
            </w:r>
          </w:p>
        </w:tc>
        <w:tc>
          <w:tcPr>
            <w:tcW w:w="2339" w:type="dxa"/>
          </w:tcPr>
          <w:p w:rsidR="007E5153" w:rsidRPr="00501E3A" w:rsidRDefault="007E5153">
            <w:pPr>
              <w:pStyle w:val="TAH"/>
              <w:keepNext w:val="0"/>
              <w:keepLines w:val="0"/>
            </w:pPr>
            <w:r w:rsidRPr="00501E3A">
              <w:t>API Expectation</w:t>
            </w:r>
          </w:p>
        </w:tc>
        <w:tc>
          <w:tcPr>
            <w:tcW w:w="1737" w:type="dxa"/>
          </w:tcPr>
          <w:p w:rsidR="007E5153" w:rsidRPr="00501E3A" w:rsidRDefault="007E5153">
            <w:pPr>
              <w:pStyle w:val="TAH"/>
              <w:keepNext w:val="0"/>
              <w:keepLines w:val="0"/>
            </w:pPr>
            <w:r w:rsidRPr="00501E3A">
              <w:t>APDU Expectation</w:t>
            </w:r>
          </w:p>
        </w:tc>
      </w:tr>
      <w:tr w:rsidR="007E5153" w:rsidRPr="00501E3A">
        <w:trPr>
          <w:jc w:val="center"/>
        </w:trPr>
        <w:tc>
          <w:tcPr>
            <w:tcW w:w="425" w:type="dxa"/>
          </w:tcPr>
          <w:p w:rsidR="007E5153" w:rsidRPr="00501E3A" w:rsidRDefault="007E5153">
            <w:pPr>
              <w:pStyle w:val="TAC"/>
              <w:keepNext w:val="0"/>
              <w:keepLines w:val="0"/>
            </w:pPr>
            <w:r w:rsidRPr="00501E3A">
              <w:t>1</w:t>
            </w:r>
          </w:p>
        </w:tc>
        <w:tc>
          <w:tcPr>
            <w:tcW w:w="4111" w:type="dxa"/>
          </w:tcPr>
          <w:p w:rsidR="007E5153" w:rsidRPr="00501E3A" w:rsidRDefault="007E5153" w:rsidP="0055309B">
            <w:pPr>
              <w:pStyle w:val="TAL"/>
            </w:pPr>
            <w:r w:rsidRPr="00501E3A">
              <w:t>Throws the JCRE instance of UICCException with the specified reason</w:t>
            </w:r>
          </w:p>
        </w:tc>
        <w:tc>
          <w:tcPr>
            <w:tcW w:w="2339" w:type="dxa"/>
          </w:tcPr>
          <w:p w:rsidR="007E5153" w:rsidRPr="00501E3A" w:rsidRDefault="007E5153">
            <w:pPr>
              <w:pStyle w:val="TAL"/>
              <w:keepNext w:val="0"/>
              <w:keepLines w:val="0"/>
            </w:pPr>
            <w:r w:rsidRPr="00501E3A">
              <w:t>Reason = 0</w:t>
            </w:r>
          </w:p>
        </w:tc>
        <w:tc>
          <w:tcPr>
            <w:tcW w:w="1737" w:type="dxa"/>
          </w:tcPr>
          <w:p w:rsidR="007E5153" w:rsidRPr="00501E3A" w:rsidRDefault="007E5153">
            <w:pPr>
              <w:pStyle w:val="TAL"/>
              <w:keepNext w:val="0"/>
              <w:keepLines w:val="0"/>
            </w:pPr>
          </w:p>
        </w:tc>
      </w:tr>
      <w:tr w:rsidR="007E5153" w:rsidRPr="00501E3A">
        <w:trPr>
          <w:jc w:val="center"/>
        </w:trPr>
        <w:tc>
          <w:tcPr>
            <w:tcW w:w="425" w:type="dxa"/>
          </w:tcPr>
          <w:p w:rsidR="007E5153" w:rsidRPr="00501E3A" w:rsidRDefault="007E5153">
            <w:pPr>
              <w:pStyle w:val="TAC"/>
              <w:keepNext w:val="0"/>
              <w:keepLines w:val="0"/>
            </w:pPr>
            <w:r w:rsidRPr="00501E3A">
              <w:t>2</w:t>
            </w:r>
          </w:p>
        </w:tc>
        <w:tc>
          <w:tcPr>
            <w:tcW w:w="4111" w:type="dxa"/>
          </w:tcPr>
          <w:p w:rsidR="007E5153" w:rsidRPr="00501E3A" w:rsidRDefault="007E5153" w:rsidP="0055309B">
            <w:pPr>
              <w:pStyle w:val="TAL"/>
            </w:pPr>
            <w:r w:rsidRPr="00501E3A">
              <w:t>Throws the JCRE instance of UICCException with the specified reason</w:t>
            </w:r>
          </w:p>
        </w:tc>
        <w:tc>
          <w:tcPr>
            <w:tcW w:w="2339" w:type="dxa"/>
          </w:tcPr>
          <w:p w:rsidR="007E5153" w:rsidRPr="00501E3A" w:rsidRDefault="007E5153">
            <w:pPr>
              <w:pStyle w:val="TAL"/>
              <w:keepNext w:val="0"/>
              <w:keepLines w:val="0"/>
            </w:pPr>
            <w:r w:rsidRPr="00501E3A">
              <w:t>Reason = 1</w:t>
            </w:r>
          </w:p>
        </w:tc>
        <w:tc>
          <w:tcPr>
            <w:tcW w:w="1737" w:type="dxa"/>
          </w:tcPr>
          <w:p w:rsidR="007E5153" w:rsidRPr="00501E3A" w:rsidRDefault="007E5153">
            <w:pPr>
              <w:pStyle w:val="TAL"/>
              <w:keepNext w:val="0"/>
              <w:keepLines w:val="0"/>
            </w:pPr>
          </w:p>
        </w:tc>
      </w:tr>
      <w:tr w:rsidR="007E5153" w:rsidRPr="00501E3A">
        <w:trPr>
          <w:jc w:val="center"/>
        </w:trPr>
        <w:tc>
          <w:tcPr>
            <w:tcW w:w="425" w:type="dxa"/>
          </w:tcPr>
          <w:p w:rsidR="007E5153" w:rsidRPr="00501E3A" w:rsidRDefault="007E5153">
            <w:pPr>
              <w:pStyle w:val="TAC"/>
              <w:keepNext w:val="0"/>
              <w:keepLines w:val="0"/>
            </w:pPr>
            <w:r w:rsidRPr="00501E3A">
              <w:t>3</w:t>
            </w:r>
          </w:p>
        </w:tc>
        <w:tc>
          <w:tcPr>
            <w:tcW w:w="4111" w:type="dxa"/>
          </w:tcPr>
          <w:p w:rsidR="007E5153" w:rsidRPr="00501E3A" w:rsidRDefault="007E5153" w:rsidP="0055309B">
            <w:pPr>
              <w:pStyle w:val="TAL"/>
            </w:pPr>
            <w:r w:rsidRPr="00501E3A">
              <w:t>Throws the JCRE instance of UICCException with the specified reason</w:t>
            </w:r>
          </w:p>
        </w:tc>
        <w:tc>
          <w:tcPr>
            <w:tcW w:w="2339" w:type="dxa"/>
          </w:tcPr>
          <w:p w:rsidR="007E5153" w:rsidRPr="00501E3A" w:rsidRDefault="007E5153">
            <w:pPr>
              <w:pStyle w:val="TAL"/>
              <w:keepNext w:val="0"/>
              <w:keepLines w:val="0"/>
            </w:pPr>
            <w:r w:rsidRPr="00501E3A">
              <w:t>Reason = 0xA55A</w:t>
            </w:r>
          </w:p>
        </w:tc>
        <w:tc>
          <w:tcPr>
            <w:tcW w:w="1737" w:type="dxa"/>
          </w:tcPr>
          <w:p w:rsidR="007E5153" w:rsidRPr="00501E3A" w:rsidRDefault="007E5153">
            <w:pPr>
              <w:pStyle w:val="TAL"/>
              <w:keepNext w:val="0"/>
              <w:keepLines w:val="0"/>
            </w:pPr>
          </w:p>
        </w:tc>
      </w:tr>
      <w:tr w:rsidR="007E5153" w:rsidRPr="00501E3A">
        <w:trPr>
          <w:jc w:val="center"/>
        </w:trPr>
        <w:tc>
          <w:tcPr>
            <w:tcW w:w="425" w:type="dxa"/>
          </w:tcPr>
          <w:p w:rsidR="007E5153" w:rsidRPr="00501E3A" w:rsidRDefault="007E5153">
            <w:pPr>
              <w:pStyle w:val="TAC"/>
              <w:keepNext w:val="0"/>
              <w:keepLines w:val="0"/>
            </w:pPr>
            <w:r w:rsidRPr="00501E3A">
              <w:t>4</w:t>
            </w:r>
          </w:p>
        </w:tc>
        <w:tc>
          <w:tcPr>
            <w:tcW w:w="4111" w:type="dxa"/>
          </w:tcPr>
          <w:p w:rsidR="007E5153" w:rsidRPr="00501E3A" w:rsidRDefault="007E5153" w:rsidP="0055309B">
            <w:pPr>
              <w:pStyle w:val="TAL"/>
            </w:pPr>
            <w:r w:rsidRPr="00501E3A">
              <w:t>UICCException extends javacard.framework.CardRuntimeException</w:t>
            </w:r>
          </w:p>
        </w:tc>
        <w:tc>
          <w:tcPr>
            <w:tcW w:w="2339" w:type="dxa"/>
          </w:tcPr>
          <w:p w:rsidR="007E5153" w:rsidRPr="00501E3A" w:rsidRDefault="007E5153">
            <w:pPr>
              <w:pStyle w:val="TAL"/>
              <w:keepNext w:val="0"/>
              <w:keepLines w:val="0"/>
            </w:pPr>
            <w:r w:rsidRPr="00501E3A">
              <w:t>Reason = 0</w:t>
            </w:r>
          </w:p>
        </w:tc>
        <w:tc>
          <w:tcPr>
            <w:tcW w:w="1737" w:type="dxa"/>
          </w:tcPr>
          <w:p w:rsidR="007E5153" w:rsidRPr="00501E3A" w:rsidRDefault="007E5153">
            <w:pPr>
              <w:pStyle w:val="TAL"/>
              <w:keepNext w:val="0"/>
              <w:keepLines w:val="0"/>
            </w:pPr>
          </w:p>
        </w:tc>
      </w:tr>
      <w:tr w:rsidR="007E5153" w:rsidRPr="00501E3A">
        <w:trPr>
          <w:jc w:val="center"/>
        </w:trPr>
        <w:tc>
          <w:tcPr>
            <w:tcW w:w="425" w:type="dxa"/>
          </w:tcPr>
          <w:p w:rsidR="007E5153" w:rsidRPr="00501E3A" w:rsidRDefault="007E5153">
            <w:pPr>
              <w:pStyle w:val="TAC"/>
              <w:keepNext w:val="0"/>
              <w:keepLines w:val="0"/>
            </w:pPr>
            <w:r w:rsidRPr="00501E3A">
              <w:t>5</w:t>
            </w:r>
          </w:p>
        </w:tc>
        <w:tc>
          <w:tcPr>
            <w:tcW w:w="4111" w:type="dxa"/>
          </w:tcPr>
          <w:p w:rsidR="007E5153" w:rsidRPr="00501E3A" w:rsidRDefault="007E5153" w:rsidP="0055309B">
            <w:pPr>
              <w:pStyle w:val="TAL"/>
            </w:pPr>
            <w:r w:rsidRPr="00501E3A">
              <w:t>UICCException extends javacard.framework.CardRuntimeException</w:t>
            </w:r>
          </w:p>
        </w:tc>
        <w:tc>
          <w:tcPr>
            <w:tcW w:w="2339" w:type="dxa"/>
          </w:tcPr>
          <w:p w:rsidR="007E5153" w:rsidRPr="00501E3A" w:rsidRDefault="007E5153">
            <w:pPr>
              <w:pStyle w:val="TAL"/>
              <w:keepNext w:val="0"/>
              <w:keepLines w:val="0"/>
            </w:pPr>
            <w:r w:rsidRPr="00501E3A">
              <w:t>Reason = 1</w:t>
            </w:r>
          </w:p>
        </w:tc>
        <w:tc>
          <w:tcPr>
            <w:tcW w:w="1737" w:type="dxa"/>
          </w:tcPr>
          <w:p w:rsidR="007E5153" w:rsidRPr="00501E3A" w:rsidRDefault="007E5153">
            <w:pPr>
              <w:pStyle w:val="TAL"/>
              <w:keepNext w:val="0"/>
              <w:keepLines w:val="0"/>
            </w:pPr>
          </w:p>
        </w:tc>
      </w:tr>
      <w:tr w:rsidR="007E5153" w:rsidRPr="00501E3A">
        <w:trPr>
          <w:jc w:val="center"/>
        </w:trPr>
        <w:tc>
          <w:tcPr>
            <w:tcW w:w="425" w:type="dxa"/>
          </w:tcPr>
          <w:p w:rsidR="007E5153" w:rsidRPr="00501E3A" w:rsidRDefault="007E5153">
            <w:pPr>
              <w:pStyle w:val="TAC"/>
              <w:keepNext w:val="0"/>
              <w:keepLines w:val="0"/>
            </w:pPr>
            <w:r w:rsidRPr="00501E3A">
              <w:t>6</w:t>
            </w:r>
          </w:p>
        </w:tc>
        <w:tc>
          <w:tcPr>
            <w:tcW w:w="4111" w:type="dxa"/>
          </w:tcPr>
          <w:p w:rsidR="007E5153" w:rsidRPr="00501E3A" w:rsidRDefault="007E5153" w:rsidP="0055309B">
            <w:pPr>
              <w:pStyle w:val="TAL"/>
            </w:pPr>
            <w:r w:rsidRPr="00501E3A">
              <w:t>UICCException extends javacard.framework.CardRuntimeException</w:t>
            </w:r>
          </w:p>
        </w:tc>
        <w:tc>
          <w:tcPr>
            <w:tcW w:w="2339" w:type="dxa"/>
          </w:tcPr>
          <w:p w:rsidR="007E5153" w:rsidRPr="00501E3A" w:rsidRDefault="007E5153">
            <w:pPr>
              <w:pStyle w:val="TAL"/>
              <w:keepNext w:val="0"/>
              <w:keepLines w:val="0"/>
            </w:pPr>
            <w:r w:rsidRPr="00501E3A">
              <w:t>Reason = 0xA55A</w:t>
            </w:r>
          </w:p>
        </w:tc>
        <w:tc>
          <w:tcPr>
            <w:tcW w:w="1737" w:type="dxa"/>
          </w:tcPr>
          <w:p w:rsidR="007E5153" w:rsidRPr="00501E3A" w:rsidRDefault="007E5153">
            <w:pPr>
              <w:pStyle w:val="TAL"/>
              <w:keepNext w:val="0"/>
              <w:keepLines w:val="0"/>
            </w:pPr>
          </w:p>
        </w:tc>
      </w:tr>
    </w:tbl>
    <w:p w:rsidR="007E5153" w:rsidRPr="00501E3A" w:rsidRDefault="007E5153"/>
    <w:p w:rsidR="007E5153" w:rsidRPr="00501E3A" w:rsidRDefault="007E5153">
      <w:pPr>
        <w:pStyle w:val="Heading4"/>
      </w:pPr>
      <w:r w:rsidRPr="00501E3A">
        <w:t>5.1.4.3</w:t>
      </w:r>
      <w:r w:rsidRPr="00501E3A">
        <w:tab/>
        <w:t>Reason Codes</w:t>
      </w:r>
    </w:p>
    <w:p w:rsidR="007E5153" w:rsidRPr="00501E3A" w:rsidRDefault="007E5153">
      <w:r w:rsidRPr="00501E3A">
        <w:t xml:space="preserve">This part </w:t>
      </w:r>
      <w:r w:rsidR="00576820" w:rsidRPr="00501E3A">
        <w:t>contain</w:t>
      </w:r>
      <w:r w:rsidRPr="00501E3A">
        <w:t xml:space="preserve"> only constant defined for the available reason code. No test </w:t>
      </w:r>
      <w:r w:rsidR="00F4393F" w:rsidRPr="00501E3A">
        <w:t>of constants will be performed.</w:t>
      </w:r>
    </w:p>
    <w:p w:rsidR="007E5153" w:rsidRPr="00501E3A" w:rsidRDefault="007E5153">
      <w:pPr>
        <w:pStyle w:val="Heading3"/>
      </w:pPr>
      <w:r w:rsidRPr="00501E3A">
        <w:t>5.1.5</w:t>
      </w:r>
      <w:r w:rsidRPr="00501E3A">
        <w:tab/>
        <w:t>Contexts</w:t>
      </w:r>
    </w:p>
    <w:p w:rsidR="007E5153" w:rsidRPr="00501E3A" w:rsidRDefault="007E5153">
      <w:pPr>
        <w:pStyle w:val="Heading4"/>
      </w:pPr>
      <w:r w:rsidRPr="00501E3A">
        <w:t>5.1.5.1</w:t>
      </w:r>
      <w:r w:rsidRPr="00501E3A">
        <w:tab/>
        <w:t>Context tests</w:t>
      </w:r>
    </w:p>
    <w:p w:rsidR="007E5153" w:rsidRPr="00501E3A" w:rsidRDefault="007E5153">
      <w:r w:rsidRPr="00501E3A">
        <w:t>Test Area Reference: Api_1_Cont</w:t>
      </w:r>
    </w:p>
    <w:p w:rsidR="007E5153" w:rsidRPr="00501E3A" w:rsidRDefault="007E5153" w:rsidP="00576820">
      <w:pPr>
        <w:pStyle w:val="Heading5"/>
      </w:pPr>
      <w:r w:rsidRPr="00501E3A">
        <w:lastRenderedPageBreak/>
        <w:t>5.1.5.1.1</w:t>
      </w:r>
      <w:r w:rsidRPr="00501E3A">
        <w:tab/>
        <w:t>Confo</w:t>
      </w:r>
      <w:r w:rsidR="00FD4728" w:rsidRPr="00501E3A">
        <w:t>rmance requirement</w:t>
      </w:r>
    </w:p>
    <w:p w:rsidR="007E5153" w:rsidRPr="00501E3A" w:rsidRDefault="007E5153" w:rsidP="00576820">
      <w:pPr>
        <w:pStyle w:val="H6"/>
      </w:pPr>
      <w:r w:rsidRPr="00501E3A">
        <w:t>5.1.5.1.1.1</w:t>
      </w:r>
      <w:r w:rsidRPr="00501E3A">
        <w:tab/>
        <w:t>Normal execution</w:t>
      </w:r>
    </w:p>
    <w:p w:rsidR="007E5153" w:rsidRPr="00501E3A" w:rsidRDefault="007E5153">
      <w:pPr>
        <w:pStyle w:val="B1"/>
        <w:rPr>
          <w:lang w:eastAsia="es-ES"/>
        </w:rPr>
      </w:pPr>
      <w:r w:rsidRPr="00501E3A">
        <w:t>CRRN1: A file (EF, DF or ADF) can be accessed (selected, read, updated, deleted, deactivated, activated, increased, searched, resized) concurrently by different UICC-based applications such as toolkit applications.</w:t>
      </w:r>
    </w:p>
    <w:p w:rsidR="007E5153" w:rsidRPr="00501E3A" w:rsidRDefault="007E5153">
      <w:pPr>
        <w:pStyle w:val="B1"/>
        <w:rPr>
          <w:lang w:eastAsia="es-ES"/>
        </w:rPr>
      </w:pPr>
      <w:r w:rsidRPr="00501E3A">
        <w:t>CRRN2: A file (EF, DF or ADF) created by a FileView can be accessed by other applications and vice versa.</w:t>
      </w:r>
    </w:p>
    <w:p w:rsidR="007E5153" w:rsidRPr="00501E3A" w:rsidRDefault="007E5153">
      <w:pPr>
        <w:pStyle w:val="B1"/>
      </w:pPr>
      <w:r w:rsidRPr="00501E3A">
        <w:t>CRRN3: If a file is indicated as shareable (in the file descriptor byte in the FCP), then applications may perform authorized operations (selected, read, updated, deleted, deactivated, activated, increased, searched, resized, deleted) on the file independently of whether or not the file is the current file of any other application. A consequence is that if changes to a shareable file are permitted by the file's security conditions, then the file can be changed by one application while it is currently selected and bein</w:t>
      </w:r>
      <w:r w:rsidR="00FD4728" w:rsidRPr="00501E3A">
        <w:t>g used by a second application.</w:t>
      </w:r>
    </w:p>
    <w:p w:rsidR="007E5153" w:rsidRPr="00501E3A" w:rsidRDefault="007E5153">
      <w:pPr>
        <w:pStyle w:val="B1"/>
      </w:pPr>
      <w:r w:rsidRPr="00501E3A">
        <w:t>CRRN4: If a file is indicated as non-shareable and is the current file of one application, then another application cannot perform any operation on the file regardless of authorization. A consequence is that an application acquires exclusive access to a not-shareable file by successfully selecting it. Access by any other application, including an attempt to select the file, shall return an error indication.</w:t>
      </w:r>
    </w:p>
    <w:p w:rsidR="007E5153" w:rsidRPr="00501E3A" w:rsidRDefault="007E5153" w:rsidP="00FD4728">
      <w:pPr>
        <w:pStyle w:val="B1"/>
      </w:pPr>
      <w:r w:rsidRPr="00501E3A">
        <w:t>CRRN5: Concurrent access to a file by two executing instances of a single application is considered to be accessed</w:t>
      </w:r>
      <w:r w:rsidR="00FD4728" w:rsidRPr="00501E3A">
        <w:t xml:space="preserve"> by two different applications.</w:t>
      </w:r>
    </w:p>
    <w:p w:rsidR="007E5153" w:rsidRPr="00501E3A" w:rsidRDefault="007E5153">
      <w:pPr>
        <w:pStyle w:val="H6"/>
        <w:keepNext w:val="0"/>
        <w:keepLines w:val="0"/>
      </w:pPr>
      <w:r w:rsidRPr="00501E3A">
        <w:t>5.1.5.1.1.2</w:t>
      </w:r>
      <w:r w:rsidRPr="00501E3A">
        <w:tab/>
        <w:t>Parameter errors</w:t>
      </w:r>
    </w:p>
    <w:p w:rsidR="007E5153" w:rsidRPr="00501E3A" w:rsidRDefault="007E5153">
      <w:r w:rsidRPr="00501E3A">
        <w:t>No requirements.</w:t>
      </w:r>
    </w:p>
    <w:p w:rsidR="007E5153" w:rsidRPr="00501E3A" w:rsidRDefault="007E5153">
      <w:pPr>
        <w:pStyle w:val="H6"/>
        <w:keepNext w:val="0"/>
        <w:keepLines w:val="0"/>
      </w:pPr>
      <w:r w:rsidRPr="00501E3A">
        <w:t>5.1.5.1.1.3</w:t>
      </w:r>
      <w:r w:rsidRPr="00501E3A">
        <w:tab/>
        <w:t>Context errors</w:t>
      </w:r>
    </w:p>
    <w:p w:rsidR="007E5153" w:rsidRPr="00501E3A" w:rsidRDefault="007E5153">
      <w:r w:rsidRPr="00501E3A">
        <w:t>No requirements.</w:t>
      </w:r>
    </w:p>
    <w:p w:rsidR="007E5153" w:rsidRPr="00501E3A" w:rsidRDefault="007E5153" w:rsidP="00FD4728">
      <w:pPr>
        <w:pStyle w:val="Heading5"/>
      </w:pPr>
      <w:r w:rsidRPr="00501E3A">
        <w:t>5.1.5.1.2</w:t>
      </w:r>
      <w:r w:rsidRPr="00501E3A">
        <w:tab/>
        <w:t>Test area files</w:t>
      </w:r>
    </w:p>
    <w:p w:rsidR="007E5153" w:rsidRPr="00501E3A" w:rsidRDefault="00FD4728" w:rsidP="00FD4728">
      <w:pPr>
        <w:pStyle w:val="EX"/>
      </w:pPr>
      <w:r w:rsidRPr="00501E3A">
        <w:t>Test Source:</w:t>
      </w:r>
      <w:r w:rsidRPr="00501E3A">
        <w:tab/>
      </w:r>
      <w:r w:rsidR="007E5153" w:rsidRPr="00501E3A">
        <w:t>Api_1_Cont.java</w:t>
      </w:r>
      <w:r w:rsidRPr="00501E3A">
        <w:t>.</w:t>
      </w:r>
    </w:p>
    <w:p w:rsidR="007E5153" w:rsidRPr="00501E3A" w:rsidRDefault="007E5153" w:rsidP="00FD4728">
      <w:pPr>
        <w:pStyle w:val="EX"/>
      </w:pPr>
      <w:r w:rsidRPr="00501E3A">
        <w:t>Test Applet:</w:t>
      </w:r>
      <w:r w:rsidRPr="00501E3A">
        <w:tab/>
        <w:t>Api_1_Cont _1.java</w:t>
      </w:r>
      <w:r w:rsidR="00FD4728" w:rsidRPr="00501E3A">
        <w:t>.</w:t>
      </w:r>
    </w:p>
    <w:p w:rsidR="007E5153" w:rsidRPr="00501E3A" w:rsidRDefault="007E5153" w:rsidP="00FD4728">
      <w:pPr>
        <w:pStyle w:val="EX"/>
      </w:pPr>
      <w:r w:rsidRPr="00501E3A">
        <w:t>Cap File:</w:t>
      </w:r>
      <w:r w:rsidRPr="00501E3A">
        <w:tab/>
        <w:t>api_1_cont.cap</w:t>
      </w:r>
      <w:r w:rsidR="00FD4728" w:rsidRPr="00501E3A">
        <w:t>.</w:t>
      </w:r>
    </w:p>
    <w:p w:rsidR="007E5153" w:rsidRPr="00501E3A" w:rsidRDefault="007E5153" w:rsidP="00FD4728">
      <w:pPr>
        <w:pStyle w:val="Heading5"/>
      </w:pPr>
      <w:r w:rsidRPr="00501E3A">
        <w:t>5.1.5.1.3</w:t>
      </w:r>
      <w:r w:rsidRPr="00501E3A">
        <w:tab/>
        <w:t>Test coverage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70" w:type="dxa"/>
        </w:tblCellMar>
        <w:tblLook w:val="0000" w:firstRow="0" w:lastRow="0" w:firstColumn="0" w:lastColumn="0" w:noHBand="0" w:noVBand="0"/>
      </w:tblPr>
      <w:tblGrid>
        <w:gridCol w:w="2276"/>
        <w:gridCol w:w="2196"/>
      </w:tblGrid>
      <w:tr w:rsidR="007E5153" w:rsidRPr="00501E3A" w:rsidTr="005121A0">
        <w:trPr>
          <w:jc w:val="center"/>
        </w:trPr>
        <w:tc>
          <w:tcPr>
            <w:tcW w:w="2276" w:type="dxa"/>
          </w:tcPr>
          <w:p w:rsidR="007E5153" w:rsidRPr="00501E3A" w:rsidRDefault="007E5153">
            <w:pPr>
              <w:pStyle w:val="TAH"/>
              <w:keepNext w:val="0"/>
              <w:keepLines w:val="0"/>
            </w:pPr>
            <w:r w:rsidRPr="00501E3A">
              <w:t>CRR number</w:t>
            </w:r>
          </w:p>
        </w:tc>
        <w:tc>
          <w:tcPr>
            <w:tcW w:w="2196" w:type="dxa"/>
          </w:tcPr>
          <w:p w:rsidR="007E5153" w:rsidRPr="00501E3A" w:rsidRDefault="007E5153">
            <w:pPr>
              <w:pStyle w:val="TAH"/>
              <w:keepNext w:val="0"/>
              <w:keepLines w:val="0"/>
            </w:pPr>
            <w:r w:rsidRPr="00501E3A">
              <w:t>Test case number</w:t>
            </w:r>
          </w:p>
        </w:tc>
      </w:tr>
      <w:tr w:rsidR="007E5153" w:rsidRPr="00501E3A" w:rsidTr="005121A0">
        <w:trPr>
          <w:jc w:val="center"/>
        </w:trPr>
        <w:tc>
          <w:tcPr>
            <w:tcW w:w="2276" w:type="dxa"/>
          </w:tcPr>
          <w:p w:rsidR="007E5153" w:rsidRPr="00501E3A" w:rsidRDefault="007E5153">
            <w:pPr>
              <w:pStyle w:val="TAC"/>
              <w:keepNext w:val="0"/>
              <w:keepLines w:val="0"/>
            </w:pPr>
            <w:r w:rsidRPr="00501E3A">
              <w:t>N1</w:t>
            </w:r>
          </w:p>
        </w:tc>
        <w:tc>
          <w:tcPr>
            <w:tcW w:w="2196" w:type="dxa"/>
          </w:tcPr>
          <w:p w:rsidR="007E5153" w:rsidRPr="00501E3A" w:rsidRDefault="007E5153">
            <w:pPr>
              <w:pStyle w:val="TAC"/>
              <w:keepNext w:val="0"/>
              <w:keepLines w:val="0"/>
            </w:pPr>
            <w:r w:rsidRPr="00501E3A">
              <w:t xml:space="preserve">1, 2, 3, 4, 5, 6, 7, 8, 9, 10 </w:t>
            </w:r>
          </w:p>
        </w:tc>
      </w:tr>
      <w:tr w:rsidR="007E5153" w:rsidRPr="00501E3A" w:rsidTr="005121A0">
        <w:trPr>
          <w:jc w:val="center"/>
        </w:trPr>
        <w:tc>
          <w:tcPr>
            <w:tcW w:w="2276" w:type="dxa"/>
          </w:tcPr>
          <w:p w:rsidR="007E5153" w:rsidRPr="00501E3A" w:rsidRDefault="007E5153">
            <w:pPr>
              <w:pStyle w:val="TAC"/>
              <w:keepNext w:val="0"/>
              <w:keepLines w:val="0"/>
            </w:pPr>
            <w:r w:rsidRPr="00501E3A">
              <w:t>N2</w:t>
            </w:r>
          </w:p>
        </w:tc>
        <w:tc>
          <w:tcPr>
            <w:tcW w:w="2196" w:type="dxa"/>
          </w:tcPr>
          <w:p w:rsidR="007E5153" w:rsidRPr="00501E3A" w:rsidRDefault="007E5153">
            <w:pPr>
              <w:pStyle w:val="TAC"/>
              <w:keepNext w:val="0"/>
              <w:keepLines w:val="0"/>
            </w:pPr>
            <w:r w:rsidRPr="00501E3A">
              <w:t>1, 2, 3, 4, 5, 6, 7, 8, 9, 10</w:t>
            </w:r>
          </w:p>
        </w:tc>
      </w:tr>
      <w:tr w:rsidR="007E5153" w:rsidRPr="00501E3A" w:rsidTr="005121A0">
        <w:trPr>
          <w:jc w:val="center"/>
        </w:trPr>
        <w:tc>
          <w:tcPr>
            <w:tcW w:w="2276" w:type="dxa"/>
          </w:tcPr>
          <w:p w:rsidR="007E5153" w:rsidRPr="00501E3A" w:rsidRDefault="007E5153">
            <w:pPr>
              <w:pStyle w:val="TAC"/>
              <w:keepNext w:val="0"/>
              <w:keepLines w:val="0"/>
            </w:pPr>
            <w:r w:rsidRPr="00501E3A">
              <w:t>N3</w:t>
            </w:r>
          </w:p>
        </w:tc>
        <w:tc>
          <w:tcPr>
            <w:tcW w:w="2196" w:type="dxa"/>
          </w:tcPr>
          <w:p w:rsidR="007E5153" w:rsidRPr="00501E3A" w:rsidRDefault="007E5153">
            <w:pPr>
              <w:pStyle w:val="TAC"/>
              <w:keepNext w:val="0"/>
              <w:keepLines w:val="0"/>
            </w:pPr>
            <w:r w:rsidRPr="00501E3A">
              <w:t>1, 2, 3, 4, 5, 6, 7, 8, 9, 10</w:t>
            </w:r>
          </w:p>
        </w:tc>
      </w:tr>
      <w:tr w:rsidR="007E5153" w:rsidRPr="00501E3A" w:rsidTr="005121A0">
        <w:trPr>
          <w:jc w:val="center"/>
        </w:trPr>
        <w:tc>
          <w:tcPr>
            <w:tcW w:w="2276" w:type="dxa"/>
          </w:tcPr>
          <w:p w:rsidR="007E5153" w:rsidRPr="00501E3A" w:rsidRDefault="007E5153">
            <w:pPr>
              <w:pStyle w:val="TAC"/>
              <w:keepNext w:val="0"/>
              <w:keepLines w:val="0"/>
            </w:pPr>
            <w:r w:rsidRPr="00501E3A">
              <w:t>N4</w:t>
            </w:r>
          </w:p>
        </w:tc>
        <w:tc>
          <w:tcPr>
            <w:tcW w:w="2196" w:type="dxa"/>
          </w:tcPr>
          <w:p w:rsidR="007E5153" w:rsidRPr="00501E3A" w:rsidRDefault="007E5153">
            <w:pPr>
              <w:pStyle w:val="TAC"/>
              <w:keepNext w:val="0"/>
              <w:keepLines w:val="0"/>
            </w:pPr>
            <w:r w:rsidRPr="00501E3A">
              <w:t>11, 12, 13, 14, 15, 16</w:t>
            </w:r>
          </w:p>
        </w:tc>
      </w:tr>
      <w:tr w:rsidR="007E5153" w:rsidRPr="00501E3A" w:rsidTr="005121A0">
        <w:trPr>
          <w:jc w:val="center"/>
        </w:trPr>
        <w:tc>
          <w:tcPr>
            <w:tcW w:w="2276" w:type="dxa"/>
          </w:tcPr>
          <w:p w:rsidR="007E5153" w:rsidRPr="00501E3A" w:rsidRDefault="007E5153">
            <w:pPr>
              <w:pStyle w:val="TAC"/>
              <w:keepNext w:val="0"/>
              <w:keepLines w:val="0"/>
            </w:pPr>
            <w:r w:rsidRPr="00501E3A">
              <w:t>N5</w:t>
            </w:r>
          </w:p>
        </w:tc>
        <w:tc>
          <w:tcPr>
            <w:tcW w:w="2196" w:type="dxa"/>
          </w:tcPr>
          <w:p w:rsidR="007E5153" w:rsidRPr="00501E3A" w:rsidRDefault="007E5153">
            <w:pPr>
              <w:pStyle w:val="TAC"/>
              <w:keepNext w:val="0"/>
              <w:keepLines w:val="0"/>
            </w:pPr>
            <w:r w:rsidRPr="00501E3A">
              <w:t>1, 2, 3, 4, 5, 6, 7, 8, 9, 10</w:t>
            </w:r>
          </w:p>
        </w:tc>
      </w:tr>
    </w:tbl>
    <w:p w:rsidR="007E5153" w:rsidRPr="00501E3A" w:rsidRDefault="007E5153" w:rsidP="00FD4728"/>
    <w:p w:rsidR="007E5153" w:rsidRPr="00501E3A" w:rsidRDefault="00FD4728" w:rsidP="00576820">
      <w:pPr>
        <w:pStyle w:val="Heading5"/>
      </w:pPr>
      <w:r w:rsidRPr="00501E3A">
        <w:lastRenderedPageBreak/>
        <w:t>5.1.5.1.4</w:t>
      </w:r>
      <w:r w:rsidRPr="00501E3A">
        <w:tab/>
        <w:t>Test procedure</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5"/>
        <w:gridCol w:w="4111"/>
        <w:gridCol w:w="2911"/>
        <w:gridCol w:w="2334"/>
      </w:tblGrid>
      <w:tr w:rsidR="007E5153" w:rsidRPr="00501E3A" w:rsidTr="00FD4728">
        <w:trPr>
          <w:tblHeader/>
          <w:jc w:val="center"/>
        </w:trPr>
        <w:tc>
          <w:tcPr>
            <w:tcW w:w="425" w:type="dxa"/>
            <w:tcBorders>
              <w:left w:val="single" w:sz="4" w:space="0" w:color="auto"/>
            </w:tcBorders>
          </w:tcPr>
          <w:p w:rsidR="007E5153" w:rsidRPr="00501E3A" w:rsidRDefault="007E5153" w:rsidP="00576820">
            <w:pPr>
              <w:pStyle w:val="TAH"/>
            </w:pPr>
            <w:r w:rsidRPr="00501E3A">
              <w:t>Id</w:t>
            </w:r>
          </w:p>
        </w:tc>
        <w:tc>
          <w:tcPr>
            <w:tcW w:w="4111" w:type="dxa"/>
          </w:tcPr>
          <w:p w:rsidR="007E5153" w:rsidRPr="00501E3A" w:rsidRDefault="007E5153" w:rsidP="00576820">
            <w:pPr>
              <w:pStyle w:val="TAH"/>
            </w:pPr>
            <w:r w:rsidRPr="00501E3A">
              <w:t>Description</w:t>
            </w:r>
          </w:p>
        </w:tc>
        <w:tc>
          <w:tcPr>
            <w:tcW w:w="2911" w:type="dxa"/>
          </w:tcPr>
          <w:p w:rsidR="007E5153" w:rsidRPr="00501E3A" w:rsidRDefault="007E5153" w:rsidP="00576820">
            <w:pPr>
              <w:pStyle w:val="TAH"/>
            </w:pPr>
            <w:r w:rsidRPr="00501E3A">
              <w:t>API Expectation</w:t>
            </w:r>
          </w:p>
        </w:tc>
        <w:tc>
          <w:tcPr>
            <w:tcW w:w="2334" w:type="dxa"/>
          </w:tcPr>
          <w:p w:rsidR="007E5153" w:rsidRPr="00501E3A" w:rsidRDefault="007E5153" w:rsidP="00576820">
            <w:pPr>
              <w:pStyle w:val="TAH"/>
            </w:pPr>
            <w:r w:rsidRPr="00501E3A">
              <w:t>APDU Expectation</w:t>
            </w:r>
          </w:p>
        </w:tc>
      </w:tr>
      <w:tr w:rsidR="007E5153" w:rsidRPr="00501E3A">
        <w:trPr>
          <w:jc w:val="center"/>
        </w:trPr>
        <w:tc>
          <w:tcPr>
            <w:tcW w:w="425" w:type="dxa"/>
            <w:tcBorders>
              <w:left w:val="single" w:sz="4" w:space="0" w:color="auto"/>
            </w:tcBorders>
          </w:tcPr>
          <w:p w:rsidR="007E5153" w:rsidRPr="00501E3A" w:rsidRDefault="007E5153" w:rsidP="00576820">
            <w:pPr>
              <w:pStyle w:val="TAC"/>
            </w:pPr>
            <w:r w:rsidRPr="00501E3A">
              <w:t>0</w:t>
            </w:r>
          </w:p>
        </w:tc>
        <w:tc>
          <w:tcPr>
            <w:tcW w:w="4111" w:type="dxa"/>
          </w:tcPr>
          <w:p w:rsidR="007E5153" w:rsidRPr="00501E3A" w:rsidRDefault="007E5153" w:rsidP="00576820">
            <w:pPr>
              <w:pStyle w:val="TAL"/>
            </w:pPr>
          </w:p>
          <w:p w:rsidR="007E5153" w:rsidRPr="00501E3A" w:rsidRDefault="007E5153" w:rsidP="00576820">
            <w:pPr>
              <w:pStyle w:val="PL"/>
              <w:keepNext/>
              <w:keepLines/>
              <w:rPr>
                <w:noProof w:val="0"/>
              </w:rPr>
            </w:pPr>
            <w:r w:rsidRPr="00501E3A">
              <w:rPr>
                <w:noProof w:val="0"/>
              </w:rPr>
              <w:t xml:space="preserve">1- Select  DF </w:t>
            </w:r>
            <w:r w:rsidRPr="00501E3A">
              <w:rPr>
                <w:noProof w:val="0"/>
                <w:vertAlign w:val="subscript"/>
              </w:rPr>
              <w:t>TELECOM</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2- Trigger applet</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3- Applet gets object UICCFileView1 using getTheUICCView()</w:t>
            </w:r>
          </w:p>
          <w:p w:rsidR="007E5153" w:rsidRPr="00501E3A" w:rsidRDefault="007E5153" w:rsidP="00576820">
            <w:pPr>
              <w:pStyle w:val="PL"/>
              <w:keepNext/>
              <w:keepLines/>
              <w:rPr>
                <w:noProof w:val="0"/>
              </w:rPr>
            </w:pPr>
            <w:r w:rsidRPr="00501E3A">
              <w:rPr>
                <w:noProof w:val="0"/>
              </w:rPr>
              <w:t>4- Applet gets object UICCFileView2 using getTheUICCView()</w:t>
            </w:r>
          </w:p>
          <w:p w:rsidR="007E5153" w:rsidRPr="00501E3A" w:rsidRDefault="007E5153" w:rsidP="00576820">
            <w:pPr>
              <w:pStyle w:val="PL"/>
              <w:keepNext/>
              <w:keepLines/>
              <w:rPr>
                <w:noProof w:val="0"/>
              </w:rPr>
            </w:pPr>
            <w:r w:rsidRPr="00501E3A">
              <w:rPr>
                <w:noProof w:val="0"/>
              </w:rPr>
              <w:t>5- Applet gets object ADF1FileView1 using getTheFileView()</w:t>
            </w:r>
          </w:p>
          <w:p w:rsidR="007E5153" w:rsidRPr="00501E3A" w:rsidRDefault="007E5153" w:rsidP="00576820">
            <w:pPr>
              <w:pStyle w:val="PL"/>
              <w:keepNext/>
              <w:keepLines/>
              <w:rPr>
                <w:noProof w:val="0"/>
              </w:rPr>
            </w:pPr>
            <w:r w:rsidRPr="00501E3A">
              <w:rPr>
                <w:noProof w:val="0"/>
              </w:rPr>
              <w:t>6- Applet gets object ADF1FileView2 using getTheFileView()</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7- Applet gets object UICCAdminFileView1 using getTheUICCAdminFileView ()</w:t>
            </w:r>
          </w:p>
          <w:p w:rsidR="007E5153" w:rsidRPr="00501E3A" w:rsidRDefault="007E5153" w:rsidP="00576820">
            <w:pPr>
              <w:pStyle w:val="PL"/>
              <w:keepNext/>
              <w:keepLines/>
              <w:rPr>
                <w:noProof w:val="0"/>
              </w:rPr>
            </w:pPr>
            <w:r w:rsidRPr="00501E3A">
              <w:rPr>
                <w:noProof w:val="0"/>
              </w:rPr>
              <w:t>8- Applet gets object UICCAdminFileView2 using getTheUICCAdminFileView ()</w:t>
            </w:r>
          </w:p>
          <w:p w:rsidR="007E5153" w:rsidRPr="00501E3A" w:rsidRDefault="007E5153" w:rsidP="00576820">
            <w:pPr>
              <w:pStyle w:val="PL"/>
              <w:keepNext/>
              <w:keepLines/>
              <w:rPr>
                <w:noProof w:val="0"/>
              </w:rPr>
            </w:pPr>
            <w:r w:rsidRPr="00501E3A">
              <w:rPr>
                <w:noProof w:val="0"/>
              </w:rPr>
              <w:t>9- Applet gets object ADF1AdminFileView1 using getTheAdminFileView ()</w:t>
            </w:r>
          </w:p>
          <w:p w:rsidR="007E5153" w:rsidRPr="00501E3A" w:rsidRDefault="007E5153" w:rsidP="00576820">
            <w:pPr>
              <w:pStyle w:val="PL"/>
              <w:keepNext/>
              <w:keepLines/>
              <w:rPr>
                <w:noProof w:val="0"/>
              </w:rPr>
            </w:pPr>
            <w:r w:rsidRPr="00501E3A">
              <w:rPr>
                <w:noProof w:val="0"/>
              </w:rPr>
              <w:t>10- Applet gets object ADF1AdminFileVie</w:t>
            </w:r>
            <w:r w:rsidR="00FD4728" w:rsidRPr="00501E3A">
              <w:rPr>
                <w:noProof w:val="0"/>
              </w:rPr>
              <w:t>w2 using getTheAdminFileView ()</w:t>
            </w:r>
          </w:p>
        </w:tc>
        <w:tc>
          <w:tcPr>
            <w:tcW w:w="2911" w:type="dxa"/>
          </w:tcPr>
          <w:p w:rsidR="007E5153" w:rsidRPr="00501E3A" w:rsidRDefault="007E5153" w:rsidP="00576820">
            <w:pPr>
              <w:pStyle w:val="TAL"/>
            </w:pPr>
          </w:p>
        </w:tc>
        <w:tc>
          <w:tcPr>
            <w:tcW w:w="2334" w:type="dxa"/>
          </w:tcPr>
          <w:p w:rsidR="007E5153" w:rsidRPr="00501E3A" w:rsidRDefault="007E5153" w:rsidP="00576820">
            <w:pPr>
              <w:pStyle w:val="TAL"/>
            </w:pPr>
          </w:p>
        </w:tc>
      </w:tr>
      <w:tr w:rsidR="007E5153" w:rsidRPr="00501E3A">
        <w:trPr>
          <w:jc w:val="center"/>
        </w:trPr>
        <w:tc>
          <w:tcPr>
            <w:tcW w:w="425" w:type="dxa"/>
            <w:tcBorders>
              <w:left w:val="single" w:sz="4" w:space="0" w:color="auto"/>
            </w:tcBorders>
          </w:tcPr>
          <w:p w:rsidR="007E5153" w:rsidRPr="00501E3A" w:rsidRDefault="007E5153" w:rsidP="00576820">
            <w:pPr>
              <w:pStyle w:val="TAC"/>
              <w:keepNext w:val="0"/>
              <w:keepLines w:val="0"/>
            </w:pPr>
            <w:r w:rsidRPr="00501E3A">
              <w:t>1</w:t>
            </w:r>
          </w:p>
        </w:tc>
        <w:tc>
          <w:tcPr>
            <w:tcW w:w="4111" w:type="dxa"/>
          </w:tcPr>
          <w:p w:rsidR="007E5153" w:rsidRPr="00501E3A" w:rsidRDefault="007E5153" w:rsidP="00576820">
            <w:pPr>
              <w:pStyle w:val="TAH"/>
              <w:keepNext w:val="0"/>
              <w:keepLines w:val="0"/>
            </w:pPr>
            <w:r w:rsidRPr="00501E3A">
              <w:t>Select and status</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UICCFileView1.select() DF</w:t>
            </w:r>
            <w:r w:rsidRPr="00501E3A">
              <w:rPr>
                <w:noProof w:val="0"/>
                <w:vertAlign w:val="subscript"/>
              </w:rPr>
              <w:t>TEST,</w:t>
            </w:r>
          </w:p>
          <w:p w:rsidR="007E5153" w:rsidRPr="00501E3A" w:rsidRDefault="007E5153" w:rsidP="00576820">
            <w:pPr>
              <w:pStyle w:val="PL"/>
              <w:rPr>
                <w:noProof w:val="0"/>
              </w:rPr>
            </w:pPr>
            <w:r w:rsidRPr="00501E3A">
              <w:rPr>
                <w:noProof w:val="0"/>
              </w:rPr>
              <w:t>UICCFileView1.select() EF</w:t>
            </w:r>
            <w:r w:rsidRPr="00501E3A">
              <w:rPr>
                <w:noProof w:val="0"/>
                <w:vertAlign w:val="subscript"/>
              </w:rPr>
              <w:t>TARU,</w:t>
            </w:r>
          </w:p>
          <w:p w:rsidR="007E5153" w:rsidRPr="00501E3A" w:rsidRDefault="007E5153" w:rsidP="00576820">
            <w:pPr>
              <w:pStyle w:val="PL"/>
              <w:rPr>
                <w:noProof w:val="0"/>
              </w:rPr>
            </w:pPr>
            <w:r w:rsidRPr="00501E3A">
              <w:rPr>
                <w:noProof w:val="0"/>
              </w:rPr>
              <w:t xml:space="preserve">2- UICCFileView1.select() ADF1 </w:t>
            </w:r>
          </w:p>
          <w:p w:rsidR="007E5153" w:rsidRPr="00501E3A" w:rsidRDefault="007E5153" w:rsidP="00576820">
            <w:pPr>
              <w:pStyle w:val="PL"/>
              <w:rPr>
                <w:noProof w:val="0"/>
              </w:rPr>
            </w:pPr>
          </w:p>
          <w:p w:rsidR="007E5153" w:rsidRPr="00501E3A" w:rsidRDefault="007E5153" w:rsidP="00576820">
            <w:pPr>
              <w:pStyle w:val="PL"/>
              <w:rPr>
                <w:noProof w:val="0"/>
                <w:vertAlign w:val="subscript"/>
              </w:rPr>
            </w:pPr>
          </w:p>
          <w:p w:rsidR="007E5153" w:rsidRPr="00501E3A" w:rsidRDefault="007E5153" w:rsidP="00576820">
            <w:pPr>
              <w:pStyle w:val="PL"/>
              <w:rPr>
                <w:noProof w:val="0"/>
              </w:rPr>
            </w:pPr>
            <w:r w:rsidRPr="00501E3A">
              <w:rPr>
                <w:noProof w:val="0"/>
              </w:rPr>
              <w:t>3- UICCFileView2.select() EF</w:t>
            </w:r>
            <w:r w:rsidRPr="00501E3A">
              <w:rPr>
                <w:noProof w:val="0"/>
                <w:vertAlign w:val="subscript"/>
              </w:rPr>
              <w:t>UICC,</w:t>
            </w:r>
          </w:p>
          <w:p w:rsidR="007E5153" w:rsidRPr="00501E3A" w:rsidRDefault="007E5153" w:rsidP="00576820">
            <w:pPr>
              <w:pStyle w:val="PL"/>
              <w:rPr>
                <w:noProof w:val="0"/>
              </w:rPr>
            </w:pPr>
            <w:r w:rsidRPr="00501E3A">
              <w:rPr>
                <w:noProof w:val="0"/>
              </w:rPr>
              <w:t>4- UICCFileView2.select() ADF1</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5- ADF1FileView1.select() DF</w:t>
            </w:r>
            <w:r w:rsidRPr="00501E3A">
              <w:rPr>
                <w:noProof w:val="0"/>
                <w:vertAlign w:val="subscript"/>
              </w:rPr>
              <w:t>TELECOM,</w:t>
            </w:r>
          </w:p>
          <w:p w:rsidR="007E5153" w:rsidRPr="00501E3A" w:rsidRDefault="007E5153" w:rsidP="00576820">
            <w:pPr>
              <w:pStyle w:val="PL"/>
              <w:rPr>
                <w:noProof w:val="0"/>
              </w:rPr>
            </w:pPr>
            <w:r w:rsidRPr="00501E3A">
              <w:rPr>
                <w:noProof w:val="0"/>
              </w:rPr>
              <w:t>6- ADF1FileView1.select() MF</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7- ADF1FileView2.select() DF</w:t>
            </w:r>
            <w:r w:rsidRPr="00501E3A">
              <w:rPr>
                <w:noProof w:val="0"/>
                <w:vertAlign w:val="subscript"/>
              </w:rPr>
              <w:t>TEST,</w:t>
            </w:r>
          </w:p>
          <w:p w:rsidR="007E5153" w:rsidRPr="00501E3A" w:rsidRDefault="007E5153" w:rsidP="00576820">
            <w:pPr>
              <w:pStyle w:val="PL"/>
              <w:rPr>
                <w:noProof w:val="0"/>
              </w:rPr>
            </w:pPr>
            <w:r w:rsidRPr="00501E3A">
              <w:rPr>
                <w:noProof w:val="0"/>
              </w:rPr>
              <w:t>ADF1FileView2.select() DF</w:t>
            </w:r>
            <w:r w:rsidRPr="00501E3A">
              <w:rPr>
                <w:noProof w:val="0"/>
                <w:vertAlign w:val="subscript"/>
              </w:rPr>
              <w:t>SUB_TEST</w:t>
            </w:r>
          </w:p>
          <w:p w:rsidR="007E5153" w:rsidRPr="00501E3A" w:rsidRDefault="007E5153" w:rsidP="00576820">
            <w:pPr>
              <w:pStyle w:val="PL"/>
              <w:rPr>
                <w:noProof w:val="0"/>
              </w:rPr>
            </w:pPr>
            <w:r w:rsidRPr="00501E3A">
              <w:rPr>
                <w:noProof w:val="0"/>
              </w:rPr>
              <w:t>8- ADF1FileView2.select() MF</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9- UICCFileView1.status()</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10- UICCFileView2. status()</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11- ADF1FileView1. status()</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12- ADF1FileView2. status()</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13- Status </w:t>
            </w:r>
          </w:p>
          <w:p w:rsidR="007E5153" w:rsidRPr="00501E3A" w:rsidRDefault="007E5153" w:rsidP="00576820">
            <w:pPr>
              <w:pStyle w:val="TAL"/>
              <w:keepNext w:val="0"/>
              <w:keepLines w:val="0"/>
            </w:pPr>
          </w:p>
        </w:tc>
        <w:tc>
          <w:tcPr>
            <w:tcW w:w="2911"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 UICCException.FILE_NOT_FOUND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4- UICCException.FILE_NOT_FOUND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6- UICCException.FILE_NOT_FOUND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8- UICCException.FILE_NOT_FOUND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9- FCP corresponding to DF</w:t>
            </w:r>
            <w:r w:rsidRPr="00501E3A">
              <w:rPr>
                <w:vertAlign w:val="subscript"/>
              </w:rPr>
              <w:t>TEST</w:t>
            </w:r>
            <w:r w:rsidRPr="00501E3A">
              <w:t xml:space="preserve"> (under MF) is returned</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10- FCP corresponding to MF is returned</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11- FCP corresponding to DF</w:t>
            </w:r>
            <w:r w:rsidRPr="00501E3A">
              <w:rPr>
                <w:vertAlign w:val="subscript"/>
              </w:rPr>
              <w:t>TELECOM</w:t>
            </w:r>
            <w:r w:rsidRPr="00501E3A">
              <w:t xml:space="preserve"> (under ADF1) is returned</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12- FCP corresponding to DF</w:t>
            </w:r>
            <w:r w:rsidRPr="00501E3A">
              <w:rPr>
                <w:vertAlign w:val="subscript"/>
              </w:rPr>
              <w:t>SUB_TEST</w:t>
            </w:r>
            <w:r w:rsidRPr="00501E3A">
              <w:t xml:space="preserve"> (under ADF1) is returned</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Applet finalizes</w:t>
            </w:r>
          </w:p>
          <w:p w:rsidR="007E5153" w:rsidRPr="00501E3A" w:rsidRDefault="007E5153" w:rsidP="00576820">
            <w:pPr>
              <w:pStyle w:val="TAL"/>
              <w:keepNext w:val="0"/>
              <w:keepLines w:val="0"/>
            </w:pPr>
          </w:p>
        </w:tc>
        <w:tc>
          <w:tcPr>
            <w:tcW w:w="2334"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 xml:space="preserve">13- FCP corresponding to DF </w:t>
            </w:r>
            <w:r w:rsidRPr="00501E3A">
              <w:rPr>
                <w:vertAlign w:val="subscript"/>
              </w:rPr>
              <w:t xml:space="preserve">TELECOM </w:t>
            </w:r>
            <w:r w:rsidRPr="00501E3A">
              <w:t xml:space="preserve"> (under MF) is returned </w:t>
            </w:r>
          </w:p>
        </w:tc>
      </w:tr>
      <w:tr w:rsidR="007E5153" w:rsidRPr="00501E3A">
        <w:trPr>
          <w:jc w:val="center"/>
        </w:trPr>
        <w:tc>
          <w:tcPr>
            <w:tcW w:w="425" w:type="dxa"/>
            <w:tcBorders>
              <w:left w:val="single" w:sz="4" w:space="0" w:color="auto"/>
            </w:tcBorders>
          </w:tcPr>
          <w:p w:rsidR="007E5153" w:rsidRPr="00501E3A" w:rsidRDefault="007E5153" w:rsidP="00576820">
            <w:pPr>
              <w:pStyle w:val="TAC"/>
            </w:pPr>
            <w:r w:rsidRPr="00501E3A">
              <w:lastRenderedPageBreak/>
              <w:t>2</w:t>
            </w:r>
          </w:p>
        </w:tc>
        <w:tc>
          <w:tcPr>
            <w:tcW w:w="4111" w:type="dxa"/>
          </w:tcPr>
          <w:p w:rsidR="007E5153" w:rsidRPr="00501E3A" w:rsidRDefault="007E5153" w:rsidP="00576820">
            <w:pPr>
              <w:pStyle w:val="TAH"/>
            </w:pPr>
            <w:r w:rsidRPr="00501E3A">
              <w:t>Select SFI</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1- UICCFileView1.select() DF</w:t>
            </w:r>
            <w:r w:rsidRPr="00501E3A">
              <w:rPr>
                <w:noProof w:val="0"/>
                <w:vertAlign w:val="subscript"/>
              </w:rPr>
              <w:t>TEST,</w:t>
            </w:r>
          </w:p>
          <w:p w:rsidR="007E5153" w:rsidRPr="00501E3A" w:rsidRDefault="007E5153" w:rsidP="00576820">
            <w:pPr>
              <w:pStyle w:val="PL"/>
              <w:keepNext/>
              <w:keepLines/>
              <w:rPr>
                <w:noProof w:val="0"/>
              </w:rPr>
            </w:pPr>
            <w:r w:rsidRPr="00501E3A">
              <w:rPr>
                <w:noProof w:val="0"/>
              </w:rPr>
              <w:t>UICCFileView1.select() EF</w:t>
            </w:r>
            <w:r w:rsidRPr="00501E3A">
              <w:rPr>
                <w:noProof w:val="0"/>
                <w:vertAlign w:val="subscript"/>
              </w:rPr>
              <w:t xml:space="preserve">TNR </w:t>
            </w:r>
            <w:r w:rsidRPr="00501E3A">
              <w:rPr>
                <w:noProof w:val="0"/>
              </w:rPr>
              <w:t>with SFI 01,</w:t>
            </w:r>
          </w:p>
          <w:p w:rsidR="007E5153" w:rsidRPr="00501E3A" w:rsidRDefault="007E5153" w:rsidP="00576820">
            <w:pPr>
              <w:pStyle w:val="PL"/>
              <w:keepNext/>
              <w:keepLines/>
              <w:rPr>
                <w:noProof w:val="0"/>
              </w:rPr>
            </w:pPr>
            <w:r w:rsidRPr="00501E3A">
              <w:rPr>
                <w:noProof w:val="0"/>
              </w:rPr>
              <w:t>UICCFileView1.deactivate()</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2- UICCFileView1.select() SFI 06</w:t>
            </w:r>
          </w:p>
          <w:p w:rsidR="007E5153" w:rsidRPr="00501E3A" w:rsidRDefault="007E5153" w:rsidP="00576820">
            <w:pPr>
              <w:pStyle w:val="PL"/>
              <w:keepNext/>
              <w:keepLines/>
              <w:rPr>
                <w:noProof w:val="0"/>
                <w:vertAlign w:val="subscript"/>
              </w:rPr>
            </w:pPr>
          </w:p>
          <w:p w:rsidR="007E5153" w:rsidRPr="00501E3A" w:rsidRDefault="007E5153" w:rsidP="00576820">
            <w:pPr>
              <w:pStyle w:val="PL"/>
              <w:keepNext/>
              <w:keepLines/>
              <w:rPr>
                <w:noProof w:val="0"/>
                <w:vertAlign w:val="subscript"/>
              </w:rPr>
            </w:pPr>
          </w:p>
          <w:p w:rsidR="007E5153" w:rsidRPr="00501E3A" w:rsidRDefault="007E5153" w:rsidP="00576820">
            <w:pPr>
              <w:pStyle w:val="PL"/>
              <w:keepNext/>
              <w:keepLines/>
              <w:rPr>
                <w:noProof w:val="0"/>
              </w:rPr>
            </w:pPr>
            <w:r w:rsidRPr="00501E3A">
              <w:rPr>
                <w:noProof w:val="0"/>
              </w:rPr>
              <w:t>3- UICCFileView2.select() DF</w:t>
            </w:r>
            <w:r w:rsidRPr="00501E3A">
              <w:rPr>
                <w:noProof w:val="0"/>
                <w:vertAlign w:val="subscript"/>
              </w:rPr>
              <w:t>TEST,</w:t>
            </w:r>
          </w:p>
          <w:p w:rsidR="007E5153" w:rsidRPr="00501E3A" w:rsidRDefault="007E5153" w:rsidP="00576820">
            <w:pPr>
              <w:pStyle w:val="PL"/>
              <w:keepNext/>
              <w:keepLines/>
              <w:rPr>
                <w:noProof w:val="0"/>
              </w:rPr>
            </w:pPr>
            <w:r w:rsidRPr="00501E3A">
              <w:rPr>
                <w:noProof w:val="0"/>
              </w:rPr>
              <w:t>UICCFileView2.select() EF</w:t>
            </w:r>
            <w:r w:rsidRPr="00501E3A">
              <w:rPr>
                <w:noProof w:val="0"/>
                <w:vertAlign w:val="subscript"/>
              </w:rPr>
              <w:t xml:space="preserve">TARU </w:t>
            </w:r>
            <w:r w:rsidRPr="00501E3A">
              <w:rPr>
                <w:noProof w:val="0"/>
              </w:rPr>
              <w:t>with SFI 03,</w:t>
            </w:r>
          </w:p>
          <w:p w:rsidR="007E5153" w:rsidRPr="00501E3A" w:rsidRDefault="007E5153" w:rsidP="00576820">
            <w:pPr>
              <w:pStyle w:val="PL"/>
              <w:keepNext/>
              <w:keepLines/>
              <w:rPr>
                <w:noProof w:val="0"/>
              </w:rPr>
            </w:pPr>
            <w:r w:rsidRPr="00501E3A">
              <w:rPr>
                <w:noProof w:val="0"/>
              </w:rPr>
              <w:t>UICCFileView2.updateBinary() 01 01</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4- UICCFileView2.select() SFI 08</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5- ADF1FileView1.select() DF</w:t>
            </w:r>
            <w:r w:rsidRPr="00501E3A">
              <w:rPr>
                <w:noProof w:val="0"/>
                <w:vertAlign w:val="subscript"/>
              </w:rPr>
              <w:t>TEST,</w:t>
            </w:r>
          </w:p>
          <w:p w:rsidR="007E5153" w:rsidRPr="00501E3A" w:rsidRDefault="007E5153" w:rsidP="00576820">
            <w:pPr>
              <w:pStyle w:val="PL"/>
              <w:keepNext/>
              <w:keepLines/>
              <w:rPr>
                <w:noProof w:val="0"/>
              </w:rPr>
            </w:pPr>
            <w:r w:rsidRPr="00501E3A">
              <w:rPr>
                <w:noProof w:val="0"/>
              </w:rPr>
              <w:t>ADF1FileView1. select() EF</w:t>
            </w:r>
            <w:r w:rsidRPr="00501E3A">
              <w:rPr>
                <w:noProof w:val="0"/>
                <w:vertAlign w:val="subscript"/>
              </w:rPr>
              <w:t xml:space="preserve">CNR </w:t>
            </w:r>
            <w:r w:rsidRPr="00501E3A">
              <w:rPr>
                <w:noProof w:val="0"/>
              </w:rPr>
              <w:t>with SFI 04,</w:t>
            </w:r>
          </w:p>
          <w:p w:rsidR="007E5153" w:rsidRPr="00501E3A" w:rsidRDefault="007E5153" w:rsidP="00576820">
            <w:pPr>
              <w:pStyle w:val="PL"/>
              <w:keepNext/>
              <w:keepLines/>
              <w:rPr>
                <w:noProof w:val="0"/>
              </w:rPr>
            </w:pPr>
            <w:r w:rsidRPr="00501E3A">
              <w:rPr>
                <w:noProof w:val="0"/>
              </w:rPr>
              <w:t>ADF1FileView1.deactivate()</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6- ADF1FileView1.select() SFI 06</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7- ADF1FileView2.select() DF</w:t>
            </w:r>
            <w:r w:rsidRPr="00501E3A">
              <w:rPr>
                <w:noProof w:val="0"/>
                <w:vertAlign w:val="subscript"/>
              </w:rPr>
              <w:t>TEST,</w:t>
            </w:r>
          </w:p>
          <w:p w:rsidR="007E5153" w:rsidRPr="00501E3A" w:rsidRDefault="007E5153" w:rsidP="00576820">
            <w:pPr>
              <w:pStyle w:val="PL"/>
              <w:keepNext/>
              <w:keepLines/>
              <w:rPr>
                <w:noProof w:val="0"/>
              </w:rPr>
            </w:pPr>
            <w:r w:rsidRPr="00501E3A">
              <w:rPr>
                <w:noProof w:val="0"/>
              </w:rPr>
              <w:t>ADF1FileView2.select() EF</w:t>
            </w:r>
            <w:r w:rsidRPr="00501E3A">
              <w:rPr>
                <w:noProof w:val="0"/>
                <w:vertAlign w:val="subscript"/>
              </w:rPr>
              <w:t xml:space="preserve">TARU </w:t>
            </w:r>
            <w:r w:rsidRPr="00501E3A">
              <w:rPr>
                <w:noProof w:val="0"/>
              </w:rPr>
              <w:t>with SFI 03,</w:t>
            </w:r>
          </w:p>
          <w:p w:rsidR="007E5153" w:rsidRPr="00501E3A" w:rsidRDefault="007E5153" w:rsidP="00576820">
            <w:pPr>
              <w:pStyle w:val="PL"/>
              <w:keepNext/>
              <w:keepLines/>
              <w:rPr>
                <w:noProof w:val="0"/>
              </w:rPr>
            </w:pPr>
            <w:r w:rsidRPr="00501E3A">
              <w:rPr>
                <w:noProof w:val="0"/>
              </w:rPr>
              <w:t>ADF1FileView2.updateBinary() 02 02</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r w:rsidRPr="00501E3A">
              <w:rPr>
                <w:noProof w:val="0"/>
              </w:rPr>
              <w:t>8- ADF1FileView2.select() SFI 08</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vertAlign w:val="subscript"/>
              </w:rPr>
            </w:pPr>
            <w:r w:rsidRPr="00501E3A">
              <w:rPr>
                <w:noProof w:val="0"/>
              </w:rPr>
              <w:t xml:space="preserve">9- select DF </w:t>
            </w:r>
            <w:r w:rsidRPr="00501E3A">
              <w:rPr>
                <w:noProof w:val="0"/>
                <w:vertAlign w:val="subscript"/>
              </w:rPr>
              <w:t>TEST</w:t>
            </w:r>
            <w:r w:rsidRPr="00501E3A">
              <w:rPr>
                <w:noProof w:val="0"/>
              </w:rPr>
              <w:t>, select EF</w:t>
            </w:r>
            <w:r w:rsidRPr="00501E3A">
              <w:rPr>
                <w:noProof w:val="0"/>
                <w:vertAlign w:val="subscript"/>
              </w:rPr>
              <w:t>TNR</w:t>
            </w:r>
          </w:p>
          <w:p w:rsidR="007E5153" w:rsidRPr="00501E3A" w:rsidRDefault="007E5153" w:rsidP="00576820">
            <w:pPr>
              <w:pStyle w:val="PL"/>
              <w:keepNext/>
              <w:keepLines/>
              <w:rPr>
                <w:noProof w:val="0"/>
              </w:rPr>
            </w:pPr>
            <w:r w:rsidRPr="00501E3A">
              <w:rPr>
                <w:noProof w:val="0"/>
              </w:rPr>
              <w:t xml:space="preserve">10- activate </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vertAlign w:val="subscript"/>
              </w:rPr>
            </w:pPr>
            <w:r w:rsidRPr="00501E3A">
              <w:rPr>
                <w:noProof w:val="0"/>
              </w:rPr>
              <w:t xml:space="preserve">11- select DF </w:t>
            </w:r>
            <w:r w:rsidRPr="00501E3A">
              <w:rPr>
                <w:noProof w:val="0"/>
                <w:vertAlign w:val="subscript"/>
              </w:rPr>
              <w:t>TEST</w:t>
            </w:r>
            <w:r w:rsidRPr="00501E3A">
              <w:rPr>
                <w:noProof w:val="0"/>
              </w:rPr>
              <w:t>, select EF</w:t>
            </w:r>
            <w:r w:rsidRPr="00501E3A">
              <w:rPr>
                <w:noProof w:val="0"/>
                <w:vertAlign w:val="subscript"/>
              </w:rPr>
              <w:t xml:space="preserve">TARU </w:t>
            </w:r>
          </w:p>
          <w:p w:rsidR="007E5153" w:rsidRPr="00501E3A" w:rsidRDefault="007E5153" w:rsidP="00576820">
            <w:pPr>
              <w:pStyle w:val="PL"/>
              <w:keepNext/>
              <w:keepLines/>
              <w:rPr>
                <w:noProof w:val="0"/>
              </w:rPr>
            </w:pPr>
            <w:r w:rsidRPr="00501E3A">
              <w:rPr>
                <w:noProof w:val="0"/>
              </w:rPr>
              <w:t xml:space="preserve">12- readBinary </w:t>
            </w:r>
          </w:p>
          <w:p w:rsidR="007E5153" w:rsidRPr="00501E3A" w:rsidRDefault="007E5153" w:rsidP="00576820">
            <w:pPr>
              <w:pStyle w:val="PL"/>
              <w:keepNext/>
              <w:keepLines/>
              <w:rPr>
                <w:noProof w:val="0"/>
              </w:rPr>
            </w:pPr>
            <w:r w:rsidRPr="00501E3A">
              <w:rPr>
                <w:noProof w:val="0"/>
              </w:rPr>
              <w:t>13- updateBInary FF FF FF…</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vertAlign w:val="subscript"/>
              </w:rPr>
            </w:pPr>
            <w:r w:rsidRPr="00501E3A">
              <w:rPr>
                <w:noProof w:val="0"/>
              </w:rPr>
              <w:t xml:space="preserve">14- select AID of ADF1, select DF </w:t>
            </w:r>
            <w:r w:rsidRPr="00501E3A">
              <w:rPr>
                <w:noProof w:val="0"/>
                <w:vertAlign w:val="subscript"/>
              </w:rPr>
              <w:t>TEST</w:t>
            </w:r>
            <w:r w:rsidRPr="00501E3A">
              <w:rPr>
                <w:noProof w:val="0"/>
              </w:rPr>
              <w:t>, select EF</w:t>
            </w:r>
            <w:r w:rsidRPr="00501E3A">
              <w:rPr>
                <w:noProof w:val="0"/>
                <w:vertAlign w:val="subscript"/>
              </w:rPr>
              <w:t>CNR</w:t>
            </w:r>
          </w:p>
          <w:p w:rsidR="007E5153" w:rsidRPr="00501E3A" w:rsidRDefault="007E5153" w:rsidP="00576820">
            <w:pPr>
              <w:pStyle w:val="PL"/>
              <w:keepNext/>
              <w:keepLines/>
              <w:rPr>
                <w:noProof w:val="0"/>
              </w:rPr>
            </w:pPr>
            <w:r w:rsidRPr="00501E3A">
              <w:rPr>
                <w:noProof w:val="0"/>
              </w:rPr>
              <w:t xml:space="preserve">15- activate </w:t>
            </w:r>
          </w:p>
          <w:p w:rsidR="007E5153" w:rsidRPr="00501E3A" w:rsidRDefault="007E5153" w:rsidP="00576820">
            <w:pPr>
              <w:pStyle w:val="PL"/>
              <w:keepNext/>
              <w:keepLines/>
              <w:rPr>
                <w:noProof w:val="0"/>
              </w:rPr>
            </w:pPr>
          </w:p>
          <w:p w:rsidR="007E5153" w:rsidRPr="00501E3A" w:rsidRDefault="007E5153" w:rsidP="00576820">
            <w:pPr>
              <w:pStyle w:val="PL"/>
              <w:keepNext/>
              <w:keepLines/>
              <w:rPr>
                <w:noProof w:val="0"/>
                <w:vertAlign w:val="subscript"/>
              </w:rPr>
            </w:pPr>
            <w:r w:rsidRPr="00501E3A">
              <w:rPr>
                <w:noProof w:val="0"/>
              </w:rPr>
              <w:t>16- select EF</w:t>
            </w:r>
            <w:r w:rsidRPr="00501E3A">
              <w:rPr>
                <w:noProof w:val="0"/>
                <w:vertAlign w:val="subscript"/>
              </w:rPr>
              <w:t>TARU</w:t>
            </w:r>
            <w:r w:rsidRPr="00501E3A">
              <w:rPr>
                <w:noProof w:val="0"/>
              </w:rPr>
              <w:t>,</w:t>
            </w:r>
            <w:r w:rsidRPr="00501E3A">
              <w:rPr>
                <w:noProof w:val="0"/>
                <w:vertAlign w:val="subscript"/>
              </w:rPr>
              <w:t xml:space="preserve"> </w:t>
            </w:r>
          </w:p>
          <w:p w:rsidR="007E5153" w:rsidRPr="00501E3A" w:rsidRDefault="007E5153" w:rsidP="00576820">
            <w:pPr>
              <w:pStyle w:val="PL"/>
              <w:keepNext/>
              <w:keepLines/>
              <w:rPr>
                <w:noProof w:val="0"/>
              </w:rPr>
            </w:pPr>
            <w:r w:rsidRPr="00501E3A">
              <w:rPr>
                <w:noProof w:val="0"/>
              </w:rPr>
              <w:t xml:space="preserve">17- readBinary </w:t>
            </w:r>
          </w:p>
          <w:p w:rsidR="007E5153" w:rsidRPr="00501E3A" w:rsidRDefault="00FD4728" w:rsidP="00576820">
            <w:pPr>
              <w:pStyle w:val="PL"/>
              <w:keepNext/>
              <w:keepLines/>
              <w:rPr>
                <w:noProof w:val="0"/>
              </w:rPr>
            </w:pPr>
            <w:r w:rsidRPr="00501E3A">
              <w:rPr>
                <w:noProof w:val="0"/>
              </w:rPr>
              <w:t>18- updateBInary FF FF FF…</w:t>
            </w:r>
          </w:p>
        </w:tc>
        <w:tc>
          <w:tcPr>
            <w:tcW w:w="2911" w:type="dxa"/>
          </w:tcPr>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1- No exception is thrown</w:t>
            </w: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2- UICCException.FILE_NOT_FOUND is thrown</w:t>
            </w:r>
          </w:p>
          <w:p w:rsidR="007E5153" w:rsidRPr="00501E3A" w:rsidRDefault="007E5153" w:rsidP="00576820">
            <w:pPr>
              <w:pStyle w:val="TAL"/>
            </w:pPr>
          </w:p>
          <w:p w:rsidR="007E5153" w:rsidRPr="00501E3A" w:rsidRDefault="007E5153" w:rsidP="00576820">
            <w:pPr>
              <w:pStyle w:val="TAL"/>
            </w:pPr>
            <w:r w:rsidRPr="00501E3A">
              <w:t>3- No exception is thrown</w:t>
            </w: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4- UICCException.FILE_NOT_FOUND is thrown</w:t>
            </w:r>
          </w:p>
          <w:p w:rsidR="007E5153" w:rsidRPr="00501E3A" w:rsidRDefault="007E5153" w:rsidP="00576820">
            <w:pPr>
              <w:pStyle w:val="TAL"/>
            </w:pPr>
          </w:p>
          <w:p w:rsidR="007E5153" w:rsidRPr="00501E3A" w:rsidRDefault="007E5153" w:rsidP="00576820">
            <w:pPr>
              <w:pStyle w:val="TAL"/>
            </w:pPr>
            <w:r w:rsidRPr="00501E3A">
              <w:t>5- No exception is thrown</w:t>
            </w: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6- UICCException.FILE_NOT_FOUND is thrown</w:t>
            </w:r>
          </w:p>
          <w:p w:rsidR="007E5153" w:rsidRPr="00501E3A" w:rsidRDefault="007E5153" w:rsidP="00576820">
            <w:pPr>
              <w:pStyle w:val="TAL"/>
            </w:pPr>
          </w:p>
          <w:p w:rsidR="007E5153" w:rsidRPr="00501E3A" w:rsidRDefault="007E5153" w:rsidP="00576820">
            <w:pPr>
              <w:pStyle w:val="TAL"/>
            </w:pPr>
            <w:r w:rsidRPr="00501E3A">
              <w:t>7- No exception is thrown</w:t>
            </w:r>
          </w:p>
          <w:p w:rsidR="007E5153" w:rsidRPr="00501E3A" w:rsidRDefault="007E5153" w:rsidP="00576820">
            <w:pPr>
              <w:pStyle w:val="TAL"/>
            </w:pPr>
          </w:p>
          <w:p w:rsidR="007E5153" w:rsidRPr="00501E3A" w:rsidRDefault="007E5153" w:rsidP="00576820">
            <w:pPr>
              <w:pStyle w:val="TAL"/>
            </w:pPr>
            <w:r w:rsidRPr="00501E3A">
              <w:t>8- UICCException.FILE_NOT_FOUND is thrown</w:t>
            </w:r>
          </w:p>
          <w:p w:rsidR="007E5153" w:rsidRPr="00501E3A" w:rsidRDefault="007E5153" w:rsidP="00576820">
            <w:pPr>
              <w:pStyle w:val="TAL"/>
            </w:pPr>
          </w:p>
          <w:p w:rsidR="007E5153" w:rsidRPr="00501E3A" w:rsidRDefault="007E5153" w:rsidP="00576820">
            <w:pPr>
              <w:pStyle w:val="TAL"/>
            </w:pPr>
            <w:r w:rsidRPr="00501E3A">
              <w:t>Applet finalizes</w:t>
            </w:r>
          </w:p>
          <w:p w:rsidR="007E5153" w:rsidRPr="00501E3A" w:rsidRDefault="007E5153" w:rsidP="00576820">
            <w:pPr>
              <w:pStyle w:val="TAL"/>
            </w:pPr>
          </w:p>
        </w:tc>
        <w:tc>
          <w:tcPr>
            <w:tcW w:w="2334" w:type="dxa"/>
          </w:tcPr>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10- SW=90 00</w:t>
            </w: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 xml:space="preserve">12- Returns 01 01 </w:t>
            </w: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p>
          <w:p w:rsidR="007E5153" w:rsidRPr="00501E3A" w:rsidRDefault="007E5153" w:rsidP="00576820">
            <w:pPr>
              <w:pStyle w:val="TAL"/>
            </w:pPr>
            <w:r w:rsidRPr="00501E3A">
              <w:t>15- SW=90 00</w:t>
            </w:r>
          </w:p>
          <w:p w:rsidR="007E5153" w:rsidRPr="00501E3A" w:rsidRDefault="007E5153" w:rsidP="00576820">
            <w:pPr>
              <w:pStyle w:val="TAL"/>
            </w:pPr>
          </w:p>
          <w:p w:rsidR="007E5153" w:rsidRPr="00501E3A" w:rsidRDefault="007E5153" w:rsidP="00576820">
            <w:pPr>
              <w:pStyle w:val="TAL"/>
            </w:pPr>
            <w:r w:rsidRPr="00501E3A">
              <w:t xml:space="preserve">17- Returns 02 02 </w:t>
            </w:r>
          </w:p>
          <w:p w:rsidR="007E5153" w:rsidRPr="00501E3A" w:rsidRDefault="007E5153" w:rsidP="00576820">
            <w:pPr>
              <w:pStyle w:val="TAL"/>
            </w:pPr>
          </w:p>
        </w:tc>
      </w:tr>
      <w:tr w:rsidR="007E5153" w:rsidRPr="00501E3A">
        <w:trPr>
          <w:jc w:val="center"/>
        </w:trPr>
        <w:tc>
          <w:tcPr>
            <w:tcW w:w="425" w:type="dxa"/>
            <w:tcBorders>
              <w:left w:val="single" w:sz="4" w:space="0" w:color="auto"/>
            </w:tcBorders>
          </w:tcPr>
          <w:p w:rsidR="007E5153" w:rsidRPr="00501E3A" w:rsidRDefault="007E5153" w:rsidP="00520A06">
            <w:pPr>
              <w:pStyle w:val="TAC"/>
            </w:pPr>
            <w:r w:rsidRPr="00501E3A">
              <w:t>3</w:t>
            </w:r>
          </w:p>
        </w:tc>
        <w:tc>
          <w:tcPr>
            <w:tcW w:w="4111" w:type="dxa"/>
          </w:tcPr>
          <w:p w:rsidR="007E5153" w:rsidRPr="00501E3A" w:rsidRDefault="007E5153" w:rsidP="00520A06">
            <w:pPr>
              <w:pStyle w:val="TAH"/>
            </w:pPr>
            <w:r w:rsidRPr="00501E3A">
              <w:t>ReadBinary and updateBinary</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 Reset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2- Trigger the applet</w:t>
            </w:r>
          </w:p>
          <w:p w:rsidR="007E5153" w:rsidRPr="00501E3A" w:rsidRDefault="007E5153" w:rsidP="00520A06">
            <w:pPr>
              <w:pStyle w:val="PL"/>
              <w:keepNext/>
              <w:keepLines/>
              <w:rPr>
                <w:noProof w:val="0"/>
                <w:u w:val="single"/>
              </w:rPr>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3- UICCFileView1.select() DF</w:t>
            </w:r>
            <w:r w:rsidRPr="00501E3A">
              <w:rPr>
                <w:noProof w:val="0"/>
                <w:vertAlign w:val="subscript"/>
              </w:rPr>
              <w:t>TEST,</w:t>
            </w:r>
          </w:p>
          <w:p w:rsidR="007E5153" w:rsidRPr="00501E3A" w:rsidRDefault="007E5153" w:rsidP="00520A06">
            <w:pPr>
              <w:pStyle w:val="PL"/>
              <w:keepNext/>
              <w:keepLines/>
              <w:rPr>
                <w:noProof w:val="0"/>
              </w:rPr>
            </w:pPr>
            <w:r w:rsidRPr="00501E3A">
              <w:rPr>
                <w:noProof w:val="0"/>
              </w:rPr>
              <w:t>UICCFileView1.select() EF</w:t>
            </w:r>
            <w:r w:rsidRPr="00501E3A">
              <w:rPr>
                <w:noProof w:val="0"/>
                <w:vertAlign w:val="subscript"/>
              </w:rPr>
              <w:t>TARU,</w:t>
            </w:r>
          </w:p>
          <w:p w:rsidR="007E5153" w:rsidRPr="00501E3A" w:rsidRDefault="007E5153" w:rsidP="00520A06">
            <w:pPr>
              <w:pStyle w:val="PL"/>
              <w:keepNext/>
              <w:keepLines/>
              <w:rPr>
                <w:noProof w:val="0"/>
              </w:rPr>
            </w:pPr>
            <w:r w:rsidRPr="00501E3A">
              <w:rPr>
                <w:noProof w:val="0"/>
              </w:rPr>
              <w:t>UICCFileView1.updateBinary() 01 01 01 01, offset 0</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4- UICCFileView1.readBinary(), offset 0</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5- UICCFileView2.select() DF</w:t>
            </w:r>
            <w:r w:rsidRPr="00501E3A">
              <w:rPr>
                <w:noProof w:val="0"/>
                <w:vertAlign w:val="subscript"/>
              </w:rPr>
              <w:t>TEST,</w:t>
            </w:r>
          </w:p>
          <w:p w:rsidR="007E5153" w:rsidRPr="00501E3A" w:rsidRDefault="007E5153" w:rsidP="00520A06">
            <w:pPr>
              <w:pStyle w:val="PL"/>
              <w:keepNext/>
              <w:keepLines/>
              <w:rPr>
                <w:noProof w:val="0"/>
              </w:rPr>
            </w:pPr>
            <w:r w:rsidRPr="00501E3A">
              <w:rPr>
                <w:noProof w:val="0"/>
              </w:rPr>
              <w:t>UICCFileView2.select() EF</w:t>
            </w:r>
            <w:r w:rsidRPr="00501E3A">
              <w:rPr>
                <w:noProof w:val="0"/>
                <w:vertAlign w:val="subscript"/>
              </w:rPr>
              <w:t>TARU,</w:t>
            </w:r>
          </w:p>
          <w:p w:rsidR="007E5153" w:rsidRPr="00501E3A" w:rsidRDefault="007E5153" w:rsidP="00520A06">
            <w:pPr>
              <w:pStyle w:val="PL"/>
              <w:keepNext/>
              <w:keepLines/>
              <w:rPr>
                <w:noProof w:val="0"/>
              </w:rPr>
            </w:pPr>
            <w:r w:rsidRPr="00501E3A">
              <w:rPr>
                <w:noProof w:val="0"/>
              </w:rPr>
              <w:t>UICCFileView2.updateBinary() 02 02, offset 2</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6- UICCFileView2.readBinary(), offset 0</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7- ADF1FileView1.select() DF</w:t>
            </w:r>
            <w:r w:rsidRPr="00501E3A">
              <w:rPr>
                <w:noProof w:val="0"/>
                <w:vertAlign w:val="subscript"/>
              </w:rPr>
              <w:t>TEST,</w:t>
            </w:r>
          </w:p>
          <w:p w:rsidR="007E5153" w:rsidRPr="00501E3A" w:rsidRDefault="007E5153" w:rsidP="00520A06">
            <w:pPr>
              <w:pStyle w:val="PL"/>
              <w:keepNext/>
              <w:keepLines/>
              <w:rPr>
                <w:noProof w:val="0"/>
              </w:rPr>
            </w:pPr>
            <w:r w:rsidRPr="00501E3A">
              <w:rPr>
                <w:noProof w:val="0"/>
              </w:rPr>
              <w:t>ADF1FileView1.select() EF</w:t>
            </w:r>
            <w:r w:rsidRPr="00501E3A">
              <w:rPr>
                <w:noProof w:val="0"/>
                <w:vertAlign w:val="subscript"/>
              </w:rPr>
              <w:t>TARU,</w:t>
            </w:r>
          </w:p>
          <w:p w:rsidR="007E5153" w:rsidRPr="00501E3A" w:rsidRDefault="007E5153" w:rsidP="00520A06">
            <w:pPr>
              <w:pStyle w:val="PL"/>
              <w:keepNext/>
              <w:keepLines/>
              <w:rPr>
                <w:noProof w:val="0"/>
              </w:rPr>
            </w:pPr>
            <w:r w:rsidRPr="00501E3A">
              <w:rPr>
                <w:noProof w:val="0"/>
              </w:rPr>
              <w:t>ADF1FileView1.updateBinary() 03 03 03 03, offset 0</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8- ADF1FileView1.readBinary(), offset 0</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9- ADF1FileView2.select() DF</w:t>
            </w:r>
            <w:r w:rsidRPr="00501E3A">
              <w:rPr>
                <w:noProof w:val="0"/>
                <w:vertAlign w:val="subscript"/>
              </w:rPr>
              <w:t>TEST,</w:t>
            </w:r>
          </w:p>
          <w:p w:rsidR="007E5153" w:rsidRPr="00501E3A" w:rsidRDefault="007E5153" w:rsidP="00520A06">
            <w:pPr>
              <w:pStyle w:val="PL"/>
              <w:keepNext/>
              <w:keepLines/>
              <w:rPr>
                <w:noProof w:val="0"/>
              </w:rPr>
            </w:pPr>
            <w:r w:rsidRPr="00501E3A">
              <w:rPr>
                <w:noProof w:val="0"/>
              </w:rPr>
              <w:t>ADF1FileView2.select() EF</w:t>
            </w:r>
            <w:r w:rsidRPr="00501E3A">
              <w:rPr>
                <w:noProof w:val="0"/>
                <w:vertAlign w:val="subscript"/>
              </w:rPr>
              <w:t>TARU,</w:t>
            </w:r>
          </w:p>
          <w:p w:rsidR="007E5153" w:rsidRPr="00501E3A" w:rsidRDefault="007E5153" w:rsidP="00520A06">
            <w:pPr>
              <w:pStyle w:val="PL"/>
              <w:keepNext/>
              <w:keepLines/>
              <w:rPr>
                <w:noProof w:val="0"/>
              </w:rPr>
            </w:pPr>
            <w:r w:rsidRPr="00501E3A">
              <w:rPr>
                <w:noProof w:val="0"/>
              </w:rPr>
              <w:t>ADF1FileView2.updateBinary() 04 04, offset 2</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10- ADF1FileView2.readBinary(), offset 0</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 xml:space="preserve">11- select DF </w:t>
            </w:r>
            <w:r w:rsidRPr="00501E3A">
              <w:rPr>
                <w:noProof w:val="0"/>
                <w:vertAlign w:val="subscript"/>
              </w:rPr>
              <w:t>TEST</w:t>
            </w:r>
            <w:r w:rsidRPr="00501E3A">
              <w:rPr>
                <w:noProof w:val="0"/>
              </w:rPr>
              <w:t xml:space="preserve">, select EF </w:t>
            </w:r>
            <w:r w:rsidRPr="00501E3A">
              <w:rPr>
                <w:noProof w:val="0"/>
                <w:vertAlign w:val="subscript"/>
              </w:rPr>
              <w:t>TARU</w:t>
            </w:r>
            <w:r w:rsidRPr="00501E3A">
              <w:rPr>
                <w:noProof w:val="0"/>
              </w:rPr>
              <w:t xml:space="preserve">, readBinary </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12- updateBInary FF FF FF…</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 xml:space="preserve">13- select AID of ADF1, select DF </w:t>
            </w:r>
            <w:r w:rsidRPr="00501E3A">
              <w:rPr>
                <w:noProof w:val="0"/>
                <w:vertAlign w:val="subscript"/>
              </w:rPr>
              <w:t>TEST</w:t>
            </w:r>
            <w:r w:rsidRPr="00501E3A">
              <w:rPr>
                <w:noProof w:val="0"/>
              </w:rPr>
              <w:t xml:space="preserve">, select EF </w:t>
            </w:r>
            <w:r w:rsidRPr="00501E3A">
              <w:rPr>
                <w:noProof w:val="0"/>
                <w:vertAlign w:val="subscript"/>
              </w:rPr>
              <w:t>TARU</w:t>
            </w:r>
            <w:r w:rsidRPr="00501E3A">
              <w:rPr>
                <w:noProof w:val="0"/>
              </w:rPr>
              <w:t xml:space="preserve">, readBinary </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14- updateBInary FF FF FF…</w:t>
            </w:r>
          </w:p>
        </w:tc>
        <w:tc>
          <w:tcPr>
            <w:tcW w:w="2911"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3- No exception is thrown</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4- Returns 01 01 01 01</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5- No exception is thrown</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6- Returns 01 01 02 02</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7- No exception is thrown</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8- Returns 03 03 03 03</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9- No exception is thrown</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10- Returns 03 03 04 04</w:t>
            </w:r>
          </w:p>
          <w:p w:rsidR="007E5153" w:rsidRPr="00501E3A" w:rsidRDefault="007E5153" w:rsidP="00520A06">
            <w:pPr>
              <w:pStyle w:val="TAL"/>
            </w:pPr>
            <w:r w:rsidRPr="00501E3A">
              <w:t>Applet finalizes</w:t>
            </w:r>
          </w:p>
        </w:tc>
        <w:tc>
          <w:tcPr>
            <w:tcW w:w="2334"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11- Returns 01 01 02 02</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13- Returns 03 03 04 04</w:t>
            </w:r>
          </w:p>
        </w:tc>
      </w:tr>
      <w:tr w:rsidR="007E5153" w:rsidRPr="00501E3A">
        <w:trPr>
          <w:jc w:val="center"/>
        </w:trPr>
        <w:tc>
          <w:tcPr>
            <w:tcW w:w="425" w:type="dxa"/>
            <w:tcBorders>
              <w:left w:val="single" w:sz="4" w:space="0" w:color="auto"/>
            </w:tcBorders>
          </w:tcPr>
          <w:p w:rsidR="007E5153" w:rsidRPr="00501E3A" w:rsidRDefault="007E5153" w:rsidP="00576820">
            <w:pPr>
              <w:pStyle w:val="TAC"/>
              <w:keepNext w:val="0"/>
              <w:keepLines w:val="0"/>
            </w:pPr>
            <w:r w:rsidRPr="00501E3A">
              <w:lastRenderedPageBreak/>
              <w:t>4</w:t>
            </w:r>
          </w:p>
        </w:tc>
        <w:tc>
          <w:tcPr>
            <w:tcW w:w="4111" w:type="dxa"/>
          </w:tcPr>
          <w:p w:rsidR="007E5153" w:rsidRPr="00501E3A" w:rsidRDefault="007E5153" w:rsidP="00576820">
            <w:pPr>
              <w:pStyle w:val="TAH"/>
              <w:keepNext w:val="0"/>
              <w:keepLines w:val="0"/>
            </w:pPr>
            <w:r w:rsidRPr="00501E3A">
              <w:t>SearchRecord</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Reset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Trigger the applet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3- UICCFileView1.select() DF</w:t>
            </w:r>
            <w:r w:rsidRPr="00501E3A">
              <w:rPr>
                <w:noProof w:val="0"/>
                <w:vertAlign w:val="subscript"/>
              </w:rPr>
              <w:t>TEST,</w:t>
            </w:r>
          </w:p>
          <w:p w:rsidR="007E5153" w:rsidRPr="00501E3A" w:rsidRDefault="007E5153" w:rsidP="00576820">
            <w:pPr>
              <w:pStyle w:val="PL"/>
              <w:rPr>
                <w:noProof w:val="0"/>
              </w:rPr>
            </w:pPr>
            <w:r w:rsidRPr="00501E3A">
              <w:rPr>
                <w:noProof w:val="0"/>
              </w:rPr>
              <w:t>UICCFileView1.select() EF</w:t>
            </w:r>
            <w:r w:rsidRPr="00501E3A">
              <w:rPr>
                <w:noProof w:val="0"/>
                <w:vertAlign w:val="subscript"/>
              </w:rPr>
              <w:t>LUPC,</w:t>
            </w:r>
          </w:p>
          <w:p w:rsidR="007E5153" w:rsidRPr="00501E3A" w:rsidRDefault="007E5153" w:rsidP="00576820">
            <w:pPr>
              <w:pStyle w:val="PL"/>
              <w:rPr>
                <w:noProof w:val="0"/>
              </w:rPr>
            </w:pPr>
            <w:r w:rsidRPr="00501E3A">
              <w:rPr>
                <w:noProof w:val="0"/>
              </w:rPr>
              <w:t>UICCFileView1.searchRecord() 22 22 22 22 22 22 22 22 22 22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4- UICCFileView1.updateRecord() current 33 33 33 33 33 33 33 33 33 33 </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5- UICCFileView2.select() DF</w:t>
            </w:r>
            <w:r w:rsidRPr="00501E3A">
              <w:rPr>
                <w:noProof w:val="0"/>
                <w:vertAlign w:val="subscript"/>
              </w:rPr>
              <w:t>TEST,</w:t>
            </w:r>
          </w:p>
          <w:p w:rsidR="007E5153" w:rsidRPr="00501E3A" w:rsidRDefault="007E5153" w:rsidP="00576820">
            <w:pPr>
              <w:pStyle w:val="PL"/>
              <w:rPr>
                <w:noProof w:val="0"/>
              </w:rPr>
            </w:pPr>
            <w:r w:rsidRPr="00501E3A">
              <w:rPr>
                <w:noProof w:val="0"/>
              </w:rPr>
              <w:t>UICCFileView2.select() EF</w:t>
            </w:r>
            <w:r w:rsidRPr="00501E3A">
              <w:rPr>
                <w:noProof w:val="0"/>
                <w:vertAlign w:val="subscript"/>
              </w:rPr>
              <w:t>LUPC,</w:t>
            </w:r>
          </w:p>
          <w:p w:rsidR="007E5153" w:rsidRPr="00501E3A" w:rsidRDefault="007E5153" w:rsidP="00576820">
            <w:pPr>
              <w:pStyle w:val="PL"/>
              <w:rPr>
                <w:noProof w:val="0"/>
              </w:rPr>
            </w:pPr>
            <w:r w:rsidRPr="00501E3A">
              <w:rPr>
                <w:noProof w:val="0"/>
              </w:rPr>
              <w:t>UICCFileView2. readRecord() current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6- UICCFileView2.searchRecord() 22 22 22 22 22 22 22 22 22 22, </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7- UICCFileView2.searchRecord() 33 33 33 33 33 33 33 33 33 33</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8- ADF1FileView1.select() DF</w:t>
            </w:r>
            <w:r w:rsidRPr="00501E3A">
              <w:rPr>
                <w:noProof w:val="0"/>
                <w:vertAlign w:val="subscript"/>
              </w:rPr>
              <w:t>TEST,</w:t>
            </w:r>
          </w:p>
          <w:p w:rsidR="007E5153" w:rsidRPr="00501E3A" w:rsidRDefault="007E5153" w:rsidP="00576820">
            <w:pPr>
              <w:pStyle w:val="PL"/>
              <w:rPr>
                <w:noProof w:val="0"/>
              </w:rPr>
            </w:pPr>
            <w:r w:rsidRPr="00501E3A">
              <w:rPr>
                <w:noProof w:val="0"/>
              </w:rPr>
              <w:t>ADF1FileView1.select() EF</w:t>
            </w:r>
            <w:r w:rsidRPr="00501E3A">
              <w:rPr>
                <w:noProof w:val="0"/>
                <w:vertAlign w:val="subscript"/>
              </w:rPr>
              <w:t>LUPC,</w:t>
            </w:r>
          </w:p>
          <w:p w:rsidR="007E5153" w:rsidRPr="00501E3A" w:rsidRDefault="007E5153" w:rsidP="00576820">
            <w:pPr>
              <w:pStyle w:val="PL"/>
              <w:rPr>
                <w:noProof w:val="0"/>
              </w:rPr>
            </w:pPr>
            <w:r w:rsidRPr="00501E3A">
              <w:rPr>
                <w:noProof w:val="0"/>
              </w:rPr>
              <w:t>ADF1FileView1.searchRecord() 33 33 33 33 33 33 33 33 33 33</w:t>
            </w:r>
          </w:p>
          <w:p w:rsidR="007E5153" w:rsidRPr="00501E3A" w:rsidRDefault="007E5153" w:rsidP="00576820">
            <w:pPr>
              <w:pStyle w:val="PL"/>
              <w:rPr>
                <w:noProof w:val="0"/>
              </w:rPr>
            </w:pPr>
            <w:r w:rsidRPr="00501E3A">
              <w:rPr>
                <w:noProof w:val="0"/>
              </w:rPr>
              <w:t>9- ADF1FileView1.searchRecord() 22 22 22 22 22 22 22 22 22 22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10- ADF1FileView1.updateRecord() current 11 11 11 11 11 11 11 11 11 11</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11- ADF1FileView2.select() DF</w:t>
            </w:r>
            <w:r w:rsidRPr="00501E3A">
              <w:rPr>
                <w:noProof w:val="0"/>
                <w:vertAlign w:val="subscript"/>
              </w:rPr>
              <w:t>TEST,</w:t>
            </w:r>
          </w:p>
          <w:p w:rsidR="007E5153" w:rsidRPr="00501E3A" w:rsidRDefault="007E5153" w:rsidP="00576820">
            <w:pPr>
              <w:pStyle w:val="PL"/>
              <w:rPr>
                <w:noProof w:val="0"/>
              </w:rPr>
            </w:pPr>
            <w:r w:rsidRPr="00501E3A">
              <w:rPr>
                <w:noProof w:val="0"/>
              </w:rPr>
              <w:t>ADF1FileView2.select() EF</w:t>
            </w:r>
            <w:r w:rsidRPr="00501E3A">
              <w:rPr>
                <w:noProof w:val="0"/>
                <w:vertAlign w:val="subscript"/>
              </w:rPr>
              <w:t>LUPC,</w:t>
            </w:r>
          </w:p>
          <w:p w:rsidR="007E5153" w:rsidRPr="00501E3A" w:rsidRDefault="007E5153" w:rsidP="00576820">
            <w:pPr>
              <w:pStyle w:val="PL"/>
              <w:rPr>
                <w:noProof w:val="0"/>
              </w:rPr>
            </w:pPr>
            <w:r w:rsidRPr="00501E3A">
              <w:rPr>
                <w:noProof w:val="0"/>
              </w:rPr>
              <w:t>ADF1FileView2.searchRecord() 22 22 22 22 22 22 22 22 22 22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12- ADF1FileView2.searchRecord() 11 11 11 11 11 11 11 11 11 11</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13- select DF </w:t>
            </w:r>
            <w:r w:rsidRPr="00501E3A">
              <w:rPr>
                <w:noProof w:val="0"/>
                <w:vertAlign w:val="subscript"/>
              </w:rPr>
              <w:t>TEST</w:t>
            </w:r>
            <w:r w:rsidRPr="00501E3A">
              <w:rPr>
                <w:noProof w:val="0"/>
              </w:rPr>
              <w:t>, select EF</w:t>
            </w:r>
            <w:r w:rsidRPr="00501E3A">
              <w:rPr>
                <w:noProof w:val="0"/>
                <w:vertAlign w:val="subscript"/>
              </w:rPr>
              <w:t>LUPC</w:t>
            </w:r>
            <w:r w:rsidRPr="00501E3A">
              <w:rPr>
                <w:noProof w:val="0"/>
              </w:rPr>
              <w:t xml:space="preserve">, readRecord 01 </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14- readRecord 02 </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15- updateRecord 01, 11 11 11 11 11 11 11 11 11 11</w:t>
            </w:r>
          </w:p>
          <w:p w:rsidR="007E5153" w:rsidRPr="00501E3A" w:rsidRDefault="007E5153" w:rsidP="00576820">
            <w:pPr>
              <w:pStyle w:val="PL"/>
              <w:rPr>
                <w:noProof w:val="0"/>
              </w:rPr>
            </w:pPr>
            <w:r w:rsidRPr="00501E3A">
              <w:rPr>
                <w:noProof w:val="0"/>
              </w:rPr>
              <w:t>16- updateRecord 02, 22 22 22 22 22 22 22 22 22 22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17- select AID of ADF1, select DF </w:t>
            </w:r>
            <w:r w:rsidRPr="00501E3A">
              <w:rPr>
                <w:noProof w:val="0"/>
                <w:vertAlign w:val="subscript"/>
              </w:rPr>
              <w:t>TEST</w:t>
            </w:r>
            <w:r w:rsidRPr="00501E3A">
              <w:rPr>
                <w:noProof w:val="0"/>
              </w:rPr>
              <w:t>, select EF</w:t>
            </w:r>
            <w:r w:rsidRPr="00501E3A">
              <w:rPr>
                <w:noProof w:val="0"/>
                <w:vertAlign w:val="subscript"/>
              </w:rPr>
              <w:t>LUPC</w:t>
            </w:r>
            <w:r w:rsidRPr="00501E3A">
              <w:rPr>
                <w:noProof w:val="0"/>
              </w:rPr>
              <w:t xml:space="preserve">, readRecord 01 </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lastRenderedPageBreak/>
              <w:t xml:space="preserve">18- readRecord 02 </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19- updateRecord 01 11 11 11 11 11 11 11 11 11 11</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20- updateRecord 02 22 22 22 22 22 22 22 22 22 22</w:t>
            </w:r>
          </w:p>
        </w:tc>
        <w:tc>
          <w:tcPr>
            <w:tcW w:w="2911"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returns 2</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4-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5- UICCException.RECORD_NOT_FOUND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 xml:space="preserve">6- returns 0 </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7- returns 2</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 xml:space="preserve">8- returns 0 </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9- returns 2</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10-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 xml:space="preserve">11- returns 0 </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12- returns 1 and 2</w:t>
            </w:r>
          </w:p>
          <w:p w:rsidR="007E5153" w:rsidRPr="00501E3A" w:rsidRDefault="007E5153" w:rsidP="00576820">
            <w:pPr>
              <w:pStyle w:val="TAL"/>
              <w:keepNext w:val="0"/>
              <w:keepLines w:val="0"/>
            </w:pPr>
            <w:r w:rsidRPr="00501E3A">
              <w:t>Applet finalizes</w:t>
            </w:r>
          </w:p>
        </w:tc>
        <w:tc>
          <w:tcPr>
            <w:tcW w:w="2334"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13- returns 11 11 11 11 11 11 11 11 11 11</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14- returns 33 33 33 33 33 33 33 33 33 33</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 xml:space="preserve">17- returns 11 11 11 11 11 </w:t>
            </w:r>
            <w:r w:rsidRPr="00501E3A">
              <w:lastRenderedPageBreak/>
              <w:t>11 11 11 11 11</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18- returns 11 11 11 11 11 11 11 11 11 11</w:t>
            </w:r>
          </w:p>
        </w:tc>
      </w:tr>
      <w:tr w:rsidR="007E5153" w:rsidRPr="00501E3A">
        <w:trPr>
          <w:jc w:val="center"/>
        </w:trPr>
        <w:tc>
          <w:tcPr>
            <w:tcW w:w="425" w:type="dxa"/>
            <w:tcBorders>
              <w:left w:val="single" w:sz="4" w:space="0" w:color="auto"/>
            </w:tcBorders>
          </w:tcPr>
          <w:p w:rsidR="007E5153" w:rsidRPr="00501E3A" w:rsidRDefault="007E5153" w:rsidP="00576820">
            <w:pPr>
              <w:pStyle w:val="TAC"/>
              <w:keepNext w:val="0"/>
              <w:keepLines w:val="0"/>
            </w:pPr>
            <w:r w:rsidRPr="00501E3A">
              <w:lastRenderedPageBreak/>
              <w:t>5</w:t>
            </w:r>
          </w:p>
        </w:tc>
        <w:tc>
          <w:tcPr>
            <w:tcW w:w="4111" w:type="dxa"/>
          </w:tcPr>
          <w:p w:rsidR="007E5153" w:rsidRPr="00501E3A" w:rsidRDefault="007E5153" w:rsidP="00576820">
            <w:pPr>
              <w:pStyle w:val="TAH"/>
              <w:keepNext w:val="0"/>
              <w:keepLines w:val="0"/>
            </w:pPr>
            <w:r w:rsidRPr="00501E3A">
              <w:t>readRecord and updateRecord</w:t>
            </w:r>
          </w:p>
          <w:p w:rsidR="007E5153" w:rsidRPr="00501E3A" w:rsidRDefault="007E5153" w:rsidP="00576820">
            <w:pPr>
              <w:pStyle w:val="TAL"/>
              <w:keepNext w:val="0"/>
              <w:keepLines w:val="0"/>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Reset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Trigger the applet</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3- UICCFileView1.select() DF</w:t>
            </w:r>
            <w:r w:rsidRPr="00501E3A">
              <w:rPr>
                <w:noProof w:val="0"/>
                <w:vertAlign w:val="subscript"/>
              </w:rPr>
              <w:t>TEST,</w:t>
            </w:r>
          </w:p>
          <w:p w:rsidR="007E5153" w:rsidRPr="00501E3A" w:rsidRDefault="007E5153" w:rsidP="00576820">
            <w:pPr>
              <w:pStyle w:val="PL"/>
              <w:rPr>
                <w:noProof w:val="0"/>
              </w:rPr>
            </w:pPr>
            <w:r w:rsidRPr="00501E3A">
              <w:rPr>
                <w:noProof w:val="0"/>
              </w:rPr>
              <w:t>UICCFileView1.select() EF</w:t>
            </w:r>
            <w:r w:rsidRPr="00501E3A">
              <w:rPr>
                <w:noProof w:val="0"/>
                <w:vertAlign w:val="subscript"/>
              </w:rPr>
              <w:t>LARU,</w:t>
            </w:r>
          </w:p>
          <w:p w:rsidR="007E5153" w:rsidRPr="00501E3A" w:rsidRDefault="007E5153" w:rsidP="00576820">
            <w:pPr>
              <w:pStyle w:val="PL"/>
              <w:rPr>
                <w:noProof w:val="0"/>
              </w:rPr>
            </w:pPr>
            <w:r w:rsidRPr="00501E3A">
              <w:rPr>
                <w:noProof w:val="0"/>
              </w:rPr>
              <w:t>UICCFileView1.updateRecord() 66 66 66 66, next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4- UICCFileView1.readRecord(), current</w:t>
            </w:r>
          </w:p>
          <w:p w:rsidR="007E5153" w:rsidRPr="00501E3A" w:rsidRDefault="007E5153" w:rsidP="00576820">
            <w:pPr>
              <w:pStyle w:val="PL"/>
              <w:rPr>
                <w:noProof w:val="0"/>
              </w:rPr>
            </w:pPr>
            <w:r w:rsidRPr="00501E3A">
              <w:rPr>
                <w:noProof w:val="0"/>
              </w:rPr>
              <w:t>5- UICCFileView1.readRecord(), next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6- UICCFileView2.select() DF</w:t>
            </w:r>
            <w:r w:rsidRPr="00501E3A">
              <w:rPr>
                <w:noProof w:val="0"/>
                <w:vertAlign w:val="subscript"/>
              </w:rPr>
              <w:t>TEST,</w:t>
            </w:r>
          </w:p>
          <w:p w:rsidR="007E5153" w:rsidRPr="00501E3A" w:rsidRDefault="007E5153" w:rsidP="00576820">
            <w:pPr>
              <w:pStyle w:val="PL"/>
              <w:rPr>
                <w:noProof w:val="0"/>
              </w:rPr>
            </w:pPr>
            <w:r w:rsidRPr="00501E3A">
              <w:rPr>
                <w:noProof w:val="0"/>
              </w:rPr>
              <w:t>UICCFileView2.select() EF</w:t>
            </w:r>
            <w:r w:rsidRPr="00501E3A">
              <w:rPr>
                <w:noProof w:val="0"/>
                <w:vertAlign w:val="subscript"/>
              </w:rPr>
              <w:t>LARU,</w:t>
            </w:r>
          </w:p>
          <w:p w:rsidR="007E5153" w:rsidRPr="00501E3A" w:rsidRDefault="007E5153" w:rsidP="00576820">
            <w:pPr>
              <w:pStyle w:val="PL"/>
              <w:rPr>
                <w:noProof w:val="0"/>
              </w:rPr>
            </w:pPr>
            <w:r w:rsidRPr="00501E3A">
              <w:rPr>
                <w:noProof w:val="0"/>
              </w:rPr>
              <w:t>UICCFileView2.readRecord(), current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7- UICCFileView2.updateRecord() BB BB BB BB, record 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8- UICCFileView2.readRecord(), next</w:t>
            </w:r>
          </w:p>
          <w:p w:rsidR="007E5153" w:rsidRPr="00501E3A" w:rsidRDefault="007E5153" w:rsidP="00576820">
            <w:pPr>
              <w:pStyle w:val="PL"/>
              <w:rPr>
                <w:noProof w:val="0"/>
              </w:rPr>
            </w:pPr>
            <w:r w:rsidRPr="00501E3A">
              <w:rPr>
                <w:noProof w:val="0"/>
              </w:rPr>
              <w:t>9- UICCFileView2.readRecord(), next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10- ADF1FileView1.select() DF</w:t>
            </w:r>
            <w:r w:rsidRPr="00501E3A">
              <w:rPr>
                <w:noProof w:val="0"/>
                <w:vertAlign w:val="subscript"/>
              </w:rPr>
              <w:t>TEST,</w:t>
            </w:r>
          </w:p>
          <w:p w:rsidR="007E5153" w:rsidRPr="00501E3A" w:rsidRDefault="007E5153" w:rsidP="00576820">
            <w:pPr>
              <w:pStyle w:val="PL"/>
              <w:rPr>
                <w:noProof w:val="0"/>
              </w:rPr>
            </w:pPr>
            <w:r w:rsidRPr="00501E3A">
              <w:rPr>
                <w:noProof w:val="0"/>
              </w:rPr>
              <w:t>ADF1FileView1.select() EF</w:t>
            </w:r>
            <w:r w:rsidRPr="00501E3A">
              <w:rPr>
                <w:noProof w:val="0"/>
                <w:vertAlign w:val="subscript"/>
              </w:rPr>
              <w:t>LARU,</w:t>
            </w:r>
          </w:p>
          <w:p w:rsidR="007E5153" w:rsidRPr="00501E3A" w:rsidRDefault="007E5153" w:rsidP="00576820">
            <w:pPr>
              <w:pStyle w:val="PL"/>
              <w:rPr>
                <w:noProof w:val="0"/>
              </w:rPr>
            </w:pPr>
            <w:r w:rsidRPr="00501E3A">
              <w:rPr>
                <w:noProof w:val="0"/>
              </w:rPr>
              <w:t>ADF1FileView1.updateRecord() 44 44 44 44, next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11- ADF1FileView1.readRecord(), current</w:t>
            </w:r>
          </w:p>
          <w:p w:rsidR="007E5153" w:rsidRPr="00501E3A" w:rsidRDefault="007E5153" w:rsidP="00576820">
            <w:pPr>
              <w:pStyle w:val="PL"/>
              <w:rPr>
                <w:noProof w:val="0"/>
              </w:rPr>
            </w:pPr>
            <w:r w:rsidRPr="00501E3A">
              <w:rPr>
                <w:noProof w:val="0"/>
              </w:rPr>
              <w:t>12- ADF1FileView1.readRecord(), next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13- ADF1FileView2.select() DF</w:t>
            </w:r>
            <w:r w:rsidRPr="00501E3A">
              <w:rPr>
                <w:noProof w:val="0"/>
                <w:vertAlign w:val="subscript"/>
              </w:rPr>
              <w:t>TEST,</w:t>
            </w:r>
          </w:p>
          <w:p w:rsidR="007E5153" w:rsidRPr="00501E3A" w:rsidRDefault="007E5153" w:rsidP="00576820">
            <w:pPr>
              <w:pStyle w:val="PL"/>
              <w:rPr>
                <w:noProof w:val="0"/>
              </w:rPr>
            </w:pPr>
            <w:r w:rsidRPr="00501E3A">
              <w:rPr>
                <w:noProof w:val="0"/>
              </w:rPr>
              <w:t>ADF1FileView2.select() EF</w:t>
            </w:r>
            <w:r w:rsidRPr="00501E3A">
              <w:rPr>
                <w:noProof w:val="0"/>
                <w:vertAlign w:val="subscript"/>
              </w:rPr>
              <w:t>LARU,</w:t>
            </w:r>
          </w:p>
          <w:p w:rsidR="007E5153" w:rsidRPr="00501E3A" w:rsidRDefault="007E5153" w:rsidP="00576820">
            <w:pPr>
              <w:pStyle w:val="PL"/>
              <w:rPr>
                <w:noProof w:val="0"/>
              </w:rPr>
            </w:pPr>
            <w:r w:rsidRPr="00501E3A">
              <w:rPr>
                <w:noProof w:val="0"/>
              </w:rPr>
              <w:t>ADF1FileView2.readRecord(), current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14- ADF1FileView2.updateRecord() 99 99 99 99, record 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15- ADF1FileView2.readRecord(), next</w:t>
            </w:r>
          </w:p>
          <w:p w:rsidR="007E5153" w:rsidRPr="00501E3A" w:rsidRDefault="007E5153" w:rsidP="00576820">
            <w:pPr>
              <w:pStyle w:val="PL"/>
              <w:rPr>
                <w:noProof w:val="0"/>
              </w:rPr>
            </w:pPr>
            <w:r w:rsidRPr="00501E3A">
              <w:rPr>
                <w:noProof w:val="0"/>
              </w:rPr>
              <w:t>16- ADF1FileView2.readRecord(), next</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17- select DF </w:t>
            </w:r>
            <w:r w:rsidRPr="00501E3A">
              <w:rPr>
                <w:noProof w:val="0"/>
                <w:vertAlign w:val="subscript"/>
              </w:rPr>
              <w:t>TEST</w:t>
            </w:r>
            <w:r w:rsidRPr="00501E3A">
              <w:rPr>
                <w:noProof w:val="0"/>
              </w:rPr>
              <w:t xml:space="preserve">, select EF </w:t>
            </w:r>
            <w:r w:rsidRPr="00501E3A">
              <w:rPr>
                <w:noProof w:val="0"/>
                <w:vertAlign w:val="subscript"/>
              </w:rPr>
              <w:t>TARU</w:t>
            </w:r>
            <w:r w:rsidRPr="00501E3A">
              <w:rPr>
                <w:noProof w:val="0"/>
              </w:rPr>
              <w:t>, readRecord next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18- readRecord next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19- updateRecord record 1, 55 55 55 55</w:t>
            </w:r>
          </w:p>
          <w:p w:rsidR="007E5153" w:rsidRPr="00501E3A" w:rsidRDefault="007E5153" w:rsidP="00576820">
            <w:pPr>
              <w:pStyle w:val="PL"/>
              <w:rPr>
                <w:noProof w:val="0"/>
              </w:rPr>
            </w:pPr>
            <w:r w:rsidRPr="00501E3A">
              <w:rPr>
                <w:noProof w:val="0"/>
              </w:rPr>
              <w:t>20- updateRecord record 2, AA AA AA AA</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21- select AID of ADF1, select DF </w:t>
            </w:r>
            <w:r w:rsidRPr="00501E3A">
              <w:rPr>
                <w:noProof w:val="0"/>
                <w:vertAlign w:val="subscript"/>
              </w:rPr>
              <w:t>TEST</w:t>
            </w:r>
            <w:r w:rsidRPr="00501E3A">
              <w:rPr>
                <w:noProof w:val="0"/>
              </w:rPr>
              <w:t>, select EF</w:t>
            </w:r>
            <w:r w:rsidRPr="00501E3A">
              <w:rPr>
                <w:noProof w:val="0"/>
                <w:vertAlign w:val="subscript"/>
              </w:rPr>
              <w:t>LARU</w:t>
            </w:r>
            <w:r w:rsidRPr="00501E3A">
              <w:rPr>
                <w:noProof w:val="0"/>
              </w:rPr>
              <w:t>, readRecord next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22- readRecord next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23- updateRecord record 1, 55 55 55 55</w:t>
            </w:r>
          </w:p>
          <w:p w:rsidR="007E5153" w:rsidRPr="00501E3A" w:rsidRDefault="007E5153" w:rsidP="00576820">
            <w:pPr>
              <w:pStyle w:val="PL"/>
              <w:rPr>
                <w:noProof w:val="0"/>
              </w:rPr>
            </w:pPr>
            <w:r w:rsidRPr="00501E3A">
              <w:rPr>
                <w:noProof w:val="0"/>
              </w:rPr>
              <w:t>24- updateRecord re</w:t>
            </w:r>
            <w:r w:rsidR="00FD4728" w:rsidRPr="00501E3A">
              <w:rPr>
                <w:noProof w:val="0"/>
              </w:rPr>
              <w:t>cord 2, AA AA AA AA</w:t>
            </w:r>
          </w:p>
        </w:tc>
        <w:tc>
          <w:tcPr>
            <w:tcW w:w="2911"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4- returns 66 66 66 66</w:t>
            </w:r>
          </w:p>
          <w:p w:rsidR="007E5153" w:rsidRPr="00501E3A" w:rsidRDefault="007E5153" w:rsidP="00576820">
            <w:pPr>
              <w:pStyle w:val="TAL"/>
              <w:keepNext w:val="0"/>
              <w:keepLines w:val="0"/>
            </w:pPr>
            <w:r w:rsidRPr="00501E3A">
              <w:t>5- returns AA AA AA AA</w:t>
            </w:r>
          </w:p>
          <w:p w:rsidR="007E5153" w:rsidRPr="00501E3A" w:rsidRDefault="007E5153" w:rsidP="00576820">
            <w:pPr>
              <w:pStyle w:val="TAL"/>
              <w:keepNext w:val="0"/>
              <w:keepLines w:val="0"/>
            </w:pPr>
            <w:r w:rsidRPr="00501E3A">
              <w:t>6- UICCException.RECORD_NOT_FOUND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7-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8- returns 66 66 66 66</w:t>
            </w:r>
          </w:p>
          <w:p w:rsidR="007E5153" w:rsidRPr="00501E3A" w:rsidRDefault="007E5153" w:rsidP="00576820">
            <w:pPr>
              <w:pStyle w:val="TAL"/>
              <w:keepNext w:val="0"/>
              <w:keepLines w:val="0"/>
            </w:pPr>
            <w:r w:rsidRPr="00501E3A">
              <w:t>9- returns BB BB BB BB</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10-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11- returns 44 44 44 44</w:t>
            </w:r>
          </w:p>
          <w:p w:rsidR="007E5153" w:rsidRPr="00501E3A" w:rsidRDefault="007E5153" w:rsidP="00576820">
            <w:pPr>
              <w:pStyle w:val="TAL"/>
              <w:keepNext w:val="0"/>
              <w:keepLines w:val="0"/>
            </w:pPr>
            <w:r w:rsidRPr="00501E3A">
              <w:t>12- returns AA AA AA AA</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13- UICCException.RECORD_NOT_FOUND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14-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15- returns 44 44 44 44</w:t>
            </w:r>
          </w:p>
          <w:p w:rsidR="007E5153" w:rsidRPr="00501E3A" w:rsidRDefault="007E5153" w:rsidP="00576820">
            <w:pPr>
              <w:pStyle w:val="TAL"/>
              <w:keepNext w:val="0"/>
              <w:keepLines w:val="0"/>
            </w:pPr>
            <w:r w:rsidRPr="00501E3A">
              <w:t>16- returns 99 99 99 99</w:t>
            </w:r>
          </w:p>
          <w:p w:rsidR="007E5153" w:rsidRPr="00501E3A" w:rsidRDefault="007E5153" w:rsidP="00576820">
            <w:pPr>
              <w:pStyle w:val="TAL"/>
              <w:keepNext w:val="0"/>
              <w:keepLines w:val="0"/>
            </w:pPr>
            <w:r w:rsidRPr="00501E3A">
              <w:t>Applet finalizes</w:t>
            </w:r>
          </w:p>
        </w:tc>
        <w:tc>
          <w:tcPr>
            <w:tcW w:w="2334"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17- returns 66 66 66 66</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18- returns BB BB BB BB</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21- returns 44 44 44 44</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22- returns 99 99 99 99</w:t>
            </w:r>
          </w:p>
          <w:p w:rsidR="007E5153" w:rsidRPr="00501E3A" w:rsidRDefault="007E5153" w:rsidP="00576820">
            <w:pPr>
              <w:pStyle w:val="TAL"/>
              <w:keepNext w:val="0"/>
              <w:keepLines w:val="0"/>
            </w:pPr>
          </w:p>
        </w:tc>
      </w:tr>
      <w:tr w:rsidR="007E5153" w:rsidRPr="00501E3A">
        <w:trPr>
          <w:jc w:val="center"/>
        </w:trPr>
        <w:tc>
          <w:tcPr>
            <w:tcW w:w="425" w:type="dxa"/>
            <w:tcBorders>
              <w:left w:val="single" w:sz="4" w:space="0" w:color="auto"/>
            </w:tcBorders>
          </w:tcPr>
          <w:p w:rsidR="007E5153" w:rsidRPr="00501E3A" w:rsidRDefault="007E5153" w:rsidP="00520A06">
            <w:pPr>
              <w:pStyle w:val="TAC"/>
            </w:pPr>
            <w:r w:rsidRPr="00501E3A">
              <w:lastRenderedPageBreak/>
              <w:t>6</w:t>
            </w:r>
          </w:p>
        </w:tc>
        <w:tc>
          <w:tcPr>
            <w:tcW w:w="4111" w:type="dxa"/>
          </w:tcPr>
          <w:p w:rsidR="007E5153" w:rsidRPr="00501E3A" w:rsidRDefault="007E5153" w:rsidP="00520A06">
            <w:pPr>
              <w:pStyle w:val="TAH"/>
            </w:pPr>
            <w:r w:rsidRPr="00501E3A">
              <w:t>ActivateFile and deactivateFile</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 Reset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2- Trigger the applet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3- UICCFileView1.select() DF</w:t>
            </w:r>
            <w:r w:rsidRPr="00501E3A">
              <w:rPr>
                <w:noProof w:val="0"/>
                <w:vertAlign w:val="subscript"/>
              </w:rPr>
              <w:t>TEST,</w:t>
            </w:r>
          </w:p>
          <w:p w:rsidR="007E5153" w:rsidRPr="00501E3A" w:rsidRDefault="007E5153" w:rsidP="00520A06">
            <w:pPr>
              <w:pStyle w:val="PL"/>
              <w:keepNext/>
              <w:keepLines/>
              <w:rPr>
                <w:noProof w:val="0"/>
              </w:rPr>
            </w:pPr>
            <w:r w:rsidRPr="00501E3A">
              <w:rPr>
                <w:noProof w:val="0"/>
              </w:rPr>
              <w:t>UICCFileView1.select() EF</w:t>
            </w:r>
            <w:r w:rsidRPr="00501E3A">
              <w:rPr>
                <w:noProof w:val="0"/>
                <w:vertAlign w:val="subscript"/>
              </w:rPr>
              <w:t>TNU,</w:t>
            </w:r>
          </w:p>
          <w:p w:rsidR="007E5153" w:rsidRPr="00501E3A" w:rsidRDefault="007E5153" w:rsidP="00520A06">
            <w:pPr>
              <w:pStyle w:val="PL"/>
              <w:keepNext/>
              <w:keepLines/>
              <w:rPr>
                <w:noProof w:val="0"/>
              </w:rPr>
            </w:pPr>
            <w:r w:rsidRPr="00501E3A">
              <w:rPr>
                <w:noProof w:val="0"/>
              </w:rPr>
              <w:t>UICCFileView1.deactivate()</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4- UICCFileView2.select() DF</w:t>
            </w:r>
            <w:r w:rsidRPr="00501E3A">
              <w:rPr>
                <w:noProof w:val="0"/>
                <w:vertAlign w:val="subscript"/>
              </w:rPr>
              <w:t>TEST,</w:t>
            </w:r>
          </w:p>
          <w:p w:rsidR="007E5153" w:rsidRPr="00501E3A" w:rsidRDefault="007E5153" w:rsidP="00520A06">
            <w:pPr>
              <w:pStyle w:val="PL"/>
              <w:keepNext/>
              <w:keepLines/>
              <w:rPr>
                <w:noProof w:val="0"/>
              </w:rPr>
            </w:pPr>
            <w:r w:rsidRPr="00501E3A">
              <w:rPr>
                <w:noProof w:val="0"/>
              </w:rPr>
              <w:t>UICCFileView2.select() EF</w:t>
            </w:r>
            <w:r w:rsidRPr="00501E3A">
              <w:rPr>
                <w:noProof w:val="0"/>
                <w:vertAlign w:val="subscript"/>
              </w:rPr>
              <w:t>TNU,</w:t>
            </w:r>
          </w:p>
          <w:p w:rsidR="007E5153" w:rsidRPr="00501E3A" w:rsidRDefault="007E5153" w:rsidP="00520A06">
            <w:pPr>
              <w:pStyle w:val="PL"/>
              <w:keepNext/>
              <w:keepLines/>
              <w:rPr>
                <w:noProof w:val="0"/>
              </w:rPr>
            </w:pPr>
            <w:r w:rsidRPr="00501E3A">
              <w:rPr>
                <w:noProof w:val="0"/>
              </w:rPr>
              <w:t>UICCFileView2.readBinary()</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5- UICCFileView2.activate(),</w:t>
            </w:r>
          </w:p>
          <w:p w:rsidR="007E5153" w:rsidRPr="00501E3A" w:rsidRDefault="007E5153" w:rsidP="00520A06">
            <w:pPr>
              <w:pStyle w:val="PL"/>
              <w:keepNext/>
              <w:keepLines/>
              <w:rPr>
                <w:noProof w:val="0"/>
              </w:rPr>
            </w:pPr>
            <w:r w:rsidRPr="00501E3A">
              <w:rPr>
                <w:noProof w:val="0"/>
              </w:rPr>
              <w:t>UICCFileView2.readBinary()</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6- UICCFileView2.deactivate()</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7- ADF1FileView1.select() DF</w:t>
            </w:r>
            <w:r w:rsidRPr="00501E3A">
              <w:rPr>
                <w:noProof w:val="0"/>
                <w:vertAlign w:val="subscript"/>
              </w:rPr>
              <w:t>TEST,</w:t>
            </w:r>
          </w:p>
          <w:p w:rsidR="007E5153" w:rsidRPr="00501E3A" w:rsidRDefault="007E5153" w:rsidP="00520A06">
            <w:pPr>
              <w:pStyle w:val="PL"/>
              <w:keepNext/>
              <w:keepLines/>
              <w:rPr>
                <w:noProof w:val="0"/>
              </w:rPr>
            </w:pPr>
            <w:r w:rsidRPr="00501E3A">
              <w:rPr>
                <w:noProof w:val="0"/>
              </w:rPr>
              <w:t>ADF1FileView1.select() EF</w:t>
            </w:r>
            <w:r w:rsidRPr="00501E3A">
              <w:rPr>
                <w:noProof w:val="0"/>
                <w:vertAlign w:val="subscript"/>
              </w:rPr>
              <w:t>TNU,</w:t>
            </w:r>
          </w:p>
          <w:p w:rsidR="007E5153" w:rsidRPr="00501E3A" w:rsidRDefault="007E5153" w:rsidP="00520A06">
            <w:pPr>
              <w:pStyle w:val="PL"/>
              <w:keepNext/>
              <w:keepLines/>
              <w:rPr>
                <w:noProof w:val="0"/>
              </w:rPr>
            </w:pPr>
            <w:r w:rsidRPr="00501E3A">
              <w:rPr>
                <w:noProof w:val="0"/>
              </w:rPr>
              <w:t>ADF1FileView1.readBinary()</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8- ADF1FileView1. deactivate()</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9- ADF1FileView2.select() DF</w:t>
            </w:r>
            <w:r w:rsidRPr="00501E3A">
              <w:rPr>
                <w:noProof w:val="0"/>
                <w:vertAlign w:val="subscript"/>
              </w:rPr>
              <w:t>TEST,</w:t>
            </w:r>
          </w:p>
          <w:p w:rsidR="007E5153" w:rsidRPr="00501E3A" w:rsidRDefault="007E5153" w:rsidP="00520A06">
            <w:pPr>
              <w:pStyle w:val="PL"/>
              <w:keepNext/>
              <w:keepLines/>
              <w:rPr>
                <w:noProof w:val="0"/>
              </w:rPr>
            </w:pPr>
            <w:r w:rsidRPr="00501E3A">
              <w:rPr>
                <w:noProof w:val="0"/>
              </w:rPr>
              <w:t>ADF1FileView2.select() EF</w:t>
            </w:r>
            <w:r w:rsidRPr="00501E3A">
              <w:rPr>
                <w:noProof w:val="0"/>
                <w:vertAlign w:val="subscript"/>
              </w:rPr>
              <w:t>TNU,</w:t>
            </w:r>
          </w:p>
          <w:p w:rsidR="007E5153" w:rsidRPr="00501E3A" w:rsidRDefault="007E5153" w:rsidP="00520A06">
            <w:pPr>
              <w:pStyle w:val="PL"/>
              <w:keepNext/>
              <w:keepLines/>
              <w:rPr>
                <w:noProof w:val="0"/>
              </w:rPr>
            </w:pPr>
            <w:r w:rsidRPr="00501E3A">
              <w:rPr>
                <w:noProof w:val="0"/>
              </w:rPr>
              <w:t>ADF1FileView2.readBinary()</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10- ADF1FileView2.activate(),</w:t>
            </w:r>
          </w:p>
          <w:p w:rsidR="007E5153" w:rsidRPr="00501E3A" w:rsidRDefault="007E5153" w:rsidP="00520A06">
            <w:pPr>
              <w:pStyle w:val="PL"/>
              <w:keepNext/>
              <w:keepLines/>
              <w:rPr>
                <w:noProof w:val="0"/>
              </w:rPr>
            </w:pPr>
            <w:r w:rsidRPr="00501E3A">
              <w:rPr>
                <w:noProof w:val="0"/>
              </w:rPr>
              <w:t>ADF1FileView2.readBinary()</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 xml:space="preserve">11- select DF </w:t>
            </w:r>
            <w:r w:rsidRPr="00501E3A">
              <w:rPr>
                <w:noProof w:val="0"/>
                <w:vertAlign w:val="subscript"/>
              </w:rPr>
              <w:t>TEST</w:t>
            </w:r>
            <w:r w:rsidRPr="00501E3A">
              <w:rPr>
                <w:noProof w:val="0"/>
              </w:rPr>
              <w:t>, select EF</w:t>
            </w:r>
            <w:r w:rsidRPr="00501E3A">
              <w:rPr>
                <w:noProof w:val="0"/>
                <w:vertAlign w:val="subscript"/>
              </w:rPr>
              <w:t>TNU</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 xml:space="preserve">12- activate </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 xml:space="preserve">13- select AID of ADF1, select DF </w:t>
            </w:r>
            <w:r w:rsidRPr="00501E3A">
              <w:rPr>
                <w:noProof w:val="0"/>
                <w:vertAlign w:val="subscript"/>
              </w:rPr>
              <w:t>TEST</w:t>
            </w:r>
            <w:r w:rsidRPr="00501E3A">
              <w:rPr>
                <w:noProof w:val="0"/>
              </w:rPr>
              <w:t>, select EF</w:t>
            </w:r>
            <w:r w:rsidRPr="00501E3A">
              <w:rPr>
                <w:noProof w:val="0"/>
                <w:vertAlign w:val="subscript"/>
              </w:rPr>
              <w:t>TNU</w:t>
            </w:r>
          </w:p>
          <w:p w:rsidR="007E5153" w:rsidRPr="00501E3A" w:rsidRDefault="007E5153" w:rsidP="00520A06">
            <w:pPr>
              <w:pStyle w:val="TAL"/>
            </w:pPr>
          </w:p>
        </w:tc>
        <w:tc>
          <w:tcPr>
            <w:tcW w:w="2911"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3- No exception is thrown</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4- UICCException.REF_DATA_INVALIDATED is thrown</w:t>
            </w:r>
          </w:p>
          <w:p w:rsidR="007E5153" w:rsidRPr="00501E3A" w:rsidRDefault="007E5153" w:rsidP="00520A06">
            <w:pPr>
              <w:pStyle w:val="TAL"/>
            </w:pPr>
            <w:r w:rsidRPr="00501E3A">
              <w:t>5- returns 55 55 55</w:t>
            </w:r>
          </w:p>
          <w:p w:rsidR="007E5153" w:rsidRPr="00501E3A" w:rsidRDefault="007E5153" w:rsidP="00520A06">
            <w:pPr>
              <w:pStyle w:val="TAL"/>
            </w:pPr>
          </w:p>
          <w:p w:rsidR="007E5153" w:rsidRPr="00501E3A" w:rsidRDefault="007E5153" w:rsidP="00520A06">
            <w:pPr>
              <w:pStyle w:val="TAL"/>
            </w:pPr>
            <w:r w:rsidRPr="00501E3A">
              <w:t>6- No exception is thrown</w:t>
            </w:r>
          </w:p>
          <w:p w:rsidR="007E5153" w:rsidRPr="00501E3A" w:rsidRDefault="007E5153" w:rsidP="00520A06">
            <w:pPr>
              <w:pStyle w:val="TAL"/>
            </w:pPr>
            <w:r w:rsidRPr="00501E3A">
              <w:t>7- returns 55 55 55</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8- No exception is thrown</w:t>
            </w:r>
          </w:p>
          <w:p w:rsidR="007E5153" w:rsidRPr="00501E3A" w:rsidRDefault="007E5153" w:rsidP="00520A06">
            <w:pPr>
              <w:pStyle w:val="TAL"/>
            </w:pPr>
          </w:p>
          <w:p w:rsidR="007E5153" w:rsidRPr="00501E3A" w:rsidRDefault="007E5153" w:rsidP="00520A06">
            <w:pPr>
              <w:pStyle w:val="TAL"/>
            </w:pPr>
            <w:r w:rsidRPr="00501E3A">
              <w:t>9-UICCException.REF_DATA_INVALIDATED is thrown</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10- returns 55 55 55</w:t>
            </w:r>
          </w:p>
          <w:p w:rsidR="007E5153" w:rsidRPr="00501E3A" w:rsidRDefault="007E5153" w:rsidP="00520A06">
            <w:pPr>
              <w:pStyle w:val="TAL"/>
            </w:pPr>
            <w:r w:rsidRPr="00501E3A">
              <w:t>Applet finalizes</w:t>
            </w:r>
          </w:p>
        </w:tc>
        <w:tc>
          <w:tcPr>
            <w:tcW w:w="2334"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11- SW = 62 83</w:t>
            </w:r>
          </w:p>
          <w:p w:rsidR="007E5153" w:rsidRPr="00501E3A" w:rsidRDefault="007E5153" w:rsidP="00520A06">
            <w:pPr>
              <w:pStyle w:val="TAL"/>
            </w:pPr>
          </w:p>
          <w:p w:rsidR="007E5153" w:rsidRPr="00501E3A" w:rsidRDefault="007E5153" w:rsidP="00520A06">
            <w:pPr>
              <w:pStyle w:val="TAL"/>
            </w:pPr>
            <w:r w:rsidRPr="00501E3A">
              <w:t>12- SW = 90 00</w:t>
            </w:r>
          </w:p>
          <w:p w:rsidR="007E5153" w:rsidRPr="00501E3A" w:rsidRDefault="007E5153" w:rsidP="00520A06">
            <w:pPr>
              <w:pStyle w:val="TAL"/>
            </w:pPr>
          </w:p>
          <w:p w:rsidR="007E5153" w:rsidRPr="00501E3A" w:rsidRDefault="007E5153" w:rsidP="00520A06">
            <w:pPr>
              <w:pStyle w:val="TAL"/>
            </w:pPr>
            <w:r w:rsidRPr="00501E3A">
              <w:t>13- SW = 90 00</w:t>
            </w:r>
          </w:p>
        </w:tc>
      </w:tr>
      <w:tr w:rsidR="007E5153" w:rsidRPr="00501E3A">
        <w:trPr>
          <w:jc w:val="center"/>
        </w:trPr>
        <w:tc>
          <w:tcPr>
            <w:tcW w:w="425" w:type="dxa"/>
            <w:tcBorders>
              <w:left w:val="single" w:sz="4" w:space="0" w:color="auto"/>
            </w:tcBorders>
          </w:tcPr>
          <w:p w:rsidR="007E5153" w:rsidRPr="00501E3A" w:rsidRDefault="007E5153" w:rsidP="00576820">
            <w:pPr>
              <w:pStyle w:val="TAC"/>
              <w:keepNext w:val="0"/>
              <w:keepLines w:val="0"/>
            </w:pPr>
            <w:r w:rsidRPr="00501E3A">
              <w:t>7</w:t>
            </w:r>
          </w:p>
        </w:tc>
        <w:tc>
          <w:tcPr>
            <w:tcW w:w="4111" w:type="dxa"/>
          </w:tcPr>
          <w:p w:rsidR="007E5153" w:rsidRPr="00501E3A" w:rsidRDefault="007E5153" w:rsidP="00576820">
            <w:pPr>
              <w:pStyle w:val="TAH"/>
              <w:keepNext w:val="0"/>
              <w:keepLines w:val="0"/>
            </w:pPr>
            <w:r w:rsidRPr="00501E3A">
              <w:t>Increase</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Reset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Trigger the applet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3- UICCFileView1.select() DF</w:t>
            </w:r>
            <w:r w:rsidRPr="00501E3A">
              <w:rPr>
                <w:noProof w:val="0"/>
                <w:vertAlign w:val="subscript"/>
              </w:rPr>
              <w:t>TEST,</w:t>
            </w:r>
          </w:p>
          <w:p w:rsidR="007E5153" w:rsidRPr="00501E3A" w:rsidRDefault="007E5153" w:rsidP="00576820">
            <w:pPr>
              <w:pStyle w:val="PL"/>
              <w:rPr>
                <w:noProof w:val="0"/>
                <w:vertAlign w:val="subscript"/>
              </w:rPr>
            </w:pPr>
            <w:r w:rsidRPr="00501E3A">
              <w:rPr>
                <w:noProof w:val="0"/>
              </w:rPr>
              <w:t>UICCFileView1.select() EF</w:t>
            </w:r>
            <w:r w:rsidRPr="00501E3A">
              <w:rPr>
                <w:noProof w:val="0"/>
                <w:vertAlign w:val="subscript"/>
              </w:rPr>
              <w:t>CARU,</w:t>
            </w:r>
          </w:p>
          <w:p w:rsidR="007E5153" w:rsidRPr="00501E3A" w:rsidRDefault="007E5153" w:rsidP="00576820">
            <w:pPr>
              <w:pStyle w:val="PL"/>
              <w:rPr>
                <w:noProof w:val="0"/>
              </w:rPr>
            </w:pPr>
            <w:r w:rsidRPr="00501E3A">
              <w:rPr>
                <w:noProof w:val="0"/>
              </w:rPr>
              <w:t>UICCFileView1.updateRecord() 00 00 00, previous</w:t>
            </w:r>
          </w:p>
          <w:p w:rsidR="007E5153" w:rsidRPr="00501E3A" w:rsidRDefault="007E5153" w:rsidP="00576820">
            <w:pPr>
              <w:pStyle w:val="PL"/>
              <w:rPr>
                <w:noProof w:val="0"/>
              </w:rPr>
            </w:pPr>
            <w:r w:rsidRPr="00501E3A">
              <w:rPr>
                <w:noProof w:val="0"/>
              </w:rPr>
              <w:t>UICCFileView1.updateRecord() 00 00 00, previous</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4- UICCFileView1.increase(), 00 00 01</w:t>
            </w:r>
          </w:p>
          <w:p w:rsidR="007E5153" w:rsidRPr="00501E3A" w:rsidRDefault="007E5153" w:rsidP="00576820">
            <w:pPr>
              <w:pStyle w:val="PL"/>
              <w:rPr>
                <w:noProof w:val="0"/>
              </w:rPr>
            </w:pPr>
            <w:r w:rsidRPr="00501E3A">
              <w:rPr>
                <w:noProof w:val="0"/>
              </w:rPr>
              <w:t>5- UICCFileView1.readRecord(), current</w:t>
            </w:r>
          </w:p>
          <w:p w:rsidR="007E5153" w:rsidRPr="00501E3A" w:rsidRDefault="007E5153" w:rsidP="00576820">
            <w:pPr>
              <w:pStyle w:val="PL"/>
              <w:rPr>
                <w:noProof w:val="0"/>
              </w:rPr>
            </w:pPr>
            <w:r w:rsidRPr="00501E3A">
              <w:rPr>
                <w:noProof w:val="0"/>
              </w:rPr>
              <w:t>6- UICCFileView1.readRecord(), previous</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7- UICCFileView2.select() DF</w:t>
            </w:r>
            <w:r w:rsidRPr="00501E3A">
              <w:rPr>
                <w:noProof w:val="0"/>
                <w:vertAlign w:val="subscript"/>
              </w:rPr>
              <w:t>TEST,</w:t>
            </w:r>
          </w:p>
          <w:p w:rsidR="007E5153" w:rsidRPr="00501E3A" w:rsidRDefault="007E5153" w:rsidP="00576820">
            <w:pPr>
              <w:pStyle w:val="PL"/>
              <w:rPr>
                <w:noProof w:val="0"/>
                <w:vertAlign w:val="subscript"/>
              </w:rPr>
            </w:pPr>
            <w:r w:rsidRPr="00501E3A">
              <w:rPr>
                <w:noProof w:val="0"/>
              </w:rPr>
              <w:t>UICCFileView2.select() EF</w:t>
            </w:r>
            <w:r w:rsidRPr="00501E3A">
              <w:rPr>
                <w:noProof w:val="0"/>
                <w:vertAlign w:val="subscript"/>
              </w:rPr>
              <w:t>CARU,</w:t>
            </w:r>
          </w:p>
          <w:p w:rsidR="007E5153" w:rsidRPr="00501E3A" w:rsidRDefault="007E5153" w:rsidP="00576820">
            <w:pPr>
              <w:pStyle w:val="PL"/>
              <w:rPr>
                <w:noProof w:val="0"/>
              </w:rPr>
            </w:pPr>
            <w:r w:rsidRPr="00501E3A">
              <w:rPr>
                <w:noProof w:val="0"/>
              </w:rPr>
              <w:t>UICCFileView2.readRecord(), current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8- UICCFileView2.increase(),00 00 01</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9- UICCFileView2.readRecord(), current</w:t>
            </w:r>
          </w:p>
          <w:p w:rsidR="007E5153" w:rsidRPr="00501E3A" w:rsidRDefault="007E5153" w:rsidP="00576820">
            <w:pPr>
              <w:pStyle w:val="PL"/>
              <w:rPr>
                <w:noProof w:val="0"/>
              </w:rPr>
            </w:pPr>
            <w:r w:rsidRPr="00501E3A">
              <w:rPr>
                <w:noProof w:val="0"/>
              </w:rPr>
              <w:t>10- UICCFileView2.readRecord(), previous</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11- ADF1FileView1.select() DF</w:t>
            </w:r>
            <w:r w:rsidRPr="00501E3A">
              <w:rPr>
                <w:noProof w:val="0"/>
                <w:vertAlign w:val="subscript"/>
              </w:rPr>
              <w:t>TEST,</w:t>
            </w:r>
          </w:p>
          <w:p w:rsidR="007E5153" w:rsidRPr="00501E3A" w:rsidRDefault="007E5153" w:rsidP="00576820">
            <w:pPr>
              <w:pStyle w:val="PL"/>
              <w:rPr>
                <w:noProof w:val="0"/>
                <w:vertAlign w:val="subscript"/>
              </w:rPr>
            </w:pPr>
            <w:r w:rsidRPr="00501E3A">
              <w:rPr>
                <w:noProof w:val="0"/>
              </w:rPr>
              <w:t>ADF1FileView1.select() EF</w:t>
            </w:r>
            <w:r w:rsidRPr="00501E3A">
              <w:rPr>
                <w:noProof w:val="0"/>
                <w:vertAlign w:val="subscript"/>
              </w:rPr>
              <w:t>CARU,</w:t>
            </w:r>
          </w:p>
          <w:p w:rsidR="007E5153" w:rsidRPr="00501E3A" w:rsidRDefault="007E5153" w:rsidP="00576820">
            <w:pPr>
              <w:pStyle w:val="PL"/>
              <w:rPr>
                <w:noProof w:val="0"/>
                <w:vertAlign w:val="subscript"/>
              </w:rPr>
            </w:pPr>
            <w:r w:rsidRPr="00501E3A">
              <w:rPr>
                <w:noProof w:val="0"/>
              </w:rPr>
              <w:t>ADF1FileView1.readRecord(), current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12- ADF1FileView1.updateRecord() 00 00 00, previous</w:t>
            </w:r>
          </w:p>
          <w:p w:rsidR="007E5153" w:rsidRPr="00501E3A" w:rsidRDefault="007E5153" w:rsidP="00576820">
            <w:pPr>
              <w:pStyle w:val="PL"/>
              <w:rPr>
                <w:noProof w:val="0"/>
              </w:rPr>
            </w:pPr>
            <w:r w:rsidRPr="00501E3A">
              <w:rPr>
                <w:noProof w:val="0"/>
              </w:rPr>
              <w:t>ADF1FileView1.updateRecord() 00 00 00, previous</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13- ADF1FileView1.increase(),00 00 02</w:t>
            </w:r>
          </w:p>
          <w:p w:rsidR="007E5153" w:rsidRPr="00501E3A" w:rsidRDefault="007E5153" w:rsidP="00576820">
            <w:pPr>
              <w:pStyle w:val="PL"/>
              <w:rPr>
                <w:noProof w:val="0"/>
              </w:rPr>
            </w:pPr>
            <w:r w:rsidRPr="00501E3A">
              <w:rPr>
                <w:noProof w:val="0"/>
              </w:rPr>
              <w:t>14- ADF1FileView1.readRecord(), current</w:t>
            </w:r>
          </w:p>
          <w:p w:rsidR="007E5153" w:rsidRPr="00501E3A" w:rsidRDefault="007E5153" w:rsidP="00576820">
            <w:pPr>
              <w:pStyle w:val="PL"/>
              <w:rPr>
                <w:noProof w:val="0"/>
              </w:rPr>
            </w:pPr>
            <w:r w:rsidRPr="00501E3A">
              <w:rPr>
                <w:noProof w:val="0"/>
              </w:rPr>
              <w:t>15- ADF1FileView1.readRecord(), previous</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16- ADF1FileView2.select() DF</w:t>
            </w:r>
            <w:r w:rsidRPr="00501E3A">
              <w:rPr>
                <w:noProof w:val="0"/>
                <w:vertAlign w:val="subscript"/>
              </w:rPr>
              <w:t>TEST,</w:t>
            </w:r>
          </w:p>
          <w:p w:rsidR="007E5153" w:rsidRPr="00501E3A" w:rsidRDefault="007E5153" w:rsidP="00576820">
            <w:pPr>
              <w:pStyle w:val="PL"/>
              <w:rPr>
                <w:noProof w:val="0"/>
                <w:vertAlign w:val="subscript"/>
              </w:rPr>
            </w:pPr>
            <w:r w:rsidRPr="00501E3A">
              <w:rPr>
                <w:noProof w:val="0"/>
              </w:rPr>
              <w:t>ADF1FileView2.select() EF</w:t>
            </w:r>
            <w:r w:rsidRPr="00501E3A">
              <w:rPr>
                <w:noProof w:val="0"/>
                <w:vertAlign w:val="subscript"/>
              </w:rPr>
              <w:t>CARU,</w:t>
            </w:r>
          </w:p>
          <w:p w:rsidR="007E5153" w:rsidRPr="00501E3A" w:rsidRDefault="007E5153" w:rsidP="00576820">
            <w:pPr>
              <w:pStyle w:val="PL"/>
              <w:rPr>
                <w:noProof w:val="0"/>
              </w:rPr>
            </w:pPr>
            <w:r w:rsidRPr="00501E3A">
              <w:rPr>
                <w:noProof w:val="0"/>
              </w:rPr>
              <w:t>ADF1FileView2.readRecord(), current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17- ADF1FileView2.increase(),00 00 02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18- ADF1FileView2.readRecord(), current</w:t>
            </w:r>
          </w:p>
          <w:p w:rsidR="007E5153" w:rsidRPr="00501E3A" w:rsidRDefault="007E5153" w:rsidP="00576820">
            <w:pPr>
              <w:pStyle w:val="PL"/>
              <w:rPr>
                <w:noProof w:val="0"/>
              </w:rPr>
            </w:pPr>
            <w:r w:rsidRPr="00501E3A">
              <w:rPr>
                <w:noProof w:val="0"/>
              </w:rPr>
              <w:t>19- ADF1FileView2.readRecord(), previous</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20- select DF </w:t>
            </w:r>
            <w:r w:rsidRPr="00501E3A">
              <w:rPr>
                <w:noProof w:val="0"/>
                <w:vertAlign w:val="subscript"/>
              </w:rPr>
              <w:t>TEST</w:t>
            </w:r>
            <w:r w:rsidRPr="00501E3A">
              <w:rPr>
                <w:noProof w:val="0"/>
              </w:rPr>
              <w:t>, select EF</w:t>
            </w:r>
            <w:r w:rsidRPr="00501E3A">
              <w:rPr>
                <w:noProof w:val="0"/>
                <w:vertAlign w:val="subscript"/>
              </w:rPr>
              <w:t>CARU</w:t>
            </w:r>
            <w:r w:rsidRPr="00501E3A">
              <w:rPr>
                <w:noProof w:val="0"/>
              </w:rPr>
              <w:t>, readRecord current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21- readRecord previous</w:t>
            </w:r>
          </w:p>
          <w:p w:rsidR="007E5153" w:rsidRPr="00501E3A" w:rsidRDefault="007E5153" w:rsidP="00576820">
            <w:pPr>
              <w:pStyle w:val="PL"/>
              <w:rPr>
                <w:noProof w:val="0"/>
              </w:rPr>
            </w:pPr>
            <w:r w:rsidRPr="00501E3A">
              <w:rPr>
                <w:noProof w:val="0"/>
              </w:rPr>
              <w:t>22- readRecord previous</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23- updateRecord previous AA AA AA</w:t>
            </w:r>
          </w:p>
          <w:p w:rsidR="007E5153" w:rsidRPr="00501E3A" w:rsidRDefault="007E5153" w:rsidP="00576820">
            <w:pPr>
              <w:pStyle w:val="PL"/>
              <w:rPr>
                <w:noProof w:val="0"/>
              </w:rPr>
            </w:pPr>
            <w:r w:rsidRPr="00501E3A">
              <w:rPr>
                <w:noProof w:val="0"/>
              </w:rPr>
              <w:t>24- updateRecord previous 55 55 55</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25- select AID of ADF1, select DF </w:t>
            </w:r>
            <w:r w:rsidRPr="00501E3A">
              <w:rPr>
                <w:noProof w:val="0"/>
                <w:vertAlign w:val="subscript"/>
              </w:rPr>
              <w:t>TEST</w:t>
            </w:r>
            <w:r w:rsidRPr="00501E3A">
              <w:rPr>
                <w:noProof w:val="0"/>
              </w:rPr>
              <w:t>, select EF</w:t>
            </w:r>
            <w:r w:rsidRPr="00501E3A">
              <w:rPr>
                <w:noProof w:val="0"/>
                <w:vertAlign w:val="subscript"/>
              </w:rPr>
              <w:t>CARU</w:t>
            </w:r>
            <w:r w:rsidRPr="00501E3A">
              <w:rPr>
                <w:noProof w:val="0"/>
              </w:rPr>
              <w:t>, readRecord current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26- readRecord previous</w:t>
            </w:r>
          </w:p>
          <w:p w:rsidR="007E5153" w:rsidRPr="00501E3A" w:rsidRDefault="007E5153" w:rsidP="00576820">
            <w:pPr>
              <w:pStyle w:val="PL"/>
              <w:rPr>
                <w:noProof w:val="0"/>
              </w:rPr>
            </w:pPr>
            <w:r w:rsidRPr="00501E3A">
              <w:rPr>
                <w:noProof w:val="0"/>
              </w:rPr>
              <w:t>27- readRecord previous</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28- updateRecord previous AA AA AA</w:t>
            </w:r>
          </w:p>
          <w:p w:rsidR="007E5153" w:rsidRPr="00501E3A" w:rsidRDefault="007E5153" w:rsidP="00576820">
            <w:pPr>
              <w:pStyle w:val="PL"/>
              <w:rPr>
                <w:noProof w:val="0"/>
              </w:rPr>
            </w:pPr>
            <w:r w:rsidRPr="00501E3A">
              <w:rPr>
                <w:noProof w:val="0"/>
              </w:rPr>
              <w:t>29- updateRecord previous 55 55 55</w:t>
            </w:r>
          </w:p>
          <w:p w:rsidR="007E5153" w:rsidRPr="00501E3A" w:rsidRDefault="007E5153" w:rsidP="00576820">
            <w:pPr>
              <w:pStyle w:val="TAL"/>
              <w:keepNext w:val="0"/>
              <w:keepLines w:val="0"/>
            </w:pPr>
          </w:p>
        </w:tc>
        <w:tc>
          <w:tcPr>
            <w:tcW w:w="2911"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4- resp[] = 00 00 01</w:t>
            </w:r>
          </w:p>
          <w:p w:rsidR="007E5153" w:rsidRPr="00501E3A" w:rsidRDefault="007E5153" w:rsidP="00576820">
            <w:pPr>
              <w:pStyle w:val="TAL"/>
              <w:keepNext w:val="0"/>
              <w:keepLines w:val="0"/>
            </w:pPr>
            <w:r w:rsidRPr="00501E3A">
              <w:t>5- returns 00 00 01</w:t>
            </w:r>
          </w:p>
          <w:p w:rsidR="007E5153" w:rsidRPr="00501E3A" w:rsidRDefault="007E5153" w:rsidP="00576820">
            <w:pPr>
              <w:pStyle w:val="TAL"/>
              <w:keepNext w:val="0"/>
              <w:keepLines w:val="0"/>
            </w:pPr>
            <w:r w:rsidRPr="00501E3A">
              <w:t>6- returns 00 00 00</w:t>
            </w:r>
          </w:p>
          <w:p w:rsidR="007E5153" w:rsidRPr="00501E3A" w:rsidRDefault="007E5153" w:rsidP="00576820">
            <w:pPr>
              <w:pStyle w:val="TAL"/>
              <w:keepNext w:val="0"/>
              <w:keepLines w:val="0"/>
            </w:pPr>
            <w:r w:rsidRPr="00501E3A">
              <w:t>7- UICCException.RECORD_NOT_FOUND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8- resp[] = 00 00 02</w:t>
            </w:r>
          </w:p>
          <w:p w:rsidR="007E5153" w:rsidRPr="00501E3A" w:rsidRDefault="007E5153" w:rsidP="00576820">
            <w:pPr>
              <w:pStyle w:val="TAL"/>
              <w:keepNext w:val="0"/>
              <w:keepLines w:val="0"/>
            </w:pPr>
            <w:r w:rsidRPr="00501E3A">
              <w:t>9- returns 00 00 02</w:t>
            </w:r>
          </w:p>
          <w:p w:rsidR="007E5153" w:rsidRPr="00501E3A" w:rsidRDefault="007E5153" w:rsidP="00576820">
            <w:pPr>
              <w:pStyle w:val="TAL"/>
              <w:keepNext w:val="0"/>
              <w:keepLines w:val="0"/>
            </w:pPr>
            <w:r w:rsidRPr="00501E3A">
              <w:t>10- returns 00 00 01</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11- UICCException.RECORD_NOT_FOUND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12-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13- resp[] = 00 00 02</w:t>
            </w:r>
          </w:p>
          <w:p w:rsidR="007E5153" w:rsidRPr="00501E3A" w:rsidRDefault="007E5153" w:rsidP="00576820">
            <w:pPr>
              <w:pStyle w:val="TAL"/>
              <w:keepNext w:val="0"/>
              <w:keepLines w:val="0"/>
            </w:pPr>
            <w:r w:rsidRPr="00501E3A">
              <w:t>14- returns 00 00 02</w:t>
            </w:r>
          </w:p>
          <w:p w:rsidR="007E5153" w:rsidRPr="00501E3A" w:rsidRDefault="007E5153" w:rsidP="00576820">
            <w:pPr>
              <w:pStyle w:val="TAL"/>
              <w:keepNext w:val="0"/>
              <w:keepLines w:val="0"/>
            </w:pPr>
            <w:r w:rsidRPr="00501E3A">
              <w:lastRenderedPageBreak/>
              <w:t>15- returns 00 00 00</w:t>
            </w:r>
          </w:p>
          <w:p w:rsidR="007E5153" w:rsidRPr="00501E3A" w:rsidRDefault="007E5153" w:rsidP="00576820">
            <w:pPr>
              <w:pStyle w:val="TAL"/>
              <w:keepNext w:val="0"/>
              <w:keepLines w:val="0"/>
            </w:pPr>
            <w:r w:rsidRPr="00501E3A">
              <w:t>16- UICCException.RECORD_NOT_FOUND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17- resp[] = 00 00 04</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18- returns 00 00 04</w:t>
            </w:r>
          </w:p>
          <w:p w:rsidR="007E5153" w:rsidRPr="00501E3A" w:rsidRDefault="007E5153" w:rsidP="00576820">
            <w:pPr>
              <w:pStyle w:val="TAL"/>
              <w:keepNext w:val="0"/>
              <w:keepLines w:val="0"/>
            </w:pPr>
            <w:r w:rsidRPr="00501E3A">
              <w:t>19- returns 00 00 02</w:t>
            </w:r>
          </w:p>
          <w:p w:rsidR="007E5153" w:rsidRPr="00501E3A" w:rsidRDefault="007E5153" w:rsidP="00576820">
            <w:pPr>
              <w:pStyle w:val="TAL"/>
              <w:keepNext w:val="0"/>
              <w:keepLines w:val="0"/>
            </w:pPr>
            <w:r w:rsidRPr="00501E3A">
              <w:t>Applet finalizes</w:t>
            </w:r>
          </w:p>
        </w:tc>
        <w:tc>
          <w:tcPr>
            <w:tcW w:w="2334"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20- SW = 6A 83</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21- returns 00 00 01</w:t>
            </w:r>
          </w:p>
          <w:p w:rsidR="007E5153" w:rsidRPr="00501E3A" w:rsidRDefault="007E5153" w:rsidP="00576820">
            <w:pPr>
              <w:pStyle w:val="TAL"/>
              <w:keepNext w:val="0"/>
              <w:keepLines w:val="0"/>
            </w:pPr>
            <w:r w:rsidRPr="00501E3A">
              <w:t>22- returns 00 00 02</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23- SW = 90 00</w:t>
            </w:r>
          </w:p>
          <w:p w:rsidR="007E5153" w:rsidRPr="00501E3A" w:rsidRDefault="007E5153" w:rsidP="00576820">
            <w:pPr>
              <w:pStyle w:val="TAL"/>
              <w:keepNext w:val="0"/>
              <w:keepLines w:val="0"/>
            </w:pPr>
            <w:r w:rsidRPr="00501E3A">
              <w:t>24- SW = 90 00</w:t>
            </w:r>
          </w:p>
          <w:p w:rsidR="007E5153" w:rsidRPr="00501E3A" w:rsidRDefault="007E5153" w:rsidP="00576820">
            <w:pPr>
              <w:pStyle w:val="TAL"/>
              <w:keepNext w:val="0"/>
              <w:keepLines w:val="0"/>
            </w:pPr>
            <w:r w:rsidRPr="00501E3A">
              <w:t>25- SW = 6A 83</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26- returns 00 00 02</w:t>
            </w:r>
          </w:p>
          <w:p w:rsidR="007E5153" w:rsidRPr="00501E3A" w:rsidRDefault="007E5153" w:rsidP="00576820">
            <w:pPr>
              <w:pStyle w:val="TAL"/>
              <w:keepNext w:val="0"/>
              <w:keepLines w:val="0"/>
            </w:pPr>
            <w:r w:rsidRPr="00501E3A">
              <w:t>27- returns 00 00 04</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28- SW = 90 00</w:t>
            </w:r>
          </w:p>
          <w:p w:rsidR="007E5153" w:rsidRPr="00501E3A" w:rsidRDefault="007E5153" w:rsidP="00576820">
            <w:pPr>
              <w:pStyle w:val="TAL"/>
              <w:keepNext w:val="0"/>
              <w:keepLines w:val="0"/>
            </w:pPr>
            <w:r w:rsidRPr="00501E3A">
              <w:t>29- SW = 90 00</w:t>
            </w:r>
          </w:p>
          <w:p w:rsidR="007E5153" w:rsidRPr="00501E3A" w:rsidRDefault="007E5153" w:rsidP="00576820">
            <w:pPr>
              <w:pStyle w:val="TAL"/>
              <w:keepNext w:val="0"/>
              <w:keepLines w:val="0"/>
            </w:pPr>
          </w:p>
        </w:tc>
      </w:tr>
      <w:tr w:rsidR="007E5153" w:rsidRPr="00501E3A">
        <w:trPr>
          <w:jc w:val="center"/>
        </w:trPr>
        <w:tc>
          <w:tcPr>
            <w:tcW w:w="425" w:type="dxa"/>
            <w:tcBorders>
              <w:left w:val="single" w:sz="4" w:space="0" w:color="auto"/>
            </w:tcBorders>
          </w:tcPr>
          <w:p w:rsidR="007E5153" w:rsidRPr="00501E3A" w:rsidRDefault="007E5153" w:rsidP="00576820">
            <w:pPr>
              <w:pStyle w:val="TAC"/>
              <w:keepNext w:val="0"/>
              <w:keepLines w:val="0"/>
            </w:pPr>
            <w:r w:rsidRPr="00501E3A">
              <w:lastRenderedPageBreak/>
              <w:t>8</w:t>
            </w:r>
          </w:p>
        </w:tc>
        <w:tc>
          <w:tcPr>
            <w:tcW w:w="4111" w:type="dxa"/>
          </w:tcPr>
          <w:p w:rsidR="007E5153" w:rsidRPr="00501E3A" w:rsidRDefault="007E5153" w:rsidP="00576820">
            <w:pPr>
              <w:pStyle w:val="TAH"/>
              <w:keepNext w:val="0"/>
              <w:keepLines w:val="0"/>
            </w:pPr>
            <w:r w:rsidRPr="00501E3A">
              <w:t>CreateFile EF</w:t>
            </w:r>
          </w:p>
          <w:p w:rsidR="007E5153" w:rsidRPr="00501E3A" w:rsidRDefault="007E5153" w:rsidP="00576820">
            <w:pPr>
              <w:pStyle w:val="TAH"/>
              <w:keepNext w:val="0"/>
              <w:keepLines w:val="0"/>
            </w:pPr>
          </w:p>
          <w:p w:rsidR="007E5153" w:rsidRPr="00501E3A" w:rsidRDefault="007E5153" w:rsidP="00576820">
            <w:pPr>
              <w:pStyle w:val="PL"/>
              <w:rPr>
                <w:noProof w:val="0"/>
              </w:rPr>
            </w:pPr>
            <w:r w:rsidRPr="00501E3A">
              <w:rPr>
                <w:noProof w:val="0"/>
              </w:rPr>
              <w:t>1- Reset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Trigger the applet</w:t>
            </w:r>
          </w:p>
          <w:p w:rsidR="007E5153" w:rsidRPr="00501E3A" w:rsidRDefault="007E5153" w:rsidP="00576820">
            <w:pPr>
              <w:pStyle w:val="PL"/>
              <w:rPr>
                <w:noProof w:val="0"/>
              </w:rPr>
            </w:pPr>
          </w:p>
          <w:p w:rsidR="007E5153" w:rsidRPr="00501E3A" w:rsidRDefault="007E5153" w:rsidP="00576820">
            <w:pPr>
              <w:pStyle w:val="PL"/>
              <w:rPr>
                <w:noProof w:val="0"/>
                <w:vertAlign w:val="subscript"/>
              </w:rPr>
            </w:pPr>
            <w:r w:rsidRPr="00501E3A">
              <w:rPr>
                <w:noProof w:val="0"/>
              </w:rPr>
              <w:t>3- UICCAdminFileView1.select() DF</w:t>
            </w:r>
            <w:r w:rsidRPr="00501E3A">
              <w:rPr>
                <w:noProof w:val="0"/>
                <w:vertAlign w:val="subscript"/>
              </w:rPr>
              <w:t>TEST,</w:t>
            </w:r>
          </w:p>
          <w:p w:rsidR="007E5153" w:rsidRPr="00501E3A" w:rsidRDefault="007E5153" w:rsidP="00576820">
            <w:pPr>
              <w:pStyle w:val="PL"/>
              <w:rPr>
                <w:noProof w:val="0"/>
              </w:rPr>
            </w:pPr>
            <w:r w:rsidRPr="00501E3A">
              <w:rPr>
                <w:noProof w:val="0"/>
              </w:rPr>
              <w:t>UICCAdminFileView1.select() 6F 29</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4- UICCAdminFileView1.create() 6F 29</w:t>
            </w:r>
          </w:p>
          <w:p w:rsidR="007E5153" w:rsidRPr="00501E3A" w:rsidRDefault="007E5153" w:rsidP="00576820">
            <w:pPr>
              <w:pStyle w:val="PL"/>
              <w:rPr>
                <w:noProof w:val="0"/>
              </w:rPr>
            </w:pPr>
            <w:r w:rsidRPr="00501E3A">
              <w:rPr>
                <w:noProof w:val="0"/>
              </w:rPr>
              <w:t>5- UICCAdminFileView1.select() 6F 29</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6- UICCAdminFileView2.select() DF</w:t>
            </w:r>
            <w:r w:rsidRPr="00501E3A">
              <w:rPr>
                <w:noProof w:val="0"/>
                <w:vertAlign w:val="subscript"/>
              </w:rPr>
              <w:t xml:space="preserve">TEST, </w:t>
            </w:r>
          </w:p>
          <w:p w:rsidR="007E5153" w:rsidRPr="00501E3A" w:rsidRDefault="007E5153" w:rsidP="00576820">
            <w:pPr>
              <w:pStyle w:val="PL"/>
              <w:rPr>
                <w:noProof w:val="0"/>
              </w:rPr>
            </w:pPr>
            <w:r w:rsidRPr="00501E3A">
              <w:rPr>
                <w:noProof w:val="0"/>
              </w:rPr>
              <w:t>UICCAdminFileView2.select() 6F 29</w:t>
            </w:r>
          </w:p>
          <w:p w:rsidR="007E5153" w:rsidRPr="00501E3A" w:rsidRDefault="007E5153" w:rsidP="00576820">
            <w:pPr>
              <w:pStyle w:val="PL"/>
              <w:rPr>
                <w:noProof w:val="0"/>
              </w:rPr>
            </w:pPr>
            <w:r w:rsidRPr="00501E3A">
              <w:rPr>
                <w:noProof w:val="0"/>
              </w:rPr>
              <w:t>7- UICCAdminFileView2.select() 6F 2A</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8- UICCAdminFileView2.create() 6F 2A</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9- UICCAdminFileView1.select() 6F 2A</w:t>
            </w:r>
          </w:p>
          <w:p w:rsidR="007E5153" w:rsidRPr="00501E3A" w:rsidRDefault="007E5153" w:rsidP="00576820">
            <w:pPr>
              <w:pStyle w:val="PL"/>
              <w:rPr>
                <w:noProof w:val="0"/>
              </w:rPr>
            </w:pPr>
            <w:r w:rsidRPr="00501E3A">
              <w:rPr>
                <w:noProof w:val="0"/>
              </w:rPr>
              <w:t>10- UICCAdminFileView1.select() 6F 29</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vertAlign w:val="subscript"/>
              </w:rPr>
            </w:pPr>
            <w:r w:rsidRPr="00501E3A">
              <w:rPr>
                <w:noProof w:val="0"/>
              </w:rPr>
              <w:t>11- ADF1AdminFileView1.select() DF</w:t>
            </w:r>
            <w:r w:rsidRPr="00501E3A">
              <w:rPr>
                <w:noProof w:val="0"/>
                <w:vertAlign w:val="subscript"/>
              </w:rPr>
              <w:t>TEST,</w:t>
            </w:r>
          </w:p>
          <w:p w:rsidR="007E5153" w:rsidRPr="00501E3A" w:rsidRDefault="007E5153" w:rsidP="00576820">
            <w:pPr>
              <w:pStyle w:val="PL"/>
              <w:rPr>
                <w:noProof w:val="0"/>
              </w:rPr>
            </w:pPr>
            <w:r w:rsidRPr="00501E3A">
              <w:rPr>
                <w:noProof w:val="0"/>
              </w:rPr>
              <w:t>ADF1AdminFileView1.select() 6F 29</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12- ADF1AdminFileView1.create() 6F 29</w:t>
            </w:r>
          </w:p>
          <w:p w:rsidR="007E5153" w:rsidRPr="00501E3A" w:rsidRDefault="007E5153" w:rsidP="00576820">
            <w:pPr>
              <w:pStyle w:val="PL"/>
              <w:rPr>
                <w:noProof w:val="0"/>
              </w:rPr>
            </w:pPr>
            <w:r w:rsidRPr="00501E3A">
              <w:rPr>
                <w:noProof w:val="0"/>
              </w:rPr>
              <w:t>13- ADF1AdminFileView1.select() 6F 29</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14- ADF1AdminFileView2.select() DF</w:t>
            </w:r>
            <w:r w:rsidRPr="00501E3A">
              <w:rPr>
                <w:noProof w:val="0"/>
                <w:vertAlign w:val="subscript"/>
              </w:rPr>
              <w:t>TEST,</w:t>
            </w:r>
            <w:r w:rsidRPr="00501E3A">
              <w:rPr>
                <w:noProof w:val="0"/>
              </w:rPr>
              <w:t xml:space="preserve"> ADF1AdminFileView2.select() 6F 29</w:t>
            </w:r>
          </w:p>
          <w:p w:rsidR="007E5153" w:rsidRPr="00501E3A" w:rsidRDefault="007E5153" w:rsidP="00576820">
            <w:pPr>
              <w:pStyle w:val="PL"/>
              <w:rPr>
                <w:noProof w:val="0"/>
              </w:rPr>
            </w:pPr>
            <w:r w:rsidRPr="00501E3A">
              <w:rPr>
                <w:noProof w:val="0"/>
              </w:rPr>
              <w:t>15- ADF1AdminFileView2.select() 6F 2A</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16- ADF1AdminFileView2.create() 6F 2A</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17- ADF1AdminFileView1.select() 6F 2A</w:t>
            </w:r>
          </w:p>
          <w:p w:rsidR="007E5153" w:rsidRPr="00501E3A" w:rsidRDefault="007E5153" w:rsidP="00576820">
            <w:pPr>
              <w:pStyle w:val="PL"/>
              <w:rPr>
                <w:noProof w:val="0"/>
              </w:rPr>
            </w:pPr>
            <w:r w:rsidRPr="00501E3A">
              <w:rPr>
                <w:noProof w:val="0"/>
              </w:rPr>
              <w:t>18- ADF1AdminFileView1.select() 6F 29</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21- select DF </w:t>
            </w:r>
            <w:r w:rsidRPr="00501E3A">
              <w:rPr>
                <w:noProof w:val="0"/>
                <w:vertAlign w:val="subscript"/>
              </w:rPr>
              <w:t>TEST</w:t>
            </w:r>
            <w:r w:rsidRPr="00501E3A">
              <w:rPr>
                <w:noProof w:val="0"/>
              </w:rPr>
              <w:t>, select 6F 29</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22- select 6F 2A</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23- select AID of ADF1, select DF </w:t>
            </w:r>
            <w:r w:rsidRPr="00501E3A">
              <w:rPr>
                <w:noProof w:val="0"/>
                <w:vertAlign w:val="subscript"/>
              </w:rPr>
              <w:t>TEST</w:t>
            </w:r>
            <w:r w:rsidRPr="00501E3A">
              <w:rPr>
                <w:noProof w:val="0"/>
              </w:rPr>
              <w:t>, select 6F 29</w:t>
            </w:r>
          </w:p>
          <w:p w:rsidR="007E5153" w:rsidRPr="00501E3A" w:rsidRDefault="007E5153" w:rsidP="00576820">
            <w:pPr>
              <w:pStyle w:val="PL"/>
              <w:rPr>
                <w:noProof w:val="0"/>
              </w:rPr>
            </w:pPr>
            <w:r w:rsidRPr="00501E3A">
              <w:rPr>
                <w:noProof w:val="0"/>
              </w:rPr>
              <w:lastRenderedPageBreak/>
              <w:t>24- select 6F 2A</w:t>
            </w:r>
          </w:p>
        </w:tc>
        <w:tc>
          <w:tcPr>
            <w:tcW w:w="2911"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UICCException.FILE_NOT_FOUND is thrown</w:t>
            </w:r>
          </w:p>
          <w:p w:rsidR="007E5153" w:rsidRPr="00501E3A" w:rsidRDefault="007E5153" w:rsidP="00576820">
            <w:pPr>
              <w:pStyle w:val="TAL"/>
              <w:keepNext w:val="0"/>
              <w:keepLines w:val="0"/>
            </w:pPr>
            <w:r w:rsidRPr="00501E3A">
              <w:t>4- No exception is thrown</w:t>
            </w:r>
          </w:p>
          <w:p w:rsidR="007E5153" w:rsidRPr="00501E3A" w:rsidRDefault="007E5153" w:rsidP="00576820">
            <w:pPr>
              <w:pStyle w:val="TAL"/>
              <w:keepNext w:val="0"/>
              <w:keepLines w:val="0"/>
            </w:pPr>
            <w:r w:rsidRPr="00501E3A">
              <w:t>5-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6- No exception is thrown</w:t>
            </w:r>
          </w:p>
          <w:p w:rsidR="007E5153" w:rsidRPr="00501E3A" w:rsidRDefault="007E5153" w:rsidP="00576820">
            <w:pPr>
              <w:pStyle w:val="TAL"/>
              <w:keepNext w:val="0"/>
              <w:keepLines w:val="0"/>
            </w:pPr>
            <w:r w:rsidRPr="00501E3A">
              <w:t>7- UICCException.FILE_NOT_FOUND is thrown</w:t>
            </w:r>
          </w:p>
          <w:p w:rsidR="007E5153" w:rsidRPr="00501E3A" w:rsidRDefault="007E5153" w:rsidP="00576820">
            <w:pPr>
              <w:pStyle w:val="TAL"/>
              <w:keepNext w:val="0"/>
              <w:keepLines w:val="0"/>
            </w:pPr>
            <w:r w:rsidRPr="00501E3A">
              <w:t>8-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9- No exception is thrown</w:t>
            </w:r>
          </w:p>
          <w:p w:rsidR="007E5153" w:rsidRPr="00501E3A" w:rsidRDefault="007E5153" w:rsidP="00576820">
            <w:pPr>
              <w:pStyle w:val="TAL"/>
              <w:keepNext w:val="0"/>
              <w:keepLines w:val="0"/>
            </w:pPr>
            <w:r w:rsidRPr="00501E3A">
              <w:t>10- No exception is thrown</w:t>
            </w:r>
          </w:p>
          <w:p w:rsidR="007E5153" w:rsidRPr="00501E3A" w:rsidRDefault="007E5153" w:rsidP="00576820">
            <w:pPr>
              <w:pStyle w:val="TAL"/>
              <w:keepNext w:val="0"/>
              <w:keepLines w:val="0"/>
            </w:pPr>
            <w:r w:rsidRPr="00501E3A">
              <w:t>11- UICCException.FILE_NOT_FOUND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12- No exception is thrown</w:t>
            </w:r>
          </w:p>
          <w:p w:rsidR="007E5153" w:rsidRPr="00501E3A" w:rsidRDefault="007E5153" w:rsidP="00576820">
            <w:pPr>
              <w:pStyle w:val="TAL"/>
              <w:keepNext w:val="0"/>
              <w:keepLines w:val="0"/>
            </w:pPr>
            <w:r w:rsidRPr="00501E3A">
              <w:t>13-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14- No exception is thrown</w:t>
            </w:r>
          </w:p>
          <w:p w:rsidR="007E5153" w:rsidRPr="00501E3A" w:rsidRDefault="007E5153" w:rsidP="00576820">
            <w:pPr>
              <w:pStyle w:val="TAL"/>
              <w:keepNext w:val="0"/>
              <w:keepLines w:val="0"/>
            </w:pPr>
            <w:r w:rsidRPr="00501E3A">
              <w:t>15- UICCException.FILE_NOT_FOUND is thrown</w:t>
            </w:r>
          </w:p>
          <w:p w:rsidR="007E5153" w:rsidRPr="00501E3A" w:rsidRDefault="007E5153" w:rsidP="00576820">
            <w:pPr>
              <w:pStyle w:val="TAL"/>
              <w:keepNext w:val="0"/>
              <w:keepLines w:val="0"/>
            </w:pPr>
            <w:r w:rsidRPr="00501E3A">
              <w:t>16-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17- No exception is thrown</w:t>
            </w:r>
          </w:p>
          <w:p w:rsidR="007E5153" w:rsidRPr="00501E3A" w:rsidRDefault="007E5153" w:rsidP="00576820">
            <w:pPr>
              <w:pStyle w:val="TAL"/>
              <w:keepNext w:val="0"/>
              <w:keepLines w:val="0"/>
            </w:pPr>
            <w:r w:rsidRPr="00501E3A">
              <w:t>18-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Applet finalizes</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tc>
        <w:tc>
          <w:tcPr>
            <w:tcW w:w="2334"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21- SW = 90 00</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22- SW = 90 00</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23- SW = 90 00</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24- SW = 90 00</w:t>
            </w:r>
          </w:p>
        </w:tc>
      </w:tr>
      <w:tr w:rsidR="007E5153" w:rsidRPr="00501E3A">
        <w:trPr>
          <w:jc w:val="center"/>
        </w:trPr>
        <w:tc>
          <w:tcPr>
            <w:tcW w:w="425" w:type="dxa"/>
            <w:tcBorders>
              <w:left w:val="single" w:sz="4" w:space="0" w:color="auto"/>
            </w:tcBorders>
          </w:tcPr>
          <w:p w:rsidR="007E5153" w:rsidRPr="00501E3A" w:rsidRDefault="007E5153" w:rsidP="00576820">
            <w:pPr>
              <w:pStyle w:val="TAC"/>
              <w:keepNext w:val="0"/>
              <w:keepLines w:val="0"/>
            </w:pPr>
            <w:r w:rsidRPr="00501E3A">
              <w:lastRenderedPageBreak/>
              <w:t>9</w:t>
            </w:r>
          </w:p>
        </w:tc>
        <w:tc>
          <w:tcPr>
            <w:tcW w:w="4111" w:type="dxa"/>
          </w:tcPr>
          <w:p w:rsidR="007E5153" w:rsidRPr="00501E3A" w:rsidRDefault="007E5153" w:rsidP="00576820">
            <w:pPr>
              <w:pStyle w:val="TAH"/>
              <w:keepNext w:val="0"/>
              <w:keepLines w:val="0"/>
            </w:pPr>
            <w:r w:rsidRPr="00501E3A">
              <w:t>CreateFile DF</w:t>
            </w:r>
          </w:p>
          <w:p w:rsidR="007E5153" w:rsidRPr="00501E3A" w:rsidRDefault="007E5153" w:rsidP="00576820">
            <w:pPr>
              <w:pStyle w:val="TAH"/>
              <w:keepNext w:val="0"/>
              <w:keepLines w:val="0"/>
            </w:pPr>
          </w:p>
          <w:p w:rsidR="007E5153" w:rsidRPr="00501E3A" w:rsidRDefault="007E5153" w:rsidP="00576820">
            <w:pPr>
              <w:pStyle w:val="PL"/>
              <w:rPr>
                <w:noProof w:val="0"/>
              </w:rPr>
            </w:pPr>
            <w:r w:rsidRPr="00501E3A">
              <w:rPr>
                <w:noProof w:val="0"/>
              </w:rPr>
              <w:t>1- Reset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Trigger the applet</w:t>
            </w:r>
          </w:p>
          <w:p w:rsidR="007E5153" w:rsidRPr="00501E3A" w:rsidRDefault="007E5153" w:rsidP="00576820">
            <w:pPr>
              <w:pStyle w:val="PL"/>
              <w:rPr>
                <w:noProof w:val="0"/>
              </w:rPr>
            </w:pPr>
          </w:p>
          <w:p w:rsidR="007E5153" w:rsidRPr="00501E3A" w:rsidRDefault="007E5153" w:rsidP="00576820">
            <w:pPr>
              <w:pStyle w:val="PL"/>
              <w:rPr>
                <w:noProof w:val="0"/>
                <w:vertAlign w:val="subscript"/>
              </w:rPr>
            </w:pPr>
            <w:r w:rsidRPr="00501E3A">
              <w:rPr>
                <w:noProof w:val="0"/>
              </w:rPr>
              <w:t>3- UICCAdminFileView1.select() DF</w:t>
            </w:r>
            <w:r w:rsidRPr="00501E3A">
              <w:rPr>
                <w:noProof w:val="0"/>
                <w:vertAlign w:val="subscript"/>
              </w:rPr>
              <w:t>TEST,</w:t>
            </w:r>
          </w:p>
          <w:p w:rsidR="007E5153" w:rsidRPr="00501E3A" w:rsidRDefault="007E5153" w:rsidP="00576820">
            <w:pPr>
              <w:pStyle w:val="PL"/>
              <w:rPr>
                <w:noProof w:val="0"/>
              </w:rPr>
            </w:pPr>
            <w:r w:rsidRPr="00501E3A">
              <w:rPr>
                <w:noProof w:val="0"/>
              </w:rPr>
              <w:t>UICCAdminFileView1.select() 5F 01</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4- UICCAdminFileView1.create() 5F 01</w:t>
            </w:r>
          </w:p>
          <w:p w:rsidR="007E5153" w:rsidRPr="00501E3A" w:rsidRDefault="007E5153" w:rsidP="00576820">
            <w:pPr>
              <w:pStyle w:val="PL"/>
              <w:rPr>
                <w:noProof w:val="0"/>
              </w:rPr>
            </w:pPr>
            <w:r w:rsidRPr="00501E3A">
              <w:rPr>
                <w:noProof w:val="0"/>
              </w:rPr>
              <w:t>5- UICCAdminFileView1.select() 5F 01</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6- UICCAdminFileView2.select() DF</w:t>
            </w:r>
            <w:r w:rsidRPr="00501E3A">
              <w:rPr>
                <w:noProof w:val="0"/>
                <w:vertAlign w:val="subscript"/>
              </w:rPr>
              <w:t xml:space="preserve">TEST, </w:t>
            </w:r>
          </w:p>
          <w:p w:rsidR="007E5153" w:rsidRPr="00501E3A" w:rsidRDefault="007E5153" w:rsidP="00576820">
            <w:pPr>
              <w:pStyle w:val="PL"/>
              <w:rPr>
                <w:noProof w:val="0"/>
              </w:rPr>
            </w:pPr>
            <w:r w:rsidRPr="00501E3A">
              <w:rPr>
                <w:noProof w:val="0"/>
              </w:rPr>
              <w:t>UICCAdminFileView2.select() 5F 01</w:t>
            </w:r>
          </w:p>
          <w:p w:rsidR="007E5153" w:rsidRPr="00501E3A" w:rsidRDefault="007E5153" w:rsidP="00576820">
            <w:pPr>
              <w:pStyle w:val="PL"/>
              <w:rPr>
                <w:noProof w:val="0"/>
              </w:rPr>
            </w:pPr>
            <w:r w:rsidRPr="00501E3A">
              <w:rPr>
                <w:noProof w:val="0"/>
              </w:rPr>
              <w:t>7- UICCAdminFileView2.select() 5F 02</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8- UICCAdminFileView2.create() 5F 02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9- UICCAdminFileView1.select() 5F 02</w:t>
            </w:r>
          </w:p>
          <w:p w:rsidR="007E5153" w:rsidRPr="00501E3A" w:rsidRDefault="007E5153" w:rsidP="00576820">
            <w:pPr>
              <w:pStyle w:val="PL"/>
              <w:rPr>
                <w:noProof w:val="0"/>
              </w:rPr>
            </w:pPr>
            <w:r w:rsidRPr="00501E3A">
              <w:rPr>
                <w:noProof w:val="0"/>
              </w:rPr>
              <w:t>10- UICCAdminFileView1.select() 5F 01</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vertAlign w:val="subscript"/>
              </w:rPr>
            </w:pPr>
            <w:r w:rsidRPr="00501E3A">
              <w:rPr>
                <w:noProof w:val="0"/>
              </w:rPr>
              <w:t xml:space="preserve">11- </w:t>
            </w:r>
          </w:p>
          <w:p w:rsidR="007E5153" w:rsidRPr="00501E3A" w:rsidRDefault="007E5153" w:rsidP="00576820">
            <w:pPr>
              <w:pStyle w:val="PL"/>
              <w:rPr>
                <w:noProof w:val="0"/>
              </w:rPr>
            </w:pPr>
            <w:r w:rsidRPr="00501E3A">
              <w:rPr>
                <w:noProof w:val="0"/>
              </w:rPr>
              <w:t>ADF1AdminFileView1.select() 5F 01</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12- ADF1AdminFileView1.create() 5F 01</w:t>
            </w:r>
          </w:p>
          <w:p w:rsidR="007E5153" w:rsidRPr="00501E3A" w:rsidRDefault="007E5153" w:rsidP="00576820">
            <w:pPr>
              <w:pStyle w:val="PL"/>
              <w:rPr>
                <w:noProof w:val="0"/>
              </w:rPr>
            </w:pPr>
            <w:r w:rsidRPr="00501E3A">
              <w:rPr>
                <w:noProof w:val="0"/>
              </w:rPr>
              <w:t>13- ADF1AdminFileView1.select() 5F 01</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14- ADF1AdminFileView2.select() 5F 01</w:t>
            </w:r>
          </w:p>
          <w:p w:rsidR="007E5153" w:rsidRPr="00501E3A" w:rsidRDefault="007E5153" w:rsidP="00576820">
            <w:pPr>
              <w:pStyle w:val="PL"/>
              <w:rPr>
                <w:noProof w:val="0"/>
              </w:rPr>
            </w:pPr>
            <w:r w:rsidRPr="00501E3A">
              <w:rPr>
                <w:noProof w:val="0"/>
              </w:rPr>
              <w:t>15- ADF1AdminFileView2.select() 5F 02</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16- ADF1AdminFileView2.create() 5F 02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17- ADF1AdminFileView1.select() 5F 02</w:t>
            </w:r>
          </w:p>
          <w:p w:rsidR="007E5153" w:rsidRPr="00501E3A" w:rsidRDefault="007E5153" w:rsidP="00576820">
            <w:pPr>
              <w:pStyle w:val="PL"/>
              <w:rPr>
                <w:noProof w:val="0"/>
              </w:rPr>
            </w:pPr>
            <w:r w:rsidRPr="00501E3A">
              <w:rPr>
                <w:noProof w:val="0"/>
              </w:rPr>
              <w:t>18- ADF1AdminFileView1.select() 5F 01</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21- select 5F 01</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22- select 5F 02</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23- select AID of ADF1, select 5F 01</w:t>
            </w:r>
          </w:p>
          <w:p w:rsidR="007E5153" w:rsidRPr="00501E3A" w:rsidRDefault="007E5153" w:rsidP="00576820">
            <w:pPr>
              <w:pStyle w:val="PL"/>
              <w:rPr>
                <w:noProof w:val="0"/>
              </w:rPr>
            </w:pPr>
            <w:r w:rsidRPr="00501E3A">
              <w:rPr>
                <w:noProof w:val="0"/>
              </w:rPr>
              <w:t>24- select 5F 02</w:t>
            </w:r>
          </w:p>
        </w:tc>
        <w:tc>
          <w:tcPr>
            <w:tcW w:w="2911"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UICCException.FILE_NOT_FOUND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4- No exception is thrown</w:t>
            </w:r>
          </w:p>
          <w:p w:rsidR="007E5153" w:rsidRPr="00501E3A" w:rsidRDefault="007E5153" w:rsidP="00576820">
            <w:pPr>
              <w:pStyle w:val="TAL"/>
              <w:keepNext w:val="0"/>
              <w:keepLines w:val="0"/>
            </w:pPr>
            <w:r w:rsidRPr="00501E3A">
              <w:t>5-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6- No exception is thrown</w:t>
            </w:r>
          </w:p>
          <w:p w:rsidR="007E5153" w:rsidRPr="00501E3A" w:rsidRDefault="007E5153" w:rsidP="00576820">
            <w:pPr>
              <w:pStyle w:val="TAL"/>
              <w:keepNext w:val="0"/>
              <w:keepLines w:val="0"/>
            </w:pPr>
            <w:r w:rsidRPr="00501E3A">
              <w:t>7- UICCException.FILE_NOT_FOUND is thrown</w:t>
            </w:r>
          </w:p>
          <w:p w:rsidR="007E5153" w:rsidRPr="00501E3A" w:rsidRDefault="007E5153" w:rsidP="00576820">
            <w:pPr>
              <w:pStyle w:val="TAL"/>
              <w:keepNext w:val="0"/>
              <w:keepLines w:val="0"/>
            </w:pPr>
            <w:r w:rsidRPr="00501E3A">
              <w:t>8-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9- No exception is thrown</w:t>
            </w:r>
          </w:p>
          <w:p w:rsidR="007E5153" w:rsidRPr="00501E3A" w:rsidRDefault="007E5153" w:rsidP="00576820">
            <w:pPr>
              <w:pStyle w:val="TAL"/>
              <w:keepNext w:val="0"/>
              <w:keepLines w:val="0"/>
            </w:pPr>
            <w:r w:rsidRPr="00501E3A">
              <w:t>10-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11- UICCException.FILE_NOT_FOUND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12- No exception is thrown</w:t>
            </w:r>
          </w:p>
          <w:p w:rsidR="007E5153" w:rsidRPr="00501E3A" w:rsidRDefault="007E5153" w:rsidP="00576820">
            <w:pPr>
              <w:pStyle w:val="TAL"/>
              <w:keepNext w:val="0"/>
              <w:keepLines w:val="0"/>
            </w:pPr>
            <w:r w:rsidRPr="00501E3A">
              <w:t>13-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14- No exception is thrown</w:t>
            </w:r>
          </w:p>
          <w:p w:rsidR="007E5153" w:rsidRPr="00501E3A" w:rsidRDefault="007E5153" w:rsidP="00576820">
            <w:pPr>
              <w:pStyle w:val="TAL"/>
              <w:keepNext w:val="0"/>
              <w:keepLines w:val="0"/>
            </w:pPr>
            <w:r w:rsidRPr="00501E3A">
              <w:t>15- UICCException.FILE_NOT_FOUND is thrown</w:t>
            </w:r>
          </w:p>
          <w:p w:rsidR="007E5153" w:rsidRPr="00501E3A" w:rsidRDefault="007E5153" w:rsidP="00576820">
            <w:pPr>
              <w:pStyle w:val="TAL"/>
              <w:keepNext w:val="0"/>
              <w:keepLines w:val="0"/>
            </w:pPr>
            <w:r w:rsidRPr="00501E3A">
              <w:t>16-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17- No exception is thrown</w:t>
            </w:r>
          </w:p>
          <w:p w:rsidR="007E5153" w:rsidRPr="00501E3A" w:rsidRDefault="007E5153" w:rsidP="00576820">
            <w:pPr>
              <w:pStyle w:val="TAL"/>
              <w:keepNext w:val="0"/>
              <w:keepLines w:val="0"/>
            </w:pPr>
            <w:r w:rsidRPr="00501E3A">
              <w:t>18-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Applet finalizes</w:t>
            </w: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tc>
        <w:tc>
          <w:tcPr>
            <w:tcW w:w="2334"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21- SW = 90 00</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22- SW = 90 00</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23- SW = 90 00</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24- SW = 90 00</w:t>
            </w:r>
          </w:p>
        </w:tc>
      </w:tr>
      <w:tr w:rsidR="007E5153" w:rsidRPr="00501E3A">
        <w:trPr>
          <w:jc w:val="center"/>
        </w:trPr>
        <w:tc>
          <w:tcPr>
            <w:tcW w:w="425" w:type="dxa"/>
            <w:tcBorders>
              <w:left w:val="single" w:sz="4" w:space="0" w:color="auto"/>
            </w:tcBorders>
          </w:tcPr>
          <w:p w:rsidR="007E5153" w:rsidRPr="00501E3A" w:rsidRDefault="007E5153" w:rsidP="00520A06">
            <w:pPr>
              <w:pStyle w:val="TAC"/>
            </w:pPr>
            <w:r w:rsidRPr="00501E3A">
              <w:lastRenderedPageBreak/>
              <w:t>10</w:t>
            </w:r>
          </w:p>
        </w:tc>
        <w:tc>
          <w:tcPr>
            <w:tcW w:w="4111" w:type="dxa"/>
          </w:tcPr>
          <w:p w:rsidR="007E5153" w:rsidRPr="00501E3A" w:rsidRDefault="007E5153" w:rsidP="00520A06">
            <w:pPr>
              <w:pStyle w:val="TAH"/>
            </w:pPr>
            <w:r w:rsidRPr="00501E3A">
              <w:t>ResizeFile</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 Reset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2- Trigger the applet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3- UICCAdminFileView1.select() DF</w:t>
            </w:r>
            <w:r w:rsidRPr="00501E3A">
              <w:rPr>
                <w:noProof w:val="0"/>
                <w:vertAlign w:val="subscript"/>
              </w:rPr>
              <w:t>TEST,</w:t>
            </w:r>
          </w:p>
          <w:p w:rsidR="007E5153" w:rsidRPr="00501E3A" w:rsidRDefault="007E5153" w:rsidP="00520A06">
            <w:pPr>
              <w:pStyle w:val="PL"/>
              <w:keepNext/>
              <w:keepLines/>
              <w:rPr>
                <w:noProof w:val="0"/>
                <w:vertAlign w:val="subscript"/>
              </w:rPr>
            </w:pPr>
            <w:r w:rsidRPr="00501E3A">
              <w:rPr>
                <w:noProof w:val="0"/>
              </w:rPr>
              <w:t>UICCAdminFileView1.select() EF</w:t>
            </w:r>
            <w:r w:rsidRPr="00501E3A">
              <w:rPr>
                <w:noProof w:val="0"/>
                <w:vertAlign w:val="subscript"/>
              </w:rPr>
              <w:t>TDAC,</w:t>
            </w:r>
          </w:p>
          <w:p w:rsidR="007E5153" w:rsidRPr="00501E3A" w:rsidRDefault="007E5153" w:rsidP="00520A06">
            <w:pPr>
              <w:pStyle w:val="PL"/>
              <w:keepNext/>
              <w:keepLines/>
              <w:rPr>
                <w:noProof w:val="0"/>
                <w:vertAlign w:val="subscript"/>
              </w:rPr>
            </w:pPr>
            <w:r w:rsidRPr="00501E3A">
              <w:rPr>
                <w:noProof w:val="0"/>
              </w:rPr>
              <w:t xml:space="preserve">UICCAdminFileView1.readBinary(), length 06 </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4- UICCAdminFileView1.resize(),add 3 bytes</w:t>
            </w:r>
          </w:p>
          <w:p w:rsidR="007E5153" w:rsidRPr="00501E3A" w:rsidRDefault="007E5153" w:rsidP="00520A06">
            <w:pPr>
              <w:pStyle w:val="PL"/>
              <w:keepNext/>
              <w:keepLines/>
              <w:rPr>
                <w:noProof w:val="0"/>
                <w:vertAlign w:val="subscript"/>
              </w:rPr>
            </w:pPr>
            <w:r w:rsidRPr="00501E3A">
              <w:rPr>
                <w:noProof w:val="0"/>
              </w:rPr>
              <w:t xml:space="preserve">UICCAdminFileView1.readBinary(), length 06 </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5- UICCAdminFileView2.select() DF</w:t>
            </w:r>
            <w:r w:rsidRPr="00501E3A">
              <w:rPr>
                <w:noProof w:val="0"/>
                <w:vertAlign w:val="subscript"/>
              </w:rPr>
              <w:t>TEST,</w:t>
            </w:r>
          </w:p>
          <w:p w:rsidR="007E5153" w:rsidRPr="00501E3A" w:rsidRDefault="007E5153" w:rsidP="00520A06">
            <w:pPr>
              <w:pStyle w:val="PL"/>
              <w:keepNext/>
              <w:keepLines/>
              <w:rPr>
                <w:noProof w:val="0"/>
                <w:vertAlign w:val="subscript"/>
              </w:rPr>
            </w:pPr>
            <w:r w:rsidRPr="00501E3A">
              <w:rPr>
                <w:noProof w:val="0"/>
              </w:rPr>
              <w:t>UICCAdminFileView2.select() EF</w:t>
            </w:r>
            <w:r w:rsidRPr="00501E3A">
              <w:rPr>
                <w:noProof w:val="0"/>
                <w:vertAlign w:val="subscript"/>
              </w:rPr>
              <w:t>TDAC,</w:t>
            </w:r>
          </w:p>
          <w:p w:rsidR="007E5153" w:rsidRPr="00501E3A" w:rsidRDefault="007E5153" w:rsidP="00520A06">
            <w:pPr>
              <w:pStyle w:val="PL"/>
              <w:keepNext/>
              <w:keepLines/>
              <w:rPr>
                <w:noProof w:val="0"/>
                <w:vertAlign w:val="subscript"/>
              </w:rPr>
            </w:pPr>
            <w:r w:rsidRPr="00501E3A">
              <w:rPr>
                <w:noProof w:val="0"/>
              </w:rPr>
              <w:t xml:space="preserve">UICCAdminFileView2.readBinary(), length 06 </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6- UICCAdminFileView1.resize(), remove 2 bytes</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7- ADF1AdminFileView1.select() DF</w:t>
            </w:r>
            <w:r w:rsidRPr="00501E3A">
              <w:rPr>
                <w:noProof w:val="0"/>
                <w:vertAlign w:val="subscript"/>
              </w:rPr>
              <w:t>TEST,</w:t>
            </w:r>
          </w:p>
          <w:p w:rsidR="007E5153" w:rsidRPr="00501E3A" w:rsidRDefault="007E5153" w:rsidP="00520A06">
            <w:pPr>
              <w:pStyle w:val="PL"/>
              <w:keepNext/>
              <w:keepLines/>
              <w:rPr>
                <w:noProof w:val="0"/>
                <w:vertAlign w:val="subscript"/>
              </w:rPr>
            </w:pPr>
            <w:r w:rsidRPr="00501E3A">
              <w:rPr>
                <w:noProof w:val="0"/>
              </w:rPr>
              <w:t>ADF1AdminFileView1.select() EF</w:t>
            </w:r>
            <w:r w:rsidRPr="00501E3A">
              <w:rPr>
                <w:noProof w:val="0"/>
                <w:vertAlign w:val="subscript"/>
              </w:rPr>
              <w:t>LNU,</w:t>
            </w:r>
          </w:p>
          <w:p w:rsidR="007E5153" w:rsidRPr="00501E3A" w:rsidRDefault="007E5153" w:rsidP="00520A06">
            <w:pPr>
              <w:pStyle w:val="PL"/>
              <w:keepNext/>
              <w:keepLines/>
              <w:rPr>
                <w:noProof w:val="0"/>
              </w:rPr>
            </w:pPr>
            <w:r w:rsidRPr="00501E3A">
              <w:rPr>
                <w:noProof w:val="0"/>
              </w:rPr>
              <w:t>ADF1AdminFileView1.readRecord(),record 4</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8- ADF1AdminFileView1.resize(),add 2 records</w:t>
            </w:r>
          </w:p>
          <w:p w:rsidR="007E5153" w:rsidRPr="00501E3A" w:rsidRDefault="007E5153" w:rsidP="00520A06">
            <w:pPr>
              <w:pStyle w:val="PL"/>
              <w:keepNext/>
              <w:keepLines/>
              <w:rPr>
                <w:noProof w:val="0"/>
                <w:vertAlign w:val="subscript"/>
              </w:rPr>
            </w:pPr>
            <w:r w:rsidRPr="00501E3A">
              <w:rPr>
                <w:noProof w:val="0"/>
              </w:rPr>
              <w:t>ADF1AdminFileView1.readRecord (),record 4</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9- ADF1AdminFileVie2.select() DF</w:t>
            </w:r>
            <w:r w:rsidRPr="00501E3A">
              <w:rPr>
                <w:noProof w:val="0"/>
                <w:vertAlign w:val="subscript"/>
              </w:rPr>
              <w:t>TEST,</w:t>
            </w:r>
          </w:p>
          <w:p w:rsidR="007E5153" w:rsidRPr="00501E3A" w:rsidRDefault="007E5153" w:rsidP="00520A06">
            <w:pPr>
              <w:pStyle w:val="PL"/>
              <w:keepNext/>
              <w:keepLines/>
              <w:rPr>
                <w:noProof w:val="0"/>
                <w:vertAlign w:val="subscript"/>
              </w:rPr>
            </w:pPr>
            <w:r w:rsidRPr="00501E3A">
              <w:rPr>
                <w:noProof w:val="0"/>
              </w:rPr>
              <w:t>ADF1AdminFileView2.select() EF</w:t>
            </w:r>
            <w:r w:rsidRPr="00501E3A">
              <w:rPr>
                <w:noProof w:val="0"/>
                <w:vertAlign w:val="subscript"/>
              </w:rPr>
              <w:t>LNU,</w:t>
            </w:r>
          </w:p>
          <w:p w:rsidR="007E5153" w:rsidRPr="00501E3A" w:rsidRDefault="007E5153" w:rsidP="00520A06">
            <w:pPr>
              <w:pStyle w:val="PL"/>
              <w:keepNext/>
              <w:keepLines/>
              <w:rPr>
                <w:noProof w:val="0"/>
                <w:vertAlign w:val="subscript"/>
              </w:rPr>
            </w:pPr>
            <w:r w:rsidRPr="00501E3A">
              <w:rPr>
                <w:noProof w:val="0"/>
              </w:rPr>
              <w:t>ADF1AdminFileView2.readRecord (),record 4</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10- ADF1AdminFileView2.resize(), remove 1 record</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 xml:space="preserve">11- select DF </w:t>
            </w:r>
            <w:r w:rsidRPr="00501E3A">
              <w:rPr>
                <w:noProof w:val="0"/>
                <w:vertAlign w:val="subscript"/>
              </w:rPr>
              <w:t>TEST</w:t>
            </w:r>
            <w:r w:rsidRPr="00501E3A">
              <w:rPr>
                <w:noProof w:val="0"/>
              </w:rPr>
              <w:t>, select EF</w:t>
            </w:r>
            <w:r w:rsidRPr="00501E3A">
              <w:rPr>
                <w:noProof w:val="0"/>
                <w:vertAlign w:val="subscript"/>
              </w:rPr>
              <w:t>TDAC</w:t>
            </w:r>
            <w:r w:rsidRPr="00501E3A">
              <w:rPr>
                <w:noProof w:val="0"/>
              </w:rPr>
              <w:t xml:space="preserve">, readBinary length 06 </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12- readBinary length 04</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13- resize, remove 1 byte</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 xml:space="preserve">14- select AID of ADF1, select DF </w:t>
            </w:r>
            <w:r w:rsidRPr="00501E3A">
              <w:rPr>
                <w:noProof w:val="0"/>
                <w:vertAlign w:val="subscript"/>
              </w:rPr>
              <w:t>TEST</w:t>
            </w:r>
            <w:r w:rsidRPr="00501E3A">
              <w:rPr>
                <w:noProof w:val="0"/>
              </w:rPr>
              <w:t>, select EF</w:t>
            </w:r>
            <w:r w:rsidRPr="00501E3A">
              <w:rPr>
                <w:noProof w:val="0"/>
                <w:vertAlign w:val="subscript"/>
              </w:rPr>
              <w:t>LNU</w:t>
            </w:r>
            <w:r w:rsidRPr="00501E3A">
              <w:rPr>
                <w:noProof w:val="0"/>
              </w:rPr>
              <w:t>, readRecord record 4</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15- readRecord record 3</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16- resize, remove 1 record</w:t>
            </w:r>
          </w:p>
        </w:tc>
        <w:tc>
          <w:tcPr>
            <w:tcW w:w="2911"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3- UICCException.OUT_OF_FILE_BOUNDARIES is thrown</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4- returns 00 00 00 FF FF FF</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5- returns 00 00 00 FF FF FF</w:t>
            </w:r>
          </w:p>
          <w:p w:rsidR="007E5153" w:rsidRPr="00501E3A" w:rsidRDefault="007E5153" w:rsidP="00520A06">
            <w:pPr>
              <w:pStyle w:val="TAL"/>
            </w:pPr>
          </w:p>
          <w:p w:rsidR="007E5153" w:rsidRPr="00501E3A" w:rsidRDefault="007E5153" w:rsidP="00520A06">
            <w:pPr>
              <w:pStyle w:val="TAL"/>
            </w:pPr>
            <w:r w:rsidRPr="00501E3A">
              <w:t>6- No exception is thrown</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7- UICCException.RECORD_NOT_FOUND is thrown</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8- returns FF FF FF FF</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 xml:space="preserve">9- returns FF FF FF FF </w:t>
            </w:r>
          </w:p>
          <w:p w:rsidR="007E5153" w:rsidRPr="00501E3A" w:rsidRDefault="007E5153" w:rsidP="00520A06">
            <w:pPr>
              <w:pStyle w:val="TAL"/>
            </w:pPr>
          </w:p>
          <w:p w:rsidR="007E5153" w:rsidRPr="00501E3A" w:rsidRDefault="007E5153" w:rsidP="00520A06">
            <w:pPr>
              <w:pStyle w:val="TAL"/>
            </w:pPr>
            <w:r w:rsidRPr="00501E3A">
              <w:t>10- No exception is thrown</w:t>
            </w:r>
          </w:p>
          <w:p w:rsidR="007E5153" w:rsidRPr="00501E3A" w:rsidRDefault="007E5153" w:rsidP="00520A06">
            <w:pPr>
              <w:pStyle w:val="TAL"/>
            </w:pPr>
          </w:p>
          <w:p w:rsidR="007E5153" w:rsidRPr="00501E3A" w:rsidRDefault="007E5153" w:rsidP="00520A06">
            <w:pPr>
              <w:pStyle w:val="TAL"/>
            </w:pPr>
            <w:r w:rsidRPr="00501E3A">
              <w:t>Applet finalizes</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tc>
        <w:tc>
          <w:tcPr>
            <w:tcW w:w="2334"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 xml:space="preserve">11-  R-APDU = 00 00 00 FF 90 00 or </w:t>
            </w:r>
          </w:p>
          <w:p w:rsidR="007E5153" w:rsidRPr="00501E3A" w:rsidRDefault="007E5153" w:rsidP="00520A06">
            <w:pPr>
              <w:pStyle w:val="TAL"/>
            </w:pPr>
            <w:r w:rsidRPr="00501E3A">
              <w:t>62 82 or</w:t>
            </w:r>
          </w:p>
          <w:p w:rsidR="007E5153" w:rsidRPr="00501E3A" w:rsidRDefault="007E5153" w:rsidP="00520A06">
            <w:pPr>
              <w:pStyle w:val="TAL"/>
            </w:pPr>
            <w:r w:rsidRPr="00501E3A">
              <w:t>67 00</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12- returns 00 00 00 FF</w:t>
            </w:r>
          </w:p>
          <w:p w:rsidR="007E5153" w:rsidRPr="00501E3A" w:rsidRDefault="007E5153" w:rsidP="00520A06">
            <w:pPr>
              <w:pStyle w:val="TAL"/>
            </w:pPr>
          </w:p>
          <w:p w:rsidR="007E5153" w:rsidRPr="00501E3A" w:rsidRDefault="007E5153" w:rsidP="00520A06">
            <w:pPr>
              <w:pStyle w:val="TAL"/>
            </w:pPr>
            <w:r w:rsidRPr="00501E3A">
              <w:t>13- SW = 90 00</w:t>
            </w: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14- SW = 6A 83</w:t>
            </w:r>
          </w:p>
          <w:p w:rsidR="007E5153" w:rsidRPr="00501E3A" w:rsidRDefault="007E5153" w:rsidP="00520A06">
            <w:pPr>
              <w:pStyle w:val="TAL"/>
            </w:pPr>
          </w:p>
          <w:p w:rsidR="007E5153" w:rsidRPr="00501E3A" w:rsidRDefault="007E5153" w:rsidP="00520A06">
            <w:pPr>
              <w:pStyle w:val="TAL"/>
            </w:pPr>
            <w:r w:rsidRPr="00501E3A">
              <w:t>15- returns FF FF FF FF</w:t>
            </w:r>
          </w:p>
          <w:p w:rsidR="007E5153" w:rsidRPr="00501E3A" w:rsidRDefault="007E5153" w:rsidP="00520A06">
            <w:pPr>
              <w:pStyle w:val="TAL"/>
            </w:pPr>
          </w:p>
          <w:p w:rsidR="007E5153" w:rsidRPr="00501E3A" w:rsidRDefault="007E5153" w:rsidP="00520A06">
            <w:pPr>
              <w:pStyle w:val="TAL"/>
            </w:pPr>
            <w:r w:rsidRPr="00501E3A">
              <w:t>16- SW = 90 00</w:t>
            </w:r>
          </w:p>
          <w:p w:rsidR="007E5153" w:rsidRPr="00501E3A" w:rsidRDefault="007E5153" w:rsidP="00520A06">
            <w:pPr>
              <w:pStyle w:val="TAL"/>
            </w:pPr>
          </w:p>
        </w:tc>
      </w:tr>
      <w:tr w:rsidR="007E5153" w:rsidRPr="00501E3A">
        <w:trPr>
          <w:jc w:val="center"/>
        </w:trPr>
        <w:tc>
          <w:tcPr>
            <w:tcW w:w="425" w:type="dxa"/>
            <w:tcBorders>
              <w:left w:val="single" w:sz="4" w:space="0" w:color="auto"/>
            </w:tcBorders>
          </w:tcPr>
          <w:p w:rsidR="007E5153" w:rsidRPr="00501E3A" w:rsidRDefault="007E5153" w:rsidP="00520A06">
            <w:pPr>
              <w:pStyle w:val="TAC"/>
            </w:pPr>
            <w:r w:rsidRPr="00501E3A">
              <w:t>11</w:t>
            </w:r>
          </w:p>
        </w:tc>
        <w:tc>
          <w:tcPr>
            <w:tcW w:w="4111" w:type="dxa"/>
          </w:tcPr>
          <w:p w:rsidR="007E5153" w:rsidRPr="00501E3A" w:rsidRDefault="007E5153" w:rsidP="00520A06">
            <w:pPr>
              <w:pStyle w:val="TAH"/>
            </w:pPr>
            <w:r w:rsidRPr="00501E3A">
              <w:t>Non-shareable files (UICCFileView - UICCFileView)</w:t>
            </w:r>
          </w:p>
          <w:p w:rsidR="007E5153" w:rsidRPr="00501E3A" w:rsidRDefault="007E5153" w:rsidP="00520A06">
            <w:pPr>
              <w:pStyle w:val="TAH"/>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 Reset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2- Trigger the applet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3- UICCFileView1.select() DF</w:t>
            </w:r>
            <w:r w:rsidRPr="00501E3A">
              <w:rPr>
                <w:noProof w:val="0"/>
                <w:vertAlign w:val="subscript"/>
              </w:rPr>
              <w:t>TEST,</w:t>
            </w:r>
          </w:p>
          <w:p w:rsidR="007E5153" w:rsidRPr="00501E3A" w:rsidRDefault="007E5153" w:rsidP="00520A06">
            <w:pPr>
              <w:pStyle w:val="PL"/>
              <w:keepNext/>
              <w:keepLines/>
              <w:rPr>
                <w:noProof w:val="0"/>
                <w:vertAlign w:val="subscript"/>
              </w:rPr>
            </w:pPr>
            <w:r w:rsidRPr="00501E3A">
              <w:rPr>
                <w:noProof w:val="0"/>
              </w:rPr>
              <w:t>UICCFileView1.select() EF</w:t>
            </w:r>
            <w:r w:rsidRPr="00501E3A">
              <w:rPr>
                <w:noProof w:val="0"/>
                <w:vertAlign w:val="subscript"/>
              </w:rPr>
              <w:t>NOSH</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4- UICCFileView2.select() DF</w:t>
            </w:r>
            <w:r w:rsidRPr="00501E3A">
              <w:rPr>
                <w:noProof w:val="0"/>
                <w:vertAlign w:val="subscript"/>
              </w:rPr>
              <w:t>TEST,</w:t>
            </w:r>
          </w:p>
          <w:p w:rsidR="007E5153" w:rsidRPr="00501E3A" w:rsidRDefault="007E5153" w:rsidP="00520A06">
            <w:pPr>
              <w:pStyle w:val="PL"/>
              <w:keepNext/>
              <w:keepLines/>
              <w:rPr>
                <w:noProof w:val="0"/>
                <w:vertAlign w:val="subscript"/>
              </w:rPr>
            </w:pPr>
            <w:r w:rsidRPr="00501E3A">
              <w:rPr>
                <w:noProof w:val="0"/>
              </w:rPr>
              <w:t>UICCFileView2.select()EF</w:t>
            </w:r>
            <w:r w:rsidRPr="00501E3A">
              <w:rPr>
                <w:noProof w:val="0"/>
                <w:vertAlign w:val="subscript"/>
              </w:rPr>
              <w:t>NOSH</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5- UICCFileView1.select() DF</w:t>
            </w:r>
            <w:r w:rsidRPr="00501E3A">
              <w:rPr>
                <w:noProof w:val="0"/>
                <w:vertAlign w:val="subscript"/>
              </w:rPr>
              <w:t>TEST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vertAlign w:val="subscript"/>
              </w:rPr>
            </w:pPr>
            <w:r w:rsidRPr="00501E3A">
              <w:rPr>
                <w:noProof w:val="0"/>
              </w:rPr>
              <w:t>6- UICCFileView2.select()EF</w:t>
            </w:r>
            <w:r w:rsidRPr="00501E3A">
              <w:rPr>
                <w:noProof w:val="0"/>
                <w:vertAlign w:val="subscript"/>
              </w:rPr>
              <w:t>NOSH</w:t>
            </w:r>
          </w:p>
          <w:p w:rsidR="007E5153" w:rsidRPr="00501E3A" w:rsidRDefault="007E5153" w:rsidP="00520A06">
            <w:pPr>
              <w:pStyle w:val="TAL"/>
            </w:pPr>
          </w:p>
        </w:tc>
        <w:tc>
          <w:tcPr>
            <w:tcW w:w="2911"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3- No exception is thrown</w:t>
            </w:r>
          </w:p>
          <w:p w:rsidR="007E5153" w:rsidRPr="00501E3A" w:rsidRDefault="007E5153" w:rsidP="00520A06">
            <w:pPr>
              <w:pStyle w:val="TAL"/>
            </w:pPr>
          </w:p>
          <w:p w:rsidR="007E5153" w:rsidRPr="00501E3A" w:rsidRDefault="007E5153" w:rsidP="00520A06">
            <w:pPr>
              <w:pStyle w:val="TAL"/>
            </w:pPr>
            <w:r w:rsidRPr="00501E3A">
              <w:t xml:space="preserve">4- UICCException.INTERNAL_ERROR is thrown or UICCException.FILE_NOT_FOUND </w:t>
            </w:r>
          </w:p>
          <w:p w:rsidR="007E5153" w:rsidRPr="00501E3A" w:rsidRDefault="007E5153" w:rsidP="00520A06">
            <w:pPr>
              <w:pStyle w:val="TAL"/>
            </w:pPr>
            <w:r w:rsidRPr="00501E3A">
              <w:t>5- No exception is thrown</w:t>
            </w:r>
          </w:p>
          <w:p w:rsidR="007E5153" w:rsidRPr="00501E3A" w:rsidRDefault="007E5153" w:rsidP="00520A06">
            <w:pPr>
              <w:pStyle w:val="TAL"/>
            </w:pPr>
          </w:p>
          <w:p w:rsidR="007E5153" w:rsidRPr="00501E3A" w:rsidRDefault="007E5153" w:rsidP="00520A06">
            <w:pPr>
              <w:pStyle w:val="TAL"/>
            </w:pPr>
            <w:r w:rsidRPr="00501E3A">
              <w:t>6- No exception is thrown</w:t>
            </w:r>
          </w:p>
          <w:p w:rsidR="007E5153" w:rsidRPr="00501E3A" w:rsidRDefault="007E5153" w:rsidP="00520A06">
            <w:pPr>
              <w:pStyle w:val="TAL"/>
            </w:pPr>
          </w:p>
          <w:p w:rsidR="007E5153" w:rsidRPr="00501E3A" w:rsidRDefault="007E5153" w:rsidP="00520A06">
            <w:pPr>
              <w:pStyle w:val="TAL"/>
            </w:pPr>
          </w:p>
        </w:tc>
        <w:tc>
          <w:tcPr>
            <w:tcW w:w="2334" w:type="dxa"/>
          </w:tcPr>
          <w:p w:rsidR="007E5153" w:rsidRPr="00501E3A" w:rsidRDefault="007E5153" w:rsidP="00520A06">
            <w:pPr>
              <w:pStyle w:val="TAL"/>
            </w:pPr>
          </w:p>
        </w:tc>
      </w:tr>
      <w:tr w:rsidR="007E5153" w:rsidRPr="00501E3A">
        <w:trPr>
          <w:jc w:val="center"/>
        </w:trPr>
        <w:tc>
          <w:tcPr>
            <w:tcW w:w="425" w:type="dxa"/>
            <w:tcBorders>
              <w:left w:val="single" w:sz="4" w:space="0" w:color="auto"/>
            </w:tcBorders>
          </w:tcPr>
          <w:p w:rsidR="007E5153" w:rsidRPr="00501E3A" w:rsidRDefault="007E5153" w:rsidP="00520A06">
            <w:pPr>
              <w:pStyle w:val="TAC"/>
            </w:pPr>
            <w:r w:rsidRPr="00501E3A">
              <w:lastRenderedPageBreak/>
              <w:t>12</w:t>
            </w:r>
          </w:p>
        </w:tc>
        <w:tc>
          <w:tcPr>
            <w:tcW w:w="4111" w:type="dxa"/>
          </w:tcPr>
          <w:p w:rsidR="007E5153" w:rsidRPr="00501E3A" w:rsidRDefault="007E5153" w:rsidP="00520A06">
            <w:pPr>
              <w:pStyle w:val="TAH"/>
            </w:pPr>
            <w:r w:rsidRPr="00501E3A">
              <w:t>Non-shareable files (FileView - FileView)</w:t>
            </w:r>
          </w:p>
          <w:p w:rsidR="007E5153" w:rsidRPr="00501E3A" w:rsidRDefault="007E5153" w:rsidP="00520A06">
            <w:pPr>
              <w:pStyle w:val="TAH"/>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 Reset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2- Trigger the applet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3- ADF1FileView1.select() DF</w:t>
            </w:r>
            <w:r w:rsidRPr="00501E3A">
              <w:rPr>
                <w:noProof w:val="0"/>
                <w:vertAlign w:val="subscript"/>
              </w:rPr>
              <w:t>TEST,</w:t>
            </w:r>
          </w:p>
          <w:p w:rsidR="007E5153" w:rsidRPr="00501E3A" w:rsidRDefault="007E5153" w:rsidP="00520A06">
            <w:pPr>
              <w:pStyle w:val="PL"/>
              <w:keepNext/>
              <w:keepLines/>
              <w:rPr>
                <w:noProof w:val="0"/>
                <w:vertAlign w:val="subscript"/>
              </w:rPr>
            </w:pPr>
            <w:r w:rsidRPr="00501E3A">
              <w:rPr>
                <w:noProof w:val="0"/>
              </w:rPr>
              <w:t>ADF1FileView1.select()EF</w:t>
            </w:r>
            <w:r w:rsidRPr="00501E3A">
              <w:rPr>
                <w:noProof w:val="0"/>
                <w:vertAlign w:val="subscript"/>
              </w:rPr>
              <w:t>NOSH</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4- ADF1FileView2.select() DF</w:t>
            </w:r>
            <w:r w:rsidRPr="00501E3A">
              <w:rPr>
                <w:noProof w:val="0"/>
                <w:vertAlign w:val="subscript"/>
              </w:rPr>
              <w:t>TEST,</w:t>
            </w:r>
          </w:p>
          <w:p w:rsidR="007E5153" w:rsidRPr="00501E3A" w:rsidRDefault="007E5153" w:rsidP="00520A06">
            <w:pPr>
              <w:pStyle w:val="PL"/>
              <w:keepNext/>
              <w:keepLines/>
              <w:rPr>
                <w:noProof w:val="0"/>
                <w:vertAlign w:val="subscript"/>
              </w:rPr>
            </w:pPr>
            <w:r w:rsidRPr="00501E3A">
              <w:rPr>
                <w:noProof w:val="0"/>
              </w:rPr>
              <w:t>ADF1FileView2.select()EF</w:t>
            </w:r>
            <w:r w:rsidRPr="00501E3A">
              <w:rPr>
                <w:noProof w:val="0"/>
                <w:vertAlign w:val="subscript"/>
              </w:rPr>
              <w:t>NOSH</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5- ADF1FileView1.select() DF</w:t>
            </w:r>
            <w:r w:rsidRPr="00501E3A">
              <w:rPr>
                <w:noProof w:val="0"/>
                <w:vertAlign w:val="subscript"/>
              </w:rPr>
              <w:t>TEST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6- ADF1FileView2.select()EF</w:t>
            </w:r>
            <w:r w:rsidRPr="00501E3A">
              <w:rPr>
                <w:noProof w:val="0"/>
                <w:vertAlign w:val="subscript"/>
              </w:rPr>
              <w:t>NOSH</w:t>
            </w:r>
          </w:p>
        </w:tc>
        <w:tc>
          <w:tcPr>
            <w:tcW w:w="2911"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3- No exception is thrown</w:t>
            </w:r>
          </w:p>
          <w:p w:rsidR="007E5153" w:rsidRPr="00501E3A" w:rsidRDefault="007E5153" w:rsidP="00520A06">
            <w:pPr>
              <w:pStyle w:val="TAL"/>
            </w:pPr>
          </w:p>
          <w:p w:rsidR="007E5153" w:rsidRPr="00501E3A" w:rsidRDefault="007E5153" w:rsidP="00520A06">
            <w:pPr>
              <w:pStyle w:val="TAL"/>
            </w:pPr>
            <w:r w:rsidRPr="00501E3A">
              <w:t xml:space="preserve">4- UICCException.INTERNAL_ERROR is thrown or UICCException.FILE_NOT_FOUND </w:t>
            </w:r>
          </w:p>
          <w:p w:rsidR="007E5153" w:rsidRPr="00501E3A" w:rsidRDefault="007E5153" w:rsidP="00520A06">
            <w:pPr>
              <w:pStyle w:val="TAL"/>
            </w:pPr>
            <w:r w:rsidRPr="00501E3A">
              <w:t>5- No exception is thrown</w:t>
            </w:r>
          </w:p>
          <w:p w:rsidR="007E5153" w:rsidRPr="00501E3A" w:rsidRDefault="007E5153" w:rsidP="00520A06">
            <w:pPr>
              <w:pStyle w:val="TAL"/>
            </w:pPr>
          </w:p>
          <w:p w:rsidR="007E5153" w:rsidRPr="00501E3A" w:rsidRDefault="007E5153" w:rsidP="00520A06">
            <w:pPr>
              <w:pStyle w:val="TAL"/>
            </w:pPr>
            <w:r w:rsidRPr="00501E3A">
              <w:t>6- No exception is thrown</w:t>
            </w:r>
          </w:p>
        </w:tc>
        <w:tc>
          <w:tcPr>
            <w:tcW w:w="2334"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tc>
      </w:tr>
      <w:tr w:rsidR="007E5153" w:rsidRPr="00501E3A">
        <w:trPr>
          <w:jc w:val="center"/>
        </w:trPr>
        <w:tc>
          <w:tcPr>
            <w:tcW w:w="425" w:type="dxa"/>
            <w:tcBorders>
              <w:left w:val="single" w:sz="4" w:space="0" w:color="auto"/>
            </w:tcBorders>
          </w:tcPr>
          <w:p w:rsidR="007E5153" w:rsidRPr="00501E3A" w:rsidRDefault="007E5153" w:rsidP="00576820">
            <w:pPr>
              <w:pStyle w:val="TAC"/>
              <w:keepNext w:val="0"/>
              <w:keepLines w:val="0"/>
            </w:pPr>
            <w:r w:rsidRPr="00501E3A">
              <w:t>13</w:t>
            </w:r>
          </w:p>
        </w:tc>
        <w:tc>
          <w:tcPr>
            <w:tcW w:w="4111" w:type="dxa"/>
          </w:tcPr>
          <w:p w:rsidR="007E5153" w:rsidRPr="00501E3A" w:rsidRDefault="007E5153" w:rsidP="00576820">
            <w:pPr>
              <w:pStyle w:val="TAH"/>
              <w:keepNext w:val="0"/>
              <w:keepLines w:val="0"/>
            </w:pPr>
            <w:r w:rsidRPr="00501E3A">
              <w:t>Non-shareable files (UICCFileView - MF)</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Trigger the applet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UICCFileView1.select() DF</w:t>
            </w:r>
            <w:r w:rsidRPr="00501E3A">
              <w:rPr>
                <w:noProof w:val="0"/>
                <w:vertAlign w:val="subscript"/>
              </w:rPr>
              <w:t>TEST,</w:t>
            </w:r>
          </w:p>
          <w:p w:rsidR="007E5153" w:rsidRPr="00501E3A" w:rsidRDefault="007E5153" w:rsidP="00576820">
            <w:pPr>
              <w:pStyle w:val="PL"/>
              <w:rPr>
                <w:noProof w:val="0"/>
                <w:vertAlign w:val="subscript"/>
              </w:rPr>
            </w:pPr>
            <w:r w:rsidRPr="00501E3A">
              <w:rPr>
                <w:noProof w:val="0"/>
              </w:rPr>
              <w:t>UICCFileView1.select()EF</w:t>
            </w:r>
            <w:r w:rsidRPr="00501E3A">
              <w:rPr>
                <w:noProof w:val="0"/>
                <w:vertAlign w:val="subscript"/>
              </w:rPr>
              <w:t>NOSH</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vertAlign w:val="subscript"/>
              </w:rPr>
            </w:pPr>
            <w:r w:rsidRPr="00501E3A">
              <w:rPr>
                <w:noProof w:val="0"/>
              </w:rPr>
              <w:t>4- Select DF</w:t>
            </w:r>
            <w:r w:rsidRPr="00501E3A">
              <w:rPr>
                <w:noProof w:val="0"/>
                <w:vertAlign w:val="subscript"/>
              </w:rPr>
              <w:t xml:space="preserve">TEST, </w:t>
            </w:r>
            <w:r w:rsidRPr="00501E3A">
              <w:rPr>
                <w:noProof w:val="0"/>
              </w:rPr>
              <w:t>select EF</w:t>
            </w:r>
            <w:r w:rsidRPr="00501E3A">
              <w:rPr>
                <w:noProof w:val="0"/>
                <w:vertAlign w:val="subscript"/>
              </w:rPr>
              <w:t>NOSH</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5- Fetch and terminal response</w:t>
            </w:r>
          </w:p>
        </w:tc>
        <w:tc>
          <w:tcPr>
            <w:tcW w:w="2911"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Applet sends a display text</w:t>
            </w:r>
          </w:p>
        </w:tc>
        <w:tc>
          <w:tcPr>
            <w:tcW w:w="2334"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4- SW = 69 85</w:t>
            </w:r>
          </w:p>
        </w:tc>
      </w:tr>
      <w:tr w:rsidR="007E5153" w:rsidRPr="00501E3A">
        <w:trPr>
          <w:jc w:val="center"/>
        </w:trPr>
        <w:tc>
          <w:tcPr>
            <w:tcW w:w="425" w:type="dxa"/>
            <w:tcBorders>
              <w:left w:val="single" w:sz="4" w:space="0" w:color="auto"/>
            </w:tcBorders>
          </w:tcPr>
          <w:p w:rsidR="007E5153" w:rsidRPr="00501E3A" w:rsidRDefault="007E5153" w:rsidP="00576820">
            <w:pPr>
              <w:pStyle w:val="TAC"/>
              <w:keepNext w:val="0"/>
              <w:keepLines w:val="0"/>
            </w:pPr>
            <w:r w:rsidRPr="00501E3A">
              <w:t>14</w:t>
            </w:r>
          </w:p>
        </w:tc>
        <w:tc>
          <w:tcPr>
            <w:tcW w:w="4111" w:type="dxa"/>
          </w:tcPr>
          <w:p w:rsidR="007E5153" w:rsidRPr="00501E3A" w:rsidRDefault="007E5153" w:rsidP="00576820">
            <w:pPr>
              <w:pStyle w:val="TAH"/>
              <w:keepNext w:val="0"/>
              <w:keepLines w:val="0"/>
            </w:pPr>
            <w:r w:rsidRPr="00501E3A">
              <w:t>Non-shareable files (FileView - ADF)</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Trigger the applet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2- ADF1FileView1.select() DF</w:t>
            </w:r>
            <w:r w:rsidRPr="00501E3A">
              <w:rPr>
                <w:noProof w:val="0"/>
                <w:vertAlign w:val="subscript"/>
              </w:rPr>
              <w:t>TEST,</w:t>
            </w:r>
          </w:p>
          <w:p w:rsidR="007E5153" w:rsidRPr="00501E3A" w:rsidRDefault="007E5153" w:rsidP="00576820">
            <w:pPr>
              <w:pStyle w:val="PL"/>
              <w:rPr>
                <w:noProof w:val="0"/>
                <w:vertAlign w:val="subscript"/>
              </w:rPr>
            </w:pPr>
            <w:r w:rsidRPr="00501E3A">
              <w:rPr>
                <w:noProof w:val="0"/>
              </w:rPr>
              <w:t>ADF1FileView1.select()EF</w:t>
            </w:r>
            <w:r w:rsidRPr="00501E3A">
              <w:rPr>
                <w:noProof w:val="0"/>
                <w:vertAlign w:val="subscript"/>
              </w:rPr>
              <w:t>NOSH</w:t>
            </w: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rPr>
            </w:pPr>
          </w:p>
          <w:p w:rsidR="007E5153" w:rsidRPr="00501E3A" w:rsidRDefault="007E5153" w:rsidP="00576820">
            <w:pPr>
              <w:pStyle w:val="PL"/>
              <w:rPr>
                <w:noProof w:val="0"/>
                <w:vertAlign w:val="subscript"/>
              </w:rPr>
            </w:pPr>
            <w:r w:rsidRPr="00501E3A">
              <w:rPr>
                <w:noProof w:val="0"/>
              </w:rPr>
              <w:t>4- Select AID of ADF1, select DF</w:t>
            </w:r>
            <w:r w:rsidRPr="00501E3A">
              <w:rPr>
                <w:noProof w:val="0"/>
                <w:vertAlign w:val="subscript"/>
              </w:rPr>
              <w:t xml:space="preserve">TEST, </w:t>
            </w:r>
            <w:r w:rsidRPr="00501E3A">
              <w:rPr>
                <w:noProof w:val="0"/>
              </w:rPr>
              <w:t>select EF</w:t>
            </w:r>
            <w:r w:rsidRPr="00501E3A">
              <w:rPr>
                <w:noProof w:val="0"/>
                <w:vertAlign w:val="subscript"/>
              </w:rPr>
              <w:t>NOSH</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5- Fetch and</w:t>
            </w:r>
            <w:r w:rsidR="00FD4728" w:rsidRPr="00501E3A">
              <w:rPr>
                <w:noProof w:val="0"/>
              </w:rPr>
              <w:t xml:space="preserve"> terminal response</w:t>
            </w:r>
          </w:p>
        </w:tc>
        <w:tc>
          <w:tcPr>
            <w:tcW w:w="2911"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 No exception is thrown</w:t>
            </w: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Applet sends a display text</w:t>
            </w:r>
          </w:p>
        </w:tc>
        <w:tc>
          <w:tcPr>
            <w:tcW w:w="2334"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4- SW = 69 85</w:t>
            </w:r>
          </w:p>
        </w:tc>
      </w:tr>
      <w:tr w:rsidR="007E5153" w:rsidRPr="00501E3A">
        <w:trPr>
          <w:jc w:val="center"/>
        </w:trPr>
        <w:tc>
          <w:tcPr>
            <w:tcW w:w="425" w:type="dxa"/>
            <w:tcBorders>
              <w:left w:val="single" w:sz="4" w:space="0" w:color="auto"/>
            </w:tcBorders>
          </w:tcPr>
          <w:p w:rsidR="007E5153" w:rsidRPr="00501E3A" w:rsidRDefault="007E5153" w:rsidP="00576820">
            <w:pPr>
              <w:pStyle w:val="TAC"/>
              <w:keepNext w:val="0"/>
              <w:keepLines w:val="0"/>
            </w:pPr>
            <w:r w:rsidRPr="00501E3A">
              <w:t>15</w:t>
            </w:r>
          </w:p>
        </w:tc>
        <w:tc>
          <w:tcPr>
            <w:tcW w:w="4111" w:type="dxa"/>
          </w:tcPr>
          <w:p w:rsidR="007E5153" w:rsidRPr="00501E3A" w:rsidRDefault="007E5153" w:rsidP="00576820">
            <w:pPr>
              <w:pStyle w:val="TAH"/>
              <w:keepNext w:val="0"/>
              <w:keepLines w:val="0"/>
            </w:pPr>
            <w:r w:rsidRPr="00501E3A">
              <w:t>Non-shareable files (MF - UICCFileView)</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Reset</w:t>
            </w:r>
          </w:p>
          <w:p w:rsidR="007E5153" w:rsidRPr="00501E3A" w:rsidRDefault="007E5153" w:rsidP="00576820">
            <w:pPr>
              <w:pStyle w:val="PL"/>
              <w:rPr>
                <w:noProof w:val="0"/>
              </w:rPr>
            </w:pPr>
          </w:p>
          <w:p w:rsidR="007E5153" w:rsidRPr="00501E3A" w:rsidRDefault="007E5153" w:rsidP="00576820">
            <w:pPr>
              <w:pStyle w:val="PL"/>
              <w:rPr>
                <w:noProof w:val="0"/>
                <w:vertAlign w:val="subscript"/>
              </w:rPr>
            </w:pPr>
            <w:r w:rsidRPr="00501E3A">
              <w:rPr>
                <w:noProof w:val="0"/>
              </w:rPr>
              <w:t>2- Select DF</w:t>
            </w:r>
            <w:r w:rsidRPr="00501E3A">
              <w:rPr>
                <w:noProof w:val="0"/>
                <w:vertAlign w:val="subscript"/>
              </w:rPr>
              <w:t xml:space="preserve">TEST, </w:t>
            </w:r>
            <w:r w:rsidRPr="00501E3A">
              <w:rPr>
                <w:noProof w:val="0"/>
              </w:rPr>
              <w:t>select EF</w:t>
            </w:r>
            <w:r w:rsidRPr="00501E3A">
              <w:rPr>
                <w:noProof w:val="0"/>
                <w:vertAlign w:val="subscript"/>
              </w:rPr>
              <w:t>NOSH</w:t>
            </w:r>
          </w:p>
          <w:p w:rsidR="007E5153" w:rsidRPr="00501E3A" w:rsidRDefault="007E5153" w:rsidP="00576820">
            <w:pPr>
              <w:pStyle w:val="PL"/>
              <w:rPr>
                <w:noProof w:val="0"/>
                <w:vertAlign w:val="subscript"/>
              </w:rPr>
            </w:pPr>
          </w:p>
          <w:p w:rsidR="007E5153" w:rsidRPr="00501E3A" w:rsidRDefault="007E5153" w:rsidP="00576820">
            <w:pPr>
              <w:pStyle w:val="PL"/>
              <w:rPr>
                <w:noProof w:val="0"/>
              </w:rPr>
            </w:pPr>
            <w:r w:rsidRPr="00501E3A">
              <w:rPr>
                <w:noProof w:val="0"/>
              </w:rPr>
              <w:t>3- Trigger the applet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4- UICCFileView1.select() DF</w:t>
            </w:r>
            <w:r w:rsidRPr="00501E3A">
              <w:rPr>
                <w:noProof w:val="0"/>
                <w:vertAlign w:val="subscript"/>
              </w:rPr>
              <w:t>TEST,</w:t>
            </w:r>
          </w:p>
          <w:p w:rsidR="007E5153" w:rsidRPr="00501E3A" w:rsidRDefault="007E5153" w:rsidP="00576820">
            <w:pPr>
              <w:pStyle w:val="PL"/>
              <w:rPr>
                <w:noProof w:val="0"/>
                <w:vertAlign w:val="subscript"/>
              </w:rPr>
            </w:pPr>
            <w:r w:rsidRPr="00501E3A">
              <w:rPr>
                <w:noProof w:val="0"/>
              </w:rPr>
              <w:t>UICCFileView1.select()EF</w:t>
            </w:r>
            <w:r w:rsidRPr="00501E3A">
              <w:rPr>
                <w:noProof w:val="0"/>
                <w:vertAlign w:val="subscript"/>
              </w:rPr>
              <w:t>NOSH</w:t>
            </w:r>
          </w:p>
          <w:p w:rsidR="007E5153" w:rsidRPr="00501E3A" w:rsidRDefault="007E5153" w:rsidP="00576820">
            <w:pPr>
              <w:pStyle w:val="PL"/>
              <w:rPr>
                <w:noProof w:val="0"/>
              </w:rPr>
            </w:pPr>
          </w:p>
          <w:p w:rsidR="007E5153" w:rsidRPr="00501E3A" w:rsidRDefault="007E5153" w:rsidP="00576820">
            <w:pPr>
              <w:pStyle w:val="TAL"/>
              <w:keepNext w:val="0"/>
              <w:keepLines w:val="0"/>
            </w:pPr>
          </w:p>
        </w:tc>
        <w:tc>
          <w:tcPr>
            <w:tcW w:w="2911"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 xml:space="preserve">4- UICCException.INTERNAL_ERROR is thrown or UICCException.FILE_NOT_FOUND </w:t>
            </w:r>
          </w:p>
        </w:tc>
        <w:tc>
          <w:tcPr>
            <w:tcW w:w="2334"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2- SW = 90 00</w:t>
            </w:r>
          </w:p>
        </w:tc>
      </w:tr>
      <w:tr w:rsidR="007E5153" w:rsidRPr="00501E3A">
        <w:trPr>
          <w:jc w:val="center"/>
        </w:trPr>
        <w:tc>
          <w:tcPr>
            <w:tcW w:w="425" w:type="dxa"/>
            <w:tcBorders>
              <w:left w:val="single" w:sz="4" w:space="0" w:color="auto"/>
            </w:tcBorders>
          </w:tcPr>
          <w:p w:rsidR="007E5153" w:rsidRPr="00501E3A" w:rsidRDefault="007E5153" w:rsidP="00520A06">
            <w:pPr>
              <w:pStyle w:val="TAC"/>
            </w:pPr>
            <w:r w:rsidRPr="00501E3A">
              <w:lastRenderedPageBreak/>
              <w:t>16</w:t>
            </w:r>
          </w:p>
        </w:tc>
        <w:tc>
          <w:tcPr>
            <w:tcW w:w="4111" w:type="dxa"/>
          </w:tcPr>
          <w:p w:rsidR="007E5153" w:rsidRPr="00501E3A" w:rsidRDefault="007E5153" w:rsidP="00520A06">
            <w:pPr>
              <w:pStyle w:val="TAH"/>
            </w:pPr>
            <w:r w:rsidRPr="00501E3A">
              <w:t>Non-shareable files (ADF - FileView)</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1- Reset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vertAlign w:val="subscript"/>
              </w:rPr>
            </w:pPr>
            <w:r w:rsidRPr="00501E3A">
              <w:rPr>
                <w:noProof w:val="0"/>
              </w:rPr>
              <w:t>2- Select AID of ADF1, select DF</w:t>
            </w:r>
            <w:r w:rsidRPr="00501E3A">
              <w:rPr>
                <w:noProof w:val="0"/>
                <w:vertAlign w:val="subscript"/>
              </w:rPr>
              <w:t xml:space="preserve">TEST, </w:t>
            </w:r>
            <w:r w:rsidRPr="00501E3A">
              <w:rPr>
                <w:noProof w:val="0"/>
              </w:rPr>
              <w:t>select EF</w:t>
            </w:r>
            <w:r w:rsidRPr="00501E3A">
              <w:rPr>
                <w:noProof w:val="0"/>
                <w:vertAlign w:val="subscript"/>
              </w:rPr>
              <w:t>NOSH</w:t>
            </w:r>
          </w:p>
          <w:p w:rsidR="007E5153" w:rsidRPr="00501E3A" w:rsidRDefault="007E5153" w:rsidP="00520A06">
            <w:pPr>
              <w:pStyle w:val="PL"/>
              <w:keepNext/>
              <w:keepLines/>
              <w:rPr>
                <w:noProof w:val="0"/>
                <w:vertAlign w:val="subscript"/>
              </w:rPr>
            </w:pPr>
          </w:p>
          <w:p w:rsidR="007E5153" w:rsidRPr="00501E3A" w:rsidRDefault="007E5153" w:rsidP="00520A06">
            <w:pPr>
              <w:pStyle w:val="PL"/>
              <w:keepNext/>
              <w:keepLines/>
              <w:rPr>
                <w:noProof w:val="0"/>
              </w:rPr>
            </w:pPr>
            <w:r w:rsidRPr="00501E3A">
              <w:rPr>
                <w:noProof w:val="0"/>
              </w:rPr>
              <w:t>3- Trigger the applet</w:t>
            </w:r>
          </w:p>
          <w:p w:rsidR="007E5153" w:rsidRPr="00501E3A" w:rsidRDefault="007E5153" w:rsidP="00520A06">
            <w:pPr>
              <w:pStyle w:val="PL"/>
              <w:keepNext/>
              <w:keepLines/>
              <w:rPr>
                <w:noProof w:val="0"/>
              </w:rPr>
            </w:pPr>
          </w:p>
          <w:p w:rsidR="007E5153" w:rsidRPr="00501E3A" w:rsidRDefault="007E5153" w:rsidP="00520A06">
            <w:pPr>
              <w:pStyle w:val="PL"/>
              <w:keepNext/>
              <w:keepLines/>
              <w:rPr>
                <w:noProof w:val="0"/>
              </w:rPr>
            </w:pPr>
            <w:r w:rsidRPr="00501E3A">
              <w:rPr>
                <w:noProof w:val="0"/>
              </w:rPr>
              <w:t>4- ADF1FileView1.select() DF</w:t>
            </w:r>
            <w:r w:rsidRPr="00501E3A">
              <w:rPr>
                <w:noProof w:val="0"/>
                <w:vertAlign w:val="subscript"/>
              </w:rPr>
              <w:t>TEST,</w:t>
            </w:r>
          </w:p>
          <w:p w:rsidR="007E5153" w:rsidRPr="00501E3A" w:rsidRDefault="007E5153" w:rsidP="00520A06">
            <w:pPr>
              <w:pStyle w:val="PL"/>
              <w:keepNext/>
              <w:keepLines/>
              <w:rPr>
                <w:noProof w:val="0"/>
                <w:vertAlign w:val="subscript"/>
              </w:rPr>
            </w:pPr>
            <w:r w:rsidRPr="00501E3A">
              <w:rPr>
                <w:noProof w:val="0"/>
              </w:rPr>
              <w:t>ADF1FileView1.select()EF</w:t>
            </w:r>
            <w:r w:rsidRPr="00501E3A">
              <w:rPr>
                <w:noProof w:val="0"/>
                <w:vertAlign w:val="subscript"/>
              </w:rPr>
              <w:t>NOSH</w:t>
            </w:r>
          </w:p>
          <w:p w:rsidR="007E5153" w:rsidRPr="00501E3A" w:rsidRDefault="007E5153" w:rsidP="00520A06">
            <w:pPr>
              <w:pStyle w:val="TAL"/>
            </w:pPr>
          </w:p>
        </w:tc>
        <w:tc>
          <w:tcPr>
            <w:tcW w:w="2911"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4- UICCException.INTERNAL_ERROR is thrown or UICCException.FILE_NOT_FOUND</w:t>
            </w:r>
          </w:p>
        </w:tc>
        <w:tc>
          <w:tcPr>
            <w:tcW w:w="2334" w:type="dxa"/>
          </w:tcPr>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p>
          <w:p w:rsidR="007E5153" w:rsidRPr="00501E3A" w:rsidRDefault="007E5153" w:rsidP="00520A06">
            <w:pPr>
              <w:pStyle w:val="TAL"/>
            </w:pPr>
            <w:r w:rsidRPr="00501E3A">
              <w:t>2- SW = 90 00</w:t>
            </w:r>
          </w:p>
        </w:tc>
      </w:tr>
      <w:tr w:rsidR="007E5153" w:rsidRPr="00773523">
        <w:trPr>
          <w:jc w:val="center"/>
        </w:trPr>
        <w:tc>
          <w:tcPr>
            <w:tcW w:w="425" w:type="dxa"/>
            <w:tcBorders>
              <w:left w:val="single" w:sz="4" w:space="0" w:color="auto"/>
            </w:tcBorders>
          </w:tcPr>
          <w:p w:rsidR="007E5153" w:rsidRPr="00501E3A" w:rsidRDefault="007E5153" w:rsidP="00576820">
            <w:pPr>
              <w:pStyle w:val="TAC"/>
              <w:keepNext w:val="0"/>
              <w:keepLines w:val="0"/>
            </w:pPr>
            <w:r w:rsidRPr="00501E3A">
              <w:t>17</w:t>
            </w:r>
          </w:p>
        </w:tc>
        <w:tc>
          <w:tcPr>
            <w:tcW w:w="4111" w:type="dxa"/>
          </w:tcPr>
          <w:p w:rsidR="007E5153" w:rsidRPr="00501E3A" w:rsidRDefault="007E5153" w:rsidP="00576820">
            <w:pPr>
              <w:pStyle w:val="TAH"/>
              <w:keepNext w:val="0"/>
              <w:keepLines w:val="0"/>
            </w:pPr>
            <w:r w:rsidRPr="00501E3A">
              <w:t>Terminated EF/DF</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1- Reset</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 xml:space="preserve">2- Trigger the applet </w:t>
            </w:r>
          </w:p>
          <w:p w:rsidR="007E5153" w:rsidRPr="00501E3A" w:rsidRDefault="007E5153" w:rsidP="00576820">
            <w:pPr>
              <w:pStyle w:val="PL"/>
              <w:rPr>
                <w:noProof w:val="0"/>
              </w:rPr>
            </w:pPr>
          </w:p>
          <w:p w:rsidR="007E5153" w:rsidRPr="00501E3A" w:rsidRDefault="007E5153" w:rsidP="00576820">
            <w:pPr>
              <w:pStyle w:val="PL"/>
              <w:rPr>
                <w:noProof w:val="0"/>
              </w:rPr>
            </w:pPr>
            <w:r w:rsidRPr="00501E3A">
              <w:rPr>
                <w:noProof w:val="0"/>
              </w:rPr>
              <w:t>3- UICCAdminFileView1.select() DF</w:t>
            </w:r>
            <w:r w:rsidRPr="00501E3A">
              <w:rPr>
                <w:noProof w:val="0"/>
                <w:vertAlign w:val="subscript"/>
              </w:rPr>
              <w:t>TEST,</w:t>
            </w:r>
          </w:p>
          <w:p w:rsidR="007E5153" w:rsidRPr="00501E3A" w:rsidRDefault="007E5153" w:rsidP="00576820">
            <w:pPr>
              <w:pStyle w:val="PL"/>
              <w:rPr>
                <w:noProof w:val="0"/>
                <w:vertAlign w:val="subscript"/>
              </w:rPr>
            </w:pPr>
            <w:r w:rsidRPr="00501E3A">
              <w:rPr>
                <w:noProof w:val="0"/>
              </w:rPr>
              <w:t>UICCAdminFileView1.select()EF</w:t>
            </w:r>
            <w:r w:rsidRPr="00501E3A">
              <w:rPr>
                <w:noProof w:val="0"/>
                <w:vertAlign w:val="subscript"/>
              </w:rPr>
              <w:t>TERM</w:t>
            </w:r>
          </w:p>
          <w:p w:rsidR="007E5153" w:rsidRPr="00501E3A" w:rsidRDefault="007E5153" w:rsidP="00576820">
            <w:pPr>
              <w:pStyle w:val="PL"/>
              <w:rPr>
                <w:noProof w:val="0"/>
              </w:rPr>
            </w:pPr>
            <w:r w:rsidRPr="00501E3A">
              <w:rPr>
                <w:noProof w:val="0"/>
              </w:rPr>
              <w:t>4- UICCAdminFileView1.select() DF</w:t>
            </w:r>
            <w:r w:rsidRPr="00501E3A">
              <w:rPr>
                <w:noProof w:val="0"/>
                <w:vertAlign w:val="subscript"/>
              </w:rPr>
              <w:t>TEST,</w:t>
            </w:r>
          </w:p>
          <w:p w:rsidR="007E5153" w:rsidRPr="00501E3A" w:rsidRDefault="007E5153" w:rsidP="00576820">
            <w:pPr>
              <w:pStyle w:val="PL"/>
              <w:rPr>
                <w:noProof w:val="0"/>
                <w:vertAlign w:val="subscript"/>
              </w:rPr>
            </w:pPr>
            <w:r w:rsidRPr="00501E3A">
              <w:rPr>
                <w:noProof w:val="0"/>
              </w:rPr>
              <w:t>UICCAdminFileView1.select() DF</w:t>
            </w:r>
            <w:r w:rsidR="00FD4728" w:rsidRPr="00501E3A">
              <w:rPr>
                <w:noProof w:val="0"/>
                <w:vertAlign w:val="subscript"/>
              </w:rPr>
              <w:t>TERM</w:t>
            </w:r>
          </w:p>
        </w:tc>
        <w:tc>
          <w:tcPr>
            <w:tcW w:w="2911" w:type="dxa"/>
          </w:tcPr>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p>
          <w:p w:rsidR="007E5153" w:rsidRPr="00501E3A" w:rsidRDefault="007E5153" w:rsidP="00576820">
            <w:pPr>
              <w:pStyle w:val="TAL"/>
              <w:keepNext w:val="0"/>
              <w:keepLines w:val="0"/>
            </w:pPr>
            <w:r w:rsidRPr="00501E3A">
              <w:t>3- No exception is thrown</w:t>
            </w:r>
          </w:p>
          <w:p w:rsidR="007E5153" w:rsidRPr="00501E3A" w:rsidRDefault="007E5153" w:rsidP="00576820">
            <w:pPr>
              <w:pStyle w:val="TAL"/>
              <w:keepNext w:val="0"/>
              <w:keepLines w:val="0"/>
            </w:pPr>
          </w:p>
          <w:p w:rsidR="007E5153" w:rsidRPr="00773523" w:rsidRDefault="007E5153" w:rsidP="00576820">
            <w:pPr>
              <w:pStyle w:val="TAL"/>
              <w:keepNext w:val="0"/>
              <w:keepLines w:val="0"/>
            </w:pPr>
            <w:r w:rsidRPr="00501E3A">
              <w:t>4- No exception is thrown</w:t>
            </w:r>
          </w:p>
        </w:tc>
        <w:tc>
          <w:tcPr>
            <w:tcW w:w="2334" w:type="dxa"/>
          </w:tcPr>
          <w:p w:rsidR="007E5153" w:rsidRPr="00773523" w:rsidRDefault="007E5153" w:rsidP="00576820">
            <w:pPr>
              <w:pStyle w:val="TAL"/>
              <w:keepNext w:val="0"/>
              <w:keepLines w:val="0"/>
            </w:pPr>
          </w:p>
        </w:tc>
      </w:tr>
    </w:tbl>
    <w:p w:rsidR="007E5153" w:rsidRPr="00773523" w:rsidRDefault="007E5153">
      <w:bookmarkStart w:id="0" w:name="_GoBack"/>
      <w:bookmarkEnd w:id="0"/>
    </w:p>
    <w:sectPr w:rsidR="007E5153" w:rsidRPr="00773523" w:rsidSect="00E94E92">
      <w:headerReference w:type="default" r:id="rId29"/>
      <w:footerReference w:type="even" r:id="rId30"/>
      <w:footerReference w:type="default" r:id="rId31"/>
      <w:footnotePr>
        <w:numRestart w:val="eachSect"/>
      </w:footnotePr>
      <w:pgSz w:w="11907" w:h="16840"/>
      <w:pgMar w:top="1418" w:right="1134" w:bottom="1134" w:left="1134" w:header="680" w:footer="340" w:gutter="0"/>
      <w:pgNumType w:start="3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516" w:rsidRDefault="00D55516">
      <w:r>
        <w:separator/>
      </w:r>
    </w:p>
  </w:endnote>
  <w:endnote w:type="continuationSeparator" w:id="0">
    <w:p w:rsidR="00D55516" w:rsidRDefault="00D55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ACE" w:rsidRDefault="003A0F28">
    <w:pPr>
      <w:pStyle w:val="Footer"/>
      <w:framePr w:wrap="around" w:vAnchor="text" w:hAnchor="margin" w:xAlign="right" w:y="1"/>
      <w:rPr>
        <w:rStyle w:val="PageNumber"/>
      </w:rPr>
    </w:pPr>
    <w:r>
      <w:rPr>
        <w:rStyle w:val="PageNumber"/>
      </w:rPr>
      <w:fldChar w:fldCharType="begin"/>
    </w:r>
    <w:r w:rsidR="00C64ACE">
      <w:rPr>
        <w:rStyle w:val="PageNumber"/>
      </w:rPr>
      <w:instrText xml:space="preserve">PAGE  </w:instrText>
    </w:r>
    <w:r>
      <w:rPr>
        <w:rStyle w:val="PageNumber"/>
      </w:rPr>
      <w:fldChar w:fldCharType="end"/>
    </w:r>
  </w:p>
  <w:p w:rsidR="00C64ACE" w:rsidRDefault="00C64A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ACE" w:rsidRDefault="00C64ACE">
    <w:pPr>
      <w:pStyle w:val="Footer"/>
      <w:ind w:right="360"/>
    </w:pPr>
    <w:r>
      <w:t>ETSI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516" w:rsidRDefault="00D55516">
      <w:r>
        <w:separator/>
      </w:r>
    </w:p>
  </w:footnote>
  <w:footnote w:type="continuationSeparator" w:id="0">
    <w:p w:rsidR="00D55516" w:rsidRDefault="00D555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ACE" w:rsidRDefault="00C64ACE">
    <w:pPr>
      <w:pStyle w:val="Header"/>
      <w:tabs>
        <w:tab w:val="center" w:pos="4820"/>
        <w:tab w:val="right" w:pos="9639"/>
      </w:tabs>
      <w:rPr>
        <w:lang w:val="fr-FR"/>
      </w:rPr>
    </w:pPr>
    <w:r>
      <w:t xml:space="preserve">Release </w:t>
    </w:r>
    <w:r w:rsidR="003A24E5">
      <w:t>7</w:t>
    </w:r>
    <w:r>
      <w:tab/>
    </w:r>
    <w:r w:rsidR="003A0F28">
      <w:fldChar w:fldCharType="begin"/>
    </w:r>
    <w:r>
      <w:rPr>
        <w:lang w:val="fr-FR"/>
      </w:rPr>
      <w:instrText xml:space="preserve"> PAGE </w:instrText>
    </w:r>
    <w:r w:rsidR="003A0F28">
      <w:fldChar w:fldCharType="separate"/>
    </w:r>
    <w:r w:rsidR="00E94E92">
      <w:rPr>
        <w:lang w:val="fr-FR"/>
      </w:rPr>
      <w:t>112</w:t>
    </w:r>
    <w:r w:rsidR="003A0F28">
      <w:fldChar w:fldCharType="end"/>
    </w:r>
    <w:r w:rsidR="00501E3A">
      <w:rPr>
        <w:lang w:val="fr-FR"/>
      </w:rPr>
      <w:tab/>
      <w:t>ETSI TS 102 268 V</w:t>
    </w:r>
    <w:r w:rsidR="003A24E5">
      <w:rPr>
        <w:lang w:val="fr-FR"/>
      </w:rPr>
      <w:t>7</w:t>
    </w:r>
    <w:r w:rsidR="00501E3A">
      <w:rPr>
        <w:lang w:val="fr-FR"/>
      </w:rPr>
      <w:t>.</w:t>
    </w:r>
    <w:r w:rsidR="003A24E5">
      <w:rPr>
        <w:lang w:val="fr-FR"/>
      </w:rPr>
      <w:t>0</w:t>
    </w:r>
    <w:r w:rsidR="00501E3A">
      <w:rPr>
        <w:lang w:val="fr-FR"/>
      </w:rPr>
      <w:t>.0 (2015-04</w:t>
    </w:r>
    <w:r>
      <w:rPr>
        <w:lang w:val="fr-F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0ED7FE"/>
    <w:lvl w:ilvl="0">
      <w:start w:val="1"/>
      <w:numFmt w:val="decimal"/>
      <w:lvlText w:val="%1."/>
      <w:lvlJc w:val="left"/>
      <w:pPr>
        <w:tabs>
          <w:tab w:val="num" w:pos="1492"/>
        </w:tabs>
        <w:ind w:left="1492" w:hanging="360"/>
      </w:pPr>
    </w:lvl>
  </w:abstractNum>
  <w:abstractNum w:abstractNumId="1">
    <w:nsid w:val="FFFFFF7D"/>
    <w:multiLevelType w:val="singleLevel"/>
    <w:tmpl w:val="3C4A6EBE"/>
    <w:lvl w:ilvl="0">
      <w:start w:val="1"/>
      <w:numFmt w:val="decimal"/>
      <w:lvlText w:val="%1."/>
      <w:lvlJc w:val="left"/>
      <w:pPr>
        <w:tabs>
          <w:tab w:val="num" w:pos="1209"/>
        </w:tabs>
        <w:ind w:left="1209" w:hanging="360"/>
      </w:pPr>
    </w:lvl>
  </w:abstractNum>
  <w:abstractNum w:abstractNumId="2">
    <w:nsid w:val="FFFFFF7E"/>
    <w:multiLevelType w:val="singleLevel"/>
    <w:tmpl w:val="036EEB52"/>
    <w:lvl w:ilvl="0">
      <w:start w:val="1"/>
      <w:numFmt w:val="decimal"/>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42D2E31"/>
    <w:multiLevelType w:val="singleLevel"/>
    <w:tmpl w:val="73CAAFC8"/>
    <w:lvl w:ilvl="0">
      <w:start w:val="1"/>
      <w:numFmt w:val="decimal"/>
      <w:lvlText w:val="%1-"/>
      <w:lvlJc w:val="left"/>
      <w:pPr>
        <w:tabs>
          <w:tab w:val="num" w:pos="360"/>
        </w:tabs>
        <w:ind w:left="360" w:hanging="360"/>
      </w:pPr>
      <w:rPr>
        <w:rFonts w:hint="default"/>
      </w:rPr>
    </w:lvl>
  </w:abstractNum>
  <w:abstractNum w:abstractNumId="15">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56B3AC4"/>
    <w:multiLevelType w:val="singleLevel"/>
    <w:tmpl w:val="73CAAFC8"/>
    <w:lvl w:ilvl="0">
      <w:start w:val="1"/>
      <w:numFmt w:val="decimal"/>
      <w:lvlText w:val="%1-"/>
      <w:lvlJc w:val="left"/>
      <w:pPr>
        <w:tabs>
          <w:tab w:val="num" w:pos="360"/>
        </w:tabs>
        <w:ind w:left="360" w:hanging="360"/>
      </w:pPr>
      <w:rPr>
        <w:rFonts w:hint="default"/>
      </w:rPr>
    </w:lvl>
  </w:abstractNum>
  <w:abstractNum w:abstractNumId="2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58E42C8"/>
    <w:multiLevelType w:val="singleLevel"/>
    <w:tmpl w:val="73CAAFC8"/>
    <w:lvl w:ilvl="0">
      <w:start w:val="1"/>
      <w:numFmt w:val="decimal"/>
      <w:lvlText w:val="%1-"/>
      <w:lvlJc w:val="left"/>
      <w:pPr>
        <w:tabs>
          <w:tab w:val="num" w:pos="360"/>
        </w:tabs>
        <w:ind w:left="360" w:hanging="360"/>
      </w:pPr>
      <w:rPr>
        <w:rFonts w:hint="default"/>
      </w:rPr>
    </w:lvl>
  </w:abstractNum>
  <w:abstractNum w:abstractNumId="23">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B9A1479"/>
    <w:multiLevelType w:val="multilevel"/>
    <w:tmpl w:val="163A1D1E"/>
    <w:lvl w:ilvl="0">
      <w:start w:val="4"/>
      <w:numFmt w:val="decimal"/>
      <w:lvlText w:val="%1"/>
      <w:lvlJc w:val="left"/>
      <w:pPr>
        <w:tabs>
          <w:tab w:val="num" w:pos="1980"/>
        </w:tabs>
        <w:ind w:left="1980" w:hanging="1980"/>
      </w:pPr>
      <w:rPr>
        <w:rFonts w:hint="default"/>
      </w:rPr>
    </w:lvl>
    <w:lvl w:ilvl="1">
      <w:start w:val="2"/>
      <w:numFmt w:val="decimal"/>
      <w:lvlText w:val="%1.%2"/>
      <w:lvlJc w:val="left"/>
      <w:pPr>
        <w:tabs>
          <w:tab w:val="num" w:pos="1980"/>
        </w:tabs>
        <w:ind w:left="1980" w:hanging="1980"/>
      </w:pPr>
      <w:rPr>
        <w:rFonts w:hint="default"/>
      </w:rPr>
    </w:lvl>
    <w:lvl w:ilvl="2">
      <w:start w:val="1"/>
      <w:numFmt w:val="decimal"/>
      <w:lvlText w:val="%1.%2.%3"/>
      <w:lvlJc w:val="left"/>
      <w:pPr>
        <w:tabs>
          <w:tab w:val="num" w:pos="1980"/>
        </w:tabs>
        <w:ind w:left="1980" w:hanging="1980"/>
      </w:pPr>
      <w:rPr>
        <w:rFonts w:hint="default"/>
      </w:rPr>
    </w:lvl>
    <w:lvl w:ilvl="3">
      <w:start w:val="4"/>
      <w:numFmt w:val="decimal"/>
      <w:lvlText w:val="%1.%2.%3.%4"/>
      <w:lvlJc w:val="left"/>
      <w:pPr>
        <w:tabs>
          <w:tab w:val="num" w:pos="1980"/>
        </w:tabs>
        <w:ind w:left="1980" w:hanging="1980"/>
      </w:pPr>
      <w:rPr>
        <w:rFonts w:hint="default"/>
      </w:rPr>
    </w:lvl>
    <w:lvl w:ilvl="4">
      <w:start w:val="1"/>
      <w:numFmt w:val="decimal"/>
      <w:lvlText w:val="%1.%2.%3.%4.%5"/>
      <w:lvlJc w:val="left"/>
      <w:pPr>
        <w:tabs>
          <w:tab w:val="num" w:pos="1980"/>
        </w:tabs>
        <w:ind w:left="1980" w:hanging="1980"/>
      </w:pPr>
      <w:rPr>
        <w:rFonts w:hint="default"/>
      </w:rPr>
    </w:lvl>
    <w:lvl w:ilvl="5">
      <w:start w:val="1"/>
      <w:numFmt w:val="decimal"/>
      <w:lvlText w:val="%1.%2.%3.%4.%5.%6"/>
      <w:lvlJc w:val="left"/>
      <w:pPr>
        <w:tabs>
          <w:tab w:val="num" w:pos="1980"/>
        </w:tabs>
        <w:ind w:left="1980" w:hanging="1980"/>
      </w:pPr>
      <w:rPr>
        <w:rFonts w:hint="default"/>
      </w:rPr>
    </w:lvl>
    <w:lvl w:ilvl="6">
      <w:start w:val="1"/>
      <w:numFmt w:val="decimal"/>
      <w:lvlText w:val="%1.%2.%3.%4.%5.%6.%7"/>
      <w:lvlJc w:val="left"/>
      <w:pPr>
        <w:tabs>
          <w:tab w:val="num" w:pos="1980"/>
        </w:tabs>
        <w:ind w:left="1980" w:hanging="1980"/>
      </w:pPr>
      <w:rPr>
        <w:rFonts w:hint="default"/>
      </w:rPr>
    </w:lvl>
    <w:lvl w:ilvl="7">
      <w:start w:val="1"/>
      <w:numFmt w:val="decimal"/>
      <w:lvlText w:val="%1.%2.%3.%4.%5.%6.%7.%8"/>
      <w:lvlJc w:val="left"/>
      <w:pPr>
        <w:tabs>
          <w:tab w:val="num" w:pos="1980"/>
        </w:tabs>
        <w:ind w:left="1980" w:hanging="1980"/>
      </w:pPr>
      <w:rPr>
        <w:rFonts w:hint="default"/>
      </w:rPr>
    </w:lvl>
    <w:lvl w:ilvl="8">
      <w:start w:val="1"/>
      <w:numFmt w:val="decimal"/>
      <w:lvlText w:val="%1.%2.%3.%4.%5.%6.%7.%8.%9"/>
      <w:lvlJc w:val="left"/>
      <w:pPr>
        <w:tabs>
          <w:tab w:val="num" w:pos="1980"/>
        </w:tabs>
        <w:ind w:left="1980" w:hanging="1980"/>
      </w:pPr>
      <w:rPr>
        <w:rFonts w:hint="default"/>
      </w:rPr>
    </w:lvl>
  </w:abstractNum>
  <w:abstractNum w:abstractNumId="29">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89B22ED"/>
    <w:multiLevelType w:val="singleLevel"/>
    <w:tmpl w:val="73CAAFC8"/>
    <w:lvl w:ilvl="0">
      <w:start w:val="1"/>
      <w:numFmt w:val="decimal"/>
      <w:lvlText w:val="%1-"/>
      <w:lvlJc w:val="left"/>
      <w:pPr>
        <w:tabs>
          <w:tab w:val="num" w:pos="360"/>
        </w:tabs>
        <w:ind w:left="360" w:hanging="360"/>
      </w:pPr>
      <w:rPr>
        <w:rFonts w:hint="default"/>
      </w:rPr>
    </w:lvl>
  </w:abstractNum>
  <w:abstractNum w:abstractNumId="36">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38">
    <w:nsid w:val="7FDA1BC5"/>
    <w:multiLevelType w:val="singleLevel"/>
    <w:tmpl w:val="73CAAFC8"/>
    <w:lvl w:ilvl="0">
      <w:start w:val="1"/>
      <w:numFmt w:val="decimal"/>
      <w:lvlText w:val="%1-"/>
      <w:lvlJc w:val="left"/>
      <w:pPr>
        <w:tabs>
          <w:tab w:val="num" w:pos="360"/>
        </w:tabs>
        <w:ind w:left="360" w:hanging="360"/>
      </w:pPr>
      <w:rPr>
        <w:rFonts w:hint="default"/>
      </w:rPr>
    </w:lvl>
  </w:abstractNum>
  <w:num w:numId="1">
    <w:abstractNumId w:val="2"/>
    <w:lvlOverride w:ilvl="0">
      <w:startOverride w:val="1"/>
    </w:lvlOverride>
  </w:num>
  <w:num w:numId="2">
    <w:abstractNumId w:val="1"/>
    <w:lvlOverride w:ilvl="0">
      <w:startOverride w:val="1"/>
    </w:lvlOverride>
  </w:num>
  <w:num w:numId="3">
    <w:abstractNumId w:val="0"/>
    <w:lvlOverride w:ilvl="0">
      <w:startOverride w:val="1"/>
    </w:lvlOverride>
  </w:num>
  <w:num w:numId="4">
    <w:abstractNumId w:val="13"/>
  </w:num>
  <w:num w:numId="5">
    <w:abstractNumId w:val="20"/>
  </w:num>
  <w:num w:numId="6">
    <w:abstractNumId w:val="36"/>
  </w:num>
  <w:num w:numId="7">
    <w:abstractNumId w:val="29"/>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18"/>
  </w:num>
  <w:num w:numId="17">
    <w:abstractNumId w:val="31"/>
  </w:num>
  <w:num w:numId="18">
    <w:abstractNumId w:val="26"/>
  </w:num>
  <w:num w:numId="19">
    <w:abstractNumId w:val="30"/>
  </w:num>
  <w:num w:numId="20">
    <w:abstractNumId w:val="17"/>
  </w:num>
  <w:num w:numId="21">
    <w:abstractNumId w:val="12"/>
  </w:num>
  <w:num w:numId="22">
    <w:abstractNumId w:val="15"/>
  </w:num>
  <w:num w:numId="23">
    <w:abstractNumId w:val="27"/>
  </w:num>
  <w:num w:numId="24">
    <w:abstractNumId w:val="33"/>
  </w:num>
  <w:num w:numId="25">
    <w:abstractNumId w:val="24"/>
  </w:num>
  <w:num w:numId="26">
    <w:abstractNumId w:val="11"/>
  </w:num>
  <w:num w:numId="27">
    <w:abstractNumId w:val="25"/>
  </w:num>
  <w:num w:numId="28">
    <w:abstractNumId w:val="16"/>
  </w:num>
  <w:num w:numId="29">
    <w:abstractNumId w:val="21"/>
  </w:num>
  <w:num w:numId="30">
    <w:abstractNumId w:val="32"/>
  </w:num>
  <w:num w:numId="31">
    <w:abstractNumId w:val="1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32">
    <w:abstractNumId w:val="19"/>
  </w:num>
  <w:num w:numId="33">
    <w:abstractNumId w:val="22"/>
  </w:num>
  <w:num w:numId="34">
    <w:abstractNumId w:val="35"/>
  </w:num>
  <w:num w:numId="35">
    <w:abstractNumId w:val="14"/>
  </w:num>
  <w:num w:numId="36">
    <w:abstractNumId w:val="28"/>
  </w:num>
  <w:num w:numId="37">
    <w:abstractNumId w:val="10"/>
    <w:lvlOverride w:ilvl="0">
      <w:lvl w:ilvl="0">
        <w:start w:val="1"/>
        <w:numFmt w:val="bullet"/>
        <w:lvlText w:val=""/>
        <w:legacy w:legacy="1" w:legacySpace="0" w:legacyIndent="283"/>
        <w:lvlJc w:val="left"/>
        <w:pPr>
          <w:ind w:left="567" w:hanging="283"/>
        </w:pPr>
        <w:rPr>
          <w:rFonts w:ascii="Symbol" w:hAnsi="Symbol" w:cs="Times New Roman" w:hint="default"/>
        </w:rPr>
      </w:lvl>
    </w:lvlOverride>
  </w:num>
  <w:num w:numId="38">
    <w:abstractNumId w:val="38"/>
  </w:num>
  <w:num w:numId="39">
    <w:abstractNumId w:val="34"/>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3553"/>
  </w:hdrShapeDefaults>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ABE"/>
    <w:rsid w:val="000050FB"/>
    <w:rsid w:val="000D658A"/>
    <w:rsid w:val="001C3722"/>
    <w:rsid w:val="00225642"/>
    <w:rsid w:val="00286636"/>
    <w:rsid w:val="002C0F14"/>
    <w:rsid w:val="002D3648"/>
    <w:rsid w:val="002E3697"/>
    <w:rsid w:val="003A0F28"/>
    <w:rsid w:val="003A24E5"/>
    <w:rsid w:val="003F32E5"/>
    <w:rsid w:val="00413533"/>
    <w:rsid w:val="0042612A"/>
    <w:rsid w:val="00443FF8"/>
    <w:rsid w:val="00452F78"/>
    <w:rsid w:val="00466D77"/>
    <w:rsid w:val="0048508B"/>
    <w:rsid w:val="004C222B"/>
    <w:rsid w:val="004E3804"/>
    <w:rsid w:val="004F3A76"/>
    <w:rsid w:val="00501E3A"/>
    <w:rsid w:val="005121A0"/>
    <w:rsid w:val="00520A06"/>
    <w:rsid w:val="005438B2"/>
    <w:rsid w:val="0055309B"/>
    <w:rsid w:val="00576820"/>
    <w:rsid w:val="005F79BA"/>
    <w:rsid w:val="0062777E"/>
    <w:rsid w:val="0063734B"/>
    <w:rsid w:val="006D5546"/>
    <w:rsid w:val="00773523"/>
    <w:rsid w:val="007752BB"/>
    <w:rsid w:val="00775BB7"/>
    <w:rsid w:val="007E5153"/>
    <w:rsid w:val="008363AD"/>
    <w:rsid w:val="008C3D01"/>
    <w:rsid w:val="008E2B89"/>
    <w:rsid w:val="008E4E43"/>
    <w:rsid w:val="008E5F9A"/>
    <w:rsid w:val="009B740E"/>
    <w:rsid w:val="009D3F67"/>
    <w:rsid w:val="00B320FB"/>
    <w:rsid w:val="00BA4DE2"/>
    <w:rsid w:val="00BB64EC"/>
    <w:rsid w:val="00BF4EDB"/>
    <w:rsid w:val="00C418B9"/>
    <w:rsid w:val="00C638C4"/>
    <w:rsid w:val="00C64ACE"/>
    <w:rsid w:val="00CF7DFA"/>
    <w:rsid w:val="00D21774"/>
    <w:rsid w:val="00D43597"/>
    <w:rsid w:val="00D55516"/>
    <w:rsid w:val="00D923E8"/>
    <w:rsid w:val="00DB2ABE"/>
    <w:rsid w:val="00E02DB9"/>
    <w:rsid w:val="00E34DFA"/>
    <w:rsid w:val="00E94E92"/>
    <w:rsid w:val="00EC19A2"/>
    <w:rsid w:val="00EE4139"/>
    <w:rsid w:val="00F24CAB"/>
    <w:rsid w:val="00F4393F"/>
    <w:rsid w:val="00F565CF"/>
    <w:rsid w:val="00F63633"/>
    <w:rsid w:val="00FD4728"/>
    <w:rsid w:val="00FD56B7"/>
    <w:rsid w:val="00FE3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docId w15:val="{62A6FF27-A27F-435F-8ECE-837E5D50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DE2"/>
    <w:pPr>
      <w:overflowPunct w:val="0"/>
      <w:autoSpaceDE w:val="0"/>
      <w:autoSpaceDN w:val="0"/>
      <w:adjustRightInd w:val="0"/>
      <w:spacing w:after="180"/>
      <w:textAlignment w:val="baseline"/>
    </w:pPr>
    <w:rPr>
      <w:lang w:val="en-GB"/>
    </w:rPr>
  </w:style>
  <w:style w:type="paragraph" w:styleId="Heading1">
    <w:name w:val="heading 1"/>
    <w:next w:val="Normal"/>
    <w:qFormat/>
    <w:rsid w:val="00BA4DE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rPr>
  </w:style>
  <w:style w:type="paragraph" w:styleId="Heading2">
    <w:name w:val="heading 2"/>
    <w:basedOn w:val="Heading1"/>
    <w:next w:val="Normal"/>
    <w:qFormat/>
    <w:rsid w:val="00BA4DE2"/>
    <w:pPr>
      <w:pBdr>
        <w:top w:val="none" w:sz="0" w:space="0" w:color="auto"/>
      </w:pBdr>
      <w:spacing w:before="180"/>
      <w:outlineLvl w:val="1"/>
    </w:pPr>
    <w:rPr>
      <w:sz w:val="32"/>
    </w:rPr>
  </w:style>
  <w:style w:type="paragraph" w:styleId="Heading3">
    <w:name w:val="heading 3"/>
    <w:basedOn w:val="Heading2"/>
    <w:next w:val="Normal"/>
    <w:qFormat/>
    <w:rsid w:val="00BA4DE2"/>
    <w:pPr>
      <w:spacing w:before="120"/>
      <w:outlineLvl w:val="2"/>
    </w:pPr>
    <w:rPr>
      <w:sz w:val="28"/>
    </w:rPr>
  </w:style>
  <w:style w:type="paragraph" w:styleId="Heading4">
    <w:name w:val="heading 4"/>
    <w:basedOn w:val="Heading3"/>
    <w:next w:val="Normal"/>
    <w:qFormat/>
    <w:rsid w:val="00BA4DE2"/>
    <w:pPr>
      <w:ind w:left="1418" w:hanging="1418"/>
      <w:outlineLvl w:val="3"/>
    </w:pPr>
    <w:rPr>
      <w:sz w:val="24"/>
    </w:rPr>
  </w:style>
  <w:style w:type="paragraph" w:styleId="Heading5">
    <w:name w:val="heading 5"/>
    <w:basedOn w:val="Heading4"/>
    <w:next w:val="Normal"/>
    <w:qFormat/>
    <w:rsid w:val="00BA4DE2"/>
    <w:pPr>
      <w:ind w:left="1701" w:hanging="1701"/>
      <w:outlineLvl w:val="4"/>
    </w:pPr>
    <w:rPr>
      <w:sz w:val="22"/>
    </w:rPr>
  </w:style>
  <w:style w:type="paragraph" w:styleId="Heading6">
    <w:name w:val="heading 6"/>
    <w:basedOn w:val="H6"/>
    <w:next w:val="Normal"/>
    <w:qFormat/>
    <w:rsid w:val="00BA4DE2"/>
    <w:pPr>
      <w:outlineLvl w:val="5"/>
    </w:pPr>
  </w:style>
  <w:style w:type="paragraph" w:styleId="Heading7">
    <w:name w:val="heading 7"/>
    <w:basedOn w:val="H6"/>
    <w:next w:val="Normal"/>
    <w:qFormat/>
    <w:rsid w:val="00BA4DE2"/>
    <w:pPr>
      <w:outlineLvl w:val="6"/>
    </w:pPr>
  </w:style>
  <w:style w:type="paragraph" w:styleId="Heading8">
    <w:name w:val="heading 8"/>
    <w:basedOn w:val="Heading1"/>
    <w:next w:val="Normal"/>
    <w:qFormat/>
    <w:rsid w:val="00BA4DE2"/>
    <w:pPr>
      <w:ind w:left="0" w:firstLine="0"/>
      <w:outlineLvl w:val="7"/>
    </w:pPr>
  </w:style>
  <w:style w:type="paragraph" w:styleId="Heading9">
    <w:name w:val="heading 9"/>
    <w:basedOn w:val="Heading8"/>
    <w:next w:val="Normal"/>
    <w:qFormat/>
    <w:rsid w:val="00BA4DE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BA4DE2"/>
    <w:pPr>
      <w:ind w:left="1985" w:hanging="1985"/>
      <w:outlineLvl w:val="9"/>
    </w:pPr>
    <w:rPr>
      <w:sz w:val="20"/>
    </w:rPr>
  </w:style>
  <w:style w:type="character" w:styleId="Hyperlink">
    <w:name w:val="Hyperlink"/>
    <w:basedOn w:val="DefaultParagraphFont"/>
    <w:rsid w:val="00413533"/>
    <w:rPr>
      <w:color w:val="0000FF"/>
      <w:u w:val="single"/>
    </w:rPr>
  </w:style>
  <w:style w:type="character" w:styleId="FollowedHyperlink">
    <w:name w:val="FollowedHyperlink"/>
    <w:basedOn w:val="DefaultParagraphFont"/>
    <w:rsid w:val="00413533"/>
    <w:rPr>
      <w:color w:val="800080"/>
      <w:u w:val="single"/>
    </w:rPr>
  </w:style>
  <w:style w:type="paragraph" w:styleId="HTMLAddress">
    <w:name w:val="HTML Address"/>
    <w:basedOn w:val="Normal"/>
    <w:rsid w:val="00413533"/>
    <w:rPr>
      <w:i/>
      <w:iCs/>
    </w:rPr>
  </w:style>
  <w:style w:type="character" w:styleId="HTMLCode">
    <w:name w:val="HTML Code"/>
    <w:basedOn w:val="DefaultParagraphFont"/>
    <w:rsid w:val="00413533"/>
    <w:rPr>
      <w:rFonts w:ascii="Courier New" w:eastAsia="Times New Roman" w:hAnsi="Courier New" w:cs="Times New Roman"/>
      <w:sz w:val="20"/>
      <w:szCs w:val="20"/>
    </w:rPr>
  </w:style>
  <w:style w:type="character" w:styleId="HTMLKeyboard">
    <w:name w:val="HTML Keyboard"/>
    <w:basedOn w:val="DefaultParagraphFont"/>
    <w:rsid w:val="00413533"/>
    <w:rPr>
      <w:rFonts w:ascii="Courier New" w:eastAsia="Times New Roman" w:hAnsi="Courier New" w:cs="Times New Roman"/>
      <w:sz w:val="20"/>
      <w:szCs w:val="20"/>
    </w:rPr>
  </w:style>
  <w:style w:type="paragraph" w:styleId="HTMLPreformatted">
    <w:name w:val="HTML Preformatted"/>
    <w:basedOn w:val="Normal"/>
    <w:rsid w:val="00413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HTMLSample">
    <w:name w:val="HTML Sample"/>
    <w:basedOn w:val="DefaultParagraphFont"/>
    <w:rsid w:val="00413533"/>
    <w:rPr>
      <w:rFonts w:ascii="Courier New" w:eastAsia="Times New Roman" w:hAnsi="Courier New" w:cs="Times New Roman"/>
    </w:rPr>
  </w:style>
  <w:style w:type="character" w:styleId="HTMLTypewriter">
    <w:name w:val="HTML Typewriter"/>
    <w:basedOn w:val="DefaultParagraphFont"/>
    <w:rsid w:val="00413533"/>
    <w:rPr>
      <w:rFonts w:ascii="Courier New" w:eastAsia="Times New Roman" w:hAnsi="Courier New" w:cs="Times New Roman"/>
      <w:sz w:val="20"/>
      <w:szCs w:val="20"/>
    </w:rPr>
  </w:style>
  <w:style w:type="paragraph" w:styleId="NormalWeb">
    <w:name w:val="Normal (Web)"/>
    <w:basedOn w:val="Normal"/>
    <w:rsid w:val="00413533"/>
    <w:rPr>
      <w:sz w:val="24"/>
      <w:szCs w:val="24"/>
    </w:rPr>
  </w:style>
  <w:style w:type="paragraph" w:styleId="Index1">
    <w:name w:val="index 1"/>
    <w:basedOn w:val="Normal"/>
    <w:semiHidden/>
    <w:rsid w:val="00BA4DE2"/>
    <w:pPr>
      <w:keepLines/>
    </w:pPr>
  </w:style>
  <w:style w:type="paragraph" w:styleId="Index2">
    <w:name w:val="index 2"/>
    <w:basedOn w:val="Index1"/>
    <w:semiHidden/>
    <w:rsid w:val="00BA4DE2"/>
    <w:pPr>
      <w:ind w:left="284"/>
    </w:pPr>
  </w:style>
  <w:style w:type="paragraph" w:styleId="Index3">
    <w:name w:val="index 3"/>
    <w:basedOn w:val="Normal"/>
    <w:next w:val="Normal"/>
    <w:autoRedefine/>
    <w:semiHidden/>
    <w:rsid w:val="00413533"/>
    <w:pPr>
      <w:ind w:left="600" w:hanging="200"/>
    </w:pPr>
  </w:style>
  <w:style w:type="paragraph" w:styleId="Index4">
    <w:name w:val="index 4"/>
    <w:basedOn w:val="Normal"/>
    <w:next w:val="Normal"/>
    <w:autoRedefine/>
    <w:semiHidden/>
    <w:rsid w:val="00413533"/>
    <w:pPr>
      <w:ind w:left="800" w:hanging="200"/>
    </w:pPr>
  </w:style>
  <w:style w:type="paragraph" w:styleId="Index5">
    <w:name w:val="index 5"/>
    <w:basedOn w:val="Normal"/>
    <w:next w:val="Normal"/>
    <w:autoRedefine/>
    <w:semiHidden/>
    <w:rsid w:val="00413533"/>
    <w:pPr>
      <w:ind w:left="1000" w:hanging="200"/>
    </w:pPr>
  </w:style>
  <w:style w:type="paragraph" w:styleId="Index6">
    <w:name w:val="index 6"/>
    <w:basedOn w:val="Normal"/>
    <w:next w:val="Normal"/>
    <w:autoRedefine/>
    <w:semiHidden/>
    <w:rsid w:val="00413533"/>
    <w:pPr>
      <w:ind w:left="1200" w:hanging="200"/>
    </w:pPr>
  </w:style>
  <w:style w:type="paragraph" w:styleId="Index7">
    <w:name w:val="index 7"/>
    <w:basedOn w:val="Normal"/>
    <w:next w:val="Normal"/>
    <w:autoRedefine/>
    <w:semiHidden/>
    <w:rsid w:val="00413533"/>
    <w:pPr>
      <w:ind w:left="1400" w:hanging="200"/>
    </w:pPr>
  </w:style>
  <w:style w:type="paragraph" w:styleId="Index8">
    <w:name w:val="index 8"/>
    <w:basedOn w:val="Normal"/>
    <w:next w:val="Normal"/>
    <w:autoRedefine/>
    <w:semiHidden/>
    <w:rsid w:val="00413533"/>
    <w:pPr>
      <w:ind w:left="1600" w:hanging="200"/>
    </w:pPr>
  </w:style>
  <w:style w:type="paragraph" w:styleId="Index9">
    <w:name w:val="index 9"/>
    <w:basedOn w:val="Normal"/>
    <w:next w:val="Normal"/>
    <w:autoRedefine/>
    <w:semiHidden/>
    <w:rsid w:val="00413533"/>
    <w:pPr>
      <w:ind w:left="1800" w:hanging="200"/>
    </w:pPr>
  </w:style>
  <w:style w:type="paragraph" w:styleId="TOC1">
    <w:name w:val="toc 1"/>
    <w:semiHidden/>
    <w:rsid w:val="00BA4DE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rPr>
  </w:style>
  <w:style w:type="paragraph" w:styleId="TOC2">
    <w:name w:val="toc 2"/>
    <w:basedOn w:val="TOC1"/>
    <w:semiHidden/>
    <w:rsid w:val="00BA4DE2"/>
    <w:pPr>
      <w:spacing w:before="0"/>
      <w:ind w:left="851" w:hanging="851"/>
    </w:pPr>
    <w:rPr>
      <w:sz w:val="20"/>
    </w:rPr>
  </w:style>
  <w:style w:type="paragraph" w:styleId="TOC3">
    <w:name w:val="toc 3"/>
    <w:basedOn w:val="TOC2"/>
    <w:semiHidden/>
    <w:rsid w:val="00BA4DE2"/>
    <w:pPr>
      <w:ind w:left="1134" w:hanging="1134"/>
    </w:pPr>
  </w:style>
  <w:style w:type="paragraph" w:styleId="TOC4">
    <w:name w:val="toc 4"/>
    <w:basedOn w:val="TOC3"/>
    <w:semiHidden/>
    <w:rsid w:val="00BA4DE2"/>
    <w:pPr>
      <w:ind w:left="1418" w:hanging="1418"/>
    </w:pPr>
  </w:style>
  <w:style w:type="paragraph" w:styleId="TOC5">
    <w:name w:val="toc 5"/>
    <w:basedOn w:val="TOC4"/>
    <w:semiHidden/>
    <w:rsid w:val="00BA4DE2"/>
    <w:pPr>
      <w:ind w:left="1701" w:hanging="1701"/>
    </w:pPr>
  </w:style>
  <w:style w:type="paragraph" w:styleId="TOC6">
    <w:name w:val="toc 6"/>
    <w:basedOn w:val="TOC5"/>
    <w:next w:val="Normal"/>
    <w:semiHidden/>
    <w:rsid w:val="00BA4DE2"/>
    <w:pPr>
      <w:ind w:left="1985" w:hanging="1985"/>
    </w:pPr>
  </w:style>
  <w:style w:type="paragraph" w:styleId="TOC7">
    <w:name w:val="toc 7"/>
    <w:basedOn w:val="TOC6"/>
    <w:next w:val="Normal"/>
    <w:semiHidden/>
    <w:rsid w:val="00BA4DE2"/>
    <w:pPr>
      <w:ind w:left="2268" w:hanging="2268"/>
    </w:pPr>
  </w:style>
  <w:style w:type="paragraph" w:styleId="TOC8">
    <w:name w:val="toc 8"/>
    <w:basedOn w:val="TOC1"/>
    <w:semiHidden/>
    <w:rsid w:val="00BA4DE2"/>
    <w:pPr>
      <w:spacing w:before="180"/>
      <w:ind w:left="2693" w:hanging="2693"/>
    </w:pPr>
    <w:rPr>
      <w:b/>
    </w:rPr>
  </w:style>
  <w:style w:type="paragraph" w:styleId="TOC9">
    <w:name w:val="toc 9"/>
    <w:basedOn w:val="TOC8"/>
    <w:semiHidden/>
    <w:rsid w:val="00BA4DE2"/>
    <w:pPr>
      <w:ind w:left="1418" w:hanging="1418"/>
    </w:pPr>
  </w:style>
  <w:style w:type="paragraph" w:styleId="NormalIndent">
    <w:name w:val="Normal Indent"/>
    <w:basedOn w:val="Normal"/>
    <w:rsid w:val="00413533"/>
    <w:pPr>
      <w:ind w:left="720"/>
    </w:pPr>
  </w:style>
  <w:style w:type="paragraph" w:styleId="FootnoteText">
    <w:name w:val="footnote text"/>
    <w:basedOn w:val="Normal"/>
    <w:semiHidden/>
    <w:rsid w:val="00BA4DE2"/>
    <w:pPr>
      <w:keepLines/>
      <w:ind w:left="454" w:hanging="454"/>
    </w:pPr>
    <w:rPr>
      <w:sz w:val="16"/>
    </w:rPr>
  </w:style>
  <w:style w:type="paragraph" w:styleId="CommentText">
    <w:name w:val="annotation text"/>
    <w:basedOn w:val="Normal"/>
    <w:semiHidden/>
    <w:rsid w:val="00413533"/>
  </w:style>
  <w:style w:type="paragraph" w:styleId="Header">
    <w:name w:val="header"/>
    <w:rsid w:val="00BA4DE2"/>
    <w:pPr>
      <w:widowControl w:val="0"/>
      <w:overflowPunct w:val="0"/>
      <w:autoSpaceDE w:val="0"/>
      <w:autoSpaceDN w:val="0"/>
      <w:adjustRightInd w:val="0"/>
      <w:textAlignment w:val="baseline"/>
    </w:pPr>
    <w:rPr>
      <w:rFonts w:ascii="Arial" w:hAnsi="Arial"/>
      <w:b/>
      <w:noProof/>
      <w:sz w:val="18"/>
      <w:lang w:val="en-GB"/>
    </w:rPr>
  </w:style>
  <w:style w:type="paragraph" w:styleId="Footer">
    <w:name w:val="footer"/>
    <w:basedOn w:val="Header"/>
    <w:rsid w:val="00BA4DE2"/>
    <w:pPr>
      <w:jc w:val="center"/>
    </w:pPr>
    <w:rPr>
      <w:i/>
    </w:rPr>
  </w:style>
  <w:style w:type="paragraph" w:styleId="IndexHeading">
    <w:name w:val="index heading"/>
    <w:basedOn w:val="Normal"/>
    <w:next w:val="Normal"/>
    <w:semiHidden/>
    <w:rsid w:val="00413533"/>
    <w:pPr>
      <w:pBdr>
        <w:top w:val="single" w:sz="12" w:space="0" w:color="auto"/>
      </w:pBdr>
      <w:spacing w:before="360" w:after="240"/>
    </w:pPr>
    <w:rPr>
      <w:b/>
      <w:i/>
      <w:sz w:val="26"/>
    </w:rPr>
  </w:style>
  <w:style w:type="paragraph" w:styleId="Caption">
    <w:name w:val="caption"/>
    <w:basedOn w:val="Normal"/>
    <w:next w:val="Normal"/>
    <w:qFormat/>
    <w:rsid w:val="00413533"/>
    <w:pPr>
      <w:spacing w:before="120" w:after="120"/>
    </w:pPr>
    <w:rPr>
      <w:b/>
      <w:bCs/>
    </w:rPr>
  </w:style>
  <w:style w:type="paragraph" w:styleId="TableofFigures">
    <w:name w:val="table of figures"/>
    <w:basedOn w:val="Normal"/>
    <w:next w:val="Normal"/>
    <w:semiHidden/>
    <w:rsid w:val="00413533"/>
    <w:pPr>
      <w:ind w:left="400" w:hanging="400"/>
    </w:pPr>
  </w:style>
  <w:style w:type="paragraph" w:styleId="EnvelopeAddress">
    <w:name w:val="envelope address"/>
    <w:basedOn w:val="Normal"/>
    <w:rsid w:val="00413533"/>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rsid w:val="00413533"/>
    <w:rPr>
      <w:rFonts w:ascii="Arial" w:hAnsi="Arial" w:cs="Arial"/>
    </w:rPr>
  </w:style>
  <w:style w:type="paragraph" w:styleId="EndnoteText">
    <w:name w:val="endnote text"/>
    <w:basedOn w:val="Normal"/>
    <w:semiHidden/>
    <w:rsid w:val="00413533"/>
  </w:style>
  <w:style w:type="paragraph" w:styleId="TableofAuthorities">
    <w:name w:val="table of authorities"/>
    <w:basedOn w:val="Normal"/>
    <w:next w:val="Normal"/>
    <w:semiHidden/>
    <w:rsid w:val="00413533"/>
    <w:pPr>
      <w:ind w:left="200" w:hanging="200"/>
    </w:pPr>
  </w:style>
  <w:style w:type="paragraph" w:styleId="MacroText">
    <w:name w:val="macro"/>
    <w:semiHidden/>
    <w:rsid w:val="00413533"/>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pPr>
    <w:rPr>
      <w:rFonts w:ascii="Courier New" w:hAnsi="Courier New" w:cs="Courier New"/>
      <w:lang w:val="en-GB"/>
    </w:rPr>
  </w:style>
  <w:style w:type="paragraph" w:styleId="TOAHeading">
    <w:name w:val="toa heading"/>
    <w:basedOn w:val="Normal"/>
    <w:next w:val="Normal"/>
    <w:semiHidden/>
    <w:rsid w:val="00413533"/>
    <w:pPr>
      <w:spacing w:before="120"/>
    </w:pPr>
    <w:rPr>
      <w:rFonts w:ascii="Arial" w:hAnsi="Arial" w:cs="Arial"/>
      <w:b/>
      <w:bCs/>
      <w:sz w:val="24"/>
      <w:szCs w:val="24"/>
    </w:rPr>
  </w:style>
  <w:style w:type="paragraph" w:styleId="List">
    <w:name w:val="List"/>
    <w:basedOn w:val="Normal"/>
    <w:rsid w:val="00BA4DE2"/>
    <w:pPr>
      <w:ind w:left="568" w:hanging="284"/>
    </w:pPr>
  </w:style>
  <w:style w:type="paragraph" w:styleId="ListBullet">
    <w:name w:val="List Bullet"/>
    <w:basedOn w:val="List"/>
    <w:rsid w:val="00BA4DE2"/>
  </w:style>
  <w:style w:type="paragraph" w:styleId="ListNumber">
    <w:name w:val="List Number"/>
    <w:basedOn w:val="List"/>
    <w:rsid w:val="00BA4DE2"/>
  </w:style>
  <w:style w:type="paragraph" w:styleId="List2">
    <w:name w:val="List 2"/>
    <w:basedOn w:val="List"/>
    <w:rsid w:val="00BA4DE2"/>
    <w:pPr>
      <w:ind w:left="851"/>
    </w:pPr>
  </w:style>
  <w:style w:type="paragraph" w:styleId="List3">
    <w:name w:val="List 3"/>
    <w:basedOn w:val="List2"/>
    <w:rsid w:val="00BA4DE2"/>
    <w:pPr>
      <w:ind w:left="1135"/>
    </w:pPr>
  </w:style>
  <w:style w:type="paragraph" w:styleId="List4">
    <w:name w:val="List 4"/>
    <w:basedOn w:val="List3"/>
    <w:rsid w:val="00BA4DE2"/>
    <w:pPr>
      <w:ind w:left="1418"/>
    </w:pPr>
  </w:style>
  <w:style w:type="paragraph" w:styleId="List5">
    <w:name w:val="List 5"/>
    <w:basedOn w:val="List4"/>
    <w:rsid w:val="00BA4DE2"/>
    <w:pPr>
      <w:ind w:left="1702"/>
    </w:pPr>
  </w:style>
  <w:style w:type="paragraph" w:styleId="ListBullet2">
    <w:name w:val="List Bullet 2"/>
    <w:basedOn w:val="ListBullet"/>
    <w:rsid w:val="00BA4DE2"/>
    <w:pPr>
      <w:ind w:left="851"/>
    </w:pPr>
  </w:style>
  <w:style w:type="paragraph" w:styleId="ListBullet3">
    <w:name w:val="List Bullet 3"/>
    <w:basedOn w:val="ListBullet2"/>
    <w:rsid w:val="00BA4DE2"/>
    <w:pPr>
      <w:ind w:left="1135"/>
    </w:pPr>
  </w:style>
  <w:style w:type="paragraph" w:styleId="ListBullet4">
    <w:name w:val="List Bullet 4"/>
    <w:basedOn w:val="ListBullet3"/>
    <w:rsid w:val="00BA4DE2"/>
    <w:pPr>
      <w:ind w:left="1418"/>
    </w:pPr>
  </w:style>
  <w:style w:type="paragraph" w:styleId="ListBullet5">
    <w:name w:val="List Bullet 5"/>
    <w:basedOn w:val="ListBullet4"/>
    <w:rsid w:val="00BA4DE2"/>
    <w:pPr>
      <w:ind w:left="1702"/>
    </w:pPr>
  </w:style>
  <w:style w:type="paragraph" w:styleId="ListNumber2">
    <w:name w:val="List Number 2"/>
    <w:basedOn w:val="ListNumber"/>
    <w:rsid w:val="00BA4DE2"/>
    <w:pPr>
      <w:ind w:left="851"/>
    </w:pPr>
  </w:style>
  <w:style w:type="paragraph" w:styleId="ListNumber3">
    <w:name w:val="List Number 3"/>
    <w:basedOn w:val="Normal"/>
    <w:rsid w:val="00413533"/>
    <w:pPr>
      <w:tabs>
        <w:tab w:val="num" w:pos="926"/>
      </w:tabs>
      <w:ind w:left="926" w:hanging="360"/>
    </w:pPr>
  </w:style>
  <w:style w:type="paragraph" w:styleId="ListNumber4">
    <w:name w:val="List Number 4"/>
    <w:basedOn w:val="Normal"/>
    <w:rsid w:val="00413533"/>
    <w:pPr>
      <w:tabs>
        <w:tab w:val="num" w:pos="1209"/>
      </w:tabs>
      <w:ind w:left="1209" w:hanging="360"/>
    </w:pPr>
  </w:style>
  <w:style w:type="paragraph" w:styleId="ListNumber5">
    <w:name w:val="List Number 5"/>
    <w:basedOn w:val="Normal"/>
    <w:rsid w:val="00413533"/>
    <w:pPr>
      <w:tabs>
        <w:tab w:val="num" w:pos="1492"/>
      </w:tabs>
      <w:ind w:left="1492" w:hanging="360"/>
    </w:pPr>
  </w:style>
  <w:style w:type="paragraph" w:styleId="Title">
    <w:name w:val="Title"/>
    <w:basedOn w:val="Normal"/>
    <w:qFormat/>
    <w:rsid w:val="00413533"/>
    <w:pPr>
      <w:spacing w:before="240" w:after="60"/>
      <w:jc w:val="center"/>
      <w:outlineLvl w:val="0"/>
    </w:pPr>
    <w:rPr>
      <w:rFonts w:ascii="Arial" w:hAnsi="Arial" w:cs="Arial"/>
      <w:b/>
      <w:bCs/>
      <w:kern w:val="28"/>
      <w:sz w:val="32"/>
      <w:szCs w:val="32"/>
    </w:rPr>
  </w:style>
  <w:style w:type="paragraph" w:styleId="Closing">
    <w:name w:val="Closing"/>
    <w:basedOn w:val="Normal"/>
    <w:rsid w:val="00413533"/>
    <w:pPr>
      <w:ind w:left="4252"/>
    </w:pPr>
  </w:style>
  <w:style w:type="paragraph" w:styleId="Signature">
    <w:name w:val="Signature"/>
    <w:basedOn w:val="Normal"/>
    <w:rsid w:val="00413533"/>
    <w:pPr>
      <w:ind w:left="4252"/>
    </w:pPr>
  </w:style>
  <w:style w:type="paragraph" w:styleId="BodyText">
    <w:name w:val="Body Text"/>
    <w:basedOn w:val="Normal"/>
    <w:rsid w:val="00413533"/>
    <w:pPr>
      <w:keepNext/>
      <w:spacing w:after="140"/>
    </w:pPr>
  </w:style>
  <w:style w:type="paragraph" w:styleId="BodyTextIndent">
    <w:name w:val="Body Text Indent"/>
    <w:basedOn w:val="Normal"/>
    <w:rsid w:val="00413533"/>
    <w:pPr>
      <w:spacing w:after="120"/>
      <w:ind w:left="283"/>
    </w:pPr>
  </w:style>
  <w:style w:type="paragraph" w:styleId="ListContinue">
    <w:name w:val="List Continue"/>
    <w:basedOn w:val="Normal"/>
    <w:rsid w:val="00413533"/>
    <w:pPr>
      <w:spacing w:after="120"/>
      <w:ind w:left="283"/>
    </w:pPr>
  </w:style>
  <w:style w:type="paragraph" w:styleId="ListContinue2">
    <w:name w:val="List Continue 2"/>
    <w:basedOn w:val="Normal"/>
    <w:rsid w:val="00413533"/>
    <w:pPr>
      <w:spacing w:after="120"/>
      <w:ind w:left="566"/>
    </w:pPr>
  </w:style>
  <w:style w:type="paragraph" w:styleId="ListContinue3">
    <w:name w:val="List Continue 3"/>
    <w:basedOn w:val="Normal"/>
    <w:rsid w:val="00413533"/>
    <w:pPr>
      <w:spacing w:after="120"/>
      <w:ind w:left="849"/>
    </w:pPr>
  </w:style>
  <w:style w:type="paragraph" w:styleId="ListContinue4">
    <w:name w:val="List Continue 4"/>
    <w:basedOn w:val="Normal"/>
    <w:rsid w:val="00413533"/>
    <w:pPr>
      <w:spacing w:after="120"/>
      <w:ind w:left="1132"/>
    </w:pPr>
  </w:style>
  <w:style w:type="paragraph" w:styleId="ListContinue5">
    <w:name w:val="List Continue 5"/>
    <w:basedOn w:val="Normal"/>
    <w:rsid w:val="00413533"/>
    <w:pPr>
      <w:spacing w:after="120"/>
      <w:ind w:left="1415"/>
    </w:pPr>
  </w:style>
  <w:style w:type="paragraph" w:styleId="MessageHeader">
    <w:name w:val="Message Header"/>
    <w:basedOn w:val="Normal"/>
    <w:rsid w:val="0041353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ubtitle">
    <w:name w:val="Subtitle"/>
    <w:basedOn w:val="Normal"/>
    <w:qFormat/>
    <w:rsid w:val="00413533"/>
    <w:pPr>
      <w:spacing w:after="60"/>
      <w:jc w:val="center"/>
      <w:outlineLvl w:val="1"/>
    </w:pPr>
    <w:rPr>
      <w:rFonts w:ascii="Arial" w:hAnsi="Arial" w:cs="Arial"/>
      <w:sz w:val="24"/>
      <w:szCs w:val="24"/>
    </w:rPr>
  </w:style>
  <w:style w:type="paragraph" w:styleId="Salutation">
    <w:name w:val="Salutation"/>
    <w:basedOn w:val="Normal"/>
    <w:next w:val="Normal"/>
    <w:rsid w:val="00413533"/>
  </w:style>
  <w:style w:type="paragraph" w:styleId="Date">
    <w:name w:val="Date"/>
    <w:basedOn w:val="Normal"/>
    <w:next w:val="Normal"/>
    <w:rsid w:val="00413533"/>
  </w:style>
  <w:style w:type="paragraph" w:styleId="BodyTextFirstIndent">
    <w:name w:val="Body Text First Indent"/>
    <w:basedOn w:val="BodyText"/>
    <w:rsid w:val="00413533"/>
    <w:pPr>
      <w:keepNext w:val="0"/>
      <w:spacing w:after="120"/>
      <w:ind w:firstLine="210"/>
    </w:pPr>
  </w:style>
  <w:style w:type="paragraph" w:styleId="BodyTextFirstIndent2">
    <w:name w:val="Body Text First Indent 2"/>
    <w:basedOn w:val="BodyTextIndent"/>
    <w:rsid w:val="00413533"/>
    <w:pPr>
      <w:ind w:firstLine="210"/>
    </w:pPr>
  </w:style>
  <w:style w:type="paragraph" w:styleId="NoteHeading">
    <w:name w:val="Note Heading"/>
    <w:basedOn w:val="Normal"/>
    <w:next w:val="Normal"/>
    <w:rsid w:val="00413533"/>
  </w:style>
  <w:style w:type="paragraph" w:styleId="BodyText2">
    <w:name w:val="Body Text 2"/>
    <w:basedOn w:val="Normal"/>
    <w:rsid w:val="00413533"/>
    <w:pPr>
      <w:spacing w:after="120" w:line="480" w:lineRule="auto"/>
    </w:pPr>
  </w:style>
  <w:style w:type="paragraph" w:styleId="BodyText3">
    <w:name w:val="Body Text 3"/>
    <w:basedOn w:val="Normal"/>
    <w:rsid w:val="00413533"/>
    <w:pPr>
      <w:spacing w:after="120"/>
    </w:pPr>
    <w:rPr>
      <w:sz w:val="16"/>
      <w:szCs w:val="16"/>
    </w:rPr>
  </w:style>
  <w:style w:type="paragraph" w:styleId="BodyTextIndent2">
    <w:name w:val="Body Text Indent 2"/>
    <w:basedOn w:val="Normal"/>
    <w:rsid w:val="00413533"/>
    <w:pPr>
      <w:spacing w:after="120" w:line="480" w:lineRule="auto"/>
      <w:ind w:left="283"/>
    </w:pPr>
  </w:style>
  <w:style w:type="paragraph" w:styleId="BodyTextIndent3">
    <w:name w:val="Body Text Indent 3"/>
    <w:basedOn w:val="Normal"/>
    <w:rsid w:val="00413533"/>
    <w:pPr>
      <w:spacing w:after="120"/>
      <w:ind w:left="283"/>
    </w:pPr>
    <w:rPr>
      <w:sz w:val="16"/>
      <w:szCs w:val="16"/>
    </w:rPr>
  </w:style>
  <w:style w:type="paragraph" w:styleId="BlockText">
    <w:name w:val="Block Text"/>
    <w:basedOn w:val="Normal"/>
    <w:rsid w:val="00413533"/>
    <w:pPr>
      <w:spacing w:after="120"/>
      <w:ind w:left="1440" w:right="1440"/>
    </w:pPr>
  </w:style>
  <w:style w:type="paragraph" w:styleId="DocumentMap">
    <w:name w:val="Document Map"/>
    <w:basedOn w:val="Normal"/>
    <w:semiHidden/>
    <w:rsid w:val="00413533"/>
    <w:pPr>
      <w:shd w:val="clear" w:color="auto" w:fill="000080"/>
    </w:pPr>
    <w:rPr>
      <w:rFonts w:ascii="Tahoma" w:hAnsi="Tahoma" w:cs="Tahoma"/>
    </w:rPr>
  </w:style>
  <w:style w:type="paragraph" w:styleId="PlainText">
    <w:name w:val="Plain Text"/>
    <w:basedOn w:val="Normal"/>
    <w:rsid w:val="00413533"/>
    <w:rPr>
      <w:rFonts w:ascii="Courier New" w:hAnsi="Courier New" w:cs="Courier New"/>
    </w:rPr>
  </w:style>
  <w:style w:type="paragraph" w:styleId="E-mailSignature">
    <w:name w:val="E-mail Signature"/>
    <w:basedOn w:val="Normal"/>
    <w:rsid w:val="00413533"/>
  </w:style>
  <w:style w:type="paragraph" w:customStyle="1" w:styleId="EQ">
    <w:name w:val="EQ"/>
    <w:basedOn w:val="Normal"/>
    <w:next w:val="Normal"/>
    <w:rsid w:val="00BA4DE2"/>
    <w:pPr>
      <w:keepLines/>
      <w:tabs>
        <w:tab w:val="center" w:pos="4536"/>
        <w:tab w:val="right" w:pos="9072"/>
      </w:tabs>
    </w:pPr>
    <w:rPr>
      <w:noProof/>
    </w:rPr>
  </w:style>
  <w:style w:type="paragraph" w:customStyle="1" w:styleId="ZD">
    <w:name w:val="ZD"/>
    <w:rsid w:val="00BA4DE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customStyle="1" w:styleId="TT">
    <w:name w:val="TT"/>
    <w:basedOn w:val="Heading1"/>
    <w:next w:val="Normal"/>
    <w:rsid w:val="00BA4DE2"/>
    <w:pPr>
      <w:outlineLvl w:val="9"/>
    </w:pPr>
  </w:style>
  <w:style w:type="paragraph" w:customStyle="1" w:styleId="NO">
    <w:name w:val="NO"/>
    <w:basedOn w:val="Normal"/>
    <w:rsid w:val="00BA4DE2"/>
    <w:pPr>
      <w:keepLines/>
      <w:ind w:left="1135" w:hanging="851"/>
    </w:pPr>
  </w:style>
  <w:style w:type="paragraph" w:customStyle="1" w:styleId="PL">
    <w:name w:val="PL"/>
    <w:rsid w:val="00BA4DE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L">
    <w:name w:val="TAL"/>
    <w:basedOn w:val="Normal"/>
    <w:rsid w:val="00BA4DE2"/>
    <w:pPr>
      <w:keepNext/>
      <w:keepLines/>
      <w:spacing w:after="0"/>
    </w:pPr>
    <w:rPr>
      <w:rFonts w:ascii="Arial" w:hAnsi="Arial"/>
      <w:sz w:val="18"/>
    </w:rPr>
  </w:style>
  <w:style w:type="paragraph" w:customStyle="1" w:styleId="TAC">
    <w:name w:val="TAC"/>
    <w:basedOn w:val="TAL"/>
    <w:rsid w:val="00BA4DE2"/>
    <w:pPr>
      <w:jc w:val="center"/>
    </w:pPr>
  </w:style>
  <w:style w:type="paragraph" w:customStyle="1" w:styleId="LD">
    <w:name w:val="LD"/>
    <w:rsid w:val="00BA4DE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A4DE2"/>
    <w:pPr>
      <w:keepLines/>
      <w:ind w:left="1702" w:hanging="1418"/>
    </w:pPr>
  </w:style>
  <w:style w:type="paragraph" w:customStyle="1" w:styleId="FP">
    <w:name w:val="FP"/>
    <w:basedOn w:val="Normal"/>
    <w:rsid w:val="00BA4DE2"/>
    <w:pPr>
      <w:spacing w:after="0"/>
    </w:pPr>
  </w:style>
  <w:style w:type="paragraph" w:customStyle="1" w:styleId="NW">
    <w:name w:val="NW"/>
    <w:basedOn w:val="NO"/>
    <w:rsid w:val="00BA4DE2"/>
    <w:pPr>
      <w:spacing w:after="0"/>
    </w:pPr>
  </w:style>
  <w:style w:type="paragraph" w:customStyle="1" w:styleId="EW">
    <w:name w:val="EW"/>
    <w:basedOn w:val="EX"/>
    <w:rsid w:val="00BA4DE2"/>
    <w:pPr>
      <w:spacing w:after="0"/>
    </w:pPr>
  </w:style>
  <w:style w:type="paragraph" w:customStyle="1" w:styleId="B10">
    <w:name w:val="B1"/>
    <w:basedOn w:val="List"/>
    <w:rsid w:val="00BA4DE2"/>
    <w:pPr>
      <w:ind w:left="738" w:hanging="454"/>
    </w:pPr>
  </w:style>
  <w:style w:type="paragraph" w:customStyle="1" w:styleId="EditorsNote">
    <w:name w:val="Editor's Note"/>
    <w:basedOn w:val="NO"/>
    <w:rsid w:val="00BA4DE2"/>
    <w:rPr>
      <w:color w:val="FF0000"/>
    </w:rPr>
  </w:style>
  <w:style w:type="paragraph" w:customStyle="1" w:styleId="TH">
    <w:name w:val="TH"/>
    <w:basedOn w:val="FL"/>
    <w:next w:val="FL"/>
    <w:rsid w:val="00BA4DE2"/>
  </w:style>
  <w:style w:type="paragraph" w:customStyle="1" w:styleId="FL">
    <w:name w:val="FL"/>
    <w:basedOn w:val="Normal"/>
    <w:rsid w:val="00BA4DE2"/>
    <w:pPr>
      <w:keepNext/>
      <w:keepLines/>
      <w:spacing w:before="60"/>
      <w:jc w:val="center"/>
    </w:pPr>
    <w:rPr>
      <w:rFonts w:ascii="Arial" w:hAnsi="Arial"/>
      <w:b/>
    </w:rPr>
  </w:style>
  <w:style w:type="paragraph" w:customStyle="1" w:styleId="ZA">
    <w:name w:val="ZA"/>
    <w:rsid w:val="00BA4DE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A4DE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A4DE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A4DE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A4DE2"/>
    <w:pPr>
      <w:ind w:left="851" w:hanging="851"/>
    </w:pPr>
  </w:style>
  <w:style w:type="paragraph" w:customStyle="1" w:styleId="ZH">
    <w:name w:val="ZH"/>
    <w:rsid w:val="00BA4DE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A4DE2"/>
    <w:pPr>
      <w:keepNext w:val="0"/>
      <w:spacing w:before="0" w:after="240"/>
    </w:pPr>
  </w:style>
  <w:style w:type="paragraph" w:customStyle="1" w:styleId="ZG">
    <w:name w:val="ZG"/>
    <w:rsid w:val="00BA4DE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customStyle="1" w:styleId="B20">
    <w:name w:val="B2"/>
    <w:basedOn w:val="List2"/>
    <w:rsid w:val="00BA4DE2"/>
    <w:pPr>
      <w:ind w:left="1191" w:hanging="454"/>
    </w:pPr>
  </w:style>
  <w:style w:type="paragraph" w:customStyle="1" w:styleId="B30">
    <w:name w:val="B3"/>
    <w:basedOn w:val="List3"/>
    <w:rsid w:val="00BA4DE2"/>
    <w:pPr>
      <w:ind w:left="1645" w:hanging="454"/>
    </w:pPr>
  </w:style>
  <w:style w:type="paragraph" w:customStyle="1" w:styleId="B4">
    <w:name w:val="B4"/>
    <w:basedOn w:val="List4"/>
    <w:rsid w:val="00BA4DE2"/>
    <w:pPr>
      <w:ind w:left="2098" w:hanging="454"/>
    </w:pPr>
  </w:style>
  <w:style w:type="paragraph" w:customStyle="1" w:styleId="B5">
    <w:name w:val="B5"/>
    <w:basedOn w:val="List5"/>
    <w:rsid w:val="00BA4DE2"/>
    <w:pPr>
      <w:ind w:left="2552" w:hanging="454"/>
    </w:pPr>
  </w:style>
  <w:style w:type="paragraph" w:customStyle="1" w:styleId="ZTD">
    <w:name w:val="ZTD"/>
    <w:basedOn w:val="ZB"/>
    <w:rsid w:val="00BA4DE2"/>
    <w:pPr>
      <w:framePr w:hRule="auto" w:wrap="notBeside" w:y="852"/>
    </w:pPr>
    <w:rPr>
      <w:i w:val="0"/>
      <w:sz w:val="40"/>
    </w:rPr>
  </w:style>
  <w:style w:type="paragraph" w:customStyle="1" w:styleId="ZV">
    <w:name w:val="ZV"/>
    <w:basedOn w:val="ZU"/>
    <w:rsid w:val="00BA4DE2"/>
    <w:pPr>
      <w:framePr w:wrap="notBeside" w:y="16161"/>
    </w:pPr>
  </w:style>
  <w:style w:type="paragraph" w:customStyle="1" w:styleId="B3">
    <w:name w:val="B3+"/>
    <w:basedOn w:val="B30"/>
    <w:rsid w:val="00BA4DE2"/>
    <w:pPr>
      <w:numPr>
        <w:numId w:val="4"/>
      </w:numPr>
      <w:tabs>
        <w:tab w:val="left" w:pos="1134"/>
      </w:tabs>
    </w:pPr>
  </w:style>
  <w:style w:type="paragraph" w:customStyle="1" w:styleId="B1">
    <w:name w:val="B1+"/>
    <w:basedOn w:val="B10"/>
    <w:rsid w:val="00BA4DE2"/>
    <w:pPr>
      <w:numPr>
        <w:numId w:val="5"/>
      </w:numPr>
    </w:pPr>
  </w:style>
  <w:style w:type="paragraph" w:customStyle="1" w:styleId="B2">
    <w:name w:val="B2+"/>
    <w:basedOn w:val="B20"/>
    <w:rsid w:val="00BA4DE2"/>
    <w:pPr>
      <w:numPr>
        <w:numId w:val="6"/>
      </w:numPr>
    </w:pPr>
  </w:style>
  <w:style w:type="paragraph" w:customStyle="1" w:styleId="BL">
    <w:name w:val="BL"/>
    <w:basedOn w:val="Normal"/>
    <w:rsid w:val="00BA4DE2"/>
    <w:pPr>
      <w:numPr>
        <w:numId w:val="7"/>
      </w:numPr>
      <w:tabs>
        <w:tab w:val="left" w:pos="851"/>
      </w:tabs>
    </w:pPr>
  </w:style>
  <w:style w:type="paragraph" w:customStyle="1" w:styleId="BN">
    <w:name w:val="BN"/>
    <w:basedOn w:val="Normal"/>
    <w:rsid w:val="00BA4DE2"/>
    <w:pPr>
      <w:numPr>
        <w:numId w:val="8"/>
      </w:numPr>
    </w:pPr>
  </w:style>
  <w:style w:type="character" w:styleId="FootnoteReference">
    <w:name w:val="footnote reference"/>
    <w:basedOn w:val="DefaultParagraphFont"/>
    <w:semiHidden/>
    <w:rsid w:val="00BA4DE2"/>
    <w:rPr>
      <w:b/>
      <w:position w:val="6"/>
      <w:sz w:val="16"/>
    </w:rPr>
  </w:style>
  <w:style w:type="character" w:styleId="CommentReference">
    <w:name w:val="annotation reference"/>
    <w:basedOn w:val="DefaultParagraphFont"/>
    <w:semiHidden/>
    <w:rsid w:val="00413533"/>
    <w:rPr>
      <w:sz w:val="16"/>
      <w:szCs w:val="16"/>
    </w:rPr>
  </w:style>
  <w:style w:type="character" w:styleId="EndnoteReference">
    <w:name w:val="endnote reference"/>
    <w:basedOn w:val="DefaultParagraphFont"/>
    <w:semiHidden/>
    <w:rsid w:val="00413533"/>
    <w:rPr>
      <w:vertAlign w:val="superscript"/>
    </w:rPr>
  </w:style>
  <w:style w:type="character" w:customStyle="1" w:styleId="ZGSM">
    <w:name w:val="ZGSM"/>
    <w:rsid w:val="00BA4DE2"/>
  </w:style>
  <w:style w:type="paragraph" w:customStyle="1" w:styleId="TAH">
    <w:name w:val="TAH"/>
    <w:basedOn w:val="TAC"/>
    <w:rsid w:val="00BA4DE2"/>
    <w:rPr>
      <w:b/>
    </w:rPr>
  </w:style>
  <w:style w:type="paragraph" w:customStyle="1" w:styleId="TAR">
    <w:name w:val="TAR"/>
    <w:basedOn w:val="TAL"/>
    <w:rsid w:val="00BA4DE2"/>
    <w:pPr>
      <w:jc w:val="right"/>
    </w:pPr>
  </w:style>
  <w:style w:type="paragraph" w:customStyle="1" w:styleId="NF">
    <w:name w:val="NF"/>
    <w:basedOn w:val="NO"/>
    <w:rsid w:val="00BA4DE2"/>
    <w:pPr>
      <w:keepNext/>
      <w:spacing w:after="0"/>
    </w:pPr>
    <w:rPr>
      <w:rFonts w:ascii="Arial" w:hAnsi="Arial"/>
      <w:sz w:val="18"/>
    </w:rPr>
  </w:style>
  <w:style w:type="paragraph" w:customStyle="1" w:styleId="TAJ">
    <w:name w:val="TAJ"/>
    <w:basedOn w:val="Normal"/>
    <w:rsid w:val="00BA4DE2"/>
    <w:pPr>
      <w:keepNext/>
      <w:keepLines/>
      <w:spacing w:after="0"/>
      <w:jc w:val="both"/>
    </w:pPr>
    <w:rPr>
      <w:rFonts w:ascii="Arial" w:hAnsi="Arial"/>
      <w:sz w:val="18"/>
    </w:rPr>
  </w:style>
  <w:style w:type="paragraph" w:styleId="BalloonText">
    <w:name w:val="Balloon Text"/>
    <w:basedOn w:val="Normal"/>
    <w:semiHidden/>
    <w:rsid w:val="00413533"/>
    <w:rPr>
      <w:rFonts w:ascii="Tahoma" w:hAnsi="Tahoma" w:cs="Tahoma"/>
      <w:sz w:val="16"/>
      <w:szCs w:val="16"/>
    </w:rPr>
  </w:style>
  <w:style w:type="character" w:customStyle="1" w:styleId="ListBulletChar1Char">
    <w:name w:val="List Bullet Char1 Char"/>
    <w:basedOn w:val="ListChar"/>
    <w:rsid w:val="00413533"/>
    <w:rPr>
      <w:lang w:val="en-GB" w:eastAsia="en-US"/>
    </w:rPr>
  </w:style>
  <w:style w:type="character" w:customStyle="1" w:styleId="ListChar">
    <w:name w:val="List Char"/>
    <w:basedOn w:val="DefaultParagraphFont"/>
    <w:rsid w:val="00413533"/>
    <w:rPr>
      <w:lang w:val="en-GB" w:eastAsia="en-US"/>
    </w:rPr>
  </w:style>
  <w:style w:type="character" w:customStyle="1" w:styleId="CODE">
    <w:name w:val="CODE"/>
    <w:rsid w:val="00413533"/>
    <w:rPr>
      <w:rFonts w:ascii="Courier New" w:hAnsi="Courier New" w:cs="Courier New"/>
      <w:sz w:val="20"/>
      <w:szCs w:val="20"/>
    </w:rPr>
  </w:style>
  <w:style w:type="character" w:styleId="Emphasis">
    <w:name w:val="Emphasis"/>
    <w:basedOn w:val="DefaultParagraphFont"/>
    <w:qFormat/>
    <w:rsid w:val="00413533"/>
    <w:rPr>
      <w:i/>
      <w:iCs/>
    </w:rPr>
  </w:style>
  <w:style w:type="character" w:styleId="PageNumber">
    <w:name w:val="page number"/>
    <w:basedOn w:val="DefaultParagraphFont"/>
    <w:rsid w:val="00413533"/>
  </w:style>
  <w:style w:type="paragraph" w:customStyle="1" w:styleId="TB1">
    <w:name w:val="TB1"/>
    <w:basedOn w:val="Normal"/>
    <w:qFormat/>
    <w:rsid w:val="00BA4DE2"/>
    <w:pPr>
      <w:keepNext/>
      <w:keepLines/>
      <w:numPr>
        <w:numId w:val="39"/>
      </w:numPr>
      <w:tabs>
        <w:tab w:val="left" w:pos="720"/>
      </w:tabs>
      <w:spacing w:after="0"/>
      <w:ind w:left="737" w:hanging="380"/>
    </w:pPr>
    <w:rPr>
      <w:rFonts w:ascii="Arial" w:hAnsi="Arial"/>
      <w:sz w:val="18"/>
    </w:rPr>
  </w:style>
  <w:style w:type="paragraph" w:customStyle="1" w:styleId="TB2">
    <w:name w:val="TB2"/>
    <w:basedOn w:val="Normal"/>
    <w:qFormat/>
    <w:rsid w:val="00BA4DE2"/>
    <w:pPr>
      <w:keepNext/>
      <w:keepLines/>
      <w:numPr>
        <w:numId w:val="40"/>
      </w:numPr>
      <w:tabs>
        <w:tab w:val="left" w:pos="1109"/>
      </w:tabs>
      <w:spacing w:after="0"/>
      <w:ind w:left="1100" w:hanging="380"/>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Documenti\Standard%20&amp;%20Specifications\ETSI\TSStandard\ts_102241v060700p0\102241_Annex_A_HTML\uicc\access\UICCException.html" TargetMode="External"/><Relationship Id="rId13" Type="http://schemas.openxmlformats.org/officeDocument/2006/relationships/hyperlink" Target="file:///E:\Documenti\Standard%20%26%20Specifications\JavaCard_221\specs\api\html\javacard\framework\JCSystem.html" TargetMode="External"/><Relationship Id="rId18" Type="http://schemas.openxmlformats.org/officeDocument/2006/relationships/hyperlink" Target="file:///e:\Documenti\Standard%20&amp;%20Specifications\ETSI\TSStandard\ts_102241v060700p0\102241_Annex_A_HTML\uicc\access\UICCException.html" TargetMode="External"/><Relationship Id="rId26" Type="http://schemas.openxmlformats.org/officeDocument/2006/relationships/hyperlink" Target="file:///E:\Documenti\Standard%20%26%20Specifications\JavaCard_221\specs\api\html\javacard\framework\JCSystem.html" TargetMode="External"/><Relationship Id="rId3" Type="http://schemas.openxmlformats.org/officeDocument/2006/relationships/settings" Target="settings.xml"/><Relationship Id="rId21" Type="http://schemas.openxmlformats.org/officeDocument/2006/relationships/hyperlink" Target="file:///e:\Documenti\Standard%20&amp;%20Specifications\ETSI\TSStandard\ts_102241v060700p0\102241_Annex_A_HTML\uicc\access\UICCException.html" TargetMode="External"/><Relationship Id="rId7" Type="http://schemas.openxmlformats.org/officeDocument/2006/relationships/hyperlink" Target="file:///e:\Documenti\Standard%20&amp;%20Specifications\ETSI\TSStandard\ts_102241v060700p0\102241_Annex_A_HTML\uicc\access\UICCException.html" TargetMode="External"/><Relationship Id="rId12" Type="http://schemas.openxmlformats.org/officeDocument/2006/relationships/hyperlink" Target="file:///E:\Documenti\Standard%20%26%20Specifications\JavaCard_221\specs\api\html\javacard\framework\JCSystem.html" TargetMode="External"/><Relationship Id="rId17" Type="http://schemas.openxmlformats.org/officeDocument/2006/relationships/hyperlink" Target="file:///e:\Documenti\Standard%20&amp;%20Specifications\ETSI\TSStandard\ts_102241v060700p0\102241_Annex_A_HTML\uicc\access\UICCException.html" TargetMode="External"/><Relationship Id="rId25" Type="http://schemas.openxmlformats.org/officeDocument/2006/relationships/hyperlink" Target="file:///e:\Documenti\Standard%20&amp;%20Specifications\ETSI\TSStandard\ts_102241v060700p0\102241_Annex_A_HTML\uicc\access\UICCException.htm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e:\Documenti\Standard%20&amp;%20Specifications\ETSI\TSStandard\ts_102241v060700p0\102241_Annex_A_HTML\uicc\access\UICCException.html" TargetMode="External"/><Relationship Id="rId20" Type="http://schemas.openxmlformats.org/officeDocument/2006/relationships/hyperlink" Target="file:///E:\Documenti\Standard%20%26%20Specifications\JavaCard_221\specs\api\html\javacard\framework\JCSystem.html"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Documenti\Standard%20&amp;%20Specifications\ETSI\TSStandard\ts_102241v060700p0\102241_Annex_A_HTML\uicc\access\UICCException.html" TargetMode="External"/><Relationship Id="rId24" Type="http://schemas.openxmlformats.org/officeDocument/2006/relationships/hyperlink" Target="file:///e:\Documenti\Standard%20&amp;%20Specifications\ETSI\TSStandard\ts_102241v060700p0\102241_Annex_A_HTML\uicc\access\UICCException.ht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file:///e:\Documenti\Standard%20&amp;%20Specifications\ETSI\TSStandard\ts_102241v060700p0\102241_Annex_A_HTML\uicc\access\UICCException.html" TargetMode="External"/><Relationship Id="rId23" Type="http://schemas.openxmlformats.org/officeDocument/2006/relationships/hyperlink" Target="file:///e:\Documenti\Standard%20&amp;%20Specifications\ETSI\TSStandard\ts_102241v060700p0\102241_Annex_A_HTML\uicc\access\UICCException.html" TargetMode="External"/><Relationship Id="rId28" Type="http://schemas.openxmlformats.org/officeDocument/2006/relationships/hyperlink" Target="../../sim/toolkit/ToolkitException.html" TargetMode="External"/><Relationship Id="rId10" Type="http://schemas.openxmlformats.org/officeDocument/2006/relationships/hyperlink" Target="file:///e:\Documenti\Standard%20&amp;%20Specifications\ETSI\TSStandard\ts_102241v060700p0\102241_Annex_A_HTML\uicc\access\UICCException.html" TargetMode="External"/><Relationship Id="rId19" Type="http://schemas.openxmlformats.org/officeDocument/2006/relationships/hyperlink" Target="file:///E:\Documenti\Standard%20%26%20Specifications\JavaCard_221\specs\api\html\javacard\framework\JCSystem.html"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file:///e:\Documenti\Standard%20&amp;%20Specifications\ETSI\TSStandard\ts_102241v060700p0\102241_Annex_A_HTML\uicc\access\UICCException.html" TargetMode="External"/><Relationship Id="rId14" Type="http://schemas.openxmlformats.org/officeDocument/2006/relationships/hyperlink" Target="file:///e:\Documenti\Standard%20&amp;%20Specifications\ETSI\TSStandard\ts_102241v060700p0\102241_Annex_A_HTML\uicc\access\UICCException.html" TargetMode="External"/><Relationship Id="rId22" Type="http://schemas.openxmlformats.org/officeDocument/2006/relationships/hyperlink" Target="file:///e:\Documenti\Standard%20&amp;%20Specifications\ETSI\TSStandard\ts_102241v060700p0\102241_Annex_A_HTML\uicc\access\UICCException.html" TargetMode="External"/><Relationship Id="rId27" Type="http://schemas.openxmlformats.org/officeDocument/2006/relationships/hyperlink" Target="file:///E:\Documenti\Standard%20%26%20Specifications\JavaCard_221\specs\api\html\javacard\framework\JCSystem.html"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ETSIW_80.dot</Template>
  <TotalTime>3</TotalTime>
  <Pages>75</Pages>
  <Words>21671</Words>
  <Characters>123527</Characters>
  <Application>Microsoft Office Word</Application>
  <DocSecurity>0</DocSecurity>
  <Lines>1029</Lines>
  <Paragraphs>289</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144909</CharactersWithSpaces>
  <SharedDoc>false</SharedDoc>
  <HLinks>
    <vt:vector size="132" baseType="variant">
      <vt:variant>
        <vt:i4>7077929</vt:i4>
      </vt:variant>
      <vt:variant>
        <vt:i4>63</vt:i4>
      </vt:variant>
      <vt:variant>
        <vt:i4>0</vt:i4>
      </vt:variant>
      <vt:variant>
        <vt:i4>5</vt:i4>
      </vt:variant>
      <vt:variant>
        <vt:lpwstr>../../../../../../../DOCUME~1/dietze/sim/toolkit/ToolkitException.html</vt:lpwstr>
      </vt:variant>
      <vt:variant>
        <vt:lpwstr/>
      </vt:variant>
      <vt:variant>
        <vt:i4>1835122</vt:i4>
      </vt:variant>
      <vt:variant>
        <vt:i4>60</vt:i4>
      </vt:variant>
      <vt:variant>
        <vt:i4>0</vt:i4>
      </vt:variant>
      <vt:variant>
        <vt:i4>5</vt:i4>
      </vt:variant>
      <vt:variant>
        <vt:lpwstr>../../../../../../../../Documenti/Standard &amp; Specifications/JavaCard_221/specs/api/html/javacard/framework/JCSystem.html</vt:lpwstr>
      </vt:variant>
      <vt:variant>
        <vt:lpwstr>getAvailableMemory%28byte%29</vt:lpwstr>
      </vt:variant>
      <vt:variant>
        <vt:i4>1835122</vt:i4>
      </vt:variant>
      <vt:variant>
        <vt:i4>57</vt:i4>
      </vt:variant>
      <vt:variant>
        <vt:i4>0</vt:i4>
      </vt:variant>
      <vt:variant>
        <vt:i4>5</vt:i4>
      </vt:variant>
      <vt:variant>
        <vt:lpwstr>../../../../../../../../Documenti/Standard &amp; Specifications/JavaCard_221/specs/api/html/javacard/framework/JCSystem.html</vt:lpwstr>
      </vt:variant>
      <vt:variant>
        <vt:lpwstr>getAvailableMemory%28byte%29</vt:lpwstr>
      </vt:variant>
      <vt:variant>
        <vt:i4>7209055</vt:i4>
      </vt:variant>
      <vt:variant>
        <vt:i4>54</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51</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48</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45</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42</vt:i4>
      </vt:variant>
      <vt:variant>
        <vt:i4>0</vt:i4>
      </vt:variant>
      <vt:variant>
        <vt:i4>5</vt:i4>
      </vt:variant>
      <vt:variant>
        <vt:lpwstr>e:\Documenti\Standard &amp; Specifications\ETSI\TSStandard\ts_102241v060700p0\102241_Annex_A_HTML\uicc\access\UICCException.html</vt:lpwstr>
      </vt:variant>
      <vt:variant>
        <vt:lpwstr/>
      </vt:variant>
      <vt:variant>
        <vt:i4>1835122</vt:i4>
      </vt:variant>
      <vt:variant>
        <vt:i4>39</vt:i4>
      </vt:variant>
      <vt:variant>
        <vt:i4>0</vt:i4>
      </vt:variant>
      <vt:variant>
        <vt:i4>5</vt:i4>
      </vt:variant>
      <vt:variant>
        <vt:lpwstr>../../../../../../../../Documenti/Standard &amp; Specifications/JavaCard_221/specs/api/html/javacard/framework/JCSystem.html</vt:lpwstr>
      </vt:variant>
      <vt:variant>
        <vt:lpwstr>getAvailableMemory%28byte%29</vt:lpwstr>
      </vt:variant>
      <vt:variant>
        <vt:i4>1835122</vt:i4>
      </vt:variant>
      <vt:variant>
        <vt:i4>36</vt:i4>
      </vt:variant>
      <vt:variant>
        <vt:i4>0</vt:i4>
      </vt:variant>
      <vt:variant>
        <vt:i4>5</vt:i4>
      </vt:variant>
      <vt:variant>
        <vt:lpwstr>../../../../../../../../Documenti/Standard &amp; Specifications/JavaCard_221/specs/api/html/javacard/framework/JCSystem.html</vt:lpwstr>
      </vt:variant>
      <vt:variant>
        <vt:lpwstr>getAvailableMemory%28byte%29</vt:lpwstr>
      </vt:variant>
      <vt:variant>
        <vt:i4>7209055</vt:i4>
      </vt:variant>
      <vt:variant>
        <vt:i4>33</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30</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27</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24</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21</vt:i4>
      </vt:variant>
      <vt:variant>
        <vt:i4>0</vt:i4>
      </vt:variant>
      <vt:variant>
        <vt:i4>5</vt:i4>
      </vt:variant>
      <vt:variant>
        <vt:lpwstr>e:\Documenti\Standard &amp; Specifications\ETSI\TSStandard\ts_102241v060700p0\102241_Annex_A_HTML\uicc\access\UICCException.html</vt:lpwstr>
      </vt:variant>
      <vt:variant>
        <vt:lpwstr/>
      </vt:variant>
      <vt:variant>
        <vt:i4>1835122</vt:i4>
      </vt:variant>
      <vt:variant>
        <vt:i4>18</vt:i4>
      </vt:variant>
      <vt:variant>
        <vt:i4>0</vt:i4>
      </vt:variant>
      <vt:variant>
        <vt:i4>5</vt:i4>
      </vt:variant>
      <vt:variant>
        <vt:lpwstr>../../../../../../../../Documenti/Standard &amp; Specifications/JavaCard_221/specs/api/html/javacard/framework/JCSystem.html</vt:lpwstr>
      </vt:variant>
      <vt:variant>
        <vt:lpwstr>getAvailableMemory%28byte%29</vt:lpwstr>
      </vt:variant>
      <vt:variant>
        <vt:i4>1835122</vt:i4>
      </vt:variant>
      <vt:variant>
        <vt:i4>15</vt:i4>
      </vt:variant>
      <vt:variant>
        <vt:i4>0</vt:i4>
      </vt:variant>
      <vt:variant>
        <vt:i4>5</vt:i4>
      </vt:variant>
      <vt:variant>
        <vt:lpwstr>../../../../../../../../Documenti/Standard &amp; Specifications/JavaCard_221/specs/api/html/javacard/framework/JCSystem.html</vt:lpwstr>
      </vt:variant>
      <vt:variant>
        <vt:lpwstr>getAvailableMemory%28byte%29</vt:lpwstr>
      </vt:variant>
      <vt:variant>
        <vt:i4>7209055</vt:i4>
      </vt:variant>
      <vt:variant>
        <vt:i4>12</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9</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6</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3</vt:i4>
      </vt:variant>
      <vt:variant>
        <vt:i4>0</vt:i4>
      </vt:variant>
      <vt:variant>
        <vt:i4>5</vt:i4>
      </vt:variant>
      <vt:variant>
        <vt:lpwstr>e:\Documenti\Standard &amp; Specifications\ETSI\TSStandard\ts_102241v060700p0\102241_Annex_A_HTML\uicc\access\UICCException.html</vt:lpwstr>
      </vt:variant>
      <vt:variant>
        <vt:lpwstr/>
      </vt:variant>
      <vt:variant>
        <vt:i4>7209055</vt:i4>
      </vt:variant>
      <vt:variant>
        <vt:i4>0</vt:i4>
      </vt:variant>
      <vt:variant>
        <vt:i4>0</vt:i4>
      </vt:variant>
      <vt:variant>
        <vt:i4>5</vt:i4>
      </vt:variant>
      <vt:variant>
        <vt:lpwstr>e:\Documenti\Standard &amp; Specifications\ETSI\TSStandard\ts_102241v060700p0\102241_Annex_A_HTML\uicc\access\UICCException.html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Antoinette van Tricht</cp:lastModifiedBy>
  <cp:revision>5</cp:revision>
  <cp:lastPrinted>2002-01-22T14:32:00Z</cp:lastPrinted>
  <dcterms:created xsi:type="dcterms:W3CDTF">2015-04-02T10:20:00Z</dcterms:created>
  <dcterms:modified xsi:type="dcterms:W3CDTF">2015-04-10T13:17:00Z</dcterms:modified>
</cp:coreProperties>
</file>