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115" w:rsidRPr="005D0C29" w:rsidRDefault="00F46115">
      <w:pPr>
        <w:pStyle w:val="Heading8"/>
      </w:pPr>
      <w:r w:rsidRPr="005D0C29">
        <w:t>Annex A (normative):</w:t>
      </w:r>
      <w:r w:rsidRPr="005D0C29">
        <w:br/>
        <w:t>Class and methods acronyms</w:t>
      </w:r>
    </w:p>
    <w:p w:rsidR="00F46115" w:rsidRPr="005D0C29" w:rsidRDefault="00F46115">
      <w:pPr>
        <w:pStyle w:val="Heading1"/>
      </w:pPr>
      <w:r w:rsidRPr="005D0C29">
        <w:t>A.1</w:t>
      </w:r>
      <w:r w:rsidRPr="005D0C29">
        <w:tab/>
        <w:t>uicc.access package</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Interface / Class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FileView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Fvw</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UICCConstants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Uct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UICCSystem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Usy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UICCException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Uex</w:t>
            </w:r>
          </w:p>
        </w:tc>
      </w:tr>
    </w:tbl>
    <w:p w:rsidR="00F46115" w:rsidRPr="005D0C29" w:rsidRDefault="00F46115"/>
    <w:p w:rsidR="00F46115" w:rsidRPr="005D0C29" w:rsidRDefault="00F46115">
      <w:pPr>
        <w:pStyle w:val="Heading2"/>
      </w:pPr>
      <w:r w:rsidRPr="005D0C29">
        <w:t>A.1.1</w:t>
      </w:r>
      <w:r w:rsidRPr="005D0C29">
        <w:tab/>
        <w:t>FileView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activateFile()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Actf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deactivateFile()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Dacf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increase(byte[] incr, short incrOffset, short incrLength, byte[] resp, short respOffset)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Incr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readBinary(short fileOffset, byte[] resp,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Redb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readRecord(short recNumber, byte mode, short recOffset, byte[] resp,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Redr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searchRecord(byte mode, short recordNum, short searchIndication, byte[] patt, short pattOffset, short pattLength, short[] response,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Sear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select(byte sfi)</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Slctb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select(short fid)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Slcts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select(short fid, byte[] fcp, short fcpOffset, short fcpLength)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Slct_Bss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status(byte[] fcp, short fcpOffset, short fcpLength)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Stat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updateBinary(short fileOffset, byte[] data, short dataOffset, short dataLength)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Updb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updateRecord(short recNumber, byte mode, short recOffset, byte[] data, short dataOffset, short dataLength)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Updr</w:t>
            </w:r>
          </w:p>
        </w:tc>
      </w:tr>
    </w:tbl>
    <w:p w:rsidR="00F46115" w:rsidRPr="005D0C29" w:rsidRDefault="00F46115"/>
    <w:p w:rsidR="00F46115" w:rsidRPr="005D0C29" w:rsidRDefault="00F46115">
      <w:pPr>
        <w:pStyle w:val="Heading2"/>
      </w:pPr>
      <w:r w:rsidRPr="005D0C29">
        <w:t>A.1.2</w:t>
      </w:r>
      <w:r w:rsidRPr="005D0C29">
        <w:tab/>
        <w:t>UICCConstants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Cnst</w:t>
            </w:r>
          </w:p>
        </w:tc>
      </w:tr>
    </w:tbl>
    <w:p w:rsidR="00F46115" w:rsidRPr="005D0C29" w:rsidRDefault="00F46115"/>
    <w:p w:rsidR="00F46115" w:rsidRPr="005D0C29" w:rsidRDefault="00F46115">
      <w:pPr>
        <w:pStyle w:val="Heading2"/>
      </w:pPr>
      <w:r w:rsidRPr="005D0C29">
        <w:t>A.1.3</w:t>
      </w:r>
      <w:r w:rsidRPr="005D0C29">
        <w:tab/>
        <w:t>UICCSystem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FileView getTheFileView(javacard.framework.AID aid, byte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Getfob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FileView getTheFileView(byte[] buffer, short bOffset, byte bLength, byte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Getf_Bsbb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FileView getTheUICCView(byte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Getfb</w:t>
            </w:r>
          </w:p>
        </w:tc>
      </w:tr>
    </w:tbl>
    <w:p w:rsidR="00F46115" w:rsidRPr="005D0C29" w:rsidRDefault="00F46115"/>
    <w:p w:rsidR="00F46115" w:rsidRPr="005D0C29" w:rsidRDefault="00F46115">
      <w:pPr>
        <w:pStyle w:val="Heading2"/>
      </w:pPr>
      <w:r w:rsidRPr="005D0C29">
        <w:lastRenderedPageBreak/>
        <w:t>A.1.4</w:t>
      </w:r>
      <w:r w:rsidRPr="005D0C29">
        <w:tab/>
        <w:t>UICCException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UICCException(short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Coor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void throwIt(short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Thit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Cons</w:t>
            </w:r>
          </w:p>
        </w:tc>
      </w:tr>
    </w:tbl>
    <w:p w:rsidR="00F46115" w:rsidRPr="005D0C29" w:rsidRDefault="00F46115"/>
    <w:p w:rsidR="00F46115" w:rsidRPr="005D0C29" w:rsidRDefault="00F46115">
      <w:pPr>
        <w:pStyle w:val="Heading1"/>
      </w:pPr>
      <w:r w:rsidRPr="005D0C29">
        <w:t>A.2</w:t>
      </w:r>
      <w:r w:rsidRPr="005D0C29">
        <w:tab/>
        <w:t>uicc.toolkit package</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BERTLVEditHandler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Bte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BERTLVViewHandler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Btv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EditHandler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EnvelopeHandler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Enh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EnvelopeResponseHandler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Erh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ProactiveHandler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Pah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ProactiveResponseHandler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ToolkitConstants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Tkc</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ToolkitInterface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Tki</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ToolkitRegistry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Tkr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Vwh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EnvelopeHandlerSystem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Ehs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EnvelopeResponseHandlerSystem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Ers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ProactiveHandlerSystem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Phs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ProactiveResponseHandlerSystem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TerminalProfile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Tep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ToolkitRegistrySystem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Trs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ToolkitException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Tke</w:t>
            </w:r>
          </w:p>
        </w:tc>
      </w:tr>
    </w:tbl>
    <w:p w:rsidR="00F46115" w:rsidRPr="005D0C29" w:rsidRDefault="00F46115"/>
    <w:p w:rsidR="00F46115" w:rsidRPr="005D0C29" w:rsidRDefault="00F46115">
      <w:pPr>
        <w:pStyle w:val="Heading2"/>
      </w:pPr>
      <w:r w:rsidRPr="005D0C29">
        <w:t>A.2.1</w:t>
      </w:r>
      <w:r w:rsidRPr="005D0C29">
        <w:tab/>
        <w:t>BERTLVEditHandler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rsidTr="003E6AC7">
        <w:trPr>
          <w:tblHeade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setTag(byte bBERTag)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Sttg</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EditHandler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appendArray(byte[] buffer,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Apda</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 short valueOffset, short 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short value1Offset, short value1Length,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Aptlb_Bss_Bss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Aptlbs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clear()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Cler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compareValue(short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copyValue(short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Cpyv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compareBuffer, short compareOffset)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PL"/>
              <w:keepNext/>
              <w:keepLines/>
              <w:rPr>
                <w:noProof w:val="0"/>
              </w:rPr>
            </w:pPr>
            <w:r w:rsidRPr="005D0C29">
              <w:rPr>
                <w:noProof w:val="0"/>
              </w:rPr>
              <w:lastRenderedPageBreak/>
              <w:t>byte findAndCompareValue(byte tag, byte occurence, 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C"/>
            </w:pPr>
            <w:r w:rsidRPr="005D0C29">
              <w:t>Facrbbs_Bss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occurence, 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findTLV(byte tag, byte occurrence)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Find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getCapacity()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Gcap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Glen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getValueByte(short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Gvle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getValueShort(short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Gvsh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BERTLVViewHandler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getSize()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Gtsz</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getTag()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Gttg</w:t>
            </w:r>
          </w:p>
        </w:tc>
      </w:tr>
    </w:tbl>
    <w:p w:rsidR="00F46115" w:rsidRPr="005D0C29" w:rsidRDefault="00F46115"/>
    <w:p w:rsidR="00F46115" w:rsidRPr="005D0C29" w:rsidRDefault="00F46115">
      <w:pPr>
        <w:pStyle w:val="Heading2"/>
      </w:pPr>
      <w:r w:rsidRPr="005D0C29">
        <w:t>A.2.2</w:t>
      </w:r>
      <w:r w:rsidRPr="005D0C29">
        <w:tab/>
        <w:t>BERTLVViewHandler methods</w:t>
      </w:r>
    </w:p>
    <w:p w:rsidR="00F46115" w:rsidRPr="005D0C29" w:rsidRDefault="00F46115">
      <w:r w:rsidRPr="005D0C29">
        <w:t>Tests are done in inheriting interfaces BERTLVEditHandler and envelopeHandler.</w:t>
      </w:r>
    </w:p>
    <w:p w:rsidR="00F46115" w:rsidRPr="005D0C29" w:rsidRDefault="00F46115">
      <w:pPr>
        <w:pStyle w:val="Heading2"/>
      </w:pPr>
      <w:r w:rsidRPr="005D0C29">
        <w:t>A.2.3</w:t>
      </w:r>
      <w:r w:rsidRPr="005D0C29">
        <w:tab/>
        <w:t>EditHandler methods</w:t>
      </w:r>
    </w:p>
    <w:p w:rsidR="00F46115" w:rsidRPr="005D0C29" w:rsidRDefault="00F46115">
      <w:r w:rsidRPr="005D0C29">
        <w:t>Tests are done in inheriting interfaces EnvelopeResponseHandler and ProactiveHandler.</w:t>
      </w:r>
    </w:p>
    <w:p w:rsidR="00F46115" w:rsidRPr="005D0C29" w:rsidRDefault="00F46115">
      <w:pPr>
        <w:pStyle w:val="Heading2"/>
      </w:pPr>
      <w:r w:rsidRPr="005D0C29">
        <w:t>A.2.4</w:t>
      </w:r>
      <w:r w:rsidRPr="005D0C29">
        <w:tab/>
        <w:t>EnvelopeHandler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getChannelIdentifier()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getChannelStatus(byte channelIdentifier)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Gcst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getItemIdentifier()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Giid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BERTLVViewHandler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getSize()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Gtsz</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getTag()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Gttg</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compareValue(short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copyValue(short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Cpyv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compareBuffer, short compareOffset)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occurence, 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occurence, 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findTLV(byte tag, byte occurrence)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Find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getCapacity()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Gcap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Glen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getValueByte(short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Gvle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getValueShort(short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Gvsh</w:t>
            </w:r>
          </w:p>
        </w:tc>
      </w:tr>
    </w:tbl>
    <w:p w:rsidR="00F46115" w:rsidRPr="005D0C29" w:rsidRDefault="00F46115"/>
    <w:p w:rsidR="00F46115" w:rsidRPr="005D0C29" w:rsidRDefault="00F46115">
      <w:pPr>
        <w:pStyle w:val="Heading2"/>
      </w:pPr>
      <w:r w:rsidRPr="005D0C29">
        <w:lastRenderedPageBreak/>
        <w:t>A.2.5</w:t>
      </w:r>
      <w:r w:rsidRPr="005D0C29">
        <w:tab/>
        <w:t>EnvelopeResponseHandler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post(boolean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Post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postAsBERTLV(boolean value, byte tag)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Pabt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EditHandler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appendArray(byte[] buffer,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Apda</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 short valueOffset, short 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short value1Offset, short value1Length,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Aptlb_Bss_Bss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Aptlbs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clear()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Cler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compareValue(short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copyValue(short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Cpyv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compareBuffer, short compareOffset)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occurence, 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occurence, 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findTLV(byte tag, byte occurrence)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Find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getCapacity()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Gcap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Glen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getValueByte(short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Gvle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getValueShort(short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Gvsh</w:t>
            </w:r>
          </w:p>
        </w:tc>
      </w:tr>
    </w:tbl>
    <w:p w:rsidR="00F46115" w:rsidRPr="005D0C29" w:rsidRDefault="00F46115"/>
    <w:p w:rsidR="00F46115" w:rsidRPr="005D0C29" w:rsidRDefault="00F46115">
      <w:pPr>
        <w:pStyle w:val="Heading2"/>
      </w:pPr>
      <w:r w:rsidRPr="005D0C29">
        <w:t>A.2.6</w:t>
      </w:r>
      <w:r w:rsidRPr="005D0C29">
        <w:tab/>
        <w:t>ProactiveHandler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rsidTr="000C7D3F">
        <w:trPr>
          <w:tblHeade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init(byte type, byte qualifier, byte dstDevice)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Init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initCloseChannel(byte bChannelId)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Icch</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initDisplayText(byte qualifier, byte dcs, byte[] buffer,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Indt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initGetInkey(byte qualifier, byte dcs, byte[] buffer,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Ingk</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initGetInput(byte qualifier, byte dcs, byte[] buffer, short offset, short length, short minRespLength, short maxRespLength)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Ingi</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initMoreTime()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Inmt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send()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Send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EditHandler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appendArray(byte[] buffer,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Apda</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 xml:space="preserve">void appendTLV(byte tag, byte[] value, short </w:t>
            </w:r>
            <w:r w:rsidRPr="005D0C29">
              <w:rPr>
                <w:noProof w:val="0"/>
              </w:rPr>
              <w:lastRenderedPageBreak/>
              <w:t>valueOffset, short 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lastRenderedPageBreak/>
              <w:t>Aptlb_Bss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lastRenderedPageBreak/>
              <w:t>void appendTLV(byte tag, byte[] value1, short value1Offset, short value1Length,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Aptlb_Bss_Bss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byte[] value2, short value2Offset, short value2Length)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byte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Aptlbs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appendTLV(byte tag, short value1, short value2)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Aptlbss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clear()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Cler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compareValue(short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copyValue(short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Cpyv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compareBuffer, short compareOffset)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occurence, 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occurence, 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findTLV(byte tag, byte occurrence)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Find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getCapacity()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Gcap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Glen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getValueByte(short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Gvle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getValueShort(short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Gvsh</w:t>
            </w:r>
          </w:p>
        </w:tc>
      </w:tr>
    </w:tbl>
    <w:p w:rsidR="00F46115" w:rsidRPr="005D0C29" w:rsidRDefault="00F46115"/>
    <w:p w:rsidR="00F46115" w:rsidRPr="005D0C29" w:rsidRDefault="00F46115">
      <w:pPr>
        <w:pStyle w:val="Heading2"/>
      </w:pPr>
      <w:r w:rsidRPr="005D0C29">
        <w:t>A.2.7</w:t>
      </w:r>
      <w:r w:rsidRPr="005D0C29">
        <w:tab/>
        <w:t>ProactiveResponseHandler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rsidTr="000C7D3F">
        <w:trPr>
          <w:tblHeade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copyAdditionalInformation(byte[]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Cpai</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copyChannelData(byte[]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Cchd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copyTextString(byte[]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Cpts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getAdditionalInformationLength()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Gtil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getChannelIdentifier()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getChannelStatus(byte channelIdentifier)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Gcst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 xml:space="preserve">byte getGeneralResult() </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Gtgr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getItemIdentifier()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Gtii</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getTextStringCodingScheme()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Gtcs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getTextStringLength()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Gttl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compareValue(short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copyValue(short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Cpyv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compareBuffer, short compareOffset)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findAndCompareValue(byte tag, byte occurence, short valueOffset, byte[] compareBuffer, short compareOffset, short compareLength)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Facrbbs_Bss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270288">
            <w:pPr>
              <w:pStyle w:val="PL"/>
              <w:keepNext/>
              <w:rPr>
                <w:noProof w:val="0"/>
              </w:rPr>
            </w:pPr>
            <w:r w:rsidRPr="005D0C29">
              <w:rPr>
                <w:noProof w:val="0"/>
              </w:rPr>
              <w:lastRenderedPageBreak/>
              <w:t>short findAndCopyValue(byte tag, byte[] dstBuffer, short dstOffset)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270288">
            <w:pPr>
              <w:pStyle w:val="TAC"/>
              <w:keepLines w:val="0"/>
            </w:pPr>
            <w:r w:rsidRPr="005D0C29">
              <w:t>Facyb_Bs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findAndCopyValue(byte tag, byte occurence, short valueOffset,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Facybbs_Bss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findTLV(byte tag, byte occurrence)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Find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getCapacity()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Gcap</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Glen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getValueByte(short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Gvbys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Gvle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getValueShort(short valueOffset)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Gvsh</w:t>
            </w:r>
          </w:p>
        </w:tc>
      </w:tr>
    </w:tbl>
    <w:p w:rsidR="00F46115" w:rsidRPr="005D0C29" w:rsidRDefault="00F46115"/>
    <w:p w:rsidR="00F46115" w:rsidRPr="005D0C29" w:rsidRDefault="00F46115">
      <w:pPr>
        <w:pStyle w:val="Heading2"/>
      </w:pPr>
      <w:r w:rsidRPr="005D0C29">
        <w:t>A.2.8</w:t>
      </w:r>
      <w:r w:rsidRPr="005D0C29">
        <w:tab/>
        <w:t>ToolkitConstants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Cons</w:t>
            </w:r>
          </w:p>
        </w:tc>
      </w:tr>
    </w:tbl>
    <w:p w:rsidR="00F46115" w:rsidRPr="005D0C29" w:rsidRDefault="00F46115"/>
    <w:p w:rsidR="00F46115" w:rsidRPr="005D0C29" w:rsidRDefault="00F46115">
      <w:pPr>
        <w:pStyle w:val="Heading2"/>
      </w:pPr>
      <w:r w:rsidRPr="005D0C29">
        <w:t>A.2.9</w:t>
      </w:r>
      <w:r w:rsidRPr="005D0C29">
        <w:tab/>
        <w:t>ToolkitInterface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processToolkit(short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Prtk</w:t>
            </w:r>
          </w:p>
        </w:tc>
      </w:tr>
    </w:tbl>
    <w:p w:rsidR="00F46115" w:rsidRPr="005D0C29" w:rsidRDefault="00F46115"/>
    <w:p w:rsidR="00F46115" w:rsidRPr="005D0C29" w:rsidRDefault="00F46115">
      <w:pPr>
        <w:pStyle w:val="Heading2"/>
      </w:pPr>
      <w:r w:rsidRPr="005D0C29">
        <w:t>A.2.10</w:t>
      </w:r>
      <w:r w:rsidRPr="005D0C29">
        <w:tab/>
        <w:t>ToolkitRegistry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 xml:space="preserve">byte allocateServiceIdentifier() </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Asid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allocateTimer()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Atim</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changeMenuEntry(byte id, byte[] menuEntry, short offset, short length, byte nextAction, boolean helpSupported, byte iconQualifier, short iconIdentifier)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Cmet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clearEvent(short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Cevt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deregisterFileEvent(short event, byte[] baFileList, short sOffset1, short sLength1, byte[] baADFAid, short sOffset2, byte bLength2)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Drfes_Bss_Bss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deregisterFileEvent(short event, FileView aFileView)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Drfeso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disableMenuEntry(byte 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Dmet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enableMenuEntry(byte 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Emet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short getPollInterval()</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Gpol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byte initMenuEntry(byte[] menuEntry, short offset, short length, byte nextAction, boolean helpSupported, byte iconQualifier, short iconIdentifier)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Imet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boolean isEventSet(short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Ievs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registerFileEvent(short event, byte[] baFileList, short sOffset1, short sLength1, byte[] baADFAid, short sOffset2, byte bLength2)</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Rgfes_Bss_Bsb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registerFileEvent(short event, FileView aFileView)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Rgfeso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releaseServiceIdentifier(byte serviceIdentifier)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Rsid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releaseTimer(byte timerIdentifier)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Rtim</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requestPollInterval(short duration)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Rpol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setEvent(short event)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Sevt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void setEventList(short[] eventList,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Sevl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setMenuEntryTextAttribute(byte id, byte[] textAttribute,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Smta</w:t>
            </w:r>
          </w:p>
        </w:tc>
      </w:tr>
    </w:tbl>
    <w:p w:rsidR="00F46115" w:rsidRPr="005D0C29" w:rsidRDefault="00F46115"/>
    <w:p w:rsidR="00F46115" w:rsidRPr="005D0C29" w:rsidRDefault="00F46115">
      <w:pPr>
        <w:pStyle w:val="Heading2"/>
      </w:pPr>
      <w:r w:rsidRPr="005D0C29">
        <w:lastRenderedPageBreak/>
        <w:t>A.2.11</w:t>
      </w:r>
      <w:r w:rsidRPr="005D0C29">
        <w:tab/>
        <w:t>ViewHandler methods</w:t>
      </w:r>
    </w:p>
    <w:p w:rsidR="00F46115" w:rsidRPr="005D0C29" w:rsidRDefault="00F46115">
      <w:r w:rsidRPr="005D0C29">
        <w:t>Tests are done in inheriting interfaces EnvelopeHandler, EnvelopeResponseHandler, ProactiveHandler and ProactiveResponseHandler.</w:t>
      </w:r>
    </w:p>
    <w:p w:rsidR="00F46115" w:rsidRPr="005D0C29" w:rsidRDefault="00F46115">
      <w:pPr>
        <w:pStyle w:val="Heading2"/>
      </w:pPr>
      <w:r w:rsidRPr="005D0C29">
        <w:t>A.2.12</w:t>
      </w:r>
      <w:r w:rsidRPr="005D0C29">
        <w:tab/>
        <w:t>EnvelopeHandlerSystem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381"/>
        <w:gridCol w:w="2060"/>
      </w:tblGrid>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EnvelopeHandler getTheHandler()</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Gthd</w:t>
            </w:r>
          </w:p>
        </w:tc>
      </w:tr>
    </w:tbl>
    <w:p w:rsidR="00F46115" w:rsidRPr="005D0C29" w:rsidRDefault="00F46115"/>
    <w:p w:rsidR="00F46115" w:rsidRPr="005D0C29" w:rsidRDefault="00F46115">
      <w:pPr>
        <w:pStyle w:val="Heading2"/>
      </w:pPr>
      <w:r w:rsidRPr="005D0C29">
        <w:t>A.2.13</w:t>
      </w:r>
      <w:r w:rsidRPr="005D0C29">
        <w:tab/>
        <w:t>EnvelopeResponseHandlerSystem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381"/>
        <w:gridCol w:w="2060"/>
      </w:tblGrid>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EnvelopeResponseHandler getTheHandler()</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Gthd</w:t>
            </w:r>
          </w:p>
        </w:tc>
      </w:tr>
    </w:tbl>
    <w:p w:rsidR="00F46115" w:rsidRPr="005D0C29" w:rsidRDefault="00F46115"/>
    <w:p w:rsidR="00F46115" w:rsidRPr="005D0C29" w:rsidRDefault="00F46115">
      <w:pPr>
        <w:pStyle w:val="Heading2"/>
      </w:pPr>
      <w:r w:rsidRPr="005D0C29">
        <w:t>A.2.14</w:t>
      </w:r>
      <w:r w:rsidRPr="005D0C29">
        <w:tab/>
        <w:t>ProactiveHandlerSystem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381"/>
        <w:gridCol w:w="2060"/>
      </w:tblGrid>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ProactiveHandler getTheHandler()</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Gthd</w:t>
            </w:r>
          </w:p>
        </w:tc>
      </w:tr>
    </w:tbl>
    <w:p w:rsidR="00F46115" w:rsidRPr="005D0C29" w:rsidRDefault="00F46115"/>
    <w:p w:rsidR="00F46115" w:rsidRPr="005D0C29" w:rsidRDefault="00F46115">
      <w:pPr>
        <w:pStyle w:val="Heading2"/>
      </w:pPr>
      <w:r w:rsidRPr="005D0C29">
        <w:t>A.2.15</w:t>
      </w:r>
      <w:r w:rsidRPr="005D0C29">
        <w:tab/>
        <w:t>ProactiveResponseHandlerSystem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381"/>
        <w:gridCol w:w="2060"/>
      </w:tblGrid>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381"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ProactiveResponseHandler getTheHandler()</w:t>
            </w:r>
          </w:p>
        </w:tc>
        <w:tc>
          <w:tcPr>
            <w:tcW w:w="206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Gthd</w:t>
            </w:r>
          </w:p>
        </w:tc>
      </w:tr>
    </w:tbl>
    <w:p w:rsidR="00F46115" w:rsidRPr="005D0C29" w:rsidRDefault="00F46115"/>
    <w:p w:rsidR="00F46115" w:rsidRPr="005D0C29" w:rsidRDefault="00F46115">
      <w:pPr>
        <w:pStyle w:val="Heading2"/>
      </w:pPr>
      <w:r w:rsidRPr="005D0C29">
        <w:t>A.2.16</w:t>
      </w:r>
      <w:r w:rsidRPr="005D0C29">
        <w:tab/>
        <w:t>TerminalProfile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boolean check(byte index)</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Checb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boolean check(byte[] mask, short offset, short 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Chec_Bss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boolean check(short index)</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Checs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short copy(short startOffset, byte[] dstBuffer, short dstOffset, short dstLength)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Copy</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short getValue(short idx)</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Gvals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short getValue(short indexMSB, short indexLSB)</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Gvalss</w:t>
            </w:r>
          </w:p>
        </w:tc>
      </w:tr>
    </w:tbl>
    <w:p w:rsidR="00F46115" w:rsidRPr="005D0C29" w:rsidRDefault="00F46115"/>
    <w:p w:rsidR="00F46115" w:rsidRPr="005D0C29" w:rsidRDefault="00F46115">
      <w:pPr>
        <w:pStyle w:val="Heading2"/>
      </w:pPr>
      <w:r w:rsidRPr="005D0C29">
        <w:t>A.2.17</w:t>
      </w:r>
      <w:r w:rsidRPr="005D0C29">
        <w:tab/>
        <w:t>ToolkitRegistrySystem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ToolkitRegistry getEntry()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Gety</w:t>
            </w:r>
          </w:p>
        </w:tc>
      </w:tr>
    </w:tbl>
    <w:p w:rsidR="00F46115" w:rsidRPr="005D0C29" w:rsidRDefault="00F46115"/>
    <w:p w:rsidR="00F46115" w:rsidRPr="005D0C29" w:rsidRDefault="00F46115">
      <w:pPr>
        <w:pStyle w:val="Heading2"/>
      </w:pPr>
      <w:r w:rsidRPr="005D0C29">
        <w:t>A.2.18</w:t>
      </w:r>
      <w:r w:rsidRPr="005D0C29">
        <w:tab/>
        <w:t>ToolkitException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Cons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ToolkitException(short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Coor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void throwIt(short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Thit</w:t>
            </w:r>
          </w:p>
        </w:tc>
      </w:tr>
    </w:tbl>
    <w:p w:rsidR="00F46115" w:rsidRPr="005D0C29" w:rsidRDefault="00F46115"/>
    <w:p w:rsidR="00F46115" w:rsidRPr="005D0C29" w:rsidRDefault="00F46115">
      <w:pPr>
        <w:pStyle w:val="Heading1"/>
      </w:pPr>
      <w:r w:rsidRPr="005D0C29">
        <w:lastRenderedPageBreak/>
        <w:t>A.3</w:t>
      </w:r>
      <w:r w:rsidRPr="005D0C29">
        <w:tab/>
        <w:t>uicc.system package</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HandlerBuilder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Hbd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UICCPlatform</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Upt</w:t>
            </w:r>
          </w:p>
        </w:tc>
      </w:tr>
    </w:tbl>
    <w:p w:rsidR="00F46115" w:rsidRPr="005D0C29" w:rsidRDefault="00F46115"/>
    <w:p w:rsidR="00F46115" w:rsidRPr="005D0C29" w:rsidRDefault="00F46115">
      <w:pPr>
        <w:pStyle w:val="Heading2"/>
      </w:pPr>
      <w:r w:rsidRPr="005D0C29">
        <w:t>A.3.1</w:t>
      </w:r>
      <w:r w:rsidRPr="005D0C29">
        <w:tab/>
        <w:t>BERTLVEditHandler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 xml:space="preserve">static ViewHandler buildTLVHandler(byte type, short capacity) </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Bthdbs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static ViewHandler buildTLVHandler(byte type, short capacity, byte[] buffer, short bOffset, short bLength)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Bthdbs_Bss</w:t>
            </w:r>
          </w:p>
        </w:tc>
      </w:tr>
    </w:tbl>
    <w:p w:rsidR="00F46115" w:rsidRPr="005D0C29" w:rsidRDefault="00F46115"/>
    <w:p w:rsidR="00F46115" w:rsidRPr="005D0C29" w:rsidRDefault="00F46115">
      <w:pPr>
        <w:pStyle w:val="Heading2"/>
      </w:pPr>
      <w:r w:rsidRPr="005D0C29">
        <w:t>A.3.2</w:t>
      </w:r>
      <w:r w:rsidRPr="005D0C29">
        <w:tab/>
        <w:t>UICCPlatform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byte[] getTheVolatileByteArray()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Gvba</w:t>
            </w:r>
          </w:p>
        </w:tc>
      </w:tr>
    </w:tbl>
    <w:p w:rsidR="00F46115" w:rsidRPr="005D0C29" w:rsidRDefault="00F46115">
      <w:pPr>
        <w:pStyle w:val="Heading1"/>
      </w:pPr>
      <w:r w:rsidRPr="005D0C29">
        <w:t>A.4</w:t>
      </w:r>
      <w:r w:rsidRPr="005D0C29">
        <w:tab/>
        <w:t>uicc.access.fileadministration package</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Interface / Class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AdminFileView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Afv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AdminFileViewBuilder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Afb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AdminException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Aex</w:t>
            </w:r>
          </w:p>
        </w:tc>
      </w:tr>
    </w:tbl>
    <w:p w:rsidR="00F46115" w:rsidRPr="005D0C29" w:rsidRDefault="00F46115"/>
    <w:p w:rsidR="00F46115" w:rsidRPr="005D0C29" w:rsidRDefault="00F46115">
      <w:pPr>
        <w:pStyle w:val="Heading2"/>
      </w:pPr>
      <w:r w:rsidRPr="005D0C29">
        <w:t>A.4.1</w:t>
      </w:r>
      <w:r w:rsidRPr="005D0C29">
        <w:tab/>
        <w:t>AdminFileView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createFile(ViewHandler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Crtf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deleteFile(short fid)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Dltf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resizeFile(ViewHandler viewHandler)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Rszf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pPr>
            <w:r w:rsidRPr="005D0C29">
              <w:t>Inherited method name: FileView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activateFile()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Actf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deactivateFile()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Dacf</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increase(byte[] incr, short incrOffset, short incrLength, byte[] resp, short respOffset)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Incr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readBinary(short fileOffset, byte[] resp,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Redb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readRecord(short recNumber, byte mode, short recOffset, byte[] resp,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Redr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searchRecord(byte mode, short recordNum, short searchIndication, byte[] patt, short pattOffset, short pattLength, short[] response, short respOffset, short respLength)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Sear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select(byte sfi)</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Slctb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select(short fid)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Slcts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select(short fid, byte[] fcp, short fcpOffset, short fcpLength)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Slct_Bss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short status(byte[] fcp, short fcpOffset, short fcpLength)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Stat</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updateBinary(short fileOffset, byte[] data, short dataOffset, short dataLength)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Updb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void updateRecord(short recNumber, byte mode, short recOffset, byte[] data, short dataOffset, short dataLength)</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pPr>
            <w:r w:rsidRPr="005D0C29">
              <w:t>Updr</w:t>
            </w:r>
          </w:p>
        </w:tc>
      </w:tr>
    </w:tbl>
    <w:p w:rsidR="008A7232" w:rsidRPr="005D0C29" w:rsidRDefault="008A7232" w:rsidP="008A7232"/>
    <w:p w:rsidR="00F46115" w:rsidRPr="005D0C29" w:rsidRDefault="00F46115">
      <w:pPr>
        <w:pStyle w:val="Heading2"/>
      </w:pPr>
      <w:r w:rsidRPr="005D0C29">
        <w:lastRenderedPageBreak/>
        <w:t>A.4.2</w:t>
      </w:r>
      <w:r w:rsidRPr="005D0C29">
        <w:tab/>
        <w:t>AdminFileViewBuilder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AdminFileView getTheUICCAdminFileView(byte bType)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Gtafb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AdminFileView getTheAdminFileView(byte[] buffer, short bOffset, byte bLength, byte bType)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Gtaf_Bsbb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AdminFileView getTheAdminFileView(javacard.framework.AID aid, byte bType)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Gtafob</w:t>
            </w:r>
          </w:p>
        </w:tc>
      </w:tr>
    </w:tbl>
    <w:p w:rsidR="00F46115" w:rsidRPr="005D0C29" w:rsidRDefault="00F46115">
      <w:pPr>
        <w:pStyle w:val="Heading2"/>
      </w:pPr>
      <w:r w:rsidRPr="005D0C29">
        <w:t>A.4.3</w:t>
      </w:r>
      <w:r w:rsidRPr="005D0C29">
        <w:tab/>
        <w:t>AdminException methods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Constants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Cons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AdminException(short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Coor</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public static void throwIt(short reason)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Thit</w:t>
            </w:r>
          </w:p>
        </w:tc>
      </w:tr>
    </w:tbl>
    <w:p w:rsidR="00F46115" w:rsidRPr="005D0C29" w:rsidRDefault="00F46115"/>
    <w:p w:rsidR="00F46115" w:rsidRPr="005D0C29" w:rsidRDefault="00F46115">
      <w:pPr>
        <w:pStyle w:val="Heading1"/>
      </w:pPr>
      <w:r w:rsidRPr="005D0C29">
        <w:t>A.5</w:t>
      </w:r>
      <w:r w:rsidRPr="005D0C29">
        <w:tab/>
        <w:t>Acronyms for CAT Runtime Environment tests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380"/>
        <w:gridCol w:w="2058"/>
      </w:tblGrid>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Minimum handler availability</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Mha</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Handler integrity</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Hin</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Applet triggering</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Apt</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 command sending by the CAT Runtime Environment</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Pcs</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Exception handling</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Exh</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Envelope response posting</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Erp</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Toolkit installation</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Tin</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UICC file access</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Ufa</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Other parts transferred from API to CAT RE</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Api</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Registration</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Reg</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UICC toolkit applet</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Uta</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 command handling</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Pch</w:t>
            </w:r>
          </w:p>
        </w:tc>
      </w:tr>
      <w:tr w:rsidR="00F46115" w:rsidRPr="005D0C29">
        <w:trPr>
          <w:jc w:val="center"/>
        </w:trPr>
        <w:tc>
          <w:tcPr>
            <w:tcW w:w="538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CAT Runtime Environment behaviour</w:t>
            </w:r>
          </w:p>
        </w:tc>
        <w:tc>
          <w:tcPr>
            <w:tcW w:w="205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Cat</w:t>
            </w:r>
          </w:p>
        </w:tc>
      </w:tr>
    </w:tbl>
    <w:p w:rsidR="00F46115" w:rsidRPr="005D0C29" w:rsidRDefault="00F46115"/>
    <w:p w:rsidR="00F46115" w:rsidRPr="005D0C29" w:rsidRDefault="00F46115">
      <w:pPr>
        <w:pStyle w:val="Heading2"/>
      </w:pPr>
      <w:r w:rsidRPr="005D0C29">
        <w:t>A.5.1</w:t>
      </w:r>
      <w:r w:rsidRPr="005D0C29">
        <w:tab/>
        <w:t>Minimum handler availability</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Pahd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EnvelopeHandler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Enhd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EnvelopeResponseHandler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Erhd</w:t>
            </w:r>
          </w:p>
        </w:tc>
      </w:tr>
    </w:tbl>
    <w:p w:rsidR="00F46115" w:rsidRPr="005D0C29" w:rsidRDefault="00F46115"/>
    <w:p w:rsidR="00F46115" w:rsidRPr="005D0C29" w:rsidRDefault="00F46115">
      <w:pPr>
        <w:pStyle w:val="Heading2"/>
      </w:pPr>
      <w:r w:rsidRPr="005D0C29">
        <w:t>A.5.2</w:t>
      </w:r>
      <w:r w:rsidRPr="005D0C29">
        <w:tab/>
        <w:t>Handler integrity</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Pahd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EnvelopeHandler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Enhd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EnvelopeResponseHandler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Erhd</w:t>
            </w:r>
          </w:p>
        </w:tc>
      </w:tr>
    </w:tbl>
    <w:p w:rsidR="00F46115" w:rsidRPr="005D0C29" w:rsidRDefault="00F46115"/>
    <w:p w:rsidR="00F46115" w:rsidRPr="005D0C29" w:rsidRDefault="00F46115" w:rsidP="003E6AC7">
      <w:pPr>
        <w:pStyle w:val="Heading2"/>
      </w:pPr>
      <w:r w:rsidRPr="005D0C29">
        <w:lastRenderedPageBreak/>
        <w:t>A.5.3</w:t>
      </w:r>
      <w:r w:rsidRPr="005D0C29">
        <w:tab/>
        <w:t>Applet triggering</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940"/>
        <w:gridCol w:w="2268"/>
      </w:tblGrid>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H"/>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H"/>
            </w:pPr>
            <w:r w:rsidRPr="005D0C29">
              <w:t>Acronyms</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L"/>
            </w:pPr>
            <w:r w:rsidRPr="005D0C29">
              <w:t>General behaviour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C"/>
            </w:pPr>
            <w:r w:rsidRPr="005D0C29">
              <w:t>Genb</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L"/>
            </w:pPr>
            <w:r w:rsidRPr="005D0C29">
              <w:t>EVENT_PROFILE_DOWNLOAD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3E6AC7">
            <w:pPr>
              <w:pStyle w:val="TAC"/>
            </w:pPr>
            <w:r w:rsidRPr="005D0C29">
              <w:t>Epdw</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EVENT_MENU_SELECTION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Emse</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EVENT_MENU_SELECTION_HELP_REQUEST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Emsh</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EVENT_CALL_CONTROL_BY_NAA</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Eccn</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EVENT_TIMER_EXPIRATION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Etex</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EVENT_EVENT_DOWNLOAD_MT_CALL</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Edmc</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EVENT_EVENT_DOWNLOAD_CALL_CONNECTED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Edcc</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EVENT_EVENT_DOWNLOAD_CALL_DISCONNECTED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Edcd</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EVENT_EVENT_DOWNLOAD_LOCATION_STATUS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Edls</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EVENT_EVENT_DOWNLOAD_USER_ACTIVITY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Edua</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EVENT_EVENT_DOWNLOAD_IDLE_SCREEN_AVAILABLE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Edis</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EVENT_EVENT_DOWNLOAD_CARD_READER_STATUS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Edcr</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EVENT_UNRECOGNIZED_ENVELOPE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Euev</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EVENT_STATUS_COMMAND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Estc</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EVENT_EVENT_DOWNLOAD_LANGUAGE_SELECTION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Edlg</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EVENT_EVENT_DOWNLOAD_BROWSER_TERMINATION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Edbt</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EVENT_FIRST_COMMAND_AFTER_ATR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Efca</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EVENT_EVENT_DOWNLOAD_DATA_AVAILABLE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Edda</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EVENT_EVENT_DOWNLOAD_CHANNEL_STATUS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Edcs</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w:t>
            </w:r>
            <w:r w:rsidRPr="005D0C29">
              <w:rPr>
                <w:iCs/>
              </w:rPr>
              <w:t>ACCESS_TECHNOLOGY_CHANGE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Edat</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w:t>
            </w:r>
            <w:r w:rsidRPr="005D0C29">
              <w:rPr>
                <w:iCs/>
              </w:rPr>
              <w:t>DISPLAY_PARAMETER_CHANGED</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Eddp</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w:t>
            </w:r>
            <w:r w:rsidRPr="005D0C29">
              <w:rPr>
                <w:iCs/>
              </w:rPr>
              <w:t>LOCAL_CONNECTION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Edlc</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EVENT_APPLICATION_DESELECT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Eade</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EVENT_PROACTIVE_HANDLER_AVAILABLE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Epha</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EVENT_EVENT_DOWNLOAD_NETWORK_SEARCH_MODE_CHANGE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Edns</w:t>
            </w:r>
          </w:p>
        </w:tc>
      </w:tr>
      <w:tr w:rsidR="00F46115" w:rsidRPr="005D0C29">
        <w:trPr>
          <w:jc w:val="center"/>
        </w:trPr>
        <w:tc>
          <w:tcPr>
            <w:tcW w:w="5940"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EVENT_EVENT_DOWNLOAD_BROWSING_STATUS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Edbs</w:t>
            </w:r>
          </w:p>
        </w:tc>
      </w:tr>
    </w:tbl>
    <w:p w:rsidR="00F46115" w:rsidRPr="005D0C29" w:rsidRDefault="00F46115"/>
    <w:p w:rsidR="00F46115" w:rsidRPr="005D0C29" w:rsidRDefault="00F46115">
      <w:pPr>
        <w:pStyle w:val="Heading2"/>
      </w:pPr>
      <w:r w:rsidRPr="005D0C29">
        <w:t>A.5.4</w:t>
      </w:r>
      <w:r w:rsidRPr="005D0C29">
        <w:tab/>
        <w:t>Proactive command sending by the CAT Runtime Environment</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System Proactive Commands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Spco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Interaction with UICC commands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Igco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Proactive Command Control</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Pcco</w:t>
            </w:r>
          </w:p>
        </w:tc>
      </w:tr>
    </w:tbl>
    <w:p w:rsidR="00F46115" w:rsidRPr="005D0C29" w:rsidRDefault="00F46115"/>
    <w:p w:rsidR="00F46115" w:rsidRPr="005D0C29" w:rsidRDefault="00F46115">
      <w:pPr>
        <w:pStyle w:val="Heading2"/>
      </w:pPr>
      <w:r w:rsidRPr="005D0C29">
        <w:t>A.5.5</w:t>
      </w:r>
      <w:r w:rsidRPr="005D0C29">
        <w:tab/>
        <w:t>Exception handling</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General Behaviour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Genb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Interaction with Multiple Triggering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Imtg</w:t>
            </w:r>
          </w:p>
        </w:tc>
      </w:tr>
    </w:tbl>
    <w:p w:rsidR="00F46115" w:rsidRPr="005D0C29" w:rsidRDefault="00F46115"/>
    <w:p w:rsidR="00F46115" w:rsidRPr="005D0C29" w:rsidRDefault="00F46115">
      <w:pPr>
        <w:pStyle w:val="Heading2"/>
      </w:pPr>
      <w:r w:rsidRPr="005D0C29">
        <w:t>A.5.6</w:t>
      </w:r>
      <w:r w:rsidRPr="005D0C29">
        <w:tab/>
        <w:t>Envelope response posting</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EVENT_CALL_CONTROL_BY_NAA</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Eccn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EVENT_UNRECOGNIZED_ENVELOPE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Euen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General Behaviour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Genb</w:t>
            </w:r>
          </w:p>
        </w:tc>
      </w:tr>
    </w:tbl>
    <w:p w:rsidR="00F46115" w:rsidRPr="005D0C29" w:rsidRDefault="00F46115"/>
    <w:p w:rsidR="00F46115" w:rsidRPr="005D0C29" w:rsidRDefault="00F46115" w:rsidP="008A7232">
      <w:pPr>
        <w:pStyle w:val="Heading2"/>
      </w:pPr>
      <w:r w:rsidRPr="005D0C29">
        <w:lastRenderedPageBreak/>
        <w:t>A.5.7</w:t>
      </w:r>
      <w:r w:rsidRPr="005D0C29">
        <w:tab/>
        <w:t>Toolkit installation</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H"/>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H"/>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General Behaviour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Genb</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Timers Allocation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Tmal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Item Identifier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Itid</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Item Position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Itpo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Maximum Text Length for a menu entry</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Mlme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Maximum number of menu entries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Nbme</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Access Domain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Acdo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Priority Level</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Prlv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Channel Allocation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Chal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Minimum Security Level</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Mslv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TAR Value(s) of the Toolkit Application instance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Tarv</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Services Allocation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Sval</w:t>
            </w:r>
          </w:p>
        </w:tc>
      </w:tr>
    </w:tbl>
    <w:p w:rsidR="00F46115" w:rsidRPr="005D0C29" w:rsidRDefault="00F46115"/>
    <w:p w:rsidR="00F46115" w:rsidRPr="005D0C29" w:rsidRDefault="00F46115">
      <w:pPr>
        <w:pStyle w:val="Heading2"/>
      </w:pPr>
      <w:r w:rsidRPr="005D0C29">
        <w:t>A.5.8</w:t>
      </w:r>
      <w:r w:rsidRPr="005D0C29">
        <w:tab/>
        <w:t>UICC file access</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File View</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View</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File Access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Facc</w:t>
            </w:r>
          </w:p>
        </w:tc>
      </w:tr>
    </w:tbl>
    <w:p w:rsidR="00F46115" w:rsidRPr="005D0C29" w:rsidRDefault="00F46115"/>
    <w:p w:rsidR="00F46115" w:rsidRPr="005D0C29" w:rsidRDefault="00F46115">
      <w:pPr>
        <w:pStyle w:val="Heading2"/>
      </w:pPr>
      <w:r w:rsidRPr="005D0C29">
        <w:t>A.5.9</w:t>
      </w:r>
      <w:r w:rsidRPr="005D0C29">
        <w:tab/>
        <w:t>Other parts transferred from API to CAT RE</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A handler is a temporary JCRE Entry Point object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Hepo</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Transaction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Tran</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Timer Id between Applets</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Tmid</w:t>
            </w:r>
          </w:p>
        </w:tc>
      </w:tr>
    </w:tbl>
    <w:p w:rsidR="00F46115" w:rsidRPr="005D0C29" w:rsidRDefault="00F46115"/>
    <w:p w:rsidR="00F46115" w:rsidRPr="005D0C29" w:rsidRDefault="00F46115">
      <w:pPr>
        <w:pStyle w:val="Heading2"/>
      </w:pPr>
      <w:r w:rsidRPr="005D0C29">
        <w:t>A.5.10</w:t>
      </w:r>
      <w:r w:rsidRPr="005D0C29">
        <w:tab/>
        <w:t>Registration</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Event registration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Evtr</w:t>
            </w:r>
          </w:p>
        </w:tc>
      </w:tr>
    </w:tbl>
    <w:p w:rsidR="00F46115" w:rsidRPr="005D0C29" w:rsidRDefault="00F46115"/>
    <w:p w:rsidR="00F46115" w:rsidRPr="005D0C29" w:rsidRDefault="00F46115">
      <w:pPr>
        <w:pStyle w:val="Heading2"/>
      </w:pPr>
      <w:r w:rsidRPr="005D0C29">
        <w:t>A.5.11</w:t>
      </w:r>
      <w:r w:rsidRPr="005D0C29">
        <w:tab/>
        <w:t>UICC toolkit applet</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Data and function sharing</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Dafs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Package deletion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Pdel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Applet deletion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Adel</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Object deletion</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Odel</w:t>
            </w:r>
          </w:p>
        </w:tc>
      </w:tr>
    </w:tbl>
    <w:p w:rsidR="00F46115" w:rsidRPr="005D0C29" w:rsidRDefault="00F46115"/>
    <w:p w:rsidR="00F46115" w:rsidRPr="005D0C29" w:rsidRDefault="00F46115">
      <w:pPr>
        <w:pStyle w:val="Heading2"/>
      </w:pPr>
      <w:r w:rsidRPr="005D0C29">
        <w:t>A.5.12</w:t>
      </w:r>
      <w:r w:rsidRPr="005D0C29">
        <w:tab/>
        <w:t>Proactive command handling</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pPr>
            <w:r w:rsidRPr="005D0C29">
              <w:t>General behaviour</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Genb</w:t>
            </w:r>
          </w:p>
        </w:tc>
      </w:tr>
    </w:tbl>
    <w:p w:rsidR="00F46115" w:rsidRPr="005D0C29" w:rsidRDefault="00F46115"/>
    <w:p w:rsidR="00F46115" w:rsidRPr="005D0C29" w:rsidRDefault="00F46115" w:rsidP="008A7232">
      <w:pPr>
        <w:pStyle w:val="Heading2"/>
      </w:pPr>
      <w:r w:rsidRPr="005D0C29">
        <w:lastRenderedPageBreak/>
        <w:t>A.5.13</w:t>
      </w:r>
      <w:r w:rsidRPr="005D0C29">
        <w:tab/>
        <w:t>CAT Runtime Environment behaviour</w:t>
      </w:r>
    </w:p>
    <w:tbl>
      <w:tblPr>
        <w:tblW w:w="0" w:type="auto"/>
        <w:jc w:val="center"/>
        <w:tblBorders>
          <w:top w:val="single" w:sz="4" w:space="0" w:color="auto"/>
          <w:left w:val="single" w:sz="4" w:space="0" w:color="auto"/>
          <w:bottom w:val="single" w:sz="4" w:space="0" w:color="auto"/>
          <w:right w:val="single" w:sz="4" w:space="0" w:color="auto"/>
        </w:tblBorders>
        <w:tblCellMar>
          <w:left w:w="28" w:type="dxa"/>
          <w:right w:w="70" w:type="dxa"/>
        </w:tblCellMar>
        <w:tblLook w:val="0000" w:firstRow="0" w:lastRow="0" w:firstColumn="0" w:lastColumn="0" w:noHBand="0" w:noVBand="0"/>
      </w:tblPr>
      <w:tblGrid>
        <w:gridCol w:w="5173"/>
        <w:gridCol w:w="2268"/>
      </w:tblGrid>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H"/>
            </w:pPr>
            <w:r w:rsidRPr="005D0C29">
              <w:t>Method Name</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H"/>
            </w:pPr>
            <w:r w:rsidRPr="005D0C29">
              <w:t>Acronyms</w:t>
            </w:r>
          </w:p>
        </w:tc>
      </w:tr>
      <w:tr w:rsidR="00F46115" w:rsidRPr="005D0C29">
        <w:trPr>
          <w:jc w:val="center"/>
        </w:trPr>
        <w:tc>
          <w:tcPr>
            <w:tcW w:w="5173"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L"/>
            </w:pPr>
            <w:r w:rsidRPr="005D0C29">
              <w:t>Context</w:t>
            </w:r>
          </w:p>
        </w:tc>
        <w:tc>
          <w:tcPr>
            <w:tcW w:w="2268" w:type="dxa"/>
            <w:tcBorders>
              <w:top w:val="single" w:sz="4" w:space="0" w:color="auto"/>
              <w:left w:val="single" w:sz="4" w:space="0" w:color="auto"/>
              <w:bottom w:val="single" w:sz="4" w:space="0" w:color="auto"/>
              <w:right w:val="single" w:sz="4" w:space="0" w:color="auto"/>
            </w:tcBorders>
          </w:tcPr>
          <w:p w:rsidR="00F46115" w:rsidRPr="005D0C29" w:rsidRDefault="00F46115" w:rsidP="008A7232">
            <w:pPr>
              <w:pStyle w:val="TAC"/>
            </w:pPr>
            <w:r w:rsidRPr="005D0C29">
              <w:t>Ctxt</w:t>
            </w:r>
          </w:p>
        </w:tc>
      </w:tr>
    </w:tbl>
    <w:p w:rsidR="00F46115" w:rsidRPr="005D0C29" w:rsidRDefault="00F46115" w:rsidP="008A7232">
      <w:pPr>
        <w:keepNext/>
        <w:keepLines/>
      </w:pPr>
    </w:p>
    <w:p w:rsidR="00F46115" w:rsidRPr="005D0C29" w:rsidRDefault="003E6AC7">
      <w:pPr>
        <w:pStyle w:val="Heading8"/>
      </w:pPr>
      <w:r w:rsidRPr="005D0C29">
        <w:br w:type="page"/>
      </w:r>
      <w:r w:rsidR="00F46115" w:rsidRPr="005D0C29">
        <w:lastRenderedPageBreak/>
        <w:t>Annex B (normative):</w:t>
      </w:r>
      <w:r w:rsidR="00F46115" w:rsidRPr="005D0C29">
        <w:br/>
        <w:t>Global prepersonalization</w:t>
      </w:r>
    </w:p>
    <w:p w:rsidR="00F46115" w:rsidRPr="005D0C29" w:rsidRDefault="00F46115">
      <w:r w:rsidRPr="005D0C29">
        <w:t>This annex defines the file systems used to pass the test suite. It is composed of the UICC File System Server  (including MF and all DFs and EFs that are located under the MF) and of two Application Dedicated Files System Servers, ADF1 and ADF2.</w:t>
      </w:r>
    </w:p>
    <w:p w:rsidR="00F46115" w:rsidRPr="005D0C29" w:rsidRDefault="00F46115">
      <w:r w:rsidRPr="005D0C29">
        <w:t xml:space="preserve">ADF1 and ADF2 shall use the following AIDs (as defined in section </w:t>
      </w:r>
      <w:r w:rsidR="003E6AC7" w:rsidRPr="005D0C29">
        <w:t>"</w:t>
      </w:r>
      <w:r w:rsidRPr="005D0C29">
        <w:t xml:space="preserve">4.7 </w:t>
      </w:r>
      <w:r w:rsidRPr="005D0C29">
        <w:rPr>
          <w:szCs w:val="32"/>
        </w:rPr>
        <w:t>AID Coding</w:t>
      </w:r>
      <w:r w:rsidR="003E6AC7" w:rsidRPr="005D0C29">
        <w:rPr>
          <w:szCs w:val="32"/>
        </w:rPr>
        <w:t>"</w:t>
      </w:r>
      <w:r w:rsidRPr="005D0C29">
        <w:t>):</w:t>
      </w:r>
    </w:p>
    <w:p w:rsidR="00F46115" w:rsidRPr="005D0C29" w:rsidRDefault="00F46115" w:rsidP="003E6AC7">
      <w:pPr>
        <w:pStyle w:val="B1"/>
      </w:pPr>
      <w:r w:rsidRPr="005D0C29">
        <w:t>ADF1: A0 00 00 00 09 00 05 FF FF FF FF 89 E0 00 00 02</w:t>
      </w:r>
    </w:p>
    <w:p w:rsidR="00F46115" w:rsidRPr="005D0C29" w:rsidRDefault="00F46115" w:rsidP="003E6AC7">
      <w:pPr>
        <w:pStyle w:val="B1"/>
      </w:pPr>
      <w:r w:rsidRPr="005D0C29">
        <w:t>ADF2: A0 00 00 00 09 00 05 FF FF FF FF 89 D0 00 00 02</w:t>
      </w:r>
    </w:p>
    <w:p w:rsidR="00F46115" w:rsidRPr="005D0C29" w:rsidRDefault="00F46115">
      <w:r w:rsidRPr="005D0C29">
        <w:t xml:space="preserve">Under the MF, the </w:t>
      </w:r>
      <w:r w:rsidR="003E6AC7" w:rsidRPr="005D0C29">
        <w:t xml:space="preserve">mandatory files defined in </w:t>
      </w:r>
      <w:r w:rsidRPr="005D0C29">
        <w:t xml:space="preserve">TS 102 221 </w:t>
      </w:r>
      <w:r w:rsidR="00796C08" w:rsidRPr="005D0C29">
        <w:t>[5]</w:t>
      </w:r>
      <w:r w:rsidRPr="005D0C29">
        <w:t xml:space="preserve"> are present, as the DF</w:t>
      </w:r>
      <w:r w:rsidRPr="005D0C29">
        <w:rPr>
          <w:vertAlign w:val="subscript"/>
        </w:rPr>
        <w:t>TELECOM</w:t>
      </w:r>
      <w:r w:rsidRPr="005D0C29">
        <w:t xml:space="preserve"> with the EF</w:t>
      </w:r>
      <w:r w:rsidRPr="005D0C29">
        <w:rPr>
          <w:vertAlign w:val="subscript"/>
        </w:rPr>
        <w:t>SUME</w:t>
      </w:r>
      <w:r w:rsidR="003E6AC7" w:rsidRPr="005D0C29">
        <w:t xml:space="preserve"> as defined in </w:t>
      </w:r>
      <w:r w:rsidRPr="005D0C29">
        <w:t xml:space="preserve">TS 102 222 </w:t>
      </w:r>
      <w:r w:rsidR="00796C08" w:rsidRPr="005D0C29">
        <w:t>[7]</w:t>
      </w:r>
      <w:r w:rsidRPr="005D0C29">
        <w:t xml:space="preserve"> and some other files necessary for the tests.</w:t>
      </w:r>
    </w:p>
    <w:p w:rsidR="00F46115" w:rsidRPr="005D0C29" w:rsidRDefault="00F46115">
      <w:r w:rsidRPr="005D0C29">
        <w:t>The files defined for ADF1 and ADF2 are only necessary for the tests.</w:t>
      </w:r>
    </w:p>
    <w:p w:rsidR="00F46115" w:rsidRPr="005D0C29" w:rsidRDefault="00F46115">
      <w:r w:rsidRPr="005D0C29">
        <w:t>All files are shareable if not specified otherwise.</w:t>
      </w:r>
    </w:p>
    <w:p w:rsidR="00F46115" w:rsidRPr="005D0C29" w:rsidRDefault="00F46115">
      <w:r w:rsidRPr="005D0C29">
        <w:t>Except if specified the access conditions on DFs shall be set to ALWAYS for all commands.</w:t>
      </w:r>
    </w:p>
    <w:p w:rsidR="00F46115" w:rsidRPr="005D0C29" w:rsidRDefault="00F46115">
      <w:r w:rsidRPr="005D0C29">
        <w:t>The global directory structures are defined in figures B.1 to B.3:</w:t>
      </w:r>
    </w:p>
    <w:tbl>
      <w:tblPr>
        <w:tblW w:w="9468" w:type="dxa"/>
        <w:tblCellMar>
          <w:left w:w="28" w:type="dxa"/>
          <w:right w:w="28" w:type="dxa"/>
        </w:tblCellMar>
        <w:tblLook w:val="0000" w:firstRow="0" w:lastRow="0" w:firstColumn="0" w:lastColumn="0" w:noHBand="0" w:noVBand="0"/>
      </w:tblPr>
      <w:tblGrid>
        <w:gridCol w:w="567"/>
        <w:gridCol w:w="567"/>
        <w:gridCol w:w="255"/>
        <w:gridCol w:w="567"/>
        <w:gridCol w:w="567"/>
        <w:gridCol w:w="255"/>
        <w:gridCol w:w="567"/>
        <w:gridCol w:w="567"/>
        <w:gridCol w:w="255"/>
        <w:gridCol w:w="567"/>
        <w:gridCol w:w="567"/>
        <w:gridCol w:w="255"/>
        <w:gridCol w:w="567"/>
        <w:gridCol w:w="567"/>
        <w:gridCol w:w="255"/>
        <w:gridCol w:w="567"/>
        <w:gridCol w:w="567"/>
        <w:gridCol w:w="255"/>
        <w:gridCol w:w="567"/>
        <w:gridCol w:w="567"/>
      </w:tblGrid>
      <w:tr w:rsidR="00F46115" w:rsidRPr="005D0C29">
        <w:tc>
          <w:tcPr>
            <w:tcW w:w="1134" w:type="dxa"/>
            <w:gridSpan w:val="2"/>
          </w:tcPr>
          <w:p w:rsidR="00F46115" w:rsidRPr="005D0C29" w:rsidRDefault="00F46115" w:rsidP="001E3DE8">
            <w:pPr>
              <w:pStyle w:val="PL"/>
              <w:keepNext/>
              <w:tabs>
                <w:tab w:val="left" w:pos="284"/>
              </w:tabs>
              <w:jc w:val="center"/>
              <w:rPr>
                <w:noProof w:val="0"/>
                <w:sz w:val="18"/>
              </w:rPr>
            </w:pPr>
            <w:r w:rsidRPr="005D0C29">
              <w:rPr>
                <w:noProof w:val="0"/>
              </w:rPr>
              <w:lastRenderedPageBreak/>
              <w:br w:type="page"/>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double" w:sz="6" w:space="0" w:color="auto"/>
              <w:left w:val="double" w:sz="6" w:space="0" w:color="auto"/>
              <w:bottom w:val="nil"/>
              <w:right w:val="doub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MF</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double" w:sz="6" w:space="0" w:color="auto"/>
              <w:bottom w:val="double" w:sz="6" w:space="0" w:color="auto"/>
              <w:right w:val="doub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'3F00'</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r>
      <w:tr w:rsidR="00F46115" w:rsidRPr="005D0C29">
        <w:tc>
          <w:tcPr>
            <w:tcW w:w="567" w:type="dxa"/>
            <w:tcBorders>
              <w:top w:val="nil"/>
              <w:left w:val="nil"/>
              <w:bottom w:val="double" w:sz="4"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4"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4"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Borders>
              <w:top w:val="double" w:sz="4" w:space="0" w:color="auto"/>
              <w:left w:val="double" w:sz="4" w:space="0" w:color="auto"/>
              <w:bottom w:val="nil"/>
              <w:right w:val="double" w:sz="4"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DF</w:t>
            </w:r>
            <w:r w:rsidRPr="005D0C29">
              <w:rPr>
                <w:noProof w:val="0"/>
                <w:sz w:val="18"/>
                <w:vertAlign w:val="subscript"/>
              </w:rPr>
              <w:t>TELECOM</w:t>
            </w:r>
          </w:p>
        </w:tc>
        <w:tc>
          <w:tcPr>
            <w:tcW w:w="255" w:type="dxa"/>
            <w:tcBorders>
              <w:top w:val="nil"/>
              <w:left w:val="doub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double" w:sz="6" w:space="0" w:color="auto"/>
              <w:left w:val="double" w:sz="6" w:space="0" w:color="auto"/>
              <w:bottom w:val="nil"/>
              <w:right w:val="doub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DF</w:t>
            </w:r>
            <w:r w:rsidRPr="005D0C29">
              <w:rPr>
                <w:noProof w:val="0"/>
                <w:sz w:val="18"/>
                <w:vertAlign w:val="subscript"/>
              </w:rPr>
              <w:t>TEST</w:t>
            </w:r>
          </w:p>
        </w:tc>
        <w:tc>
          <w:tcPr>
            <w:tcW w:w="255" w:type="dxa"/>
            <w:tcBorders>
              <w:top w:val="nil"/>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UICC</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DIR</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PL</w:t>
            </w:r>
          </w:p>
        </w:tc>
        <w:tc>
          <w:tcPr>
            <w:tcW w:w="255"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ICCID</w:t>
            </w:r>
          </w:p>
        </w:tc>
        <w:tc>
          <w:tcPr>
            <w:tcW w:w="255" w:type="dxa"/>
            <w:tcBorders>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ARR</w:t>
            </w:r>
          </w:p>
        </w:tc>
      </w:tr>
      <w:tr w:rsidR="00F46115" w:rsidRPr="005D0C29">
        <w:tc>
          <w:tcPr>
            <w:tcW w:w="1134" w:type="dxa"/>
            <w:gridSpan w:val="2"/>
            <w:tcBorders>
              <w:top w:val="nil"/>
              <w:left w:val="double" w:sz="4" w:space="0" w:color="auto"/>
              <w:bottom w:val="double" w:sz="4" w:space="0" w:color="auto"/>
              <w:right w:val="double" w:sz="4"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'7F10'</w:t>
            </w:r>
          </w:p>
        </w:tc>
        <w:tc>
          <w:tcPr>
            <w:tcW w:w="255" w:type="dxa"/>
            <w:tcBorders>
              <w:top w:val="nil"/>
              <w:left w:val="doub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double" w:sz="6" w:space="0" w:color="auto"/>
              <w:bottom w:val="double" w:sz="6" w:space="0" w:color="auto"/>
              <w:right w:val="doub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7F4A</w:t>
            </w:r>
          </w:p>
        </w:tc>
        <w:tc>
          <w:tcPr>
            <w:tcW w:w="255" w:type="dxa"/>
            <w:tcBorders>
              <w:top w:val="nil"/>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'2FE4'</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'2F00'</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'2F05'</w:t>
            </w:r>
          </w:p>
        </w:tc>
        <w:tc>
          <w:tcPr>
            <w:tcW w:w="255"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'2FE2'</w:t>
            </w:r>
          </w:p>
        </w:tc>
        <w:tc>
          <w:tcPr>
            <w:tcW w:w="255" w:type="dxa"/>
            <w:tcBorders>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‘2F06</w:t>
            </w:r>
            <w:r w:rsidR="00A2095F" w:rsidRPr="005D0C29">
              <w:rPr>
                <w:noProof w:val="0"/>
                <w:sz w:val="18"/>
              </w:rPr>
              <w:t>'</w:t>
            </w:r>
          </w:p>
        </w:tc>
      </w:tr>
      <w:tr w:rsidR="00F46115" w:rsidRPr="005D0C29">
        <w:tc>
          <w:tcPr>
            <w:tcW w:w="567" w:type="dxa"/>
            <w:tcBorders>
              <w:top w:val="double" w:sz="4"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rsidP="001E3DE8">
            <w:pPr>
              <w:pStyle w:val="PL"/>
              <w:keepNext/>
              <w:tabs>
                <w:tab w:val="left" w:pos="284"/>
              </w:tabs>
              <w:jc w:val="center"/>
              <w:rPr>
                <w:noProof w:val="0"/>
                <w:sz w:val="18"/>
              </w:rPr>
            </w:pPr>
          </w:p>
        </w:tc>
      </w:tr>
      <w:tr w:rsidR="00F46115" w:rsidRPr="005D0C29">
        <w:tc>
          <w:tcPr>
            <w:tcW w:w="567" w:type="dxa"/>
            <w:tcBorders>
              <w:top w:val="nil"/>
              <w:left w:val="nil"/>
              <w:bottom w:val="single" w:sz="4"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single" w:sz="4"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Borders>
              <w:top w:val="single" w:sz="4" w:space="0" w:color="auto"/>
              <w:left w:val="single" w:sz="4" w:space="0" w:color="auto"/>
              <w:bottom w:val="nil"/>
              <w:right w:val="single" w:sz="4"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SUME</w:t>
            </w:r>
          </w:p>
        </w:tc>
        <w:tc>
          <w:tcPr>
            <w:tcW w:w="255" w:type="dxa"/>
            <w:tcBorders>
              <w:top w:val="nil"/>
              <w:left w:val="sing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Borders>
              <w:top w:val="nil"/>
              <w:left w:val="single" w:sz="4" w:space="0" w:color="auto"/>
              <w:bottom w:val="single" w:sz="4" w:space="0" w:color="auto"/>
              <w:right w:val="single" w:sz="4" w:space="0" w:color="auto"/>
            </w:tcBorders>
            <w:shd w:val="pct20" w:color="FF6600" w:fill="auto"/>
          </w:tcPr>
          <w:p w:rsidR="00F46115" w:rsidRPr="005D0C29" w:rsidRDefault="00F46115" w:rsidP="001E3DE8">
            <w:pPr>
              <w:pStyle w:val="PL"/>
              <w:keepNext/>
              <w:tabs>
                <w:tab w:val="left" w:pos="284"/>
              </w:tabs>
              <w:jc w:val="center"/>
              <w:rPr>
                <w:noProof w:val="0"/>
                <w:sz w:val="18"/>
              </w:rPr>
            </w:pPr>
            <w:r w:rsidRPr="005D0C29">
              <w:rPr>
                <w:noProof w:val="0"/>
                <w:sz w:val="18"/>
              </w:rPr>
              <w:t>'6F54'</w:t>
            </w:r>
          </w:p>
        </w:tc>
        <w:tc>
          <w:tcPr>
            <w:tcW w:w="255" w:type="dxa"/>
            <w:tcBorders>
              <w:top w:val="nil"/>
              <w:left w:val="sing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TNR</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TNU</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TARU</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CNR</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CNU</w:t>
            </w: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'6F01'</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'6F02'</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'6F03'</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'6F04'</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'6F05'</w:t>
            </w: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r>
      <w:tr w:rsidR="00F46115" w:rsidRPr="005D0C29">
        <w:tc>
          <w:tcPr>
            <w:tcW w:w="567" w:type="dxa"/>
            <w:tcBorders>
              <w:top w:val="nil"/>
              <w:left w:val="nil"/>
              <w:bottom w:val="double" w:sz="4"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Borders>
              <w:top w:val="double" w:sz="4" w:space="0" w:color="auto"/>
              <w:left w:val="double" w:sz="4" w:space="0" w:color="auto"/>
              <w:bottom w:val="nil"/>
              <w:right w:val="double" w:sz="4"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DF</w:t>
            </w:r>
            <w:r w:rsidRPr="005D0C29">
              <w:rPr>
                <w:noProof w:val="0"/>
                <w:sz w:val="18"/>
                <w:vertAlign w:val="subscript"/>
              </w:rPr>
              <w:t>SUB_TEST</w:t>
            </w:r>
          </w:p>
        </w:tc>
        <w:tc>
          <w:tcPr>
            <w:tcW w:w="255" w:type="dxa"/>
            <w:tcBorders>
              <w:top w:val="nil"/>
              <w:left w:val="doub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CNIC</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CNDE</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CNAC</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CARU</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LNR</w:t>
            </w:r>
          </w:p>
        </w:tc>
      </w:tr>
      <w:tr w:rsidR="00F46115" w:rsidRPr="005D0C29">
        <w:tc>
          <w:tcPr>
            <w:tcW w:w="1134" w:type="dxa"/>
            <w:gridSpan w:val="2"/>
            <w:tcBorders>
              <w:top w:val="nil"/>
              <w:left w:val="double" w:sz="4" w:space="0" w:color="auto"/>
              <w:bottom w:val="double" w:sz="4" w:space="0" w:color="auto"/>
              <w:right w:val="double" w:sz="4"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'5F10'</w:t>
            </w:r>
          </w:p>
        </w:tc>
        <w:tc>
          <w:tcPr>
            <w:tcW w:w="255" w:type="dxa"/>
            <w:tcBorders>
              <w:top w:val="nil"/>
              <w:left w:val="double" w:sz="4"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'6F1C'</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'6F07'</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'6F08'</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'6F09'</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'6F0A'</w:t>
            </w:r>
          </w:p>
        </w:tc>
      </w:tr>
      <w:tr w:rsidR="00F46115" w:rsidRPr="005D0C29">
        <w:tc>
          <w:tcPr>
            <w:tcW w:w="567" w:type="dxa"/>
            <w:tcBorders>
              <w:top w:val="double" w:sz="4"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r>
      <w:tr w:rsidR="00F46115" w:rsidRPr="005D0C29">
        <w:tc>
          <w:tcPr>
            <w:tcW w:w="567" w:type="dxa"/>
            <w:tcBorders>
              <w:top w:val="nil"/>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TAA</w:t>
            </w:r>
          </w:p>
        </w:tc>
        <w:tc>
          <w:tcPr>
            <w:tcW w:w="255"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LNU</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LARU</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CINA</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TRAC</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TDAC</w:t>
            </w:r>
          </w:p>
        </w:tc>
      </w:tr>
      <w:tr w:rsidR="00F46115" w:rsidRPr="005D0C29">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rPr>
              <w:t>'4F10'</w:t>
            </w:r>
          </w:p>
        </w:tc>
        <w:tc>
          <w:tcPr>
            <w:tcW w:w="255"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'6F0B'</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'6F0C'</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'6F0D'</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'6F0E'</w:t>
            </w: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'6F0F'</w:t>
            </w:r>
          </w:p>
        </w:tc>
      </w:tr>
      <w:tr w:rsidR="00F46115" w:rsidRPr="005D0C29">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rsidP="001E3DE8">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rsidP="001E3DE8">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Pr>
          <w:p w:rsidR="00F46115" w:rsidRPr="005D0C29" w:rsidRDefault="00F46115" w:rsidP="001E3DE8">
            <w:pPr>
              <w:pStyle w:val="PL"/>
              <w:keepNext/>
              <w:jc w:val="center"/>
              <w:rPr>
                <w:noProof w:val="0"/>
              </w:rPr>
            </w:pPr>
          </w:p>
        </w:tc>
        <w:tc>
          <w:tcPr>
            <w:tcW w:w="255" w:type="dxa"/>
          </w:tcPr>
          <w:p w:rsidR="00F46115" w:rsidRPr="005D0C29" w:rsidRDefault="00F46115" w:rsidP="001E3DE8">
            <w:pPr>
              <w:pStyle w:val="TAC"/>
            </w:pPr>
          </w:p>
        </w:tc>
        <w:tc>
          <w:tcPr>
            <w:tcW w:w="567" w:type="dxa"/>
          </w:tcPr>
          <w:p w:rsidR="00F46115" w:rsidRPr="005D0C29" w:rsidRDefault="00F46115" w:rsidP="001E3DE8">
            <w:pPr>
              <w:pStyle w:val="TAC"/>
            </w:pPr>
          </w:p>
        </w:tc>
        <w:tc>
          <w:tcPr>
            <w:tcW w:w="567" w:type="dxa"/>
            <w:tcBorders>
              <w:top w:val="nil"/>
              <w:left w:val="single" w:sz="6" w:space="0" w:color="auto"/>
              <w:bottom w:val="nil"/>
              <w:right w:val="nil"/>
            </w:tcBorders>
          </w:tcPr>
          <w:p w:rsidR="00F46115" w:rsidRPr="005D0C29" w:rsidRDefault="00F46115" w:rsidP="001E3DE8">
            <w:pPr>
              <w:pStyle w:val="TAC"/>
            </w:pPr>
          </w:p>
        </w:tc>
        <w:tc>
          <w:tcPr>
            <w:tcW w:w="255" w:type="dxa"/>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CIAC</w:t>
            </w:r>
          </w:p>
        </w:tc>
        <w:tc>
          <w:tcPr>
            <w:tcW w:w="255" w:type="dxa"/>
            <w:tcBorders>
              <w:right w:val="single" w:sz="6" w:space="0" w:color="auto"/>
            </w:tcBorders>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CIAA</w:t>
            </w:r>
          </w:p>
        </w:tc>
        <w:tc>
          <w:tcPr>
            <w:tcW w:w="255" w:type="dxa"/>
            <w:tcBorders>
              <w:top w:val="nil"/>
              <w:left w:val="single" w:sz="6" w:space="0" w:color="auto"/>
              <w:bottom w:val="nil"/>
              <w:right w:val="single" w:sz="6" w:space="0" w:color="auto"/>
            </w:tcBorders>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CNRA</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CUAC</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TAAC</w:t>
            </w: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'6F10'</w:t>
            </w:r>
          </w:p>
        </w:tc>
        <w:tc>
          <w:tcPr>
            <w:tcW w:w="255" w:type="dxa"/>
            <w:tcBorders>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'6F11'</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'6F12'</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'6F13'</w:t>
            </w:r>
          </w:p>
        </w:tc>
        <w:tc>
          <w:tcPr>
            <w:tcW w:w="255" w:type="dxa"/>
            <w:tcBorders>
              <w:top w:val="nil"/>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'6F14'</w:t>
            </w:r>
          </w:p>
        </w:tc>
      </w:tr>
      <w:tr w:rsidR="00F46115" w:rsidRPr="005D0C29">
        <w:tc>
          <w:tcPr>
            <w:tcW w:w="567"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Pr>
          <w:p w:rsidR="00F46115" w:rsidRPr="005D0C29" w:rsidRDefault="00F46115" w:rsidP="001E3DE8">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Pr>
          <w:p w:rsidR="00F46115" w:rsidRPr="005D0C29" w:rsidRDefault="00F46115" w:rsidP="001E3DE8">
            <w:pPr>
              <w:pStyle w:val="PL"/>
              <w:keepNext/>
              <w:tabs>
                <w:tab w:val="left" w:pos="284"/>
              </w:tabs>
              <w:jc w:val="center"/>
              <w:rPr>
                <w:noProof w:val="0"/>
                <w:sz w:val="18"/>
              </w:rPr>
            </w:pPr>
          </w:p>
        </w:tc>
        <w:tc>
          <w:tcPr>
            <w:tcW w:w="255" w:type="dxa"/>
          </w:tcPr>
          <w:p w:rsidR="00F46115" w:rsidRPr="005D0C29" w:rsidRDefault="00F46115" w:rsidP="001E3DE8">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rsidP="001E3DE8">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top w:val="single" w:sz="6" w:space="0" w:color="auto"/>
              <w:bottom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rsidP="001E3DE8">
            <w:pPr>
              <w:pStyle w:val="PL"/>
              <w:keepNext/>
              <w:tabs>
                <w:tab w:val="left" w:pos="284"/>
              </w:tabs>
              <w:jc w:val="center"/>
              <w:rPr>
                <w:noProof w:val="0"/>
                <w:sz w:val="18"/>
              </w:rPr>
            </w:pPr>
          </w:p>
        </w:tc>
      </w:tr>
      <w:tr w:rsidR="00F46115" w:rsidRPr="005D0C29">
        <w:tc>
          <w:tcPr>
            <w:tcW w:w="1134" w:type="dxa"/>
            <w:gridSpan w:val="2"/>
          </w:tcPr>
          <w:p w:rsidR="00F46115" w:rsidRPr="005D0C29" w:rsidRDefault="00F46115" w:rsidP="001E3DE8">
            <w:pPr>
              <w:pStyle w:val="PL"/>
              <w:keepNext/>
              <w:jc w:val="center"/>
              <w:rPr>
                <w:noProof w:val="0"/>
              </w:rPr>
            </w:pPr>
          </w:p>
        </w:tc>
        <w:tc>
          <w:tcPr>
            <w:tcW w:w="255" w:type="dxa"/>
          </w:tcPr>
          <w:p w:rsidR="00F46115" w:rsidRPr="005D0C29" w:rsidRDefault="00F46115" w:rsidP="001E3DE8">
            <w:pPr>
              <w:pStyle w:val="TAC"/>
            </w:pPr>
          </w:p>
        </w:tc>
        <w:tc>
          <w:tcPr>
            <w:tcW w:w="567" w:type="dxa"/>
            <w:tcBorders>
              <w:right w:val="single" w:sz="6" w:space="0" w:color="auto"/>
            </w:tcBorders>
          </w:tcPr>
          <w:p w:rsidR="00F46115" w:rsidRPr="005D0C29" w:rsidRDefault="00F46115" w:rsidP="001E3DE8">
            <w:pPr>
              <w:pStyle w:val="TAC"/>
            </w:pPr>
          </w:p>
        </w:tc>
        <w:tc>
          <w:tcPr>
            <w:tcW w:w="567" w:type="dxa"/>
            <w:tcBorders>
              <w:left w:val="single" w:sz="6" w:space="0" w:color="auto"/>
            </w:tcBorders>
          </w:tcPr>
          <w:p w:rsidR="00F46115" w:rsidRPr="005D0C29" w:rsidRDefault="00F46115" w:rsidP="001E3DE8">
            <w:pPr>
              <w:pStyle w:val="TAC"/>
            </w:pPr>
          </w:p>
        </w:tc>
        <w:tc>
          <w:tcPr>
            <w:tcW w:w="255" w:type="dxa"/>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LADA</w:t>
            </w:r>
          </w:p>
        </w:tc>
        <w:tc>
          <w:tcPr>
            <w:tcW w:w="255" w:type="dxa"/>
            <w:tcBorders>
              <w:right w:val="single" w:sz="6" w:space="0" w:color="auto"/>
            </w:tcBorders>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TAAA</w:t>
            </w:r>
          </w:p>
        </w:tc>
        <w:tc>
          <w:tcPr>
            <w:tcW w:w="255" w:type="dxa"/>
            <w:tcBorders>
              <w:top w:val="nil"/>
              <w:left w:val="single" w:sz="6" w:space="0" w:color="auto"/>
              <w:bottom w:val="nil"/>
              <w:right w:val="single" w:sz="6" w:space="0" w:color="auto"/>
            </w:tcBorders>
          </w:tcPr>
          <w:p w:rsidR="00F46115" w:rsidRPr="005D0C29" w:rsidRDefault="00F46115" w:rsidP="001E3DE8">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LRUA</w:t>
            </w:r>
          </w:p>
        </w:tc>
        <w:tc>
          <w:tcPr>
            <w:tcW w:w="255" w:type="dxa"/>
            <w:tcBorders>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LUPC</w:t>
            </w:r>
          </w:p>
        </w:tc>
        <w:tc>
          <w:tcPr>
            <w:tcW w:w="255" w:type="dxa"/>
            <w:tcBorders>
              <w:left w:val="single" w:sz="6" w:space="0" w:color="auto"/>
              <w:bottom w:val="nil"/>
              <w:right w:val="single" w:sz="6" w:space="0" w:color="auto"/>
            </w:tcBorders>
          </w:tcPr>
          <w:p w:rsidR="00F46115" w:rsidRPr="005D0C29" w:rsidRDefault="00F46115" w:rsidP="001E3DE8">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rsidP="001E3DE8">
            <w:pPr>
              <w:pStyle w:val="PL"/>
              <w:keepNext/>
              <w:tabs>
                <w:tab w:val="left" w:pos="284"/>
              </w:tabs>
              <w:jc w:val="center"/>
              <w:rPr>
                <w:noProof w:val="0"/>
                <w:sz w:val="18"/>
              </w:rPr>
            </w:pPr>
            <w:r w:rsidRPr="005D0C29">
              <w:rPr>
                <w:noProof w:val="0"/>
                <w:sz w:val="18"/>
              </w:rPr>
              <w:t>EF</w:t>
            </w:r>
            <w:r w:rsidRPr="005D0C29">
              <w:rPr>
                <w:noProof w:val="0"/>
                <w:sz w:val="18"/>
                <w:vertAlign w:val="subscript"/>
              </w:rPr>
              <w:t>NOSH</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'6F15'</w:t>
            </w: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'6F16'</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'6F17'</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'6F18'</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'6F19'</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4" w:space="0" w:color="auto"/>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4"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LSEA</w:t>
            </w: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CSEA</w:t>
            </w:r>
          </w:p>
        </w:tc>
        <w:tc>
          <w:tcPr>
            <w:tcW w:w="255" w:type="dxa"/>
            <w:tcBorders>
              <w:left w:val="single" w:sz="6" w:space="0" w:color="auto"/>
              <w:righ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4" w:space="0" w:color="auto"/>
              <w:left w:val="single" w:sz="4" w:space="0" w:color="auto"/>
              <w:bottom w:val="nil"/>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TERM</w:t>
            </w:r>
          </w:p>
        </w:tc>
        <w:tc>
          <w:tcPr>
            <w:tcW w:w="255" w:type="dxa"/>
            <w:tcBorders>
              <w:left w:val="single" w:sz="4" w:space="0" w:color="auto"/>
              <w:righ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4" w:space="0" w:color="auto"/>
              <w:left w:val="single" w:sz="4" w:space="0" w:color="auto"/>
              <w:bottom w:val="nil"/>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TERM</w:t>
            </w:r>
          </w:p>
        </w:tc>
        <w:tc>
          <w:tcPr>
            <w:tcW w:w="255" w:type="dxa"/>
            <w:tcBorders>
              <w:lef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bottom w:val="nil"/>
            </w:tcBorders>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'6F1A'</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'6F1B'</w:t>
            </w:r>
          </w:p>
        </w:tc>
        <w:tc>
          <w:tcPr>
            <w:tcW w:w="255" w:type="dxa"/>
            <w:tcBorders>
              <w:top w:val="nil"/>
              <w:left w:val="single" w:sz="6" w:space="0" w:color="auto"/>
              <w:righ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4" w:space="0" w:color="auto"/>
              <w:bottom w:val="single" w:sz="4" w:space="0" w:color="auto"/>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'6F30'</w:t>
            </w:r>
          </w:p>
        </w:tc>
        <w:tc>
          <w:tcPr>
            <w:tcW w:w="255" w:type="dxa"/>
            <w:tcBorders>
              <w:top w:val="nil"/>
              <w:left w:val="single" w:sz="4" w:space="0" w:color="auto"/>
              <w:righ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4" w:space="0" w:color="auto"/>
              <w:bottom w:val="single" w:sz="4" w:space="0" w:color="auto"/>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'5F30'</w:t>
            </w:r>
          </w:p>
        </w:tc>
        <w:tc>
          <w:tcPr>
            <w:tcW w:w="255" w:type="dxa"/>
            <w:tcBorders>
              <w:top w:val="nil"/>
              <w:left w:val="sing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tcBorders>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4"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4"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LARR5</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'6FA1'</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'6FA2'</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'6FA3'</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'6FA4'</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'6FA5'</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567" w:type="dxa"/>
            <w:tcBorders>
              <w:lef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rPr>
          <w:trHeight w:val="50"/>
        </w:trPr>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bottom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'6FB5'</w:t>
            </w:r>
          </w:p>
        </w:tc>
      </w:tr>
      <w:tr w:rsidR="00F46115" w:rsidRPr="005D0C29">
        <w:tc>
          <w:tcPr>
            <w:tcW w:w="567" w:type="dxa"/>
            <w:tcBorders>
              <w:left w:val="nil"/>
            </w:tcBorders>
          </w:tcPr>
          <w:p w:rsidR="00F46115" w:rsidRPr="005D0C29" w:rsidRDefault="00F46115">
            <w:pPr>
              <w:pStyle w:val="PL"/>
              <w:keepNext/>
              <w:tabs>
                <w:tab w:val="left" w:pos="284"/>
              </w:tabs>
              <w:jc w:val="center"/>
              <w:rPr>
                <w:noProof w:val="0"/>
                <w:sz w:val="18"/>
              </w:rPr>
            </w:pPr>
          </w:p>
        </w:tc>
        <w:tc>
          <w:tcPr>
            <w:tcW w:w="567" w:type="dxa"/>
            <w:tcBorders>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lef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bottom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'6FC5'</w:t>
            </w:r>
          </w:p>
        </w:tc>
      </w:tr>
      <w:tr w:rsidR="006D5570" w:rsidRPr="005D0C29" w:rsidTr="0061327E">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Borders>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r>
      <w:tr w:rsidR="0061327E" w:rsidRPr="005D0C29" w:rsidTr="006D5570">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Borders>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567" w:type="dxa"/>
            <w:tcBorders>
              <w:top w:val="nil"/>
              <w:right w:val="nil"/>
            </w:tcBorders>
          </w:tcPr>
          <w:p w:rsidR="006D5570" w:rsidRPr="005D0C29" w:rsidRDefault="006D5570" w:rsidP="00F64135">
            <w:pPr>
              <w:pStyle w:val="PL"/>
              <w:keepNext/>
              <w:tabs>
                <w:tab w:val="left" w:pos="284"/>
              </w:tabs>
              <w:jc w:val="center"/>
              <w:rPr>
                <w:noProof w:val="0"/>
                <w:sz w:val="18"/>
              </w:rPr>
            </w:pPr>
          </w:p>
        </w:tc>
      </w:tr>
      <w:tr w:rsidR="006D5570" w:rsidRPr="005D0C29" w:rsidTr="0061327E">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c>
          <w:tcPr>
            <w:tcW w:w="255" w:type="dxa"/>
            <w:tcBorders>
              <w:bottom w:val="nil"/>
            </w:tcBorders>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NOSH2</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LTERM</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CTERM</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r>
      <w:tr w:rsidR="006D5570" w:rsidRPr="005D0C29" w:rsidTr="0061327E">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c>
          <w:tcPr>
            <w:tcW w:w="255" w:type="dxa"/>
            <w:tcBorders>
              <w:top w:val="nil"/>
            </w:tcBorders>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'6FC6</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'6FC7</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'6FC8</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r>
      <w:tr w:rsidR="00F46115" w:rsidRPr="005D0C29" w:rsidTr="0061327E">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double" w:sz="4"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ARR1</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ARR2</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ARR3</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ARR4</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'5F11'</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'5F12'</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'5F13'</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'5F14'</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'5F15'</w:t>
            </w: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bottom w:val="nil"/>
              <w:right w:val="nil"/>
            </w:tcBorders>
          </w:tcPr>
          <w:p w:rsidR="00F46115" w:rsidRPr="005D0C29" w:rsidRDefault="00F46115">
            <w:pPr>
              <w:pStyle w:val="PL"/>
              <w:keepNext/>
              <w:tabs>
                <w:tab w:val="left" w:pos="284"/>
              </w:tabs>
              <w:jc w:val="center"/>
              <w:rPr>
                <w:noProof w:val="0"/>
                <w:sz w:val="18"/>
              </w:rPr>
            </w:pPr>
          </w:p>
        </w:tc>
        <w:tc>
          <w:tcPr>
            <w:tcW w:w="255"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lef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bottom w:val="nil"/>
              <w:right w:val="nil"/>
            </w:tcBorders>
          </w:tcPr>
          <w:p w:rsidR="00F46115" w:rsidRPr="005D0C29" w:rsidRDefault="00F46115">
            <w:pPr>
              <w:pStyle w:val="PL"/>
              <w:keepNext/>
              <w:tabs>
                <w:tab w:val="left" w:pos="284"/>
              </w:tabs>
              <w:jc w:val="center"/>
              <w:rPr>
                <w:noProof w:val="0"/>
                <w:sz w:val="18"/>
              </w:rPr>
            </w:pPr>
          </w:p>
        </w:tc>
        <w:tc>
          <w:tcPr>
            <w:tcW w:w="255"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left w:val="nil"/>
            </w:tcBorders>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TAR1T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TAR2T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TAR3T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TAR4T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TAR5T</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'4F11'</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'4F12'</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'4F13'</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'4F14'</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'4F15'</w:t>
            </w:r>
          </w:p>
        </w:tc>
      </w:tr>
      <w:tr w:rsidR="00F46115" w:rsidRPr="005D0C29">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r>
    </w:tbl>
    <w:p w:rsidR="00F46115" w:rsidRPr="005D0C29" w:rsidRDefault="00F46115" w:rsidP="003E6AC7">
      <w:pPr>
        <w:pStyle w:val="NF"/>
      </w:pPr>
    </w:p>
    <w:p w:rsidR="00F46115" w:rsidRPr="005D0C29" w:rsidRDefault="00F46115" w:rsidP="003E6AC7">
      <w:pPr>
        <w:pStyle w:val="NF"/>
      </w:pPr>
      <w:r w:rsidRPr="005D0C29">
        <w:t>NOTE:</w:t>
      </w:r>
      <w:r w:rsidRPr="005D0C29">
        <w:tab/>
        <w:t>Files with shaded background ar</w:t>
      </w:r>
      <w:r w:rsidR="003E6AC7" w:rsidRPr="005D0C29">
        <w:t xml:space="preserve">e mandatory and defined in </w:t>
      </w:r>
      <w:r w:rsidR="0061327E">
        <w:t xml:space="preserve">ETSI </w:t>
      </w:r>
      <w:r w:rsidRPr="005D0C29">
        <w:t xml:space="preserve">TS 102 221 </w:t>
      </w:r>
      <w:r w:rsidR="00796C08" w:rsidRPr="005D0C29">
        <w:t>[5]</w:t>
      </w:r>
      <w:r w:rsidRPr="005D0C29">
        <w:t>.</w:t>
      </w:r>
    </w:p>
    <w:p w:rsidR="003E6AC7" w:rsidRPr="005D0C29" w:rsidRDefault="003E6AC7" w:rsidP="003E6AC7">
      <w:pPr>
        <w:pStyle w:val="NF"/>
      </w:pPr>
    </w:p>
    <w:p w:rsidR="00F46115" w:rsidRPr="005D0C29" w:rsidRDefault="00F46115" w:rsidP="003E6AC7">
      <w:pPr>
        <w:pStyle w:val="TF"/>
      </w:pPr>
      <w:r w:rsidRPr="005D0C29">
        <w:t>Figure B.1: File identifiers and directory structures under MF</w:t>
      </w:r>
    </w:p>
    <w:tbl>
      <w:tblPr>
        <w:tblW w:w="9468" w:type="dxa"/>
        <w:tblCellMar>
          <w:left w:w="28" w:type="dxa"/>
          <w:right w:w="28" w:type="dxa"/>
        </w:tblCellMar>
        <w:tblLook w:val="0000" w:firstRow="0" w:lastRow="0" w:firstColumn="0" w:lastColumn="0" w:noHBand="0" w:noVBand="0"/>
      </w:tblPr>
      <w:tblGrid>
        <w:gridCol w:w="567"/>
        <w:gridCol w:w="567"/>
        <w:gridCol w:w="255"/>
        <w:gridCol w:w="567"/>
        <w:gridCol w:w="567"/>
        <w:gridCol w:w="255"/>
        <w:gridCol w:w="567"/>
        <w:gridCol w:w="567"/>
        <w:gridCol w:w="255"/>
        <w:gridCol w:w="567"/>
        <w:gridCol w:w="567"/>
        <w:gridCol w:w="255"/>
        <w:gridCol w:w="567"/>
        <w:gridCol w:w="567"/>
        <w:gridCol w:w="255"/>
        <w:gridCol w:w="567"/>
        <w:gridCol w:w="567"/>
        <w:gridCol w:w="255"/>
        <w:gridCol w:w="567"/>
        <w:gridCol w:w="567"/>
      </w:tblGrid>
      <w:tr w:rsidR="00F46115" w:rsidRPr="005D0C29">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double" w:sz="6" w:space="0" w:color="auto"/>
              <w:left w:val="double" w:sz="6" w:space="0" w:color="auto"/>
              <w:bottom w:val="nil"/>
              <w:right w:val="double" w:sz="6" w:space="0" w:color="auto"/>
            </w:tcBorders>
          </w:tcPr>
          <w:p w:rsidR="00F46115" w:rsidRPr="005D0C29" w:rsidRDefault="00F46115">
            <w:pPr>
              <w:pStyle w:val="PL"/>
              <w:keepNext/>
              <w:tabs>
                <w:tab w:val="left" w:pos="284"/>
              </w:tabs>
              <w:jc w:val="center"/>
              <w:rPr>
                <w:noProof w:val="0"/>
                <w:sz w:val="18"/>
              </w:rPr>
            </w:pPr>
            <w:r w:rsidRPr="005D0C29">
              <w:rPr>
                <w:noProof w:val="0"/>
                <w:sz w:val="18"/>
              </w:rPr>
              <w:t>ADF1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6" w:space="0" w:color="auto"/>
              <w:bottom w:val="double" w:sz="6" w:space="0" w:color="auto"/>
              <w:right w:val="double" w:sz="6" w:space="0" w:color="auto"/>
            </w:tcBorders>
          </w:tcPr>
          <w:p w:rsidR="00F46115" w:rsidRPr="005D0C29" w:rsidRDefault="00F46115">
            <w:pPr>
              <w:pStyle w:val="PL"/>
              <w:keepNext/>
              <w:tabs>
                <w:tab w:val="left" w:pos="284"/>
              </w:tabs>
              <w:jc w:val="center"/>
              <w:rPr>
                <w:noProof w:val="0"/>
                <w:sz w:val="18"/>
              </w:rPr>
            </w:pPr>
            <w:r w:rsidRPr="005D0C29">
              <w:rPr>
                <w:noProof w:val="0"/>
                <w:sz w:val="18"/>
              </w:rPr>
              <w:t>'xx…xx'</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567"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TELECOM</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TEST</w:t>
            </w:r>
          </w:p>
        </w:tc>
        <w:tc>
          <w:tcPr>
            <w:tcW w:w="255" w:type="dxa"/>
            <w:tcBorders>
              <w:top w:val="nil"/>
              <w:left w:val="double" w:sz="4"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UICC</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ARR</w:t>
            </w:r>
          </w:p>
        </w:tc>
        <w:tc>
          <w:tcPr>
            <w:tcW w:w="255"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'7F10'</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'7F4A'</w:t>
            </w:r>
          </w:p>
        </w:tc>
        <w:tc>
          <w:tcPr>
            <w:tcW w:w="255" w:type="dxa"/>
            <w:tcBorders>
              <w:top w:val="nil"/>
              <w:left w:val="double" w:sz="4"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'2FE4'</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‘6F06</w:t>
            </w:r>
            <w:r w:rsidR="00A2095F" w:rsidRPr="005D0C29">
              <w:rPr>
                <w:noProof w:val="0"/>
                <w:sz w:val="18"/>
              </w:rPr>
              <w:t>'</w:t>
            </w:r>
          </w:p>
        </w:tc>
        <w:tc>
          <w:tcPr>
            <w:tcW w:w="255"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double" w:sz="4"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pPr>
              <w:pStyle w:val="PL"/>
              <w:tabs>
                <w:tab w:val="left" w:pos="284"/>
              </w:tabs>
              <w:jc w:val="center"/>
              <w:rPr>
                <w:noProof w:val="0"/>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bottom w:val="sing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4"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single" w:sz="4" w:space="0" w:color="auto"/>
              <w:left w:val="single" w:sz="4" w:space="0" w:color="auto"/>
              <w:bottom w:val="nil"/>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SUME</w:t>
            </w:r>
          </w:p>
        </w:tc>
        <w:tc>
          <w:tcPr>
            <w:tcW w:w="255" w:type="dxa"/>
            <w:tcBorders>
              <w:top w:val="nil"/>
              <w:left w:val="single" w:sz="4"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left w:val="single" w:sz="4" w:space="0" w:color="auto"/>
              <w:bottom w:val="single" w:sz="4" w:space="0" w:color="auto"/>
              <w:right w:val="single" w:sz="4" w:space="0" w:color="auto"/>
            </w:tcBorders>
          </w:tcPr>
          <w:p w:rsidR="00F46115" w:rsidRPr="005D0C29" w:rsidRDefault="00F46115">
            <w:pPr>
              <w:pStyle w:val="PL"/>
              <w:keepNext/>
              <w:tabs>
                <w:tab w:val="left" w:pos="284"/>
              </w:tabs>
              <w:jc w:val="center"/>
              <w:rPr>
                <w:noProof w:val="0"/>
                <w:sz w:val="18"/>
              </w:rPr>
            </w:pPr>
            <w:r w:rsidRPr="005D0C29">
              <w:rPr>
                <w:noProof w:val="0"/>
                <w:sz w:val="18"/>
              </w:rPr>
              <w:t>'6F54'</w:t>
            </w:r>
          </w:p>
        </w:tc>
        <w:tc>
          <w:tcPr>
            <w:tcW w:w="255" w:type="dxa"/>
            <w:tcBorders>
              <w:top w:val="nil"/>
              <w:left w:val="single" w:sz="4"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TNR</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TNU</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TARU</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CNR</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CNU</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822" w:type="dxa"/>
            <w:gridSpan w:val="2"/>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'6F05'</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822" w:type="dxa"/>
            <w:gridSpan w:val="2"/>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SUB_TEST</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CNIC</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CNDE</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CNAC</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CARU</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LNR</w:t>
            </w:r>
          </w:p>
        </w:tc>
      </w:tr>
      <w:tr w:rsidR="00F46115" w:rsidRPr="005D0C29">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'5F10'</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'6F1C'</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'6F07'</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'6F08'</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'6F09'</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'6F0A'</w:t>
            </w:r>
          </w:p>
        </w:tc>
      </w:tr>
      <w:tr w:rsidR="00F46115" w:rsidRPr="005D0C29">
        <w:tc>
          <w:tcPr>
            <w:tcW w:w="567" w:type="dxa"/>
            <w:tcBorders>
              <w:top w:val="double" w:sz="4"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TAA</w:t>
            </w:r>
          </w:p>
        </w:tc>
        <w:tc>
          <w:tcPr>
            <w:tcW w:w="255"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LNU</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LARU</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CINA</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TRAC</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TDAC</w:t>
            </w:r>
          </w:p>
        </w:tc>
      </w:tr>
      <w:tr w:rsidR="00F46115" w:rsidRPr="005D0C29">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rPr>
              <w:t>'4F10'</w:t>
            </w:r>
          </w:p>
        </w:tc>
        <w:tc>
          <w:tcPr>
            <w:tcW w:w="255"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'6F0B'</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'6F0C'</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'6F0D'</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'6F0E'</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'6F0F'</w:t>
            </w:r>
          </w:p>
        </w:tc>
      </w:tr>
      <w:tr w:rsidR="00F46115" w:rsidRPr="005D0C29">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Pr>
          <w:p w:rsidR="00F46115" w:rsidRPr="005D0C29" w:rsidRDefault="00F46115">
            <w:pPr>
              <w:pStyle w:val="PL"/>
              <w:jc w:val="center"/>
              <w:rPr>
                <w:noProof w:val="0"/>
              </w:rPr>
            </w:pPr>
          </w:p>
        </w:tc>
        <w:tc>
          <w:tcPr>
            <w:tcW w:w="255" w:type="dxa"/>
          </w:tcPr>
          <w:p w:rsidR="00F46115" w:rsidRPr="005D0C29" w:rsidRDefault="00F46115">
            <w:pPr>
              <w:pStyle w:val="TAC"/>
            </w:pPr>
          </w:p>
        </w:tc>
        <w:tc>
          <w:tcPr>
            <w:tcW w:w="567" w:type="dxa"/>
            <w:tcBorders>
              <w:top w:val="nil"/>
              <w:left w:val="nil"/>
              <w:bottom w:val="nil"/>
              <w:right w:val="single" w:sz="6" w:space="0" w:color="auto"/>
            </w:tcBorders>
          </w:tcPr>
          <w:p w:rsidR="00F46115" w:rsidRPr="005D0C29" w:rsidRDefault="00F46115">
            <w:pPr>
              <w:pStyle w:val="TAC"/>
            </w:pPr>
          </w:p>
        </w:tc>
        <w:tc>
          <w:tcPr>
            <w:tcW w:w="567" w:type="dxa"/>
            <w:tcBorders>
              <w:top w:val="nil"/>
              <w:left w:val="single" w:sz="6" w:space="0" w:color="auto"/>
              <w:bottom w:val="nil"/>
              <w:right w:val="nil"/>
            </w:tcBorders>
          </w:tcPr>
          <w:p w:rsidR="00F46115" w:rsidRPr="005D0C29" w:rsidRDefault="00F46115">
            <w:pPr>
              <w:pStyle w:val="TAC"/>
            </w:pPr>
          </w:p>
        </w:tc>
        <w:tc>
          <w:tcPr>
            <w:tcW w:w="255" w:type="dxa"/>
          </w:tcPr>
          <w:p w:rsidR="00F46115" w:rsidRPr="005D0C29" w:rsidRDefault="00F46115">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CIAC</w:t>
            </w:r>
          </w:p>
        </w:tc>
        <w:tc>
          <w:tcPr>
            <w:tcW w:w="255" w:type="dxa"/>
            <w:tcBorders>
              <w:right w:val="single" w:sz="6" w:space="0" w:color="auto"/>
            </w:tcBorders>
          </w:tcPr>
          <w:p w:rsidR="00F46115" w:rsidRPr="005D0C29" w:rsidRDefault="00F46115">
            <w:pPr>
              <w:pStyle w:val="TAC"/>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CIAA</w:t>
            </w:r>
          </w:p>
        </w:tc>
        <w:tc>
          <w:tcPr>
            <w:tcW w:w="255" w:type="dxa"/>
            <w:tcBorders>
              <w:top w:val="nil"/>
              <w:left w:val="single" w:sz="6" w:space="0" w:color="auto"/>
              <w:bottom w:val="nil"/>
              <w:right w:val="single" w:sz="6" w:space="0" w:color="auto"/>
            </w:tcBorders>
          </w:tcPr>
          <w:p w:rsidR="00F46115" w:rsidRPr="005D0C29" w:rsidRDefault="00F46115">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CNRA</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CUAC</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TAAC</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'6F10'</w:t>
            </w: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'6F11'</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'6F12'</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'6F13'</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'6F14'</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bottom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Pr>
          <w:p w:rsidR="00F46115" w:rsidRPr="005D0C29" w:rsidRDefault="00F46115">
            <w:pPr>
              <w:pStyle w:val="PL"/>
              <w:jc w:val="center"/>
              <w:rPr>
                <w:noProof w:val="0"/>
              </w:rPr>
            </w:pPr>
          </w:p>
        </w:tc>
        <w:tc>
          <w:tcPr>
            <w:tcW w:w="255" w:type="dxa"/>
          </w:tcPr>
          <w:p w:rsidR="00F46115" w:rsidRPr="005D0C29" w:rsidRDefault="00F46115">
            <w:pPr>
              <w:pStyle w:val="TAC"/>
            </w:pPr>
          </w:p>
        </w:tc>
        <w:tc>
          <w:tcPr>
            <w:tcW w:w="567" w:type="dxa"/>
            <w:tcBorders>
              <w:right w:val="single" w:sz="6" w:space="0" w:color="auto"/>
            </w:tcBorders>
          </w:tcPr>
          <w:p w:rsidR="00F46115" w:rsidRPr="005D0C29" w:rsidRDefault="00F46115">
            <w:pPr>
              <w:pStyle w:val="TAC"/>
            </w:pPr>
          </w:p>
        </w:tc>
        <w:tc>
          <w:tcPr>
            <w:tcW w:w="567" w:type="dxa"/>
            <w:tcBorders>
              <w:left w:val="single" w:sz="6" w:space="0" w:color="auto"/>
            </w:tcBorders>
          </w:tcPr>
          <w:p w:rsidR="00F46115" w:rsidRPr="005D0C29" w:rsidRDefault="00F46115">
            <w:pPr>
              <w:pStyle w:val="TAC"/>
            </w:pPr>
          </w:p>
        </w:tc>
        <w:tc>
          <w:tcPr>
            <w:tcW w:w="255" w:type="dxa"/>
          </w:tcPr>
          <w:p w:rsidR="00F46115" w:rsidRPr="005D0C29" w:rsidRDefault="00F46115">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LADA</w:t>
            </w:r>
          </w:p>
        </w:tc>
        <w:tc>
          <w:tcPr>
            <w:tcW w:w="255" w:type="dxa"/>
            <w:tcBorders>
              <w:right w:val="single" w:sz="6" w:space="0" w:color="auto"/>
            </w:tcBorders>
          </w:tcPr>
          <w:p w:rsidR="00F46115" w:rsidRPr="005D0C29" w:rsidRDefault="00F46115">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TAAA</w:t>
            </w:r>
          </w:p>
        </w:tc>
        <w:tc>
          <w:tcPr>
            <w:tcW w:w="255" w:type="dxa"/>
            <w:tcBorders>
              <w:top w:val="nil"/>
              <w:left w:val="single" w:sz="6" w:space="0" w:color="auto"/>
              <w:bottom w:val="nil"/>
              <w:right w:val="single" w:sz="6" w:space="0" w:color="auto"/>
            </w:tcBorders>
          </w:tcPr>
          <w:p w:rsidR="00F46115" w:rsidRPr="005D0C29" w:rsidRDefault="00F46115">
            <w:pPr>
              <w:pStyle w:val="TAC"/>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LRUA</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LUPC</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NOSH</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'6F15'</w:t>
            </w: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'6F16'</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'6F17'</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'6F18'</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'6F19'</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4"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4"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LSEA</w:t>
            </w: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CSEA</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TERM</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TERM</w:t>
            </w:r>
          </w:p>
        </w:tc>
        <w:tc>
          <w:tcPr>
            <w:tcW w:w="255"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'6F1A'</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'6F1B'</w:t>
            </w:r>
          </w:p>
        </w:tc>
        <w:tc>
          <w:tcPr>
            <w:tcW w:w="255" w:type="dxa"/>
            <w:tcBorders>
              <w:top w:val="nil"/>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'6F30'</w:t>
            </w:r>
          </w:p>
        </w:tc>
        <w:tc>
          <w:tcPr>
            <w:tcW w:w="255" w:type="dxa"/>
            <w:tcBorders>
              <w:top w:val="nil"/>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'5F30'</w:t>
            </w:r>
          </w:p>
        </w:tc>
        <w:tc>
          <w:tcPr>
            <w:tcW w:w="255" w:type="dxa"/>
            <w:tcBorders>
              <w:top w:val="nil"/>
              <w:lef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tcBorders>
          </w:tcPr>
          <w:p w:rsidR="00F46115" w:rsidRPr="005D0C29" w:rsidRDefault="00F46115">
            <w:pPr>
              <w:pStyle w:val="PL"/>
              <w:keepNext/>
              <w:tabs>
                <w:tab w:val="left" w:pos="284"/>
              </w:tabs>
              <w:jc w:val="center"/>
              <w:rPr>
                <w:noProof w:val="0"/>
                <w:sz w:val="18"/>
              </w:rPr>
            </w:pP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LARR5</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'6FA1'</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'6FA2'</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'6FA3'</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'6FA4'</w:t>
            </w:r>
          </w:p>
        </w:tc>
        <w:tc>
          <w:tcPr>
            <w:tcW w:w="255" w:type="dxa"/>
            <w:tcBorders>
              <w:top w:val="nil"/>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'6FA5'</w:t>
            </w:r>
          </w:p>
        </w:tc>
      </w:tr>
      <w:tr w:rsidR="00F46115" w:rsidRPr="005D0C29">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c>
          <w:tcPr>
            <w:tcW w:w="567" w:type="dxa"/>
            <w:tcBorders>
              <w:left w:val="nil"/>
            </w:tcBorders>
          </w:tcPr>
          <w:p w:rsidR="00F46115" w:rsidRPr="005D0C29" w:rsidRDefault="00F46115">
            <w:pPr>
              <w:pStyle w:val="PL"/>
              <w:keepNext/>
              <w:tabs>
                <w:tab w:val="left" w:pos="284"/>
              </w:tabs>
              <w:jc w:val="center"/>
              <w:rPr>
                <w:noProof w:val="0"/>
                <w:sz w:val="18"/>
              </w:rPr>
            </w:pPr>
          </w:p>
        </w:tc>
        <w:tc>
          <w:tcPr>
            <w:tcW w:w="567" w:type="dxa"/>
            <w:tcBorders>
              <w:left w:val="nil"/>
              <w:right w:val="nil"/>
            </w:tcBorders>
          </w:tcPr>
          <w:p w:rsidR="00F46115" w:rsidRPr="005D0C29" w:rsidRDefault="00F46115">
            <w:pPr>
              <w:pStyle w:val="PL"/>
              <w:keepNext/>
              <w:tabs>
                <w:tab w:val="left" w:pos="284"/>
              </w:tabs>
              <w:jc w:val="center"/>
              <w:rPr>
                <w:noProof w:val="0"/>
                <w:sz w:val="18"/>
              </w:rPr>
            </w:pPr>
          </w:p>
        </w:tc>
        <w:tc>
          <w:tcPr>
            <w:tcW w:w="255" w:type="dxa"/>
            <w:tcBorders>
              <w:left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rPr>
          <w:trHeight w:val="50"/>
        </w:trPr>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'6FB5'</w:t>
            </w:r>
          </w:p>
        </w:tc>
      </w:tr>
      <w:tr w:rsidR="00F46115" w:rsidRPr="005D0C29">
        <w:tc>
          <w:tcPr>
            <w:tcW w:w="567" w:type="dxa"/>
            <w:tcBorders>
              <w:left w:val="nil"/>
              <w:bottom w:val="nil"/>
            </w:tcBorders>
          </w:tcPr>
          <w:p w:rsidR="00F46115" w:rsidRPr="005D0C29" w:rsidRDefault="00F46115">
            <w:pPr>
              <w:pStyle w:val="PL"/>
              <w:keepNext/>
              <w:tabs>
                <w:tab w:val="left" w:pos="284"/>
              </w:tabs>
              <w:jc w:val="center"/>
              <w:rPr>
                <w:noProof w:val="0"/>
                <w:sz w:val="18"/>
              </w:rPr>
            </w:pPr>
          </w:p>
        </w:tc>
        <w:tc>
          <w:tcPr>
            <w:tcW w:w="567" w:type="dxa"/>
            <w:tcBorders>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CARR5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'6FC1'</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'6FC3'</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'6FC4'</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'6FC5'</w:t>
            </w:r>
          </w:p>
        </w:tc>
      </w:tr>
      <w:tr w:rsidR="006D5570" w:rsidRPr="005D0C29" w:rsidTr="00F64135">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Borders>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Pr>
          <w:p w:rsidR="006D5570" w:rsidRPr="005D0C29" w:rsidRDefault="006D5570" w:rsidP="00F64135">
            <w:pPr>
              <w:pStyle w:val="PL"/>
              <w:keepNext/>
              <w:tabs>
                <w:tab w:val="left" w:pos="284"/>
              </w:tabs>
              <w:jc w:val="center"/>
              <w:rPr>
                <w:noProof w:val="0"/>
                <w:sz w:val="18"/>
              </w:rPr>
            </w:pPr>
          </w:p>
        </w:tc>
      </w:tr>
      <w:tr w:rsidR="006D5570" w:rsidRPr="005D0C29" w:rsidTr="00F64135">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top w:val="single" w:sz="6" w:space="0" w:color="auto"/>
              <w:left w:val="nil"/>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6D5570" w:rsidRPr="005D0C29" w:rsidRDefault="006D5570" w:rsidP="00F64135">
            <w:pPr>
              <w:pStyle w:val="PL"/>
              <w:keepNext/>
              <w:tabs>
                <w:tab w:val="left" w:pos="284"/>
              </w:tabs>
              <w:jc w:val="center"/>
              <w:rPr>
                <w:noProof w:val="0"/>
                <w:sz w:val="18"/>
              </w:rPr>
            </w:pPr>
          </w:p>
        </w:tc>
        <w:tc>
          <w:tcPr>
            <w:tcW w:w="255" w:type="dxa"/>
            <w:tcBorders>
              <w:left w:val="nil"/>
              <w:bottom w:val="nil"/>
              <w:right w:val="nil"/>
            </w:tcBorders>
          </w:tcPr>
          <w:p w:rsidR="006D5570" w:rsidRPr="005D0C29" w:rsidRDefault="006D5570" w:rsidP="00F64135">
            <w:pPr>
              <w:pStyle w:val="PL"/>
              <w:keepNext/>
              <w:tabs>
                <w:tab w:val="left" w:pos="284"/>
              </w:tabs>
              <w:jc w:val="center"/>
              <w:rPr>
                <w:noProof w:val="0"/>
                <w:sz w:val="18"/>
              </w:rPr>
            </w:pPr>
          </w:p>
        </w:tc>
        <w:tc>
          <w:tcPr>
            <w:tcW w:w="567" w:type="dxa"/>
            <w:tcBorders>
              <w:left w:val="nil"/>
            </w:tcBorders>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567" w:type="dxa"/>
          </w:tcPr>
          <w:p w:rsidR="006D5570" w:rsidRPr="005D0C29" w:rsidRDefault="006D5570" w:rsidP="00F64135">
            <w:pPr>
              <w:pStyle w:val="PL"/>
              <w:keepNext/>
              <w:tabs>
                <w:tab w:val="left" w:pos="284"/>
              </w:tabs>
              <w:jc w:val="center"/>
              <w:rPr>
                <w:noProof w:val="0"/>
                <w:sz w:val="18"/>
              </w:rPr>
            </w:pPr>
          </w:p>
        </w:tc>
        <w:tc>
          <w:tcPr>
            <w:tcW w:w="567" w:type="dxa"/>
            <w:tcBorders>
              <w:top w:val="nil"/>
              <w:right w:val="nil"/>
            </w:tcBorders>
          </w:tcPr>
          <w:p w:rsidR="006D5570" w:rsidRPr="005D0C29" w:rsidRDefault="006D5570" w:rsidP="00F64135">
            <w:pPr>
              <w:pStyle w:val="PL"/>
              <w:keepNext/>
              <w:tabs>
                <w:tab w:val="left" w:pos="284"/>
              </w:tabs>
              <w:jc w:val="center"/>
              <w:rPr>
                <w:noProof w:val="0"/>
                <w:sz w:val="18"/>
              </w:rPr>
            </w:pPr>
          </w:p>
        </w:tc>
      </w:tr>
      <w:tr w:rsidR="006D5570" w:rsidRPr="005D0C29" w:rsidTr="00F64135">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c>
          <w:tcPr>
            <w:tcW w:w="255" w:type="dxa"/>
            <w:tcBorders>
              <w:bottom w:val="nil"/>
            </w:tcBorders>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NOSH2</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LTERM</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6D5570" w:rsidRPr="005D0C29" w:rsidRDefault="006D5570" w:rsidP="00F64135">
            <w:pPr>
              <w:pStyle w:val="PL"/>
              <w:keepNext/>
              <w:tabs>
                <w:tab w:val="left" w:pos="284"/>
              </w:tabs>
              <w:jc w:val="center"/>
              <w:rPr>
                <w:noProof w:val="0"/>
                <w:sz w:val="18"/>
              </w:rPr>
            </w:pPr>
            <w:r w:rsidRPr="003E6AC7">
              <w:rPr>
                <w:noProof w:val="0"/>
                <w:sz w:val="18"/>
              </w:rPr>
              <w:t>EF</w:t>
            </w:r>
            <w:r>
              <w:rPr>
                <w:noProof w:val="0"/>
                <w:sz w:val="18"/>
                <w:vertAlign w:val="subscript"/>
              </w:rPr>
              <w:t>CTERM</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bottom w:val="nil"/>
            </w:tcBorders>
          </w:tcPr>
          <w:p w:rsidR="006D5570" w:rsidRPr="005D0C29" w:rsidRDefault="006D5570" w:rsidP="00F64135">
            <w:pPr>
              <w:pStyle w:val="PL"/>
              <w:keepNext/>
              <w:tabs>
                <w:tab w:val="left" w:pos="284"/>
              </w:tabs>
              <w:jc w:val="center"/>
              <w:rPr>
                <w:noProof w:val="0"/>
                <w:sz w:val="18"/>
              </w:rPr>
            </w:pPr>
          </w:p>
        </w:tc>
      </w:tr>
      <w:tr w:rsidR="006D5570" w:rsidRPr="005D0C29" w:rsidTr="00F64135">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c>
          <w:tcPr>
            <w:tcW w:w="255" w:type="dxa"/>
            <w:tcBorders>
              <w:top w:val="nil"/>
            </w:tcBorders>
          </w:tcPr>
          <w:p w:rsidR="006D5570" w:rsidRPr="005D0C29" w:rsidRDefault="006D5570" w:rsidP="00F64135">
            <w:pPr>
              <w:pStyle w:val="PL"/>
              <w:keepNext/>
              <w:tabs>
                <w:tab w:val="left" w:pos="284"/>
              </w:tabs>
              <w:jc w:val="center"/>
              <w:rPr>
                <w:noProof w:val="0"/>
                <w:sz w:val="18"/>
              </w:rPr>
            </w:pPr>
          </w:p>
        </w:tc>
        <w:tc>
          <w:tcPr>
            <w:tcW w:w="567" w:type="dxa"/>
            <w:tcBorders>
              <w:right w:val="single" w:sz="6" w:space="0" w:color="auto"/>
            </w:tcBorders>
          </w:tcPr>
          <w:p w:rsidR="006D5570" w:rsidRPr="005D0C29" w:rsidRDefault="006D5570" w:rsidP="00F6413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'6FC6</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'6FC7</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6D5570" w:rsidRPr="005D0C29" w:rsidRDefault="006D5570" w:rsidP="00F64135">
            <w:pPr>
              <w:pStyle w:val="PL"/>
              <w:keepNext/>
              <w:tabs>
                <w:tab w:val="left" w:pos="284"/>
              </w:tabs>
              <w:jc w:val="center"/>
              <w:rPr>
                <w:noProof w:val="0"/>
                <w:sz w:val="18"/>
              </w:rPr>
            </w:pPr>
            <w:r>
              <w:rPr>
                <w:noProof w:val="0"/>
                <w:sz w:val="18"/>
              </w:rPr>
              <w:t>'6FC8</w:t>
            </w:r>
            <w:r w:rsidRPr="003E6AC7">
              <w:rPr>
                <w:noProof w:val="0"/>
                <w:sz w:val="18"/>
              </w:rPr>
              <w:t>'</w:t>
            </w: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c>
          <w:tcPr>
            <w:tcW w:w="255" w:type="dxa"/>
          </w:tcPr>
          <w:p w:rsidR="006D5570" w:rsidRPr="005D0C29" w:rsidRDefault="006D5570" w:rsidP="00F64135">
            <w:pPr>
              <w:pStyle w:val="PL"/>
              <w:keepNext/>
              <w:tabs>
                <w:tab w:val="left" w:pos="284"/>
              </w:tabs>
              <w:jc w:val="center"/>
              <w:rPr>
                <w:noProof w:val="0"/>
                <w:sz w:val="18"/>
              </w:rPr>
            </w:pPr>
          </w:p>
        </w:tc>
        <w:tc>
          <w:tcPr>
            <w:tcW w:w="1134" w:type="dxa"/>
            <w:gridSpan w:val="2"/>
            <w:tcBorders>
              <w:top w:val="nil"/>
            </w:tcBorders>
          </w:tcPr>
          <w:p w:rsidR="006D5570" w:rsidRPr="005D0C29" w:rsidRDefault="006D5570" w:rsidP="00F64135">
            <w:pPr>
              <w:pStyle w:val="PL"/>
              <w:keepNext/>
              <w:tabs>
                <w:tab w:val="left" w:pos="284"/>
              </w:tabs>
              <w:jc w:val="center"/>
              <w:rPr>
                <w:noProof w:val="0"/>
                <w:sz w:val="18"/>
              </w:rPr>
            </w:pPr>
          </w:p>
        </w:tc>
      </w:tr>
      <w:tr w:rsidR="00F46115" w:rsidRPr="005D0C29">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double" w:sz="4"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ARR1</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ARR2</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ARR3</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ARR4</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ARR5</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'5F11'</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'5F12'</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'5F13'</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'5F14'</w:t>
            </w:r>
          </w:p>
        </w:tc>
        <w:tc>
          <w:tcPr>
            <w:tcW w:w="255" w:type="dxa"/>
            <w:tcBorders>
              <w:left w:val="double" w:sz="4" w:space="0" w:color="auto"/>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'5F15'</w:t>
            </w: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bottom w:val="nil"/>
              <w:right w:val="nil"/>
            </w:tcBorders>
          </w:tcPr>
          <w:p w:rsidR="00F46115" w:rsidRPr="005D0C29" w:rsidRDefault="00F46115">
            <w:pPr>
              <w:pStyle w:val="PL"/>
              <w:keepNext/>
              <w:tabs>
                <w:tab w:val="left" w:pos="284"/>
              </w:tabs>
              <w:jc w:val="center"/>
              <w:rPr>
                <w:noProof w:val="0"/>
                <w:sz w:val="18"/>
              </w:rPr>
            </w:pPr>
          </w:p>
        </w:tc>
        <w:tc>
          <w:tcPr>
            <w:tcW w:w="255"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lef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567" w:type="dxa"/>
            <w:tcBorders>
              <w:top w:val="nil"/>
              <w:left w:val="nil"/>
            </w:tcBorders>
          </w:tcPr>
          <w:p w:rsidR="00F46115" w:rsidRPr="005D0C29" w:rsidRDefault="00F46115">
            <w:pPr>
              <w:pStyle w:val="PL"/>
              <w:keepNext/>
              <w:tabs>
                <w:tab w:val="left" w:pos="284"/>
              </w:tabs>
              <w:jc w:val="center"/>
              <w:rPr>
                <w:noProof w:val="0"/>
                <w:sz w:val="18"/>
              </w:rPr>
            </w:pPr>
          </w:p>
        </w:tc>
        <w:tc>
          <w:tcPr>
            <w:tcW w:w="567" w:type="dxa"/>
            <w:tcBorders>
              <w:top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bottom w:val="nil"/>
              <w:right w:val="nil"/>
            </w:tcBorders>
          </w:tcPr>
          <w:p w:rsidR="00F46115" w:rsidRPr="005D0C29" w:rsidRDefault="00F46115">
            <w:pPr>
              <w:pStyle w:val="PL"/>
              <w:keepNext/>
              <w:tabs>
                <w:tab w:val="left" w:pos="284"/>
              </w:tabs>
              <w:jc w:val="center"/>
              <w:rPr>
                <w:noProof w:val="0"/>
                <w:sz w:val="18"/>
              </w:rPr>
            </w:pPr>
          </w:p>
        </w:tc>
        <w:tc>
          <w:tcPr>
            <w:tcW w:w="255"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Borders>
              <w:left w:val="nil"/>
            </w:tcBorders>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r>
      <w:tr w:rsidR="00F46115" w:rsidRPr="005D0C29">
        <w:tc>
          <w:tcPr>
            <w:tcW w:w="1134" w:type="dxa"/>
            <w:gridSpan w:val="2"/>
            <w:tcBorders>
              <w:bottom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TAR1T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TAR2T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TAR3T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TAR4T</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TAR5T</w:t>
            </w:r>
          </w:p>
        </w:tc>
      </w:tr>
      <w:tr w:rsidR="00F46115" w:rsidRPr="005D0C29">
        <w:tc>
          <w:tcPr>
            <w:tcW w:w="1134" w:type="dxa"/>
            <w:gridSpan w:val="2"/>
            <w:tcBorders>
              <w:top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Borders>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'4F11'</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'4F12'</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'4F13'</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'4F14'</w:t>
            </w:r>
          </w:p>
        </w:tc>
        <w:tc>
          <w:tcPr>
            <w:tcW w:w="255" w:type="dxa"/>
            <w:tcBorders>
              <w:left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'4F15'</w:t>
            </w:r>
          </w:p>
        </w:tc>
      </w:tr>
      <w:tr w:rsidR="00F46115" w:rsidRPr="005D0C29">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tcBorders>
          </w:tcPr>
          <w:p w:rsidR="00F46115" w:rsidRPr="005D0C29" w:rsidRDefault="00F46115">
            <w:pPr>
              <w:pStyle w:val="PL"/>
              <w:keepNext/>
              <w:tabs>
                <w:tab w:val="left" w:pos="284"/>
              </w:tabs>
              <w:jc w:val="center"/>
              <w:rPr>
                <w:noProof w:val="0"/>
                <w:sz w:val="18"/>
              </w:rPr>
            </w:pPr>
          </w:p>
        </w:tc>
      </w:tr>
    </w:tbl>
    <w:p w:rsidR="00F46115" w:rsidRPr="005D0C29" w:rsidRDefault="00F46115" w:rsidP="003E6AC7">
      <w:pPr>
        <w:pStyle w:val="NF"/>
      </w:pPr>
    </w:p>
    <w:p w:rsidR="00F46115" w:rsidRPr="005D0C29" w:rsidRDefault="00F46115" w:rsidP="003E6AC7">
      <w:pPr>
        <w:pStyle w:val="TF"/>
      </w:pPr>
      <w:r w:rsidRPr="005D0C29">
        <w:t>Figure B.2: File identifiers and directory structure</w:t>
      </w:r>
      <w:r w:rsidR="003E6AC7" w:rsidRPr="005D0C29">
        <w:t>s under ADF1</w:t>
      </w:r>
    </w:p>
    <w:tbl>
      <w:tblPr>
        <w:tblW w:w="3912" w:type="dxa"/>
        <w:jc w:val="center"/>
        <w:tblCellMar>
          <w:left w:w="28" w:type="dxa"/>
          <w:right w:w="28" w:type="dxa"/>
        </w:tblCellMar>
        <w:tblLook w:val="0000" w:firstRow="0" w:lastRow="0" w:firstColumn="0" w:lastColumn="0" w:noHBand="0" w:noVBand="0"/>
      </w:tblPr>
      <w:tblGrid>
        <w:gridCol w:w="567"/>
        <w:gridCol w:w="567"/>
        <w:gridCol w:w="255"/>
        <w:gridCol w:w="567"/>
        <w:gridCol w:w="567"/>
        <w:gridCol w:w="255"/>
        <w:gridCol w:w="567"/>
        <w:gridCol w:w="567"/>
      </w:tblGrid>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double" w:sz="6" w:space="0" w:color="auto"/>
              <w:left w:val="double" w:sz="6" w:space="0" w:color="auto"/>
              <w:bottom w:val="nil"/>
              <w:right w:val="double" w:sz="6" w:space="0" w:color="auto"/>
            </w:tcBorders>
          </w:tcPr>
          <w:p w:rsidR="00F46115" w:rsidRPr="005D0C29" w:rsidRDefault="00F46115">
            <w:pPr>
              <w:pStyle w:val="PL"/>
              <w:keepNext/>
              <w:tabs>
                <w:tab w:val="left" w:pos="284"/>
              </w:tabs>
              <w:jc w:val="center"/>
              <w:rPr>
                <w:noProof w:val="0"/>
                <w:sz w:val="18"/>
              </w:rPr>
            </w:pPr>
            <w:r w:rsidRPr="005D0C29">
              <w:rPr>
                <w:noProof w:val="0"/>
                <w:sz w:val="18"/>
              </w:rPr>
              <w:t>ADF2</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6" w:space="0" w:color="auto"/>
              <w:bottom w:val="double" w:sz="6" w:space="0" w:color="auto"/>
              <w:right w:val="double" w:sz="6" w:space="0" w:color="auto"/>
            </w:tcBorders>
          </w:tcPr>
          <w:p w:rsidR="00F46115" w:rsidRPr="005D0C29" w:rsidRDefault="00F46115">
            <w:pPr>
              <w:pStyle w:val="PL"/>
              <w:keepNext/>
              <w:tabs>
                <w:tab w:val="left" w:pos="284"/>
              </w:tabs>
              <w:jc w:val="center"/>
              <w:rPr>
                <w:noProof w:val="0"/>
                <w:sz w:val="18"/>
              </w:rPr>
            </w:pPr>
            <w:r w:rsidRPr="005D0C29">
              <w:rPr>
                <w:noProof w:val="0"/>
                <w:sz w:val="18"/>
              </w:rPr>
              <w:t>'xx…xx'</w:t>
            </w:r>
          </w:p>
        </w:tc>
        <w:tc>
          <w:tcPr>
            <w:tcW w:w="255" w:type="dxa"/>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Borders>
              <w:top w:val="nil"/>
              <w:left w:val="nil"/>
              <w:bottom w:val="single" w:sz="6" w:space="0" w:color="auto"/>
              <w:right w:val="nil"/>
            </w:tcBorders>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Borders>
              <w:top w:val="nil"/>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UICC</w:t>
            </w:r>
          </w:p>
        </w:tc>
        <w:tc>
          <w:tcPr>
            <w:tcW w:w="255" w:type="dxa"/>
            <w:tcBorders>
              <w:top w:val="nil"/>
              <w:left w:val="single" w:sz="6" w:space="0" w:color="auto"/>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TEST</w:t>
            </w:r>
          </w:p>
        </w:tc>
        <w:tc>
          <w:tcPr>
            <w:tcW w:w="255" w:type="dxa"/>
            <w:tcBorders>
              <w:top w:val="nil"/>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ADF2</w:t>
            </w:r>
          </w:p>
        </w:tc>
      </w:tr>
      <w:tr w:rsidR="00F46115" w:rsidRPr="005D0C29">
        <w:trPr>
          <w:jc w:val="center"/>
        </w:trPr>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'2FE4'</w:t>
            </w:r>
          </w:p>
        </w:tc>
        <w:tc>
          <w:tcPr>
            <w:tcW w:w="255" w:type="dxa"/>
            <w:tcBorders>
              <w:top w:val="nil"/>
              <w:left w:val="single" w:sz="6" w:space="0" w:color="auto"/>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'7F4A'</w:t>
            </w:r>
          </w:p>
        </w:tc>
        <w:tc>
          <w:tcPr>
            <w:tcW w:w="255" w:type="dxa"/>
            <w:tcBorders>
              <w:top w:val="nil"/>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'7F4B'</w:t>
            </w:r>
          </w:p>
        </w:tc>
      </w:tr>
      <w:tr w:rsidR="00F46115" w:rsidRPr="005D0C29">
        <w:trPr>
          <w:jc w:val="center"/>
        </w:trPr>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single" w:sz="6"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bottom w:val="nil"/>
              <w:right w:val="nil"/>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bottom w:val="nil"/>
              <w:right w:val="nil"/>
            </w:tcBorders>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double" w:sz="4"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double" w:sz="4"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double" w:sz="4" w:space="0" w:color="auto"/>
              <w:left w:val="double" w:sz="4" w:space="0" w:color="auto"/>
              <w:bottom w:val="nil"/>
              <w:right w:val="double" w:sz="4" w:space="0" w:color="auto"/>
            </w:tcBorders>
          </w:tcPr>
          <w:p w:rsidR="00F46115" w:rsidRPr="005D0C29" w:rsidRDefault="00F46115">
            <w:pPr>
              <w:pStyle w:val="PL"/>
              <w:keepNext/>
              <w:tabs>
                <w:tab w:val="left" w:pos="284"/>
              </w:tabs>
              <w:jc w:val="center"/>
              <w:rPr>
                <w:noProof w:val="0"/>
                <w:sz w:val="18"/>
              </w:rPr>
            </w:pPr>
            <w:r w:rsidRPr="005D0C29">
              <w:rPr>
                <w:noProof w:val="0"/>
                <w:sz w:val="18"/>
              </w:rPr>
              <w:t>DF</w:t>
            </w:r>
            <w:r w:rsidRPr="005D0C29">
              <w:rPr>
                <w:noProof w:val="0"/>
                <w:sz w:val="18"/>
                <w:vertAlign w:val="subscript"/>
              </w:rPr>
              <w:t>SUB_TEST</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double" w:sz="4"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double" w:sz="4" w:space="0" w:color="auto"/>
              <w:bottom w:val="double" w:sz="4" w:space="0" w:color="auto"/>
              <w:right w:val="double" w:sz="4" w:space="0" w:color="auto"/>
            </w:tcBorders>
          </w:tcPr>
          <w:p w:rsidR="00F46115" w:rsidRPr="005D0C29" w:rsidRDefault="00F46115">
            <w:pPr>
              <w:pStyle w:val="PL"/>
              <w:keepNext/>
              <w:tabs>
                <w:tab w:val="left" w:pos="284"/>
              </w:tabs>
              <w:jc w:val="center"/>
              <w:rPr>
                <w:noProof w:val="0"/>
                <w:sz w:val="18"/>
              </w:rPr>
            </w:pPr>
            <w:r w:rsidRPr="005D0C29">
              <w:rPr>
                <w:noProof w:val="0"/>
              </w:rPr>
              <w:t>'5F10'</w:t>
            </w:r>
          </w:p>
        </w:tc>
        <w:tc>
          <w:tcPr>
            <w:tcW w:w="255" w:type="dxa"/>
            <w:tcBorders>
              <w:top w:val="nil"/>
              <w:left w:val="double" w:sz="4"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double" w:sz="4" w:space="0" w:color="auto"/>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rPr>
          <w:jc w:val="center"/>
        </w:trPr>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Borders>
              <w:top w:val="nil"/>
              <w:left w:val="nil"/>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p>
        </w:tc>
        <w:tc>
          <w:tcPr>
            <w:tcW w:w="567" w:type="dxa"/>
            <w:tcBorders>
              <w:top w:val="nil"/>
              <w:left w:val="single" w:sz="6" w:space="0" w:color="auto"/>
              <w:bottom w:val="single" w:sz="6" w:space="0" w:color="auto"/>
              <w:right w:val="nil"/>
            </w:tcBorders>
          </w:tcPr>
          <w:p w:rsidR="00F46115" w:rsidRPr="005D0C29" w:rsidRDefault="00F46115">
            <w:pPr>
              <w:pStyle w:val="PL"/>
              <w:keepNext/>
              <w:tabs>
                <w:tab w:val="left" w:pos="284"/>
              </w:tabs>
              <w:jc w:val="center"/>
              <w:rPr>
                <w:noProof w:val="0"/>
                <w:sz w:val="18"/>
              </w:rPr>
            </w:pPr>
          </w:p>
        </w:tc>
        <w:tc>
          <w:tcPr>
            <w:tcW w:w="255"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c>
          <w:tcPr>
            <w:tcW w:w="567" w:type="dxa"/>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single" w:sz="6" w:space="0" w:color="auto"/>
              <w:left w:val="single" w:sz="6" w:space="0" w:color="auto"/>
              <w:bottom w:val="nil"/>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EF</w:t>
            </w:r>
            <w:r w:rsidRPr="005D0C29">
              <w:rPr>
                <w:noProof w:val="0"/>
                <w:sz w:val="18"/>
                <w:vertAlign w:val="subscript"/>
              </w:rPr>
              <w:t>TAA</w:t>
            </w:r>
          </w:p>
        </w:tc>
        <w:tc>
          <w:tcPr>
            <w:tcW w:w="255"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r w:rsidR="00F46115" w:rsidRPr="005D0C29">
        <w:trPr>
          <w:jc w:val="center"/>
        </w:trPr>
        <w:tc>
          <w:tcPr>
            <w:tcW w:w="1134" w:type="dxa"/>
            <w:gridSpan w:val="2"/>
          </w:tcPr>
          <w:p w:rsidR="00F46115" w:rsidRPr="005D0C29" w:rsidRDefault="00F46115">
            <w:pPr>
              <w:pStyle w:val="PL"/>
              <w:keepNext/>
              <w:tabs>
                <w:tab w:val="left" w:pos="284"/>
              </w:tabs>
              <w:jc w:val="center"/>
              <w:rPr>
                <w:noProof w:val="0"/>
                <w:sz w:val="18"/>
              </w:rPr>
            </w:pPr>
          </w:p>
        </w:tc>
        <w:tc>
          <w:tcPr>
            <w:tcW w:w="255" w:type="dxa"/>
            <w:tcBorders>
              <w:top w:val="nil"/>
              <w:left w:val="nil"/>
              <w:bottom w:val="nil"/>
              <w:right w:val="single" w:sz="6" w:space="0" w:color="auto"/>
            </w:tcBorders>
          </w:tcPr>
          <w:p w:rsidR="00F46115" w:rsidRPr="005D0C29" w:rsidRDefault="00F46115">
            <w:pPr>
              <w:pStyle w:val="PL"/>
              <w:keepNext/>
              <w:tabs>
                <w:tab w:val="left" w:pos="284"/>
              </w:tabs>
              <w:jc w:val="center"/>
              <w:rPr>
                <w:noProof w:val="0"/>
                <w:sz w:val="18"/>
              </w:rPr>
            </w:pPr>
          </w:p>
        </w:tc>
        <w:tc>
          <w:tcPr>
            <w:tcW w:w="1134" w:type="dxa"/>
            <w:gridSpan w:val="2"/>
            <w:tcBorders>
              <w:top w:val="nil"/>
              <w:left w:val="single" w:sz="6" w:space="0" w:color="auto"/>
              <w:bottom w:val="single" w:sz="6" w:space="0" w:color="auto"/>
              <w:right w:val="single" w:sz="6" w:space="0" w:color="auto"/>
            </w:tcBorders>
          </w:tcPr>
          <w:p w:rsidR="00F46115" w:rsidRPr="005D0C29" w:rsidRDefault="00F46115">
            <w:pPr>
              <w:pStyle w:val="PL"/>
              <w:keepNext/>
              <w:tabs>
                <w:tab w:val="left" w:pos="284"/>
              </w:tabs>
              <w:jc w:val="center"/>
              <w:rPr>
                <w:noProof w:val="0"/>
                <w:sz w:val="18"/>
              </w:rPr>
            </w:pPr>
            <w:r w:rsidRPr="005D0C29">
              <w:rPr>
                <w:noProof w:val="0"/>
                <w:sz w:val="18"/>
              </w:rPr>
              <w:t>'4F10'</w:t>
            </w:r>
          </w:p>
        </w:tc>
        <w:tc>
          <w:tcPr>
            <w:tcW w:w="255" w:type="dxa"/>
            <w:tcBorders>
              <w:top w:val="nil"/>
              <w:left w:val="single" w:sz="6" w:space="0" w:color="auto"/>
              <w:bottom w:val="nil"/>
              <w:right w:val="nil"/>
            </w:tcBorders>
          </w:tcPr>
          <w:p w:rsidR="00F46115" w:rsidRPr="005D0C29" w:rsidRDefault="00F46115">
            <w:pPr>
              <w:pStyle w:val="PL"/>
              <w:keepNext/>
              <w:tabs>
                <w:tab w:val="left" w:pos="284"/>
              </w:tabs>
              <w:jc w:val="center"/>
              <w:rPr>
                <w:noProof w:val="0"/>
                <w:sz w:val="18"/>
              </w:rPr>
            </w:pPr>
          </w:p>
        </w:tc>
        <w:tc>
          <w:tcPr>
            <w:tcW w:w="1134" w:type="dxa"/>
            <w:gridSpan w:val="2"/>
          </w:tcPr>
          <w:p w:rsidR="00F46115" w:rsidRPr="005D0C29" w:rsidRDefault="00F46115">
            <w:pPr>
              <w:pStyle w:val="PL"/>
              <w:keepNext/>
              <w:tabs>
                <w:tab w:val="left" w:pos="284"/>
              </w:tabs>
              <w:jc w:val="center"/>
              <w:rPr>
                <w:noProof w:val="0"/>
                <w:sz w:val="18"/>
              </w:rPr>
            </w:pPr>
          </w:p>
        </w:tc>
      </w:tr>
    </w:tbl>
    <w:p w:rsidR="00F46115" w:rsidRPr="005D0C29" w:rsidRDefault="00F46115" w:rsidP="003E6AC7">
      <w:pPr>
        <w:pStyle w:val="NF"/>
      </w:pPr>
    </w:p>
    <w:p w:rsidR="00F46115" w:rsidRPr="005D0C29" w:rsidRDefault="00F46115">
      <w:pPr>
        <w:pStyle w:val="TF"/>
      </w:pPr>
      <w:r w:rsidRPr="005D0C29">
        <w:t>Figure B.3: File identifiers and directory structures under ADF2</w:t>
      </w:r>
    </w:p>
    <w:p w:rsidR="00F46115" w:rsidRPr="005D0C29" w:rsidRDefault="00F46115">
      <w:r w:rsidRPr="005D0C29">
        <w:t>Application PIN 1(Global PIN 1) shall be associated to ADF1.</w:t>
      </w:r>
    </w:p>
    <w:p w:rsidR="00F46115" w:rsidRPr="005D0C29" w:rsidRDefault="00F46115">
      <w:r w:rsidRPr="005D0C29">
        <w:t>Second Application PIN 1 (Local PIN 1) shall be associated to ADF1.</w:t>
      </w:r>
    </w:p>
    <w:p w:rsidR="00F46115" w:rsidRPr="005D0C29" w:rsidRDefault="00F46115">
      <w:r w:rsidRPr="005D0C29">
        <w:t>The value for Application PIN 1(Global PIN 1) shall be "0x31 0x31 0x31 0x31 0xFF 0xFF 0xFF 0xFF" and its state shall be 'disabled' during test applets execution.</w:t>
      </w:r>
    </w:p>
    <w:p w:rsidR="00F46115" w:rsidRPr="005D0C29" w:rsidRDefault="00F46115">
      <w:r w:rsidRPr="005D0C29">
        <w:t>The value for Second Application PIN 1(Local PIN 1) shall be "0x31 0x32 0x33 0x34 0xFF 0xFF 0xFF 0xFF" and its state shall be 'enabled' during test applets execution.</w:t>
      </w:r>
    </w:p>
    <w:p w:rsidR="00F46115" w:rsidRPr="005D0C29" w:rsidRDefault="00F46115">
      <w:r w:rsidRPr="005D0C29">
        <w:t>The value for ADM1 shall be "0x31 0x31 0x31 0x31 0x31 0x31 0x31 0x31" and its state shall be 'enabled' during test applets execution.</w:t>
      </w:r>
    </w:p>
    <w:p w:rsidR="00F46115" w:rsidRPr="005D0C29" w:rsidRDefault="00F46115">
      <w:r w:rsidRPr="005D0C29">
        <w:t>The value for ADM2 shall be "0x32 0x32 0x32 0x32 0x32 0x32 0x32 0x32" and its state shall be 'enabled'</w:t>
      </w:r>
      <w:r w:rsidR="003E6AC7" w:rsidRPr="005D0C29">
        <w:t xml:space="preserve"> during test applets execution.</w:t>
      </w:r>
    </w:p>
    <w:p w:rsidR="00F46115" w:rsidRPr="005D0C29" w:rsidRDefault="00F46115">
      <w:pPr>
        <w:pStyle w:val="Heading1"/>
      </w:pPr>
      <w:r w:rsidRPr="005D0C29">
        <w:t>B.1</w:t>
      </w:r>
      <w:r w:rsidRPr="005D0C29">
        <w:tab/>
        <w:t>UICC file system server mandatory pre-personalization</w:t>
      </w:r>
    </w:p>
    <w:p w:rsidR="00F46115" w:rsidRPr="005D0C29" w:rsidRDefault="00F46115">
      <w:r w:rsidRPr="005D0C29">
        <w:t>Table B.1 shows the mandatory pre-personalization, the file system and the files' content, that the test UICC cards shall contain.</w:t>
      </w:r>
    </w:p>
    <w:p w:rsidR="00F46115" w:rsidRPr="005D0C29" w:rsidRDefault="00F46115">
      <w:pPr>
        <w:pStyle w:val="TH"/>
      </w:pPr>
      <w:r w:rsidRPr="005D0C29">
        <w:t>Table B.1</w:t>
      </w:r>
    </w:p>
    <w:tbl>
      <w:tblPr>
        <w:tblW w:w="0" w:type="auto"/>
        <w:jc w:val="center"/>
        <w:tblBorders>
          <w:top w:val="single" w:sz="4" w:space="0" w:color="auto"/>
          <w:left w:val="single" w:sz="4" w:space="0" w:color="auto"/>
          <w:bottom w:val="single" w:sz="4" w:space="0" w:color="auto"/>
          <w:right w:val="single" w:sz="4" w:space="0" w:color="auto"/>
        </w:tblBorders>
        <w:tblCellMar>
          <w:left w:w="28" w:type="dxa"/>
        </w:tblCellMar>
        <w:tblLook w:val="0000" w:firstRow="0" w:lastRow="0" w:firstColumn="0" w:lastColumn="0" w:noHBand="0" w:noVBand="0"/>
      </w:tblPr>
      <w:tblGrid>
        <w:gridCol w:w="1368"/>
        <w:gridCol w:w="977"/>
        <w:gridCol w:w="3523"/>
        <w:gridCol w:w="2988"/>
      </w:tblGrid>
      <w:tr w:rsidR="00F46115" w:rsidRPr="005D0C29" w:rsidTr="003E6AC7">
        <w:trPr>
          <w:jc w:val="center"/>
        </w:trPr>
        <w:tc>
          <w:tcPr>
            <w:tcW w:w="13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Name</w:t>
            </w:r>
          </w:p>
        </w:tc>
        <w:tc>
          <w:tcPr>
            <w:tcW w:w="977"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Identifier</w:t>
            </w:r>
          </w:p>
        </w:tc>
        <w:tc>
          <w:tcPr>
            <w:tcW w:w="3523"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Default Value</w:t>
            </w:r>
          </w:p>
        </w:tc>
        <w:tc>
          <w:tcPr>
            <w:tcW w:w="298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H"/>
              <w:keepNext w:val="0"/>
              <w:keepLines w:val="0"/>
            </w:pPr>
            <w:r w:rsidRPr="005D0C29">
              <w:t xml:space="preserve">Special Features </w:t>
            </w:r>
          </w:p>
        </w:tc>
      </w:tr>
      <w:tr w:rsidR="00F46115" w:rsidRPr="005D0C29" w:rsidTr="003E6AC7">
        <w:trPr>
          <w:jc w:val="center"/>
        </w:trPr>
        <w:tc>
          <w:tcPr>
            <w:tcW w:w="13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pPr>
            <w:r w:rsidRPr="005D0C29">
              <w:t>EF</w:t>
            </w:r>
            <w:r w:rsidRPr="005D0C29">
              <w:rPr>
                <w:vertAlign w:val="subscript"/>
              </w:rPr>
              <w:t>ICCID</w:t>
            </w:r>
          </w:p>
        </w:tc>
        <w:tc>
          <w:tcPr>
            <w:tcW w:w="977"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2FE2</w:t>
            </w:r>
          </w:p>
        </w:tc>
        <w:tc>
          <w:tcPr>
            <w:tcW w:w="352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0F FF FF FF FF FF FF FF FF FF</w:t>
            </w:r>
          </w:p>
        </w:tc>
        <w:tc>
          <w:tcPr>
            <w:tcW w:w="2988" w:type="dxa"/>
            <w:tcBorders>
              <w:top w:val="single" w:sz="4" w:space="0" w:color="auto"/>
              <w:left w:val="single" w:sz="4" w:space="0" w:color="auto"/>
              <w:bottom w:val="single" w:sz="4" w:space="0" w:color="auto"/>
              <w:right w:val="single" w:sz="4" w:space="0" w:color="auto"/>
            </w:tcBorders>
          </w:tcPr>
          <w:p w:rsidR="00F46115" w:rsidRPr="005D0C29" w:rsidRDefault="00F46115" w:rsidP="00796C08">
            <w:pPr>
              <w:pStyle w:val="TAL"/>
              <w:keepNext w:val="0"/>
              <w:keepLines w:val="0"/>
              <w:jc w:val="center"/>
            </w:pPr>
            <w:r w:rsidRPr="005D0C29">
              <w:t xml:space="preserve">This value is not compliant with </w:t>
            </w:r>
            <w:r w:rsidR="00796C08" w:rsidRPr="005D0C29">
              <w:t>TS </w:t>
            </w:r>
            <w:r w:rsidRPr="005D0C29">
              <w:t xml:space="preserve">102 221 </w:t>
            </w:r>
            <w:r w:rsidR="00796C08" w:rsidRPr="005D0C29">
              <w:t>[5]</w:t>
            </w:r>
          </w:p>
        </w:tc>
      </w:tr>
      <w:tr w:rsidR="00F46115" w:rsidRPr="005D0C29" w:rsidTr="003E6AC7">
        <w:trPr>
          <w:jc w:val="center"/>
        </w:trPr>
        <w:tc>
          <w:tcPr>
            <w:tcW w:w="13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pPr>
            <w:r w:rsidRPr="005D0C29">
              <w:t xml:space="preserve">EF </w:t>
            </w:r>
            <w:r w:rsidRPr="005D0C29">
              <w:rPr>
                <w:vertAlign w:val="subscript"/>
              </w:rPr>
              <w:t>dir</w:t>
            </w:r>
          </w:p>
        </w:tc>
        <w:tc>
          <w:tcPr>
            <w:tcW w:w="977"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2F00</w:t>
            </w:r>
          </w:p>
        </w:tc>
        <w:tc>
          <w:tcPr>
            <w:tcW w:w="352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Record 1: 61 12 4F 10 AID_1</w:t>
            </w:r>
          </w:p>
          <w:p w:rsidR="00F46115" w:rsidRPr="005D0C29" w:rsidRDefault="00F46115">
            <w:pPr>
              <w:pStyle w:val="PL"/>
              <w:rPr>
                <w:noProof w:val="0"/>
              </w:rPr>
            </w:pPr>
            <w:r w:rsidRPr="005D0C29">
              <w:rPr>
                <w:noProof w:val="0"/>
              </w:rPr>
              <w:t>Record 2: 61 12 4F 10 AID_2</w:t>
            </w:r>
          </w:p>
        </w:tc>
        <w:tc>
          <w:tcPr>
            <w:tcW w:w="298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jc w:val="center"/>
            </w:pPr>
          </w:p>
        </w:tc>
      </w:tr>
      <w:tr w:rsidR="00F46115" w:rsidRPr="005D0C29" w:rsidTr="003E6AC7">
        <w:trPr>
          <w:jc w:val="center"/>
        </w:trPr>
        <w:tc>
          <w:tcPr>
            <w:tcW w:w="13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pPr>
            <w:r w:rsidRPr="005D0C29">
              <w:t>EF</w:t>
            </w:r>
            <w:r w:rsidRPr="005D0C29">
              <w:rPr>
                <w:vertAlign w:val="subscript"/>
              </w:rPr>
              <w:t>PL</w:t>
            </w:r>
          </w:p>
        </w:tc>
        <w:tc>
          <w:tcPr>
            <w:tcW w:w="977"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2F05</w:t>
            </w:r>
          </w:p>
        </w:tc>
        <w:tc>
          <w:tcPr>
            <w:tcW w:w="352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01 FF</w:t>
            </w:r>
          </w:p>
        </w:tc>
        <w:tc>
          <w:tcPr>
            <w:tcW w:w="298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jc w:val="center"/>
            </w:pPr>
          </w:p>
        </w:tc>
      </w:tr>
      <w:tr w:rsidR="00F46115" w:rsidRPr="005D0C29" w:rsidTr="003E6AC7">
        <w:trPr>
          <w:jc w:val="center"/>
        </w:trPr>
        <w:tc>
          <w:tcPr>
            <w:tcW w:w="1368"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L"/>
              <w:keepNext w:val="0"/>
              <w:keepLines w:val="0"/>
            </w:pPr>
            <w:r w:rsidRPr="005D0C29">
              <w:t>EF</w:t>
            </w:r>
            <w:r w:rsidRPr="005D0C29">
              <w:rPr>
                <w:vertAlign w:val="subscript"/>
              </w:rPr>
              <w:t>sume</w:t>
            </w:r>
          </w:p>
        </w:tc>
        <w:tc>
          <w:tcPr>
            <w:tcW w:w="977" w:type="dxa"/>
            <w:tcBorders>
              <w:top w:val="single" w:sz="4" w:space="0" w:color="auto"/>
              <w:left w:val="single" w:sz="4" w:space="0" w:color="auto"/>
              <w:bottom w:val="single" w:sz="4" w:space="0" w:color="auto"/>
              <w:right w:val="single" w:sz="4" w:space="0" w:color="auto"/>
            </w:tcBorders>
          </w:tcPr>
          <w:p w:rsidR="00F46115" w:rsidRPr="005D0C29" w:rsidRDefault="00F46115">
            <w:pPr>
              <w:pStyle w:val="TAC"/>
              <w:keepNext w:val="0"/>
              <w:keepLines w:val="0"/>
            </w:pPr>
            <w:r w:rsidRPr="005D0C29">
              <w:t>6F54</w:t>
            </w:r>
          </w:p>
        </w:tc>
        <w:tc>
          <w:tcPr>
            <w:tcW w:w="3523" w:type="dxa"/>
            <w:tcBorders>
              <w:top w:val="single" w:sz="4" w:space="0" w:color="auto"/>
              <w:left w:val="single" w:sz="4" w:space="0" w:color="auto"/>
              <w:bottom w:val="single" w:sz="4" w:space="0" w:color="auto"/>
              <w:right w:val="single" w:sz="4" w:space="0" w:color="auto"/>
            </w:tcBorders>
          </w:tcPr>
          <w:p w:rsidR="00F46115" w:rsidRPr="005D0C29" w:rsidRDefault="00F46115">
            <w:pPr>
              <w:pStyle w:val="PL"/>
              <w:rPr>
                <w:noProof w:val="0"/>
              </w:rPr>
            </w:pPr>
            <w:r w:rsidRPr="005D0C29">
              <w:rPr>
                <w:noProof w:val="0"/>
              </w:rPr>
              <w:t>85 09 55 49 43 43 20 54 45 53 54 FF FF FF FF FF FF</w:t>
            </w:r>
          </w:p>
        </w:tc>
        <w:tc>
          <w:tcPr>
            <w:tcW w:w="2988" w:type="dxa"/>
            <w:tcBorders>
              <w:top w:val="single" w:sz="4" w:space="0" w:color="auto"/>
              <w:left w:val="single" w:sz="4" w:space="0" w:color="auto"/>
              <w:bottom w:val="single" w:sz="4" w:space="0" w:color="auto"/>
              <w:right w:val="single" w:sz="4" w:space="0" w:color="auto"/>
            </w:tcBorders>
          </w:tcPr>
          <w:p w:rsidR="00F46115" w:rsidRPr="005D0C29" w:rsidRDefault="00F46115" w:rsidP="00796C08">
            <w:pPr>
              <w:pStyle w:val="TAL"/>
              <w:keepNext w:val="0"/>
              <w:keepLines w:val="0"/>
              <w:jc w:val="center"/>
            </w:pPr>
            <w:r w:rsidRPr="005D0C29">
              <w:t>Under DF Telecom, compliant  with TS</w:t>
            </w:r>
            <w:r w:rsidR="00796C08" w:rsidRPr="005D0C29">
              <w:t> </w:t>
            </w:r>
            <w:r w:rsidRPr="005D0C29">
              <w:t xml:space="preserve">102 222 </w:t>
            </w:r>
            <w:r w:rsidR="00796C08" w:rsidRPr="005D0C29">
              <w:t>[7]</w:t>
            </w:r>
          </w:p>
        </w:tc>
      </w:tr>
    </w:tbl>
    <w:p w:rsidR="00F46115" w:rsidRPr="005D0C29" w:rsidRDefault="00F46115"/>
    <w:tbl>
      <w:tblPr>
        <w:tblW w:w="3510" w:type="dxa"/>
        <w:tblInd w:w="648" w:type="dxa"/>
        <w:tblLook w:val="0000" w:firstRow="0" w:lastRow="0" w:firstColumn="0" w:lastColumn="0" w:noHBand="0" w:noVBand="0"/>
      </w:tblPr>
      <w:tblGrid>
        <w:gridCol w:w="360"/>
        <w:gridCol w:w="416"/>
        <w:gridCol w:w="664"/>
        <w:gridCol w:w="720"/>
        <w:gridCol w:w="1350"/>
      </w:tblGrid>
      <w:tr w:rsidR="00F46115" w:rsidRPr="005D0C29">
        <w:trPr>
          <w:gridAfter w:val="1"/>
          <w:wAfter w:w="1350" w:type="dxa"/>
          <w:trHeight w:hRule="exact" w:val="288"/>
        </w:trPr>
        <w:tc>
          <w:tcPr>
            <w:tcW w:w="776" w:type="dxa"/>
            <w:gridSpan w:val="2"/>
            <w:vAlign w:val="bottom"/>
          </w:tcPr>
          <w:p w:rsidR="00F46115" w:rsidRPr="005D0C29" w:rsidRDefault="00F46115" w:rsidP="008A7232">
            <w:pPr>
              <w:pStyle w:val="TAC"/>
              <w:rPr>
                <w:szCs w:val="18"/>
                <w:vertAlign w:val="subscript"/>
              </w:rPr>
            </w:pPr>
            <w:r w:rsidRPr="005D0C29">
              <w:rPr>
                <w:szCs w:val="18"/>
              </w:rPr>
              <w:t>MF</w:t>
            </w:r>
          </w:p>
        </w:tc>
        <w:tc>
          <w:tcPr>
            <w:tcW w:w="1384" w:type="dxa"/>
            <w:gridSpan w:val="2"/>
          </w:tcPr>
          <w:p w:rsidR="00F46115" w:rsidRPr="005D0C29" w:rsidRDefault="00F46115" w:rsidP="008A7232">
            <w:pPr>
              <w:pStyle w:val="TAL"/>
              <w:rPr>
                <w:szCs w:val="18"/>
                <w:vertAlign w:val="subscript"/>
              </w:rPr>
            </w:pPr>
          </w:p>
        </w:tc>
      </w:tr>
      <w:tr w:rsidR="00F46115" w:rsidRPr="005D0C29">
        <w:trPr>
          <w:gridAfter w:val="1"/>
          <w:wAfter w:w="1350" w:type="dxa"/>
          <w:trHeight w:hRule="exact" w:val="288"/>
        </w:trPr>
        <w:tc>
          <w:tcPr>
            <w:tcW w:w="360" w:type="dxa"/>
            <w:tcBorders>
              <w:top w:val="nil"/>
              <w:left w:val="nil"/>
              <w:bottom w:val="nil"/>
              <w:right w:val="single" w:sz="4" w:space="0" w:color="auto"/>
            </w:tcBorders>
          </w:tcPr>
          <w:p w:rsidR="00F46115" w:rsidRPr="005D0C29" w:rsidRDefault="00F46115" w:rsidP="008A7232">
            <w:pPr>
              <w:pStyle w:val="TAL"/>
              <w:rPr>
                <w:szCs w:val="18"/>
                <w:vertAlign w:val="subscript"/>
              </w:rPr>
            </w:pPr>
          </w:p>
        </w:tc>
        <w:tc>
          <w:tcPr>
            <w:tcW w:w="416" w:type="dxa"/>
            <w:tcBorders>
              <w:top w:val="nil"/>
              <w:left w:val="single" w:sz="4" w:space="0" w:color="auto"/>
              <w:bottom w:val="single" w:sz="4" w:space="0" w:color="auto"/>
              <w:right w:val="nil"/>
            </w:tcBorders>
          </w:tcPr>
          <w:p w:rsidR="00F46115" w:rsidRPr="005D0C29" w:rsidRDefault="00F46115" w:rsidP="008A7232">
            <w:pPr>
              <w:pStyle w:val="TAL"/>
              <w:rPr>
                <w:szCs w:val="18"/>
                <w:vertAlign w:val="subscript"/>
              </w:rPr>
            </w:pPr>
          </w:p>
        </w:tc>
        <w:tc>
          <w:tcPr>
            <w:tcW w:w="1384" w:type="dxa"/>
            <w:gridSpan w:val="2"/>
            <w:vAlign w:val="bottom"/>
          </w:tcPr>
          <w:p w:rsidR="00F46115" w:rsidRPr="005D0C29" w:rsidRDefault="00F46115" w:rsidP="008A7232">
            <w:pPr>
              <w:pStyle w:val="TAL"/>
              <w:rPr>
                <w:szCs w:val="18"/>
              </w:rPr>
            </w:pPr>
            <w:r w:rsidRPr="005D0C29">
              <w:rPr>
                <w:szCs w:val="18"/>
              </w:rPr>
              <w:t>EF ICCID</w:t>
            </w:r>
          </w:p>
        </w:tc>
      </w:tr>
      <w:tr w:rsidR="00F46115" w:rsidRPr="005D0C29">
        <w:trPr>
          <w:gridAfter w:val="1"/>
          <w:wAfter w:w="1350" w:type="dxa"/>
          <w:trHeight w:hRule="exact" w:val="288"/>
        </w:trPr>
        <w:tc>
          <w:tcPr>
            <w:tcW w:w="360" w:type="dxa"/>
            <w:tcBorders>
              <w:top w:val="nil"/>
              <w:left w:val="nil"/>
              <w:bottom w:val="nil"/>
              <w:right w:val="single" w:sz="4" w:space="0" w:color="auto"/>
            </w:tcBorders>
          </w:tcPr>
          <w:p w:rsidR="00F46115" w:rsidRPr="005D0C29" w:rsidRDefault="00F46115" w:rsidP="008A7232">
            <w:pPr>
              <w:pStyle w:val="TAL"/>
              <w:rPr>
                <w:szCs w:val="18"/>
                <w:vertAlign w:val="subscript"/>
              </w:rPr>
            </w:pPr>
          </w:p>
        </w:tc>
        <w:tc>
          <w:tcPr>
            <w:tcW w:w="416" w:type="dxa"/>
            <w:tcBorders>
              <w:top w:val="nil"/>
              <w:left w:val="single" w:sz="4" w:space="0" w:color="auto"/>
              <w:bottom w:val="single" w:sz="4" w:space="0" w:color="auto"/>
              <w:right w:val="nil"/>
            </w:tcBorders>
          </w:tcPr>
          <w:p w:rsidR="00F46115" w:rsidRPr="005D0C29" w:rsidRDefault="00F46115" w:rsidP="008A7232">
            <w:pPr>
              <w:pStyle w:val="TAL"/>
              <w:rPr>
                <w:szCs w:val="18"/>
                <w:vertAlign w:val="subscript"/>
              </w:rPr>
            </w:pPr>
          </w:p>
        </w:tc>
        <w:tc>
          <w:tcPr>
            <w:tcW w:w="1384" w:type="dxa"/>
            <w:gridSpan w:val="2"/>
            <w:vAlign w:val="bottom"/>
          </w:tcPr>
          <w:p w:rsidR="00F46115" w:rsidRPr="005D0C29" w:rsidRDefault="00F46115" w:rsidP="008A7232">
            <w:pPr>
              <w:pStyle w:val="TAL"/>
              <w:rPr>
                <w:szCs w:val="18"/>
              </w:rPr>
            </w:pPr>
            <w:r w:rsidRPr="005D0C29">
              <w:rPr>
                <w:szCs w:val="18"/>
              </w:rPr>
              <w:t>EF DIR</w:t>
            </w:r>
          </w:p>
        </w:tc>
      </w:tr>
      <w:tr w:rsidR="00F46115" w:rsidRPr="005D0C29">
        <w:trPr>
          <w:gridAfter w:val="1"/>
          <w:wAfter w:w="1350" w:type="dxa"/>
          <w:trHeight w:hRule="exact" w:val="288"/>
        </w:trPr>
        <w:tc>
          <w:tcPr>
            <w:tcW w:w="360" w:type="dxa"/>
            <w:tcBorders>
              <w:top w:val="nil"/>
              <w:left w:val="nil"/>
              <w:bottom w:val="nil"/>
              <w:right w:val="single" w:sz="4" w:space="0" w:color="auto"/>
            </w:tcBorders>
          </w:tcPr>
          <w:p w:rsidR="00F46115" w:rsidRPr="005D0C29" w:rsidRDefault="00F46115" w:rsidP="008A7232">
            <w:pPr>
              <w:pStyle w:val="TAL"/>
              <w:rPr>
                <w:szCs w:val="18"/>
                <w:vertAlign w:val="subscript"/>
              </w:rPr>
            </w:pPr>
          </w:p>
        </w:tc>
        <w:tc>
          <w:tcPr>
            <w:tcW w:w="416" w:type="dxa"/>
            <w:tcBorders>
              <w:top w:val="single" w:sz="4" w:space="0" w:color="auto"/>
              <w:left w:val="single" w:sz="4" w:space="0" w:color="auto"/>
              <w:bottom w:val="single" w:sz="4" w:space="0" w:color="auto"/>
              <w:right w:val="nil"/>
            </w:tcBorders>
          </w:tcPr>
          <w:p w:rsidR="00F46115" w:rsidRPr="005D0C29" w:rsidRDefault="00F46115" w:rsidP="008A7232">
            <w:pPr>
              <w:pStyle w:val="TAL"/>
              <w:rPr>
                <w:szCs w:val="18"/>
                <w:vertAlign w:val="subscript"/>
              </w:rPr>
            </w:pPr>
          </w:p>
        </w:tc>
        <w:tc>
          <w:tcPr>
            <w:tcW w:w="1384" w:type="dxa"/>
            <w:gridSpan w:val="2"/>
            <w:vAlign w:val="bottom"/>
          </w:tcPr>
          <w:p w:rsidR="00F46115" w:rsidRPr="005D0C29" w:rsidRDefault="00F46115" w:rsidP="008A7232">
            <w:pPr>
              <w:pStyle w:val="TAL"/>
              <w:rPr>
                <w:szCs w:val="18"/>
              </w:rPr>
            </w:pPr>
            <w:r w:rsidRPr="005D0C29">
              <w:rPr>
                <w:szCs w:val="18"/>
              </w:rPr>
              <w:t>EF PL</w:t>
            </w:r>
          </w:p>
        </w:tc>
      </w:tr>
      <w:tr w:rsidR="00F46115" w:rsidRPr="005D0C29">
        <w:trPr>
          <w:gridAfter w:val="1"/>
          <w:wAfter w:w="1350" w:type="dxa"/>
          <w:trHeight w:hRule="exact" w:val="288"/>
        </w:trPr>
        <w:tc>
          <w:tcPr>
            <w:tcW w:w="360" w:type="dxa"/>
            <w:tcBorders>
              <w:top w:val="nil"/>
              <w:left w:val="nil"/>
              <w:bottom w:val="nil"/>
              <w:right w:val="single" w:sz="4" w:space="0" w:color="auto"/>
            </w:tcBorders>
          </w:tcPr>
          <w:p w:rsidR="00F46115" w:rsidRPr="005D0C29" w:rsidRDefault="00F46115" w:rsidP="008A7232">
            <w:pPr>
              <w:pStyle w:val="TAL"/>
              <w:rPr>
                <w:szCs w:val="18"/>
                <w:vertAlign w:val="subscript"/>
              </w:rPr>
            </w:pPr>
          </w:p>
        </w:tc>
        <w:tc>
          <w:tcPr>
            <w:tcW w:w="416" w:type="dxa"/>
            <w:tcBorders>
              <w:top w:val="single" w:sz="4" w:space="0" w:color="auto"/>
              <w:left w:val="single" w:sz="4" w:space="0" w:color="auto"/>
              <w:bottom w:val="single" w:sz="4" w:space="0" w:color="auto"/>
              <w:right w:val="nil"/>
            </w:tcBorders>
          </w:tcPr>
          <w:p w:rsidR="00F46115" w:rsidRPr="005D0C29" w:rsidRDefault="00F46115" w:rsidP="008A7232">
            <w:pPr>
              <w:pStyle w:val="TAL"/>
              <w:rPr>
                <w:szCs w:val="18"/>
                <w:vertAlign w:val="subscript"/>
              </w:rPr>
            </w:pPr>
          </w:p>
        </w:tc>
        <w:tc>
          <w:tcPr>
            <w:tcW w:w="1384" w:type="dxa"/>
            <w:gridSpan w:val="2"/>
            <w:vAlign w:val="bottom"/>
          </w:tcPr>
          <w:p w:rsidR="00F46115" w:rsidRPr="005D0C29" w:rsidRDefault="00F46115" w:rsidP="008A7232">
            <w:pPr>
              <w:pStyle w:val="TAL"/>
              <w:rPr>
                <w:szCs w:val="18"/>
              </w:rPr>
            </w:pPr>
            <w:r w:rsidRPr="005D0C29">
              <w:rPr>
                <w:szCs w:val="18"/>
              </w:rPr>
              <w:t>DF TELECOM</w:t>
            </w:r>
          </w:p>
        </w:tc>
      </w:tr>
      <w:tr w:rsidR="00F46115" w:rsidRPr="005D0C29">
        <w:trPr>
          <w:trHeight w:hRule="exact" w:val="288"/>
        </w:trPr>
        <w:tc>
          <w:tcPr>
            <w:tcW w:w="776" w:type="dxa"/>
            <w:gridSpan w:val="2"/>
          </w:tcPr>
          <w:p w:rsidR="00F46115" w:rsidRPr="005D0C29" w:rsidRDefault="00F46115" w:rsidP="008A7232">
            <w:pPr>
              <w:pStyle w:val="TAL"/>
              <w:rPr>
                <w:szCs w:val="18"/>
                <w:vertAlign w:val="subscript"/>
              </w:rPr>
            </w:pPr>
          </w:p>
        </w:tc>
        <w:tc>
          <w:tcPr>
            <w:tcW w:w="664" w:type="dxa"/>
            <w:tcBorders>
              <w:top w:val="nil"/>
              <w:left w:val="nil"/>
              <w:bottom w:val="nil"/>
              <w:right w:val="single" w:sz="4" w:space="0" w:color="auto"/>
            </w:tcBorders>
          </w:tcPr>
          <w:p w:rsidR="00F46115" w:rsidRPr="005D0C29" w:rsidRDefault="00F46115" w:rsidP="008A7232">
            <w:pPr>
              <w:pStyle w:val="TAL"/>
              <w:rPr>
                <w:szCs w:val="18"/>
                <w:vertAlign w:val="subscript"/>
              </w:rPr>
            </w:pPr>
          </w:p>
        </w:tc>
        <w:tc>
          <w:tcPr>
            <w:tcW w:w="720" w:type="dxa"/>
            <w:tcBorders>
              <w:top w:val="nil"/>
              <w:left w:val="single" w:sz="4" w:space="0" w:color="auto"/>
              <w:bottom w:val="single" w:sz="4" w:space="0" w:color="auto"/>
              <w:right w:val="nil"/>
            </w:tcBorders>
            <w:vAlign w:val="bottom"/>
          </w:tcPr>
          <w:p w:rsidR="00F46115" w:rsidRPr="005D0C29" w:rsidRDefault="00F46115" w:rsidP="008A7232">
            <w:pPr>
              <w:pStyle w:val="TAL"/>
              <w:rPr>
                <w:szCs w:val="18"/>
              </w:rPr>
            </w:pPr>
          </w:p>
        </w:tc>
        <w:tc>
          <w:tcPr>
            <w:tcW w:w="1350" w:type="dxa"/>
            <w:vAlign w:val="bottom"/>
          </w:tcPr>
          <w:p w:rsidR="00F46115" w:rsidRPr="005D0C29" w:rsidRDefault="00F46115" w:rsidP="008A7232">
            <w:pPr>
              <w:pStyle w:val="TAL"/>
              <w:rPr>
                <w:szCs w:val="18"/>
                <w:vertAlign w:val="subscript"/>
              </w:rPr>
            </w:pPr>
            <w:r w:rsidRPr="005D0C29">
              <w:rPr>
                <w:szCs w:val="18"/>
              </w:rPr>
              <w:t>EF SUME</w:t>
            </w:r>
          </w:p>
        </w:tc>
      </w:tr>
    </w:tbl>
    <w:p w:rsidR="00F46115" w:rsidRPr="005D0C29" w:rsidRDefault="00F46115"/>
    <w:p w:rsidR="00F46115" w:rsidRPr="005D0C29" w:rsidRDefault="00F46115">
      <w:pPr>
        <w:pStyle w:val="Heading1"/>
      </w:pPr>
      <w:r w:rsidRPr="005D0C29">
        <w:lastRenderedPageBreak/>
        <w:t>B.2</w:t>
      </w:r>
      <w:r w:rsidRPr="005D0C29">
        <w:tab/>
        <w:t>UICC file system server test default pre-personalization</w:t>
      </w:r>
    </w:p>
    <w:p w:rsidR="00F46115" w:rsidRPr="005D0C29" w:rsidRDefault="00F46115">
      <w:r w:rsidRPr="005D0C29">
        <w:t>Figure B.1 shows the additional pre-personalization, the file system and files</w:t>
      </w:r>
      <w:r w:rsidR="00A2095F" w:rsidRPr="005D0C29">
        <w:t>'</w:t>
      </w:r>
      <w:r w:rsidRPr="005D0C29">
        <w:t xml:space="preserve"> content under the Master File, that th</w:t>
      </w:r>
      <w:r w:rsidR="003E6AC7" w:rsidRPr="005D0C29">
        <w:t>e test UICC card shall contain.</w:t>
      </w:r>
    </w:p>
    <w:p w:rsidR="00F46115" w:rsidRPr="005D0C29" w:rsidRDefault="00F46115">
      <w:pPr>
        <w:pStyle w:val="Heading2"/>
        <w:keepNext w:val="0"/>
        <w:keepLines w:val="0"/>
        <w:rPr>
          <w:vertAlign w:val="subscript"/>
        </w:rPr>
      </w:pPr>
      <w:r w:rsidRPr="005D0C29">
        <w:t>B.2.1</w:t>
      </w:r>
      <w:r w:rsidRPr="005D0C29">
        <w:tab/>
        <w:t>EF</w:t>
      </w:r>
      <w:r w:rsidRPr="005D0C29">
        <w:rPr>
          <w:vertAlign w:val="subscript"/>
        </w:rPr>
        <w:t>UICC</w:t>
      </w:r>
      <w:r w:rsidRPr="005D0C29">
        <w:t xml:space="preserve"> (UICC Test EF)</w:t>
      </w:r>
    </w:p>
    <w:tbl>
      <w:tblPr>
        <w:tblW w:w="0" w:type="auto"/>
        <w:tblInd w:w="198" w:type="dxa"/>
        <w:tblLook w:val="0000" w:firstRow="0" w:lastRow="0" w:firstColumn="0" w:lastColumn="0" w:noHBand="0" w:noVBand="0"/>
      </w:tblPr>
      <w:tblGrid>
        <w:gridCol w:w="720"/>
        <w:gridCol w:w="720"/>
        <w:gridCol w:w="1080"/>
      </w:tblGrid>
      <w:tr w:rsidR="00F46115" w:rsidRPr="005D0C29">
        <w:trPr>
          <w:trHeight w:hRule="exact" w:val="288"/>
        </w:trPr>
        <w:tc>
          <w:tcPr>
            <w:tcW w:w="1440" w:type="dxa"/>
            <w:gridSpan w:val="2"/>
            <w:vAlign w:val="bottom"/>
          </w:tcPr>
          <w:p w:rsidR="00F46115" w:rsidRPr="005D0C29" w:rsidRDefault="00F46115">
            <w:pPr>
              <w:pStyle w:val="TAC"/>
              <w:rPr>
                <w:vertAlign w:val="subscript"/>
              </w:rPr>
            </w:pPr>
            <w:r w:rsidRPr="005D0C29">
              <w:t>MF</w:t>
            </w:r>
          </w:p>
        </w:tc>
        <w:tc>
          <w:tcPr>
            <w:tcW w:w="1080" w:type="dxa"/>
          </w:tcPr>
          <w:p w:rsidR="00F46115" w:rsidRPr="005D0C29" w:rsidRDefault="00F46115">
            <w:pPr>
              <w:pStyle w:val="TAC"/>
              <w:rPr>
                <w:vertAlign w:val="subscript"/>
              </w:rPr>
            </w:pPr>
          </w:p>
        </w:tc>
      </w:tr>
      <w:tr w:rsidR="00F46115" w:rsidRPr="005D0C29">
        <w:trPr>
          <w:trHeight w:hRule="exact" w:val="288"/>
        </w:trPr>
        <w:tc>
          <w:tcPr>
            <w:tcW w:w="720" w:type="dxa"/>
            <w:tcBorders>
              <w:top w:val="nil"/>
              <w:left w:val="nil"/>
              <w:bottom w:val="nil"/>
              <w:right w:val="single" w:sz="4" w:space="0" w:color="auto"/>
            </w:tcBorders>
          </w:tcPr>
          <w:p w:rsidR="00F46115" w:rsidRPr="005D0C29" w:rsidRDefault="00F46115">
            <w:pPr>
              <w:pStyle w:val="TAL"/>
              <w:rPr>
                <w:vertAlign w:val="subscript"/>
              </w:rPr>
            </w:pPr>
          </w:p>
        </w:tc>
        <w:tc>
          <w:tcPr>
            <w:tcW w:w="720" w:type="dxa"/>
            <w:tcBorders>
              <w:top w:val="nil"/>
              <w:left w:val="single" w:sz="4" w:space="0" w:color="auto"/>
              <w:bottom w:val="single" w:sz="4" w:space="0" w:color="auto"/>
              <w:right w:val="nil"/>
            </w:tcBorders>
          </w:tcPr>
          <w:p w:rsidR="00F46115" w:rsidRPr="005D0C29" w:rsidRDefault="00F46115">
            <w:pPr>
              <w:pStyle w:val="TAL"/>
              <w:rPr>
                <w:vertAlign w:val="subscript"/>
              </w:rPr>
            </w:pPr>
          </w:p>
        </w:tc>
        <w:tc>
          <w:tcPr>
            <w:tcW w:w="1080" w:type="dxa"/>
            <w:vAlign w:val="bottom"/>
          </w:tcPr>
          <w:p w:rsidR="00F46115" w:rsidRPr="005D0C29" w:rsidRDefault="00F46115">
            <w:pPr>
              <w:pStyle w:val="TAL"/>
              <w:rPr>
                <w:sz w:val="32"/>
                <w:vertAlign w:val="subscript"/>
              </w:rPr>
            </w:pPr>
            <w:r w:rsidRPr="005D0C29">
              <w:t>EF UICC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'2FE4'</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2"/>
        <w:keepNext w:val="0"/>
        <w:keepLines w:val="0"/>
        <w:rPr>
          <w:vertAlign w:val="subscript"/>
        </w:rPr>
      </w:pPr>
      <w:r w:rsidRPr="005D0C29">
        <w:t>B.2.2</w:t>
      </w:r>
      <w:r w:rsidRPr="005D0C29">
        <w:tab/>
        <w:t>EF</w:t>
      </w:r>
      <w:r w:rsidRPr="005D0C29">
        <w:rPr>
          <w:vertAlign w:val="subscript"/>
        </w:rPr>
        <w:t>ARR</w:t>
      </w:r>
      <w:r w:rsidRPr="005D0C29">
        <w:t xml:space="preserve"> (UICC Test Access Rules EF)</w:t>
      </w:r>
    </w:p>
    <w:tbl>
      <w:tblPr>
        <w:tblW w:w="0" w:type="auto"/>
        <w:tblInd w:w="198" w:type="dxa"/>
        <w:tblLook w:val="0000" w:firstRow="0" w:lastRow="0" w:firstColumn="0" w:lastColumn="0" w:noHBand="0" w:noVBand="0"/>
      </w:tblPr>
      <w:tblGrid>
        <w:gridCol w:w="720"/>
        <w:gridCol w:w="720"/>
        <w:gridCol w:w="1080"/>
      </w:tblGrid>
      <w:tr w:rsidR="00F46115" w:rsidRPr="005D0C29">
        <w:trPr>
          <w:trHeight w:hRule="exact" w:val="288"/>
        </w:trPr>
        <w:tc>
          <w:tcPr>
            <w:tcW w:w="1440" w:type="dxa"/>
            <w:gridSpan w:val="2"/>
            <w:vAlign w:val="bottom"/>
          </w:tcPr>
          <w:p w:rsidR="00F46115" w:rsidRPr="005D0C29" w:rsidRDefault="00F46115">
            <w:pPr>
              <w:pStyle w:val="TAC"/>
              <w:rPr>
                <w:vertAlign w:val="subscript"/>
              </w:rPr>
            </w:pPr>
            <w:r w:rsidRPr="005D0C29">
              <w:t>MF</w:t>
            </w:r>
          </w:p>
        </w:tc>
        <w:tc>
          <w:tcPr>
            <w:tcW w:w="1080" w:type="dxa"/>
          </w:tcPr>
          <w:p w:rsidR="00F46115" w:rsidRPr="005D0C29" w:rsidRDefault="00F46115">
            <w:pPr>
              <w:pStyle w:val="TAC"/>
              <w:rPr>
                <w:vertAlign w:val="subscript"/>
              </w:rPr>
            </w:pPr>
          </w:p>
        </w:tc>
      </w:tr>
      <w:tr w:rsidR="00F46115" w:rsidRPr="005D0C29">
        <w:trPr>
          <w:trHeight w:hRule="exact" w:val="288"/>
        </w:trPr>
        <w:tc>
          <w:tcPr>
            <w:tcW w:w="720" w:type="dxa"/>
            <w:tcBorders>
              <w:top w:val="nil"/>
              <w:left w:val="nil"/>
              <w:bottom w:val="nil"/>
              <w:right w:val="single" w:sz="4" w:space="0" w:color="auto"/>
            </w:tcBorders>
          </w:tcPr>
          <w:p w:rsidR="00F46115" w:rsidRPr="005D0C29" w:rsidRDefault="00F46115">
            <w:pPr>
              <w:pStyle w:val="TAL"/>
              <w:rPr>
                <w:vertAlign w:val="subscript"/>
              </w:rPr>
            </w:pPr>
          </w:p>
        </w:tc>
        <w:tc>
          <w:tcPr>
            <w:tcW w:w="720" w:type="dxa"/>
            <w:tcBorders>
              <w:top w:val="nil"/>
              <w:left w:val="single" w:sz="4" w:space="0" w:color="auto"/>
              <w:bottom w:val="single" w:sz="4" w:space="0" w:color="auto"/>
              <w:right w:val="nil"/>
            </w:tcBorders>
          </w:tcPr>
          <w:p w:rsidR="00F46115" w:rsidRPr="005D0C29" w:rsidRDefault="00F46115">
            <w:pPr>
              <w:pStyle w:val="TAL"/>
              <w:rPr>
                <w:vertAlign w:val="subscript"/>
              </w:rPr>
            </w:pPr>
          </w:p>
        </w:tc>
        <w:tc>
          <w:tcPr>
            <w:tcW w:w="1080" w:type="dxa"/>
            <w:vAlign w:val="bottom"/>
          </w:tcPr>
          <w:p w:rsidR="00F46115" w:rsidRPr="005D0C29" w:rsidRDefault="00F46115">
            <w:pPr>
              <w:pStyle w:val="TAL"/>
              <w:rPr>
                <w:sz w:val="32"/>
                <w:vertAlign w:val="subscript"/>
              </w:rPr>
            </w:pPr>
            <w:r w:rsidRPr="005D0C29">
              <w:t>EF ARR</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'2F06'</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Optional</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SFI : none</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 n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1</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Always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n+1 to 2n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2</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Never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2n+1 to 3n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3</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Global PIN1 &amp; ADM1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3n+1 to 4n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4</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Global PIN1 | ADM1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4n+1 to 5n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5</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ADM2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bl>
    <w:p w:rsidR="00F46115" w:rsidRPr="005D0C29" w:rsidRDefault="00F46115"/>
    <w:p w:rsidR="00F46115" w:rsidRPr="005D0C29" w:rsidRDefault="00F46115" w:rsidP="003E6AC7">
      <w:pPr>
        <w:keepNext/>
        <w:keepLines/>
      </w:pPr>
      <w:r w:rsidRPr="005D0C29">
        <w:lastRenderedPageBreak/>
        <w:t>Access rules definition:</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993"/>
        <w:gridCol w:w="1134"/>
        <w:gridCol w:w="1134"/>
        <w:gridCol w:w="1134"/>
        <w:gridCol w:w="1134"/>
        <w:gridCol w:w="1134"/>
        <w:gridCol w:w="1134"/>
        <w:gridCol w:w="1134"/>
        <w:gridCol w:w="1134"/>
      </w:tblGrid>
      <w:tr w:rsidR="00F46115" w:rsidRPr="005D0C29" w:rsidTr="003E6AC7">
        <w:trPr>
          <w:cantSplit/>
          <w:jc w:val="center"/>
        </w:trPr>
        <w:tc>
          <w:tcPr>
            <w:tcW w:w="993" w:type="dxa"/>
            <w:vMerge w:val="restart"/>
            <w:vAlign w:val="bottom"/>
          </w:tcPr>
          <w:p w:rsidR="00F46115" w:rsidRPr="005D0C29" w:rsidRDefault="00F46115" w:rsidP="003E6AC7">
            <w:pPr>
              <w:pStyle w:val="TAH"/>
            </w:pPr>
            <w:r w:rsidRPr="005D0C29">
              <w:t>Record nb</w:t>
            </w:r>
          </w:p>
        </w:tc>
        <w:tc>
          <w:tcPr>
            <w:tcW w:w="1134" w:type="dxa"/>
            <w:shd w:val="clear" w:color="auto" w:fill="E6E6E6"/>
            <w:vAlign w:val="center"/>
          </w:tcPr>
          <w:p w:rsidR="00F46115" w:rsidRPr="005D0C29" w:rsidRDefault="00F46115" w:rsidP="003E6AC7">
            <w:pPr>
              <w:pStyle w:val="TAH"/>
            </w:pPr>
            <w:r w:rsidRPr="005D0C29">
              <w:t>Delete selft</w:t>
            </w:r>
          </w:p>
        </w:tc>
        <w:tc>
          <w:tcPr>
            <w:tcW w:w="1134" w:type="dxa"/>
            <w:shd w:val="clear" w:color="auto" w:fill="E6E6E6"/>
            <w:vAlign w:val="center"/>
          </w:tcPr>
          <w:p w:rsidR="00F46115" w:rsidRPr="005D0C29" w:rsidRDefault="00F46115" w:rsidP="003E6AC7">
            <w:pPr>
              <w:pStyle w:val="TAH"/>
            </w:pPr>
            <w:r w:rsidRPr="005D0C29">
              <w:t>Terminat card Usage/ Terminate DF</w:t>
            </w:r>
          </w:p>
        </w:tc>
        <w:tc>
          <w:tcPr>
            <w:tcW w:w="1134" w:type="dxa"/>
            <w:shd w:val="clear" w:color="auto" w:fill="E6E6E6"/>
            <w:vAlign w:val="center"/>
          </w:tcPr>
          <w:p w:rsidR="00F46115" w:rsidRPr="005D0C29" w:rsidRDefault="00F46115" w:rsidP="003E6AC7">
            <w:pPr>
              <w:pStyle w:val="TAH"/>
            </w:pPr>
            <w:r w:rsidRPr="005D0C29">
              <w:t>Activate File</w:t>
            </w:r>
          </w:p>
        </w:tc>
        <w:tc>
          <w:tcPr>
            <w:tcW w:w="1134" w:type="dxa"/>
            <w:shd w:val="clear" w:color="auto" w:fill="E6E6E6"/>
            <w:vAlign w:val="center"/>
          </w:tcPr>
          <w:p w:rsidR="00F46115" w:rsidRPr="005D0C29" w:rsidRDefault="00F46115" w:rsidP="003E6AC7">
            <w:pPr>
              <w:pStyle w:val="TAH"/>
            </w:pPr>
            <w:r w:rsidRPr="005D0C29">
              <w:t>Deactivate File</w:t>
            </w:r>
          </w:p>
        </w:tc>
        <w:tc>
          <w:tcPr>
            <w:tcW w:w="1134" w:type="dxa"/>
            <w:shd w:val="clear" w:color="auto" w:fill="E6E6E6"/>
            <w:vAlign w:val="center"/>
          </w:tcPr>
          <w:p w:rsidR="00F46115" w:rsidRPr="005D0C29" w:rsidRDefault="00F46115" w:rsidP="003E6AC7">
            <w:pPr>
              <w:pStyle w:val="TAH"/>
            </w:pPr>
            <w:r w:rsidRPr="005D0C29">
              <w:t>Create File (DF creation)</w:t>
            </w:r>
          </w:p>
        </w:tc>
        <w:tc>
          <w:tcPr>
            <w:tcW w:w="1134" w:type="dxa"/>
            <w:shd w:val="clear" w:color="auto" w:fill="E6E6E6"/>
            <w:vAlign w:val="center"/>
          </w:tcPr>
          <w:p w:rsidR="00F46115" w:rsidRPr="005D0C29" w:rsidRDefault="00F46115" w:rsidP="003E6AC7">
            <w:pPr>
              <w:pStyle w:val="TAH"/>
            </w:pPr>
            <w:r w:rsidRPr="005D0C29">
              <w:t>Create File (EF creation)</w:t>
            </w:r>
          </w:p>
        </w:tc>
        <w:tc>
          <w:tcPr>
            <w:tcW w:w="1134" w:type="dxa"/>
            <w:shd w:val="clear" w:color="auto" w:fill="E6E6E6"/>
            <w:vAlign w:val="center"/>
          </w:tcPr>
          <w:p w:rsidR="00F46115" w:rsidRPr="005D0C29" w:rsidRDefault="00F46115" w:rsidP="003E6AC7">
            <w:pPr>
              <w:pStyle w:val="TAH"/>
            </w:pPr>
            <w:r w:rsidRPr="005D0C29">
              <w:t>Delete File (child)</w:t>
            </w:r>
          </w:p>
        </w:tc>
        <w:tc>
          <w:tcPr>
            <w:tcW w:w="1134" w:type="dxa"/>
            <w:shd w:val="clear" w:color="auto" w:fill="E6E6E6"/>
          </w:tcPr>
          <w:p w:rsidR="00F46115" w:rsidRPr="005D0C29" w:rsidRDefault="00F46115" w:rsidP="003E6AC7">
            <w:pPr>
              <w:pStyle w:val="TAH"/>
            </w:pPr>
          </w:p>
        </w:tc>
      </w:tr>
      <w:tr w:rsidR="00F46115" w:rsidRPr="005D0C29" w:rsidTr="003E6AC7">
        <w:trPr>
          <w:cantSplit/>
          <w:jc w:val="center"/>
        </w:trPr>
        <w:tc>
          <w:tcPr>
            <w:tcW w:w="993" w:type="dxa"/>
            <w:vMerge/>
            <w:tcBorders>
              <w:bottom w:val="single" w:sz="4" w:space="0" w:color="auto"/>
            </w:tcBorders>
          </w:tcPr>
          <w:p w:rsidR="00F46115" w:rsidRPr="005D0C29" w:rsidRDefault="00F46115" w:rsidP="003E6AC7">
            <w:pPr>
              <w:pStyle w:val="TAH"/>
            </w:pP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Delete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Terminate EF</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Activate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Deactivate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Write Binary, Write Record, Append Record</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Update Binary, Update Record, Erase Binary</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Read binary, Read Record, Search Binary, Search Record</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Increase, resize</w:t>
            </w:r>
          </w:p>
        </w:tc>
      </w:tr>
      <w:tr w:rsidR="00F46115" w:rsidRPr="005D0C29" w:rsidTr="003E6AC7">
        <w:trPr>
          <w:jc w:val="center"/>
        </w:trPr>
        <w:tc>
          <w:tcPr>
            <w:tcW w:w="993"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1</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r>
      <w:tr w:rsidR="00F46115" w:rsidRPr="005D0C29" w:rsidTr="003E6AC7">
        <w:trPr>
          <w:jc w:val="center"/>
        </w:trPr>
        <w:tc>
          <w:tcPr>
            <w:tcW w:w="993" w:type="dxa"/>
            <w:tcBorders>
              <w:top w:val="single" w:sz="8" w:space="0" w:color="auto"/>
            </w:tcBorders>
          </w:tcPr>
          <w:p w:rsidR="00F46115" w:rsidRPr="005D0C29" w:rsidRDefault="00F46115" w:rsidP="003E6AC7">
            <w:pPr>
              <w:pStyle w:val="TAC"/>
            </w:pPr>
            <w:r w:rsidRPr="005D0C29">
              <w:t>2</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r>
      <w:tr w:rsidR="00F46115" w:rsidRPr="005D0C29" w:rsidTr="003E6AC7">
        <w:trPr>
          <w:jc w:val="center"/>
        </w:trPr>
        <w:tc>
          <w:tcPr>
            <w:tcW w:w="993" w:type="dxa"/>
          </w:tcPr>
          <w:p w:rsidR="00F46115" w:rsidRPr="005D0C29" w:rsidRDefault="00F46115" w:rsidP="003E6AC7">
            <w:pPr>
              <w:pStyle w:val="TAC"/>
            </w:pPr>
            <w:r w:rsidRPr="005D0C29">
              <w:t>3</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r>
      <w:tr w:rsidR="00F46115" w:rsidRPr="005D0C29" w:rsidTr="003E6AC7">
        <w:trPr>
          <w:jc w:val="center"/>
        </w:trPr>
        <w:tc>
          <w:tcPr>
            <w:tcW w:w="993" w:type="dxa"/>
          </w:tcPr>
          <w:p w:rsidR="00F46115" w:rsidRPr="005D0C29" w:rsidRDefault="00F46115" w:rsidP="003E6AC7">
            <w:pPr>
              <w:pStyle w:val="TAC"/>
            </w:pPr>
            <w:r w:rsidRPr="005D0C29">
              <w:t>4</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r>
      <w:tr w:rsidR="00F46115" w:rsidRPr="005D0C29" w:rsidTr="003E6AC7">
        <w:trPr>
          <w:jc w:val="center"/>
        </w:trPr>
        <w:tc>
          <w:tcPr>
            <w:tcW w:w="993" w:type="dxa"/>
          </w:tcPr>
          <w:p w:rsidR="00F46115" w:rsidRPr="005D0C29" w:rsidRDefault="00F46115" w:rsidP="003E6AC7">
            <w:pPr>
              <w:pStyle w:val="TAC"/>
            </w:pPr>
            <w:r w:rsidRPr="005D0C29">
              <w:t>5</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c>
          <w:tcPr>
            <w:tcW w:w="1134" w:type="dxa"/>
          </w:tcPr>
          <w:p w:rsidR="00F46115" w:rsidRPr="005D0C29" w:rsidRDefault="00F46115" w:rsidP="003E6AC7">
            <w:pPr>
              <w:pStyle w:val="TAC"/>
            </w:pPr>
            <w:r w:rsidRPr="005D0C29">
              <w:t>ADM2</w:t>
            </w:r>
          </w:p>
        </w:tc>
      </w:tr>
    </w:tbl>
    <w:p w:rsidR="00F46115" w:rsidRPr="005D0C29" w:rsidRDefault="00F46115" w:rsidP="003E6AC7"/>
    <w:p w:rsidR="00F46115" w:rsidRPr="005D0C29" w:rsidRDefault="00F46115">
      <w:pPr>
        <w:pStyle w:val="Heading2"/>
      </w:pPr>
      <w:r w:rsidRPr="005D0C29">
        <w:t>B.2.3</w:t>
      </w:r>
      <w:r w:rsidRPr="005D0C29">
        <w:tab/>
        <w:t>DF</w:t>
      </w:r>
      <w:r w:rsidRPr="005D0C29">
        <w:rPr>
          <w:vertAlign w:val="subscript"/>
        </w:rPr>
        <w:t>TEST</w:t>
      </w:r>
      <w:r w:rsidRPr="005D0C29">
        <w:t xml:space="preserve"> (UICC Access Tests DF)</w:t>
      </w:r>
    </w:p>
    <w:p w:rsidR="00F46115" w:rsidRPr="005D0C29" w:rsidRDefault="00F46115">
      <w:r w:rsidRPr="005D0C29">
        <w:t>Identifier: '7F4A'</w:t>
      </w:r>
    </w:p>
    <w:tbl>
      <w:tblPr>
        <w:tblW w:w="0" w:type="auto"/>
        <w:tblInd w:w="198" w:type="dxa"/>
        <w:tblLook w:val="0000" w:firstRow="0" w:lastRow="0" w:firstColumn="0" w:lastColumn="0" w:noHBand="0" w:noVBand="0"/>
      </w:tblPr>
      <w:tblGrid>
        <w:gridCol w:w="720"/>
        <w:gridCol w:w="720"/>
        <w:gridCol w:w="108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vAlign w:val="bottom"/>
          </w:tcPr>
          <w:p w:rsidR="00F46115" w:rsidRPr="005D0C29" w:rsidRDefault="00F46115">
            <w:pPr>
              <w:pStyle w:val="TAL"/>
            </w:pPr>
            <w:r w:rsidRPr="005D0C29">
              <w:t>DF TEST</w:t>
            </w:r>
          </w:p>
        </w:tc>
      </w:tr>
    </w:tbl>
    <w:p w:rsidR="00F46115" w:rsidRPr="005D0C29" w:rsidRDefault="00F46115"/>
    <w:p w:rsidR="00F46115" w:rsidRPr="005D0C29" w:rsidRDefault="00F46115">
      <w:pPr>
        <w:pStyle w:val="Heading3"/>
      </w:pPr>
      <w:r w:rsidRPr="005D0C29">
        <w:t>B.2.3.1</w:t>
      </w:r>
      <w:r w:rsidRPr="005D0C29">
        <w:tab/>
        <w:t>EF</w:t>
      </w:r>
      <w:r w:rsidRPr="005D0C29">
        <w:rPr>
          <w:vertAlign w:val="subscript"/>
        </w:rPr>
        <w:t>TNR</w:t>
      </w:r>
      <w:r w:rsidRPr="005D0C29">
        <w:t xml:space="preserve"> (Transparent Never Read)</w:t>
      </w:r>
    </w:p>
    <w:p w:rsidR="00F46115" w:rsidRPr="005D0C29" w:rsidRDefault="00F46115"/>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TNR</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'6F01'</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SFI: '01'</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NEVER</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3E6AC7">
      <w:pPr>
        <w:pStyle w:val="Heading3"/>
      </w:pPr>
      <w:r w:rsidRPr="005D0C29">
        <w:lastRenderedPageBreak/>
        <w:t>B.2.3.2</w:t>
      </w:r>
      <w:r w:rsidRPr="005D0C29">
        <w:tab/>
        <w:t>EF</w:t>
      </w:r>
      <w:r w:rsidRPr="005D0C29">
        <w:rPr>
          <w:vertAlign w:val="subscript"/>
        </w:rPr>
        <w:t>TNU</w:t>
      </w:r>
      <w:r w:rsidRPr="005D0C29">
        <w:t xml:space="preserve"> (Transparent Never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3E6AC7">
            <w:pPr>
              <w:pStyle w:val="TAC"/>
            </w:pPr>
            <w:r w:rsidRPr="005D0C29">
              <w:t>MF</w:t>
            </w:r>
          </w:p>
        </w:tc>
        <w:tc>
          <w:tcPr>
            <w:tcW w:w="1080" w:type="dxa"/>
            <w:gridSpan w:val="2"/>
          </w:tcPr>
          <w:p w:rsidR="00F46115" w:rsidRPr="005D0C29" w:rsidRDefault="00F46115" w:rsidP="003E6AC7">
            <w:pPr>
              <w:pStyle w:val="TAC"/>
            </w:pPr>
          </w:p>
        </w:tc>
        <w:tc>
          <w:tcPr>
            <w:tcW w:w="1440" w:type="dxa"/>
          </w:tcPr>
          <w:p w:rsidR="00F46115" w:rsidRPr="005D0C29" w:rsidRDefault="00F46115" w:rsidP="003E6AC7">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3E6AC7">
            <w:pPr>
              <w:pStyle w:val="TAL"/>
            </w:pPr>
          </w:p>
        </w:tc>
        <w:tc>
          <w:tcPr>
            <w:tcW w:w="720" w:type="dxa"/>
            <w:tcBorders>
              <w:top w:val="nil"/>
              <w:left w:val="single" w:sz="4" w:space="0" w:color="auto"/>
              <w:bottom w:val="single" w:sz="4" w:space="0" w:color="auto"/>
              <w:right w:val="nil"/>
            </w:tcBorders>
          </w:tcPr>
          <w:p w:rsidR="00F46115" w:rsidRPr="005D0C29" w:rsidRDefault="00F46115" w:rsidP="003E6AC7">
            <w:pPr>
              <w:pStyle w:val="TAL"/>
            </w:pPr>
          </w:p>
        </w:tc>
        <w:tc>
          <w:tcPr>
            <w:tcW w:w="1080" w:type="dxa"/>
            <w:gridSpan w:val="2"/>
            <w:vAlign w:val="bottom"/>
          </w:tcPr>
          <w:p w:rsidR="00F46115" w:rsidRPr="005D0C29" w:rsidRDefault="00F46115" w:rsidP="003E6AC7">
            <w:pPr>
              <w:pStyle w:val="TAL"/>
            </w:pPr>
            <w:r w:rsidRPr="005D0C29">
              <w:t>DF TEST</w:t>
            </w:r>
          </w:p>
        </w:tc>
        <w:tc>
          <w:tcPr>
            <w:tcW w:w="1440" w:type="dxa"/>
          </w:tcPr>
          <w:p w:rsidR="00F46115" w:rsidRPr="005D0C29" w:rsidRDefault="00F46115" w:rsidP="003E6AC7">
            <w:pPr>
              <w:pStyle w:val="TAL"/>
            </w:pPr>
          </w:p>
        </w:tc>
      </w:tr>
      <w:tr w:rsidR="00F46115" w:rsidRPr="005D0C29">
        <w:trPr>
          <w:cantSplit/>
        </w:trPr>
        <w:tc>
          <w:tcPr>
            <w:tcW w:w="720" w:type="dxa"/>
            <w:tcBorders>
              <w:top w:val="nil"/>
              <w:left w:val="nil"/>
            </w:tcBorders>
          </w:tcPr>
          <w:p w:rsidR="00F46115" w:rsidRPr="005D0C29" w:rsidRDefault="00F46115" w:rsidP="003E6AC7">
            <w:pPr>
              <w:pStyle w:val="TAL"/>
            </w:pPr>
          </w:p>
        </w:tc>
        <w:tc>
          <w:tcPr>
            <w:tcW w:w="720" w:type="dxa"/>
            <w:tcBorders>
              <w:top w:val="nil"/>
              <w:right w:val="nil"/>
            </w:tcBorders>
          </w:tcPr>
          <w:p w:rsidR="00F46115" w:rsidRPr="005D0C29" w:rsidRDefault="00F46115" w:rsidP="003E6AC7">
            <w:pPr>
              <w:pStyle w:val="TAL"/>
            </w:pPr>
          </w:p>
        </w:tc>
        <w:tc>
          <w:tcPr>
            <w:tcW w:w="540" w:type="dxa"/>
            <w:tcBorders>
              <w:right w:val="single" w:sz="4" w:space="0" w:color="auto"/>
            </w:tcBorders>
            <w:vAlign w:val="bottom"/>
          </w:tcPr>
          <w:p w:rsidR="00F46115" w:rsidRPr="005D0C29" w:rsidRDefault="00F46115" w:rsidP="003E6AC7">
            <w:pPr>
              <w:pStyle w:val="TAL"/>
            </w:pPr>
          </w:p>
        </w:tc>
        <w:tc>
          <w:tcPr>
            <w:tcW w:w="540" w:type="dxa"/>
            <w:tcBorders>
              <w:left w:val="single" w:sz="4" w:space="0" w:color="auto"/>
              <w:bottom w:val="single" w:sz="4" w:space="0" w:color="auto"/>
            </w:tcBorders>
          </w:tcPr>
          <w:p w:rsidR="00F46115" w:rsidRPr="005D0C29" w:rsidRDefault="00F46115" w:rsidP="003E6AC7">
            <w:pPr>
              <w:pStyle w:val="TAL"/>
            </w:pPr>
          </w:p>
        </w:tc>
        <w:tc>
          <w:tcPr>
            <w:tcW w:w="1440" w:type="dxa"/>
          </w:tcPr>
          <w:p w:rsidR="00F46115" w:rsidRPr="005D0C29" w:rsidRDefault="00F46115" w:rsidP="003E6AC7">
            <w:pPr>
              <w:pStyle w:val="TAL"/>
            </w:pPr>
            <w:r w:rsidRPr="005D0C29">
              <w:t>EF TNU</w:t>
            </w:r>
          </w:p>
        </w:tc>
      </w:tr>
    </w:tbl>
    <w:p w:rsidR="00F46115" w:rsidRPr="005D0C29" w:rsidRDefault="00F46115" w:rsidP="003E6AC7">
      <w:pPr>
        <w:keepNext/>
        <w:keepLines/>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Identifier: '6F02'</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SFI: '02'</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NEVER</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55 55 55</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B.2.3.3</w:t>
      </w:r>
      <w:r w:rsidRPr="005D0C29">
        <w:tab/>
        <w:t>EF</w:t>
      </w:r>
      <w:r w:rsidRPr="005D0C29">
        <w:rPr>
          <w:vertAlign w:val="subscript"/>
        </w:rPr>
        <w:t>TARU</w:t>
      </w:r>
      <w:r w:rsidRPr="005D0C29">
        <w:t xml:space="preserve"> (Transparent Always Read and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TARU</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'6F03'</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SFI: '03'</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260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260</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 xml:space="preserve">FF ... FF </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260 bytes</w:t>
            </w:r>
          </w:p>
        </w:tc>
      </w:tr>
    </w:tbl>
    <w:p w:rsidR="00F46115" w:rsidRPr="005D0C29" w:rsidRDefault="00F46115"/>
    <w:p w:rsidR="00F46115" w:rsidRPr="005D0C29" w:rsidRDefault="00F46115">
      <w:pPr>
        <w:pStyle w:val="Heading3"/>
      </w:pPr>
      <w:r w:rsidRPr="005D0C29">
        <w:t>B.2.3.4</w:t>
      </w:r>
      <w:r w:rsidRPr="005D0C29">
        <w:tab/>
        <w:t>EF</w:t>
      </w:r>
      <w:r w:rsidRPr="005D0C29">
        <w:rPr>
          <w:vertAlign w:val="subscript"/>
        </w:rPr>
        <w:t>CNR</w:t>
      </w:r>
      <w:r w:rsidRPr="005D0C29">
        <w:t xml:space="preserve"> (Cyclic Never Read)</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CNR</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2019"/>
        <w:gridCol w:w="1669"/>
        <w:gridCol w:w="638"/>
        <w:gridCol w:w="355"/>
        <w:gridCol w:w="1701"/>
        <w:gridCol w:w="567"/>
        <w:gridCol w:w="40"/>
        <w:gridCol w:w="1518"/>
      </w:tblGrid>
      <w:tr w:rsidR="00F46115" w:rsidRPr="005D0C29">
        <w:trPr>
          <w:jc w:val="center"/>
        </w:trPr>
        <w:tc>
          <w:tcPr>
            <w:tcW w:w="368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Identifier: '6F04'</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Mandatory</w:t>
            </w:r>
          </w:p>
        </w:tc>
      </w:tr>
      <w:tr w:rsidR="00F46115" w:rsidRPr="005D0C29">
        <w:trPr>
          <w:jc w:val="center"/>
        </w:trPr>
        <w:tc>
          <w:tcPr>
            <w:tcW w:w="468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SFI: '04'</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p>
        </w:tc>
      </w:tr>
      <w:tr w:rsidR="00F46115" w:rsidRPr="005D0C29">
        <w:trPr>
          <w:jc w:val="center"/>
        </w:trPr>
        <w:tc>
          <w:tcPr>
            <w:tcW w:w="468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Update activity: high</w:t>
            </w:r>
          </w:p>
        </w:tc>
      </w:tr>
      <w:tr w:rsidR="00F46115" w:rsidRPr="005D0C29">
        <w:trPr>
          <w:jc w:val="center"/>
        </w:trPr>
        <w:tc>
          <w:tcPr>
            <w:tcW w:w="8507"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tabs>
                <w:tab w:val="left" w:pos="601"/>
                <w:tab w:val="left" w:pos="3153"/>
              </w:tabs>
              <w:spacing w:before="120"/>
            </w:pPr>
            <w:r w:rsidRPr="005D0C29">
              <w:t>Access Conditions:</w:t>
            </w:r>
          </w:p>
          <w:p w:rsidR="00F46115" w:rsidRPr="005D0C29" w:rsidRDefault="00F46115">
            <w:pPr>
              <w:pStyle w:val="TAC"/>
              <w:tabs>
                <w:tab w:val="left" w:pos="601"/>
                <w:tab w:val="left" w:pos="3153"/>
              </w:tabs>
            </w:pPr>
            <w:r w:rsidRPr="005D0C29">
              <w:tab/>
              <w:t>READ</w:t>
            </w:r>
            <w:r w:rsidRPr="005D0C29">
              <w:tab/>
              <w:t>NEVER</w:t>
            </w:r>
          </w:p>
          <w:p w:rsidR="00F46115" w:rsidRPr="005D0C29" w:rsidRDefault="00F46115">
            <w:pPr>
              <w:pStyle w:val="TAC"/>
              <w:tabs>
                <w:tab w:val="left" w:pos="601"/>
                <w:tab w:val="left" w:pos="3153"/>
              </w:tabs>
            </w:pPr>
            <w:r w:rsidRPr="005D0C29">
              <w:tab/>
              <w:t>UPDATE</w:t>
            </w:r>
            <w:r w:rsidRPr="005D0C29">
              <w:tab/>
              <w:t>ALWAYS</w:t>
            </w:r>
          </w:p>
          <w:p w:rsidR="00F46115" w:rsidRPr="005D0C29" w:rsidRDefault="00F46115">
            <w:pPr>
              <w:pStyle w:val="TAC"/>
              <w:tabs>
                <w:tab w:val="left" w:pos="601"/>
                <w:tab w:val="left" w:pos="3153"/>
              </w:tabs>
            </w:pPr>
            <w:r w:rsidRPr="005D0C29">
              <w:tab/>
              <w:t xml:space="preserve">INCREASE </w:t>
            </w:r>
            <w:r w:rsidRPr="005D0C29">
              <w:tab/>
              <w:t>ALWAYS</w:t>
            </w:r>
          </w:p>
          <w:p w:rsidR="00F46115" w:rsidRPr="005D0C29" w:rsidRDefault="00F46115">
            <w:pPr>
              <w:pStyle w:val="TAC"/>
              <w:tabs>
                <w:tab w:val="left" w:pos="601"/>
                <w:tab w:val="left" w:pos="3153"/>
              </w:tabs>
            </w:pPr>
            <w:r w:rsidRPr="005D0C29">
              <w:tab/>
              <w:t>DEACTIVATE</w:t>
            </w:r>
            <w:r w:rsidRPr="005D0C29">
              <w:tab/>
              <w:t>ALWAYS</w:t>
            </w:r>
          </w:p>
          <w:p w:rsidR="00F46115" w:rsidRPr="005D0C29" w:rsidRDefault="00F46115">
            <w:pPr>
              <w:pStyle w:val="TAC"/>
              <w:tabs>
                <w:tab w:val="left" w:pos="601"/>
                <w:tab w:val="left" w:pos="3153"/>
              </w:tabs>
            </w:pPr>
            <w:r w:rsidRPr="005D0C29">
              <w:tab/>
              <w:t>ACTIVATE</w:t>
            </w:r>
            <w:r w:rsidRPr="005D0C29">
              <w:tab/>
              <w:t>ALWAYS</w:t>
            </w:r>
          </w:p>
          <w:p w:rsidR="00F46115" w:rsidRPr="005D0C29" w:rsidRDefault="00F46115">
            <w:pPr>
              <w:pStyle w:val="TAC"/>
              <w:tabs>
                <w:tab w:val="left" w:pos="601"/>
                <w:tab w:val="left" w:pos="3153"/>
              </w:tabs>
            </w:pPr>
          </w:p>
        </w:tc>
      </w:tr>
      <w:tr w:rsidR="00F46115" w:rsidRPr="005D0C29">
        <w:trPr>
          <w:jc w:val="center"/>
        </w:trPr>
        <w:tc>
          <w:tcPr>
            <w:tcW w:w="201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201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201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B.2.3.5</w:t>
      </w:r>
      <w:r w:rsidRPr="005D0C29">
        <w:tab/>
        <w:t>EF</w:t>
      </w:r>
      <w:r w:rsidRPr="005D0C29">
        <w:rPr>
          <w:vertAlign w:val="subscript"/>
        </w:rPr>
        <w:t>CNU</w:t>
      </w:r>
      <w:r w:rsidRPr="005D0C29">
        <w:t xml:space="preserve"> (Cyclic Never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CNU</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76"/>
        <w:gridCol w:w="1669"/>
        <w:gridCol w:w="638"/>
        <w:gridCol w:w="355"/>
        <w:gridCol w:w="1701"/>
        <w:gridCol w:w="567"/>
        <w:gridCol w:w="40"/>
        <w:gridCol w:w="1518"/>
      </w:tblGrid>
      <w:tr w:rsidR="00F46115" w:rsidRPr="005D0C29">
        <w:trPr>
          <w:jc w:val="center"/>
        </w:trPr>
        <w:tc>
          <w:tcPr>
            <w:tcW w:w="3645"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'6F05'</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3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SFI: '05'</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p>
        </w:tc>
      </w:tr>
      <w:tr w:rsidR="00F46115" w:rsidRPr="005D0C29">
        <w:trPr>
          <w:jc w:val="center"/>
        </w:trPr>
        <w:tc>
          <w:tcPr>
            <w:tcW w:w="463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464"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NEVER</w:t>
            </w:r>
          </w:p>
          <w:p w:rsidR="00F46115" w:rsidRPr="005D0C29" w:rsidRDefault="00F46115">
            <w:pPr>
              <w:pStyle w:val="TAC"/>
              <w:keepNext w:val="0"/>
              <w:keepLines w:val="0"/>
              <w:tabs>
                <w:tab w:val="left" w:pos="601"/>
                <w:tab w:val="left" w:pos="3153"/>
              </w:tabs>
            </w:pPr>
            <w:r w:rsidRPr="005D0C29">
              <w:tab/>
              <w:t xml:space="preserve">INCREASE </w:t>
            </w:r>
            <w:r w:rsidRPr="005D0C29">
              <w:tab/>
              <w:t>NEVER</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976"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76"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976"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B.2.3.6</w:t>
      </w:r>
      <w:r w:rsidRPr="005D0C29">
        <w:tab/>
        <w:t>EF</w:t>
      </w:r>
      <w:r w:rsidRPr="005D0C29">
        <w:rPr>
          <w:vertAlign w:val="subscript"/>
        </w:rPr>
        <w:t>CNIC</w:t>
      </w:r>
      <w:r w:rsidRPr="005D0C29">
        <w:t xml:space="preserve"> (Cyclic Never Increase)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CNIC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669"/>
        <w:gridCol w:w="638"/>
        <w:gridCol w:w="355"/>
        <w:gridCol w:w="1701"/>
        <w:gridCol w:w="567"/>
        <w:gridCol w:w="40"/>
        <w:gridCol w:w="1518"/>
      </w:tblGrid>
      <w:tr w:rsidR="00F46115" w:rsidRPr="005D0C29">
        <w:trPr>
          <w:jc w:val="center"/>
        </w:trPr>
        <w:tc>
          <w:tcPr>
            <w:tcW w:w="3649"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'6F1C</w:t>
            </w:r>
            <w:r w:rsidR="00A2095F" w:rsidRPr="005D0C29">
              <w:t>'</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42"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468"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 xml:space="preserve">INCREASE </w:t>
            </w:r>
            <w:r w:rsidRPr="005D0C29">
              <w:tab/>
              <w:t>NEVER</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1E3DE8">
      <w:pPr>
        <w:pStyle w:val="Heading3"/>
      </w:pPr>
      <w:r w:rsidRPr="005D0C29">
        <w:lastRenderedPageBreak/>
        <w:t>B.2.3.7</w:t>
      </w:r>
      <w:r w:rsidRPr="005D0C29">
        <w:tab/>
        <w:t>EF</w:t>
      </w:r>
      <w:r w:rsidRPr="005D0C29">
        <w:rPr>
          <w:vertAlign w:val="subscript"/>
        </w:rPr>
        <w:t>CNDE</w:t>
      </w:r>
      <w:r w:rsidRPr="005D0C29">
        <w:t xml:space="preserve"> (Cyclic Never Deactivate)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1E3DE8">
            <w:pPr>
              <w:pStyle w:val="TAC"/>
            </w:pPr>
            <w:r w:rsidRPr="005D0C29">
              <w:t>MF</w:t>
            </w:r>
          </w:p>
        </w:tc>
        <w:tc>
          <w:tcPr>
            <w:tcW w:w="1080" w:type="dxa"/>
            <w:gridSpan w:val="2"/>
          </w:tcPr>
          <w:p w:rsidR="00F46115" w:rsidRPr="005D0C29" w:rsidRDefault="00F46115" w:rsidP="001E3DE8">
            <w:pPr>
              <w:pStyle w:val="TAC"/>
            </w:pPr>
          </w:p>
        </w:tc>
        <w:tc>
          <w:tcPr>
            <w:tcW w:w="1440" w:type="dxa"/>
          </w:tcPr>
          <w:p w:rsidR="00F46115" w:rsidRPr="005D0C29" w:rsidRDefault="00F46115" w:rsidP="001E3DE8">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1E3DE8">
            <w:pPr>
              <w:pStyle w:val="TAL"/>
            </w:pPr>
          </w:p>
        </w:tc>
        <w:tc>
          <w:tcPr>
            <w:tcW w:w="720" w:type="dxa"/>
            <w:tcBorders>
              <w:top w:val="nil"/>
              <w:left w:val="single" w:sz="4" w:space="0" w:color="auto"/>
              <w:bottom w:val="single" w:sz="4" w:space="0" w:color="auto"/>
              <w:right w:val="nil"/>
            </w:tcBorders>
          </w:tcPr>
          <w:p w:rsidR="00F46115" w:rsidRPr="005D0C29" w:rsidRDefault="00F46115" w:rsidP="001E3DE8">
            <w:pPr>
              <w:pStyle w:val="TAL"/>
            </w:pPr>
          </w:p>
        </w:tc>
        <w:tc>
          <w:tcPr>
            <w:tcW w:w="1080" w:type="dxa"/>
            <w:gridSpan w:val="2"/>
            <w:vAlign w:val="bottom"/>
          </w:tcPr>
          <w:p w:rsidR="00F46115" w:rsidRPr="005D0C29" w:rsidRDefault="00F46115" w:rsidP="001E3DE8">
            <w:pPr>
              <w:pStyle w:val="TAL"/>
            </w:pPr>
            <w:r w:rsidRPr="005D0C29">
              <w:t>DF TEST</w:t>
            </w:r>
          </w:p>
        </w:tc>
        <w:tc>
          <w:tcPr>
            <w:tcW w:w="1440" w:type="dxa"/>
          </w:tcPr>
          <w:p w:rsidR="00F46115" w:rsidRPr="005D0C29" w:rsidRDefault="00F46115" w:rsidP="001E3DE8">
            <w:pPr>
              <w:pStyle w:val="TAL"/>
            </w:pPr>
          </w:p>
        </w:tc>
      </w:tr>
      <w:tr w:rsidR="00F46115" w:rsidRPr="005D0C29">
        <w:trPr>
          <w:cantSplit/>
        </w:trPr>
        <w:tc>
          <w:tcPr>
            <w:tcW w:w="720" w:type="dxa"/>
            <w:tcBorders>
              <w:top w:val="nil"/>
              <w:left w:val="nil"/>
            </w:tcBorders>
          </w:tcPr>
          <w:p w:rsidR="00F46115" w:rsidRPr="005D0C29" w:rsidRDefault="00F46115" w:rsidP="001E3DE8">
            <w:pPr>
              <w:pStyle w:val="TAL"/>
            </w:pPr>
          </w:p>
        </w:tc>
        <w:tc>
          <w:tcPr>
            <w:tcW w:w="720" w:type="dxa"/>
            <w:tcBorders>
              <w:top w:val="nil"/>
              <w:right w:val="nil"/>
            </w:tcBorders>
          </w:tcPr>
          <w:p w:rsidR="00F46115" w:rsidRPr="005D0C29" w:rsidRDefault="00F46115" w:rsidP="001E3DE8">
            <w:pPr>
              <w:pStyle w:val="TAL"/>
            </w:pPr>
          </w:p>
        </w:tc>
        <w:tc>
          <w:tcPr>
            <w:tcW w:w="540" w:type="dxa"/>
            <w:tcBorders>
              <w:right w:val="single" w:sz="4" w:space="0" w:color="auto"/>
            </w:tcBorders>
            <w:vAlign w:val="bottom"/>
          </w:tcPr>
          <w:p w:rsidR="00F46115" w:rsidRPr="005D0C29" w:rsidRDefault="00F46115" w:rsidP="001E3DE8">
            <w:pPr>
              <w:pStyle w:val="TAL"/>
            </w:pPr>
          </w:p>
        </w:tc>
        <w:tc>
          <w:tcPr>
            <w:tcW w:w="540" w:type="dxa"/>
            <w:tcBorders>
              <w:left w:val="single" w:sz="4" w:space="0" w:color="auto"/>
              <w:bottom w:val="single" w:sz="4" w:space="0" w:color="auto"/>
            </w:tcBorders>
          </w:tcPr>
          <w:p w:rsidR="00F46115" w:rsidRPr="005D0C29" w:rsidRDefault="00F46115" w:rsidP="001E3DE8">
            <w:pPr>
              <w:pStyle w:val="TAL"/>
            </w:pPr>
          </w:p>
        </w:tc>
        <w:tc>
          <w:tcPr>
            <w:tcW w:w="1440" w:type="dxa"/>
          </w:tcPr>
          <w:p w:rsidR="00F46115" w:rsidRPr="005D0C29" w:rsidRDefault="00F46115" w:rsidP="001E3DE8">
            <w:pPr>
              <w:pStyle w:val="TAL"/>
            </w:pPr>
            <w:r w:rsidRPr="005D0C29">
              <w:t>EF CNDE</w:t>
            </w:r>
          </w:p>
        </w:tc>
      </w:tr>
    </w:tbl>
    <w:p w:rsidR="00F46115" w:rsidRPr="005D0C29" w:rsidRDefault="00F46115" w:rsidP="001E3DE8">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669"/>
        <w:gridCol w:w="638"/>
        <w:gridCol w:w="355"/>
        <w:gridCol w:w="1701"/>
        <w:gridCol w:w="567"/>
        <w:gridCol w:w="40"/>
        <w:gridCol w:w="1518"/>
      </w:tblGrid>
      <w:tr w:rsidR="00F46115" w:rsidRPr="005D0C29">
        <w:trPr>
          <w:jc w:val="center"/>
        </w:trPr>
        <w:tc>
          <w:tcPr>
            <w:tcW w:w="3649"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Identifier: '6F07</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Mandatory</w:t>
            </w:r>
          </w:p>
        </w:tc>
      </w:tr>
      <w:tr w:rsidR="00F46115" w:rsidRPr="005D0C29">
        <w:trPr>
          <w:jc w:val="center"/>
        </w:trPr>
        <w:tc>
          <w:tcPr>
            <w:tcW w:w="4642"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Update activity: high</w:t>
            </w:r>
          </w:p>
        </w:tc>
      </w:tr>
      <w:tr w:rsidR="00F46115" w:rsidRPr="005D0C29">
        <w:trPr>
          <w:jc w:val="center"/>
        </w:trPr>
        <w:tc>
          <w:tcPr>
            <w:tcW w:w="8468"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tabs>
                <w:tab w:val="left" w:pos="601"/>
                <w:tab w:val="left" w:pos="3153"/>
              </w:tabs>
              <w:spacing w:before="120"/>
            </w:pPr>
            <w:r w:rsidRPr="005D0C29">
              <w:t>Access Conditions:</w:t>
            </w:r>
          </w:p>
          <w:p w:rsidR="00F46115" w:rsidRPr="005D0C29" w:rsidRDefault="00F46115">
            <w:pPr>
              <w:pStyle w:val="TAC"/>
              <w:tabs>
                <w:tab w:val="left" w:pos="601"/>
                <w:tab w:val="left" w:pos="3153"/>
              </w:tabs>
            </w:pPr>
            <w:r w:rsidRPr="005D0C29">
              <w:tab/>
              <w:t>READ</w:t>
            </w:r>
            <w:r w:rsidRPr="005D0C29">
              <w:tab/>
              <w:t>ALWAYS</w:t>
            </w:r>
          </w:p>
          <w:p w:rsidR="00F46115" w:rsidRPr="005D0C29" w:rsidRDefault="00F46115">
            <w:pPr>
              <w:pStyle w:val="TAC"/>
              <w:tabs>
                <w:tab w:val="left" w:pos="601"/>
                <w:tab w:val="left" w:pos="3153"/>
              </w:tabs>
            </w:pPr>
            <w:r w:rsidRPr="005D0C29">
              <w:tab/>
              <w:t>UPDATE</w:t>
            </w:r>
            <w:r w:rsidRPr="005D0C29">
              <w:tab/>
              <w:t>ALWAYS</w:t>
            </w:r>
          </w:p>
          <w:p w:rsidR="00F46115" w:rsidRPr="005D0C29" w:rsidRDefault="00F46115">
            <w:pPr>
              <w:pStyle w:val="TAC"/>
              <w:tabs>
                <w:tab w:val="left" w:pos="601"/>
                <w:tab w:val="left" w:pos="3153"/>
              </w:tabs>
            </w:pPr>
            <w:r w:rsidRPr="005D0C29">
              <w:tab/>
              <w:t xml:space="preserve">INCREASE </w:t>
            </w:r>
            <w:r w:rsidRPr="005D0C29">
              <w:tab/>
              <w:t>ALWAYS</w:t>
            </w:r>
          </w:p>
          <w:p w:rsidR="00F46115" w:rsidRPr="005D0C29" w:rsidRDefault="00F46115">
            <w:pPr>
              <w:pStyle w:val="TAC"/>
              <w:tabs>
                <w:tab w:val="left" w:pos="601"/>
                <w:tab w:val="left" w:pos="3153"/>
              </w:tabs>
            </w:pPr>
            <w:r w:rsidRPr="005D0C29">
              <w:tab/>
              <w:t>DEACTIVATE</w:t>
            </w:r>
            <w:r w:rsidRPr="005D0C29">
              <w:tab/>
              <w:t>NEVER</w:t>
            </w:r>
          </w:p>
          <w:p w:rsidR="00F46115" w:rsidRPr="005D0C29" w:rsidRDefault="00F46115">
            <w:pPr>
              <w:pStyle w:val="TAC"/>
              <w:tabs>
                <w:tab w:val="left" w:pos="601"/>
                <w:tab w:val="left" w:pos="3153"/>
              </w:tabs>
            </w:pPr>
            <w:r w:rsidRPr="005D0C29">
              <w:tab/>
              <w:t>ACTIVATE</w:t>
            </w:r>
            <w:r w:rsidRPr="005D0C29">
              <w:tab/>
              <w:t>ALWAYS</w:t>
            </w:r>
          </w:p>
          <w:p w:rsidR="00F46115" w:rsidRPr="005D0C29" w:rsidRDefault="00F46115">
            <w:pPr>
              <w:pStyle w:val="TAC"/>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B.2.3.8</w:t>
      </w:r>
      <w:r w:rsidRPr="005D0C29">
        <w:tab/>
        <w:t>EF</w:t>
      </w:r>
      <w:r w:rsidRPr="005D0C29">
        <w:rPr>
          <w:vertAlign w:val="subscript"/>
        </w:rPr>
        <w:t>CNAC</w:t>
      </w:r>
      <w:r w:rsidRPr="005D0C29">
        <w:t xml:space="preserve"> (Cyclic Never Activate)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CNAC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669"/>
        <w:gridCol w:w="638"/>
        <w:gridCol w:w="355"/>
        <w:gridCol w:w="1701"/>
        <w:gridCol w:w="567"/>
        <w:gridCol w:w="40"/>
        <w:gridCol w:w="1518"/>
      </w:tblGrid>
      <w:tr w:rsidR="00F46115" w:rsidRPr="005D0C29">
        <w:trPr>
          <w:jc w:val="center"/>
        </w:trPr>
        <w:tc>
          <w:tcPr>
            <w:tcW w:w="3649"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'6F08'</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42"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468"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 xml:space="preserve">INCREASE </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NEVER</w:t>
            </w:r>
          </w:p>
          <w:p w:rsidR="00F46115" w:rsidRPr="005D0C29" w:rsidRDefault="00F46115">
            <w:pPr>
              <w:pStyle w:val="TAC"/>
              <w:keepNext w:val="0"/>
              <w:keepLines w:val="0"/>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1E3DE8">
      <w:pPr>
        <w:pStyle w:val="Heading3"/>
      </w:pPr>
      <w:r w:rsidRPr="005D0C29">
        <w:lastRenderedPageBreak/>
        <w:t>B.2.3.9</w:t>
      </w:r>
      <w:r w:rsidRPr="005D0C29">
        <w:tab/>
        <w:t>EF</w:t>
      </w:r>
      <w:r w:rsidRPr="005D0C29">
        <w:rPr>
          <w:vertAlign w:val="subscript"/>
        </w:rPr>
        <w:t>CARU</w:t>
      </w:r>
      <w:r w:rsidRPr="005D0C29">
        <w:t xml:space="preserve"> (Cyclic Always Read and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1E3DE8">
            <w:pPr>
              <w:pStyle w:val="TAC"/>
            </w:pPr>
            <w:r w:rsidRPr="005D0C29">
              <w:t>MF</w:t>
            </w:r>
          </w:p>
        </w:tc>
        <w:tc>
          <w:tcPr>
            <w:tcW w:w="1080" w:type="dxa"/>
            <w:gridSpan w:val="2"/>
          </w:tcPr>
          <w:p w:rsidR="00F46115" w:rsidRPr="005D0C29" w:rsidRDefault="00F46115" w:rsidP="001E3DE8">
            <w:pPr>
              <w:pStyle w:val="TAC"/>
            </w:pPr>
          </w:p>
        </w:tc>
        <w:tc>
          <w:tcPr>
            <w:tcW w:w="1440" w:type="dxa"/>
          </w:tcPr>
          <w:p w:rsidR="00F46115" w:rsidRPr="005D0C29" w:rsidRDefault="00F46115" w:rsidP="001E3DE8">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1E3DE8">
            <w:pPr>
              <w:pStyle w:val="TAL"/>
            </w:pPr>
          </w:p>
        </w:tc>
        <w:tc>
          <w:tcPr>
            <w:tcW w:w="720" w:type="dxa"/>
            <w:tcBorders>
              <w:top w:val="nil"/>
              <w:left w:val="single" w:sz="4" w:space="0" w:color="auto"/>
              <w:bottom w:val="single" w:sz="4" w:space="0" w:color="auto"/>
              <w:right w:val="nil"/>
            </w:tcBorders>
          </w:tcPr>
          <w:p w:rsidR="00F46115" w:rsidRPr="005D0C29" w:rsidRDefault="00F46115" w:rsidP="001E3DE8">
            <w:pPr>
              <w:pStyle w:val="TAL"/>
            </w:pPr>
          </w:p>
        </w:tc>
        <w:tc>
          <w:tcPr>
            <w:tcW w:w="1080" w:type="dxa"/>
            <w:gridSpan w:val="2"/>
            <w:vAlign w:val="bottom"/>
          </w:tcPr>
          <w:p w:rsidR="00F46115" w:rsidRPr="005D0C29" w:rsidRDefault="00F46115" w:rsidP="001E3DE8">
            <w:pPr>
              <w:pStyle w:val="TAL"/>
            </w:pPr>
            <w:r w:rsidRPr="005D0C29">
              <w:t>DF TEST</w:t>
            </w:r>
          </w:p>
        </w:tc>
        <w:tc>
          <w:tcPr>
            <w:tcW w:w="1440" w:type="dxa"/>
          </w:tcPr>
          <w:p w:rsidR="00F46115" w:rsidRPr="005D0C29" w:rsidRDefault="00F46115" w:rsidP="001E3DE8">
            <w:pPr>
              <w:pStyle w:val="TAL"/>
            </w:pPr>
          </w:p>
        </w:tc>
      </w:tr>
      <w:tr w:rsidR="00F46115" w:rsidRPr="005D0C29">
        <w:trPr>
          <w:cantSplit/>
        </w:trPr>
        <w:tc>
          <w:tcPr>
            <w:tcW w:w="720" w:type="dxa"/>
            <w:tcBorders>
              <w:top w:val="nil"/>
              <w:left w:val="nil"/>
            </w:tcBorders>
          </w:tcPr>
          <w:p w:rsidR="00F46115" w:rsidRPr="005D0C29" w:rsidRDefault="00F46115" w:rsidP="001E3DE8">
            <w:pPr>
              <w:pStyle w:val="TAL"/>
            </w:pPr>
          </w:p>
        </w:tc>
        <w:tc>
          <w:tcPr>
            <w:tcW w:w="720" w:type="dxa"/>
            <w:tcBorders>
              <w:top w:val="nil"/>
              <w:right w:val="nil"/>
            </w:tcBorders>
          </w:tcPr>
          <w:p w:rsidR="00F46115" w:rsidRPr="005D0C29" w:rsidRDefault="00F46115" w:rsidP="001E3DE8">
            <w:pPr>
              <w:pStyle w:val="TAL"/>
            </w:pPr>
          </w:p>
        </w:tc>
        <w:tc>
          <w:tcPr>
            <w:tcW w:w="540" w:type="dxa"/>
            <w:tcBorders>
              <w:right w:val="single" w:sz="4" w:space="0" w:color="auto"/>
            </w:tcBorders>
            <w:vAlign w:val="bottom"/>
          </w:tcPr>
          <w:p w:rsidR="00F46115" w:rsidRPr="005D0C29" w:rsidRDefault="00F46115" w:rsidP="001E3DE8">
            <w:pPr>
              <w:pStyle w:val="TAL"/>
            </w:pPr>
          </w:p>
        </w:tc>
        <w:tc>
          <w:tcPr>
            <w:tcW w:w="540" w:type="dxa"/>
            <w:tcBorders>
              <w:left w:val="single" w:sz="4" w:space="0" w:color="auto"/>
              <w:bottom w:val="single" w:sz="4" w:space="0" w:color="auto"/>
            </w:tcBorders>
          </w:tcPr>
          <w:p w:rsidR="00F46115" w:rsidRPr="005D0C29" w:rsidRDefault="00F46115" w:rsidP="001E3DE8">
            <w:pPr>
              <w:pStyle w:val="TAL"/>
            </w:pPr>
          </w:p>
        </w:tc>
        <w:tc>
          <w:tcPr>
            <w:tcW w:w="1440" w:type="dxa"/>
          </w:tcPr>
          <w:p w:rsidR="00F46115" w:rsidRPr="005D0C29" w:rsidRDefault="00F46115" w:rsidP="001E3DE8">
            <w:pPr>
              <w:pStyle w:val="TAL"/>
            </w:pPr>
            <w:r w:rsidRPr="005D0C29">
              <w:t>EF CARU</w:t>
            </w:r>
          </w:p>
        </w:tc>
      </w:tr>
    </w:tbl>
    <w:p w:rsidR="00F46115" w:rsidRPr="005D0C29" w:rsidRDefault="00F46115" w:rsidP="001E3DE8">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707"/>
        <w:gridCol w:w="638"/>
        <w:gridCol w:w="355"/>
        <w:gridCol w:w="1701"/>
        <w:gridCol w:w="567"/>
        <w:gridCol w:w="40"/>
        <w:gridCol w:w="1518"/>
      </w:tblGrid>
      <w:tr w:rsidR="00F46115" w:rsidRPr="005D0C29">
        <w:trPr>
          <w:jc w:val="center"/>
        </w:trPr>
        <w:tc>
          <w:tcPr>
            <w:tcW w:w="3687"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Identifier: '6F09'</w:t>
            </w:r>
          </w:p>
        </w:tc>
        <w:tc>
          <w:tcPr>
            <w:tcW w:w="3261"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Structure: cyclic</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Mandatory</w:t>
            </w:r>
          </w:p>
        </w:tc>
      </w:tr>
      <w:tr w:rsidR="00F46115" w:rsidRPr="005D0C29">
        <w:trPr>
          <w:jc w:val="center"/>
        </w:trPr>
        <w:tc>
          <w:tcPr>
            <w:tcW w:w="4680"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Update activity: high</w:t>
            </w:r>
          </w:p>
        </w:tc>
      </w:tr>
      <w:tr w:rsidR="00F46115" w:rsidRPr="005D0C29">
        <w:trPr>
          <w:jc w:val="center"/>
        </w:trPr>
        <w:tc>
          <w:tcPr>
            <w:tcW w:w="8506" w:type="dxa"/>
            <w:gridSpan w:val="8"/>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tabs>
                <w:tab w:val="left" w:pos="601"/>
                <w:tab w:val="left" w:pos="3153"/>
              </w:tabs>
              <w:spacing w:before="120"/>
            </w:pPr>
            <w:r w:rsidRPr="005D0C29">
              <w:t>Access Conditions:</w:t>
            </w:r>
          </w:p>
          <w:p w:rsidR="00F46115" w:rsidRPr="005D0C29" w:rsidRDefault="00F46115" w:rsidP="001E3DE8">
            <w:pPr>
              <w:pStyle w:val="TAC"/>
              <w:keepLines w:val="0"/>
              <w:tabs>
                <w:tab w:val="left" w:pos="601"/>
                <w:tab w:val="left" w:pos="3153"/>
              </w:tabs>
            </w:pPr>
            <w:r w:rsidRPr="005D0C29">
              <w:tab/>
              <w:t>READ</w:t>
            </w:r>
            <w:r w:rsidRPr="005D0C29">
              <w:tab/>
              <w:t>ALWAYS</w:t>
            </w:r>
          </w:p>
          <w:p w:rsidR="00F46115" w:rsidRPr="005D0C29" w:rsidRDefault="00F46115" w:rsidP="001E3DE8">
            <w:pPr>
              <w:pStyle w:val="TAC"/>
              <w:keepLines w:val="0"/>
              <w:tabs>
                <w:tab w:val="left" w:pos="601"/>
                <w:tab w:val="left" w:pos="3153"/>
              </w:tabs>
            </w:pPr>
            <w:r w:rsidRPr="005D0C29">
              <w:tab/>
              <w:t>UPDATE</w:t>
            </w:r>
            <w:r w:rsidRPr="005D0C29">
              <w:tab/>
              <w:t>ALWAYS</w:t>
            </w:r>
          </w:p>
          <w:p w:rsidR="00F46115" w:rsidRPr="005D0C29" w:rsidRDefault="00F46115" w:rsidP="001E3DE8">
            <w:pPr>
              <w:pStyle w:val="TAC"/>
              <w:keepLines w:val="0"/>
              <w:tabs>
                <w:tab w:val="left" w:pos="601"/>
                <w:tab w:val="left" w:pos="3153"/>
              </w:tabs>
            </w:pPr>
            <w:r w:rsidRPr="005D0C29">
              <w:tab/>
              <w:t xml:space="preserve">INCREASE </w:t>
            </w:r>
            <w:r w:rsidRPr="005D0C29">
              <w:tab/>
              <w:t>ALWAYS</w:t>
            </w:r>
          </w:p>
          <w:p w:rsidR="00F46115" w:rsidRPr="005D0C29" w:rsidRDefault="00F46115" w:rsidP="001E3DE8">
            <w:pPr>
              <w:pStyle w:val="TAC"/>
              <w:keepLines w:val="0"/>
              <w:tabs>
                <w:tab w:val="left" w:pos="601"/>
                <w:tab w:val="left" w:pos="3153"/>
              </w:tabs>
            </w:pPr>
            <w:r w:rsidRPr="005D0C29">
              <w:tab/>
              <w:t>DEACTIVATE</w:t>
            </w:r>
            <w:r w:rsidRPr="005D0C29">
              <w:tab/>
              <w:t>ALWAYS</w:t>
            </w:r>
          </w:p>
          <w:p w:rsidR="00F46115" w:rsidRPr="005D0C29" w:rsidRDefault="00F46115" w:rsidP="001E3DE8">
            <w:pPr>
              <w:pStyle w:val="TAC"/>
              <w:keepLines w:val="0"/>
              <w:tabs>
                <w:tab w:val="left" w:pos="601"/>
                <w:tab w:val="left" w:pos="3153"/>
              </w:tabs>
            </w:pPr>
            <w:r w:rsidRPr="005D0C29">
              <w:tab/>
              <w:t>ACTIVATE</w:t>
            </w:r>
            <w:r w:rsidRPr="005D0C29">
              <w:tab/>
              <w:t>ALWAYS</w:t>
            </w:r>
          </w:p>
          <w:p w:rsidR="00F46115" w:rsidRPr="005D0C29" w:rsidRDefault="00F46115" w:rsidP="001E3DE8">
            <w:pPr>
              <w:pStyle w:val="TAC"/>
              <w:keepLines w:val="0"/>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Logical Record Number</w:t>
            </w:r>
          </w:p>
        </w:tc>
        <w:tc>
          <w:tcPr>
            <w:tcW w:w="2345"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Description</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Default Value</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M/O</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345"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55 55 55</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345"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056"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60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151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B.2.3.10</w:t>
      </w:r>
      <w:r w:rsidRPr="005D0C29">
        <w:tab/>
        <w:t>EF</w:t>
      </w:r>
      <w:r w:rsidRPr="005D0C29">
        <w:rPr>
          <w:vertAlign w:val="subscript"/>
        </w:rPr>
        <w:t>LNR</w:t>
      </w:r>
      <w:r w:rsidRPr="005D0C29">
        <w:t xml:space="preserve"> (Linear Fixed Never Read)</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LNR</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591"/>
        <w:gridCol w:w="426"/>
        <w:gridCol w:w="567"/>
        <w:gridCol w:w="2268"/>
        <w:gridCol w:w="142"/>
        <w:gridCol w:w="567"/>
        <w:gridCol w:w="992"/>
      </w:tblGrid>
      <w:tr w:rsidR="00F46115" w:rsidRPr="005D0C29">
        <w:trPr>
          <w:jc w:val="center"/>
        </w:trPr>
        <w:tc>
          <w:tcPr>
            <w:tcW w:w="357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Identifier: '6F0A'</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Structure: linear fixed</w:t>
            </w:r>
          </w:p>
        </w:tc>
        <w:tc>
          <w:tcPr>
            <w:tcW w:w="170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Mandatory</w:t>
            </w:r>
          </w:p>
        </w:tc>
      </w:tr>
      <w:tr w:rsidR="00F46115" w:rsidRPr="005D0C29">
        <w:trPr>
          <w:jc w:val="center"/>
        </w:trPr>
        <w:tc>
          <w:tcPr>
            <w:tcW w:w="4564"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Record length: 4 bytes</w:t>
            </w:r>
          </w:p>
        </w:tc>
        <w:tc>
          <w:tcPr>
            <w:tcW w:w="3969"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Update activity: low</w:t>
            </w:r>
          </w:p>
        </w:tc>
      </w:tr>
      <w:tr w:rsidR="00F46115" w:rsidRPr="005D0C29">
        <w:trPr>
          <w:jc w:val="center"/>
        </w:trPr>
        <w:tc>
          <w:tcPr>
            <w:tcW w:w="8533"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tabs>
                <w:tab w:val="left" w:pos="601"/>
                <w:tab w:val="left" w:pos="3153"/>
              </w:tabs>
              <w:spacing w:before="120"/>
            </w:pPr>
            <w:r w:rsidRPr="005D0C29">
              <w:t>Access Conditions:</w:t>
            </w:r>
          </w:p>
          <w:p w:rsidR="00F46115" w:rsidRPr="005D0C29" w:rsidRDefault="00F46115">
            <w:pPr>
              <w:pStyle w:val="TAC"/>
              <w:tabs>
                <w:tab w:val="left" w:pos="601"/>
                <w:tab w:val="left" w:pos="3153"/>
              </w:tabs>
            </w:pPr>
            <w:r w:rsidRPr="005D0C29">
              <w:tab/>
              <w:t>READ</w:t>
            </w:r>
            <w:r w:rsidRPr="005D0C29">
              <w:tab/>
              <w:t>NEVER</w:t>
            </w:r>
          </w:p>
          <w:p w:rsidR="00F46115" w:rsidRPr="005D0C29" w:rsidRDefault="00F46115">
            <w:pPr>
              <w:pStyle w:val="TAC"/>
              <w:tabs>
                <w:tab w:val="left" w:pos="601"/>
                <w:tab w:val="left" w:pos="3153"/>
              </w:tabs>
            </w:pPr>
            <w:r w:rsidRPr="005D0C29">
              <w:tab/>
              <w:t>UPDATE</w:t>
            </w:r>
            <w:r w:rsidRPr="005D0C29">
              <w:tab/>
              <w:t>ALWAYS</w:t>
            </w:r>
          </w:p>
          <w:p w:rsidR="00F46115" w:rsidRPr="005D0C29" w:rsidRDefault="00F46115">
            <w:pPr>
              <w:pStyle w:val="TAC"/>
              <w:tabs>
                <w:tab w:val="left" w:pos="601"/>
                <w:tab w:val="left" w:pos="3153"/>
              </w:tabs>
            </w:pPr>
            <w:r w:rsidRPr="005D0C29">
              <w:tab/>
              <w:t>DEACTIVATE</w:t>
            </w:r>
            <w:r w:rsidRPr="005D0C29">
              <w:tab/>
              <w:t>ALWAYS</w:t>
            </w:r>
          </w:p>
          <w:p w:rsidR="00F46115" w:rsidRPr="005D0C29" w:rsidRDefault="00F46115">
            <w:pPr>
              <w:pStyle w:val="TAC"/>
              <w:tabs>
                <w:tab w:val="left" w:pos="601"/>
                <w:tab w:val="left" w:pos="3153"/>
              </w:tabs>
            </w:pPr>
            <w:r w:rsidRPr="005D0C29">
              <w:tab/>
              <w:t>ACTIVATE</w:t>
            </w:r>
            <w:r w:rsidRPr="005D0C29">
              <w:tab/>
              <w:t>ALWAYS</w:t>
            </w:r>
          </w:p>
          <w:p w:rsidR="00F46115" w:rsidRPr="005D0C29" w:rsidRDefault="00F46115">
            <w:pPr>
              <w:pStyle w:val="TAC"/>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 - Record 1</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 - Record 2</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 bytes</w:t>
            </w:r>
          </w:p>
        </w:tc>
      </w:tr>
    </w:tbl>
    <w:p w:rsidR="00F46115" w:rsidRPr="005D0C29" w:rsidRDefault="00F46115"/>
    <w:p w:rsidR="00F46115" w:rsidRPr="005D0C29" w:rsidRDefault="00F46115" w:rsidP="001E3DE8">
      <w:pPr>
        <w:pStyle w:val="Heading3"/>
      </w:pPr>
      <w:r w:rsidRPr="005D0C29">
        <w:lastRenderedPageBreak/>
        <w:t>B.2.3.11</w:t>
      </w:r>
      <w:r w:rsidRPr="005D0C29">
        <w:tab/>
        <w:t>EF</w:t>
      </w:r>
      <w:r w:rsidRPr="005D0C29">
        <w:rPr>
          <w:vertAlign w:val="subscript"/>
        </w:rPr>
        <w:t>LNU</w:t>
      </w:r>
      <w:r w:rsidRPr="005D0C29">
        <w:t xml:space="preserve"> (Linear Fixed Never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1E3DE8">
            <w:pPr>
              <w:pStyle w:val="TAC"/>
            </w:pPr>
            <w:r w:rsidRPr="005D0C29">
              <w:t>MF</w:t>
            </w:r>
          </w:p>
        </w:tc>
        <w:tc>
          <w:tcPr>
            <w:tcW w:w="1080" w:type="dxa"/>
            <w:gridSpan w:val="2"/>
          </w:tcPr>
          <w:p w:rsidR="00F46115" w:rsidRPr="005D0C29" w:rsidRDefault="00F46115" w:rsidP="001E3DE8">
            <w:pPr>
              <w:pStyle w:val="TAC"/>
            </w:pPr>
          </w:p>
        </w:tc>
        <w:tc>
          <w:tcPr>
            <w:tcW w:w="1440" w:type="dxa"/>
          </w:tcPr>
          <w:p w:rsidR="00F46115" w:rsidRPr="005D0C29" w:rsidRDefault="00F46115" w:rsidP="001E3DE8">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1E3DE8">
            <w:pPr>
              <w:pStyle w:val="TAL"/>
            </w:pPr>
          </w:p>
        </w:tc>
        <w:tc>
          <w:tcPr>
            <w:tcW w:w="720" w:type="dxa"/>
            <w:tcBorders>
              <w:top w:val="nil"/>
              <w:left w:val="single" w:sz="4" w:space="0" w:color="auto"/>
              <w:bottom w:val="single" w:sz="4" w:space="0" w:color="auto"/>
              <w:right w:val="nil"/>
            </w:tcBorders>
          </w:tcPr>
          <w:p w:rsidR="00F46115" w:rsidRPr="005D0C29" w:rsidRDefault="00F46115" w:rsidP="001E3DE8">
            <w:pPr>
              <w:pStyle w:val="TAL"/>
            </w:pPr>
          </w:p>
        </w:tc>
        <w:tc>
          <w:tcPr>
            <w:tcW w:w="1080" w:type="dxa"/>
            <w:gridSpan w:val="2"/>
            <w:vAlign w:val="bottom"/>
          </w:tcPr>
          <w:p w:rsidR="00F46115" w:rsidRPr="005D0C29" w:rsidRDefault="00F46115" w:rsidP="001E3DE8">
            <w:pPr>
              <w:pStyle w:val="TAL"/>
            </w:pPr>
            <w:r w:rsidRPr="005D0C29">
              <w:t>DF TEST</w:t>
            </w:r>
          </w:p>
        </w:tc>
        <w:tc>
          <w:tcPr>
            <w:tcW w:w="1440" w:type="dxa"/>
          </w:tcPr>
          <w:p w:rsidR="00F46115" w:rsidRPr="005D0C29" w:rsidRDefault="00F46115" w:rsidP="001E3DE8">
            <w:pPr>
              <w:pStyle w:val="TAL"/>
            </w:pPr>
          </w:p>
        </w:tc>
      </w:tr>
      <w:tr w:rsidR="00F46115" w:rsidRPr="005D0C29">
        <w:trPr>
          <w:cantSplit/>
        </w:trPr>
        <w:tc>
          <w:tcPr>
            <w:tcW w:w="720" w:type="dxa"/>
            <w:tcBorders>
              <w:top w:val="nil"/>
              <w:left w:val="nil"/>
            </w:tcBorders>
          </w:tcPr>
          <w:p w:rsidR="00F46115" w:rsidRPr="005D0C29" w:rsidRDefault="00F46115" w:rsidP="001E3DE8">
            <w:pPr>
              <w:pStyle w:val="TAL"/>
            </w:pPr>
          </w:p>
        </w:tc>
        <w:tc>
          <w:tcPr>
            <w:tcW w:w="720" w:type="dxa"/>
            <w:tcBorders>
              <w:top w:val="nil"/>
              <w:right w:val="nil"/>
            </w:tcBorders>
          </w:tcPr>
          <w:p w:rsidR="00F46115" w:rsidRPr="005D0C29" w:rsidRDefault="00F46115" w:rsidP="001E3DE8">
            <w:pPr>
              <w:pStyle w:val="TAL"/>
            </w:pPr>
          </w:p>
        </w:tc>
        <w:tc>
          <w:tcPr>
            <w:tcW w:w="540" w:type="dxa"/>
            <w:tcBorders>
              <w:right w:val="single" w:sz="4" w:space="0" w:color="auto"/>
            </w:tcBorders>
            <w:vAlign w:val="bottom"/>
          </w:tcPr>
          <w:p w:rsidR="00F46115" w:rsidRPr="005D0C29" w:rsidRDefault="00F46115" w:rsidP="001E3DE8">
            <w:pPr>
              <w:pStyle w:val="TAL"/>
            </w:pPr>
          </w:p>
        </w:tc>
        <w:tc>
          <w:tcPr>
            <w:tcW w:w="540" w:type="dxa"/>
            <w:tcBorders>
              <w:left w:val="single" w:sz="4" w:space="0" w:color="auto"/>
              <w:bottom w:val="single" w:sz="4" w:space="0" w:color="auto"/>
            </w:tcBorders>
          </w:tcPr>
          <w:p w:rsidR="00F46115" w:rsidRPr="005D0C29" w:rsidRDefault="00F46115" w:rsidP="001E3DE8">
            <w:pPr>
              <w:pStyle w:val="TAL"/>
            </w:pPr>
          </w:p>
        </w:tc>
        <w:tc>
          <w:tcPr>
            <w:tcW w:w="1440" w:type="dxa"/>
          </w:tcPr>
          <w:p w:rsidR="00F46115" w:rsidRPr="005D0C29" w:rsidRDefault="00F46115" w:rsidP="001E3DE8">
            <w:pPr>
              <w:pStyle w:val="TAL"/>
            </w:pPr>
            <w:r w:rsidRPr="005D0C29">
              <w:t>EF LNU</w:t>
            </w:r>
          </w:p>
        </w:tc>
      </w:tr>
    </w:tbl>
    <w:p w:rsidR="00F46115" w:rsidRPr="005D0C29" w:rsidRDefault="00F46115" w:rsidP="001E3DE8">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591"/>
        <w:gridCol w:w="426"/>
        <w:gridCol w:w="567"/>
        <w:gridCol w:w="2268"/>
        <w:gridCol w:w="142"/>
        <w:gridCol w:w="567"/>
        <w:gridCol w:w="992"/>
      </w:tblGrid>
      <w:tr w:rsidR="00F46115" w:rsidRPr="005D0C29">
        <w:trPr>
          <w:jc w:val="center"/>
        </w:trPr>
        <w:tc>
          <w:tcPr>
            <w:tcW w:w="3571"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Identifier: '6F0B'</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Structure: linear fixed</w:t>
            </w:r>
          </w:p>
        </w:tc>
        <w:tc>
          <w:tcPr>
            <w:tcW w:w="170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Mandatory</w:t>
            </w:r>
          </w:p>
        </w:tc>
      </w:tr>
      <w:tr w:rsidR="00F46115" w:rsidRPr="005D0C29">
        <w:trPr>
          <w:jc w:val="center"/>
        </w:trPr>
        <w:tc>
          <w:tcPr>
            <w:tcW w:w="4564"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Record length: 4 bytes</w:t>
            </w:r>
          </w:p>
        </w:tc>
        <w:tc>
          <w:tcPr>
            <w:tcW w:w="3969"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Update activity: low</w:t>
            </w:r>
          </w:p>
        </w:tc>
      </w:tr>
      <w:tr w:rsidR="00F46115" w:rsidRPr="005D0C29">
        <w:trPr>
          <w:jc w:val="center"/>
        </w:trPr>
        <w:tc>
          <w:tcPr>
            <w:tcW w:w="8533" w:type="dxa"/>
            <w:gridSpan w:val="8"/>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tabs>
                <w:tab w:val="left" w:pos="601"/>
                <w:tab w:val="left" w:pos="3153"/>
              </w:tabs>
              <w:spacing w:before="120"/>
            </w:pPr>
            <w:r w:rsidRPr="005D0C29">
              <w:t>Access Conditions:</w:t>
            </w:r>
          </w:p>
          <w:p w:rsidR="00F46115" w:rsidRPr="005D0C29" w:rsidRDefault="00F46115" w:rsidP="001E3DE8">
            <w:pPr>
              <w:pStyle w:val="TAC"/>
              <w:keepLines w:val="0"/>
              <w:tabs>
                <w:tab w:val="left" w:pos="601"/>
                <w:tab w:val="left" w:pos="3153"/>
              </w:tabs>
            </w:pPr>
            <w:r w:rsidRPr="005D0C29">
              <w:tab/>
              <w:t>READ</w:t>
            </w:r>
            <w:r w:rsidRPr="005D0C29">
              <w:tab/>
              <w:t>ALWAYS</w:t>
            </w:r>
          </w:p>
          <w:p w:rsidR="00F46115" w:rsidRPr="005D0C29" w:rsidRDefault="00F46115" w:rsidP="001E3DE8">
            <w:pPr>
              <w:pStyle w:val="TAC"/>
              <w:keepLines w:val="0"/>
              <w:tabs>
                <w:tab w:val="left" w:pos="601"/>
                <w:tab w:val="left" w:pos="3153"/>
              </w:tabs>
            </w:pPr>
            <w:r w:rsidRPr="005D0C29">
              <w:tab/>
              <w:t>UPDATE</w:t>
            </w:r>
            <w:r w:rsidRPr="005D0C29">
              <w:tab/>
              <w:t>NEVER</w:t>
            </w:r>
          </w:p>
          <w:p w:rsidR="00F46115" w:rsidRPr="005D0C29" w:rsidRDefault="00F46115" w:rsidP="001E3DE8">
            <w:pPr>
              <w:pStyle w:val="TAC"/>
              <w:keepLines w:val="0"/>
              <w:tabs>
                <w:tab w:val="left" w:pos="601"/>
                <w:tab w:val="left" w:pos="3153"/>
              </w:tabs>
            </w:pPr>
            <w:r w:rsidRPr="005D0C29">
              <w:tab/>
              <w:t>DEACTIVATE</w:t>
            </w:r>
            <w:r w:rsidRPr="005D0C29">
              <w:tab/>
              <w:t>ALWAYS</w:t>
            </w:r>
          </w:p>
          <w:p w:rsidR="00F46115" w:rsidRPr="005D0C29" w:rsidRDefault="00F46115" w:rsidP="001E3DE8">
            <w:pPr>
              <w:pStyle w:val="TAC"/>
              <w:keepLines w:val="0"/>
              <w:tabs>
                <w:tab w:val="left" w:pos="601"/>
                <w:tab w:val="left" w:pos="3153"/>
              </w:tabs>
            </w:pPr>
            <w:r w:rsidRPr="005D0C29">
              <w:tab/>
              <w:t>ACTIVATE</w:t>
            </w:r>
            <w:r w:rsidRPr="005D0C29">
              <w:tab/>
              <w:t>ALWAYS</w:t>
            </w:r>
          </w:p>
          <w:p w:rsidR="00F46115" w:rsidRPr="005D0C29" w:rsidRDefault="00F46115" w:rsidP="001E3DE8">
            <w:pPr>
              <w:pStyle w:val="TAC"/>
              <w:keepLines w:val="0"/>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Logical Record Number</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Description</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M/O</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1</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Test Data - Record 1</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FF 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4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 - Record 2</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 bytes</w:t>
            </w:r>
          </w:p>
        </w:tc>
      </w:tr>
    </w:tbl>
    <w:p w:rsidR="00F46115" w:rsidRPr="005D0C29" w:rsidRDefault="00F46115"/>
    <w:p w:rsidR="00F46115" w:rsidRPr="005D0C29" w:rsidRDefault="00F46115">
      <w:pPr>
        <w:pStyle w:val="Heading3"/>
      </w:pPr>
      <w:r w:rsidRPr="005D0C29">
        <w:t>B.2.3.12</w:t>
      </w:r>
      <w:r w:rsidRPr="005D0C29">
        <w:tab/>
        <w:t>EF</w:t>
      </w:r>
      <w:r w:rsidRPr="005D0C29">
        <w:rPr>
          <w:vertAlign w:val="subscript"/>
        </w:rPr>
        <w:t>LARU</w:t>
      </w:r>
      <w:r w:rsidRPr="005D0C29">
        <w:t xml:space="preserve"> (Linear Fixed Always Read and Update)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LARU</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980"/>
        <w:gridCol w:w="1591"/>
        <w:gridCol w:w="426"/>
        <w:gridCol w:w="567"/>
        <w:gridCol w:w="2268"/>
        <w:gridCol w:w="142"/>
        <w:gridCol w:w="567"/>
        <w:gridCol w:w="992"/>
      </w:tblGrid>
      <w:tr w:rsidR="00F46115" w:rsidRPr="005D0C29">
        <w:trPr>
          <w:jc w:val="center"/>
        </w:trPr>
        <w:tc>
          <w:tcPr>
            <w:tcW w:w="357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'6F0C'</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70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64"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4 bytes</w:t>
            </w:r>
          </w:p>
        </w:tc>
        <w:tc>
          <w:tcPr>
            <w:tcW w:w="3969"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33"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 - Record 1</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55 55 55 55</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 bytes</w:t>
            </w:r>
          </w:p>
        </w:tc>
      </w:tr>
      <w:tr w:rsidR="00F46115" w:rsidRPr="005D0C29">
        <w:trPr>
          <w:jc w:val="center"/>
        </w:trPr>
        <w:tc>
          <w:tcPr>
            <w:tcW w:w="1980"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017"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 - Record 2</w:t>
            </w:r>
          </w:p>
        </w:tc>
        <w:tc>
          <w:tcPr>
            <w:tcW w:w="2977"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 xml:space="preserve">AA AA AA AA </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2"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 bytes</w:t>
            </w:r>
          </w:p>
        </w:tc>
      </w:tr>
    </w:tbl>
    <w:p w:rsidR="00F46115" w:rsidRPr="005D0C29" w:rsidRDefault="00F46115"/>
    <w:p w:rsidR="00F46115" w:rsidRPr="005D0C29" w:rsidRDefault="00F46115" w:rsidP="001E3DE8">
      <w:pPr>
        <w:pStyle w:val="Heading3"/>
      </w:pPr>
      <w:r w:rsidRPr="005D0C29">
        <w:lastRenderedPageBreak/>
        <w:t>B.2.3.13</w:t>
      </w:r>
      <w:r w:rsidRPr="005D0C29">
        <w:tab/>
        <w:t>EF</w:t>
      </w:r>
      <w:r w:rsidRPr="005D0C29">
        <w:rPr>
          <w:vertAlign w:val="subscript"/>
        </w:rPr>
        <w:t>CINA</w:t>
      </w:r>
      <w:r w:rsidRPr="005D0C29">
        <w:t xml:space="preserve"> (Cyclic Increase Not Allowed)</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1E3DE8">
            <w:pPr>
              <w:pStyle w:val="TAC"/>
            </w:pPr>
            <w:r w:rsidRPr="005D0C29">
              <w:t>MF</w:t>
            </w:r>
          </w:p>
        </w:tc>
        <w:tc>
          <w:tcPr>
            <w:tcW w:w="1080" w:type="dxa"/>
            <w:gridSpan w:val="2"/>
          </w:tcPr>
          <w:p w:rsidR="00F46115" w:rsidRPr="005D0C29" w:rsidRDefault="00F46115" w:rsidP="001E3DE8">
            <w:pPr>
              <w:pStyle w:val="TAC"/>
            </w:pPr>
          </w:p>
        </w:tc>
        <w:tc>
          <w:tcPr>
            <w:tcW w:w="1440" w:type="dxa"/>
          </w:tcPr>
          <w:p w:rsidR="00F46115" w:rsidRPr="005D0C29" w:rsidRDefault="00F46115" w:rsidP="001E3DE8">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1E3DE8">
            <w:pPr>
              <w:pStyle w:val="TAL"/>
            </w:pPr>
          </w:p>
        </w:tc>
        <w:tc>
          <w:tcPr>
            <w:tcW w:w="720" w:type="dxa"/>
            <w:tcBorders>
              <w:top w:val="nil"/>
              <w:left w:val="single" w:sz="4" w:space="0" w:color="auto"/>
              <w:bottom w:val="single" w:sz="4" w:space="0" w:color="auto"/>
              <w:right w:val="nil"/>
            </w:tcBorders>
          </w:tcPr>
          <w:p w:rsidR="00F46115" w:rsidRPr="005D0C29" w:rsidRDefault="00F46115" w:rsidP="001E3DE8">
            <w:pPr>
              <w:pStyle w:val="TAL"/>
            </w:pPr>
          </w:p>
        </w:tc>
        <w:tc>
          <w:tcPr>
            <w:tcW w:w="1080" w:type="dxa"/>
            <w:gridSpan w:val="2"/>
            <w:vAlign w:val="bottom"/>
          </w:tcPr>
          <w:p w:rsidR="00F46115" w:rsidRPr="005D0C29" w:rsidRDefault="00F46115" w:rsidP="001E3DE8">
            <w:pPr>
              <w:pStyle w:val="TAL"/>
            </w:pPr>
            <w:r w:rsidRPr="005D0C29">
              <w:t>DF TEST</w:t>
            </w:r>
          </w:p>
        </w:tc>
        <w:tc>
          <w:tcPr>
            <w:tcW w:w="1440" w:type="dxa"/>
          </w:tcPr>
          <w:p w:rsidR="00F46115" w:rsidRPr="005D0C29" w:rsidRDefault="00F46115" w:rsidP="001E3DE8">
            <w:pPr>
              <w:pStyle w:val="TAL"/>
            </w:pPr>
          </w:p>
        </w:tc>
      </w:tr>
      <w:tr w:rsidR="00F46115" w:rsidRPr="005D0C29">
        <w:trPr>
          <w:cantSplit/>
        </w:trPr>
        <w:tc>
          <w:tcPr>
            <w:tcW w:w="720" w:type="dxa"/>
            <w:tcBorders>
              <w:top w:val="nil"/>
              <w:left w:val="nil"/>
            </w:tcBorders>
          </w:tcPr>
          <w:p w:rsidR="00F46115" w:rsidRPr="005D0C29" w:rsidRDefault="00F46115" w:rsidP="001E3DE8">
            <w:pPr>
              <w:pStyle w:val="TAL"/>
            </w:pPr>
          </w:p>
        </w:tc>
        <w:tc>
          <w:tcPr>
            <w:tcW w:w="720" w:type="dxa"/>
            <w:tcBorders>
              <w:top w:val="nil"/>
              <w:right w:val="nil"/>
            </w:tcBorders>
          </w:tcPr>
          <w:p w:rsidR="00F46115" w:rsidRPr="005D0C29" w:rsidRDefault="00F46115" w:rsidP="001E3DE8">
            <w:pPr>
              <w:pStyle w:val="TAL"/>
            </w:pPr>
          </w:p>
        </w:tc>
        <w:tc>
          <w:tcPr>
            <w:tcW w:w="540" w:type="dxa"/>
            <w:tcBorders>
              <w:right w:val="single" w:sz="4" w:space="0" w:color="auto"/>
            </w:tcBorders>
            <w:vAlign w:val="bottom"/>
          </w:tcPr>
          <w:p w:rsidR="00F46115" w:rsidRPr="005D0C29" w:rsidRDefault="00F46115" w:rsidP="001E3DE8">
            <w:pPr>
              <w:pStyle w:val="TAL"/>
            </w:pPr>
          </w:p>
        </w:tc>
        <w:tc>
          <w:tcPr>
            <w:tcW w:w="540" w:type="dxa"/>
            <w:tcBorders>
              <w:left w:val="single" w:sz="4" w:space="0" w:color="auto"/>
              <w:bottom w:val="single" w:sz="4" w:space="0" w:color="auto"/>
            </w:tcBorders>
          </w:tcPr>
          <w:p w:rsidR="00F46115" w:rsidRPr="005D0C29" w:rsidRDefault="00F46115" w:rsidP="001E3DE8">
            <w:pPr>
              <w:pStyle w:val="TAL"/>
            </w:pPr>
          </w:p>
        </w:tc>
        <w:tc>
          <w:tcPr>
            <w:tcW w:w="1440" w:type="dxa"/>
          </w:tcPr>
          <w:p w:rsidR="00F46115" w:rsidRPr="005D0C29" w:rsidRDefault="00F46115" w:rsidP="001E3DE8">
            <w:pPr>
              <w:pStyle w:val="TAL"/>
            </w:pPr>
            <w:r w:rsidRPr="005D0C29">
              <w:t>EF CINA</w:t>
            </w:r>
          </w:p>
        </w:tc>
      </w:tr>
    </w:tbl>
    <w:p w:rsidR="00F46115" w:rsidRPr="005D0C29" w:rsidRDefault="00F46115" w:rsidP="001E3DE8">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pPr>
            <w:r w:rsidRPr="005D0C29">
              <w:t>Identifier: '6F0D'</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tabs>
                <w:tab w:val="left" w:pos="601"/>
                <w:tab w:val="left" w:pos="3153"/>
              </w:tabs>
              <w:spacing w:before="120"/>
            </w:pPr>
            <w:r w:rsidRPr="005D0C29">
              <w:t>Access Conditions:</w:t>
            </w:r>
          </w:p>
          <w:p w:rsidR="00F46115" w:rsidRPr="005D0C29" w:rsidRDefault="00F46115" w:rsidP="001E3DE8">
            <w:pPr>
              <w:pStyle w:val="TAC"/>
              <w:tabs>
                <w:tab w:val="left" w:pos="601"/>
                <w:tab w:val="left" w:pos="3153"/>
              </w:tabs>
            </w:pPr>
            <w:r w:rsidRPr="005D0C29">
              <w:tab/>
              <w:t>READ</w:t>
            </w:r>
            <w:r w:rsidRPr="005D0C29">
              <w:tab/>
              <w:t>ALWAYS</w:t>
            </w:r>
          </w:p>
          <w:p w:rsidR="00F46115" w:rsidRPr="005D0C29" w:rsidRDefault="00F46115" w:rsidP="001E3DE8">
            <w:pPr>
              <w:pStyle w:val="TAC"/>
              <w:tabs>
                <w:tab w:val="left" w:pos="601"/>
                <w:tab w:val="left" w:pos="3153"/>
              </w:tabs>
            </w:pPr>
            <w:r w:rsidRPr="005D0C29">
              <w:tab/>
              <w:t>UPDATE</w:t>
            </w:r>
            <w:r w:rsidRPr="005D0C29">
              <w:tab/>
              <w:t>ALWAYS</w:t>
            </w:r>
          </w:p>
          <w:p w:rsidR="00F46115" w:rsidRPr="005D0C29" w:rsidRDefault="00F46115" w:rsidP="001E3DE8">
            <w:pPr>
              <w:pStyle w:val="TAC"/>
              <w:tabs>
                <w:tab w:val="left" w:pos="601"/>
                <w:tab w:val="left" w:pos="3153"/>
              </w:tabs>
            </w:pPr>
            <w:r w:rsidRPr="005D0C29">
              <w:tab/>
              <w:t xml:space="preserve">INCREASE </w:t>
            </w:r>
            <w:r w:rsidRPr="005D0C29">
              <w:tab/>
              <w:t>NEVER</w:t>
            </w:r>
          </w:p>
          <w:p w:rsidR="00F46115" w:rsidRPr="005D0C29" w:rsidRDefault="00F46115" w:rsidP="001E3DE8">
            <w:pPr>
              <w:pStyle w:val="TAC"/>
              <w:tabs>
                <w:tab w:val="left" w:pos="601"/>
                <w:tab w:val="left" w:pos="3153"/>
              </w:tabs>
            </w:pPr>
            <w:r w:rsidRPr="005D0C29">
              <w:tab/>
              <w:t>DEACTIVATE</w:t>
            </w:r>
            <w:r w:rsidRPr="005D0C29">
              <w:tab/>
              <w:t>ALWAYS</w:t>
            </w:r>
          </w:p>
          <w:p w:rsidR="00F46115" w:rsidRPr="005D0C29" w:rsidRDefault="00F46115" w:rsidP="001E3DE8">
            <w:pPr>
              <w:pStyle w:val="TAC"/>
              <w:tabs>
                <w:tab w:val="left" w:pos="601"/>
                <w:tab w:val="left" w:pos="3153"/>
              </w:tabs>
            </w:pPr>
            <w:r w:rsidRPr="005D0C29">
              <w:tab/>
              <w:t>ACTIVATE</w:t>
            </w:r>
            <w:r w:rsidRPr="005D0C29">
              <w:tab/>
              <w:t>ALWAYS</w:t>
            </w:r>
          </w:p>
          <w:p w:rsidR="00F46115" w:rsidRPr="005D0C29" w:rsidRDefault="00F46115" w:rsidP="001E3DE8">
            <w:pPr>
              <w:pStyle w:val="TAC"/>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rsidP="001E3DE8">
            <w:pPr>
              <w:pStyle w:val="TAC"/>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B.2.3.14</w:t>
      </w:r>
      <w:r w:rsidRPr="005D0C29">
        <w:tab/>
        <w:t>EF</w:t>
      </w:r>
      <w:r w:rsidRPr="005D0C29">
        <w:rPr>
          <w:vertAlign w:val="subscript"/>
        </w:rPr>
        <w:t>TRAC</w:t>
      </w:r>
      <w:r w:rsidRPr="005D0C29">
        <w:t xml:space="preserve"> (Transparent Read Access Condition ADM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TRAC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'6F0E'</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ADM 2</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B.2.3.15</w:t>
      </w:r>
      <w:r w:rsidRPr="005D0C29">
        <w:tab/>
        <w:t>EF</w:t>
      </w:r>
      <w:r w:rsidRPr="005D0C29">
        <w:rPr>
          <w:vertAlign w:val="subscript"/>
        </w:rPr>
        <w:t>TDAC</w:t>
      </w:r>
      <w:r w:rsidRPr="005D0C29">
        <w:t xml:space="preserve"> (Transparent Deactivate Access Condition Application PIN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TDAC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'6F0F'</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Application PIN 1</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lastRenderedPageBreak/>
        <w:t>B.2.3.16</w:t>
      </w:r>
      <w:r w:rsidRPr="005D0C29">
        <w:tab/>
        <w:t>EF</w:t>
      </w:r>
      <w:r w:rsidRPr="005D0C29">
        <w:rPr>
          <w:vertAlign w:val="subscript"/>
        </w:rPr>
        <w:t>CIAC</w:t>
      </w:r>
      <w:r w:rsidRPr="005D0C29">
        <w:t xml:space="preserve"> (Cyclic Increase Access Condition ADM 2)</w:t>
      </w:r>
    </w:p>
    <w:tbl>
      <w:tblPr>
        <w:tblW w:w="3960" w:type="dxa"/>
        <w:tblInd w:w="198" w:type="dxa"/>
        <w:tblLayout w:type="fixed"/>
        <w:tblLook w:val="0000" w:firstRow="0" w:lastRow="0" w:firstColumn="0" w:lastColumn="0" w:noHBand="0" w:noVBand="0"/>
      </w:tblPr>
      <w:tblGrid>
        <w:gridCol w:w="720"/>
        <w:gridCol w:w="720"/>
        <w:gridCol w:w="540"/>
        <w:gridCol w:w="540"/>
        <w:gridCol w:w="1440"/>
      </w:tblGrid>
      <w:tr w:rsidR="00F46115" w:rsidRPr="005D0C29">
        <w:trPr>
          <w:gridAfter w:val="3"/>
          <w:wAfter w:w="2520" w:type="dxa"/>
        </w:trPr>
        <w:tc>
          <w:tcPr>
            <w:tcW w:w="1440" w:type="dxa"/>
            <w:gridSpan w:val="2"/>
            <w:vAlign w:val="bottom"/>
          </w:tcPr>
          <w:p w:rsidR="00F46115" w:rsidRPr="005D0C29" w:rsidRDefault="00F46115">
            <w:pPr>
              <w:pStyle w:val="TAC"/>
            </w:pPr>
            <w:r w:rsidRPr="005D0C29">
              <w:t>MF</w:t>
            </w:r>
          </w:p>
        </w:tc>
      </w:tr>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CIAC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Identifier: '6F10'</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pPr>
            <w:r w:rsidRPr="005D0C29">
              <w:t>Update activity: low</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tabs>
                <w:tab w:val="left" w:pos="601"/>
                <w:tab w:val="left" w:pos="3153"/>
              </w:tabs>
              <w:spacing w:before="120"/>
            </w:pPr>
            <w:r w:rsidRPr="005D0C29">
              <w:t>Access Conditions:</w:t>
            </w:r>
          </w:p>
          <w:p w:rsidR="00F46115" w:rsidRPr="005D0C29" w:rsidRDefault="00F46115">
            <w:pPr>
              <w:pStyle w:val="TAC"/>
              <w:tabs>
                <w:tab w:val="left" w:pos="601"/>
                <w:tab w:val="left" w:pos="3153"/>
              </w:tabs>
            </w:pPr>
            <w:r w:rsidRPr="005D0C29">
              <w:tab/>
              <w:t>READ</w:t>
            </w:r>
            <w:r w:rsidRPr="005D0C29">
              <w:tab/>
              <w:t>ALWAYS</w:t>
            </w:r>
          </w:p>
          <w:p w:rsidR="00F46115" w:rsidRPr="005D0C29" w:rsidRDefault="00F46115">
            <w:pPr>
              <w:pStyle w:val="TAC"/>
              <w:tabs>
                <w:tab w:val="left" w:pos="601"/>
                <w:tab w:val="left" w:pos="3153"/>
              </w:tabs>
            </w:pPr>
            <w:r w:rsidRPr="005D0C29">
              <w:tab/>
              <w:t>UPDATE</w:t>
            </w:r>
            <w:r w:rsidRPr="005D0C29">
              <w:tab/>
              <w:t>ALWAYS</w:t>
            </w:r>
          </w:p>
          <w:p w:rsidR="00F46115" w:rsidRPr="005D0C29" w:rsidRDefault="00F46115">
            <w:pPr>
              <w:pStyle w:val="TAC"/>
              <w:tabs>
                <w:tab w:val="left" w:pos="601"/>
                <w:tab w:val="left" w:pos="3153"/>
              </w:tabs>
            </w:pPr>
            <w:r w:rsidRPr="005D0C29">
              <w:tab/>
              <w:t>INCREASE</w:t>
            </w:r>
            <w:r w:rsidRPr="005D0C29">
              <w:tab/>
              <w:t>ADM 2</w:t>
            </w:r>
          </w:p>
          <w:p w:rsidR="00F46115" w:rsidRPr="005D0C29" w:rsidRDefault="00F46115">
            <w:pPr>
              <w:pStyle w:val="TAC"/>
              <w:tabs>
                <w:tab w:val="left" w:pos="601"/>
                <w:tab w:val="left" w:pos="3153"/>
              </w:tabs>
            </w:pPr>
            <w:r w:rsidRPr="005D0C29">
              <w:tab/>
              <w:t>DEACTIVATE</w:t>
            </w:r>
            <w:r w:rsidRPr="005D0C29">
              <w:tab/>
              <w:t>ALWAYS</w:t>
            </w:r>
          </w:p>
          <w:p w:rsidR="00F46115" w:rsidRPr="005D0C29" w:rsidRDefault="00F46115">
            <w:pPr>
              <w:pStyle w:val="TAC"/>
              <w:tabs>
                <w:tab w:val="left" w:pos="601"/>
                <w:tab w:val="left" w:pos="3153"/>
              </w:tabs>
            </w:pPr>
            <w:r w:rsidRPr="005D0C29">
              <w:tab/>
              <w:t>ACTIVATE</w:t>
            </w:r>
            <w:r w:rsidRPr="005D0C29">
              <w:tab/>
              <w:t>ALWAYS</w:t>
            </w:r>
          </w:p>
          <w:p w:rsidR="00F46115" w:rsidRPr="005D0C29" w:rsidRDefault="00F46115">
            <w:pPr>
              <w:pStyle w:val="TAC"/>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B.2.3.17</w:t>
      </w:r>
      <w:r w:rsidRPr="005D0C29">
        <w:tab/>
        <w:t>EF</w:t>
      </w:r>
      <w:r w:rsidRPr="005D0C29">
        <w:rPr>
          <w:vertAlign w:val="subscript"/>
        </w:rPr>
        <w:t>CIAA</w:t>
      </w:r>
      <w:r w:rsidRPr="005D0C29">
        <w:t xml:space="preserve"> (Cyclic Increase Access Condition ADM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CIAA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'6F11'</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436"/>
              </w:tabs>
              <w:ind w:left="284"/>
            </w:pPr>
            <w:r w:rsidRPr="005D0C29">
              <w:tab/>
              <w:t>INCREASE</w:t>
            </w:r>
            <w:r w:rsidRPr="005D0C29">
              <w:tab/>
              <w:t>ADM 1</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0C7D3F">
      <w:pPr>
        <w:pStyle w:val="Heading3"/>
      </w:pPr>
      <w:r w:rsidRPr="005D0C29">
        <w:lastRenderedPageBreak/>
        <w:t>B.2.3.18</w:t>
      </w:r>
      <w:r w:rsidRPr="005D0C29">
        <w:tab/>
        <w:t>EF</w:t>
      </w:r>
      <w:r w:rsidRPr="005D0C29">
        <w:rPr>
          <w:vertAlign w:val="subscript"/>
        </w:rPr>
        <w:t>CNRA</w:t>
      </w:r>
      <w:r w:rsidRPr="005D0C29">
        <w:t xml:space="preserve"> (Cyclic Never Activate)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CNAC</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Identifier: '6F12'</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Update activity: low</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tabs>
                <w:tab w:val="left" w:pos="601"/>
                <w:tab w:val="left" w:pos="3153"/>
              </w:tabs>
              <w:spacing w:before="120"/>
            </w:pPr>
            <w:r w:rsidRPr="005D0C29">
              <w:t>Access Conditions:</w:t>
            </w:r>
          </w:p>
          <w:p w:rsidR="00F46115" w:rsidRPr="005D0C29" w:rsidRDefault="00F46115" w:rsidP="000C7D3F">
            <w:pPr>
              <w:pStyle w:val="TAC"/>
              <w:keepLines w:val="0"/>
              <w:tabs>
                <w:tab w:val="left" w:pos="601"/>
                <w:tab w:val="left" w:pos="3153"/>
              </w:tabs>
            </w:pPr>
            <w:r w:rsidRPr="005D0C29">
              <w:tab/>
              <w:t>READ</w:t>
            </w:r>
            <w:r w:rsidRPr="005D0C29">
              <w:tab/>
              <w:t>ALWAYS</w:t>
            </w:r>
          </w:p>
          <w:p w:rsidR="00F46115" w:rsidRPr="005D0C29" w:rsidRDefault="00F46115" w:rsidP="000C7D3F">
            <w:pPr>
              <w:pStyle w:val="TAC"/>
              <w:keepLines w:val="0"/>
              <w:tabs>
                <w:tab w:val="left" w:pos="601"/>
                <w:tab w:val="left" w:pos="3153"/>
              </w:tabs>
            </w:pPr>
            <w:r w:rsidRPr="005D0C29">
              <w:tab/>
              <w:t>UPDATE</w:t>
            </w:r>
            <w:r w:rsidRPr="005D0C29">
              <w:tab/>
              <w:t>ALWAYS</w:t>
            </w:r>
          </w:p>
          <w:p w:rsidR="00F46115" w:rsidRPr="005D0C29" w:rsidRDefault="00F46115" w:rsidP="000C7D3F">
            <w:pPr>
              <w:pStyle w:val="TAC"/>
              <w:keepLines w:val="0"/>
              <w:tabs>
                <w:tab w:val="left" w:pos="601"/>
                <w:tab w:val="left" w:pos="3153"/>
              </w:tabs>
            </w:pPr>
            <w:r w:rsidRPr="005D0C29">
              <w:tab/>
              <w:t>INCREASE</w:t>
            </w:r>
            <w:r w:rsidRPr="005D0C29">
              <w:tab/>
              <w:t>ALWAYS</w:t>
            </w:r>
          </w:p>
          <w:p w:rsidR="00F46115" w:rsidRPr="005D0C29" w:rsidRDefault="00F46115" w:rsidP="000C7D3F">
            <w:pPr>
              <w:pStyle w:val="TAC"/>
              <w:keepLines w:val="0"/>
              <w:tabs>
                <w:tab w:val="left" w:pos="601"/>
                <w:tab w:val="left" w:pos="3153"/>
              </w:tabs>
            </w:pPr>
            <w:r w:rsidRPr="005D0C29">
              <w:tab/>
              <w:t>DEACTIVATE</w:t>
            </w:r>
            <w:r w:rsidRPr="005D0C29">
              <w:tab/>
              <w:t>ALWAYS</w:t>
            </w:r>
          </w:p>
          <w:p w:rsidR="00F46115" w:rsidRPr="005D0C29" w:rsidRDefault="00F46115" w:rsidP="000C7D3F">
            <w:pPr>
              <w:pStyle w:val="TAC"/>
              <w:keepLines w:val="0"/>
              <w:tabs>
                <w:tab w:val="left" w:pos="601"/>
                <w:tab w:val="left" w:pos="3153"/>
              </w:tabs>
            </w:pPr>
            <w:r w:rsidRPr="005D0C29">
              <w:tab/>
              <w:t>ACTIVATE</w:t>
            </w:r>
            <w:r w:rsidRPr="005D0C29">
              <w:tab/>
              <w:t>NEVER</w:t>
            </w:r>
          </w:p>
          <w:p w:rsidR="00F46115" w:rsidRPr="005D0C29" w:rsidRDefault="00F46115" w:rsidP="000C7D3F">
            <w:pPr>
              <w:pStyle w:val="TAC"/>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 w:rsidRPr="005D0C29">
        <w:t xml:space="preserve">The Operational state bit of Life Cycle Status Integer shall be DEACTIVATED as </w:t>
      </w:r>
      <w:r w:rsidR="003E6AC7" w:rsidRPr="005D0C29">
        <w:t xml:space="preserve">defined in TS 102 221 </w:t>
      </w:r>
      <w:r w:rsidR="00796C08" w:rsidRPr="005D0C29">
        <w:t>[5]</w:t>
      </w:r>
      <w:r w:rsidR="003E6AC7" w:rsidRPr="005D0C29">
        <w:t>.</w:t>
      </w:r>
    </w:p>
    <w:p w:rsidR="00F46115" w:rsidRPr="005D0C29" w:rsidRDefault="00F46115">
      <w:pPr>
        <w:pStyle w:val="Heading3"/>
      </w:pPr>
      <w:r w:rsidRPr="005D0C29">
        <w:t>B.2.3.19</w:t>
      </w:r>
      <w:r w:rsidRPr="005D0C29">
        <w:tab/>
        <w:t>EF</w:t>
      </w:r>
      <w:r w:rsidRPr="005D0C29">
        <w:rPr>
          <w:vertAlign w:val="subscript"/>
        </w:rPr>
        <w:t>CUAC</w:t>
      </w:r>
      <w:r w:rsidRPr="005D0C29">
        <w:t xml:space="preserve"> (Cyclic Update Access Condition Application PIN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CUAC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'6F13'</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Application PIN 1</w:t>
            </w:r>
          </w:p>
          <w:p w:rsidR="00F46115" w:rsidRPr="005D0C29" w:rsidRDefault="00F46115">
            <w:pPr>
              <w:pStyle w:val="TAC"/>
              <w:keepNext w:val="0"/>
              <w:keepLines w:val="0"/>
              <w:tabs>
                <w:tab w:val="left" w:pos="601"/>
                <w:tab w:val="left" w:pos="3153"/>
              </w:tabs>
            </w:pPr>
            <w:r w:rsidRPr="005D0C29">
              <w:tab/>
              <w:t>UPDATE</w:t>
            </w:r>
            <w:r w:rsidRPr="005D0C29">
              <w:tab/>
              <w:t>Application PIN 1</w:t>
            </w:r>
          </w:p>
          <w:p w:rsidR="00F46115" w:rsidRPr="005D0C29" w:rsidRDefault="00F46115">
            <w:pPr>
              <w:pStyle w:val="TAC"/>
              <w:keepNext w:val="0"/>
              <w:keepLines w:val="0"/>
              <w:tabs>
                <w:tab w:val="left" w:pos="601"/>
                <w:tab w:val="left" w:pos="3153"/>
              </w:tabs>
            </w:pPr>
            <w:r w:rsidRPr="005D0C29">
              <w:tab/>
              <w:t>INCREASE</w:t>
            </w:r>
            <w:r w:rsidRPr="005D0C29">
              <w:tab/>
              <w:t>Application PIN 1</w:t>
            </w:r>
          </w:p>
          <w:p w:rsidR="00F46115" w:rsidRPr="005D0C29" w:rsidRDefault="00F46115">
            <w:pPr>
              <w:pStyle w:val="TAC"/>
              <w:keepNext w:val="0"/>
              <w:keepLines w:val="0"/>
              <w:tabs>
                <w:tab w:val="left" w:pos="601"/>
                <w:tab w:val="left" w:pos="3153"/>
              </w:tabs>
            </w:pPr>
            <w:r w:rsidRPr="005D0C29">
              <w:tab/>
              <w:t>DEACTIVATE</w:t>
            </w:r>
            <w:r w:rsidRPr="005D0C29">
              <w:tab/>
              <w:t>ADM 1</w:t>
            </w:r>
          </w:p>
          <w:p w:rsidR="00F46115" w:rsidRPr="005D0C29" w:rsidRDefault="00F46115">
            <w:pPr>
              <w:pStyle w:val="TAC"/>
              <w:keepNext w:val="0"/>
              <w:keepLines w:val="0"/>
              <w:tabs>
                <w:tab w:val="left" w:pos="601"/>
                <w:tab w:val="left" w:pos="3153"/>
              </w:tabs>
            </w:pPr>
            <w:r w:rsidRPr="005D0C29">
              <w:tab/>
              <w:t>ACTIVATE</w:t>
            </w:r>
            <w:r w:rsidRPr="005D0C29">
              <w:tab/>
              <w:t>ADM 1</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00 00 00</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rsidP="003E6AC7"/>
    <w:p w:rsidR="00F46115" w:rsidRPr="005D0C29" w:rsidRDefault="00F46115" w:rsidP="000C7D3F">
      <w:pPr>
        <w:pStyle w:val="Heading3"/>
      </w:pPr>
      <w:r w:rsidRPr="005D0C29">
        <w:lastRenderedPageBreak/>
        <w:t>B.2.3.20</w:t>
      </w:r>
      <w:r w:rsidRPr="005D0C29">
        <w:tab/>
        <w:t>EF</w:t>
      </w:r>
      <w:r w:rsidRPr="005D0C29">
        <w:rPr>
          <w:vertAlign w:val="subscript"/>
        </w:rPr>
        <w:t>TAAC</w:t>
      </w:r>
      <w:r w:rsidRPr="005D0C29">
        <w:t xml:space="preserve"> (Transparent Activate Access Condition Application PIN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TAAC</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Identifier: '6F14'</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tabs>
                <w:tab w:val="left" w:pos="601"/>
                <w:tab w:val="left" w:pos="3153"/>
              </w:tabs>
              <w:spacing w:before="120"/>
            </w:pPr>
            <w:r w:rsidRPr="005D0C29">
              <w:t>Access Conditions:</w:t>
            </w:r>
          </w:p>
          <w:p w:rsidR="00F46115" w:rsidRPr="005D0C29" w:rsidRDefault="00F46115" w:rsidP="000C7D3F">
            <w:pPr>
              <w:pStyle w:val="TAC"/>
              <w:keepLines w:val="0"/>
              <w:tabs>
                <w:tab w:val="left" w:pos="601"/>
                <w:tab w:val="left" w:pos="3153"/>
              </w:tabs>
            </w:pPr>
            <w:r w:rsidRPr="005D0C29">
              <w:tab/>
              <w:t>READ</w:t>
            </w:r>
            <w:r w:rsidRPr="005D0C29">
              <w:tab/>
              <w:t>Application PIN 1</w:t>
            </w:r>
          </w:p>
          <w:p w:rsidR="00F46115" w:rsidRPr="005D0C29" w:rsidRDefault="00F46115" w:rsidP="000C7D3F">
            <w:pPr>
              <w:pStyle w:val="TAC"/>
              <w:keepLines w:val="0"/>
              <w:tabs>
                <w:tab w:val="left" w:pos="601"/>
                <w:tab w:val="left" w:pos="3153"/>
              </w:tabs>
            </w:pPr>
            <w:r w:rsidRPr="005D0C29">
              <w:tab/>
              <w:t>UPDATE</w:t>
            </w:r>
            <w:r w:rsidRPr="005D0C29">
              <w:tab/>
              <w:t>ADM 1</w:t>
            </w:r>
          </w:p>
          <w:p w:rsidR="00F46115" w:rsidRPr="005D0C29" w:rsidRDefault="00F46115" w:rsidP="000C7D3F">
            <w:pPr>
              <w:pStyle w:val="TAC"/>
              <w:keepLines w:val="0"/>
              <w:tabs>
                <w:tab w:val="left" w:pos="601"/>
                <w:tab w:val="left" w:pos="3153"/>
              </w:tabs>
            </w:pPr>
            <w:r w:rsidRPr="005D0C29">
              <w:tab/>
              <w:t>DEACTIVATE</w:t>
            </w:r>
            <w:r w:rsidRPr="005D0C29">
              <w:tab/>
              <w:t>ADM 1</w:t>
            </w:r>
          </w:p>
          <w:p w:rsidR="00F46115" w:rsidRPr="005D0C29" w:rsidRDefault="00F46115" w:rsidP="000C7D3F">
            <w:pPr>
              <w:pStyle w:val="TAC"/>
              <w:keepLines w:val="0"/>
              <w:tabs>
                <w:tab w:val="left" w:pos="601"/>
                <w:tab w:val="left" w:pos="3153"/>
              </w:tabs>
            </w:pPr>
            <w:r w:rsidRPr="005D0C29">
              <w:tab/>
              <w:t>ACTIVATE</w:t>
            </w:r>
            <w:r w:rsidRPr="005D0C29">
              <w:tab/>
              <w:t>Application PIN 1</w:t>
            </w:r>
          </w:p>
          <w:p w:rsidR="00F46115" w:rsidRPr="005D0C29" w:rsidRDefault="00F46115" w:rsidP="000C7D3F">
            <w:pPr>
              <w:pStyle w:val="TAC"/>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rsidP="003E6AC7"/>
    <w:p w:rsidR="00F46115" w:rsidRPr="005D0C29" w:rsidRDefault="00F46115">
      <w:pPr>
        <w:pStyle w:val="Heading3"/>
      </w:pPr>
      <w:r w:rsidRPr="005D0C29">
        <w:t>B.2.3.21</w:t>
      </w:r>
      <w:r w:rsidRPr="005D0C29">
        <w:tab/>
        <w:t>EF</w:t>
      </w:r>
      <w:r w:rsidRPr="005D0C29">
        <w:rPr>
          <w:vertAlign w:val="subscript"/>
        </w:rPr>
        <w:t>LADA</w:t>
      </w:r>
      <w:r w:rsidRPr="005D0C29">
        <w:t xml:space="preserve"> (Linear Fixed Activate Deactivate Access Condition ADM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LADA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'6F15'</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Application PIN 1</w:t>
            </w:r>
          </w:p>
          <w:p w:rsidR="00F46115" w:rsidRPr="005D0C29" w:rsidRDefault="00F46115">
            <w:pPr>
              <w:pStyle w:val="TAC"/>
              <w:keepNext w:val="0"/>
              <w:keepLines w:val="0"/>
              <w:tabs>
                <w:tab w:val="left" w:pos="601"/>
                <w:tab w:val="left" w:pos="3153"/>
              </w:tabs>
            </w:pPr>
            <w:r w:rsidRPr="005D0C29">
              <w:tab/>
              <w:t>UPDATE</w:t>
            </w:r>
            <w:r w:rsidRPr="005D0C29">
              <w:tab/>
              <w:t>Application PIN 1</w:t>
            </w:r>
          </w:p>
          <w:p w:rsidR="00F46115" w:rsidRPr="005D0C29" w:rsidRDefault="00F46115">
            <w:pPr>
              <w:pStyle w:val="TAC"/>
              <w:keepNext w:val="0"/>
              <w:keepLines w:val="0"/>
              <w:tabs>
                <w:tab w:val="left" w:pos="601"/>
                <w:tab w:val="left" w:pos="3153"/>
              </w:tabs>
            </w:pPr>
            <w:r w:rsidRPr="005D0C29">
              <w:tab/>
              <w:t>DEACTIVATE</w:t>
            </w:r>
            <w:r w:rsidRPr="005D0C29">
              <w:tab/>
              <w:t>ADM 2</w:t>
            </w:r>
          </w:p>
          <w:p w:rsidR="00F46115" w:rsidRPr="005D0C29" w:rsidRDefault="00F46115">
            <w:pPr>
              <w:pStyle w:val="TAC"/>
              <w:keepNext w:val="0"/>
              <w:keepLines w:val="0"/>
              <w:tabs>
                <w:tab w:val="left" w:pos="601"/>
                <w:tab w:val="left" w:pos="3153"/>
              </w:tabs>
            </w:pPr>
            <w:r w:rsidRPr="005D0C29">
              <w:tab/>
              <w:t>ACTIVATE</w:t>
            </w:r>
            <w:r w:rsidRPr="005D0C29">
              <w:tab/>
              <w:t>ADM 2</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rsidP="003E6AC7"/>
    <w:p w:rsidR="00F46115" w:rsidRPr="005D0C29" w:rsidRDefault="00F46115">
      <w:pPr>
        <w:pStyle w:val="Heading3"/>
      </w:pPr>
      <w:r w:rsidRPr="005D0C29">
        <w:t>B.2.3.22</w:t>
      </w:r>
      <w:r w:rsidRPr="005D0C29">
        <w:tab/>
        <w:t>EF</w:t>
      </w:r>
      <w:r w:rsidRPr="005D0C29">
        <w:rPr>
          <w:vertAlign w:val="subscript"/>
        </w:rPr>
        <w:t>TAAA</w:t>
      </w:r>
      <w:r w:rsidRPr="005D0C29">
        <w:t xml:space="preserve"> (Transparent All Access Conditions ADM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TAAA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'6F16'</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ADM 1</w:t>
            </w:r>
          </w:p>
          <w:p w:rsidR="00F46115" w:rsidRPr="005D0C29" w:rsidRDefault="00F46115">
            <w:pPr>
              <w:pStyle w:val="TAC"/>
              <w:keepNext w:val="0"/>
              <w:keepLines w:val="0"/>
              <w:tabs>
                <w:tab w:val="left" w:pos="601"/>
                <w:tab w:val="left" w:pos="3153"/>
              </w:tabs>
            </w:pPr>
            <w:r w:rsidRPr="005D0C29">
              <w:tab/>
              <w:t>UPDATE</w:t>
            </w:r>
            <w:r w:rsidRPr="005D0C29">
              <w:tab/>
              <w:t>ADM 1</w:t>
            </w:r>
          </w:p>
          <w:p w:rsidR="00F46115" w:rsidRPr="005D0C29" w:rsidRDefault="00F46115">
            <w:pPr>
              <w:pStyle w:val="TAC"/>
              <w:keepNext w:val="0"/>
              <w:keepLines w:val="0"/>
              <w:tabs>
                <w:tab w:val="left" w:pos="601"/>
                <w:tab w:val="left" w:pos="3153"/>
              </w:tabs>
            </w:pPr>
            <w:r w:rsidRPr="005D0C29">
              <w:tab/>
              <w:t>DEACTIVATE</w:t>
            </w:r>
            <w:r w:rsidRPr="005D0C29">
              <w:tab/>
              <w:t>ADM 1</w:t>
            </w:r>
          </w:p>
          <w:p w:rsidR="00F46115" w:rsidRPr="005D0C29" w:rsidRDefault="00F46115">
            <w:pPr>
              <w:pStyle w:val="TAC"/>
              <w:keepNext w:val="0"/>
              <w:keepLines w:val="0"/>
              <w:tabs>
                <w:tab w:val="left" w:pos="601"/>
                <w:tab w:val="left" w:pos="3153"/>
              </w:tabs>
            </w:pPr>
            <w:r w:rsidRPr="005D0C29">
              <w:tab/>
              <w:t>ACTIVATE</w:t>
            </w:r>
            <w:r w:rsidRPr="005D0C29">
              <w:tab/>
              <w:t>ADM 1</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lastRenderedPageBreak/>
        <w:t>B.2.3.23</w:t>
      </w:r>
      <w:r w:rsidRPr="005D0C29">
        <w:tab/>
        <w:t>EF</w:t>
      </w:r>
      <w:r w:rsidRPr="005D0C29">
        <w:rPr>
          <w:vertAlign w:val="subscript"/>
        </w:rPr>
        <w:t>LRUA</w:t>
      </w:r>
      <w:r w:rsidRPr="005D0C29">
        <w:t xml:space="preserve"> (Linear Fixed Read Update A</w:t>
      </w:r>
      <w:r w:rsidR="00A2095F" w:rsidRPr="005D0C29">
        <w:t>ccess Condition Application PIN </w:t>
      </w:r>
      <w:r w:rsidRPr="005D0C29">
        <w:t>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LRUA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'6F17'</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Application PIN 1</w:t>
            </w:r>
          </w:p>
          <w:p w:rsidR="00F46115" w:rsidRPr="005D0C29" w:rsidRDefault="00F46115">
            <w:pPr>
              <w:pStyle w:val="TAC"/>
              <w:keepNext w:val="0"/>
              <w:keepLines w:val="0"/>
              <w:tabs>
                <w:tab w:val="left" w:pos="601"/>
                <w:tab w:val="left" w:pos="3153"/>
              </w:tabs>
            </w:pPr>
            <w:r w:rsidRPr="005D0C29">
              <w:tab/>
              <w:t>UPDATE</w:t>
            </w:r>
            <w:r w:rsidRPr="005D0C29">
              <w:tab/>
              <w:t>Application PIN 1</w:t>
            </w:r>
          </w:p>
          <w:p w:rsidR="00F46115" w:rsidRPr="005D0C29" w:rsidRDefault="00F46115">
            <w:pPr>
              <w:pStyle w:val="TAC"/>
              <w:keepNext w:val="0"/>
              <w:keepLines w:val="0"/>
              <w:tabs>
                <w:tab w:val="left" w:pos="601"/>
                <w:tab w:val="left" w:pos="3153"/>
              </w:tabs>
            </w:pPr>
            <w:r w:rsidRPr="005D0C29">
              <w:tab/>
              <w:t>DEACTIVATE</w:t>
            </w:r>
            <w:r w:rsidRPr="005D0C29">
              <w:tab/>
              <w:t>ADM 1</w:t>
            </w:r>
          </w:p>
          <w:p w:rsidR="00F46115" w:rsidRPr="005D0C29" w:rsidRDefault="00F46115">
            <w:pPr>
              <w:pStyle w:val="TAC"/>
              <w:keepNext w:val="0"/>
              <w:keepLines w:val="0"/>
              <w:tabs>
                <w:tab w:val="left" w:pos="601"/>
                <w:tab w:val="left" w:pos="3153"/>
              </w:tabs>
            </w:pPr>
            <w:r w:rsidRPr="005D0C29">
              <w:tab/>
              <w:t>ACTIVATE</w:t>
            </w:r>
            <w:r w:rsidRPr="005D0C29">
              <w:tab/>
              <w:t>ADM 1</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B.2.3.24</w:t>
      </w:r>
      <w:r w:rsidRPr="005D0C29">
        <w:tab/>
        <w:t>EF</w:t>
      </w:r>
      <w:r w:rsidRPr="005D0C29">
        <w:rPr>
          <w:vertAlign w:val="subscript"/>
        </w:rPr>
        <w:t>LUPC</w:t>
      </w:r>
      <w:r w:rsidRPr="005D0C29">
        <w:t xml:space="preserve"> (Linear Fixed Update Access Condition ADM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LUPC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'6F18'</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10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Application PIN 1</w:t>
            </w:r>
          </w:p>
          <w:p w:rsidR="00F46115" w:rsidRPr="005D0C29" w:rsidRDefault="00F46115">
            <w:pPr>
              <w:pStyle w:val="TAC"/>
              <w:keepNext w:val="0"/>
              <w:keepLines w:val="0"/>
              <w:tabs>
                <w:tab w:val="left" w:pos="601"/>
                <w:tab w:val="left" w:pos="3153"/>
              </w:tabs>
            </w:pPr>
            <w:r w:rsidRPr="005D0C29">
              <w:tab/>
              <w:t>UPDATE</w:t>
            </w:r>
            <w:r w:rsidRPr="005D0C29">
              <w:tab/>
              <w:t>ADM 2</w:t>
            </w:r>
          </w:p>
          <w:p w:rsidR="00F46115" w:rsidRPr="005D0C29" w:rsidRDefault="00F46115">
            <w:pPr>
              <w:pStyle w:val="TAC"/>
              <w:keepNext w:val="0"/>
              <w:keepLines w:val="0"/>
              <w:tabs>
                <w:tab w:val="left" w:pos="601"/>
                <w:tab w:val="left" w:pos="3153"/>
              </w:tabs>
            </w:pPr>
            <w:r w:rsidRPr="005D0C29">
              <w:tab/>
              <w:t>DEACTIVATE</w:t>
            </w:r>
            <w:r w:rsidRPr="005D0C29">
              <w:tab/>
              <w:t>ADM 1</w:t>
            </w:r>
          </w:p>
          <w:p w:rsidR="00F46115" w:rsidRPr="005D0C29" w:rsidRDefault="00F46115">
            <w:pPr>
              <w:pStyle w:val="TAC"/>
              <w:keepNext w:val="0"/>
              <w:keepLines w:val="0"/>
              <w:tabs>
                <w:tab w:val="left" w:pos="601"/>
                <w:tab w:val="left" w:pos="3153"/>
              </w:tabs>
            </w:pPr>
            <w:r w:rsidRPr="005D0C29">
              <w:tab/>
              <w:t>ACTIVATE</w:t>
            </w:r>
            <w:r w:rsidRPr="005D0C29">
              <w:tab/>
              <w:t>ADM 1</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10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10 bytes</w:t>
            </w:r>
          </w:p>
        </w:tc>
      </w:tr>
    </w:tbl>
    <w:p w:rsidR="00F46115" w:rsidRPr="005D0C29" w:rsidRDefault="00F46115"/>
    <w:p w:rsidR="00F46115" w:rsidRPr="005D0C29" w:rsidRDefault="00F46115">
      <w:pPr>
        <w:pStyle w:val="Heading3"/>
      </w:pPr>
      <w:r w:rsidRPr="005D0C29">
        <w:t>B.2.3.25</w:t>
      </w:r>
      <w:r w:rsidRPr="005D0C29">
        <w:tab/>
        <w:t>EF</w:t>
      </w:r>
      <w:r w:rsidRPr="005D0C29">
        <w:rPr>
          <w:vertAlign w:val="subscript"/>
        </w:rPr>
        <w:t>NOSH</w:t>
      </w:r>
      <w:r w:rsidRPr="005D0C29">
        <w:t xml:space="preserve"> (Not Shareable)</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NOSH</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'6F19'</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spacing w:before="120"/>
            </w:pPr>
            <w:r w:rsidRPr="005D0C29">
              <w:t>NOT SHAREABLE</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Pr>
        <w:pStyle w:val="Heading3"/>
      </w:pPr>
      <w:r w:rsidRPr="005D0C29">
        <w:lastRenderedPageBreak/>
        <w:t>B.2.3.26</w:t>
      </w:r>
      <w:r w:rsidRPr="005D0C29">
        <w:tab/>
        <w:t>EF</w:t>
      </w:r>
      <w:r w:rsidRPr="005D0C29">
        <w:rPr>
          <w:vertAlign w:val="subscript"/>
        </w:rPr>
        <w:t>LSEA</w:t>
      </w:r>
      <w:r w:rsidRPr="005D0C29">
        <w:t xml:space="preserve"> (Linear File for SearchRecord tests)</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LSEA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'6F1A'</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15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spacing w:before="120"/>
            </w:pP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01 02 03 04 05 06 07 08 09 0A 0B 0C 0D 0E 0F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0A 0B 0C 0D 0E 0F 01 02 03 04 05 06 07 08 09</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04 05 06 07 08 09 0A 0B 0C 0D 0E 0F 01 02 03</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07 08 09 0A 0B 0C 0D 0E 0F 01 02 03 04 05 06</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0A 01 02 03 0B 01 02 03 0C 01 02 03 0D 01 02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6</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03 02 01 03 02 01 03 02 01 03 02 01 03 02 01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bl>
    <w:p w:rsidR="00F46115" w:rsidRPr="005D0C29" w:rsidRDefault="00F46115"/>
    <w:p w:rsidR="00F46115" w:rsidRPr="005D0C29" w:rsidRDefault="00F46115">
      <w:pPr>
        <w:pStyle w:val="Heading3"/>
      </w:pPr>
      <w:r w:rsidRPr="005D0C29">
        <w:t>B.2.3.27</w:t>
      </w:r>
      <w:r w:rsidRPr="005D0C29">
        <w:tab/>
        <w:t>EF</w:t>
      </w:r>
      <w:r w:rsidRPr="005D0C29">
        <w:rPr>
          <w:vertAlign w:val="subscript"/>
        </w:rPr>
        <w:t>CSEA</w:t>
      </w:r>
      <w:r w:rsidRPr="005D0C29">
        <w:t xml:space="preserve"> (Cyclic File for SearchRecord tests)</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CSEA</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'6F1B'</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15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spacing w:before="120"/>
            </w:pP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01 02 03 04 05 06 07 08 09 0A 0B 0C 0D 0E 0F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0A 0B 0C 0D 0E 0F 01 02 03 04 05 06 07 08 09</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04 05 06 07 08 09 0A 0B 0C 0D 0E 0F 01 02 03</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07 08 09 0A 0B 0C 0D 0E 0F 01 02 03 04 05 06</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0A 01 02 03 0B 01 02 03 0C 01 02 03 0D 01 02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6</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03 02 01 03 02 01 03 02 01 03 02 01 03 02 01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15 bytes</w:t>
            </w:r>
          </w:p>
        </w:tc>
      </w:tr>
    </w:tbl>
    <w:p w:rsidR="00F46115" w:rsidRPr="005D0C29" w:rsidRDefault="00F46115"/>
    <w:p w:rsidR="00F46115" w:rsidRPr="005D0C29" w:rsidRDefault="00F46115">
      <w:pPr>
        <w:pStyle w:val="Heading3"/>
      </w:pPr>
      <w:r w:rsidRPr="005D0C29">
        <w:lastRenderedPageBreak/>
        <w:t>B.2.3.28</w:t>
      </w:r>
      <w:r w:rsidRPr="005D0C29">
        <w:tab/>
        <w:t>EF</w:t>
      </w:r>
      <w:r w:rsidRPr="005D0C29">
        <w:rPr>
          <w:vertAlign w:val="subscript"/>
        </w:rPr>
        <w:t>TERM</w:t>
      </w:r>
      <w:r w:rsidRPr="005D0C29">
        <w:t xml:space="preserve"> (Terminated)</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TERM</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cantSplit/>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'6F30'</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cantSplit/>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cantSplit/>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LCSI:</w:t>
            </w:r>
          </w:p>
          <w:p w:rsidR="00F46115" w:rsidRPr="005D0C29" w:rsidRDefault="00F46115">
            <w:pPr>
              <w:pStyle w:val="TAC"/>
              <w:keepNext w:val="0"/>
              <w:keepLines w:val="0"/>
              <w:tabs>
                <w:tab w:val="left" w:pos="601"/>
                <w:tab w:val="left" w:pos="3153"/>
              </w:tabs>
              <w:spacing w:before="120"/>
            </w:pPr>
            <w:r w:rsidRPr="005D0C29">
              <w:t>TERMINATED</w:t>
            </w:r>
          </w:p>
          <w:p w:rsidR="00F46115" w:rsidRPr="005D0C29" w:rsidRDefault="00F46115">
            <w:pPr>
              <w:pStyle w:val="TAC"/>
              <w:keepNext w:val="0"/>
              <w:keepLines w:val="0"/>
              <w:tabs>
                <w:tab w:val="left" w:pos="601"/>
                <w:tab w:val="left" w:pos="3153"/>
              </w:tabs>
              <w:spacing w:before="120"/>
            </w:pPr>
          </w:p>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spacing w:before="120"/>
            </w:pP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cantSplit/>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cantSplit/>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3E6AC7">
      <w:pPr>
        <w:pStyle w:val="Heading3"/>
      </w:pPr>
      <w:r w:rsidRPr="005D0C29">
        <w:t>B.2.3.29</w:t>
      </w:r>
      <w:r w:rsidRPr="005D0C29">
        <w:tab/>
        <w:t>DF</w:t>
      </w:r>
      <w:r w:rsidRPr="005D0C29">
        <w:rPr>
          <w:vertAlign w:val="subscript"/>
        </w:rPr>
        <w:t>TERM</w:t>
      </w:r>
      <w:r w:rsidRPr="005D0C29">
        <w:t xml:space="preserve"> (DF Terminated)</w:t>
      </w:r>
    </w:p>
    <w:p w:rsidR="00F46115" w:rsidRPr="005D0C29" w:rsidRDefault="00F46115" w:rsidP="003E6AC7">
      <w:pPr>
        <w:keepNext/>
        <w:keepLines/>
      </w:pPr>
      <w:r w:rsidRPr="005D0C29">
        <w:t>Identifier: '5F30'</w:t>
      </w:r>
    </w:p>
    <w:p w:rsidR="00F46115" w:rsidRPr="005D0C29" w:rsidRDefault="00F46115" w:rsidP="003E6AC7">
      <w:pPr>
        <w:keepNext/>
        <w:keepLines/>
      </w:pPr>
      <w:r w:rsidRPr="005D0C29">
        <w:t>Access Conditions: Record 1 of EFARR (0x2F06 under MF and 0x6F06 under ADF1)</w:t>
      </w:r>
    </w:p>
    <w:p w:rsidR="00F46115" w:rsidRPr="005D0C29" w:rsidRDefault="00F46115" w:rsidP="003E6AC7">
      <w:pPr>
        <w:keepNext/>
        <w:keepLines/>
      </w:pPr>
      <w:r w:rsidRPr="005D0C29">
        <w:t>Life Cycle</w:t>
      </w:r>
      <w:r w:rsidR="003E6AC7" w:rsidRPr="005D0C29">
        <w:t xml:space="preserve"> Status Information: Terminated</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Borders>
              <w:left w:val="nil"/>
            </w:tcBorders>
            <w:vAlign w:val="bottom"/>
          </w:tcPr>
          <w:p w:rsidR="00F46115" w:rsidRPr="005D0C29" w:rsidRDefault="00F46115">
            <w:pPr>
              <w:pStyle w:val="TAL"/>
            </w:pPr>
            <w:r w:rsidRPr="005D0C29">
              <w:t>DF TERM</w:t>
            </w:r>
          </w:p>
        </w:tc>
        <w:tc>
          <w:tcPr>
            <w:tcW w:w="1148" w:type="dxa"/>
          </w:tcPr>
          <w:p w:rsidR="00F46115" w:rsidRPr="005D0C29" w:rsidRDefault="00F46115">
            <w:pPr>
              <w:pStyle w:val="TAL"/>
            </w:pPr>
          </w:p>
        </w:tc>
      </w:tr>
    </w:tbl>
    <w:p w:rsidR="00F46115" w:rsidRPr="005D0C29" w:rsidRDefault="00F46115"/>
    <w:p w:rsidR="00F46115" w:rsidRPr="005D0C29" w:rsidRDefault="00F46115">
      <w:pPr>
        <w:pStyle w:val="Heading3"/>
      </w:pPr>
      <w:r w:rsidRPr="005D0C29">
        <w:t>B.2.3.30</w:t>
      </w:r>
      <w:r w:rsidRPr="005D0C29">
        <w:tab/>
        <w:t>EF</w:t>
      </w:r>
      <w:r w:rsidRPr="005D0C29">
        <w:rPr>
          <w:vertAlign w:val="subscript"/>
        </w:rPr>
        <w:t>LARR1</w:t>
      </w:r>
      <w:r w:rsidRPr="005D0C29">
        <w:t xml:space="preserve"> (Linear Fixed on Access Rule Reference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LARR1</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'6FA1'</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1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lastRenderedPageBreak/>
        <w:t>B.2.3.31</w:t>
      </w:r>
      <w:r w:rsidRPr="005D0C29">
        <w:tab/>
        <w:t>EF</w:t>
      </w:r>
      <w:r w:rsidRPr="005D0C29">
        <w:rPr>
          <w:vertAlign w:val="subscript"/>
        </w:rPr>
        <w:t>LARR2</w:t>
      </w:r>
      <w:r w:rsidRPr="005D0C29">
        <w:t xml:space="preserve"> (Linear Fixed on Access Rule Reference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LARR2</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'6FA2'</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2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B.2.3.32</w:t>
      </w:r>
      <w:r w:rsidRPr="005D0C29">
        <w:tab/>
        <w:t>EF</w:t>
      </w:r>
      <w:r w:rsidRPr="005D0C29">
        <w:rPr>
          <w:vertAlign w:val="subscript"/>
        </w:rPr>
        <w:t>LARR3</w:t>
      </w:r>
      <w:r w:rsidRPr="005D0C29">
        <w:t xml:space="preserve"> (Linear Fixed on Access Rule Reference 3)</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LARR3</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'6FA3'</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3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B.2.3.33</w:t>
      </w:r>
      <w:r w:rsidRPr="005D0C29">
        <w:tab/>
        <w:t>EF</w:t>
      </w:r>
      <w:r w:rsidRPr="005D0C29">
        <w:rPr>
          <w:vertAlign w:val="subscript"/>
        </w:rPr>
        <w:t>LARR4</w:t>
      </w:r>
      <w:r w:rsidRPr="005D0C29">
        <w:t xml:space="preserve"> (Linear Fixed on Access Rule Reference 4)</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LARR4</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'6FA4'</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4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0C7D3F">
      <w:pPr>
        <w:pStyle w:val="Heading3"/>
      </w:pPr>
      <w:r w:rsidRPr="005D0C29">
        <w:lastRenderedPageBreak/>
        <w:t>B.2.3.34</w:t>
      </w:r>
      <w:r w:rsidRPr="005D0C29">
        <w:tab/>
        <w:t>EF</w:t>
      </w:r>
      <w:r w:rsidRPr="005D0C29">
        <w:rPr>
          <w:vertAlign w:val="subscript"/>
        </w:rPr>
        <w:t>LARR5</w:t>
      </w:r>
      <w:r w:rsidRPr="005D0C29">
        <w:t xml:space="preserve"> (Linear Fixed on Access Rule Reference 5)</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LARR5</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'6FA5'</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5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B.2.3.35</w:t>
      </w:r>
      <w:r w:rsidRPr="005D0C29">
        <w:tab/>
        <w:t>EF</w:t>
      </w:r>
      <w:r w:rsidRPr="005D0C29">
        <w:rPr>
          <w:vertAlign w:val="subscript"/>
        </w:rPr>
        <w:t>TARR1</w:t>
      </w:r>
      <w:r w:rsidRPr="005D0C29">
        <w:t xml:space="preserve"> (Transparent on Access Rule Reference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TARR1</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'6FB1'</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1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 bytes</w:t>
            </w:r>
          </w:p>
        </w:tc>
      </w:tr>
    </w:tbl>
    <w:p w:rsidR="00F46115" w:rsidRPr="005D0C29" w:rsidRDefault="00F46115"/>
    <w:p w:rsidR="00F46115" w:rsidRPr="005D0C29" w:rsidRDefault="00F46115">
      <w:pPr>
        <w:pStyle w:val="Heading3"/>
      </w:pPr>
      <w:r w:rsidRPr="005D0C29">
        <w:t>B.2.3.36</w:t>
      </w:r>
      <w:r w:rsidRPr="005D0C29">
        <w:tab/>
        <w:t>EF</w:t>
      </w:r>
      <w:r w:rsidRPr="005D0C29">
        <w:rPr>
          <w:vertAlign w:val="subscript"/>
        </w:rPr>
        <w:t>TARR2</w:t>
      </w:r>
      <w:r w:rsidRPr="005D0C29">
        <w:t xml:space="preserve"> (Transparent on Access Rule Reference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TARR2</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'6FB2'</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2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 bytes</w:t>
            </w:r>
          </w:p>
        </w:tc>
      </w:tr>
    </w:tbl>
    <w:p w:rsidR="00F46115" w:rsidRPr="005D0C29" w:rsidRDefault="00F46115"/>
    <w:p w:rsidR="00F46115" w:rsidRPr="005D0C29" w:rsidRDefault="00F46115" w:rsidP="000C7D3F">
      <w:pPr>
        <w:pStyle w:val="Heading3"/>
      </w:pPr>
      <w:r w:rsidRPr="005D0C29">
        <w:lastRenderedPageBreak/>
        <w:t>B.2.3.37</w:t>
      </w:r>
      <w:r w:rsidRPr="005D0C29">
        <w:tab/>
        <w:t>EF</w:t>
      </w:r>
      <w:r w:rsidRPr="005D0C29">
        <w:rPr>
          <w:vertAlign w:val="subscript"/>
        </w:rPr>
        <w:t>TARR3</w:t>
      </w:r>
      <w:r w:rsidRPr="005D0C29">
        <w:t xml:space="preserve"> (Transparent on Access Rule Reference 3)</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TARR3</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Identifier: '6FB3'</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3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 bytes</w:t>
            </w:r>
          </w:p>
        </w:tc>
      </w:tr>
    </w:tbl>
    <w:p w:rsidR="00F46115" w:rsidRPr="005D0C29" w:rsidRDefault="00F46115"/>
    <w:p w:rsidR="00F46115" w:rsidRPr="005D0C29" w:rsidRDefault="00F46115">
      <w:pPr>
        <w:pStyle w:val="Heading3"/>
      </w:pPr>
      <w:r w:rsidRPr="005D0C29">
        <w:t>B.2.3.38</w:t>
      </w:r>
      <w:r w:rsidRPr="005D0C29">
        <w:tab/>
        <w:t>EF</w:t>
      </w:r>
      <w:r w:rsidRPr="005D0C29">
        <w:rPr>
          <w:vertAlign w:val="subscript"/>
        </w:rPr>
        <w:t>TARR4</w:t>
      </w:r>
      <w:r w:rsidRPr="005D0C29">
        <w:t xml:space="preserve"> (Transparent on Access Rule Reference 4)</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TARR4</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'6FB4'</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4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 bytes</w:t>
            </w:r>
          </w:p>
        </w:tc>
      </w:tr>
    </w:tbl>
    <w:p w:rsidR="00F46115" w:rsidRPr="005D0C29" w:rsidRDefault="00F46115"/>
    <w:p w:rsidR="00F46115" w:rsidRPr="005D0C29" w:rsidRDefault="00F46115" w:rsidP="003E6AC7">
      <w:pPr>
        <w:pStyle w:val="Heading3"/>
      </w:pPr>
      <w:r w:rsidRPr="005D0C29">
        <w:t>B.2.3.39</w:t>
      </w:r>
      <w:r w:rsidRPr="005D0C29">
        <w:tab/>
        <w:t>EF</w:t>
      </w:r>
      <w:r w:rsidRPr="005D0C29">
        <w:rPr>
          <w:vertAlign w:val="subscript"/>
        </w:rPr>
        <w:t>TARR5</w:t>
      </w:r>
      <w:r w:rsidRPr="005D0C29">
        <w:t xml:space="preserve"> (Transparent on Access Rule Reference 5)</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3E6AC7">
            <w:pPr>
              <w:pStyle w:val="TAC"/>
            </w:pPr>
            <w:r w:rsidRPr="005D0C29">
              <w:t>MF</w:t>
            </w:r>
          </w:p>
        </w:tc>
        <w:tc>
          <w:tcPr>
            <w:tcW w:w="1080" w:type="dxa"/>
            <w:gridSpan w:val="2"/>
          </w:tcPr>
          <w:p w:rsidR="00F46115" w:rsidRPr="005D0C29" w:rsidRDefault="00F46115" w:rsidP="003E6AC7">
            <w:pPr>
              <w:pStyle w:val="TAC"/>
            </w:pPr>
          </w:p>
        </w:tc>
        <w:tc>
          <w:tcPr>
            <w:tcW w:w="1440" w:type="dxa"/>
          </w:tcPr>
          <w:p w:rsidR="00F46115" w:rsidRPr="005D0C29" w:rsidRDefault="00F46115" w:rsidP="003E6AC7">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3E6AC7">
            <w:pPr>
              <w:pStyle w:val="TAL"/>
            </w:pPr>
          </w:p>
        </w:tc>
        <w:tc>
          <w:tcPr>
            <w:tcW w:w="720" w:type="dxa"/>
            <w:tcBorders>
              <w:top w:val="nil"/>
              <w:left w:val="single" w:sz="4" w:space="0" w:color="auto"/>
              <w:bottom w:val="single" w:sz="4" w:space="0" w:color="auto"/>
              <w:right w:val="nil"/>
            </w:tcBorders>
          </w:tcPr>
          <w:p w:rsidR="00F46115" w:rsidRPr="005D0C29" w:rsidRDefault="00F46115" w:rsidP="003E6AC7">
            <w:pPr>
              <w:pStyle w:val="TAL"/>
            </w:pPr>
          </w:p>
        </w:tc>
        <w:tc>
          <w:tcPr>
            <w:tcW w:w="1080" w:type="dxa"/>
            <w:gridSpan w:val="2"/>
            <w:vAlign w:val="bottom"/>
          </w:tcPr>
          <w:p w:rsidR="00F46115" w:rsidRPr="005D0C29" w:rsidRDefault="00F46115" w:rsidP="003E6AC7">
            <w:pPr>
              <w:pStyle w:val="TAL"/>
            </w:pPr>
            <w:r w:rsidRPr="005D0C29">
              <w:t>DF TEST</w:t>
            </w:r>
          </w:p>
        </w:tc>
        <w:tc>
          <w:tcPr>
            <w:tcW w:w="1440" w:type="dxa"/>
          </w:tcPr>
          <w:p w:rsidR="00F46115" w:rsidRPr="005D0C29" w:rsidRDefault="00F46115" w:rsidP="003E6AC7">
            <w:pPr>
              <w:pStyle w:val="TAL"/>
            </w:pPr>
          </w:p>
        </w:tc>
      </w:tr>
      <w:tr w:rsidR="00F46115" w:rsidRPr="005D0C29">
        <w:trPr>
          <w:cantSplit/>
        </w:trPr>
        <w:tc>
          <w:tcPr>
            <w:tcW w:w="720" w:type="dxa"/>
            <w:tcBorders>
              <w:top w:val="nil"/>
              <w:left w:val="nil"/>
            </w:tcBorders>
          </w:tcPr>
          <w:p w:rsidR="00F46115" w:rsidRPr="005D0C29" w:rsidRDefault="00F46115" w:rsidP="003E6AC7">
            <w:pPr>
              <w:pStyle w:val="TAL"/>
            </w:pPr>
          </w:p>
        </w:tc>
        <w:tc>
          <w:tcPr>
            <w:tcW w:w="720" w:type="dxa"/>
            <w:tcBorders>
              <w:top w:val="nil"/>
              <w:right w:val="nil"/>
            </w:tcBorders>
          </w:tcPr>
          <w:p w:rsidR="00F46115" w:rsidRPr="005D0C29" w:rsidRDefault="00F46115" w:rsidP="003E6AC7">
            <w:pPr>
              <w:pStyle w:val="TAL"/>
            </w:pPr>
          </w:p>
        </w:tc>
        <w:tc>
          <w:tcPr>
            <w:tcW w:w="540" w:type="dxa"/>
            <w:tcBorders>
              <w:right w:val="single" w:sz="4" w:space="0" w:color="auto"/>
            </w:tcBorders>
            <w:vAlign w:val="bottom"/>
          </w:tcPr>
          <w:p w:rsidR="00F46115" w:rsidRPr="005D0C29" w:rsidRDefault="00F46115" w:rsidP="003E6AC7">
            <w:pPr>
              <w:pStyle w:val="TAL"/>
            </w:pPr>
          </w:p>
        </w:tc>
        <w:tc>
          <w:tcPr>
            <w:tcW w:w="540" w:type="dxa"/>
            <w:tcBorders>
              <w:left w:val="single" w:sz="4" w:space="0" w:color="auto"/>
              <w:bottom w:val="single" w:sz="4" w:space="0" w:color="auto"/>
            </w:tcBorders>
          </w:tcPr>
          <w:p w:rsidR="00F46115" w:rsidRPr="005D0C29" w:rsidRDefault="00F46115" w:rsidP="003E6AC7">
            <w:pPr>
              <w:pStyle w:val="TAL"/>
            </w:pPr>
          </w:p>
        </w:tc>
        <w:tc>
          <w:tcPr>
            <w:tcW w:w="1440" w:type="dxa"/>
          </w:tcPr>
          <w:p w:rsidR="00F46115" w:rsidRPr="005D0C29" w:rsidRDefault="00F46115" w:rsidP="003E6AC7">
            <w:pPr>
              <w:pStyle w:val="TAL"/>
            </w:pPr>
            <w:r w:rsidRPr="005D0C29">
              <w:t>EF TARR5</w:t>
            </w:r>
          </w:p>
        </w:tc>
      </w:tr>
    </w:tbl>
    <w:p w:rsidR="00F46115" w:rsidRPr="005D0C29" w:rsidRDefault="00F46115" w:rsidP="003E6AC7">
      <w:pPr>
        <w:keepNext/>
        <w:keepLines/>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Identifier: '6FB5'</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Structure: transparent</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File size: 5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5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5 bytes</w:t>
            </w:r>
          </w:p>
        </w:tc>
      </w:tr>
    </w:tbl>
    <w:p w:rsidR="00F46115" w:rsidRPr="005D0C29" w:rsidRDefault="00F46115"/>
    <w:p w:rsidR="00F46115" w:rsidRPr="005D0C29" w:rsidRDefault="00F46115" w:rsidP="000C7D3F">
      <w:pPr>
        <w:pStyle w:val="Heading3"/>
      </w:pPr>
      <w:r w:rsidRPr="005D0C29">
        <w:lastRenderedPageBreak/>
        <w:t>B.2.3.40</w:t>
      </w:r>
      <w:r w:rsidRPr="005D0C29">
        <w:tab/>
        <w:t>EF</w:t>
      </w:r>
      <w:r w:rsidRPr="005D0C29">
        <w:rPr>
          <w:vertAlign w:val="subscript"/>
        </w:rPr>
        <w:t>CARR1</w:t>
      </w:r>
      <w:r w:rsidRPr="005D0C29">
        <w:t xml:space="preserve"> (Cyclic Access Rule Reference 1)</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CARR1</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Identifier: '6FC1'</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1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B.2.3.41</w:t>
      </w:r>
      <w:r w:rsidRPr="005D0C29">
        <w:tab/>
        <w:t>EF</w:t>
      </w:r>
      <w:r w:rsidRPr="005D0C29">
        <w:rPr>
          <w:vertAlign w:val="subscript"/>
        </w:rPr>
        <w:t>CARR2</w:t>
      </w:r>
      <w:r w:rsidRPr="005D0C29">
        <w:t xml:space="preserve"> (Cyclic Access Rule Reference 2)</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CARR2</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'6FC2'</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2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3E6AC7">
      <w:pPr>
        <w:pStyle w:val="Heading3"/>
      </w:pPr>
      <w:r w:rsidRPr="005D0C29">
        <w:t>B.2.3.42</w:t>
      </w:r>
      <w:r w:rsidRPr="005D0C29">
        <w:tab/>
        <w:t>EF</w:t>
      </w:r>
      <w:r w:rsidRPr="005D0C29">
        <w:rPr>
          <w:vertAlign w:val="subscript"/>
        </w:rPr>
        <w:t>CARR3</w:t>
      </w:r>
      <w:r w:rsidRPr="005D0C29">
        <w:t xml:space="preserve"> (Cyclic Access Rule Reference 3)</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3E6AC7">
            <w:pPr>
              <w:pStyle w:val="TAC"/>
            </w:pPr>
            <w:r w:rsidRPr="005D0C29">
              <w:t>MF</w:t>
            </w:r>
          </w:p>
        </w:tc>
        <w:tc>
          <w:tcPr>
            <w:tcW w:w="1080" w:type="dxa"/>
            <w:gridSpan w:val="2"/>
          </w:tcPr>
          <w:p w:rsidR="00F46115" w:rsidRPr="005D0C29" w:rsidRDefault="00F46115" w:rsidP="003E6AC7">
            <w:pPr>
              <w:pStyle w:val="TAC"/>
            </w:pPr>
          </w:p>
        </w:tc>
        <w:tc>
          <w:tcPr>
            <w:tcW w:w="1440" w:type="dxa"/>
          </w:tcPr>
          <w:p w:rsidR="00F46115" w:rsidRPr="005D0C29" w:rsidRDefault="00F46115" w:rsidP="003E6AC7">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3E6AC7">
            <w:pPr>
              <w:pStyle w:val="TAL"/>
            </w:pPr>
          </w:p>
        </w:tc>
        <w:tc>
          <w:tcPr>
            <w:tcW w:w="720" w:type="dxa"/>
            <w:tcBorders>
              <w:top w:val="nil"/>
              <w:left w:val="single" w:sz="4" w:space="0" w:color="auto"/>
              <w:bottom w:val="single" w:sz="4" w:space="0" w:color="auto"/>
              <w:right w:val="nil"/>
            </w:tcBorders>
          </w:tcPr>
          <w:p w:rsidR="00F46115" w:rsidRPr="005D0C29" w:rsidRDefault="00F46115" w:rsidP="003E6AC7">
            <w:pPr>
              <w:pStyle w:val="TAL"/>
            </w:pPr>
          </w:p>
        </w:tc>
        <w:tc>
          <w:tcPr>
            <w:tcW w:w="1080" w:type="dxa"/>
            <w:gridSpan w:val="2"/>
            <w:vAlign w:val="bottom"/>
          </w:tcPr>
          <w:p w:rsidR="00F46115" w:rsidRPr="005D0C29" w:rsidRDefault="00F46115" w:rsidP="003E6AC7">
            <w:pPr>
              <w:pStyle w:val="TAL"/>
            </w:pPr>
            <w:r w:rsidRPr="005D0C29">
              <w:t>DF TEST</w:t>
            </w:r>
          </w:p>
        </w:tc>
        <w:tc>
          <w:tcPr>
            <w:tcW w:w="1440" w:type="dxa"/>
          </w:tcPr>
          <w:p w:rsidR="00F46115" w:rsidRPr="005D0C29" w:rsidRDefault="00F46115" w:rsidP="003E6AC7">
            <w:pPr>
              <w:pStyle w:val="TAL"/>
            </w:pPr>
          </w:p>
        </w:tc>
      </w:tr>
      <w:tr w:rsidR="00F46115" w:rsidRPr="005D0C29">
        <w:trPr>
          <w:cantSplit/>
        </w:trPr>
        <w:tc>
          <w:tcPr>
            <w:tcW w:w="720" w:type="dxa"/>
            <w:tcBorders>
              <w:top w:val="nil"/>
              <w:left w:val="nil"/>
            </w:tcBorders>
          </w:tcPr>
          <w:p w:rsidR="00F46115" w:rsidRPr="005D0C29" w:rsidRDefault="00F46115" w:rsidP="003E6AC7">
            <w:pPr>
              <w:pStyle w:val="TAL"/>
            </w:pPr>
          </w:p>
        </w:tc>
        <w:tc>
          <w:tcPr>
            <w:tcW w:w="720" w:type="dxa"/>
            <w:tcBorders>
              <w:top w:val="nil"/>
              <w:right w:val="nil"/>
            </w:tcBorders>
          </w:tcPr>
          <w:p w:rsidR="00F46115" w:rsidRPr="005D0C29" w:rsidRDefault="00F46115" w:rsidP="003E6AC7">
            <w:pPr>
              <w:pStyle w:val="TAL"/>
            </w:pPr>
          </w:p>
        </w:tc>
        <w:tc>
          <w:tcPr>
            <w:tcW w:w="540" w:type="dxa"/>
            <w:tcBorders>
              <w:right w:val="single" w:sz="4" w:space="0" w:color="auto"/>
            </w:tcBorders>
            <w:vAlign w:val="bottom"/>
          </w:tcPr>
          <w:p w:rsidR="00F46115" w:rsidRPr="005D0C29" w:rsidRDefault="00F46115" w:rsidP="003E6AC7">
            <w:pPr>
              <w:pStyle w:val="TAL"/>
            </w:pPr>
          </w:p>
        </w:tc>
        <w:tc>
          <w:tcPr>
            <w:tcW w:w="540" w:type="dxa"/>
            <w:tcBorders>
              <w:left w:val="single" w:sz="4" w:space="0" w:color="auto"/>
              <w:bottom w:val="single" w:sz="4" w:space="0" w:color="auto"/>
            </w:tcBorders>
          </w:tcPr>
          <w:p w:rsidR="00F46115" w:rsidRPr="005D0C29" w:rsidRDefault="00F46115" w:rsidP="003E6AC7">
            <w:pPr>
              <w:pStyle w:val="TAL"/>
            </w:pPr>
          </w:p>
        </w:tc>
        <w:tc>
          <w:tcPr>
            <w:tcW w:w="1440" w:type="dxa"/>
          </w:tcPr>
          <w:p w:rsidR="00F46115" w:rsidRPr="005D0C29" w:rsidRDefault="00F46115" w:rsidP="003E6AC7">
            <w:pPr>
              <w:pStyle w:val="TAL"/>
            </w:pPr>
            <w:r w:rsidRPr="005D0C29">
              <w:t>EF CARR3</w:t>
            </w:r>
          </w:p>
        </w:tc>
      </w:tr>
    </w:tbl>
    <w:p w:rsidR="00F46115" w:rsidRPr="005D0C29" w:rsidRDefault="00F46115" w:rsidP="003E6AC7">
      <w:pPr>
        <w:keepNext/>
        <w:keepLines/>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Identifier: '6FC3'</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3E6AC7">
            <w:pPr>
              <w:pStyle w:val="TAC"/>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3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0C7D3F">
      <w:pPr>
        <w:pStyle w:val="Heading3"/>
      </w:pPr>
      <w:r w:rsidRPr="005D0C29">
        <w:lastRenderedPageBreak/>
        <w:t>B.2.3.43</w:t>
      </w:r>
      <w:r w:rsidRPr="005D0C29">
        <w:tab/>
        <w:t>EF</w:t>
      </w:r>
      <w:r w:rsidRPr="005D0C29">
        <w:rPr>
          <w:vertAlign w:val="subscript"/>
        </w:rPr>
        <w:t>CARR4</w:t>
      </w:r>
      <w:r w:rsidRPr="005D0C29">
        <w:t xml:space="preserve"> (Cyclic Access Rule Reference 4)</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vAlign w:val="bottom"/>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Borders>
              <w:right w:val="single" w:sz="4" w:space="0" w:color="auto"/>
            </w:tcBorders>
            <w:vAlign w:val="bottom"/>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Pr>
          <w:p w:rsidR="00F46115" w:rsidRPr="005D0C29" w:rsidRDefault="00F46115" w:rsidP="000C7D3F">
            <w:pPr>
              <w:pStyle w:val="TAL"/>
            </w:pPr>
            <w:r w:rsidRPr="005D0C29">
              <w:t>EF CARR4</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'6FC4'</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4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3"/>
      </w:pPr>
      <w:r w:rsidRPr="005D0C29">
        <w:t>B.2.3.44</w:t>
      </w:r>
      <w:r w:rsidRPr="005D0C29">
        <w:tab/>
        <w:t>EF</w:t>
      </w:r>
      <w:r w:rsidRPr="005D0C29">
        <w:rPr>
          <w:vertAlign w:val="subscript"/>
        </w:rPr>
        <w:t>CARR5</w:t>
      </w:r>
      <w:r w:rsidRPr="005D0C29">
        <w:t xml:space="preserve"> (Cyclic Access Rule Reference 5)</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vAlign w:val="bottom"/>
          </w:tcPr>
          <w:p w:rsidR="00F46115" w:rsidRPr="005D0C29" w:rsidRDefault="00F46115">
            <w:pPr>
              <w:pStyle w:val="TAL"/>
            </w:pPr>
            <w:r w:rsidRPr="005D0C29">
              <w:t>DF TEST</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CARR5</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F46115" w:rsidRPr="005D0C29">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'6FC5'</w:t>
            </w:r>
          </w:p>
        </w:tc>
        <w:tc>
          <w:tcPr>
            <w:tcW w:w="3261"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3 bytes</w:t>
            </w:r>
          </w:p>
        </w:tc>
        <w:tc>
          <w:tcPr>
            <w:tcW w:w="3826"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high</w:t>
            </w:r>
          </w:p>
        </w:tc>
      </w:tr>
      <w:tr w:rsidR="00F46115" w:rsidRPr="005D0C29">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5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Logical Record Number</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11 11 11</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r w:rsidR="00F46115" w:rsidRPr="005D0C29">
        <w:trPr>
          <w:jc w:val="center"/>
        </w:trPr>
        <w:tc>
          <w:tcPr>
            <w:tcW w:w="170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w:t>
            </w:r>
          </w:p>
        </w:tc>
        <w:tc>
          <w:tcPr>
            <w:tcW w:w="2480"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276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22 22 22</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849"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6D5570" w:rsidRDefault="006D5570" w:rsidP="006D5570"/>
    <w:p w:rsidR="006D5570" w:rsidRPr="0061327E" w:rsidRDefault="006D5570" w:rsidP="006D5570">
      <w:pPr>
        <w:pStyle w:val="Heading3"/>
      </w:pPr>
      <w:r w:rsidRPr="0061327E">
        <w:t>B.2.3.45</w:t>
      </w:r>
      <w:r w:rsidRPr="0061327E">
        <w:tab/>
        <w:t>EF</w:t>
      </w:r>
      <w:r w:rsidRPr="0061327E">
        <w:rPr>
          <w:vertAlign w:val="subscript"/>
        </w:rPr>
        <w:t>NOSH2</w:t>
      </w:r>
      <w:r w:rsidRPr="0061327E">
        <w:t xml:space="preserve"> (Not Shareable)</w:t>
      </w:r>
    </w:p>
    <w:tbl>
      <w:tblPr>
        <w:tblW w:w="0" w:type="auto"/>
        <w:tblInd w:w="198" w:type="dxa"/>
        <w:tblLook w:val="0000" w:firstRow="0" w:lastRow="0" w:firstColumn="0" w:lastColumn="0" w:noHBand="0" w:noVBand="0"/>
      </w:tblPr>
      <w:tblGrid>
        <w:gridCol w:w="720"/>
        <w:gridCol w:w="720"/>
        <w:gridCol w:w="540"/>
        <w:gridCol w:w="540"/>
        <w:gridCol w:w="1440"/>
      </w:tblGrid>
      <w:tr w:rsidR="006D5570" w:rsidRPr="0061327E" w:rsidTr="00F64135">
        <w:trPr>
          <w:cantSplit/>
          <w:trHeight w:val="301"/>
        </w:trPr>
        <w:tc>
          <w:tcPr>
            <w:tcW w:w="1440" w:type="dxa"/>
            <w:gridSpan w:val="2"/>
            <w:vAlign w:val="bottom"/>
          </w:tcPr>
          <w:p w:rsidR="006D5570" w:rsidRPr="0061327E" w:rsidRDefault="006D5570" w:rsidP="00F64135">
            <w:pPr>
              <w:pStyle w:val="TAC"/>
            </w:pPr>
            <w:r w:rsidRPr="0061327E">
              <w:t>MF</w:t>
            </w:r>
          </w:p>
        </w:tc>
        <w:tc>
          <w:tcPr>
            <w:tcW w:w="1080" w:type="dxa"/>
            <w:gridSpan w:val="2"/>
          </w:tcPr>
          <w:p w:rsidR="006D5570" w:rsidRPr="0061327E" w:rsidRDefault="006D5570" w:rsidP="00F64135">
            <w:pPr>
              <w:pStyle w:val="TAC"/>
            </w:pPr>
          </w:p>
        </w:tc>
        <w:tc>
          <w:tcPr>
            <w:tcW w:w="1440" w:type="dxa"/>
          </w:tcPr>
          <w:p w:rsidR="006D5570" w:rsidRPr="0061327E" w:rsidRDefault="006D5570" w:rsidP="00F64135">
            <w:pPr>
              <w:pStyle w:val="TAC"/>
            </w:pPr>
          </w:p>
        </w:tc>
      </w:tr>
      <w:tr w:rsidR="006D5570" w:rsidRPr="0061327E" w:rsidTr="00F64135">
        <w:trPr>
          <w:cantSplit/>
        </w:trPr>
        <w:tc>
          <w:tcPr>
            <w:tcW w:w="720" w:type="dxa"/>
            <w:tcBorders>
              <w:top w:val="nil"/>
              <w:left w:val="nil"/>
              <w:bottom w:val="nil"/>
              <w:right w:val="single" w:sz="4" w:space="0" w:color="auto"/>
            </w:tcBorders>
          </w:tcPr>
          <w:p w:rsidR="006D5570" w:rsidRPr="0061327E" w:rsidRDefault="006D5570" w:rsidP="00F64135">
            <w:pPr>
              <w:pStyle w:val="TAL"/>
            </w:pPr>
          </w:p>
        </w:tc>
        <w:tc>
          <w:tcPr>
            <w:tcW w:w="720" w:type="dxa"/>
            <w:tcBorders>
              <w:top w:val="nil"/>
              <w:left w:val="single" w:sz="4" w:space="0" w:color="auto"/>
              <w:bottom w:val="single" w:sz="4" w:space="0" w:color="auto"/>
              <w:right w:val="nil"/>
            </w:tcBorders>
          </w:tcPr>
          <w:p w:rsidR="006D5570" w:rsidRPr="0061327E" w:rsidRDefault="006D5570" w:rsidP="00F64135">
            <w:pPr>
              <w:pStyle w:val="TAL"/>
            </w:pPr>
          </w:p>
        </w:tc>
        <w:tc>
          <w:tcPr>
            <w:tcW w:w="1080" w:type="dxa"/>
            <w:gridSpan w:val="2"/>
            <w:vAlign w:val="bottom"/>
          </w:tcPr>
          <w:p w:rsidR="006D5570" w:rsidRPr="0061327E" w:rsidRDefault="006D5570" w:rsidP="00F64135">
            <w:pPr>
              <w:pStyle w:val="TAL"/>
            </w:pPr>
            <w:r w:rsidRPr="0061327E">
              <w:t>DF TEST</w:t>
            </w:r>
          </w:p>
        </w:tc>
        <w:tc>
          <w:tcPr>
            <w:tcW w:w="1440" w:type="dxa"/>
          </w:tcPr>
          <w:p w:rsidR="006D5570" w:rsidRPr="0061327E" w:rsidRDefault="006D5570" w:rsidP="00F64135">
            <w:pPr>
              <w:pStyle w:val="TAL"/>
            </w:pPr>
          </w:p>
        </w:tc>
      </w:tr>
      <w:tr w:rsidR="006D5570" w:rsidRPr="0061327E" w:rsidTr="00F64135">
        <w:trPr>
          <w:cantSplit/>
        </w:trPr>
        <w:tc>
          <w:tcPr>
            <w:tcW w:w="720" w:type="dxa"/>
            <w:tcBorders>
              <w:top w:val="nil"/>
              <w:left w:val="nil"/>
            </w:tcBorders>
          </w:tcPr>
          <w:p w:rsidR="006D5570" w:rsidRPr="0061327E" w:rsidRDefault="006D5570" w:rsidP="00F64135">
            <w:pPr>
              <w:pStyle w:val="TAL"/>
            </w:pPr>
          </w:p>
        </w:tc>
        <w:tc>
          <w:tcPr>
            <w:tcW w:w="720" w:type="dxa"/>
            <w:tcBorders>
              <w:top w:val="nil"/>
              <w:right w:val="nil"/>
            </w:tcBorders>
          </w:tcPr>
          <w:p w:rsidR="006D5570" w:rsidRPr="0061327E" w:rsidRDefault="006D5570" w:rsidP="00F64135">
            <w:pPr>
              <w:pStyle w:val="TAL"/>
            </w:pPr>
          </w:p>
        </w:tc>
        <w:tc>
          <w:tcPr>
            <w:tcW w:w="540" w:type="dxa"/>
            <w:tcBorders>
              <w:right w:val="single" w:sz="4" w:space="0" w:color="auto"/>
            </w:tcBorders>
            <w:vAlign w:val="bottom"/>
          </w:tcPr>
          <w:p w:rsidR="006D5570" w:rsidRPr="0061327E" w:rsidRDefault="006D5570" w:rsidP="00F64135">
            <w:pPr>
              <w:pStyle w:val="TAL"/>
            </w:pPr>
          </w:p>
        </w:tc>
        <w:tc>
          <w:tcPr>
            <w:tcW w:w="540" w:type="dxa"/>
            <w:tcBorders>
              <w:left w:val="single" w:sz="4" w:space="0" w:color="auto"/>
              <w:bottom w:val="single" w:sz="4" w:space="0" w:color="auto"/>
            </w:tcBorders>
          </w:tcPr>
          <w:p w:rsidR="006D5570" w:rsidRPr="0061327E" w:rsidRDefault="006D5570" w:rsidP="00F64135">
            <w:pPr>
              <w:pStyle w:val="TAL"/>
            </w:pPr>
          </w:p>
        </w:tc>
        <w:tc>
          <w:tcPr>
            <w:tcW w:w="1440" w:type="dxa"/>
          </w:tcPr>
          <w:p w:rsidR="006D5570" w:rsidRPr="0061327E" w:rsidRDefault="006D5570" w:rsidP="00F64135">
            <w:pPr>
              <w:pStyle w:val="TAL"/>
            </w:pPr>
            <w:r w:rsidRPr="0061327E">
              <w:t>EF NOSH2</w:t>
            </w:r>
          </w:p>
        </w:tc>
      </w:tr>
    </w:tbl>
    <w:p w:rsidR="006D5570" w:rsidRPr="0061327E" w:rsidRDefault="006D5570" w:rsidP="006D5570">
      <w:pPr>
        <w:keepNext/>
        <w:keepLines/>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6D5570" w:rsidRPr="0061327E" w:rsidTr="00F64135">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Identifier: '6FC6'</w:t>
            </w:r>
          </w:p>
        </w:tc>
        <w:tc>
          <w:tcPr>
            <w:tcW w:w="3261"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Mandatory</w:t>
            </w:r>
          </w:p>
        </w:tc>
      </w:tr>
      <w:tr w:rsidR="006D5570" w:rsidRPr="0061327E" w:rsidTr="00F64135">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SFI: '06'</w:t>
            </w:r>
          </w:p>
        </w:tc>
        <w:tc>
          <w:tcPr>
            <w:tcW w:w="3826"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p>
        </w:tc>
      </w:tr>
      <w:tr w:rsidR="006D5570" w:rsidRPr="0061327E" w:rsidTr="00F64135">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pPr>
            <w:r w:rsidRPr="0061327E">
              <w:t>Update activity: high</w:t>
            </w:r>
          </w:p>
        </w:tc>
      </w:tr>
      <w:tr w:rsidR="006D5570" w:rsidRPr="0061327E" w:rsidTr="00F64135">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tabs>
                <w:tab w:val="left" w:pos="601"/>
                <w:tab w:val="left" w:pos="3153"/>
              </w:tabs>
              <w:spacing w:before="120"/>
            </w:pPr>
            <w:r w:rsidRPr="0061327E">
              <w:t>Access Conditions:</w:t>
            </w:r>
          </w:p>
          <w:p w:rsidR="006D5570" w:rsidRPr="0061327E" w:rsidRDefault="006D5570" w:rsidP="00F64135">
            <w:pPr>
              <w:pStyle w:val="TAC"/>
              <w:keepNext w:val="0"/>
              <w:keepLines w:val="0"/>
              <w:tabs>
                <w:tab w:val="left" w:pos="601"/>
                <w:tab w:val="left" w:pos="3153"/>
              </w:tabs>
            </w:pPr>
            <w:r w:rsidRPr="0061327E">
              <w:tab/>
              <w:t>READ</w:t>
            </w:r>
            <w:r w:rsidRPr="0061327E">
              <w:tab/>
              <w:t>ALWAYS</w:t>
            </w:r>
          </w:p>
          <w:p w:rsidR="006D5570" w:rsidRPr="0061327E" w:rsidRDefault="006D5570" w:rsidP="00F64135">
            <w:pPr>
              <w:pStyle w:val="TAC"/>
              <w:keepNext w:val="0"/>
              <w:keepLines w:val="0"/>
              <w:tabs>
                <w:tab w:val="left" w:pos="601"/>
                <w:tab w:val="left" w:pos="3153"/>
              </w:tabs>
            </w:pPr>
            <w:r w:rsidRPr="0061327E">
              <w:tab/>
              <w:t>UPDATE</w:t>
            </w:r>
            <w:r w:rsidRPr="0061327E">
              <w:tab/>
              <w:t>ALWAYS</w:t>
            </w:r>
          </w:p>
          <w:p w:rsidR="006D5570" w:rsidRPr="0061327E" w:rsidRDefault="006D5570" w:rsidP="00F64135">
            <w:pPr>
              <w:pStyle w:val="TAC"/>
              <w:keepNext w:val="0"/>
              <w:keepLines w:val="0"/>
              <w:tabs>
                <w:tab w:val="left" w:pos="601"/>
                <w:tab w:val="left" w:pos="3153"/>
              </w:tabs>
            </w:pPr>
            <w:r w:rsidRPr="0061327E">
              <w:tab/>
              <w:t>DEACTIVATE</w:t>
            </w:r>
            <w:r w:rsidRPr="0061327E">
              <w:tab/>
              <w:t>ALWAYS</w:t>
            </w:r>
          </w:p>
          <w:p w:rsidR="006D5570" w:rsidRPr="0061327E" w:rsidRDefault="006D5570" w:rsidP="00F64135">
            <w:pPr>
              <w:pStyle w:val="TAC"/>
              <w:keepNext w:val="0"/>
              <w:keepLines w:val="0"/>
              <w:tabs>
                <w:tab w:val="left" w:pos="601"/>
                <w:tab w:val="left" w:pos="3153"/>
              </w:tabs>
            </w:pPr>
            <w:r w:rsidRPr="0061327E">
              <w:tab/>
              <w:t>ACTIVATE</w:t>
            </w:r>
            <w:r w:rsidRPr="0061327E">
              <w:tab/>
              <w:t>ALWAYS</w:t>
            </w:r>
          </w:p>
          <w:p w:rsidR="006D5570" w:rsidRPr="0061327E" w:rsidRDefault="006D5570" w:rsidP="00F64135">
            <w:pPr>
              <w:pStyle w:val="TAC"/>
              <w:keepNext w:val="0"/>
              <w:keepLines w:val="0"/>
              <w:tabs>
                <w:tab w:val="left" w:pos="601"/>
                <w:tab w:val="left" w:pos="3153"/>
              </w:tabs>
            </w:pPr>
          </w:p>
        </w:tc>
      </w:tr>
      <w:tr w:rsidR="006D5570" w:rsidRPr="0061327E" w:rsidTr="00F64135">
        <w:trPr>
          <w:jc w:val="center"/>
        </w:trPr>
        <w:tc>
          <w:tcPr>
            <w:tcW w:w="1134"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Bytes</w:t>
            </w:r>
          </w:p>
        </w:tc>
        <w:tc>
          <w:tcPr>
            <w:tcW w:w="2268"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Description</w:t>
            </w:r>
          </w:p>
        </w:tc>
        <w:tc>
          <w:tcPr>
            <w:tcW w:w="3544"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Default Value</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M/O</w:t>
            </w:r>
          </w:p>
        </w:tc>
        <w:tc>
          <w:tcPr>
            <w:tcW w:w="99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Length</w:t>
            </w:r>
          </w:p>
        </w:tc>
      </w:tr>
      <w:tr w:rsidR="006D5570" w:rsidRPr="0061327E" w:rsidTr="00F64135">
        <w:trPr>
          <w:jc w:val="center"/>
        </w:trPr>
        <w:tc>
          <w:tcPr>
            <w:tcW w:w="1134"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1 to 3</w:t>
            </w:r>
          </w:p>
        </w:tc>
        <w:tc>
          <w:tcPr>
            <w:tcW w:w="2268"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Test Data</w:t>
            </w:r>
          </w:p>
        </w:tc>
        <w:tc>
          <w:tcPr>
            <w:tcW w:w="3544"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FF FF FF</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w:t>
            </w:r>
          </w:p>
        </w:tc>
        <w:tc>
          <w:tcPr>
            <w:tcW w:w="99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3 bytes</w:t>
            </w:r>
          </w:p>
        </w:tc>
      </w:tr>
    </w:tbl>
    <w:p w:rsidR="006D5570" w:rsidRPr="0061327E" w:rsidRDefault="006D5570" w:rsidP="006D5570"/>
    <w:p w:rsidR="006D5570" w:rsidRPr="0061327E" w:rsidRDefault="006D5570" w:rsidP="006D5570">
      <w:pPr>
        <w:pStyle w:val="Heading3"/>
      </w:pPr>
      <w:r w:rsidRPr="0061327E">
        <w:lastRenderedPageBreak/>
        <w:t>B.2.3.46</w:t>
      </w:r>
      <w:r w:rsidRPr="0061327E">
        <w:tab/>
        <w:t>EF</w:t>
      </w:r>
      <w:r w:rsidRPr="0061327E">
        <w:rPr>
          <w:vertAlign w:val="subscript"/>
        </w:rPr>
        <w:t>LTERM</w:t>
      </w:r>
      <w:r w:rsidRPr="0061327E">
        <w:t xml:space="preserve"> (Linear File Terminated)</w:t>
      </w:r>
    </w:p>
    <w:tbl>
      <w:tblPr>
        <w:tblW w:w="0" w:type="auto"/>
        <w:tblInd w:w="198" w:type="dxa"/>
        <w:tblLook w:val="0000" w:firstRow="0" w:lastRow="0" w:firstColumn="0" w:lastColumn="0" w:noHBand="0" w:noVBand="0"/>
      </w:tblPr>
      <w:tblGrid>
        <w:gridCol w:w="720"/>
        <w:gridCol w:w="720"/>
        <w:gridCol w:w="540"/>
        <w:gridCol w:w="540"/>
        <w:gridCol w:w="1440"/>
      </w:tblGrid>
      <w:tr w:rsidR="006D5570" w:rsidRPr="0061327E" w:rsidTr="00F64135">
        <w:trPr>
          <w:cantSplit/>
          <w:trHeight w:val="301"/>
        </w:trPr>
        <w:tc>
          <w:tcPr>
            <w:tcW w:w="1440" w:type="dxa"/>
            <w:gridSpan w:val="2"/>
            <w:vAlign w:val="bottom"/>
          </w:tcPr>
          <w:p w:rsidR="006D5570" w:rsidRPr="0061327E" w:rsidRDefault="006D5570" w:rsidP="00F64135">
            <w:pPr>
              <w:pStyle w:val="TAC"/>
            </w:pPr>
            <w:r w:rsidRPr="0061327E">
              <w:t>MF</w:t>
            </w:r>
          </w:p>
        </w:tc>
        <w:tc>
          <w:tcPr>
            <w:tcW w:w="1080" w:type="dxa"/>
            <w:gridSpan w:val="2"/>
          </w:tcPr>
          <w:p w:rsidR="006D5570" w:rsidRPr="0061327E" w:rsidRDefault="006D5570" w:rsidP="00F64135">
            <w:pPr>
              <w:pStyle w:val="TAC"/>
            </w:pPr>
          </w:p>
        </w:tc>
        <w:tc>
          <w:tcPr>
            <w:tcW w:w="1440" w:type="dxa"/>
          </w:tcPr>
          <w:p w:rsidR="006D5570" w:rsidRPr="0061327E" w:rsidRDefault="006D5570" w:rsidP="00F64135">
            <w:pPr>
              <w:pStyle w:val="TAC"/>
            </w:pPr>
          </w:p>
        </w:tc>
      </w:tr>
      <w:tr w:rsidR="006D5570" w:rsidRPr="0061327E" w:rsidTr="00F64135">
        <w:trPr>
          <w:cantSplit/>
        </w:trPr>
        <w:tc>
          <w:tcPr>
            <w:tcW w:w="720" w:type="dxa"/>
            <w:tcBorders>
              <w:top w:val="nil"/>
              <w:left w:val="nil"/>
              <w:bottom w:val="nil"/>
              <w:right w:val="single" w:sz="4" w:space="0" w:color="auto"/>
            </w:tcBorders>
          </w:tcPr>
          <w:p w:rsidR="006D5570" w:rsidRPr="0061327E" w:rsidRDefault="006D5570" w:rsidP="00F64135">
            <w:pPr>
              <w:pStyle w:val="TAL"/>
            </w:pPr>
          </w:p>
        </w:tc>
        <w:tc>
          <w:tcPr>
            <w:tcW w:w="720" w:type="dxa"/>
            <w:tcBorders>
              <w:top w:val="nil"/>
              <w:left w:val="single" w:sz="4" w:space="0" w:color="auto"/>
              <w:bottom w:val="single" w:sz="4" w:space="0" w:color="auto"/>
              <w:right w:val="nil"/>
            </w:tcBorders>
          </w:tcPr>
          <w:p w:rsidR="006D5570" w:rsidRPr="0061327E" w:rsidRDefault="006D5570" w:rsidP="00F64135">
            <w:pPr>
              <w:pStyle w:val="TAL"/>
            </w:pPr>
          </w:p>
        </w:tc>
        <w:tc>
          <w:tcPr>
            <w:tcW w:w="1080" w:type="dxa"/>
            <w:gridSpan w:val="2"/>
            <w:vAlign w:val="bottom"/>
          </w:tcPr>
          <w:p w:rsidR="006D5570" w:rsidRPr="0061327E" w:rsidRDefault="006D5570" w:rsidP="00F64135">
            <w:pPr>
              <w:pStyle w:val="TAL"/>
            </w:pPr>
            <w:r w:rsidRPr="0061327E">
              <w:t>DF TEST</w:t>
            </w:r>
          </w:p>
        </w:tc>
        <w:tc>
          <w:tcPr>
            <w:tcW w:w="1440" w:type="dxa"/>
          </w:tcPr>
          <w:p w:rsidR="006D5570" w:rsidRPr="0061327E" w:rsidRDefault="006D5570" w:rsidP="00F64135">
            <w:pPr>
              <w:pStyle w:val="TAL"/>
            </w:pPr>
          </w:p>
        </w:tc>
      </w:tr>
      <w:tr w:rsidR="006D5570" w:rsidRPr="0061327E" w:rsidTr="00F64135">
        <w:trPr>
          <w:cantSplit/>
        </w:trPr>
        <w:tc>
          <w:tcPr>
            <w:tcW w:w="720" w:type="dxa"/>
            <w:tcBorders>
              <w:top w:val="nil"/>
              <w:left w:val="nil"/>
            </w:tcBorders>
          </w:tcPr>
          <w:p w:rsidR="006D5570" w:rsidRPr="0061327E" w:rsidRDefault="006D5570" w:rsidP="00F64135">
            <w:pPr>
              <w:pStyle w:val="TAL"/>
            </w:pPr>
          </w:p>
        </w:tc>
        <w:tc>
          <w:tcPr>
            <w:tcW w:w="720" w:type="dxa"/>
            <w:tcBorders>
              <w:top w:val="nil"/>
              <w:right w:val="nil"/>
            </w:tcBorders>
          </w:tcPr>
          <w:p w:rsidR="006D5570" w:rsidRPr="0061327E" w:rsidRDefault="006D5570" w:rsidP="00F64135">
            <w:pPr>
              <w:pStyle w:val="TAL"/>
            </w:pPr>
          </w:p>
        </w:tc>
        <w:tc>
          <w:tcPr>
            <w:tcW w:w="540" w:type="dxa"/>
            <w:tcBorders>
              <w:right w:val="single" w:sz="4" w:space="0" w:color="auto"/>
            </w:tcBorders>
            <w:vAlign w:val="bottom"/>
          </w:tcPr>
          <w:p w:rsidR="006D5570" w:rsidRPr="0061327E" w:rsidRDefault="006D5570" w:rsidP="00F64135">
            <w:pPr>
              <w:pStyle w:val="TAL"/>
            </w:pPr>
          </w:p>
        </w:tc>
        <w:tc>
          <w:tcPr>
            <w:tcW w:w="540" w:type="dxa"/>
            <w:tcBorders>
              <w:left w:val="single" w:sz="4" w:space="0" w:color="auto"/>
              <w:bottom w:val="single" w:sz="4" w:space="0" w:color="auto"/>
            </w:tcBorders>
          </w:tcPr>
          <w:p w:rsidR="006D5570" w:rsidRPr="0061327E" w:rsidRDefault="006D5570" w:rsidP="00F64135">
            <w:pPr>
              <w:pStyle w:val="TAL"/>
            </w:pPr>
          </w:p>
        </w:tc>
        <w:tc>
          <w:tcPr>
            <w:tcW w:w="1440" w:type="dxa"/>
          </w:tcPr>
          <w:p w:rsidR="006D5570" w:rsidRPr="0061327E" w:rsidRDefault="006D5570" w:rsidP="00F64135">
            <w:pPr>
              <w:pStyle w:val="TAL"/>
            </w:pPr>
            <w:r w:rsidRPr="0061327E">
              <w:t>EF LTERM</w:t>
            </w:r>
          </w:p>
        </w:tc>
      </w:tr>
    </w:tbl>
    <w:p w:rsidR="006D5570" w:rsidRPr="0061327E" w:rsidRDefault="006D5570" w:rsidP="006D5570"/>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6D5570" w:rsidRPr="0061327E" w:rsidTr="00F64135">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Identifier: '6FC7'</w:t>
            </w:r>
          </w:p>
        </w:tc>
        <w:tc>
          <w:tcPr>
            <w:tcW w:w="3261"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Structure: Linear Fixed</w:t>
            </w:r>
          </w:p>
        </w:tc>
        <w:tc>
          <w:tcPr>
            <w:tcW w:w="1558"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Mandatory</w:t>
            </w:r>
          </w:p>
        </w:tc>
      </w:tr>
      <w:tr w:rsidR="006D5570" w:rsidRPr="0061327E" w:rsidTr="00F64135">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Record length: 15 bytes</w:t>
            </w:r>
          </w:p>
        </w:tc>
        <w:tc>
          <w:tcPr>
            <w:tcW w:w="3826"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Update activity: high</w:t>
            </w:r>
          </w:p>
        </w:tc>
      </w:tr>
      <w:tr w:rsidR="006D5570" w:rsidRPr="0061327E" w:rsidTr="00F64135">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6D5570" w:rsidRPr="0061327E" w:rsidRDefault="006D5570" w:rsidP="0061327E">
            <w:pPr>
              <w:pStyle w:val="TAC"/>
            </w:pPr>
            <w:r w:rsidRPr="0061327E">
              <w:t>LCSI:</w:t>
            </w:r>
          </w:p>
          <w:p w:rsidR="006D5570" w:rsidRPr="0061327E" w:rsidRDefault="006D5570" w:rsidP="0061327E">
            <w:pPr>
              <w:pStyle w:val="TAC"/>
            </w:pPr>
            <w:r w:rsidRPr="0061327E">
              <w:t>TERMINATED</w:t>
            </w:r>
          </w:p>
          <w:p w:rsidR="006D5570" w:rsidRPr="0061327E" w:rsidRDefault="006D5570" w:rsidP="0061327E">
            <w:pPr>
              <w:pStyle w:val="TAC"/>
            </w:pPr>
            <w:r w:rsidRPr="0061327E">
              <w:t>Access Conditions:</w:t>
            </w:r>
          </w:p>
          <w:p w:rsidR="006D5570" w:rsidRPr="0061327E" w:rsidRDefault="006D5570" w:rsidP="00F64135">
            <w:pPr>
              <w:pStyle w:val="TAC"/>
              <w:keepNext w:val="0"/>
              <w:keepLines w:val="0"/>
              <w:tabs>
                <w:tab w:val="left" w:pos="601"/>
                <w:tab w:val="left" w:pos="3153"/>
              </w:tabs>
            </w:pPr>
            <w:r w:rsidRPr="0061327E">
              <w:tab/>
              <w:t>READ</w:t>
            </w:r>
            <w:r w:rsidRPr="0061327E">
              <w:tab/>
              <w:t>ALWAYS</w:t>
            </w:r>
          </w:p>
          <w:p w:rsidR="006D5570" w:rsidRPr="0061327E" w:rsidRDefault="006D5570" w:rsidP="00F64135">
            <w:pPr>
              <w:pStyle w:val="TAC"/>
              <w:keepNext w:val="0"/>
              <w:keepLines w:val="0"/>
              <w:tabs>
                <w:tab w:val="left" w:pos="601"/>
                <w:tab w:val="left" w:pos="3153"/>
              </w:tabs>
            </w:pPr>
            <w:r w:rsidRPr="0061327E">
              <w:tab/>
              <w:t>UPDATE</w:t>
            </w:r>
            <w:r w:rsidRPr="0061327E">
              <w:tab/>
              <w:t>ALWAYS</w:t>
            </w:r>
          </w:p>
          <w:p w:rsidR="006D5570" w:rsidRPr="0061327E" w:rsidRDefault="006D5570" w:rsidP="00F64135">
            <w:pPr>
              <w:pStyle w:val="TAC"/>
              <w:keepNext w:val="0"/>
              <w:keepLines w:val="0"/>
              <w:tabs>
                <w:tab w:val="left" w:pos="601"/>
                <w:tab w:val="left" w:pos="3153"/>
              </w:tabs>
            </w:pPr>
            <w:r w:rsidRPr="0061327E">
              <w:tab/>
              <w:t>DEACTIVATE</w:t>
            </w:r>
            <w:r w:rsidRPr="0061327E">
              <w:tab/>
              <w:t>ALWAYS</w:t>
            </w:r>
          </w:p>
          <w:p w:rsidR="006D5570" w:rsidRPr="0061327E" w:rsidRDefault="006D5570" w:rsidP="00F64135">
            <w:pPr>
              <w:pStyle w:val="TAC"/>
              <w:keepNext w:val="0"/>
              <w:keepLines w:val="0"/>
              <w:tabs>
                <w:tab w:val="left" w:pos="601"/>
                <w:tab w:val="left" w:pos="3153"/>
              </w:tabs>
            </w:pPr>
            <w:r w:rsidRPr="0061327E">
              <w:tab/>
              <w:t>ACTIVATE</w:t>
            </w:r>
            <w:r w:rsidRPr="0061327E">
              <w:tab/>
              <w:t>ALWAYS</w:t>
            </w:r>
          </w:p>
          <w:p w:rsidR="006D5570" w:rsidRPr="0061327E" w:rsidRDefault="006D5570" w:rsidP="00F64135">
            <w:pPr>
              <w:pStyle w:val="TAC"/>
              <w:keepNext w:val="0"/>
              <w:keepLines w:val="0"/>
              <w:tabs>
                <w:tab w:val="left" w:pos="601"/>
                <w:tab w:val="left" w:pos="3153"/>
              </w:tabs>
            </w:pPr>
          </w:p>
        </w:tc>
      </w:tr>
      <w:tr w:rsidR="006D5570" w:rsidRPr="0061327E" w:rsidTr="00F64135">
        <w:trPr>
          <w:jc w:val="center"/>
        </w:trPr>
        <w:tc>
          <w:tcPr>
            <w:tcW w:w="170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Bytes</w:t>
            </w:r>
          </w:p>
        </w:tc>
        <w:tc>
          <w:tcPr>
            <w:tcW w:w="2480"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Description</w:t>
            </w:r>
          </w:p>
        </w:tc>
        <w:tc>
          <w:tcPr>
            <w:tcW w:w="2765"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Default Value</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M/O</w:t>
            </w:r>
          </w:p>
        </w:tc>
        <w:tc>
          <w:tcPr>
            <w:tcW w:w="849"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Length</w:t>
            </w:r>
          </w:p>
        </w:tc>
      </w:tr>
      <w:tr w:rsidR="006D5570" w:rsidRPr="0061327E" w:rsidTr="00F64135">
        <w:trPr>
          <w:jc w:val="center"/>
        </w:trPr>
        <w:tc>
          <w:tcPr>
            <w:tcW w:w="170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1</w:t>
            </w:r>
          </w:p>
        </w:tc>
        <w:tc>
          <w:tcPr>
            <w:tcW w:w="2480"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Test Data</w:t>
            </w:r>
          </w:p>
        </w:tc>
        <w:tc>
          <w:tcPr>
            <w:tcW w:w="2765"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01 02 03 04 05 06 07 08 09 0A 0B 0C 0D 0E 0F</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w:t>
            </w:r>
          </w:p>
        </w:tc>
        <w:tc>
          <w:tcPr>
            <w:tcW w:w="849"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15 bytes</w:t>
            </w:r>
          </w:p>
        </w:tc>
      </w:tr>
    </w:tbl>
    <w:p w:rsidR="006D5570" w:rsidRPr="0061327E" w:rsidRDefault="006D5570" w:rsidP="006D5570"/>
    <w:p w:rsidR="006D5570" w:rsidRPr="0061327E" w:rsidRDefault="006D5570" w:rsidP="006D5570">
      <w:pPr>
        <w:pStyle w:val="Heading3"/>
      </w:pPr>
      <w:r w:rsidRPr="0061327E">
        <w:t>B.2.3.47</w:t>
      </w:r>
      <w:r w:rsidRPr="0061327E">
        <w:tab/>
        <w:t>EF</w:t>
      </w:r>
      <w:r w:rsidRPr="0061327E">
        <w:rPr>
          <w:vertAlign w:val="subscript"/>
        </w:rPr>
        <w:t>CTERM</w:t>
      </w:r>
      <w:r w:rsidRPr="0061327E">
        <w:t xml:space="preserve"> (Cyclic File Terminated)</w:t>
      </w:r>
    </w:p>
    <w:tbl>
      <w:tblPr>
        <w:tblW w:w="0" w:type="auto"/>
        <w:tblInd w:w="198" w:type="dxa"/>
        <w:tblLook w:val="0000" w:firstRow="0" w:lastRow="0" w:firstColumn="0" w:lastColumn="0" w:noHBand="0" w:noVBand="0"/>
      </w:tblPr>
      <w:tblGrid>
        <w:gridCol w:w="720"/>
        <w:gridCol w:w="720"/>
        <w:gridCol w:w="540"/>
        <w:gridCol w:w="540"/>
        <w:gridCol w:w="1440"/>
      </w:tblGrid>
      <w:tr w:rsidR="006D5570" w:rsidRPr="0061327E" w:rsidTr="00F64135">
        <w:trPr>
          <w:cantSplit/>
          <w:trHeight w:val="301"/>
        </w:trPr>
        <w:tc>
          <w:tcPr>
            <w:tcW w:w="1440" w:type="dxa"/>
            <w:gridSpan w:val="2"/>
            <w:vAlign w:val="bottom"/>
          </w:tcPr>
          <w:p w:rsidR="006D5570" w:rsidRPr="0061327E" w:rsidRDefault="006D5570" w:rsidP="00F64135">
            <w:pPr>
              <w:pStyle w:val="TAC"/>
            </w:pPr>
            <w:r w:rsidRPr="0061327E">
              <w:t>MF</w:t>
            </w:r>
          </w:p>
        </w:tc>
        <w:tc>
          <w:tcPr>
            <w:tcW w:w="1080" w:type="dxa"/>
            <w:gridSpan w:val="2"/>
          </w:tcPr>
          <w:p w:rsidR="006D5570" w:rsidRPr="0061327E" w:rsidRDefault="006D5570" w:rsidP="00F64135">
            <w:pPr>
              <w:pStyle w:val="TAC"/>
            </w:pPr>
          </w:p>
        </w:tc>
        <w:tc>
          <w:tcPr>
            <w:tcW w:w="1440" w:type="dxa"/>
          </w:tcPr>
          <w:p w:rsidR="006D5570" w:rsidRPr="0061327E" w:rsidRDefault="006D5570" w:rsidP="00F64135">
            <w:pPr>
              <w:pStyle w:val="TAC"/>
            </w:pPr>
          </w:p>
        </w:tc>
      </w:tr>
      <w:tr w:rsidR="006D5570" w:rsidRPr="0061327E" w:rsidTr="00F64135">
        <w:trPr>
          <w:cantSplit/>
        </w:trPr>
        <w:tc>
          <w:tcPr>
            <w:tcW w:w="720" w:type="dxa"/>
            <w:tcBorders>
              <w:top w:val="nil"/>
              <w:left w:val="nil"/>
              <w:bottom w:val="nil"/>
              <w:right w:val="single" w:sz="4" w:space="0" w:color="auto"/>
            </w:tcBorders>
          </w:tcPr>
          <w:p w:rsidR="006D5570" w:rsidRPr="0061327E" w:rsidRDefault="006D5570" w:rsidP="00F64135">
            <w:pPr>
              <w:pStyle w:val="TAL"/>
            </w:pPr>
          </w:p>
        </w:tc>
        <w:tc>
          <w:tcPr>
            <w:tcW w:w="720" w:type="dxa"/>
            <w:tcBorders>
              <w:top w:val="nil"/>
              <w:left w:val="single" w:sz="4" w:space="0" w:color="auto"/>
              <w:bottom w:val="single" w:sz="4" w:space="0" w:color="auto"/>
              <w:right w:val="nil"/>
            </w:tcBorders>
          </w:tcPr>
          <w:p w:rsidR="006D5570" w:rsidRPr="0061327E" w:rsidRDefault="006D5570" w:rsidP="00F64135">
            <w:pPr>
              <w:pStyle w:val="TAL"/>
            </w:pPr>
          </w:p>
        </w:tc>
        <w:tc>
          <w:tcPr>
            <w:tcW w:w="1080" w:type="dxa"/>
            <w:gridSpan w:val="2"/>
            <w:vAlign w:val="bottom"/>
          </w:tcPr>
          <w:p w:rsidR="006D5570" w:rsidRPr="0061327E" w:rsidRDefault="006D5570" w:rsidP="00F64135">
            <w:pPr>
              <w:pStyle w:val="TAL"/>
            </w:pPr>
            <w:r w:rsidRPr="0061327E">
              <w:t>DF TEST</w:t>
            </w:r>
          </w:p>
        </w:tc>
        <w:tc>
          <w:tcPr>
            <w:tcW w:w="1440" w:type="dxa"/>
          </w:tcPr>
          <w:p w:rsidR="006D5570" w:rsidRPr="0061327E" w:rsidRDefault="006D5570" w:rsidP="00F64135">
            <w:pPr>
              <w:pStyle w:val="TAL"/>
            </w:pPr>
          </w:p>
        </w:tc>
      </w:tr>
      <w:tr w:rsidR="006D5570" w:rsidRPr="0061327E" w:rsidTr="00F64135">
        <w:trPr>
          <w:cantSplit/>
        </w:trPr>
        <w:tc>
          <w:tcPr>
            <w:tcW w:w="720" w:type="dxa"/>
            <w:tcBorders>
              <w:top w:val="nil"/>
              <w:left w:val="nil"/>
            </w:tcBorders>
          </w:tcPr>
          <w:p w:rsidR="006D5570" w:rsidRPr="0061327E" w:rsidRDefault="006D5570" w:rsidP="00F64135">
            <w:pPr>
              <w:pStyle w:val="TAL"/>
            </w:pPr>
          </w:p>
        </w:tc>
        <w:tc>
          <w:tcPr>
            <w:tcW w:w="720" w:type="dxa"/>
            <w:tcBorders>
              <w:top w:val="nil"/>
              <w:right w:val="nil"/>
            </w:tcBorders>
          </w:tcPr>
          <w:p w:rsidR="006D5570" w:rsidRPr="0061327E" w:rsidRDefault="006D5570" w:rsidP="00F64135">
            <w:pPr>
              <w:pStyle w:val="TAL"/>
            </w:pPr>
          </w:p>
        </w:tc>
        <w:tc>
          <w:tcPr>
            <w:tcW w:w="540" w:type="dxa"/>
            <w:tcBorders>
              <w:right w:val="single" w:sz="4" w:space="0" w:color="auto"/>
            </w:tcBorders>
            <w:vAlign w:val="bottom"/>
          </w:tcPr>
          <w:p w:rsidR="006D5570" w:rsidRPr="0061327E" w:rsidRDefault="006D5570" w:rsidP="00F64135">
            <w:pPr>
              <w:pStyle w:val="TAL"/>
            </w:pPr>
          </w:p>
        </w:tc>
        <w:tc>
          <w:tcPr>
            <w:tcW w:w="540" w:type="dxa"/>
            <w:tcBorders>
              <w:left w:val="single" w:sz="4" w:space="0" w:color="auto"/>
              <w:bottom w:val="single" w:sz="4" w:space="0" w:color="auto"/>
            </w:tcBorders>
          </w:tcPr>
          <w:p w:rsidR="006D5570" w:rsidRPr="0061327E" w:rsidRDefault="006D5570" w:rsidP="00F64135">
            <w:pPr>
              <w:pStyle w:val="TAL"/>
            </w:pPr>
          </w:p>
        </w:tc>
        <w:tc>
          <w:tcPr>
            <w:tcW w:w="1440" w:type="dxa"/>
          </w:tcPr>
          <w:p w:rsidR="006D5570" w:rsidRPr="0061327E" w:rsidRDefault="006D5570" w:rsidP="00F64135">
            <w:pPr>
              <w:pStyle w:val="TAL"/>
            </w:pPr>
            <w:r w:rsidRPr="0061327E">
              <w:t>EF CTERM</w:t>
            </w:r>
          </w:p>
        </w:tc>
      </w:tr>
    </w:tbl>
    <w:p w:rsidR="006D5570" w:rsidRPr="0061327E" w:rsidRDefault="006D5570" w:rsidP="006D5570"/>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701"/>
        <w:gridCol w:w="1842"/>
        <w:gridCol w:w="638"/>
        <w:gridCol w:w="355"/>
        <w:gridCol w:w="2268"/>
        <w:gridCol w:w="142"/>
        <w:gridCol w:w="567"/>
        <w:gridCol w:w="849"/>
      </w:tblGrid>
      <w:tr w:rsidR="006D5570" w:rsidRPr="0061327E" w:rsidTr="00F64135">
        <w:trPr>
          <w:jc w:val="center"/>
        </w:trPr>
        <w:tc>
          <w:tcPr>
            <w:tcW w:w="3543"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Identifier: '6FC8'</w:t>
            </w:r>
          </w:p>
        </w:tc>
        <w:tc>
          <w:tcPr>
            <w:tcW w:w="3261"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Structure: Cyclic</w:t>
            </w:r>
          </w:p>
        </w:tc>
        <w:tc>
          <w:tcPr>
            <w:tcW w:w="1558"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Mandatory</w:t>
            </w:r>
          </w:p>
        </w:tc>
      </w:tr>
      <w:tr w:rsidR="006D5570" w:rsidRPr="0061327E" w:rsidTr="00F64135">
        <w:trPr>
          <w:jc w:val="center"/>
        </w:trPr>
        <w:tc>
          <w:tcPr>
            <w:tcW w:w="4536"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Record length: 15 bytes</w:t>
            </w:r>
          </w:p>
        </w:tc>
        <w:tc>
          <w:tcPr>
            <w:tcW w:w="3826" w:type="dxa"/>
            <w:gridSpan w:val="4"/>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Update activity: high</w:t>
            </w:r>
          </w:p>
        </w:tc>
      </w:tr>
      <w:tr w:rsidR="006D5570" w:rsidRPr="0061327E" w:rsidTr="00F64135">
        <w:trPr>
          <w:jc w:val="center"/>
        </w:trPr>
        <w:tc>
          <w:tcPr>
            <w:tcW w:w="8362" w:type="dxa"/>
            <w:gridSpan w:val="8"/>
            <w:tcBorders>
              <w:top w:val="single" w:sz="6" w:space="0" w:color="auto"/>
              <w:left w:val="single" w:sz="6" w:space="0" w:color="auto"/>
              <w:bottom w:val="single" w:sz="6" w:space="0" w:color="auto"/>
              <w:right w:val="single" w:sz="6" w:space="0" w:color="auto"/>
            </w:tcBorders>
          </w:tcPr>
          <w:p w:rsidR="006D5570" w:rsidRPr="0061327E" w:rsidRDefault="006D5570" w:rsidP="0061327E">
            <w:pPr>
              <w:pStyle w:val="TAC"/>
            </w:pPr>
            <w:r w:rsidRPr="0061327E">
              <w:t>LCSI:</w:t>
            </w:r>
          </w:p>
          <w:p w:rsidR="006D5570" w:rsidRPr="0061327E" w:rsidRDefault="006D5570" w:rsidP="0061327E">
            <w:pPr>
              <w:pStyle w:val="TAC"/>
            </w:pPr>
            <w:r w:rsidRPr="0061327E">
              <w:t>TERMINATED</w:t>
            </w:r>
          </w:p>
          <w:p w:rsidR="006D5570" w:rsidRPr="0061327E" w:rsidRDefault="006D5570" w:rsidP="0061327E">
            <w:pPr>
              <w:pStyle w:val="TAC"/>
            </w:pPr>
            <w:r w:rsidRPr="0061327E">
              <w:t>Access Conditions:</w:t>
            </w:r>
          </w:p>
          <w:p w:rsidR="006D5570" w:rsidRPr="0061327E" w:rsidRDefault="006D5570" w:rsidP="00F64135">
            <w:pPr>
              <w:pStyle w:val="TAC"/>
              <w:keepNext w:val="0"/>
              <w:keepLines w:val="0"/>
              <w:tabs>
                <w:tab w:val="left" w:pos="601"/>
                <w:tab w:val="left" w:pos="3153"/>
              </w:tabs>
            </w:pPr>
            <w:r w:rsidRPr="0061327E">
              <w:tab/>
              <w:t>READ</w:t>
            </w:r>
            <w:r w:rsidRPr="0061327E">
              <w:tab/>
              <w:t>ALWAYS</w:t>
            </w:r>
          </w:p>
          <w:p w:rsidR="006D5570" w:rsidRPr="0061327E" w:rsidRDefault="006D5570" w:rsidP="00F64135">
            <w:pPr>
              <w:pStyle w:val="TAC"/>
              <w:keepNext w:val="0"/>
              <w:keepLines w:val="0"/>
              <w:tabs>
                <w:tab w:val="left" w:pos="601"/>
                <w:tab w:val="left" w:pos="3153"/>
              </w:tabs>
            </w:pPr>
            <w:r w:rsidRPr="0061327E">
              <w:tab/>
              <w:t>UPDATE</w:t>
            </w:r>
            <w:r w:rsidRPr="0061327E">
              <w:tab/>
              <w:t>ALWAYS</w:t>
            </w:r>
          </w:p>
          <w:p w:rsidR="006D5570" w:rsidRPr="0061327E" w:rsidRDefault="006D5570" w:rsidP="00F64135">
            <w:pPr>
              <w:pStyle w:val="TAC"/>
              <w:keepNext w:val="0"/>
              <w:keepLines w:val="0"/>
              <w:tabs>
                <w:tab w:val="left" w:pos="601"/>
                <w:tab w:val="left" w:pos="3153"/>
              </w:tabs>
            </w:pPr>
            <w:r w:rsidRPr="0061327E">
              <w:tab/>
              <w:t>DEACTIVATE</w:t>
            </w:r>
            <w:r w:rsidRPr="0061327E">
              <w:tab/>
              <w:t>ALWAYS</w:t>
            </w:r>
          </w:p>
          <w:p w:rsidR="006D5570" w:rsidRPr="0061327E" w:rsidRDefault="006D5570" w:rsidP="00F64135">
            <w:pPr>
              <w:pStyle w:val="TAC"/>
              <w:keepNext w:val="0"/>
              <w:keepLines w:val="0"/>
              <w:tabs>
                <w:tab w:val="left" w:pos="601"/>
                <w:tab w:val="left" w:pos="3153"/>
              </w:tabs>
            </w:pPr>
            <w:r w:rsidRPr="0061327E">
              <w:tab/>
              <w:t>ACTIVATE</w:t>
            </w:r>
            <w:r w:rsidRPr="0061327E">
              <w:tab/>
              <w:t>ALWAYS</w:t>
            </w:r>
          </w:p>
          <w:p w:rsidR="006D5570" w:rsidRPr="0061327E" w:rsidRDefault="006D5570" w:rsidP="00F64135">
            <w:pPr>
              <w:pStyle w:val="TAC"/>
              <w:keepNext w:val="0"/>
              <w:keepLines w:val="0"/>
              <w:tabs>
                <w:tab w:val="left" w:pos="601"/>
                <w:tab w:val="left" w:pos="3153"/>
              </w:tabs>
            </w:pPr>
          </w:p>
        </w:tc>
      </w:tr>
      <w:tr w:rsidR="006D5570" w:rsidRPr="0061327E" w:rsidTr="00F64135">
        <w:trPr>
          <w:jc w:val="center"/>
        </w:trPr>
        <w:tc>
          <w:tcPr>
            <w:tcW w:w="170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Bytes</w:t>
            </w:r>
          </w:p>
        </w:tc>
        <w:tc>
          <w:tcPr>
            <w:tcW w:w="2480"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Description</w:t>
            </w:r>
          </w:p>
        </w:tc>
        <w:tc>
          <w:tcPr>
            <w:tcW w:w="2765"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Default Value</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M/O</w:t>
            </w:r>
          </w:p>
        </w:tc>
        <w:tc>
          <w:tcPr>
            <w:tcW w:w="849"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Length</w:t>
            </w:r>
          </w:p>
        </w:tc>
      </w:tr>
      <w:tr w:rsidR="006D5570" w:rsidRPr="003E6AC7" w:rsidTr="00F64135">
        <w:trPr>
          <w:jc w:val="center"/>
        </w:trPr>
        <w:tc>
          <w:tcPr>
            <w:tcW w:w="1701"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1</w:t>
            </w:r>
          </w:p>
        </w:tc>
        <w:tc>
          <w:tcPr>
            <w:tcW w:w="2480" w:type="dxa"/>
            <w:gridSpan w:val="2"/>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Test Data</w:t>
            </w:r>
          </w:p>
        </w:tc>
        <w:tc>
          <w:tcPr>
            <w:tcW w:w="2765" w:type="dxa"/>
            <w:gridSpan w:val="3"/>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01 02 03 04 05 06 07 08 09 0A 0B 0C 0D 0E 0F</w:t>
            </w:r>
          </w:p>
        </w:tc>
        <w:tc>
          <w:tcPr>
            <w:tcW w:w="567" w:type="dxa"/>
            <w:tcBorders>
              <w:top w:val="single" w:sz="6" w:space="0" w:color="auto"/>
              <w:left w:val="single" w:sz="6" w:space="0" w:color="auto"/>
              <w:bottom w:val="single" w:sz="6" w:space="0" w:color="auto"/>
              <w:right w:val="single" w:sz="6" w:space="0" w:color="auto"/>
            </w:tcBorders>
          </w:tcPr>
          <w:p w:rsidR="006D5570" w:rsidRPr="0061327E" w:rsidRDefault="006D5570" w:rsidP="00F64135">
            <w:pPr>
              <w:pStyle w:val="TAC"/>
              <w:keepNext w:val="0"/>
              <w:keepLines w:val="0"/>
            </w:pPr>
            <w:r w:rsidRPr="0061327E">
              <w:t>M</w:t>
            </w:r>
          </w:p>
        </w:tc>
        <w:tc>
          <w:tcPr>
            <w:tcW w:w="849" w:type="dxa"/>
            <w:tcBorders>
              <w:top w:val="single" w:sz="6" w:space="0" w:color="auto"/>
              <w:left w:val="single" w:sz="6" w:space="0" w:color="auto"/>
              <w:bottom w:val="single" w:sz="6" w:space="0" w:color="auto"/>
              <w:right w:val="single" w:sz="6" w:space="0" w:color="auto"/>
            </w:tcBorders>
          </w:tcPr>
          <w:p w:rsidR="006D5570" w:rsidRPr="003E6AC7" w:rsidRDefault="006D5570" w:rsidP="00F64135">
            <w:pPr>
              <w:pStyle w:val="TAC"/>
              <w:keepNext w:val="0"/>
              <w:keepLines w:val="0"/>
            </w:pPr>
            <w:r w:rsidRPr="0061327E">
              <w:t>15 bytes</w:t>
            </w:r>
          </w:p>
        </w:tc>
      </w:tr>
    </w:tbl>
    <w:p w:rsidR="00F46115" w:rsidRPr="005D0C29" w:rsidRDefault="00F46115"/>
    <w:p w:rsidR="00F46115" w:rsidRPr="005D0C29" w:rsidRDefault="00F46115" w:rsidP="003E6AC7">
      <w:pPr>
        <w:pStyle w:val="Heading2"/>
      </w:pPr>
      <w:r w:rsidRPr="005D0C29">
        <w:t>B.2.4</w:t>
      </w:r>
      <w:r w:rsidRPr="005D0C29">
        <w:tab/>
        <w:t>DF</w:t>
      </w:r>
      <w:r w:rsidRPr="005D0C29">
        <w:rPr>
          <w:vertAlign w:val="subscript"/>
        </w:rPr>
        <w:t xml:space="preserve"> SUB_TEST</w:t>
      </w:r>
      <w:r w:rsidRPr="005D0C29">
        <w:t xml:space="preserve"> (Test DF under DF TEST)</w:t>
      </w:r>
    </w:p>
    <w:p w:rsidR="00F46115" w:rsidRPr="005D0C29" w:rsidRDefault="003E6AC7" w:rsidP="003E6AC7">
      <w:pPr>
        <w:keepNext/>
        <w:keepLines/>
      </w:pPr>
      <w:r w:rsidRPr="005D0C29">
        <w:t>Identifier: '5F10'</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3E6AC7">
            <w:pPr>
              <w:pStyle w:val="TAC"/>
            </w:pPr>
            <w:r w:rsidRPr="005D0C29">
              <w:t>MF</w:t>
            </w:r>
          </w:p>
        </w:tc>
        <w:tc>
          <w:tcPr>
            <w:tcW w:w="1080" w:type="dxa"/>
            <w:gridSpan w:val="2"/>
          </w:tcPr>
          <w:p w:rsidR="00F46115" w:rsidRPr="005D0C29" w:rsidRDefault="00F46115" w:rsidP="003E6AC7">
            <w:pPr>
              <w:pStyle w:val="TAC"/>
            </w:pPr>
          </w:p>
        </w:tc>
        <w:tc>
          <w:tcPr>
            <w:tcW w:w="1440" w:type="dxa"/>
          </w:tcPr>
          <w:p w:rsidR="00F46115" w:rsidRPr="005D0C29" w:rsidRDefault="00F46115" w:rsidP="003E6AC7">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3E6AC7">
            <w:pPr>
              <w:pStyle w:val="TAL"/>
            </w:pPr>
          </w:p>
        </w:tc>
        <w:tc>
          <w:tcPr>
            <w:tcW w:w="720" w:type="dxa"/>
            <w:tcBorders>
              <w:top w:val="nil"/>
              <w:left w:val="single" w:sz="4" w:space="0" w:color="auto"/>
              <w:bottom w:val="single" w:sz="4" w:space="0" w:color="auto"/>
              <w:right w:val="nil"/>
            </w:tcBorders>
          </w:tcPr>
          <w:p w:rsidR="00F46115" w:rsidRPr="005D0C29" w:rsidRDefault="00F46115" w:rsidP="003E6AC7">
            <w:pPr>
              <w:pStyle w:val="TAL"/>
            </w:pPr>
          </w:p>
        </w:tc>
        <w:tc>
          <w:tcPr>
            <w:tcW w:w="1080" w:type="dxa"/>
            <w:gridSpan w:val="2"/>
            <w:vAlign w:val="bottom"/>
          </w:tcPr>
          <w:p w:rsidR="00F46115" w:rsidRPr="005D0C29" w:rsidRDefault="00F46115" w:rsidP="003E6AC7">
            <w:pPr>
              <w:pStyle w:val="TAL"/>
            </w:pPr>
            <w:r w:rsidRPr="005D0C29">
              <w:t>DF TEST</w:t>
            </w:r>
          </w:p>
        </w:tc>
        <w:tc>
          <w:tcPr>
            <w:tcW w:w="1440" w:type="dxa"/>
          </w:tcPr>
          <w:p w:rsidR="00F46115" w:rsidRPr="005D0C29" w:rsidRDefault="00F46115" w:rsidP="003E6AC7">
            <w:pPr>
              <w:pStyle w:val="TAL"/>
            </w:pPr>
          </w:p>
        </w:tc>
      </w:tr>
      <w:tr w:rsidR="00F46115" w:rsidRPr="005D0C29">
        <w:trPr>
          <w:cantSplit/>
        </w:trPr>
        <w:tc>
          <w:tcPr>
            <w:tcW w:w="720" w:type="dxa"/>
            <w:tcBorders>
              <w:top w:val="nil"/>
              <w:left w:val="nil"/>
            </w:tcBorders>
          </w:tcPr>
          <w:p w:rsidR="00F46115" w:rsidRPr="005D0C29" w:rsidRDefault="00F46115" w:rsidP="003E6AC7">
            <w:pPr>
              <w:pStyle w:val="TAL"/>
            </w:pPr>
          </w:p>
        </w:tc>
        <w:tc>
          <w:tcPr>
            <w:tcW w:w="720" w:type="dxa"/>
            <w:tcBorders>
              <w:top w:val="nil"/>
              <w:right w:val="nil"/>
            </w:tcBorders>
          </w:tcPr>
          <w:p w:rsidR="00F46115" w:rsidRPr="005D0C29" w:rsidRDefault="00F46115" w:rsidP="003E6AC7">
            <w:pPr>
              <w:pStyle w:val="TAL"/>
            </w:pPr>
          </w:p>
        </w:tc>
        <w:tc>
          <w:tcPr>
            <w:tcW w:w="540" w:type="dxa"/>
            <w:tcBorders>
              <w:right w:val="single" w:sz="4" w:space="0" w:color="auto"/>
            </w:tcBorders>
            <w:vAlign w:val="bottom"/>
          </w:tcPr>
          <w:p w:rsidR="00F46115" w:rsidRPr="005D0C29" w:rsidRDefault="00F46115" w:rsidP="003E6AC7">
            <w:pPr>
              <w:pStyle w:val="TAL"/>
            </w:pPr>
          </w:p>
        </w:tc>
        <w:tc>
          <w:tcPr>
            <w:tcW w:w="540" w:type="dxa"/>
            <w:tcBorders>
              <w:left w:val="single" w:sz="4" w:space="0" w:color="auto"/>
              <w:bottom w:val="single" w:sz="4" w:space="0" w:color="auto"/>
            </w:tcBorders>
          </w:tcPr>
          <w:p w:rsidR="00F46115" w:rsidRPr="005D0C29" w:rsidRDefault="00F46115" w:rsidP="003E6AC7">
            <w:pPr>
              <w:pStyle w:val="TAL"/>
            </w:pPr>
          </w:p>
        </w:tc>
        <w:tc>
          <w:tcPr>
            <w:tcW w:w="1440" w:type="dxa"/>
          </w:tcPr>
          <w:p w:rsidR="00F46115" w:rsidRPr="005D0C29" w:rsidRDefault="00F46115" w:rsidP="003E6AC7">
            <w:pPr>
              <w:pStyle w:val="TAL"/>
            </w:pPr>
            <w:r w:rsidRPr="005D0C29">
              <w:t>DF SUB_TEST</w:t>
            </w:r>
          </w:p>
        </w:tc>
      </w:tr>
    </w:tbl>
    <w:p w:rsidR="00F46115" w:rsidRPr="005D0C29" w:rsidRDefault="00F46115"/>
    <w:p w:rsidR="00F46115" w:rsidRPr="005D0C29" w:rsidRDefault="00F46115" w:rsidP="000C7D3F">
      <w:pPr>
        <w:pStyle w:val="Heading3"/>
      </w:pPr>
      <w:r w:rsidRPr="005D0C29">
        <w:lastRenderedPageBreak/>
        <w:t>B.2.4.1</w:t>
      </w:r>
      <w:r w:rsidRPr="005D0C29">
        <w:tab/>
        <w:t>EF</w:t>
      </w:r>
      <w:r w:rsidRPr="005D0C29">
        <w:rPr>
          <w:vertAlign w:val="subscript"/>
        </w:rPr>
        <w:t>TAA</w:t>
      </w:r>
      <w:r w:rsidRPr="005D0C29">
        <w:t xml:space="preserve">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gridSpan w:val="2"/>
          </w:tcPr>
          <w:p w:rsidR="00F46115" w:rsidRPr="005D0C29" w:rsidRDefault="00F46115" w:rsidP="000C7D3F">
            <w:pPr>
              <w:pStyle w:val="TAC"/>
            </w:pPr>
          </w:p>
        </w:tc>
        <w:tc>
          <w:tcPr>
            <w:tcW w:w="1148"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tcPr>
          <w:p w:rsidR="00F46115" w:rsidRPr="005D0C29" w:rsidRDefault="00F46115" w:rsidP="000C7D3F">
            <w:pPr>
              <w:pStyle w:val="TAL"/>
            </w:pPr>
            <w:r w:rsidRPr="005D0C29">
              <w:t>DF TEST</w:t>
            </w:r>
          </w:p>
        </w:tc>
        <w:tc>
          <w:tcPr>
            <w:tcW w:w="1440" w:type="dxa"/>
            <w:gridSpan w:val="2"/>
          </w:tcPr>
          <w:p w:rsidR="00F46115" w:rsidRPr="005D0C29" w:rsidRDefault="00F46115" w:rsidP="000C7D3F">
            <w:pPr>
              <w:pStyle w:val="TAL"/>
            </w:pPr>
          </w:p>
        </w:tc>
        <w:tc>
          <w:tcPr>
            <w:tcW w:w="1148" w:type="dxa"/>
            <w:vAlign w:val="bottom"/>
          </w:tcPr>
          <w:p w:rsidR="00F46115" w:rsidRPr="005D0C29" w:rsidRDefault="00F46115" w:rsidP="000C7D3F">
            <w:pPr>
              <w:pStyle w:val="TAL"/>
            </w:pPr>
          </w:p>
        </w:tc>
      </w:tr>
      <w:tr w:rsidR="00F46115" w:rsidRPr="005D0C29">
        <w:trPr>
          <w:cantSplit/>
        </w:trPr>
        <w:tc>
          <w:tcPr>
            <w:tcW w:w="720" w:type="dxa"/>
            <w:tcBorders>
              <w:top w:val="nil"/>
              <w:left w:val="nil"/>
              <w:bottom w:val="nil"/>
            </w:tcBorders>
          </w:tcPr>
          <w:p w:rsidR="00F46115" w:rsidRPr="005D0C29" w:rsidRDefault="00F46115" w:rsidP="000C7D3F">
            <w:pPr>
              <w:pStyle w:val="TAL"/>
            </w:pPr>
          </w:p>
        </w:tc>
        <w:tc>
          <w:tcPr>
            <w:tcW w:w="720" w:type="dxa"/>
            <w:tcBorders>
              <w:top w:val="nil"/>
              <w:bottom w:val="nil"/>
              <w:right w:val="nil"/>
            </w:tcBorders>
          </w:tcPr>
          <w:p w:rsidR="00F46115" w:rsidRPr="005D0C29" w:rsidRDefault="00F46115" w:rsidP="000C7D3F">
            <w:pPr>
              <w:pStyle w:val="TAL"/>
            </w:pPr>
          </w:p>
        </w:tc>
        <w:tc>
          <w:tcPr>
            <w:tcW w:w="540" w:type="dxa"/>
            <w:tcBorders>
              <w:right w:val="single" w:sz="4" w:space="0" w:color="auto"/>
            </w:tcBorders>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gridSpan w:val="2"/>
            <w:tcBorders>
              <w:left w:val="nil"/>
            </w:tcBorders>
            <w:vAlign w:val="bottom"/>
          </w:tcPr>
          <w:p w:rsidR="00F46115" w:rsidRPr="005D0C29" w:rsidRDefault="00F46115" w:rsidP="000C7D3F">
            <w:pPr>
              <w:pStyle w:val="TAL"/>
            </w:pPr>
            <w:r w:rsidRPr="005D0C29">
              <w:t>DF SUB_TEST</w:t>
            </w:r>
          </w:p>
        </w:tc>
        <w:tc>
          <w:tcPr>
            <w:tcW w:w="1148" w:type="dxa"/>
          </w:tcPr>
          <w:p w:rsidR="00F46115" w:rsidRPr="005D0C29" w:rsidRDefault="00F46115" w:rsidP="000C7D3F">
            <w:pPr>
              <w:pStyle w:val="TAL"/>
            </w:pPr>
          </w:p>
        </w:tc>
      </w:tr>
      <w:tr w:rsidR="00F46115" w:rsidRPr="005D0C29">
        <w:trPr>
          <w:cantSplit/>
        </w:trPr>
        <w:tc>
          <w:tcPr>
            <w:tcW w:w="720" w:type="dxa"/>
            <w:tcBorders>
              <w:top w:val="nil"/>
              <w:left w:val="nil"/>
            </w:tcBorders>
          </w:tcPr>
          <w:p w:rsidR="00F46115" w:rsidRPr="005D0C29" w:rsidRDefault="00F46115" w:rsidP="000C7D3F">
            <w:pPr>
              <w:pStyle w:val="TAL"/>
            </w:pPr>
          </w:p>
        </w:tc>
        <w:tc>
          <w:tcPr>
            <w:tcW w:w="720" w:type="dxa"/>
            <w:tcBorders>
              <w:top w:val="nil"/>
              <w:right w:val="nil"/>
            </w:tcBorders>
          </w:tcPr>
          <w:p w:rsidR="00F46115" w:rsidRPr="005D0C29" w:rsidRDefault="00F46115" w:rsidP="000C7D3F">
            <w:pPr>
              <w:pStyle w:val="TAL"/>
            </w:pPr>
          </w:p>
        </w:tc>
        <w:tc>
          <w:tcPr>
            <w:tcW w:w="540" w:type="dxa"/>
          </w:tcPr>
          <w:p w:rsidR="00F46115" w:rsidRPr="005D0C29" w:rsidRDefault="00F46115" w:rsidP="000C7D3F">
            <w:pPr>
              <w:pStyle w:val="TAL"/>
            </w:pPr>
          </w:p>
        </w:tc>
        <w:tc>
          <w:tcPr>
            <w:tcW w:w="540" w:type="dxa"/>
          </w:tcPr>
          <w:p w:rsidR="00F46115" w:rsidRPr="005D0C29" w:rsidRDefault="00F46115" w:rsidP="000C7D3F">
            <w:pPr>
              <w:pStyle w:val="TAL"/>
            </w:pPr>
          </w:p>
        </w:tc>
        <w:tc>
          <w:tcPr>
            <w:tcW w:w="720" w:type="dxa"/>
            <w:tcBorders>
              <w:left w:val="nil"/>
              <w:right w:val="single" w:sz="4" w:space="0" w:color="auto"/>
            </w:tcBorders>
            <w:vAlign w:val="bottom"/>
          </w:tcPr>
          <w:p w:rsidR="00F46115" w:rsidRPr="005D0C29" w:rsidRDefault="00F46115" w:rsidP="000C7D3F">
            <w:pPr>
              <w:pStyle w:val="TAL"/>
            </w:pPr>
          </w:p>
        </w:tc>
        <w:tc>
          <w:tcPr>
            <w:tcW w:w="720" w:type="dxa"/>
            <w:tcBorders>
              <w:left w:val="single" w:sz="4" w:space="0" w:color="auto"/>
              <w:bottom w:val="single" w:sz="4" w:space="0" w:color="auto"/>
            </w:tcBorders>
          </w:tcPr>
          <w:p w:rsidR="00F46115" w:rsidRPr="005D0C29" w:rsidRDefault="00F46115" w:rsidP="000C7D3F">
            <w:pPr>
              <w:pStyle w:val="TAL"/>
            </w:pPr>
          </w:p>
        </w:tc>
        <w:tc>
          <w:tcPr>
            <w:tcW w:w="1148" w:type="dxa"/>
          </w:tcPr>
          <w:p w:rsidR="00F46115" w:rsidRPr="005D0C29" w:rsidRDefault="00F46115" w:rsidP="000C7D3F">
            <w:pPr>
              <w:pStyle w:val="TAL"/>
            </w:pPr>
            <w:r w:rsidRPr="005D0C29">
              <w:t>EF TAA</w:t>
            </w:r>
          </w:p>
        </w:tc>
      </w:tr>
    </w:tbl>
    <w:p w:rsidR="00F46115" w:rsidRPr="005D0C29" w:rsidRDefault="00F46115" w:rsidP="000C7D3F">
      <w:pPr>
        <w:keepNext/>
      </w:pP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Identifier: '4F10'</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rsidP="000C7D3F">
            <w:pPr>
              <w:pStyle w:val="TAC"/>
              <w:keepLines w:val="0"/>
              <w:tabs>
                <w:tab w:val="left" w:pos="601"/>
                <w:tab w:val="left" w:pos="3153"/>
              </w:tabs>
              <w:spacing w:before="120"/>
            </w:pPr>
            <w:r w:rsidRPr="005D0C29">
              <w:t>Access Conditions:</w:t>
            </w:r>
          </w:p>
          <w:p w:rsidR="00F46115" w:rsidRPr="005D0C29" w:rsidRDefault="00F46115" w:rsidP="000C7D3F">
            <w:pPr>
              <w:pStyle w:val="TAC"/>
              <w:keepLines w:val="0"/>
              <w:tabs>
                <w:tab w:val="left" w:pos="601"/>
                <w:tab w:val="left" w:pos="3153"/>
              </w:tabs>
            </w:pPr>
            <w:r w:rsidRPr="005D0C29">
              <w:tab/>
              <w:t>READ</w:t>
            </w:r>
            <w:r w:rsidRPr="005D0C29">
              <w:tab/>
              <w:t>ALWAYS</w:t>
            </w:r>
          </w:p>
          <w:p w:rsidR="00F46115" w:rsidRPr="005D0C29" w:rsidRDefault="00F46115" w:rsidP="000C7D3F">
            <w:pPr>
              <w:pStyle w:val="TAC"/>
              <w:keepLines w:val="0"/>
              <w:tabs>
                <w:tab w:val="left" w:pos="601"/>
                <w:tab w:val="left" w:pos="3153"/>
              </w:tabs>
            </w:pPr>
            <w:r w:rsidRPr="005D0C29">
              <w:tab/>
              <w:t>UPDATE</w:t>
            </w:r>
            <w:r w:rsidRPr="005D0C29">
              <w:tab/>
              <w:t>ALWAYS</w:t>
            </w:r>
          </w:p>
          <w:p w:rsidR="00F46115" w:rsidRPr="005D0C29" w:rsidRDefault="00F46115" w:rsidP="000C7D3F">
            <w:pPr>
              <w:pStyle w:val="TAC"/>
              <w:keepLines w:val="0"/>
              <w:tabs>
                <w:tab w:val="left" w:pos="601"/>
                <w:tab w:val="left" w:pos="3153"/>
              </w:tabs>
            </w:pPr>
            <w:r w:rsidRPr="005D0C29">
              <w:tab/>
              <w:t>DEACTIVATE</w:t>
            </w:r>
            <w:r w:rsidRPr="005D0C29">
              <w:tab/>
              <w:t>ALWAYS</w:t>
            </w:r>
          </w:p>
          <w:p w:rsidR="00F46115" w:rsidRPr="005D0C29" w:rsidRDefault="00F46115" w:rsidP="000C7D3F">
            <w:pPr>
              <w:pStyle w:val="TAC"/>
              <w:keepLines w:val="0"/>
              <w:tabs>
                <w:tab w:val="left" w:pos="601"/>
                <w:tab w:val="left" w:pos="3153"/>
              </w:tabs>
            </w:pPr>
            <w:r w:rsidRPr="005D0C29">
              <w:tab/>
              <w:t>ACTIVATE</w:t>
            </w:r>
            <w:r w:rsidRPr="005D0C29">
              <w:tab/>
              <w:t>ALWAYS</w:t>
            </w:r>
          </w:p>
          <w:p w:rsidR="00F46115" w:rsidRPr="005D0C29" w:rsidRDefault="00F46115" w:rsidP="000C7D3F">
            <w:pPr>
              <w:pStyle w:val="TAC"/>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2"/>
      </w:pPr>
      <w:r w:rsidRPr="005D0C29">
        <w:t>B.2.5</w:t>
      </w:r>
      <w:r w:rsidRPr="005D0C29">
        <w:tab/>
        <w:t>DF</w:t>
      </w:r>
      <w:r w:rsidRPr="005D0C29">
        <w:rPr>
          <w:vertAlign w:val="subscript"/>
        </w:rPr>
        <w:t>ARR1</w:t>
      </w:r>
      <w:r w:rsidRPr="005D0C29">
        <w:t xml:space="preserve"> (DF Access Rule Reference 1)</w:t>
      </w:r>
    </w:p>
    <w:p w:rsidR="00F46115" w:rsidRPr="005D0C29" w:rsidRDefault="00F46115">
      <w:r w:rsidRPr="005D0C29">
        <w:t>Identifier: '5F11'</w:t>
      </w:r>
    </w:p>
    <w:p w:rsidR="00F46115" w:rsidRPr="005D0C29" w:rsidRDefault="00F46115">
      <w:r w:rsidRPr="005D0C29">
        <w:t xml:space="preserve">Access Conditions: Record 1 of EFARR (0x2F06 under </w:t>
      </w:r>
      <w:r w:rsidR="003E6AC7" w:rsidRPr="005D0C29">
        <w:t>the MF and 0x6F06 under ADF1).</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Borders>
              <w:left w:val="nil"/>
            </w:tcBorders>
            <w:vAlign w:val="bottom"/>
          </w:tcPr>
          <w:p w:rsidR="00F46115" w:rsidRPr="005D0C29" w:rsidRDefault="00F46115">
            <w:pPr>
              <w:pStyle w:val="TAL"/>
            </w:pPr>
            <w:r w:rsidRPr="005D0C29">
              <w:t>DF ARR1</w:t>
            </w:r>
          </w:p>
        </w:tc>
        <w:tc>
          <w:tcPr>
            <w:tcW w:w="1148" w:type="dxa"/>
          </w:tcPr>
          <w:p w:rsidR="00F46115" w:rsidRPr="005D0C29" w:rsidRDefault="00F46115">
            <w:pPr>
              <w:pStyle w:val="TAL"/>
            </w:pPr>
          </w:p>
        </w:tc>
      </w:tr>
    </w:tbl>
    <w:p w:rsidR="00F46115" w:rsidRPr="005D0C29" w:rsidRDefault="00F46115"/>
    <w:p w:rsidR="00F46115" w:rsidRPr="005D0C29" w:rsidRDefault="00F46115">
      <w:pPr>
        <w:pStyle w:val="Heading3"/>
        <w:rPr>
          <w:vertAlign w:val="subscript"/>
        </w:rPr>
      </w:pPr>
      <w:r w:rsidRPr="005D0C29">
        <w:t>B.2.5.1</w:t>
      </w:r>
      <w:r w:rsidRPr="005D0C29">
        <w:tab/>
        <w:t>EF</w:t>
      </w:r>
      <w:r w:rsidRPr="005D0C29">
        <w:rPr>
          <w:vertAlign w:val="subscript"/>
        </w:rPr>
        <w:t>TAR1T</w:t>
      </w:r>
      <w:r w:rsidRPr="005D0C29">
        <w:t xml:space="preserve"> (Transparent Access Rule 1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ARR1</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TAR1T</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'4F11'</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1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0C7D3F">
      <w:pPr>
        <w:pStyle w:val="Heading2"/>
      </w:pPr>
      <w:r w:rsidRPr="005D0C29">
        <w:lastRenderedPageBreak/>
        <w:t>B.2.6</w:t>
      </w:r>
      <w:r w:rsidRPr="005D0C29">
        <w:tab/>
        <w:t>DF</w:t>
      </w:r>
      <w:r w:rsidRPr="005D0C29">
        <w:rPr>
          <w:vertAlign w:val="subscript"/>
        </w:rPr>
        <w:t>ARR2</w:t>
      </w:r>
      <w:r w:rsidRPr="005D0C29">
        <w:t xml:space="preserve"> (DF Access Rule Reference 2)</w:t>
      </w:r>
    </w:p>
    <w:p w:rsidR="00F46115" w:rsidRPr="005D0C29" w:rsidRDefault="00F46115" w:rsidP="000C7D3F">
      <w:pPr>
        <w:keepNext/>
      </w:pPr>
      <w:r w:rsidRPr="005D0C29">
        <w:t>Identifier: '5F12'</w:t>
      </w:r>
    </w:p>
    <w:p w:rsidR="00F46115" w:rsidRPr="005D0C29" w:rsidRDefault="00F46115" w:rsidP="000C7D3F">
      <w:pPr>
        <w:keepNext/>
      </w:pPr>
      <w:r w:rsidRPr="005D0C29">
        <w:t>Access Conditions: Record 2 of EFARR (0x2F06 under the MF and 0x6F</w:t>
      </w:r>
      <w:r w:rsidR="003E6AC7" w:rsidRPr="005D0C29">
        <w:t>06 under ADF1).</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rsidP="000C7D3F">
            <w:pPr>
              <w:pStyle w:val="TAC"/>
            </w:pPr>
            <w:r w:rsidRPr="005D0C29">
              <w:t>MF</w:t>
            </w:r>
          </w:p>
        </w:tc>
        <w:tc>
          <w:tcPr>
            <w:tcW w:w="1080" w:type="dxa"/>
            <w:gridSpan w:val="2"/>
          </w:tcPr>
          <w:p w:rsidR="00F46115" w:rsidRPr="005D0C29" w:rsidRDefault="00F46115" w:rsidP="000C7D3F">
            <w:pPr>
              <w:pStyle w:val="TAC"/>
            </w:pPr>
          </w:p>
        </w:tc>
        <w:tc>
          <w:tcPr>
            <w:tcW w:w="1440" w:type="dxa"/>
          </w:tcPr>
          <w:p w:rsidR="00F46115" w:rsidRPr="005D0C29" w:rsidRDefault="00F46115" w:rsidP="000C7D3F">
            <w:pPr>
              <w:pStyle w:val="TAC"/>
            </w:pPr>
          </w:p>
        </w:tc>
        <w:tc>
          <w:tcPr>
            <w:tcW w:w="1148" w:type="dxa"/>
          </w:tcPr>
          <w:p w:rsidR="00F46115" w:rsidRPr="005D0C29" w:rsidRDefault="00F46115" w:rsidP="000C7D3F">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0C7D3F">
            <w:pPr>
              <w:pStyle w:val="TAL"/>
            </w:pPr>
          </w:p>
        </w:tc>
        <w:tc>
          <w:tcPr>
            <w:tcW w:w="720" w:type="dxa"/>
            <w:tcBorders>
              <w:top w:val="nil"/>
              <w:left w:val="single" w:sz="4" w:space="0" w:color="auto"/>
              <w:bottom w:val="single" w:sz="4" w:space="0" w:color="auto"/>
              <w:right w:val="nil"/>
            </w:tcBorders>
          </w:tcPr>
          <w:p w:rsidR="00F46115" w:rsidRPr="005D0C29" w:rsidRDefault="00F46115" w:rsidP="000C7D3F">
            <w:pPr>
              <w:pStyle w:val="TAL"/>
            </w:pPr>
          </w:p>
        </w:tc>
        <w:tc>
          <w:tcPr>
            <w:tcW w:w="1080" w:type="dxa"/>
            <w:gridSpan w:val="2"/>
          </w:tcPr>
          <w:p w:rsidR="00F46115" w:rsidRPr="005D0C29" w:rsidRDefault="00F46115" w:rsidP="000C7D3F">
            <w:pPr>
              <w:pStyle w:val="TAL"/>
            </w:pPr>
            <w:r w:rsidRPr="005D0C29">
              <w:t>DF TEST</w:t>
            </w:r>
          </w:p>
        </w:tc>
        <w:tc>
          <w:tcPr>
            <w:tcW w:w="1440" w:type="dxa"/>
          </w:tcPr>
          <w:p w:rsidR="00F46115" w:rsidRPr="005D0C29" w:rsidRDefault="00F46115" w:rsidP="000C7D3F">
            <w:pPr>
              <w:pStyle w:val="TAL"/>
            </w:pPr>
          </w:p>
        </w:tc>
        <w:tc>
          <w:tcPr>
            <w:tcW w:w="1148" w:type="dxa"/>
            <w:vAlign w:val="bottom"/>
          </w:tcPr>
          <w:p w:rsidR="00F46115" w:rsidRPr="005D0C29" w:rsidRDefault="00F46115" w:rsidP="000C7D3F">
            <w:pPr>
              <w:pStyle w:val="TAL"/>
            </w:pPr>
          </w:p>
        </w:tc>
      </w:tr>
      <w:tr w:rsidR="00F46115" w:rsidRPr="005D0C29">
        <w:trPr>
          <w:cantSplit/>
        </w:trPr>
        <w:tc>
          <w:tcPr>
            <w:tcW w:w="720" w:type="dxa"/>
            <w:tcBorders>
              <w:top w:val="nil"/>
              <w:left w:val="nil"/>
              <w:bottom w:val="nil"/>
            </w:tcBorders>
          </w:tcPr>
          <w:p w:rsidR="00F46115" w:rsidRPr="005D0C29" w:rsidRDefault="00F46115" w:rsidP="000C7D3F">
            <w:pPr>
              <w:pStyle w:val="TAL"/>
            </w:pPr>
          </w:p>
        </w:tc>
        <w:tc>
          <w:tcPr>
            <w:tcW w:w="720" w:type="dxa"/>
            <w:tcBorders>
              <w:top w:val="nil"/>
              <w:bottom w:val="nil"/>
              <w:right w:val="nil"/>
            </w:tcBorders>
          </w:tcPr>
          <w:p w:rsidR="00F46115" w:rsidRPr="005D0C29" w:rsidRDefault="00F46115" w:rsidP="000C7D3F">
            <w:pPr>
              <w:pStyle w:val="TAL"/>
            </w:pPr>
          </w:p>
        </w:tc>
        <w:tc>
          <w:tcPr>
            <w:tcW w:w="540" w:type="dxa"/>
            <w:tcBorders>
              <w:right w:val="single" w:sz="4" w:space="0" w:color="auto"/>
            </w:tcBorders>
          </w:tcPr>
          <w:p w:rsidR="00F46115" w:rsidRPr="005D0C29" w:rsidRDefault="00F46115" w:rsidP="000C7D3F">
            <w:pPr>
              <w:pStyle w:val="TAL"/>
            </w:pPr>
          </w:p>
        </w:tc>
        <w:tc>
          <w:tcPr>
            <w:tcW w:w="540" w:type="dxa"/>
            <w:tcBorders>
              <w:left w:val="single" w:sz="4" w:space="0" w:color="auto"/>
              <w:bottom w:val="single" w:sz="4" w:space="0" w:color="auto"/>
            </w:tcBorders>
          </w:tcPr>
          <w:p w:rsidR="00F46115" w:rsidRPr="005D0C29" w:rsidRDefault="00F46115" w:rsidP="000C7D3F">
            <w:pPr>
              <w:pStyle w:val="TAL"/>
            </w:pPr>
          </w:p>
        </w:tc>
        <w:tc>
          <w:tcPr>
            <w:tcW w:w="1440" w:type="dxa"/>
            <w:tcBorders>
              <w:left w:val="nil"/>
            </w:tcBorders>
            <w:vAlign w:val="bottom"/>
          </w:tcPr>
          <w:p w:rsidR="00F46115" w:rsidRPr="005D0C29" w:rsidRDefault="00F46115" w:rsidP="000C7D3F">
            <w:pPr>
              <w:pStyle w:val="TAL"/>
            </w:pPr>
            <w:r w:rsidRPr="005D0C29">
              <w:t>DF ARR2</w:t>
            </w:r>
          </w:p>
        </w:tc>
        <w:tc>
          <w:tcPr>
            <w:tcW w:w="1148" w:type="dxa"/>
          </w:tcPr>
          <w:p w:rsidR="00F46115" w:rsidRPr="005D0C29" w:rsidRDefault="00F46115" w:rsidP="000C7D3F">
            <w:pPr>
              <w:pStyle w:val="TAL"/>
            </w:pPr>
          </w:p>
        </w:tc>
      </w:tr>
    </w:tbl>
    <w:p w:rsidR="00F46115" w:rsidRPr="005D0C29" w:rsidRDefault="00F46115" w:rsidP="000C7D3F">
      <w:pPr>
        <w:keepNext/>
      </w:pPr>
    </w:p>
    <w:p w:rsidR="00F46115" w:rsidRPr="005D0C29" w:rsidRDefault="00F46115">
      <w:pPr>
        <w:pStyle w:val="Heading3"/>
        <w:rPr>
          <w:vertAlign w:val="subscript"/>
        </w:rPr>
      </w:pPr>
      <w:r w:rsidRPr="005D0C29">
        <w:t>B.2.6.1</w:t>
      </w:r>
      <w:r w:rsidRPr="005D0C29">
        <w:tab/>
        <w:t>EF</w:t>
      </w:r>
      <w:r w:rsidRPr="005D0C29">
        <w:rPr>
          <w:vertAlign w:val="subscript"/>
        </w:rPr>
        <w:t>TAR2T</w:t>
      </w:r>
      <w:r w:rsidRPr="005D0C29">
        <w:t xml:space="preserve"> (Transparent Access Rule 2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ARR2</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TAR2T</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'4F12'</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2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2"/>
      </w:pPr>
      <w:r w:rsidRPr="005D0C29">
        <w:t>B.2.7</w:t>
      </w:r>
      <w:r w:rsidRPr="005D0C29">
        <w:tab/>
        <w:t>DF</w:t>
      </w:r>
      <w:r w:rsidRPr="005D0C29">
        <w:rPr>
          <w:vertAlign w:val="subscript"/>
        </w:rPr>
        <w:t>ARR3</w:t>
      </w:r>
      <w:r w:rsidRPr="005D0C29">
        <w:t xml:space="preserve"> (DF Access Rule Reference 3)</w:t>
      </w:r>
    </w:p>
    <w:p w:rsidR="00F46115" w:rsidRPr="005D0C29" w:rsidRDefault="00F46115">
      <w:r w:rsidRPr="005D0C29">
        <w:t>Identifier: '5F13'</w:t>
      </w:r>
    </w:p>
    <w:p w:rsidR="00F46115" w:rsidRPr="005D0C29" w:rsidRDefault="00F46115">
      <w:r w:rsidRPr="005D0C29">
        <w:t>Access Conditions: Record 3 of EFARR (0x2F06 under the MF and 0x6F06 under ADF1)</w:t>
      </w:r>
      <w:r w:rsidR="003E6AC7" w:rsidRPr="005D0C29">
        <w:t>.</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Borders>
              <w:left w:val="nil"/>
            </w:tcBorders>
            <w:vAlign w:val="bottom"/>
          </w:tcPr>
          <w:p w:rsidR="00F46115" w:rsidRPr="005D0C29" w:rsidRDefault="00F46115">
            <w:pPr>
              <w:pStyle w:val="TAL"/>
            </w:pPr>
            <w:r w:rsidRPr="005D0C29">
              <w:t>DF ARR3</w:t>
            </w:r>
          </w:p>
        </w:tc>
        <w:tc>
          <w:tcPr>
            <w:tcW w:w="1148" w:type="dxa"/>
          </w:tcPr>
          <w:p w:rsidR="00F46115" w:rsidRPr="005D0C29" w:rsidRDefault="00F46115">
            <w:pPr>
              <w:pStyle w:val="TAL"/>
            </w:pPr>
          </w:p>
        </w:tc>
      </w:tr>
    </w:tbl>
    <w:p w:rsidR="00F46115" w:rsidRPr="005D0C29" w:rsidRDefault="00F46115"/>
    <w:p w:rsidR="00F46115" w:rsidRPr="005D0C29" w:rsidRDefault="00F46115">
      <w:pPr>
        <w:pStyle w:val="Heading3"/>
        <w:rPr>
          <w:vertAlign w:val="subscript"/>
        </w:rPr>
      </w:pPr>
      <w:r w:rsidRPr="005D0C29">
        <w:t>B.2.7.1</w:t>
      </w:r>
      <w:r w:rsidRPr="005D0C29">
        <w:tab/>
        <w:t>EF</w:t>
      </w:r>
      <w:r w:rsidRPr="005D0C29">
        <w:rPr>
          <w:vertAlign w:val="subscript"/>
        </w:rPr>
        <w:t>TAR3T</w:t>
      </w:r>
      <w:r w:rsidRPr="005D0C29">
        <w:t xml:space="preserve"> (Transparent Access Rule 3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ARR3</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TAR3T</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'4F13'</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3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rsidP="003E6AC7">
      <w:pPr>
        <w:pStyle w:val="Heading2"/>
      </w:pPr>
      <w:r w:rsidRPr="005D0C29">
        <w:lastRenderedPageBreak/>
        <w:t>B.2.8</w:t>
      </w:r>
      <w:r w:rsidRPr="005D0C29">
        <w:tab/>
        <w:t>DF</w:t>
      </w:r>
      <w:r w:rsidRPr="005D0C29">
        <w:rPr>
          <w:vertAlign w:val="subscript"/>
        </w:rPr>
        <w:t>ARR4</w:t>
      </w:r>
      <w:r w:rsidRPr="005D0C29">
        <w:t xml:space="preserve"> (DF Access Rule Reference 4)</w:t>
      </w:r>
    </w:p>
    <w:p w:rsidR="00F46115" w:rsidRPr="005D0C29" w:rsidRDefault="00F46115" w:rsidP="003E6AC7">
      <w:pPr>
        <w:keepNext/>
        <w:keepLines/>
      </w:pPr>
      <w:r w:rsidRPr="005D0C29">
        <w:t>Identifier: '5F14'</w:t>
      </w:r>
    </w:p>
    <w:p w:rsidR="00F46115" w:rsidRPr="005D0C29" w:rsidRDefault="00F46115" w:rsidP="003E6AC7">
      <w:pPr>
        <w:keepNext/>
        <w:keepLines/>
      </w:pPr>
      <w:r w:rsidRPr="005D0C29">
        <w:t>Access Conditions: Record 4 of EFARR (0x2F06 under the MF and 0x6F06 under ADF1)</w:t>
      </w:r>
      <w:r w:rsidR="003E6AC7" w:rsidRPr="005D0C29">
        <w:t>.</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Borders>
              <w:left w:val="nil"/>
            </w:tcBorders>
            <w:vAlign w:val="bottom"/>
          </w:tcPr>
          <w:p w:rsidR="00F46115" w:rsidRPr="005D0C29" w:rsidRDefault="00F46115">
            <w:pPr>
              <w:pStyle w:val="TAL"/>
            </w:pPr>
            <w:r w:rsidRPr="005D0C29">
              <w:t>DF ARR4</w:t>
            </w:r>
          </w:p>
        </w:tc>
        <w:tc>
          <w:tcPr>
            <w:tcW w:w="1148" w:type="dxa"/>
          </w:tcPr>
          <w:p w:rsidR="00F46115" w:rsidRPr="005D0C29" w:rsidRDefault="00F46115">
            <w:pPr>
              <w:pStyle w:val="TAL"/>
            </w:pPr>
          </w:p>
        </w:tc>
      </w:tr>
    </w:tbl>
    <w:p w:rsidR="00F46115" w:rsidRPr="005D0C29" w:rsidRDefault="00F46115"/>
    <w:p w:rsidR="00F46115" w:rsidRPr="005D0C29" w:rsidRDefault="00F46115">
      <w:pPr>
        <w:pStyle w:val="Heading3"/>
        <w:rPr>
          <w:vertAlign w:val="subscript"/>
        </w:rPr>
      </w:pPr>
      <w:r w:rsidRPr="005D0C29">
        <w:t>B.2.8.1</w:t>
      </w:r>
      <w:r w:rsidRPr="005D0C29">
        <w:tab/>
        <w:t>EF</w:t>
      </w:r>
      <w:r w:rsidRPr="005D0C29">
        <w:rPr>
          <w:vertAlign w:val="subscript"/>
        </w:rPr>
        <w:t>TAR4T</w:t>
      </w:r>
      <w:r w:rsidRPr="005D0C29">
        <w:t xml:space="preserve"> (Transparent Access Rule 4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ARR4</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TAR4T</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'4F14'</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4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2"/>
      </w:pPr>
      <w:r w:rsidRPr="005D0C29">
        <w:t>B.2.9</w:t>
      </w:r>
      <w:r w:rsidRPr="005D0C29">
        <w:tab/>
        <w:t>DF</w:t>
      </w:r>
      <w:r w:rsidRPr="005D0C29">
        <w:rPr>
          <w:vertAlign w:val="subscript"/>
        </w:rPr>
        <w:t>ARR5</w:t>
      </w:r>
      <w:r w:rsidRPr="005D0C29">
        <w:t xml:space="preserve"> (DF Access Rule Reference 5)</w:t>
      </w:r>
    </w:p>
    <w:p w:rsidR="00F46115" w:rsidRPr="005D0C29" w:rsidRDefault="00F46115">
      <w:r w:rsidRPr="005D0C29">
        <w:t>Identifier: '5F15'</w:t>
      </w:r>
    </w:p>
    <w:p w:rsidR="00F46115" w:rsidRPr="005D0C29" w:rsidRDefault="00F46115">
      <w:r w:rsidRPr="005D0C29">
        <w:t>Access Conditions: Record 5 of EFARR (0x2F06 under the MF and 0x6F06 under ADF1)</w:t>
      </w:r>
      <w:r w:rsidR="003E6AC7" w:rsidRPr="005D0C29">
        <w:t>.</w:t>
      </w:r>
    </w:p>
    <w:tbl>
      <w:tblPr>
        <w:tblW w:w="0" w:type="auto"/>
        <w:tblInd w:w="198" w:type="dxa"/>
        <w:tblLook w:val="0000" w:firstRow="0" w:lastRow="0" w:firstColumn="0" w:lastColumn="0" w:noHBand="0" w:noVBand="0"/>
      </w:tblPr>
      <w:tblGrid>
        <w:gridCol w:w="720"/>
        <w:gridCol w:w="720"/>
        <w:gridCol w:w="540"/>
        <w:gridCol w:w="540"/>
        <w:gridCol w:w="144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Borders>
              <w:left w:val="nil"/>
            </w:tcBorders>
            <w:vAlign w:val="bottom"/>
          </w:tcPr>
          <w:p w:rsidR="00F46115" w:rsidRPr="005D0C29" w:rsidRDefault="00F46115">
            <w:pPr>
              <w:pStyle w:val="TAL"/>
            </w:pPr>
            <w:r w:rsidRPr="005D0C29">
              <w:t>DF ARR5</w:t>
            </w:r>
          </w:p>
        </w:tc>
        <w:tc>
          <w:tcPr>
            <w:tcW w:w="1148" w:type="dxa"/>
          </w:tcPr>
          <w:p w:rsidR="00F46115" w:rsidRPr="005D0C29" w:rsidRDefault="00F46115">
            <w:pPr>
              <w:pStyle w:val="TAL"/>
            </w:pPr>
          </w:p>
        </w:tc>
      </w:tr>
    </w:tbl>
    <w:p w:rsidR="00F46115" w:rsidRPr="005D0C29" w:rsidRDefault="00F46115"/>
    <w:p w:rsidR="00F46115" w:rsidRPr="005D0C29" w:rsidRDefault="00F46115">
      <w:pPr>
        <w:pStyle w:val="Heading3"/>
        <w:rPr>
          <w:vertAlign w:val="subscript"/>
        </w:rPr>
      </w:pPr>
      <w:r w:rsidRPr="005D0C29">
        <w:t>B.2.9.1</w:t>
      </w:r>
      <w:r w:rsidRPr="005D0C29">
        <w:tab/>
        <w:t>EF</w:t>
      </w:r>
      <w:r w:rsidRPr="005D0C29">
        <w:rPr>
          <w:vertAlign w:val="subscript"/>
        </w:rPr>
        <w:t>TAR5T</w:t>
      </w:r>
      <w:r w:rsidRPr="005D0C29">
        <w:t xml:space="preserve"> (Transparent Access Rule 5 Test EF)</w:t>
      </w:r>
    </w:p>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MF</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ARR5</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TAR5T</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'4F15'</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Record 5 of EF</w:t>
            </w:r>
            <w:r w:rsidRPr="005D0C29">
              <w:rPr>
                <w:vertAlign w:val="subscript"/>
              </w:rPr>
              <w:t>ARR</w:t>
            </w:r>
            <w:r w:rsidRPr="005D0C29">
              <w:t xml:space="preserve"> </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1"/>
      </w:pPr>
      <w:r w:rsidRPr="005D0C29">
        <w:lastRenderedPageBreak/>
        <w:t>B.3</w:t>
      </w:r>
      <w:r w:rsidRPr="005D0C29">
        <w:tab/>
        <w:t>First application dedicated files system ADF1</w:t>
      </w:r>
    </w:p>
    <w:p w:rsidR="00F46115" w:rsidRPr="005D0C29" w:rsidRDefault="00F46115">
      <w:r w:rsidRPr="005D0C29">
        <w:t>The prepersonalization of UICC cards shall contain ADF1.</w:t>
      </w:r>
    </w:p>
    <w:p w:rsidR="00F46115" w:rsidRPr="005D0C29" w:rsidRDefault="00F46115">
      <w:r w:rsidRPr="005D0C29">
        <w:t>Figure B.2 shows the additional prepersonalization, the file system and files</w:t>
      </w:r>
      <w:r w:rsidR="00A2095F" w:rsidRPr="005D0C29">
        <w:t>'</w:t>
      </w:r>
      <w:r w:rsidRPr="005D0C29">
        <w:t xml:space="preserve"> content under ADF1 system.</w:t>
      </w:r>
    </w:p>
    <w:p w:rsidR="00F46115" w:rsidRPr="005D0C29" w:rsidRDefault="00F46115">
      <w:r w:rsidRPr="005D0C29">
        <w:t>All the files are defined as in the UICC file system server.</w:t>
      </w:r>
    </w:p>
    <w:p w:rsidR="00F46115" w:rsidRPr="005D0C29" w:rsidRDefault="003E6AC7">
      <w:pPr>
        <w:pStyle w:val="Heading2"/>
        <w:keepNext w:val="0"/>
        <w:keepLines w:val="0"/>
      </w:pPr>
      <w:r w:rsidRPr="005D0C29">
        <w:t>B.3.1</w:t>
      </w:r>
      <w:r w:rsidR="00F46115" w:rsidRPr="005D0C29">
        <w:tab/>
        <w:t>DF</w:t>
      </w:r>
      <w:r w:rsidR="00F46115" w:rsidRPr="005D0C29">
        <w:rPr>
          <w:vertAlign w:val="subscript"/>
        </w:rPr>
        <w:t>TELECOM</w:t>
      </w:r>
    </w:p>
    <w:p w:rsidR="00F46115" w:rsidRPr="005D0C29" w:rsidRDefault="003E6AC7">
      <w:r w:rsidRPr="005D0C29">
        <w:t>Identifier: '7F10'</w:t>
      </w:r>
    </w:p>
    <w:tbl>
      <w:tblPr>
        <w:tblW w:w="0" w:type="auto"/>
        <w:tblInd w:w="198" w:type="dxa"/>
        <w:tblLook w:val="0000" w:firstRow="0" w:lastRow="0" w:firstColumn="0" w:lastColumn="0" w:noHBand="0" w:noVBand="0"/>
      </w:tblPr>
      <w:tblGrid>
        <w:gridCol w:w="720"/>
        <w:gridCol w:w="72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ADF1</w:t>
            </w: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440" w:type="dxa"/>
            <w:vAlign w:val="bottom"/>
          </w:tcPr>
          <w:p w:rsidR="00F46115" w:rsidRPr="005D0C29" w:rsidRDefault="00F46115">
            <w:pPr>
              <w:pStyle w:val="TAL"/>
            </w:pPr>
            <w:r w:rsidRPr="005D0C29">
              <w:t>DF TELECOM</w:t>
            </w:r>
          </w:p>
        </w:tc>
      </w:tr>
    </w:tbl>
    <w:p w:rsidR="00F46115" w:rsidRPr="005D0C29" w:rsidRDefault="00F46115"/>
    <w:p w:rsidR="00F46115" w:rsidRPr="005D0C29" w:rsidRDefault="00F46115" w:rsidP="003E6AC7">
      <w:pPr>
        <w:pStyle w:val="Heading3"/>
      </w:pPr>
      <w:r w:rsidRPr="005D0C29">
        <w:t>B.3.4.1</w:t>
      </w:r>
      <w:r w:rsidRPr="005D0C29">
        <w:tab/>
        <w:t>EF</w:t>
      </w:r>
      <w:r w:rsidRPr="005D0C29">
        <w:rPr>
          <w:vertAlign w:val="subscript"/>
        </w:rPr>
        <w:t xml:space="preserve">SUME </w:t>
      </w:r>
      <w:r w:rsidR="003E6AC7" w:rsidRPr="005D0C29">
        <w:t>(EF SetUpMenu)</w:t>
      </w:r>
    </w:p>
    <w:tbl>
      <w:tblPr>
        <w:tblW w:w="0" w:type="auto"/>
        <w:tblInd w:w="198" w:type="dxa"/>
        <w:tblLook w:val="0000" w:firstRow="0" w:lastRow="0" w:firstColumn="0" w:lastColumn="0" w:noHBand="0" w:noVBand="0"/>
      </w:tblPr>
      <w:tblGrid>
        <w:gridCol w:w="720"/>
        <w:gridCol w:w="720"/>
        <w:gridCol w:w="544"/>
        <w:gridCol w:w="933"/>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ADF1</w:t>
            </w:r>
          </w:p>
        </w:tc>
        <w:tc>
          <w:tcPr>
            <w:tcW w:w="1477" w:type="dxa"/>
            <w:gridSpan w:val="2"/>
          </w:tcPr>
          <w:p w:rsidR="00F46115" w:rsidRPr="005D0C29" w:rsidRDefault="00F46115">
            <w:pPr>
              <w:pStyle w:val="TAC"/>
            </w:pP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477" w:type="dxa"/>
            <w:gridSpan w:val="2"/>
            <w:vAlign w:val="bottom"/>
          </w:tcPr>
          <w:p w:rsidR="00F46115" w:rsidRPr="005D0C29" w:rsidRDefault="00F46115">
            <w:pPr>
              <w:pStyle w:val="TAL"/>
            </w:pPr>
            <w:r w:rsidRPr="005D0C29">
              <w:t>DF TELECOM</w:t>
            </w:r>
          </w:p>
        </w:tc>
        <w:tc>
          <w:tcPr>
            <w:tcW w:w="1440"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4" w:type="dxa"/>
            <w:tcBorders>
              <w:right w:val="single" w:sz="4" w:space="0" w:color="auto"/>
            </w:tcBorders>
            <w:vAlign w:val="bottom"/>
          </w:tcPr>
          <w:p w:rsidR="00F46115" w:rsidRPr="005D0C29" w:rsidRDefault="00F46115">
            <w:pPr>
              <w:pStyle w:val="TAL"/>
            </w:pPr>
          </w:p>
        </w:tc>
        <w:tc>
          <w:tcPr>
            <w:tcW w:w="933"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EF SUME</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'6F54'</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17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17</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jc w:val="left"/>
            </w:pPr>
            <w:r w:rsidRPr="005D0C29">
              <w:t>85 09 55 49 43 43 20 54 45 53 54 FF FF FF FF FF FF</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17 bytes</w:t>
            </w:r>
          </w:p>
        </w:tc>
      </w:tr>
    </w:tbl>
    <w:p w:rsidR="00F46115" w:rsidRPr="005D0C29" w:rsidRDefault="00F46115"/>
    <w:p w:rsidR="00F46115" w:rsidRPr="005D0C29" w:rsidRDefault="00F46115">
      <w:pPr>
        <w:pStyle w:val="Heading2"/>
        <w:keepNext w:val="0"/>
        <w:keepLines w:val="0"/>
        <w:rPr>
          <w:vertAlign w:val="subscript"/>
        </w:rPr>
      </w:pPr>
      <w:r w:rsidRPr="005D0C29">
        <w:t>B.3.4.2</w:t>
      </w:r>
      <w:r w:rsidRPr="005D0C29">
        <w:tab/>
        <w:t>EF</w:t>
      </w:r>
      <w:r w:rsidRPr="005D0C29">
        <w:rPr>
          <w:vertAlign w:val="subscript"/>
        </w:rPr>
        <w:t>ARR</w:t>
      </w:r>
      <w:r w:rsidRPr="005D0C29">
        <w:t xml:space="preserve"> (UICC Test Access Rules EF)</w:t>
      </w:r>
    </w:p>
    <w:tbl>
      <w:tblPr>
        <w:tblW w:w="0" w:type="auto"/>
        <w:tblInd w:w="198" w:type="dxa"/>
        <w:tblLook w:val="0000" w:firstRow="0" w:lastRow="0" w:firstColumn="0" w:lastColumn="0" w:noHBand="0" w:noVBand="0"/>
      </w:tblPr>
      <w:tblGrid>
        <w:gridCol w:w="720"/>
        <w:gridCol w:w="720"/>
        <w:gridCol w:w="1080"/>
      </w:tblGrid>
      <w:tr w:rsidR="00F46115" w:rsidRPr="005D0C29">
        <w:trPr>
          <w:trHeight w:hRule="exact" w:val="288"/>
        </w:trPr>
        <w:tc>
          <w:tcPr>
            <w:tcW w:w="1440" w:type="dxa"/>
            <w:gridSpan w:val="2"/>
            <w:vAlign w:val="bottom"/>
          </w:tcPr>
          <w:p w:rsidR="00F46115" w:rsidRPr="005D0C29" w:rsidRDefault="00F46115">
            <w:pPr>
              <w:pStyle w:val="TAC"/>
              <w:rPr>
                <w:vertAlign w:val="subscript"/>
              </w:rPr>
            </w:pPr>
            <w:r w:rsidRPr="005D0C29">
              <w:t>MF</w:t>
            </w:r>
          </w:p>
        </w:tc>
        <w:tc>
          <w:tcPr>
            <w:tcW w:w="1080" w:type="dxa"/>
          </w:tcPr>
          <w:p w:rsidR="00F46115" w:rsidRPr="005D0C29" w:rsidRDefault="00F46115">
            <w:pPr>
              <w:pStyle w:val="TAC"/>
              <w:rPr>
                <w:vertAlign w:val="subscript"/>
              </w:rPr>
            </w:pPr>
          </w:p>
        </w:tc>
      </w:tr>
      <w:tr w:rsidR="00F46115" w:rsidRPr="005D0C29">
        <w:trPr>
          <w:trHeight w:hRule="exact" w:val="288"/>
        </w:trPr>
        <w:tc>
          <w:tcPr>
            <w:tcW w:w="720" w:type="dxa"/>
            <w:tcBorders>
              <w:top w:val="nil"/>
              <w:left w:val="nil"/>
              <w:bottom w:val="nil"/>
              <w:right w:val="single" w:sz="4" w:space="0" w:color="auto"/>
            </w:tcBorders>
          </w:tcPr>
          <w:p w:rsidR="00F46115" w:rsidRPr="005D0C29" w:rsidRDefault="00F46115">
            <w:pPr>
              <w:pStyle w:val="TAL"/>
              <w:rPr>
                <w:vertAlign w:val="subscript"/>
              </w:rPr>
            </w:pPr>
          </w:p>
        </w:tc>
        <w:tc>
          <w:tcPr>
            <w:tcW w:w="720" w:type="dxa"/>
            <w:tcBorders>
              <w:top w:val="nil"/>
              <w:left w:val="single" w:sz="4" w:space="0" w:color="auto"/>
              <w:bottom w:val="single" w:sz="4" w:space="0" w:color="auto"/>
              <w:right w:val="nil"/>
            </w:tcBorders>
          </w:tcPr>
          <w:p w:rsidR="00F46115" w:rsidRPr="005D0C29" w:rsidRDefault="00F46115">
            <w:pPr>
              <w:pStyle w:val="TAL"/>
              <w:rPr>
                <w:vertAlign w:val="subscript"/>
              </w:rPr>
            </w:pPr>
          </w:p>
        </w:tc>
        <w:tc>
          <w:tcPr>
            <w:tcW w:w="1080" w:type="dxa"/>
            <w:vAlign w:val="bottom"/>
          </w:tcPr>
          <w:p w:rsidR="00F46115" w:rsidRPr="005D0C29" w:rsidRDefault="00F46115">
            <w:pPr>
              <w:pStyle w:val="TAL"/>
              <w:rPr>
                <w:sz w:val="32"/>
                <w:vertAlign w:val="subscript"/>
              </w:rPr>
            </w:pPr>
            <w:r w:rsidRPr="005D0C29">
              <w:t>EF ARR</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'6F06'</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Linear fixed</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Optional</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SFI : none</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Record length : n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1</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Always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n+1 to 2n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2</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Never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2n+1 to 3n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3</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Global PIN1 &amp; ADM1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3n+1 to 4n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4</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Global PIN1 | ADM1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4n+1 to 5n</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Access Rule 5</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Local PIN1 for all commands</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n bytes</w:t>
            </w:r>
          </w:p>
        </w:tc>
      </w:tr>
    </w:tbl>
    <w:p w:rsidR="00F46115" w:rsidRPr="005D0C29" w:rsidRDefault="00F46115"/>
    <w:p w:rsidR="00F46115" w:rsidRPr="005D0C29" w:rsidRDefault="00F46115">
      <w:r w:rsidRPr="005D0C29">
        <w:lastRenderedPageBreak/>
        <w:t>Access rules definition:</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993"/>
        <w:gridCol w:w="1134"/>
        <w:gridCol w:w="1134"/>
        <w:gridCol w:w="1134"/>
        <w:gridCol w:w="1134"/>
        <w:gridCol w:w="1134"/>
        <w:gridCol w:w="1134"/>
        <w:gridCol w:w="1134"/>
        <w:gridCol w:w="1134"/>
      </w:tblGrid>
      <w:tr w:rsidR="00F46115" w:rsidRPr="005D0C29" w:rsidTr="003E6AC7">
        <w:trPr>
          <w:cantSplit/>
          <w:jc w:val="center"/>
        </w:trPr>
        <w:tc>
          <w:tcPr>
            <w:tcW w:w="993" w:type="dxa"/>
            <w:vMerge w:val="restart"/>
            <w:vAlign w:val="bottom"/>
          </w:tcPr>
          <w:p w:rsidR="00F46115" w:rsidRPr="005D0C29" w:rsidRDefault="00F46115" w:rsidP="003E6AC7">
            <w:pPr>
              <w:pStyle w:val="TAH"/>
            </w:pPr>
            <w:r w:rsidRPr="005D0C29">
              <w:t>Record nb</w:t>
            </w:r>
          </w:p>
        </w:tc>
        <w:tc>
          <w:tcPr>
            <w:tcW w:w="1134" w:type="dxa"/>
            <w:shd w:val="clear" w:color="auto" w:fill="E6E6E6"/>
            <w:vAlign w:val="center"/>
          </w:tcPr>
          <w:p w:rsidR="00F46115" w:rsidRPr="005D0C29" w:rsidRDefault="00F46115" w:rsidP="003E6AC7">
            <w:pPr>
              <w:pStyle w:val="TAH"/>
            </w:pPr>
            <w:r w:rsidRPr="005D0C29">
              <w:t>Delete selft</w:t>
            </w:r>
          </w:p>
        </w:tc>
        <w:tc>
          <w:tcPr>
            <w:tcW w:w="1134" w:type="dxa"/>
            <w:shd w:val="clear" w:color="auto" w:fill="E6E6E6"/>
            <w:vAlign w:val="center"/>
          </w:tcPr>
          <w:p w:rsidR="00F46115" w:rsidRPr="005D0C29" w:rsidRDefault="00F46115" w:rsidP="003E6AC7">
            <w:pPr>
              <w:pStyle w:val="TAH"/>
            </w:pPr>
            <w:r w:rsidRPr="005D0C29">
              <w:t>Terminat card Usage/ Terminate DF</w:t>
            </w:r>
          </w:p>
        </w:tc>
        <w:tc>
          <w:tcPr>
            <w:tcW w:w="1134" w:type="dxa"/>
            <w:shd w:val="clear" w:color="auto" w:fill="E6E6E6"/>
            <w:vAlign w:val="center"/>
          </w:tcPr>
          <w:p w:rsidR="00F46115" w:rsidRPr="005D0C29" w:rsidRDefault="00F46115" w:rsidP="003E6AC7">
            <w:pPr>
              <w:pStyle w:val="TAH"/>
            </w:pPr>
            <w:r w:rsidRPr="005D0C29">
              <w:t>Activate File</w:t>
            </w:r>
          </w:p>
        </w:tc>
        <w:tc>
          <w:tcPr>
            <w:tcW w:w="1134" w:type="dxa"/>
            <w:shd w:val="clear" w:color="auto" w:fill="E6E6E6"/>
            <w:vAlign w:val="center"/>
          </w:tcPr>
          <w:p w:rsidR="00F46115" w:rsidRPr="005D0C29" w:rsidRDefault="00F46115" w:rsidP="003E6AC7">
            <w:pPr>
              <w:pStyle w:val="TAH"/>
            </w:pPr>
            <w:r w:rsidRPr="005D0C29">
              <w:t>Deactivate File</w:t>
            </w:r>
          </w:p>
        </w:tc>
        <w:tc>
          <w:tcPr>
            <w:tcW w:w="1134" w:type="dxa"/>
            <w:shd w:val="clear" w:color="auto" w:fill="E6E6E6"/>
            <w:vAlign w:val="center"/>
          </w:tcPr>
          <w:p w:rsidR="00F46115" w:rsidRPr="005D0C29" w:rsidRDefault="00F46115" w:rsidP="003E6AC7">
            <w:pPr>
              <w:pStyle w:val="TAH"/>
            </w:pPr>
            <w:r w:rsidRPr="005D0C29">
              <w:t>Create File (DF creation)</w:t>
            </w:r>
          </w:p>
        </w:tc>
        <w:tc>
          <w:tcPr>
            <w:tcW w:w="1134" w:type="dxa"/>
            <w:shd w:val="clear" w:color="auto" w:fill="E6E6E6"/>
            <w:vAlign w:val="center"/>
          </w:tcPr>
          <w:p w:rsidR="00F46115" w:rsidRPr="005D0C29" w:rsidRDefault="00F46115" w:rsidP="003E6AC7">
            <w:pPr>
              <w:pStyle w:val="TAH"/>
            </w:pPr>
            <w:r w:rsidRPr="005D0C29">
              <w:t>Create File (EF creation)</w:t>
            </w:r>
          </w:p>
        </w:tc>
        <w:tc>
          <w:tcPr>
            <w:tcW w:w="1134" w:type="dxa"/>
            <w:shd w:val="clear" w:color="auto" w:fill="E6E6E6"/>
            <w:vAlign w:val="center"/>
          </w:tcPr>
          <w:p w:rsidR="00F46115" w:rsidRPr="005D0C29" w:rsidRDefault="00F46115" w:rsidP="003E6AC7">
            <w:pPr>
              <w:pStyle w:val="TAH"/>
            </w:pPr>
            <w:r w:rsidRPr="005D0C29">
              <w:t>Delete File (child)</w:t>
            </w:r>
          </w:p>
        </w:tc>
        <w:tc>
          <w:tcPr>
            <w:tcW w:w="1134" w:type="dxa"/>
            <w:shd w:val="clear" w:color="auto" w:fill="E6E6E6"/>
          </w:tcPr>
          <w:p w:rsidR="00F46115" w:rsidRPr="005D0C29" w:rsidRDefault="00F46115" w:rsidP="003E6AC7">
            <w:pPr>
              <w:pStyle w:val="TAH"/>
            </w:pPr>
          </w:p>
        </w:tc>
      </w:tr>
      <w:tr w:rsidR="00F46115" w:rsidRPr="005D0C29" w:rsidTr="003E6AC7">
        <w:trPr>
          <w:cantSplit/>
          <w:jc w:val="center"/>
        </w:trPr>
        <w:tc>
          <w:tcPr>
            <w:tcW w:w="993" w:type="dxa"/>
            <w:vMerge/>
            <w:tcBorders>
              <w:bottom w:val="single" w:sz="4" w:space="0" w:color="auto"/>
            </w:tcBorders>
          </w:tcPr>
          <w:p w:rsidR="00F46115" w:rsidRPr="005D0C29" w:rsidRDefault="00F46115" w:rsidP="003E6AC7">
            <w:pPr>
              <w:pStyle w:val="TAH"/>
            </w:pP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Delete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Terminate EF</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Activate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Deactivate File</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Write Binary, Write Record, Append Record</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Update Binary, Update Record, Erase Binary</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Read binary, Read Record, Search Binary, Search Record</w:t>
            </w:r>
          </w:p>
        </w:tc>
        <w:tc>
          <w:tcPr>
            <w:tcW w:w="1134" w:type="dxa"/>
            <w:tcBorders>
              <w:bottom w:val="single" w:sz="4" w:space="0" w:color="auto"/>
            </w:tcBorders>
            <w:shd w:val="clear" w:color="auto" w:fill="E6E6E6"/>
            <w:vAlign w:val="center"/>
          </w:tcPr>
          <w:p w:rsidR="00F46115" w:rsidRPr="005D0C29" w:rsidRDefault="00F46115" w:rsidP="003E6AC7">
            <w:pPr>
              <w:pStyle w:val="TAH"/>
            </w:pPr>
            <w:r w:rsidRPr="005D0C29">
              <w:t>Increase, resize</w:t>
            </w:r>
          </w:p>
        </w:tc>
      </w:tr>
      <w:tr w:rsidR="00F46115" w:rsidRPr="005D0C29" w:rsidTr="003E6AC7">
        <w:trPr>
          <w:jc w:val="center"/>
        </w:trPr>
        <w:tc>
          <w:tcPr>
            <w:tcW w:w="993"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1</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c>
          <w:tcPr>
            <w:tcW w:w="1134" w:type="dxa"/>
            <w:tcBorders>
              <w:top w:val="single" w:sz="4" w:space="0" w:color="auto"/>
              <w:left w:val="single" w:sz="8" w:space="0" w:color="auto"/>
              <w:bottom w:val="single" w:sz="8" w:space="0" w:color="auto"/>
              <w:right w:val="single" w:sz="8" w:space="0" w:color="auto"/>
            </w:tcBorders>
          </w:tcPr>
          <w:p w:rsidR="00F46115" w:rsidRPr="005D0C29" w:rsidRDefault="00F46115" w:rsidP="003E6AC7">
            <w:pPr>
              <w:pStyle w:val="TAC"/>
            </w:pPr>
            <w:r w:rsidRPr="005D0C29">
              <w:t>Always</w:t>
            </w:r>
          </w:p>
        </w:tc>
      </w:tr>
      <w:tr w:rsidR="00F46115" w:rsidRPr="005D0C29" w:rsidTr="003E6AC7">
        <w:trPr>
          <w:jc w:val="center"/>
        </w:trPr>
        <w:tc>
          <w:tcPr>
            <w:tcW w:w="993" w:type="dxa"/>
            <w:tcBorders>
              <w:top w:val="single" w:sz="8" w:space="0" w:color="auto"/>
            </w:tcBorders>
          </w:tcPr>
          <w:p w:rsidR="00F46115" w:rsidRPr="005D0C29" w:rsidRDefault="00F46115" w:rsidP="003E6AC7">
            <w:pPr>
              <w:pStyle w:val="TAC"/>
            </w:pPr>
            <w:r w:rsidRPr="005D0C29">
              <w:t>2</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c>
          <w:tcPr>
            <w:tcW w:w="1134" w:type="dxa"/>
            <w:tcBorders>
              <w:top w:val="single" w:sz="8" w:space="0" w:color="auto"/>
            </w:tcBorders>
          </w:tcPr>
          <w:p w:rsidR="00F46115" w:rsidRPr="005D0C29" w:rsidRDefault="00F46115" w:rsidP="003E6AC7">
            <w:pPr>
              <w:pStyle w:val="TAC"/>
            </w:pPr>
            <w:r w:rsidRPr="005D0C29">
              <w:t>Never</w:t>
            </w:r>
          </w:p>
        </w:tc>
      </w:tr>
      <w:tr w:rsidR="00F46115" w:rsidRPr="005D0C29" w:rsidTr="003E6AC7">
        <w:trPr>
          <w:jc w:val="center"/>
        </w:trPr>
        <w:tc>
          <w:tcPr>
            <w:tcW w:w="993" w:type="dxa"/>
          </w:tcPr>
          <w:p w:rsidR="00F46115" w:rsidRPr="005D0C29" w:rsidRDefault="00F46115" w:rsidP="003E6AC7">
            <w:pPr>
              <w:pStyle w:val="TAC"/>
            </w:pPr>
            <w:r w:rsidRPr="005D0C29">
              <w:t>3</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c>
          <w:tcPr>
            <w:tcW w:w="1134" w:type="dxa"/>
          </w:tcPr>
          <w:p w:rsidR="00F46115" w:rsidRPr="005D0C29" w:rsidRDefault="00F46115" w:rsidP="003E6AC7">
            <w:pPr>
              <w:pStyle w:val="TAC"/>
            </w:pPr>
            <w:r w:rsidRPr="005D0C29">
              <w:t>Global PIN1 &amp; ADM1</w:t>
            </w:r>
          </w:p>
        </w:tc>
      </w:tr>
      <w:tr w:rsidR="00F46115" w:rsidRPr="005D0C29" w:rsidTr="003E6AC7">
        <w:trPr>
          <w:jc w:val="center"/>
        </w:trPr>
        <w:tc>
          <w:tcPr>
            <w:tcW w:w="993" w:type="dxa"/>
          </w:tcPr>
          <w:p w:rsidR="00F46115" w:rsidRPr="005D0C29" w:rsidRDefault="00F46115" w:rsidP="003E6AC7">
            <w:pPr>
              <w:pStyle w:val="TAC"/>
            </w:pPr>
            <w:r w:rsidRPr="005D0C29">
              <w:t>4</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c>
          <w:tcPr>
            <w:tcW w:w="1134" w:type="dxa"/>
          </w:tcPr>
          <w:p w:rsidR="00F46115" w:rsidRPr="005D0C29" w:rsidRDefault="00F46115" w:rsidP="003E6AC7">
            <w:pPr>
              <w:pStyle w:val="TAC"/>
            </w:pPr>
            <w:r w:rsidRPr="005D0C29">
              <w:t>Global PIN1 | ADM1</w:t>
            </w:r>
          </w:p>
        </w:tc>
      </w:tr>
      <w:tr w:rsidR="00F46115" w:rsidRPr="005D0C29" w:rsidTr="003E6AC7">
        <w:trPr>
          <w:jc w:val="center"/>
        </w:trPr>
        <w:tc>
          <w:tcPr>
            <w:tcW w:w="993" w:type="dxa"/>
          </w:tcPr>
          <w:p w:rsidR="00F46115" w:rsidRPr="005D0C29" w:rsidRDefault="00F46115" w:rsidP="003E6AC7">
            <w:pPr>
              <w:pStyle w:val="TAC"/>
            </w:pPr>
            <w:r w:rsidRPr="005D0C29">
              <w:t>5</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c>
          <w:tcPr>
            <w:tcW w:w="1134" w:type="dxa"/>
          </w:tcPr>
          <w:p w:rsidR="00F46115" w:rsidRPr="005D0C29" w:rsidRDefault="00F46115" w:rsidP="003E6AC7">
            <w:pPr>
              <w:pStyle w:val="TAC"/>
            </w:pPr>
            <w:r w:rsidRPr="005D0C29">
              <w:t>Local PIN1</w:t>
            </w:r>
          </w:p>
        </w:tc>
      </w:tr>
    </w:tbl>
    <w:p w:rsidR="00F46115" w:rsidRPr="005D0C29" w:rsidRDefault="00F46115" w:rsidP="003E6AC7"/>
    <w:p w:rsidR="00F46115" w:rsidRPr="005D0C29" w:rsidRDefault="00F46115">
      <w:pPr>
        <w:pStyle w:val="Heading1"/>
      </w:pPr>
      <w:r w:rsidRPr="005D0C29">
        <w:t>B.4</w:t>
      </w:r>
      <w:r w:rsidRPr="005D0C29">
        <w:tab/>
        <w:t>Second application dedicated files system ADF2</w:t>
      </w:r>
    </w:p>
    <w:p w:rsidR="00F46115" w:rsidRPr="005D0C29" w:rsidRDefault="00F46115">
      <w:r w:rsidRPr="005D0C29">
        <w:t>The prepersonalization of UICC cards shall contain ADF2.</w:t>
      </w:r>
    </w:p>
    <w:p w:rsidR="00F46115" w:rsidRPr="005D0C29" w:rsidRDefault="00F46115">
      <w:r w:rsidRPr="005D0C29">
        <w:t>Figure B.3 shows the additional prepersonalization, the file system and files</w:t>
      </w:r>
      <w:r w:rsidR="00A2095F" w:rsidRPr="005D0C29">
        <w:t>'</w:t>
      </w:r>
      <w:r w:rsidRPr="005D0C29">
        <w:t xml:space="preserve"> content under ADF2 system.</w:t>
      </w:r>
    </w:p>
    <w:p w:rsidR="00F46115" w:rsidRPr="005D0C29" w:rsidRDefault="00F46115" w:rsidP="003E6AC7">
      <w:pPr>
        <w:pStyle w:val="Heading2"/>
        <w:keepNext w:val="0"/>
        <w:keepLines w:val="0"/>
      </w:pPr>
      <w:r w:rsidRPr="005D0C29">
        <w:t>B.4.1</w:t>
      </w:r>
      <w:r w:rsidRPr="005D0C29">
        <w:tab/>
        <w:t>EF</w:t>
      </w:r>
      <w:r w:rsidRPr="005D0C29">
        <w:rPr>
          <w:vertAlign w:val="subscript"/>
        </w:rPr>
        <w:t>UICC</w:t>
      </w:r>
      <w:r w:rsidR="003E6AC7" w:rsidRPr="005D0C29">
        <w:t xml:space="preserve"> (UICC Test EF)</w:t>
      </w:r>
    </w:p>
    <w:tbl>
      <w:tblPr>
        <w:tblW w:w="0" w:type="auto"/>
        <w:tblInd w:w="198" w:type="dxa"/>
        <w:tblLook w:val="0000" w:firstRow="0" w:lastRow="0" w:firstColumn="0" w:lastColumn="0" w:noHBand="0" w:noVBand="0"/>
      </w:tblPr>
      <w:tblGrid>
        <w:gridCol w:w="720"/>
        <w:gridCol w:w="72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ADF2</w:t>
            </w: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440" w:type="dxa"/>
            <w:vAlign w:val="bottom"/>
          </w:tcPr>
          <w:p w:rsidR="00F46115" w:rsidRPr="005D0C29" w:rsidRDefault="00F46115">
            <w:pPr>
              <w:pStyle w:val="TAL"/>
            </w:pPr>
            <w:r w:rsidRPr="005D0C29">
              <w:t>EF UICC</w:t>
            </w:r>
          </w:p>
        </w:tc>
      </w:tr>
    </w:tbl>
    <w:p w:rsidR="00F46115" w:rsidRPr="005D0C29" w:rsidRDefault="00F46115"/>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'2FE4'</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CC CC CC</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p w:rsidR="00F46115" w:rsidRPr="005D0C29" w:rsidRDefault="00F46115">
      <w:pPr>
        <w:pStyle w:val="Heading2"/>
      </w:pPr>
      <w:r w:rsidRPr="005D0C29">
        <w:t>B.4.2</w:t>
      </w:r>
      <w:r w:rsidRPr="005D0C29">
        <w:tab/>
        <w:t>DF</w:t>
      </w:r>
      <w:r w:rsidRPr="005D0C29">
        <w:rPr>
          <w:vertAlign w:val="subscript"/>
        </w:rPr>
        <w:t>TEST</w:t>
      </w:r>
      <w:r w:rsidRPr="005D0C29">
        <w:t xml:space="preserve"> (1st Test DF under ADF2)</w:t>
      </w:r>
    </w:p>
    <w:p w:rsidR="00F46115" w:rsidRPr="005D0C29" w:rsidRDefault="003E6AC7">
      <w:r w:rsidRPr="005D0C29">
        <w:t>Identifier: '7F4A'</w:t>
      </w:r>
    </w:p>
    <w:tbl>
      <w:tblPr>
        <w:tblW w:w="0" w:type="auto"/>
        <w:tblInd w:w="198" w:type="dxa"/>
        <w:tblLook w:val="0000" w:firstRow="0" w:lastRow="0" w:firstColumn="0" w:lastColumn="0" w:noHBand="0" w:noVBand="0"/>
      </w:tblPr>
      <w:tblGrid>
        <w:gridCol w:w="720"/>
        <w:gridCol w:w="72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ADF2</w:t>
            </w: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440" w:type="dxa"/>
            <w:vAlign w:val="bottom"/>
          </w:tcPr>
          <w:p w:rsidR="00F46115" w:rsidRPr="005D0C29" w:rsidRDefault="00F46115">
            <w:pPr>
              <w:pStyle w:val="TAL"/>
            </w:pPr>
            <w:r w:rsidRPr="005D0C29">
              <w:t>DF TEST</w:t>
            </w:r>
          </w:p>
        </w:tc>
      </w:tr>
    </w:tbl>
    <w:p w:rsidR="00F46115" w:rsidRPr="005D0C29" w:rsidRDefault="00F46115"/>
    <w:p w:rsidR="00F46115" w:rsidRPr="005D0C29" w:rsidRDefault="00F46115" w:rsidP="003E6AC7">
      <w:pPr>
        <w:pStyle w:val="Heading3"/>
      </w:pPr>
      <w:r w:rsidRPr="005D0C29">
        <w:lastRenderedPageBreak/>
        <w:t xml:space="preserve">B.4.2.1 </w:t>
      </w:r>
      <w:r w:rsidRPr="005D0C29">
        <w:tab/>
        <w:t>DF</w:t>
      </w:r>
      <w:r w:rsidRPr="005D0C29">
        <w:rPr>
          <w:vertAlign w:val="subscript"/>
        </w:rPr>
        <w:t>SUB_TEST</w:t>
      </w:r>
      <w:r w:rsidRPr="005D0C29">
        <w:t xml:space="preserve"> (1</w:t>
      </w:r>
      <w:r w:rsidRPr="005D0C29">
        <w:rPr>
          <w:vertAlign w:val="superscript"/>
        </w:rPr>
        <w:t>st</w:t>
      </w:r>
      <w:r w:rsidRPr="005D0C29">
        <w:t xml:space="preserve"> DF under DF_TEST)</w:t>
      </w:r>
    </w:p>
    <w:p w:rsidR="00F46115" w:rsidRPr="005D0C29" w:rsidRDefault="003E6AC7" w:rsidP="003E6AC7">
      <w:pPr>
        <w:keepNext/>
        <w:keepLines/>
      </w:pPr>
      <w:r w:rsidRPr="005D0C29">
        <w:t>Identifier: '5F10'</w:t>
      </w:r>
    </w:p>
    <w:tbl>
      <w:tblPr>
        <w:tblW w:w="0" w:type="auto"/>
        <w:tblInd w:w="198" w:type="dxa"/>
        <w:tblLook w:val="0000" w:firstRow="0" w:lastRow="0" w:firstColumn="0" w:lastColumn="0" w:noHBand="0" w:noVBand="0"/>
      </w:tblPr>
      <w:tblGrid>
        <w:gridCol w:w="720"/>
        <w:gridCol w:w="720"/>
        <w:gridCol w:w="540"/>
        <w:gridCol w:w="540"/>
        <w:gridCol w:w="1440"/>
      </w:tblGrid>
      <w:tr w:rsidR="00F46115" w:rsidRPr="005D0C29">
        <w:trPr>
          <w:cantSplit/>
          <w:trHeight w:val="301"/>
        </w:trPr>
        <w:tc>
          <w:tcPr>
            <w:tcW w:w="1440" w:type="dxa"/>
            <w:gridSpan w:val="2"/>
            <w:vAlign w:val="bottom"/>
          </w:tcPr>
          <w:p w:rsidR="00F46115" w:rsidRPr="005D0C29" w:rsidRDefault="00F46115" w:rsidP="003E6AC7">
            <w:pPr>
              <w:pStyle w:val="TAC"/>
            </w:pPr>
            <w:r w:rsidRPr="005D0C29">
              <w:t>ADF2</w:t>
            </w:r>
          </w:p>
        </w:tc>
        <w:tc>
          <w:tcPr>
            <w:tcW w:w="1080" w:type="dxa"/>
            <w:gridSpan w:val="2"/>
          </w:tcPr>
          <w:p w:rsidR="00F46115" w:rsidRPr="005D0C29" w:rsidRDefault="00F46115" w:rsidP="003E6AC7">
            <w:pPr>
              <w:pStyle w:val="TAC"/>
            </w:pPr>
          </w:p>
        </w:tc>
        <w:tc>
          <w:tcPr>
            <w:tcW w:w="1440" w:type="dxa"/>
          </w:tcPr>
          <w:p w:rsidR="00F46115" w:rsidRPr="005D0C29" w:rsidRDefault="00F46115" w:rsidP="003E6AC7">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rsidP="003E6AC7">
            <w:pPr>
              <w:pStyle w:val="TAL"/>
            </w:pPr>
          </w:p>
        </w:tc>
        <w:tc>
          <w:tcPr>
            <w:tcW w:w="720" w:type="dxa"/>
            <w:tcBorders>
              <w:top w:val="nil"/>
              <w:left w:val="single" w:sz="4" w:space="0" w:color="auto"/>
              <w:bottom w:val="single" w:sz="4" w:space="0" w:color="auto"/>
              <w:right w:val="nil"/>
            </w:tcBorders>
          </w:tcPr>
          <w:p w:rsidR="00F46115" w:rsidRPr="005D0C29" w:rsidRDefault="00F46115" w:rsidP="003E6AC7">
            <w:pPr>
              <w:pStyle w:val="TAL"/>
            </w:pPr>
          </w:p>
        </w:tc>
        <w:tc>
          <w:tcPr>
            <w:tcW w:w="1080" w:type="dxa"/>
            <w:gridSpan w:val="2"/>
            <w:vAlign w:val="bottom"/>
          </w:tcPr>
          <w:p w:rsidR="00F46115" w:rsidRPr="005D0C29" w:rsidRDefault="00F46115" w:rsidP="003E6AC7">
            <w:pPr>
              <w:pStyle w:val="TAL"/>
            </w:pPr>
            <w:r w:rsidRPr="005D0C29">
              <w:t>DF TEST</w:t>
            </w:r>
          </w:p>
        </w:tc>
        <w:tc>
          <w:tcPr>
            <w:tcW w:w="1440" w:type="dxa"/>
          </w:tcPr>
          <w:p w:rsidR="00F46115" w:rsidRPr="005D0C29" w:rsidRDefault="00F46115" w:rsidP="003E6AC7">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Borders>
              <w:right w:val="single" w:sz="4" w:space="0" w:color="auto"/>
            </w:tcBorders>
            <w:vAlign w:val="bottom"/>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tcPr>
          <w:p w:rsidR="00F46115" w:rsidRPr="005D0C29" w:rsidRDefault="00F46115">
            <w:pPr>
              <w:pStyle w:val="TAL"/>
            </w:pPr>
            <w:r w:rsidRPr="005D0C29">
              <w:t>DF SUB_TEST</w:t>
            </w:r>
          </w:p>
        </w:tc>
      </w:tr>
    </w:tbl>
    <w:p w:rsidR="00F46115" w:rsidRPr="005D0C29" w:rsidRDefault="00F46115"/>
    <w:p w:rsidR="00F46115" w:rsidRPr="005D0C29" w:rsidRDefault="00F46115" w:rsidP="003E6AC7">
      <w:pPr>
        <w:pStyle w:val="Heading3"/>
      </w:pPr>
      <w:r w:rsidRPr="005D0C29">
        <w:t>B.4.2.1.1</w:t>
      </w:r>
      <w:r w:rsidRPr="005D0C29">
        <w:tab/>
        <w:t>EF</w:t>
      </w:r>
      <w:r w:rsidRPr="005D0C29">
        <w:rPr>
          <w:vertAlign w:val="subscript"/>
        </w:rPr>
        <w:t>TAA</w:t>
      </w:r>
      <w:r w:rsidR="003E6AC7" w:rsidRPr="005D0C29">
        <w:t xml:space="preserve"> (Test EF)</w:t>
      </w:r>
    </w:p>
    <w:tbl>
      <w:tblPr>
        <w:tblW w:w="0" w:type="auto"/>
        <w:jc w:val="center"/>
        <w:tblBorders>
          <w:top w:val="single" w:sz="6" w:space="0" w:color="auto"/>
          <w:left w:val="single" w:sz="6" w:space="0" w:color="auto"/>
          <w:bottom w:val="single" w:sz="6" w:space="0" w:color="auto"/>
          <w:right w:val="single" w:sz="6" w:space="0" w:color="auto"/>
        </w:tblBorders>
        <w:tblCellMar>
          <w:left w:w="28" w:type="dxa"/>
        </w:tblCellMar>
        <w:tblLook w:val="0000" w:firstRow="0" w:lastRow="0" w:firstColumn="0" w:lastColumn="0" w:noHBand="0" w:noVBand="0"/>
      </w:tblPr>
      <w:tblGrid>
        <w:gridCol w:w="1134"/>
        <w:gridCol w:w="2268"/>
        <w:gridCol w:w="283"/>
        <w:gridCol w:w="993"/>
        <w:gridCol w:w="2268"/>
        <w:gridCol w:w="567"/>
        <w:gridCol w:w="991"/>
      </w:tblGrid>
      <w:tr w:rsidR="00F46115" w:rsidRPr="005D0C29">
        <w:trPr>
          <w:jc w:val="center"/>
        </w:trPr>
        <w:tc>
          <w:tcPr>
            <w:tcW w:w="3685"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Identifier: ‘4F10</w:t>
            </w:r>
            <w:r w:rsidR="00A2095F" w:rsidRPr="005D0C29">
              <w:t>'</w:t>
            </w:r>
          </w:p>
        </w:tc>
        <w:tc>
          <w:tcPr>
            <w:tcW w:w="3261"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Structure: transparent</w:t>
            </w:r>
          </w:p>
        </w:tc>
        <w:tc>
          <w:tcPr>
            <w:tcW w:w="1558" w:type="dxa"/>
            <w:gridSpan w:val="2"/>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Mandatory</w:t>
            </w:r>
          </w:p>
        </w:tc>
      </w:tr>
      <w:tr w:rsidR="00F46115" w:rsidRPr="005D0C29">
        <w:trPr>
          <w:jc w:val="center"/>
        </w:trPr>
        <w:tc>
          <w:tcPr>
            <w:tcW w:w="4678" w:type="dxa"/>
            <w:gridSpan w:val="4"/>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File size: 3 bytes</w:t>
            </w:r>
          </w:p>
        </w:tc>
        <w:tc>
          <w:tcPr>
            <w:tcW w:w="3826"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Update activity: low</w:t>
            </w:r>
          </w:p>
        </w:tc>
      </w:tr>
      <w:tr w:rsidR="00F46115" w:rsidRPr="005D0C29">
        <w:trPr>
          <w:jc w:val="center"/>
        </w:trPr>
        <w:tc>
          <w:tcPr>
            <w:tcW w:w="8504" w:type="dxa"/>
            <w:gridSpan w:val="7"/>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tabs>
                <w:tab w:val="left" w:pos="601"/>
                <w:tab w:val="left" w:pos="3153"/>
              </w:tabs>
              <w:spacing w:before="120"/>
            </w:pPr>
            <w:r w:rsidRPr="005D0C29">
              <w:t>Access Conditions:</w:t>
            </w:r>
          </w:p>
          <w:p w:rsidR="00F46115" w:rsidRPr="005D0C29" w:rsidRDefault="00F46115">
            <w:pPr>
              <w:pStyle w:val="TAC"/>
              <w:keepNext w:val="0"/>
              <w:keepLines w:val="0"/>
              <w:tabs>
                <w:tab w:val="left" w:pos="601"/>
                <w:tab w:val="left" w:pos="3153"/>
              </w:tabs>
            </w:pPr>
            <w:r w:rsidRPr="005D0C29">
              <w:tab/>
              <w:t>READ</w:t>
            </w:r>
            <w:r w:rsidRPr="005D0C29">
              <w:tab/>
              <w:t>ALWAYS</w:t>
            </w:r>
          </w:p>
          <w:p w:rsidR="00F46115" w:rsidRPr="005D0C29" w:rsidRDefault="00F46115">
            <w:pPr>
              <w:pStyle w:val="TAC"/>
              <w:keepNext w:val="0"/>
              <w:keepLines w:val="0"/>
              <w:tabs>
                <w:tab w:val="left" w:pos="601"/>
                <w:tab w:val="left" w:pos="3153"/>
              </w:tabs>
            </w:pPr>
            <w:r w:rsidRPr="005D0C29">
              <w:tab/>
              <w:t>UPDATE</w:t>
            </w:r>
            <w:r w:rsidRPr="005D0C29">
              <w:tab/>
              <w:t>ALWAYS</w:t>
            </w:r>
          </w:p>
          <w:p w:rsidR="00F46115" w:rsidRPr="005D0C29" w:rsidRDefault="00F46115">
            <w:pPr>
              <w:pStyle w:val="TAC"/>
              <w:keepNext w:val="0"/>
              <w:keepLines w:val="0"/>
              <w:tabs>
                <w:tab w:val="left" w:pos="601"/>
                <w:tab w:val="left" w:pos="3153"/>
              </w:tabs>
            </w:pPr>
            <w:r w:rsidRPr="005D0C29">
              <w:tab/>
              <w:t>DEACTIVATE</w:t>
            </w:r>
            <w:r w:rsidRPr="005D0C29">
              <w:tab/>
              <w:t>ALWAYS</w:t>
            </w:r>
          </w:p>
          <w:p w:rsidR="00F46115" w:rsidRPr="005D0C29" w:rsidRDefault="00F46115">
            <w:pPr>
              <w:pStyle w:val="TAC"/>
              <w:keepNext w:val="0"/>
              <w:keepLines w:val="0"/>
              <w:tabs>
                <w:tab w:val="left" w:pos="601"/>
                <w:tab w:val="left" w:pos="3153"/>
              </w:tabs>
            </w:pPr>
            <w:r w:rsidRPr="005D0C29">
              <w:tab/>
              <w:t>ACTIVATE</w:t>
            </w:r>
            <w:r w:rsidRPr="005D0C29">
              <w:tab/>
              <w:t>ALWAYS</w:t>
            </w:r>
          </w:p>
          <w:p w:rsidR="00F46115" w:rsidRPr="005D0C29" w:rsidRDefault="00F46115">
            <w:pPr>
              <w:pStyle w:val="TAC"/>
              <w:keepNext w:val="0"/>
              <w:keepLines w:val="0"/>
              <w:tabs>
                <w:tab w:val="left" w:pos="601"/>
                <w:tab w:val="left" w:pos="3153"/>
              </w:tabs>
            </w:pP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Bytes</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Description</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Default Value</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M/O</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Length</w:t>
            </w:r>
          </w:p>
        </w:tc>
      </w:tr>
      <w:tr w:rsidR="00F46115" w:rsidRPr="005D0C29">
        <w:trPr>
          <w:jc w:val="center"/>
        </w:trPr>
        <w:tc>
          <w:tcPr>
            <w:tcW w:w="1134"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1 to 3</w:t>
            </w:r>
          </w:p>
        </w:tc>
        <w:tc>
          <w:tcPr>
            <w:tcW w:w="2268"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Test Data</w:t>
            </w:r>
          </w:p>
        </w:tc>
        <w:tc>
          <w:tcPr>
            <w:tcW w:w="3544"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AA AA AA</w:t>
            </w:r>
          </w:p>
        </w:tc>
        <w:tc>
          <w:tcPr>
            <w:tcW w:w="567"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M</w:t>
            </w:r>
          </w:p>
        </w:tc>
        <w:tc>
          <w:tcPr>
            <w:tcW w:w="991" w:type="dxa"/>
            <w:tcBorders>
              <w:top w:val="single" w:sz="6" w:space="0" w:color="auto"/>
              <w:left w:val="single" w:sz="6" w:space="0" w:color="auto"/>
              <w:bottom w:val="single" w:sz="6" w:space="0" w:color="auto"/>
              <w:right w:val="single" w:sz="6" w:space="0" w:color="auto"/>
            </w:tcBorders>
          </w:tcPr>
          <w:p w:rsidR="00F46115" w:rsidRPr="005D0C29" w:rsidRDefault="00F46115">
            <w:pPr>
              <w:pStyle w:val="TAC"/>
              <w:keepNext w:val="0"/>
              <w:keepLines w:val="0"/>
            </w:pPr>
            <w:r w:rsidRPr="005D0C29">
              <w:t>3 bytes</w:t>
            </w:r>
          </w:p>
        </w:tc>
      </w:tr>
    </w:tbl>
    <w:p w:rsidR="00F46115" w:rsidRPr="005D0C29" w:rsidRDefault="00F46115"/>
    <w:tbl>
      <w:tblPr>
        <w:tblW w:w="0" w:type="auto"/>
        <w:tblInd w:w="198" w:type="dxa"/>
        <w:tblLook w:val="0000" w:firstRow="0" w:lastRow="0" w:firstColumn="0" w:lastColumn="0" w:noHBand="0" w:noVBand="0"/>
      </w:tblPr>
      <w:tblGrid>
        <w:gridCol w:w="720"/>
        <w:gridCol w:w="720"/>
        <w:gridCol w:w="540"/>
        <w:gridCol w:w="540"/>
        <w:gridCol w:w="720"/>
        <w:gridCol w:w="720"/>
        <w:gridCol w:w="1148"/>
      </w:tblGrid>
      <w:tr w:rsidR="00F46115" w:rsidRPr="005D0C29">
        <w:trPr>
          <w:cantSplit/>
          <w:trHeight w:val="301"/>
        </w:trPr>
        <w:tc>
          <w:tcPr>
            <w:tcW w:w="1440" w:type="dxa"/>
            <w:gridSpan w:val="2"/>
            <w:vAlign w:val="bottom"/>
          </w:tcPr>
          <w:p w:rsidR="00F46115" w:rsidRPr="005D0C29" w:rsidRDefault="00F46115">
            <w:pPr>
              <w:pStyle w:val="TAC"/>
            </w:pPr>
            <w:r w:rsidRPr="005D0C29">
              <w:t>ADF2</w:t>
            </w:r>
          </w:p>
        </w:tc>
        <w:tc>
          <w:tcPr>
            <w:tcW w:w="1080" w:type="dxa"/>
            <w:gridSpan w:val="2"/>
          </w:tcPr>
          <w:p w:rsidR="00F46115" w:rsidRPr="005D0C29" w:rsidRDefault="00F46115">
            <w:pPr>
              <w:pStyle w:val="TAC"/>
            </w:pPr>
          </w:p>
        </w:tc>
        <w:tc>
          <w:tcPr>
            <w:tcW w:w="1440" w:type="dxa"/>
            <w:gridSpan w:val="2"/>
          </w:tcPr>
          <w:p w:rsidR="00F46115" w:rsidRPr="005D0C29" w:rsidRDefault="00F46115">
            <w:pPr>
              <w:pStyle w:val="TAC"/>
            </w:pPr>
          </w:p>
        </w:tc>
        <w:tc>
          <w:tcPr>
            <w:tcW w:w="1148"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080" w:type="dxa"/>
            <w:gridSpan w:val="2"/>
          </w:tcPr>
          <w:p w:rsidR="00F46115" w:rsidRPr="005D0C29" w:rsidRDefault="00F46115">
            <w:pPr>
              <w:pStyle w:val="TAL"/>
            </w:pPr>
            <w:r w:rsidRPr="005D0C29">
              <w:t>DF TEST</w:t>
            </w:r>
          </w:p>
        </w:tc>
        <w:tc>
          <w:tcPr>
            <w:tcW w:w="1440" w:type="dxa"/>
            <w:gridSpan w:val="2"/>
          </w:tcPr>
          <w:p w:rsidR="00F46115" w:rsidRPr="005D0C29" w:rsidRDefault="00F46115">
            <w:pPr>
              <w:pStyle w:val="TAL"/>
            </w:pPr>
          </w:p>
        </w:tc>
        <w:tc>
          <w:tcPr>
            <w:tcW w:w="1148" w:type="dxa"/>
            <w:vAlign w:val="bottom"/>
          </w:tcPr>
          <w:p w:rsidR="00F46115" w:rsidRPr="005D0C29" w:rsidRDefault="00F46115">
            <w:pPr>
              <w:pStyle w:val="TAL"/>
            </w:pPr>
          </w:p>
        </w:tc>
      </w:tr>
      <w:tr w:rsidR="00F46115" w:rsidRPr="005D0C29">
        <w:trPr>
          <w:cantSplit/>
        </w:trPr>
        <w:tc>
          <w:tcPr>
            <w:tcW w:w="720" w:type="dxa"/>
            <w:tcBorders>
              <w:top w:val="nil"/>
              <w:left w:val="nil"/>
              <w:bottom w:val="nil"/>
            </w:tcBorders>
          </w:tcPr>
          <w:p w:rsidR="00F46115" w:rsidRPr="005D0C29" w:rsidRDefault="00F46115">
            <w:pPr>
              <w:pStyle w:val="TAL"/>
            </w:pPr>
          </w:p>
        </w:tc>
        <w:tc>
          <w:tcPr>
            <w:tcW w:w="720" w:type="dxa"/>
            <w:tcBorders>
              <w:top w:val="nil"/>
              <w:bottom w:val="nil"/>
              <w:right w:val="nil"/>
            </w:tcBorders>
          </w:tcPr>
          <w:p w:rsidR="00F46115" w:rsidRPr="005D0C29" w:rsidRDefault="00F46115">
            <w:pPr>
              <w:pStyle w:val="TAL"/>
            </w:pPr>
          </w:p>
        </w:tc>
        <w:tc>
          <w:tcPr>
            <w:tcW w:w="540" w:type="dxa"/>
            <w:tcBorders>
              <w:right w:val="single" w:sz="4" w:space="0" w:color="auto"/>
            </w:tcBorders>
          </w:tcPr>
          <w:p w:rsidR="00F46115" w:rsidRPr="005D0C29" w:rsidRDefault="00F46115">
            <w:pPr>
              <w:pStyle w:val="TAL"/>
            </w:pPr>
          </w:p>
        </w:tc>
        <w:tc>
          <w:tcPr>
            <w:tcW w:w="540" w:type="dxa"/>
            <w:tcBorders>
              <w:left w:val="single" w:sz="4" w:space="0" w:color="auto"/>
              <w:bottom w:val="single" w:sz="4" w:space="0" w:color="auto"/>
            </w:tcBorders>
          </w:tcPr>
          <w:p w:rsidR="00F46115" w:rsidRPr="005D0C29" w:rsidRDefault="00F46115">
            <w:pPr>
              <w:pStyle w:val="TAL"/>
            </w:pPr>
          </w:p>
        </w:tc>
        <w:tc>
          <w:tcPr>
            <w:tcW w:w="1440" w:type="dxa"/>
            <w:gridSpan w:val="2"/>
            <w:tcBorders>
              <w:left w:val="nil"/>
            </w:tcBorders>
            <w:vAlign w:val="bottom"/>
          </w:tcPr>
          <w:p w:rsidR="00F46115" w:rsidRPr="005D0C29" w:rsidRDefault="00F46115">
            <w:pPr>
              <w:pStyle w:val="TAL"/>
            </w:pPr>
            <w:r w:rsidRPr="005D0C29">
              <w:t>DF SUB_TEST</w:t>
            </w:r>
          </w:p>
        </w:tc>
        <w:tc>
          <w:tcPr>
            <w:tcW w:w="1148" w:type="dxa"/>
          </w:tcPr>
          <w:p w:rsidR="00F46115" w:rsidRPr="005D0C29" w:rsidRDefault="00F46115">
            <w:pPr>
              <w:pStyle w:val="TAL"/>
            </w:pPr>
          </w:p>
        </w:tc>
      </w:tr>
      <w:tr w:rsidR="00F46115" w:rsidRPr="005D0C29">
        <w:trPr>
          <w:cantSplit/>
        </w:trPr>
        <w:tc>
          <w:tcPr>
            <w:tcW w:w="720" w:type="dxa"/>
            <w:tcBorders>
              <w:top w:val="nil"/>
              <w:left w:val="nil"/>
            </w:tcBorders>
          </w:tcPr>
          <w:p w:rsidR="00F46115" w:rsidRPr="005D0C29" w:rsidRDefault="00F46115">
            <w:pPr>
              <w:pStyle w:val="TAL"/>
            </w:pPr>
          </w:p>
        </w:tc>
        <w:tc>
          <w:tcPr>
            <w:tcW w:w="720" w:type="dxa"/>
            <w:tcBorders>
              <w:top w:val="nil"/>
              <w:right w:val="nil"/>
            </w:tcBorders>
          </w:tcPr>
          <w:p w:rsidR="00F46115" w:rsidRPr="005D0C29" w:rsidRDefault="00F46115">
            <w:pPr>
              <w:pStyle w:val="TAL"/>
            </w:pPr>
          </w:p>
        </w:tc>
        <w:tc>
          <w:tcPr>
            <w:tcW w:w="540" w:type="dxa"/>
          </w:tcPr>
          <w:p w:rsidR="00F46115" w:rsidRPr="005D0C29" w:rsidRDefault="00F46115">
            <w:pPr>
              <w:pStyle w:val="TAL"/>
            </w:pPr>
          </w:p>
        </w:tc>
        <w:tc>
          <w:tcPr>
            <w:tcW w:w="540" w:type="dxa"/>
          </w:tcPr>
          <w:p w:rsidR="00F46115" w:rsidRPr="005D0C29" w:rsidRDefault="00F46115">
            <w:pPr>
              <w:pStyle w:val="TAL"/>
            </w:pPr>
          </w:p>
        </w:tc>
        <w:tc>
          <w:tcPr>
            <w:tcW w:w="720" w:type="dxa"/>
            <w:tcBorders>
              <w:left w:val="nil"/>
              <w:right w:val="single" w:sz="4" w:space="0" w:color="auto"/>
            </w:tcBorders>
            <w:vAlign w:val="bottom"/>
          </w:tcPr>
          <w:p w:rsidR="00F46115" w:rsidRPr="005D0C29" w:rsidRDefault="00F46115">
            <w:pPr>
              <w:pStyle w:val="TAL"/>
            </w:pPr>
          </w:p>
        </w:tc>
        <w:tc>
          <w:tcPr>
            <w:tcW w:w="720" w:type="dxa"/>
            <w:tcBorders>
              <w:left w:val="single" w:sz="4" w:space="0" w:color="auto"/>
              <w:bottom w:val="single" w:sz="4" w:space="0" w:color="auto"/>
            </w:tcBorders>
          </w:tcPr>
          <w:p w:rsidR="00F46115" w:rsidRPr="005D0C29" w:rsidRDefault="00F46115">
            <w:pPr>
              <w:pStyle w:val="TAL"/>
            </w:pPr>
          </w:p>
        </w:tc>
        <w:tc>
          <w:tcPr>
            <w:tcW w:w="1148" w:type="dxa"/>
          </w:tcPr>
          <w:p w:rsidR="00F46115" w:rsidRPr="005D0C29" w:rsidRDefault="00F46115">
            <w:pPr>
              <w:pStyle w:val="TAL"/>
            </w:pPr>
            <w:r w:rsidRPr="005D0C29">
              <w:t>EF TAA</w:t>
            </w:r>
          </w:p>
        </w:tc>
      </w:tr>
    </w:tbl>
    <w:p w:rsidR="00F46115" w:rsidRPr="005D0C29" w:rsidRDefault="00F46115"/>
    <w:p w:rsidR="00F46115" w:rsidRPr="005D0C29" w:rsidRDefault="00F46115">
      <w:pPr>
        <w:pStyle w:val="Heading2"/>
        <w:keepNext w:val="0"/>
        <w:keepLines w:val="0"/>
      </w:pPr>
      <w:r w:rsidRPr="005D0C29">
        <w:t>B.4.3</w:t>
      </w:r>
      <w:r w:rsidRPr="005D0C29">
        <w:tab/>
        <w:t>DF</w:t>
      </w:r>
      <w:r w:rsidRPr="005D0C29">
        <w:rPr>
          <w:vertAlign w:val="subscript"/>
        </w:rPr>
        <w:t>ADF2</w:t>
      </w:r>
      <w:r w:rsidRPr="005D0C29">
        <w:t xml:space="preserve"> (2</w:t>
      </w:r>
      <w:r w:rsidRPr="005D0C29">
        <w:rPr>
          <w:vertAlign w:val="superscript"/>
        </w:rPr>
        <w:t>nd</w:t>
      </w:r>
      <w:r w:rsidRPr="005D0C29">
        <w:t xml:space="preserve"> Test DF under ADF2)</w:t>
      </w:r>
    </w:p>
    <w:p w:rsidR="00F46115" w:rsidRPr="005D0C29" w:rsidRDefault="003E6AC7">
      <w:r w:rsidRPr="005D0C29">
        <w:t>Identifier: '7F4B'</w:t>
      </w:r>
    </w:p>
    <w:tbl>
      <w:tblPr>
        <w:tblW w:w="0" w:type="auto"/>
        <w:tblInd w:w="198" w:type="dxa"/>
        <w:tblLook w:val="0000" w:firstRow="0" w:lastRow="0" w:firstColumn="0" w:lastColumn="0" w:noHBand="0" w:noVBand="0"/>
      </w:tblPr>
      <w:tblGrid>
        <w:gridCol w:w="720"/>
        <w:gridCol w:w="720"/>
        <w:gridCol w:w="1440"/>
      </w:tblGrid>
      <w:tr w:rsidR="00F46115" w:rsidRPr="005D0C29">
        <w:trPr>
          <w:cantSplit/>
          <w:trHeight w:val="301"/>
        </w:trPr>
        <w:tc>
          <w:tcPr>
            <w:tcW w:w="1440" w:type="dxa"/>
            <w:gridSpan w:val="2"/>
            <w:vAlign w:val="bottom"/>
          </w:tcPr>
          <w:p w:rsidR="00F46115" w:rsidRPr="005D0C29" w:rsidRDefault="00F46115">
            <w:pPr>
              <w:pStyle w:val="TAC"/>
            </w:pPr>
            <w:r w:rsidRPr="005D0C29">
              <w:t>ADF2</w:t>
            </w:r>
          </w:p>
        </w:tc>
        <w:tc>
          <w:tcPr>
            <w:tcW w:w="1440" w:type="dxa"/>
          </w:tcPr>
          <w:p w:rsidR="00F46115" w:rsidRPr="005D0C29" w:rsidRDefault="00F46115">
            <w:pPr>
              <w:pStyle w:val="TAC"/>
            </w:pPr>
          </w:p>
        </w:tc>
      </w:tr>
      <w:tr w:rsidR="00F46115" w:rsidRPr="005D0C29">
        <w:trPr>
          <w:cantSplit/>
        </w:trPr>
        <w:tc>
          <w:tcPr>
            <w:tcW w:w="720" w:type="dxa"/>
            <w:tcBorders>
              <w:top w:val="nil"/>
              <w:left w:val="nil"/>
              <w:bottom w:val="nil"/>
              <w:right w:val="single" w:sz="4" w:space="0" w:color="auto"/>
            </w:tcBorders>
          </w:tcPr>
          <w:p w:rsidR="00F46115" w:rsidRPr="005D0C29" w:rsidRDefault="00F46115">
            <w:pPr>
              <w:pStyle w:val="TAL"/>
            </w:pPr>
          </w:p>
        </w:tc>
        <w:tc>
          <w:tcPr>
            <w:tcW w:w="720" w:type="dxa"/>
            <w:tcBorders>
              <w:top w:val="nil"/>
              <w:left w:val="single" w:sz="4" w:space="0" w:color="auto"/>
              <w:bottom w:val="single" w:sz="4" w:space="0" w:color="auto"/>
              <w:right w:val="nil"/>
            </w:tcBorders>
          </w:tcPr>
          <w:p w:rsidR="00F46115" w:rsidRPr="005D0C29" w:rsidRDefault="00F46115">
            <w:pPr>
              <w:pStyle w:val="TAL"/>
            </w:pPr>
          </w:p>
        </w:tc>
        <w:tc>
          <w:tcPr>
            <w:tcW w:w="1440" w:type="dxa"/>
            <w:vAlign w:val="bottom"/>
          </w:tcPr>
          <w:p w:rsidR="00F46115" w:rsidRPr="005D0C29" w:rsidRDefault="00F46115">
            <w:pPr>
              <w:pStyle w:val="TAL"/>
            </w:pPr>
            <w:r w:rsidRPr="005D0C29">
              <w:t>DF ADF2</w:t>
            </w:r>
          </w:p>
        </w:tc>
      </w:tr>
    </w:tbl>
    <w:p w:rsidR="00F46115" w:rsidRPr="005D0C29" w:rsidRDefault="00F46115"/>
    <w:p w:rsidR="00F46115" w:rsidRPr="005D0C29" w:rsidRDefault="00F46115">
      <w:pPr>
        <w:pStyle w:val="Heading8"/>
        <w:keepNext w:val="0"/>
        <w:keepLines w:val="0"/>
      </w:pPr>
      <w:r w:rsidRPr="005D0C29">
        <w:br w:type="page"/>
      </w:r>
      <w:r w:rsidRPr="005D0C29">
        <w:lastRenderedPageBreak/>
        <w:t xml:space="preserve">Annex C (normative): </w:t>
      </w:r>
      <w:r w:rsidRPr="005D0C29">
        <w:br/>
        <w:t>Test file description</w:t>
      </w:r>
    </w:p>
    <w:p w:rsidR="00F46115" w:rsidRPr="005D0C29" w:rsidRDefault="00F46115">
      <w:r w:rsidRPr="005D0C29">
        <w:t>Every test source is written in java™ and shall use methods defined in Annex D interfaces to communicate with the card, or to check status word or received data.</w:t>
      </w:r>
    </w:p>
    <w:p w:rsidR="00F46115" w:rsidRPr="005D0C29" w:rsidRDefault="00F46115">
      <w:r w:rsidRPr="005D0C29">
        <w:t>In order to be more readable, data specified as method string parameters shall be presented in 4 blocks of 4 bytes per line. Every block is separated by a space character. Every string line is appended to previous one and shall be aligned. An example is provided in Annex D.</w:t>
      </w:r>
    </w:p>
    <w:p w:rsidR="00F46115" w:rsidRPr="005D0C29" w:rsidRDefault="00F46115">
      <w:r w:rsidRPr="005D0C29">
        <w:t>Every test file shall start with a call to reset() method.</w:t>
      </w:r>
    </w:p>
    <w:p w:rsidR="00F46115" w:rsidRPr="005D0C29" w:rsidRDefault="00F46115">
      <w:r w:rsidRPr="005D0C29">
        <w:t>Except otherwise stated, each reset() method shall be followed by a profile download.</w:t>
      </w:r>
    </w:p>
    <w:p w:rsidR="00F46115" w:rsidRPr="005D0C29" w:rsidRDefault="00F46115">
      <w:pPr>
        <w:pStyle w:val="Heading8"/>
        <w:keepNext w:val="0"/>
        <w:keepLines w:val="0"/>
      </w:pPr>
      <w:r w:rsidRPr="005D0C29">
        <w:br w:type="page"/>
      </w:r>
      <w:r w:rsidRPr="005D0C29">
        <w:lastRenderedPageBreak/>
        <w:t>Annex D (normative):</w:t>
      </w:r>
      <w:r w:rsidRPr="005D0C29">
        <w:br/>
        <w:t>uicc.test.util package, Uicc interfaces and testing script example</w:t>
      </w:r>
    </w:p>
    <w:p w:rsidR="00F46115" w:rsidRPr="005D0C29" w:rsidRDefault="00F46115">
      <w:r w:rsidRPr="005D0C29">
        <w:t>See attached files</w:t>
      </w:r>
      <w:r w:rsidR="0061327E">
        <w:t xml:space="preserve"> contained in ts_102268v07</w:t>
      </w:r>
      <w:r w:rsidR="000C7D3F" w:rsidRPr="005D0C29">
        <w:t>0</w:t>
      </w:r>
      <w:r w:rsidR="0061327E">
        <w:t>0</w:t>
      </w:r>
      <w:r w:rsidR="000C7D3F" w:rsidRPr="005D0C29">
        <w:t>00p0.zip</w:t>
      </w:r>
      <w:r w:rsidRPr="005D0C29">
        <w:t>:</w:t>
      </w:r>
    </w:p>
    <w:p w:rsidR="00F46115" w:rsidRPr="005D0C29" w:rsidRDefault="00F46115" w:rsidP="003E6AC7">
      <w:pPr>
        <w:pStyle w:val="B1"/>
      </w:pPr>
      <w:r w:rsidRPr="005D0C29">
        <w:t>Annex_D_UiccTestUtil.zip</w:t>
      </w:r>
    </w:p>
    <w:p w:rsidR="00F46115" w:rsidRPr="005D0C29" w:rsidRDefault="00F46115" w:rsidP="003E6AC7">
      <w:pPr>
        <w:pStyle w:val="B1"/>
      </w:pPr>
      <w:r w:rsidRPr="005D0C29">
        <w:t>Annex_D_UiccInterfaces.zip</w:t>
      </w:r>
    </w:p>
    <w:p w:rsidR="00F46115" w:rsidRPr="005D0C29" w:rsidRDefault="00F46115" w:rsidP="003E6AC7">
      <w:pPr>
        <w:pStyle w:val="B1"/>
      </w:pPr>
      <w:r w:rsidRPr="005D0C29">
        <w:t>Annex_D_Example.zip</w:t>
      </w:r>
    </w:p>
    <w:p w:rsidR="00F46115" w:rsidRPr="005D0C29" w:rsidRDefault="00F46115">
      <w:pPr>
        <w:pStyle w:val="Heading8"/>
        <w:keepNext w:val="0"/>
        <w:keepLines w:val="0"/>
      </w:pPr>
      <w:r w:rsidRPr="005D0C29">
        <w:br w:type="page"/>
      </w:r>
      <w:r w:rsidRPr="005D0C29">
        <w:lastRenderedPageBreak/>
        <w:t>Annex E (normative):</w:t>
      </w:r>
      <w:r w:rsidRPr="005D0C29">
        <w:br/>
        <w:t>Test Area files</w:t>
      </w:r>
    </w:p>
    <w:p w:rsidR="00F46115" w:rsidRPr="005D0C29" w:rsidRDefault="00F46115">
      <w:r w:rsidRPr="005D0C29">
        <w:t>See attached file</w:t>
      </w:r>
      <w:r w:rsidR="000C7D3F" w:rsidRPr="005D0C29">
        <w:t xml:space="preserve"> contained in </w:t>
      </w:r>
      <w:r w:rsidR="0061327E">
        <w:t>ts_102268v07</w:t>
      </w:r>
      <w:r w:rsidR="00270288" w:rsidRPr="005D0C29">
        <w:t>0</w:t>
      </w:r>
      <w:r w:rsidR="0061327E">
        <w:t>0</w:t>
      </w:r>
      <w:r w:rsidR="000C7D3F" w:rsidRPr="005D0C29">
        <w:t>00p0.zip</w:t>
      </w:r>
      <w:r w:rsidRPr="005D0C29">
        <w:t>:</w:t>
      </w:r>
    </w:p>
    <w:p w:rsidR="00F46115" w:rsidRPr="005D0C29" w:rsidRDefault="003E6AC7" w:rsidP="003E6AC7">
      <w:pPr>
        <w:pStyle w:val="B1"/>
      </w:pPr>
      <w:r w:rsidRPr="005D0C29">
        <w:t>Annex_E_SourceCode.zip</w:t>
      </w:r>
    </w:p>
    <w:p w:rsidR="003A5D6E" w:rsidRPr="005D0C29" w:rsidRDefault="003A5D6E" w:rsidP="003A5D6E">
      <w:pPr>
        <w:pStyle w:val="Heading8"/>
        <w:keepNext w:val="0"/>
        <w:keepLines w:val="0"/>
      </w:pPr>
      <w:r w:rsidRPr="005D0C29">
        <w:br w:type="page"/>
      </w:r>
      <w:r w:rsidRPr="005D0C29">
        <w:lastRenderedPageBreak/>
        <w:t>Annex F (informative):</w:t>
      </w:r>
      <w:r w:rsidRPr="005D0C29">
        <w:br/>
        <w:t>Bibliography</w:t>
      </w:r>
    </w:p>
    <w:p w:rsidR="003A5D6E" w:rsidRPr="005D0C29" w:rsidRDefault="003A5D6E" w:rsidP="003A5D6E">
      <w:pPr>
        <w:pStyle w:val="B1"/>
      </w:pPr>
      <w:r w:rsidRPr="005D0C29">
        <w:t>ISO/IEC 7816-3 (2006): "Identification cards - Integrated circuit cards - Part 3: Cards with contacts - Electrical interface and transmission protocols".</w:t>
      </w:r>
    </w:p>
    <w:p w:rsidR="003A5D6E" w:rsidRPr="005D0C29" w:rsidRDefault="003A5D6E" w:rsidP="003A5D6E">
      <w:pPr>
        <w:pStyle w:val="B1"/>
      </w:pPr>
      <w:r w:rsidRPr="005D0C29">
        <w:t>ETSI TS 102 225: "Smart Cards; Secured packet structure for UICC based applications (Release 6)".</w:t>
      </w:r>
    </w:p>
    <w:p w:rsidR="003A5D6E" w:rsidRPr="005D0C29" w:rsidRDefault="003A5D6E" w:rsidP="003A5D6E">
      <w:pPr>
        <w:pStyle w:val="B1"/>
      </w:pPr>
      <w:r w:rsidRPr="005D0C29">
        <w:t>ETSI TS 102 240: "Smart Cards; UICC Application Programming Interface and Loader Requirements; Service description; (Release 6)".</w:t>
      </w:r>
    </w:p>
    <w:p w:rsidR="003A5D6E" w:rsidRPr="005D0C29" w:rsidRDefault="003A5D6E" w:rsidP="003A5D6E">
      <w:pPr>
        <w:pStyle w:val="B1"/>
      </w:pPr>
      <w:r w:rsidRPr="005D0C29">
        <w:t>ETSI TS 151 011: "Digital cellular telecommunications system (Phase 2+); Specification of the Subscriber Identity Module - Mobile Equipment (SIM-ME) interface (3GPP TS 51.011 Release 4)".</w:t>
      </w:r>
    </w:p>
    <w:p w:rsidR="003A5D6E" w:rsidRPr="005D0C29" w:rsidRDefault="003A5D6E" w:rsidP="003A5D6E"/>
    <w:p w:rsidR="00F46115" w:rsidRPr="005D0C29" w:rsidRDefault="00F46115">
      <w:pPr>
        <w:pStyle w:val="Heading8"/>
        <w:keepNext w:val="0"/>
        <w:keepLines w:val="0"/>
      </w:pPr>
      <w:r w:rsidRPr="005D0C29">
        <w:br w:type="page"/>
      </w:r>
      <w:r w:rsidRPr="005D0C29">
        <w:lastRenderedPageBreak/>
        <w:t xml:space="preserve">Annex </w:t>
      </w:r>
      <w:r w:rsidR="003A5D6E" w:rsidRPr="005D0C29">
        <w:t>G</w:t>
      </w:r>
      <w:r w:rsidRPr="005D0C29">
        <w:t xml:space="preserve"> (informative):</w:t>
      </w:r>
      <w:r w:rsidRPr="005D0C29">
        <w:br/>
        <w:t>Change history</w:t>
      </w:r>
    </w:p>
    <w:p w:rsidR="00F46115" w:rsidRPr="005D0C29" w:rsidRDefault="00F46115">
      <w:r w:rsidRPr="005D0C29">
        <w:t xml:space="preserve">The table below indicates all changes that have been made to the present document since </w:t>
      </w:r>
      <w:r w:rsidR="0036701C" w:rsidRPr="005D0C29">
        <w:t>first publication</w:t>
      </w:r>
      <w:r w:rsidRPr="005D0C29">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40" w:type="dxa"/>
        </w:tblCellMar>
        <w:tblLook w:val="0000" w:firstRow="0" w:lastRow="0" w:firstColumn="0" w:lastColumn="0" w:noHBand="0" w:noVBand="0"/>
      </w:tblPr>
      <w:tblGrid>
        <w:gridCol w:w="710"/>
        <w:gridCol w:w="567"/>
        <w:gridCol w:w="1326"/>
        <w:gridCol w:w="374"/>
        <w:gridCol w:w="425"/>
        <w:gridCol w:w="426"/>
        <w:gridCol w:w="4110"/>
        <w:gridCol w:w="709"/>
        <w:gridCol w:w="709"/>
      </w:tblGrid>
      <w:tr w:rsidR="00F46115" w:rsidRPr="005D0C29">
        <w:trPr>
          <w:cantSplit/>
          <w:tblHeader/>
          <w:jc w:val="center"/>
        </w:trPr>
        <w:tc>
          <w:tcPr>
            <w:tcW w:w="9356" w:type="dxa"/>
            <w:gridSpan w:val="9"/>
            <w:tcBorders>
              <w:top w:val="single" w:sz="6" w:space="0" w:color="auto"/>
              <w:left w:val="single" w:sz="6" w:space="0" w:color="auto"/>
              <w:bottom w:val="nil"/>
              <w:right w:val="single" w:sz="6" w:space="0" w:color="auto"/>
            </w:tcBorders>
            <w:shd w:val="solid" w:color="FFFFFF" w:fill="auto"/>
          </w:tcPr>
          <w:p w:rsidR="00F46115" w:rsidRPr="005D0C29" w:rsidRDefault="00F46115">
            <w:pPr>
              <w:pStyle w:val="TAL"/>
              <w:keepNext w:val="0"/>
              <w:keepLines w:val="0"/>
              <w:jc w:val="center"/>
              <w:rPr>
                <w:b/>
                <w:sz w:val="16"/>
              </w:rPr>
            </w:pPr>
            <w:r w:rsidRPr="005D0C29">
              <w:rPr>
                <w:b/>
              </w:rPr>
              <w:t>Change history</w:t>
            </w:r>
          </w:p>
        </w:tc>
      </w:tr>
      <w:tr w:rsidR="00270288" w:rsidRPr="005D0C29" w:rsidTr="00270288">
        <w:trPr>
          <w:tblHeader/>
          <w:jc w:val="center"/>
        </w:trPr>
        <w:tc>
          <w:tcPr>
            <w:tcW w:w="710" w:type="dxa"/>
            <w:tcBorders>
              <w:top w:val="single" w:sz="6" w:space="0" w:color="auto"/>
              <w:left w:val="single" w:sz="6" w:space="0" w:color="auto"/>
              <w:bottom w:val="nil"/>
              <w:right w:val="single" w:sz="6" w:space="0" w:color="auto"/>
            </w:tcBorders>
            <w:shd w:val="pct10" w:color="auto" w:fill="FFFFFF"/>
          </w:tcPr>
          <w:p w:rsidR="00F46115" w:rsidRPr="005D0C29" w:rsidRDefault="00F46115">
            <w:pPr>
              <w:pStyle w:val="TAH"/>
              <w:keepNext w:val="0"/>
              <w:keepLines w:val="0"/>
            </w:pPr>
            <w:r w:rsidRPr="005D0C29">
              <w:t>Date</w:t>
            </w:r>
          </w:p>
        </w:tc>
        <w:tc>
          <w:tcPr>
            <w:tcW w:w="567" w:type="dxa"/>
            <w:tcBorders>
              <w:top w:val="single" w:sz="6" w:space="0" w:color="auto"/>
              <w:left w:val="single" w:sz="6" w:space="0" w:color="auto"/>
              <w:bottom w:val="nil"/>
              <w:right w:val="single" w:sz="6" w:space="0" w:color="auto"/>
            </w:tcBorders>
            <w:shd w:val="pct10" w:color="auto" w:fill="FFFFFF"/>
          </w:tcPr>
          <w:p w:rsidR="00F46115" w:rsidRPr="005D0C29" w:rsidRDefault="00F46115">
            <w:pPr>
              <w:pStyle w:val="TAH"/>
              <w:keepNext w:val="0"/>
              <w:keepLines w:val="0"/>
            </w:pPr>
            <w:r w:rsidRPr="005D0C29">
              <w:t>SCP #</w:t>
            </w:r>
          </w:p>
        </w:tc>
        <w:tc>
          <w:tcPr>
            <w:tcW w:w="1326" w:type="dxa"/>
            <w:tcBorders>
              <w:top w:val="single" w:sz="6" w:space="0" w:color="auto"/>
              <w:left w:val="single" w:sz="6" w:space="0" w:color="auto"/>
              <w:bottom w:val="single" w:sz="6" w:space="0" w:color="auto"/>
              <w:right w:val="single" w:sz="6" w:space="0" w:color="auto"/>
            </w:tcBorders>
            <w:shd w:val="pct10" w:color="auto" w:fill="FFFFFF"/>
          </w:tcPr>
          <w:p w:rsidR="00F46115" w:rsidRPr="005D0C29" w:rsidRDefault="00F46115" w:rsidP="004B7278">
            <w:pPr>
              <w:pStyle w:val="TAH"/>
              <w:keepNext w:val="0"/>
              <w:keepLines w:val="0"/>
            </w:pPr>
            <w:r w:rsidRPr="005D0C29">
              <w:t>TDoc</w:t>
            </w:r>
          </w:p>
        </w:tc>
        <w:tc>
          <w:tcPr>
            <w:tcW w:w="374" w:type="dxa"/>
            <w:tcBorders>
              <w:top w:val="single" w:sz="6" w:space="0" w:color="auto"/>
              <w:left w:val="single" w:sz="6" w:space="0" w:color="auto"/>
              <w:bottom w:val="single" w:sz="6" w:space="0" w:color="auto"/>
              <w:right w:val="single" w:sz="6" w:space="0" w:color="auto"/>
            </w:tcBorders>
            <w:shd w:val="pct10" w:color="auto" w:fill="FFFFFF"/>
          </w:tcPr>
          <w:p w:rsidR="00F46115" w:rsidRPr="005D0C29" w:rsidRDefault="00F46115">
            <w:pPr>
              <w:pStyle w:val="TAH"/>
              <w:keepNext w:val="0"/>
              <w:keepLines w:val="0"/>
            </w:pPr>
            <w:r w:rsidRPr="005D0C29">
              <w:t>CR</w:t>
            </w:r>
          </w:p>
        </w:tc>
        <w:tc>
          <w:tcPr>
            <w:tcW w:w="425" w:type="dxa"/>
            <w:tcBorders>
              <w:top w:val="single" w:sz="6" w:space="0" w:color="auto"/>
              <w:left w:val="single" w:sz="6" w:space="0" w:color="auto"/>
              <w:bottom w:val="single" w:sz="6" w:space="0" w:color="auto"/>
              <w:right w:val="single" w:sz="6" w:space="0" w:color="auto"/>
            </w:tcBorders>
            <w:shd w:val="pct10" w:color="auto" w:fill="FFFFFF"/>
          </w:tcPr>
          <w:p w:rsidR="00F46115" w:rsidRPr="005D0C29" w:rsidRDefault="00F46115">
            <w:pPr>
              <w:pStyle w:val="TAH"/>
              <w:keepNext w:val="0"/>
              <w:keepLines w:val="0"/>
            </w:pPr>
            <w:r w:rsidRPr="005D0C29">
              <w:t>Rev</w:t>
            </w:r>
          </w:p>
        </w:tc>
        <w:tc>
          <w:tcPr>
            <w:tcW w:w="426" w:type="dxa"/>
            <w:tcBorders>
              <w:top w:val="single" w:sz="6" w:space="0" w:color="auto"/>
              <w:left w:val="single" w:sz="6" w:space="0" w:color="auto"/>
              <w:bottom w:val="single" w:sz="6" w:space="0" w:color="auto"/>
              <w:right w:val="single" w:sz="6" w:space="0" w:color="auto"/>
            </w:tcBorders>
            <w:shd w:val="pct10" w:color="auto" w:fill="FFFFFF"/>
          </w:tcPr>
          <w:p w:rsidR="00F46115" w:rsidRPr="005D0C29" w:rsidRDefault="00F46115">
            <w:pPr>
              <w:pStyle w:val="TAH"/>
              <w:keepNext w:val="0"/>
              <w:keepLines w:val="0"/>
            </w:pPr>
            <w:r w:rsidRPr="005D0C29">
              <w:t>Cat</w:t>
            </w:r>
          </w:p>
        </w:tc>
        <w:tc>
          <w:tcPr>
            <w:tcW w:w="4110" w:type="dxa"/>
            <w:tcBorders>
              <w:top w:val="single" w:sz="6" w:space="0" w:color="auto"/>
              <w:left w:val="single" w:sz="6" w:space="0" w:color="auto"/>
              <w:bottom w:val="single" w:sz="6" w:space="0" w:color="auto"/>
              <w:right w:val="single" w:sz="6" w:space="0" w:color="auto"/>
            </w:tcBorders>
            <w:shd w:val="pct10" w:color="auto" w:fill="FFFFFF"/>
          </w:tcPr>
          <w:p w:rsidR="00F46115" w:rsidRPr="005D0C29" w:rsidRDefault="00F46115">
            <w:pPr>
              <w:pStyle w:val="TAH"/>
              <w:keepNext w:val="0"/>
              <w:keepLines w:val="0"/>
            </w:pPr>
            <w:r w:rsidRPr="005D0C29">
              <w:t>Subject/Comment</w:t>
            </w:r>
          </w:p>
        </w:tc>
        <w:tc>
          <w:tcPr>
            <w:tcW w:w="709" w:type="dxa"/>
            <w:tcBorders>
              <w:top w:val="single" w:sz="6" w:space="0" w:color="auto"/>
              <w:left w:val="single" w:sz="6" w:space="0" w:color="auto"/>
              <w:bottom w:val="nil"/>
              <w:right w:val="single" w:sz="6" w:space="0" w:color="auto"/>
            </w:tcBorders>
            <w:shd w:val="pct10" w:color="auto" w:fill="FFFFFF"/>
          </w:tcPr>
          <w:p w:rsidR="00F46115" w:rsidRPr="005D0C29" w:rsidRDefault="00F46115">
            <w:pPr>
              <w:pStyle w:val="TAH"/>
              <w:keepNext w:val="0"/>
              <w:keepLines w:val="0"/>
            </w:pPr>
            <w:r w:rsidRPr="005D0C29">
              <w:t>Old</w:t>
            </w:r>
          </w:p>
        </w:tc>
        <w:tc>
          <w:tcPr>
            <w:tcW w:w="709" w:type="dxa"/>
            <w:tcBorders>
              <w:top w:val="single" w:sz="6" w:space="0" w:color="auto"/>
              <w:left w:val="single" w:sz="6" w:space="0" w:color="auto"/>
              <w:bottom w:val="nil"/>
              <w:right w:val="single" w:sz="6" w:space="0" w:color="auto"/>
            </w:tcBorders>
            <w:shd w:val="pct10" w:color="auto" w:fill="FFFFFF"/>
          </w:tcPr>
          <w:p w:rsidR="00F46115" w:rsidRPr="005D0C29" w:rsidRDefault="00F46115">
            <w:pPr>
              <w:pStyle w:val="TAH"/>
              <w:keepNext w:val="0"/>
              <w:keepLines w:val="0"/>
            </w:pPr>
            <w:r w:rsidRPr="005D0C29">
              <w:t>New</w:t>
            </w:r>
          </w:p>
        </w:tc>
      </w:tr>
      <w:tr w:rsidR="00270288" w:rsidRPr="005D0C29" w:rsidTr="00270288">
        <w:trPr>
          <w:jc w:val="center"/>
        </w:trPr>
        <w:tc>
          <w:tcPr>
            <w:tcW w:w="710" w:type="dxa"/>
            <w:tcBorders>
              <w:top w:val="single" w:sz="6" w:space="0" w:color="auto"/>
              <w:left w:val="single" w:sz="6" w:space="0" w:color="auto"/>
              <w:bottom w:val="nil"/>
              <w:right w:val="single" w:sz="6" w:space="0" w:color="auto"/>
            </w:tcBorders>
            <w:shd w:val="solid" w:color="FFFFFF" w:fill="auto"/>
          </w:tcPr>
          <w:p w:rsidR="00F46115" w:rsidRPr="005D0C29" w:rsidRDefault="00C445E4">
            <w:pPr>
              <w:pStyle w:val="TAC"/>
              <w:keepNext w:val="0"/>
              <w:keepLines w:val="0"/>
              <w:rPr>
                <w:sz w:val="16"/>
                <w:lang w:eastAsia="ja-JP"/>
              </w:rPr>
            </w:pPr>
            <w:r w:rsidRPr="005D0C29">
              <w:rPr>
                <w:sz w:val="16"/>
                <w:lang w:eastAsia="ja-JP"/>
              </w:rPr>
              <w:t>2007-01</w:t>
            </w:r>
          </w:p>
        </w:tc>
        <w:tc>
          <w:tcPr>
            <w:tcW w:w="567" w:type="dxa"/>
            <w:tcBorders>
              <w:top w:val="single" w:sz="6" w:space="0" w:color="auto"/>
              <w:left w:val="single" w:sz="6" w:space="0" w:color="auto"/>
              <w:bottom w:val="nil"/>
              <w:right w:val="single" w:sz="6" w:space="0" w:color="auto"/>
            </w:tcBorders>
            <w:shd w:val="solid" w:color="FFFFFF" w:fill="auto"/>
          </w:tcPr>
          <w:p w:rsidR="00F46115" w:rsidRPr="005D0C29" w:rsidRDefault="00C445E4">
            <w:pPr>
              <w:pStyle w:val="TAC"/>
              <w:keepNext w:val="0"/>
              <w:keepLines w:val="0"/>
              <w:rPr>
                <w:sz w:val="16"/>
              </w:rPr>
            </w:pPr>
            <w:r w:rsidRPr="005D0C29">
              <w:rPr>
                <w:sz w:val="16"/>
              </w:rPr>
              <w:t>29</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F46115" w:rsidRPr="005D0C29" w:rsidRDefault="002C0EEA">
            <w:pPr>
              <w:pStyle w:val="TAC"/>
              <w:keepNext w:val="0"/>
              <w:keepLines w:val="0"/>
              <w:rPr>
                <w:sz w:val="16"/>
              </w:rPr>
            </w:pPr>
            <w:r w:rsidRPr="005D0C29">
              <w:rPr>
                <w:sz w:val="16"/>
              </w:rPr>
              <w:t>SCP-070014</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F46115">
            <w:pPr>
              <w:pStyle w:val="TAC"/>
              <w:keepNext w:val="0"/>
              <w:keepLines w:val="0"/>
              <w:rPr>
                <w:snapToGrid w:val="0"/>
                <w:sz w:val="16"/>
              </w:rPr>
            </w:pP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F46115">
            <w:pPr>
              <w:pStyle w:val="TAC"/>
              <w:keepNext w:val="0"/>
              <w:keepLines w:val="0"/>
              <w:rPr>
                <w:sz w:val="16"/>
              </w:rPr>
            </w:pP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F46115">
            <w:pPr>
              <w:pStyle w:val="TAC"/>
              <w:keepNext w:val="0"/>
              <w:keepLines w:val="0"/>
              <w:rPr>
                <w:snapToGrid w:val="0"/>
                <w:sz w:val="16"/>
              </w:rPr>
            </w:pP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2C0EEA">
            <w:pPr>
              <w:pStyle w:val="TAL"/>
              <w:keepNext w:val="0"/>
              <w:keepLines w:val="0"/>
              <w:ind w:left="243" w:hanging="243"/>
              <w:rPr>
                <w:sz w:val="16"/>
                <w:lang w:eastAsia="ja-JP"/>
              </w:rPr>
            </w:pPr>
            <w:r w:rsidRPr="005D0C29">
              <w:rPr>
                <w:sz w:val="16"/>
                <w:lang w:eastAsia="ja-JP"/>
              </w:rPr>
              <w:t>Initial publication</w:t>
            </w:r>
          </w:p>
        </w:tc>
        <w:tc>
          <w:tcPr>
            <w:tcW w:w="709" w:type="dxa"/>
            <w:tcBorders>
              <w:top w:val="single" w:sz="6" w:space="0" w:color="auto"/>
              <w:left w:val="single" w:sz="6" w:space="0" w:color="auto"/>
              <w:bottom w:val="nil"/>
              <w:right w:val="single" w:sz="6" w:space="0" w:color="auto"/>
            </w:tcBorders>
            <w:shd w:val="solid" w:color="FFFFFF" w:fill="auto"/>
          </w:tcPr>
          <w:p w:rsidR="00F46115" w:rsidRPr="005D0C29" w:rsidRDefault="00F46115">
            <w:pPr>
              <w:pStyle w:val="TAC"/>
              <w:keepNext w:val="0"/>
              <w:keepLines w:val="0"/>
              <w:rPr>
                <w:sz w:val="16"/>
              </w:rPr>
            </w:pPr>
          </w:p>
        </w:tc>
        <w:tc>
          <w:tcPr>
            <w:tcW w:w="709" w:type="dxa"/>
            <w:tcBorders>
              <w:top w:val="single" w:sz="6" w:space="0" w:color="auto"/>
              <w:left w:val="single" w:sz="6" w:space="0" w:color="auto"/>
              <w:bottom w:val="nil"/>
              <w:right w:val="single" w:sz="6" w:space="0" w:color="auto"/>
            </w:tcBorders>
            <w:shd w:val="solid" w:color="FFFFFF" w:fill="auto"/>
          </w:tcPr>
          <w:p w:rsidR="00F46115" w:rsidRPr="005D0C29" w:rsidRDefault="00C445E4">
            <w:pPr>
              <w:pStyle w:val="TAC"/>
              <w:keepNext w:val="0"/>
              <w:keepLines w:val="0"/>
              <w:rPr>
                <w:sz w:val="16"/>
                <w:lang w:eastAsia="ja-JP"/>
              </w:rPr>
            </w:pPr>
            <w:r w:rsidRPr="005D0C29">
              <w:rPr>
                <w:sz w:val="16"/>
                <w:lang w:eastAsia="ja-JP"/>
              </w:rPr>
              <w:t>6.0.0</w:t>
            </w:r>
          </w:p>
        </w:tc>
      </w:tr>
      <w:tr w:rsidR="00270288" w:rsidRPr="005D0C29" w:rsidTr="00270288">
        <w:trPr>
          <w:jc w:val="center"/>
        </w:trPr>
        <w:tc>
          <w:tcPr>
            <w:tcW w:w="710" w:type="dxa"/>
            <w:tcBorders>
              <w:top w:val="single" w:sz="6" w:space="0" w:color="auto"/>
              <w:left w:val="single" w:sz="6" w:space="0" w:color="auto"/>
              <w:bottom w:val="nil"/>
              <w:right w:val="single" w:sz="6" w:space="0" w:color="auto"/>
            </w:tcBorders>
            <w:shd w:val="solid" w:color="FFFFFF" w:fill="auto"/>
          </w:tcPr>
          <w:p w:rsidR="00F46115" w:rsidRPr="005D0C29" w:rsidRDefault="002C0EEA">
            <w:pPr>
              <w:pStyle w:val="TAC"/>
              <w:keepNext w:val="0"/>
              <w:keepLines w:val="0"/>
              <w:rPr>
                <w:sz w:val="16"/>
                <w:lang w:eastAsia="ja-JP"/>
              </w:rPr>
            </w:pPr>
            <w:r w:rsidRPr="005D0C29">
              <w:rPr>
                <w:sz w:val="16"/>
                <w:lang w:eastAsia="ja-JP"/>
              </w:rPr>
              <w:t>2013-0</w:t>
            </w:r>
            <w:r w:rsidR="0036701C" w:rsidRPr="005D0C29">
              <w:rPr>
                <w:sz w:val="16"/>
                <w:lang w:eastAsia="ja-JP"/>
              </w:rPr>
              <w:t>1</w:t>
            </w:r>
          </w:p>
        </w:tc>
        <w:tc>
          <w:tcPr>
            <w:tcW w:w="567" w:type="dxa"/>
            <w:tcBorders>
              <w:top w:val="single" w:sz="6" w:space="0" w:color="auto"/>
              <w:left w:val="single" w:sz="6" w:space="0" w:color="auto"/>
              <w:bottom w:val="nil"/>
              <w:right w:val="single" w:sz="6" w:space="0" w:color="auto"/>
            </w:tcBorders>
            <w:shd w:val="solid" w:color="FFFFFF" w:fill="auto"/>
          </w:tcPr>
          <w:p w:rsidR="00F46115" w:rsidRPr="005D0C29" w:rsidRDefault="002C0EEA">
            <w:pPr>
              <w:pStyle w:val="TAC"/>
              <w:keepNext w:val="0"/>
              <w:keepLines w:val="0"/>
              <w:rPr>
                <w:sz w:val="16"/>
              </w:rPr>
            </w:pPr>
            <w:r w:rsidRPr="005D0C29">
              <w:rPr>
                <w:sz w:val="16"/>
              </w:rPr>
              <w:t>58</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F46115" w:rsidRPr="005D0C29" w:rsidRDefault="002C0EEA">
            <w:pPr>
              <w:pStyle w:val="TAC"/>
              <w:keepNext w:val="0"/>
              <w:keepLines w:val="0"/>
              <w:rPr>
                <w:sz w:val="16"/>
              </w:rPr>
            </w:pPr>
            <w:r w:rsidRPr="005D0C29">
              <w:rPr>
                <w:sz w:val="16"/>
              </w:rPr>
              <w:t>SCP(13)000019</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2C0EEA">
            <w:pPr>
              <w:pStyle w:val="TAC"/>
              <w:keepNext w:val="0"/>
              <w:keepLines w:val="0"/>
              <w:rPr>
                <w:snapToGrid w:val="0"/>
                <w:sz w:val="16"/>
              </w:rPr>
            </w:pPr>
            <w:r w:rsidRPr="005D0C29">
              <w:rPr>
                <w:snapToGrid w:val="0"/>
                <w:sz w:val="16"/>
              </w:rPr>
              <w:t>005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2C0EEA">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F46115" w:rsidRPr="005D0C29" w:rsidRDefault="002C0EEA" w:rsidP="008A7232">
            <w:pPr>
              <w:pStyle w:val="TAL"/>
              <w:rPr>
                <w:sz w:val="16"/>
                <w:szCs w:val="16"/>
                <w:lang w:eastAsia="ja-JP"/>
              </w:rPr>
            </w:pPr>
            <w:r w:rsidRPr="005D0C29">
              <w:rPr>
                <w:sz w:val="16"/>
                <w:szCs w:val="16"/>
                <w:lang w:eastAsia="ja-JP"/>
              </w:rPr>
              <w:t>Correction of the test case number 2 of the Test Area Reference: Cre_Reg_Evtr</w:t>
            </w:r>
          </w:p>
        </w:tc>
        <w:tc>
          <w:tcPr>
            <w:tcW w:w="709" w:type="dxa"/>
            <w:tcBorders>
              <w:top w:val="single" w:sz="6" w:space="0" w:color="auto"/>
              <w:left w:val="single" w:sz="6" w:space="0" w:color="auto"/>
              <w:bottom w:val="nil"/>
              <w:right w:val="single" w:sz="6" w:space="0" w:color="auto"/>
            </w:tcBorders>
            <w:shd w:val="solid" w:color="FFFFFF" w:fill="auto"/>
          </w:tcPr>
          <w:p w:rsidR="00F46115" w:rsidRPr="005D0C29" w:rsidRDefault="002C0EEA">
            <w:pPr>
              <w:pStyle w:val="TAC"/>
              <w:keepNext w:val="0"/>
              <w:keepLines w:val="0"/>
              <w:rPr>
                <w:sz w:val="16"/>
              </w:rPr>
            </w:pPr>
            <w:r w:rsidRPr="005D0C29">
              <w:rPr>
                <w:sz w:val="16"/>
              </w:rPr>
              <w:t>6.0.0</w:t>
            </w:r>
          </w:p>
        </w:tc>
        <w:tc>
          <w:tcPr>
            <w:tcW w:w="709" w:type="dxa"/>
            <w:tcBorders>
              <w:top w:val="single" w:sz="6" w:space="0" w:color="auto"/>
              <w:left w:val="single" w:sz="6" w:space="0" w:color="auto"/>
              <w:bottom w:val="nil"/>
              <w:right w:val="single" w:sz="6" w:space="0" w:color="auto"/>
            </w:tcBorders>
            <w:shd w:val="solid" w:color="FFFFFF" w:fill="auto"/>
          </w:tcPr>
          <w:p w:rsidR="00F46115" w:rsidRPr="005D0C29" w:rsidRDefault="002C0EEA">
            <w:pPr>
              <w:pStyle w:val="TAC"/>
              <w:keepNext w:val="0"/>
              <w:keepLines w:val="0"/>
              <w:rPr>
                <w:sz w:val="16"/>
                <w:lang w:eastAsia="ja-JP"/>
              </w:rPr>
            </w:pPr>
            <w:r w:rsidRPr="005D0C29">
              <w:rPr>
                <w:sz w:val="16"/>
                <w:lang w:eastAsia="ja-JP"/>
              </w:rPr>
              <w:t>6.1.0</w:t>
            </w:r>
          </w:p>
        </w:tc>
      </w:tr>
      <w:tr w:rsidR="00270288" w:rsidRPr="005D0C29" w:rsidTr="00270288">
        <w:trPr>
          <w:jc w:val="center"/>
        </w:trPr>
        <w:tc>
          <w:tcPr>
            <w:tcW w:w="710" w:type="dxa"/>
            <w:tcBorders>
              <w:top w:val="single" w:sz="6" w:space="0" w:color="auto"/>
              <w:left w:val="single" w:sz="6" w:space="0" w:color="auto"/>
              <w:bottom w:val="nil"/>
              <w:right w:val="single" w:sz="6" w:space="0" w:color="auto"/>
            </w:tcBorders>
            <w:shd w:val="solid" w:color="FFFFFF" w:fill="auto"/>
          </w:tcPr>
          <w:p w:rsidR="0036701C" w:rsidRPr="005D0C29" w:rsidRDefault="0036701C">
            <w:pPr>
              <w:pStyle w:val="TAC"/>
              <w:keepNext w:val="0"/>
              <w:keepLines w:val="0"/>
              <w:rPr>
                <w:sz w:val="16"/>
                <w:lang w:eastAsia="ja-JP"/>
              </w:rPr>
            </w:pPr>
            <w:r w:rsidRPr="005D0C29">
              <w:rPr>
                <w:sz w:val="16"/>
                <w:lang w:eastAsia="ja-JP"/>
              </w:rPr>
              <w:t>2013-04</w:t>
            </w:r>
          </w:p>
        </w:tc>
        <w:tc>
          <w:tcPr>
            <w:tcW w:w="567" w:type="dxa"/>
            <w:tcBorders>
              <w:top w:val="single" w:sz="6" w:space="0" w:color="auto"/>
              <w:left w:val="single" w:sz="6" w:space="0" w:color="auto"/>
              <w:bottom w:val="nil"/>
              <w:right w:val="single" w:sz="6" w:space="0" w:color="auto"/>
            </w:tcBorders>
            <w:shd w:val="solid" w:color="FFFFFF" w:fill="auto"/>
          </w:tcPr>
          <w:p w:rsidR="0036701C" w:rsidRPr="005D0C29" w:rsidRDefault="0036701C">
            <w:pPr>
              <w:pStyle w:val="TAC"/>
              <w:keepNext w:val="0"/>
              <w:keepLines w:val="0"/>
              <w:rPr>
                <w:sz w:val="16"/>
              </w:rPr>
            </w:pPr>
            <w:r w:rsidRPr="005D0C29">
              <w:rPr>
                <w:sz w:val="16"/>
              </w:rPr>
              <w:t>59</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36701C" w:rsidRPr="005D0C29" w:rsidRDefault="0036701C">
            <w:pPr>
              <w:pStyle w:val="TAC"/>
              <w:keepNext w:val="0"/>
              <w:keepLines w:val="0"/>
              <w:rPr>
                <w:sz w:val="16"/>
              </w:rPr>
            </w:pPr>
            <w:r w:rsidRPr="005D0C29">
              <w:rPr>
                <w:sz w:val="16"/>
              </w:rPr>
              <w:t>SCP(13)000064</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36701C" w:rsidRPr="005D0C29" w:rsidRDefault="0036701C">
            <w:pPr>
              <w:pStyle w:val="TAC"/>
              <w:keepNext w:val="0"/>
              <w:keepLines w:val="0"/>
              <w:rPr>
                <w:snapToGrid w:val="0"/>
                <w:sz w:val="16"/>
              </w:rPr>
            </w:pPr>
            <w:r w:rsidRPr="005D0C29">
              <w:rPr>
                <w:snapToGrid w:val="0"/>
                <w:sz w:val="16"/>
              </w:rPr>
              <w:t>004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6701C"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36701C" w:rsidRPr="005D0C29" w:rsidRDefault="0036701C">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36701C" w:rsidRPr="005D0C29" w:rsidRDefault="0036701C" w:rsidP="008A7232">
            <w:pPr>
              <w:pStyle w:val="TAL"/>
              <w:rPr>
                <w:sz w:val="16"/>
                <w:szCs w:val="16"/>
                <w:lang w:eastAsia="ja-JP"/>
              </w:rPr>
            </w:pPr>
            <w:r w:rsidRPr="005D0C29">
              <w:rPr>
                <w:sz w:val="16"/>
                <w:szCs w:val="16"/>
                <w:lang w:eastAsia="ja-JP"/>
              </w:rPr>
              <w:t>Improvement of results reporting</w:t>
            </w:r>
          </w:p>
        </w:tc>
        <w:tc>
          <w:tcPr>
            <w:tcW w:w="709" w:type="dxa"/>
            <w:tcBorders>
              <w:top w:val="single" w:sz="6" w:space="0" w:color="auto"/>
              <w:left w:val="single" w:sz="6" w:space="0" w:color="auto"/>
              <w:bottom w:val="nil"/>
              <w:right w:val="single" w:sz="6" w:space="0" w:color="auto"/>
            </w:tcBorders>
            <w:shd w:val="solid" w:color="FFFFFF" w:fill="auto"/>
          </w:tcPr>
          <w:p w:rsidR="0036701C" w:rsidRPr="005D0C29" w:rsidRDefault="0036701C">
            <w:pPr>
              <w:pStyle w:val="TAC"/>
              <w:keepNext w:val="0"/>
              <w:keepLines w:val="0"/>
              <w:rPr>
                <w:sz w:val="16"/>
              </w:rPr>
            </w:pPr>
            <w:r w:rsidRPr="005D0C29">
              <w:rPr>
                <w:sz w:val="16"/>
              </w:rPr>
              <w:t>6.0.0</w:t>
            </w:r>
          </w:p>
        </w:tc>
        <w:tc>
          <w:tcPr>
            <w:tcW w:w="709" w:type="dxa"/>
            <w:tcBorders>
              <w:top w:val="single" w:sz="6" w:space="0" w:color="auto"/>
              <w:left w:val="single" w:sz="6" w:space="0" w:color="auto"/>
              <w:bottom w:val="nil"/>
              <w:right w:val="single" w:sz="6" w:space="0" w:color="auto"/>
            </w:tcBorders>
            <w:shd w:val="solid" w:color="FFFFFF" w:fill="auto"/>
          </w:tcPr>
          <w:p w:rsidR="0036701C" w:rsidRPr="005D0C29" w:rsidRDefault="0036701C">
            <w:pPr>
              <w:pStyle w:val="TAC"/>
              <w:keepNext w:val="0"/>
              <w:keepLines w:val="0"/>
              <w:rPr>
                <w:sz w:val="16"/>
                <w:lang w:eastAsia="ja-JP"/>
              </w:rPr>
            </w:pPr>
            <w:r w:rsidRPr="005D0C29">
              <w:rPr>
                <w:sz w:val="16"/>
                <w:lang w:eastAsia="ja-JP"/>
              </w:rPr>
              <w:t>6.1.0</w:t>
            </w:r>
          </w:p>
        </w:tc>
      </w:tr>
      <w:tr w:rsidR="00270288" w:rsidRPr="005D0C29" w:rsidTr="00270288">
        <w:trPr>
          <w:jc w:val="center"/>
        </w:trPr>
        <w:tc>
          <w:tcPr>
            <w:tcW w:w="710" w:type="dxa"/>
            <w:tcBorders>
              <w:top w:val="single" w:sz="6" w:space="0" w:color="auto"/>
              <w:left w:val="single" w:sz="6" w:space="0" w:color="auto"/>
              <w:bottom w:val="nil"/>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2013-07</w:t>
            </w:r>
          </w:p>
        </w:tc>
        <w:tc>
          <w:tcPr>
            <w:tcW w:w="567" w:type="dxa"/>
            <w:tcBorders>
              <w:top w:val="single" w:sz="6" w:space="0" w:color="auto"/>
              <w:left w:val="single" w:sz="6" w:space="0" w:color="auto"/>
              <w:bottom w:val="nil"/>
              <w:right w:val="single" w:sz="6" w:space="0" w:color="auto"/>
            </w:tcBorders>
            <w:shd w:val="solid" w:color="FFFFFF" w:fill="auto"/>
          </w:tcPr>
          <w:p w:rsidR="004B7278" w:rsidRPr="005D0C29" w:rsidRDefault="004B7278">
            <w:pPr>
              <w:pStyle w:val="TAC"/>
              <w:keepNext w:val="0"/>
              <w:keepLines w:val="0"/>
              <w:rPr>
                <w:sz w:val="16"/>
              </w:rPr>
            </w:pPr>
            <w:r w:rsidRPr="005D0C29">
              <w:rPr>
                <w:sz w:val="16"/>
              </w:rPr>
              <w:t>60</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SCP(13)000124</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006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snapToGrid w:val="0"/>
                <w:sz w:val="16"/>
              </w:rPr>
            </w:pPr>
            <w:r w:rsidRPr="005D0C29">
              <w:rPr>
                <w:rFonts w:cs="Arial"/>
                <w:color w:val="000000"/>
                <w:sz w:val="16"/>
                <w:szCs w:val="16"/>
              </w:rPr>
              <w:t>CR 102 268 R6 #006: Correction of test coverage for test case 5.2.3.25</w:t>
            </w:r>
          </w:p>
        </w:tc>
        <w:tc>
          <w:tcPr>
            <w:tcW w:w="709" w:type="dxa"/>
            <w:tcBorders>
              <w:top w:val="single" w:sz="6" w:space="0" w:color="auto"/>
              <w:left w:val="single" w:sz="6" w:space="0" w:color="auto"/>
              <w:bottom w:val="nil"/>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nil"/>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61</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SCP(13)000204</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007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#007: Correction of test coverage for TC 5.5.9.3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2013-10</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61</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SCP(13)000203</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#010: Addition of new test applet for TC 5.2.5.13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SCP(14)000010</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#012: Correction of test case 5.2.8.18  ID4/5/6 to correct MF to ADF1</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SCP(14)000012</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008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#008r1: Modification of conformance requirement structure for TC 5.2.10.25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SCP(14)000011</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#011: Correction of test case 5.1.1.3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2014-06</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64</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SCP(14)000146</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013</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#013: Correction of restore functionality of EF_CARU content</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66</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SCP(14)000293</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015</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#015: Adjust TC 5.2.10.25 to specification</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66</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SCP(14)000295r1</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017</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1</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#017r1: Step deleted from 5.2.16.5</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66</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SCP(14)000296</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018</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#018: Bit setting for COMPREHENSION-TLV</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66</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SCP(14)000292</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014</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#014: Correction of test Java file for TC 5.2.5.13</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2014-12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66</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SCP(14)000294</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016</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#016: Step added to TC 5.2.10.12</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2015-02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67</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SCP(15)000009</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019</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#019: Change in the Terminal Profile to avoid proactive command pending</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2015-02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67</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SCP(15)000010</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020</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#020: Missing SW check</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270288" w:rsidRPr="005D0C29" w:rsidTr="00270288">
        <w:trPr>
          <w:jc w:val="center"/>
        </w:trPr>
        <w:tc>
          <w:tcPr>
            <w:tcW w:w="710"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A14870">
            <w:pPr>
              <w:pStyle w:val="TAC"/>
              <w:keepNext w:val="0"/>
              <w:keepLines w:val="0"/>
              <w:rPr>
                <w:sz w:val="16"/>
              </w:rPr>
            </w:pPr>
            <w:r w:rsidRPr="005D0C29">
              <w:rPr>
                <w:sz w:val="16"/>
              </w:rPr>
              <w:t>2015-02</w:t>
            </w:r>
          </w:p>
        </w:tc>
        <w:tc>
          <w:tcPr>
            <w:tcW w:w="567"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67</w:t>
            </w:r>
          </w:p>
        </w:tc>
        <w:tc>
          <w:tcPr>
            <w:tcW w:w="1326" w:type="dxa"/>
            <w:tcBorders>
              <w:top w:val="single" w:sz="6" w:space="0" w:color="auto"/>
              <w:left w:val="single" w:sz="6" w:space="0" w:color="auto"/>
              <w:bottom w:val="single" w:sz="4" w:space="0" w:color="auto"/>
              <w:right w:val="single" w:sz="6" w:space="0" w:color="auto"/>
            </w:tcBorders>
            <w:shd w:val="solid" w:color="FFFFFF" w:fill="auto"/>
            <w:tcMar>
              <w:left w:w="11" w:type="dxa"/>
              <w:right w:w="11" w:type="dxa"/>
            </w:tcMar>
          </w:tcPr>
          <w:p w:rsidR="004B7278" w:rsidRPr="005D0C29" w:rsidRDefault="004B7278">
            <w:pPr>
              <w:pStyle w:val="TAC"/>
              <w:keepNext w:val="0"/>
              <w:keepLines w:val="0"/>
              <w:rPr>
                <w:sz w:val="16"/>
              </w:rPr>
            </w:pPr>
            <w:r w:rsidRPr="005D0C29">
              <w:rPr>
                <w:sz w:val="16"/>
              </w:rPr>
              <w:t>SCP(15)000011</w:t>
            </w:r>
          </w:p>
        </w:tc>
        <w:tc>
          <w:tcPr>
            <w:tcW w:w="374"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021</w:t>
            </w:r>
          </w:p>
        </w:tc>
        <w:tc>
          <w:tcPr>
            <w:tcW w:w="425"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w:t>
            </w:r>
          </w:p>
        </w:tc>
        <w:tc>
          <w:tcPr>
            <w:tcW w:w="426"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napToGrid w:val="0"/>
                <w:sz w:val="16"/>
              </w:rPr>
            </w:pPr>
            <w:r w:rsidRPr="005D0C29">
              <w:rPr>
                <w:snapToGrid w:val="0"/>
                <w:sz w:val="16"/>
              </w:rPr>
              <w:t>F</w:t>
            </w:r>
          </w:p>
        </w:tc>
        <w:tc>
          <w:tcPr>
            <w:tcW w:w="4110"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rsidP="004B7278">
            <w:pPr>
              <w:pStyle w:val="TAL"/>
              <w:keepNext w:val="0"/>
              <w:keepLines w:val="0"/>
              <w:rPr>
                <w:rFonts w:cs="Arial"/>
                <w:color w:val="000000"/>
                <w:sz w:val="16"/>
                <w:szCs w:val="16"/>
              </w:rPr>
            </w:pPr>
            <w:r w:rsidRPr="005D0C29">
              <w:rPr>
                <w:rFonts w:cs="Arial"/>
                <w:color w:val="000000"/>
                <w:sz w:val="16"/>
                <w:szCs w:val="16"/>
              </w:rPr>
              <w:t>CR 102 268 R6 #021: No exception due to large buffer</w:t>
            </w:r>
          </w:p>
        </w:tc>
        <w:tc>
          <w:tcPr>
            <w:tcW w:w="709"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lang w:eastAsia="ja-JP"/>
              </w:rPr>
              <w:t>6.1.0</w:t>
            </w:r>
          </w:p>
        </w:tc>
        <w:tc>
          <w:tcPr>
            <w:tcW w:w="709" w:type="dxa"/>
            <w:tcBorders>
              <w:top w:val="single" w:sz="6" w:space="0" w:color="auto"/>
              <w:left w:val="single" w:sz="6" w:space="0" w:color="auto"/>
              <w:bottom w:val="single" w:sz="4" w:space="0" w:color="auto"/>
              <w:right w:val="single" w:sz="6" w:space="0" w:color="auto"/>
            </w:tcBorders>
            <w:shd w:val="solid" w:color="FFFFFF" w:fill="auto"/>
          </w:tcPr>
          <w:p w:rsidR="004B7278" w:rsidRPr="005D0C29" w:rsidRDefault="004B7278">
            <w:pPr>
              <w:pStyle w:val="TAC"/>
              <w:keepNext w:val="0"/>
              <w:keepLines w:val="0"/>
              <w:rPr>
                <w:sz w:val="16"/>
              </w:rPr>
            </w:pPr>
            <w:r w:rsidRPr="005D0C29">
              <w:rPr>
                <w:sz w:val="16"/>
              </w:rPr>
              <w:t>6.2.0</w:t>
            </w:r>
          </w:p>
        </w:tc>
      </w:tr>
      <w:tr w:rsidR="00327F2C" w:rsidRPr="003E6AC7" w:rsidTr="00F64135">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2012-12</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57</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327F2C" w:rsidRPr="004B7278" w:rsidRDefault="00327F2C" w:rsidP="00F64135">
            <w:pPr>
              <w:pStyle w:val="TAC"/>
              <w:keepNext w:val="0"/>
              <w:keepLines w:val="0"/>
              <w:rPr>
                <w:sz w:val="16"/>
              </w:rPr>
            </w:pPr>
            <w:r>
              <w:rPr>
                <w:sz w:val="16"/>
              </w:rPr>
              <w:t>SCP(12)000230r1</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001</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D</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327F2C" w:rsidRPr="004B7278" w:rsidRDefault="00327F2C" w:rsidP="00F64135">
            <w:pPr>
              <w:pStyle w:val="TAL"/>
              <w:keepNext w:val="0"/>
              <w:keepLines w:val="0"/>
              <w:rPr>
                <w:rFonts w:cs="Arial"/>
                <w:color w:val="000000"/>
                <w:sz w:val="16"/>
                <w:szCs w:val="16"/>
              </w:rPr>
            </w:pPr>
            <w:r w:rsidRPr="00C350F9">
              <w:rPr>
                <w:rFonts w:cs="Arial"/>
                <w:color w:val="000000"/>
                <w:sz w:val="16"/>
                <w:szCs w:val="16"/>
              </w:rPr>
              <w:t>Alignment of core spec and test spec with respect to the method uicc.system.HandlerBuilder.buildTLVHandler()</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27F2C" w:rsidRPr="00B13E09" w:rsidRDefault="00327F2C" w:rsidP="00F64135">
            <w:pPr>
              <w:pStyle w:val="TAC"/>
              <w:keepNext w:val="0"/>
              <w:keepLines w:val="0"/>
              <w:rPr>
                <w:sz w:val="16"/>
                <w:lang w:eastAsia="ja-JP"/>
              </w:rPr>
            </w:pPr>
            <w:r w:rsidRPr="00AA1AEF">
              <w:rPr>
                <w:sz w:val="16"/>
              </w:rPr>
              <w:t>6.2.0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27F2C" w:rsidRPr="00AA1AEF" w:rsidRDefault="00327F2C" w:rsidP="00F64135">
            <w:pPr>
              <w:pStyle w:val="TAC"/>
              <w:keepNext w:val="0"/>
              <w:keepLines w:val="0"/>
              <w:rPr>
                <w:sz w:val="16"/>
              </w:rPr>
            </w:pPr>
            <w:r>
              <w:rPr>
                <w:sz w:val="16"/>
              </w:rPr>
              <w:t>7.0.0</w:t>
            </w:r>
          </w:p>
        </w:tc>
      </w:tr>
      <w:tr w:rsidR="00327F2C" w:rsidRPr="003E6AC7" w:rsidTr="00F64135">
        <w:trPr>
          <w:jc w:val="center"/>
        </w:trPr>
        <w:tc>
          <w:tcPr>
            <w:tcW w:w="710"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2013-01</w:t>
            </w:r>
          </w:p>
        </w:tc>
        <w:tc>
          <w:tcPr>
            <w:tcW w:w="567"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58</w:t>
            </w:r>
          </w:p>
        </w:tc>
        <w:tc>
          <w:tcPr>
            <w:tcW w:w="1326" w:type="dxa"/>
            <w:tcBorders>
              <w:top w:val="single" w:sz="6" w:space="0" w:color="auto"/>
              <w:left w:val="single" w:sz="6" w:space="0" w:color="auto"/>
              <w:bottom w:val="single" w:sz="6" w:space="0" w:color="auto"/>
              <w:right w:val="single" w:sz="6" w:space="0" w:color="auto"/>
            </w:tcBorders>
            <w:shd w:val="solid" w:color="FFFFFF" w:fill="auto"/>
            <w:tcMar>
              <w:left w:w="11" w:type="dxa"/>
              <w:right w:w="11" w:type="dxa"/>
            </w:tcMar>
          </w:tcPr>
          <w:p w:rsidR="00327F2C" w:rsidRPr="004B7278" w:rsidRDefault="00327F2C" w:rsidP="00F64135">
            <w:pPr>
              <w:pStyle w:val="TAC"/>
              <w:keepNext w:val="0"/>
              <w:keepLines w:val="0"/>
              <w:rPr>
                <w:sz w:val="16"/>
              </w:rPr>
            </w:pPr>
            <w:r>
              <w:rPr>
                <w:sz w:val="16"/>
              </w:rPr>
              <w:t>SCP(13)000017</w:t>
            </w:r>
          </w:p>
        </w:tc>
        <w:tc>
          <w:tcPr>
            <w:tcW w:w="374"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002</w:t>
            </w:r>
          </w:p>
        </w:tc>
        <w:tc>
          <w:tcPr>
            <w:tcW w:w="425"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z w:val="16"/>
              </w:rPr>
            </w:pPr>
            <w:r>
              <w:rPr>
                <w:sz w:val="16"/>
              </w:rPr>
              <w:t>-</w:t>
            </w:r>
          </w:p>
        </w:tc>
        <w:tc>
          <w:tcPr>
            <w:tcW w:w="426" w:type="dxa"/>
            <w:tcBorders>
              <w:top w:val="single" w:sz="6" w:space="0" w:color="auto"/>
              <w:left w:val="single" w:sz="6" w:space="0" w:color="auto"/>
              <w:bottom w:val="single" w:sz="6"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F</w:t>
            </w:r>
          </w:p>
        </w:tc>
        <w:tc>
          <w:tcPr>
            <w:tcW w:w="4110" w:type="dxa"/>
            <w:tcBorders>
              <w:top w:val="single" w:sz="6" w:space="0" w:color="auto"/>
              <w:left w:val="single" w:sz="6" w:space="0" w:color="auto"/>
              <w:bottom w:val="single" w:sz="6" w:space="0" w:color="auto"/>
              <w:right w:val="single" w:sz="6" w:space="0" w:color="auto"/>
            </w:tcBorders>
            <w:shd w:val="solid" w:color="FFFFFF" w:fill="auto"/>
          </w:tcPr>
          <w:p w:rsidR="00327F2C" w:rsidRPr="004B7278" w:rsidRDefault="00327F2C" w:rsidP="00F64135">
            <w:pPr>
              <w:pStyle w:val="TAL"/>
              <w:keepNext w:val="0"/>
              <w:keepLines w:val="0"/>
              <w:rPr>
                <w:rFonts w:cs="Arial"/>
                <w:color w:val="000000"/>
                <w:sz w:val="16"/>
                <w:szCs w:val="16"/>
              </w:rPr>
            </w:pPr>
            <w:r w:rsidRPr="00C350F9">
              <w:rPr>
                <w:rFonts w:cs="Arial"/>
                <w:color w:val="000000"/>
                <w:sz w:val="16"/>
                <w:szCs w:val="16"/>
              </w:rPr>
              <w:t>Additional files for the test file system</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27F2C" w:rsidRPr="00B13E09" w:rsidRDefault="00327F2C" w:rsidP="00F64135">
            <w:pPr>
              <w:pStyle w:val="TAC"/>
              <w:keepNext w:val="0"/>
              <w:keepLines w:val="0"/>
              <w:rPr>
                <w:sz w:val="16"/>
                <w:lang w:eastAsia="ja-JP"/>
              </w:rPr>
            </w:pPr>
            <w:r w:rsidRPr="00AA1AEF">
              <w:rPr>
                <w:sz w:val="16"/>
              </w:rPr>
              <w:t>6.2.0</w:t>
            </w:r>
          </w:p>
        </w:tc>
        <w:tc>
          <w:tcPr>
            <w:tcW w:w="709" w:type="dxa"/>
            <w:tcBorders>
              <w:top w:val="single" w:sz="6" w:space="0" w:color="auto"/>
              <w:left w:val="single" w:sz="6" w:space="0" w:color="auto"/>
              <w:bottom w:val="single" w:sz="6" w:space="0" w:color="auto"/>
              <w:right w:val="single" w:sz="6" w:space="0" w:color="auto"/>
            </w:tcBorders>
            <w:shd w:val="solid" w:color="FFFFFF" w:fill="auto"/>
          </w:tcPr>
          <w:p w:rsidR="00327F2C" w:rsidRPr="00AA1AEF" w:rsidRDefault="00327F2C" w:rsidP="00F64135">
            <w:pPr>
              <w:pStyle w:val="TAC"/>
              <w:keepNext w:val="0"/>
              <w:keepLines w:val="0"/>
              <w:rPr>
                <w:sz w:val="16"/>
              </w:rPr>
            </w:pPr>
            <w:r>
              <w:rPr>
                <w:sz w:val="16"/>
              </w:rPr>
              <w:t>7.0.0</w:t>
            </w:r>
          </w:p>
        </w:tc>
      </w:tr>
      <w:tr w:rsidR="00327F2C" w:rsidRPr="003E6AC7" w:rsidTr="00F64135">
        <w:trPr>
          <w:jc w:val="center"/>
        </w:trPr>
        <w:tc>
          <w:tcPr>
            <w:tcW w:w="710" w:type="dxa"/>
            <w:tcBorders>
              <w:top w:val="single" w:sz="6" w:space="0" w:color="auto"/>
              <w:left w:val="single" w:sz="6" w:space="0" w:color="auto"/>
              <w:bottom w:val="single" w:sz="4" w:space="0" w:color="auto"/>
              <w:right w:val="single" w:sz="6" w:space="0" w:color="auto"/>
            </w:tcBorders>
            <w:shd w:val="solid" w:color="FFFFFF" w:fill="auto"/>
          </w:tcPr>
          <w:p w:rsidR="00327F2C" w:rsidRDefault="00327F2C" w:rsidP="00F64135">
            <w:pPr>
              <w:pStyle w:val="TAC"/>
              <w:keepNext w:val="0"/>
              <w:keepLines w:val="0"/>
              <w:rPr>
                <w:sz w:val="16"/>
              </w:rPr>
            </w:pPr>
            <w:r>
              <w:rPr>
                <w:sz w:val="16"/>
              </w:rPr>
              <w:t>2013-01</w:t>
            </w:r>
          </w:p>
        </w:tc>
        <w:tc>
          <w:tcPr>
            <w:tcW w:w="567" w:type="dxa"/>
            <w:tcBorders>
              <w:top w:val="single" w:sz="6" w:space="0" w:color="auto"/>
              <w:left w:val="single" w:sz="6" w:space="0" w:color="auto"/>
              <w:bottom w:val="single" w:sz="4" w:space="0" w:color="auto"/>
              <w:right w:val="single" w:sz="6" w:space="0" w:color="auto"/>
            </w:tcBorders>
            <w:shd w:val="solid" w:color="FFFFFF" w:fill="auto"/>
          </w:tcPr>
          <w:p w:rsidR="00327F2C" w:rsidRDefault="00327F2C" w:rsidP="00F64135">
            <w:pPr>
              <w:pStyle w:val="TAC"/>
              <w:keepNext w:val="0"/>
              <w:keepLines w:val="0"/>
              <w:rPr>
                <w:sz w:val="16"/>
              </w:rPr>
            </w:pPr>
            <w:r>
              <w:rPr>
                <w:sz w:val="16"/>
              </w:rPr>
              <w:t>58</w:t>
            </w:r>
          </w:p>
        </w:tc>
        <w:tc>
          <w:tcPr>
            <w:tcW w:w="1326" w:type="dxa"/>
            <w:tcBorders>
              <w:top w:val="single" w:sz="6" w:space="0" w:color="auto"/>
              <w:left w:val="single" w:sz="6" w:space="0" w:color="auto"/>
              <w:bottom w:val="single" w:sz="4" w:space="0" w:color="auto"/>
              <w:right w:val="single" w:sz="6" w:space="0" w:color="auto"/>
            </w:tcBorders>
            <w:shd w:val="solid" w:color="FFFFFF" w:fill="auto"/>
            <w:tcMar>
              <w:left w:w="11" w:type="dxa"/>
              <w:right w:w="11" w:type="dxa"/>
            </w:tcMar>
          </w:tcPr>
          <w:p w:rsidR="00327F2C" w:rsidRPr="004B7278" w:rsidRDefault="00327F2C" w:rsidP="00F64135">
            <w:pPr>
              <w:pStyle w:val="TAC"/>
              <w:keepNext w:val="0"/>
              <w:keepLines w:val="0"/>
              <w:rPr>
                <w:sz w:val="16"/>
              </w:rPr>
            </w:pPr>
            <w:r>
              <w:rPr>
                <w:sz w:val="16"/>
              </w:rPr>
              <w:t>SCP(13)000018</w:t>
            </w:r>
          </w:p>
        </w:tc>
        <w:tc>
          <w:tcPr>
            <w:tcW w:w="374" w:type="dxa"/>
            <w:tcBorders>
              <w:top w:val="single" w:sz="6" w:space="0" w:color="auto"/>
              <w:left w:val="single" w:sz="6" w:space="0" w:color="auto"/>
              <w:bottom w:val="single" w:sz="4"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003</w:t>
            </w:r>
          </w:p>
        </w:tc>
        <w:tc>
          <w:tcPr>
            <w:tcW w:w="425" w:type="dxa"/>
            <w:tcBorders>
              <w:top w:val="single" w:sz="6" w:space="0" w:color="auto"/>
              <w:left w:val="single" w:sz="6" w:space="0" w:color="auto"/>
              <w:bottom w:val="single" w:sz="4" w:space="0" w:color="auto"/>
              <w:right w:val="single" w:sz="6" w:space="0" w:color="auto"/>
            </w:tcBorders>
            <w:shd w:val="solid" w:color="FFFFFF" w:fill="auto"/>
          </w:tcPr>
          <w:p w:rsidR="00327F2C" w:rsidRDefault="00327F2C" w:rsidP="00F64135">
            <w:pPr>
              <w:pStyle w:val="TAC"/>
              <w:keepNext w:val="0"/>
              <w:keepLines w:val="0"/>
              <w:rPr>
                <w:sz w:val="16"/>
              </w:rPr>
            </w:pPr>
            <w:r>
              <w:rPr>
                <w:sz w:val="16"/>
              </w:rPr>
              <w:t>-</w:t>
            </w:r>
          </w:p>
        </w:tc>
        <w:tc>
          <w:tcPr>
            <w:tcW w:w="426" w:type="dxa"/>
            <w:tcBorders>
              <w:top w:val="single" w:sz="6" w:space="0" w:color="auto"/>
              <w:left w:val="single" w:sz="6" w:space="0" w:color="auto"/>
              <w:bottom w:val="single" w:sz="4" w:space="0" w:color="auto"/>
              <w:right w:val="single" w:sz="6" w:space="0" w:color="auto"/>
            </w:tcBorders>
            <w:shd w:val="solid" w:color="FFFFFF" w:fill="auto"/>
          </w:tcPr>
          <w:p w:rsidR="00327F2C" w:rsidRDefault="00327F2C" w:rsidP="00F64135">
            <w:pPr>
              <w:pStyle w:val="TAC"/>
              <w:keepNext w:val="0"/>
              <w:keepLines w:val="0"/>
              <w:rPr>
                <w:snapToGrid w:val="0"/>
                <w:sz w:val="16"/>
              </w:rPr>
            </w:pPr>
            <w:r>
              <w:rPr>
                <w:snapToGrid w:val="0"/>
                <w:sz w:val="16"/>
              </w:rPr>
              <w:t>C</w:t>
            </w:r>
          </w:p>
        </w:tc>
        <w:tc>
          <w:tcPr>
            <w:tcW w:w="4110" w:type="dxa"/>
            <w:tcBorders>
              <w:top w:val="single" w:sz="6" w:space="0" w:color="auto"/>
              <w:left w:val="single" w:sz="6" w:space="0" w:color="auto"/>
              <w:bottom w:val="single" w:sz="4" w:space="0" w:color="auto"/>
              <w:right w:val="single" w:sz="6" w:space="0" w:color="auto"/>
            </w:tcBorders>
            <w:shd w:val="solid" w:color="FFFFFF" w:fill="auto"/>
          </w:tcPr>
          <w:p w:rsidR="00327F2C" w:rsidRPr="004B7278" w:rsidRDefault="00327F2C" w:rsidP="00F64135">
            <w:pPr>
              <w:pStyle w:val="TAL"/>
              <w:keepNext w:val="0"/>
              <w:keepLines w:val="0"/>
              <w:rPr>
                <w:rFonts w:cs="Arial"/>
                <w:color w:val="000000"/>
                <w:sz w:val="16"/>
                <w:szCs w:val="16"/>
              </w:rPr>
            </w:pPr>
            <w:r w:rsidRPr="00C350F9">
              <w:rPr>
                <w:rFonts w:cs="Arial"/>
                <w:color w:val="000000"/>
                <w:sz w:val="16"/>
                <w:szCs w:val="16"/>
              </w:rPr>
              <w:t>Update of the reference section</w:t>
            </w:r>
          </w:p>
        </w:tc>
        <w:tc>
          <w:tcPr>
            <w:tcW w:w="709" w:type="dxa"/>
            <w:tcBorders>
              <w:top w:val="single" w:sz="6" w:space="0" w:color="auto"/>
              <w:left w:val="single" w:sz="6" w:space="0" w:color="auto"/>
              <w:bottom w:val="single" w:sz="4" w:space="0" w:color="auto"/>
              <w:right w:val="single" w:sz="6" w:space="0" w:color="auto"/>
            </w:tcBorders>
            <w:shd w:val="solid" w:color="FFFFFF" w:fill="auto"/>
          </w:tcPr>
          <w:p w:rsidR="00327F2C" w:rsidRPr="00B13E09" w:rsidRDefault="00327F2C" w:rsidP="00F64135">
            <w:pPr>
              <w:pStyle w:val="TAC"/>
              <w:keepNext w:val="0"/>
              <w:keepLines w:val="0"/>
              <w:rPr>
                <w:sz w:val="16"/>
                <w:lang w:eastAsia="ja-JP"/>
              </w:rPr>
            </w:pPr>
            <w:r w:rsidRPr="00AA1AEF">
              <w:rPr>
                <w:sz w:val="16"/>
              </w:rPr>
              <w:t>6.2.0</w:t>
            </w:r>
          </w:p>
        </w:tc>
        <w:tc>
          <w:tcPr>
            <w:tcW w:w="709" w:type="dxa"/>
            <w:tcBorders>
              <w:top w:val="single" w:sz="6" w:space="0" w:color="auto"/>
              <w:left w:val="single" w:sz="6" w:space="0" w:color="auto"/>
              <w:bottom w:val="single" w:sz="4" w:space="0" w:color="auto"/>
              <w:right w:val="single" w:sz="6" w:space="0" w:color="auto"/>
            </w:tcBorders>
            <w:shd w:val="solid" w:color="FFFFFF" w:fill="auto"/>
          </w:tcPr>
          <w:p w:rsidR="00327F2C" w:rsidRPr="00AA1AEF" w:rsidRDefault="00327F2C" w:rsidP="00F64135">
            <w:pPr>
              <w:pStyle w:val="TAC"/>
              <w:keepNext w:val="0"/>
              <w:keepLines w:val="0"/>
              <w:rPr>
                <w:sz w:val="16"/>
              </w:rPr>
            </w:pPr>
            <w:r>
              <w:rPr>
                <w:sz w:val="16"/>
              </w:rPr>
              <w:t>7.0.0</w:t>
            </w:r>
          </w:p>
        </w:tc>
      </w:tr>
    </w:tbl>
    <w:p w:rsidR="00F46115" w:rsidRPr="005D0C29" w:rsidRDefault="00F46115"/>
    <w:p w:rsidR="00F46115" w:rsidRPr="005D0C29" w:rsidRDefault="00F46115">
      <w:pPr>
        <w:pStyle w:val="Heading1"/>
      </w:pPr>
      <w:r w:rsidRPr="005D0C29">
        <w:br w:type="page"/>
      </w:r>
      <w:r w:rsidRPr="005D0C29">
        <w:lastRenderedPageBreak/>
        <w:t>History</w:t>
      </w:r>
    </w:p>
    <w:tbl>
      <w:tblPr>
        <w:tblW w:w="0" w:type="auto"/>
        <w:jc w:val="center"/>
        <w:tblLayout w:type="fixed"/>
        <w:tblCellMar>
          <w:left w:w="28" w:type="dxa"/>
          <w:right w:w="28" w:type="dxa"/>
        </w:tblCellMar>
        <w:tblLook w:val="0000" w:firstRow="0" w:lastRow="0" w:firstColumn="0" w:lastColumn="0" w:noHBand="0" w:noVBand="0"/>
      </w:tblPr>
      <w:tblGrid>
        <w:gridCol w:w="1247"/>
        <w:gridCol w:w="1588"/>
        <w:gridCol w:w="6804"/>
      </w:tblGrid>
      <w:tr w:rsidR="00F46115" w:rsidRPr="005D0C29">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rsidR="00F46115" w:rsidRPr="005D0C29" w:rsidRDefault="00F46115">
            <w:pPr>
              <w:spacing w:before="60" w:after="60"/>
              <w:jc w:val="center"/>
              <w:rPr>
                <w:b/>
                <w:sz w:val="24"/>
              </w:rPr>
            </w:pPr>
            <w:r w:rsidRPr="005D0C29">
              <w:rPr>
                <w:b/>
                <w:sz w:val="24"/>
              </w:rPr>
              <w:t>Document history</w:t>
            </w:r>
          </w:p>
        </w:tc>
      </w:tr>
      <w:tr w:rsidR="00F46115" w:rsidRPr="005D0C29">
        <w:trPr>
          <w:cantSplit/>
          <w:jc w:val="center"/>
        </w:trPr>
        <w:tc>
          <w:tcPr>
            <w:tcW w:w="1247" w:type="dxa"/>
            <w:tcBorders>
              <w:top w:val="single" w:sz="6" w:space="0" w:color="auto"/>
              <w:left w:val="single" w:sz="6" w:space="0" w:color="auto"/>
              <w:bottom w:val="single" w:sz="6" w:space="0" w:color="auto"/>
              <w:right w:val="single" w:sz="6" w:space="0" w:color="auto"/>
            </w:tcBorders>
          </w:tcPr>
          <w:p w:rsidR="00F46115" w:rsidRPr="005D0C29" w:rsidRDefault="00F46115">
            <w:pPr>
              <w:pStyle w:val="FP"/>
              <w:spacing w:before="80" w:after="80"/>
              <w:ind w:left="57"/>
            </w:pPr>
            <w:r w:rsidRPr="005D0C29">
              <w:t>V</w:t>
            </w:r>
            <w:r w:rsidR="00327F2C">
              <w:t>7</w:t>
            </w:r>
            <w:r w:rsidRPr="005D0C29">
              <w:t>.0.0</w:t>
            </w:r>
          </w:p>
        </w:tc>
        <w:tc>
          <w:tcPr>
            <w:tcW w:w="1588" w:type="dxa"/>
            <w:tcBorders>
              <w:top w:val="single" w:sz="6" w:space="0" w:color="auto"/>
              <w:left w:val="single" w:sz="6" w:space="0" w:color="auto"/>
              <w:bottom w:val="single" w:sz="6" w:space="0" w:color="auto"/>
              <w:right w:val="single" w:sz="6" w:space="0" w:color="auto"/>
            </w:tcBorders>
          </w:tcPr>
          <w:p w:rsidR="00F46115" w:rsidRPr="005D0C29" w:rsidRDefault="00327F2C">
            <w:pPr>
              <w:pStyle w:val="FP"/>
              <w:spacing w:before="80" w:after="80"/>
              <w:ind w:left="57"/>
            </w:pPr>
            <w:r>
              <w:t>April 2015</w:t>
            </w:r>
          </w:p>
        </w:tc>
        <w:tc>
          <w:tcPr>
            <w:tcW w:w="6804" w:type="dxa"/>
            <w:tcBorders>
              <w:top w:val="single" w:sz="6" w:space="0" w:color="auto"/>
              <w:bottom w:val="single" w:sz="6" w:space="0" w:color="auto"/>
              <w:right w:val="single" w:sz="6" w:space="0" w:color="auto"/>
            </w:tcBorders>
          </w:tcPr>
          <w:p w:rsidR="00F46115" w:rsidRPr="005D0C29" w:rsidRDefault="00F46115">
            <w:pPr>
              <w:pStyle w:val="FP"/>
              <w:tabs>
                <w:tab w:val="left" w:pos="3261"/>
                <w:tab w:val="left" w:pos="4395"/>
              </w:tabs>
              <w:spacing w:before="80" w:after="80"/>
              <w:ind w:left="57"/>
            </w:pPr>
            <w:r w:rsidRPr="005D0C29">
              <w:t>Publication</w:t>
            </w:r>
          </w:p>
        </w:tc>
      </w:tr>
      <w:tr w:rsidR="002C0EEA" w:rsidRPr="005D0C29">
        <w:trPr>
          <w:cantSplit/>
          <w:jc w:val="center"/>
        </w:trPr>
        <w:tc>
          <w:tcPr>
            <w:tcW w:w="1247" w:type="dxa"/>
            <w:tcBorders>
              <w:top w:val="single" w:sz="6" w:space="0" w:color="auto"/>
              <w:left w:val="single" w:sz="6" w:space="0" w:color="auto"/>
              <w:bottom w:val="single" w:sz="6" w:space="0" w:color="auto"/>
              <w:right w:val="single" w:sz="6" w:space="0" w:color="auto"/>
            </w:tcBorders>
          </w:tcPr>
          <w:p w:rsidR="002C0EEA" w:rsidRPr="005D0C29" w:rsidRDefault="002C0EEA">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rsidR="002C0EEA" w:rsidRPr="005D0C29" w:rsidRDefault="002C0EEA" w:rsidP="002C0EEA">
            <w:pPr>
              <w:pStyle w:val="FP"/>
              <w:spacing w:before="80" w:after="80"/>
              <w:ind w:left="57"/>
            </w:pPr>
          </w:p>
        </w:tc>
        <w:tc>
          <w:tcPr>
            <w:tcW w:w="6804" w:type="dxa"/>
            <w:tcBorders>
              <w:top w:val="single" w:sz="6" w:space="0" w:color="auto"/>
              <w:bottom w:val="single" w:sz="6" w:space="0" w:color="auto"/>
              <w:right w:val="single" w:sz="6" w:space="0" w:color="auto"/>
            </w:tcBorders>
          </w:tcPr>
          <w:p w:rsidR="002C0EEA" w:rsidRPr="005D0C29" w:rsidRDefault="002C0EEA">
            <w:pPr>
              <w:pStyle w:val="FP"/>
              <w:tabs>
                <w:tab w:val="left" w:pos="3261"/>
                <w:tab w:val="left" w:pos="4395"/>
              </w:tabs>
              <w:spacing w:before="80" w:after="80"/>
              <w:ind w:left="57"/>
            </w:pPr>
          </w:p>
        </w:tc>
      </w:tr>
      <w:tr w:rsidR="004B7278" w:rsidRPr="00663A49">
        <w:trPr>
          <w:cantSplit/>
          <w:jc w:val="center"/>
        </w:trPr>
        <w:tc>
          <w:tcPr>
            <w:tcW w:w="1247" w:type="dxa"/>
            <w:tcBorders>
              <w:top w:val="single" w:sz="6" w:space="0" w:color="auto"/>
              <w:left w:val="single" w:sz="6" w:space="0" w:color="auto"/>
              <w:bottom w:val="single" w:sz="6" w:space="0" w:color="auto"/>
              <w:right w:val="single" w:sz="6" w:space="0" w:color="auto"/>
            </w:tcBorders>
          </w:tcPr>
          <w:p w:rsidR="004B7278" w:rsidRPr="005D0C29" w:rsidRDefault="004B7278">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rsidR="004B7278" w:rsidRPr="005D0C29" w:rsidRDefault="004B7278">
            <w:pPr>
              <w:pStyle w:val="FP"/>
              <w:spacing w:before="80" w:after="80"/>
              <w:ind w:left="57"/>
            </w:pPr>
          </w:p>
        </w:tc>
        <w:tc>
          <w:tcPr>
            <w:tcW w:w="6804" w:type="dxa"/>
            <w:tcBorders>
              <w:top w:val="single" w:sz="6" w:space="0" w:color="auto"/>
              <w:bottom w:val="single" w:sz="6" w:space="0" w:color="auto"/>
              <w:right w:val="single" w:sz="6" w:space="0" w:color="auto"/>
            </w:tcBorders>
          </w:tcPr>
          <w:p w:rsidR="004B7278" w:rsidRPr="00663A49" w:rsidRDefault="004B7278">
            <w:pPr>
              <w:pStyle w:val="FP"/>
              <w:tabs>
                <w:tab w:val="left" w:pos="3261"/>
                <w:tab w:val="left" w:pos="4395"/>
              </w:tabs>
              <w:spacing w:before="80" w:after="80"/>
              <w:ind w:left="57"/>
            </w:pPr>
          </w:p>
        </w:tc>
      </w:tr>
      <w:tr w:rsidR="00F46115" w:rsidRPr="00663A49">
        <w:trPr>
          <w:cantSplit/>
          <w:jc w:val="center"/>
        </w:trPr>
        <w:tc>
          <w:tcPr>
            <w:tcW w:w="1247" w:type="dxa"/>
            <w:tcBorders>
              <w:top w:val="single" w:sz="6" w:space="0" w:color="auto"/>
              <w:left w:val="single" w:sz="6" w:space="0" w:color="auto"/>
              <w:bottom w:val="single" w:sz="6" w:space="0" w:color="auto"/>
              <w:right w:val="single" w:sz="6" w:space="0" w:color="auto"/>
            </w:tcBorders>
          </w:tcPr>
          <w:p w:rsidR="00F46115" w:rsidRPr="00663A49" w:rsidRDefault="00F46115">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rsidR="00F46115" w:rsidRPr="00663A49" w:rsidRDefault="00F46115">
            <w:pPr>
              <w:pStyle w:val="FP"/>
              <w:spacing w:before="80" w:after="80"/>
              <w:ind w:left="57"/>
            </w:pPr>
          </w:p>
        </w:tc>
        <w:tc>
          <w:tcPr>
            <w:tcW w:w="6804" w:type="dxa"/>
            <w:tcBorders>
              <w:top w:val="single" w:sz="6" w:space="0" w:color="auto"/>
              <w:bottom w:val="single" w:sz="6" w:space="0" w:color="auto"/>
              <w:right w:val="single" w:sz="6" w:space="0" w:color="auto"/>
            </w:tcBorders>
          </w:tcPr>
          <w:p w:rsidR="00F46115" w:rsidRPr="00663A49" w:rsidRDefault="00F46115">
            <w:pPr>
              <w:pStyle w:val="FP"/>
              <w:tabs>
                <w:tab w:val="left" w:pos="3261"/>
                <w:tab w:val="left" w:pos="4395"/>
              </w:tabs>
              <w:spacing w:before="80" w:after="80"/>
              <w:ind w:left="57"/>
            </w:pPr>
          </w:p>
        </w:tc>
      </w:tr>
      <w:tr w:rsidR="00F46115" w:rsidRPr="00663A49">
        <w:trPr>
          <w:cantSplit/>
          <w:jc w:val="center"/>
        </w:trPr>
        <w:tc>
          <w:tcPr>
            <w:tcW w:w="1247" w:type="dxa"/>
            <w:tcBorders>
              <w:top w:val="single" w:sz="6" w:space="0" w:color="auto"/>
              <w:left w:val="single" w:sz="6" w:space="0" w:color="auto"/>
              <w:bottom w:val="single" w:sz="6" w:space="0" w:color="auto"/>
              <w:right w:val="single" w:sz="6" w:space="0" w:color="auto"/>
            </w:tcBorders>
          </w:tcPr>
          <w:p w:rsidR="00F46115" w:rsidRPr="00663A49" w:rsidRDefault="00F46115">
            <w:pPr>
              <w:pStyle w:val="FP"/>
              <w:spacing w:before="80" w:after="80"/>
              <w:ind w:left="57"/>
            </w:pPr>
          </w:p>
        </w:tc>
        <w:tc>
          <w:tcPr>
            <w:tcW w:w="1588" w:type="dxa"/>
            <w:tcBorders>
              <w:top w:val="single" w:sz="6" w:space="0" w:color="auto"/>
              <w:left w:val="single" w:sz="6" w:space="0" w:color="auto"/>
              <w:bottom w:val="single" w:sz="6" w:space="0" w:color="auto"/>
              <w:right w:val="single" w:sz="6" w:space="0" w:color="auto"/>
            </w:tcBorders>
          </w:tcPr>
          <w:p w:rsidR="00F46115" w:rsidRPr="00663A49" w:rsidRDefault="00F46115">
            <w:pPr>
              <w:pStyle w:val="FP"/>
              <w:spacing w:before="80" w:after="80"/>
              <w:ind w:left="57"/>
            </w:pPr>
          </w:p>
        </w:tc>
        <w:tc>
          <w:tcPr>
            <w:tcW w:w="6804" w:type="dxa"/>
            <w:tcBorders>
              <w:top w:val="single" w:sz="6" w:space="0" w:color="auto"/>
              <w:bottom w:val="single" w:sz="6" w:space="0" w:color="auto"/>
              <w:right w:val="single" w:sz="6" w:space="0" w:color="auto"/>
            </w:tcBorders>
          </w:tcPr>
          <w:p w:rsidR="00F46115" w:rsidRPr="00663A49" w:rsidRDefault="00F46115">
            <w:pPr>
              <w:pStyle w:val="FP"/>
              <w:tabs>
                <w:tab w:val="left" w:pos="3261"/>
                <w:tab w:val="left" w:pos="4395"/>
              </w:tabs>
              <w:spacing w:before="80" w:after="80"/>
              <w:ind w:left="57"/>
            </w:pPr>
          </w:p>
        </w:tc>
      </w:tr>
    </w:tbl>
    <w:p w:rsidR="00F46115" w:rsidRPr="00663A49" w:rsidRDefault="00F46115" w:rsidP="004C3E82">
      <w:bookmarkStart w:id="0" w:name="_GoBack"/>
      <w:bookmarkEnd w:id="0"/>
    </w:p>
    <w:sectPr w:rsidR="00F46115" w:rsidRPr="00663A49" w:rsidSect="00D01C5E">
      <w:headerReference w:type="default" r:id="rId7"/>
      <w:footerReference w:type="even" r:id="rId8"/>
      <w:footerReference w:type="default" r:id="rId9"/>
      <w:footnotePr>
        <w:numRestart w:val="eachSect"/>
      </w:footnotePr>
      <w:pgSz w:w="11907" w:h="16840"/>
      <w:pgMar w:top="1418" w:right="1134" w:bottom="1134" w:left="1134" w:header="680" w:footer="340" w:gutter="0"/>
      <w:pgNumType w:start="71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8EE" w:rsidRDefault="003668EE">
      <w:r>
        <w:separator/>
      </w:r>
    </w:p>
  </w:endnote>
  <w:endnote w:type="continuationSeparator" w:id="0">
    <w:p w:rsidR="003668EE" w:rsidRDefault="0036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E82" w:rsidRDefault="00A65420">
    <w:pPr>
      <w:pStyle w:val="Footer"/>
      <w:framePr w:wrap="around" w:vAnchor="text" w:hAnchor="margin" w:xAlign="right" w:y="1"/>
      <w:rPr>
        <w:rStyle w:val="PageNumber"/>
      </w:rPr>
    </w:pPr>
    <w:r>
      <w:rPr>
        <w:rStyle w:val="PageNumber"/>
      </w:rPr>
      <w:fldChar w:fldCharType="begin"/>
    </w:r>
    <w:r w:rsidR="004C3E82">
      <w:rPr>
        <w:rStyle w:val="PageNumber"/>
      </w:rPr>
      <w:instrText xml:space="preserve">PAGE  </w:instrText>
    </w:r>
    <w:r>
      <w:rPr>
        <w:rStyle w:val="PageNumber"/>
      </w:rPr>
      <w:fldChar w:fldCharType="end"/>
    </w:r>
  </w:p>
  <w:p w:rsidR="004C3E82" w:rsidRDefault="004C3E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E82" w:rsidRDefault="004C3E82">
    <w:pPr>
      <w:pStyle w:val="Footer"/>
      <w:ind w:right="360"/>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8EE" w:rsidRDefault="003668EE">
      <w:r>
        <w:separator/>
      </w:r>
    </w:p>
  </w:footnote>
  <w:footnote w:type="continuationSeparator" w:id="0">
    <w:p w:rsidR="003668EE" w:rsidRDefault="003668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E82" w:rsidRPr="00A43936" w:rsidRDefault="0053110D" w:rsidP="00A43936">
    <w:pPr>
      <w:pStyle w:val="Header"/>
      <w:tabs>
        <w:tab w:val="center" w:pos="4820"/>
        <w:tab w:val="right" w:pos="9639"/>
      </w:tabs>
      <w:rPr>
        <w:lang w:val="fr-FR"/>
      </w:rPr>
    </w:pPr>
    <w:r>
      <w:t xml:space="preserve">Release </w:t>
    </w:r>
    <w:r w:rsidR="00327F2C">
      <w:t>7</w:t>
    </w:r>
    <w:r w:rsidR="004C3E82">
      <w:tab/>
    </w:r>
    <w:r w:rsidR="00A65420">
      <w:fldChar w:fldCharType="begin"/>
    </w:r>
    <w:r w:rsidR="004C3E82">
      <w:rPr>
        <w:lang w:val="fr-FR"/>
      </w:rPr>
      <w:instrText xml:space="preserve"> PAGE </w:instrText>
    </w:r>
    <w:r w:rsidR="00A65420">
      <w:fldChar w:fldCharType="separate"/>
    </w:r>
    <w:r w:rsidR="00D01C5E">
      <w:rPr>
        <w:lang w:val="fr-FR"/>
      </w:rPr>
      <w:t>766</w:t>
    </w:r>
    <w:r w:rsidR="00A65420">
      <w:fldChar w:fldCharType="end"/>
    </w:r>
    <w:r w:rsidR="004C3E82">
      <w:rPr>
        <w:lang w:val="fr-FR"/>
      </w:rPr>
      <w:tab/>
      <w:t>E</w:t>
    </w:r>
    <w:r w:rsidR="00A43936">
      <w:rPr>
        <w:lang w:val="fr-FR"/>
      </w:rPr>
      <w:t>TSI TS 102 268 V</w:t>
    </w:r>
    <w:r w:rsidR="00327F2C">
      <w:rPr>
        <w:lang w:val="fr-FR"/>
      </w:rPr>
      <w:t>7</w:t>
    </w:r>
    <w:r w:rsidR="00A43936">
      <w:rPr>
        <w:lang w:val="fr-FR"/>
      </w:rPr>
      <w:t>.</w:t>
    </w:r>
    <w:r w:rsidR="00327F2C">
      <w:rPr>
        <w:lang w:val="fr-FR"/>
      </w:rPr>
      <w:t>0</w:t>
    </w:r>
    <w:r w:rsidR="00A43936">
      <w:rPr>
        <w:lang w:val="fr-FR"/>
      </w:rPr>
      <w:t>.0 (</w:t>
    </w:r>
    <w:r w:rsidR="0036701C">
      <w:rPr>
        <w:lang w:val="fr-FR"/>
      </w:rPr>
      <w:t>201</w:t>
    </w:r>
    <w:r w:rsidR="004B7278">
      <w:rPr>
        <w:lang w:val="fr-FR"/>
      </w:rPr>
      <w:t>5</w:t>
    </w:r>
    <w:r w:rsidR="00A43936">
      <w:rPr>
        <w:lang w:val="fr-FR"/>
      </w:rPr>
      <w:t>-0</w:t>
    </w:r>
    <w:r w:rsidR="005D0C29">
      <w:rPr>
        <w:lang w:val="fr-FR"/>
      </w:rPr>
      <w:t>4</w:t>
    </w:r>
    <w:r w:rsidR="00A43936">
      <w:rPr>
        <w:lang w:val="fr-FR"/>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num>
  <w:num w:numId="2">
    <w:abstractNumId w:val="1"/>
    <w:lvlOverride w:ilvl="0">
      <w:startOverride w:val="1"/>
    </w:lvlOverride>
  </w:num>
  <w:num w:numId="3">
    <w:abstractNumId w:val="0"/>
    <w:lvlOverride w:ilvl="0">
      <w:startOverride w:val="1"/>
    </w:lvlOverride>
  </w:num>
  <w:num w:numId="4">
    <w:abstractNumId w:val="12"/>
  </w:num>
  <w:num w:numId="5">
    <w:abstractNumId w:val="17"/>
  </w:num>
  <w:num w:numId="6">
    <w:abstractNumId w:val="29"/>
  </w:num>
  <w:num w:numId="7">
    <w:abstractNumId w:val="24"/>
  </w:num>
  <w:num w:numId="8">
    <w:abstractNumId w:val="19"/>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16"/>
  </w:num>
  <w:num w:numId="17">
    <w:abstractNumId w:val="26"/>
  </w:num>
  <w:num w:numId="18">
    <w:abstractNumId w:val="22"/>
  </w:num>
  <w:num w:numId="19">
    <w:abstractNumId w:val="25"/>
  </w:num>
  <w:num w:numId="20">
    <w:abstractNumId w:val="15"/>
  </w:num>
  <w:num w:numId="21">
    <w:abstractNumId w:val="11"/>
  </w:num>
  <w:num w:numId="22">
    <w:abstractNumId w:val="13"/>
  </w:num>
  <w:num w:numId="23">
    <w:abstractNumId w:val="23"/>
  </w:num>
  <w:num w:numId="24">
    <w:abstractNumId w:val="28"/>
  </w:num>
  <w:num w:numId="25">
    <w:abstractNumId w:val="20"/>
  </w:num>
  <w:num w:numId="26">
    <w:abstractNumId w:val="10"/>
  </w:num>
  <w:num w:numId="27">
    <w:abstractNumId w:val="21"/>
  </w:num>
  <w:num w:numId="28">
    <w:abstractNumId w:val="14"/>
  </w:num>
  <w:num w:numId="29">
    <w:abstractNumId w:val="18"/>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de-DE"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17409"/>
  </w:hdrShapeDefaults>
  <w:footnotePr>
    <w:numRestart w:val="eachSect"/>
    <w:footnote w:id="-1"/>
    <w:footnote w:id="0"/>
  </w:footnotePr>
  <w:endnotePr>
    <w:endnote w:id="-1"/>
    <w:endnote w:id="0"/>
  </w:endnotePr>
  <w:compat>
    <w:alignTablesRowByRow/>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AC7"/>
    <w:rsid w:val="0006764A"/>
    <w:rsid w:val="000C7D3F"/>
    <w:rsid w:val="00146C08"/>
    <w:rsid w:val="001E3DE8"/>
    <w:rsid w:val="00270288"/>
    <w:rsid w:val="002C0EEA"/>
    <w:rsid w:val="002D2074"/>
    <w:rsid w:val="002D6FCE"/>
    <w:rsid w:val="00327F2C"/>
    <w:rsid w:val="003668EE"/>
    <w:rsid w:val="0036701C"/>
    <w:rsid w:val="003A5D6E"/>
    <w:rsid w:val="003D7E7E"/>
    <w:rsid w:val="003E6AC7"/>
    <w:rsid w:val="003F7D09"/>
    <w:rsid w:val="004B7278"/>
    <w:rsid w:val="004C3E82"/>
    <w:rsid w:val="0053110D"/>
    <w:rsid w:val="005D0C29"/>
    <w:rsid w:val="005F5209"/>
    <w:rsid w:val="0061327E"/>
    <w:rsid w:val="00650367"/>
    <w:rsid w:val="00663A49"/>
    <w:rsid w:val="006D5570"/>
    <w:rsid w:val="00796C08"/>
    <w:rsid w:val="007C1FE1"/>
    <w:rsid w:val="008A7232"/>
    <w:rsid w:val="009169F5"/>
    <w:rsid w:val="00A14870"/>
    <w:rsid w:val="00A2095F"/>
    <w:rsid w:val="00A43936"/>
    <w:rsid w:val="00A55FBD"/>
    <w:rsid w:val="00A65420"/>
    <w:rsid w:val="00B72829"/>
    <w:rsid w:val="00C41658"/>
    <w:rsid w:val="00C445E4"/>
    <w:rsid w:val="00D01C5E"/>
    <w:rsid w:val="00D230CA"/>
    <w:rsid w:val="00D23263"/>
    <w:rsid w:val="00E12EC5"/>
    <w:rsid w:val="00EE63CD"/>
    <w:rsid w:val="00F214DA"/>
    <w:rsid w:val="00F46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B9D72448-5A37-4565-9E0F-82407A87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AC7"/>
    <w:pPr>
      <w:overflowPunct w:val="0"/>
      <w:autoSpaceDE w:val="0"/>
      <w:autoSpaceDN w:val="0"/>
      <w:adjustRightInd w:val="0"/>
      <w:spacing w:after="180"/>
      <w:textAlignment w:val="baseline"/>
    </w:pPr>
    <w:rPr>
      <w:lang w:val="en-GB"/>
    </w:rPr>
  </w:style>
  <w:style w:type="paragraph" w:styleId="Heading1">
    <w:name w:val="heading 1"/>
    <w:next w:val="Normal"/>
    <w:qFormat/>
    <w:rsid w:val="003E6AC7"/>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rPr>
  </w:style>
  <w:style w:type="paragraph" w:styleId="Heading2">
    <w:name w:val="heading 2"/>
    <w:basedOn w:val="Heading1"/>
    <w:next w:val="Normal"/>
    <w:qFormat/>
    <w:rsid w:val="003E6AC7"/>
    <w:pPr>
      <w:pBdr>
        <w:top w:val="none" w:sz="0" w:space="0" w:color="auto"/>
      </w:pBdr>
      <w:spacing w:before="180"/>
      <w:outlineLvl w:val="1"/>
    </w:pPr>
    <w:rPr>
      <w:sz w:val="32"/>
    </w:rPr>
  </w:style>
  <w:style w:type="paragraph" w:styleId="Heading3">
    <w:name w:val="heading 3"/>
    <w:basedOn w:val="Heading2"/>
    <w:next w:val="Normal"/>
    <w:qFormat/>
    <w:rsid w:val="003E6AC7"/>
    <w:pPr>
      <w:spacing w:before="120"/>
      <w:outlineLvl w:val="2"/>
    </w:pPr>
    <w:rPr>
      <w:sz w:val="28"/>
    </w:rPr>
  </w:style>
  <w:style w:type="paragraph" w:styleId="Heading4">
    <w:name w:val="heading 4"/>
    <w:basedOn w:val="Heading3"/>
    <w:next w:val="Normal"/>
    <w:qFormat/>
    <w:rsid w:val="003E6AC7"/>
    <w:pPr>
      <w:ind w:left="1418" w:hanging="1418"/>
      <w:outlineLvl w:val="3"/>
    </w:pPr>
    <w:rPr>
      <w:sz w:val="24"/>
    </w:rPr>
  </w:style>
  <w:style w:type="paragraph" w:styleId="Heading5">
    <w:name w:val="heading 5"/>
    <w:basedOn w:val="Heading4"/>
    <w:next w:val="Normal"/>
    <w:qFormat/>
    <w:rsid w:val="003E6AC7"/>
    <w:pPr>
      <w:ind w:left="1701" w:hanging="1701"/>
      <w:outlineLvl w:val="4"/>
    </w:pPr>
    <w:rPr>
      <w:sz w:val="22"/>
    </w:rPr>
  </w:style>
  <w:style w:type="paragraph" w:styleId="Heading6">
    <w:name w:val="heading 6"/>
    <w:basedOn w:val="H6"/>
    <w:next w:val="Normal"/>
    <w:qFormat/>
    <w:rsid w:val="003E6AC7"/>
    <w:pPr>
      <w:outlineLvl w:val="5"/>
    </w:pPr>
  </w:style>
  <w:style w:type="paragraph" w:styleId="Heading7">
    <w:name w:val="heading 7"/>
    <w:basedOn w:val="H6"/>
    <w:next w:val="Normal"/>
    <w:qFormat/>
    <w:rsid w:val="003E6AC7"/>
    <w:pPr>
      <w:outlineLvl w:val="6"/>
    </w:pPr>
  </w:style>
  <w:style w:type="paragraph" w:styleId="Heading8">
    <w:name w:val="heading 8"/>
    <w:basedOn w:val="Heading1"/>
    <w:next w:val="Normal"/>
    <w:qFormat/>
    <w:rsid w:val="003E6AC7"/>
    <w:pPr>
      <w:ind w:left="0" w:firstLine="0"/>
      <w:outlineLvl w:val="7"/>
    </w:pPr>
  </w:style>
  <w:style w:type="paragraph" w:styleId="Heading9">
    <w:name w:val="heading 9"/>
    <w:basedOn w:val="Heading8"/>
    <w:next w:val="Normal"/>
    <w:qFormat/>
    <w:rsid w:val="003E6A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3E6AC7"/>
    <w:pPr>
      <w:ind w:left="1985" w:hanging="1985"/>
      <w:outlineLvl w:val="9"/>
    </w:pPr>
    <w:rPr>
      <w:sz w:val="20"/>
    </w:rPr>
  </w:style>
  <w:style w:type="character" w:styleId="Hyperlink">
    <w:name w:val="Hyperlink"/>
    <w:basedOn w:val="DefaultParagraphFont"/>
    <w:uiPriority w:val="99"/>
    <w:rsid w:val="00A65420"/>
    <w:rPr>
      <w:color w:val="0000FF"/>
      <w:u w:val="single"/>
    </w:rPr>
  </w:style>
  <w:style w:type="character" w:styleId="FollowedHyperlink">
    <w:name w:val="FollowedHyperlink"/>
    <w:basedOn w:val="DefaultParagraphFont"/>
    <w:rsid w:val="00A65420"/>
    <w:rPr>
      <w:color w:val="800080"/>
      <w:u w:val="single"/>
    </w:rPr>
  </w:style>
  <w:style w:type="paragraph" w:styleId="HTMLAddress">
    <w:name w:val="HTML Address"/>
    <w:basedOn w:val="Normal"/>
    <w:rsid w:val="00A65420"/>
    <w:rPr>
      <w:i/>
      <w:iCs/>
    </w:rPr>
  </w:style>
  <w:style w:type="character" w:styleId="HTMLCode">
    <w:name w:val="HTML Code"/>
    <w:basedOn w:val="DefaultParagraphFont"/>
    <w:rsid w:val="00A65420"/>
    <w:rPr>
      <w:rFonts w:ascii="Courier New" w:eastAsia="Times New Roman" w:hAnsi="Courier New" w:cs="Times New Roman"/>
      <w:sz w:val="20"/>
      <w:szCs w:val="20"/>
    </w:rPr>
  </w:style>
  <w:style w:type="character" w:styleId="HTMLKeyboard">
    <w:name w:val="HTML Keyboard"/>
    <w:basedOn w:val="DefaultParagraphFont"/>
    <w:rsid w:val="00A65420"/>
    <w:rPr>
      <w:rFonts w:ascii="Courier New" w:eastAsia="Times New Roman" w:hAnsi="Courier New" w:cs="Times New Roman"/>
      <w:sz w:val="20"/>
      <w:szCs w:val="20"/>
    </w:rPr>
  </w:style>
  <w:style w:type="paragraph" w:styleId="HTMLPreformatted">
    <w:name w:val="HTML Preformatted"/>
    <w:basedOn w:val="Normal"/>
    <w:rsid w:val="00A65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HTMLSample">
    <w:name w:val="HTML Sample"/>
    <w:basedOn w:val="DefaultParagraphFont"/>
    <w:rsid w:val="00A65420"/>
    <w:rPr>
      <w:rFonts w:ascii="Courier New" w:eastAsia="Times New Roman" w:hAnsi="Courier New" w:cs="Times New Roman"/>
    </w:rPr>
  </w:style>
  <w:style w:type="character" w:styleId="HTMLTypewriter">
    <w:name w:val="HTML Typewriter"/>
    <w:basedOn w:val="DefaultParagraphFont"/>
    <w:rsid w:val="00A65420"/>
    <w:rPr>
      <w:rFonts w:ascii="Courier New" w:eastAsia="Times New Roman" w:hAnsi="Courier New" w:cs="Times New Roman"/>
      <w:sz w:val="20"/>
      <w:szCs w:val="20"/>
    </w:rPr>
  </w:style>
  <w:style w:type="paragraph" w:styleId="NormalWeb">
    <w:name w:val="Normal (Web)"/>
    <w:basedOn w:val="Normal"/>
    <w:rsid w:val="00A65420"/>
    <w:rPr>
      <w:sz w:val="24"/>
      <w:szCs w:val="24"/>
    </w:rPr>
  </w:style>
  <w:style w:type="paragraph" w:styleId="Index1">
    <w:name w:val="index 1"/>
    <w:basedOn w:val="Normal"/>
    <w:semiHidden/>
    <w:rsid w:val="003E6AC7"/>
    <w:pPr>
      <w:keepLines/>
    </w:pPr>
  </w:style>
  <w:style w:type="paragraph" w:styleId="Index2">
    <w:name w:val="index 2"/>
    <w:basedOn w:val="Index1"/>
    <w:semiHidden/>
    <w:rsid w:val="003E6AC7"/>
    <w:pPr>
      <w:ind w:left="284"/>
    </w:pPr>
  </w:style>
  <w:style w:type="paragraph" w:styleId="Index3">
    <w:name w:val="index 3"/>
    <w:basedOn w:val="Normal"/>
    <w:next w:val="Normal"/>
    <w:autoRedefine/>
    <w:semiHidden/>
    <w:rsid w:val="00A65420"/>
    <w:pPr>
      <w:ind w:left="600" w:hanging="200"/>
    </w:pPr>
  </w:style>
  <w:style w:type="paragraph" w:styleId="Index4">
    <w:name w:val="index 4"/>
    <w:basedOn w:val="Normal"/>
    <w:next w:val="Normal"/>
    <w:autoRedefine/>
    <w:semiHidden/>
    <w:rsid w:val="00A65420"/>
    <w:pPr>
      <w:ind w:left="800" w:hanging="200"/>
    </w:pPr>
  </w:style>
  <w:style w:type="paragraph" w:styleId="Index5">
    <w:name w:val="index 5"/>
    <w:basedOn w:val="Normal"/>
    <w:next w:val="Normal"/>
    <w:autoRedefine/>
    <w:semiHidden/>
    <w:rsid w:val="00A65420"/>
    <w:pPr>
      <w:ind w:left="1000" w:hanging="200"/>
    </w:pPr>
  </w:style>
  <w:style w:type="paragraph" w:styleId="Index6">
    <w:name w:val="index 6"/>
    <w:basedOn w:val="Normal"/>
    <w:next w:val="Normal"/>
    <w:autoRedefine/>
    <w:semiHidden/>
    <w:rsid w:val="00A65420"/>
    <w:pPr>
      <w:ind w:left="1200" w:hanging="200"/>
    </w:pPr>
  </w:style>
  <w:style w:type="paragraph" w:styleId="Index7">
    <w:name w:val="index 7"/>
    <w:basedOn w:val="Normal"/>
    <w:next w:val="Normal"/>
    <w:autoRedefine/>
    <w:semiHidden/>
    <w:rsid w:val="00A65420"/>
    <w:pPr>
      <w:ind w:left="1400" w:hanging="200"/>
    </w:pPr>
  </w:style>
  <w:style w:type="paragraph" w:styleId="Index8">
    <w:name w:val="index 8"/>
    <w:basedOn w:val="Normal"/>
    <w:next w:val="Normal"/>
    <w:autoRedefine/>
    <w:semiHidden/>
    <w:rsid w:val="00A65420"/>
    <w:pPr>
      <w:ind w:left="1600" w:hanging="200"/>
    </w:pPr>
  </w:style>
  <w:style w:type="paragraph" w:styleId="Index9">
    <w:name w:val="index 9"/>
    <w:basedOn w:val="Normal"/>
    <w:next w:val="Normal"/>
    <w:autoRedefine/>
    <w:semiHidden/>
    <w:rsid w:val="00A65420"/>
    <w:pPr>
      <w:ind w:left="1800" w:hanging="200"/>
    </w:pPr>
  </w:style>
  <w:style w:type="paragraph" w:styleId="TOC1">
    <w:name w:val="toc 1"/>
    <w:semiHidden/>
    <w:rsid w:val="003E6AC7"/>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rPr>
  </w:style>
  <w:style w:type="paragraph" w:styleId="TOC2">
    <w:name w:val="toc 2"/>
    <w:basedOn w:val="TOC1"/>
    <w:semiHidden/>
    <w:rsid w:val="003E6AC7"/>
    <w:pPr>
      <w:spacing w:before="0"/>
      <w:ind w:left="851" w:hanging="851"/>
    </w:pPr>
    <w:rPr>
      <w:sz w:val="20"/>
    </w:rPr>
  </w:style>
  <w:style w:type="paragraph" w:styleId="TOC3">
    <w:name w:val="toc 3"/>
    <w:basedOn w:val="TOC2"/>
    <w:semiHidden/>
    <w:rsid w:val="003E6AC7"/>
    <w:pPr>
      <w:ind w:left="1134" w:hanging="1134"/>
    </w:pPr>
  </w:style>
  <w:style w:type="paragraph" w:styleId="TOC4">
    <w:name w:val="toc 4"/>
    <w:basedOn w:val="TOC3"/>
    <w:semiHidden/>
    <w:rsid w:val="003E6AC7"/>
    <w:pPr>
      <w:ind w:left="1418" w:hanging="1418"/>
    </w:pPr>
  </w:style>
  <w:style w:type="paragraph" w:styleId="TOC5">
    <w:name w:val="toc 5"/>
    <w:basedOn w:val="TOC4"/>
    <w:semiHidden/>
    <w:rsid w:val="003E6AC7"/>
    <w:pPr>
      <w:ind w:left="1701" w:hanging="1701"/>
    </w:pPr>
  </w:style>
  <w:style w:type="paragraph" w:styleId="TOC6">
    <w:name w:val="toc 6"/>
    <w:basedOn w:val="TOC5"/>
    <w:next w:val="Normal"/>
    <w:semiHidden/>
    <w:rsid w:val="003E6AC7"/>
    <w:pPr>
      <w:ind w:left="1985" w:hanging="1985"/>
    </w:pPr>
  </w:style>
  <w:style w:type="paragraph" w:styleId="TOC7">
    <w:name w:val="toc 7"/>
    <w:basedOn w:val="TOC6"/>
    <w:next w:val="Normal"/>
    <w:semiHidden/>
    <w:rsid w:val="003E6AC7"/>
    <w:pPr>
      <w:ind w:left="2268" w:hanging="2268"/>
    </w:pPr>
  </w:style>
  <w:style w:type="paragraph" w:styleId="TOC8">
    <w:name w:val="toc 8"/>
    <w:basedOn w:val="TOC1"/>
    <w:semiHidden/>
    <w:rsid w:val="003E6AC7"/>
    <w:pPr>
      <w:spacing w:before="180"/>
      <w:ind w:left="2693" w:hanging="2693"/>
    </w:pPr>
    <w:rPr>
      <w:b/>
    </w:rPr>
  </w:style>
  <w:style w:type="paragraph" w:styleId="TOC9">
    <w:name w:val="toc 9"/>
    <w:basedOn w:val="TOC8"/>
    <w:semiHidden/>
    <w:rsid w:val="003E6AC7"/>
    <w:pPr>
      <w:ind w:left="1418" w:hanging="1418"/>
    </w:pPr>
  </w:style>
  <w:style w:type="paragraph" w:styleId="NormalIndent">
    <w:name w:val="Normal Indent"/>
    <w:basedOn w:val="Normal"/>
    <w:rsid w:val="00A65420"/>
    <w:pPr>
      <w:ind w:left="720"/>
    </w:pPr>
  </w:style>
  <w:style w:type="paragraph" w:styleId="FootnoteText">
    <w:name w:val="footnote text"/>
    <w:basedOn w:val="Normal"/>
    <w:semiHidden/>
    <w:rsid w:val="003E6AC7"/>
    <w:pPr>
      <w:keepLines/>
      <w:ind w:left="454" w:hanging="454"/>
    </w:pPr>
    <w:rPr>
      <w:sz w:val="16"/>
    </w:rPr>
  </w:style>
  <w:style w:type="paragraph" w:styleId="CommentText">
    <w:name w:val="annotation text"/>
    <w:basedOn w:val="Normal"/>
    <w:semiHidden/>
    <w:rsid w:val="00A65420"/>
  </w:style>
  <w:style w:type="paragraph" w:styleId="Header">
    <w:name w:val="header"/>
    <w:rsid w:val="003E6AC7"/>
    <w:pPr>
      <w:widowControl w:val="0"/>
      <w:overflowPunct w:val="0"/>
      <w:autoSpaceDE w:val="0"/>
      <w:autoSpaceDN w:val="0"/>
      <w:adjustRightInd w:val="0"/>
      <w:textAlignment w:val="baseline"/>
    </w:pPr>
    <w:rPr>
      <w:rFonts w:ascii="Arial" w:hAnsi="Arial"/>
      <w:b/>
      <w:noProof/>
      <w:sz w:val="18"/>
      <w:lang w:val="en-GB"/>
    </w:rPr>
  </w:style>
  <w:style w:type="paragraph" w:styleId="Footer">
    <w:name w:val="footer"/>
    <w:basedOn w:val="Header"/>
    <w:rsid w:val="003E6AC7"/>
    <w:pPr>
      <w:jc w:val="center"/>
    </w:pPr>
    <w:rPr>
      <w:i/>
    </w:rPr>
  </w:style>
  <w:style w:type="paragraph" w:styleId="IndexHeading">
    <w:name w:val="index heading"/>
    <w:basedOn w:val="Normal"/>
    <w:next w:val="Normal"/>
    <w:semiHidden/>
    <w:rsid w:val="00A65420"/>
    <w:pPr>
      <w:pBdr>
        <w:top w:val="single" w:sz="12" w:space="0" w:color="auto"/>
      </w:pBdr>
      <w:spacing w:before="360" w:after="240"/>
    </w:pPr>
    <w:rPr>
      <w:b/>
      <w:i/>
      <w:sz w:val="26"/>
    </w:rPr>
  </w:style>
  <w:style w:type="paragraph" w:styleId="Caption">
    <w:name w:val="caption"/>
    <w:basedOn w:val="Normal"/>
    <w:next w:val="Normal"/>
    <w:qFormat/>
    <w:rsid w:val="00A65420"/>
    <w:pPr>
      <w:spacing w:before="120" w:after="120"/>
    </w:pPr>
    <w:rPr>
      <w:b/>
      <w:bCs/>
    </w:rPr>
  </w:style>
  <w:style w:type="paragraph" w:styleId="TableofFigures">
    <w:name w:val="table of figures"/>
    <w:basedOn w:val="Normal"/>
    <w:next w:val="Normal"/>
    <w:semiHidden/>
    <w:rsid w:val="00A65420"/>
    <w:pPr>
      <w:ind w:left="400" w:hanging="400"/>
    </w:pPr>
  </w:style>
  <w:style w:type="paragraph" w:styleId="EnvelopeAddress">
    <w:name w:val="envelope address"/>
    <w:basedOn w:val="Normal"/>
    <w:rsid w:val="00A65420"/>
    <w:pPr>
      <w:framePr w:w="7920" w:h="1980" w:hSpace="180" w:wrap="auto" w:hAnchor="page" w:xAlign="center" w:yAlign="bottom"/>
      <w:ind w:left="2880"/>
    </w:pPr>
    <w:rPr>
      <w:rFonts w:ascii="Arial" w:hAnsi="Arial" w:cs="Arial"/>
      <w:sz w:val="24"/>
      <w:szCs w:val="24"/>
    </w:rPr>
  </w:style>
  <w:style w:type="paragraph" w:styleId="EnvelopeReturn">
    <w:name w:val="envelope return"/>
    <w:basedOn w:val="Normal"/>
    <w:rsid w:val="00A65420"/>
    <w:rPr>
      <w:rFonts w:ascii="Arial" w:hAnsi="Arial" w:cs="Arial"/>
    </w:rPr>
  </w:style>
  <w:style w:type="paragraph" w:styleId="EndnoteText">
    <w:name w:val="endnote text"/>
    <w:basedOn w:val="Normal"/>
    <w:semiHidden/>
    <w:rsid w:val="00A65420"/>
  </w:style>
  <w:style w:type="paragraph" w:styleId="TableofAuthorities">
    <w:name w:val="table of authorities"/>
    <w:basedOn w:val="Normal"/>
    <w:next w:val="Normal"/>
    <w:semiHidden/>
    <w:rsid w:val="00A65420"/>
    <w:pPr>
      <w:ind w:left="200" w:hanging="200"/>
    </w:pPr>
  </w:style>
  <w:style w:type="paragraph" w:styleId="MacroText">
    <w:name w:val="macro"/>
    <w:semiHidden/>
    <w:rsid w:val="00A6542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pPr>
    <w:rPr>
      <w:rFonts w:ascii="Courier New" w:hAnsi="Courier New" w:cs="Courier New"/>
      <w:lang w:val="en-GB"/>
    </w:rPr>
  </w:style>
  <w:style w:type="paragraph" w:styleId="TOAHeading">
    <w:name w:val="toa heading"/>
    <w:basedOn w:val="Normal"/>
    <w:next w:val="Normal"/>
    <w:semiHidden/>
    <w:rsid w:val="00A65420"/>
    <w:pPr>
      <w:spacing w:before="120"/>
    </w:pPr>
    <w:rPr>
      <w:rFonts w:ascii="Arial" w:hAnsi="Arial" w:cs="Arial"/>
      <w:b/>
      <w:bCs/>
      <w:sz w:val="24"/>
      <w:szCs w:val="24"/>
    </w:rPr>
  </w:style>
  <w:style w:type="paragraph" w:styleId="List">
    <w:name w:val="List"/>
    <w:basedOn w:val="Normal"/>
    <w:rsid w:val="003E6AC7"/>
    <w:pPr>
      <w:ind w:left="568" w:hanging="284"/>
    </w:pPr>
  </w:style>
  <w:style w:type="paragraph" w:styleId="ListBullet">
    <w:name w:val="List Bullet"/>
    <w:basedOn w:val="List"/>
    <w:rsid w:val="003E6AC7"/>
  </w:style>
  <w:style w:type="paragraph" w:styleId="ListNumber">
    <w:name w:val="List Number"/>
    <w:basedOn w:val="List"/>
    <w:rsid w:val="003E6AC7"/>
  </w:style>
  <w:style w:type="paragraph" w:styleId="List2">
    <w:name w:val="List 2"/>
    <w:basedOn w:val="List"/>
    <w:rsid w:val="003E6AC7"/>
    <w:pPr>
      <w:ind w:left="851"/>
    </w:pPr>
  </w:style>
  <w:style w:type="paragraph" w:styleId="List3">
    <w:name w:val="List 3"/>
    <w:basedOn w:val="List2"/>
    <w:rsid w:val="003E6AC7"/>
    <w:pPr>
      <w:ind w:left="1135"/>
    </w:pPr>
  </w:style>
  <w:style w:type="paragraph" w:styleId="List4">
    <w:name w:val="List 4"/>
    <w:basedOn w:val="List3"/>
    <w:rsid w:val="003E6AC7"/>
    <w:pPr>
      <w:ind w:left="1418"/>
    </w:pPr>
  </w:style>
  <w:style w:type="paragraph" w:styleId="List5">
    <w:name w:val="List 5"/>
    <w:basedOn w:val="List4"/>
    <w:rsid w:val="003E6AC7"/>
    <w:pPr>
      <w:ind w:left="1702"/>
    </w:pPr>
  </w:style>
  <w:style w:type="paragraph" w:styleId="ListBullet2">
    <w:name w:val="List Bullet 2"/>
    <w:basedOn w:val="ListBullet"/>
    <w:rsid w:val="003E6AC7"/>
    <w:pPr>
      <w:ind w:left="851"/>
    </w:pPr>
  </w:style>
  <w:style w:type="paragraph" w:styleId="ListBullet3">
    <w:name w:val="List Bullet 3"/>
    <w:basedOn w:val="ListBullet2"/>
    <w:rsid w:val="003E6AC7"/>
    <w:pPr>
      <w:ind w:left="1135"/>
    </w:pPr>
  </w:style>
  <w:style w:type="paragraph" w:styleId="ListBullet4">
    <w:name w:val="List Bullet 4"/>
    <w:basedOn w:val="ListBullet3"/>
    <w:rsid w:val="003E6AC7"/>
    <w:pPr>
      <w:ind w:left="1418"/>
    </w:pPr>
  </w:style>
  <w:style w:type="paragraph" w:styleId="ListBullet5">
    <w:name w:val="List Bullet 5"/>
    <w:basedOn w:val="ListBullet4"/>
    <w:rsid w:val="003E6AC7"/>
    <w:pPr>
      <w:ind w:left="1702"/>
    </w:pPr>
  </w:style>
  <w:style w:type="paragraph" w:styleId="ListNumber2">
    <w:name w:val="List Number 2"/>
    <w:basedOn w:val="ListNumber"/>
    <w:rsid w:val="003E6AC7"/>
    <w:pPr>
      <w:ind w:left="851"/>
    </w:pPr>
  </w:style>
  <w:style w:type="paragraph" w:styleId="ListNumber3">
    <w:name w:val="List Number 3"/>
    <w:basedOn w:val="Normal"/>
    <w:rsid w:val="00A65420"/>
    <w:pPr>
      <w:numPr>
        <w:numId w:val="1"/>
      </w:numPr>
    </w:pPr>
  </w:style>
  <w:style w:type="paragraph" w:styleId="ListNumber4">
    <w:name w:val="List Number 4"/>
    <w:basedOn w:val="Normal"/>
    <w:rsid w:val="00A65420"/>
    <w:pPr>
      <w:numPr>
        <w:numId w:val="2"/>
      </w:numPr>
    </w:pPr>
  </w:style>
  <w:style w:type="paragraph" w:styleId="ListNumber5">
    <w:name w:val="List Number 5"/>
    <w:basedOn w:val="Normal"/>
    <w:rsid w:val="00A65420"/>
    <w:pPr>
      <w:numPr>
        <w:numId w:val="3"/>
      </w:numPr>
    </w:pPr>
  </w:style>
  <w:style w:type="paragraph" w:styleId="Title">
    <w:name w:val="Title"/>
    <w:basedOn w:val="Normal"/>
    <w:qFormat/>
    <w:rsid w:val="00A65420"/>
    <w:pPr>
      <w:spacing w:before="240" w:after="60"/>
      <w:jc w:val="center"/>
      <w:outlineLvl w:val="0"/>
    </w:pPr>
    <w:rPr>
      <w:rFonts w:ascii="Arial" w:hAnsi="Arial" w:cs="Arial"/>
      <w:b/>
      <w:bCs/>
      <w:kern w:val="28"/>
      <w:sz w:val="32"/>
      <w:szCs w:val="32"/>
    </w:rPr>
  </w:style>
  <w:style w:type="paragraph" w:styleId="Closing">
    <w:name w:val="Closing"/>
    <w:basedOn w:val="Normal"/>
    <w:rsid w:val="00A65420"/>
    <w:pPr>
      <w:ind w:left="4252"/>
    </w:pPr>
  </w:style>
  <w:style w:type="paragraph" w:styleId="Signature">
    <w:name w:val="Signature"/>
    <w:basedOn w:val="Normal"/>
    <w:rsid w:val="00A65420"/>
    <w:pPr>
      <w:ind w:left="4252"/>
    </w:pPr>
  </w:style>
  <w:style w:type="paragraph" w:styleId="BodyText">
    <w:name w:val="Body Text"/>
    <w:basedOn w:val="Normal"/>
    <w:rsid w:val="00A65420"/>
    <w:pPr>
      <w:keepNext/>
      <w:spacing w:after="140"/>
    </w:pPr>
  </w:style>
  <w:style w:type="paragraph" w:styleId="BodyTextIndent">
    <w:name w:val="Body Text Indent"/>
    <w:basedOn w:val="Normal"/>
    <w:rsid w:val="00A65420"/>
    <w:pPr>
      <w:spacing w:after="120"/>
      <w:ind w:left="283"/>
    </w:pPr>
  </w:style>
  <w:style w:type="paragraph" w:styleId="ListContinue">
    <w:name w:val="List Continue"/>
    <w:basedOn w:val="Normal"/>
    <w:rsid w:val="00A65420"/>
    <w:pPr>
      <w:spacing w:after="120"/>
      <w:ind w:left="283"/>
    </w:pPr>
  </w:style>
  <w:style w:type="paragraph" w:styleId="ListContinue2">
    <w:name w:val="List Continue 2"/>
    <w:basedOn w:val="Normal"/>
    <w:rsid w:val="00A65420"/>
    <w:pPr>
      <w:spacing w:after="120"/>
      <w:ind w:left="566"/>
    </w:pPr>
  </w:style>
  <w:style w:type="paragraph" w:styleId="ListContinue3">
    <w:name w:val="List Continue 3"/>
    <w:basedOn w:val="Normal"/>
    <w:rsid w:val="00A65420"/>
    <w:pPr>
      <w:spacing w:after="120"/>
      <w:ind w:left="849"/>
    </w:pPr>
  </w:style>
  <w:style w:type="paragraph" w:styleId="ListContinue4">
    <w:name w:val="List Continue 4"/>
    <w:basedOn w:val="Normal"/>
    <w:rsid w:val="00A65420"/>
    <w:pPr>
      <w:spacing w:after="120"/>
      <w:ind w:left="1132"/>
    </w:pPr>
  </w:style>
  <w:style w:type="paragraph" w:styleId="ListContinue5">
    <w:name w:val="List Continue 5"/>
    <w:basedOn w:val="Normal"/>
    <w:rsid w:val="00A65420"/>
    <w:pPr>
      <w:spacing w:after="120"/>
      <w:ind w:left="1415"/>
    </w:pPr>
  </w:style>
  <w:style w:type="paragraph" w:styleId="MessageHeader">
    <w:name w:val="Message Header"/>
    <w:basedOn w:val="Normal"/>
    <w:rsid w:val="00A6542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ubtitle">
    <w:name w:val="Subtitle"/>
    <w:basedOn w:val="Normal"/>
    <w:qFormat/>
    <w:rsid w:val="00A65420"/>
    <w:pPr>
      <w:spacing w:after="60"/>
      <w:jc w:val="center"/>
      <w:outlineLvl w:val="1"/>
    </w:pPr>
    <w:rPr>
      <w:rFonts w:ascii="Arial" w:hAnsi="Arial" w:cs="Arial"/>
      <w:sz w:val="24"/>
      <w:szCs w:val="24"/>
    </w:rPr>
  </w:style>
  <w:style w:type="paragraph" w:styleId="Salutation">
    <w:name w:val="Salutation"/>
    <w:basedOn w:val="Normal"/>
    <w:next w:val="Normal"/>
    <w:rsid w:val="00A65420"/>
  </w:style>
  <w:style w:type="paragraph" w:styleId="Date">
    <w:name w:val="Date"/>
    <w:basedOn w:val="Normal"/>
    <w:next w:val="Normal"/>
    <w:rsid w:val="00A65420"/>
  </w:style>
  <w:style w:type="paragraph" w:styleId="BodyTextFirstIndent">
    <w:name w:val="Body Text First Indent"/>
    <w:basedOn w:val="BodyText"/>
    <w:rsid w:val="00A65420"/>
    <w:pPr>
      <w:keepNext w:val="0"/>
      <w:spacing w:after="120"/>
      <w:ind w:firstLine="210"/>
    </w:pPr>
  </w:style>
  <w:style w:type="paragraph" w:styleId="BodyTextFirstIndent2">
    <w:name w:val="Body Text First Indent 2"/>
    <w:basedOn w:val="BodyTextIndent"/>
    <w:rsid w:val="00A65420"/>
    <w:pPr>
      <w:ind w:firstLine="210"/>
    </w:pPr>
  </w:style>
  <w:style w:type="paragraph" w:styleId="NoteHeading">
    <w:name w:val="Note Heading"/>
    <w:basedOn w:val="Normal"/>
    <w:next w:val="Normal"/>
    <w:rsid w:val="00A65420"/>
  </w:style>
  <w:style w:type="paragraph" w:styleId="BodyText2">
    <w:name w:val="Body Text 2"/>
    <w:basedOn w:val="Normal"/>
    <w:rsid w:val="00A65420"/>
    <w:pPr>
      <w:spacing w:after="120" w:line="480" w:lineRule="auto"/>
    </w:pPr>
  </w:style>
  <w:style w:type="paragraph" w:styleId="BodyText3">
    <w:name w:val="Body Text 3"/>
    <w:basedOn w:val="Normal"/>
    <w:rsid w:val="00A65420"/>
    <w:pPr>
      <w:spacing w:after="120"/>
    </w:pPr>
    <w:rPr>
      <w:sz w:val="16"/>
      <w:szCs w:val="16"/>
    </w:rPr>
  </w:style>
  <w:style w:type="paragraph" w:styleId="BodyTextIndent2">
    <w:name w:val="Body Text Indent 2"/>
    <w:basedOn w:val="Normal"/>
    <w:rsid w:val="00A65420"/>
    <w:pPr>
      <w:spacing w:after="120" w:line="480" w:lineRule="auto"/>
      <w:ind w:left="283"/>
    </w:pPr>
  </w:style>
  <w:style w:type="paragraph" w:styleId="BodyTextIndent3">
    <w:name w:val="Body Text Indent 3"/>
    <w:basedOn w:val="Normal"/>
    <w:rsid w:val="00A65420"/>
    <w:pPr>
      <w:spacing w:after="120"/>
      <w:ind w:left="283"/>
    </w:pPr>
    <w:rPr>
      <w:sz w:val="16"/>
      <w:szCs w:val="16"/>
    </w:rPr>
  </w:style>
  <w:style w:type="paragraph" w:styleId="BlockText">
    <w:name w:val="Block Text"/>
    <w:basedOn w:val="Normal"/>
    <w:rsid w:val="00A65420"/>
    <w:pPr>
      <w:spacing w:after="120"/>
      <w:ind w:left="1440" w:right="1440"/>
    </w:pPr>
  </w:style>
  <w:style w:type="paragraph" w:styleId="DocumentMap">
    <w:name w:val="Document Map"/>
    <w:basedOn w:val="Normal"/>
    <w:semiHidden/>
    <w:rsid w:val="00A65420"/>
    <w:pPr>
      <w:shd w:val="clear" w:color="auto" w:fill="000080"/>
    </w:pPr>
    <w:rPr>
      <w:rFonts w:ascii="Tahoma" w:hAnsi="Tahoma" w:cs="Tahoma"/>
    </w:rPr>
  </w:style>
  <w:style w:type="paragraph" w:styleId="PlainText">
    <w:name w:val="Plain Text"/>
    <w:basedOn w:val="Normal"/>
    <w:rsid w:val="00A65420"/>
    <w:rPr>
      <w:rFonts w:ascii="Courier New" w:hAnsi="Courier New" w:cs="Courier New"/>
    </w:rPr>
  </w:style>
  <w:style w:type="paragraph" w:styleId="E-mailSignature">
    <w:name w:val="E-mail Signature"/>
    <w:basedOn w:val="Normal"/>
    <w:rsid w:val="00A65420"/>
  </w:style>
  <w:style w:type="paragraph" w:customStyle="1" w:styleId="EQ">
    <w:name w:val="EQ"/>
    <w:basedOn w:val="Normal"/>
    <w:next w:val="Normal"/>
    <w:rsid w:val="003E6AC7"/>
    <w:pPr>
      <w:keepLines/>
      <w:tabs>
        <w:tab w:val="center" w:pos="4536"/>
        <w:tab w:val="right" w:pos="9072"/>
      </w:tabs>
    </w:pPr>
    <w:rPr>
      <w:noProof/>
    </w:rPr>
  </w:style>
  <w:style w:type="paragraph" w:customStyle="1" w:styleId="ZD">
    <w:name w:val="ZD"/>
    <w:rsid w:val="003E6AC7"/>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customStyle="1" w:styleId="TT">
    <w:name w:val="TT"/>
    <w:basedOn w:val="Heading1"/>
    <w:next w:val="Normal"/>
    <w:rsid w:val="003E6AC7"/>
    <w:pPr>
      <w:outlineLvl w:val="9"/>
    </w:pPr>
  </w:style>
  <w:style w:type="paragraph" w:customStyle="1" w:styleId="NO">
    <w:name w:val="NO"/>
    <w:basedOn w:val="Normal"/>
    <w:rsid w:val="003E6AC7"/>
    <w:pPr>
      <w:keepLines/>
      <w:ind w:left="1135" w:hanging="851"/>
    </w:pPr>
  </w:style>
  <w:style w:type="paragraph" w:customStyle="1" w:styleId="PL">
    <w:name w:val="PL"/>
    <w:rsid w:val="003E6AC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L">
    <w:name w:val="TAL"/>
    <w:basedOn w:val="Normal"/>
    <w:rsid w:val="003E6AC7"/>
    <w:pPr>
      <w:keepNext/>
      <w:keepLines/>
      <w:spacing w:after="0"/>
    </w:pPr>
    <w:rPr>
      <w:rFonts w:ascii="Arial" w:hAnsi="Arial"/>
      <w:sz w:val="18"/>
    </w:rPr>
  </w:style>
  <w:style w:type="paragraph" w:customStyle="1" w:styleId="TAC">
    <w:name w:val="TAC"/>
    <w:basedOn w:val="TAL"/>
    <w:rsid w:val="003E6AC7"/>
    <w:pPr>
      <w:jc w:val="center"/>
    </w:pPr>
  </w:style>
  <w:style w:type="paragraph" w:customStyle="1" w:styleId="LD">
    <w:name w:val="LD"/>
    <w:rsid w:val="003E6AC7"/>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3E6AC7"/>
    <w:pPr>
      <w:keepLines/>
      <w:ind w:left="1702" w:hanging="1418"/>
    </w:pPr>
  </w:style>
  <w:style w:type="paragraph" w:customStyle="1" w:styleId="FP">
    <w:name w:val="FP"/>
    <w:basedOn w:val="Normal"/>
    <w:rsid w:val="003E6AC7"/>
    <w:pPr>
      <w:spacing w:after="0"/>
    </w:pPr>
  </w:style>
  <w:style w:type="paragraph" w:customStyle="1" w:styleId="NW">
    <w:name w:val="NW"/>
    <w:basedOn w:val="NO"/>
    <w:rsid w:val="003E6AC7"/>
    <w:pPr>
      <w:spacing w:after="0"/>
    </w:pPr>
  </w:style>
  <w:style w:type="paragraph" w:customStyle="1" w:styleId="EW">
    <w:name w:val="EW"/>
    <w:basedOn w:val="EX"/>
    <w:rsid w:val="003E6AC7"/>
    <w:pPr>
      <w:spacing w:after="0"/>
    </w:pPr>
  </w:style>
  <w:style w:type="paragraph" w:customStyle="1" w:styleId="B10">
    <w:name w:val="B1"/>
    <w:basedOn w:val="List"/>
    <w:rsid w:val="003E6AC7"/>
    <w:pPr>
      <w:ind w:left="738" w:hanging="454"/>
    </w:pPr>
  </w:style>
  <w:style w:type="paragraph" w:customStyle="1" w:styleId="EditorsNote">
    <w:name w:val="Editor's Note"/>
    <w:basedOn w:val="NO"/>
    <w:rsid w:val="003E6AC7"/>
    <w:rPr>
      <w:color w:val="FF0000"/>
    </w:rPr>
  </w:style>
  <w:style w:type="paragraph" w:customStyle="1" w:styleId="TH">
    <w:name w:val="TH"/>
    <w:basedOn w:val="FL"/>
    <w:next w:val="FL"/>
    <w:rsid w:val="003E6AC7"/>
  </w:style>
  <w:style w:type="paragraph" w:customStyle="1" w:styleId="FL">
    <w:name w:val="FL"/>
    <w:basedOn w:val="Normal"/>
    <w:rsid w:val="003E6AC7"/>
    <w:pPr>
      <w:keepNext/>
      <w:keepLines/>
      <w:spacing w:before="60"/>
      <w:jc w:val="center"/>
    </w:pPr>
    <w:rPr>
      <w:rFonts w:ascii="Arial" w:hAnsi="Arial"/>
      <w:b/>
    </w:rPr>
  </w:style>
  <w:style w:type="paragraph" w:customStyle="1" w:styleId="ZA">
    <w:name w:val="ZA"/>
    <w:rsid w:val="003E6AC7"/>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3E6AC7"/>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3E6AC7"/>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rPr>
  </w:style>
  <w:style w:type="paragraph" w:customStyle="1" w:styleId="ZU">
    <w:name w:val="ZU"/>
    <w:rsid w:val="003E6AC7"/>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3E6AC7"/>
    <w:pPr>
      <w:ind w:left="851" w:hanging="851"/>
    </w:pPr>
  </w:style>
  <w:style w:type="paragraph" w:customStyle="1" w:styleId="ZH">
    <w:name w:val="ZH"/>
    <w:rsid w:val="003E6AC7"/>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3E6AC7"/>
    <w:pPr>
      <w:keepNext w:val="0"/>
      <w:spacing w:before="0" w:after="240"/>
    </w:pPr>
  </w:style>
  <w:style w:type="paragraph" w:customStyle="1" w:styleId="ZG">
    <w:name w:val="ZG"/>
    <w:rsid w:val="003E6AC7"/>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customStyle="1" w:styleId="B20">
    <w:name w:val="B2"/>
    <w:basedOn w:val="List2"/>
    <w:rsid w:val="003E6AC7"/>
    <w:pPr>
      <w:ind w:left="1191" w:hanging="454"/>
    </w:pPr>
  </w:style>
  <w:style w:type="paragraph" w:customStyle="1" w:styleId="B30">
    <w:name w:val="B3"/>
    <w:basedOn w:val="List3"/>
    <w:rsid w:val="003E6AC7"/>
    <w:pPr>
      <w:ind w:left="1645" w:hanging="454"/>
    </w:pPr>
  </w:style>
  <w:style w:type="paragraph" w:customStyle="1" w:styleId="B4">
    <w:name w:val="B4"/>
    <w:basedOn w:val="List4"/>
    <w:rsid w:val="003E6AC7"/>
    <w:pPr>
      <w:ind w:left="2098" w:hanging="454"/>
    </w:pPr>
  </w:style>
  <w:style w:type="paragraph" w:customStyle="1" w:styleId="B5">
    <w:name w:val="B5"/>
    <w:basedOn w:val="List5"/>
    <w:rsid w:val="003E6AC7"/>
    <w:pPr>
      <w:ind w:left="2552" w:hanging="454"/>
    </w:pPr>
  </w:style>
  <w:style w:type="paragraph" w:customStyle="1" w:styleId="ZTD">
    <w:name w:val="ZTD"/>
    <w:basedOn w:val="ZB"/>
    <w:rsid w:val="003E6AC7"/>
    <w:pPr>
      <w:framePr w:hRule="auto" w:wrap="notBeside" w:y="852"/>
    </w:pPr>
    <w:rPr>
      <w:i w:val="0"/>
      <w:sz w:val="40"/>
    </w:rPr>
  </w:style>
  <w:style w:type="paragraph" w:customStyle="1" w:styleId="ZV">
    <w:name w:val="ZV"/>
    <w:basedOn w:val="ZU"/>
    <w:rsid w:val="003E6AC7"/>
    <w:pPr>
      <w:framePr w:wrap="notBeside" w:y="16161"/>
    </w:pPr>
  </w:style>
  <w:style w:type="paragraph" w:customStyle="1" w:styleId="B3">
    <w:name w:val="B3+"/>
    <w:basedOn w:val="B30"/>
    <w:rsid w:val="003E6AC7"/>
    <w:pPr>
      <w:numPr>
        <w:numId w:val="4"/>
      </w:numPr>
      <w:tabs>
        <w:tab w:val="left" w:pos="1134"/>
      </w:tabs>
    </w:pPr>
  </w:style>
  <w:style w:type="paragraph" w:customStyle="1" w:styleId="B1">
    <w:name w:val="B1+"/>
    <w:basedOn w:val="B10"/>
    <w:rsid w:val="003E6AC7"/>
    <w:pPr>
      <w:numPr>
        <w:numId w:val="5"/>
      </w:numPr>
    </w:pPr>
  </w:style>
  <w:style w:type="paragraph" w:customStyle="1" w:styleId="B2">
    <w:name w:val="B2+"/>
    <w:basedOn w:val="B20"/>
    <w:rsid w:val="003E6AC7"/>
    <w:pPr>
      <w:numPr>
        <w:numId w:val="6"/>
      </w:numPr>
    </w:pPr>
  </w:style>
  <w:style w:type="paragraph" w:customStyle="1" w:styleId="BL">
    <w:name w:val="BL"/>
    <w:basedOn w:val="Normal"/>
    <w:rsid w:val="003E6AC7"/>
    <w:pPr>
      <w:numPr>
        <w:numId w:val="7"/>
      </w:numPr>
      <w:tabs>
        <w:tab w:val="left" w:pos="851"/>
      </w:tabs>
    </w:pPr>
  </w:style>
  <w:style w:type="paragraph" w:customStyle="1" w:styleId="BN">
    <w:name w:val="BN"/>
    <w:basedOn w:val="Normal"/>
    <w:rsid w:val="003E6AC7"/>
    <w:pPr>
      <w:numPr>
        <w:numId w:val="8"/>
      </w:numPr>
    </w:pPr>
  </w:style>
  <w:style w:type="character" w:styleId="FootnoteReference">
    <w:name w:val="footnote reference"/>
    <w:basedOn w:val="DefaultParagraphFont"/>
    <w:semiHidden/>
    <w:rsid w:val="003E6AC7"/>
    <w:rPr>
      <w:b/>
      <w:position w:val="6"/>
      <w:sz w:val="16"/>
    </w:rPr>
  </w:style>
  <w:style w:type="character" w:styleId="CommentReference">
    <w:name w:val="annotation reference"/>
    <w:basedOn w:val="DefaultParagraphFont"/>
    <w:semiHidden/>
    <w:rsid w:val="00A65420"/>
    <w:rPr>
      <w:sz w:val="16"/>
      <w:szCs w:val="16"/>
    </w:rPr>
  </w:style>
  <w:style w:type="character" w:styleId="EndnoteReference">
    <w:name w:val="endnote reference"/>
    <w:basedOn w:val="DefaultParagraphFont"/>
    <w:semiHidden/>
    <w:rsid w:val="00A65420"/>
    <w:rPr>
      <w:vertAlign w:val="superscript"/>
    </w:rPr>
  </w:style>
  <w:style w:type="character" w:customStyle="1" w:styleId="ZGSM">
    <w:name w:val="ZGSM"/>
    <w:rsid w:val="003E6AC7"/>
  </w:style>
  <w:style w:type="paragraph" w:customStyle="1" w:styleId="TAH">
    <w:name w:val="TAH"/>
    <w:basedOn w:val="TAC"/>
    <w:rsid w:val="003E6AC7"/>
    <w:rPr>
      <w:b/>
    </w:rPr>
  </w:style>
  <w:style w:type="paragraph" w:customStyle="1" w:styleId="TAR">
    <w:name w:val="TAR"/>
    <w:basedOn w:val="TAL"/>
    <w:rsid w:val="003E6AC7"/>
    <w:pPr>
      <w:jc w:val="right"/>
    </w:pPr>
  </w:style>
  <w:style w:type="paragraph" w:customStyle="1" w:styleId="NF">
    <w:name w:val="NF"/>
    <w:basedOn w:val="NO"/>
    <w:rsid w:val="003E6AC7"/>
    <w:pPr>
      <w:keepNext/>
      <w:spacing w:after="0"/>
    </w:pPr>
    <w:rPr>
      <w:rFonts w:ascii="Arial" w:hAnsi="Arial"/>
      <w:sz w:val="18"/>
    </w:rPr>
  </w:style>
  <w:style w:type="paragraph" w:customStyle="1" w:styleId="TAJ">
    <w:name w:val="TAJ"/>
    <w:basedOn w:val="Normal"/>
    <w:rsid w:val="003E6AC7"/>
    <w:pPr>
      <w:keepNext/>
      <w:keepLines/>
      <w:spacing w:after="0"/>
      <w:jc w:val="both"/>
    </w:pPr>
    <w:rPr>
      <w:rFonts w:ascii="Arial" w:hAnsi="Arial"/>
      <w:sz w:val="18"/>
    </w:rPr>
  </w:style>
  <w:style w:type="paragraph" w:styleId="BalloonText">
    <w:name w:val="Balloon Text"/>
    <w:basedOn w:val="Normal"/>
    <w:semiHidden/>
    <w:rsid w:val="00A65420"/>
    <w:rPr>
      <w:rFonts w:ascii="Tahoma" w:hAnsi="Tahoma" w:cs="Tahoma"/>
      <w:sz w:val="16"/>
      <w:szCs w:val="16"/>
    </w:rPr>
  </w:style>
  <w:style w:type="character" w:styleId="PageNumber">
    <w:name w:val="page number"/>
    <w:basedOn w:val="DefaultParagraphFont"/>
    <w:rsid w:val="00A65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ETSIW_80.dot</Template>
  <TotalTime>8</TotalTime>
  <Pages>48</Pages>
  <Words>8453</Words>
  <Characters>48183</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SKELETON</vt:lpstr>
    </vt:vector>
  </TitlesOfParts>
  <Company>ETS Sophia Antipolis</Company>
  <LinksUpToDate>false</LinksUpToDate>
  <CharactersWithSpaces>56523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SKELETON</dc:title>
  <dc:subject>NEW REGIME</dc:subject>
  <dc:creator>ETSI Secretariat</dc:creator>
  <cp:keywords>EDM;Word97;Word2000</cp:keywords>
  <cp:lastModifiedBy>Antoinette van Tricht</cp:lastModifiedBy>
  <cp:revision>5</cp:revision>
  <cp:lastPrinted>2002-01-22T14:32:00Z</cp:lastPrinted>
  <dcterms:created xsi:type="dcterms:W3CDTF">2015-04-02T10:36:00Z</dcterms:created>
  <dcterms:modified xsi:type="dcterms:W3CDTF">2015-04-10T13:19:00Z</dcterms:modified>
</cp:coreProperties>
</file>