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81B" w:rsidRDefault="00A8181B" w:rsidP="003701FA">
      <w:pPr>
        <w:pStyle w:val="ZA"/>
        <w:framePr w:wrap="notBeside"/>
      </w:pPr>
      <w:bookmarkStart w:id="0" w:name="page1"/>
      <w:bookmarkStart w:id="1" w:name="historyclause"/>
      <w:bookmarkStart w:id="2" w:name="_GoBack"/>
      <w:bookmarkEnd w:id="0"/>
      <w:bookmarkEnd w:id="1"/>
      <w:bookmarkEnd w:id="2"/>
      <w:r>
        <w:rPr>
          <w:sz w:val="64"/>
        </w:rPr>
        <w:t xml:space="preserve">3GPP TS </w:t>
      </w:r>
      <w:r w:rsidR="00302D31">
        <w:rPr>
          <w:sz w:val="64"/>
        </w:rPr>
        <w:t>36</w:t>
      </w:r>
      <w:r>
        <w:rPr>
          <w:sz w:val="64"/>
        </w:rPr>
        <w:t xml:space="preserve">.201 </w:t>
      </w:r>
      <w:r w:rsidR="00B91875">
        <w:t>V15</w:t>
      </w:r>
      <w:r w:rsidR="00135AE2">
        <w:t>.</w:t>
      </w:r>
      <w:r w:rsidR="00F12318">
        <w:t>3</w:t>
      </w:r>
      <w:r w:rsidR="00135AE2">
        <w:t>.0</w:t>
      </w:r>
      <w:r w:rsidR="00307972">
        <w:t xml:space="preserve"> </w:t>
      </w:r>
      <w:r>
        <w:rPr>
          <w:sz w:val="32"/>
        </w:rPr>
        <w:t>(</w:t>
      </w:r>
      <w:r w:rsidR="00F12318">
        <w:rPr>
          <w:sz w:val="32"/>
        </w:rPr>
        <w:t>2020</w:t>
      </w:r>
      <w:r w:rsidR="00135AE2">
        <w:rPr>
          <w:sz w:val="32"/>
        </w:rPr>
        <w:t>-</w:t>
      </w:r>
      <w:r w:rsidR="00F12318">
        <w:rPr>
          <w:sz w:val="32"/>
        </w:rPr>
        <w:t>03</w:t>
      </w:r>
      <w:r>
        <w:rPr>
          <w:sz w:val="32"/>
        </w:rPr>
        <w:t>)</w:t>
      </w:r>
    </w:p>
    <w:p w:rsidR="00A8181B" w:rsidRDefault="00A8181B">
      <w:pPr>
        <w:pStyle w:val="ZB"/>
        <w:framePr w:wrap="notBeside"/>
      </w:pPr>
      <w:r>
        <w:t>Technical Specification</w:t>
      </w:r>
    </w:p>
    <w:p w:rsidR="00A8181B" w:rsidRDefault="00A8181B">
      <w:pPr>
        <w:pStyle w:val="ZT"/>
        <w:framePr w:wrap="notBeside"/>
      </w:pPr>
      <w:r>
        <w:t>3rd Generation Partnership Project;</w:t>
      </w:r>
    </w:p>
    <w:p w:rsidR="00A8181B" w:rsidRDefault="00A8181B">
      <w:pPr>
        <w:pStyle w:val="ZT"/>
        <w:framePr w:wrap="notBeside"/>
      </w:pPr>
      <w:r>
        <w:t>Technical Specification Group Radio Access Network;</w:t>
      </w:r>
    </w:p>
    <w:p w:rsidR="00221214" w:rsidRDefault="00221214">
      <w:pPr>
        <w:pStyle w:val="ZT"/>
        <w:framePr w:wrap="notBeside"/>
      </w:pPr>
      <w:r>
        <w:t>Evolved Universal Terrestrial Radio Access (E-UTRA);</w:t>
      </w:r>
    </w:p>
    <w:p w:rsidR="00A8181B" w:rsidRDefault="006150B5" w:rsidP="006150B5">
      <w:pPr>
        <w:pStyle w:val="ZT"/>
        <w:framePr w:wrap="notBeside"/>
        <w:wordWrap w:val="0"/>
      </w:pPr>
      <w:r>
        <w:t xml:space="preserve">LTE </w:t>
      </w:r>
      <w:r w:rsidR="003C73CC">
        <w:t>p</w:t>
      </w:r>
      <w:r w:rsidR="00A8181B">
        <w:t xml:space="preserve">hysical </w:t>
      </w:r>
      <w:r w:rsidR="003C73CC">
        <w:t>l</w:t>
      </w:r>
      <w:r>
        <w:t>ayer</w:t>
      </w:r>
      <w:r w:rsidR="003C73CC">
        <w:t>;</w:t>
      </w:r>
      <w:r>
        <w:t xml:space="preserve"> General </w:t>
      </w:r>
      <w:r w:rsidR="003C73CC">
        <w:t>d</w:t>
      </w:r>
      <w:r w:rsidR="00A8181B">
        <w:t>escription</w:t>
      </w:r>
    </w:p>
    <w:p w:rsidR="00A8181B" w:rsidRDefault="00A8181B" w:rsidP="006150B5">
      <w:pPr>
        <w:pStyle w:val="ZT"/>
        <w:framePr w:wrap="notBeside"/>
      </w:pPr>
      <w:r>
        <w:t>(</w:t>
      </w:r>
      <w:r>
        <w:rPr>
          <w:rStyle w:val="ZGSM"/>
        </w:rPr>
        <w:t>Release</w:t>
      </w:r>
      <w:r w:rsidR="00135AE2">
        <w:rPr>
          <w:rStyle w:val="ZGSM"/>
        </w:rPr>
        <w:t xml:space="preserve"> </w:t>
      </w:r>
      <w:r w:rsidR="00B91875">
        <w:rPr>
          <w:rStyle w:val="ZGSM"/>
        </w:rPr>
        <w:t>15</w:t>
      </w:r>
      <w:r>
        <w:t>)</w:t>
      </w:r>
    </w:p>
    <w:p w:rsidR="00A8181B" w:rsidRDefault="00A8181B">
      <w:pPr>
        <w:pStyle w:val="ZT"/>
        <w:framePr w:wrap="notBeside"/>
        <w:rPr>
          <w:i/>
          <w:sz w:val="28"/>
        </w:rPr>
      </w:pPr>
    </w:p>
    <w:p w:rsidR="00AA38C0" w:rsidRPr="00235394" w:rsidRDefault="00A0048B" w:rsidP="00AA38C0">
      <w:pPr>
        <w:pStyle w:val="ZU"/>
        <w:framePr w:wrap="notBeside"/>
        <w:tabs>
          <w:tab w:val="right" w:pos="10206"/>
        </w:tabs>
        <w:jc w:val="left"/>
      </w:pPr>
      <w:r>
        <w:rPr>
          <w:i/>
          <w:lang w:eastAsia="en-GB"/>
        </w:rPr>
        <w:drawing>
          <wp:inline distT="0" distB="0" distL="0" distR="0">
            <wp:extent cx="1313180" cy="90868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3180" cy="908685"/>
                    </a:xfrm>
                    <a:prstGeom prst="rect">
                      <a:avLst/>
                    </a:prstGeom>
                    <a:noFill/>
                    <a:ln>
                      <a:noFill/>
                    </a:ln>
                  </pic:spPr>
                </pic:pic>
              </a:graphicData>
            </a:graphic>
          </wp:inline>
        </w:drawing>
      </w:r>
      <w:r w:rsidR="00AA38C0" w:rsidRPr="00235394">
        <w:rPr>
          <w:color w:val="0000FF"/>
        </w:rPr>
        <w:tab/>
      </w:r>
      <w:r w:rsidRPr="00235394">
        <w:rPr>
          <w:lang w:eastAsia="en-GB"/>
        </w:rPr>
        <w:drawing>
          <wp:inline distT="0" distB="0" distL="0" distR="0">
            <wp:extent cx="1623695" cy="949325"/>
            <wp:effectExtent l="0" t="0" r="0" b="0"/>
            <wp:docPr id="3" name="Picture 3"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GPP-logo_we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95" cy="949325"/>
                    </a:xfrm>
                    <a:prstGeom prst="rect">
                      <a:avLst/>
                    </a:prstGeom>
                    <a:noFill/>
                    <a:ln>
                      <a:noFill/>
                    </a:ln>
                  </pic:spPr>
                </pic:pic>
              </a:graphicData>
            </a:graphic>
          </wp:inline>
        </w:drawing>
      </w:r>
    </w:p>
    <w:p w:rsidR="00D22D9B" w:rsidRDefault="00D22D9B" w:rsidP="00D22D9B">
      <w:pPr>
        <w:pStyle w:val="ZU"/>
        <w:framePr w:wrap="notBeside"/>
        <w:tabs>
          <w:tab w:val="right" w:pos="10206"/>
        </w:tabs>
        <w:jc w:val="left"/>
      </w:pPr>
    </w:p>
    <w:p w:rsidR="00A8181B" w:rsidRDefault="00A8181B">
      <w:pPr>
        <w:framePr w:h="1636" w:hRule="exact" w:wrap="notBeside" w:vAnchor="page" w:hAnchor="margin" w:y="15121"/>
        <w:jc w:val="both"/>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w:t>
      </w:r>
      <w:r w:rsidR="00135AE2">
        <w:rPr>
          <w:sz w:val="16"/>
        </w:rPr>
        <w:t>ated for the purposes of 3GPP.</w:t>
      </w:r>
      <w:r>
        <w:rPr>
          <w:sz w:val="16"/>
        </w:rPr>
        <w:br/>
        <w:t>The present document has not been subject to any approval process by the 3GPP</w:t>
      </w:r>
      <w:r>
        <w:rPr>
          <w:sz w:val="16"/>
          <w:vertAlign w:val="superscript"/>
        </w:rPr>
        <w:t xml:space="preserve"> </w:t>
      </w:r>
      <w:r>
        <w:rPr>
          <w:sz w:val="16"/>
        </w:rPr>
        <w:t>Organisational Partners and shall not be implemented.</w:t>
      </w:r>
      <w:r w:rsidR="007A6485">
        <w:rPr>
          <w:sz w:val="16"/>
        </w:rPr>
        <w:tab/>
      </w:r>
      <w:r>
        <w:rPr>
          <w:sz w:val="16"/>
        </w:rPr>
        <w:br/>
        <w:t>This Specification is provided for future development work within 3GPP</w:t>
      </w:r>
      <w:r>
        <w:rPr>
          <w:sz w:val="16"/>
          <w:vertAlign w:val="superscript"/>
        </w:rPr>
        <w:t xml:space="preserve"> </w:t>
      </w:r>
      <w:r>
        <w:rPr>
          <w:sz w:val="16"/>
        </w:rPr>
        <w:t>only. The Organisational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Organisational Partners' Publications Offices.</w:t>
      </w:r>
    </w:p>
    <w:p w:rsidR="00A8181B" w:rsidRDefault="00A8181B">
      <w:pPr>
        <w:pStyle w:val="ZV"/>
        <w:framePr w:wrap="notBeside"/>
      </w:pPr>
    </w:p>
    <w:p w:rsidR="00A8181B" w:rsidRDefault="00A8181B"/>
    <w:p w:rsidR="00A8181B" w:rsidRDefault="00A8181B">
      <w:pPr>
        <w:sectPr w:rsidR="00A8181B">
          <w:footnotePr>
            <w:numRestart w:val="eachSect"/>
          </w:footnotePr>
          <w:pgSz w:w="11907" w:h="16840"/>
          <w:pgMar w:top="2268" w:right="851" w:bottom="10773" w:left="851" w:header="0" w:footer="0" w:gutter="0"/>
          <w:cols w:space="720"/>
        </w:sectPr>
      </w:pPr>
    </w:p>
    <w:p w:rsidR="00A8181B" w:rsidRDefault="00A8181B">
      <w:bookmarkStart w:id="3" w:name="page2"/>
    </w:p>
    <w:p w:rsidR="00A8181B" w:rsidRDefault="00A8181B">
      <w:pPr>
        <w:pStyle w:val="FP"/>
        <w:framePr w:wrap="notBeside" w:hAnchor="margin" w:y="1419"/>
        <w:pBdr>
          <w:bottom w:val="single" w:sz="6" w:space="1" w:color="auto"/>
        </w:pBdr>
        <w:spacing w:before="240"/>
        <w:ind w:left="2835" w:right="2835"/>
        <w:jc w:val="center"/>
      </w:pPr>
      <w:r>
        <w:t>Keywords</w:t>
      </w:r>
    </w:p>
    <w:p w:rsidR="00A8181B" w:rsidRDefault="00B91875">
      <w:pPr>
        <w:pStyle w:val="FP"/>
        <w:framePr w:wrap="notBeside" w:hAnchor="margin" w:y="1419"/>
        <w:ind w:left="2835" w:right="2835"/>
        <w:jc w:val="center"/>
        <w:rPr>
          <w:rFonts w:ascii="Arial" w:hAnsi="Arial"/>
          <w:sz w:val="18"/>
        </w:rPr>
      </w:pPr>
      <w:r>
        <w:rPr>
          <w:rFonts w:ascii="Arial" w:hAnsi="Arial"/>
          <w:sz w:val="18"/>
          <w:lang w:eastAsia="ja-JP"/>
        </w:rPr>
        <w:t>E-UTRA</w:t>
      </w:r>
      <w:r w:rsidR="00A8181B">
        <w:rPr>
          <w:rFonts w:ascii="Arial" w:hAnsi="Arial"/>
          <w:sz w:val="18"/>
        </w:rPr>
        <w:t>, radio, layer 1</w:t>
      </w:r>
    </w:p>
    <w:p w:rsidR="00A8181B" w:rsidRDefault="00A8181B"/>
    <w:p w:rsidR="00A8181B" w:rsidRDefault="00A8181B">
      <w:pPr>
        <w:pStyle w:val="FP"/>
        <w:framePr w:wrap="notBeside" w:hAnchor="margin" w:yAlign="center"/>
        <w:spacing w:after="240"/>
        <w:ind w:left="2835" w:right="2835"/>
        <w:jc w:val="center"/>
        <w:rPr>
          <w:rFonts w:ascii="Arial" w:hAnsi="Arial"/>
          <w:b/>
          <w:i/>
        </w:rPr>
      </w:pPr>
      <w:r>
        <w:rPr>
          <w:rFonts w:ascii="Arial" w:hAnsi="Arial"/>
          <w:b/>
          <w:i/>
        </w:rPr>
        <w:t>3GPP</w:t>
      </w:r>
    </w:p>
    <w:p w:rsidR="00A8181B" w:rsidRDefault="00A8181B">
      <w:pPr>
        <w:pStyle w:val="FP"/>
        <w:framePr w:wrap="notBeside" w:hAnchor="margin" w:yAlign="center"/>
        <w:pBdr>
          <w:bottom w:val="single" w:sz="6" w:space="1" w:color="auto"/>
        </w:pBdr>
        <w:ind w:left="2835" w:right="2835"/>
        <w:jc w:val="center"/>
      </w:pPr>
      <w:r>
        <w:t>Postal address</w:t>
      </w:r>
    </w:p>
    <w:p w:rsidR="00A8181B" w:rsidRDefault="00A8181B">
      <w:pPr>
        <w:pStyle w:val="FP"/>
        <w:framePr w:wrap="notBeside" w:hAnchor="margin" w:yAlign="center"/>
        <w:ind w:left="2835" w:right="2835"/>
        <w:jc w:val="center"/>
        <w:rPr>
          <w:rFonts w:ascii="Arial" w:hAnsi="Arial"/>
          <w:sz w:val="18"/>
        </w:rPr>
      </w:pPr>
    </w:p>
    <w:p w:rsidR="00A8181B" w:rsidRPr="008B1BA0" w:rsidRDefault="00A8181B">
      <w:pPr>
        <w:pStyle w:val="FP"/>
        <w:framePr w:wrap="notBeside" w:hAnchor="margin" w:yAlign="center"/>
        <w:pBdr>
          <w:bottom w:val="single" w:sz="6" w:space="1" w:color="auto"/>
        </w:pBdr>
        <w:spacing w:before="240"/>
        <w:ind w:left="2835" w:right="2835"/>
        <w:jc w:val="center"/>
      </w:pPr>
      <w:r w:rsidRPr="008B1BA0">
        <w:t>3GPP support office address</w:t>
      </w:r>
    </w:p>
    <w:p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650 Route des Lucioles - Sophia Antipolis</w:t>
      </w:r>
    </w:p>
    <w:p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Valbonne - FRANCE</w:t>
      </w:r>
    </w:p>
    <w:p w:rsidR="00A8181B" w:rsidRDefault="00A8181B">
      <w:pPr>
        <w:pStyle w:val="FP"/>
        <w:framePr w:wrap="notBeside" w:hAnchor="margin" w:yAlign="center"/>
        <w:spacing w:after="20"/>
        <w:ind w:left="2835" w:right="2835"/>
        <w:jc w:val="center"/>
        <w:rPr>
          <w:rFonts w:ascii="Arial" w:hAnsi="Arial"/>
          <w:sz w:val="18"/>
          <w:lang w:val="en-US"/>
        </w:rPr>
      </w:pPr>
      <w:r>
        <w:rPr>
          <w:rFonts w:ascii="Arial" w:hAnsi="Arial"/>
          <w:sz w:val="18"/>
          <w:lang w:val="en-US"/>
        </w:rPr>
        <w:t>Tel.: +33 4 92 94 42 00 Fax: +33 4 93 65 47 16</w:t>
      </w:r>
    </w:p>
    <w:p w:rsidR="00A8181B" w:rsidRDefault="00A8181B">
      <w:pPr>
        <w:pStyle w:val="FP"/>
        <w:framePr w:wrap="notBeside" w:hAnchor="margin" w:yAlign="center"/>
        <w:pBdr>
          <w:bottom w:val="single" w:sz="6" w:space="1" w:color="auto"/>
        </w:pBdr>
        <w:spacing w:before="240"/>
        <w:ind w:left="2835" w:right="2835"/>
        <w:jc w:val="center"/>
        <w:rPr>
          <w:lang w:val="en-US"/>
        </w:rPr>
      </w:pPr>
      <w:r>
        <w:rPr>
          <w:lang w:val="en-US"/>
        </w:rPr>
        <w:t>Internet</w:t>
      </w:r>
    </w:p>
    <w:p w:rsidR="00A8181B" w:rsidRDefault="00A8181B">
      <w:pPr>
        <w:pStyle w:val="FP"/>
        <w:framePr w:wrap="notBeside" w:hAnchor="margin" w:yAlign="center"/>
        <w:ind w:left="2835" w:right="2835"/>
        <w:jc w:val="center"/>
        <w:rPr>
          <w:rFonts w:ascii="Arial" w:hAnsi="Arial"/>
          <w:sz w:val="18"/>
          <w:lang w:val="en-US"/>
        </w:rPr>
      </w:pPr>
      <w:r>
        <w:rPr>
          <w:rFonts w:ascii="Arial" w:hAnsi="Arial"/>
          <w:sz w:val="18"/>
          <w:lang w:val="en-US"/>
        </w:rPr>
        <w:t>http://www.3gpp.org</w:t>
      </w:r>
    </w:p>
    <w:p w:rsidR="00A8181B" w:rsidRDefault="00A8181B">
      <w:pPr>
        <w:rPr>
          <w:lang w:val="en-US"/>
        </w:rPr>
      </w:pPr>
    </w:p>
    <w:p w:rsidR="00A8181B" w:rsidRDefault="00A8181B">
      <w:pPr>
        <w:pStyle w:val="FP"/>
        <w:framePr w:wrap="notBeside" w:hAnchor="margin" w:yAlign="bottom"/>
        <w:pBdr>
          <w:bottom w:val="single" w:sz="6" w:space="1" w:color="auto"/>
        </w:pBdr>
        <w:spacing w:after="240"/>
        <w:jc w:val="center"/>
        <w:rPr>
          <w:rFonts w:ascii="Arial" w:hAnsi="Arial"/>
          <w:b/>
          <w:i/>
          <w:noProof/>
        </w:rPr>
      </w:pPr>
      <w:r>
        <w:rPr>
          <w:rFonts w:ascii="Arial" w:hAnsi="Arial"/>
          <w:b/>
          <w:i/>
          <w:noProof/>
        </w:rPr>
        <w:t>Copyright Notification</w:t>
      </w:r>
    </w:p>
    <w:p w:rsidR="00A8181B" w:rsidRDefault="00A8181B">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rsidR="00A8181B" w:rsidRDefault="00A8181B">
      <w:pPr>
        <w:pStyle w:val="FP"/>
        <w:framePr w:wrap="notBeside" w:hAnchor="margin" w:yAlign="bottom"/>
        <w:jc w:val="center"/>
        <w:rPr>
          <w:noProof/>
        </w:rPr>
      </w:pPr>
    </w:p>
    <w:p w:rsidR="004114B2" w:rsidRPr="004D3578" w:rsidRDefault="004114B2" w:rsidP="004114B2">
      <w:pPr>
        <w:pStyle w:val="FP"/>
        <w:framePr w:wrap="notBeside" w:hAnchor="margin" w:yAlign="bottom"/>
        <w:jc w:val="center"/>
        <w:rPr>
          <w:noProof/>
          <w:sz w:val="18"/>
        </w:rPr>
      </w:pPr>
      <w:r w:rsidRPr="004D3578">
        <w:rPr>
          <w:noProof/>
          <w:sz w:val="18"/>
        </w:rPr>
        <w:t xml:space="preserve">© </w:t>
      </w:r>
      <w:r w:rsidR="00F12318" w:rsidRPr="004D3578">
        <w:rPr>
          <w:noProof/>
          <w:sz w:val="18"/>
        </w:rPr>
        <w:t>20</w:t>
      </w:r>
      <w:r w:rsidR="00F12318">
        <w:rPr>
          <w:noProof/>
          <w:sz w:val="18"/>
        </w:rPr>
        <w:t>20</w:t>
      </w:r>
      <w:r w:rsidRPr="004D3578">
        <w:rPr>
          <w:noProof/>
          <w:sz w:val="18"/>
        </w:rPr>
        <w:t>, 3GPP Organizational Partners (ARIB, ATIS, CCSA, ETSI,</w:t>
      </w:r>
      <w:r>
        <w:rPr>
          <w:noProof/>
          <w:sz w:val="18"/>
        </w:rPr>
        <w:t xml:space="preserve"> TSDSI, </w:t>
      </w:r>
      <w:r w:rsidRPr="004D3578">
        <w:rPr>
          <w:noProof/>
          <w:sz w:val="18"/>
        </w:rPr>
        <w:t>TTA, TTC).</w:t>
      </w:r>
      <w:bookmarkStart w:id="4" w:name="copyrightaddon"/>
      <w:bookmarkEnd w:id="4"/>
    </w:p>
    <w:p w:rsidR="00A8181B" w:rsidRDefault="00A8181B">
      <w:pPr>
        <w:pStyle w:val="FP"/>
        <w:framePr w:wrap="notBeside" w:hAnchor="margin" w:yAlign="bottom"/>
        <w:jc w:val="center"/>
        <w:rPr>
          <w:noProof/>
          <w:sz w:val="18"/>
        </w:rPr>
      </w:pPr>
      <w:r>
        <w:rPr>
          <w:noProof/>
          <w:sz w:val="18"/>
        </w:rPr>
        <w:t>All rights reserved.</w:t>
      </w:r>
    </w:p>
    <w:p w:rsidR="004114B2" w:rsidRDefault="004114B2">
      <w:pPr>
        <w:pStyle w:val="FP"/>
        <w:framePr w:wrap="notBeside" w:hAnchor="margin" w:yAlign="bottom"/>
        <w:jc w:val="center"/>
        <w:rPr>
          <w:noProof/>
          <w:sz w:val="18"/>
        </w:rPr>
      </w:pPr>
    </w:p>
    <w:p w:rsidR="00ED79D6" w:rsidRDefault="00ED79D6" w:rsidP="00ED79D6">
      <w:pPr>
        <w:pStyle w:val="FP"/>
        <w:framePr w:wrap="notBeside" w:hAnchor="margin" w:yAlign="bottom"/>
        <w:rPr>
          <w:noProof/>
          <w:sz w:val="18"/>
        </w:rPr>
      </w:pPr>
      <w:r>
        <w:rPr>
          <w:noProof/>
          <w:sz w:val="18"/>
        </w:rPr>
        <w:t>UMTS™ is a Trade Mark of ETSI registered for the benefit of its members</w:t>
      </w:r>
    </w:p>
    <w:p w:rsidR="00ED79D6" w:rsidRDefault="00ED79D6" w:rsidP="00ED79D6">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w:t>
      </w:r>
      <w:r w:rsidR="00135AE2">
        <w:rPr>
          <w:noProof/>
          <w:sz w:val="18"/>
        </w:rPr>
        <w:t xml:space="preserve"> is a Trade Mark of ETSI registered for the benefit of its Members and of the 3GPP Organizational Partners</w:t>
      </w:r>
    </w:p>
    <w:p w:rsidR="00ED79D6" w:rsidRDefault="00ED79D6" w:rsidP="00B03A48">
      <w:pPr>
        <w:pStyle w:val="FP"/>
        <w:framePr w:wrap="notBeside" w:hAnchor="margin" w:yAlign="bottom"/>
        <w:rPr>
          <w:noProof/>
          <w:sz w:val="18"/>
        </w:rPr>
      </w:pPr>
      <w:r>
        <w:rPr>
          <w:noProof/>
          <w:sz w:val="18"/>
        </w:rPr>
        <w:t>GSM® and the GSM logo are registered and owned by the GSM Association</w:t>
      </w:r>
    </w:p>
    <w:bookmarkEnd w:id="3"/>
    <w:p w:rsidR="00A8181B" w:rsidRDefault="00A8181B">
      <w:pPr>
        <w:pStyle w:val="TT"/>
      </w:pPr>
      <w:r>
        <w:br w:type="page"/>
      </w:r>
      <w:r>
        <w:lastRenderedPageBreak/>
        <w:t>Contents</w:t>
      </w:r>
    </w:p>
    <w:p w:rsidR="000A22D1" w:rsidRDefault="000A22D1">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_Toc35605871 \h </w:instrText>
      </w:r>
      <w:r>
        <w:fldChar w:fldCharType="separate"/>
      </w:r>
      <w:r>
        <w:t>4</w:t>
      </w:r>
      <w:r>
        <w:fldChar w:fldCharType="end"/>
      </w:r>
    </w:p>
    <w:p w:rsidR="000A22D1" w:rsidRDefault="000A22D1">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_Toc35605872 \h </w:instrText>
      </w:r>
      <w:r>
        <w:fldChar w:fldCharType="separate"/>
      </w:r>
      <w:r>
        <w:t>5</w:t>
      </w:r>
      <w:r>
        <w:fldChar w:fldCharType="end"/>
      </w:r>
    </w:p>
    <w:p w:rsidR="000A22D1" w:rsidRDefault="000A22D1">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_Toc35605873 \h </w:instrText>
      </w:r>
      <w:r>
        <w:fldChar w:fldCharType="separate"/>
      </w:r>
      <w:r>
        <w:t>5</w:t>
      </w:r>
      <w:r>
        <w:fldChar w:fldCharType="end"/>
      </w:r>
    </w:p>
    <w:p w:rsidR="000A22D1" w:rsidRDefault="000A22D1">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_Toc35605874 \h </w:instrText>
      </w:r>
      <w:r>
        <w:fldChar w:fldCharType="separate"/>
      </w:r>
      <w:r>
        <w:t>5</w:t>
      </w:r>
      <w:r>
        <w:fldChar w:fldCharType="end"/>
      </w:r>
    </w:p>
    <w:p w:rsidR="000A22D1" w:rsidRDefault="000A22D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_Toc35605875 \h </w:instrText>
      </w:r>
      <w:r>
        <w:fldChar w:fldCharType="separate"/>
      </w:r>
      <w:r>
        <w:t>5</w:t>
      </w:r>
      <w:r>
        <w:fldChar w:fldCharType="end"/>
      </w:r>
    </w:p>
    <w:p w:rsidR="000A22D1" w:rsidRDefault="000A22D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_Toc35605876 \h </w:instrText>
      </w:r>
      <w:r>
        <w:fldChar w:fldCharType="separate"/>
      </w:r>
      <w:r>
        <w:t>5</w:t>
      </w:r>
      <w:r>
        <w:fldChar w:fldCharType="end"/>
      </w:r>
    </w:p>
    <w:p w:rsidR="000A22D1" w:rsidRDefault="000A22D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_Toc35605877 \h </w:instrText>
      </w:r>
      <w:r>
        <w:fldChar w:fldCharType="separate"/>
      </w:r>
      <w:r>
        <w:t>6</w:t>
      </w:r>
      <w:r>
        <w:fldChar w:fldCharType="end"/>
      </w:r>
    </w:p>
    <w:p w:rsidR="000A22D1" w:rsidRDefault="000A22D1">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 description of LTE Layer 1</w:t>
      </w:r>
      <w:r>
        <w:tab/>
      </w:r>
      <w:r>
        <w:fldChar w:fldCharType="begin" w:fldLock="1"/>
      </w:r>
      <w:r>
        <w:instrText xml:space="preserve"> PAGEREF _Toc35605878 \h </w:instrText>
      </w:r>
      <w:r>
        <w:fldChar w:fldCharType="separate"/>
      </w:r>
      <w:r>
        <w:t>7</w:t>
      </w:r>
      <w:r>
        <w:fldChar w:fldCharType="end"/>
      </w:r>
    </w:p>
    <w:p w:rsidR="000A22D1" w:rsidRDefault="000A22D1">
      <w:pPr>
        <w:pStyle w:val="TOC2"/>
        <w:rPr>
          <w:rFonts w:asciiTheme="minorHAnsi" w:eastAsiaTheme="minorEastAsia" w:hAnsiTheme="minorHAnsi" w:cstheme="minorBidi"/>
          <w:sz w:val="22"/>
          <w:szCs w:val="22"/>
          <w:lang w:eastAsia="en-GB"/>
        </w:rPr>
      </w:pPr>
      <w:r w:rsidRPr="00DB60CB">
        <w:rPr>
          <w:lang w:val="en-US" w:eastAsia="ja-JP"/>
        </w:rPr>
        <w:t>4</w:t>
      </w:r>
      <w:r w:rsidRPr="00DB60CB">
        <w:rPr>
          <w:lang w:val="en-US"/>
        </w:rPr>
        <w:t>.1</w:t>
      </w:r>
      <w:r>
        <w:rPr>
          <w:rFonts w:asciiTheme="minorHAnsi" w:eastAsiaTheme="minorEastAsia" w:hAnsiTheme="minorHAnsi" w:cstheme="minorBidi"/>
          <w:sz w:val="22"/>
          <w:szCs w:val="22"/>
          <w:lang w:eastAsia="en-GB"/>
        </w:rPr>
        <w:tab/>
      </w:r>
      <w:r>
        <w:t>Relation to other layers</w:t>
      </w:r>
      <w:r>
        <w:tab/>
      </w:r>
      <w:r>
        <w:fldChar w:fldCharType="begin" w:fldLock="1"/>
      </w:r>
      <w:r>
        <w:instrText xml:space="preserve"> PAGEREF _Toc35605879 \h </w:instrText>
      </w:r>
      <w:r>
        <w:fldChar w:fldCharType="separate"/>
      </w:r>
      <w:r>
        <w:t>7</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.1.1</w:t>
      </w:r>
      <w:r>
        <w:rPr>
          <w:rFonts w:asciiTheme="minorHAnsi" w:eastAsiaTheme="minorEastAsia" w:hAnsiTheme="minorHAnsi" w:cstheme="minorBidi"/>
          <w:sz w:val="22"/>
          <w:szCs w:val="22"/>
          <w:lang w:eastAsia="en-GB"/>
        </w:rPr>
        <w:tab/>
      </w:r>
      <w:r>
        <w:t>General protocol architecture</w:t>
      </w:r>
      <w:r>
        <w:tab/>
      </w:r>
      <w:r>
        <w:fldChar w:fldCharType="begin" w:fldLock="1"/>
      </w:r>
      <w:r>
        <w:instrText xml:space="preserve"> PAGEREF _Toc35605880 \h </w:instrText>
      </w:r>
      <w:r>
        <w:fldChar w:fldCharType="separate"/>
      </w:r>
      <w:r>
        <w:t>7</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.1.2</w:t>
      </w:r>
      <w:r>
        <w:rPr>
          <w:rFonts w:asciiTheme="minorHAnsi" w:eastAsiaTheme="minorEastAsia" w:hAnsiTheme="minorHAnsi" w:cstheme="minorBidi"/>
          <w:sz w:val="22"/>
          <w:szCs w:val="22"/>
          <w:lang w:eastAsia="en-GB"/>
        </w:rPr>
        <w:tab/>
      </w:r>
      <w:r>
        <w:t xml:space="preserve">Service provided to </w:t>
      </w:r>
      <w:r>
        <w:rPr>
          <w:lang w:eastAsia="ja-JP"/>
        </w:rPr>
        <w:t>higher</w:t>
      </w:r>
      <w:r>
        <w:t xml:space="preserve"> layer</w:t>
      </w:r>
      <w:r>
        <w:rPr>
          <w:lang w:eastAsia="ja-JP"/>
        </w:rPr>
        <w:t>s</w:t>
      </w:r>
      <w:r>
        <w:tab/>
      </w:r>
      <w:r>
        <w:fldChar w:fldCharType="begin" w:fldLock="1"/>
      </w:r>
      <w:r>
        <w:instrText xml:space="preserve"> PAGEREF _Toc35605881 \h </w:instrText>
      </w:r>
      <w:r>
        <w:fldChar w:fldCharType="separate"/>
      </w:r>
      <w:r>
        <w:t>7</w:t>
      </w:r>
      <w:r>
        <w:fldChar w:fldCharType="end"/>
      </w:r>
    </w:p>
    <w:p w:rsidR="000A22D1" w:rsidRDefault="000A22D1">
      <w:pPr>
        <w:pStyle w:val="TOC2"/>
        <w:rPr>
          <w:rFonts w:asciiTheme="minorHAnsi" w:eastAsiaTheme="minorEastAsia" w:hAnsiTheme="minorHAnsi" w:cstheme="minorBidi"/>
          <w:sz w:val="22"/>
          <w:szCs w:val="22"/>
          <w:lang w:eastAsia="en-GB"/>
        </w:rPr>
      </w:pPr>
      <w:r w:rsidRPr="00DB60CB">
        <w:rPr>
          <w:lang w:val="en-US" w:eastAsia="ja-JP"/>
        </w:rPr>
        <w:t>4</w:t>
      </w:r>
      <w:r w:rsidRPr="00DB60CB">
        <w:rPr>
          <w:lang w:val="en-US"/>
        </w:rPr>
        <w:t>.2</w:t>
      </w:r>
      <w:r>
        <w:rPr>
          <w:rFonts w:asciiTheme="minorHAnsi" w:eastAsiaTheme="minorEastAsia" w:hAnsiTheme="minorHAnsi" w:cstheme="minorBidi"/>
          <w:sz w:val="22"/>
          <w:szCs w:val="22"/>
          <w:lang w:eastAsia="en-GB"/>
        </w:rPr>
        <w:tab/>
      </w:r>
      <w:r>
        <w:t>General description of Layer 1</w:t>
      </w:r>
      <w:r>
        <w:tab/>
      </w:r>
      <w:r>
        <w:fldChar w:fldCharType="begin" w:fldLock="1"/>
      </w:r>
      <w:r>
        <w:instrText xml:space="preserve"> PAGEREF _Toc35605882 \h </w:instrText>
      </w:r>
      <w:r>
        <w:fldChar w:fldCharType="separate"/>
      </w:r>
      <w:r>
        <w:t>8</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.2.1</w:t>
      </w:r>
      <w:r>
        <w:rPr>
          <w:rFonts w:asciiTheme="minorHAnsi" w:eastAsiaTheme="minorEastAsia" w:hAnsiTheme="minorHAnsi" w:cstheme="minorBidi"/>
          <w:sz w:val="22"/>
          <w:szCs w:val="22"/>
          <w:lang w:eastAsia="en-GB"/>
        </w:rPr>
        <w:tab/>
      </w:r>
      <w:r>
        <w:t>Multiple access</w:t>
      </w:r>
      <w:r>
        <w:tab/>
      </w:r>
      <w:r>
        <w:fldChar w:fldCharType="begin" w:fldLock="1"/>
      </w:r>
      <w:r>
        <w:instrText xml:space="preserve"> PAGEREF _Toc35605883 \h </w:instrText>
      </w:r>
      <w:r>
        <w:fldChar w:fldCharType="separate"/>
      </w:r>
      <w:r>
        <w:t>8</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.2.2</w:t>
      </w:r>
      <w:r>
        <w:rPr>
          <w:rFonts w:asciiTheme="minorHAnsi" w:eastAsiaTheme="minorEastAsia" w:hAnsiTheme="minorHAnsi" w:cstheme="minorBidi"/>
          <w:sz w:val="22"/>
          <w:szCs w:val="22"/>
          <w:lang w:eastAsia="en-GB"/>
        </w:rPr>
        <w:tab/>
      </w:r>
      <w:r>
        <w:t>Physical channels and modulation</w:t>
      </w:r>
      <w:r>
        <w:tab/>
      </w:r>
      <w:r>
        <w:fldChar w:fldCharType="begin" w:fldLock="1"/>
      </w:r>
      <w:r>
        <w:instrText xml:space="preserve"> PAGEREF _Toc35605884 \h </w:instrText>
      </w:r>
      <w:r>
        <w:fldChar w:fldCharType="separate"/>
      </w:r>
      <w:r>
        <w:t>9</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.2.3</w:t>
      </w:r>
      <w:r>
        <w:rPr>
          <w:rFonts w:asciiTheme="minorHAnsi" w:eastAsiaTheme="minorEastAsia" w:hAnsiTheme="minorHAnsi" w:cstheme="minorBidi"/>
          <w:sz w:val="22"/>
          <w:szCs w:val="22"/>
          <w:lang w:eastAsia="en-GB"/>
        </w:rPr>
        <w:tab/>
      </w:r>
      <w:r>
        <w:t>C</w:t>
      </w:r>
      <w:r>
        <w:rPr>
          <w:lang w:eastAsia="ja-JP"/>
        </w:rPr>
        <w:t>hannel c</w:t>
      </w:r>
      <w:r>
        <w:t>oding and interleaving</w:t>
      </w:r>
      <w:r>
        <w:tab/>
      </w:r>
      <w:r>
        <w:fldChar w:fldCharType="begin" w:fldLock="1"/>
      </w:r>
      <w:r>
        <w:instrText xml:space="preserve"> PAGEREF _Toc35605885 \h </w:instrText>
      </w:r>
      <w:r>
        <w:fldChar w:fldCharType="separate"/>
      </w:r>
      <w:r>
        <w:t>10</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.2.</w:t>
      </w:r>
      <w:r>
        <w:rPr>
          <w:lang w:eastAsia="ja-JP"/>
        </w:rPr>
        <w:t>4</w:t>
      </w:r>
      <w:r>
        <w:rPr>
          <w:rFonts w:asciiTheme="minorHAnsi" w:eastAsiaTheme="minorEastAsia" w:hAnsiTheme="minorHAnsi" w:cstheme="minorBidi"/>
          <w:sz w:val="22"/>
          <w:szCs w:val="22"/>
          <w:lang w:eastAsia="en-GB"/>
        </w:rPr>
        <w:tab/>
      </w:r>
      <w:r>
        <w:t>Physical layer procedures</w:t>
      </w:r>
      <w:r>
        <w:tab/>
      </w:r>
      <w:r>
        <w:fldChar w:fldCharType="begin" w:fldLock="1"/>
      </w:r>
      <w:r>
        <w:instrText xml:space="preserve"> PAGEREF _Toc35605886 \h </w:instrText>
      </w:r>
      <w:r>
        <w:fldChar w:fldCharType="separate"/>
      </w:r>
      <w:r>
        <w:t>10</w:t>
      </w:r>
      <w:r>
        <w:fldChar w:fldCharType="end"/>
      </w:r>
    </w:p>
    <w:p w:rsidR="000A22D1" w:rsidRDefault="000A22D1">
      <w:pPr>
        <w:pStyle w:val="TOC3"/>
        <w:rPr>
          <w:rFonts w:asciiTheme="minorHAnsi" w:eastAsiaTheme="minorEastAsia" w:hAnsiTheme="minorHAnsi" w:cstheme="minorBidi"/>
          <w:sz w:val="22"/>
          <w:szCs w:val="22"/>
          <w:lang w:eastAsia="en-GB"/>
        </w:rPr>
      </w:pPr>
      <w:r>
        <w:rPr>
          <w:lang w:eastAsia="ja-JP"/>
        </w:rPr>
        <w:t>4</w:t>
      </w:r>
      <w:r>
        <w:t>.2.</w:t>
      </w:r>
      <w:r>
        <w:rPr>
          <w:lang w:eastAsia="ja-JP"/>
        </w:rPr>
        <w:t>5</w:t>
      </w:r>
      <w:r>
        <w:rPr>
          <w:rFonts w:asciiTheme="minorHAnsi" w:eastAsiaTheme="minorEastAsia" w:hAnsiTheme="minorHAnsi" w:cstheme="minorBidi"/>
          <w:sz w:val="22"/>
          <w:szCs w:val="22"/>
          <w:lang w:eastAsia="en-GB"/>
        </w:rPr>
        <w:tab/>
      </w:r>
      <w:r>
        <w:t xml:space="preserve">Physical layer </w:t>
      </w:r>
      <w:r>
        <w:rPr>
          <w:lang w:eastAsia="ja-JP"/>
        </w:rPr>
        <w:t>measurements</w:t>
      </w:r>
      <w:r>
        <w:tab/>
      </w:r>
      <w:r>
        <w:fldChar w:fldCharType="begin" w:fldLock="1"/>
      </w:r>
      <w:r>
        <w:instrText xml:space="preserve"> PAGEREF _Toc35605887 \h </w:instrText>
      </w:r>
      <w:r>
        <w:fldChar w:fldCharType="separate"/>
      </w:r>
      <w:r>
        <w:t>10</w:t>
      </w:r>
      <w:r>
        <w:fldChar w:fldCharType="end"/>
      </w:r>
    </w:p>
    <w:p w:rsidR="000A22D1" w:rsidRDefault="000A22D1">
      <w:pPr>
        <w:pStyle w:val="TOC1"/>
        <w:rPr>
          <w:rFonts w:asciiTheme="minorHAnsi" w:eastAsiaTheme="minorEastAsia" w:hAnsiTheme="minorHAnsi" w:cstheme="minorBidi"/>
          <w:szCs w:val="22"/>
          <w:lang w:eastAsia="en-GB"/>
        </w:rPr>
      </w:pPr>
      <w:r>
        <w:rPr>
          <w:lang w:eastAsia="ja-JP"/>
        </w:rPr>
        <w:t>5</w:t>
      </w:r>
      <w:r>
        <w:rPr>
          <w:rFonts w:asciiTheme="minorHAnsi" w:eastAsiaTheme="minorEastAsia" w:hAnsiTheme="minorHAnsi" w:cstheme="minorBidi"/>
          <w:szCs w:val="22"/>
          <w:lang w:eastAsia="en-GB"/>
        </w:rPr>
        <w:tab/>
      </w:r>
      <w:r>
        <w:t>Document structure of LTE physical layer specification</w:t>
      </w:r>
      <w:r>
        <w:tab/>
      </w:r>
      <w:r>
        <w:fldChar w:fldCharType="begin" w:fldLock="1"/>
      </w:r>
      <w:r>
        <w:instrText xml:space="preserve"> PAGEREF _Toc35605888 \h </w:instrText>
      </w:r>
      <w:r>
        <w:fldChar w:fldCharType="separate"/>
      </w:r>
      <w:r>
        <w:t>11</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_Toc35605889 \h </w:instrText>
      </w:r>
      <w:r>
        <w:fldChar w:fldCharType="separate"/>
      </w:r>
      <w:r>
        <w:t>11</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.2</w:t>
      </w:r>
      <w:r>
        <w:rPr>
          <w:rFonts w:asciiTheme="minorHAnsi" w:eastAsiaTheme="minorEastAsia" w:hAnsiTheme="minorHAnsi" w:cstheme="minorBidi"/>
          <w:sz w:val="22"/>
          <w:szCs w:val="22"/>
          <w:lang w:eastAsia="en-GB"/>
        </w:rPr>
        <w:tab/>
      </w:r>
      <w:r>
        <w:rPr>
          <w:lang w:eastAsia="ja-JP"/>
        </w:rPr>
        <w:t>TS 36.2</w:t>
      </w:r>
      <w:r>
        <w:t>01: Physical layer – General description</w:t>
      </w:r>
      <w:r>
        <w:tab/>
      </w:r>
      <w:r>
        <w:fldChar w:fldCharType="begin" w:fldLock="1"/>
      </w:r>
      <w:r>
        <w:instrText xml:space="preserve"> PAGEREF _Toc35605890 \h </w:instrText>
      </w:r>
      <w:r>
        <w:fldChar w:fldCharType="separate"/>
      </w:r>
      <w:r>
        <w:t>11</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w:t>
      </w:r>
      <w:r>
        <w:rPr>
          <w:lang w:eastAsia="ja-JP"/>
        </w:rPr>
        <w:t>3</w:t>
      </w:r>
      <w:r>
        <w:rPr>
          <w:rFonts w:asciiTheme="minorHAnsi" w:eastAsiaTheme="minorEastAsia" w:hAnsiTheme="minorHAnsi" w:cstheme="minorBidi"/>
          <w:sz w:val="22"/>
          <w:szCs w:val="22"/>
          <w:lang w:eastAsia="en-GB"/>
        </w:rPr>
        <w:tab/>
      </w:r>
      <w:r>
        <w:rPr>
          <w:lang w:eastAsia="ja-JP"/>
        </w:rPr>
        <w:t>TS 36.2</w:t>
      </w:r>
      <w:r>
        <w:t>11: Physical channels and modulation</w:t>
      </w:r>
      <w:r>
        <w:tab/>
      </w:r>
      <w:r>
        <w:fldChar w:fldCharType="begin" w:fldLock="1"/>
      </w:r>
      <w:r>
        <w:instrText xml:space="preserve"> PAGEREF _Toc35605891 \h </w:instrText>
      </w:r>
      <w:r>
        <w:fldChar w:fldCharType="separate"/>
      </w:r>
      <w:r>
        <w:t>11</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w:t>
      </w:r>
      <w:r>
        <w:rPr>
          <w:lang w:eastAsia="ja-JP"/>
        </w:rPr>
        <w:t>4</w:t>
      </w:r>
      <w:r>
        <w:rPr>
          <w:rFonts w:asciiTheme="minorHAnsi" w:eastAsiaTheme="minorEastAsia" w:hAnsiTheme="minorHAnsi" w:cstheme="minorBidi"/>
          <w:sz w:val="22"/>
          <w:szCs w:val="22"/>
          <w:lang w:eastAsia="en-GB"/>
        </w:rPr>
        <w:tab/>
      </w:r>
      <w:r>
        <w:rPr>
          <w:lang w:eastAsia="ja-JP"/>
        </w:rPr>
        <w:t>TS 36.2</w:t>
      </w:r>
      <w:r>
        <w:t>12: Multiplexing and channel coding</w:t>
      </w:r>
      <w:r>
        <w:tab/>
      </w:r>
      <w:r>
        <w:fldChar w:fldCharType="begin" w:fldLock="1"/>
      </w:r>
      <w:r>
        <w:instrText xml:space="preserve"> PAGEREF _Toc35605892 \h </w:instrText>
      </w:r>
      <w:r>
        <w:fldChar w:fldCharType="separate"/>
      </w:r>
      <w:r>
        <w:t>12</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w:t>
      </w:r>
      <w:r>
        <w:rPr>
          <w:lang w:eastAsia="ja-JP"/>
        </w:rPr>
        <w:t>5</w:t>
      </w:r>
      <w:r>
        <w:rPr>
          <w:rFonts w:asciiTheme="minorHAnsi" w:eastAsiaTheme="minorEastAsia" w:hAnsiTheme="minorHAnsi" w:cstheme="minorBidi"/>
          <w:sz w:val="22"/>
          <w:szCs w:val="22"/>
          <w:lang w:eastAsia="en-GB"/>
        </w:rPr>
        <w:tab/>
      </w:r>
      <w:r>
        <w:rPr>
          <w:lang w:eastAsia="ja-JP"/>
        </w:rPr>
        <w:t>TS 36.2</w:t>
      </w:r>
      <w:r>
        <w:t>13: Physical layer procedures</w:t>
      </w:r>
      <w:r>
        <w:tab/>
      </w:r>
      <w:r>
        <w:fldChar w:fldCharType="begin" w:fldLock="1"/>
      </w:r>
      <w:r>
        <w:instrText xml:space="preserve"> PAGEREF _Toc35605893 \h </w:instrText>
      </w:r>
      <w:r>
        <w:fldChar w:fldCharType="separate"/>
      </w:r>
      <w:r>
        <w:t>12</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w:t>
      </w:r>
      <w:r>
        <w:rPr>
          <w:lang w:eastAsia="ja-JP"/>
        </w:rPr>
        <w:t>6</w:t>
      </w:r>
      <w:r>
        <w:rPr>
          <w:rFonts w:asciiTheme="minorHAnsi" w:eastAsiaTheme="minorEastAsia" w:hAnsiTheme="minorHAnsi" w:cstheme="minorBidi"/>
          <w:sz w:val="22"/>
          <w:szCs w:val="22"/>
          <w:lang w:eastAsia="en-GB"/>
        </w:rPr>
        <w:tab/>
      </w:r>
      <w:r>
        <w:rPr>
          <w:lang w:eastAsia="ja-JP"/>
        </w:rPr>
        <w:t>TS 36.2</w:t>
      </w:r>
      <w:r>
        <w:t>14: Physical layer – Measurements</w:t>
      </w:r>
      <w:r>
        <w:tab/>
      </w:r>
      <w:r>
        <w:fldChar w:fldCharType="begin" w:fldLock="1"/>
      </w:r>
      <w:r>
        <w:instrText xml:space="preserve"> PAGEREF _Toc35605894 \h </w:instrText>
      </w:r>
      <w:r>
        <w:fldChar w:fldCharType="separate"/>
      </w:r>
      <w:r>
        <w:t>12</w:t>
      </w:r>
      <w:r>
        <w:fldChar w:fldCharType="end"/>
      </w:r>
    </w:p>
    <w:p w:rsidR="000A22D1" w:rsidRDefault="000A22D1">
      <w:pPr>
        <w:pStyle w:val="TOC2"/>
        <w:rPr>
          <w:rFonts w:asciiTheme="minorHAnsi" w:eastAsiaTheme="minorEastAsia" w:hAnsiTheme="minorHAnsi" w:cstheme="minorBidi"/>
          <w:sz w:val="22"/>
          <w:szCs w:val="22"/>
          <w:lang w:eastAsia="en-GB"/>
        </w:rPr>
      </w:pPr>
      <w:r>
        <w:rPr>
          <w:lang w:eastAsia="ja-JP"/>
        </w:rPr>
        <w:t>5</w:t>
      </w:r>
      <w:r>
        <w:t>.7</w:t>
      </w:r>
      <w:r>
        <w:rPr>
          <w:rFonts w:asciiTheme="minorHAnsi" w:eastAsiaTheme="minorEastAsia" w:hAnsiTheme="minorHAnsi" w:cstheme="minorBidi"/>
          <w:sz w:val="22"/>
          <w:szCs w:val="22"/>
          <w:lang w:eastAsia="en-GB"/>
        </w:rPr>
        <w:tab/>
      </w:r>
      <w:r>
        <w:rPr>
          <w:lang w:eastAsia="ja-JP"/>
        </w:rPr>
        <w:t>TS 36.2</w:t>
      </w:r>
      <w:r>
        <w:t>16: Physical layer for relaying operation</w:t>
      </w:r>
      <w:r>
        <w:tab/>
      </w:r>
      <w:r>
        <w:fldChar w:fldCharType="begin" w:fldLock="1"/>
      </w:r>
      <w:r>
        <w:instrText xml:space="preserve"> PAGEREF _Toc35605895 \h </w:instrText>
      </w:r>
      <w:r>
        <w:fldChar w:fldCharType="separate"/>
      </w:r>
      <w:r>
        <w:t>12</w:t>
      </w:r>
      <w:r>
        <w:fldChar w:fldCharType="end"/>
      </w:r>
    </w:p>
    <w:p w:rsidR="000A22D1" w:rsidRDefault="000A22D1">
      <w:pPr>
        <w:pStyle w:val="TOC8"/>
        <w:rPr>
          <w:rFonts w:asciiTheme="minorHAnsi" w:eastAsiaTheme="minorEastAsia" w:hAnsiTheme="minorHAnsi" w:cstheme="minorBidi"/>
          <w:b w:val="0"/>
          <w:szCs w:val="22"/>
          <w:lang w:eastAsia="en-GB"/>
        </w:rPr>
      </w:pPr>
      <w:r>
        <w:t>Annex A (informative): Preferred mathematical notations</w:t>
      </w:r>
      <w:r>
        <w:tab/>
      </w:r>
      <w:r>
        <w:fldChar w:fldCharType="begin" w:fldLock="1"/>
      </w:r>
      <w:r>
        <w:instrText xml:space="preserve"> PAGEREF _Toc35605896 \h </w:instrText>
      </w:r>
      <w:r>
        <w:fldChar w:fldCharType="separate"/>
      </w:r>
      <w:r>
        <w:t>14</w:t>
      </w:r>
      <w:r>
        <w:fldChar w:fldCharType="end"/>
      </w:r>
    </w:p>
    <w:p w:rsidR="000A22D1" w:rsidRDefault="000A22D1">
      <w:pPr>
        <w:pStyle w:val="TOC8"/>
        <w:rPr>
          <w:rFonts w:asciiTheme="minorHAnsi" w:eastAsiaTheme="minorEastAsia" w:hAnsiTheme="minorHAnsi" w:cstheme="minorBidi"/>
          <w:b w:val="0"/>
          <w:szCs w:val="22"/>
          <w:lang w:eastAsia="en-GB"/>
        </w:rPr>
      </w:pPr>
      <w:r>
        <w:t>Annex B (informative): Change history</w:t>
      </w:r>
      <w:r>
        <w:tab/>
      </w:r>
      <w:r>
        <w:fldChar w:fldCharType="begin" w:fldLock="1"/>
      </w:r>
      <w:r>
        <w:instrText xml:space="preserve"> PAGEREF _Toc35605897 \h </w:instrText>
      </w:r>
      <w:r>
        <w:fldChar w:fldCharType="separate"/>
      </w:r>
      <w:r>
        <w:t>15</w:t>
      </w:r>
      <w:r>
        <w:fldChar w:fldCharType="end"/>
      </w:r>
    </w:p>
    <w:p w:rsidR="00A8181B" w:rsidRDefault="000A22D1">
      <w:r>
        <w:rPr>
          <w:noProof/>
          <w:sz w:val="22"/>
        </w:rPr>
        <w:fldChar w:fldCharType="end"/>
      </w:r>
    </w:p>
    <w:p w:rsidR="00A8181B" w:rsidRDefault="00A8181B">
      <w:pPr>
        <w:pStyle w:val="Heading1"/>
      </w:pPr>
      <w:r>
        <w:br w:type="page"/>
      </w:r>
      <w:bookmarkStart w:id="5" w:name="_Toc531763173"/>
      <w:bookmarkStart w:id="6" w:name="_Toc35605871"/>
      <w:r>
        <w:lastRenderedPageBreak/>
        <w:t>Foreword</w:t>
      </w:r>
      <w:bookmarkEnd w:id="5"/>
      <w:bookmarkEnd w:id="6"/>
    </w:p>
    <w:p w:rsidR="00CA715A" w:rsidRDefault="00CA715A" w:rsidP="00CA715A">
      <w:r>
        <w:t>This Technical Specification has been produced by the 3</w:t>
      </w:r>
      <w:r>
        <w:rPr>
          <w:vertAlign w:val="superscript"/>
        </w:rPr>
        <w:t>rd</w:t>
      </w:r>
      <w:r>
        <w:t xml:space="preserve"> Generation Partnership Project (3GPP).</w:t>
      </w:r>
    </w:p>
    <w:p w:rsidR="00CA715A" w:rsidRDefault="00CA715A" w:rsidP="00CA715A">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CA715A" w:rsidRPr="00CA715A" w:rsidRDefault="00CA715A" w:rsidP="00CA715A">
      <w:pPr>
        <w:pStyle w:val="B1"/>
        <w:rPr>
          <w:lang w:val="en-US"/>
        </w:rPr>
      </w:pPr>
      <w:r w:rsidRPr="00CA715A">
        <w:rPr>
          <w:lang w:val="en-US"/>
        </w:rPr>
        <w:t>Version x.y.z</w:t>
      </w:r>
    </w:p>
    <w:p w:rsidR="00CA715A" w:rsidRDefault="00CA715A" w:rsidP="00CA715A">
      <w:pPr>
        <w:pStyle w:val="B1"/>
      </w:pPr>
      <w:r>
        <w:t>where:</w:t>
      </w:r>
    </w:p>
    <w:p w:rsidR="00CA715A" w:rsidRDefault="00CA715A" w:rsidP="00CA715A">
      <w:pPr>
        <w:pStyle w:val="B2"/>
      </w:pPr>
      <w:r>
        <w:t>x</w:t>
      </w:r>
      <w:r>
        <w:tab/>
        <w:t>the first digit:</w:t>
      </w:r>
    </w:p>
    <w:p w:rsidR="00CA715A" w:rsidRDefault="00CA715A" w:rsidP="00CA715A">
      <w:pPr>
        <w:pStyle w:val="B3"/>
      </w:pPr>
      <w:r>
        <w:t>1</w:t>
      </w:r>
      <w:r>
        <w:tab/>
        <w:t>presented to TSG for information;</w:t>
      </w:r>
    </w:p>
    <w:p w:rsidR="00CA715A" w:rsidRDefault="00CA715A" w:rsidP="00CA715A">
      <w:pPr>
        <w:pStyle w:val="B3"/>
      </w:pPr>
      <w:r>
        <w:t>2</w:t>
      </w:r>
      <w:r>
        <w:tab/>
        <w:t>presented to TSG for approval;</w:t>
      </w:r>
    </w:p>
    <w:p w:rsidR="00CA715A" w:rsidRDefault="00CA715A" w:rsidP="00CA715A">
      <w:pPr>
        <w:pStyle w:val="B3"/>
      </w:pPr>
      <w:r>
        <w:t>3</w:t>
      </w:r>
      <w:r>
        <w:tab/>
        <w:t>or greater indicates TSG approved document under change control.</w:t>
      </w:r>
    </w:p>
    <w:p w:rsidR="00CA715A" w:rsidRDefault="00CA715A" w:rsidP="00CA715A">
      <w:pPr>
        <w:pStyle w:val="B2"/>
      </w:pPr>
      <w:r>
        <w:t>y</w:t>
      </w:r>
      <w:r>
        <w:tab/>
        <w:t>the second digit is incremented for all changes of substance, i.e. technical enhancements, corrections, updates, etc.</w:t>
      </w:r>
    </w:p>
    <w:p w:rsidR="00CA715A" w:rsidRDefault="00CA715A" w:rsidP="00CA715A">
      <w:pPr>
        <w:pStyle w:val="B2"/>
      </w:pPr>
      <w:r>
        <w:t>z</w:t>
      </w:r>
      <w:r>
        <w:tab/>
        <w:t>the third digit is incremented when editorial only changes have been incorporated in the document.</w:t>
      </w:r>
    </w:p>
    <w:p w:rsidR="00A8181B" w:rsidRDefault="00A8181B">
      <w:pPr>
        <w:pStyle w:val="Heading1"/>
      </w:pPr>
      <w:r>
        <w:br w:type="page"/>
      </w:r>
      <w:bookmarkStart w:id="7" w:name="_Toc531763174"/>
      <w:bookmarkStart w:id="8" w:name="_Toc35605872"/>
      <w:r>
        <w:lastRenderedPageBreak/>
        <w:t>1</w:t>
      </w:r>
      <w:r>
        <w:tab/>
        <w:t>Scope</w:t>
      </w:r>
      <w:bookmarkEnd w:id="7"/>
      <w:bookmarkEnd w:id="8"/>
    </w:p>
    <w:p w:rsidR="00A8181B" w:rsidRDefault="00A8181B" w:rsidP="00302D31">
      <w:r>
        <w:t xml:space="preserve">The present document describes a general description of the physical layer of the </w:t>
      </w:r>
      <w:r w:rsidR="006150B5">
        <w:t>E</w:t>
      </w:r>
      <w:r w:rsidR="005838EC">
        <w:t>-</w:t>
      </w:r>
      <w:r>
        <w:t xml:space="preserve">UTRA </w:t>
      </w:r>
      <w:r>
        <w:rPr>
          <w:rFonts w:hint="eastAsia"/>
          <w:lang w:eastAsia="ja-JP"/>
        </w:rPr>
        <w:t>radio</w:t>
      </w:r>
      <w:r>
        <w:t xml:space="preserve"> interface. The present document </w:t>
      </w:r>
      <w:r>
        <w:rPr>
          <w:rFonts w:hint="eastAsia"/>
          <w:lang w:eastAsia="ja-JP"/>
        </w:rPr>
        <w:t xml:space="preserve">also </w:t>
      </w:r>
      <w:r>
        <w:t xml:space="preserve">describes the document structure of the 3GPP physical layer specifications, i.e. TS </w:t>
      </w:r>
      <w:r w:rsidR="00302D31">
        <w:t>36</w:t>
      </w:r>
      <w:r>
        <w:t xml:space="preserve">.200 series. </w:t>
      </w:r>
      <w:r>
        <w:rPr>
          <w:lang w:val="en-US"/>
        </w:rPr>
        <w:t xml:space="preserve">The </w:t>
      </w:r>
      <w:r>
        <w:rPr>
          <w:rFonts w:hint="eastAsia"/>
          <w:lang w:val="en-US"/>
        </w:rPr>
        <w:t xml:space="preserve">TS </w:t>
      </w:r>
      <w:r w:rsidR="00302D31">
        <w:rPr>
          <w:lang w:val="en-US"/>
        </w:rPr>
        <w:t>36</w:t>
      </w:r>
      <w:r>
        <w:rPr>
          <w:rFonts w:hint="eastAsia"/>
          <w:lang w:val="en-US"/>
        </w:rPr>
        <w:t>.200</w:t>
      </w:r>
      <w:r>
        <w:rPr>
          <w:lang w:val="en-US"/>
        </w:rPr>
        <w:t xml:space="preserve"> series specifies </w:t>
      </w:r>
      <w:r>
        <w:rPr>
          <w:rFonts w:hint="eastAsia"/>
          <w:lang w:val="en-US"/>
        </w:rPr>
        <w:t>the Uu</w:t>
      </w:r>
      <w:r>
        <w:rPr>
          <w:lang w:val="en-US"/>
        </w:rPr>
        <w:t xml:space="preserve"> </w:t>
      </w:r>
      <w:r w:rsidR="00581C5F">
        <w:rPr>
          <w:lang w:val="en-US"/>
        </w:rPr>
        <w:t xml:space="preserve">and Un </w:t>
      </w:r>
      <w:r>
        <w:rPr>
          <w:lang w:val="en-US"/>
        </w:rPr>
        <w:t>point</w:t>
      </w:r>
      <w:r w:rsidR="00581C5F">
        <w:rPr>
          <w:lang w:val="en-US"/>
        </w:rPr>
        <w:t>s</w:t>
      </w:r>
      <w:r>
        <w:rPr>
          <w:lang w:val="en-US"/>
        </w:rPr>
        <w:t xml:space="preserve"> for the 3G </w:t>
      </w:r>
      <w:r w:rsidR="006150B5">
        <w:rPr>
          <w:lang w:val="en-US"/>
        </w:rPr>
        <w:t xml:space="preserve">LTE </w:t>
      </w:r>
      <w:r>
        <w:rPr>
          <w:lang w:val="en-US"/>
        </w:rPr>
        <w:t>mobile system</w:t>
      </w:r>
      <w:r>
        <w:rPr>
          <w:rFonts w:hint="eastAsia"/>
          <w:lang w:eastAsia="ja-JP"/>
        </w:rPr>
        <w:t>, and</w:t>
      </w:r>
      <w:r>
        <w:t xml:space="preserve"> defines the minimum level of specifications required for basic connections in terms of mutual connectivity and compatibility.</w:t>
      </w:r>
    </w:p>
    <w:p w:rsidR="00A8181B" w:rsidRDefault="00A8181B">
      <w:pPr>
        <w:pStyle w:val="Heading1"/>
      </w:pPr>
      <w:bookmarkStart w:id="9" w:name="_Toc531763175"/>
      <w:bookmarkStart w:id="10" w:name="_Toc35605873"/>
      <w:r>
        <w:t>2</w:t>
      </w:r>
      <w:r>
        <w:tab/>
        <w:t>References</w:t>
      </w:r>
      <w:bookmarkEnd w:id="9"/>
      <w:bookmarkEnd w:id="10"/>
    </w:p>
    <w:p w:rsidR="00A8181B" w:rsidRDefault="00A8181B">
      <w:r>
        <w:t>The following documents contain provisions which, through reference in this text, constitute provisions of the present document.</w:t>
      </w:r>
    </w:p>
    <w:p w:rsidR="00A8181B" w:rsidRDefault="00997399" w:rsidP="00997399">
      <w:pPr>
        <w:pStyle w:val="B1"/>
      </w:pPr>
      <w:r>
        <w:t>-</w:t>
      </w:r>
      <w:r>
        <w:tab/>
      </w:r>
      <w:r w:rsidR="00A8181B">
        <w:t>References are either specific (identified by date of publication, edition number, version number, etc.) or non</w:t>
      </w:r>
      <w:r w:rsidR="00A8181B">
        <w:noBreakHyphen/>
        <w:t>specific.</w:t>
      </w:r>
    </w:p>
    <w:p w:rsidR="00A8181B" w:rsidRDefault="00997399" w:rsidP="00997399">
      <w:pPr>
        <w:pStyle w:val="B1"/>
      </w:pPr>
      <w:r>
        <w:t>-</w:t>
      </w:r>
      <w:r>
        <w:tab/>
      </w:r>
      <w:r w:rsidR="00A8181B">
        <w:t>For a specific reference, subsequent revisions do not apply.</w:t>
      </w:r>
    </w:p>
    <w:p w:rsidR="00CA715A" w:rsidRDefault="00997399" w:rsidP="00997399">
      <w:pPr>
        <w:pStyle w:val="B1"/>
      </w:pPr>
      <w:r>
        <w:t>-</w:t>
      </w:r>
      <w:r>
        <w:tab/>
      </w:r>
      <w:r w:rsidR="00A8181B">
        <w:t xml:space="preserve">For a non-specific reference, the latest version applies.  In the case of a reference to a 3GPP document (including a GSM document), a non-specific reference implicitly refers to the latest version of that document </w:t>
      </w:r>
      <w:r w:rsidR="00A8181B">
        <w:rPr>
          <w:i/>
          <w:iCs/>
        </w:rPr>
        <w:t>in the same Release as the present document</w:t>
      </w:r>
      <w:r w:rsidR="00A8181B">
        <w:t>.</w:t>
      </w:r>
    </w:p>
    <w:p w:rsidR="00CA715A" w:rsidRPr="00383736" w:rsidRDefault="00CA715A" w:rsidP="00CA715A">
      <w:pPr>
        <w:pStyle w:val="EX"/>
      </w:pPr>
      <w:r>
        <w:t>[1]</w:t>
      </w:r>
      <w:r>
        <w:tab/>
      </w:r>
      <w:r w:rsidRPr="00383736">
        <w:t>3GPP TR 21.905: "Vocabulary for 3GPP Specifications".</w:t>
      </w:r>
    </w:p>
    <w:p w:rsidR="00CA715A" w:rsidRDefault="00CA715A" w:rsidP="00CA715A">
      <w:pPr>
        <w:pStyle w:val="EX"/>
      </w:pPr>
      <w:r>
        <w:t>[2]</w:t>
      </w:r>
      <w:r>
        <w:tab/>
        <w:t>3GPP TS 36.211: "</w:t>
      </w:r>
      <w:r w:rsidR="00556E57">
        <w:t xml:space="preserve">Evolved Universal Terrestrial Radio Access (E-UTRA); </w:t>
      </w:r>
      <w:r w:rsidRPr="004534B9">
        <w:t>Ph</w:t>
      </w:r>
      <w:r>
        <w:t>ysical channels and modulation".</w:t>
      </w:r>
    </w:p>
    <w:p w:rsidR="00CA715A" w:rsidRDefault="00CA715A" w:rsidP="00CA715A">
      <w:pPr>
        <w:pStyle w:val="EX"/>
      </w:pPr>
      <w:r>
        <w:t>[3]</w:t>
      </w:r>
      <w:r>
        <w:tab/>
        <w:t>3GPP TS 36.212: "</w:t>
      </w:r>
      <w:r w:rsidR="00556E57">
        <w:t xml:space="preserve">Evolved Universal Terrestrial Radio Access (E-UTRA); </w:t>
      </w:r>
      <w:r w:rsidRPr="004534B9">
        <w:t>Multiplexing and channel coding</w:t>
      </w:r>
      <w:r>
        <w:t>".</w:t>
      </w:r>
    </w:p>
    <w:p w:rsidR="00CA715A" w:rsidRDefault="00CA715A" w:rsidP="00CA715A">
      <w:pPr>
        <w:pStyle w:val="EX"/>
      </w:pPr>
      <w:r>
        <w:t>[4]</w:t>
      </w:r>
      <w:r>
        <w:tab/>
        <w:t>3GPP TS 36.213: "</w:t>
      </w:r>
      <w:r w:rsidR="00556E57">
        <w:t xml:space="preserve">Evolved Universal Terrestrial Radio Access (E-UTRA); </w:t>
      </w:r>
      <w:r w:rsidRPr="00490D7D">
        <w:t>Physical layer procedures</w:t>
      </w:r>
      <w:r>
        <w:t>".</w:t>
      </w:r>
    </w:p>
    <w:p w:rsidR="00581C5F" w:rsidRDefault="00CA715A" w:rsidP="00581C5F">
      <w:pPr>
        <w:pStyle w:val="EX"/>
      </w:pPr>
      <w:r>
        <w:t>[5]</w:t>
      </w:r>
      <w:r>
        <w:tab/>
        <w:t>3GPP TS 36.214: "</w:t>
      </w:r>
      <w:r w:rsidR="00556E57">
        <w:t xml:space="preserve">Evolved Universal Terrestrial Radio Access (E-UTRA); </w:t>
      </w:r>
      <w:r w:rsidRPr="00490D7D">
        <w:t>Physical layer – Measurements</w:t>
      </w:r>
      <w:r>
        <w:t>".</w:t>
      </w:r>
    </w:p>
    <w:p w:rsidR="00CA715A" w:rsidRDefault="00581C5F" w:rsidP="00581C5F">
      <w:pPr>
        <w:pStyle w:val="EX"/>
      </w:pPr>
      <w:r>
        <w:t>[6]</w:t>
      </w:r>
      <w:r>
        <w:tab/>
        <w:t xml:space="preserve">3GPP TS 36.216: "Evolved Universal Terrestrial Radio Access (E-UTRA); </w:t>
      </w:r>
      <w:r w:rsidRPr="00EF2A18">
        <w:t>Physical layer for relaying operation</w:t>
      </w:r>
      <w:r>
        <w:t>".</w:t>
      </w:r>
    </w:p>
    <w:p w:rsidR="00CA715A" w:rsidRDefault="00CA715A" w:rsidP="00CA715A">
      <w:pPr>
        <w:pStyle w:val="Heading1"/>
      </w:pPr>
      <w:bookmarkStart w:id="11" w:name="_Toc531763176"/>
      <w:bookmarkStart w:id="12" w:name="_Toc35605874"/>
      <w:r>
        <w:t>3</w:t>
      </w:r>
      <w:r>
        <w:tab/>
        <w:t>Definitions, symbols and abbreviations</w:t>
      </w:r>
      <w:bookmarkEnd w:id="11"/>
      <w:bookmarkEnd w:id="12"/>
    </w:p>
    <w:p w:rsidR="00CA715A" w:rsidRDefault="00CA715A" w:rsidP="00CA715A">
      <w:pPr>
        <w:pStyle w:val="Heading2"/>
      </w:pPr>
      <w:bookmarkStart w:id="13" w:name="_Toc531763177"/>
      <w:bookmarkStart w:id="14" w:name="_Toc35605875"/>
      <w:r>
        <w:t>3.1</w:t>
      </w:r>
      <w:r>
        <w:tab/>
        <w:t>Definitions</w:t>
      </w:r>
      <w:bookmarkEnd w:id="13"/>
      <w:bookmarkEnd w:id="14"/>
    </w:p>
    <w:p w:rsidR="00CA715A" w:rsidRDefault="00CA715A" w:rsidP="00CA715A">
      <w:r>
        <w:t>For the purposes of the present document, the terms and definitions given in TR 21.905 [1] and the following apply. A term defined in the present document takes precedence over the definition of the same term, if any, in TR 21.905 [1].</w:t>
      </w:r>
    </w:p>
    <w:p w:rsidR="00CA715A" w:rsidRDefault="00CA715A" w:rsidP="00CA715A">
      <w:pPr>
        <w:pStyle w:val="Guidance"/>
      </w:pPr>
      <w:r>
        <w:t>Definition format</w:t>
      </w:r>
    </w:p>
    <w:p w:rsidR="00CA715A" w:rsidRDefault="00CA715A" w:rsidP="00CA715A">
      <w:pPr>
        <w:pStyle w:val="Guidance"/>
      </w:pPr>
      <w:r>
        <w:rPr>
          <w:b/>
        </w:rPr>
        <w:t>&lt;defined term&gt;</w:t>
      </w:r>
      <w:r>
        <w:t>: &lt;definition&gt;.</w:t>
      </w:r>
    </w:p>
    <w:p w:rsidR="00CA715A" w:rsidRDefault="00CA715A" w:rsidP="00CA715A">
      <w:r>
        <w:rPr>
          <w:b/>
        </w:rPr>
        <w:t>example:</w:t>
      </w:r>
      <w:r>
        <w:t xml:space="preserve"> text used to clarify abstract rules by applying them literally.</w:t>
      </w:r>
    </w:p>
    <w:p w:rsidR="00CA715A" w:rsidRDefault="00CA715A" w:rsidP="00CA715A">
      <w:pPr>
        <w:pStyle w:val="Heading2"/>
      </w:pPr>
      <w:bookmarkStart w:id="15" w:name="_Toc531763178"/>
      <w:bookmarkStart w:id="16" w:name="_Toc35605876"/>
      <w:r>
        <w:t>3.2</w:t>
      </w:r>
      <w:r>
        <w:tab/>
        <w:t>Symbols</w:t>
      </w:r>
      <w:bookmarkEnd w:id="15"/>
      <w:bookmarkEnd w:id="16"/>
    </w:p>
    <w:p w:rsidR="00CA715A" w:rsidRDefault="00CA715A" w:rsidP="00CA715A">
      <w:pPr>
        <w:keepNext/>
      </w:pPr>
      <w:r>
        <w:t>For the purposes of the present document, the following symbols apply:</w:t>
      </w:r>
    </w:p>
    <w:p w:rsidR="00CA715A" w:rsidRDefault="00CA715A" w:rsidP="00CA715A">
      <w:pPr>
        <w:pStyle w:val="Guidance"/>
      </w:pPr>
      <w:r>
        <w:t>Symbol format</w:t>
      </w:r>
    </w:p>
    <w:p w:rsidR="00CA715A" w:rsidRDefault="00CA715A" w:rsidP="00CA715A">
      <w:pPr>
        <w:pStyle w:val="EW"/>
      </w:pPr>
      <w:r>
        <w:t>&lt;symbol&gt;</w:t>
      </w:r>
      <w:r>
        <w:tab/>
        <w:t>&lt;Explanation&gt;</w:t>
      </w:r>
    </w:p>
    <w:p w:rsidR="00CA715A" w:rsidRDefault="00CA715A" w:rsidP="00CA715A">
      <w:pPr>
        <w:pStyle w:val="EW"/>
      </w:pPr>
    </w:p>
    <w:p w:rsidR="00CA715A" w:rsidRDefault="00CA715A" w:rsidP="00CA715A">
      <w:pPr>
        <w:pStyle w:val="Heading2"/>
      </w:pPr>
      <w:bookmarkStart w:id="17" w:name="_Toc531763179"/>
      <w:bookmarkStart w:id="18" w:name="_Toc35605877"/>
      <w:r>
        <w:lastRenderedPageBreak/>
        <w:t>3.3</w:t>
      </w:r>
      <w:r>
        <w:tab/>
        <w:t>Abbreviations</w:t>
      </w:r>
      <w:bookmarkEnd w:id="17"/>
      <w:bookmarkEnd w:id="18"/>
    </w:p>
    <w:p w:rsidR="00CA715A" w:rsidRDefault="00CA715A" w:rsidP="00CA715A">
      <w:pPr>
        <w:keepNext/>
      </w:pPr>
      <w:r>
        <w:t>For the purposes of the present document, the abbreviations given in TR 21.905 [1] and the following apply. An abbreviation defined in the present document takes precedence over the definition of the same abbreviation, if any, in TR 21.905 [1].</w:t>
      </w:r>
    </w:p>
    <w:p w:rsidR="009031A6" w:rsidRDefault="00DF490E" w:rsidP="009031A6">
      <w:pPr>
        <w:pStyle w:val="EW"/>
      </w:pPr>
      <w:r>
        <w:t>BPSK</w:t>
      </w:r>
      <w:r>
        <w:tab/>
        <w:t>Binary Phase Shift Keying</w:t>
      </w:r>
      <w:r w:rsidR="009031A6" w:rsidRPr="009031A6">
        <w:t xml:space="preserve"> </w:t>
      </w:r>
    </w:p>
    <w:p w:rsidR="009031A6" w:rsidRDefault="009031A6" w:rsidP="009031A6">
      <w:pPr>
        <w:pStyle w:val="EW"/>
      </w:pPr>
      <w:r>
        <w:t>CoMP</w:t>
      </w:r>
      <w:r>
        <w:tab/>
        <w:t>Coordinated Multi-Point</w:t>
      </w:r>
    </w:p>
    <w:p w:rsidR="00DF490E" w:rsidRDefault="009031A6" w:rsidP="00DF490E">
      <w:pPr>
        <w:pStyle w:val="EW"/>
      </w:pPr>
      <w:r>
        <w:t>CP</w:t>
      </w:r>
      <w:r>
        <w:tab/>
        <w:t>Cyclic Prefix</w:t>
      </w:r>
    </w:p>
    <w:p w:rsidR="00D74791" w:rsidRDefault="00D74791" w:rsidP="00097E08">
      <w:pPr>
        <w:pStyle w:val="EW"/>
      </w:pPr>
      <w:r>
        <w:t>CQI</w:t>
      </w:r>
      <w:r>
        <w:tab/>
        <w:t>Channel Quality Indicator</w:t>
      </w:r>
    </w:p>
    <w:p w:rsidR="00581C5F" w:rsidRDefault="00124E97" w:rsidP="00581C5F">
      <w:pPr>
        <w:pStyle w:val="EW"/>
      </w:pPr>
      <w:r>
        <w:t>CRC</w:t>
      </w:r>
      <w:r>
        <w:tab/>
        <w:t>Cyclic Redundancy Check</w:t>
      </w:r>
      <w:r w:rsidR="00581C5F" w:rsidRPr="00581C5F">
        <w:t xml:space="preserve"> </w:t>
      </w:r>
    </w:p>
    <w:p w:rsidR="00124E97" w:rsidRDefault="00581C5F" w:rsidP="00581C5F">
      <w:pPr>
        <w:pStyle w:val="EW"/>
      </w:pPr>
      <w:r>
        <w:t>CSI</w:t>
      </w:r>
      <w:r>
        <w:tab/>
      </w:r>
      <w:smartTag w:uri="urn:schemas-microsoft-com:office:smarttags" w:element="place">
        <w:smartTag w:uri="urn:schemas-microsoft-com:office:smarttags" w:element="PlaceName">
          <w:r>
            <w:t>Channel</w:t>
          </w:r>
        </w:smartTag>
        <w:r>
          <w:t xml:space="preserve"> </w:t>
        </w:r>
        <w:smartTag w:uri="urn:schemas-microsoft-com:office:smarttags" w:element="PlaceType">
          <w:r>
            <w:t>State</w:t>
          </w:r>
        </w:smartTag>
      </w:smartTag>
      <w:r>
        <w:t xml:space="preserve"> Information</w:t>
      </w:r>
    </w:p>
    <w:p w:rsidR="00124E97" w:rsidRDefault="00124E97" w:rsidP="00097E08">
      <w:pPr>
        <w:pStyle w:val="EW"/>
      </w:pPr>
      <w:r>
        <w:t>eNode-B</w:t>
      </w:r>
      <w:r>
        <w:tab/>
        <w:t>Evolved Node B</w:t>
      </w:r>
    </w:p>
    <w:p w:rsidR="009031A6" w:rsidRPr="00415E5C" w:rsidRDefault="009031A6" w:rsidP="009031A6">
      <w:pPr>
        <w:pStyle w:val="EW"/>
      </w:pPr>
      <w:r>
        <w:t>E</w:t>
      </w:r>
      <w:r w:rsidRPr="00415E5C">
        <w:t>PDCCH</w:t>
      </w:r>
      <w:r w:rsidRPr="00415E5C">
        <w:tab/>
      </w:r>
      <w:r>
        <w:t xml:space="preserve">Enhanced </w:t>
      </w:r>
      <w:r w:rsidRPr="00415E5C">
        <w:t>Physical Downlink Control Channel</w:t>
      </w:r>
    </w:p>
    <w:p w:rsidR="00D74791" w:rsidRPr="00D74791" w:rsidRDefault="00D74791" w:rsidP="00097E08">
      <w:pPr>
        <w:pStyle w:val="EW"/>
      </w:pPr>
      <w:r>
        <w:t>E-UTRA</w:t>
      </w:r>
      <w:r>
        <w:tab/>
      </w:r>
      <w:r w:rsidRPr="00D74791">
        <w:t>Evolved Universal Terrestrial Radio Access</w:t>
      </w:r>
    </w:p>
    <w:p w:rsidR="00097E08" w:rsidRDefault="00097E08" w:rsidP="00097E08">
      <w:pPr>
        <w:pStyle w:val="EW"/>
      </w:pPr>
      <w:r>
        <w:t>FDD</w:t>
      </w:r>
      <w:r>
        <w:tab/>
        <w:t>Frequency Division Duplex</w:t>
      </w:r>
    </w:p>
    <w:p w:rsidR="003A10B5" w:rsidRDefault="003A10B5" w:rsidP="00097E08">
      <w:pPr>
        <w:pStyle w:val="EW"/>
      </w:pPr>
      <w:r>
        <w:t>HARQ</w:t>
      </w:r>
      <w:r>
        <w:tab/>
        <w:t>Hybrid Automatic Repeat Request</w:t>
      </w:r>
    </w:p>
    <w:p w:rsidR="00F460A0" w:rsidRDefault="00F460A0" w:rsidP="00F460A0">
      <w:pPr>
        <w:pStyle w:val="EW"/>
      </w:pPr>
      <w:r>
        <w:t>LAA</w:t>
      </w:r>
      <w:r>
        <w:tab/>
        <w:t>Licensed-Assisted Access</w:t>
      </w:r>
    </w:p>
    <w:p w:rsidR="00097E08" w:rsidRDefault="00097E08" w:rsidP="00CA715A">
      <w:pPr>
        <w:pStyle w:val="EW"/>
      </w:pPr>
      <w:r>
        <w:t>LTE</w:t>
      </w:r>
      <w:r>
        <w:tab/>
        <w:t>Long Term Evolution</w:t>
      </w:r>
    </w:p>
    <w:p w:rsidR="00114B81" w:rsidRDefault="00114B81" w:rsidP="00CA715A">
      <w:pPr>
        <w:pStyle w:val="EW"/>
      </w:pPr>
      <w:r>
        <w:t>MAC</w:t>
      </w:r>
      <w:r>
        <w:tab/>
        <w:t>Medium Access Control</w:t>
      </w:r>
    </w:p>
    <w:p w:rsidR="00FE1A7C" w:rsidRDefault="00FE1A7C" w:rsidP="00554C08">
      <w:pPr>
        <w:pStyle w:val="EW"/>
      </w:pPr>
      <w:r>
        <w:t>MBMS</w:t>
      </w:r>
      <w:r>
        <w:tab/>
        <w:t xml:space="preserve">Multimedia Broadcast and Multicast </w:t>
      </w:r>
      <w:r w:rsidR="00554C08">
        <w:t>Service</w:t>
      </w:r>
    </w:p>
    <w:p w:rsidR="00867CFC" w:rsidRDefault="00867CFC" w:rsidP="00867CFC">
      <w:pPr>
        <w:pStyle w:val="EW"/>
      </w:pPr>
      <w:r>
        <w:t>MBSFN</w:t>
      </w:r>
      <w:r>
        <w:tab/>
      </w:r>
      <w:r w:rsidRPr="00867CFC">
        <w:t>Multicast/Broadcast over Single Frequency Network</w:t>
      </w:r>
    </w:p>
    <w:p w:rsidR="00114B81" w:rsidRDefault="00114B81" w:rsidP="00CA715A">
      <w:pPr>
        <w:pStyle w:val="EW"/>
      </w:pPr>
      <w:r>
        <w:t>MIMO</w:t>
      </w:r>
      <w:r>
        <w:tab/>
        <w:t>Multiple Input Multiple Output</w:t>
      </w:r>
    </w:p>
    <w:p w:rsidR="00631956" w:rsidRDefault="00631956" w:rsidP="00631956">
      <w:pPr>
        <w:pStyle w:val="EW"/>
      </w:pPr>
      <w:r>
        <w:t>MPDCCH</w:t>
      </w:r>
      <w:r>
        <w:tab/>
        <w:t>MTC Physical Downlink Control Channel</w:t>
      </w:r>
    </w:p>
    <w:p w:rsidR="00631956" w:rsidRDefault="00631956" w:rsidP="00631956">
      <w:pPr>
        <w:pStyle w:val="EW"/>
      </w:pPr>
      <w:r>
        <w:t>MTC</w:t>
      </w:r>
      <w:r>
        <w:tab/>
        <w:t>Machine Type Communications</w:t>
      </w:r>
    </w:p>
    <w:p w:rsidR="006C701E" w:rsidRDefault="006C701E" w:rsidP="006C701E">
      <w:pPr>
        <w:pStyle w:val="EW"/>
      </w:pPr>
      <w:r>
        <w:t>NPBCH</w:t>
      </w:r>
      <w:r>
        <w:tab/>
        <w:t>Narrowband Physical Broadcast Channel</w:t>
      </w:r>
    </w:p>
    <w:p w:rsidR="006C701E" w:rsidRDefault="006C701E" w:rsidP="006C701E">
      <w:pPr>
        <w:pStyle w:val="EW"/>
      </w:pPr>
      <w:r>
        <w:t>NPDCCH</w:t>
      </w:r>
      <w:r>
        <w:tab/>
        <w:t>Narrowband Physical Downlink Control Channel</w:t>
      </w:r>
    </w:p>
    <w:p w:rsidR="006C701E" w:rsidRDefault="006C701E" w:rsidP="006C701E">
      <w:pPr>
        <w:pStyle w:val="EW"/>
      </w:pPr>
      <w:r>
        <w:t>NPDSCH</w:t>
      </w:r>
      <w:r>
        <w:tab/>
        <w:t>Narrowband Physical Downlink Shared Channel</w:t>
      </w:r>
    </w:p>
    <w:p w:rsidR="006C701E" w:rsidRDefault="006C701E" w:rsidP="006C701E">
      <w:pPr>
        <w:pStyle w:val="EW"/>
      </w:pPr>
      <w:r>
        <w:t>NPRACH</w:t>
      </w:r>
      <w:r>
        <w:tab/>
        <w:t>Narrowband Physical Random Access Channel</w:t>
      </w:r>
      <w:r w:rsidRPr="00C157C9">
        <w:t xml:space="preserve"> </w:t>
      </w:r>
    </w:p>
    <w:p w:rsidR="006C701E" w:rsidRDefault="006C701E" w:rsidP="006C701E">
      <w:pPr>
        <w:pStyle w:val="EW"/>
      </w:pPr>
      <w:r>
        <w:t>NPUSCH</w:t>
      </w:r>
      <w:r>
        <w:tab/>
        <w:t>Narrowband Physical Uplink Shared Channel</w:t>
      </w:r>
      <w:r w:rsidRPr="00C157C9">
        <w:t xml:space="preserve"> </w:t>
      </w:r>
    </w:p>
    <w:p w:rsidR="00097E08" w:rsidRDefault="00097E08" w:rsidP="00CA715A">
      <w:pPr>
        <w:pStyle w:val="EW"/>
      </w:pPr>
      <w:r>
        <w:t>OFDM</w:t>
      </w:r>
      <w:r>
        <w:tab/>
        <w:t>Orthogonal Frequency Division Multiplexing</w:t>
      </w:r>
    </w:p>
    <w:p w:rsidR="00307972" w:rsidRDefault="00307972" w:rsidP="00307972">
      <w:pPr>
        <w:pStyle w:val="EW"/>
      </w:pPr>
      <w:r>
        <w:t>PBCH</w:t>
      </w:r>
      <w:r>
        <w:tab/>
        <w:t>Physical Broadcast Channel</w:t>
      </w:r>
    </w:p>
    <w:p w:rsidR="003F58D4" w:rsidRDefault="00307972" w:rsidP="00307972">
      <w:pPr>
        <w:pStyle w:val="EW"/>
      </w:pPr>
      <w:r>
        <w:t>PCFICH</w:t>
      </w:r>
      <w:r>
        <w:tab/>
        <w:t>Physical Control Format Indicator Channel</w:t>
      </w:r>
    </w:p>
    <w:p w:rsidR="00126736" w:rsidRDefault="00126736" w:rsidP="00126736">
      <w:pPr>
        <w:pStyle w:val="EW"/>
      </w:pPr>
      <w:r>
        <w:t>PDSCH</w:t>
      </w:r>
      <w:r>
        <w:tab/>
        <w:t>Physical Downlink Shared Channel</w:t>
      </w:r>
    </w:p>
    <w:p w:rsidR="00116DB2" w:rsidRDefault="00116DB2" w:rsidP="00126736">
      <w:pPr>
        <w:pStyle w:val="EW"/>
      </w:pPr>
      <w:r>
        <w:t>PDCCH</w:t>
      </w:r>
      <w:r>
        <w:tab/>
        <w:t>Physical Downlink Control Channel</w:t>
      </w:r>
    </w:p>
    <w:p w:rsidR="004057BE" w:rsidRDefault="004057BE" w:rsidP="00126736">
      <w:pPr>
        <w:pStyle w:val="EW"/>
      </w:pPr>
      <w:r>
        <w:t>PHICH</w:t>
      </w:r>
      <w:r>
        <w:tab/>
        <w:t>Physical Hybrid ARQ Indicator Channel</w:t>
      </w:r>
    </w:p>
    <w:p w:rsidR="00A84A22" w:rsidRDefault="00A84A22" w:rsidP="00126736">
      <w:pPr>
        <w:pStyle w:val="EW"/>
      </w:pPr>
      <w:r>
        <w:t>PMCH</w:t>
      </w:r>
      <w:r>
        <w:tab/>
        <w:t>Physical Multicast Channel</w:t>
      </w:r>
    </w:p>
    <w:p w:rsidR="004057BE" w:rsidRDefault="004057BE" w:rsidP="00126736">
      <w:pPr>
        <w:pStyle w:val="EW"/>
      </w:pPr>
      <w:r>
        <w:t>PRACH</w:t>
      </w:r>
      <w:r>
        <w:tab/>
        <w:t>Physical Random Access Channel</w:t>
      </w:r>
    </w:p>
    <w:p w:rsidR="00AB2167" w:rsidRDefault="00AB2167" w:rsidP="00AB2167">
      <w:pPr>
        <w:pStyle w:val="EW"/>
      </w:pPr>
      <w:r>
        <w:t>ProSe</w:t>
      </w:r>
      <w:r>
        <w:tab/>
        <w:t>Proximity Services</w:t>
      </w:r>
    </w:p>
    <w:p w:rsidR="00AB2167" w:rsidRDefault="00AB2167" w:rsidP="00AB2167">
      <w:pPr>
        <w:pStyle w:val="EW"/>
      </w:pPr>
      <w:r>
        <w:t>PSBCH</w:t>
      </w:r>
      <w:r>
        <w:tab/>
        <w:t>Physical Sidelink Broadcast Channel</w:t>
      </w:r>
    </w:p>
    <w:p w:rsidR="00AB2167" w:rsidRDefault="00AB2167" w:rsidP="00AB2167">
      <w:pPr>
        <w:pStyle w:val="EW"/>
      </w:pPr>
      <w:r>
        <w:t>PSCCH</w:t>
      </w:r>
      <w:r>
        <w:tab/>
        <w:t>Physical Sidelink Control Channel</w:t>
      </w:r>
    </w:p>
    <w:p w:rsidR="00AB2167" w:rsidRDefault="00AB2167" w:rsidP="00AB2167">
      <w:pPr>
        <w:pStyle w:val="EW"/>
      </w:pPr>
      <w:r>
        <w:t>PSDCH</w:t>
      </w:r>
      <w:r>
        <w:tab/>
        <w:t>Physical Sidelink Discovery Channel</w:t>
      </w:r>
    </w:p>
    <w:p w:rsidR="00AB2167" w:rsidRDefault="00AB2167" w:rsidP="00AB2167">
      <w:pPr>
        <w:pStyle w:val="EW"/>
      </w:pPr>
      <w:r>
        <w:t>PSSCH</w:t>
      </w:r>
      <w:r>
        <w:tab/>
        <w:t>Physical Sidelink Shared Channel</w:t>
      </w:r>
    </w:p>
    <w:p w:rsidR="00126736" w:rsidRDefault="00126736" w:rsidP="00126736">
      <w:pPr>
        <w:pStyle w:val="EW"/>
      </w:pPr>
      <w:r>
        <w:t>PUCCH</w:t>
      </w:r>
      <w:r>
        <w:tab/>
        <w:t>Physical Uplink Control Channel</w:t>
      </w:r>
    </w:p>
    <w:p w:rsidR="00126736" w:rsidRDefault="00126736" w:rsidP="00126736">
      <w:pPr>
        <w:pStyle w:val="EW"/>
      </w:pPr>
      <w:r>
        <w:t>PUSCH</w:t>
      </w:r>
      <w:r>
        <w:tab/>
        <w:t>Physical Uplink Shared Channel</w:t>
      </w:r>
    </w:p>
    <w:p w:rsidR="00DF490E" w:rsidRDefault="00DF490E" w:rsidP="00126736">
      <w:pPr>
        <w:pStyle w:val="EW"/>
      </w:pPr>
      <w:r>
        <w:t>QAM</w:t>
      </w:r>
      <w:r>
        <w:tab/>
        <w:t>Quadrature Amplitude Modulation</w:t>
      </w:r>
    </w:p>
    <w:p w:rsidR="000C7506" w:rsidRDefault="000C7506" w:rsidP="00396462">
      <w:pPr>
        <w:pStyle w:val="EW"/>
      </w:pPr>
      <w:r>
        <w:t>QPP</w:t>
      </w:r>
      <w:r>
        <w:tab/>
        <w:t xml:space="preserve">Quadratic </w:t>
      </w:r>
      <w:r w:rsidR="00396462">
        <w:t xml:space="preserve">Permutation </w:t>
      </w:r>
      <w:r>
        <w:t xml:space="preserve">Polynomial </w:t>
      </w:r>
    </w:p>
    <w:p w:rsidR="007738D5" w:rsidRDefault="00DF490E" w:rsidP="00CA715A">
      <w:pPr>
        <w:pStyle w:val="EW"/>
      </w:pPr>
      <w:r>
        <w:t>QPSK</w:t>
      </w:r>
      <w:r>
        <w:tab/>
        <w:t>Quadrature Phase Shift Keying</w:t>
      </w:r>
    </w:p>
    <w:p w:rsidR="00581C5F" w:rsidRDefault="00114B81" w:rsidP="00581C5F">
      <w:pPr>
        <w:pStyle w:val="EW"/>
      </w:pPr>
      <w:r>
        <w:t>RLC</w:t>
      </w:r>
      <w:r>
        <w:tab/>
        <w:t>Radio Link Control</w:t>
      </w:r>
      <w:r w:rsidR="00581C5F" w:rsidRPr="00581C5F">
        <w:t xml:space="preserve"> </w:t>
      </w:r>
    </w:p>
    <w:p w:rsidR="00581C5F" w:rsidRDefault="00581C5F" w:rsidP="00581C5F">
      <w:pPr>
        <w:pStyle w:val="EW"/>
      </w:pPr>
      <w:r>
        <w:t>RN</w:t>
      </w:r>
      <w:r>
        <w:tab/>
        <w:t>Relay Node</w:t>
      </w:r>
    </w:p>
    <w:p w:rsidR="00114B81" w:rsidRDefault="00581C5F" w:rsidP="00581C5F">
      <w:pPr>
        <w:pStyle w:val="EW"/>
      </w:pPr>
      <w:r>
        <w:t>R-PDCCH</w:t>
      </w:r>
      <w:r>
        <w:tab/>
        <w:t>Relay Physical Downlink Control Channel</w:t>
      </w:r>
    </w:p>
    <w:p w:rsidR="00114B81" w:rsidRDefault="00114B81" w:rsidP="00CA715A">
      <w:pPr>
        <w:pStyle w:val="EW"/>
      </w:pPr>
      <w:r>
        <w:t>RRC</w:t>
      </w:r>
      <w:r>
        <w:tab/>
        <w:t>Radio Resource Control</w:t>
      </w:r>
    </w:p>
    <w:p w:rsidR="004057BE" w:rsidRDefault="004057BE" w:rsidP="00CA715A">
      <w:pPr>
        <w:pStyle w:val="EW"/>
      </w:pPr>
      <w:r>
        <w:t>RSSI</w:t>
      </w:r>
      <w:r>
        <w:tab/>
      </w:r>
      <w:r>
        <w:rPr>
          <w:lang w:eastAsia="ja-JP"/>
        </w:rPr>
        <w:t>Received Signal Strength Indicator</w:t>
      </w:r>
    </w:p>
    <w:p w:rsidR="004057BE" w:rsidRDefault="004057BE" w:rsidP="00CA715A">
      <w:pPr>
        <w:pStyle w:val="EW"/>
      </w:pPr>
      <w:r>
        <w:t>RSRP</w:t>
      </w:r>
      <w:r>
        <w:tab/>
      </w:r>
      <w:r>
        <w:rPr>
          <w:lang w:eastAsia="ja-JP"/>
        </w:rPr>
        <w:t>Reference Signal Received Power</w:t>
      </w:r>
    </w:p>
    <w:p w:rsidR="004057BE" w:rsidRDefault="004057BE" w:rsidP="004057BE">
      <w:pPr>
        <w:pStyle w:val="EW"/>
      </w:pPr>
      <w:r>
        <w:t>RSRQ</w:t>
      </w:r>
      <w:r>
        <w:tab/>
      </w:r>
      <w:r w:rsidRPr="00602F0D">
        <w:t>Reference Signal Received Quality</w:t>
      </w:r>
    </w:p>
    <w:p w:rsidR="00114B81" w:rsidRDefault="00114B81" w:rsidP="00CA715A">
      <w:pPr>
        <w:pStyle w:val="EW"/>
      </w:pPr>
      <w:r>
        <w:t>SAP</w:t>
      </w:r>
      <w:r>
        <w:tab/>
        <w:t>Service Access Point</w:t>
      </w:r>
    </w:p>
    <w:p w:rsidR="00097E08" w:rsidRDefault="00097E08" w:rsidP="00097E08">
      <w:pPr>
        <w:pStyle w:val="EW"/>
      </w:pPr>
      <w:r>
        <w:t>SC-FDMA</w:t>
      </w:r>
      <w:r>
        <w:tab/>
        <w:t>Single-Carrier Frequency Division Multiple Access</w:t>
      </w:r>
    </w:p>
    <w:p w:rsidR="00B91875" w:rsidRDefault="00B91875" w:rsidP="00B91875">
      <w:pPr>
        <w:pStyle w:val="EW"/>
      </w:pPr>
      <w:r>
        <w:t>SPDCCH</w:t>
      </w:r>
      <w:r>
        <w:tab/>
        <w:t>Short Physical Downlink Control Channel</w:t>
      </w:r>
    </w:p>
    <w:p w:rsidR="00B91875" w:rsidRDefault="00B91875" w:rsidP="00B91875">
      <w:pPr>
        <w:pStyle w:val="EW"/>
      </w:pPr>
      <w:r>
        <w:t>SPUCCH</w:t>
      </w:r>
      <w:r>
        <w:tab/>
        <w:t>Short Physical Uplink Control Channel</w:t>
      </w:r>
    </w:p>
    <w:p w:rsidR="00097E08" w:rsidRDefault="00097E08" w:rsidP="00097E08">
      <w:pPr>
        <w:pStyle w:val="EW"/>
      </w:pPr>
      <w:r>
        <w:t>TDD</w:t>
      </w:r>
      <w:r>
        <w:tab/>
        <w:t>Time Division Duplex</w:t>
      </w:r>
    </w:p>
    <w:p w:rsidR="00114B81" w:rsidRDefault="00114B81" w:rsidP="00097E08">
      <w:pPr>
        <w:pStyle w:val="EW"/>
      </w:pPr>
      <w:r>
        <w:t>TX Diversity</w:t>
      </w:r>
      <w:r>
        <w:tab/>
        <w:t>Transmit Diversity</w:t>
      </w:r>
    </w:p>
    <w:p w:rsidR="000D64D1" w:rsidRDefault="00A14922" w:rsidP="000D64D1">
      <w:pPr>
        <w:pStyle w:val="EW"/>
      </w:pPr>
      <w:r>
        <w:lastRenderedPageBreak/>
        <w:t>UE</w:t>
      </w:r>
      <w:r>
        <w:tab/>
        <w:t>User Equipment</w:t>
      </w:r>
      <w:r w:rsidR="000D64D1" w:rsidRPr="000D64D1">
        <w:t xml:space="preserve"> </w:t>
      </w:r>
    </w:p>
    <w:p w:rsidR="00A14922" w:rsidRDefault="000D64D1" w:rsidP="000D64D1">
      <w:pPr>
        <w:pStyle w:val="EW"/>
      </w:pPr>
      <w:r>
        <w:t>V2X</w:t>
      </w:r>
      <w:r>
        <w:tab/>
        <w:t>Vehicle-to-Everything</w:t>
      </w:r>
    </w:p>
    <w:p w:rsidR="00CA715A" w:rsidRDefault="00CA715A" w:rsidP="00CA715A">
      <w:pPr>
        <w:pStyle w:val="EW"/>
      </w:pPr>
    </w:p>
    <w:p w:rsidR="00A8181B" w:rsidRPr="006150B5" w:rsidRDefault="00A8181B" w:rsidP="006150B5">
      <w:pPr>
        <w:pStyle w:val="Heading1"/>
      </w:pPr>
      <w:bookmarkStart w:id="19" w:name="_Toc531763180"/>
      <w:bookmarkStart w:id="20" w:name="_Toc35605878"/>
      <w:r w:rsidRPr="006150B5">
        <w:rPr>
          <w:rFonts w:hint="eastAsia"/>
        </w:rPr>
        <w:t>4</w:t>
      </w:r>
      <w:r w:rsidRPr="006150B5">
        <w:tab/>
        <w:t xml:space="preserve">General description of </w:t>
      </w:r>
      <w:r w:rsidR="006150B5" w:rsidRPr="006150B5">
        <w:t xml:space="preserve">LTE </w:t>
      </w:r>
      <w:r w:rsidRPr="006150B5">
        <w:t>Layer 1</w:t>
      </w:r>
      <w:bookmarkEnd w:id="19"/>
      <w:bookmarkEnd w:id="20"/>
    </w:p>
    <w:p w:rsidR="00A8181B" w:rsidRDefault="00A8181B">
      <w:pPr>
        <w:pStyle w:val="Heading2"/>
        <w:rPr>
          <w:lang w:val="en-US"/>
        </w:rPr>
      </w:pPr>
      <w:bookmarkStart w:id="21" w:name="_Toc531763181"/>
      <w:bookmarkStart w:id="22" w:name="_Toc35605879"/>
      <w:r>
        <w:rPr>
          <w:rFonts w:hint="eastAsia"/>
          <w:lang w:val="en-US" w:eastAsia="ja-JP"/>
        </w:rPr>
        <w:t>4</w:t>
      </w:r>
      <w:r>
        <w:rPr>
          <w:lang w:val="en-US"/>
        </w:rPr>
        <w:t>.1</w:t>
      </w:r>
      <w:r>
        <w:rPr>
          <w:lang w:val="en-US"/>
        </w:rPr>
        <w:tab/>
      </w:r>
      <w:r>
        <w:t>Relation to other layers</w:t>
      </w:r>
      <w:bookmarkEnd w:id="21"/>
      <w:bookmarkEnd w:id="22"/>
    </w:p>
    <w:p w:rsidR="00A8181B" w:rsidRDefault="00A8181B">
      <w:pPr>
        <w:pStyle w:val="Heading3"/>
      </w:pPr>
      <w:bookmarkStart w:id="23" w:name="_Toc531763182"/>
      <w:bookmarkStart w:id="24" w:name="_Toc35605880"/>
      <w:r>
        <w:rPr>
          <w:rFonts w:hint="eastAsia"/>
          <w:lang w:eastAsia="ja-JP"/>
        </w:rPr>
        <w:t>4</w:t>
      </w:r>
      <w:r>
        <w:t>.1.1</w:t>
      </w:r>
      <w:r>
        <w:tab/>
        <w:t xml:space="preserve">General </w:t>
      </w:r>
      <w:r w:rsidR="007A4087">
        <w:t>protocol architecture</w:t>
      </w:r>
      <w:bookmarkEnd w:id="23"/>
      <w:bookmarkEnd w:id="24"/>
    </w:p>
    <w:p w:rsidR="00A14922" w:rsidRDefault="00A14922" w:rsidP="00A14922">
      <w:r>
        <w:t>The radio interface described in this specification covers the interface between the User Equipment (UE) and the network</w:t>
      </w:r>
      <w:r w:rsidR="00AB2167">
        <w:t>, and sidelink transmissions between UEs</w:t>
      </w:r>
      <w:r>
        <w:t>. The radio interface is composed of the Layer 1, 2 and 3. The TS 36.200 series describes the Layer 1 (Physical Layer) specifications. Layers 2 and 3 are described in the 36.300 series.</w:t>
      </w:r>
    </w:p>
    <w:p w:rsidR="00F01B26" w:rsidRDefault="00A0048B" w:rsidP="00F01B26">
      <w:pPr>
        <w:pStyle w:val="TH"/>
      </w:pPr>
      <w:r>
        <w:rPr>
          <w:noProof/>
          <w:lang w:eastAsia="en-GB"/>
        </w:rPr>
        <w:drawing>
          <wp:inline distT="0" distB="0" distL="0" distR="0">
            <wp:extent cx="4841875"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41875" cy="1893570"/>
                    </a:xfrm>
                    <a:prstGeom prst="rect">
                      <a:avLst/>
                    </a:prstGeom>
                    <a:noFill/>
                    <a:ln>
                      <a:noFill/>
                    </a:ln>
                  </pic:spPr>
                </pic:pic>
              </a:graphicData>
            </a:graphic>
          </wp:inline>
        </w:drawing>
      </w:r>
    </w:p>
    <w:p w:rsidR="00A14922" w:rsidRPr="00F01B26" w:rsidRDefault="00F01B26" w:rsidP="00400695">
      <w:pPr>
        <w:pStyle w:val="TF"/>
        <w:rPr>
          <w:lang w:val="en-US" w:eastAsia="ja-JP"/>
        </w:rPr>
      </w:pPr>
      <w:bookmarkStart w:id="25" w:name="_Ref150838724"/>
      <w:r>
        <w:t>Figure</w:t>
      </w:r>
      <w:bookmarkEnd w:id="25"/>
      <w:r w:rsidR="00400695">
        <w:t xml:space="preserve"> 1</w:t>
      </w:r>
      <w:r w:rsidRPr="00F01B26">
        <w:rPr>
          <w:lang w:val="en-US"/>
        </w:rPr>
        <w:t>: Radio interface protocol architecture around the physical layer</w:t>
      </w:r>
    </w:p>
    <w:p w:rsidR="00A14922" w:rsidRDefault="00697B1C" w:rsidP="00C261AC">
      <w:pPr>
        <w:rPr>
          <w:lang w:val="en-US"/>
        </w:rPr>
      </w:pPr>
      <w:r>
        <w:rPr>
          <w:lang w:val="en-US"/>
        </w:rPr>
        <w:t xml:space="preserve">Figure 1 </w:t>
      </w:r>
      <w:r w:rsidR="00A14922">
        <w:rPr>
          <w:lang w:val="en-US"/>
        </w:rPr>
        <w:t xml:space="preserve">shows the </w:t>
      </w:r>
      <w:r w:rsidR="005838EC">
        <w:rPr>
          <w:lang w:val="en-US"/>
        </w:rPr>
        <w:t>E-</w:t>
      </w:r>
      <w:r w:rsidR="00A14922">
        <w:rPr>
          <w:lang w:val="en-US"/>
        </w:rPr>
        <w:t>UTRA radio interface protocol architecture</w:t>
      </w:r>
      <w:r w:rsidR="00A14922">
        <w:rPr>
          <w:rFonts w:hint="eastAsia"/>
          <w:lang w:val="en-US"/>
        </w:rPr>
        <w:t xml:space="preserve"> around the physical layer (Layer 1)</w:t>
      </w:r>
      <w:r w:rsidR="00A14922">
        <w:rPr>
          <w:lang w:val="en-US"/>
        </w:rPr>
        <w:t xml:space="preserve">. </w:t>
      </w:r>
      <w:r w:rsidR="00A14922">
        <w:t xml:space="preserve">The physical layer interfaces the Medium Access Control (MAC) sub-layer of Layer 2 and the Radio Resource Control (RRC) Layer of Layer 3. </w:t>
      </w:r>
      <w:r w:rsidR="00A14922">
        <w:rPr>
          <w:lang w:val="en-US"/>
        </w:rPr>
        <w:t xml:space="preserve">The circles between different </w:t>
      </w:r>
      <w:r w:rsidR="00A14922">
        <w:rPr>
          <w:rFonts w:hint="eastAsia"/>
          <w:lang w:val="en-US"/>
        </w:rPr>
        <w:t>layer/</w:t>
      </w:r>
      <w:r w:rsidR="00A14922">
        <w:rPr>
          <w:lang w:val="en-US"/>
        </w:rPr>
        <w:t xml:space="preserve">sub-layers indicate Service Access Points (SAPs). The physical layer offers </w:t>
      </w:r>
      <w:r w:rsidR="00C261AC">
        <w:rPr>
          <w:lang w:val="en-US"/>
        </w:rPr>
        <w:t xml:space="preserve">a transport channel </w:t>
      </w:r>
      <w:r w:rsidR="00A14922">
        <w:rPr>
          <w:lang w:val="en-US"/>
        </w:rPr>
        <w:t xml:space="preserve">to MAC. </w:t>
      </w:r>
      <w:r w:rsidR="00C261AC">
        <w:rPr>
          <w:lang w:val="en-US"/>
        </w:rPr>
        <w:t xml:space="preserve">The </w:t>
      </w:r>
      <w:r w:rsidR="00A14922">
        <w:rPr>
          <w:lang w:val="en-US"/>
        </w:rPr>
        <w:t xml:space="preserve">transport channel is characterized by how the information is transferred over the radio interface. MAC offers different </w:t>
      </w:r>
      <w:r w:rsidR="005838EC">
        <w:rPr>
          <w:lang w:val="en-US"/>
        </w:rPr>
        <w:t xml:space="preserve">logical </w:t>
      </w:r>
      <w:r w:rsidR="00A14922">
        <w:rPr>
          <w:lang w:val="en-US"/>
        </w:rPr>
        <w:t xml:space="preserve">channels to </w:t>
      </w:r>
      <w:r w:rsidR="00A14922">
        <w:rPr>
          <w:rFonts w:hint="eastAsia"/>
          <w:lang w:val="en-US"/>
        </w:rPr>
        <w:t>the Radio Link Control (</w:t>
      </w:r>
      <w:r w:rsidR="00A14922">
        <w:rPr>
          <w:lang w:val="en-US"/>
        </w:rPr>
        <w:t>RLC</w:t>
      </w:r>
      <w:r w:rsidR="00A14922">
        <w:rPr>
          <w:rFonts w:hint="eastAsia"/>
          <w:lang w:val="en-US"/>
        </w:rPr>
        <w:t>) sub-layer of Layer 2</w:t>
      </w:r>
      <w:r w:rsidR="00A14922">
        <w:rPr>
          <w:lang w:val="en-US"/>
        </w:rPr>
        <w:t>. A logical channel is characterized by the t</w:t>
      </w:r>
      <w:r w:rsidR="00114B81">
        <w:rPr>
          <w:lang w:val="en-US"/>
        </w:rPr>
        <w:t>ype of information transferred.</w:t>
      </w:r>
    </w:p>
    <w:p w:rsidR="00A8181B" w:rsidRDefault="00A8181B">
      <w:pPr>
        <w:pStyle w:val="Heading3"/>
        <w:rPr>
          <w:lang w:eastAsia="ja-JP"/>
        </w:rPr>
      </w:pPr>
      <w:bookmarkStart w:id="26" w:name="_Toc531763183"/>
      <w:bookmarkStart w:id="27" w:name="_Toc35605881"/>
      <w:r>
        <w:rPr>
          <w:rFonts w:hint="eastAsia"/>
          <w:lang w:eastAsia="ja-JP"/>
        </w:rPr>
        <w:t>4</w:t>
      </w:r>
      <w:r>
        <w:t>.1.2</w:t>
      </w:r>
      <w:r>
        <w:tab/>
        <w:t xml:space="preserve">Service provided to </w:t>
      </w:r>
      <w:r>
        <w:rPr>
          <w:rFonts w:hint="eastAsia"/>
          <w:lang w:eastAsia="ja-JP"/>
        </w:rPr>
        <w:t>higher</w:t>
      </w:r>
      <w:r>
        <w:t xml:space="preserve"> layer</w:t>
      </w:r>
      <w:r>
        <w:rPr>
          <w:rFonts w:hint="eastAsia"/>
          <w:lang w:eastAsia="ja-JP"/>
        </w:rPr>
        <w:t>s</w:t>
      </w:r>
      <w:bookmarkEnd w:id="26"/>
      <w:bookmarkEnd w:id="27"/>
    </w:p>
    <w:p w:rsidR="00114B81" w:rsidRDefault="00114B81" w:rsidP="00114B81">
      <w:pPr>
        <w:rPr>
          <w:lang w:eastAsia="ja-JP"/>
        </w:rPr>
      </w:pPr>
      <w:r>
        <w:t xml:space="preserve">The physical layer offers data transport services to higher layers. The access to these services is through the use of </w:t>
      </w:r>
      <w:r w:rsidR="00C261AC">
        <w:t>a transport channel</w:t>
      </w:r>
      <w:r>
        <w:t xml:space="preserve"> via the MAC sub-layer. The physical layer is expected to perform the following functions in order to provide the data transport service</w:t>
      </w:r>
      <w:r>
        <w:rPr>
          <w:rFonts w:hint="eastAsia"/>
          <w:lang w:eastAsia="ja-JP"/>
        </w:rPr>
        <w:t>:</w:t>
      </w:r>
    </w:p>
    <w:p w:rsidR="00114B81" w:rsidRDefault="00114B81" w:rsidP="00C261AC">
      <w:pPr>
        <w:pStyle w:val="B1"/>
      </w:pPr>
      <w:r>
        <w:t>-</w:t>
      </w:r>
      <w:r>
        <w:tab/>
        <w:t>Error detection</w:t>
      </w:r>
      <w:r>
        <w:rPr>
          <w:rFonts w:hint="eastAsia"/>
          <w:lang w:eastAsia="ja-JP"/>
        </w:rPr>
        <w:t xml:space="preserve"> on </w:t>
      </w:r>
      <w:r w:rsidR="00C261AC">
        <w:rPr>
          <w:lang w:eastAsia="ja-JP"/>
        </w:rPr>
        <w:t xml:space="preserve">the </w:t>
      </w:r>
      <w:r>
        <w:rPr>
          <w:rFonts w:hint="eastAsia"/>
          <w:lang w:eastAsia="ja-JP"/>
        </w:rPr>
        <w:t>transport channel and indication to higher layers</w:t>
      </w:r>
    </w:p>
    <w:p w:rsidR="00114B81" w:rsidRDefault="00114B81" w:rsidP="00C261AC">
      <w:pPr>
        <w:pStyle w:val="B1"/>
      </w:pPr>
      <w:r>
        <w:t>-</w:t>
      </w:r>
      <w:r>
        <w:tab/>
        <w:t xml:space="preserve">FEC encoding/decoding of </w:t>
      </w:r>
      <w:r w:rsidR="00C261AC">
        <w:t xml:space="preserve">the </w:t>
      </w:r>
      <w:r>
        <w:t>transport channel</w:t>
      </w:r>
    </w:p>
    <w:p w:rsidR="00114B81" w:rsidRDefault="00114B81" w:rsidP="00114B81">
      <w:pPr>
        <w:pStyle w:val="B1"/>
      </w:pPr>
      <w:r>
        <w:t>-</w:t>
      </w:r>
      <w:r>
        <w:tab/>
      </w:r>
      <w:r>
        <w:rPr>
          <w:snapToGrid w:val="0"/>
        </w:rPr>
        <w:t>Hybrid ARQ soft-combining</w:t>
      </w:r>
    </w:p>
    <w:p w:rsidR="00114B81" w:rsidRDefault="00114B81" w:rsidP="00C261AC">
      <w:pPr>
        <w:pStyle w:val="B1"/>
        <w:rPr>
          <w:lang w:eastAsia="ja-JP"/>
        </w:rPr>
      </w:pPr>
      <w:r>
        <w:t>-</w:t>
      </w:r>
      <w:r>
        <w:tab/>
        <w:t xml:space="preserve">Rate matching </w:t>
      </w:r>
      <w:r>
        <w:rPr>
          <w:rFonts w:hint="eastAsia"/>
          <w:lang w:eastAsia="ja-JP"/>
        </w:rPr>
        <w:t xml:space="preserve">of </w:t>
      </w:r>
      <w:r w:rsidR="00C261AC">
        <w:rPr>
          <w:lang w:eastAsia="ja-JP"/>
        </w:rPr>
        <w:t xml:space="preserve">the </w:t>
      </w:r>
      <w:r>
        <w:rPr>
          <w:rFonts w:hint="eastAsia"/>
          <w:lang w:eastAsia="ja-JP"/>
        </w:rPr>
        <w:t>coded transport channel to physical channels</w:t>
      </w:r>
    </w:p>
    <w:p w:rsidR="00114B81" w:rsidRDefault="00114B81" w:rsidP="00C261AC">
      <w:pPr>
        <w:pStyle w:val="B1"/>
      </w:pPr>
      <w:r>
        <w:t>-</w:t>
      </w:r>
      <w:r>
        <w:tab/>
        <w:t xml:space="preserve">Mapping of </w:t>
      </w:r>
      <w:r w:rsidR="00C261AC">
        <w:t xml:space="preserve">the </w:t>
      </w:r>
      <w:r>
        <w:t>coded transport channel onto physical channels</w:t>
      </w:r>
    </w:p>
    <w:p w:rsidR="00114B81" w:rsidRDefault="00114B81" w:rsidP="000057D2">
      <w:pPr>
        <w:pStyle w:val="B1"/>
      </w:pPr>
      <w:r>
        <w:t>-</w:t>
      </w:r>
      <w:r>
        <w:tab/>
        <w:t>Power weighting of physical channels</w:t>
      </w:r>
    </w:p>
    <w:p w:rsidR="00114B81" w:rsidRDefault="00114B81" w:rsidP="00114B81">
      <w:pPr>
        <w:pStyle w:val="B1"/>
      </w:pPr>
      <w:r>
        <w:t>-</w:t>
      </w:r>
      <w:r>
        <w:tab/>
        <w:t xml:space="preserve">Modulation </w:t>
      </w:r>
      <w:r w:rsidR="00350288">
        <w:t xml:space="preserve">and </w:t>
      </w:r>
      <w:r>
        <w:t>demodulation of physical channels</w:t>
      </w:r>
    </w:p>
    <w:p w:rsidR="00114B81" w:rsidRDefault="00114B81" w:rsidP="00350288">
      <w:pPr>
        <w:pStyle w:val="B1"/>
      </w:pPr>
      <w:r w:rsidRPr="00350288">
        <w:t>-</w:t>
      </w:r>
      <w:r w:rsidRPr="00350288">
        <w:tab/>
        <w:t>Frequency and time synchronisation</w:t>
      </w:r>
    </w:p>
    <w:p w:rsidR="00114B81" w:rsidRDefault="00114B81" w:rsidP="000057D2">
      <w:pPr>
        <w:pStyle w:val="B1"/>
      </w:pPr>
      <w:r>
        <w:t>-</w:t>
      </w:r>
      <w:r>
        <w:tab/>
        <w:t xml:space="preserve">Radio characteristics measurements </w:t>
      </w:r>
      <w:r>
        <w:rPr>
          <w:rFonts w:hint="eastAsia"/>
          <w:lang w:eastAsia="ja-JP"/>
        </w:rPr>
        <w:t>and indication to higher layers</w:t>
      </w:r>
    </w:p>
    <w:p w:rsidR="000057D2" w:rsidRDefault="000057D2" w:rsidP="000057D2">
      <w:pPr>
        <w:pStyle w:val="B1"/>
        <w:rPr>
          <w:lang w:val="en-US"/>
        </w:rPr>
      </w:pPr>
      <w:r>
        <w:rPr>
          <w:lang w:val="en-US"/>
        </w:rPr>
        <w:t>-</w:t>
      </w:r>
      <w:r>
        <w:rPr>
          <w:lang w:val="en-US"/>
        </w:rPr>
        <w:tab/>
        <w:t>Mu</w:t>
      </w:r>
      <w:r w:rsidR="00867CFC">
        <w:rPr>
          <w:lang w:val="en-US"/>
        </w:rPr>
        <w:t>l</w:t>
      </w:r>
      <w:r>
        <w:rPr>
          <w:lang w:val="en-US"/>
        </w:rPr>
        <w:t>tiple Input Multiple Output (MIMO) antenna processing</w:t>
      </w:r>
    </w:p>
    <w:p w:rsidR="000057D2" w:rsidRPr="00114B81" w:rsidRDefault="000057D2" w:rsidP="000057D2">
      <w:pPr>
        <w:pStyle w:val="B1"/>
        <w:rPr>
          <w:lang w:val="en-US"/>
        </w:rPr>
      </w:pPr>
      <w:r>
        <w:rPr>
          <w:lang w:val="en-US"/>
        </w:rPr>
        <w:lastRenderedPageBreak/>
        <w:t>-</w:t>
      </w:r>
      <w:r>
        <w:rPr>
          <w:lang w:val="en-US"/>
        </w:rPr>
        <w:tab/>
        <w:t>Transmit Diversity (TX diversity)</w:t>
      </w:r>
    </w:p>
    <w:p w:rsidR="000057D2" w:rsidRDefault="000057D2" w:rsidP="000057D2">
      <w:pPr>
        <w:pStyle w:val="B1"/>
        <w:rPr>
          <w:lang w:val="en-US"/>
        </w:rPr>
      </w:pPr>
      <w:r>
        <w:rPr>
          <w:lang w:val="en-US"/>
        </w:rPr>
        <w:t>-</w:t>
      </w:r>
      <w:r>
        <w:rPr>
          <w:lang w:val="en-US"/>
        </w:rPr>
        <w:tab/>
        <w:t>Beamforming</w:t>
      </w:r>
    </w:p>
    <w:p w:rsidR="00114B81" w:rsidRDefault="00114B81" w:rsidP="00350288">
      <w:pPr>
        <w:pStyle w:val="B1"/>
      </w:pPr>
      <w:r>
        <w:t>-</w:t>
      </w:r>
      <w:r>
        <w:tab/>
        <w:t>RF processing.</w:t>
      </w:r>
      <w:r>
        <w:rPr>
          <w:rFonts w:hint="eastAsia"/>
          <w:lang w:eastAsia="ja-JP"/>
        </w:rPr>
        <w:t xml:space="preserve"> (Note: RF</w:t>
      </w:r>
      <w:r>
        <w:rPr>
          <w:lang w:eastAsia="ja-JP"/>
        </w:rPr>
        <w:t xml:space="preserve"> </w:t>
      </w:r>
      <w:r>
        <w:rPr>
          <w:rFonts w:hint="eastAsia"/>
          <w:lang w:eastAsia="ja-JP"/>
        </w:rPr>
        <w:t xml:space="preserve">processing </w:t>
      </w:r>
      <w:r w:rsidR="00350288">
        <w:rPr>
          <w:lang w:eastAsia="ja-JP"/>
        </w:rPr>
        <w:t xml:space="preserve">aspects are specified </w:t>
      </w:r>
      <w:r>
        <w:rPr>
          <w:rFonts w:hint="eastAsia"/>
          <w:lang w:eastAsia="ja-JP"/>
        </w:rPr>
        <w:t xml:space="preserve">in </w:t>
      </w:r>
      <w:r>
        <w:rPr>
          <w:lang w:eastAsia="ja-JP"/>
        </w:rPr>
        <w:t xml:space="preserve">the </w:t>
      </w:r>
      <w:r>
        <w:rPr>
          <w:rFonts w:hint="eastAsia"/>
          <w:lang w:eastAsia="ja-JP"/>
        </w:rPr>
        <w:t xml:space="preserve">TS </w:t>
      </w:r>
      <w:r>
        <w:rPr>
          <w:lang w:eastAsia="ja-JP"/>
        </w:rPr>
        <w:t>36</w:t>
      </w:r>
      <w:r>
        <w:rPr>
          <w:rFonts w:hint="eastAsia"/>
          <w:lang w:eastAsia="ja-JP"/>
        </w:rPr>
        <w:t>.100 series)</w:t>
      </w:r>
    </w:p>
    <w:p w:rsidR="00A8181B" w:rsidRDefault="00A8181B">
      <w:pPr>
        <w:pStyle w:val="Heading2"/>
      </w:pPr>
      <w:bookmarkStart w:id="28" w:name="_Toc531763184"/>
      <w:bookmarkStart w:id="29" w:name="_Toc35605882"/>
      <w:r>
        <w:rPr>
          <w:rFonts w:hint="eastAsia"/>
          <w:lang w:val="en-US" w:eastAsia="ja-JP"/>
        </w:rPr>
        <w:t>4</w:t>
      </w:r>
      <w:r>
        <w:rPr>
          <w:lang w:val="en-US"/>
        </w:rPr>
        <w:t>.2</w:t>
      </w:r>
      <w:r>
        <w:rPr>
          <w:lang w:val="en-US"/>
        </w:rPr>
        <w:tab/>
      </w:r>
      <w:r>
        <w:t>General description of Layer 1</w:t>
      </w:r>
      <w:bookmarkEnd w:id="28"/>
      <w:bookmarkEnd w:id="29"/>
    </w:p>
    <w:p w:rsidR="00A8181B" w:rsidRDefault="00A8181B">
      <w:pPr>
        <w:pStyle w:val="Heading3"/>
      </w:pPr>
      <w:bookmarkStart w:id="30" w:name="_Toc531763185"/>
      <w:bookmarkStart w:id="31" w:name="_Toc35605883"/>
      <w:r>
        <w:rPr>
          <w:rFonts w:hint="eastAsia"/>
          <w:lang w:eastAsia="ja-JP"/>
        </w:rPr>
        <w:t>4</w:t>
      </w:r>
      <w:r>
        <w:t>.2.1</w:t>
      </w:r>
      <w:r>
        <w:tab/>
        <w:t xml:space="preserve">Multiple </w:t>
      </w:r>
      <w:r w:rsidR="007A4087">
        <w:t>access</w:t>
      </w:r>
      <w:bookmarkEnd w:id="30"/>
      <w:bookmarkEnd w:id="31"/>
    </w:p>
    <w:p w:rsidR="00FE1A7C" w:rsidRDefault="00097E08" w:rsidP="004057BE">
      <w:r>
        <w:t xml:space="preserve">The multiple access scheme for the LTE physical layer is based on Orthogonal Frequency Division Multiplexing (OFDM) </w:t>
      </w:r>
      <w:r w:rsidR="00FE1A7C">
        <w:t xml:space="preserve">with a cyclic prefix (CP) </w:t>
      </w:r>
      <w:r>
        <w:t>in the downlink, and on Single-Carrier Frequency Division Multiple Access (SC-FDMA) with a cyclic prefix in the uplink</w:t>
      </w:r>
      <w:r w:rsidR="00AB2167">
        <w:t xml:space="preserve"> and sidelink</w:t>
      </w:r>
      <w:r>
        <w:t>. To support transmission in paired and unpaired spectrum, two duplex modes are supported: Frequency Division Duplex (FDD)</w:t>
      </w:r>
      <w:r w:rsidR="00572F35">
        <w:t xml:space="preserve">, </w:t>
      </w:r>
      <w:r w:rsidR="004057BE">
        <w:t xml:space="preserve">supporting </w:t>
      </w:r>
      <w:r w:rsidR="00572F35">
        <w:t xml:space="preserve">full </w:t>
      </w:r>
      <w:r w:rsidR="004057BE">
        <w:t xml:space="preserve">duplex and </w:t>
      </w:r>
      <w:r w:rsidR="00572F35">
        <w:t>half duplex operation,</w:t>
      </w:r>
      <w:r>
        <w:t xml:space="preserve"> and Time Division Duplex (TDD).</w:t>
      </w:r>
      <w:r w:rsidR="00FE1A7C">
        <w:t xml:space="preserve"> </w:t>
      </w:r>
    </w:p>
    <w:p w:rsidR="00EE6924" w:rsidRPr="00097E08" w:rsidRDefault="00EE6924" w:rsidP="00EE6924">
      <w:r>
        <w:t>The Layer 1 is defined in a bandwidth agnostic way</w:t>
      </w:r>
      <w:r w:rsidR="00B53F82">
        <w:t xml:space="preserve"> based on resource blocks</w:t>
      </w:r>
      <w:r>
        <w:t xml:space="preserve">, allowing the LTE Layer 1 to adapt to various spectrum allocations. </w:t>
      </w:r>
      <w:r w:rsidR="00B53F82">
        <w:t>A resource block spans either 12 sub-carriers with a sub-carrier bandwidth of 15kHz or 24 sub-carriers with a sub-carrier bandwidth of 7.5kHz each over a slot duration of 0.5ms</w:t>
      </w:r>
      <w:r w:rsidR="007A4087">
        <w:t>, or 144 sub-carriers with a sub-carrier bandwidth of 1.25kHz over a slot duration of 1ms</w:t>
      </w:r>
      <w:r w:rsidR="00B53F82">
        <w:t>.</w:t>
      </w:r>
      <w:r w:rsidR="00631956">
        <w:t xml:space="preserve"> Narrowband operation is also defined, whereby certain UEs may operate using a maximum transmission and reception bandwidth of 6 contiguous resource blocks within the total system bandwidth</w:t>
      </w:r>
      <w:r w:rsidR="00F762A9">
        <w:t>; for narrowband operation, sub-resource-block operation may also be used in the uplink, using 2, 3 or 6 sub-carriers</w:t>
      </w:r>
      <w:r w:rsidR="00631956">
        <w:t>.</w:t>
      </w:r>
    </w:p>
    <w:p w:rsidR="006C701E" w:rsidRPr="00097E08" w:rsidRDefault="006C701E" w:rsidP="006C701E">
      <w:r>
        <w:t xml:space="preserve">For Narrowband Internet of Things (NB-IoT) operation, a UE operates in the downlink using 12 sub-carriers with a sub-carrier bandwidth of 15kHz, and in the uplink using a single sub-carrier with a sub-carrier bandwidth of either 3.75kHz or 15kHz or alternatively 3, 6 or 12 sub-carriers with a sub-carrier bandwidth of 15kHz. </w:t>
      </w:r>
    </w:p>
    <w:p w:rsidR="00F460A0" w:rsidRDefault="00EE6924" w:rsidP="00B91875">
      <w:r>
        <w:t>The radio frame</w:t>
      </w:r>
      <w:r w:rsidR="00B53F82">
        <w:t xml:space="preserve"> structure type 1 is </w:t>
      </w:r>
      <w:r w:rsidR="00F460A0">
        <w:t>only applicable to</w:t>
      </w:r>
      <w:r w:rsidR="006551D1">
        <w:t xml:space="preserve"> FDD</w:t>
      </w:r>
      <w:r w:rsidR="00572F35">
        <w:t xml:space="preserve"> (for both full duplex and half duplex operation)</w:t>
      </w:r>
      <w:r w:rsidR="006551D1">
        <w:t xml:space="preserve"> and </w:t>
      </w:r>
      <w:r>
        <w:t xml:space="preserve">has a duration of 10ms and consists of 20 </w:t>
      </w:r>
      <w:r w:rsidR="00177DE7">
        <w:t>slots</w:t>
      </w:r>
      <w:r>
        <w:t xml:space="preserve"> with a </w:t>
      </w:r>
      <w:r w:rsidR="00177DE7">
        <w:t>slot</w:t>
      </w:r>
      <w:r>
        <w:t xml:space="preserve"> duration of 0.5ms. </w:t>
      </w:r>
      <w:r w:rsidR="00177DE7">
        <w:t>Two adjacent slots form one sub-frame of length 1ms</w:t>
      </w:r>
      <w:r w:rsidR="007A4087">
        <w:t>, except when the sub-carrier bandwidth is 1.25kHz, in which case one slot forms one sub-frame</w:t>
      </w:r>
      <w:r w:rsidR="00177DE7">
        <w:t xml:space="preserve">. </w:t>
      </w:r>
      <w:r w:rsidR="00B91875">
        <w:t>When the sub-carrier bandwidth is 15kHz, a slot can be further subdivided into three subslots of length 2 or 3 OFDM or SC-FDMA symbols for reduced latency operation.</w:t>
      </w:r>
    </w:p>
    <w:p w:rsidR="00F460A0" w:rsidRDefault="007F7D0F" w:rsidP="00F460A0">
      <w:r>
        <w:t xml:space="preserve">The radio frame structure type 2 is </w:t>
      </w:r>
      <w:r w:rsidR="00F460A0">
        <w:t>only applicable to</w:t>
      </w:r>
      <w:r>
        <w:t xml:space="preserve"> </w:t>
      </w:r>
      <w:r w:rsidR="007A2645">
        <w:t xml:space="preserve">TDD </w:t>
      </w:r>
      <w:r>
        <w:t xml:space="preserve">and consists of two half-frames with a duration of 5ms each and containing each </w:t>
      </w:r>
      <w:r w:rsidR="006162D8">
        <w:t xml:space="preserve">either 10 slots of length 0.5ms, or </w:t>
      </w:r>
      <w:r>
        <w:t>8 slots of length 0.5ms and three special fields (DwPTS, GP and UpPTS) which have configurable individual lengths and a total length of 1ms. A subframe consists of two adjacent slots, except for subframes which consist of DwPTS, GP and UpPTS</w:t>
      </w:r>
      <w:r w:rsidR="008552BC">
        <w:t>, namely subframe 1 and, in some configurations, subframe 6</w:t>
      </w:r>
      <w:r>
        <w:t xml:space="preserve">. Both 5ms and 10ms </w:t>
      </w:r>
      <w:r w:rsidR="008552BC">
        <w:t xml:space="preserve">downlink-to-uplink </w:t>
      </w:r>
      <w:r>
        <w:t>switch-point periodicity are supported. Further details on the LTE frame structure are specified in [2].</w:t>
      </w:r>
      <w:r w:rsidR="008552BC" w:rsidRPr="008552BC">
        <w:t xml:space="preserve"> </w:t>
      </w:r>
      <w:r w:rsidR="008552BC">
        <w:t>Adaptation of the uplink-downlink subframe configuration via Layer 1 signalling is supported.</w:t>
      </w:r>
      <w:r w:rsidR="00F460A0" w:rsidRPr="00F460A0">
        <w:t xml:space="preserve"> </w:t>
      </w:r>
    </w:p>
    <w:p w:rsidR="007A2645" w:rsidRDefault="00F460A0" w:rsidP="00F460A0">
      <w:r>
        <w:t xml:space="preserve">The radio frame structure type 3 is only applicable to LAA secondary cell operation. It has a duration of 10ms and consists of 20 slots with a slot duration of 0.5ms. Two adjacent slots form one subframe of length 1ms. Any subframe may be available for downlink </w:t>
      </w:r>
      <w:r w:rsidR="000D64D1">
        <w:t xml:space="preserve">or uplink </w:t>
      </w:r>
      <w:r>
        <w:t>transmission</w:t>
      </w:r>
      <w:r w:rsidR="000D64D1">
        <w:t>. For downlink transmission</w:t>
      </w:r>
      <w:r>
        <w:t xml:space="preserve">, the eNB shall perform the channel access procedures as specified in [4] prior to transmitting. A downlink </w:t>
      </w:r>
      <w:r w:rsidR="00526F97">
        <w:t xml:space="preserve">or uplink </w:t>
      </w:r>
      <w:r>
        <w:t>transmission may start at the subframe boundary</w:t>
      </w:r>
      <w:r w:rsidR="00526F97">
        <w:t xml:space="preserve"> or later</w:t>
      </w:r>
      <w:r>
        <w:t>, and may end at the subframe boundary</w:t>
      </w:r>
      <w:r w:rsidR="00526F97">
        <w:t xml:space="preserve"> or earlier</w:t>
      </w:r>
      <w:r>
        <w:t>.</w:t>
      </w:r>
      <w:r w:rsidR="000D64D1">
        <w:t xml:space="preserve"> For uplink transmission, the UE shall perform the channel access procedures as specified in [4] prior to transmitting.</w:t>
      </w:r>
    </w:p>
    <w:p w:rsidR="00FE1A7C" w:rsidRDefault="00FE1A7C" w:rsidP="00213508">
      <w:r>
        <w:t xml:space="preserve">To support a Multimedia Broadcast and Multicast </w:t>
      </w:r>
      <w:r w:rsidR="00213508">
        <w:t xml:space="preserve">Service </w:t>
      </w:r>
      <w:r>
        <w:t xml:space="preserve">(MBMS), LTE offers the possibility to </w:t>
      </w:r>
      <w:r w:rsidR="00177DE7">
        <w:t xml:space="preserve">transmit Multicast/Broadcast over </w:t>
      </w:r>
      <w:r>
        <w:t>a Single Frequency Network (</w:t>
      </w:r>
      <w:r w:rsidR="00177DE7">
        <w:t>MB</w:t>
      </w:r>
      <w:r>
        <w:t xml:space="preserve">SFN), where a time-synchronized common waveform is transmitted from multiple cells for a given duration. </w:t>
      </w:r>
      <w:r w:rsidR="00DF490E">
        <w:t>MB</w:t>
      </w:r>
      <w:r>
        <w:t xml:space="preserve">SFN </w:t>
      </w:r>
      <w:r w:rsidR="00DF490E">
        <w:t xml:space="preserve">transmission </w:t>
      </w:r>
      <w:r>
        <w:t>enables highly efficient MBMS, allowing for over-the-air combining of multi-cell transmissions in the UE, where the cyclic prefix is utilized to cover the difference in the propagation delays, which makes the MB</w:t>
      </w:r>
      <w:r w:rsidR="00DF490E">
        <w:t>SFN</w:t>
      </w:r>
      <w:r>
        <w:t xml:space="preserve"> transmission appear to the UE as a transmission from a single large cell. Transmiss</w:t>
      </w:r>
      <w:r w:rsidR="003F3EE6">
        <w:t>i</w:t>
      </w:r>
      <w:r>
        <w:t xml:space="preserve">on on a dedicated carrier </w:t>
      </w:r>
      <w:r w:rsidR="00A14922">
        <w:t xml:space="preserve">for MBSFN </w:t>
      </w:r>
      <w:r>
        <w:t xml:space="preserve">is </w:t>
      </w:r>
      <w:r w:rsidR="00A14922">
        <w:t>supported</w:t>
      </w:r>
      <w:r w:rsidR="007A4087">
        <w:t>,</w:t>
      </w:r>
      <w:r w:rsidR="00A14922">
        <w:t xml:space="preserve"> </w:t>
      </w:r>
      <w:r>
        <w:t xml:space="preserve">as well as transmission </w:t>
      </w:r>
      <w:r w:rsidR="00A14922">
        <w:t xml:space="preserve">of </w:t>
      </w:r>
      <w:r>
        <w:t>MB</w:t>
      </w:r>
      <w:r w:rsidR="00A14922">
        <w:t xml:space="preserve">SFN </w:t>
      </w:r>
      <w:r>
        <w:t xml:space="preserve">on a carrier with both MBMS transmissions </w:t>
      </w:r>
      <w:r w:rsidR="00124E97">
        <w:t>and</w:t>
      </w:r>
      <w:r>
        <w:t xml:space="preserve"> point-to-point transmissions</w:t>
      </w:r>
      <w:r w:rsidR="00177DE7">
        <w:t xml:space="preserve"> using time division multiplexing</w:t>
      </w:r>
      <w:r>
        <w:t>.</w:t>
      </w:r>
      <w:r w:rsidR="00581C5F">
        <w:t xml:space="preserve"> </w:t>
      </w:r>
      <w:r w:rsidR="007A4087">
        <w:t xml:space="preserve">In addition to the 15kHz sub-carrier bandwidth, the sub-carrier bandwidth of 7.5kHz with a longer CP and the sub-carrier bandwidth of 1.25kHz with very long CP (200µs) are both supported on dedicated MBSFN carriers, whereas MBSFN subframes that are time-multiplexed on the same carrier with non-MBSFN subframes may be configured with the 1.25kHz sub-carrier bandwidth. </w:t>
      </w:r>
      <w:r w:rsidR="00581C5F">
        <w:t>Transmission of PDSCH also in MBSFN subframes that are not used for MCH</w:t>
      </w:r>
      <w:r w:rsidR="00581C5F" w:rsidRPr="00973DA0">
        <w:t xml:space="preserve"> </w:t>
      </w:r>
      <w:r w:rsidR="00581C5F">
        <w:t>is supported.</w:t>
      </w:r>
    </w:p>
    <w:p w:rsidR="009031A6" w:rsidRDefault="00C261AC" w:rsidP="009031A6">
      <w:r>
        <w:t xml:space="preserve">Transmission with multiple input and multiple output antennas </w:t>
      </w:r>
      <w:r w:rsidR="00EE6924">
        <w:t xml:space="preserve">(MIMO) </w:t>
      </w:r>
      <w:r>
        <w:t xml:space="preserve">are supported </w:t>
      </w:r>
      <w:r w:rsidR="00124E97">
        <w:t xml:space="preserve">with </w:t>
      </w:r>
      <w:r>
        <w:t xml:space="preserve">configurations </w:t>
      </w:r>
      <w:r w:rsidR="00EE6924">
        <w:t xml:space="preserve">in the downlink </w:t>
      </w:r>
      <w:r>
        <w:t xml:space="preserve">with </w:t>
      </w:r>
      <w:r w:rsidR="00581C5F">
        <w:t xml:space="preserve">up to </w:t>
      </w:r>
      <w:r w:rsidR="007A4087">
        <w:t>32</w:t>
      </w:r>
      <w:r w:rsidR="000A2416">
        <w:t xml:space="preserve"> </w:t>
      </w:r>
      <w:r>
        <w:t>transmit antenna</w:t>
      </w:r>
      <w:r w:rsidR="007A4087">
        <w:t xml:space="preserve"> port</w:t>
      </w:r>
      <w:r>
        <w:t>s a</w:t>
      </w:r>
      <w:r w:rsidR="00124E97">
        <w:t xml:space="preserve">nd </w:t>
      </w:r>
      <w:r w:rsidR="00581C5F">
        <w:t>eight</w:t>
      </w:r>
      <w:r w:rsidR="00124E97">
        <w:t xml:space="preserve"> receive antennas</w:t>
      </w:r>
      <w:r>
        <w:t xml:space="preserve">, which allow for multi-layer </w:t>
      </w:r>
      <w:r w:rsidR="00581C5F">
        <w:t xml:space="preserve">downlink </w:t>
      </w:r>
      <w:r>
        <w:lastRenderedPageBreak/>
        <w:t>transmi</w:t>
      </w:r>
      <w:r w:rsidR="008F2165">
        <w:t xml:space="preserve">ssions with up to </w:t>
      </w:r>
      <w:r w:rsidR="00581C5F">
        <w:t>eight</w:t>
      </w:r>
      <w:r w:rsidR="008F2165">
        <w:t xml:space="preserve"> streams</w:t>
      </w:r>
      <w:r w:rsidR="000A2416">
        <w:t xml:space="preserve"> and beamforming in both horizontal and vertical dimensions</w:t>
      </w:r>
      <w:r w:rsidR="008F2165">
        <w:t>.</w:t>
      </w:r>
      <w:r w:rsidR="00EE6924">
        <w:t xml:space="preserve"> </w:t>
      </w:r>
      <w:r w:rsidR="00581C5F">
        <w:t>Multi-layer uplink transmissions with up to four streams are supported with configurations in the uplink with up to four transmit antenna</w:t>
      </w:r>
      <w:r w:rsidR="007A4087">
        <w:t xml:space="preserve"> port</w:t>
      </w:r>
      <w:r w:rsidR="00581C5F">
        <w:t xml:space="preserve">s and four receive antennas. </w:t>
      </w:r>
      <w:r w:rsidR="002614CA" w:rsidRPr="002614CA">
        <w:t>Multi-user MIMO</w:t>
      </w:r>
      <w:r w:rsidR="00581C5F">
        <w:t>,</w:t>
      </w:r>
      <w:r w:rsidR="002614CA" w:rsidRPr="002614CA">
        <w:t xml:space="preserve"> i.e. allocation of different streams to different users is supported in both UL and DL</w:t>
      </w:r>
      <w:r w:rsidR="002614CA">
        <w:t>.</w:t>
      </w:r>
      <w:r w:rsidR="00581C5F" w:rsidRPr="00581C5F">
        <w:t xml:space="preserve"> </w:t>
      </w:r>
    </w:p>
    <w:p w:rsidR="008552BC" w:rsidRDefault="009031A6" w:rsidP="00177DE7">
      <w:r>
        <w:t xml:space="preserve">Coordinated Multi-Point (CoMP) transmission and reception are supported, including the possibility to configure a UE with multiple Channel State Information (CSI) feedback processes. </w:t>
      </w:r>
    </w:p>
    <w:p w:rsidR="00C261AC" w:rsidRPr="00B42017" w:rsidRDefault="00581C5F" w:rsidP="00177DE7">
      <w:r>
        <w:t xml:space="preserve">Aggregation of multiple cells is supported in the uplink and downlink with up to </w:t>
      </w:r>
      <w:r w:rsidR="00513FA1">
        <w:t>32</w:t>
      </w:r>
      <w:r>
        <w:t xml:space="preserve"> serving cells, where each serving cell can use a transmission bandwidth of up to 110 resource blocks</w:t>
      </w:r>
      <w:r w:rsidR="008552BC">
        <w:t xml:space="preserve"> and can operate with either frame structure type 1 or frame structure type 2. Dual connectivity to groups of serving cells </w:t>
      </w:r>
      <w:r w:rsidR="008552BC" w:rsidRPr="003D28EF">
        <w:t xml:space="preserve">that belong to two different eNode-Bs </w:t>
      </w:r>
      <w:r w:rsidR="008552BC" w:rsidRPr="00AB2167">
        <w:t>is also supported</w:t>
      </w:r>
      <w:r w:rsidRPr="00E35280">
        <w:t>.</w:t>
      </w:r>
    </w:p>
    <w:p w:rsidR="00AB2167" w:rsidRPr="003D28EF" w:rsidRDefault="00AB2167" w:rsidP="00177DE7">
      <w:pPr>
        <w:rPr>
          <w:kern w:val="2"/>
          <w:lang w:eastAsia="ja-JP"/>
        </w:rPr>
      </w:pPr>
      <w:r>
        <w:rPr>
          <w:kern w:val="2"/>
          <w:lang w:eastAsia="ja-JP"/>
        </w:rPr>
        <w:t>Sidelink transmissions are defined for ProSe Direct Discovery and ProSe Direct Communication between UEs. The sidelink transmissions use the same frame structure as uplink and downlink when the UEs are in network coverage; however, the sidelink transmissions are restricted to a sub-set of the uplink resources.</w:t>
      </w:r>
      <w:r w:rsidR="000D64D1" w:rsidRPr="000D64D1">
        <w:rPr>
          <w:kern w:val="2"/>
          <w:lang w:eastAsia="ja-JP"/>
        </w:rPr>
        <w:t xml:space="preserve"> </w:t>
      </w:r>
      <w:r w:rsidR="000D64D1">
        <w:rPr>
          <w:kern w:val="2"/>
          <w:lang w:eastAsia="ja-JP"/>
        </w:rPr>
        <w:t>V2X communication between UEs is supported via sidelink transmissions or via the eNB.</w:t>
      </w:r>
    </w:p>
    <w:p w:rsidR="00934D3A" w:rsidRDefault="00934D3A" w:rsidP="00934D3A">
      <w:pPr>
        <w:pStyle w:val="Heading3"/>
      </w:pPr>
      <w:bookmarkStart w:id="32" w:name="_Toc531763186"/>
      <w:bookmarkStart w:id="33" w:name="_Toc35605884"/>
      <w:r>
        <w:rPr>
          <w:rFonts w:hint="eastAsia"/>
          <w:lang w:eastAsia="ja-JP"/>
        </w:rPr>
        <w:t>4</w:t>
      </w:r>
      <w:r>
        <w:t>.2.2</w:t>
      </w:r>
      <w:r>
        <w:tab/>
        <w:t>Physical channels and modulation</w:t>
      </w:r>
      <w:bookmarkEnd w:id="32"/>
      <w:bookmarkEnd w:id="33"/>
    </w:p>
    <w:p w:rsidR="00572F35" w:rsidRDefault="00EE6924" w:rsidP="00E25F60">
      <w:r>
        <w:t>The physical channels defined in the downlink are</w:t>
      </w:r>
      <w:r w:rsidR="004057BE">
        <w:t>:</w:t>
      </w:r>
      <w:r>
        <w:t xml:space="preserve"> </w:t>
      </w:r>
    </w:p>
    <w:p w:rsidR="00572F35" w:rsidRDefault="00AD49C3" w:rsidP="00E25F60">
      <w:pPr>
        <w:pStyle w:val="B1"/>
      </w:pPr>
      <w:r>
        <w:t>-</w:t>
      </w:r>
      <w:r>
        <w:tab/>
      </w:r>
      <w:r w:rsidR="00EE6924">
        <w:t>the Physi</w:t>
      </w:r>
      <w:r w:rsidR="002614CA">
        <w:t>c</w:t>
      </w:r>
      <w:r w:rsidR="00EE6924">
        <w:t xml:space="preserve">al </w:t>
      </w:r>
      <w:r w:rsidR="002614CA">
        <w:t xml:space="preserve">Downlink </w:t>
      </w:r>
      <w:r w:rsidR="00EE6924">
        <w:t xml:space="preserve">Shared Channel </w:t>
      </w:r>
      <w:r w:rsidR="00126736">
        <w:t>(PDSCH)</w:t>
      </w:r>
      <w:r w:rsidR="00116DB2">
        <w:t xml:space="preserve">, </w:t>
      </w:r>
    </w:p>
    <w:p w:rsidR="00572F35" w:rsidRDefault="00AD49C3" w:rsidP="00E25F60">
      <w:pPr>
        <w:pStyle w:val="B1"/>
      </w:pPr>
      <w:r>
        <w:t>-</w:t>
      </w:r>
      <w:r>
        <w:tab/>
      </w:r>
      <w:r w:rsidR="00A84A22">
        <w:t xml:space="preserve">the Physical Multicast Channel (PMCH), </w:t>
      </w:r>
    </w:p>
    <w:p w:rsidR="00587168" w:rsidRDefault="00AD49C3" w:rsidP="00E25F60">
      <w:pPr>
        <w:pStyle w:val="B1"/>
      </w:pPr>
      <w:r>
        <w:t>-</w:t>
      </w:r>
      <w:r>
        <w:tab/>
      </w:r>
      <w:r w:rsidR="00116DB2">
        <w:t>the Physical Downlink Control Channel (PDCCH)</w:t>
      </w:r>
      <w:r w:rsidR="00307972">
        <w:t>,</w:t>
      </w:r>
    </w:p>
    <w:p w:rsidR="009031A6" w:rsidRDefault="00AD49C3" w:rsidP="00E25F60">
      <w:pPr>
        <w:pStyle w:val="B1"/>
      </w:pPr>
      <w:r>
        <w:t>-</w:t>
      </w:r>
      <w:r>
        <w:tab/>
      </w:r>
      <w:r w:rsidR="009031A6">
        <w:t>the E</w:t>
      </w:r>
      <w:r w:rsidR="009031A6" w:rsidRPr="00590F34">
        <w:t>nhanced Physical Downlink Control Channel</w:t>
      </w:r>
      <w:r w:rsidR="009031A6">
        <w:t xml:space="preserve"> (EPDCCH),</w:t>
      </w:r>
    </w:p>
    <w:p w:rsidR="00631956" w:rsidRDefault="00631956" w:rsidP="00E25F60">
      <w:pPr>
        <w:pStyle w:val="B1"/>
      </w:pPr>
      <w:r>
        <w:t>-</w:t>
      </w:r>
      <w:r>
        <w:tab/>
        <w:t>the MTC Physical Downlink Control Channel (MPDCCH),</w:t>
      </w:r>
    </w:p>
    <w:p w:rsidR="00B91875" w:rsidRDefault="00AD49C3" w:rsidP="00B91875">
      <w:pPr>
        <w:pStyle w:val="B1"/>
      </w:pPr>
      <w:r>
        <w:t>-</w:t>
      </w:r>
      <w:r>
        <w:tab/>
      </w:r>
      <w:r w:rsidR="00587168">
        <w:t>the Relay Physical Downlink Control Channel (R-PDCCH),</w:t>
      </w:r>
      <w:r w:rsidR="00B91875" w:rsidRPr="00B91875">
        <w:t xml:space="preserve"> </w:t>
      </w:r>
    </w:p>
    <w:p w:rsidR="00587168" w:rsidRDefault="00B91875" w:rsidP="00B91875">
      <w:pPr>
        <w:pStyle w:val="B1"/>
      </w:pPr>
      <w:r>
        <w:t>-</w:t>
      </w:r>
      <w:r>
        <w:tab/>
        <w:t>the Short Physical Downlink Control Channel (SPDCCH),</w:t>
      </w:r>
    </w:p>
    <w:p w:rsidR="00572F35" w:rsidRDefault="00AD49C3" w:rsidP="00E25F60">
      <w:pPr>
        <w:pStyle w:val="B1"/>
      </w:pPr>
      <w:r>
        <w:t>-</w:t>
      </w:r>
      <w:r>
        <w:tab/>
      </w:r>
      <w:r w:rsidR="00307972">
        <w:t>the Physical Broadcast Channel (PBCH)</w:t>
      </w:r>
      <w:r w:rsidR="00572F35">
        <w:t>,</w:t>
      </w:r>
      <w:r w:rsidR="00126736">
        <w:t xml:space="preserve"> </w:t>
      </w:r>
    </w:p>
    <w:p w:rsidR="00572F35" w:rsidRDefault="00AD49C3" w:rsidP="00E25F60">
      <w:pPr>
        <w:pStyle w:val="B1"/>
      </w:pPr>
      <w:r>
        <w:t>-</w:t>
      </w:r>
      <w:r>
        <w:tab/>
      </w:r>
      <w:r w:rsidR="00EE6924">
        <w:t xml:space="preserve">the </w:t>
      </w:r>
      <w:r w:rsidR="00307972">
        <w:t>Physical Control Format Indicator Channel (PCFICH)</w:t>
      </w:r>
      <w:r w:rsidR="00F460A0">
        <w:t>,</w:t>
      </w:r>
      <w:r w:rsidR="00124E97">
        <w:t xml:space="preserve"> </w:t>
      </w:r>
    </w:p>
    <w:p w:rsidR="006C701E" w:rsidRDefault="00AD49C3" w:rsidP="00E25F60">
      <w:pPr>
        <w:pStyle w:val="B1"/>
      </w:pPr>
      <w:r>
        <w:t>-</w:t>
      </w:r>
      <w:r>
        <w:tab/>
      </w:r>
      <w:r w:rsidR="00572F35">
        <w:t>the Physical Hybrid ARQ Indicator Channel (PHICH)</w:t>
      </w:r>
      <w:r w:rsidR="006C701E">
        <w:t>,</w:t>
      </w:r>
    </w:p>
    <w:p w:rsidR="006C701E" w:rsidRDefault="006C701E" w:rsidP="006C701E">
      <w:pPr>
        <w:pStyle w:val="B1"/>
      </w:pPr>
      <w:r>
        <w:t>-</w:t>
      </w:r>
      <w:r>
        <w:tab/>
        <w:t>the Narrowband Physical Broadcast Channel (NPBCH),</w:t>
      </w:r>
    </w:p>
    <w:p w:rsidR="006C701E" w:rsidRDefault="006C701E" w:rsidP="006C701E">
      <w:pPr>
        <w:pStyle w:val="B1"/>
      </w:pPr>
      <w:r>
        <w:t>-</w:t>
      </w:r>
      <w:r>
        <w:tab/>
        <w:t>the Narrowband Physical Downlink Control Channel (NPDCCH),</w:t>
      </w:r>
    </w:p>
    <w:p w:rsidR="00572F35" w:rsidRDefault="006C701E" w:rsidP="00E25F60">
      <w:pPr>
        <w:pStyle w:val="B1"/>
      </w:pPr>
      <w:r>
        <w:t>-</w:t>
      </w:r>
      <w:r>
        <w:tab/>
        <w:t>and the Narrowband Physical Downlink Shared Channel (NPDSCH)</w:t>
      </w:r>
      <w:r w:rsidR="00572F35">
        <w:t>.</w:t>
      </w:r>
    </w:p>
    <w:p w:rsidR="00572F35" w:rsidRDefault="00124E97" w:rsidP="00E25F60">
      <w:r>
        <w:t>The physical channels defined in the u</w:t>
      </w:r>
      <w:r w:rsidR="00EE6924">
        <w:t>plink</w:t>
      </w:r>
      <w:r>
        <w:t xml:space="preserve"> are</w:t>
      </w:r>
      <w:r w:rsidR="004057BE">
        <w:t>:</w:t>
      </w:r>
      <w:r>
        <w:t xml:space="preserve"> </w:t>
      </w:r>
    </w:p>
    <w:p w:rsidR="00572F35" w:rsidRDefault="00AD49C3" w:rsidP="00E25F60">
      <w:pPr>
        <w:pStyle w:val="B1"/>
      </w:pPr>
      <w:r>
        <w:t>-</w:t>
      </w:r>
      <w:r>
        <w:tab/>
      </w:r>
      <w:r w:rsidR="00572F35">
        <w:t>the Physical Random Access Channel (PRACH),</w:t>
      </w:r>
    </w:p>
    <w:p w:rsidR="00572F35" w:rsidRDefault="00AD49C3" w:rsidP="00E25F60">
      <w:pPr>
        <w:pStyle w:val="B1"/>
      </w:pPr>
      <w:r>
        <w:t>-</w:t>
      </w:r>
      <w:r>
        <w:tab/>
      </w:r>
      <w:r w:rsidR="00124E97">
        <w:t xml:space="preserve">the </w:t>
      </w:r>
      <w:r w:rsidR="00EE6924">
        <w:t xml:space="preserve">Physical </w:t>
      </w:r>
      <w:r w:rsidR="00124E97">
        <w:t>U</w:t>
      </w:r>
      <w:r w:rsidR="00EE6924">
        <w:t xml:space="preserve">plink </w:t>
      </w:r>
      <w:r w:rsidR="00124E97">
        <w:t>S</w:t>
      </w:r>
      <w:r w:rsidR="00EE6924">
        <w:t xml:space="preserve">hared </w:t>
      </w:r>
      <w:r w:rsidR="00124E97">
        <w:t>C</w:t>
      </w:r>
      <w:r w:rsidR="00EE6924">
        <w:t>hannel</w:t>
      </w:r>
      <w:r w:rsidR="00124E97">
        <w:t xml:space="preserve"> </w:t>
      </w:r>
      <w:r w:rsidR="00126736">
        <w:t>(PUSCH)</w:t>
      </w:r>
      <w:r w:rsidR="00572F35">
        <w:t>,</w:t>
      </w:r>
      <w:r w:rsidR="00126736">
        <w:t xml:space="preserve"> </w:t>
      </w:r>
    </w:p>
    <w:p w:rsidR="00B91875" w:rsidRDefault="00AD49C3" w:rsidP="00B91875">
      <w:pPr>
        <w:pStyle w:val="B1"/>
      </w:pPr>
      <w:r>
        <w:t>-</w:t>
      </w:r>
      <w:r>
        <w:tab/>
      </w:r>
      <w:r w:rsidR="00124E97">
        <w:t xml:space="preserve">the </w:t>
      </w:r>
      <w:r w:rsidR="002614CA">
        <w:t>Phys</w:t>
      </w:r>
      <w:r w:rsidR="00EE6924">
        <w:t>i</w:t>
      </w:r>
      <w:r w:rsidR="002614CA">
        <w:t>c</w:t>
      </w:r>
      <w:r w:rsidR="00EE6924">
        <w:t xml:space="preserve">al </w:t>
      </w:r>
      <w:r w:rsidR="00124E97">
        <w:t>U</w:t>
      </w:r>
      <w:r w:rsidR="00EE6924">
        <w:t xml:space="preserve">plink </w:t>
      </w:r>
      <w:r w:rsidR="00124E97">
        <w:t>C</w:t>
      </w:r>
      <w:r w:rsidR="00EE6924">
        <w:t xml:space="preserve">ontrol </w:t>
      </w:r>
      <w:r w:rsidR="00124E97">
        <w:t>C</w:t>
      </w:r>
      <w:r w:rsidR="00EE6924">
        <w:t>hannel</w:t>
      </w:r>
      <w:r w:rsidR="00126736">
        <w:t xml:space="preserve"> (PUCCH)</w:t>
      </w:r>
      <w:r w:rsidR="006C701E">
        <w:t>,</w:t>
      </w:r>
      <w:r w:rsidR="00B91875" w:rsidRPr="00B91875">
        <w:t xml:space="preserve"> </w:t>
      </w:r>
    </w:p>
    <w:p w:rsidR="006C701E" w:rsidRDefault="00B91875" w:rsidP="00E25F60">
      <w:pPr>
        <w:pStyle w:val="B1"/>
      </w:pPr>
      <w:r>
        <w:t>-</w:t>
      </w:r>
      <w:r>
        <w:tab/>
        <w:t>the Short Physical Uplink Control Channel (SPUCCH),</w:t>
      </w:r>
    </w:p>
    <w:p w:rsidR="006C701E" w:rsidRDefault="006C701E" w:rsidP="006C701E">
      <w:pPr>
        <w:pStyle w:val="B1"/>
      </w:pPr>
      <w:r>
        <w:t>-</w:t>
      </w:r>
      <w:r>
        <w:tab/>
        <w:t>the Narrowband Physical Random Access Channel</w:t>
      </w:r>
      <w:r w:rsidRPr="00C157C9">
        <w:t xml:space="preserve"> </w:t>
      </w:r>
      <w:r>
        <w:t>(NPRACH),</w:t>
      </w:r>
    </w:p>
    <w:p w:rsidR="00F55AC3" w:rsidRDefault="006C701E" w:rsidP="00E25F60">
      <w:pPr>
        <w:pStyle w:val="B1"/>
      </w:pPr>
      <w:r>
        <w:t>-</w:t>
      </w:r>
      <w:r>
        <w:tab/>
        <w:t>and the Narrowband Physical Uplink Shared Channel</w:t>
      </w:r>
      <w:r w:rsidRPr="00C157C9">
        <w:t xml:space="preserve"> </w:t>
      </w:r>
      <w:r>
        <w:t>(NPUSCH)</w:t>
      </w:r>
      <w:r w:rsidR="00124E97">
        <w:t>.</w:t>
      </w:r>
    </w:p>
    <w:p w:rsidR="00E35280" w:rsidRDefault="00E35280" w:rsidP="003D28EF">
      <w:r>
        <w:t xml:space="preserve">The physical channels defined in the sidelink are: </w:t>
      </w:r>
    </w:p>
    <w:p w:rsidR="00E35280" w:rsidRDefault="00E35280" w:rsidP="003D28EF">
      <w:pPr>
        <w:pStyle w:val="B1"/>
      </w:pPr>
      <w:r>
        <w:t>-</w:t>
      </w:r>
      <w:r>
        <w:tab/>
        <w:t>the Physical Sidelink Broadcast Channel (PSBCH),</w:t>
      </w:r>
    </w:p>
    <w:p w:rsidR="00E35280" w:rsidRDefault="00E35280" w:rsidP="003D28EF">
      <w:pPr>
        <w:pStyle w:val="B1"/>
      </w:pPr>
      <w:r>
        <w:t>-</w:t>
      </w:r>
      <w:r>
        <w:tab/>
        <w:t>the Physical Sidelink Control Channel (PSCCH),</w:t>
      </w:r>
    </w:p>
    <w:p w:rsidR="00E35280" w:rsidRDefault="00E35280" w:rsidP="003D28EF">
      <w:pPr>
        <w:pStyle w:val="B1"/>
      </w:pPr>
      <w:r>
        <w:lastRenderedPageBreak/>
        <w:t>-</w:t>
      </w:r>
      <w:r>
        <w:tab/>
        <w:t>the Physical Sidelink Discovery Channel (PSDCH),</w:t>
      </w:r>
    </w:p>
    <w:p w:rsidR="00E35280" w:rsidRDefault="00E35280" w:rsidP="003D28EF">
      <w:pPr>
        <w:pStyle w:val="B1"/>
      </w:pPr>
      <w:r>
        <w:t>-</w:t>
      </w:r>
      <w:r>
        <w:tab/>
        <w:t>and the Physical Sidelink Shared Channel (PSSCH).</w:t>
      </w:r>
    </w:p>
    <w:p w:rsidR="00EE6924" w:rsidRDefault="00124E97" w:rsidP="00E25F60">
      <w:r>
        <w:t xml:space="preserve">In addition, signals are </w:t>
      </w:r>
      <w:r w:rsidR="00EE6924">
        <w:t>defi</w:t>
      </w:r>
      <w:r>
        <w:t>n</w:t>
      </w:r>
      <w:r w:rsidR="00EE6924">
        <w:t xml:space="preserve">ed </w:t>
      </w:r>
      <w:r>
        <w:t xml:space="preserve">as </w:t>
      </w:r>
      <w:r w:rsidR="00EE6924">
        <w:t>reference si</w:t>
      </w:r>
      <w:r>
        <w:t xml:space="preserve">gnals, </w:t>
      </w:r>
      <w:r w:rsidR="00116DB2">
        <w:t xml:space="preserve">primary and secondary </w:t>
      </w:r>
      <w:r>
        <w:t>synchronization signals</w:t>
      </w:r>
      <w:r w:rsidR="008552BC">
        <w:t xml:space="preserve">, </w:t>
      </w:r>
      <w:r w:rsidR="00F12318">
        <w:t>r</w:t>
      </w:r>
      <w:r w:rsidR="00F12318" w:rsidRPr="00562A42">
        <w:t>esynchronization signal</w:t>
      </w:r>
      <w:r w:rsidR="00F12318">
        <w:t xml:space="preserve">s, wake-up signals, </w:t>
      </w:r>
      <w:r w:rsidR="008552BC">
        <w:t>and discovery signals</w:t>
      </w:r>
      <w:r>
        <w:t>.</w:t>
      </w:r>
    </w:p>
    <w:p w:rsidR="00AD49C3" w:rsidRDefault="00C261AC" w:rsidP="007A2645">
      <w:r>
        <w:t>The modulation schemes supported are</w:t>
      </w:r>
      <w:r w:rsidR="00AD49C3">
        <w:t>:</w:t>
      </w:r>
    </w:p>
    <w:p w:rsidR="00AD49C3" w:rsidRDefault="00AD49C3" w:rsidP="00E25F60">
      <w:pPr>
        <w:pStyle w:val="B1"/>
      </w:pPr>
      <w:r>
        <w:t>-</w:t>
      </w:r>
      <w:r>
        <w:tab/>
      </w:r>
      <w:r w:rsidR="006C701E">
        <w:t xml:space="preserve">in the uplink, </w:t>
      </w:r>
      <w:r w:rsidR="00F762A9">
        <w:t xml:space="preserve">depending on the type of operation, </w:t>
      </w:r>
      <w:r w:rsidR="00F762A9" w:rsidRPr="00A25D31">
        <w:t>π/2 BPSK</w:t>
      </w:r>
      <w:r w:rsidR="00F762A9">
        <w:t xml:space="preserve">, </w:t>
      </w:r>
      <w:r w:rsidR="00F762A9" w:rsidRPr="00A25D31">
        <w:t>π/4 QPSK</w:t>
      </w:r>
      <w:r w:rsidR="00F762A9">
        <w:t xml:space="preserve">, </w:t>
      </w:r>
      <w:r w:rsidR="00C261AC">
        <w:t>QPSK, 16QAM</w:t>
      </w:r>
      <w:r w:rsidR="007A4087">
        <w:t>,</w:t>
      </w:r>
      <w:r w:rsidR="00C261AC">
        <w:t xml:space="preserve"> 64QAM</w:t>
      </w:r>
      <w:r w:rsidR="007A4087">
        <w:t xml:space="preserve"> and 256QAM</w:t>
      </w:r>
      <w:r w:rsidR="006C701E">
        <w:t>,</w:t>
      </w:r>
    </w:p>
    <w:p w:rsidR="00B42017" w:rsidRDefault="00AD49C3" w:rsidP="00E25F60">
      <w:pPr>
        <w:pStyle w:val="B1"/>
      </w:pPr>
      <w:r>
        <w:t>-</w:t>
      </w:r>
      <w:r>
        <w:tab/>
      </w:r>
      <w:r w:rsidR="006C701E">
        <w:t xml:space="preserve">in the downlink, </w:t>
      </w:r>
      <w:r>
        <w:t>QPSK, 16QAM, 64QAM</w:t>
      </w:r>
      <w:r w:rsidR="005B40F7">
        <w:t>,</w:t>
      </w:r>
      <w:r>
        <w:t xml:space="preserve"> 256QAM</w:t>
      </w:r>
      <w:r w:rsidR="005B40F7">
        <w:t xml:space="preserve"> and 1024QAM</w:t>
      </w:r>
      <w:r w:rsidR="00B42017">
        <w:t>,</w:t>
      </w:r>
    </w:p>
    <w:p w:rsidR="00F57023" w:rsidRPr="00F57023" w:rsidRDefault="00B42017" w:rsidP="00E25F60">
      <w:pPr>
        <w:pStyle w:val="B1"/>
        <w:rPr>
          <w:lang w:eastAsia="x-none"/>
        </w:rPr>
      </w:pPr>
      <w:r>
        <w:t>-</w:t>
      </w:r>
      <w:r>
        <w:tab/>
      </w:r>
      <w:r w:rsidR="006C701E">
        <w:t xml:space="preserve">in the sidelink, </w:t>
      </w:r>
      <w:r>
        <w:t>QPSK</w:t>
      </w:r>
      <w:r w:rsidR="002D4EB3">
        <w:t>,</w:t>
      </w:r>
      <w:r>
        <w:t xml:space="preserve"> 16QAM</w:t>
      </w:r>
      <w:r w:rsidR="002D4EB3">
        <w:t xml:space="preserve"> and 64QAM</w:t>
      </w:r>
      <w:r w:rsidR="00C261AC">
        <w:t>.</w:t>
      </w:r>
      <w:r w:rsidR="00DF490E">
        <w:t xml:space="preserve"> </w:t>
      </w:r>
    </w:p>
    <w:p w:rsidR="00A8181B" w:rsidRDefault="00A8181B" w:rsidP="00934D3A">
      <w:pPr>
        <w:pStyle w:val="Heading3"/>
      </w:pPr>
      <w:bookmarkStart w:id="34" w:name="_Toc531763187"/>
      <w:bookmarkStart w:id="35" w:name="_Toc35605885"/>
      <w:r>
        <w:rPr>
          <w:rFonts w:hint="eastAsia"/>
          <w:lang w:eastAsia="ja-JP"/>
        </w:rPr>
        <w:t>4</w:t>
      </w:r>
      <w:r w:rsidR="00934D3A">
        <w:t>.2.3</w:t>
      </w:r>
      <w:r>
        <w:tab/>
        <w:t>C</w:t>
      </w:r>
      <w:r>
        <w:rPr>
          <w:rFonts w:hint="eastAsia"/>
          <w:lang w:eastAsia="ja-JP"/>
        </w:rPr>
        <w:t>hannel c</w:t>
      </w:r>
      <w:r>
        <w:t>oding and interleaving</w:t>
      </w:r>
      <w:bookmarkEnd w:id="34"/>
      <w:bookmarkEnd w:id="35"/>
    </w:p>
    <w:p w:rsidR="00F57023" w:rsidRPr="00F57023" w:rsidRDefault="00F57023" w:rsidP="00E52380">
      <w:r>
        <w:t xml:space="preserve">The channel coding scheme for </w:t>
      </w:r>
      <w:r w:rsidR="002614CA">
        <w:t xml:space="preserve">transport blocks </w:t>
      </w:r>
      <w:r>
        <w:t xml:space="preserve">in LTE is Turbo Coding with </w:t>
      </w:r>
      <w:r w:rsidR="00C261AC">
        <w:t xml:space="preserve">a </w:t>
      </w:r>
      <w:r w:rsidR="002614CA">
        <w:t>coding</w:t>
      </w:r>
      <w:r>
        <w:t xml:space="preserve"> rate </w:t>
      </w:r>
      <w:r w:rsidR="00C261AC">
        <w:t xml:space="preserve">of </w:t>
      </w:r>
      <w:r>
        <w:t xml:space="preserve">R=1/3, </w:t>
      </w:r>
      <w:r w:rsidR="00FB3479">
        <w:t xml:space="preserve">two 8-state constituent encoders </w:t>
      </w:r>
      <w:r>
        <w:t xml:space="preserve">and a contention-free </w:t>
      </w:r>
      <w:r w:rsidR="00116DB2">
        <w:t xml:space="preserve">quadratic </w:t>
      </w:r>
      <w:r w:rsidR="00E52380">
        <w:t xml:space="preserve">permutation </w:t>
      </w:r>
      <w:r w:rsidR="00116DB2">
        <w:t xml:space="preserve">polynomial (QPP) </w:t>
      </w:r>
      <w:r>
        <w:t>turbo code</w:t>
      </w:r>
      <w:r w:rsidR="00C261AC">
        <w:t xml:space="preserve"> i</w:t>
      </w:r>
      <w:r>
        <w:t>nter</w:t>
      </w:r>
      <w:r w:rsidR="00FB3479">
        <w:t>nal interleaver</w:t>
      </w:r>
      <w:r w:rsidR="007A4087">
        <w:t xml:space="preserve"> (except for downlink transport blocks in NB-IoT operation)</w:t>
      </w:r>
      <w:r w:rsidR="00FB3479">
        <w:t>.</w:t>
      </w:r>
      <w:r w:rsidR="00124E97">
        <w:t xml:space="preserve"> </w:t>
      </w:r>
      <w:r w:rsidR="006E7572">
        <w:t xml:space="preserve">Trellis termination is used for the turbo coding. Before the turbo coding, transport blocks are segmented into byte aligned segments with a maximum information block size of 6144 bits. </w:t>
      </w:r>
      <w:r w:rsidR="006551D1">
        <w:t>E</w:t>
      </w:r>
      <w:r w:rsidR="00124E97">
        <w:t>rror detection</w:t>
      </w:r>
      <w:r w:rsidR="006551D1">
        <w:t xml:space="preserve"> is supported by the use of </w:t>
      </w:r>
      <w:r w:rsidR="006E7572">
        <w:t xml:space="preserve">24 bit </w:t>
      </w:r>
      <w:r w:rsidR="006551D1">
        <w:t>CRC</w:t>
      </w:r>
      <w:r w:rsidR="00124E97">
        <w:t>.</w:t>
      </w:r>
      <w:r w:rsidR="007F7D0F">
        <w:t xml:space="preserve"> Further channel coding schemes for BCH</w:t>
      </w:r>
      <w:r w:rsidR="007A4087">
        <w:t>,</w:t>
      </w:r>
      <w:r w:rsidR="007F7D0F">
        <w:t xml:space="preserve"> control information </w:t>
      </w:r>
      <w:r w:rsidR="007A4087">
        <w:t xml:space="preserve">and downlink transport blocks in NB-IoT operation </w:t>
      </w:r>
      <w:r w:rsidR="007F7D0F">
        <w:t>are specified in [3].</w:t>
      </w:r>
    </w:p>
    <w:p w:rsidR="00A8181B" w:rsidRDefault="00A8181B">
      <w:pPr>
        <w:pStyle w:val="Heading3"/>
      </w:pPr>
      <w:bookmarkStart w:id="36" w:name="_Toc531763188"/>
      <w:bookmarkStart w:id="37" w:name="_Toc35605886"/>
      <w:r>
        <w:rPr>
          <w:rFonts w:hint="eastAsia"/>
          <w:lang w:eastAsia="ja-JP"/>
        </w:rPr>
        <w:t>4</w:t>
      </w:r>
      <w:r>
        <w:t>.2.</w:t>
      </w:r>
      <w:r>
        <w:rPr>
          <w:rFonts w:hint="eastAsia"/>
          <w:lang w:eastAsia="ja-JP"/>
        </w:rPr>
        <w:t>4</w:t>
      </w:r>
      <w:r>
        <w:tab/>
        <w:t>Physical layer procedures</w:t>
      </w:r>
      <w:bookmarkEnd w:id="36"/>
      <w:bookmarkEnd w:id="37"/>
    </w:p>
    <w:p w:rsidR="00F57023" w:rsidRDefault="00F57023" w:rsidP="00F57023">
      <w:r>
        <w:t>There are several Physical layer procedures involved with LTE operation. Such procedures covered by the physical layer are;</w:t>
      </w:r>
    </w:p>
    <w:p w:rsidR="00F57023" w:rsidRDefault="00B42017" w:rsidP="003D28EF">
      <w:pPr>
        <w:pStyle w:val="B1"/>
      </w:pPr>
      <w:r>
        <w:t>-</w:t>
      </w:r>
      <w:r>
        <w:tab/>
      </w:r>
      <w:r w:rsidR="00F57023">
        <w:t>Cell search</w:t>
      </w:r>
      <w:r w:rsidR="00F460A0">
        <w:t>,</w:t>
      </w:r>
    </w:p>
    <w:p w:rsidR="00F57023" w:rsidRDefault="00B42017" w:rsidP="003D28EF">
      <w:pPr>
        <w:pStyle w:val="B1"/>
      </w:pPr>
      <w:r>
        <w:t>-</w:t>
      </w:r>
      <w:r>
        <w:tab/>
      </w:r>
      <w:r w:rsidR="00F57023">
        <w:t>Power control</w:t>
      </w:r>
      <w:r w:rsidR="00F460A0">
        <w:t>,</w:t>
      </w:r>
    </w:p>
    <w:p w:rsidR="00F57023" w:rsidRDefault="00B42017" w:rsidP="003D28EF">
      <w:pPr>
        <w:pStyle w:val="B1"/>
      </w:pPr>
      <w:r>
        <w:t>-</w:t>
      </w:r>
      <w:r>
        <w:tab/>
      </w:r>
      <w:r w:rsidR="00F57023">
        <w:t>Uplink synchronisation and Uplink timing control</w:t>
      </w:r>
      <w:r w:rsidR="00F460A0">
        <w:t>,</w:t>
      </w:r>
    </w:p>
    <w:p w:rsidR="00F57023" w:rsidRDefault="00B42017" w:rsidP="003D28EF">
      <w:pPr>
        <w:pStyle w:val="B1"/>
      </w:pPr>
      <w:r>
        <w:t>-</w:t>
      </w:r>
      <w:r>
        <w:tab/>
      </w:r>
      <w:r w:rsidR="00F57023">
        <w:t>Random access related procedures</w:t>
      </w:r>
      <w:r w:rsidR="00F460A0">
        <w:t>,</w:t>
      </w:r>
    </w:p>
    <w:p w:rsidR="00587168" w:rsidRDefault="00B42017" w:rsidP="003D28EF">
      <w:pPr>
        <w:pStyle w:val="B1"/>
      </w:pPr>
      <w:r>
        <w:t>-</w:t>
      </w:r>
      <w:r>
        <w:tab/>
      </w:r>
      <w:r w:rsidR="00F57023">
        <w:t>HARQ related procedures</w:t>
      </w:r>
      <w:r w:rsidR="00F460A0">
        <w:t>,</w:t>
      </w:r>
    </w:p>
    <w:p w:rsidR="00F57023" w:rsidRDefault="00B42017" w:rsidP="003D28EF">
      <w:pPr>
        <w:pStyle w:val="B1"/>
      </w:pPr>
      <w:r>
        <w:t>-</w:t>
      </w:r>
      <w:r>
        <w:tab/>
      </w:r>
      <w:r w:rsidR="00587168">
        <w:t>Relay related procedures</w:t>
      </w:r>
      <w:r w:rsidR="00F460A0">
        <w:t>,</w:t>
      </w:r>
    </w:p>
    <w:p w:rsidR="00F460A0" w:rsidRDefault="00B42017" w:rsidP="00F460A0">
      <w:pPr>
        <w:pStyle w:val="B1"/>
      </w:pPr>
      <w:r>
        <w:t>-</w:t>
      </w:r>
      <w:r>
        <w:tab/>
      </w:r>
      <w:r w:rsidR="007A4087">
        <w:t>Sidelink</w:t>
      </w:r>
      <w:r>
        <w:t xml:space="preserve"> related procedures</w:t>
      </w:r>
      <w:r w:rsidR="00F460A0">
        <w:t>,</w:t>
      </w:r>
    </w:p>
    <w:p w:rsidR="00B42017" w:rsidRDefault="00F460A0" w:rsidP="00F460A0">
      <w:pPr>
        <w:pStyle w:val="B1"/>
      </w:pPr>
      <w:r>
        <w:t>-</w:t>
      </w:r>
      <w:r>
        <w:tab/>
        <w:t>Channel Access procedures.</w:t>
      </w:r>
    </w:p>
    <w:p w:rsidR="006551D1" w:rsidRPr="00F57023" w:rsidRDefault="006551D1" w:rsidP="006551D1">
      <w:r>
        <w:t>Through t</w:t>
      </w:r>
      <w:r w:rsidR="002614CA">
        <w:t>he control of physical layer res</w:t>
      </w:r>
      <w:r>
        <w:t xml:space="preserve">ources in the frequency domain as well as in the </w:t>
      </w:r>
      <w:r w:rsidR="00A84A22">
        <w:t xml:space="preserve">time and </w:t>
      </w:r>
      <w:r>
        <w:t>power domain</w:t>
      </w:r>
      <w:r w:rsidR="00587168">
        <w:t>s</w:t>
      </w:r>
      <w:r>
        <w:t>, implicit support of interference coordination is provided in LTE.</w:t>
      </w:r>
    </w:p>
    <w:p w:rsidR="00A8181B" w:rsidRDefault="00A8181B">
      <w:pPr>
        <w:pStyle w:val="Heading3"/>
        <w:rPr>
          <w:lang w:eastAsia="ja-JP"/>
        </w:rPr>
      </w:pPr>
      <w:bookmarkStart w:id="38" w:name="_Toc531763189"/>
      <w:bookmarkStart w:id="39" w:name="_Toc35605887"/>
      <w:r>
        <w:rPr>
          <w:rFonts w:hint="eastAsia"/>
          <w:lang w:eastAsia="ja-JP"/>
        </w:rPr>
        <w:t>4</w:t>
      </w:r>
      <w:r>
        <w:t>.2.</w:t>
      </w:r>
      <w:r>
        <w:rPr>
          <w:rFonts w:hint="eastAsia"/>
          <w:lang w:eastAsia="ja-JP"/>
        </w:rPr>
        <w:t>5</w:t>
      </w:r>
      <w:r>
        <w:tab/>
        <w:t xml:space="preserve">Physical layer </w:t>
      </w:r>
      <w:r>
        <w:rPr>
          <w:rFonts w:hint="eastAsia"/>
          <w:lang w:eastAsia="ja-JP"/>
        </w:rPr>
        <w:t>measurements</w:t>
      </w:r>
      <w:bookmarkEnd w:id="38"/>
      <w:bookmarkEnd w:id="39"/>
    </w:p>
    <w:p w:rsidR="003A10B5" w:rsidRDefault="003A10B5" w:rsidP="006E7572">
      <w:pPr>
        <w:rPr>
          <w:lang w:eastAsia="ja-JP"/>
        </w:rPr>
      </w:pPr>
      <w:r>
        <w:rPr>
          <w:lang w:eastAsia="ja-JP"/>
        </w:rPr>
        <w:t xml:space="preserve">Radio characteristics are measured </w:t>
      </w:r>
      <w:r w:rsidR="00124E97">
        <w:rPr>
          <w:lang w:eastAsia="ja-JP"/>
        </w:rPr>
        <w:t xml:space="preserve">by the UE and the eNode-B </w:t>
      </w:r>
      <w:r>
        <w:rPr>
          <w:lang w:eastAsia="ja-JP"/>
        </w:rPr>
        <w:t>and reported to higher layers in the network.</w:t>
      </w:r>
      <w:r w:rsidR="006E7572">
        <w:rPr>
          <w:lang w:eastAsia="ja-JP"/>
        </w:rPr>
        <w:t xml:space="preserve"> These include, e.g. measurements for intra- and inter-frequency handover, inter RAT handover, timing measurements and measurements for RRM</w:t>
      </w:r>
      <w:r w:rsidR="008276BB">
        <w:rPr>
          <w:lang w:eastAsia="ja-JP"/>
        </w:rPr>
        <w:t xml:space="preserve"> and in support for positioning</w:t>
      </w:r>
      <w:r w:rsidR="006E7572">
        <w:rPr>
          <w:lang w:eastAsia="ja-JP"/>
        </w:rPr>
        <w:t>.</w:t>
      </w:r>
    </w:p>
    <w:p w:rsidR="007A2645" w:rsidRPr="00F57023" w:rsidRDefault="007A2645" w:rsidP="007A2645">
      <w:pPr>
        <w:rPr>
          <w:lang w:eastAsia="ja-JP"/>
        </w:rPr>
      </w:pPr>
      <w:r>
        <w:rPr>
          <w:lang w:eastAsia="ja-JP"/>
        </w:rPr>
        <w:t>Measurements for inter-RAT handover are defined in support of handover to GSM, UTRA FDD</w:t>
      </w:r>
      <w:r w:rsidR="008276BB">
        <w:rPr>
          <w:lang w:eastAsia="ja-JP"/>
        </w:rPr>
        <w:t>,</w:t>
      </w:r>
      <w:r>
        <w:rPr>
          <w:lang w:eastAsia="ja-JP"/>
        </w:rPr>
        <w:t xml:space="preserve"> UTRA TDD</w:t>
      </w:r>
      <w:r w:rsidR="008276BB">
        <w:rPr>
          <w:lang w:eastAsia="ja-JP"/>
        </w:rPr>
        <w:t xml:space="preserve">, </w:t>
      </w:r>
      <w:r w:rsidR="00F12318">
        <w:rPr>
          <w:lang w:eastAsia="ja-JP"/>
        </w:rPr>
        <w:t xml:space="preserve">NR, </w:t>
      </w:r>
      <w:r w:rsidR="008276BB">
        <w:t xml:space="preserve">CDMA2000 </w:t>
      </w:r>
      <w:r w:rsidR="008276BB" w:rsidRPr="000A1895">
        <w:t>1x RTT</w:t>
      </w:r>
      <w:r w:rsidR="00AD49C3">
        <w:t>,</w:t>
      </w:r>
      <w:r w:rsidR="008276BB">
        <w:t xml:space="preserve"> CDMA2000 HRPD</w:t>
      </w:r>
      <w:r w:rsidR="00AD49C3">
        <w:t xml:space="preserve"> and IEEE 802.11</w:t>
      </w:r>
      <w:r>
        <w:rPr>
          <w:lang w:eastAsia="ja-JP"/>
        </w:rPr>
        <w:t>.</w:t>
      </w:r>
    </w:p>
    <w:p w:rsidR="00A8181B" w:rsidRDefault="00A8181B" w:rsidP="005D6D82">
      <w:pPr>
        <w:pStyle w:val="Heading1"/>
      </w:pPr>
      <w:bookmarkStart w:id="40" w:name="_Toc531763190"/>
      <w:bookmarkStart w:id="41" w:name="_Toc35605888"/>
      <w:r>
        <w:rPr>
          <w:rFonts w:hint="eastAsia"/>
          <w:lang w:eastAsia="ja-JP"/>
        </w:rPr>
        <w:lastRenderedPageBreak/>
        <w:t>5</w:t>
      </w:r>
      <w:r>
        <w:rPr>
          <w:rFonts w:hint="eastAsia"/>
          <w:lang w:eastAsia="ja-JP"/>
        </w:rPr>
        <w:tab/>
      </w:r>
      <w:r>
        <w:t xml:space="preserve">Document structure of </w:t>
      </w:r>
      <w:r w:rsidR="005D6D82">
        <w:t xml:space="preserve">LTE </w:t>
      </w:r>
      <w:r>
        <w:t>physical layer specification</w:t>
      </w:r>
      <w:bookmarkEnd w:id="40"/>
      <w:bookmarkEnd w:id="41"/>
    </w:p>
    <w:p w:rsidR="00A8181B" w:rsidRDefault="00A8181B">
      <w:pPr>
        <w:pStyle w:val="Heading2"/>
      </w:pPr>
      <w:bookmarkStart w:id="42" w:name="_Toc531763191"/>
      <w:bookmarkStart w:id="43" w:name="_Toc35605889"/>
      <w:r>
        <w:rPr>
          <w:rFonts w:hint="eastAsia"/>
          <w:lang w:eastAsia="ja-JP"/>
        </w:rPr>
        <w:t>5</w:t>
      </w:r>
      <w:r>
        <w:t>.1</w:t>
      </w:r>
      <w:r>
        <w:tab/>
        <w:t>Overview</w:t>
      </w:r>
      <w:bookmarkEnd w:id="42"/>
      <w:bookmarkEnd w:id="43"/>
    </w:p>
    <w:p w:rsidR="00400695" w:rsidRPr="003A10B5" w:rsidRDefault="00A8181B" w:rsidP="00400695">
      <w:pPr>
        <w:rPr>
          <w:lang w:eastAsia="ja-JP"/>
        </w:rPr>
      </w:pPr>
      <w:r>
        <w:t xml:space="preserve">The physical layer specification consists of </w:t>
      </w:r>
      <w:r>
        <w:rPr>
          <w:rFonts w:hint="eastAsia"/>
          <w:lang w:eastAsia="ja-JP"/>
        </w:rPr>
        <w:t xml:space="preserve">a </w:t>
      </w:r>
      <w:r>
        <w:t>general document (</w:t>
      </w:r>
      <w:r>
        <w:rPr>
          <w:rFonts w:hint="eastAsia"/>
          <w:lang w:eastAsia="ja-JP"/>
        </w:rPr>
        <w:t xml:space="preserve">TS </w:t>
      </w:r>
      <w:r w:rsidR="00302D31">
        <w:rPr>
          <w:lang w:eastAsia="ja-JP"/>
        </w:rPr>
        <w:t>36</w:t>
      </w:r>
      <w:r>
        <w:rPr>
          <w:rFonts w:hint="eastAsia"/>
          <w:lang w:eastAsia="ja-JP"/>
        </w:rPr>
        <w:t>.2</w:t>
      </w:r>
      <w:r>
        <w:t xml:space="preserve">01), </w:t>
      </w:r>
      <w:r w:rsidR="00D9275A">
        <w:t xml:space="preserve">and </w:t>
      </w:r>
      <w:r w:rsidR="00587168">
        <w:rPr>
          <w:lang w:eastAsia="ja-JP"/>
        </w:rPr>
        <w:t>five</w:t>
      </w:r>
      <w:r w:rsidR="00D9275A">
        <w:rPr>
          <w:lang w:eastAsia="ja-JP"/>
        </w:rPr>
        <w:t xml:space="preserve"> </w:t>
      </w:r>
      <w:r>
        <w:t>documents (</w:t>
      </w:r>
      <w:r>
        <w:rPr>
          <w:rFonts w:hint="eastAsia"/>
          <w:lang w:eastAsia="ja-JP"/>
        </w:rPr>
        <w:t>TS</w:t>
      </w:r>
      <w:r w:rsidR="00587168">
        <w:rPr>
          <w:lang w:eastAsia="ja-JP"/>
        </w:rPr>
        <w:t>s</w:t>
      </w:r>
      <w:r>
        <w:rPr>
          <w:rFonts w:hint="eastAsia"/>
          <w:lang w:eastAsia="ja-JP"/>
        </w:rPr>
        <w:t xml:space="preserve"> </w:t>
      </w:r>
      <w:r w:rsidR="00302D31">
        <w:rPr>
          <w:lang w:eastAsia="ja-JP"/>
        </w:rPr>
        <w:t>36</w:t>
      </w:r>
      <w:r>
        <w:rPr>
          <w:rFonts w:hint="eastAsia"/>
          <w:lang w:eastAsia="ja-JP"/>
        </w:rPr>
        <w:t>.2</w:t>
      </w:r>
      <w:r>
        <w:t>11</w:t>
      </w:r>
      <w:r w:rsidR="00587168">
        <w:t>, 36.212, 36.213,</w:t>
      </w:r>
      <w:r>
        <w:t xml:space="preserve"> </w:t>
      </w:r>
      <w:r w:rsidR="00302D31">
        <w:rPr>
          <w:lang w:eastAsia="ja-JP"/>
        </w:rPr>
        <w:t>36</w:t>
      </w:r>
      <w:r>
        <w:rPr>
          <w:rFonts w:hint="eastAsia"/>
          <w:lang w:eastAsia="ja-JP"/>
        </w:rPr>
        <w:t>.2</w:t>
      </w:r>
      <w:r>
        <w:t>1</w:t>
      </w:r>
      <w:r w:rsidR="00D9275A">
        <w:rPr>
          <w:lang w:eastAsia="ja-JP"/>
        </w:rPr>
        <w:t>4</w:t>
      </w:r>
      <w:r w:rsidR="00587168">
        <w:rPr>
          <w:lang w:eastAsia="ja-JP"/>
        </w:rPr>
        <w:t xml:space="preserve"> and 36.216</w:t>
      </w:r>
      <w:r>
        <w:t>)</w:t>
      </w:r>
      <w:r>
        <w:rPr>
          <w:rFonts w:hint="eastAsia"/>
          <w:lang w:eastAsia="ja-JP"/>
        </w:rPr>
        <w:t>.</w:t>
      </w:r>
      <w:r w:rsidR="003A10B5">
        <w:rPr>
          <w:lang w:eastAsia="ja-JP"/>
        </w:rPr>
        <w:t xml:space="preserve"> </w:t>
      </w:r>
      <w:r w:rsidR="003A10B5">
        <w:rPr>
          <w:lang w:val="en-US"/>
        </w:rPr>
        <w:t>The relation between the physical layer specifications in the context of the higher layers is shown in</w:t>
      </w:r>
      <w:r w:rsidR="00697B1C">
        <w:rPr>
          <w:lang w:val="en-US"/>
        </w:rPr>
        <w:t xml:space="preserve"> Figure 2</w:t>
      </w:r>
      <w:r w:rsidR="00587168">
        <w:rPr>
          <w:lang w:val="en-US"/>
        </w:rPr>
        <w:t>; TS 36.216 is the physical layer specification for transmissions between an eNode-B and an RN</w:t>
      </w:r>
      <w:r w:rsidR="00587168">
        <w:rPr>
          <w:lang w:eastAsia="ja-JP"/>
        </w:rPr>
        <w:t>.</w:t>
      </w:r>
    </w:p>
    <w:bookmarkStart w:id="44" w:name="_MON_1223720139"/>
    <w:bookmarkStart w:id="45" w:name="_MON_1223720190"/>
    <w:bookmarkStart w:id="46" w:name="_MON_1223720449"/>
    <w:bookmarkStart w:id="47" w:name="_MON_1223720456"/>
    <w:bookmarkStart w:id="48" w:name="_MON_1223720475"/>
    <w:bookmarkEnd w:id="44"/>
    <w:bookmarkEnd w:id="45"/>
    <w:bookmarkEnd w:id="46"/>
    <w:bookmarkEnd w:id="47"/>
    <w:bookmarkEnd w:id="48"/>
    <w:bookmarkStart w:id="49" w:name="_MON_1223720512"/>
    <w:bookmarkEnd w:id="49"/>
    <w:p w:rsidR="00F01B26" w:rsidRDefault="00AB55D4" w:rsidP="00400695">
      <w:pPr>
        <w:pStyle w:val="TH"/>
      </w:pPr>
      <w:r w:rsidRPr="00712C34">
        <w:rPr>
          <w:lang w:val="en-US"/>
        </w:rPr>
        <w:object w:dxaOrig="4412" w:dyaOrig="2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9pt;height:186.7pt" o:ole="">
            <v:imagedata r:id="rId10" o:title=""/>
          </v:shape>
          <o:OLEObject Type="Embed" ProgID="Word.Picture.8" ShapeID="_x0000_i1025" DrawAspect="Content" ObjectID="_1646218703" r:id="rId11"/>
        </w:object>
      </w:r>
    </w:p>
    <w:p w:rsidR="003A10B5" w:rsidRDefault="00F01B26" w:rsidP="00400695">
      <w:pPr>
        <w:pStyle w:val="TF"/>
      </w:pPr>
      <w:bookmarkStart w:id="50" w:name="_Ref150838764"/>
      <w:r>
        <w:t>Figure</w:t>
      </w:r>
      <w:bookmarkEnd w:id="50"/>
      <w:r w:rsidR="00400695">
        <w:t xml:space="preserve"> 2</w:t>
      </w:r>
      <w:r w:rsidRPr="00F01B26">
        <w:rPr>
          <w:lang w:val="en-US"/>
        </w:rPr>
        <w:t>: Relation between Physical Layer specifications</w:t>
      </w:r>
    </w:p>
    <w:p w:rsidR="00A8181B" w:rsidRDefault="00A8181B" w:rsidP="00302D31">
      <w:pPr>
        <w:pStyle w:val="Heading2"/>
      </w:pPr>
      <w:bookmarkStart w:id="51" w:name="_Toc531763192"/>
      <w:bookmarkStart w:id="52" w:name="_Toc35605890"/>
      <w:r>
        <w:rPr>
          <w:rFonts w:hint="eastAsia"/>
          <w:lang w:eastAsia="ja-JP"/>
        </w:rPr>
        <w:t>5</w:t>
      </w:r>
      <w:r>
        <w:t>.2</w:t>
      </w:r>
      <w:r>
        <w:tab/>
      </w:r>
      <w:r>
        <w:rPr>
          <w:rFonts w:hint="eastAsia"/>
          <w:lang w:eastAsia="ja-JP"/>
        </w:rPr>
        <w:t xml:space="preserve">TS </w:t>
      </w:r>
      <w:r w:rsidR="00302D31">
        <w:rPr>
          <w:lang w:eastAsia="ja-JP"/>
        </w:rPr>
        <w:t>36</w:t>
      </w:r>
      <w:r w:rsidR="00FC26D0">
        <w:rPr>
          <w:lang w:eastAsia="ja-JP"/>
        </w:rPr>
        <w:t>.2</w:t>
      </w:r>
      <w:r>
        <w:t>01: Physical layer – General description</w:t>
      </w:r>
      <w:bookmarkEnd w:id="51"/>
      <w:bookmarkEnd w:id="52"/>
    </w:p>
    <w:p w:rsidR="00A8181B" w:rsidRDefault="00A8181B">
      <w:r>
        <w:t>The scope is to describe:</w:t>
      </w:r>
    </w:p>
    <w:p w:rsidR="00A8181B" w:rsidRDefault="00A8181B" w:rsidP="00302D31">
      <w:pPr>
        <w:pStyle w:val="B1"/>
      </w:pPr>
      <w:r>
        <w:t>-</w:t>
      </w:r>
      <w:r>
        <w:tab/>
      </w:r>
      <w:r w:rsidR="00D37AFA">
        <w:t>The</w:t>
      </w:r>
      <w:r>
        <w:t xml:space="preserve"> contents of the Layer 1</w:t>
      </w:r>
      <w:r w:rsidR="00E52380">
        <w:t xml:space="preserve"> </w:t>
      </w:r>
      <w:r>
        <w:t>documents (</w:t>
      </w:r>
      <w:r>
        <w:rPr>
          <w:rFonts w:hint="eastAsia"/>
          <w:lang w:eastAsia="ja-JP"/>
        </w:rPr>
        <w:t xml:space="preserve">TS </w:t>
      </w:r>
      <w:r w:rsidR="00302D31">
        <w:rPr>
          <w:lang w:eastAsia="ja-JP"/>
        </w:rPr>
        <w:t>36</w:t>
      </w:r>
      <w:r>
        <w:rPr>
          <w:rFonts w:hint="eastAsia"/>
          <w:lang w:eastAsia="ja-JP"/>
        </w:rPr>
        <w:t>.200</w:t>
      </w:r>
      <w:r>
        <w:t xml:space="preserve"> series);</w:t>
      </w:r>
    </w:p>
    <w:p w:rsidR="00A8181B" w:rsidRDefault="00A8181B">
      <w:pPr>
        <w:pStyle w:val="B1"/>
      </w:pPr>
      <w:r>
        <w:t>-</w:t>
      </w:r>
      <w:r>
        <w:tab/>
      </w:r>
      <w:r w:rsidR="00D37AFA">
        <w:t>Where</w:t>
      </w:r>
      <w:r>
        <w:t xml:space="preserve"> to find information;</w:t>
      </w:r>
    </w:p>
    <w:p w:rsidR="00A8181B" w:rsidRDefault="00A8181B" w:rsidP="005D6D82">
      <w:pPr>
        <w:pStyle w:val="B1"/>
      </w:pPr>
      <w:r>
        <w:t>-</w:t>
      </w:r>
      <w:r>
        <w:tab/>
      </w:r>
      <w:r w:rsidR="00D37AFA">
        <w:t>A</w:t>
      </w:r>
      <w:r>
        <w:t xml:space="preserve"> general description of </w:t>
      </w:r>
      <w:r w:rsidR="00D9275A">
        <w:t xml:space="preserve">LTE </w:t>
      </w:r>
      <w:r>
        <w:t>Layer 1.</w:t>
      </w:r>
    </w:p>
    <w:p w:rsidR="00A8181B" w:rsidRDefault="00A8181B" w:rsidP="00302D31">
      <w:pPr>
        <w:pStyle w:val="Heading2"/>
      </w:pPr>
      <w:bookmarkStart w:id="53" w:name="_Toc531763193"/>
      <w:bookmarkStart w:id="54" w:name="_Toc35605891"/>
      <w:r>
        <w:rPr>
          <w:rFonts w:hint="eastAsia"/>
          <w:lang w:eastAsia="ja-JP"/>
        </w:rPr>
        <w:t>5</w:t>
      </w:r>
      <w:r>
        <w:t>.</w:t>
      </w:r>
      <w:r>
        <w:rPr>
          <w:rFonts w:hint="eastAsia"/>
          <w:lang w:eastAsia="ja-JP"/>
        </w:rPr>
        <w:t>3</w:t>
      </w:r>
      <w:r>
        <w:tab/>
      </w:r>
      <w:r>
        <w:rPr>
          <w:rFonts w:hint="eastAsia"/>
          <w:lang w:eastAsia="ja-JP"/>
        </w:rPr>
        <w:t xml:space="preserve">TS </w:t>
      </w:r>
      <w:r w:rsidR="00302D31">
        <w:rPr>
          <w:lang w:eastAsia="ja-JP"/>
        </w:rPr>
        <w:t>36</w:t>
      </w:r>
      <w:r>
        <w:rPr>
          <w:rFonts w:hint="eastAsia"/>
          <w:lang w:eastAsia="ja-JP"/>
        </w:rPr>
        <w:t>.2</w:t>
      </w:r>
      <w:r>
        <w:t xml:space="preserve">11: </w:t>
      </w:r>
      <w:r>
        <w:rPr>
          <w:rFonts w:hint="eastAsia"/>
        </w:rPr>
        <w:t xml:space="preserve">Physical </w:t>
      </w:r>
      <w:r w:rsidR="005D6D82">
        <w:t>c</w:t>
      </w:r>
      <w:r>
        <w:rPr>
          <w:rFonts w:hint="eastAsia"/>
        </w:rPr>
        <w:t xml:space="preserve">hannels and </w:t>
      </w:r>
      <w:r w:rsidR="005D6D82">
        <w:t>m</w:t>
      </w:r>
      <w:r w:rsidR="00D9275A">
        <w:t>odulation</w:t>
      </w:r>
      <w:bookmarkEnd w:id="53"/>
      <w:bookmarkEnd w:id="54"/>
    </w:p>
    <w:p w:rsidR="00934D3A" w:rsidRDefault="00934D3A" w:rsidP="008375E5">
      <w:r>
        <w:t xml:space="preserve">The scope </w:t>
      </w:r>
      <w:r>
        <w:rPr>
          <w:rFonts w:hint="eastAsia"/>
          <w:lang w:eastAsia="ja-JP"/>
        </w:rPr>
        <w:t xml:space="preserve">of this specification </w:t>
      </w:r>
      <w:r>
        <w:t>is to establish the characteristics of the Layer-1 physical channels</w:t>
      </w:r>
      <w:r>
        <w:rPr>
          <w:rFonts w:hint="eastAsia"/>
          <w:lang w:eastAsia="ja-JP"/>
        </w:rPr>
        <w:t xml:space="preserve">, </w:t>
      </w:r>
      <w:r w:rsidR="008375E5">
        <w:rPr>
          <w:lang w:eastAsia="ja-JP"/>
        </w:rPr>
        <w:t xml:space="preserve">generation of physical layer signals and </w:t>
      </w:r>
      <w:r>
        <w:rPr>
          <w:rFonts w:hint="eastAsia"/>
          <w:lang w:eastAsia="ja-JP"/>
        </w:rPr>
        <w:t xml:space="preserve">modulation, </w:t>
      </w:r>
      <w:r>
        <w:t>and to specify:</w:t>
      </w:r>
    </w:p>
    <w:p w:rsidR="00934D3A" w:rsidRDefault="00934D3A" w:rsidP="008375E5">
      <w:pPr>
        <w:pStyle w:val="B1"/>
      </w:pPr>
      <w:r>
        <w:t>-</w:t>
      </w:r>
      <w:r>
        <w:tab/>
      </w:r>
      <w:r w:rsidR="00D37AFA">
        <w:rPr>
          <w:lang w:eastAsia="ja-JP"/>
        </w:rPr>
        <w:t>Definition</w:t>
      </w:r>
      <w:r>
        <w:rPr>
          <w:rFonts w:hint="eastAsia"/>
          <w:lang w:eastAsia="ja-JP"/>
        </w:rPr>
        <w:t xml:space="preserve"> of the</w:t>
      </w:r>
      <w:r>
        <w:t xml:space="preserve"> </w:t>
      </w:r>
      <w:r w:rsidR="008375E5">
        <w:t>uplink</w:t>
      </w:r>
      <w:r w:rsidR="00B42017">
        <w:t>,</w:t>
      </w:r>
      <w:r w:rsidR="008375E5">
        <w:t xml:space="preserve"> downlink </w:t>
      </w:r>
      <w:r w:rsidR="00B42017">
        <w:t xml:space="preserve">and sidelink </w:t>
      </w:r>
      <w:r>
        <w:t xml:space="preserve">physical channels; </w:t>
      </w:r>
    </w:p>
    <w:p w:rsidR="00934D3A" w:rsidRDefault="00934D3A" w:rsidP="000C7506">
      <w:pPr>
        <w:pStyle w:val="B1"/>
      </w:pPr>
      <w:r>
        <w:t>-</w:t>
      </w:r>
      <w:r>
        <w:tab/>
      </w:r>
      <w:r w:rsidR="00D37AFA">
        <w:t>The</w:t>
      </w:r>
      <w:r>
        <w:t xml:space="preserve"> structure of </w:t>
      </w:r>
      <w:r w:rsidR="008375E5">
        <w:t xml:space="preserve">the </w:t>
      </w:r>
      <w:r>
        <w:t>physical channel</w:t>
      </w:r>
      <w:r w:rsidR="008375E5">
        <w:t>s</w:t>
      </w:r>
      <w:r>
        <w:t xml:space="preserve">, </w:t>
      </w:r>
      <w:r w:rsidR="008375E5">
        <w:t xml:space="preserve">frame format, physical resource </w:t>
      </w:r>
      <w:r w:rsidR="000C7506">
        <w:t>elements</w:t>
      </w:r>
      <w:r>
        <w:rPr>
          <w:rFonts w:hint="eastAsia"/>
          <w:lang w:eastAsia="ja-JP"/>
        </w:rPr>
        <w:t>,</w:t>
      </w:r>
      <w:r>
        <w:t xml:space="preserve"> etc.; </w:t>
      </w:r>
    </w:p>
    <w:p w:rsidR="00934D3A" w:rsidRDefault="00934D3A" w:rsidP="008375E5">
      <w:pPr>
        <w:pStyle w:val="B1"/>
      </w:pPr>
      <w:r>
        <w:t>-</w:t>
      </w:r>
      <w:r>
        <w:tab/>
      </w:r>
      <w:r w:rsidR="00D37AFA">
        <w:t>Modulation</w:t>
      </w:r>
      <w:r w:rsidR="008375E5">
        <w:t xml:space="preserve"> mapping (BPSK, QPSK, etc)</w:t>
      </w:r>
      <w:r>
        <w:t xml:space="preserve">; </w:t>
      </w:r>
    </w:p>
    <w:p w:rsidR="00934D3A" w:rsidRDefault="00934D3A" w:rsidP="000C7506">
      <w:pPr>
        <w:pStyle w:val="B1"/>
      </w:pPr>
      <w:r>
        <w:t>-</w:t>
      </w:r>
      <w:r>
        <w:tab/>
      </w:r>
      <w:r w:rsidR="00D37AFA">
        <w:t>Physical</w:t>
      </w:r>
      <w:r w:rsidR="008375E5">
        <w:t xml:space="preserve"> shared channel in uplink</w:t>
      </w:r>
      <w:r w:rsidR="00B42017">
        <w:t>,</w:t>
      </w:r>
      <w:r w:rsidR="008375E5">
        <w:t xml:space="preserve"> downlink</w:t>
      </w:r>
      <w:r w:rsidR="00B42017">
        <w:t xml:space="preserve"> and sidelink</w:t>
      </w:r>
      <w:r>
        <w:t xml:space="preserve">; </w:t>
      </w:r>
    </w:p>
    <w:p w:rsidR="008375E5" w:rsidRDefault="00934D3A" w:rsidP="00934D3A">
      <w:pPr>
        <w:pStyle w:val="B1"/>
      </w:pPr>
      <w:r>
        <w:t>-</w:t>
      </w:r>
      <w:r>
        <w:tab/>
      </w:r>
      <w:r w:rsidR="00D37AFA">
        <w:t>Reference</w:t>
      </w:r>
      <w:r w:rsidR="008375E5">
        <w:t xml:space="preserve"> signal</w:t>
      </w:r>
      <w:r w:rsidR="00B42017">
        <w:t>s</w:t>
      </w:r>
      <w:r w:rsidR="008375E5">
        <w:t xml:space="preserve"> in uplink</w:t>
      </w:r>
      <w:r w:rsidR="00B42017">
        <w:t>,</w:t>
      </w:r>
      <w:r w:rsidR="008375E5">
        <w:t xml:space="preserve"> downlink</w:t>
      </w:r>
      <w:r w:rsidR="00B42017">
        <w:t xml:space="preserve"> and sidelink</w:t>
      </w:r>
      <w:r w:rsidR="000C7506">
        <w:t>;</w:t>
      </w:r>
    </w:p>
    <w:p w:rsidR="00934D3A" w:rsidRPr="00D37AFA" w:rsidRDefault="00D37AFA" w:rsidP="00D74791">
      <w:pPr>
        <w:pStyle w:val="B1"/>
      </w:pPr>
      <w:r w:rsidRPr="00D37AFA">
        <w:t>-</w:t>
      </w:r>
      <w:r w:rsidRPr="00D37AFA">
        <w:tab/>
      </w:r>
      <w:r>
        <w:t>R</w:t>
      </w:r>
      <w:r w:rsidR="00934D3A" w:rsidRPr="00D37AFA">
        <w:rPr>
          <w:rFonts w:hint="eastAsia"/>
          <w:lang w:eastAsia="ja-JP"/>
        </w:rPr>
        <w:t xml:space="preserve">andom </w:t>
      </w:r>
      <w:r w:rsidR="008375E5" w:rsidRPr="00D37AFA">
        <w:rPr>
          <w:lang w:eastAsia="ja-JP"/>
        </w:rPr>
        <w:t>a</w:t>
      </w:r>
      <w:r w:rsidR="00934D3A" w:rsidRPr="00D37AFA">
        <w:rPr>
          <w:rFonts w:hint="eastAsia"/>
          <w:lang w:eastAsia="ja-JP"/>
        </w:rPr>
        <w:t>ccess</w:t>
      </w:r>
      <w:r w:rsidR="00934D3A" w:rsidRPr="00D37AFA">
        <w:t xml:space="preserve"> </w:t>
      </w:r>
      <w:r w:rsidR="00D74791" w:rsidRPr="00D37AFA">
        <w:t>channel</w:t>
      </w:r>
      <w:r w:rsidR="00934D3A" w:rsidRPr="00D37AFA">
        <w:t xml:space="preserve">; </w:t>
      </w:r>
    </w:p>
    <w:p w:rsidR="00F12318" w:rsidRDefault="00934D3A" w:rsidP="00F12318">
      <w:pPr>
        <w:pStyle w:val="B1"/>
        <w:rPr>
          <w:lang w:val="en-US"/>
        </w:rPr>
      </w:pPr>
      <w:r w:rsidRPr="008375E5">
        <w:rPr>
          <w:lang w:val="en-US"/>
        </w:rPr>
        <w:t>-</w:t>
      </w:r>
      <w:r w:rsidRPr="008375E5">
        <w:rPr>
          <w:lang w:val="en-US"/>
        </w:rPr>
        <w:tab/>
      </w:r>
      <w:r w:rsidR="00D37AFA">
        <w:rPr>
          <w:lang w:val="en-US"/>
        </w:rPr>
        <w:t>Primary</w:t>
      </w:r>
      <w:r w:rsidR="000C7506">
        <w:rPr>
          <w:lang w:val="en-US"/>
        </w:rPr>
        <w:t xml:space="preserve"> and secondary </w:t>
      </w:r>
      <w:r w:rsidR="008375E5" w:rsidRPr="008375E5">
        <w:rPr>
          <w:lang w:val="en-US"/>
        </w:rPr>
        <w:t>synchroniz</w:t>
      </w:r>
      <w:r w:rsidRPr="008375E5">
        <w:rPr>
          <w:lang w:val="en-US"/>
        </w:rPr>
        <w:t xml:space="preserve">ation </w:t>
      </w:r>
      <w:r w:rsidR="00511236" w:rsidRPr="008375E5">
        <w:rPr>
          <w:lang w:val="en-US"/>
        </w:rPr>
        <w:t>signals</w:t>
      </w:r>
      <w:r w:rsidRPr="008375E5">
        <w:rPr>
          <w:lang w:val="en-US"/>
        </w:rPr>
        <w:t>;</w:t>
      </w:r>
    </w:p>
    <w:p w:rsidR="00B42017" w:rsidRDefault="00F12318" w:rsidP="00F12318">
      <w:pPr>
        <w:pStyle w:val="B1"/>
        <w:rPr>
          <w:lang w:val="en-US" w:eastAsia="x-none"/>
        </w:rPr>
      </w:pPr>
      <w:r>
        <w:rPr>
          <w:lang w:val="en-US"/>
        </w:rPr>
        <w:t>-</w:t>
      </w:r>
      <w:r>
        <w:rPr>
          <w:lang w:val="en-US"/>
        </w:rPr>
        <w:tab/>
        <w:t>R</w:t>
      </w:r>
      <w:r w:rsidRPr="00562A42">
        <w:t>esynchronization signal</w:t>
      </w:r>
      <w:r>
        <w:t>;</w:t>
      </w:r>
    </w:p>
    <w:p w:rsidR="00F12318" w:rsidRDefault="00B42017" w:rsidP="00F12318">
      <w:pPr>
        <w:pStyle w:val="B1"/>
        <w:rPr>
          <w:lang w:val="en-US"/>
        </w:rPr>
      </w:pPr>
      <w:r>
        <w:rPr>
          <w:lang w:val="en-US"/>
        </w:rPr>
        <w:t>-</w:t>
      </w:r>
      <w:r>
        <w:rPr>
          <w:lang w:val="en-US"/>
        </w:rPr>
        <w:tab/>
        <w:t>Primary and secondary sidelink synchronization signals;</w:t>
      </w:r>
      <w:r w:rsidR="00F12318" w:rsidRPr="00F12318">
        <w:rPr>
          <w:lang w:val="en-US"/>
        </w:rPr>
        <w:t xml:space="preserve"> </w:t>
      </w:r>
    </w:p>
    <w:p w:rsidR="00934D3A" w:rsidRPr="008375E5" w:rsidRDefault="00F12318" w:rsidP="00F12318">
      <w:pPr>
        <w:pStyle w:val="B1"/>
        <w:rPr>
          <w:lang w:val="en-US" w:eastAsia="ja-JP"/>
        </w:rPr>
      </w:pPr>
      <w:r>
        <w:rPr>
          <w:lang w:val="en-US"/>
        </w:rPr>
        <w:t>-</w:t>
      </w:r>
      <w:r>
        <w:rPr>
          <w:lang w:val="en-US"/>
        </w:rPr>
        <w:tab/>
        <w:t>Wake-up signals;</w:t>
      </w:r>
    </w:p>
    <w:p w:rsidR="008375E5" w:rsidRDefault="00934D3A" w:rsidP="00511236">
      <w:pPr>
        <w:pStyle w:val="B1"/>
      </w:pPr>
      <w:r>
        <w:lastRenderedPageBreak/>
        <w:t>-</w:t>
      </w:r>
      <w:r>
        <w:tab/>
      </w:r>
      <w:r w:rsidR="008375E5">
        <w:t>OFDM signal generation in downlink</w:t>
      </w:r>
      <w:r w:rsidR="000C7506">
        <w:t>;</w:t>
      </w:r>
    </w:p>
    <w:p w:rsidR="008375E5" w:rsidRDefault="008375E5" w:rsidP="00511236">
      <w:pPr>
        <w:pStyle w:val="B1"/>
      </w:pPr>
      <w:r>
        <w:t>-</w:t>
      </w:r>
      <w:r>
        <w:tab/>
        <w:t>SC-FDMA signal generation in uplink</w:t>
      </w:r>
      <w:r w:rsidR="00B42017">
        <w:t xml:space="preserve"> and sidelink</w:t>
      </w:r>
      <w:r w:rsidR="000C7506">
        <w:t>;</w:t>
      </w:r>
    </w:p>
    <w:p w:rsidR="000C7506" w:rsidRDefault="008375E5" w:rsidP="000C7506">
      <w:pPr>
        <w:pStyle w:val="B1"/>
      </w:pPr>
      <w:r>
        <w:t>-</w:t>
      </w:r>
      <w:r>
        <w:tab/>
      </w:r>
      <w:r w:rsidR="00D37AFA">
        <w:t>S</w:t>
      </w:r>
      <w:r w:rsidR="00DF490E">
        <w:t xml:space="preserve">crambling, </w:t>
      </w:r>
      <w:r w:rsidR="00934D3A">
        <w:t>modulation</w:t>
      </w:r>
      <w:r w:rsidR="00302D31">
        <w:t xml:space="preserve"> and </w:t>
      </w:r>
      <w:r w:rsidR="00D37AFA">
        <w:t>up conversion</w:t>
      </w:r>
      <w:r w:rsidR="00934D3A">
        <w:rPr>
          <w:rFonts w:hint="eastAsia"/>
          <w:lang w:eastAsia="ja-JP"/>
        </w:rPr>
        <w:t>;</w:t>
      </w:r>
      <w:r w:rsidR="00934D3A">
        <w:t xml:space="preserve"> </w:t>
      </w:r>
    </w:p>
    <w:p w:rsidR="000C7506" w:rsidRDefault="000C7506" w:rsidP="000C7506">
      <w:pPr>
        <w:pStyle w:val="B1"/>
      </w:pPr>
      <w:r>
        <w:t>-</w:t>
      </w:r>
      <w:r>
        <w:tab/>
      </w:r>
      <w:r w:rsidR="00D37AFA">
        <w:t>Uplink-downlink</w:t>
      </w:r>
      <w:r>
        <w:t xml:space="preserve"> </w:t>
      </w:r>
      <w:r w:rsidR="00B42017">
        <w:t xml:space="preserve">and sidelink </w:t>
      </w:r>
      <w:r>
        <w:t>timing relation</w:t>
      </w:r>
      <w:r w:rsidR="00B42017">
        <w:t>s</w:t>
      </w:r>
      <w:r w:rsidR="00587168">
        <w:t>;</w:t>
      </w:r>
    </w:p>
    <w:p w:rsidR="00934D3A" w:rsidRDefault="00511236" w:rsidP="008F0C2E">
      <w:pPr>
        <w:pStyle w:val="B1"/>
        <w:rPr>
          <w:lang w:eastAsia="ja-JP"/>
        </w:rPr>
      </w:pPr>
      <w:r>
        <w:rPr>
          <w:lang w:eastAsia="ja-JP"/>
        </w:rPr>
        <w:t>-</w:t>
      </w:r>
      <w:r>
        <w:rPr>
          <w:lang w:eastAsia="ja-JP"/>
        </w:rPr>
        <w:tab/>
      </w:r>
      <w:r w:rsidR="00D37AFA">
        <w:rPr>
          <w:lang w:eastAsia="ja-JP"/>
        </w:rPr>
        <w:t>Layer</w:t>
      </w:r>
      <w:r w:rsidR="008F0C2E">
        <w:rPr>
          <w:lang w:eastAsia="ja-JP"/>
        </w:rPr>
        <w:t xml:space="preserve"> </w:t>
      </w:r>
      <w:r>
        <w:rPr>
          <w:lang w:eastAsia="ja-JP"/>
        </w:rPr>
        <w:t>mapping</w:t>
      </w:r>
      <w:r w:rsidR="008F0C2E">
        <w:rPr>
          <w:lang w:eastAsia="ja-JP"/>
        </w:rPr>
        <w:t xml:space="preserve"> and precoding in downlink</w:t>
      </w:r>
      <w:r w:rsidR="00941BB6">
        <w:rPr>
          <w:lang w:eastAsia="ja-JP"/>
        </w:rPr>
        <w:t>,</w:t>
      </w:r>
      <w:r w:rsidR="00587168">
        <w:rPr>
          <w:lang w:eastAsia="ja-JP"/>
        </w:rPr>
        <w:t xml:space="preserve"> uplink</w:t>
      </w:r>
      <w:r w:rsidR="00941BB6">
        <w:rPr>
          <w:lang w:eastAsia="ja-JP"/>
        </w:rPr>
        <w:t xml:space="preserve"> </w:t>
      </w:r>
      <w:r w:rsidR="00941BB6">
        <w:t>and sidelink</w:t>
      </w:r>
      <w:r w:rsidR="00934D3A">
        <w:rPr>
          <w:rFonts w:hint="eastAsia"/>
          <w:lang w:eastAsia="ja-JP"/>
        </w:rPr>
        <w:t>.</w:t>
      </w:r>
    </w:p>
    <w:p w:rsidR="00A8181B" w:rsidRDefault="00A8181B" w:rsidP="00302D31">
      <w:pPr>
        <w:pStyle w:val="Heading2"/>
      </w:pPr>
      <w:bookmarkStart w:id="55" w:name="_Toc531763194"/>
      <w:bookmarkStart w:id="56" w:name="_Toc35605892"/>
      <w:r>
        <w:rPr>
          <w:rFonts w:hint="eastAsia"/>
          <w:lang w:eastAsia="ja-JP"/>
        </w:rPr>
        <w:t>5</w:t>
      </w:r>
      <w:r>
        <w:t>.</w:t>
      </w:r>
      <w:r>
        <w:rPr>
          <w:rFonts w:hint="eastAsia"/>
          <w:lang w:eastAsia="ja-JP"/>
        </w:rPr>
        <w:t>4</w:t>
      </w:r>
      <w:r>
        <w:tab/>
      </w:r>
      <w:r>
        <w:rPr>
          <w:rFonts w:hint="eastAsia"/>
          <w:lang w:eastAsia="ja-JP"/>
        </w:rPr>
        <w:t xml:space="preserve">TS </w:t>
      </w:r>
      <w:r w:rsidR="00302D31">
        <w:rPr>
          <w:lang w:eastAsia="ja-JP"/>
        </w:rPr>
        <w:t>36</w:t>
      </w:r>
      <w:r>
        <w:rPr>
          <w:rFonts w:hint="eastAsia"/>
          <w:lang w:eastAsia="ja-JP"/>
        </w:rPr>
        <w:t>.2</w:t>
      </w:r>
      <w:r>
        <w:t xml:space="preserve">12: Multiplexing and </w:t>
      </w:r>
      <w:r w:rsidR="005D6D82">
        <w:t>c</w:t>
      </w:r>
      <w:r>
        <w:t xml:space="preserve">hannel </w:t>
      </w:r>
      <w:r w:rsidR="005D6D82">
        <w:t>c</w:t>
      </w:r>
      <w:r>
        <w:t>oding</w:t>
      </w:r>
      <w:bookmarkEnd w:id="55"/>
      <w:bookmarkEnd w:id="56"/>
    </w:p>
    <w:p w:rsidR="00934D3A" w:rsidRDefault="00934D3A" w:rsidP="00934D3A">
      <w:r>
        <w:t xml:space="preserve">The scope </w:t>
      </w:r>
      <w:r>
        <w:rPr>
          <w:rFonts w:hint="eastAsia"/>
          <w:lang w:eastAsia="ja-JP"/>
        </w:rPr>
        <w:t xml:space="preserve">of this specification </w:t>
      </w:r>
      <w:r>
        <w:t>is to describe</w:t>
      </w:r>
      <w:r w:rsidR="00A948FC">
        <w:t xml:space="preserve"> the transport channel and control channel data processing, including</w:t>
      </w:r>
      <w:r>
        <w:t xml:space="preserve"> multiplexing, channel coding and interleaving, and to specify:</w:t>
      </w:r>
    </w:p>
    <w:p w:rsidR="00934D3A" w:rsidRPr="008725D4" w:rsidRDefault="00302D31" w:rsidP="00A948FC">
      <w:pPr>
        <w:pStyle w:val="B1"/>
      </w:pPr>
      <w:r w:rsidRPr="008725D4">
        <w:t>-</w:t>
      </w:r>
      <w:r w:rsidRPr="008725D4">
        <w:tab/>
      </w:r>
      <w:r w:rsidR="00D37AFA">
        <w:t>C</w:t>
      </w:r>
      <w:r w:rsidR="00934D3A" w:rsidRPr="008725D4">
        <w:t xml:space="preserve">hannel coding </w:t>
      </w:r>
      <w:r w:rsidR="00A948FC" w:rsidRPr="008725D4">
        <w:rPr>
          <w:lang w:eastAsia="ja-JP"/>
        </w:rPr>
        <w:t>schemes</w:t>
      </w:r>
      <w:r w:rsidR="00934D3A" w:rsidRPr="008725D4">
        <w:t>;</w:t>
      </w:r>
    </w:p>
    <w:p w:rsidR="00934D3A" w:rsidRPr="008725D4" w:rsidRDefault="00D37AFA" w:rsidP="00934D3A">
      <w:pPr>
        <w:pStyle w:val="B1"/>
        <w:rPr>
          <w:lang w:eastAsia="ja-JP"/>
        </w:rPr>
      </w:pPr>
      <w:r>
        <w:t>-</w:t>
      </w:r>
      <w:r>
        <w:tab/>
        <w:t>C</w:t>
      </w:r>
      <w:r w:rsidR="00934D3A" w:rsidRPr="008725D4">
        <w:t xml:space="preserve">oding </w:t>
      </w:r>
      <w:r w:rsidR="00934D3A" w:rsidRPr="008725D4">
        <w:rPr>
          <w:rFonts w:hint="eastAsia"/>
          <w:lang w:eastAsia="ja-JP"/>
        </w:rPr>
        <w:t>of</w:t>
      </w:r>
      <w:r w:rsidR="00934D3A" w:rsidRPr="008725D4">
        <w:t xml:space="preserve"> Layer 1 </w:t>
      </w:r>
      <w:r w:rsidR="00934D3A" w:rsidRPr="008725D4">
        <w:rPr>
          <w:rFonts w:hint="eastAsia"/>
          <w:lang w:eastAsia="ja-JP"/>
        </w:rPr>
        <w:t xml:space="preserve">/ Layer 2 </w:t>
      </w:r>
      <w:r w:rsidR="00934D3A" w:rsidRPr="008725D4">
        <w:t>control information</w:t>
      </w:r>
      <w:r w:rsidR="00934D3A" w:rsidRPr="008725D4">
        <w:rPr>
          <w:rFonts w:hint="eastAsia"/>
          <w:lang w:eastAsia="ja-JP"/>
        </w:rPr>
        <w:t>;</w:t>
      </w:r>
    </w:p>
    <w:p w:rsidR="00934D3A" w:rsidRPr="008725D4" w:rsidRDefault="00D37AFA" w:rsidP="00A948FC">
      <w:pPr>
        <w:pStyle w:val="B1"/>
        <w:rPr>
          <w:lang w:eastAsia="ja-JP"/>
        </w:rPr>
      </w:pPr>
      <w:r>
        <w:t>-</w:t>
      </w:r>
      <w:r>
        <w:tab/>
        <w:t>I</w:t>
      </w:r>
      <w:r w:rsidR="00934D3A" w:rsidRPr="008725D4">
        <w:t>nterleav</w:t>
      </w:r>
      <w:r w:rsidR="00934D3A" w:rsidRPr="008725D4">
        <w:rPr>
          <w:rFonts w:hint="eastAsia"/>
          <w:lang w:eastAsia="ja-JP"/>
        </w:rPr>
        <w:t>ing</w:t>
      </w:r>
      <w:r w:rsidR="00934D3A" w:rsidRPr="008725D4">
        <w:t xml:space="preserve">; </w:t>
      </w:r>
    </w:p>
    <w:p w:rsidR="00934D3A" w:rsidRPr="008725D4" w:rsidRDefault="00934D3A" w:rsidP="00A948FC">
      <w:pPr>
        <w:pStyle w:val="B1"/>
      </w:pPr>
      <w:r w:rsidRPr="008725D4">
        <w:t>-</w:t>
      </w:r>
      <w:r w:rsidRPr="008725D4">
        <w:tab/>
      </w:r>
      <w:r w:rsidR="00D37AFA" w:rsidRPr="008725D4">
        <w:t>Rate</w:t>
      </w:r>
      <w:r w:rsidRPr="008725D4">
        <w:t xml:space="preserve"> matching</w:t>
      </w:r>
      <w:r w:rsidR="00F460A0">
        <w:t>.</w:t>
      </w:r>
      <w:r w:rsidR="00F460A0" w:rsidRPr="008725D4">
        <w:t xml:space="preserve"> </w:t>
      </w:r>
    </w:p>
    <w:p w:rsidR="00A8181B" w:rsidRDefault="00A8181B" w:rsidP="00302D31">
      <w:pPr>
        <w:pStyle w:val="Heading2"/>
      </w:pPr>
      <w:bookmarkStart w:id="57" w:name="_Toc531763195"/>
      <w:bookmarkStart w:id="58" w:name="_Toc35605893"/>
      <w:r>
        <w:rPr>
          <w:rFonts w:hint="eastAsia"/>
          <w:lang w:eastAsia="ja-JP"/>
        </w:rPr>
        <w:t>5</w:t>
      </w:r>
      <w:r>
        <w:t>.</w:t>
      </w:r>
      <w:r>
        <w:rPr>
          <w:rFonts w:hint="eastAsia"/>
          <w:lang w:eastAsia="ja-JP"/>
        </w:rPr>
        <w:t>5</w:t>
      </w:r>
      <w:r>
        <w:tab/>
      </w:r>
      <w:r>
        <w:rPr>
          <w:rFonts w:hint="eastAsia"/>
          <w:lang w:eastAsia="ja-JP"/>
        </w:rPr>
        <w:t xml:space="preserve">TS </w:t>
      </w:r>
      <w:r w:rsidR="00302D31">
        <w:rPr>
          <w:lang w:eastAsia="ja-JP"/>
        </w:rPr>
        <w:t>36</w:t>
      </w:r>
      <w:r>
        <w:rPr>
          <w:rFonts w:hint="eastAsia"/>
          <w:lang w:eastAsia="ja-JP"/>
        </w:rPr>
        <w:t>.2</w:t>
      </w:r>
      <w:r>
        <w:t xml:space="preserve">13: </w:t>
      </w:r>
      <w:r w:rsidR="00D9275A">
        <w:t xml:space="preserve">Physical </w:t>
      </w:r>
      <w:r w:rsidR="005D6D82">
        <w:t>l</w:t>
      </w:r>
      <w:r w:rsidR="00D9275A">
        <w:t xml:space="preserve">ayer </w:t>
      </w:r>
      <w:r w:rsidR="005D6D82">
        <w:t>p</w:t>
      </w:r>
      <w:r w:rsidR="00D9275A">
        <w:t>rocedures</w:t>
      </w:r>
      <w:bookmarkEnd w:id="57"/>
      <w:bookmarkEnd w:id="58"/>
    </w:p>
    <w:p w:rsidR="00934D3A" w:rsidRDefault="00934D3A" w:rsidP="00934D3A">
      <w:r>
        <w:t>The scope</w:t>
      </w:r>
      <w:r>
        <w:rPr>
          <w:rFonts w:hint="eastAsia"/>
          <w:lang w:eastAsia="ja-JP"/>
        </w:rPr>
        <w:t xml:space="preserve"> of this specification</w:t>
      </w:r>
      <w:r>
        <w:t xml:space="preserve"> is to establish the characteristics of the physical layer procedures, and to specify: </w:t>
      </w:r>
    </w:p>
    <w:p w:rsidR="00934D3A" w:rsidRDefault="00934D3A" w:rsidP="00302D31">
      <w:pPr>
        <w:pStyle w:val="B1"/>
      </w:pPr>
      <w:r>
        <w:rPr>
          <w:lang w:eastAsia="ja-JP"/>
        </w:rPr>
        <w:t>-</w:t>
      </w:r>
      <w:r>
        <w:rPr>
          <w:lang w:eastAsia="ja-JP"/>
        </w:rPr>
        <w:tab/>
      </w:r>
      <w:r w:rsidR="00D37AFA">
        <w:rPr>
          <w:lang w:eastAsia="ja-JP"/>
        </w:rPr>
        <w:t>Synchronisation</w:t>
      </w:r>
      <w:r w:rsidR="007E2758">
        <w:rPr>
          <w:lang w:eastAsia="ja-JP"/>
        </w:rPr>
        <w:t xml:space="preserve"> procedures, including </w:t>
      </w:r>
      <w:r w:rsidR="00302D31">
        <w:rPr>
          <w:lang w:eastAsia="ja-JP"/>
        </w:rPr>
        <w:t xml:space="preserve">cell search </w:t>
      </w:r>
      <w:r>
        <w:rPr>
          <w:rFonts w:hint="eastAsia"/>
          <w:lang w:eastAsia="ja-JP"/>
        </w:rPr>
        <w:t>procedure</w:t>
      </w:r>
      <w:r w:rsidR="007E2758">
        <w:rPr>
          <w:lang w:eastAsia="ja-JP"/>
        </w:rPr>
        <w:t xml:space="preserve"> and timing synchronisation</w:t>
      </w:r>
      <w:r>
        <w:rPr>
          <w:rFonts w:hint="eastAsia"/>
          <w:lang w:eastAsia="ja-JP"/>
        </w:rPr>
        <w:t>;</w:t>
      </w:r>
    </w:p>
    <w:p w:rsidR="00302D31" w:rsidRDefault="00934D3A" w:rsidP="00302D31">
      <w:pPr>
        <w:pStyle w:val="B1"/>
        <w:rPr>
          <w:lang w:eastAsia="ja-JP"/>
        </w:rPr>
      </w:pPr>
      <w:r>
        <w:t>-</w:t>
      </w:r>
      <w:r>
        <w:tab/>
      </w:r>
      <w:r w:rsidR="00D37AFA">
        <w:t>Power</w:t>
      </w:r>
      <w:r w:rsidR="00302D31">
        <w:t xml:space="preserve"> control procedure;</w:t>
      </w:r>
    </w:p>
    <w:p w:rsidR="00934D3A" w:rsidRDefault="00302D31" w:rsidP="00934D3A">
      <w:pPr>
        <w:pStyle w:val="B1"/>
        <w:rPr>
          <w:lang w:eastAsia="ja-JP"/>
        </w:rPr>
      </w:pPr>
      <w:r>
        <w:t>-</w:t>
      </w:r>
      <w:r>
        <w:tab/>
      </w:r>
      <w:r w:rsidR="00D37AFA">
        <w:t>Random</w:t>
      </w:r>
      <w:r w:rsidR="00934D3A">
        <w:t xml:space="preserve"> access procedure</w:t>
      </w:r>
      <w:r w:rsidR="00934D3A">
        <w:rPr>
          <w:rFonts w:hint="eastAsia"/>
          <w:lang w:eastAsia="ja-JP"/>
        </w:rPr>
        <w:t xml:space="preserve">; </w:t>
      </w:r>
    </w:p>
    <w:p w:rsidR="00934D3A" w:rsidRDefault="00934D3A" w:rsidP="007E2758">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downlink shared channel related procedures, including </w:t>
      </w:r>
      <w:r w:rsidR="00587168">
        <w:rPr>
          <w:lang w:eastAsia="ja-JP"/>
        </w:rPr>
        <w:t>CSI</w:t>
      </w:r>
      <w:r w:rsidR="00587168">
        <w:rPr>
          <w:rFonts w:hint="eastAsia"/>
          <w:lang w:eastAsia="ja-JP"/>
        </w:rPr>
        <w:t xml:space="preserve"> </w:t>
      </w:r>
      <w:r w:rsidR="00587168">
        <w:rPr>
          <w:lang w:eastAsia="ja-JP"/>
        </w:rPr>
        <w:t>feedback</w:t>
      </w:r>
      <w:r>
        <w:rPr>
          <w:rFonts w:hint="eastAsia"/>
          <w:lang w:eastAsia="ja-JP"/>
        </w:rPr>
        <w:t xml:space="preserve"> reporting;</w:t>
      </w:r>
    </w:p>
    <w:p w:rsidR="007E2758" w:rsidRDefault="00302D31" w:rsidP="00302D31">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uplink shared channel related procedures, including UE sounding and HARQ ACK/NACK detection</w:t>
      </w:r>
      <w:r w:rsidR="008725D4">
        <w:rPr>
          <w:lang w:eastAsia="ja-JP"/>
        </w:rPr>
        <w:t>;</w:t>
      </w:r>
    </w:p>
    <w:p w:rsidR="002162F8" w:rsidRDefault="007E2758" w:rsidP="00302D31">
      <w:pPr>
        <w:pStyle w:val="B1"/>
        <w:rPr>
          <w:lang w:eastAsia="ja-JP"/>
        </w:rPr>
      </w:pPr>
      <w:r>
        <w:rPr>
          <w:lang w:eastAsia="ja-JP"/>
        </w:rPr>
        <w:t>-</w:t>
      </w:r>
      <w:r>
        <w:rPr>
          <w:lang w:eastAsia="ja-JP"/>
        </w:rPr>
        <w:tab/>
      </w:r>
      <w:r w:rsidR="00D37AFA">
        <w:rPr>
          <w:lang w:eastAsia="ja-JP"/>
        </w:rPr>
        <w:t>Physical</w:t>
      </w:r>
      <w:r>
        <w:rPr>
          <w:lang w:eastAsia="ja-JP"/>
        </w:rPr>
        <w:t xml:space="preserve"> shared control channel procedures, including assignment of shared control channels</w:t>
      </w:r>
      <w:r w:rsidR="002162F8">
        <w:rPr>
          <w:lang w:eastAsia="ja-JP"/>
        </w:rPr>
        <w:t>;</w:t>
      </w:r>
    </w:p>
    <w:p w:rsidR="00941BB6" w:rsidRDefault="002162F8" w:rsidP="00941BB6">
      <w:pPr>
        <w:pStyle w:val="B1"/>
        <w:rPr>
          <w:lang w:eastAsia="zh-CN"/>
        </w:rPr>
      </w:pPr>
      <w:r>
        <w:t>-</w:t>
      </w:r>
      <w:r>
        <w:rPr>
          <w:rFonts w:hint="eastAsia"/>
          <w:lang w:eastAsia="zh-CN"/>
        </w:rPr>
        <w:tab/>
      </w:r>
      <w:r w:rsidRPr="00F1045A">
        <w:t xml:space="preserve">Physical </w:t>
      </w:r>
      <w:r w:rsidRPr="00F1045A">
        <w:rPr>
          <w:rFonts w:hint="eastAsia"/>
        </w:rPr>
        <w:t>multicast</w:t>
      </w:r>
      <w:r w:rsidRPr="00F1045A">
        <w:t xml:space="preserve"> channel related procedures</w:t>
      </w:r>
      <w:r w:rsidR="00941BB6">
        <w:t>;</w:t>
      </w:r>
      <w:r w:rsidR="00941BB6" w:rsidRPr="00941BB6">
        <w:rPr>
          <w:lang w:eastAsia="zh-CN"/>
        </w:rPr>
        <w:t xml:space="preserve"> </w:t>
      </w:r>
    </w:p>
    <w:p w:rsidR="00F460A0" w:rsidRDefault="00941BB6" w:rsidP="00F460A0">
      <w:pPr>
        <w:pStyle w:val="B1"/>
      </w:pPr>
      <w:r>
        <w:t>-</w:t>
      </w:r>
      <w:r>
        <w:rPr>
          <w:lang w:eastAsia="zh-CN"/>
        </w:rPr>
        <w:tab/>
      </w:r>
      <w:r w:rsidR="007A4087">
        <w:t>Sidelink</w:t>
      </w:r>
      <w:r>
        <w:t xml:space="preserve"> related procedures</w:t>
      </w:r>
      <w:r w:rsidR="00F460A0">
        <w:t>;</w:t>
      </w:r>
    </w:p>
    <w:p w:rsidR="007E2758" w:rsidRDefault="00F460A0" w:rsidP="00F460A0">
      <w:pPr>
        <w:pStyle w:val="B1"/>
        <w:rPr>
          <w:lang w:eastAsia="zh-CN"/>
        </w:rPr>
      </w:pPr>
      <w:r>
        <w:t>-</w:t>
      </w:r>
      <w:r>
        <w:rPr>
          <w:lang w:eastAsia="zh-CN"/>
        </w:rPr>
        <w:tab/>
      </w:r>
      <w:r>
        <w:t>Channel access procedures</w:t>
      </w:r>
      <w:r w:rsidR="002162F8">
        <w:rPr>
          <w:rFonts w:hint="eastAsia"/>
          <w:lang w:eastAsia="zh-CN"/>
        </w:rPr>
        <w:t>.</w:t>
      </w:r>
    </w:p>
    <w:p w:rsidR="00A8181B" w:rsidRDefault="00A8181B" w:rsidP="00302D31">
      <w:pPr>
        <w:pStyle w:val="Heading2"/>
      </w:pPr>
      <w:bookmarkStart w:id="59" w:name="_Toc531763196"/>
      <w:bookmarkStart w:id="60" w:name="_Toc35605894"/>
      <w:r>
        <w:rPr>
          <w:rFonts w:hint="eastAsia"/>
          <w:lang w:eastAsia="ja-JP"/>
        </w:rPr>
        <w:t>5</w:t>
      </w:r>
      <w:r>
        <w:t>.</w:t>
      </w:r>
      <w:r>
        <w:rPr>
          <w:rFonts w:hint="eastAsia"/>
          <w:lang w:eastAsia="ja-JP"/>
        </w:rPr>
        <w:t>6</w:t>
      </w:r>
      <w:r>
        <w:tab/>
      </w:r>
      <w:r>
        <w:rPr>
          <w:rFonts w:hint="eastAsia"/>
          <w:lang w:eastAsia="ja-JP"/>
        </w:rPr>
        <w:t xml:space="preserve">TS </w:t>
      </w:r>
      <w:r w:rsidR="00302D31">
        <w:rPr>
          <w:lang w:eastAsia="ja-JP"/>
        </w:rPr>
        <w:t>36</w:t>
      </w:r>
      <w:r>
        <w:rPr>
          <w:rFonts w:hint="eastAsia"/>
          <w:lang w:eastAsia="ja-JP"/>
        </w:rPr>
        <w:t>.2</w:t>
      </w:r>
      <w:r>
        <w:t xml:space="preserve">14: Physical </w:t>
      </w:r>
      <w:r w:rsidR="005D6D82">
        <w:t>l</w:t>
      </w:r>
      <w:r>
        <w:t xml:space="preserve">ayer </w:t>
      </w:r>
      <w:r w:rsidR="005D6D82">
        <w:t xml:space="preserve">– </w:t>
      </w:r>
      <w:r w:rsidR="00D9275A">
        <w:t>Measurements</w:t>
      </w:r>
      <w:bookmarkEnd w:id="59"/>
      <w:bookmarkEnd w:id="60"/>
    </w:p>
    <w:p w:rsidR="00934D3A" w:rsidRDefault="00934D3A" w:rsidP="00934D3A">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the physical layer measurements, and </w:t>
      </w:r>
      <w:r>
        <w:t xml:space="preserve">to specify: </w:t>
      </w:r>
    </w:p>
    <w:p w:rsidR="00934D3A" w:rsidRDefault="00934D3A" w:rsidP="00934D3A">
      <w:pPr>
        <w:pStyle w:val="B1"/>
      </w:pPr>
      <w:r>
        <w:t>-</w:t>
      </w:r>
      <w:r>
        <w:tab/>
      </w:r>
      <w:r w:rsidR="00D37AFA">
        <w:t>Measurements</w:t>
      </w:r>
      <w:r>
        <w:t xml:space="preserve"> </w:t>
      </w:r>
      <w:r>
        <w:rPr>
          <w:rFonts w:hint="eastAsia"/>
          <w:lang w:eastAsia="ja-JP"/>
        </w:rPr>
        <w:t xml:space="preserve">to be performed by </w:t>
      </w:r>
      <w:r>
        <w:t>Layer 1</w:t>
      </w:r>
      <w:r w:rsidR="00A948FC">
        <w:t xml:space="preserve"> in UE and E-UTRAN</w:t>
      </w:r>
      <w:r>
        <w:t xml:space="preserve">; </w:t>
      </w:r>
    </w:p>
    <w:p w:rsidR="00934D3A" w:rsidRDefault="00D37AFA" w:rsidP="00934D3A">
      <w:pPr>
        <w:pStyle w:val="B1"/>
      </w:pPr>
      <w:r>
        <w:t>-</w:t>
      </w:r>
      <w:r>
        <w:tab/>
        <w:t>R</w:t>
      </w:r>
      <w:r w:rsidR="00934D3A">
        <w:t>eporting of measurement</w:t>
      </w:r>
      <w:r w:rsidR="00934D3A">
        <w:rPr>
          <w:rFonts w:hint="eastAsia"/>
          <w:lang w:eastAsia="ja-JP"/>
        </w:rPr>
        <w:t xml:space="preserve"> result</w:t>
      </w:r>
      <w:r w:rsidR="00934D3A">
        <w:t xml:space="preserve">s to higher layers and </w:t>
      </w:r>
      <w:r w:rsidR="00934D3A">
        <w:rPr>
          <w:rFonts w:hint="eastAsia"/>
          <w:lang w:eastAsia="ja-JP"/>
        </w:rPr>
        <w:t xml:space="preserve">the </w:t>
      </w:r>
      <w:r w:rsidR="00934D3A">
        <w:t xml:space="preserve">network; </w:t>
      </w:r>
    </w:p>
    <w:p w:rsidR="00587168" w:rsidRDefault="00D37AFA" w:rsidP="00587168">
      <w:pPr>
        <w:pStyle w:val="B1"/>
      </w:pPr>
      <w:r>
        <w:t>-</w:t>
      </w:r>
      <w:r>
        <w:tab/>
        <w:t>H</w:t>
      </w:r>
      <w:r w:rsidR="00934D3A" w:rsidRPr="00493424">
        <w:t>andover measurements, idle-mode measurements</w:t>
      </w:r>
      <w:r w:rsidR="00934D3A" w:rsidRPr="00493424">
        <w:rPr>
          <w:rFonts w:hint="eastAsia"/>
        </w:rPr>
        <w:t>,</w:t>
      </w:r>
      <w:r w:rsidR="00934D3A" w:rsidRPr="00493424">
        <w:t xml:space="preserve"> etc.</w:t>
      </w:r>
      <w:r w:rsidR="00587168" w:rsidRPr="00587168">
        <w:t xml:space="preserve"> </w:t>
      </w:r>
    </w:p>
    <w:p w:rsidR="00587168" w:rsidRPr="00B17A04" w:rsidRDefault="00587168" w:rsidP="00587168">
      <w:pPr>
        <w:pStyle w:val="Heading2"/>
      </w:pPr>
      <w:bookmarkStart w:id="61" w:name="_Toc531763197"/>
      <w:bookmarkStart w:id="62" w:name="_Toc35605895"/>
      <w:r>
        <w:rPr>
          <w:rFonts w:hint="eastAsia"/>
          <w:lang w:eastAsia="ja-JP"/>
        </w:rPr>
        <w:t>5</w:t>
      </w:r>
      <w:r>
        <w:t>.7</w:t>
      </w:r>
      <w:r>
        <w:tab/>
      </w:r>
      <w:r>
        <w:rPr>
          <w:rFonts w:hint="eastAsia"/>
          <w:lang w:eastAsia="ja-JP"/>
        </w:rPr>
        <w:t xml:space="preserve">TS </w:t>
      </w:r>
      <w:r>
        <w:rPr>
          <w:lang w:eastAsia="ja-JP"/>
        </w:rPr>
        <w:t>36.2</w:t>
      </w:r>
      <w:r>
        <w:t xml:space="preserve">16: Physical layer </w:t>
      </w:r>
      <w:r w:rsidRPr="00B17A04">
        <w:t>for relaying operation</w:t>
      </w:r>
      <w:bookmarkEnd w:id="61"/>
      <w:bookmarkEnd w:id="62"/>
    </w:p>
    <w:p w:rsidR="00587168" w:rsidRDefault="00587168" w:rsidP="00587168">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w:t>
      </w:r>
      <w:r w:rsidRPr="00B17A04">
        <w:rPr>
          <w:lang w:eastAsia="ja-JP"/>
        </w:rPr>
        <w:t xml:space="preserve">eNB - </w:t>
      </w:r>
      <w:r>
        <w:rPr>
          <w:lang w:eastAsia="ja-JP"/>
        </w:rPr>
        <w:t>RN</w:t>
      </w:r>
      <w:r w:rsidRPr="00B17A04">
        <w:rPr>
          <w:lang w:eastAsia="ja-JP"/>
        </w:rPr>
        <w:t xml:space="preserve"> transmissions</w:t>
      </w:r>
      <w:r>
        <w:rPr>
          <w:rFonts w:hint="eastAsia"/>
          <w:lang w:eastAsia="ja-JP"/>
        </w:rPr>
        <w:t xml:space="preserve">, and </w:t>
      </w:r>
      <w:r>
        <w:t xml:space="preserve">to specify </w:t>
      </w:r>
      <w:r w:rsidRPr="004568A8">
        <w:t>relay-specific advancements</w:t>
      </w:r>
      <w:r>
        <w:t xml:space="preserve"> in relation to:</w:t>
      </w:r>
    </w:p>
    <w:p w:rsidR="00587168" w:rsidRDefault="00587168" w:rsidP="00587168">
      <w:pPr>
        <w:pStyle w:val="B1"/>
      </w:pPr>
      <w:r>
        <w:t>-</w:t>
      </w:r>
      <w:r>
        <w:tab/>
        <w:t>Physical Channels and Modulation;</w:t>
      </w:r>
    </w:p>
    <w:p w:rsidR="00587168" w:rsidRDefault="00587168" w:rsidP="00587168">
      <w:pPr>
        <w:pStyle w:val="B1"/>
      </w:pPr>
      <w:r>
        <w:t>-</w:t>
      </w:r>
      <w:r>
        <w:tab/>
        <w:t>Multiplexing and channel coding;</w:t>
      </w:r>
    </w:p>
    <w:p w:rsidR="00587168" w:rsidRDefault="00587168" w:rsidP="00587168">
      <w:pPr>
        <w:pStyle w:val="B1"/>
      </w:pPr>
      <w:r>
        <w:t>-</w:t>
      </w:r>
      <w:r>
        <w:tab/>
        <w:t>Relay Node procedures</w:t>
      </w:r>
      <w:r w:rsidRPr="00493424">
        <w:t>.</w:t>
      </w:r>
    </w:p>
    <w:p w:rsidR="00493424" w:rsidRPr="00493424" w:rsidRDefault="00493424" w:rsidP="00493424">
      <w:pPr>
        <w:pStyle w:val="B1"/>
      </w:pPr>
    </w:p>
    <w:p w:rsidR="00A8181B" w:rsidRDefault="00A8181B">
      <w:pPr>
        <w:pStyle w:val="Heading8"/>
      </w:pPr>
      <w:r>
        <w:br w:type="page"/>
      </w:r>
      <w:bookmarkStart w:id="63" w:name="_Toc531763198"/>
      <w:bookmarkStart w:id="64" w:name="_Toc35605896"/>
      <w:r>
        <w:lastRenderedPageBreak/>
        <w:t>Annex A (informative):</w:t>
      </w:r>
      <w:r>
        <w:br/>
        <w:t>Preferred mathematical notations</w:t>
      </w:r>
      <w:bookmarkEnd w:id="63"/>
      <w:bookmarkEnd w:id="64"/>
    </w:p>
    <w:p w:rsidR="00A8181B" w:rsidRDefault="00A8181B">
      <w:r>
        <w:t>The following table contains the preferred mathematical notations used in L1 documentation.</w:t>
      </w:r>
    </w:p>
    <w:p w:rsidR="00400695" w:rsidRDefault="00400695" w:rsidP="00400695">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962"/>
      </w:tblGrid>
      <w:tr w:rsidR="00A8181B">
        <w:tc>
          <w:tcPr>
            <w:tcW w:w="4039" w:type="dxa"/>
          </w:tcPr>
          <w:p w:rsidR="00A8181B" w:rsidRDefault="00A8181B" w:rsidP="00697B1C">
            <w:pPr>
              <w:pStyle w:val="TAH"/>
            </w:pPr>
            <w:r>
              <w:t>item</w:t>
            </w:r>
          </w:p>
        </w:tc>
        <w:tc>
          <w:tcPr>
            <w:tcW w:w="4962" w:type="dxa"/>
          </w:tcPr>
          <w:p w:rsidR="00A8181B" w:rsidRDefault="00A8181B" w:rsidP="00697B1C">
            <w:pPr>
              <w:pStyle w:val="TAH"/>
            </w:pPr>
            <w:r>
              <w:t>notation</w:t>
            </w:r>
          </w:p>
        </w:tc>
      </w:tr>
      <w:tr w:rsidR="00A8181B">
        <w:tc>
          <w:tcPr>
            <w:tcW w:w="4039" w:type="dxa"/>
            <w:vAlign w:val="center"/>
          </w:tcPr>
          <w:p w:rsidR="00A8181B" w:rsidRDefault="00A8181B" w:rsidP="00697B1C">
            <w:pPr>
              <w:pStyle w:val="TAL"/>
            </w:pPr>
            <w:r>
              <w:t>multiply product</w:t>
            </w:r>
          </w:p>
        </w:tc>
        <w:tc>
          <w:tcPr>
            <w:tcW w:w="4962" w:type="dxa"/>
          </w:tcPr>
          <w:p w:rsidR="00A8181B" w:rsidRDefault="00A8181B" w:rsidP="00697B1C">
            <w:pPr>
              <w:pStyle w:val="TAC"/>
              <w:rPr>
                <w:lang w:val="en-US"/>
              </w:rPr>
            </w:pPr>
            <w:r>
              <w:t xml:space="preserve">cross sign, e.g.  </w:t>
            </w:r>
            <w:r>
              <w:rPr>
                <w:i/>
                <w:lang w:val="en-US"/>
              </w:rPr>
              <w:t>a</w:t>
            </w:r>
            <w:r>
              <w:sym w:font="Symbol" w:char="F0B4"/>
            </w:r>
            <w:r>
              <w:rPr>
                <w:i/>
                <w:lang w:val="en-US"/>
              </w:rPr>
              <w:t>b</w:t>
            </w:r>
          </w:p>
        </w:tc>
      </w:tr>
      <w:tr w:rsidR="00A8181B">
        <w:tc>
          <w:tcPr>
            <w:tcW w:w="4039" w:type="dxa"/>
            <w:vAlign w:val="center"/>
          </w:tcPr>
          <w:p w:rsidR="00A8181B" w:rsidRDefault="00A8181B" w:rsidP="00697B1C">
            <w:pPr>
              <w:pStyle w:val="TAL"/>
              <w:rPr>
                <w:lang w:val="fr-FR"/>
              </w:rPr>
            </w:pPr>
            <w:r>
              <w:rPr>
                <w:lang w:val="fr-FR"/>
              </w:rPr>
              <w:t>matrix product</w:t>
            </w:r>
          </w:p>
        </w:tc>
        <w:tc>
          <w:tcPr>
            <w:tcW w:w="4962" w:type="dxa"/>
          </w:tcPr>
          <w:p w:rsidR="00A8181B" w:rsidRDefault="00A8181B" w:rsidP="00697B1C">
            <w:pPr>
              <w:pStyle w:val="TAC"/>
            </w:pPr>
            <w:r>
              <w:t xml:space="preserve">dot sign, e.g. </w:t>
            </w:r>
            <w:r>
              <w:rPr>
                <w:i/>
              </w:rPr>
              <w:t>a</w:t>
            </w:r>
            <w:r>
              <w:sym w:font="Symbol" w:char="F0D7"/>
            </w:r>
            <w:r>
              <w:rPr>
                <w:i/>
              </w:rPr>
              <w:t>b</w:t>
            </w:r>
            <w:r>
              <w:t xml:space="preserve"> </w:t>
            </w:r>
          </w:p>
        </w:tc>
      </w:tr>
      <w:tr w:rsidR="00A8181B">
        <w:tc>
          <w:tcPr>
            <w:tcW w:w="4039" w:type="dxa"/>
            <w:vAlign w:val="center"/>
          </w:tcPr>
          <w:p w:rsidR="00A8181B" w:rsidRDefault="00A8181B" w:rsidP="00697B1C">
            <w:pPr>
              <w:pStyle w:val="TAL"/>
            </w:pPr>
            <w:r>
              <w:t>scalar product (product of a matrix by a scalar)</w:t>
            </w:r>
          </w:p>
        </w:tc>
        <w:tc>
          <w:tcPr>
            <w:tcW w:w="4962" w:type="dxa"/>
          </w:tcPr>
          <w:p w:rsidR="00A8181B" w:rsidRDefault="00A8181B" w:rsidP="00697B1C">
            <w:pPr>
              <w:pStyle w:val="TAC"/>
            </w:pPr>
            <w:r>
              <w:t>dot sign, scalar should precede matrix e.g. </w:t>
            </w:r>
            <w:r w:rsidR="00A0048B">
              <w:rPr>
                <w:noProof/>
                <w:position w:val="-30"/>
                <w:lang w:eastAsia="en-GB"/>
              </w:rPr>
              <w:drawing>
                <wp:inline distT="0" distB="0" distL="0" distR="0">
                  <wp:extent cx="709295" cy="45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457200"/>
                          </a:xfrm>
                          <a:prstGeom prst="rect">
                            <a:avLst/>
                          </a:prstGeom>
                          <a:noFill/>
                          <a:ln>
                            <a:noFill/>
                          </a:ln>
                        </pic:spPr>
                      </pic:pic>
                    </a:graphicData>
                  </a:graphic>
                </wp:inline>
              </w:drawing>
            </w:r>
          </w:p>
        </w:tc>
      </w:tr>
      <w:tr w:rsidR="00A8181B">
        <w:tc>
          <w:tcPr>
            <w:tcW w:w="4039" w:type="dxa"/>
            <w:vAlign w:val="center"/>
          </w:tcPr>
          <w:p w:rsidR="00A8181B" w:rsidRDefault="00A8181B" w:rsidP="00697B1C">
            <w:pPr>
              <w:pStyle w:val="TAL"/>
            </w:pPr>
            <w:r>
              <w:t>matrix dimensioning</w:t>
            </w:r>
          </w:p>
        </w:tc>
        <w:tc>
          <w:tcPr>
            <w:tcW w:w="4962" w:type="dxa"/>
          </w:tcPr>
          <w:p w:rsidR="00A8181B" w:rsidRDefault="00A8181B" w:rsidP="00697B1C">
            <w:pPr>
              <w:pStyle w:val="TAC"/>
            </w:pPr>
            <w:r>
              <w:t xml:space="preserve">number of rows </w:t>
            </w:r>
            <w:r>
              <w:sym w:font="Symbol" w:char="F0B4"/>
            </w:r>
            <w:r>
              <w:t xml:space="preserve"> number of column, e.g.:</w:t>
            </w:r>
          </w:p>
          <w:p w:rsidR="00A8181B" w:rsidRDefault="00A8181B" w:rsidP="00697B1C">
            <w:pPr>
              <w:pStyle w:val="TAC"/>
              <w:rPr>
                <w:i/>
              </w:rPr>
            </w:pPr>
            <w:r>
              <w:rPr>
                <w:i/>
              </w:rPr>
              <w:t>R</w:t>
            </w:r>
            <w:r>
              <w:sym w:font="Symbol" w:char="F0B4"/>
            </w:r>
            <w:r>
              <w:rPr>
                <w:i/>
              </w:rPr>
              <w:t>C</w:t>
            </w:r>
          </w:p>
        </w:tc>
      </w:tr>
      <w:tr w:rsidR="00A8181B">
        <w:tc>
          <w:tcPr>
            <w:tcW w:w="4039" w:type="dxa"/>
            <w:vAlign w:val="center"/>
          </w:tcPr>
          <w:p w:rsidR="00A8181B" w:rsidRDefault="00A8181B" w:rsidP="00697B1C">
            <w:pPr>
              <w:pStyle w:val="TAL"/>
            </w:pPr>
            <w:r>
              <w:t>Kronecker product</w:t>
            </w:r>
          </w:p>
        </w:tc>
        <w:tc>
          <w:tcPr>
            <w:tcW w:w="4962" w:type="dxa"/>
          </w:tcPr>
          <w:p w:rsidR="00A8181B" w:rsidRDefault="00A8181B" w:rsidP="00697B1C">
            <w:pPr>
              <w:pStyle w:val="TAC"/>
            </w:pPr>
            <w:r>
              <w:rPr>
                <w:i/>
              </w:rPr>
              <w:t>a</w:t>
            </w:r>
            <w:r>
              <w:sym w:font="Symbol" w:char="F0C4"/>
            </w:r>
            <w:r>
              <w:rPr>
                <w:i/>
              </w:rPr>
              <w:t>b</w:t>
            </w:r>
          </w:p>
        </w:tc>
      </w:tr>
      <w:tr w:rsidR="00A8181B">
        <w:trPr>
          <w:cantSplit/>
        </w:trPr>
        <w:tc>
          <w:tcPr>
            <w:tcW w:w="4039" w:type="dxa"/>
            <w:vAlign w:val="center"/>
          </w:tcPr>
          <w:p w:rsidR="00A8181B" w:rsidRDefault="00A8181B" w:rsidP="00697B1C">
            <w:pPr>
              <w:pStyle w:val="TAL"/>
            </w:pPr>
            <w:r>
              <w:t>bracketing of sets (all elements of same type, not ordered elements)</w:t>
            </w:r>
          </w:p>
        </w:tc>
        <w:tc>
          <w:tcPr>
            <w:tcW w:w="4962" w:type="dxa"/>
          </w:tcPr>
          <w:p w:rsidR="00A8181B" w:rsidRDefault="00A8181B" w:rsidP="00697B1C">
            <w:pPr>
              <w:pStyle w:val="TAC"/>
            </w:pPr>
            <w:r>
              <w:t xml:space="preserve">curly brackets {}, e.g. </w:t>
            </w:r>
          </w:p>
          <w:p w:rsidR="00A8181B" w:rsidRDefault="00A8181B" w:rsidP="00697B1C">
            <w:pPr>
              <w:pStyle w:val="TAC"/>
            </w:pPr>
            <w:r>
              <w:t>{a</w:t>
            </w:r>
            <w:r>
              <w:rPr>
                <w:vertAlign w:val="subscript"/>
              </w:rPr>
              <w:t>1</w:t>
            </w:r>
            <w:r>
              <w:t>, a</w:t>
            </w:r>
            <w:r>
              <w:rPr>
                <w:vertAlign w:val="subscript"/>
              </w:rPr>
              <w:t>2</w:t>
            </w:r>
            <w:r>
              <w:t>, …,a</w:t>
            </w:r>
            <w:r>
              <w:rPr>
                <w:vertAlign w:val="subscript"/>
              </w:rPr>
              <w:t>p</w:t>
            </w:r>
            <w:r>
              <w:t>}, or</w:t>
            </w:r>
            <w:r w:rsidR="00A0048B">
              <w:rPr>
                <w:noProof/>
                <w:position w:val="-16"/>
                <w:lang w:eastAsia="en-GB"/>
              </w:rPr>
              <w:drawing>
                <wp:inline distT="0" distB="0" distL="0" distR="0">
                  <wp:extent cx="949325" cy="339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9325" cy="339725"/>
                          </a:xfrm>
                          <a:prstGeom prst="rect">
                            <a:avLst/>
                          </a:prstGeom>
                          <a:noFill/>
                          <a:ln>
                            <a:noFill/>
                          </a:ln>
                        </pic:spPr>
                      </pic:pic>
                    </a:graphicData>
                  </a:graphic>
                </wp:inline>
              </w:drawing>
            </w:r>
          </w:p>
        </w:tc>
      </w:tr>
      <w:tr w:rsidR="00A8181B">
        <w:trPr>
          <w:cantSplit/>
        </w:trPr>
        <w:tc>
          <w:tcPr>
            <w:tcW w:w="4039" w:type="dxa"/>
          </w:tcPr>
          <w:p w:rsidR="00A8181B" w:rsidRDefault="00A8181B" w:rsidP="00697B1C">
            <w:pPr>
              <w:pStyle w:val="TAL"/>
            </w:pPr>
            <w:r>
              <w:t>bracketing of lists (all elements not necessary of same type, ordered elements)</w:t>
            </w:r>
          </w:p>
        </w:tc>
        <w:tc>
          <w:tcPr>
            <w:tcW w:w="4962" w:type="dxa"/>
            <w:vAlign w:val="center"/>
          </w:tcPr>
          <w:p w:rsidR="00A8181B" w:rsidRDefault="00A8181B" w:rsidP="00697B1C">
            <w:pPr>
              <w:pStyle w:val="TAC"/>
            </w:pPr>
            <w:r>
              <w:t>round brackets (), e.g. (A, u, x)</w:t>
            </w:r>
          </w:p>
        </w:tc>
      </w:tr>
      <w:tr w:rsidR="00A8181B">
        <w:trPr>
          <w:cantSplit/>
        </w:trPr>
        <w:tc>
          <w:tcPr>
            <w:tcW w:w="4039" w:type="dxa"/>
            <w:vAlign w:val="center"/>
          </w:tcPr>
          <w:p w:rsidR="00A8181B" w:rsidRDefault="00A8181B" w:rsidP="00697B1C">
            <w:pPr>
              <w:pStyle w:val="TAL"/>
            </w:pPr>
            <w:r>
              <w:t>bracketing of sequences (all elements of same type, ordered elements)</w:t>
            </w:r>
          </w:p>
        </w:tc>
        <w:tc>
          <w:tcPr>
            <w:tcW w:w="4962" w:type="dxa"/>
          </w:tcPr>
          <w:p w:rsidR="00A8181B" w:rsidRDefault="00A8181B" w:rsidP="00697B1C">
            <w:pPr>
              <w:pStyle w:val="TAC"/>
            </w:pPr>
            <w:r>
              <w:t>angle brackets, e.g. &lt;a</w:t>
            </w:r>
            <w:r>
              <w:rPr>
                <w:vertAlign w:val="subscript"/>
              </w:rPr>
              <w:t>1</w:t>
            </w:r>
            <w:r>
              <w:t>, a</w:t>
            </w:r>
            <w:r>
              <w:rPr>
                <w:vertAlign w:val="subscript"/>
              </w:rPr>
              <w:t>2</w:t>
            </w:r>
            <w:r>
              <w:t>, …,a</w:t>
            </w:r>
            <w:r>
              <w:rPr>
                <w:vertAlign w:val="subscript"/>
              </w:rPr>
              <w:t>p</w:t>
            </w:r>
            <w:r>
              <w:t xml:space="preserve">&gt; or </w:t>
            </w:r>
            <w:r w:rsidR="00A0048B">
              <w:rPr>
                <w:noProof/>
                <w:position w:val="-18"/>
                <w:lang w:eastAsia="en-GB"/>
              </w:rPr>
              <w:drawing>
                <wp:inline distT="0" distB="0" distL="0" distR="0">
                  <wp:extent cx="984885" cy="3752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4885" cy="375285"/>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bracketing of function argument</w:t>
            </w:r>
          </w:p>
        </w:tc>
        <w:tc>
          <w:tcPr>
            <w:tcW w:w="4962" w:type="dxa"/>
            <w:vAlign w:val="center"/>
          </w:tcPr>
          <w:p w:rsidR="00A8181B" w:rsidRDefault="00A8181B" w:rsidP="00697B1C">
            <w:pPr>
              <w:pStyle w:val="TAC"/>
            </w:pPr>
            <w:r>
              <w:t>round brackets, e.g. f(</w:t>
            </w:r>
            <w:r>
              <w:rPr>
                <w:i/>
              </w:rPr>
              <w:t>x</w:t>
            </w:r>
            <w:r>
              <w:t>)</w:t>
            </w:r>
          </w:p>
        </w:tc>
      </w:tr>
      <w:tr w:rsidR="00A8181B">
        <w:trPr>
          <w:cantSplit/>
        </w:trPr>
        <w:tc>
          <w:tcPr>
            <w:tcW w:w="4039" w:type="dxa"/>
          </w:tcPr>
          <w:p w:rsidR="00A8181B" w:rsidRDefault="00A8181B" w:rsidP="00697B1C">
            <w:pPr>
              <w:pStyle w:val="TAL"/>
            </w:pPr>
            <w:r>
              <w:t>bracketing of array index</w:t>
            </w:r>
          </w:p>
        </w:tc>
        <w:tc>
          <w:tcPr>
            <w:tcW w:w="4962" w:type="dxa"/>
            <w:vAlign w:val="center"/>
          </w:tcPr>
          <w:p w:rsidR="00A8181B" w:rsidRDefault="00A8181B" w:rsidP="00697B1C">
            <w:pPr>
              <w:pStyle w:val="TAC"/>
            </w:pPr>
            <w:r>
              <w:t>square brackets, e.g. a[</w:t>
            </w:r>
            <w:r>
              <w:rPr>
                <w:i/>
              </w:rPr>
              <w:t>x</w:t>
            </w:r>
            <w:r>
              <w:t>]</w:t>
            </w:r>
          </w:p>
        </w:tc>
      </w:tr>
      <w:tr w:rsidR="00A8181B">
        <w:trPr>
          <w:cantSplit/>
        </w:trPr>
        <w:tc>
          <w:tcPr>
            <w:tcW w:w="4039" w:type="dxa"/>
            <w:vAlign w:val="center"/>
          </w:tcPr>
          <w:p w:rsidR="00A8181B" w:rsidRDefault="00A8181B" w:rsidP="00697B1C">
            <w:pPr>
              <w:pStyle w:val="TAL"/>
            </w:pPr>
            <w:r>
              <w:t>bracketing of matrix or vector</w:t>
            </w:r>
          </w:p>
        </w:tc>
        <w:tc>
          <w:tcPr>
            <w:tcW w:w="4962" w:type="dxa"/>
          </w:tcPr>
          <w:p w:rsidR="00A8181B" w:rsidRDefault="00A8181B" w:rsidP="00697B1C">
            <w:pPr>
              <w:pStyle w:val="TAC"/>
            </w:pPr>
            <w:r>
              <w:t xml:space="preserve">square brackets [], e.g. </w:t>
            </w:r>
            <w:r w:rsidR="00A0048B">
              <w:rPr>
                <w:noProof/>
                <w:position w:val="-30"/>
                <w:lang w:eastAsia="en-GB"/>
              </w:rPr>
              <w:drawing>
                <wp:inline distT="0" distB="0" distL="0" distR="0">
                  <wp:extent cx="269875" cy="457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875" cy="457200"/>
                          </a:xfrm>
                          <a:prstGeom prst="rect">
                            <a:avLst/>
                          </a:prstGeom>
                          <a:noFill/>
                          <a:ln>
                            <a:noFill/>
                          </a:ln>
                        </pic:spPr>
                      </pic:pic>
                    </a:graphicData>
                  </a:graphic>
                </wp:inline>
              </w:drawing>
            </w:r>
            <w:r>
              <w:t xml:space="preserve">, </w:t>
            </w:r>
            <w:r w:rsidR="00A0048B">
              <w:rPr>
                <w:noProof/>
                <w:position w:val="-10"/>
                <w:lang w:eastAsia="en-GB"/>
              </w:rPr>
              <w:drawing>
                <wp:inline distT="0" distB="0" distL="0" distR="0">
                  <wp:extent cx="433705" cy="2171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705" cy="217170"/>
                          </a:xfrm>
                          <a:prstGeom prst="rect">
                            <a:avLst/>
                          </a:prstGeom>
                          <a:noFill/>
                          <a:ln>
                            <a:noFill/>
                          </a:ln>
                        </pic:spPr>
                      </pic:pic>
                    </a:graphicData>
                  </a:graphic>
                </wp:inline>
              </w:drawing>
            </w:r>
            <w:r>
              <w:t xml:space="preserve">, or </w:t>
            </w:r>
            <w:r w:rsidR="00A0048B">
              <w:rPr>
                <w:noProof/>
                <w:position w:val="-30"/>
                <w:lang w:eastAsia="en-GB"/>
              </w:rPr>
              <w:drawing>
                <wp:inline distT="0" distB="0" distL="0" distR="0">
                  <wp:extent cx="533400" cy="457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3400" cy="457200"/>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Separation of indexes</w:t>
            </w:r>
          </w:p>
        </w:tc>
        <w:tc>
          <w:tcPr>
            <w:tcW w:w="4962" w:type="dxa"/>
            <w:vAlign w:val="center"/>
          </w:tcPr>
          <w:p w:rsidR="00A8181B" w:rsidRDefault="00A8181B" w:rsidP="00697B1C">
            <w:pPr>
              <w:pStyle w:val="TAC"/>
            </w:pPr>
            <w:r>
              <w:t xml:space="preserve">use a comma : e.g. </w:t>
            </w:r>
            <w:r>
              <w:rPr>
                <w:i/>
              </w:rPr>
              <w:t>N</w:t>
            </w:r>
            <w:r>
              <w:rPr>
                <w:i/>
                <w:vertAlign w:val="subscript"/>
              </w:rPr>
              <w:t>i</w:t>
            </w:r>
            <w:r>
              <w:rPr>
                <w:vertAlign w:val="subscript"/>
              </w:rPr>
              <w:t>,</w:t>
            </w:r>
            <w:r>
              <w:rPr>
                <w:i/>
                <w:vertAlign w:val="subscript"/>
              </w:rPr>
              <w:t>j</w:t>
            </w:r>
          </w:p>
        </w:tc>
      </w:tr>
      <w:tr w:rsidR="00A8181B">
        <w:trPr>
          <w:cantSplit/>
        </w:trPr>
        <w:tc>
          <w:tcPr>
            <w:tcW w:w="4039" w:type="dxa"/>
          </w:tcPr>
          <w:p w:rsidR="00A8181B" w:rsidRDefault="00A8181B" w:rsidP="00697B1C">
            <w:pPr>
              <w:pStyle w:val="TAL"/>
            </w:pPr>
            <w:r>
              <w:t>use of italic for symbols</w:t>
            </w:r>
          </w:p>
        </w:tc>
        <w:tc>
          <w:tcPr>
            <w:tcW w:w="4962" w:type="dxa"/>
          </w:tcPr>
          <w:p w:rsidR="00A8181B" w:rsidRDefault="00A8181B" w:rsidP="00697B1C">
            <w:pPr>
              <w:pStyle w:val="TAC"/>
            </w:pPr>
            <w:r>
              <w:t>a symbol should be either in italic or in normal font, but mixing up should be avoided.</w:t>
            </w:r>
          </w:p>
        </w:tc>
      </w:tr>
      <w:tr w:rsidR="00A8181B">
        <w:trPr>
          <w:cantSplit/>
        </w:trPr>
        <w:tc>
          <w:tcPr>
            <w:tcW w:w="4039" w:type="dxa"/>
          </w:tcPr>
          <w:p w:rsidR="00A8181B" w:rsidRDefault="00A8181B" w:rsidP="00697B1C">
            <w:pPr>
              <w:pStyle w:val="TAL"/>
            </w:pPr>
            <w:r>
              <w:t>bracketing of arithmetic expression to force precedence of operations</w:t>
            </w:r>
          </w:p>
        </w:tc>
        <w:tc>
          <w:tcPr>
            <w:tcW w:w="4962" w:type="dxa"/>
          </w:tcPr>
          <w:p w:rsidR="00A8181B" w:rsidRDefault="00A8181B" w:rsidP="00697B1C">
            <w:pPr>
              <w:pStyle w:val="TAC"/>
            </w:pPr>
            <w:r>
              <w:t xml:space="preserve">round brackets : e.g. </w:t>
            </w:r>
            <w:r w:rsidR="00A0048B">
              <w:rPr>
                <w:noProof/>
                <w:position w:val="-10"/>
                <w:lang w:eastAsia="en-GB"/>
              </w:rPr>
              <w:drawing>
                <wp:inline distT="0" distB="0" distL="0" distR="0">
                  <wp:extent cx="633095" cy="2171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3095" cy="217170"/>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necessity of bracketing arithmetic expressions</w:t>
            </w:r>
          </w:p>
        </w:tc>
        <w:tc>
          <w:tcPr>
            <w:tcW w:w="4962" w:type="dxa"/>
          </w:tcPr>
          <w:p w:rsidR="00A8181B" w:rsidRDefault="00A8181B" w:rsidP="00697B1C">
            <w:pPr>
              <w:pStyle w:val="TAC"/>
            </w:pPr>
            <w:r>
              <w:t xml:space="preserve">When only + and </w:t>
            </w:r>
            <w:r>
              <w:sym w:font="Symbol" w:char="F0B4"/>
            </w:r>
            <w:r>
              <w:t xml:space="preserve"> bracketing is not necessary. When the </w:t>
            </w:r>
            <w:r>
              <w:rPr>
                <w:b/>
              </w:rPr>
              <w:t>mod</w:t>
            </w:r>
            <w:r>
              <w:t xml:space="preserve"> operator is used explicit bracketing of mod operands and possibly result should be done.</w:t>
            </w:r>
          </w:p>
        </w:tc>
      </w:tr>
      <w:tr w:rsidR="00A8181B">
        <w:trPr>
          <w:cantSplit/>
        </w:trPr>
        <w:tc>
          <w:tcPr>
            <w:tcW w:w="4039" w:type="dxa"/>
          </w:tcPr>
          <w:p w:rsidR="00A8181B" w:rsidRDefault="00A8181B" w:rsidP="00697B1C">
            <w:pPr>
              <w:pStyle w:val="TAL"/>
            </w:pPr>
            <w:r>
              <w:t>number type</w:t>
            </w:r>
          </w:p>
        </w:tc>
        <w:tc>
          <w:tcPr>
            <w:tcW w:w="4962" w:type="dxa"/>
          </w:tcPr>
          <w:p w:rsidR="00A8181B" w:rsidRDefault="00A8181B" w:rsidP="00697B1C">
            <w:pPr>
              <w:pStyle w:val="TAC"/>
            </w:pPr>
            <w:r>
              <w:t>in a context of non negative integer numbers, some notes should stress when a number is signed, or possibly fractional.</w:t>
            </w:r>
          </w:p>
        </w:tc>
      </w:tr>
      <w:tr w:rsidR="00A8181B">
        <w:trPr>
          <w:cantSplit/>
        </w:trPr>
        <w:tc>
          <w:tcPr>
            <w:tcW w:w="4039" w:type="dxa"/>
          </w:tcPr>
          <w:p w:rsidR="00A8181B" w:rsidRDefault="00A8181B" w:rsidP="00697B1C">
            <w:pPr>
              <w:pStyle w:val="TAL"/>
            </w:pPr>
            <w:r>
              <w:t xml:space="preserve">binary </w:t>
            </w:r>
            <w:r>
              <w:rPr>
                <w:b/>
              </w:rPr>
              <w:t>xor</w:t>
            </w:r>
            <w:r>
              <w:t xml:space="preserve"> and </w:t>
            </w:r>
            <w:r>
              <w:rPr>
                <w:b/>
              </w:rPr>
              <w:t>and</w:t>
            </w:r>
          </w:p>
        </w:tc>
        <w:tc>
          <w:tcPr>
            <w:tcW w:w="4962" w:type="dxa"/>
          </w:tcPr>
          <w:p w:rsidR="00A8181B" w:rsidRDefault="00A8181B" w:rsidP="00697B1C">
            <w:pPr>
              <w:pStyle w:val="TAC"/>
            </w:pPr>
            <w:r>
              <w:t xml:space="preserve">respectively use + or </w:t>
            </w:r>
            <w:r>
              <w:sym w:font="Symbol" w:char="F0D7"/>
            </w:r>
            <w:r>
              <w:t>. If no "mod 2" is explicitly in the expression some text should stress that the operation is modulo 2.</w:t>
            </w:r>
          </w:p>
        </w:tc>
      </w:tr>
      <w:tr w:rsidR="00A8181B">
        <w:trPr>
          <w:cantSplit/>
        </w:trPr>
        <w:tc>
          <w:tcPr>
            <w:tcW w:w="4039" w:type="dxa"/>
          </w:tcPr>
          <w:p w:rsidR="00A8181B" w:rsidRDefault="00A8181B" w:rsidP="00697B1C">
            <w:pPr>
              <w:pStyle w:val="TAL"/>
            </w:pPr>
            <w:r>
              <w:t>matrix or vector transpose</w:t>
            </w:r>
          </w:p>
        </w:tc>
        <w:tc>
          <w:tcPr>
            <w:tcW w:w="4962" w:type="dxa"/>
          </w:tcPr>
          <w:p w:rsidR="00A8181B" w:rsidRDefault="00A8181B" w:rsidP="00697B1C">
            <w:pPr>
              <w:pStyle w:val="TAC"/>
              <w:rPr>
                <w:vertAlign w:val="superscript"/>
              </w:rPr>
            </w:pPr>
            <w:r>
              <w:t>v</w:t>
            </w:r>
            <w:r>
              <w:rPr>
                <w:vertAlign w:val="superscript"/>
              </w:rPr>
              <w:t>T</w:t>
            </w:r>
          </w:p>
        </w:tc>
      </w:tr>
      <w:tr w:rsidR="00A8181B">
        <w:trPr>
          <w:cantSplit/>
        </w:trPr>
        <w:tc>
          <w:tcPr>
            <w:tcW w:w="4039" w:type="dxa"/>
          </w:tcPr>
          <w:p w:rsidR="00A8181B" w:rsidRDefault="00A8181B" w:rsidP="00697B1C">
            <w:pPr>
              <w:pStyle w:val="TAL"/>
            </w:pPr>
            <w:r>
              <w:t>1</w:t>
            </w:r>
            <w:r>
              <w:sym w:font="Symbol" w:char="F0B4"/>
            </w:r>
            <w:r>
              <w:t>1 matrices</w:t>
            </w:r>
          </w:p>
        </w:tc>
        <w:tc>
          <w:tcPr>
            <w:tcW w:w="4962" w:type="dxa"/>
            <w:vAlign w:val="center"/>
          </w:tcPr>
          <w:p w:rsidR="00A8181B" w:rsidRDefault="00A8181B" w:rsidP="00697B1C">
            <w:pPr>
              <w:pStyle w:val="TAC"/>
            </w:pPr>
            <w:r>
              <w:t>implicitly cast to its unique element.</w:t>
            </w:r>
          </w:p>
        </w:tc>
      </w:tr>
      <w:tr w:rsidR="00A8181B">
        <w:trPr>
          <w:cantSplit/>
        </w:trPr>
        <w:tc>
          <w:tcPr>
            <w:tcW w:w="4039" w:type="dxa"/>
          </w:tcPr>
          <w:p w:rsidR="00A8181B" w:rsidRDefault="00A8181B" w:rsidP="00697B1C">
            <w:pPr>
              <w:pStyle w:val="TAL"/>
            </w:pPr>
            <w:r>
              <w:t>vector dot product</w:t>
            </w:r>
          </w:p>
        </w:tc>
        <w:tc>
          <w:tcPr>
            <w:tcW w:w="4962" w:type="dxa"/>
          </w:tcPr>
          <w:p w:rsidR="00A8181B" w:rsidRDefault="00A8181B" w:rsidP="00697B1C">
            <w:pPr>
              <w:pStyle w:val="TAC"/>
            </w:pPr>
            <w:r>
              <w:t>u</w:t>
            </w:r>
            <w:r>
              <w:rPr>
                <w:vertAlign w:val="superscript"/>
              </w:rPr>
              <w:t>T</w:t>
            </w:r>
            <w:r>
              <w:sym w:font="Symbol" w:char="F0D7"/>
            </w:r>
            <w:r>
              <w:t>v for column vectors, and u</w:t>
            </w:r>
            <w:r>
              <w:sym w:font="Symbol" w:char="F0D7"/>
            </w:r>
            <w:r>
              <w:t>v</w:t>
            </w:r>
            <w:r>
              <w:rPr>
                <w:vertAlign w:val="superscript"/>
              </w:rPr>
              <w:t>T</w:t>
            </w:r>
            <w:r>
              <w:t xml:space="preserve"> for line vectors</w:t>
            </w:r>
          </w:p>
        </w:tc>
      </w:tr>
      <w:tr w:rsidR="00A8181B">
        <w:trPr>
          <w:cantSplit/>
        </w:trPr>
        <w:tc>
          <w:tcPr>
            <w:tcW w:w="4039" w:type="dxa"/>
          </w:tcPr>
          <w:p w:rsidR="00A8181B" w:rsidRDefault="00A8181B" w:rsidP="00697B1C">
            <w:pPr>
              <w:pStyle w:val="TAL"/>
              <w:rPr>
                <w:lang w:val="fr-FR"/>
              </w:rPr>
            </w:pPr>
            <w:r>
              <w:rPr>
                <w:lang w:val="fr-FR"/>
              </w:rPr>
              <w:t>complex conjugate</w:t>
            </w:r>
          </w:p>
        </w:tc>
        <w:tc>
          <w:tcPr>
            <w:tcW w:w="4962" w:type="dxa"/>
          </w:tcPr>
          <w:p w:rsidR="00A8181B" w:rsidRDefault="00A8181B" w:rsidP="00697B1C">
            <w:pPr>
              <w:pStyle w:val="TAC"/>
              <w:rPr>
                <w:lang w:val="fr-FR"/>
              </w:rPr>
            </w:pPr>
            <w:r>
              <w:rPr>
                <w:lang w:val="fr-FR"/>
              </w:rPr>
              <w:t>v</w:t>
            </w:r>
            <w:r>
              <w:rPr>
                <w:vertAlign w:val="superscript"/>
                <w:lang w:val="fr-FR"/>
              </w:rPr>
              <w:t>*</w:t>
            </w:r>
          </w:p>
        </w:tc>
      </w:tr>
      <w:tr w:rsidR="00A8181B">
        <w:trPr>
          <w:cantSplit/>
        </w:trPr>
        <w:tc>
          <w:tcPr>
            <w:tcW w:w="4039" w:type="dxa"/>
          </w:tcPr>
          <w:p w:rsidR="00A8181B" w:rsidRDefault="00A8181B" w:rsidP="00697B1C">
            <w:pPr>
              <w:pStyle w:val="TAL"/>
            </w:pPr>
            <w:r>
              <w:t>matrix or vector Hermitian transpose</w:t>
            </w:r>
          </w:p>
        </w:tc>
        <w:tc>
          <w:tcPr>
            <w:tcW w:w="4962" w:type="dxa"/>
          </w:tcPr>
          <w:p w:rsidR="00A8181B" w:rsidRDefault="00A8181B" w:rsidP="00697B1C">
            <w:pPr>
              <w:pStyle w:val="TAC"/>
            </w:pPr>
            <w:r>
              <w:t>v</w:t>
            </w:r>
            <w:r>
              <w:rPr>
                <w:vertAlign w:val="superscript"/>
              </w:rPr>
              <w:t>H</w:t>
            </w:r>
          </w:p>
        </w:tc>
      </w:tr>
      <w:tr w:rsidR="00A8181B">
        <w:trPr>
          <w:cantSplit/>
        </w:trPr>
        <w:tc>
          <w:tcPr>
            <w:tcW w:w="4039" w:type="dxa"/>
          </w:tcPr>
          <w:p w:rsidR="00A8181B" w:rsidRDefault="00A8181B" w:rsidP="00697B1C">
            <w:pPr>
              <w:pStyle w:val="TAL"/>
            </w:pPr>
            <w:r>
              <w:t>real part and imaginary part of complex numbers.</w:t>
            </w:r>
          </w:p>
        </w:tc>
        <w:tc>
          <w:tcPr>
            <w:tcW w:w="4962" w:type="dxa"/>
            <w:vAlign w:val="center"/>
          </w:tcPr>
          <w:p w:rsidR="00A8181B" w:rsidRDefault="00A8181B" w:rsidP="00697B1C">
            <w:pPr>
              <w:pStyle w:val="TAC"/>
            </w:pPr>
            <w:r>
              <w:t>Re(x) and Im(x)</w:t>
            </w:r>
          </w:p>
        </w:tc>
      </w:tr>
      <w:tr w:rsidR="00ED79D6" w:rsidRPr="00285A18">
        <w:trPr>
          <w:cantSplit/>
        </w:trPr>
        <w:tc>
          <w:tcPr>
            <w:tcW w:w="4039" w:type="dxa"/>
          </w:tcPr>
          <w:p w:rsidR="00ED79D6" w:rsidRDefault="00ED79D6" w:rsidP="00A2387D">
            <w:pPr>
              <w:keepNext/>
              <w:keepLines/>
              <w:spacing w:after="0"/>
              <w:rPr>
                <w:rFonts w:ascii="Arial" w:hAnsi="Arial"/>
                <w:sz w:val="18"/>
                <w:lang w:eastAsia="ja-JP"/>
              </w:rPr>
            </w:pPr>
            <w:r>
              <w:rPr>
                <w:rFonts w:ascii="Arial" w:eastAsia="Malgun Gothic" w:hAnsi="Arial" w:hint="eastAsia"/>
                <w:sz w:val="18"/>
                <w:lang w:eastAsia="ko-KR"/>
              </w:rPr>
              <w:t>Modulo operation (including negative value)</w:t>
            </w:r>
          </w:p>
          <w:p w:rsidR="00ED79D6" w:rsidRPr="00763ECE" w:rsidRDefault="00ED79D6" w:rsidP="00A2387D">
            <w:pPr>
              <w:keepNext/>
              <w:keepLines/>
              <w:spacing w:after="0"/>
              <w:rPr>
                <w:rFonts w:ascii="Arial" w:hAnsi="Arial"/>
                <w:sz w:val="18"/>
                <w:lang w:eastAsia="ja-JP"/>
              </w:rPr>
            </w:pPr>
            <w:r w:rsidRPr="008377E3">
              <w:rPr>
                <w:rFonts w:ascii="Arial" w:hAnsi="Arial"/>
                <w:position w:val="-10"/>
                <w:sz w:val="18"/>
              </w:rPr>
              <w:object w:dxaOrig="1320" w:dyaOrig="320">
                <v:shape id="_x0000_i1026" type="#_x0000_t75" style="width:58.6pt;height:13.4pt" o:ole="">
                  <v:imagedata r:id="rId19" o:title=""/>
                </v:shape>
                <o:OLEObject Type="Embed" ProgID="Equation.3" ShapeID="_x0000_i1026" DrawAspect="Content" ObjectID="_1646218704" r:id="rId20"/>
              </w:object>
            </w:r>
          </w:p>
        </w:tc>
        <w:tc>
          <w:tcPr>
            <w:tcW w:w="4962" w:type="dxa"/>
            <w:vAlign w:val="center"/>
          </w:tcPr>
          <w:p w:rsidR="00ED79D6" w:rsidRDefault="00ED79D6" w:rsidP="00A2387D">
            <w:pPr>
              <w:keepNext/>
              <w:keepLines/>
              <w:spacing w:after="0"/>
              <w:rPr>
                <w:rFonts w:ascii="Arial" w:eastAsia="Malgun Gothic" w:hAnsi="Arial"/>
                <w:sz w:val="18"/>
                <w:lang w:eastAsia="ko-KR"/>
              </w:rPr>
            </w:pPr>
            <w:r w:rsidRPr="008377E3">
              <w:rPr>
                <w:rFonts w:ascii="Arial" w:eastAsia="Malgun Gothic" w:hAnsi="Arial"/>
                <w:sz w:val="18"/>
                <w:lang w:eastAsia="ko-KR"/>
              </w:rPr>
              <w:t xml:space="preserve">Let </w:t>
            </w:r>
            <w:r w:rsidRPr="008377E3">
              <w:rPr>
                <w:rFonts w:ascii="Arial" w:hAnsi="Arial"/>
                <w:position w:val="-10"/>
                <w:sz w:val="18"/>
              </w:rPr>
              <w:object w:dxaOrig="200" w:dyaOrig="260">
                <v:shape id="_x0000_i1027" type="#_x0000_t75" style="width:9.2pt;height:10.9pt" o:ole="">
                  <v:imagedata r:id="rId21" o:title=""/>
                </v:shape>
                <o:OLEObject Type="Embed" ProgID="Equation.3" ShapeID="_x0000_i1027" DrawAspect="Content" ObjectID="_1646218705" r:id="rId22"/>
              </w:object>
            </w:r>
            <w:r w:rsidRPr="008377E3">
              <w:rPr>
                <w:rFonts w:ascii="Arial" w:eastAsia="Malgun Gothic" w:hAnsi="Arial"/>
                <w:sz w:val="18"/>
                <w:lang w:eastAsia="ko-KR"/>
              </w:rPr>
              <w:t xml:space="preserve"> be the integer quotient of </w:t>
            </w:r>
            <w:r w:rsidRPr="008377E3">
              <w:rPr>
                <w:rFonts w:ascii="Arial" w:hAnsi="Arial"/>
                <w:position w:val="-6"/>
                <w:sz w:val="18"/>
              </w:rPr>
              <w:object w:dxaOrig="200" w:dyaOrig="220">
                <v:shape id="_x0000_i1028" type="#_x0000_t75" style="width:9.2pt;height:10.05pt" o:ole="">
                  <v:imagedata r:id="rId23" o:title=""/>
                </v:shape>
                <o:OLEObject Type="Embed" ProgID="Equation.3" ShapeID="_x0000_i1028" DrawAspect="Content" ObjectID="_1646218706" r:id="rId24"/>
              </w:object>
            </w:r>
            <w:r w:rsidRPr="008377E3">
              <w:rPr>
                <w:rFonts w:ascii="Arial" w:eastAsia="Malgun Gothic" w:hAnsi="Arial"/>
                <w:sz w:val="18"/>
                <w:lang w:eastAsia="ko-KR"/>
              </w:rPr>
              <w:t xml:space="preserve"> and </w:t>
            </w:r>
            <w:r w:rsidRPr="008377E3">
              <w:rPr>
                <w:rFonts w:ascii="Arial" w:hAnsi="Arial"/>
                <w:position w:val="-6"/>
                <w:sz w:val="18"/>
              </w:rPr>
              <w:object w:dxaOrig="279" w:dyaOrig="279">
                <v:shape id="_x0000_i1029" type="#_x0000_t75" style="width:12.55pt;height:11.7pt" o:ole="">
                  <v:imagedata r:id="rId25" o:title=""/>
                </v:shape>
                <o:OLEObject Type="Embed" ProgID="Equation.3" ShapeID="_x0000_i1029" DrawAspect="Content" ObjectID="_1646218707" r:id="rId26"/>
              </w:object>
            </w:r>
            <w:r>
              <w:rPr>
                <w:rFonts w:ascii="Arial" w:eastAsia="Malgun Gothic" w:hAnsi="Arial" w:hint="eastAsia"/>
                <w:sz w:val="18"/>
                <w:lang w:eastAsia="ko-KR"/>
              </w:rPr>
              <w:t>,</w:t>
            </w:r>
          </w:p>
          <w:p w:rsidR="00ED79D6" w:rsidRPr="008377E3" w:rsidRDefault="00ED79D6" w:rsidP="00A2387D">
            <w:pPr>
              <w:keepNext/>
              <w:keepLines/>
              <w:spacing w:after="0"/>
              <w:rPr>
                <w:rFonts w:ascii="Arial" w:eastAsia="Malgun Gothic" w:hAnsi="Arial"/>
                <w:sz w:val="18"/>
                <w:lang w:eastAsia="ko-KR"/>
              </w:rPr>
            </w:pPr>
            <w:r w:rsidRPr="007D192F">
              <w:rPr>
                <w:rFonts w:ascii="Arial" w:hAnsi="Arial"/>
                <w:position w:val="-4"/>
                <w:sz w:val="18"/>
              </w:rPr>
              <w:object w:dxaOrig="240" w:dyaOrig="260">
                <v:shape id="_x0000_i1030" type="#_x0000_t75" style="width:10.9pt;height:10.9pt" o:ole="">
                  <v:imagedata r:id="rId27" o:title=""/>
                </v:shape>
                <o:OLEObject Type="Embed" ProgID="Equation.3" ShapeID="_x0000_i1030" DrawAspect="Content" ObjectID="_1646218708" r:id="rId28"/>
              </w:object>
            </w:r>
            <w:r w:rsidRPr="007D192F">
              <w:rPr>
                <w:rFonts w:ascii="Arial" w:hAnsi="Arial" w:hint="eastAsia"/>
                <w:sz w:val="18"/>
              </w:rPr>
              <w:t>is integer</w:t>
            </w:r>
            <w:r>
              <w:rPr>
                <w:rFonts w:ascii="Arial" w:eastAsia="Malgun Gothic" w:hAnsi="Arial" w:hint="eastAsia"/>
                <w:sz w:val="18"/>
                <w:lang w:eastAsia="ko-KR"/>
              </w:rPr>
              <w:t xml:space="preserve">, </w:t>
            </w:r>
            <w:r w:rsidRPr="007D192F">
              <w:rPr>
                <w:rFonts w:ascii="Arial" w:hAnsi="Arial"/>
                <w:position w:val="-4"/>
                <w:sz w:val="18"/>
              </w:rPr>
              <w:object w:dxaOrig="180" w:dyaOrig="200">
                <v:shape id="_x0000_i1031" type="#_x0000_t75" style="width:7.55pt;height:9.2pt" o:ole="">
                  <v:imagedata r:id="rId29" o:title=""/>
                </v:shape>
                <o:OLEObject Type="Embed" ProgID="Equation.3" ShapeID="_x0000_i1031" DrawAspect="Content" ObjectID="_1646218709" r:id="rId30"/>
              </w:object>
            </w:r>
            <w:r w:rsidRPr="007D192F">
              <w:rPr>
                <w:rFonts w:ascii="Arial" w:hAnsi="Arial" w:hint="eastAsia"/>
                <w:sz w:val="18"/>
              </w:rPr>
              <w:t>is remainder</w:t>
            </w:r>
            <w:r w:rsidRPr="008377E3">
              <w:rPr>
                <w:rFonts w:ascii="Arial" w:eastAsia="Malgun Gothic" w:hAnsi="Arial"/>
                <w:sz w:val="18"/>
                <w:lang w:eastAsia="ko-KR"/>
              </w:rPr>
              <w:t xml:space="preserve"> then</w:t>
            </w:r>
            <w:r>
              <w:rPr>
                <w:rFonts w:ascii="Arial" w:eastAsia="Malgun Gothic" w:hAnsi="Arial" w:hint="eastAsia"/>
                <w:sz w:val="18"/>
                <w:lang w:eastAsia="ko-KR"/>
              </w:rPr>
              <w:t xml:space="preserve"> </w:t>
            </w:r>
          </w:p>
          <w:p w:rsidR="00ED79D6" w:rsidRPr="00285A18" w:rsidRDefault="00ED79D6" w:rsidP="00A2387D">
            <w:pPr>
              <w:keepNext/>
              <w:keepLines/>
              <w:spacing w:after="0"/>
              <w:rPr>
                <w:rFonts w:ascii="Arial" w:eastAsia="Malgun Gothic" w:hAnsi="Arial"/>
                <w:sz w:val="18"/>
                <w:lang w:eastAsia="ko-KR"/>
              </w:rPr>
            </w:pPr>
            <w:r w:rsidRPr="008377E3">
              <w:rPr>
                <w:rFonts w:ascii="Arial" w:hAnsi="Arial"/>
                <w:position w:val="-54"/>
                <w:sz w:val="18"/>
              </w:rPr>
              <w:object w:dxaOrig="1460" w:dyaOrig="1200">
                <v:shape id="_x0000_i1032" type="#_x0000_t75" style="width:64.45pt;height:51.9pt" o:ole="">
                  <v:imagedata r:id="rId31" o:title=""/>
                </v:shape>
                <o:OLEObject Type="Embed" ProgID="Equation.3" ShapeID="_x0000_i1032" DrawAspect="Content" ObjectID="_1646218710" r:id="rId32"/>
              </w:object>
            </w:r>
            <w:r>
              <w:rPr>
                <w:rFonts w:ascii="Arial" w:eastAsia="Malgun Gothic" w:hAnsi="Arial" w:hint="eastAsia"/>
                <w:sz w:val="18"/>
                <w:lang w:eastAsia="ko-KR"/>
              </w:rPr>
              <w:t>,</w:t>
            </w:r>
            <w:r w:rsidRPr="007D192F">
              <w:rPr>
                <w:rFonts w:ascii="Arial" w:hAnsi="Arial" w:hint="eastAsia"/>
                <w:sz w:val="18"/>
              </w:rPr>
              <w:t xml:space="preserve"> where</w:t>
            </w:r>
            <w:r w:rsidRPr="007D192F">
              <w:rPr>
                <w:rFonts w:ascii="Arial" w:hAnsi="Arial"/>
                <w:position w:val="-12"/>
                <w:sz w:val="18"/>
              </w:rPr>
              <w:object w:dxaOrig="1140" w:dyaOrig="360">
                <v:shape id="_x0000_i1033" type="#_x0000_t75" style="width:46.9pt;height:15.05pt" o:ole="">
                  <v:imagedata r:id="rId33" o:title=""/>
                </v:shape>
                <o:OLEObject Type="Embed" ProgID="Equation.3" ShapeID="_x0000_i1033" DrawAspect="Content" ObjectID="_1646218711" r:id="rId34"/>
              </w:object>
            </w:r>
            <w:r w:rsidRPr="007D192F">
              <w:rPr>
                <w:rFonts w:ascii="Arial" w:hAnsi="Arial" w:hint="eastAsia"/>
                <w:sz w:val="18"/>
              </w:rPr>
              <w:t xml:space="preserve"> </w:t>
            </w:r>
            <w:r>
              <w:rPr>
                <w:rFonts w:ascii="Arial" w:eastAsia="Malgun Gothic" w:hAnsi="Arial" w:hint="eastAsia"/>
                <w:sz w:val="18"/>
                <w:lang w:eastAsia="ko-KR"/>
              </w:rPr>
              <w:t xml:space="preserve">for all </w:t>
            </w:r>
            <w:r w:rsidRPr="008377E3">
              <w:rPr>
                <w:rFonts w:ascii="Arial" w:hAnsi="Arial"/>
                <w:position w:val="-6"/>
                <w:sz w:val="18"/>
              </w:rPr>
              <w:object w:dxaOrig="200" w:dyaOrig="220">
                <v:shape id="_x0000_i1034" type="#_x0000_t75" style="width:9.2pt;height:10.05pt" o:ole="">
                  <v:imagedata r:id="rId23" o:title=""/>
                </v:shape>
                <o:OLEObject Type="Embed" ProgID="Equation.3" ShapeID="_x0000_i1034" DrawAspect="Content" ObjectID="_1646218712" r:id="rId35"/>
              </w:object>
            </w:r>
            <w:r>
              <w:rPr>
                <w:rFonts w:ascii="Arial" w:eastAsia="Malgun Gothic" w:hAnsi="Arial" w:hint="eastAsia"/>
                <w:sz w:val="18"/>
                <w:lang w:eastAsia="ko-KR"/>
              </w:rPr>
              <w:t xml:space="preserve">and </w:t>
            </w:r>
            <w:r w:rsidRPr="008377E3">
              <w:rPr>
                <w:rFonts w:ascii="Arial" w:hAnsi="Arial"/>
                <w:position w:val="-6"/>
                <w:sz w:val="18"/>
              </w:rPr>
              <w:object w:dxaOrig="279" w:dyaOrig="279">
                <v:shape id="_x0000_i1035" type="#_x0000_t75" style="width:12.55pt;height:11.7pt" o:ole="">
                  <v:imagedata r:id="rId36" o:title=""/>
                </v:shape>
                <o:OLEObject Type="Embed" ProgID="Equation.3" ShapeID="_x0000_i1035" DrawAspect="Content" ObjectID="_1646218713" r:id="rId37"/>
              </w:object>
            </w:r>
          </w:p>
          <w:p w:rsidR="00ED79D6" w:rsidRPr="00285A18" w:rsidRDefault="00ED79D6" w:rsidP="00A2387D">
            <w:pPr>
              <w:keepNext/>
              <w:keepLines/>
              <w:spacing w:after="0"/>
              <w:rPr>
                <w:rFonts w:ascii="Arial" w:eastAsia="Malgun Gothic" w:hAnsi="Arial"/>
                <w:sz w:val="18"/>
                <w:lang w:eastAsia="ko-KR"/>
              </w:rPr>
            </w:pPr>
            <w:r w:rsidRPr="007D192F">
              <w:rPr>
                <w:rFonts w:ascii="Arial" w:hAnsi="Arial" w:hint="eastAsia"/>
                <w:sz w:val="18"/>
              </w:rPr>
              <w:t>(</w:t>
            </w:r>
            <w:r>
              <w:rPr>
                <w:rFonts w:ascii="Arial" w:eastAsia="Malgun Gothic" w:hAnsi="Arial" w:hint="eastAsia"/>
                <w:sz w:val="18"/>
                <w:lang w:eastAsia="ko-KR"/>
              </w:rPr>
              <w:t xml:space="preserve">Note that </w:t>
            </w:r>
            <w:r w:rsidRPr="007D192F">
              <w:rPr>
                <w:rFonts w:ascii="Arial" w:hAnsi="Arial"/>
                <w:position w:val="-12"/>
                <w:sz w:val="18"/>
              </w:rPr>
              <w:object w:dxaOrig="340" w:dyaOrig="360">
                <v:shape id="_x0000_i1036" type="#_x0000_t75" style="width:13.4pt;height:14.25pt" o:ole="">
                  <v:imagedata r:id="rId38" o:title=""/>
                </v:shape>
                <o:OLEObject Type="Embed" ProgID="Equation.3" ShapeID="_x0000_i1036" DrawAspect="Content" ObjectID="_1646218714" r:id="rId39"/>
              </w:object>
            </w:r>
            <w:r w:rsidRPr="007D192F">
              <w:rPr>
                <w:rFonts w:ascii="Arial" w:hAnsi="Arial" w:hint="eastAsia"/>
                <w:sz w:val="18"/>
              </w:rPr>
              <w:t xml:space="preserve"> is floor operation to </w:t>
            </w:r>
            <w:r w:rsidRPr="007D192F">
              <w:rPr>
                <w:rFonts w:ascii="Arial" w:hAnsi="Arial"/>
                <w:sz w:val="18"/>
              </w:rPr>
              <w:t xml:space="preserve">round the elements of </w:t>
            </w:r>
            <w:r w:rsidRPr="007D192F">
              <w:rPr>
                <w:rFonts w:ascii="Arial" w:hAnsi="Arial"/>
                <w:position w:val="-2"/>
                <w:sz w:val="18"/>
              </w:rPr>
              <w:object w:dxaOrig="180" w:dyaOrig="180">
                <v:shape id="_x0000_i1037" type="#_x0000_t75" style="width:7.55pt;height:7.55pt" o:ole="">
                  <v:imagedata r:id="rId40" o:title=""/>
                </v:shape>
                <o:OLEObject Type="Embed" ProgID="Equation.3" ShapeID="_x0000_i1037" DrawAspect="Content" ObjectID="_1646218715" r:id="rId41"/>
              </w:object>
            </w:r>
            <w:r w:rsidRPr="007D192F">
              <w:rPr>
                <w:rFonts w:ascii="Arial" w:hAnsi="Arial"/>
                <w:sz w:val="18"/>
              </w:rPr>
              <w:t xml:space="preserve"> to the nearest integers</w:t>
            </w:r>
            <w:r w:rsidRPr="007D192F">
              <w:rPr>
                <w:rFonts w:ascii="Arial" w:hAnsi="Arial" w:hint="eastAsia"/>
                <w:sz w:val="18"/>
              </w:rPr>
              <w:t xml:space="preserve"> </w:t>
            </w:r>
            <w:r w:rsidRPr="007D192F">
              <w:rPr>
                <w:rFonts w:ascii="Arial" w:hAnsi="Arial"/>
                <w:sz w:val="18"/>
              </w:rPr>
              <w:t>towards minus infinity</w:t>
            </w:r>
            <w:r w:rsidRPr="007D192F">
              <w:rPr>
                <w:rFonts w:ascii="Arial" w:hAnsi="Arial" w:hint="eastAsia"/>
                <w:sz w:val="18"/>
              </w:rPr>
              <w:t>)</w:t>
            </w:r>
          </w:p>
        </w:tc>
      </w:tr>
    </w:tbl>
    <w:p w:rsidR="00A8181B" w:rsidRDefault="00A8181B"/>
    <w:p w:rsidR="00A8181B" w:rsidRDefault="00C21B84">
      <w:pPr>
        <w:pStyle w:val="Heading8"/>
      </w:pPr>
      <w:r>
        <w:br w:type="page"/>
      </w:r>
      <w:bookmarkStart w:id="65" w:name="_Toc531763199"/>
      <w:bookmarkStart w:id="66" w:name="_Toc35605897"/>
      <w:r w:rsidR="00A8181B">
        <w:lastRenderedPageBreak/>
        <w:t>Annex B (informative):</w:t>
      </w:r>
      <w:r w:rsidR="00A8181B">
        <w:br/>
        <w:t>Change history</w:t>
      </w:r>
      <w:bookmarkEnd w:id="65"/>
      <w:bookmarkEnd w:id="66"/>
    </w:p>
    <w:p w:rsidR="00A8181B" w:rsidRDefault="00A8181B" w:rsidP="00C02025">
      <w:pPr>
        <w:pStyle w:val="TH"/>
      </w:pPr>
    </w:p>
    <w:tbl>
      <w:tblPr>
        <w:tblW w:w="0" w:type="auto"/>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820"/>
        <w:gridCol w:w="709"/>
      </w:tblGrid>
      <w:tr w:rsidR="00EE43C6" w:rsidRPr="00235394" w:rsidTr="00C64760">
        <w:trPr>
          <w:cantSplit/>
        </w:trPr>
        <w:tc>
          <w:tcPr>
            <w:tcW w:w="9498" w:type="dxa"/>
            <w:gridSpan w:val="8"/>
            <w:tcBorders>
              <w:bottom w:val="nil"/>
            </w:tcBorders>
            <w:shd w:val="solid" w:color="FFFFFF" w:fill="auto"/>
          </w:tcPr>
          <w:p w:rsidR="00EE43C6" w:rsidRPr="00235394" w:rsidRDefault="00EE43C6" w:rsidP="007E60B0">
            <w:pPr>
              <w:pStyle w:val="TAL"/>
              <w:jc w:val="center"/>
              <w:rPr>
                <w:b/>
                <w:sz w:val="16"/>
              </w:rPr>
            </w:pPr>
            <w:r w:rsidRPr="00235394">
              <w:rPr>
                <w:b/>
              </w:rPr>
              <w:t>Change history</w:t>
            </w:r>
          </w:p>
        </w:tc>
      </w:tr>
      <w:tr w:rsidR="00EE43C6" w:rsidRPr="00235394" w:rsidTr="00C64760">
        <w:tc>
          <w:tcPr>
            <w:tcW w:w="800" w:type="dxa"/>
            <w:shd w:val="pct10" w:color="auto" w:fill="FFFFFF"/>
          </w:tcPr>
          <w:p w:rsidR="00EE43C6" w:rsidRPr="00235394" w:rsidRDefault="00EE43C6" w:rsidP="007E60B0">
            <w:pPr>
              <w:pStyle w:val="TAL"/>
              <w:jc w:val="center"/>
              <w:rPr>
                <w:b/>
                <w:sz w:val="16"/>
              </w:rPr>
            </w:pPr>
            <w:r w:rsidRPr="00235394">
              <w:rPr>
                <w:b/>
                <w:sz w:val="16"/>
              </w:rPr>
              <w:t>Date</w:t>
            </w:r>
          </w:p>
        </w:tc>
        <w:tc>
          <w:tcPr>
            <w:tcW w:w="800" w:type="dxa"/>
            <w:shd w:val="pct10" w:color="auto" w:fill="FFFFFF"/>
          </w:tcPr>
          <w:p w:rsidR="00EE43C6" w:rsidRPr="00235394" w:rsidRDefault="00EE43C6" w:rsidP="007E60B0">
            <w:pPr>
              <w:pStyle w:val="TAL"/>
              <w:jc w:val="center"/>
              <w:rPr>
                <w:b/>
                <w:sz w:val="16"/>
              </w:rPr>
            </w:pPr>
            <w:r>
              <w:rPr>
                <w:b/>
                <w:sz w:val="16"/>
              </w:rPr>
              <w:t>Meeting</w:t>
            </w:r>
          </w:p>
        </w:tc>
        <w:tc>
          <w:tcPr>
            <w:tcW w:w="952" w:type="dxa"/>
            <w:shd w:val="pct10" w:color="auto" w:fill="FFFFFF"/>
          </w:tcPr>
          <w:p w:rsidR="00EE43C6" w:rsidRPr="00235394" w:rsidRDefault="00EE43C6" w:rsidP="007E60B0">
            <w:pPr>
              <w:pStyle w:val="TAL"/>
              <w:jc w:val="center"/>
              <w:rPr>
                <w:b/>
                <w:sz w:val="16"/>
              </w:rPr>
            </w:pPr>
            <w:r w:rsidRPr="00235394">
              <w:rPr>
                <w:b/>
                <w:sz w:val="16"/>
              </w:rPr>
              <w:t>TDoc</w:t>
            </w:r>
          </w:p>
        </w:tc>
        <w:tc>
          <w:tcPr>
            <w:tcW w:w="567" w:type="dxa"/>
            <w:shd w:val="pct10" w:color="auto" w:fill="FFFFFF"/>
          </w:tcPr>
          <w:p w:rsidR="00EE43C6" w:rsidRPr="00235394" w:rsidRDefault="00EE43C6" w:rsidP="007E60B0">
            <w:pPr>
              <w:pStyle w:val="TAL"/>
              <w:jc w:val="center"/>
              <w:rPr>
                <w:b/>
                <w:sz w:val="16"/>
              </w:rPr>
            </w:pPr>
            <w:r w:rsidRPr="00235394">
              <w:rPr>
                <w:b/>
                <w:sz w:val="16"/>
              </w:rPr>
              <w:t>CR</w:t>
            </w:r>
          </w:p>
        </w:tc>
        <w:tc>
          <w:tcPr>
            <w:tcW w:w="425" w:type="dxa"/>
            <w:shd w:val="pct10" w:color="auto" w:fill="FFFFFF"/>
          </w:tcPr>
          <w:p w:rsidR="00EE43C6" w:rsidRPr="00235394" w:rsidRDefault="00EE43C6" w:rsidP="007E60B0">
            <w:pPr>
              <w:pStyle w:val="TAL"/>
              <w:jc w:val="center"/>
              <w:rPr>
                <w:b/>
                <w:sz w:val="16"/>
              </w:rPr>
            </w:pPr>
            <w:r w:rsidRPr="00235394">
              <w:rPr>
                <w:b/>
                <w:sz w:val="16"/>
              </w:rPr>
              <w:t>Rev</w:t>
            </w:r>
          </w:p>
        </w:tc>
        <w:tc>
          <w:tcPr>
            <w:tcW w:w="425" w:type="dxa"/>
            <w:shd w:val="pct10" w:color="auto" w:fill="FFFFFF"/>
          </w:tcPr>
          <w:p w:rsidR="00EE43C6" w:rsidRPr="00235394" w:rsidRDefault="00EE43C6" w:rsidP="007E60B0">
            <w:pPr>
              <w:pStyle w:val="TAL"/>
              <w:jc w:val="center"/>
              <w:rPr>
                <w:b/>
                <w:sz w:val="16"/>
              </w:rPr>
            </w:pPr>
            <w:r>
              <w:rPr>
                <w:b/>
                <w:sz w:val="16"/>
              </w:rPr>
              <w:t>Cat</w:t>
            </w:r>
          </w:p>
        </w:tc>
        <w:tc>
          <w:tcPr>
            <w:tcW w:w="4820" w:type="dxa"/>
            <w:shd w:val="pct10" w:color="auto" w:fill="FFFFFF"/>
          </w:tcPr>
          <w:p w:rsidR="00EE43C6" w:rsidRPr="00235394" w:rsidRDefault="00EE43C6" w:rsidP="007E60B0">
            <w:pPr>
              <w:pStyle w:val="TAL"/>
              <w:jc w:val="center"/>
              <w:rPr>
                <w:b/>
                <w:sz w:val="16"/>
              </w:rPr>
            </w:pPr>
            <w:r w:rsidRPr="00235394">
              <w:rPr>
                <w:b/>
                <w:sz w:val="16"/>
              </w:rPr>
              <w:t>Subject/Comment</w:t>
            </w:r>
          </w:p>
        </w:tc>
        <w:tc>
          <w:tcPr>
            <w:tcW w:w="709" w:type="dxa"/>
            <w:shd w:val="pct10" w:color="auto" w:fill="FFFFFF"/>
          </w:tcPr>
          <w:p w:rsidR="00EE43C6" w:rsidRPr="00235394" w:rsidRDefault="00EE43C6" w:rsidP="007E60B0">
            <w:pPr>
              <w:pStyle w:val="TAL"/>
              <w:jc w:val="center"/>
              <w:rPr>
                <w:b/>
                <w:sz w:val="16"/>
              </w:rPr>
            </w:pPr>
            <w:r w:rsidRPr="00235394">
              <w:rPr>
                <w:b/>
                <w:sz w:val="16"/>
              </w:rPr>
              <w:t>New</w:t>
            </w:r>
            <w:r>
              <w:rPr>
                <w:b/>
                <w:sz w:val="16"/>
              </w:rPr>
              <w:t xml:space="preserve"> version</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Draft version created</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pStyle w:val="TAL"/>
              <w:jc w:val="center"/>
              <w:rPr>
                <w:sz w:val="16"/>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lang w:val="en-AU"/>
              </w:rPr>
            </w:pPr>
            <w:r>
              <w:rPr>
                <w:snapToGrid w:val="0"/>
                <w:sz w:val="16"/>
                <w:lang w:val="en-AU"/>
              </w:rPr>
              <w:t>Endorsed by RAN1</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RAN1#47</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Revised editors version at RAN1#47</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0.2.1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Endorsed by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after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C"/>
              <w:jc w:val="left"/>
              <w:rPr>
                <w:snapToGrid w:val="0"/>
                <w:sz w:val="16"/>
                <w:lang w:val="en-AU"/>
              </w:rPr>
            </w:pPr>
            <w:r>
              <w:rPr>
                <w:snapToGrid w:val="0"/>
                <w:sz w:val="16"/>
              </w:rPr>
              <w:t>Editors version after RAN1#48</w:t>
            </w:r>
          </w:p>
        </w:tc>
        <w:tc>
          <w:tcPr>
            <w:tcW w:w="709" w:type="dxa"/>
            <w:shd w:val="solid" w:color="FFFFFF" w:fill="auto"/>
          </w:tcPr>
          <w:p w:rsidR="00EE43C6" w:rsidRDefault="00EE43C6" w:rsidP="00EE43C6">
            <w:pPr>
              <w:pStyle w:val="TAC"/>
              <w:rPr>
                <w:snapToGrid w:val="0"/>
                <w:sz w:val="16"/>
                <w:lang w:val="en-AU"/>
              </w:rPr>
            </w:pPr>
            <w:r>
              <w:rPr>
                <w:snapToGrid w:val="0"/>
                <w:color w:val="000000"/>
                <w:sz w:val="16"/>
                <w:lang w:val="en-AU"/>
              </w:rPr>
              <w:t>0.3.2</w:t>
            </w:r>
          </w:p>
        </w:tc>
      </w:tr>
      <w:tr w:rsidR="00EE43C6" w:rsidRPr="006B0D02" w:rsidTr="00C64760">
        <w:tc>
          <w:tcPr>
            <w:tcW w:w="800" w:type="dxa"/>
            <w:shd w:val="solid" w:color="FFFFFF" w:fill="auto"/>
          </w:tcPr>
          <w:p w:rsidR="00EE43C6" w:rsidRDefault="00EE43C6" w:rsidP="00EE43C6">
            <w:pPr>
              <w:pStyle w:val="TAC"/>
              <w:rPr>
                <w:sz w:val="16"/>
              </w:rPr>
            </w:pPr>
            <w:r>
              <w:rPr>
                <w:snapToGrid w:val="0"/>
                <w:color w:val="000000"/>
                <w:sz w:val="16"/>
                <w:lang w:val="en-AU"/>
              </w:rPr>
              <w:t>2007-03</w:t>
            </w:r>
          </w:p>
        </w:tc>
        <w:tc>
          <w:tcPr>
            <w:tcW w:w="800" w:type="dxa"/>
            <w:shd w:val="solid" w:color="FFFFFF" w:fill="auto"/>
          </w:tcPr>
          <w:p w:rsidR="00EE43C6" w:rsidRPr="00EE751B" w:rsidRDefault="00EE43C6" w:rsidP="00EE43C6">
            <w:pPr>
              <w:pStyle w:val="TAC"/>
              <w:rPr>
                <w:snapToGrid w:val="0"/>
                <w:sz w:val="16"/>
                <w:szCs w:val="16"/>
                <w:lang w:val="en-AU"/>
              </w:rPr>
            </w:pPr>
            <w:r w:rsidRPr="00EE751B">
              <w:rPr>
                <w:snapToGrid w:val="0"/>
                <w:color w:val="000000"/>
                <w:sz w:val="16"/>
                <w:szCs w:val="16"/>
                <w:lang w:val="en-AU"/>
              </w:rPr>
              <w:t>RAN#35</w:t>
            </w:r>
          </w:p>
        </w:tc>
        <w:tc>
          <w:tcPr>
            <w:tcW w:w="952" w:type="dxa"/>
            <w:shd w:val="solid" w:color="FFFFFF" w:fill="auto"/>
          </w:tcPr>
          <w:p w:rsidR="00EE43C6" w:rsidRPr="00EE751B" w:rsidRDefault="00EE43C6" w:rsidP="00EE43C6">
            <w:pPr>
              <w:pStyle w:val="TAC"/>
              <w:rPr>
                <w:snapToGrid w:val="0"/>
                <w:sz w:val="16"/>
                <w:szCs w:val="16"/>
                <w:lang w:val="en-AU"/>
              </w:rPr>
            </w:pPr>
            <w:r w:rsidRPr="00EE751B">
              <w:rPr>
                <w:snapToGrid w:val="0"/>
                <w:color w:val="000000"/>
                <w:sz w:val="16"/>
                <w:szCs w:val="16"/>
                <w:lang w:val="en-AU"/>
              </w:rPr>
              <w:t>RP-070168</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C"/>
              <w:jc w:val="left"/>
              <w:rPr>
                <w:snapToGrid w:val="0"/>
                <w:sz w:val="16"/>
                <w:lang w:val="en-AU"/>
              </w:rPr>
            </w:pPr>
            <w:r>
              <w:rPr>
                <w:snapToGrid w:val="0"/>
                <w:sz w:val="16"/>
              </w:rPr>
              <w:t>For information at RAN#35</w:t>
            </w:r>
          </w:p>
        </w:tc>
        <w:tc>
          <w:tcPr>
            <w:tcW w:w="709" w:type="dxa"/>
            <w:shd w:val="solid" w:color="FFFFFF" w:fill="auto"/>
          </w:tcPr>
          <w:p w:rsidR="00EE43C6" w:rsidRDefault="00EE43C6" w:rsidP="00EE43C6">
            <w:pPr>
              <w:pStyle w:val="TAC"/>
              <w:rPr>
                <w:snapToGrid w:val="0"/>
                <w:sz w:val="16"/>
                <w:lang w:val="en-AU"/>
              </w:rPr>
            </w:pPr>
            <w:r>
              <w:rPr>
                <w:snapToGrid w:val="0"/>
                <w:sz w:val="16"/>
                <w:lang w:val="en-AU"/>
              </w:rPr>
              <w:t>1.0.0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Endorsed by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1.1.0</w:t>
            </w:r>
          </w:p>
        </w:tc>
      </w:tr>
      <w:tr w:rsidR="00EE43C6" w:rsidRPr="006B0D02" w:rsidTr="00C64760">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2007-05</w:t>
            </w:r>
          </w:p>
        </w:tc>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after RAN1#49</w:t>
            </w:r>
          </w:p>
        </w:tc>
        <w:tc>
          <w:tcPr>
            <w:tcW w:w="709" w:type="dxa"/>
            <w:shd w:val="solid" w:color="FFFFFF" w:fill="auto"/>
          </w:tcPr>
          <w:p w:rsidR="00EE43C6" w:rsidRDefault="00EE43C6" w:rsidP="00EE43C6">
            <w:pPr>
              <w:pStyle w:val="TAC"/>
              <w:rPr>
                <w:snapToGrid w:val="0"/>
                <w:sz w:val="16"/>
                <w:lang w:val="en-AU"/>
              </w:rPr>
            </w:pPr>
            <w:r>
              <w:rPr>
                <w:snapToGrid w:val="0"/>
                <w:color w:val="000000"/>
                <w:sz w:val="16"/>
                <w:lang w:val="en-AU"/>
              </w:rPr>
              <w:t>1.1.1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2007-06</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4A49A6"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Endorsed by RAN1#49bis</w:t>
            </w:r>
          </w:p>
        </w:tc>
        <w:tc>
          <w:tcPr>
            <w:tcW w:w="709" w:type="dxa"/>
            <w:shd w:val="solid" w:color="FFFFFF" w:fill="auto"/>
          </w:tcPr>
          <w:p w:rsidR="00EE43C6" w:rsidRDefault="00EE43C6" w:rsidP="00EE43C6">
            <w:pPr>
              <w:spacing w:after="0"/>
              <w:jc w:val="center"/>
              <w:rPr>
                <w:rFonts w:ascii="Arial" w:hAnsi="Arial"/>
                <w:snapToGrid w:val="0"/>
                <w:color w:val="000000"/>
                <w:sz w:val="16"/>
                <w:lang w:val="en-AU" w:eastAsia="ja-JP"/>
              </w:rPr>
            </w:pPr>
            <w:r>
              <w:rPr>
                <w:rFonts w:ascii="Arial" w:hAnsi="Arial"/>
                <w:snapToGrid w:val="0"/>
                <w:color w:val="000000"/>
                <w:sz w:val="16"/>
                <w:lang w:val="en-AU" w:eastAsia="ja-JP"/>
              </w:rPr>
              <w:t>1.2.0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For approval at RAN#37</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51D2"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Approved version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8.0.0</w:t>
            </w:r>
          </w:p>
        </w:tc>
      </w:tr>
      <w:tr w:rsidR="00EE43C6" w:rsidRPr="006B0D02" w:rsidTr="00C64760">
        <w:tc>
          <w:tcPr>
            <w:tcW w:w="800"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2007-11</w:t>
            </w:r>
          </w:p>
        </w:tc>
        <w:tc>
          <w:tcPr>
            <w:tcW w:w="800"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RAN#38</w:t>
            </w:r>
          </w:p>
        </w:tc>
        <w:tc>
          <w:tcPr>
            <w:tcW w:w="952"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RP-070949</w:t>
            </w:r>
          </w:p>
        </w:tc>
        <w:tc>
          <w:tcPr>
            <w:tcW w:w="567"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0001</w:t>
            </w:r>
          </w:p>
        </w:tc>
        <w:tc>
          <w:tcPr>
            <w:tcW w:w="425"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CB20BA" w:rsidRDefault="00EE43C6" w:rsidP="00EE43C6">
            <w:pPr>
              <w:spacing w:after="0"/>
              <w:rPr>
                <w:rFonts w:ascii="Arial" w:hAnsi="Arial" w:cs="Arial"/>
                <w:snapToGrid w:val="0"/>
                <w:color w:val="000000"/>
                <w:sz w:val="16"/>
                <w:szCs w:val="16"/>
                <w:lang w:val="en-AU"/>
              </w:rPr>
            </w:pPr>
            <w:r w:rsidRPr="00CB20BA">
              <w:rPr>
                <w:rFonts w:ascii="Arial" w:hAnsi="Arial"/>
                <w:noProof/>
                <w:sz w:val="16"/>
              </w:rPr>
              <w:t>Alignment of 36.201 with other LTE L1 specifications</w:t>
            </w:r>
          </w:p>
        </w:tc>
        <w:tc>
          <w:tcPr>
            <w:tcW w:w="709"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2008-12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RAN#42</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RP-080981</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0002</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ED79D6" w:rsidRDefault="00EE43C6" w:rsidP="00EE43C6">
            <w:pPr>
              <w:spacing w:after="0"/>
              <w:rPr>
                <w:rFonts w:ascii="Arial" w:hAnsi="Arial" w:cs="Arial"/>
                <w:noProof/>
                <w:sz w:val="16"/>
                <w:szCs w:val="16"/>
              </w:rPr>
            </w:pPr>
            <w:r w:rsidRPr="00ED79D6">
              <w:rPr>
                <w:rFonts w:ascii="Arial" w:hAnsi="Arial" w:cs="Arial"/>
                <w:noProof/>
                <w:sz w:val="16"/>
                <w:szCs w:val="16"/>
                <w:lang w:eastAsia="ko-KR"/>
              </w:rPr>
              <w:t>Clarification of modular operation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8.2.0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RAN#43</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RP-090233</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0003</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826D2B" w:rsidRDefault="00EE43C6" w:rsidP="00EE43C6">
            <w:pPr>
              <w:spacing w:after="0"/>
              <w:rPr>
                <w:rFonts w:ascii="Arial" w:hAnsi="Arial" w:cs="Arial"/>
                <w:noProof/>
                <w:sz w:val="16"/>
                <w:szCs w:val="16"/>
                <w:lang w:eastAsia="ko-KR"/>
              </w:rPr>
            </w:pPr>
            <w:r w:rsidRPr="00826D2B">
              <w:rPr>
                <w:rFonts w:ascii="Arial" w:hAnsi="Arial" w:cs="Arial"/>
                <w:noProof/>
                <w:sz w:val="16"/>
                <w:szCs w:val="16"/>
                <w:lang w:eastAsia="ko-KR"/>
              </w:rPr>
              <w:t>Removing inverse modulo operation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8.3.0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RAN#46</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RP-091177</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0004</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7738D5" w:rsidRDefault="00EE43C6" w:rsidP="00EE43C6">
            <w:pPr>
              <w:spacing w:after="0"/>
              <w:rPr>
                <w:rFonts w:ascii="Arial" w:hAnsi="Arial" w:cs="Arial"/>
                <w:noProof/>
                <w:sz w:val="16"/>
                <w:szCs w:val="16"/>
                <w:lang w:eastAsia="ko-KR"/>
              </w:rPr>
            </w:pPr>
            <w:r w:rsidRPr="007738D5">
              <w:rPr>
                <w:rFonts w:ascii="Arial" w:hAnsi="Arial" w:cs="Arial"/>
                <w:noProof/>
                <w:sz w:val="16"/>
                <w:szCs w:val="16"/>
                <w:lang w:eastAsia="ko-KR"/>
              </w:rPr>
              <w:t>Editorial corrections to 36.201</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RP-100210</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0005</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7738D5"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LTE MBMS</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RP-101320</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0006</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7E67" w:rsidRDefault="00EE43C6" w:rsidP="00EE43C6">
            <w:pPr>
              <w:spacing w:after="0"/>
              <w:rPr>
                <w:rFonts w:ascii="Arial" w:hAnsi="Arial" w:cs="Arial"/>
                <w:noProof/>
                <w:sz w:val="16"/>
                <w:szCs w:val="16"/>
                <w:lang w:eastAsia="ko-KR"/>
              </w:rPr>
            </w:pPr>
            <w:r w:rsidRPr="006D7E67">
              <w:rPr>
                <w:rFonts w:ascii="Arial" w:hAnsi="Arial" w:cs="Arial"/>
                <w:noProof/>
                <w:sz w:val="16"/>
                <w:szCs w:val="16"/>
                <w:lang w:eastAsia="ko-KR"/>
              </w:rPr>
              <w:t>Introduction of Rel-10 LTE-Advanced features in 36.201</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SP#57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7E67"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Rel-11 version (MCC)</w:t>
            </w:r>
          </w:p>
        </w:tc>
        <w:tc>
          <w:tcPr>
            <w:tcW w:w="709" w:type="dxa"/>
            <w:shd w:val="solid" w:color="FFFFFF" w:fill="auto"/>
          </w:tcPr>
          <w:p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RAN#58</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RP-121846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0007</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9031A6">
              <w:rPr>
                <w:rFonts w:ascii="Arial" w:hAnsi="Arial" w:cs="Arial"/>
                <w:noProof/>
                <w:sz w:val="16"/>
                <w:szCs w:val="16"/>
                <w:lang w:eastAsia="ko-KR"/>
              </w:rPr>
              <w:t>Introduction of Rel-11 features</w:t>
            </w:r>
          </w:p>
        </w:tc>
        <w:tc>
          <w:tcPr>
            <w:tcW w:w="709" w:type="dxa"/>
            <w:shd w:val="solid" w:color="FFFFFF" w:fill="auto"/>
          </w:tcPr>
          <w:p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w:t>
            </w:r>
            <w:r>
              <w:rPr>
                <w:rFonts w:ascii="Arial" w:hAnsi="Arial"/>
                <w:snapToGrid w:val="0"/>
                <w:color w:val="000000"/>
                <w:sz w:val="16"/>
                <w:lang w:val="en-AU"/>
              </w:rPr>
              <w:t>1</w:t>
            </w:r>
            <w:r w:rsidRPr="006B35EC">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SP#65</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Rel-12 version (MCC)</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RAN#66</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RP-142104</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0008</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9A2270">
              <w:rPr>
                <w:rFonts w:ascii="Arial" w:hAnsi="Arial" w:cs="Arial"/>
                <w:noProof/>
                <w:sz w:val="16"/>
                <w:szCs w:val="16"/>
                <w:lang w:eastAsia="ko-KR"/>
              </w:rPr>
              <w:t>Introduction of TDD-FDD CA, Small-Cell Enhancements, Dual Connectivity, eIMTA, WLAN/3GPP interworking</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1</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RP-150366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0009</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AB2167">
              <w:rPr>
                <w:rFonts w:ascii="Arial" w:hAnsi="Arial" w:cs="Arial"/>
                <w:noProof/>
                <w:sz w:val="16"/>
                <w:szCs w:val="16"/>
                <w:lang w:eastAsia="ko-KR"/>
              </w:rPr>
              <w:t>Introduction of ProSe</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2</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RP-152027</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0012</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AA38C0">
              <w:rPr>
                <w:rFonts w:ascii="Arial" w:hAnsi="Arial" w:cs="Arial"/>
                <w:noProof/>
                <w:sz w:val="16"/>
                <w:szCs w:val="16"/>
                <w:lang w:eastAsia="ko-KR"/>
              </w:rPr>
              <w:t>Introduction of Rel-13 eCA</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RP-152025</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0013</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513FA1">
              <w:rPr>
                <w:rFonts w:ascii="Arial" w:hAnsi="Arial" w:cs="Arial"/>
                <w:noProof/>
                <w:sz w:val="16"/>
                <w:szCs w:val="16"/>
                <w:lang w:eastAsia="ko-KR"/>
              </w:rPr>
              <w:t>Introduction of EB/FD-MIMO</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0010</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LAA</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vAlign w:val="center"/>
          </w:tcPr>
          <w:p w:rsidR="00EE43C6" w:rsidRPr="006B0D02" w:rsidRDefault="00EE43C6" w:rsidP="00EE43C6">
            <w:pPr>
              <w:pStyle w:val="TAC"/>
              <w:rPr>
                <w:sz w:val="16"/>
                <w:szCs w:val="16"/>
              </w:rPr>
            </w:pPr>
            <w:r>
              <w:rPr>
                <w:sz w:val="16"/>
                <w:szCs w:val="16"/>
              </w:rPr>
              <w:t>2016-03</w:t>
            </w:r>
          </w:p>
        </w:tc>
        <w:tc>
          <w:tcPr>
            <w:tcW w:w="800" w:type="dxa"/>
            <w:shd w:val="solid" w:color="FFFFFF" w:fill="auto"/>
            <w:vAlign w:val="center"/>
          </w:tcPr>
          <w:p w:rsidR="00EE43C6" w:rsidRPr="006B0D02" w:rsidRDefault="00EE43C6" w:rsidP="00EE43C6">
            <w:pPr>
              <w:pStyle w:val="TAC"/>
              <w:rPr>
                <w:sz w:val="16"/>
                <w:szCs w:val="16"/>
              </w:rPr>
            </w:pPr>
            <w:r>
              <w:rPr>
                <w:sz w:val="16"/>
                <w:szCs w:val="16"/>
              </w:rPr>
              <w:t>RAN#71</w:t>
            </w:r>
          </w:p>
        </w:tc>
        <w:tc>
          <w:tcPr>
            <w:tcW w:w="952" w:type="dxa"/>
            <w:shd w:val="solid" w:color="FFFFFF" w:fill="auto"/>
            <w:vAlign w:val="center"/>
          </w:tcPr>
          <w:p w:rsidR="00EE43C6" w:rsidRDefault="00EE43C6" w:rsidP="00EE43C6">
            <w:pPr>
              <w:pStyle w:val="TAC"/>
              <w:rPr>
                <w:snapToGrid w:val="0"/>
                <w:sz w:val="16"/>
                <w:szCs w:val="16"/>
              </w:rPr>
            </w:pPr>
            <w:r>
              <w:rPr>
                <w:snapToGrid w:val="0"/>
                <w:sz w:val="16"/>
                <w:szCs w:val="16"/>
              </w:rPr>
              <w:t>RP-160361</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0011</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Pr="006B0D02" w:rsidRDefault="00EE43C6" w:rsidP="00EE43C6">
            <w:pPr>
              <w:pStyle w:val="TAC"/>
              <w:rPr>
                <w:sz w:val="16"/>
                <w:szCs w:val="16"/>
              </w:rPr>
            </w:pPr>
            <w:r>
              <w:rPr>
                <w:sz w:val="16"/>
                <w:szCs w:val="16"/>
              </w:rPr>
              <w:t>B</w:t>
            </w: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8B7847">
              <w:rPr>
                <w:rFonts w:ascii="Arial" w:hAnsi="Arial" w:cs="Arial"/>
                <w:noProof/>
                <w:sz w:val="16"/>
                <w:szCs w:val="16"/>
                <w:lang w:eastAsia="ko-KR"/>
              </w:rPr>
              <w:t>Introduction of LC/EC MTC</w:t>
            </w:r>
          </w:p>
        </w:tc>
        <w:tc>
          <w:tcPr>
            <w:tcW w:w="709" w:type="dxa"/>
            <w:shd w:val="solid" w:color="FFFFFF" w:fill="auto"/>
            <w:vAlign w:val="center"/>
          </w:tcPr>
          <w:p w:rsidR="00EE43C6" w:rsidRDefault="00EE43C6" w:rsidP="00EE43C6">
            <w:pPr>
              <w:pStyle w:val="TAC"/>
              <w:rPr>
                <w:snapToGrid w:val="0"/>
                <w:sz w:val="16"/>
                <w:szCs w:val="16"/>
              </w:rPr>
            </w:pPr>
            <w:r>
              <w:rPr>
                <w:snapToGrid w:val="0"/>
                <w:sz w:val="16"/>
                <w:szCs w:val="16"/>
              </w:rPr>
              <w:t>13.1.0</w:t>
            </w:r>
          </w:p>
        </w:tc>
      </w:tr>
      <w:tr w:rsidR="008B6D96"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8B6D96">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8B6D96">
            <w:pPr>
              <w:pStyle w:val="TAC"/>
              <w:rPr>
                <w:sz w:val="16"/>
                <w:szCs w:val="16"/>
              </w:rPr>
            </w:pPr>
            <w:r>
              <w:rPr>
                <w:sz w:val="16"/>
                <w:szCs w:val="16"/>
              </w:rPr>
              <w:t>RAN#72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Default="008B6D96" w:rsidP="008B6D96">
            <w:pPr>
              <w:pStyle w:val="TAC"/>
              <w:rPr>
                <w:snapToGrid w:val="0"/>
                <w:sz w:val="16"/>
                <w:szCs w:val="16"/>
              </w:rPr>
            </w:pPr>
            <w:r>
              <w:rPr>
                <w:snapToGrid w:val="0"/>
                <w:sz w:val="16"/>
                <w:szCs w:val="16"/>
              </w:rPr>
              <w:t>RP-161067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7F458D">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8B6D96" w:rsidRPr="009031A6" w:rsidRDefault="008B6D96" w:rsidP="007F458D">
            <w:pPr>
              <w:spacing w:after="0"/>
              <w:rPr>
                <w:rFonts w:ascii="Arial" w:hAnsi="Arial" w:cs="Arial"/>
                <w:noProof/>
                <w:sz w:val="16"/>
                <w:szCs w:val="16"/>
                <w:lang w:eastAsia="ko-KR"/>
              </w:rPr>
            </w:pPr>
            <w:r>
              <w:rPr>
                <w:rFonts w:ascii="Arial" w:hAnsi="Arial" w:cs="Arial"/>
                <w:noProof/>
                <w:sz w:val="16"/>
                <w:szCs w:val="16"/>
                <w:lang w:eastAsia="ko-KR"/>
              </w:rPr>
              <w:t>Introduction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Default="008B6D96" w:rsidP="008B6D96">
            <w:pPr>
              <w:pStyle w:val="TAC"/>
              <w:rPr>
                <w:snapToGrid w:val="0"/>
                <w:sz w:val="16"/>
                <w:szCs w:val="16"/>
              </w:rPr>
            </w:pPr>
            <w:r>
              <w:rPr>
                <w:snapToGrid w:val="0"/>
                <w:sz w:val="16"/>
                <w:szCs w:val="16"/>
              </w:rPr>
              <w:t>13.2.0</w:t>
            </w:r>
          </w:p>
        </w:tc>
      </w:tr>
      <w:tr w:rsidR="000D64D1"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0D64D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0D64D1">
            <w:pPr>
              <w:pStyle w:val="TAC"/>
              <w:rPr>
                <w:sz w:val="16"/>
                <w:szCs w:val="16"/>
              </w:rPr>
            </w:pPr>
            <w:r>
              <w:rPr>
                <w:sz w:val="16"/>
                <w:szCs w:val="16"/>
              </w:rPr>
              <w:t>RAN#73</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RP-161571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0D64D1" w:rsidRPr="009031A6" w:rsidRDefault="000D64D1" w:rsidP="009E2E67">
            <w:pPr>
              <w:spacing w:after="0"/>
              <w:rPr>
                <w:rFonts w:ascii="Arial" w:hAnsi="Arial" w:cs="Arial"/>
                <w:noProof/>
                <w:sz w:val="16"/>
                <w:szCs w:val="16"/>
                <w:lang w:eastAsia="ko-KR"/>
              </w:rPr>
            </w:pPr>
            <w:r w:rsidRPr="000D64D1">
              <w:rPr>
                <w:rFonts w:ascii="Arial" w:hAnsi="Arial" w:cs="Arial"/>
                <w:noProof/>
                <w:sz w:val="16"/>
                <w:szCs w:val="16"/>
                <w:lang w:eastAsia="ko-KR"/>
              </w:rPr>
              <w:t>Introduction of eLAA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14.0.0</w:t>
            </w:r>
          </w:p>
        </w:tc>
      </w:tr>
      <w:tr w:rsidR="000D64D1"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RAN#73</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RP-161570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0D64D1" w:rsidRPr="009031A6" w:rsidRDefault="000D64D1" w:rsidP="000D64D1">
            <w:pPr>
              <w:spacing w:after="0"/>
              <w:rPr>
                <w:rFonts w:ascii="Arial" w:hAnsi="Arial" w:cs="Arial"/>
                <w:noProof/>
                <w:sz w:val="16"/>
                <w:szCs w:val="16"/>
                <w:lang w:eastAsia="ko-KR"/>
              </w:rPr>
            </w:pPr>
            <w:r w:rsidRPr="000D64D1">
              <w:rPr>
                <w:rFonts w:ascii="Arial" w:hAnsi="Arial" w:cs="Arial"/>
                <w:noProof/>
                <w:sz w:val="16"/>
                <w:szCs w:val="16"/>
                <w:lang w:eastAsia="ko-KR"/>
              </w:rPr>
              <w:t xml:space="preserve">Introduction of </w:t>
            </w:r>
            <w:r>
              <w:rPr>
                <w:rFonts w:ascii="Arial" w:hAnsi="Arial" w:cs="Arial"/>
                <w:noProof/>
                <w:sz w:val="16"/>
                <w:szCs w:val="16"/>
                <w:lang w:eastAsia="ko-KR"/>
              </w:rPr>
              <w:t>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9E2E67">
            <w:pPr>
              <w:pStyle w:val="TAC"/>
              <w:rPr>
                <w:snapToGrid w:val="0"/>
                <w:sz w:val="16"/>
                <w:szCs w:val="16"/>
              </w:rPr>
            </w:pPr>
            <w:r>
              <w:rPr>
                <w:snapToGrid w:val="0"/>
                <w:sz w:val="16"/>
                <w:szCs w:val="16"/>
              </w:rPr>
              <w:t>14.0.0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7A4087">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7A4087">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Uplink Capacity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7A4087">
            <w:pPr>
              <w:spacing w:after="0"/>
              <w:rPr>
                <w:rFonts w:ascii="Arial" w:hAnsi="Arial" w:cs="Arial"/>
                <w:noProof/>
                <w:sz w:val="16"/>
                <w:szCs w:val="16"/>
                <w:lang w:eastAsia="ko-KR"/>
              </w:rPr>
            </w:pPr>
            <w:r w:rsidRPr="007A4087">
              <w:rPr>
                <w:rFonts w:ascii="Arial" w:hAnsi="Arial" w:cs="Arial"/>
                <w:noProof/>
                <w:sz w:val="16"/>
                <w:szCs w:val="16"/>
                <w:lang w:eastAsia="ko-KR"/>
              </w:rPr>
              <w:t xml:space="preserve">Introduction of </w:t>
            </w:r>
            <w:r>
              <w:rPr>
                <w:rFonts w:ascii="Arial" w:hAnsi="Arial" w:cs="Arial"/>
                <w:noProof/>
                <w:sz w:val="16"/>
                <w:szCs w:val="16"/>
                <w:lang w:eastAsia="ko-KR"/>
              </w:rPr>
              <w:t>eFD-MIMO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eMBMS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Corrections for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 for NB-IoT channel coding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B91875"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B91875">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B91875">
            <w:pPr>
              <w:pStyle w:val="TAC"/>
              <w:rPr>
                <w:sz w:val="16"/>
                <w:szCs w:val="16"/>
              </w:rPr>
            </w:pPr>
            <w:r>
              <w:rPr>
                <w:sz w:val="16"/>
                <w:szCs w:val="16"/>
              </w:rPr>
              <w:t>RAN#79</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Default="00B91875" w:rsidP="00B91875">
            <w:pPr>
              <w:pStyle w:val="TAC"/>
              <w:rPr>
                <w:snapToGrid w:val="0"/>
                <w:sz w:val="16"/>
                <w:szCs w:val="16"/>
              </w:rPr>
            </w:pPr>
            <w:r>
              <w:rPr>
                <w:snapToGrid w:val="0"/>
                <w:sz w:val="16"/>
                <w:szCs w:val="16"/>
              </w:rPr>
              <w:t>RP-180197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B91875" w:rsidRDefault="00B91875" w:rsidP="00B91875">
            <w:pPr>
              <w:spacing w:after="0"/>
              <w:jc w:val="center"/>
              <w:rPr>
                <w:rFonts w:ascii="Arial" w:hAnsi="Arial"/>
                <w:snapToGrid w:val="0"/>
                <w:color w:val="000000"/>
                <w:sz w:val="16"/>
                <w:lang w:val="en-AU"/>
              </w:rPr>
            </w:pPr>
            <w:r>
              <w:rPr>
                <w:rFonts w:ascii="Arial" w:hAnsi="Arial"/>
                <w:snapToGrid w:val="0"/>
                <w:color w:val="000000"/>
                <w:sz w:val="16"/>
                <w:lang w:val="en-AU"/>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B91875" w:rsidRDefault="00B91875" w:rsidP="00CD6A3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CD6A3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B91875" w:rsidRPr="009031A6" w:rsidRDefault="00B91875" w:rsidP="00CD6A3A">
            <w:pPr>
              <w:spacing w:after="0"/>
              <w:rPr>
                <w:rFonts w:ascii="Arial" w:hAnsi="Arial" w:cs="Arial"/>
                <w:noProof/>
                <w:sz w:val="16"/>
                <w:szCs w:val="16"/>
                <w:lang w:eastAsia="ko-KR"/>
              </w:rPr>
            </w:pPr>
            <w:r w:rsidRPr="00B91875">
              <w:rPr>
                <w:rFonts w:ascii="Arial" w:hAnsi="Arial" w:cs="Arial"/>
                <w:noProof/>
                <w:sz w:val="16"/>
                <w:szCs w:val="16"/>
                <w:lang w:eastAsia="ko-KR"/>
              </w:rPr>
              <w:t>Introduction of shortened processing time and shortened TTI into TS36.201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Default="00B91875" w:rsidP="00B91875">
            <w:pPr>
              <w:pStyle w:val="TAC"/>
              <w:rPr>
                <w:snapToGrid w:val="0"/>
                <w:sz w:val="16"/>
                <w:szCs w:val="16"/>
              </w:rPr>
            </w:pPr>
            <w:r>
              <w:rPr>
                <w:snapToGrid w:val="0"/>
                <w:sz w:val="16"/>
                <w:szCs w:val="16"/>
              </w:rPr>
              <w:t>15.0.0</w:t>
            </w:r>
          </w:p>
        </w:tc>
      </w:tr>
      <w:tr w:rsidR="00C64760"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C6476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C64760">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Default="00C64760" w:rsidP="00F55551">
            <w:pPr>
              <w:pStyle w:val="TAC"/>
              <w:rPr>
                <w:snapToGrid w:val="0"/>
                <w:sz w:val="16"/>
                <w:szCs w:val="16"/>
              </w:rPr>
            </w:pPr>
            <w:r w:rsidRPr="00C64760">
              <w:rPr>
                <w:snapToGrid w:val="0"/>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64760" w:rsidRDefault="00C64760" w:rsidP="00C64760">
            <w:pPr>
              <w:spacing w:after="0"/>
              <w:jc w:val="center"/>
              <w:rPr>
                <w:rFonts w:ascii="Arial" w:hAnsi="Arial"/>
                <w:snapToGrid w:val="0"/>
                <w:color w:val="000000"/>
                <w:sz w:val="16"/>
                <w:lang w:val="en-AU"/>
              </w:rPr>
            </w:pPr>
            <w:r>
              <w:rPr>
                <w:rFonts w:ascii="Arial" w:hAnsi="Arial"/>
                <w:snapToGrid w:val="0"/>
                <w:color w:val="000000"/>
                <w:sz w:val="16"/>
                <w:lang w:val="en-AU"/>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64760" w:rsidRDefault="00C64760"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64760" w:rsidRPr="009031A6" w:rsidRDefault="00C64760" w:rsidP="00F55551">
            <w:pPr>
              <w:spacing w:after="0"/>
              <w:rPr>
                <w:rFonts w:ascii="Arial" w:hAnsi="Arial" w:cs="Arial"/>
                <w:noProof/>
                <w:sz w:val="16"/>
                <w:szCs w:val="16"/>
                <w:lang w:eastAsia="ko-KR"/>
              </w:rPr>
            </w:pPr>
            <w:r w:rsidRPr="00C64760">
              <w:rPr>
                <w:rFonts w:ascii="Arial" w:hAnsi="Arial" w:cs="Arial"/>
                <w:noProof/>
                <w:sz w:val="16"/>
                <w:szCs w:val="16"/>
                <w:lang w:eastAsia="ko-KR"/>
              </w:rPr>
              <w:t>Introduction of Enhancements to LTE operation in unlicensed spectrum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Default="00C64760" w:rsidP="00C64760">
            <w:pPr>
              <w:pStyle w:val="TAC"/>
              <w:rPr>
                <w:snapToGrid w:val="0"/>
                <w:sz w:val="16"/>
                <w:szCs w:val="16"/>
              </w:rPr>
            </w:pPr>
            <w:r>
              <w:rPr>
                <w:snapToGrid w:val="0"/>
                <w:sz w:val="16"/>
                <w:szCs w:val="16"/>
              </w:rPr>
              <w:t>15.1.0</w:t>
            </w:r>
          </w:p>
        </w:tc>
      </w:tr>
      <w:tr w:rsidR="00526F97" w:rsidRPr="006B0D02" w:rsidTr="00F55551">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Default="00526F97" w:rsidP="00526F97">
            <w:pPr>
              <w:pStyle w:val="TAC"/>
              <w:rPr>
                <w:snapToGrid w:val="0"/>
                <w:sz w:val="16"/>
                <w:szCs w:val="16"/>
              </w:rPr>
            </w:pPr>
            <w:r w:rsidRPr="00C64760">
              <w:rPr>
                <w:snapToGrid w:val="0"/>
                <w:sz w:val="16"/>
                <w:szCs w:val="16"/>
              </w:rPr>
              <w:t>RP-1811</w:t>
            </w:r>
            <w:r>
              <w:rPr>
                <w:snapToGrid w:val="0"/>
                <w:sz w:val="16"/>
                <w:szCs w:val="16"/>
              </w:rPr>
              <w:t>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26F97" w:rsidRDefault="00526F97" w:rsidP="00526F97">
            <w:pPr>
              <w:spacing w:after="0"/>
              <w:jc w:val="center"/>
              <w:rPr>
                <w:rFonts w:ascii="Arial" w:hAnsi="Arial"/>
                <w:snapToGrid w:val="0"/>
                <w:color w:val="000000"/>
                <w:sz w:val="16"/>
                <w:lang w:val="en-AU"/>
              </w:rPr>
            </w:pPr>
            <w:r>
              <w:rPr>
                <w:rFonts w:ascii="Arial" w:hAnsi="Arial"/>
                <w:snapToGrid w:val="0"/>
                <w:color w:val="000000"/>
                <w:sz w:val="16"/>
                <w:lang w:val="en-AU"/>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26F97" w:rsidRDefault="00526F97"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26F97" w:rsidRPr="009031A6" w:rsidRDefault="00526F97" w:rsidP="00F55551">
            <w:pPr>
              <w:spacing w:after="0"/>
              <w:rPr>
                <w:rFonts w:ascii="Arial" w:hAnsi="Arial" w:cs="Arial"/>
                <w:noProof/>
                <w:sz w:val="16"/>
                <w:szCs w:val="16"/>
                <w:lang w:eastAsia="ko-KR"/>
              </w:rPr>
            </w:pPr>
            <w:r w:rsidRPr="00526F97">
              <w:rPr>
                <w:rFonts w:ascii="Arial" w:hAnsi="Arial" w:cs="Arial"/>
                <w:noProof/>
                <w:sz w:val="16"/>
                <w:szCs w:val="16"/>
                <w:lang w:eastAsia="ko-KR"/>
              </w:rPr>
              <w:t>Introduction of Downlink 1024QAM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Default="00526F97" w:rsidP="00F55551">
            <w:pPr>
              <w:pStyle w:val="TAC"/>
              <w:rPr>
                <w:snapToGrid w:val="0"/>
                <w:sz w:val="16"/>
                <w:szCs w:val="16"/>
              </w:rPr>
            </w:pPr>
            <w:r>
              <w:rPr>
                <w:snapToGrid w:val="0"/>
                <w:sz w:val="16"/>
                <w:szCs w:val="16"/>
              </w:rPr>
              <w:t>15.1.0</w:t>
            </w:r>
          </w:p>
        </w:tc>
      </w:tr>
      <w:tr w:rsidR="005B40F7" w:rsidRPr="006B0D02" w:rsidTr="00F55551">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Default="005B40F7" w:rsidP="005B40F7">
            <w:pPr>
              <w:pStyle w:val="TAC"/>
              <w:rPr>
                <w:snapToGrid w:val="0"/>
                <w:sz w:val="16"/>
                <w:szCs w:val="16"/>
              </w:rPr>
            </w:pPr>
            <w:r w:rsidRPr="00C64760">
              <w:rPr>
                <w:snapToGrid w:val="0"/>
                <w:sz w:val="16"/>
                <w:szCs w:val="16"/>
              </w:rPr>
              <w:t>RP-1811</w:t>
            </w:r>
            <w:r>
              <w:rPr>
                <w:snapToGrid w:val="0"/>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B40F7" w:rsidRPr="009031A6" w:rsidRDefault="005B40F7" w:rsidP="00F55551">
            <w:pPr>
              <w:spacing w:after="0"/>
              <w:rPr>
                <w:rFonts w:ascii="Arial" w:hAnsi="Arial" w:cs="Arial"/>
                <w:noProof/>
                <w:sz w:val="16"/>
                <w:szCs w:val="16"/>
                <w:lang w:eastAsia="ko-KR"/>
              </w:rPr>
            </w:pPr>
            <w:r w:rsidRPr="005B40F7">
              <w:rPr>
                <w:rFonts w:ascii="Arial" w:hAnsi="Arial" w:cs="Arial"/>
                <w:noProof/>
                <w:sz w:val="16"/>
                <w:szCs w:val="16"/>
                <w:lang w:eastAsia="ko-KR"/>
              </w:rPr>
              <w:t>Introduction of V2X Phase 2 enhancements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Default="005B40F7" w:rsidP="00F55551">
            <w:pPr>
              <w:pStyle w:val="TAC"/>
              <w:rPr>
                <w:snapToGrid w:val="0"/>
                <w:sz w:val="16"/>
                <w:szCs w:val="16"/>
              </w:rPr>
            </w:pPr>
            <w:r>
              <w:rPr>
                <w:snapToGrid w:val="0"/>
                <w:sz w:val="16"/>
                <w:szCs w:val="16"/>
              </w:rPr>
              <w:t>15.1.0</w:t>
            </w:r>
          </w:p>
        </w:tc>
      </w:tr>
      <w:tr w:rsidR="00C71E59" w:rsidRPr="006B0D02" w:rsidTr="00C71E59">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RAN#82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CF6E60">
            <w:pPr>
              <w:pStyle w:val="TAC"/>
              <w:rPr>
                <w:snapToGrid w:val="0"/>
                <w:sz w:val="16"/>
                <w:szCs w:val="16"/>
              </w:rPr>
            </w:pPr>
            <w:r w:rsidRPr="00C71E59">
              <w:rPr>
                <w:snapToGrid w:val="0"/>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CF6E60">
            <w:pPr>
              <w:spacing w:after="0"/>
              <w:jc w:val="center"/>
              <w:rPr>
                <w:rFonts w:ascii="Arial" w:hAnsi="Arial"/>
                <w:snapToGrid w:val="0"/>
                <w:color w:val="000000"/>
                <w:sz w:val="16"/>
                <w:lang w:val="en-AU"/>
              </w:rPr>
            </w:pPr>
            <w:r>
              <w:rPr>
                <w:rFonts w:ascii="Arial" w:hAnsi="Arial"/>
                <w:snapToGrid w:val="0"/>
                <w:color w:val="000000"/>
                <w:sz w:val="16"/>
                <w:lang w:val="en-AU"/>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CF6E60">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71E59" w:rsidRPr="009031A6" w:rsidRDefault="00C71E59" w:rsidP="00CF6E60">
            <w:pPr>
              <w:spacing w:after="0"/>
              <w:rPr>
                <w:rFonts w:ascii="Arial" w:hAnsi="Arial" w:cs="Arial"/>
                <w:noProof/>
                <w:sz w:val="16"/>
                <w:szCs w:val="16"/>
                <w:lang w:eastAsia="ko-KR"/>
              </w:rPr>
            </w:pPr>
            <w:r w:rsidRPr="00C71E59">
              <w:rPr>
                <w:rFonts w:ascii="Arial" w:hAnsi="Arial" w:cs="Arial"/>
                <w:noProof/>
                <w:sz w:val="16"/>
                <w:szCs w:val="16"/>
                <w:lang w:eastAsia="ko-KR"/>
              </w:rPr>
              <w:t>Introduction of Even Further Enhanced MTC for LTE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CF6E60">
            <w:pPr>
              <w:pStyle w:val="TAC"/>
              <w:rPr>
                <w:snapToGrid w:val="0"/>
                <w:sz w:val="16"/>
                <w:szCs w:val="16"/>
              </w:rPr>
            </w:pPr>
            <w:r>
              <w:rPr>
                <w:snapToGrid w:val="0"/>
                <w:sz w:val="16"/>
                <w:szCs w:val="16"/>
              </w:rPr>
              <w:t>15.2.0</w:t>
            </w:r>
          </w:p>
        </w:tc>
      </w:tr>
      <w:tr w:rsidR="00C71E59" w:rsidRPr="006B0D02" w:rsidTr="00C71E59">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RAN#82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CF6E60">
            <w:pPr>
              <w:pStyle w:val="TAC"/>
              <w:rPr>
                <w:snapToGrid w:val="0"/>
                <w:sz w:val="16"/>
                <w:szCs w:val="16"/>
              </w:rPr>
            </w:pPr>
            <w:r w:rsidRPr="00C71E59">
              <w:rPr>
                <w:snapToGrid w:val="0"/>
                <w:sz w:val="16"/>
                <w:szCs w:val="16"/>
              </w:rPr>
              <w:t>RP-1825</w:t>
            </w:r>
            <w:r>
              <w:rPr>
                <w:snapToGrid w:val="0"/>
                <w:sz w:val="16"/>
                <w:szCs w:val="16"/>
              </w:rPr>
              <w:t>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CF6E60">
            <w:pPr>
              <w:spacing w:after="0"/>
              <w:jc w:val="center"/>
              <w:rPr>
                <w:rFonts w:ascii="Arial" w:hAnsi="Arial"/>
                <w:snapToGrid w:val="0"/>
                <w:color w:val="000000"/>
                <w:sz w:val="16"/>
                <w:lang w:val="en-AU"/>
              </w:rPr>
            </w:pPr>
            <w:r>
              <w:rPr>
                <w:rFonts w:ascii="Arial" w:hAnsi="Arial"/>
                <w:snapToGrid w:val="0"/>
                <w:color w:val="000000"/>
                <w:sz w:val="16"/>
                <w:lang w:val="en-AU"/>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CF6E60">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CF6E6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71E59" w:rsidRPr="009031A6" w:rsidRDefault="00C71E59" w:rsidP="00CF6E60">
            <w:pPr>
              <w:spacing w:after="0"/>
              <w:rPr>
                <w:rFonts w:ascii="Arial" w:hAnsi="Arial" w:cs="Arial"/>
                <w:noProof/>
                <w:sz w:val="16"/>
                <w:szCs w:val="16"/>
                <w:lang w:eastAsia="ko-KR"/>
              </w:rPr>
            </w:pPr>
            <w:r w:rsidRPr="00C71E59">
              <w:rPr>
                <w:rFonts w:ascii="Arial" w:hAnsi="Arial" w:cs="Arial"/>
                <w:noProof/>
                <w:sz w:val="16"/>
                <w:szCs w:val="16"/>
                <w:lang w:eastAsia="ko-KR"/>
              </w:rPr>
              <w:t>Introduction of NB-IoT TDD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CF6E60">
            <w:pPr>
              <w:pStyle w:val="TAC"/>
              <w:rPr>
                <w:snapToGrid w:val="0"/>
                <w:sz w:val="16"/>
                <w:szCs w:val="16"/>
              </w:rPr>
            </w:pPr>
            <w:r>
              <w:rPr>
                <w:snapToGrid w:val="0"/>
                <w:sz w:val="16"/>
                <w:szCs w:val="16"/>
              </w:rPr>
              <w:t>15.2.0</w:t>
            </w:r>
          </w:p>
        </w:tc>
      </w:tr>
      <w:tr w:rsidR="00F12318" w:rsidRPr="006B0D02" w:rsidTr="00F12318">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RAN#87-e</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1B14E4">
            <w:pPr>
              <w:pStyle w:val="TAC"/>
              <w:rPr>
                <w:snapToGrid w:val="0"/>
                <w:sz w:val="16"/>
                <w:szCs w:val="16"/>
              </w:rPr>
            </w:pPr>
            <w:r w:rsidRPr="00C71E59">
              <w:rPr>
                <w:snapToGrid w:val="0"/>
                <w:sz w:val="16"/>
                <w:szCs w:val="16"/>
              </w:rPr>
              <w:t>RP-</w:t>
            </w:r>
            <w:r>
              <w:rPr>
                <w:snapToGrid w:val="0"/>
                <w:sz w:val="16"/>
                <w:szCs w:val="16"/>
              </w:rPr>
              <w:t>200181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1B14E4">
            <w:pPr>
              <w:spacing w:after="0"/>
              <w:jc w:val="center"/>
              <w:rPr>
                <w:rFonts w:ascii="Arial" w:hAnsi="Arial"/>
                <w:snapToGrid w:val="0"/>
                <w:color w:val="000000"/>
                <w:sz w:val="16"/>
                <w:lang w:val="en-AU"/>
              </w:rPr>
            </w:pPr>
            <w:r>
              <w:rPr>
                <w:rFonts w:ascii="Arial" w:hAnsi="Arial"/>
                <w:snapToGrid w:val="0"/>
                <w:color w:val="000000"/>
                <w:sz w:val="16"/>
                <w:lang w:val="en-AU"/>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1B14E4">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F12318" w:rsidRPr="009031A6" w:rsidRDefault="00F12318" w:rsidP="001B14E4">
            <w:pPr>
              <w:spacing w:after="0"/>
              <w:rPr>
                <w:rFonts w:ascii="Arial" w:hAnsi="Arial" w:cs="Arial"/>
                <w:noProof/>
                <w:sz w:val="16"/>
                <w:szCs w:val="16"/>
                <w:lang w:eastAsia="ko-KR"/>
              </w:rPr>
            </w:pPr>
            <w:r w:rsidRPr="00F12318">
              <w:rPr>
                <w:rFonts w:ascii="Arial" w:hAnsi="Arial" w:cs="Arial"/>
                <w:noProof/>
                <w:sz w:val="16"/>
                <w:szCs w:val="16"/>
                <w:lang w:eastAsia="ko-KR"/>
              </w:rPr>
              <w:t>Correction to measurements for inter-RAT handover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1B14E4">
            <w:pPr>
              <w:pStyle w:val="TAC"/>
              <w:rPr>
                <w:snapToGrid w:val="0"/>
                <w:sz w:val="16"/>
                <w:szCs w:val="16"/>
              </w:rPr>
            </w:pPr>
            <w:r>
              <w:rPr>
                <w:snapToGrid w:val="0"/>
                <w:sz w:val="16"/>
                <w:szCs w:val="16"/>
              </w:rPr>
              <w:t>15.3.0</w:t>
            </w:r>
          </w:p>
        </w:tc>
      </w:tr>
      <w:tr w:rsidR="00F12318" w:rsidRPr="006B0D02" w:rsidTr="00F12318">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RAN#87-e</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1B14E4">
            <w:pPr>
              <w:pStyle w:val="TAC"/>
              <w:rPr>
                <w:snapToGrid w:val="0"/>
                <w:sz w:val="16"/>
                <w:szCs w:val="16"/>
              </w:rPr>
            </w:pPr>
            <w:r w:rsidRPr="00C71E59">
              <w:rPr>
                <w:snapToGrid w:val="0"/>
                <w:sz w:val="16"/>
                <w:szCs w:val="16"/>
              </w:rPr>
              <w:t>RP-</w:t>
            </w:r>
            <w:r>
              <w:rPr>
                <w:snapToGrid w:val="0"/>
                <w:sz w:val="16"/>
                <w:szCs w:val="16"/>
              </w:rPr>
              <w:t>200178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1B14E4">
            <w:pPr>
              <w:spacing w:after="0"/>
              <w:jc w:val="center"/>
              <w:rPr>
                <w:rFonts w:ascii="Arial" w:hAnsi="Arial"/>
                <w:snapToGrid w:val="0"/>
                <w:color w:val="000000"/>
                <w:sz w:val="16"/>
                <w:lang w:val="en-AU"/>
              </w:rPr>
            </w:pPr>
            <w:r>
              <w:rPr>
                <w:rFonts w:ascii="Arial" w:hAnsi="Arial"/>
                <w:snapToGrid w:val="0"/>
                <w:color w:val="000000"/>
                <w:sz w:val="16"/>
                <w:lang w:val="en-AU"/>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1B14E4">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1B14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F12318" w:rsidRPr="009031A6" w:rsidRDefault="00F12318" w:rsidP="001B14E4">
            <w:pPr>
              <w:spacing w:after="0"/>
              <w:rPr>
                <w:rFonts w:ascii="Arial" w:hAnsi="Arial" w:cs="Arial"/>
                <w:noProof/>
                <w:sz w:val="16"/>
                <w:szCs w:val="16"/>
                <w:lang w:eastAsia="ko-KR"/>
              </w:rPr>
            </w:pPr>
            <w:r w:rsidRPr="00F12318">
              <w:rPr>
                <w:rFonts w:ascii="Arial" w:hAnsi="Arial" w:cs="Arial"/>
                <w:noProof/>
                <w:sz w:val="16"/>
                <w:szCs w:val="16"/>
                <w:lang w:eastAsia="ko-KR"/>
              </w:rPr>
              <w:t>Inclusion of NWUS, MWUS, and RSS in TS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1B14E4">
            <w:pPr>
              <w:pStyle w:val="TAC"/>
              <w:rPr>
                <w:snapToGrid w:val="0"/>
                <w:sz w:val="16"/>
                <w:szCs w:val="16"/>
              </w:rPr>
            </w:pPr>
            <w:r>
              <w:rPr>
                <w:snapToGrid w:val="0"/>
                <w:sz w:val="16"/>
                <w:szCs w:val="16"/>
              </w:rPr>
              <w:t>15.3.0</w:t>
            </w:r>
          </w:p>
        </w:tc>
      </w:tr>
    </w:tbl>
    <w:p w:rsidR="00EE43C6" w:rsidRDefault="00EE43C6"/>
    <w:sectPr w:rsidR="00EE43C6">
      <w:headerReference w:type="default" r:id="rId42"/>
      <w:footerReference w:type="default" r:id="rId43"/>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8C3" w:rsidRDefault="00BD58C3">
      <w:r>
        <w:separator/>
      </w:r>
    </w:p>
  </w:endnote>
  <w:endnote w:type="continuationSeparator" w:id="0">
    <w:p w:rsidR="00BD58C3" w:rsidRDefault="00BD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香~??’c‘I">
    <w:altName w:val="Arial Unicode MS"/>
    <w:panose1 w:val="00000000000000000000"/>
    <w:charset w:val="80"/>
    <w:family w:val="auto"/>
    <w:notTrueType/>
    <w:pitch w:val="variable"/>
    <w:sig w:usb0="00000001" w:usb1="08070000" w:usb2="00000010" w:usb3="00000000" w:csb0="00020000" w:csb1="00000000"/>
  </w:font>
  <w:font w:name="Univers (W1)">
    <w:altName w:val="Arial"/>
    <w:panose1 w:val="00000000000000000000"/>
    <w:charset w:val="00"/>
    <w:family w:val="swiss"/>
    <w:notTrueType/>
    <w:pitch w:val="variable"/>
    <w:sig w:usb0="00000003" w:usb1="00000000" w:usb2="00000000" w:usb3="00000000" w:csb0="00000001" w:csb1="00000000"/>
  </w:font>
  <w:font w:name="??’c">
    <w:altName w:val="MS Mincho"/>
    <w:panose1 w:val="00000000000000000000"/>
    <w:charset w:val="80"/>
    <w:family w:val="roman"/>
    <w:notTrueType/>
    <w:pitch w:val="fixed"/>
    <w:sig w:usb0="00000001" w:usb1="08070000" w:usb2="00000010" w:usb3="00000000" w:csb0="00020000" w:csb1="00000000"/>
  </w:font>
  <w:font w:name="?l?r ??’c">
    <w:altName w:val="MS Mincho"/>
    <w:panose1 w:val="00000000000000000000"/>
    <w:charset w:val="80"/>
    <w:family w:val="roman"/>
    <w:notTrueType/>
    <w:pitch w:val="fixed"/>
    <w:sig w:usb0="00000001" w:usb1="08070000" w:usb2="00000010" w:usb3="00000000" w:csb0="00020000" w:csb1="00000000"/>
  </w:font>
  <w:font w:name="??吹ﾊ??’c">
    <w:altName w:val="MS PMincho"/>
    <w:panose1 w:val="00000000000000000000"/>
    <w:charset w:val="80"/>
    <w:family w:val="roman"/>
    <w:notTrueType/>
    <w:pitch w:val="default"/>
    <w:sig w:usb0="00000001" w:usb1="08070000" w:usb2="00000010" w:usb3="00000000" w:csb0="00020000" w:csb1="00000000"/>
  </w:font>
  <w:font w:name="?l?r ?S?V?b?N">
    <w:altName w:val="MS PGothic"/>
    <w:panose1 w:val="00000000000000000000"/>
    <w:charset w:val="80"/>
    <w:family w:val="moder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551" w:rsidRDefault="00F5555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8C3" w:rsidRDefault="00BD58C3">
      <w:r>
        <w:separator/>
      </w:r>
    </w:p>
  </w:footnote>
  <w:footnote w:type="continuationSeparator" w:id="0">
    <w:p w:rsidR="00BD58C3" w:rsidRDefault="00BD5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551" w:rsidRDefault="00F55551">
    <w:pPr>
      <w:pStyle w:val="Header"/>
      <w:framePr w:wrap="auto" w:vAnchor="text" w:hAnchor="margin" w:xAlign="right" w:y="1"/>
      <w:widowControl/>
    </w:pPr>
    <w:r>
      <w:fldChar w:fldCharType="begin"/>
    </w:r>
    <w:r>
      <w:instrText xml:space="preserve"> STYLEREF ZA </w:instrText>
    </w:r>
    <w:r>
      <w:fldChar w:fldCharType="separate"/>
    </w:r>
    <w:r w:rsidR="000A22D1">
      <w:t>3GPP TS 36.201 V15.3.0 (2020-03)</w:t>
    </w:r>
    <w:r>
      <w:fldChar w:fldCharType="end"/>
    </w:r>
  </w:p>
  <w:p w:rsidR="00F55551" w:rsidRDefault="00F55551">
    <w:pPr>
      <w:pStyle w:val="Header"/>
      <w:framePr w:wrap="auto" w:vAnchor="text" w:hAnchor="margin" w:xAlign="center" w:y="1"/>
      <w:widowControl/>
    </w:pPr>
    <w:r>
      <w:fldChar w:fldCharType="begin"/>
    </w:r>
    <w:r>
      <w:instrText xml:space="preserve"> PAGE </w:instrText>
    </w:r>
    <w:r>
      <w:fldChar w:fldCharType="separate"/>
    </w:r>
    <w:r>
      <w:t>3</w:t>
    </w:r>
    <w:r>
      <w:fldChar w:fldCharType="end"/>
    </w:r>
  </w:p>
  <w:p w:rsidR="00F55551" w:rsidRDefault="00F55551">
    <w:pPr>
      <w:pStyle w:val="Header"/>
      <w:framePr w:wrap="auto" w:vAnchor="text" w:hAnchor="margin" w:y="1"/>
      <w:widowControl/>
    </w:pPr>
    <w:r>
      <w:fldChar w:fldCharType="begin"/>
    </w:r>
    <w:r>
      <w:instrText xml:space="preserve"> STYLEREF ZGSM </w:instrText>
    </w:r>
    <w:r>
      <w:fldChar w:fldCharType="separate"/>
    </w:r>
    <w:r w:rsidR="000A22D1">
      <w:t>Release 15</w:t>
    </w:r>
    <w:r>
      <w:fldChar w:fldCharType="end"/>
    </w:r>
  </w:p>
  <w:p w:rsidR="00F55551" w:rsidRDefault="00F55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0D4113"/>
    <w:multiLevelType w:val="hybridMultilevel"/>
    <w:tmpl w:val="9934E970"/>
    <w:lvl w:ilvl="0" w:tplc="1930B670">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15:restartNumberingAfterBreak="0">
    <w:nsid w:val="1EDF13BF"/>
    <w:multiLevelType w:val="hybridMultilevel"/>
    <w:tmpl w:val="6532C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B61166"/>
    <w:multiLevelType w:val="hybridMultilevel"/>
    <w:tmpl w:val="8F008F8E"/>
    <w:lvl w:ilvl="0" w:tplc="406604DA">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39A4139D"/>
    <w:multiLevelType w:val="hybridMultilevel"/>
    <w:tmpl w:val="C538A3C4"/>
    <w:lvl w:ilvl="0" w:tplc="046CE334">
      <w:start w:val="5"/>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44A8295F"/>
    <w:multiLevelType w:val="hybridMultilevel"/>
    <w:tmpl w:val="A2725E9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6FD1B8F"/>
    <w:multiLevelType w:val="hybridMultilevel"/>
    <w:tmpl w:val="D898F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456216"/>
    <w:multiLevelType w:val="hybridMultilevel"/>
    <w:tmpl w:val="66EE1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2D9"/>
    <w:rsid w:val="000057D2"/>
    <w:rsid w:val="00040A6A"/>
    <w:rsid w:val="00041173"/>
    <w:rsid w:val="000417EE"/>
    <w:rsid w:val="00047D2A"/>
    <w:rsid w:val="0006573C"/>
    <w:rsid w:val="00070C6D"/>
    <w:rsid w:val="00074FDB"/>
    <w:rsid w:val="00077546"/>
    <w:rsid w:val="00094700"/>
    <w:rsid w:val="00097E08"/>
    <w:rsid w:val="000A22D1"/>
    <w:rsid w:val="000A2416"/>
    <w:rsid w:val="000B6C0D"/>
    <w:rsid w:val="000C2721"/>
    <w:rsid w:val="000C7506"/>
    <w:rsid w:val="000D3344"/>
    <w:rsid w:val="000D64D1"/>
    <w:rsid w:val="000D6E91"/>
    <w:rsid w:val="000E6F2C"/>
    <w:rsid w:val="00114B81"/>
    <w:rsid w:val="00116DB2"/>
    <w:rsid w:val="00124E97"/>
    <w:rsid w:val="00126736"/>
    <w:rsid w:val="001308CB"/>
    <w:rsid w:val="00134088"/>
    <w:rsid w:val="00135AE2"/>
    <w:rsid w:val="001510C1"/>
    <w:rsid w:val="00152B7B"/>
    <w:rsid w:val="00152BFC"/>
    <w:rsid w:val="00175F27"/>
    <w:rsid w:val="00177DE7"/>
    <w:rsid w:val="00192EC7"/>
    <w:rsid w:val="0019452E"/>
    <w:rsid w:val="00197F97"/>
    <w:rsid w:val="001B5BB6"/>
    <w:rsid w:val="001E0661"/>
    <w:rsid w:val="001E1642"/>
    <w:rsid w:val="001E7BA4"/>
    <w:rsid w:val="0020740B"/>
    <w:rsid w:val="00210E79"/>
    <w:rsid w:val="00213508"/>
    <w:rsid w:val="002162F8"/>
    <w:rsid w:val="00221214"/>
    <w:rsid w:val="00226B6E"/>
    <w:rsid w:val="00233A5B"/>
    <w:rsid w:val="00233CBD"/>
    <w:rsid w:val="002528C9"/>
    <w:rsid w:val="002614CA"/>
    <w:rsid w:val="002738C2"/>
    <w:rsid w:val="00294909"/>
    <w:rsid w:val="00295076"/>
    <w:rsid w:val="0029576C"/>
    <w:rsid w:val="002D4EB3"/>
    <w:rsid w:val="002D5A3A"/>
    <w:rsid w:val="002E7F0F"/>
    <w:rsid w:val="002F080D"/>
    <w:rsid w:val="00302171"/>
    <w:rsid w:val="00302D31"/>
    <w:rsid w:val="00304DA6"/>
    <w:rsid w:val="00307972"/>
    <w:rsid w:val="00320F64"/>
    <w:rsid w:val="0033048E"/>
    <w:rsid w:val="00345AEB"/>
    <w:rsid w:val="00350246"/>
    <w:rsid w:val="00350288"/>
    <w:rsid w:val="00361235"/>
    <w:rsid w:val="0036158B"/>
    <w:rsid w:val="003701FA"/>
    <w:rsid w:val="00371756"/>
    <w:rsid w:val="003748D9"/>
    <w:rsid w:val="0039559F"/>
    <w:rsid w:val="00395963"/>
    <w:rsid w:val="00396462"/>
    <w:rsid w:val="003A10B5"/>
    <w:rsid w:val="003C73CC"/>
    <w:rsid w:val="003D28EF"/>
    <w:rsid w:val="003F3EE6"/>
    <w:rsid w:val="003F58D4"/>
    <w:rsid w:val="00400695"/>
    <w:rsid w:val="004049BF"/>
    <w:rsid w:val="004057BE"/>
    <w:rsid w:val="004114B2"/>
    <w:rsid w:val="00444FB8"/>
    <w:rsid w:val="00457143"/>
    <w:rsid w:val="00472054"/>
    <w:rsid w:val="00493424"/>
    <w:rsid w:val="004A303E"/>
    <w:rsid w:val="004A49A6"/>
    <w:rsid w:val="004B712D"/>
    <w:rsid w:val="004D214F"/>
    <w:rsid w:val="004F1BA5"/>
    <w:rsid w:val="00511236"/>
    <w:rsid w:val="00513FA1"/>
    <w:rsid w:val="005178E5"/>
    <w:rsid w:val="00520D78"/>
    <w:rsid w:val="005214CB"/>
    <w:rsid w:val="00526F97"/>
    <w:rsid w:val="00544B9A"/>
    <w:rsid w:val="00554C08"/>
    <w:rsid w:val="00556E57"/>
    <w:rsid w:val="005632D9"/>
    <w:rsid w:val="005663F7"/>
    <w:rsid w:val="0056711E"/>
    <w:rsid w:val="00572F35"/>
    <w:rsid w:val="00581C5F"/>
    <w:rsid w:val="005838EC"/>
    <w:rsid w:val="00587168"/>
    <w:rsid w:val="005B40F7"/>
    <w:rsid w:val="005B4258"/>
    <w:rsid w:val="005C5BD3"/>
    <w:rsid w:val="005C6218"/>
    <w:rsid w:val="005D2CAA"/>
    <w:rsid w:val="005D50A7"/>
    <w:rsid w:val="005D6D82"/>
    <w:rsid w:val="005E5A69"/>
    <w:rsid w:val="005F3AF0"/>
    <w:rsid w:val="006005E3"/>
    <w:rsid w:val="006150B5"/>
    <w:rsid w:val="006162D8"/>
    <w:rsid w:val="00631956"/>
    <w:rsid w:val="006370F4"/>
    <w:rsid w:val="00641500"/>
    <w:rsid w:val="00647EA0"/>
    <w:rsid w:val="006551D1"/>
    <w:rsid w:val="00661B60"/>
    <w:rsid w:val="0069127D"/>
    <w:rsid w:val="00697B1C"/>
    <w:rsid w:val="006A7937"/>
    <w:rsid w:val="006B35EC"/>
    <w:rsid w:val="006C701E"/>
    <w:rsid w:val="006D51D2"/>
    <w:rsid w:val="006D7E67"/>
    <w:rsid w:val="006E4640"/>
    <w:rsid w:val="006E7572"/>
    <w:rsid w:val="00712C34"/>
    <w:rsid w:val="00713E80"/>
    <w:rsid w:val="00717EC6"/>
    <w:rsid w:val="00725B6D"/>
    <w:rsid w:val="007331B1"/>
    <w:rsid w:val="00761AE8"/>
    <w:rsid w:val="00770D4A"/>
    <w:rsid w:val="007738D5"/>
    <w:rsid w:val="00780481"/>
    <w:rsid w:val="00782BF5"/>
    <w:rsid w:val="007847FA"/>
    <w:rsid w:val="007924EB"/>
    <w:rsid w:val="007A2645"/>
    <w:rsid w:val="007A4087"/>
    <w:rsid w:val="007A54C4"/>
    <w:rsid w:val="007A6485"/>
    <w:rsid w:val="007A7EA9"/>
    <w:rsid w:val="007D23C6"/>
    <w:rsid w:val="007E2758"/>
    <w:rsid w:val="007E60B0"/>
    <w:rsid w:val="007E6EEF"/>
    <w:rsid w:val="007F4484"/>
    <w:rsid w:val="007F458D"/>
    <w:rsid w:val="007F7D0F"/>
    <w:rsid w:val="00826D2B"/>
    <w:rsid w:val="008276BB"/>
    <w:rsid w:val="008314C5"/>
    <w:rsid w:val="008375E5"/>
    <w:rsid w:val="008552BC"/>
    <w:rsid w:val="008565DE"/>
    <w:rsid w:val="00860603"/>
    <w:rsid w:val="00867CFC"/>
    <w:rsid w:val="008725D4"/>
    <w:rsid w:val="0089485D"/>
    <w:rsid w:val="008B1BA0"/>
    <w:rsid w:val="008B6D96"/>
    <w:rsid w:val="008B7847"/>
    <w:rsid w:val="008D112B"/>
    <w:rsid w:val="008D4EB8"/>
    <w:rsid w:val="008D5D2E"/>
    <w:rsid w:val="008D63E7"/>
    <w:rsid w:val="008F0C2E"/>
    <w:rsid w:val="008F2165"/>
    <w:rsid w:val="008F24A0"/>
    <w:rsid w:val="008F43E4"/>
    <w:rsid w:val="009031A6"/>
    <w:rsid w:val="00915A08"/>
    <w:rsid w:val="00917AC1"/>
    <w:rsid w:val="009208AA"/>
    <w:rsid w:val="00930EB8"/>
    <w:rsid w:val="00934D3A"/>
    <w:rsid w:val="00941BB6"/>
    <w:rsid w:val="0094345D"/>
    <w:rsid w:val="009440DA"/>
    <w:rsid w:val="00953ED4"/>
    <w:rsid w:val="00997399"/>
    <w:rsid w:val="009A2270"/>
    <w:rsid w:val="009B5764"/>
    <w:rsid w:val="009C0A9F"/>
    <w:rsid w:val="009C1F90"/>
    <w:rsid w:val="009D0EA8"/>
    <w:rsid w:val="009E2E67"/>
    <w:rsid w:val="00A0048B"/>
    <w:rsid w:val="00A00FE2"/>
    <w:rsid w:val="00A025B6"/>
    <w:rsid w:val="00A14922"/>
    <w:rsid w:val="00A23303"/>
    <w:rsid w:val="00A2387D"/>
    <w:rsid w:val="00A57279"/>
    <w:rsid w:val="00A8181B"/>
    <w:rsid w:val="00A84A22"/>
    <w:rsid w:val="00A93CE5"/>
    <w:rsid w:val="00A948FC"/>
    <w:rsid w:val="00AA1BB1"/>
    <w:rsid w:val="00AA38C0"/>
    <w:rsid w:val="00AB2167"/>
    <w:rsid w:val="00AB3C04"/>
    <w:rsid w:val="00AB55D4"/>
    <w:rsid w:val="00AB786B"/>
    <w:rsid w:val="00AD12FE"/>
    <w:rsid w:val="00AD4581"/>
    <w:rsid w:val="00AD49C3"/>
    <w:rsid w:val="00AE38BF"/>
    <w:rsid w:val="00B03A48"/>
    <w:rsid w:val="00B074B3"/>
    <w:rsid w:val="00B14EEC"/>
    <w:rsid w:val="00B37CD2"/>
    <w:rsid w:val="00B408FF"/>
    <w:rsid w:val="00B42017"/>
    <w:rsid w:val="00B46316"/>
    <w:rsid w:val="00B53F82"/>
    <w:rsid w:val="00B869DB"/>
    <w:rsid w:val="00B91875"/>
    <w:rsid w:val="00BC1381"/>
    <w:rsid w:val="00BD58C3"/>
    <w:rsid w:val="00BE14C2"/>
    <w:rsid w:val="00BE3C5C"/>
    <w:rsid w:val="00BF2714"/>
    <w:rsid w:val="00C02025"/>
    <w:rsid w:val="00C21B84"/>
    <w:rsid w:val="00C261AC"/>
    <w:rsid w:val="00C5540B"/>
    <w:rsid w:val="00C64760"/>
    <w:rsid w:val="00C71E59"/>
    <w:rsid w:val="00C814F1"/>
    <w:rsid w:val="00CA715A"/>
    <w:rsid w:val="00CB20BA"/>
    <w:rsid w:val="00CD6A3A"/>
    <w:rsid w:val="00D00BC4"/>
    <w:rsid w:val="00D21609"/>
    <w:rsid w:val="00D22D9B"/>
    <w:rsid w:val="00D24DDE"/>
    <w:rsid w:val="00D26938"/>
    <w:rsid w:val="00D37736"/>
    <w:rsid w:val="00D37AFA"/>
    <w:rsid w:val="00D66D42"/>
    <w:rsid w:val="00D73E3B"/>
    <w:rsid w:val="00D74791"/>
    <w:rsid w:val="00D76FCD"/>
    <w:rsid w:val="00D7710A"/>
    <w:rsid w:val="00D82530"/>
    <w:rsid w:val="00D92402"/>
    <w:rsid w:val="00D9275A"/>
    <w:rsid w:val="00D960B7"/>
    <w:rsid w:val="00DC03C1"/>
    <w:rsid w:val="00DD4E9A"/>
    <w:rsid w:val="00DF44ED"/>
    <w:rsid w:val="00DF490E"/>
    <w:rsid w:val="00E202A7"/>
    <w:rsid w:val="00E20945"/>
    <w:rsid w:val="00E25F60"/>
    <w:rsid w:val="00E35280"/>
    <w:rsid w:val="00E43E0C"/>
    <w:rsid w:val="00E52380"/>
    <w:rsid w:val="00E53654"/>
    <w:rsid w:val="00E54B23"/>
    <w:rsid w:val="00E77304"/>
    <w:rsid w:val="00E8279B"/>
    <w:rsid w:val="00E854B4"/>
    <w:rsid w:val="00E9097B"/>
    <w:rsid w:val="00ED41ED"/>
    <w:rsid w:val="00ED7898"/>
    <w:rsid w:val="00ED79D6"/>
    <w:rsid w:val="00EE43C6"/>
    <w:rsid w:val="00EE6924"/>
    <w:rsid w:val="00EE751B"/>
    <w:rsid w:val="00EF3950"/>
    <w:rsid w:val="00F01B26"/>
    <w:rsid w:val="00F059D3"/>
    <w:rsid w:val="00F12318"/>
    <w:rsid w:val="00F12C48"/>
    <w:rsid w:val="00F44D34"/>
    <w:rsid w:val="00F460A0"/>
    <w:rsid w:val="00F52B50"/>
    <w:rsid w:val="00F55551"/>
    <w:rsid w:val="00F55AC3"/>
    <w:rsid w:val="00F57023"/>
    <w:rsid w:val="00F701E2"/>
    <w:rsid w:val="00F762A9"/>
    <w:rsid w:val="00F82D8F"/>
    <w:rsid w:val="00FB3479"/>
    <w:rsid w:val="00FB43E2"/>
    <w:rsid w:val="00FC26D0"/>
    <w:rsid w:val="00FD0D54"/>
    <w:rsid w:val="00FD17E8"/>
    <w:rsid w:val="00FD2255"/>
    <w:rsid w:val="00FE1A7C"/>
    <w:rsid w:val="00FF2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v:textbox inset="5.85pt,.7pt,5.85pt,.7pt"/>
    </o:shapedefaults>
    <o:shapelayout v:ext="edit">
      <o:idmap v:ext="edit" data="1"/>
    </o:shapelayout>
  </w:shapeDefaults>
  <w:decimalSymbol w:val=","/>
  <w:listSeparator w:val=";"/>
  <w15:chartTrackingRefBased/>
  <w15:docId w15:val="{D1718CD6-65B4-4FA7-BF63-7E4E21AF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aliases w:val="H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aliases w:val="Memo 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paragraph" w:customStyle="1" w:styleId="Guidance">
    <w:name w:val="Guidance"/>
    <w:basedOn w:val="Normal"/>
    <w:rPr>
      <w:i/>
      <w:color w:val="0000FF"/>
    </w:rPr>
  </w:style>
  <w:style w:type="paragraph" w:customStyle="1" w:styleId="E21">
    <w:name w:val="?E2・1"/>
    <w:basedOn w:val="Heading6"/>
    <w:pPr>
      <w:keepLines w:val="0"/>
      <w:widowControl w:val="0"/>
      <w:tabs>
        <w:tab w:val="left" w:pos="4680"/>
      </w:tabs>
      <w:spacing w:after="120" w:line="220" w:lineRule="exact"/>
      <w:ind w:left="1259" w:hanging="1259"/>
      <w:jc w:val="both"/>
      <w:outlineLvl w:val="9"/>
    </w:pPr>
    <w:rPr>
      <w:rFonts w:ascii="Times" w:eastAsia="香~??’c‘I" w:hAnsi="Times"/>
      <w:b/>
      <w:sz w:val="21"/>
      <w:lang w:val="en-US"/>
    </w:rPr>
  </w:style>
  <w:style w:type="paragraph" w:customStyle="1" w:styleId="Text">
    <w:name w:val="Text"/>
    <w:basedOn w:val="Normal"/>
    <w:pPr>
      <w:keepNext/>
      <w:tabs>
        <w:tab w:val="left" w:pos="1247"/>
        <w:tab w:val="left" w:pos="2552"/>
        <w:tab w:val="left" w:pos="3856"/>
        <w:tab w:val="left" w:pos="5216"/>
        <w:tab w:val="left" w:pos="6464"/>
        <w:tab w:val="left" w:pos="7768"/>
        <w:tab w:val="left" w:pos="9072"/>
        <w:tab w:val="left" w:pos="10206"/>
      </w:tabs>
      <w:spacing w:after="0"/>
      <w:ind w:left="2552"/>
    </w:pPr>
    <w:rPr>
      <w:rFonts w:ascii="Univers (W1)" w:eastAsia="??’c" w:hAnsi="Univers (W1)"/>
      <w:sz w:val="22"/>
    </w:rPr>
  </w:style>
  <w:style w:type="paragraph" w:customStyle="1" w:styleId="shortcode">
    <w:name w:val="shortcode"/>
    <w:basedOn w:val="BodyText"/>
    <w:pPr>
      <w:keepNext/>
      <w:tabs>
        <w:tab w:val="left" w:pos="1247"/>
        <w:tab w:val="left" w:pos="2552"/>
        <w:tab w:val="left" w:pos="3856"/>
        <w:tab w:val="left" w:pos="5216"/>
        <w:tab w:val="left" w:pos="6464"/>
        <w:tab w:val="left" w:pos="7768"/>
        <w:tab w:val="left" w:pos="9072"/>
        <w:tab w:val="left" w:pos="10206"/>
      </w:tabs>
      <w:spacing w:after="0" w:line="480" w:lineRule="auto"/>
    </w:pPr>
    <w:rPr>
      <w:rFonts w:eastAsia="??’c"/>
      <w:sz w:val="21"/>
    </w:rPr>
  </w:style>
  <w:style w:type="paragraph" w:styleId="BodyText2">
    <w:name w:val="Body Text 2"/>
    <w:basedOn w:val="Normal"/>
    <w:pPr>
      <w:widowControl w:val="0"/>
      <w:spacing w:after="0" w:line="220" w:lineRule="exact"/>
      <w:jc w:val="both"/>
    </w:pPr>
    <w:rPr>
      <w:rFonts w:ascii="Times" w:eastAsia="?l?r ??’c" w:hAnsi="Times"/>
      <w:kern w:val="2"/>
      <w:lang w:val="en-US"/>
    </w:rPr>
  </w:style>
  <w:style w:type="paragraph" w:styleId="BodyText3">
    <w:name w:val="Body Text 3"/>
    <w:basedOn w:val="Normal"/>
    <w:pPr>
      <w:widowControl w:val="0"/>
      <w:spacing w:after="0" w:line="220" w:lineRule="exact"/>
      <w:jc w:val="both"/>
    </w:pPr>
    <w:rPr>
      <w:rFonts w:ascii="Times" w:eastAsia="香~??’c‘I" w:hAnsi="Times"/>
      <w:sz w:val="16"/>
      <w:lang w:val="en-US"/>
    </w:rPr>
  </w:style>
  <w:style w:type="paragraph" w:styleId="BodyTextIndent2">
    <w:name w:val="Body Text Indent 2"/>
    <w:basedOn w:val="Normal"/>
    <w:pPr>
      <w:widowControl w:val="0"/>
      <w:spacing w:after="0" w:line="220" w:lineRule="exact"/>
      <w:ind w:left="90" w:hanging="90"/>
      <w:jc w:val="both"/>
    </w:pPr>
    <w:rPr>
      <w:rFonts w:ascii="Times" w:eastAsia="香~??’c‘I" w:hAnsi="Times"/>
      <w:sz w:val="16"/>
      <w:lang w:val="en-US"/>
    </w:rPr>
  </w:style>
  <w:style w:type="paragraph" w:customStyle="1" w:styleId="A2U1">
    <w:name w:val="?A2U1"/>
    <w:basedOn w:val="BodyText"/>
    <w:pPr>
      <w:keepNext/>
      <w:tabs>
        <w:tab w:val="left" w:pos="1247"/>
        <w:tab w:val="left" w:pos="2552"/>
        <w:tab w:val="left" w:pos="3856"/>
        <w:tab w:val="left" w:pos="5216"/>
        <w:tab w:val="left" w:pos="6464"/>
        <w:tab w:val="left" w:pos="7768"/>
        <w:tab w:val="left" w:pos="9072"/>
        <w:tab w:val="left" w:pos="10206"/>
      </w:tabs>
      <w:spacing w:after="0" w:line="220" w:lineRule="exact"/>
      <w:ind w:left="170"/>
    </w:pPr>
    <w:rPr>
      <w:rFonts w:eastAsia="??’c"/>
      <w:i/>
      <w:sz w:val="21"/>
    </w:rPr>
  </w:style>
  <w:style w:type="paragraph" w:customStyle="1" w:styleId="figure">
    <w:name w:val="figure"/>
    <w:basedOn w:val="Text"/>
    <w:next w:val="figuretext"/>
    <w:pPr>
      <w:tabs>
        <w:tab w:val="clear" w:pos="1247"/>
        <w:tab w:val="clear" w:pos="2552"/>
        <w:tab w:val="clear" w:pos="3856"/>
        <w:tab w:val="clear" w:pos="5216"/>
        <w:tab w:val="clear" w:pos="6464"/>
        <w:tab w:val="clear" w:pos="7768"/>
        <w:tab w:val="clear" w:pos="9072"/>
        <w:tab w:val="clear" w:pos="10206"/>
      </w:tabs>
      <w:spacing w:after="240"/>
      <w:ind w:left="0"/>
      <w:jc w:val="center"/>
    </w:pPr>
    <w:rPr>
      <w:rFonts w:ascii="Times New Roman" w:hAnsi="Times New Roman"/>
      <w:sz w:val="24"/>
      <w:lang w:val="en-US"/>
    </w:rPr>
  </w:style>
  <w:style w:type="paragraph" w:customStyle="1" w:styleId="figuretext">
    <w:name w:val="figure text"/>
    <w:basedOn w:val="Text"/>
    <w:next w:val="Text"/>
    <w:pPr>
      <w:tabs>
        <w:tab w:val="clear" w:pos="1247"/>
        <w:tab w:val="clear" w:pos="2552"/>
        <w:tab w:val="clear" w:pos="3856"/>
        <w:tab w:val="clear" w:pos="5216"/>
        <w:tab w:val="clear" w:pos="6464"/>
        <w:tab w:val="clear" w:pos="7768"/>
        <w:tab w:val="clear" w:pos="9072"/>
        <w:tab w:val="clear" w:pos="10206"/>
      </w:tabs>
      <w:spacing w:before="240" w:after="240"/>
      <w:ind w:left="0"/>
      <w:jc w:val="both"/>
    </w:pPr>
    <w:rPr>
      <w:rFonts w:ascii="Times New Roman" w:hAnsi="Times New Roman"/>
      <w:i/>
      <w:sz w:val="24"/>
      <w:lang w:val="en-US"/>
    </w:rPr>
  </w:style>
  <w:style w:type="paragraph" w:customStyle="1" w:styleId="text0">
    <w:name w:val="text"/>
    <w:basedOn w:val="Normal"/>
    <w:pPr>
      <w:spacing w:after="240"/>
      <w:jc w:val="both"/>
    </w:pPr>
    <w:rPr>
      <w:rFonts w:eastAsia="?l?r ??’c"/>
      <w:sz w:val="24"/>
      <w:lang w:val="en-US"/>
    </w:rPr>
  </w:style>
  <w:style w:type="paragraph" w:customStyle="1" w:styleId="table">
    <w:name w:val="table"/>
    <w:basedOn w:val="text0"/>
    <w:next w:val="text0"/>
    <w:pPr>
      <w:spacing w:after="0"/>
      <w:jc w:val="center"/>
    </w:pPr>
    <w:rPr>
      <w:sz w:val="20"/>
    </w:rPr>
  </w:style>
  <w:style w:type="paragraph" w:customStyle="1" w:styleId="textintend1">
    <w:name w:val="text intend 1"/>
    <w:basedOn w:val="text0"/>
    <w:pPr>
      <w:widowControl w:val="0"/>
      <w:spacing w:after="120"/>
      <w:ind w:left="851" w:hanging="284"/>
    </w:pPr>
  </w:style>
  <w:style w:type="paragraph" w:customStyle="1" w:styleId="Documenttitle">
    <w:name w:val="Document title"/>
    <w:basedOn w:val="Normal"/>
    <w:next w:val="text0"/>
    <w:pPr>
      <w:spacing w:after="480"/>
      <w:jc w:val="center"/>
    </w:pPr>
    <w:rPr>
      <w:rFonts w:eastAsia="?l?r ??’c"/>
      <w:b/>
      <w:sz w:val="28"/>
      <w:lang w:val="en-US"/>
    </w:rPr>
  </w:style>
  <w:style w:type="paragraph" w:customStyle="1" w:styleId="E210">
    <w:name w:val="_E2・1"/>
    <w:basedOn w:val="Heading6"/>
    <w:pPr>
      <w:keepLines w:val="0"/>
      <w:widowControl w:val="0"/>
      <w:tabs>
        <w:tab w:val="left" w:pos="4680"/>
      </w:tabs>
      <w:spacing w:before="0" w:after="0" w:line="360" w:lineRule="atLeast"/>
      <w:ind w:left="1259" w:hanging="1259"/>
      <w:jc w:val="both"/>
      <w:outlineLvl w:val="9"/>
    </w:pPr>
    <w:rPr>
      <w:rFonts w:eastAsia="香~??’c‘I"/>
      <w:b/>
      <w:sz w:val="21"/>
      <w:lang w:val="en-US"/>
    </w:rPr>
  </w:style>
  <w:style w:type="paragraph" w:customStyle="1" w:styleId="tabletext">
    <w:name w:val="table text"/>
    <w:basedOn w:val="text0"/>
    <w:next w:val="table"/>
    <w:rPr>
      <w:rFonts w:eastAsia="??吹ﾊ??’c"/>
      <w:i/>
    </w:rPr>
  </w:style>
  <w:style w:type="paragraph" w:customStyle="1" w:styleId="equation">
    <w:name w:val="equation"/>
    <w:basedOn w:val="text0"/>
    <w:next w:val="text0"/>
    <w:pPr>
      <w:tabs>
        <w:tab w:val="right" w:pos="9072"/>
      </w:tabs>
      <w:ind w:left="851"/>
    </w:pPr>
    <w:rPr>
      <w:rFonts w:eastAsia="??吹ﾊ??’c"/>
    </w:rPr>
  </w:style>
  <w:style w:type="paragraph" w:customStyle="1" w:styleId="textintend2">
    <w:name w:val="text intend 2"/>
    <w:basedOn w:val="text0"/>
    <w:pPr>
      <w:spacing w:after="120"/>
      <w:ind w:left="1418" w:hanging="284"/>
    </w:pPr>
    <w:rPr>
      <w:rFonts w:eastAsia="??吹ﾊ??’c"/>
    </w:rPr>
  </w:style>
  <w:style w:type="paragraph" w:customStyle="1" w:styleId="textintend3">
    <w:name w:val="text intend 3"/>
    <w:basedOn w:val="text0"/>
    <w:pPr>
      <w:spacing w:after="120"/>
      <w:ind w:left="1984" w:hanging="283"/>
    </w:pPr>
    <w:rPr>
      <w:rFonts w:eastAsia="??吹ﾊ??’c"/>
    </w:rPr>
  </w:style>
  <w:style w:type="paragraph" w:customStyle="1" w:styleId="Heading1H1">
    <w:name w:val="Heading 1.H1"/>
    <w:next w:val="Normal"/>
    <w:pPr>
      <w:keepNext/>
      <w:keepLines/>
      <w:pBdr>
        <w:top w:val="single" w:sz="12" w:space="3" w:color="auto"/>
      </w:pBdr>
      <w:adjustRightInd w:val="0"/>
      <w:spacing w:before="240" w:after="180"/>
      <w:ind w:left="1134" w:hanging="1134"/>
      <w:textAlignment w:val="baseline"/>
    </w:pPr>
    <w:rPr>
      <w:rFonts w:ascii="Arial" w:eastAsia="?l?r ??’c" w:hAnsi="Arial"/>
      <w:sz w:val="36"/>
      <w:lang w:eastAsia="ja-JP"/>
    </w:rPr>
  </w:style>
  <w:style w:type="paragraph" w:customStyle="1" w:styleId="Bullets">
    <w:name w:val="Bullets"/>
    <w:basedOn w:val="BodyText"/>
    <w:pPr>
      <w:widowControl w:val="0"/>
      <w:spacing w:after="120"/>
      <w:ind w:left="283" w:hanging="283"/>
    </w:pPr>
    <w:rPr>
      <w:rFonts w:eastAsia="?l?r ??’c"/>
      <w:sz w:val="21"/>
    </w:rPr>
  </w:style>
  <w:style w:type="paragraph" w:customStyle="1" w:styleId="I">
    <w:name w:val="I."/>
    <w:basedOn w:val="Normal"/>
    <w:pPr>
      <w:spacing w:after="0"/>
      <w:ind w:left="454" w:hanging="454"/>
    </w:pPr>
    <w:rPr>
      <w:rFonts w:ascii="Arial" w:eastAsia="?l?r ??’c" w:hAnsi="Arial"/>
      <w:sz w:val="24"/>
      <w:lang w:val="en-US"/>
    </w:rPr>
  </w:style>
  <w:style w:type="paragraph" w:customStyle="1" w:styleId="Contribution">
    <w:name w:val="Contribution"/>
    <w:basedOn w:val="Normal"/>
    <w:pPr>
      <w:widowControl w:val="0"/>
      <w:spacing w:after="0"/>
      <w:jc w:val="both"/>
    </w:pPr>
    <w:rPr>
      <w:rFonts w:ascii="Arial" w:eastAsia="?l?r ?S?V?b?N" w:hAnsi="Arial"/>
      <w:kern w:val="2"/>
      <w:sz w:val="18"/>
      <w:lang w:val="en-US"/>
    </w:rPr>
  </w:style>
  <w:style w:type="paragraph" w:customStyle="1" w:styleId="TabList">
    <w:name w:val="TabList"/>
    <w:basedOn w:val="Normal"/>
    <w:pPr>
      <w:tabs>
        <w:tab w:val="left" w:pos="1134"/>
      </w:tabs>
      <w:spacing w:after="0"/>
    </w:pPr>
  </w:style>
  <w:style w:type="paragraph" w:customStyle="1" w:styleId="1">
    <w:name w:val="吹き出し1"/>
    <w:basedOn w:val="Normal"/>
    <w:semiHidden/>
    <w:rPr>
      <w:rFonts w:ascii="Arial" w:eastAsia="MS Gothic" w:hAnsi="Arial"/>
      <w:sz w:val="18"/>
      <w:szCs w:val="18"/>
    </w:rPr>
  </w:style>
  <w:style w:type="paragraph" w:styleId="BalloonText">
    <w:name w:val="Balloon Text"/>
    <w:basedOn w:val="Normal"/>
    <w:semiHidden/>
    <w:rsid w:val="005632D9"/>
    <w:rPr>
      <w:rFonts w:ascii="Tahoma" w:hAnsi="Tahoma" w:cs="Tahoma"/>
      <w:sz w:val="16"/>
      <w:szCs w:val="16"/>
    </w:rPr>
  </w:style>
  <w:style w:type="character" w:styleId="CommentReference">
    <w:name w:val="annotation reference"/>
    <w:semiHidden/>
    <w:rsid w:val="00AD12FE"/>
    <w:rPr>
      <w:sz w:val="18"/>
      <w:szCs w:val="18"/>
    </w:rPr>
  </w:style>
  <w:style w:type="paragraph" w:styleId="CommentText">
    <w:name w:val="annotation text"/>
    <w:basedOn w:val="Normal"/>
    <w:link w:val="CommentTextChar"/>
    <w:semiHidden/>
    <w:rsid w:val="00AD12FE"/>
  </w:style>
  <w:style w:type="paragraph" w:styleId="CommentSubject">
    <w:name w:val="annotation subject"/>
    <w:basedOn w:val="CommentText"/>
    <w:next w:val="CommentText"/>
    <w:semiHidden/>
    <w:rsid w:val="00AD12FE"/>
    <w:rPr>
      <w:b/>
      <w:bCs/>
    </w:rPr>
  </w:style>
  <w:style w:type="character" w:customStyle="1" w:styleId="CommentTextChar">
    <w:name w:val="Comment Text Char"/>
    <w:link w:val="CommentText"/>
    <w:semiHidden/>
    <w:rsid w:val="00AD49C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4548">
      <w:bodyDiv w:val="1"/>
      <w:marLeft w:val="0"/>
      <w:marRight w:val="0"/>
      <w:marTop w:val="0"/>
      <w:marBottom w:val="0"/>
      <w:divBdr>
        <w:top w:val="none" w:sz="0" w:space="0" w:color="auto"/>
        <w:left w:val="none" w:sz="0" w:space="0" w:color="auto"/>
        <w:bottom w:val="none" w:sz="0" w:space="0" w:color="auto"/>
        <w:right w:val="none" w:sz="0" w:space="0" w:color="auto"/>
      </w:divBdr>
    </w:div>
    <w:div w:id="752511414">
      <w:bodyDiv w:val="1"/>
      <w:marLeft w:val="0"/>
      <w:marRight w:val="0"/>
      <w:marTop w:val="0"/>
      <w:marBottom w:val="0"/>
      <w:divBdr>
        <w:top w:val="none" w:sz="0" w:space="0" w:color="auto"/>
        <w:left w:val="none" w:sz="0" w:space="0" w:color="auto"/>
        <w:bottom w:val="none" w:sz="0" w:space="0" w:color="auto"/>
        <w:right w:val="none" w:sz="0" w:space="0" w:color="auto"/>
      </w:divBdr>
    </w:div>
    <w:div w:id="804856344">
      <w:bodyDiv w:val="1"/>
      <w:marLeft w:val="0"/>
      <w:marRight w:val="0"/>
      <w:marTop w:val="0"/>
      <w:marBottom w:val="0"/>
      <w:divBdr>
        <w:top w:val="none" w:sz="0" w:space="0" w:color="auto"/>
        <w:left w:val="none" w:sz="0" w:space="0" w:color="auto"/>
        <w:bottom w:val="none" w:sz="0" w:space="0" w:color="auto"/>
        <w:right w:val="none" w:sz="0" w:space="0" w:color="auto"/>
      </w:divBdr>
    </w:div>
    <w:div w:id="913663061">
      <w:bodyDiv w:val="1"/>
      <w:marLeft w:val="0"/>
      <w:marRight w:val="0"/>
      <w:marTop w:val="0"/>
      <w:marBottom w:val="0"/>
      <w:divBdr>
        <w:top w:val="none" w:sz="0" w:space="0" w:color="auto"/>
        <w:left w:val="none" w:sz="0" w:space="0" w:color="auto"/>
        <w:bottom w:val="none" w:sz="0" w:space="0" w:color="auto"/>
        <w:right w:val="none" w:sz="0" w:space="0" w:color="auto"/>
      </w:divBdr>
    </w:div>
    <w:div w:id="956640643">
      <w:bodyDiv w:val="1"/>
      <w:marLeft w:val="0"/>
      <w:marRight w:val="0"/>
      <w:marTop w:val="0"/>
      <w:marBottom w:val="0"/>
      <w:divBdr>
        <w:top w:val="none" w:sz="0" w:space="0" w:color="auto"/>
        <w:left w:val="none" w:sz="0" w:space="0" w:color="auto"/>
        <w:bottom w:val="none" w:sz="0" w:space="0" w:color="auto"/>
        <w:right w:val="none" w:sz="0" w:space="0" w:color="auto"/>
      </w:divBdr>
    </w:div>
    <w:div w:id="1058357847">
      <w:bodyDiv w:val="1"/>
      <w:marLeft w:val="0"/>
      <w:marRight w:val="0"/>
      <w:marTop w:val="0"/>
      <w:marBottom w:val="0"/>
      <w:divBdr>
        <w:top w:val="none" w:sz="0" w:space="0" w:color="auto"/>
        <w:left w:val="none" w:sz="0" w:space="0" w:color="auto"/>
        <w:bottom w:val="none" w:sz="0" w:space="0" w:color="auto"/>
        <w:right w:val="none" w:sz="0" w:space="0" w:color="auto"/>
      </w:divBdr>
    </w:div>
    <w:div w:id="1342275141">
      <w:bodyDiv w:val="1"/>
      <w:marLeft w:val="0"/>
      <w:marRight w:val="0"/>
      <w:marTop w:val="0"/>
      <w:marBottom w:val="0"/>
      <w:divBdr>
        <w:top w:val="none" w:sz="0" w:space="0" w:color="auto"/>
        <w:left w:val="none" w:sz="0" w:space="0" w:color="auto"/>
        <w:bottom w:val="none" w:sz="0" w:space="0" w:color="auto"/>
        <w:right w:val="none" w:sz="0" w:space="0" w:color="auto"/>
      </w:divBdr>
    </w:div>
    <w:div w:id="1690258113">
      <w:bodyDiv w:val="1"/>
      <w:marLeft w:val="0"/>
      <w:marRight w:val="0"/>
      <w:marTop w:val="0"/>
      <w:marBottom w:val="0"/>
      <w:divBdr>
        <w:top w:val="none" w:sz="0" w:space="0" w:color="auto"/>
        <w:left w:val="none" w:sz="0" w:space="0" w:color="auto"/>
        <w:bottom w:val="none" w:sz="0" w:space="0" w:color="auto"/>
        <w:right w:val="none" w:sz="0" w:space="0" w:color="auto"/>
      </w:divBdr>
    </w:div>
    <w:div w:id="2020037921">
      <w:bodyDiv w:val="1"/>
      <w:marLeft w:val="0"/>
      <w:marRight w:val="0"/>
      <w:marTop w:val="0"/>
      <w:marBottom w:val="0"/>
      <w:divBdr>
        <w:top w:val="none" w:sz="0" w:space="0" w:color="auto"/>
        <w:left w:val="none" w:sz="0" w:space="0" w:color="auto"/>
        <w:bottom w:val="none" w:sz="0" w:space="0" w:color="auto"/>
        <w:right w:val="none" w:sz="0" w:space="0" w:color="auto"/>
      </w:divBdr>
    </w:div>
    <w:div w:id="2034649906">
      <w:bodyDiv w:val="1"/>
      <w:marLeft w:val="0"/>
      <w:marRight w:val="0"/>
      <w:marTop w:val="0"/>
      <w:marBottom w:val="0"/>
      <w:divBdr>
        <w:top w:val="none" w:sz="0" w:space="0" w:color="auto"/>
        <w:left w:val="none" w:sz="0" w:space="0" w:color="auto"/>
        <w:bottom w:val="none" w:sz="0" w:space="0" w:color="auto"/>
        <w:right w:val="none" w:sz="0" w:space="0" w:color="auto"/>
      </w:divBdr>
    </w:div>
    <w:div w:id="2113936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5.bin"/><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oleObject" Target="embeddings/oleObject9.bin"/><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5.wmf"/><Relationship Id="rId33" Type="http://schemas.openxmlformats.org/officeDocument/2006/relationships/image" Target="media/image19.wmf"/><Relationship Id="rId38"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oleObject" Target="embeddings/oleObject2.bin"/><Relationship Id="rId29" Type="http://schemas.openxmlformats.org/officeDocument/2006/relationships/image" Target="media/image17.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oleObject" Target="embeddings/oleObject6.bin"/><Relationship Id="rId36" Type="http://schemas.openxmlformats.org/officeDocument/2006/relationships/image" Target="media/image20.wmf"/><Relationship Id="rId10" Type="http://schemas.openxmlformats.org/officeDocument/2006/relationships/image" Target="media/image4.emf"/><Relationship Id="rId19" Type="http://schemas.openxmlformats.org/officeDocument/2006/relationships/image" Target="media/image12.wmf"/><Relationship Id="rId31" Type="http://schemas.openxmlformats.org/officeDocument/2006/relationships/image" Target="media/image18.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image" Target="media/image16.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13</TotalTime>
  <Pages>15</Pages>
  <Words>4504</Words>
  <Characters>25678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3GPP TS 36.201</vt:lpstr>
    </vt:vector>
  </TitlesOfParts>
  <Manager/>
  <Company/>
  <LinksUpToDate>false</LinksUpToDate>
  <CharactersWithSpaces>30122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36.201</dc:title>
  <dc:subject>Evolved Universal Terrestrial Radio Access (E-UTRA); LTE physical layer; General description (Release 12)</dc:subject>
  <dc:creator>MCC Support</dc:creator>
  <cp:keywords>E-UTRA, radio, layer 1</cp:keywords>
  <dc:description/>
  <cp:lastModifiedBy>MCC: CR0030</cp:lastModifiedBy>
  <cp:revision>6</cp:revision>
  <cp:lastPrinted>2007-03-03T10:26:00Z</cp:lastPrinted>
  <dcterms:created xsi:type="dcterms:W3CDTF">2018-12-05T07:49:00Z</dcterms:created>
  <dcterms:modified xsi:type="dcterms:W3CDTF">2020-03-20T13:11:00Z</dcterms:modified>
  <cp:category>version 8.0.0</cp:category>
</cp:coreProperties>
</file>